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15D19" w14:textId="77777777" w:rsidR="007F2E09" w:rsidRPr="00DF6DD6" w:rsidRDefault="007F2E09" w:rsidP="007F2E09">
      <w:pPr>
        <w:pStyle w:val="Heading1"/>
      </w:pPr>
      <w:bookmarkStart w:id="0" w:name="_Toc21345369"/>
      <w:bookmarkStart w:id="1" w:name="_Toc29806218"/>
      <w:bookmarkStart w:id="2" w:name="_Toc37255751"/>
      <w:bookmarkStart w:id="3" w:name="_Toc37256092"/>
      <w:bookmarkStart w:id="4" w:name="_Toc45889929"/>
      <w:bookmarkStart w:id="5" w:name="_Toc52381754"/>
      <w:bookmarkStart w:id="6" w:name="_Toc61374853"/>
      <w:bookmarkStart w:id="7" w:name="_Toc67936204"/>
      <w:bookmarkStart w:id="8" w:name="_Toc67937077"/>
      <w:bookmarkStart w:id="9" w:name="_Toc76452313"/>
      <w:bookmarkStart w:id="10" w:name="_Toc76630156"/>
      <w:bookmarkStart w:id="11" w:name="_Toc83742716"/>
      <w:bookmarkStart w:id="12" w:name="_Toc83886830"/>
      <w:bookmarkStart w:id="13" w:name="_Toc83887630"/>
      <w:bookmarkStart w:id="14" w:name="_Toc90588471"/>
      <w:bookmarkStart w:id="15" w:name="_Toc21345370"/>
      <w:bookmarkStart w:id="16" w:name="_Toc29806219"/>
      <w:bookmarkStart w:id="17" w:name="_Toc37255752"/>
      <w:bookmarkStart w:id="18" w:name="_Toc37256093"/>
      <w:bookmarkStart w:id="19" w:name="_Toc45889930"/>
      <w:bookmarkStart w:id="20" w:name="_Toc52381755"/>
      <w:bookmarkStart w:id="21" w:name="_Toc61374854"/>
      <w:bookmarkStart w:id="22" w:name="_Toc67936205"/>
      <w:bookmarkStart w:id="23" w:name="_Toc67937078"/>
      <w:bookmarkStart w:id="24" w:name="_Toc76452314"/>
      <w:bookmarkStart w:id="25" w:name="_Toc76630157"/>
      <w:bookmarkStart w:id="26" w:name="_Toc83742717"/>
      <w:bookmarkStart w:id="27" w:name="_Toc83886831"/>
      <w:bookmarkStart w:id="28" w:name="_Toc83887631"/>
      <w:bookmarkStart w:id="29" w:name="_Toc90588472"/>
      <w:r w:rsidRPr="00DF6DD6">
        <w:t>Foreword</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7CFD563B" w14:textId="77777777" w:rsidR="007F2E09" w:rsidRPr="00DF6DD6" w:rsidRDefault="007F2E09" w:rsidP="007F2E09">
      <w:r w:rsidRPr="00DF6DD6">
        <w:t>This Technical Specification has been produced by the 3rd Generation Partnership Project (3GPP).</w:t>
      </w:r>
    </w:p>
    <w:p w14:paraId="1DE20095" w14:textId="77777777" w:rsidR="007F2E09" w:rsidRPr="00DF6DD6" w:rsidRDefault="007F2E09" w:rsidP="007F2E09">
      <w:r w:rsidRPr="00DF6DD6">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23D2462" w14:textId="77777777" w:rsidR="007F2E09" w:rsidRPr="00DF6DD6" w:rsidRDefault="007F2E09" w:rsidP="007F2E09">
      <w:pPr>
        <w:pStyle w:val="B10"/>
      </w:pPr>
      <w:r w:rsidRPr="00DF6DD6">
        <w:t>Version x.y.z</w:t>
      </w:r>
    </w:p>
    <w:p w14:paraId="7EA96551" w14:textId="77777777" w:rsidR="007F2E09" w:rsidRPr="00DF6DD6" w:rsidRDefault="007F2E09" w:rsidP="007F2E09">
      <w:pPr>
        <w:pStyle w:val="B10"/>
      </w:pPr>
      <w:r w:rsidRPr="00DF6DD6">
        <w:t>where:</w:t>
      </w:r>
    </w:p>
    <w:p w14:paraId="43A0CA97" w14:textId="77777777" w:rsidR="007F2E09" w:rsidRPr="00DF6DD6" w:rsidRDefault="007F2E09" w:rsidP="007F2E09">
      <w:pPr>
        <w:pStyle w:val="B20"/>
      </w:pPr>
      <w:r w:rsidRPr="00DF6DD6">
        <w:t>x</w:t>
      </w:r>
      <w:r w:rsidRPr="00DF6DD6">
        <w:tab/>
        <w:t>the first digit:</w:t>
      </w:r>
    </w:p>
    <w:p w14:paraId="0A88DE7F" w14:textId="77777777" w:rsidR="007F2E09" w:rsidRPr="00DF6DD6" w:rsidRDefault="007F2E09" w:rsidP="007F2E09">
      <w:pPr>
        <w:pStyle w:val="B30"/>
      </w:pPr>
      <w:r w:rsidRPr="00DF6DD6">
        <w:t>1</w:t>
      </w:r>
      <w:r w:rsidRPr="00DF6DD6">
        <w:tab/>
        <w:t>presented to TSG for information;</w:t>
      </w:r>
    </w:p>
    <w:p w14:paraId="3FCC673B" w14:textId="77777777" w:rsidR="007F2E09" w:rsidRPr="00DF6DD6" w:rsidRDefault="007F2E09" w:rsidP="007F2E09">
      <w:pPr>
        <w:pStyle w:val="B30"/>
      </w:pPr>
      <w:r w:rsidRPr="00DF6DD6">
        <w:t>2</w:t>
      </w:r>
      <w:r w:rsidRPr="00DF6DD6">
        <w:tab/>
        <w:t>presented to TSG for approval;</w:t>
      </w:r>
    </w:p>
    <w:p w14:paraId="1FA12C03" w14:textId="77777777" w:rsidR="007F2E09" w:rsidRPr="00DF6DD6" w:rsidRDefault="007F2E09" w:rsidP="007F2E09">
      <w:pPr>
        <w:pStyle w:val="B30"/>
      </w:pPr>
      <w:r w:rsidRPr="00DF6DD6">
        <w:t>3</w:t>
      </w:r>
      <w:r w:rsidRPr="00DF6DD6">
        <w:tab/>
        <w:t>or greater indicates TSG approved document under change control.</w:t>
      </w:r>
    </w:p>
    <w:p w14:paraId="05221FF2" w14:textId="77777777" w:rsidR="007F2E09" w:rsidRPr="00DF6DD6" w:rsidRDefault="007F2E09" w:rsidP="007F2E09">
      <w:pPr>
        <w:pStyle w:val="B20"/>
      </w:pPr>
      <w:r w:rsidRPr="00DF6DD6">
        <w:t>y</w:t>
      </w:r>
      <w:r w:rsidRPr="00DF6DD6">
        <w:tab/>
        <w:t>the second digit is incremented for all changes of substance, i.e. technical enhancements, corrections, updates, etc.</w:t>
      </w:r>
    </w:p>
    <w:p w14:paraId="09304AE1" w14:textId="77777777" w:rsidR="007F2E09" w:rsidRPr="00DF6DD6" w:rsidRDefault="007F2E09" w:rsidP="007F2E09">
      <w:pPr>
        <w:pStyle w:val="B20"/>
      </w:pPr>
      <w:r w:rsidRPr="00DF6DD6">
        <w:t>z</w:t>
      </w:r>
      <w:r w:rsidRPr="00DF6DD6">
        <w:tab/>
        <w:t>the third digit is incremented when editorial only changes have been incorporated in the document.</w:t>
      </w:r>
    </w:p>
    <w:p w14:paraId="5A62F0AF" w14:textId="1CB5438D" w:rsidR="00F27CE0" w:rsidRPr="00DF6DD6" w:rsidRDefault="007F2E09" w:rsidP="007F2E09">
      <w:pPr>
        <w:pStyle w:val="Heading1"/>
      </w:pPr>
      <w:r w:rsidRPr="00DF6DD6">
        <w:br w:type="page"/>
      </w:r>
      <w:r w:rsidR="00F27CE0" w:rsidRPr="00DF6DD6">
        <w:lastRenderedPageBreak/>
        <w:t>1</w:t>
      </w:r>
      <w:r w:rsidR="00F27CE0" w:rsidRPr="00DF6DD6">
        <w:tab/>
        <w:t>Scope</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20B84DAE" w14:textId="77777777" w:rsidR="001310A1" w:rsidRPr="00DF6DD6" w:rsidRDefault="001310A1">
      <w:pPr>
        <w:rPr>
          <w:rFonts w:cs="v5.0.0"/>
        </w:rPr>
      </w:pPr>
      <w:r w:rsidRPr="00DF6DD6">
        <w:t xml:space="preserve">The present document </w:t>
      </w:r>
      <w:r w:rsidRPr="00DF6DD6">
        <w:rPr>
          <w:rFonts w:cs="v5.0.0"/>
        </w:rPr>
        <w:t>establishes the</w:t>
      </w:r>
      <w:r w:rsidRPr="00DF6DD6">
        <w:t xml:space="preserve"> minimum</w:t>
      </w:r>
      <w:r w:rsidRPr="00DF6DD6">
        <w:rPr>
          <w:rFonts w:cs="v5.0.0"/>
        </w:rPr>
        <w:t xml:space="preserve"> RF requirements for NR </w:t>
      </w:r>
      <w:r w:rsidRPr="00DF6DD6">
        <w:t xml:space="preserve">User Equipment (UE) Interworking operation with other radios. This includes but is not limited to additional requirements for carrier aggregation </w:t>
      </w:r>
      <w:r w:rsidR="001A410E" w:rsidRPr="00DF6DD6">
        <w:rPr>
          <w:rFonts w:hint="eastAsia"/>
          <w:lang w:eastAsia="zh-CN"/>
        </w:rPr>
        <w:t xml:space="preserve">or NR </w:t>
      </w:r>
      <w:r w:rsidR="001A410E" w:rsidRPr="00DF6DD6">
        <w:t xml:space="preserve">dual connectivity </w:t>
      </w:r>
      <w:r w:rsidRPr="00DF6DD6">
        <w:t>between Range 1 and Range 2 and additional requirements due to NR non-standalone (NSA) operation mode with E-UTRA.</w:t>
      </w:r>
    </w:p>
    <w:p w14:paraId="5988D976" w14:textId="77777777" w:rsidR="001310A1" w:rsidRPr="00DF6DD6" w:rsidRDefault="001310A1">
      <w:pPr>
        <w:pStyle w:val="Heading1"/>
      </w:pPr>
      <w:bookmarkStart w:id="30" w:name="_Toc21345371"/>
      <w:bookmarkStart w:id="31" w:name="_Toc29806220"/>
      <w:bookmarkStart w:id="32" w:name="_Toc37255753"/>
      <w:bookmarkStart w:id="33" w:name="_Toc37256094"/>
      <w:bookmarkStart w:id="34" w:name="_Toc45889931"/>
      <w:bookmarkStart w:id="35" w:name="_Toc52381756"/>
      <w:bookmarkStart w:id="36" w:name="_Toc61374855"/>
      <w:bookmarkStart w:id="37" w:name="_Toc67936206"/>
      <w:bookmarkStart w:id="38" w:name="_Toc67937079"/>
      <w:bookmarkStart w:id="39" w:name="_Toc76452315"/>
      <w:bookmarkStart w:id="40" w:name="_Toc76630158"/>
      <w:bookmarkStart w:id="41" w:name="_Toc83742718"/>
      <w:bookmarkStart w:id="42" w:name="_Toc83886832"/>
      <w:bookmarkStart w:id="43" w:name="_Toc83887632"/>
      <w:bookmarkStart w:id="44" w:name="_Toc90588473"/>
      <w:r w:rsidRPr="00DF6DD6">
        <w:t>2</w:t>
      </w:r>
      <w:r w:rsidRPr="00DF6DD6">
        <w:tab/>
        <w:t>References</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720B681E" w14:textId="77777777" w:rsidR="001310A1" w:rsidRPr="00DF6DD6" w:rsidRDefault="001310A1">
      <w:r w:rsidRPr="00DF6DD6">
        <w:t>The following documents contain provisions which, through reference in this text, constitute provisions of the present document.</w:t>
      </w:r>
    </w:p>
    <w:p w14:paraId="3AA64873" w14:textId="77777777" w:rsidR="001310A1" w:rsidRPr="00DF6DD6" w:rsidRDefault="001310A1" w:rsidP="001310A1">
      <w:pPr>
        <w:pStyle w:val="B10"/>
      </w:pPr>
      <w:bookmarkStart w:id="45" w:name="OLE_LINK2"/>
      <w:bookmarkStart w:id="46" w:name="OLE_LINK3"/>
      <w:bookmarkStart w:id="47" w:name="OLE_LINK4"/>
      <w:r w:rsidRPr="00DF6DD6">
        <w:t>-</w:t>
      </w:r>
      <w:r w:rsidRPr="00DF6DD6">
        <w:tab/>
        <w:t>References are either specific (identified by date of publication, edition number, version number, etc.) or non</w:t>
      </w:r>
      <w:r w:rsidRPr="00DF6DD6">
        <w:noBreakHyphen/>
        <w:t>specific.</w:t>
      </w:r>
    </w:p>
    <w:p w14:paraId="18363FDE" w14:textId="77777777" w:rsidR="001310A1" w:rsidRPr="00DF6DD6" w:rsidRDefault="001310A1" w:rsidP="001310A1">
      <w:pPr>
        <w:pStyle w:val="B10"/>
      </w:pPr>
      <w:r w:rsidRPr="00DF6DD6">
        <w:t>-</w:t>
      </w:r>
      <w:r w:rsidRPr="00DF6DD6">
        <w:tab/>
        <w:t>For a specific reference, subsequent revisions do not apply.</w:t>
      </w:r>
    </w:p>
    <w:p w14:paraId="743CE430" w14:textId="77777777" w:rsidR="001310A1" w:rsidRPr="00DF6DD6" w:rsidRDefault="001310A1" w:rsidP="001310A1">
      <w:pPr>
        <w:pStyle w:val="B10"/>
      </w:pPr>
      <w:r w:rsidRPr="00DF6DD6">
        <w:t>-</w:t>
      </w:r>
      <w:r w:rsidRPr="00DF6DD6">
        <w:tab/>
        <w:t>For a non-specific reference, the latest version applies. In the case of a reference to a 3GPP document (including a GSM document), a non-specific reference implicitly refers to the latest version of that document</w:t>
      </w:r>
      <w:r w:rsidRPr="00DF6DD6">
        <w:rPr>
          <w:i/>
        </w:rPr>
        <w:t xml:space="preserve"> in the same Release as the present document</w:t>
      </w:r>
      <w:r w:rsidRPr="00DF6DD6">
        <w:t>.</w:t>
      </w:r>
    </w:p>
    <w:bookmarkEnd w:id="45"/>
    <w:bookmarkEnd w:id="46"/>
    <w:bookmarkEnd w:id="47"/>
    <w:p w14:paraId="5F0AFCA6" w14:textId="77777777" w:rsidR="001310A1" w:rsidRPr="00DF6DD6" w:rsidRDefault="00571B04" w:rsidP="001310A1">
      <w:pPr>
        <w:pStyle w:val="EX"/>
      </w:pPr>
      <w:r w:rsidRPr="00DF6DD6">
        <w:t>[1]</w:t>
      </w:r>
      <w:r w:rsidR="001310A1" w:rsidRPr="00DF6DD6">
        <w:tab/>
        <w:t>3GPP TR 21.905: "Vocabulary for 3GPP Specifications".</w:t>
      </w:r>
    </w:p>
    <w:p w14:paraId="438B45D8" w14:textId="52D7B824" w:rsidR="001310A1" w:rsidRPr="00DF6DD6" w:rsidRDefault="00571B04" w:rsidP="001310A1">
      <w:pPr>
        <w:pStyle w:val="EX"/>
        <w:rPr>
          <w:lang w:val="en-US"/>
        </w:rPr>
      </w:pPr>
      <w:r w:rsidRPr="00DF6DD6">
        <w:t>[2]</w:t>
      </w:r>
      <w:r w:rsidR="001310A1" w:rsidRPr="00DF6DD6">
        <w:tab/>
        <w:t xml:space="preserve">3GPP TS 38.101-1: </w:t>
      </w:r>
      <w:r w:rsidR="00F55B07" w:rsidRPr="00DF6DD6">
        <w:t>"</w:t>
      </w:r>
      <w:r w:rsidR="001310A1" w:rsidRPr="00DF6DD6">
        <w:t>NR; User Equipment (UE) radio transmission and reception; Part 1: Range 1 Standalone</w:t>
      </w:r>
      <w:r w:rsidR="00F55B07" w:rsidRPr="00DF6DD6">
        <w:t>"</w:t>
      </w:r>
    </w:p>
    <w:p w14:paraId="51034BA1" w14:textId="0C11427D" w:rsidR="001310A1" w:rsidRPr="00DF6DD6" w:rsidRDefault="00571B04" w:rsidP="001310A1">
      <w:pPr>
        <w:pStyle w:val="EX"/>
      </w:pPr>
      <w:r w:rsidRPr="00DF6DD6">
        <w:t>[3]</w:t>
      </w:r>
      <w:r w:rsidR="001310A1" w:rsidRPr="00DF6DD6">
        <w:tab/>
        <w:t xml:space="preserve">3GPP TS 38.101-2: </w:t>
      </w:r>
      <w:r w:rsidR="00F55B07" w:rsidRPr="00DF6DD6">
        <w:t>"</w:t>
      </w:r>
      <w:r w:rsidR="001310A1" w:rsidRPr="00DF6DD6">
        <w:t xml:space="preserve">NR; User Equipment (UE) radio transmission and reception; Part </w:t>
      </w:r>
      <w:r w:rsidR="00BE2465" w:rsidRPr="00DF6DD6">
        <w:t>2</w:t>
      </w:r>
      <w:r w:rsidR="001310A1" w:rsidRPr="00DF6DD6">
        <w:t xml:space="preserve">: Range </w:t>
      </w:r>
      <w:r w:rsidR="00BE2465" w:rsidRPr="00DF6DD6">
        <w:t>2</w:t>
      </w:r>
      <w:r w:rsidR="001310A1" w:rsidRPr="00DF6DD6">
        <w:t xml:space="preserve"> Standalone</w:t>
      </w:r>
      <w:r w:rsidR="00F55B07" w:rsidRPr="00DF6DD6">
        <w:t>"</w:t>
      </w:r>
    </w:p>
    <w:p w14:paraId="0679495E" w14:textId="069954E1" w:rsidR="001310A1" w:rsidRPr="00DF6DD6" w:rsidRDefault="00571B04" w:rsidP="001310A1">
      <w:pPr>
        <w:pStyle w:val="EX"/>
      </w:pPr>
      <w:r w:rsidRPr="00DF6DD6">
        <w:t>[4]</w:t>
      </w:r>
      <w:r w:rsidR="001310A1" w:rsidRPr="00DF6DD6">
        <w:tab/>
        <w:t xml:space="preserve">3GPP TS 36.101: </w:t>
      </w:r>
      <w:r w:rsidR="00F55B07" w:rsidRPr="00DF6DD6">
        <w:t>"</w:t>
      </w:r>
      <w:r w:rsidR="001310A1" w:rsidRPr="00DF6DD6">
        <w:t>Evolved Universal Terrestrial Radio Access (E-UTRA); User Equipment (UE) radio transmission and reception</w:t>
      </w:r>
      <w:r w:rsidR="00F55B07" w:rsidRPr="00DF6DD6">
        <w:t>"</w:t>
      </w:r>
    </w:p>
    <w:p w14:paraId="76004182" w14:textId="6D9C72BE" w:rsidR="001310A1" w:rsidRPr="00DF6DD6" w:rsidRDefault="00571B04" w:rsidP="001310A1">
      <w:pPr>
        <w:pStyle w:val="EX"/>
      </w:pPr>
      <w:r w:rsidRPr="00DF6DD6">
        <w:t>[5]</w:t>
      </w:r>
      <w:r w:rsidR="001310A1" w:rsidRPr="00DF6DD6">
        <w:tab/>
        <w:t xml:space="preserve">3GPP TS 38.521-3: </w:t>
      </w:r>
      <w:r w:rsidR="00F55B07" w:rsidRPr="00DF6DD6">
        <w:t>"</w:t>
      </w:r>
      <w:r w:rsidR="001310A1" w:rsidRPr="00DF6DD6">
        <w:rPr>
          <w:snapToGrid w:val="0"/>
        </w:rPr>
        <w:t>NR; User Equipment (UE) conformance specification; Radio transmission and reception; Part 3: Range 1 and Range 2 Interworking operation with other radios</w:t>
      </w:r>
      <w:r w:rsidR="001310A1" w:rsidRPr="00DF6DD6">
        <w:t>"</w:t>
      </w:r>
    </w:p>
    <w:p w14:paraId="02DE186F" w14:textId="158BDCB5" w:rsidR="001310A1" w:rsidRPr="00DF6DD6" w:rsidRDefault="00571B04" w:rsidP="001310A1">
      <w:pPr>
        <w:pStyle w:val="EX"/>
      </w:pPr>
      <w:r w:rsidRPr="00DF6DD6">
        <w:rPr>
          <w:lang w:eastAsia="zh-CN"/>
        </w:rPr>
        <w:t>[6]</w:t>
      </w:r>
      <w:r w:rsidR="001310A1" w:rsidRPr="00DF6DD6">
        <w:rPr>
          <w:lang w:eastAsia="zh-CN"/>
        </w:rPr>
        <w:tab/>
      </w:r>
      <w:r w:rsidR="001310A1" w:rsidRPr="00DF6DD6">
        <w:t>Recommendation ITU-R M.1545: "Measurement uncertainty as it applies to test limits for the terrestrial component of International Mobile Telecommunications-2000"</w:t>
      </w:r>
    </w:p>
    <w:p w14:paraId="7748BAFF" w14:textId="37527B9E" w:rsidR="00532B17" w:rsidRPr="00DF6DD6" w:rsidRDefault="00532B17" w:rsidP="00A6034C">
      <w:pPr>
        <w:pStyle w:val="EX"/>
      </w:pPr>
      <w:r w:rsidRPr="00DF6DD6">
        <w:t>[7]</w:t>
      </w:r>
      <w:r w:rsidRPr="00DF6DD6">
        <w:tab/>
        <w:t>3GPP TS 36.211: "E-UTRA; Physical channels and modulation"</w:t>
      </w:r>
    </w:p>
    <w:p w14:paraId="1C54A792" w14:textId="279C6341" w:rsidR="00D739FD" w:rsidRPr="00DF6DD6" w:rsidRDefault="00D739FD" w:rsidP="00A6034C">
      <w:pPr>
        <w:pStyle w:val="EX"/>
      </w:pPr>
      <w:r w:rsidRPr="00DF6DD6">
        <w:t>[8]</w:t>
      </w:r>
      <w:r w:rsidRPr="00DF6DD6">
        <w:tab/>
        <w:t>3GPP TS 36.331: "</w:t>
      </w:r>
      <w:r w:rsidR="003B0E38" w:rsidRPr="00DF6DD6">
        <w:t xml:space="preserve"> Evolved Universal Terrestrial Radio Access (E-UTRA); </w:t>
      </w:r>
      <w:r w:rsidRPr="00DF6DD6">
        <w:t>Radio Resource Control (RRC)</w:t>
      </w:r>
      <w:r w:rsidR="003B0E38" w:rsidRPr="00DF6DD6">
        <w:t>;</w:t>
      </w:r>
      <w:r w:rsidRPr="00DF6DD6">
        <w:t xml:space="preserve"> </w:t>
      </w:r>
      <w:r w:rsidR="003B0E38" w:rsidRPr="00DF6DD6">
        <w:t>P</w:t>
      </w:r>
      <w:r w:rsidRPr="00DF6DD6">
        <w:t>rotocol specification"</w:t>
      </w:r>
    </w:p>
    <w:p w14:paraId="725D247A" w14:textId="20419760" w:rsidR="00D739FD" w:rsidRPr="00DF6DD6" w:rsidRDefault="00D739FD" w:rsidP="00D739FD">
      <w:pPr>
        <w:pStyle w:val="EX"/>
      </w:pPr>
      <w:r w:rsidRPr="00DF6DD6">
        <w:t>[9]</w:t>
      </w:r>
      <w:r w:rsidRPr="00DF6DD6">
        <w:tab/>
        <w:t>3GPP TS 38.331: "</w:t>
      </w:r>
      <w:r w:rsidR="003B0E38" w:rsidRPr="00DF6DD6">
        <w:t xml:space="preserve">NR; </w:t>
      </w:r>
      <w:r w:rsidRPr="00DF6DD6">
        <w:t>Radio Resource Control (RRC) protocol specification"</w:t>
      </w:r>
    </w:p>
    <w:p w14:paraId="6CECEB48" w14:textId="31ADC28D" w:rsidR="003B0E38" w:rsidRDefault="003B0E38" w:rsidP="00A6034C">
      <w:pPr>
        <w:pStyle w:val="EX"/>
      </w:pPr>
      <w:r w:rsidRPr="00DF6DD6">
        <w:t>[10]</w:t>
      </w:r>
      <w:r w:rsidRPr="00DF6DD6">
        <w:tab/>
        <w:t xml:space="preserve">3GPP TS 38.213: </w:t>
      </w:r>
      <w:r w:rsidR="00F55B07" w:rsidRPr="00DF6DD6">
        <w:t>"</w:t>
      </w:r>
      <w:r w:rsidRPr="00DF6DD6">
        <w:t>NR; Physical layer procedures for control</w:t>
      </w:r>
      <w:r w:rsidR="00F55B07" w:rsidRPr="00DF6DD6">
        <w:t>"</w:t>
      </w:r>
    </w:p>
    <w:p w14:paraId="319ED722" w14:textId="2897545C" w:rsidR="00532B17" w:rsidRDefault="00BE1A44" w:rsidP="00BE1A44">
      <w:pPr>
        <w:pStyle w:val="EX"/>
      </w:pPr>
      <w:r>
        <w:t>[</w:t>
      </w:r>
      <w:r w:rsidR="00B9563B">
        <w:t>11</w:t>
      </w:r>
      <w:r>
        <w:t>]</w:t>
      </w:r>
      <w:r>
        <w:tab/>
        <w:t xml:space="preserve">3GPP TS 38.306: </w:t>
      </w:r>
      <w:r w:rsidRPr="0070079D">
        <w:t>"</w:t>
      </w:r>
      <w:r>
        <w:t>NR; User Equipment (UE) radio access capabilities</w:t>
      </w:r>
    </w:p>
    <w:p w14:paraId="10230E2C" w14:textId="51C31D88" w:rsidR="00DF3ADD" w:rsidRPr="00A047D1" w:rsidRDefault="00DF3ADD" w:rsidP="00DF3ADD">
      <w:pPr>
        <w:pStyle w:val="EX"/>
      </w:pPr>
      <w:r w:rsidRPr="00A047D1">
        <w:t>[1</w:t>
      </w:r>
      <w:r>
        <w:t>2</w:t>
      </w:r>
      <w:r w:rsidRPr="00A047D1">
        <w:t>]</w:t>
      </w:r>
      <w:r w:rsidRPr="00A047D1">
        <w:tab/>
        <w:t>3GPP TS 38.133: "NR; Requirements for support of radio resource management".</w:t>
      </w:r>
    </w:p>
    <w:p w14:paraId="1E94E07B" w14:textId="5E61A934" w:rsidR="00FD4D86" w:rsidRPr="00DC7196" w:rsidRDefault="00FD4D86" w:rsidP="00FD4D86">
      <w:pPr>
        <w:pStyle w:val="EX"/>
      </w:pPr>
      <w:r>
        <w:rPr>
          <w:rFonts w:hint="eastAsia"/>
          <w:lang w:eastAsia="zh-CN"/>
        </w:rPr>
        <w:t>[</w:t>
      </w:r>
      <w:r>
        <w:rPr>
          <w:lang w:eastAsia="zh-CN"/>
        </w:rPr>
        <w:t>13]</w:t>
      </w:r>
      <w:r>
        <w:rPr>
          <w:lang w:eastAsia="zh-CN"/>
        </w:rPr>
        <w:tab/>
      </w:r>
      <w:r w:rsidRPr="00DC7196">
        <w:t>3GPP TS 38.211: "NR; Physical channels and modulation".</w:t>
      </w:r>
    </w:p>
    <w:p w14:paraId="508C0ACA" w14:textId="77777777" w:rsidR="00DF3ADD" w:rsidRPr="00DF6DD6" w:rsidRDefault="00DF3ADD" w:rsidP="00BE1A44">
      <w:pPr>
        <w:pStyle w:val="EX"/>
      </w:pPr>
    </w:p>
    <w:p w14:paraId="1D5C05B6" w14:textId="77777777" w:rsidR="001310A1" w:rsidRPr="00DF6DD6" w:rsidRDefault="001310A1">
      <w:pPr>
        <w:pStyle w:val="Heading1"/>
      </w:pPr>
      <w:bookmarkStart w:id="48" w:name="_Toc21345372"/>
      <w:bookmarkStart w:id="49" w:name="_Toc29806221"/>
      <w:bookmarkStart w:id="50" w:name="_Toc37255754"/>
      <w:bookmarkStart w:id="51" w:name="_Toc37256095"/>
      <w:bookmarkStart w:id="52" w:name="_Toc45889932"/>
      <w:bookmarkStart w:id="53" w:name="_Toc52381757"/>
      <w:bookmarkStart w:id="54" w:name="_Toc61374856"/>
      <w:bookmarkStart w:id="55" w:name="_Toc67936207"/>
      <w:bookmarkStart w:id="56" w:name="_Toc67937080"/>
      <w:bookmarkStart w:id="57" w:name="_Toc76452316"/>
      <w:bookmarkStart w:id="58" w:name="_Toc76630159"/>
      <w:bookmarkStart w:id="59" w:name="_Toc83742719"/>
      <w:bookmarkStart w:id="60" w:name="_Toc83886833"/>
      <w:bookmarkStart w:id="61" w:name="_Toc83887633"/>
      <w:bookmarkStart w:id="62" w:name="_Toc90588474"/>
      <w:r w:rsidRPr="00DF6DD6">
        <w:lastRenderedPageBreak/>
        <w:t>3</w:t>
      </w:r>
      <w:r w:rsidRPr="00DF6DD6">
        <w:tab/>
        <w:t>Definitions, symbols and abbreviations</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6E53D11D" w14:textId="77777777" w:rsidR="001310A1" w:rsidRPr="00DF6DD6" w:rsidRDefault="001310A1">
      <w:pPr>
        <w:pStyle w:val="Heading2"/>
      </w:pPr>
      <w:bookmarkStart w:id="63" w:name="_Toc21345373"/>
      <w:bookmarkStart w:id="64" w:name="_Toc29806222"/>
      <w:bookmarkStart w:id="65" w:name="_Toc37255755"/>
      <w:bookmarkStart w:id="66" w:name="_Toc37256096"/>
      <w:bookmarkStart w:id="67" w:name="_Toc45889933"/>
      <w:bookmarkStart w:id="68" w:name="_Toc52381758"/>
      <w:bookmarkStart w:id="69" w:name="_Toc61374857"/>
      <w:bookmarkStart w:id="70" w:name="_Toc67936208"/>
      <w:bookmarkStart w:id="71" w:name="_Toc67937081"/>
      <w:bookmarkStart w:id="72" w:name="_Toc76452317"/>
      <w:bookmarkStart w:id="73" w:name="_Toc76630160"/>
      <w:bookmarkStart w:id="74" w:name="_Toc83742720"/>
      <w:bookmarkStart w:id="75" w:name="_Toc83886834"/>
      <w:bookmarkStart w:id="76" w:name="_Toc83887634"/>
      <w:bookmarkStart w:id="77" w:name="_Toc90588475"/>
      <w:r w:rsidRPr="00DF6DD6">
        <w:t>3.1</w:t>
      </w:r>
      <w:r w:rsidRPr="00DF6DD6">
        <w:tab/>
        <w:t>Definitions</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208A26A5" w14:textId="77777777" w:rsidR="001310A1" w:rsidRPr="00DF6DD6" w:rsidRDefault="001310A1">
      <w:r w:rsidRPr="00DF6DD6">
        <w:t xml:space="preserve">For the purposes of the present document, the terms and definitions given in </w:t>
      </w:r>
      <w:bookmarkStart w:id="78" w:name="OLE_LINK6"/>
      <w:bookmarkStart w:id="79" w:name="OLE_LINK7"/>
      <w:bookmarkStart w:id="80" w:name="OLE_LINK8"/>
      <w:r w:rsidRPr="00DF6DD6">
        <w:t xml:space="preserve">3GPP </w:t>
      </w:r>
      <w:bookmarkEnd w:id="78"/>
      <w:bookmarkEnd w:id="79"/>
      <w:bookmarkEnd w:id="80"/>
      <w:r w:rsidRPr="00DF6DD6">
        <w:t>TR 21.905 </w:t>
      </w:r>
      <w:r w:rsidR="00571B04" w:rsidRPr="00DF6DD6">
        <w:t>[1]</w:t>
      </w:r>
      <w:r w:rsidRPr="00DF6DD6">
        <w:t xml:space="preserve"> and the following apply. A term defined in the present document takes precedence over the definition of the same term, if any, in 3GPP TR 21.905 </w:t>
      </w:r>
      <w:r w:rsidR="00571B04" w:rsidRPr="00DF6DD6">
        <w:t>[1]</w:t>
      </w:r>
      <w:r w:rsidRPr="00DF6DD6">
        <w:t>.</w:t>
      </w:r>
    </w:p>
    <w:p w14:paraId="6EF94B00" w14:textId="353C90BE" w:rsidR="001310A1" w:rsidRPr="00DF6DD6" w:rsidRDefault="001310A1" w:rsidP="001310A1"/>
    <w:p w14:paraId="6CBF2EA4" w14:textId="77777777" w:rsidR="001310A1" w:rsidRPr="00DF6DD6" w:rsidRDefault="001310A1">
      <w:pPr>
        <w:pStyle w:val="Heading2"/>
      </w:pPr>
      <w:bookmarkStart w:id="81" w:name="_Toc21345374"/>
      <w:bookmarkStart w:id="82" w:name="_Toc29806223"/>
      <w:bookmarkStart w:id="83" w:name="_Toc37255756"/>
      <w:bookmarkStart w:id="84" w:name="_Toc37256097"/>
      <w:bookmarkStart w:id="85" w:name="_Toc45889934"/>
      <w:bookmarkStart w:id="86" w:name="_Toc52381759"/>
      <w:bookmarkStart w:id="87" w:name="_Toc61374858"/>
      <w:bookmarkStart w:id="88" w:name="_Toc67936209"/>
      <w:bookmarkStart w:id="89" w:name="_Toc67937082"/>
      <w:bookmarkStart w:id="90" w:name="_Toc76452318"/>
      <w:bookmarkStart w:id="91" w:name="_Toc76630161"/>
      <w:bookmarkStart w:id="92" w:name="_Toc83742721"/>
      <w:bookmarkStart w:id="93" w:name="_Toc83886835"/>
      <w:bookmarkStart w:id="94" w:name="_Toc83887635"/>
      <w:bookmarkStart w:id="95" w:name="_Toc90588476"/>
      <w:r w:rsidRPr="00DF6DD6">
        <w:t>3.2</w:t>
      </w:r>
      <w:r w:rsidRPr="00DF6DD6">
        <w:tab/>
        <w:t>Symbols</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7D6D3C4A" w14:textId="77777777" w:rsidR="001310A1" w:rsidRPr="00DF6DD6" w:rsidRDefault="001310A1">
      <w:pPr>
        <w:keepNext/>
      </w:pPr>
      <w:r w:rsidRPr="00DF6DD6">
        <w:t>For the purposes of the present document, the following symbols apply:</w:t>
      </w:r>
    </w:p>
    <w:p w14:paraId="62AEE6AE" w14:textId="77777777" w:rsidR="00400008" w:rsidRPr="00DF6DD6" w:rsidRDefault="00400008" w:rsidP="00400008">
      <w:pPr>
        <w:pStyle w:val="EW"/>
      </w:pPr>
      <w:r w:rsidRPr="00DF6DD6">
        <w:t>ΔR</w:t>
      </w:r>
      <w:r w:rsidRPr="00DF6DD6">
        <w:rPr>
          <w:vertAlign w:val="subscript"/>
        </w:rPr>
        <w:t>IB,c</w:t>
      </w:r>
      <w:r w:rsidRPr="00DF6DD6">
        <w:rPr>
          <w:vertAlign w:val="subscript"/>
        </w:rPr>
        <w:tab/>
      </w:r>
      <w:r w:rsidRPr="00DF6DD6">
        <w:t xml:space="preserve">Allowed reference sensitivity relaxation due to support for CA or DC operation, for serving cell </w:t>
      </w:r>
      <w:r w:rsidRPr="00DF6DD6">
        <w:rPr>
          <w:i/>
        </w:rPr>
        <w:t>c</w:t>
      </w:r>
      <w:r w:rsidRPr="00DF6DD6">
        <w:t>.</w:t>
      </w:r>
    </w:p>
    <w:p w14:paraId="6AD48E87" w14:textId="77777777" w:rsidR="00400008" w:rsidRPr="00DF6DD6" w:rsidRDefault="00400008" w:rsidP="00400008">
      <w:pPr>
        <w:pStyle w:val="EW"/>
      </w:pPr>
      <w:r w:rsidRPr="00DF6DD6">
        <w:t>ΔT</w:t>
      </w:r>
      <w:r w:rsidRPr="00DF6DD6">
        <w:rPr>
          <w:vertAlign w:val="subscript"/>
        </w:rPr>
        <w:t>IB,c</w:t>
      </w:r>
      <w:r w:rsidRPr="00DF6DD6">
        <w:rPr>
          <w:vertAlign w:val="subscript"/>
        </w:rPr>
        <w:tab/>
      </w:r>
      <w:r w:rsidRPr="00DF6DD6">
        <w:t xml:space="preserve">Allowed maximum configured output power relaxation due to support for CA or DC operation, for serving cell </w:t>
      </w:r>
      <w:r w:rsidRPr="00DF6DD6">
        <w:rPr>
          <w:i/>
        </w:rPr>
        <w:t>c</w:t>
      </w:r>
    </w:p>
    <w:p w14:paraId="776CD1C4" w14:textId="6F8988DC" w:rsidR="00400008" w:rsidRPr="00DF6DD6" w:rsidRDefault="00400008" w:rsidP="00400008">
      <w:pPr>
        <w:pStyle w:val="EW"/>
      </w:pPr>
      <w:r w:rsidRPr="00DF6DD6">
        <w:t>BW</w:t>
      </w:r>
      <w:r w:rsidR="00BE2465" w:rsidRPr="00DF6DD6">
        <w:rPr>
          <w:vertAlign w:val="subscript"/>
        </w:rPr>
        <w:t>E-UTRA</w:t>
      </w:r>
      <w:r w:rsidR="006500C3" w:rsidRPr="00DF6DD6">
        <w:rPr>
          <w:vertAlign w:val="subscript"/>
        </w:rPr>
        <w:t>_</w:t>
      </w:r>
      <w:r w:rsidRPr="00DF6DD6">
        <w:rPr>
          <w:vertAlign w:val="subscript"/>
        </w:rPr>
        <w:t>Channel</w:t>
      </w:r>
      <w:r w:rsidRPr="00DF6DD6">
        <w:rPr>
          <w:rFonts w:hint="eastAsia"/>
        </w:rPr>
        <w:tab/>
      </w:r>
      <w:r w:rsidRPr="00DF6DD6">
        <w:t>Channel bandwidth of E-UTRA</w:t>
      </w:r>
      <w:r w:rsidRPr="00DF6DD6">
        <w:rPr>
          <w:rFonts w:hint="eastAsia"/>
        </w:rPr>
        <w:t xml:space="preserve"> </w:t>
      </w:r>
      <w:r w:rsidRPr="00DF6DD6">
        <w:t>carrier</w:t>
      </w:r>
    </w:p>
    <w:p w14:paraId="24B84ECE" w14:textId="0A5456D6" w:rsidR="00400008" w:rsidRPr="00DF6DD6" w:rsidRDefault="00400008" w:rsidP="00400008">
      <w:pPr>
        <w:pStyle w:val="EW"/>
      </w:pPr>
      <w:r w:rsidRPr="00DF6DD6">
        <w:t>BW</w:t>
      </w:r>
      <w:r w:rsidR="00BE2465" w:rsidRPr="00DF6DD6">
        <w:rPr>
          <w:vertAlign w:val="subscript"/>
        </w:rPr>
        <w:t>E-UTRA</w:t>
      </w:r>
      <w:r w:rsidRPr="00DF6DD6">
        <w:rPr>
          <w:vertAlign w:val="subscript"/>
        </w:rPr>
        <w:t>_Channel_CA</w:t>
      </w:r>
      <w:r w:rsidRPr="00DF6DD6">
        <w:rPr>
          <w:rFonts w:hint="eastAsia"/>
        </w:rPr>
        <w:tab/>
      </w:r>
      <w:r w:rsidRPr="00DF6DD6">
        <w:t>Channel bandwidth of E-UTRA</w:t>
      </w:r>
      <w:r w:rsidRPr="00DF6DD6">
        <w:rPr>
          <w:rFonts w:hint="eastAsia"/>
        </w:rPr>
        <w:t xml:space="preserve"> </w:t>
      </w:r>
      <w:r w:rsidRPr="00DF6DD6">
        <w:t>sub-block which is composed of intra-band contiguous CA E-UTRA carriers</w:t>
      </w:r>
    </w:p>
    <w:p w14:paraId="4DB3FF64" w14:textId="77777777" w:rsidR="00400008" w:rsidRPr="00DF6DD6" w:rsidRDefault="00400008" w:rsidP="00400008">
      <w:pPr>
        <w:pStyle w:val="EW"/>
      </w:pPr>
      <w:r w:rsidRPr="00DF6DD6">
        <w:t>BW</w:t>
      </w:r>
      <w:r w:rsidRPr="00DF6DD6">
        <w:rPr>
          <w:vertAlign w:val="subscript"/>
        </w:rPr>
        <w:t>NR_Channel</w:t>
      </w:r>
      <w:r w:rsidRPr="00DF6DD6">
        <w:rPr>
          <w:rFonts w:hint="eastAsia"/>
        </w:rPr>
        <w:tab/>
      </w:r>
      <w:r w:rsidRPr="00DF6DD6">
        <w:t>Channel bandwidth of NR</w:t>
      </w:r>
      <w:r w:rsidRPr="00DF6DD6">
        <w:rPr>
          <w:rFonts w:hint="eastAsia"/>
        </w:rPr>
        <w:t xml:space="preserve"> </w:t>
      </w:r>
      <w:r w:rsidRPr="00DF6DD6">
        <w:t>carrier</w:t>
      </w:r>
    </w:p>
    <w:p w14:paraId="0D596EE8" w14:textId="77777777" w:rsidR="00400008" w:rsidRPr="00DF6DD6" w:rsidRDefault="00400008" w:rsidP="00400008">
      <w:pPr>
        <w:pStyle w:val="EW"/>
      </w:pPr>
      <w:r w:rsidRPr="00DF6DD6">
        <w:t>BW</w:t>
      </w:r>
      <w:r w:rsidRPr="00DF6DD6">
        <w:rPr>
          <w:vertAlign w:val="subscript"/>
        </w:rPr>
        <w:t>NR_Channel_CA</w:t>
      </w:r>
      <w:r w:rsidRPr="00DF6DD6">
        <w:rPr>
          <w:rFonts w:hint="eastAsia"/>
        </w:rPr>
        <w:tab/>
      </w:r>
      <w:r w:rsidRPr="00DF6DD6">
        <w:t>Channel bandwidth of NR</w:t>
      </w:r>
      <w:r w:rsidRPr="00DF6DD6">
        <w:rPr>
          <w:rFonts w:hint="eastAsia"/>
        </w:rPr>
        <w:t xml:space="preserve"> </w:t>
      </w:r>
      <w:r w:rsidRPr="00DF6DD6">
        <w:t>sub-block which is composed of intra-band contiguous CA NR carriers</w:t>
      </w:r>
    </w:p>
    <w:p w14:paraId="3B006A03" w14:textId="77777777" w:rsidR="00400008" w:rsidRPr="00DF6DD6" w:rsidRDefault="00400008" w:rsidP="00400008">
      <w:pPr>
        <w:pStyle w:val="EW"/>
      </w:pPr>
      <w:r w:rsidRPr="00DF6DD6">
        <w:t>Ceil(x)</w:t>
      </w:r>
      <w:r w:rsidRPr="00DF6DD6">
        <w:tab/>
        <w:t>Rounding upwards; ceil(x) is the smallest integer such that ceil(x) ≥ x</w:t>
      </w:r>
    </w:p>
    <w:p w14:paraId="19EFC39E" w14:textId="77777777" w:rsidR="00400008" w:rsidRPr="00DF6DD6" w:rsidRDefault="00400008" w:rsidP="00400008">
      <w:pPr>
        <w:pStyle w:val="EW"/>
      </w:pPr>
      <w:r w:rsidRPr="00DF6DD6">
        <w:t>EN-DC</w:t>
      </w:r>
      <w:r w:rsidRPr="00DF6DD6">
        <w:rPr>
          <w:vertAlign w:val="subscript"/>
        </w:rPr>
        <w:t>ACLR</w:t>
      </w:r>
      <w:r w:rsidRPr="00DF6DD6">
        <w:tab/>
        <w:t>The ratio of the filtered mean power centred on the aggregated sub-block bandwidth ENBW to the filtered mean power centred on an adjacent bandwidth of the same size ENBW</w:t>
      </w:r>
    </w:p>
    <w:p w14:paraId="1E3045AA" w14:textId="77777777" w:rsidR="00400008" w:rsidRPr="00DF6DD6" w:rsidRDefault="00400008" w:rsidP="00400008">
      <w:pPr>
        <w:pStyle w:val="EW"/>
      </w:pPr>
      <w:r w:rsidRPr="00DF6DD6">
        <w:t>E-UTRA</w:t>
      </w:r>
      <w:r w:rsidRPr="00DF6DD6">
        <w:rPr>
          <w:vertAlign w:val="subscript"/>
        </w:rPr>
        <w:t>ACLR</w:t>
      </w:r>
      <w:r w:rsidRPr="00DF6DD6">
        <w:rPr>
          <w:vertAlign w:val="subscript"/>
        </w:rPr>
        <w:tab/>
      </w:r>
      <w:r w:rsidRPr="00DF6DD6">
        <w:t>E-UTRA ACLR</w:t>
      </w:r>
    </w:p>
    <w:p w14:paraId="3CED4640" w14:textId="77777777" w:rsidR="00400008" w:rsidRPr="00DF6DD6" w:rsidRDefault="00400008" w:rsidP="00400008">
      <w:pPr>
        <w:pStyle w:val="EW"/>
      </w:pPr>
      <w:r w:rsidRPr="00DF6DD6">
        <w:t>F</w:t>
      </w:r>
      <w:r w:rsidRPr="00DF6DD6">
        <w:rPr>
          <w:vertAlign w:val="subscript"/>
        </w:rPr>
        <w:t>C</w:t>
      </w:r>
      <w:r w:rsidRPr="00DF6DD6">
        <w:rPr>
          <w:vertAlign w:val="subscript"/>
        </w:rPr>
        <w:tab/>
      </w:r>
      <w:r w:rsidRPr="00DF6DD6">
        <w:rPr>
          <w:rFonts w:hint="eastAsia"/>
          <w:i/>
          <w:iCs/>
          <w:lang w:val="en-US"/>
        </w:rPr>
        <w:t xml:space="preserve">RF reference frequency </w:t>
      </w:r>
      <w:r w:rsidRPr="00DF6DD6">
        <w:rPr>
          <w:iCs/>
          <w:lang w:val="en-US"/>
        </w:rPr>
        <w:t xml:space="preserve">for the carrier center </w:t>
      </w:r>
      <w:r w:rsidRPr="00DF6DD6">
        <w:rPr>
          <w:rFonts w:hint="eastAsia"/>
          <w:lang w:val="en-US"/>
        </w:rPr>
        <w:t>on the channel raster</w:t>
      </w:r>
    </w:p>
    <w:p w14:paraId="75ACE7A1" w14:textId="77777777" w:rsidR="00400008" w:rsidRPr="00DF6DD6" w:rsidRDefault="00400008" w:rsidP="00400008">
      <w:pPr>
        <w:pStyle w:val="EW"/>
      </w:pPr>
      <w:r w:rsidRPr="00DF6DD6">
        <w:t>F</w:t>
      </w:r>
      <w:r w:rsidRPr="00DF6DD6">
        <w:rPr>
          <w:vertAlign w:val="subscript"/>
        </w:rPr>
        <w:t>DL_low</w:t>
      </w:r>
      <w:r w:rsidRPr="00DF6DD6">
        <w:rPr>
          <w:vertAlign w:val="subscript"/>
        </w:rPr>
        <w:tab/>
      </w:r>
      <w:r w:rsidRPr="00DF6DD6">
        <w:t xml:space="preserve">The lowest frequency of the downlink </w:t>
      </w:r>
      <w:r w:rsidRPr="00DF6DD6">
        <w:rPr>
          <w:i/>
        </w:rPr>
        <w:t>operating band</w:t>
      </w:r>
    </w:p>
    <w:p w14:paraId="053EF84A" w14:textId="77777777" w:rsidR="00400008" w:rsidRPr="00DF6DD6" w:rsidRDefault="00400008" w:rsidP="00400008">
      <w:pPr>
        <w:pStyle w:val="EW"/>
      </w:pPr>
      <w:r w:rsidRPr="00DF6DD6">
        <w:t>F</w:t>
      </w:r>
      <w:r w:rsidRPr="00DF6DD6">
        <w:rPr>
          <w:vertAlign w:val="subscript"/>
        </w:rPr>
        <w:t>DL_high</w:t>
      </w:r>
      <w:r w:rsidRPr="00DF6DD6">
        <w:rPr>
          <w:vertAlign w:val="subscript"/>
        </w:rPr>
        <w:tab/>
      </w:r>
      <w:r w:rsidRPr="00DF6DD6">
        <w:t xml:space="preserve">The highest frequency of the downlink </w:t>
      </w:r>
      <w:r w:rsidRPr="00DF6DD6">
        <w:rPr>
          <w:i/>
        </w:rPr>
        <w:t>operating band</w:t>
      </w:r>
    </w:p>
    <w:p w14:paraId="5BC7D877" w14:textId="77777777" w:rsidR="00400008" w:rsidRPr="00DF6DD6" w:rsidRDefault="00400008" w:rsidP="00400008">
      <w:pPr>
        <w:pStyle w:val="EW"/>
      </w:pPr>
      <w:r w:rsidRPr="00DF6DD6">
        <w:t>F</w:t>
      </w:r>
      <w:r w:rsidRPr="00DF6DD6">
        <w:rPr>
          <w:vertAlign w:val="subscript"/>
        </w:rPr>
        <w:t>UL_low</w:t>
      </w:r>
      <w:r w:rsidRPr="00DF6DD6">
        <w:rPr>
          <w:vertAlign w:val="subscript"/>
        </w:rPr>
        <w:tab/>
      </w:r>
      <w:r w:rsidRPr="00DF6DD6">
        <w:t xml:space="preserve">The lowest frequency of the uplink </w:t>
      </w:r>
      <w:r w:rsidRPr="00DF6DD6">
        <w:rPr>
          <w:i/>
        </w:rPr>
        <w:t>operating band</w:t>
      </w:r>
    </w:p>
    <w:p w14:paraId="1CC8462B" w14:textId="77777777" w:rsidR="00400008" w:rsidRPr="00DF6DD6" w:rsidRDefault="00400008" w:rsidP="00400008">
      <w:pPr>
        <w:pStyle w:val="EW"/>
        <w:rPr>
          <w:i/>
        </w:rPr>
      </w:pPr>
      <w:r w:rsidRPr="00DF6DD6">
        <w:t>F</w:t>
      </w:r>
      <w:r w:rsidRPr="00DF6DD6">
        <w:rPr>
          <w:vertAlign w:val="subscript"/>
        </w:rPr>
        <w:t>UL_high</w:t>
      </w:r>
      <w:r w:rsidRPr="00DF6DD6">
        <w:rPr>
          <w:vertAlign w:val="subscript"/>
        </w:rPr>
        <w:tab/>
      </w:r>
      <w:r w:rsidRPr="00DF6DD6">
        <w:t xml:space="preserve">The highest frequency of the uplink </w:t>
      </w:r>
      <w:r w:rsidRPr="00DF6DD6">
        <w:rPr>
          <w:i/>
        </w:rPr>
        <w:t>operating band</w:t>
      </w:r>
    </w:p>
    <w:p w14:paraId="4A38998A" w14:textId="77777777" w:rsidR="00400008" w:rsidRPr="00DF6DD6" w:rsidRDefault="00400008" w:rsidP="00400008">
      <w:pPr>
        <w:pStyle w:val="EW"/>
      </w:pPr>
      <w:r w:rsidRPr="00DF6DD6">
        <w:rPr>
          <w:rFonts w:hint="eastAsia"/>
        </w:rPr>
        <w:t>F</w:t>
      </w:r>
      <w:r w:rsidRPr="00DF6DD6">
        <w:rPr>
          <w:vertAlign w:val="subscript"/>
        </w:rPr>
        <w:t>OOB</w:t>
      </w:r>
      <w:r w:rsidRPr="00DF6DD6">
        <w:tab/>
        <w:t>The boundary between the NR</w:t>
      </w:r>
      <w:r w:rsidRPr="00DF6DD6">
        <w:rPr>
          <w:rFonts w:hint="eastAsia"/>
        </w:rPr>
        <w:t xml:space="preserve"> </w:t>
      </w:r>
      <w:r w:rsidRPr="00DF6DD6">
        <w:t>out of band emission and spurious emission domains</w:t>
      </w:r>
    </w:p>
    <w:p w14:paraId="2928131A" w14:textId="2AD33B6E" w:rsidR="00400008" w:rsidRPr="00DF6DD6" w:rsidRDefault="00400008">
      <w:pPr>
        <w:pStyle w:val="EW"/>
      </w:pPr>
      <w:r w:rsidRPr="00DF6DD6">
        <w:t>L</w:t>
      </w:r>
      <w:r w:rsidRPr="00DF6DD6">
        <w:rPr>
          <w:vertAlign w:val="subscript"/>
        </w:rPr>
        <w:t>CRB</w:t>
      </w:r>
      <w:r w:rsidR="002B68A9" w:rsidRPr="00DF6DD6">
        <w:tab/>
      </w:r>
      <w:r w:rsidRPr="00DF6DD6">
        <w:t>Transmission bandwidth which represents the length of a contiguous resource block allocation</w:t>
      </w:r>
      <w:r w:rsidR="00BE2465" w:rsidRPr="00DF6DD6">
        <w:t xml:space="preserve"> </w:t>
      </w:r>
      <w:r w:rsidRPr="00DF6DD6">
        <w:t>expressed in units of resource blocks</w:t>
      </w:r>
    </w:p>
    <w:p w14:paraId="0171949B" w14:textId="77777777" w:rsidR="00400008" w:rsidRPr="00DF6DD6" w:rsidRDefault="00400008" w:rsidP="00400008">
      <w:pPr>
        <w:pStyle w:val="EW"/>
      </w:pPr>
      <w:r w:rsidRPr="00DF6DD6">
        <w:t>Max()</w:t>
      </w:r>
      <w:r w:rsidRPr="00DF6DD6">
        <w:tab/>
        <w:t>The largest of given numbers</w:t>
      </w:r>
    </w:p>
    <w:p w14:paraId="7D5EAEB5" w14:textId="77777777" w:rsidR="00400008" w:rsidRPr="00DF6DD6" w:rsidRDefault="00400008" w:rsidP="00400008">
      <w:pPr>
        <w:pStyle w:val="EW"/>
      </w:pPr>
      <w:r w:rsidRPr="00DF6DD6">
        <w:t>Min()</w:t>
      </w:r>
      <w:r w:rsidRPr="00DF6DD6">
        <w:tab/>
        <w:t>The smallest of given numbers</w:t>
      </w:r>
    </w:p>
    <w:p w14:paraId="346162FF" w14:textId="77777777" w:rsidR="00400008" w:rsidRPr="00DF6DD6" w:rsidRDefault="00400008" w:rsidP="00400008">
      <w:pPr>
        <w:pStyle w:val="EW"/>
      </w:pPr>
      <w:r w:rsidRPr="00DF6DD6">
        <w:t>NR</w:t>
      </w:r>
      <w:r w:rsidRPr="00DF6DD6">
        <w:rPr>
          <w:vertAlign w:val="subscript"/>
        </w:rPr>
        <w:t>ACLR</w:t>
      </w:r>
      <w:r w:rsidRPr="00DF6DD6">
        <w:rPr>
          <w:vertAlign w:val="subscript"/>
        </w:rPr>
        <w:tab/>
      </w:r>
      <w:r w:rsidRPr="00DF6DD6">
        <w:t>NR ACLR</w:t>
      </w:r>
    </w:p>
    <w:p w14:paraId="1DF97726" w14:textId="1392228C" w:rsidR="00FD4D86" w:rsidRDefault="00400008" w:rsidP="00FD4D86">
      <w:pPr>
        <w:pStyle w:val="EW"/>
      </w:pPr>
      <w:r w:rsidRPr="00DF6DD6">
        <w:t>N</w:t>
      </w:r>
      <w:r w:rsidRPr="00DF6DD6">
        <w:rPr>
          <w:vertAlign w:val="subscript"/>
        </w:rPr>
        <w:t>RB</w:t>
      </w:r>
      <w:r w:rsidRPr="00DF6DD6">
        <w:tab/>
        <w:t>Transmission bandwidth configuration, expressed in units of resource blocks</w:t>
      </w:r>
    </w:p>
    <w:p w14:paraId="065C9BCA" w14:textId="77777777" w:rsidR="00FD4D86" w:rsidRDefault="00FD4D86" w:rsidP="00FD4D86">
      <w:pPr>
        <w:pStyle w:val="EW"/>
      </w:pPr>
      <w:r w:rsidRPr="001C0CC4">
        <w:t>N</w:t>
      </w:r>
      <w:r w:rsidRPr="001C0CC4">
        <w:rPr>
          <w:vertAlign w:val="subscript"/>
        </w:rPr>
        <w:t>RB_agg</w:t>
      </w:r>
      <w:r w:rsidRPr="001C0CC4">
        <w:tab/>
        <w:t>The number of the aggregated RBs within the fully allocated aggregated channel bandwidth</w:t>
      </w:r>
      <w:r>
        <w:t xml:space="preserve"> </w:t>
      </w:r>
    </w:p>
    <w:p w14:paraId="29D14397" w14:textId="1CD379F9" w:rsidR="00FD4D86" w:rsidRDefault="00000000" w:rsidP="00FD4D86">
      <w:pPr>
        <w:pStyle w:val="EW"/>
        <w:jc w:val="center"/>
        <w:rPr>
          <w:lang w:eastAsia="zh-CN"/>
        </w:rPr>
      </w:pPr>
      <m:oMath>
        <m:sSub>
          <m:sSubPr>
            <m:ctrlPr>
              <w:rPr>
                <w:rFonts w:ascii="Cambria Math" w:eastAsiaTheme="minorEastAsia" w:hAnsi="Cambria Math"/>
                <w:i/>
                <w:lang w:eastAsia="zh-CN"/>
              </w:rPr>
            </m:ctrlPr>
          </m:sSubPr>
          <m:e>
            <m:r>
              <w:rPr>
                <w:rFonts w:ascii="Cambria Math" w:eastAsiaTheme="minorEastAsia" w:hAnsi="Cambria Math"/>
                <w:lang w:eastAsia="zh-CN"/>
              </w:rPr>
              <m:t>N</m:t>
            </m:r>
          </m:e>
          <m:sub>
            <m:r>
              <w:rPr>
                <w:rFonts w:ascii="Cambria Math" w:eastAsiaTheme="minorEastAsia" w:hAnsi="Cambria Math"/>
                <w:lang w:eastAsia="zh-CN"/>
              </w:rPr>
              <m:t>R</m:t>
            </m:r>
            <m:sSub>
              <m:sSubPr>
                <m:ctrlPr>
                  <w:rPr>
                    <w:rFonts w:ascii="Cambria Math" w:eastAsiaTheme="minorEastAsia" w:hAnsi="Cambria Math"/>
                    <w:i/>
                    <w:lang w:eastAsia="zh-CN"/>
                  </w:rPr>
                </m:ctrlPr>
              </m:sSubPr>
              <m:e>
                <m:r>
                  <w:rPr>
                    <w:rFonts w:ascii="Cambria Math" w:eastAsiaTheme="minorEastAsia" w:hAnsi="Cambria Math"/>
                    <w:lang w:eastAsia="zh-CN"/>
                  </w:rPr>
                  <m:t>B_</m:t>
                </m:r>
              </m:e>
              <m:sub>
                <m:r>
                  <w:rPr>
                    <w:rFonts w:ascii="Cambria Math" w:eastAsiaTheme="minorEastAsia" w:hAnsi="Cambria Math"/>
                    <w:lang w:eastAsia="zh-CN"/>
                  </w:rPr>
                  <m:t>agg</m:t>
                </m:r>
              </m:sub>
            </m:sSub>
          </m:sub>
        </m:sSub>
        <m:r>
          <w:rPr>
            <w:rFonts w:ascii="Cambria Math" w:eastAsiaTheme="minorEastAsia" w:hAnsi="Cambria Math"/>
            <w:lang w:eastAsia="zh-CN"/>
          </w:rPr>
          <m:t>=</m:t>
        </m:r>
        <m:nary>
          <m:naryPr>
            <m:chr m:val="∑"/>
            <m:limLoc m:val="subSup"/>
            <m:ctrlPr>
              <w:rPr>
                <w:rFonts w:ascii="Cambria Math" w:eastAsiaTheme="minorEastAsia" w:hAnsi="Cambria Math"/>
                <w:i/>
                <w:lang w:eastAsia="zh-CN"/>
              </w:rPr>
            </m:ctrlPr>
          </m:naryPr>
          <m:sub>
            <m:r>
              <w:rPr>
                <w:rFonts w:ascii="Cambria Math" w:eastAsiaTheme="minorEastAsia" w:hAnsi="Cambria Math"/>
                <w:lang w:eastAsia="zh-CN"/>
              </w:rPr>
              <m:t>1</m:t>
            </m:r>
          </m:sub>
          <m:sup>
            <m:r>
              <w:rPr>
                <w:rFonts w:ascii="Cambria Math" w:eastAsiaTheme="minorEastAsia" w:hAnsi="Cambria Math"/>
                <w:lang w:eastAsia="zh-CN"/>
              </w:rPr>
              <m:t>j</m:t>
            </m:r>
          </m:sup>
          <m:e>
            <m:sSub>
              <m:sSubPr>
                <m:ctrlPr>
                  <w:rPr>
                    <w:rFonts w:ascii="Cambria Math" w:eastAsiaTheme="minorEastAsia" w:hAnsi="Cambria Math"/>
                    <w:i/>
                    <w:lang w:eastAsia="zh-CN"/>
                  </w:rPr>
                </m:ctrlPr>
              </m:sSubPr>
              <m:e>
                <m:r>
                  <w:rPr>
                    <w:rFonts w:ascii="Cambria Math" w:eastAsiaTheme="minorEastAsia" w:hAnsi="Cambria Math"/>
                    <w:lang w:eastAsia="zh-CN"/>
                  </w:rPr>
                  <m:t>N</m:t>
                </m:r>
              </m:e>
              <m:sub>
                <m:r>
                  <w:rPr>
                    <w:rFonts w:ascii="Cambria Math" w:eastAsiaTheme="minorEastAsia" w:hAnsi="Cambria Math"/>
                    <w:lang w:eastAsia="zh-CN"/>
                  </w:rPr>
                  <m:t>R</m:t>
                </m:r>
                <m:sSub>
                  <m:sSubPr>
                    <m:ctrlPr>
                      <w:rPr>
                        <w:rFonts w:ascii="Cambria Math" w:eastAsiaTheme="minorEastAsia" w:hAnsi="Cambria Math"/>
                        <w:i/>
                        <w:lang w:eastAsia="zh-CN"/>
                      </w:rPr>
                    </m:ctrlPr>
                  </m:sSubPr>
                  <m:e>
                    <m:r>
                      <w:rPr>
                        <w:rFonts w:ascii="Cambria Math" w:eastAsiaTheme="minorEastAsia" w:hAnsi="Cambria Math"/>
                        <w:lang w:eastAsia="zh-CN"/>
                      </w:rPr>
                      <m:t>B</m:t>
                    </m:r>
                  </m:e>
                  <m:sub>
                    <m:r>
                      <w:rPr>
                        <w:rFonts w:ascii="Cambria Math" w:eastAsiaTheme="minorEastAsia" w:hAnsi="Cambria Math"/>
                        <w:lang w:eastAsia="zh-CN"/>
                      </w:rPr>
                      <m:t>j</m:t>
                    </m:r>
                  </m:sub>
                </m:sSub>
              </m:sub>
            </m:sSub>
            <m:r>
              <w:rPr>
                <w:rFonts w:ascii="Cambria Math" w:eastAsiaTheme="minorEastAsia" w:hAnsi="Cambria Math"/>
                <w:lang w:eastAsia="zh-CN"/>
              </w:rPr>
              <m:t>*</m:t>
            </m:r>
            <m:sSup>
              <m:sSupPr>
                <m:ctrlPr>
                  <w:rPr>
                    <w:rFonts w:ascii="Cambria Math" w:eastAsiaTheme="minorEastAsia" w:hAnsi="Cambria Math"/>
                    <w:i/>
                    <w:lang w:eastAsia="zh-CN"/>
                  </w:rPr>
                </m:ctrlPr>
              </m:sSupPr>
              <m:e>
                <m:r>
                  <w:rPr>
                    <w:rFonts w:ascii="Cambria Math" w:eastAsiaTheme="minorEastAsia" w:hAnsi="Cambria Math"/>
                    <w:lang w:eastAsia="zh-CN"/>
                  </w:rPr>
                  <m:t>2</m:t>
                </m:r>
              </m:e>
              <m:sup>
                <m:sSub>
                  <m:sSubPr>
                    <m:ctrlPr>
                      <w:rPr>
                        <w:rFonts w:ascii="Cambria Math" w:eastAsiaTheme="minorEastAsia" w:hAnsi="Cambria Math"/>
                        <w:i/>
                        <w:lang w:eastAsia="zh-CN"/>
                      </w:rPr>
                    </m:ctrlPr>
                  </m:sSubPr>
                  <m:e>
                    <m:r>
                      <w:rPr>
                        <w:rFonts w:ascii="Cambria Math" w:eastAsiaTheme="minorEastAsia" w:hAnsi="Cambria Math"/>
                        <w:lang w:eastAsia="zh-CN"/>
                      </w:rPr>
                      <m:t>μ</m:t>
                    </m:r>
                  </m:e>
                  <m:sub>
                    <m:r>
                      <w:rPr>
                        <w:rFonts w:ascii="Cambria Math" w:eastAsiaTheme="minorEastAsia" w:hAnsi="Cambria Math"/>
                        <w:lang w:eastAsia="zh-CN"/>
                      </w:rPr>
                      <m:t>j</m:t>
                    </m:r>
                  </m:sub>
                </m:sSub>
              </m:sup>
            </m:sSup>
          </m:e>
        </m:nary>
      </m:oMath>
      <w:r w:rsidR="00FD4D86">
        <w:rPr>
          <w:lang w:eastAsia="zh-CN"/>
        </w:rPr>
        <w:t xml:space="preserve">  for carrier 1 to j, where </w:t>
      </w:r>
      <w:r w:rsidR="00FD4D86" w:rsidRPr="00495FE7">
        <w:rPr>
          <w:i/>
        </w:rPr>
        <w:t>μ</w:t>
      </w:r>
      <w:r w:rsidR="00FD4D86" w:rsidRPr="00495FE7">
        <w:t xml:space="preserve"> </w:t>
      </w:r>
      <w:r w:rsidR="00FD4D86">
        <w:t>is</w:t>
      </w:r>
      <w:r w:rsidR="00FD4D86" w:rsidRPr="00495FE7">
        <w:t xml:space="preserve"> defined in TS 38.211</w:t>
      </w:r>
      <w:r w:rsidR="00FD4D86">
        <w:t xml:space="preserve"> [13]</w:t>
      </w:r>
    </w:p>
    <w:p w14:paraId="5C1ABBF7" w14:textId="77777777" w:rsidR="00FD4D86" w:rsidRDefault="00FD4D86" w:rsidP="009A3866">
      <w:pPr>
        <w:pStyle w:val="EW"/>
      </w:pPr>
      <w:r w:rsidRPr="001C0CC4">
        <w:t>N</w:t>
      </w:r>
      <w:r w:rsidRPr="001C0CC4">
        <w:rPr>
          <w:vertAlign w:val="subscript"/>
        </w:rPr>
        <w:t>RB,c</w:t>
      </w:r>
      <w:r w:rsidRPr="001C0CC4">
        <w:tab/>
        <w:t>The transmission bandwidth configuration of component carrier c, expressed in units of resource blocks</w:t>
      </w:r>
    </w:p>
    <w:p w14:paraId="4567B727" w14:textId="3ABB8844" w:rsidR="00FD4D86" w:rsidRPr="00DF6DD6" w:rsidRDefault="00000000" w:rsidP="00FD4D86">
      <w:pPr>
        <w:pStyle w:val="EW"/>
        <w:jc w:val="center"/>
      </w:pPr>
      <m:oMath>
        <m:sSub>
          <m:sSubPr>
            <m:ctrlPr>
              <w:rPr>
                <w:rFonts w:ascii="Cambria Math" w:eastAsiaTheme="minorEastAsia" w:hAnsi="Cambria Math"/>
                <w:i/>
                <w:lang w:eastAsia="zh-CN"/>
              </w:rPr>
            </m:ctrlPr>
          </m:sSubPr>
          <m:e>
            <m:r>
              <w:rPr>
                <w:rFonts w:ascii="Cambria Math" w:eastAsiaTheme="minorEastAsia" w:hAnsi="Cambria Math"/>
                <w:lang w:eastAsia="zh-CN"/>
              </w:rPr>
              <m:t>N</m:t>
            </m:r>
          </m:e>
          <m:sub>
            <m:r>
              <w:rPr>
                <w:rFonts w:ascii="Cambria Math" w:eastAsiaTheme="minorEastAsia" w:hAnsi="Cambria Math"/>
                <w:lang w:eastAsia="zh-CN"/>
              </w:rPr>
              <m:t>RB,cj</m:t>
            </m:r>
          </m:sub>
        </m:sSub>
        <m:r>
          <w:rPr>
            <w:rFonts w:ascii="Cambria Math" w:eastAsiaTheme="minorEastAsia" w:hAnsi="Cambria Math"/>
            <w:lang w:eastAsia="zh-CN"/>
          </w:rPr>
          <m:t>=</m:t>
        </m:r>
        <m:sSub>
          <m:sSubPr>
            <m:ctrlPr>
              <w:rPr>
                <w:rFonts w:ascii="Cambria Math" w:eastAsiaTheme="minorEastAsia" w:hAnsi="Cambria Math"/>
                <w:i/>
                <w:lang w:eastAsia="zh-CN"/>
              </w:rPr>
            </m:ctrlPr>
          </m:sSubPr>
          <m:e>
            <m:r>
              <w:rPr>
                <w:rFonts w:ascii="Cambria Math" w:eastAsiaTheme="minorEastAsia" w:hAnsi="Cambria Math"/>
                <w:lang w:eastAsia="zh-CN"/>
              </w:rPr>
              <m:t>N</m:t>
            </m:r>
          </m:e>
          <m:sub>
            <m:r>
              <w:rPr>
                <w:rFonts w:ascii="Cambria Math" w:eastAsiaTheme="minorEastAsia" w:hAnsi="Cambria Math"/>
                <w:lang w:eastAsia="zh-CN"/>
              </w:rPr>
              <m:t>R</m:t>
            </m:r>
            <m:sSub>
              <m:sSubPr>
                <m:ctrlPr>
                  <w:rPr>
                    <w:rFonts w:ascii="Cambria Math" w:eastAsiaTheme="minorEastAsia" w:hAnsi="Cambria Math"/>
                    <w:i/>
                    <w:lang w:eastAsia="zh-CN"/>
                  </w:rPr>
                </m:ctrlPr>
              </m:sSubPr>
              <m:e>
                <m:r>
                  <w:rPr>
                    <w:rFonts w:ascii="Cambria Math" w:eastAsiaTheme="minorEastAsia" w:hAnsi="Cambria Math"/>
                    <w:lang w:eastAsia="zh-CN"/>
                  </w:rPr>
                  <m:t>B</m:t>
                </m:r>
              </m:e>
              <m:sub>
                <m:r>
                  <w:rPr>
                    <w:rFonts w:ascii="Cambria Math" w:eastAsiaTheme="minorEastAsia" w:hAnsi="Cambria Math"/>
                    <w:lang w:eastAsia="zh-CN"/>
                  </w:rPr>
                  <m:t>j</m:t>
                </m:r>
              </m:sub>
            </m:sSub>
          </m:sub>
        </m:sSub>
        <m:r>
          <w:rPr>
            <w:rFonts w:ascii="Cambria Math" w:eastAsiaTheme="minorEastAsia" w:hAnsi="Cambria Math"/>
            <w:lang w:eastAsia="zh-CN"/>
          </w:rPr>
          <m:t>*</m:t>
        </m:r>
        <m:sSup>
          <m:sSupPr>
            <m:ctrlPr>
              <w:rPr>
                <w:rFonts w:ascii="Cambria Math" w:eastAsiaTheme="minorEastAsia" w:hAnsi="Cambria Math"/>
                <w:i/>
                <w:lang w:eastAsia="zh-CN"/>
              </w:rPr>
            </m:ctrlPr>
          </m:sSupPr>
          <m:e>
            <m:r>
              <w:rPr>
                <w:rFonts w:ascii="Cambria Math" w:eastAsiaTheme="minorEastAsia" w:hAnsi="Cambria Math"/>
                <w:lang w:eastAsia="zh-CN"/>
              </w:rPr>
              <m:t>2</m:t>
            </m:r>
          </m:e>
          <m:sup>
            <m:sSub>
              <m:sSubPr>
                <m:ctrlPr>
                  <w:rPr>
                    <w:rFonts w:ascii="Cambria Math" w:eastAsiaTheme="minorEastAsia" w:hAnsi="Cambria Math"/>
                    <w:i/>
                    <w:lang w:eastAsia="zh-CN"/>
                  </w:rPr>
                </m:ctrlPr>
              </m:sSubPr>
              <m:e>
                <m:r>
                  <w:rPr>
                    <w:rFonts w:ascii="Cambria Math" w:eastAsiaTheme="minorEastAsia" w:hAnsi="Cambria Math"/>
                    <w:lang w:eastAsia="zh-CN"/>
                  </w:rPr>
                  <m:t>μ</m:t>
                </m:r>
              </m:e>
              <m:sub>
                <m:r>
                  <w:rPr>
                    <w:rFonts w:ascii="Cambria Math" w:eastAsiaTheme="minorEastAsia" w:hAnsi="Cambria Math"/>
                    <w:lang w:eastAsia="zh-CN"/>
                  </w:rPr>
                  <m:t>j</m:t>
                </m:r>
              </m:sub>
            </m:sSub>
          </m:sup>
        </m:sSup>
      </m:oMath>
      <w:r w:rsidR="00FD4D86" w:rsidRPr="00160B09">
        <w:rPr>
          <w:rFonts w:eastAsiaTheme="minorEastAsia" w:hint="eastAsia"/>
          <w:lang w:eastAsia="zh-CN"/>
        </w:rPr>
        <w:t xml:space="preserve"> </w:t>
      </w:r>
      <w:r w:rsidR="00FD4D86">
        <w:rPr>
          <w:rFonts w:eastAsiaTheme="minorEastAsia"/>
          <w:lang w:eastAsia="zh-CN"/>
        </w:rPr>
        <w:t xml:space="preserve"> </w:t>
      </w:r>
      <w:r w:rsidR="00FD4D86" w:rsidRPr="00160B09">
        <w:rPr>
          <w:rFonts w:eastAsiaTheme="minorEastAsia"/>
          <w:lang w:eastAsia="zh-CN"/>
        </w:rPr>
        <w:t>for carrier j</w:t>
      </w:r>
      <w:r w:rsidR="00FD4D86">
        <w:rPr>
          <w:rFonts w:eastAsiaTheme="minorEastAsia"/>
          <w:lang w:eastAsia="zh-CN"/>
        </w:rPr>
        <w:t xml:space="preserve">, </w:t>
      </w:r>
      <w:r w:rsidR="00FD4D86">
        <w:rPr>
          <w:lang w:eastAsia="zh-CN"/>
        </w:rPr>
        <w:t xml:space="preserve">where </w:t>
      </w:r>
      <w:r w:rsidR="00FD4D86" w:rsidRPr="00495FE7">
        <w:rPr>
          <w:i/>
        </w:rPr>
        <w:t>μ</w:t>
      </w:r>
      <w:r w:rsidR="00FD4D86" w:rsidRPr="00495FE7">
        <w:t xml:space="preserve"> </w:t>
      </w:r>
      <w:r w:rsidR="00FD4D86">
        <w:t>is</w:t>
      </w:r>
      <w:r w:rsidR="00FD4D86" w:rsidRPr="00495FE7">
        <w:t xml:space="preserve"> defined in TS 38.211</w:t>
      </w:r>
      <w:r w:rsidR="00FD4D86">
        <w:t xml:space="preserve"> [13]</w:t>
      </w:r>
    </w:p>
    <w:p w14:paraId="331B702B" w14:textId="77777777" w:rsidR="00400008" w:rsidRPr="00DF6DD6" w:rsidRDefault="00400008" w:rsidP="00400008">
      <w:pPr>
        <w:pStyle w:val="EW"/>
      </w:pPr>
      <w:r w:rsidRPr="00DF6DD6">
        <w:t>P</w:t>
      </w:r>
      <w:r w:rsidRPr="00DF6DD6">
        <w:rPr>
          <w:vertAlign w:val="subscript"/>
        </w:rPr>
        <w:t>CMAX</w:t>
      </w:r>
      <w:r w:rsidRPr="00DF6DD6">
        <w:rPr>
          <w:vertAlign w:val="subscript"/>
        </w:rPr>
        <w:tab/>
      </w:r>
      <w:r w:rsidRPr="00DF6DD6">
        <w:t>The configured maximum UE output power</w:t>
      </w:r>
    </w:p>
    <w:p w14:paraId="3EAAF1B8" w14:textId="77777777" w:rsidR="00400008" w:rsidRPr="00DF6DD6" w:rsidRDefault="00400008" w:rsidP="00400008">
      <w:pPr>
        <w:pStyle w:val="EW"/>
      </w:pPr>
      <w:r w:rsidRPr="00DF6DD6">
        <w:t>RB</w:t>
      </w:r>
      <w:r w:rsidRPr="00DF6DD6">
        <w:rPr>
          <w:vertAlign w:val="subscript"/>
        </w:rPr>
        <w:t>start</w:t>
      </w:r>
      <w:r w:rsidR="002B68A9" w:rsidRPr="00DF6DD6">
        <w:tab/>
      </w:r>
      <w:r w:rsidRPr="00DF6DD6">
        <w:t>Indicates the lowest RB index of transmitted resource blocks</w:t>
      </w:r>
    </w:p>
    <w:p w14:paraId="3F08005A" w14:textId="77777777" w:rsidR="001310A1" w:rsidRPr="00DF6DD6" w:rsidRDefault="00400008" w:rsidP="00400008">
      <w:pPr>
        <w:pStyle w:val="EW"/>
      </w:pPr>
      <w:r w:rsidRPr="00DF6DD6">
        <w:t>W</w:t>
      </w:r>
      <w:r w:rsidRPr="00DF6DD6">
        <w:rPr>
          <w:vertAlign w:val="subscript"/>
        </w:rPr>
        <w:t>gap</w:t>
      </w:r>
      <w:r w:rsidR="002B68A9" w:rsidRPr="00DF6DD6">
        <w:tab/>
      </w:r>
      <w:r w:rsidRPr="00DF6DD6">
        <w:t>The sub-block gap between the two sub-blocks</w:t>
      </w:r>
    </w:p>
    <w:p w14:paraId="310254BD" w14:textId="77777777" w:rsidR="001310A1" w:rsidRPr="00DF6DD6" w:rsidRDefault="001310A1">
      <w:pPr>
        <w:pStyle w:val="Heading2"/>
      </w:pPr>
      <w:bookmarkStart w:id="96" w:name="_Toc21345375"/>
      <w:bookmarkStart w:id="97" w:name="_Toc29806224"/>
      <w:bookmarkStart w:id="98" w:name="_Toc37255757"/>
      <w:bookmarkStart w:id="99" w:name="_Toc37256098"/>
      <w:bookmarkStart w:id="100" w:name="_Toc45889935"/>
      <w:bookmarkStart w:id="101" w:name="_Toc52381760"/>
      <w:bookmarkStart w:id="102" w:name="_Toc61374859"/>
      <w:bookmarkStart w:id="103" w:name="_Toc67936210"/>
      <w:bookmarkStart w:id="104" w:name="_Toc67937083"/>
      <w:bookmarkStart w:id="105" w:name="_Toc76452319"/>
      <w:bookmarkStart w:id="106" w:name="_Toc76630162"/>
      <w:bookmarkStart w:id="107" w:name="_Toc83742722"/>
      <w:bookmarkStart w:id="108" w:name="_Toc83886836"/>
      <w:bookmarkStart w:id="109" w:name="_Toc83887636"/>
      <w:bookmarkStart w:id="110" w:name="_Toc90588477"/>
      <w:r w:rsidRPr="00DF6DD6">
        <w:t>3.3</w:t>
      </w:r>
      <w:r w:rsidRPr="00DF6DD6">
        <w:tab/>
        <w:t>Abbreviations</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41799A8C" w14:textId="77777777" w:rsidR="001310A1" w:rsidRPr="00DF6DD6" w:rsidRDefault="001310A1">
      <w:pPr>
        <w:keepNext/>
      </w:pPr>
      <w:r w:rsidRPr="00DF6DD6">
        <w:t xml:space="preserve">For the purposes of the present document, the abbreviations given in 3GPP TR 21.905 </w:t>
      </w:r>
      <w:r w:rsidR="00571B04" w:rsidRPr="00DF6DD6">
        <w:t>[1]</w:t>
      </w:r>
      <w:r w:rsidRPr="00DF6DD6">
        <w:t xml:space="preserve"> and the following apply. An abbreviation defined in the present document takes precedence over the definition of the same abbreviation, if any, in 3GPP TR 21.905 </w:t>
      </w:r>
      <w:r w:rsidR="00571B04" w:rsidRPr="00DF6DD6">
        <w:t>[1]</w:t>
      </w:r>
      <w:r w:rsidRPr="00DF6DD6">
        <w:t>.</w:t>
      </w:r>
    </w:p>
    <w:p w14:paraId="712AB610" w14:textId="77777777" w:rsidR="00815854" w:rsidRPr="00DF6DD6" w:rsidRDefault="00815854" w:rsidP="00815854">
      <w:pPr>
        <w:pStyle w:val="EW"/>
      </w:pPr>
      <w:r w:rsidRPr="00DF6DD6">
        <w:t>ACLR</w:t>
      </w:r>
      <w:r w:rsidRPr="00DF6DD6">
        <w:tab/>
        <w:t>Adjacent Channel Leakage Ratio</w:t>
      </w:r>
    </w:p>
    <w:p w14:paraId="0E976F6A" w14:textId="77777777" w:rsidR="00815854" w:rsidRPr="00DF6DD6" w:rsidRDefault="00815854" w:rsidP="00815854">
      <w:pPr>
        <w:pStyle w:val="EW"/>
      </w:pPr>
      <w:r w:rsidRPr="00DF6DD6">
        <w:t>ACS</w:t>
      </w:r>
      <w:r w:rsidRPr="00DF6DD6">
        <w:tab/>
        <w:t>Adjacent Channel Selectivity</w:t>
      </w:r>
    </w:p>
    <w:p w14:paraId="6299E2B0" w14:textId="77777777" w:rsidR="00815854" w:rsidRPr="00DF6DD6" w:rsidRDefault="00815854" w:rsidP="00815854">
      <w:pPr>
        <w:pStyle w:val="EW"/>
      </w:pPr>
      <w:r w:rsidRPr="00DF6DD6">
        <w:t>A-MPR</w:t>
      </w:r>
      <w:r w:rsidRPr="00DF6DD6">
        <w:tab/>
        <w:t>Additional Maximum Power Reduction</w:t>
      </w:r>
    </w:p>
    <w:p w14:paraId="449A6815" w14:textId="77777777" w:rsidR="00815854" w:rsidRPr="00DF6DD6" w:rsidRDefault="00815854" w:rsidP="00815854">
      <w:pPr>
        <w:pStyle w:val="EW"/>
      </w:pPr>
      <w:r w:rsidRPr="00DF6DD6">
        <w:t>BCS</w:t>
      </w:r>
      <w:r w:rsidRPr="00DF6DD6">
        <w:tab/>
        <w:t>Bandwidth Combination Set</w:t>
      </w:r>
    </w:p>
    <w:p w14:paraId="7297C7EA" w14:textId="77777777" w:rsidR="00815854" w:rsidRPr="00DF6DD6" w:rsidRDefault="00815854" w:rsidP="00815854">
      <w:pPr>
        <w:pStyle w:val="EW"/>
      </w:pPr>
      <w:r w:rsidRPr="00DF6DD6">
        <w:t>CA</w:t>
      </w:r>
      <w:r w:rsidRPr="00DF6DD6">
        <w:tab/>
        <w:t>Carrier Aggregation</w:t>
      </w:r>
    </w:p>
    <w:p w14:paraId="43DD577D" w14:textId="049BACFA" w:rsidR="00815854" w:rsidRPr="00DF6DD6" w:rsidRDefault="00815854" w:rsidP="00815854">
      <w:pPr>
        <w:pStyle w:val="EW"/>
      </w:pPr>
      <w:r w:rsidRPr="00DF6DD6">
        <w:lastRenderedPageBreak/>
        <w:t>CC</w:t>
      </w:r>
      <w:r w:rsidRPr="00DF6DD6">
        <w:tab/>
        <w:t xml:space="preserve">Component </w:t>
      </w:r>
      <w:r w:rsidR="00BE2465" w:rsidRPr="00DF6DD6">
        <w:t>C</w:t>
      </w:r>
      <w:r w:rsidRPr="00DF6DD6">
        <w:t>arrier</w:t>
      </w:r>
    </w:p>
    <w:p w14:paraId="1D723D70" w14:textId="77777777" w:rsidR="00815854" w:rsidRPr="00DF6DD6" w:rsidRDefault="00815854" w:rsidP="00815854">
      <w:pPr>
        <w:pStyle w:val="EW"/>
      </w:pPr>
      <w:r w:rsidRPr="00DF6DD6">
        <w:t>DC</w:t>
      </w:r>
      <w:r w:rsidRPr="00DF6DD6">
        <w:tab/>
        <w:t>Dual Connectivity</w:t>
      </w:r>
    </w:p>
    <w:p w14:paraId="42ABC229" w14:textId="77777777" w:rsidR="00815854" w:rsidRPr="00284D8A" w:rsidRDefault="00815854" w:rsidP="00815854">
      <w:pPr>
        <w:pStyle w:val="EW"/>
        <w:rPr>
          <w:lang w:val="sv-FI"/>
        </w:rPr>
      </w:pPr>
      <w:r w:rsidRPr="00284D8A">
        <w:rPr>
          <w:lang w:val="sv-FI"/>
        </w:rPr>
        <w:t>EN-DC</w:t>
      </w:r>
      <w:r w:rsidRPr="00284D8A">
        <w:rPr>
          <w:lang w:val="sv-FI"/>
        </w:rPr>
        <w:tab/>
        <w:t>E-UTRA/NR DC</w:t>
      </w:r>
    </w:p>
    <w:p w14:paraId="52447BE1" w14:textId="02CE9FC3" w:rsidR="00815854" w:rsidRPr="00DF6DD6" w:rsidRDefault="00815854" w:rsidP="00815854">
      <w:pPr>
        <w:pStyle w:val="EW"/>
      </w:pPr>
      <w:r w:rsidRPr="00DF6DD6">
        <w:t>EVM</w:t>
      </w:r>
      <w:r w:rsidRPr="00DF6DD6">
        <w:tab/>
        <w:t>Error Vector Magnitude</w:t>
      </w:r>
    </w:p>
    <w:p w14:paraId="4BD39D55" w14:textId="3F0C5E4E" w:rsidR="00A12B0C" w:rsidRPr="00DF6DD6" w:rsidRDefault="00A12B0C" w:rsidP="00815854">
      <w:pPr>
        <w:pStyle w:val="EW"/>
      </w:pPr>
      <w:r w:rsidRPr="00DF6DD6">
        <w:t>FDM</w:t>
      </w:r>
      <w:r w:rsidRPr="00DF6DD6">
        <w:tab/>
        <w:t>Frequency Division Multiplexing</w:t>
      </w:r>
    </w:p>
    <w:p w14:paraId="2851508A" w14:textId="77777777" w:rsidR="00815854" w:rsidRPr="00DF6DD6" w:rsidRDefault="00815854" w:rsidP="00815854">
      <w:pPr>
        <w:pStyle w:val="EW"/>
      </w:pPr>
      <w:r w:rsidRPr="00DF6DD6">
        <w:t>FR</w:t>
      </w:r>
      <w:r w:rsidRPr="00DF6DD6">
        <w:tab/>
        <w:t>Frequency Range</w:t>
      </w:r>
    </w:p>
    <w:p w14:paraId="528B83E4" w14:textId="77777777" w:rsidR="00815854" w:rsidRPr="00DF6DD6" w:rsidRDefault="00815854" w:rsidP="00815854">
      <w:pPr>
        <w:pStyle w:val="EW"/>
      </w:pPr>
      <w:r w:rsidRPr="00DF6DD6">
        <w:t>ENBW</w:t>
      </w:r>
      <w:r w:rsidRPr="00DF6DD6">
        <w:tab/>
        <w:t>The aggregated bandwidth of an E-UTRA sub-block and an adjacent NR sub-block</w:t>
      </w:r>
    </w:p>
    <w:p w14:paraId="4D4F9FCA" w14:textId="6347A745" w:rsidR="00815854" w:rsidRPr="00DF6DD6" w:rsidRDefault="00815854" w:rsidP="00815854">
      <w:pPr>
        <w:pStyle w:val="EW"/>
      </w:pPr>
      <w:r w:rsidRPr="00DF6DD6">
        <w:t>ITU</w:t>
      </w:r>
      <w:r w:rsidR="00BE2465" w:rsidRPr="00DF6DD6">
        <w:t>-</w:t>
      </w:r>
      <w:r w:rsidRPr="00DF6DD6">
        <w:t>R</w:t>
      </w:r>
      <w:r w:rsidRPr="00DF6DD6">
        <w:tab/>
        <w:t>Radiocommunication Sector of the International Telecommunication Union</w:t>
      </w:r>
    </w:p>
    <w:p w14:paraId="02B1D9AF" w14:textId="77777777" w:rsidR="00815854" w:rsidRPr="00DF6DD6" w:rsidRDefault="00815854" w:rsidP="00815854">
      <w:pPr>
        <w:pStyle w:val="EW"/>
      </w:pPr>
      <w:r w:rsidRPr="00DF6DD6">
        <w:t>MBW</w:t>
      </w:r>
      <w:r w:rsidRPr="00DF6DD6">
        <w:tab/>
        <w:t>Measurement bandwidth defined for the protected band</w:t>
      </w:r>
    </w:p>
    <w:p w14:paraId="7BF8C51E" w14:textId="77777777" w:rsidR="00815854" w:rsidRPr="00DF6DD6" w:rsidRDefault="00815854" w:rsidP="00815854">
      <w:pPr>
        <w:pStyle w:val="EW"/>
      </w:pPr>
      <w:r w:rsidRPr="00DF6DD6">
        <w:t>MPR</w:t>
      </w:r>
      <w:r w:rsidRPr="00DF6DD6">
        <w:tab/>
        <w:t>Allowed maximum power reduction</w:t>
      </w:r>
    </w:p>
    <w:p w14:paraId="11AF1919" w14:textId="77777777" w:rsidR="00815854" w:rsidRPr="00DF6DD6" w:rsidRDefault="00815854" w:rsidP="00815854">
      <w:pPr>
        <w:pStyle w:val="EW"/>
      </w:pPr>
      <w:r w:rsidRPr="00DF6DD6">
        <w:t>MSD</w:t>
      </w:r>
      <w:r w:rsidRPr="00DF6DD6">
        <w:tab/>
        <w:t>Maximum Sensitivity Degradation</w:t>
      </w:r>
    </w:p>
    <w:p w14:paraId="05628E9B" w14:textId="77777777" w:rsidR="00815854" w:rsidRPr="00DF6DD6" w:rsidRDefault="00815854" w:rsidP="00815854">
      <w:pPr>
        <w:pStyle w:val="EW"/>
      </w:pPr>
      <w:r w:rsidRPr="00DF6DD6">
        <w:t>MCG</w:t>
      </w:r>
      <w:r w:rsidRPr="00DF6DD6">
        <w:tab/>
        <w:t>Master Cell Group</w:t>
      </w:r>
    </w:p>
    <w:p w14:paraId="31057E77" w14:textId="77777777" w:rsidR="00815854" w:rsidRPr="00DF6DD6" w:rsidRDefault="00815854" w:rsidP="00815854">
      <w:pPr>
        <w:pStyle w:val="EW"/>
      </w:pPr>
      <w:r w:rsidRPr="00DF6DD6">
        <w:t>NR</w:t>
      </w:r>
      <w:r w:rsidRPr="00DF6DD6">
        <w:tab/>
        <w:t>New Radio</w:t>
      </w:r>
    </w:p>
    <w:p w14:paraId="3AD170E0" w14:textId="77777777" w:rsidR="00815854" w:rsidRPr="00DF6DD6" w:rsidRDefault="00815854" w:rsidP="00815854">
      <w:pPr>
        <w:pStyle w:val="EW"/>
      </w:pPr>
      <w:r w:rsidRPr="00DF6DD6">
        <w:t>NS</w:t>
      </w:r>
      <w:r w:rsidRPr="00DF6DD6">
        <w:tab/>
        <w:t>Network Signalling</w:t>
      </w:r>
    </w:p>
    <w:p w14:paraId="0FE40C75" w14:textId="77777777" w:rsidR="001310A1" w:rsidRPr="00DF6DD6" w:rsidRDefault="001310A1" w:rsidP="00815854">
      <w:pPr>
        <w:pStyle w:val="EW"/>
      </w:pPr>
      <w:r w:rsidRPr="00DF6DD6">
        <w:t>NSA</w:t>
      </w:r>
      <w:r w:rsidRPr="00DF6DD6">
        <w:tab/>
        <w:t>Non-Standalone, a mode of operation where operation of an other radio is assisted with an other radio</w:t>
      </w:r>
    </w:p>
    <w:p w14:paraId="3ABE9821" w14:textId="77777777" w:rsidR="00815854" w:rsidRPr="00DF6DD6" w:rsidRDefault="00815854" w:rsidP="00815854">
      <w:pPr>
        <w:pStyle w:val="EW"/>
      </w:pPr>
      <w:r w:rsidRPr="00DF6DD6">
        <w:t>OOB</w:t>
      </w:r>
      <w:r w:rsidRPr="00DF6DD6">
        <w:tab/>
        <w:t>Out-of-band</w:t>
      </w:r>
    </w:p>
    <w:p w14:paraId="3CDF0999" w14:textId="77777777" w:rsidR="00815854" w:rsidRPr="00DF6DD6" w:rsidRDefault="00815854" w:rsidP="00815854">
      <w:pPr>
        <w:pStyle w:val="EW"/>
      </w:pPr>
      <w:r w:rsidRPr="00DF6DD6">
        <w:t>OOBE</w:t>
      </w:r>
      <w:r w:rsidRPr="00DF6DD6">
        <w:tab/>
        <w:t>Out-of-band emission</w:t>
      </w:r>
    </w:p>
    <w:p w14:paraId="538003BA" w14:textId="77777777" w:rsidR="00815854" w:rsidRPr="00DF6DD6" w:rsidRDefault="00815854" w:rsidP="00815854">
      <w:pPr>
        <w:pStyle w:val="EW"/>
      </w:pPr>
      <w:r w:rsidRPr="00DF6DD6">
        <w:t>OTA</w:t>
      </w:r>
      <w:r w:rsidRPr="00DF6DD6">
        <w:tab/>
        <w:t>Over The Air</w:t>
      </w:r>
    </w:p>
    <w:p w14:paraId="711BEBE8" w14:textId="77777777" w:rsidR="00815854" w:rsidRPr="00DF6DD6" w:rsidRDefault="00815854" w:rsidP="00815854">
      <w:pPr>
        <w:pStyle w:val="EW"/>
      </w:pPr>
      <w:r w:rsidRPr="00DF6DD6">
        <w:t>PRB</w:t>
      </w:r>
      <w:r w:rsidRPr="00DF6DD6">
        <w:tab/>
        <w:t>Physical Resource Block</w:t>
      </w:r>
    </w:p>
    <w:p w14:paraId="57360E5A" w14:textId="77777777" w:rsidR="00815854" w:rsidRPr="00DF6DD6" w:rsidRDefault="00815854" w:rsidP="00815854">
      <w:pPr>
        <w:pStyle w:val="EW"/>
      </w:pPr>
      <w:r w:rsidRPr="00DF6DD6">
        <w:t>RE</w:t>
      </w:r>
      <w:r w:rsidRPr="00DF6DD6">
        <w:tab/>
        <w:t>Resource Element</w:t>
      </w:r>
    </w:p>
    <w:p w14:paraId="4FD18243" w14:textId="77777777" w:rsidR="00815854" w:rsidRPr="00DF6DD6" w:rsidRDefault="00815854" w:rsidP="00815854">
      <w:pPr>
        <w:pStyle w:val="EW"/>
      </w:pPr>
      <w:r w:rsidRPr="00DF6DD6">
        <w:t>REFSENS</w:t>
      </w:r>
      <w:r w:rsidRPr="00DF6DD6">
        <w:tab/>
        <w:t>Reference Sensitivity</w:t>
      </w:r>
    </w:p>
    <w:p w14:paraId="337F2FF0" w14:textId="77777777" w:rsidR="00815854" w:rsidRPr="00DF6DD6" w:rsidRDefault="00815854" w:rsidP="00815854">
      <w:pPr>
        <w:pStyle w:val="EW"/>
      </w:pPr>
      <w:r w:rsidRPr="00DF6DD6">
        <w:t>RF</w:t>
      </w:r>
      <w:r w:rsidRPr="00DF6DD6">
        <w:tab/>
        <w:t>Radio Frequency</w:t>
      </w:r>
    </w:p>
    <w:p w14:paraId="315EDDBC" w14:textId="77777777" w:rsidR="00815854" w:rsidRPr="00DF6DD6" w:rsidRDefault="00815854" w:rsidP="00815854">
      <w:pPr>
        <w:pStyle w:val="EW"/>
      </w:pPr>
      <w:r w:rsidRPr="00DF6DD6">
        <w:t>Rx</w:t>
      </w:r>
      <w:r w:rsidRPr="00DF6DD6">
        <w:tab/>
        <w:t>Receiver</w:t>
      </w:r>
    </w:p>
    <w:p w14:paraId="1F6D3D15" w14:textId="77777777" w:rsidR="00815854" w:rsidRPr="00DF6DD6" w:rsidRDefault="00815854" w:rsidP="00815854">
      <w:pPr>
        <w:pStyle w:val="EW"/>
      </w:pPr>
      <w:r w:rsidRPr="00DF6DD6">
        <w:t>SCG</w:t>
      </w:r>
      <w:r w:rsidRPr="00DF6DD6">
        <w:tab/>
        <w:t>Secondary Cell Group</w:t>
      </w:r>
    </w:p>
    <w:p w14:paraId="3CCD028E" w14:textId="77777777" w:rsidR="00815854" w:rsidRPr="00DF6DD6" w:rsidRDefault="00815854" w:rsidP="00815854">
      <w:pPr>
        <w:pStyle w:val="EW"/>
      </w:pPr>
      <w:r w:rsidRPr="00DF6DD6">
        <w:t>SCS</w:t>
      </w:r>
      <w:r w:rsidRPr="00DF6DD6">
        <w:tab/>
        <w:t>Subcarrier spacing</w:t>
      </w:r>
    </w:p>
    <w:p w14:paraId="1FE7D6B5" w14:textId="77777777" w:rsidR="00815854" w:rsidRPr="00DF6DD6" w:rsidRDefault="00815854" w:rsidP="00815854">
      <w:pPr>
        <w:pStyle w:val="EW"/>
      </w:pPr>
      <w:r w:rsidRPr="00DF6DD6">
        <w:t>SEM</w:t>
      </w:r>
      <w:r w:rsidRPr="00DF6DD6">
        <w:tab/>
        <w:t>Spectrum Emission Mask</w:t>
      </w:r>
    </w:p>
    <w:p w14:paraId="1C249E6B" w14:textId="77777777" w:rsidR="001310A1" w:rsidRPr="00DF6DD6" w:rsidRDefault="001310A1" w:rsidP="00815854">
      <w:pPr>
        <w:pStyle w:val="EW"/>
      </w:pPr>
      <w:r w:rsidRPr="00DF6DD6">
        <w:t>SUL</w:t>
      </w:r>
      <w:r w:rsidRPr="00DF6DD6">
        <w:tab/>
        <w:t>Supplementary uplink</w:t>
      </w:r>
    </w:p>
    <w:p w14:paraId="43DE3F58" w14:textId="77777777" w:rsidR="00815854" w:rsidRPr="00DF6DD6" w:rsidRDefault="00815854" w:rsidP="00815854">
      <w:pPr>
        <w:pStyle w:val="EW"/>
        <w:rPr>
          <w:lang w:eastAsia="zh-CN"/>
        </w:rPr>
      </w:pPr>
      <w:r w:rsidRPr="00DF6DD6">
        <w:rPr>
          <w:lang w:eastAsia="zh-CN"/>
        </w:rPr>
        <w:t>TDM</w:t>
      </w:r>
      <w:r w:rsidRPr="00DF6DD6">
        <w:rPr>
          <w:lang w:eastAsia="zh-CN"/>
        </w:rPr>
        <w:tab/>
        <w:t>Time Division Multiplex</w:t>
      </w:r>
    </w:p>
    <w:p w14:paraId="4030EFF4" w14:textId="77777777" w:rsidR="00815854" w:rsidRPr="00DF6DD6" w:rsidRDefault="00815854" w:rsidP="00815854">
      <w:pPr>
        <w:pStyle w:val="EW"/>
        <w:rPr>
          <w:lang w:eastAsia="zh-CN"/>
        </w:rPr>
      </w:pPr>
      <w:r w:rsidRPr="00DF6DD6">
        <w:rPr>
          <w:lang w:eastAsia="zh-CN"/>
        </w:rPr>
        <w:t>Tx</w:t>
      </w:r>
      <w:r w:rsidRPr="00DF6DD6">
        <w:rPr>
          <w:lang w:eastAsia="zh-CN"/>
        </w:rPr>
        <w:tab/>
        <w:t>Transmitter</w:t>
      </w:r>
    </w:p>
    <w:p w14:paraId="30724D71" w14:textId="77777777" w:rsidR="00815854" w:rsidRPr="00DF6DD6" w:rsidRDefault="00815854" w:rsidP="00815854">
      <w:pPr>
        <w:pStyle w:val="EW"/>
        <w:rPr>
          <w:lang w:eastAsia="zh-CN"/>
        </w:rPr>
      </w:pPr>
      <w:r w:rsidRPr="00DF6DD6">
        <w:rPr>
          <w:lang w:eastAsia="zh-CN"/>
        </w:rPr>
        <w:t>UE</w:t>
      </w:r>
      <w:r w:rsidRPr="00DF6DD6">
        <w:rPr>
          <w:lang w:eastAsia="zh-CN"/>
        </w:rPr>
        <w:tab/>
        <w:t>User Equipment</w:t>
      </w:r>
    </w:p>
    <w:p w14:paraId="2C11ADD0" w14:textId="4EE8E199" w:rsidR="00815854" w:rsidRPr="00DF6DD6" w:rsidRDefault="00815854" w:rsidP="00815854">
      <w:pPr>
        <w:pStyle w:val="EW"/>
        <w:rPr>
          <w:lang w:eastAsia="zh-CN"/>
        </w:rPr>
      </w:pPr>
      <w:r w:rsidRPr="00DF6DD6">
        <w:rPr>
          <w:lang w:eastAsia="zh-CN"/>
        </w:rPr>
        <w:t>UL</w:t>
      </w:r>
      <w:r w:rsidR="00F90C00" w:rsidRPr="00DF6DD6">
        <w:rPr>
          <w:lang w:eastAsia="zh-CN"/>
        </w:rPr>
        <w:t xml:space="preserve"> </w:t>
      </w:r>
      <w:r w:rsidRPr="00DF6DD6">
        <w:rPr>
          <w:lang w:eastAsia="zh-CN"/>
        </w:rPr>
        <w:t>MIMO</w:t>
      </w:r>
      <w:r w:rsidRPr="00DF6DD6">
        <w:rPr>
          <w:lang w:eastAsia="zh-CN"/>
        </w:rPr>
        <w:tab/>
        <w:t>Up Link Multiple Antenna transmission</w:t>
      </w:r>
    </w:p>
    <w:p w14:paraId="3D45BC29" w14:textId="26DC53CD" w:rsidR="002C0282" w:rsidRPr="00DF6DD6" w:rsidRDefault="00851B71" w:rsidP="00815854">
      <w:pPr>
        <w:pStyle w:val="EW"/>
      </w:pPr>
      <w:r w:rsidRPr="00DF6DD6">
        <w:rPr>
          <w:lang w:eastAsia="zh-CN"/>
        </w:rPr>
        <w:t>ULSUP</w:t>
      </w:r>
      <w:r w:rsidRPr="00DF6DD6">
        <w:rPr>
          <w:lang w:eastAsia="zh-CN"/>
        </w:rPr>
        <w:tab/>
      </w:r>
      <w:r w:rsidR="002C0282" w:rsidRPr="00DF6DD6">
        <w:rPr>
          <w:lang w:eastAsia="zh-CN"/>
        </w:rPr>
        <w:t>Uplink sharing from UE perspective</w:t>
      </w:r>
    </w:p>
    <w:p w14:paraId="37504231" w14:textId="77777777" w:rsidR="002C0282" w:rsidRPr="00DF6DD6" w:rsidRDefault="002C0282">
      <w:pPr>
        <w:pStyle w:val="EW"/>
      </w:pPr>
    </w:p>
    <w:p w14:paraId="1D082EB7" w14:textId="77777777" w:rsidR="001310A1" w:rsidRPr="00DF6DD6" w:rsidRDefault="001310A1">
      <w:pPr>
        <w:pStyle w:val="Heading1"/>
      </w:pPr>
      <w:bookmarkStart w:id="111" w:name="_Toc21345376"/>
      <w:bookmarkStart w:id="112" w:name="_Toc29806225"/>
      <w:bookmarkStart w:id="113" w:name="_Toc37255758"/>
      <w:bookmarkStart w:id="114" w:name="_Toc37256099"/>
      <w:bookmarkStart w:id="115" w:name="_Toc45889936"/>
      <w:bookmarkStart w:id="116" w:name="_Toc52381761"/>
      <w:bookmarkStart w:id="117" w:name="_Toc61374860"/>
      <w:bookmarkStart w:id="118" w:name="_Toc67936211"/>
      <w:bookmarkStart w:id="119" w:name="_Toc67937084"/>
      <w:bookmarkStart w:id="120" w:name="_Toc76452320"/>
      <w:bookmarkStart w:id="121" w:name="_Toc76630163"/>
      <w:bookmarkStart w:id="122" w:name="_Toc83742723"/>
      <w:bookmarkStart w:id="123" w:name="_Toc83886837"/>
      <w:bookmarkStart w:id="124" w:name="_Toc83887637"/>
      <w:bookmarkStart w:id="125" w:name="_Toc90588478"/>
      <w:r w:rsidRPr="00DF6DD6">
        <w:t>4</w:t>
      </w:r>
      <w:r w:rsidRPr="00DF6DD6">
        <w:tab/>
        <w:t>General</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5DF4DEF2" w14:textId="77777777" w:rsidR="001310A1" w:rsidRPr="00DF6DD6" w:rsidRDefault="001310A1">
      <w:pPr>
        <w:pStyle w:val="Heading2"/>
      </w:pPr>
      <w:bookmarkStart w:id="126" w:name="_Toc21345377"/>
      <w:bookmarkStart w:id="127" w:name="_Toc29806226"/>
      <w:bookmarkStart w:id="128" w:name="_Toc37255759"/>
      <w:bookmarkStart w:id="129" w:name="_Toc37256100"/>
      <w:bookmarkStart w:id="130" w:name="_Toc45889937"/>
      <w:bookmarkStart w:id="131" w:name="_Toc52381762"/>
      <w:bookmarkStart w:id="132" w:name="_Toc61374861"/>
      <w:bookmarkStart w:id="133" w:name="_Toc67936212"/>
      <w:bookmarkStart w:id="134" w:name="_Toc67937085"/>
      <w:bookmarkStart w:id="135" w:name="_Toc76452321"/>
      <w:bookmarkStart w:id="136" w:name="_Toc76630164"/>
      <w:bookmarkStart w:id="137" w:name="_Toc83742724"/>
      <w:bookmarkStart w:id="138" w:name="_Toc83886838"/>
      <w:bookmarkStart w:id="139" w:name="_Toc83887638"/>
      <w:bookmarkStart w:id="140" w:name="_Toc90588479"/>
      <w:r w:rsidRPr="00DF6DD6">
        <w:t>4.1</w:t>
      </w:r>
      <w:r w:rsidRPr="00DF6DD6">
        <w:tab/>
        <w:t>Relationship between minimum requirements and test requirements</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1619DA29" w14:textId="77777777" w:rsidR="001310A1" w:rsidRPr="00DF6DD6" w:rsidRDefault="001310A1" w:rsidP="001310A1">
      <w:pPr>
        <w:rPr>
          <w:rFonts w:eastAsia="Calibri"/>
        </w:rPr>
      </w:pPr>
      <w:r w:rsidRPr="00DF6DD6">
        <w:t xml:space="preserve">The present document is interwork specification for NR UE, covering </w:t>
      </w:r>
      <w:r w:rsidRPr="00DF6DD6">
        <w:rPr>
          <w:rFonts w:cs="v5.0.0"/>
        </w:rPr>
        <w:t xml:space="preserve">RF characteristics and minimum performance requirements. </w:t>
      </w:r>
      <w:r w:rsidRPr="00DF6DD6">
        <w:t xml:space="preserve">Conformance to the present specification is demonstrated by fulfilling the test requirements specified in the conformance specification 3GPP TS 38.521-3 </w:t>
      </w:r>
      <w:r w:rsidR="00571B04" w:rsidRPr="00DF6DD6">
        <w:t>[5]</w:t>
      </w:r>
      <w:r w:rsidRPr="00DF6DD6">
        <w:t>.</w:t>
      </w:r>
    </w:p>
    <w:p w14:paraId="78D30E1D" w14:textId="77777777" w:rsidR="001310A1" w:rsidRPr="00DF6DD6" w:rsidRDefault="001310A1" w:rsidP="001310A1">
      <w:pPr>
        <w:rPr>
          <w:rFonts w:cs="v5.0.0"/>
          <w:snapToGrid w:val="0"/>
        </w:rPr>
      </w:pPr>
      <w:r w:rsidRPr="00DF6DD6">
        <w:rPr>
          <w:rFonts w:cs="v5.0.0"/>
          <w:snapToGrid w:val="0"/>
        </w:rPr>
        <w:t>The Minimum Requirements given in this specification make no allowance for measurement uncertainty. The test specification TS 38.521-3 </w:t>
      </w:r>
      <w:r w:rsidR="00571B04" w:rsidRPr="00DF6DD6">
        <w:rPr>
          <w:rFonts w:cs="v5.0.0"/>
          <w:snapToGrid w:val="0"/>
        </w:rPr>
        <w:t>[5]</w:t>
      </w:r>
      <w:r w:rsidRPr="00DF6DD6">
        <w:rPr>
          <w:rFonts w:cs="v5.0.0"/>
          <w:snapToGrid w:val="0"/>
        </w:rPr>
        <w:t xml:space="preserve"> defines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53D169B7" w14:textId="77777777" w:rsidR="001310A1" w:rsidRPr="00DF6DD6" w:rsidRDefault="001310A1" w:rsidP="001310A1">
      <w:pPr>
        <w:rPr>
          <w:rFonts w:cs="v5.0.0"/>
          <w:snapToGrid w:val="0"/>
        </w:rPr>
      </w:pPr>
      <w:r w:rsidRPr="00DF6DD6">
        <w:rPr>
          <w:rFonts w:cs="v5.0.0"/>
          <w:snapToGrid w:val="0"/>
        </w:rPr>
        <w:t>The measurement results returned by the test system are compared - without any modification - against the test requirements as defined by the shared risk principle.</w:t>
      </w:r>
    </w:p>
    <w:p w14:paraId="23D18300" w14:textId="77777777" w:rsidR="001310A1" w:rsidRPr="00DF6DD6" w:rsidRDefault="001310A1" w:rsidP="001310A1">
      <w:r w:rsidRPr="00DF6DD6">
        <w:rPr>
          <w:rFonts w:cs="v5.0.0"/>
          <w:snapToGrid w:val="0"/>
        </w:rPr>
        <w:t>The shared risk principle is defined in Recommendation ITU</w:t>
      </w:r>
      <w:r w:rsidRPr="00DF6DD6">
        <w:rPr>
          <w:rFonts w:cs="v5.0.0"/>
          <w:snapToGrid w:val="0"/>
        </w:rPr>
        <w:noBreakHyphen/>
        <w:t xml:space="preserve">R M.1545 </w:t>
      </w:r>
      <w:r w:rsidR="00571B04" w:rsidRPr="00DF6DD6">
        <w:rPr>
          <w:rFonts w:cs="v5.0.0"/>
          <w:snapToGrid w:val="0"/>
        </w:rPr>
        <w:t>[6]</w:t>
      </w:r>
      <w:r w:rsidRPr="00DF6DD6">
        <w:rPr>
          <w:rFonts w:cs="v5.0.0"/>
          <w:snapToGrid w:val="0"/>
        </w:rPr>
        <w:t>.</w:t>
      </w:r>
    </w:p>
    <w:p w14:paraId="379B5198" w14:textId="77777777" w:rsidR="001310A1" w:rsidRPr="00DF6DD6" w:rsidRDefault="001310A1">
      <w:pPr>
        <w:pStyle w:val="Heading2"/>
      </w:pPr>
      <w:bookmarkStart w:id="141" w:name="_Toc21345378"/>
      <w:bookmarkStart w:id="142" w:name="_Toc29806227"/>
      <w:bookmarkStart w:id="143" w:name="_Toc37255760"/>
      <w:bookmarkStart w:id="144" w:name="_Toc37256101"/>
      <w:bookmarkStart w:id="145" w:name="_Toc45889938"/>
      <w:bookmarkStart w:id="146" w:name="_Toc52381763"/>
      <w:bookmarkStart w:id="147" w:name="_Toc61374862"/>
      <w:bookmarkStart w:id="148" w:name="_Toc67936213"/>
      <w:bookmarkStart w:id="149" w:name="_Toc67937086"/>
      <w:bookmarkStart w:id="150" w:name="_Toc76452322"/>
      <w:bookmarkStart w:id="151" w:name="_Toc76630165"/>
      <w:bookmarkStart w:id="152" w:name="_Toc83742725"/>
      <w:bookmarkStart w:id="153" w:name="_Toc83886839"/>
      <w:bookmarkStart w:id="154" w:name="_Toc83887639"/>
      <w:bookmarkStart w:id="155" w:name="_Toc90588480"/>
      <w:r w:rsidRPr="00DF6DD6">
        <w:t>4.2</w:t>
      </w:r>
      <w:r w:rsidRPr="00DF6DD6">
        <w:tab/>
        <w:t>Applicability of minimum requirements</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5C960FB4" w14:textId="77777777" w:rsidR="001310A1" w:rsidRPr="00DF6DD6" w:rsidRDefault="001310A1" w:rsidP="001310A1">
      <w:pPr>
        <w:pStyle w:val="B10"/>
      </w:pPr>
      <w:r w:rsidRPr="00DF6DD6">
        <w:t>a)</w:t>
      </w:r>
      <w:r w:rsidRPr="00DF6DD6">
        <w:tab/>
        <w:t>In this specification the Minimum Requirements are specified as general requirements and additional requirements. Where the Requirement is specified as a general requirement, the requirement is mandated to be met in all scenarios</w:t>
      </w:r>
    </w:p>
    <w:p w14:paraId="03E56448" w14:textId="77777777" w:rsidR="001310A1" w:rsidRPr="00DF6DD6" w:rsidRDefault="001310A1" w:rsidP="001310A1">
      <w:pPr>
        <w:pStyle w:val="B10"/>
      </w:pPr>
      <w:r w:rsidRPr="00DF6DD6">
        <w:lastRenderedPageBreak/>
        <w:t>b)</w:t>
      </w:r>
      <w:r w:rsidRPr="00DF6DD6">
        <w:tab/>
        <w:t>For specific scenarios for which an additional requirement is specified, in addition to meeting the general requirement, the UE is mandated to meet the additional requirements.</w:t>
      </w:r>
    </w:p>
    <w:p w14:paraId="1244C340" w14:textId="77777777" w:rsidR="001310A1" w:rsidRPr="00DF6DD6" w:rsidRDefault="001310A1" w:rsidP="001310A1">
      <w:pPr>
        <w:pStyle w:val="B10"/>
      </w:pPr>
      <w:r w:rsidRPr="00DF6DD6">
        <w:t>c)</w:t>
      </w:r>
      <w:r w:rsidRPr="00DF6DD6">
        <w:tab/>
        <w:t>The spurious emissions power requirements are for the long-term average of the power. For the purpose of reducing measurement uncertainty it is acceptable to average the measured power over a period of time sufficient to reduce the uncertainty due to the statistical nature of the signal</w:t>
      </w:r>
    </w:p>
    <w:p w14:paraId="73031E5A" w14:textId="4B31F80E" w:rsidR="006A2B23" w:rsidRPr="00DF6DD6" w:rsidRDefault="006A2B23" w:rsidP="00F27CE0">
      <w:pPr>
        <w:ind w:left="568" w:hanging="284"/>
      </w:pPr>
      <w:r w:rsidRPr="00DF6DD6">
        <w:t>d)</w:t>
      </w:r>
      <w:r w:rsidRPr="00DF6DD6">
        <w:tab/>
        <w:t>Terminal that supports EN-DC configuration shall meet E-UTRA requirements as specified in TS 36.101 [4] and NR requirements as in TS 38.101-1 [2] and TS 38.101-</w:t>
      </w:r>
      <w:r w:rsidR="00EB1DF7" w:rsidRPr="00DF6DD6">
        <w:t>2</w:t>
      </w:r>
      <w:r w:rsidRPr="00DF6DD6">
        <w:t xml:space="preserve"> [3] unless otherwise specified in this specification</w:t>
      </w:r>
    </w:p>
    <w:p w14:paraId="57060B86" w14:textId="02EF615A" w:rsidR="00E30C58" w:rsidRPr="00DF6DD6" w:rsidRDefault="00E30C58" w:rsidP="00A6034C">
      <w:pPr>
        <w:pStyle w:val="B10"/>
      </w:pPr>
      <w:r w:rsidRPr="00DF6DD6">
        <w:rPr>
          <w:lang w:val="en-US"/>
        </w:rPr>
        <w:t>e)</w:t>
      </w:r>
      <w:r w:rsidRPr="00DF6DD6">
        <w:rPr>
          <w:lang w:val="en-US"/>
        </w:rPr>
        <w:tab/>
      </w:r>
      <w:r w:rsidRPr="00DF6DD6">
        <w:rPr>
          <w:rFonts w:hint="eastAsia"/>
          <w:lang w:val="en-US"/>
        </w:rPr>
        <w:t>All the requirements for intra-band contiguous and non-contiguous EN-DC apply under the assumption of the same uplink-downlink and special subframe configurations in the E-UTRA and slot format indicated by UL-DL-configuration</w:t>
      </w:r>
      <w:r w:rsidR="00480979" w:rsidRPr="00DF6DD6">
        <w:rPr>
          <w:lang w:val="en-US"/>
        </w:rPr>
        <w:t>C</w:t>
      </w:r>
      <w:r w:rsidRPr="00DF6DD6">
        <w:rPr>
          <w:rFonts w:hint="eastAsia"/>
          <w:lang w:val="en-US"/>
        </w:rPr>
        <w:t xml:space="preserve">ommon </w:t>
      </w:r>
      <w:r w:rsidR="00E46F05" w:rsidRPr="00DF6DD6">
        <w:rPr>
          <w:lang w:val="en-US"/>
        </w:rPr>
        <w:t>and UL-DL-configurationDedicated</w:t>
      </w:r>
      <w:r w:rsidRPr="00DF6DD6">
        <w:rPr>
          <w:rFonts w:hint="eastAsia"/>
          <w:lang w:val="en-US"/>
        </w:rPr>
        <w:t xml:space="preserve"> in the NR for the EN-DC</w:t>
      </w:r>
      <w:r w:rsidR="004E2034">
        <w:rPr>
          <w:lang w:val="en-US"/>
        </w:rPr>
        <w:t xml:space="preserve">, </w:t>
      </w:r>
      <w:r w:rsidR="004E2034" w:rsidRPr="000F26FC">
        <w:rPr>
          <w:lang w:val="en-US"/>
        </w:rPr>
        <w:t>a time offset between the two RATs configurations</w:t>
      </w:r>
      <w:r w:rsidR="004E2034">
        <w:rPr>
          <w:lang w:val="en-US"/>
        </w:rPr>
        <w:t xml:space="preserve"> may be required</w:t>
      </w:r>
      <w:r w:rsidRPr="00DF6DD6">
        <w:rPr>
          <w:rFonts w:hint="eastAsia"/>
          <w:lang w:val="en-US"/>
        </w:rPr>
        <w:t>.</w:t>
      </w:r>
    </w:p>
    <w:p w14:paraId="59B05410" w14:textId="3D9DD9BC" w:rsidR="00F23477" w:rsidRPr="00DF6DD6" w:rsidRDefault="00E30C58">
      <w:pPr>
        <w:pStyle w:val="B10"/>
      </w:pPr>
      <w:r w:rsidRPr="00DF6DD6">
        <w:t>f</w:t>
      </w:r>
      <w:r w:rsidR="00F23477" w:rsidRPr="00DF6DD6">
        <w:t>)</w:t>
      </w:r>
      <w:r w:rsidR="00F23477" w:rsidRPr="00DF6DD6">
        <w:tab/>
      </w:r>
      <w:r w:rsidRPr="00DF6DD6">
        <w:t>For EN-DC combinations with CA configurations for E-UTRA and/or NR</w:t>
      </w:r>
      <w:r w:rsidRPr="00DF6DD6">
        <w:rPr>
          <w:rFonts w:hint="eastAsia"/>
          <w:lang w:val="en-US"/>
        </w:rPr>
        <w:t>, a</w:t>
      </w:r>
      <w:r w:rsidRPr="00DF6DD6">
        <w:t>ll the requirements for E-UTRA and/or NR a</w:t>
      </w:r>
      <w:r w:rsidR="00F23477" w:rsidRPr="00DF6DD6">
        <w:t xml:space="preserve">ll the requirements for </w:t>
      </w:r>
      <w:r w:rsidRPr="00DF6DD6">
        <w:t xml:space="preserve">E-UTRA and/or NR </w:t>
      </w:r>
      <w:r w:rsidR="00F23477" w:rsidRPr="00DF6DD6">
        <w:t xml:space="preserve">intra-band contiguous and non-contiguous CA apply under the assumption of the same </w:t>
      </w:r>
      <w:r w:rsidRPr="00DF6DD6">
        <w:t>slot format indicated by UL-DL-configuration</w:t>
      </w:r>
      <w:r w:rsidR="007D18BB" w:rsidRPr="00DF6DD6">
        <w:t>C</w:t>
      </w:r>
      <w:r w:rsidRPr="00DF6DD6">
        <w:t>ommon</w:t>
      </w:r>
      <w:r w:rsidR="00F23477" w:rsidRPr="00DF6DD6">
        <w:t xml:space="preserve"> </w:t>
      </w:r>
      <w:r w:rsidR="007D18BB" w:rsidRPr="00DF6DD6">
        <w:t xml:space="preserve">and UL-DL-configurationDedicated </w:t>
      </w:r>
      <w:r w:rsidR="00F23477" w:rsidRPr="00DF6DD6">
        <w:t>in the P</w:t>
      </w:r>
      <w:r w:rsidRPr="00DF6DD6">
        <w:t>S</w:t>
      </w:r>
      <w:r w:rsidR="00F23477" w:rsidRPr="00DF6DD6">
        <w:t xml:space="preserve">Cell and SCells </w:t>
      </w:r>
      <w:r w:rsidRPr="00DF6DD6">
        <w:t>for NR and the same uplink-downlink and special subframe configurations in Pcell and SCells for E-UTRA</w:t>
      </w:r>
      <w:r w:rsidR="00F23477" w:rsidRPr="00DF6DD6">
        <w:t>.</w:t>
      </w:r>
    </w:p>
    <w:p w14:paraId="6A34BDDB" w14:textId="77777777" w:rsidR="0095342F" w:rsidRPr="00DF6DD6" w:rsidRDefault="0095342F" w:rsidP="0095342F">
      <w:pPr>
        <w:rPr>
          <w:rFonts w:eastAsia="MS Mincho"/>
        </w:rPr>
      </w:pPr>
      <w:r w:rsidRPr="00DF6DD6">
        <w:rPr>
          <w:rFonts w:eastAsia="MS Mincho"/>
        </w:rPr>
        <w:t>A terminal which supports an EN-DC configuration shall support:</w:t>
      </w:r>
    </w:p>
    <w:p w14:paraId="04647585" w14:textId="77777777" w:rsidR="0095342F" w:rsidRPr="00DF6DD6" w:rsidRDefault="0095342F" w:rsidP="00F55B07">
      <w:pPr>
        <w:pStyle w:val="B10"/>
        <w:ind w:left="576" w:firstLine="0"/>
      </w:pPr>
      <w:r w:rsidRPr="00DF6DD6">
        <w:t>If any subsets of the EN-DC configuration do not specify its own bandwidth combination sets in 5.3B, then the terminal shall support the same E-UTRA bandwidth combination sets it signals the support for in E-UTRA CA configuration part of E-UTRA – NR DC and shall support the same NR bandwidth combination sets it signals the support for in NR CA configuration part of E-UTRA – NR DC.</w:t>
      </w:r>
    </w:p>
    <w:p w14:paraId="314C732D" w14:textId="1A34AB37" w:rsidR="0095342F" w:rsidRPr="00DF6DD6" w:rsidRDefault="0095342F" w:rsidP="00F55B07">
      <w:pPr>
        <w:pStyle w:val="B10"/>
        <w:ind w:left="576" w:firstLine="0"/>
      </w:pPr>
      <w:r w:rsidRPr="00DF6DD6">
        <w:t>Else if one of the subsets of the EN-DC configuration specify its own bandwidth combination sets in 5.3B, then the terminal shall support a product set of channel bandwidth for each band specified by E-UTRA bandwidth combination sets, NR bandwidth combination sets, and EN-DC bandwidth combination sets it singnals the support.</w:t>
      </w:r>
    </w:p>
    <w:p w14:paraId="11E5391F" w14:textId="347CC2DD" w:rsidR="00F554F6" w:rsidRPr="00DF6DD6" w:rsidRDefault="00F554F6" w:rsidP="00471067">
      <w:pPr>
        <w:rPr>
          <w:rFonts w:eastAsia="MS Mincho"/>
        </w:rPr>
      </w:pPr>
      <w:r w:rsidRPr="00DF6DD6">
        <w:rPr>
          <w:rFonts w:eastAsia="MS Mincho"/>
        </w:rPr>
        <w:t>A terminal which supports an inter-band EN-DC configuration with a certain UL configuration shall support the all lower order DL configurations of the lower order EN-DC combinations, which have this certain UL configuration and the fallbacks of this UL configuration.</w:t>
      </w:r>
    </w:p>
    <w:p w14:paraId="6CC5C94A" w14:textId="2BB69D35" w:rsidR="00963852" w:rsidRDefault="00102FDA" w:rsidP="00963852">
      <w:r>
        <w:t>For</w:t>
      </w:r>
      <w:r w:rsidR="00A1367A" w:rsidRPr="00DF6DD6">
        <w:rPr>
          <w:rFonts w:eastAsia="MS Mincho"/>
        </w:rPr>
        <w:t xml:space="preserve"> CA or DC configurations, which include FR2 intra-band CA </w:t>
      </w:r>
      <w:r w:rsidR="00FA30BE">
        <w:t>configurations</w:t>
      </w:r>
      <w:r w:rsidR="00A1367A" w:rsidRPr="00DF6DD6">
        <w:rPr>
          <w:rFonts w:eastAsia="MS Mincho"/>
        </w:rPr>
        <w:t xml:space="preserve"> with multiple </w:t>
      </w:r>
      <w:r w:rsidR="001C3CB2">
        <w:t xml:space="preserve">FR2 </w:t>
      </w:r>
      <w:r w:rsidR="00A1367A" w:rsidRPr="00DF6DD6">
        <w:rPr>
          <w:rFonts w:eastAsia="MS Mincho"/>
        </w:rPr>
        <w:t>sub</w:t>
      </w:r>
      <w:r w:rsidR="0094352C">
        <w:t>-</w:t>
      </w:r>
      <w:r w:rsidR="00A1367A" w:rsidRPr="00DF6DD6">
        <w:rPr>
          <w:rFonts w:eastAsia="MS Mincho"/>
        </w:rPr>
        <w:t>blocks, where at least one of the sub</w:t>
      </w:r>
      <w:r w:rsidR="00733237">
        <w:t>-</w:t>
      </w:r>
      <w:r w:rsidR="00A1367A" w:rsidRPr="00DF6DD6">
        <w:rPr>
          <w:rFonts w:eastAsia="MS Mincho"/>
        </w:rPr>
        <w:t xml:space="preserve">blocks </w:t>
      </w:r>
      <w:r w:rsidR="003373CD">
        <w:t>is</w:t>
      </w:r>
      <w:r w:rsidR="00A1367A" w:rsidRPr="00DF6DD6">
        <w:rPr>
          <w:rFonts w:eastAsia="MS Mincho"/>
        </w:rPr>
        <w:t xml:space="preserve"> a contiguous CA </w:t>
      </w:r>
      <w:r w:rsidR="005E7131">
        <w:t>configuration</w:t>
      </w:r>
      <w:r w:rsidR="00963852">
        <w:t>:</w:t>
      </w:r>
    </w:p>
    <w:p w14:paraId="7AC80B13" w14:textId="77777777" w:rsidR="00963852" w:rsidRDefault="00963852" w:rsidP="00963852">
      <w:pPr>
        <w:pStyle w:val="B10"/>
      </w:pPr>
      <w:r>
        <w:t>-</w:t>
      </w:r>
      <w:r>
        <w:tab/>
        <w:t xml:space="preserve">if the field </w:t>
      </w:r>
      <w:r w:rsidRPr="00B95845">
        <w:rPr>
          <w:i/>
        </w:rPr>
        <w:t xml:space="preserve">partialFR2-FallbackRX-Req </w:t>
      </w:r>
      <w:r>
        <w:t>is not present, the UE shall meet all applicable UE RF requirements for the highest order CA configuration and all associated fallback CA configurations;</w:t>
      </w:r>
    </w:p>
    <w:p w14:paraId="675DC705" w14:textId="77777777" w:rsidR="00963852" w:rsidRDefault="00963852" w:rsidP="00963852">
      <w:pPr>
        <w:pStyle w:val="B10"/>
      </w:pPr>
      <w:r>
        <w:t>-</w:t>
      </w:r>
      <w:r>
        <w:tab/>
        <w:t xml:space="preserve">if the field </w:t>
      </w:r>
      <w:r w:rsidRPr="00B95845">
        <w:rPr>
          <w:i/>
        </w:rPr>
        <w:t>partialFR2-FallbackRX-Req</w:t>
      </w:r>
      <w:r>
        <w:t xml:space="preserve"> is present, for each FR2 intra-band CA configuration with multiple sub-blocks that the UE indicates support for explicitly</w:t>
      </w:r>
      <w:r w:rsidRPr="00EF195A">
        <w:t xml:space="preserve"> </w:t>
      </w:r>
      <w:r>
        <w:t xml:space="preserve">in UE capability signalling: the in-gap UE RF requirements in clauses 7.5A, 7.5B, 7.6A, 7.6B apply as the equivalent requirements for the associated fallback FR2 intra-band CA configurations with the same number of sub-blocks, where at least one of the sub-blocks consists of a contiguous CA configuration. The UE shall meet all applicable UE RF requirements for fallback CA configurations with a lesser number of sub-blocks; </w:t>
      </w:r>
    </w:p>
    <w:p w14:paraId="383F7AA7" w14:textId="24F26BB9" w:rsidR="00A1367A" w:rsidRPr="00DF6DD6" w:rsidRDefault="00963852" w:rsidP="00B94CFE">
      <w:pPr>
        <w:pStyle w:val="B10"/>
        <w:rPr>
          <w:rFonts w:eastAsia="MS Mincho"/>
        </w:rPr>
      </w:pPr>
      <w:r>
        <w:t>-</w:t>
      </w:r>
      <w:r>
        <w:tab/>
        <w:t xml:space="preserve">regardless of the field </w:t>
      </w:r>
      <w:r w:rsidRPr="00B95845">
        <w:rPr>
          <w:i/>
        </w:rPr>
        <w:t>partialFR2-FallbackRX-Req</w:t>
      </w:r>
      <w:r>
        <w:t>, the UE shall meet all DL out-of-gap requirements for all lower order fallback CA configurations</w:t>
      </w:r>
      <w:r w:rsidR="00A1367A" w:rsidRPr="00DF6DD6">
        <w:rPr>
          <w:rFonts w:eastAsia="MS Mincho"/>
        </w:rPr>
        <w:t>.</w:t>
      </w:r>
    </w:p>
    <w:p w14:paraId="126559C9" w14:textId="0ACD77FF" w:rsidR="00EA7A5A" w:rsidRPr="00DF6DD6" w:rsidRDefault="00EA7A5A" w:rsidP="00471067">
      <w:pPr>
        <w:rPr>
          <w:rFonts w:eastAsia="MS Mincho"/>
        </w:rPr>
      </w:pPr>
      <w:r w:rsidRPr="00DF6DD6">
        <w:rPr>
          <w:rFonts w:eastAsia="MS Mincho"/>
        </w:rPr>
        <w:t>Terminal that supports inter-band NR-DC between FR1 and FR2 configuration shall meet the requirements for corresponding CA configuration (suffix A), unless otherwise specified.</w:t>
      </w:r>
    </w:p>
    <w:p w14:paraId="5C95BCE8" w14:textId="77777777" w:rsidR="001310A1" w:rsidRPr="00DF6DD6" w:rsidRDefault="001310A1" w:rsidP="001310A1">
      <w:pPr>
        <w:pStyle w:val="Heading2"/>
      </w:pPr>
      <w:bookmarkStart w:id="156" w:name="_Toc21345379"/>
      <w:bookmarkStart w:id="157" w:name="_Toc29806228"/>
      <w:bookmarkStart w:id="158" w:name="_Toc37255761"/>
      <w:bookmarkStart w:id="159" w:name="_Toc37256102"/>
      <w:bookmarkStart w:id="160" w:name="_Toc45889939"/>
      <w:bookmarkStart w:id="161" w:name="_Toc52381764"/>
      <w:bookmarkStart w:id="162" w:name="_Toc61374863"/>
      <w:bookmarkStart w:id="163" w:name="_Toc67936214"/>
      <w:bookmarkStart w:id="164" w:name="_Toc67937087"/>
      <w:bookmarkStart w:id="165" w:name="_Toc76452323"/>
      <w:bookmarkStart w:id="166" w:name="_Toc76630166"/>
      <w:bookmarkStart w:id="167" w:name="_Toc83742726"/>
      <w:bookmarkStart w:id="168" w:name="_Toc83886840"/>
      <w:bookmarkStart w:id="169" w:name="_Toc83887640"/>
      <w:bookmarkStart w:id="170" w:name="_Toc90588481"/>
      <w:bookmarkStart w:id="171" w:name="_Hlk507568886"/>
      <w:r w:rsidRPr="00DF6DD6">
        <w:t>4.3</w:t>
      </w:r>
      <w:r w:rsidRPr="00DF6DD6">
        <w:tab/>
        <w:t>Specification suffix information</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777CFAFA" w14:textId="37D4725E" w:rsidR="001310A1" w:rsidRPr="00DF6DD6" w:rsidRDefault="001310A1" w:rsidP="001310A1">
      <w:r w:rsidRPr="00DF6DD6">
        <w:t>Unless stated otherwise the following suffixes are used for indicating at 2</w:t>
      </w:r>
      <w:r w:rsidRPr="00DF6DD6">
        <w:rPr>
          <w:vertAlign w:val="superscript"/>
        </w:rPr>
        <w:t>nd</w:t>
      </w:r>
      <w:r w:rsidRPr="00DF6DD6">
        <w:t xml:space="preserve"> level </w:t>
      </w:r>
      <w:r w:rsidR="00B94AF2">
        <w:t>clause</w:t>
      </w:r>
      <w:r w:rsidRPr="00DF6DD6">
        <w:t>, shown in Table 4.3-1.</w:t>
      </w:r>
    </w:p>
    <w:p w14:paraId="10B53BD7" w14:textId="77777777" w:rsidR="001310A1" w:rsidRPr="00DF6DD6" w:rsidRDefault="001310A1" w:rsidP="001310A1">
      <w:pPr>
        <w:pStyle w:val="TH"/>
      </w:pPr>
      <w:r w:rsidRPr="00DF6DD6">
        <w:lastRenderedPageBreak/>
        <w:t>Table 4.3-1: Definition of suffixes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551"/>
      </w:tblGrid>
      <w:tr w:rsidR="00F55B07" w:rsidRPr="00DF6DD6" w14:paraId="6C859EEB" w14:textId="77777777" w:rsidTr="001310A1">
        <w:trPr>
          <w:jc w:val="center"/>
        </w:trPr>
        <w:tc>
          <w:tcPr>
            <w:tcW w:w="1668" w:type="dxa"/>
            <w:tcBorders>
              <w:top w:val="single" w:sz="4" w:space="0" w:color="auto"/>
              <w:left w:val="single" w:sz="4" w:space="0" w:color="auto"/>
              <w:bottom w:val="single" w:sz="4" w:space="0" w:color="auto"/>
              <w:right w:val="single" w:sz="4" w:space="0" w:color="auto"/>
            </w:tcBorders>
            <w:shd w:val="clear" w:color="auto" w:fill="D9D9D9"/>
            <w:hideMark/>
          </w:tcPr>
          <w:p w14:paraId="13C553B1" w14:textId="77777777" w:rsidR="001310A1" w:rsidRPr="00DF6DD6" w:rsidRDefault="001310A1" w:rsidP="001310A1">
            <w:pPr>
              <w:pStyle w:val="TAH"/>
              <w:rPr>
                <w:lang w:eastAsia="ko-KR"/>
              </w:rPr>
            </w:pPr>
            <w:r w:rsidRPr="00DF6DD6">
              <w:t>Clause suffix</w:t>
            </w:r>
          </w:p>
        </w:tc>
        <w:tc>
          <w:tcPr>
            <w:tcW w:w="2551" w:type="dxa"/>
            <w:tcBorders>
              <w:top w:val="single" w:sz="4" w:space="0" w:color="auto"/>
              <w:left w:val="single" w:sz="4" w:space="0" w:color="auto"/>
              <w:bottom w:val="single" w:sz="4" w:space="0" w:color="auto"/>
              <w:right w:val="single" w:sz="4" w:space="0" w:color="auto"/>
            </w:tcBorders>
            <w:shd w:val="clear" w:color="auto" w:fill="D9D9D9"/>
            <w:hideMark/>
          </w:tcPr>
          <w:p w14:paraId="142863B4" w14:textId="77777777" w:rsidR="001310A1" w:rsidRPr="00DF6DD6" w:rsidRDefault="001310A1" w:rsidP="001310A1">
            <w:pPr>
              <w:pStyle w:val="TAH"/>
            </w:pPr>
            <w:r w:rsidRPr="00DF6DD6">
              <w:t>Variant</w:t>
            </w:r>
          </w:p>
        </w:tc>
      </w:tr>
      <w:tr w:rsidR="00F55B07" w:rsidRPr="00DF6DD6" w14:paraId="7B1C318D" w14:textId="77777777" w:rsidTr="001310A1">
        <w:trPr>
          <w:jc w:val="center"/>
        </w:trPr>
        <w:tc>
          <w:tcPr>
            <w:tcW w:w="1668" w:type="dxa"/>
            <w:tcBorders>
              <w:top w:val="single" w:sz="4" w:space="0" w:color="auto"/>
              <w:left w:val="single" w:sz="4" w:space="0" w:color="auto"/>
              <w:bottom w:val="single" w:sz="4" w:space="0" w:color="auto"/>
              <w:right w:val="single" w:sz="4" w:space="0" w:color="auto"/>
            </w:tcBorders>
            <w:hideMark/>
          </w:tcPr>
          <w:p w14:paraId="5D2E95DB" w14:textId="77777777" w:rsidR="001310A1" w:rsidRPr="00DF6DD6" w:rsidRDefault="001310A1" w:rsidP="001310A1">
            <w:pPr>
              <w:pStyle w:val="TAL"/>
              <w:jc w:val="center"/>
            </w:pPr>
            <w:r w:rsidRPr="00DF6DD6">
              <w:t>None</w:t>
            </w:r>
          </w:p>
        </w:tc>
        <w:tc>
          <w:tcPr>
            <w:tcW w:w="2551" w:type="dxa"/>
            <w:tcBorders>
              <w:top w:val="single" w:sz="4" w:space="0" w:color="auto"/>
              <w:left w:val="single" w:sz="4" w:space="0" w:color="auto"/>
              <w:bottom w:val="single" w:sz="4" w:space="0" w:color="auto"/>
              <w:right w:val="single" w:sz="4" w:space="0" w:color="auto"/>
            </w:tcBorders>
            <w:hideMark/>
          </w:tcPr>
          <w:p w14:paraId="5F37CF65" w14:textId="77777777" w:rsidR="001310A1" w:rsidRPr="00DF6DD6" w:rsidRDefault="001310A1" w:rsidP="001310A1">
            <w:pPr>
              <w:pStyle w:val="TAL"/>
            </w:pPr>
            <w:r w:rsidRPr="00DF6DD6">
              <w:t>Single Carrier</w:t>
            </w:r>
          </w:p>
        </w:tc>
      </w:tr>
      <w:tr w:rsidR="00F55B07" w:rsidRPr="00DF6DD6" w14:paraId="2903BE9A" w14:textId="77777777" w:rsidTr="001310A1">
        <w:trPr>
          <w:jc w:val="center"/>
        </w:trPr>
        <w:tc>
          <w:tcPr>
            <w:tcW w:w="1668" w:type="dxa"/>
            <w:tcBorders>
              <w:top w:val="single" w:sz="4" w:space="0" w:color="auto"/>
              <w:left w:val="single" w:sz="4" w:space="0" w:color="auto"/>
              <w:bottom w:val="single" w:sz="4" w:space="0" w:color="auto"/>
              <w:right w:val="single" w:sz="4" w:space="0" w:color="auto"/>
            </w:tcBorders>
            <w:hideMark/>
          </w:tcPr>
          <w:p w14:paraId="03A5E297" w14:textId="77777777" w:rsidR="001310A1" w:rsidRPr="00DF6DD6" w:rsidRDefault="001310A1" w:rsidP="001310A1">
            <w:pPr>
              <w:pStyle w:val="TAL"/>
              <w:jc w:val="center"/>
            </w:pPr>
            <w:r w:rsidRPr="00DF6DD6">
              <w:t>A</w:t>
            </w:r>
          </w:p>
        </w:tc>
        <w:tc>
          <w:tcPr>
            <w:tcW w:w="2551" w:type="dxa"/>
            <w:tcBorders>
              <w:top w:val="single" w:sz="4" w:space="0" w:color="auto"/>
              <w:left w:val="single" w:sz="4" w:space="0" w:color="auto"/>
              <w:bottom w:val="single" w:sz="4" w:space="0" w:color="auto"/>
              <w:right w:val="single" w:sz="4" w:space="0" w:color="auto"/>
            </w:tcBorders>
            <w:hideMark/>
          </w:tcPr>
          <w:p w14:paraId="0DF271C8" w14:textId="1907B6BF" w:rsidR="001310A1" w:rsidRPr="00DF6DD6" w:rsidRDefault="001310A1" w:rsidP="001310A1">
            <w:pPr>
              <w:pStyle w:val="TAL"/>
            </w:pPr>
            <w:r w:rsidRPr="00DF6DD6">
              <w:t>Carrier Aggregation (CA)</w:t>
            </w:r>
            <w:r w:rsidR="00EA7A5A" w:rsidRPr="00DF6DD6">
              <w:t xml:space="preserve"> between FR1 and FR2</w:t>
            </w:r>
          </w:p>
        </w:tc>
      </w:tr>
      <w:tr w:rsidR="00F55B07" w:rsidRPr="00DF6DD6" w14:paraId="2BAB4811" w14:textId="77777777" w:rsidTr="001310A1">
        <w:trPr>
          <w:jc w:val="center"/>
        </w:trPr>
        <w:tc>
          <w:tcPr>
            <w:tcW w:w="1668" w:type="dxa"/>
            <w:tcBorders>
              <w:top w:val="single" w:sz="4" w:space="0" w:color="auto"/>
              <w:left w:val="single" w:sz="4" w:space="0" w:color="auto"/>
              <w:bottom w:val="single" w:sz="4" w:space="0" w:color="auto"/>
              <w:right w:val="single" w:sz="4" w:space="0" w:color="auto"/>
            </w:tcBorders>
            <w:hideMark/>
          </w:tcPr>
          <w:p w14:paraId="0FB3F596" w14:textId="77777777" w:rsidR="001310A1" w:rsidRPr="00DF6DD6" w:rsidRDefault="001310A1" w:rsidP="001310A1">
            <w:pPr>
              <w:pStyle w:val="TAL"/>
              <w:jc w:val="center"/>
            </w:pPr>
            <w:r w:rsidRPr="00DF6DD6">
              <w:t>B</w:t>
            </w:r>
          </w:p>
        </w:tc>
        <w:tc>
          <w:tcPr>
            <w:tcW w:w="2551" w:type="dxa"/>
            <w:tcBorders>
              <w:top w:val="single" w:sz="4" w:space="0" w:color="auto"/>
              <w:left w:val="single" w:sz="4" w:space="0" w:color="auto"/>
              <w:bottom w:val="single" w:sz="4" w:space="0" w:color="auto"/>
              <w:right w:val="single" w:sz="4" w:space="0" w:color="auto"/>
            </w:tcBorders>
            <w:hideMark/>
          </w:tcPr>
          <w:p w14:paraId="05E13497" w14:textId="5A6E29AE" w:rsidR="001310A1" w:rsidRPr="00DF6DD6" w:rsidRDefault="001310A1" w:rsidP="001310A1">
            <w:pPr>
              <w:pStyle w:val="TAL"/>
            </w:pPr>
            <w:r w:rsidRPr="00DF6DD6">
              <w:t>Dual-Connectivity (DC)</w:t>
            </w:r>
            <w:r w:rsidR="008A0BE1" w:rsidRPr="00DF6DD6">
              <w:t xml:space="preserve"> with and without SUL including UL sharing from UE perspective</w:t>
            </w:r>
            <w:r w:rsidR="00EA7A5A" w:rsidRPr="00DF6DD6">
              <w:t>, inter-band NR DC between FR1 and FR2</w:t>
            </w:r>
          </w:p>
        </w:tc>
      </w:tr>
      <w:tr w:rsidR="001310A1" w:rsidRPr="00DF6DD6" w14:paraId="047F38FC" w14:textId="77777777" w:rsidTr="001310A1">
        <w:trPr>
          <w:jc w:val="center"/>
        </w:trPr>
        <w:tc>
          <w:tcPr>
            <w:tcW w:w="1668" w:type="dxa"/>
            <w:tcBorders>
              <w:top w:val="single" w:sz="4" w:space="0" w:color="auto"/>
              <w:left w:val="single" w:sz="4" w:space="0" w:color="auto"/>
              <w:bottom w:val="single" w:sz="4" w:space="0" w:color="auto"/>
              <w:right w:val="single" w:sz="4" w:space="0" w:color="auto"/>
            </w:tcBorders>
            <w:hideMark/>
          </w:tcPr>
          <w:p w14:paraId="47D82A95" w14:textId="77777777" w:rsidR="001310A1" w:rsidRPr="00DF6DD6" w:rsidRDefault="001310A1" w:rsidP="001310A1">
            <w:pPr>
              <w:pStyle w:val="TAL"/>
              <w:jc w:val="center"/>
            </w:pPr>
            <w:r w:rsidRPr="00DF6DD6">
              <w:t>D</w:t>
            </w:r>
          </w:p>
        </w:tc>
        <w:tc>
          <w:tcPr>
            <w:tcW w:w="2551" w:type="dxa"/>
            <w:tcBorders>
              <w:top w:val="single" w:sz="4" w:space="0" w:color="auto"/>
              <w:left w:val="single" w:sz="4" w:space="0" w:color="auto"/>
              <w:bottom w:val="single" w:sz="4" w:space="0" w:color="auto"/>
              <w:right w:val="single" w:sz="4" w:space="0" w:color="auto"/>
            </w:tcBorders>
            <w:hideMark/>
          </w:tcPr>
          <w:p w14:paraId="4AE66A0C" w14:textId="77777777" w:rsidR="001310A1" w:rsidRPr="00DF6DD6" w:rsidRDefault="001310A1" w:rsidP="001310A1">
            <w:pPr>
              <w:pStyle w:val="TAL"/>
            </w:pPr>
            <w:r w:rsidRPr="00DF6DD6">
              <w:t>UL MIMO</w:t>
            </w:r>
          </w:p>
        </w:tc>
      </w:tr>
      <w:bookmarkEnd w:id="171"/>
    </w:tbl>
    <w:p w14:paraId="487ECF65" w14:textId="77777777" w:rsidR="0056051B" w:rsidRPr="00DF6DD6" w:rsidRDefault="0056051B"/>
    <w:p w14:paraId="39026B6D" w14:textId="77777777" w:rsidR="001310A1" w:rsidRPr="00DF6DD6" w:rsidRDefault="001310A1" w:rsidP="001310A1">
      <w:pPr>
        <w:pStyle w:val="Heading1"/>
      </w:pPr>
      <w:bookmarkStart w:id="172" w:name="_Toc21345380"/>
      <w:bookmarkStart w:id="173" w:name="_Toc29806229"/>
      <w:bookmarkStart w:id="174" w:name="_Toc37255762"/>
      <w:bookmarkStart w:id="175" w:name="_Toc37256103"/>
      <w:bookmarkStart w:id="176" w:name="_Toc45889940"/>
      <w:bookmarkStart w:id="177" w:name="_Toc52381765"/>
      <w:bookmarkStart w:id="178" w:name="_Toc61374864"/>
      <w:bookmarkStart w:id="179" w:name="_Toc67936215"/>
      <w:bookmarkStart w:id="180" w:name="_Toc67937088"/>
      <w:bookmarkStart w:id="181" w:name="_Toc76452324"/>
      <w:bookmarkStart w:id="182" w:name="_Toc76630167"/>
      <w:bookmarkStart w:id="183" w:name="_Toc83742727"/>
      <w:bookmarkStart w:id="184" w:name="_Toc83886841"/>
      <w:bookmarkStart w:id="185" w:name="_Toc83887641"/>
      <w:bookmarkStart w:id="186" w:name="_Toc90588482"/>
      <w:r w:rsidRPr="00DF6DD6">
        <w:t>5</w:t>
      </w:r>
      <w:r w:rsidRPr="00DF6DD6">
        <w:tab/>
        <w:t>Operating bands and channel arrangement</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2CE00A04" w14:textId="77777777" w:rsidR="001310A1" w:rsidRPr="00DF6DD6" w:rsidRDefault="001310A1" w:rsidP="001310A1">
      <w:pPr>
        <w:pStyle w:val="Heading2"/>
      </w:pPr>
      <w:bookmarkStart w:id="187" w:name="_Toc21345381"/>
      <w:bookmarkStart w:id="188" w:name="_Toc29806230"/>
      <w:bookmarkStart w:id="189" w:name="_Toc37255763"/>
      <w:bookmarkStart w:id="190" w:name="_Toc37256104"/>
      <w:bookmarkStart w:id="191" w:name="_Toc45889941"/>
      <w:bookmarkStart w:id="192" w:name="_Toc52381766"/>
      <w:bookmarkStart w:id="193" w:name="_Toc61374865"/>
      <w:bookmarkStart w:id="194" w:name="_Toc67936216"/>
      <w:bookmarkStart w:id="195" w:name="_Toc67937089"/>
      <w:bookmarkStart w:id="196" w:name="_Toc76452325"/>
      <w:bookmarkStart w:id="197" w:name="_Toc76630168"/>
      <w:bookmarkStart w:id="198" w:name="_Toc83742728"/>
      <w:bookmarkStart w:id="199" w:name="_Toc83886842"/>
      <w:bookmarkStart w:id="200" w:name="_Toc83887642"/>
      <w:bookmarkStart w:id="201" w:name="_Toc90588483"/>
      <w:r w:rsidRPr="00DF6DD6">
        <w:t>5.1</w:t>
      </w:r>
      <w:r w:rsidRPr="00DF6DD6">
        <w:tab/>
        <w:t>General</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29ED17FE" w14:textId="77777777" w:rsidR="001310A1" w:rsidRPr="00DF6DD6" w:rsidRDefault="001310A1" w:rsidP="001310A1">
      <w:pPr>
        <w:rPr>
          <w:rFonts w:cs="v5.0.0"/>
        </w:rPr>
      </w:pPr>
      <w:r w:rsidRPr="00DF6DD6">
        <w:rPr>
          <w:rFonts w:cs="v5.0.0"/>
        </w:rPr>
        <w:t>The channel arrangements presented in this clause are based on the operating bands and channel bandwidths defined in the present release of specifications.</w:t>
      </w:r>
    </w:p>
    <w:p w14:paraId="07BE2B44" w14:textId="77777777" w:rsidR="001310A1" w:rsidRPr="00DF6DD6" w:rsidRDefault="001310A1" w:rsidP="001310A1">
      <w:pPr>
        <w:pStyle w:val="NO"/>
      </w:pPr>
      <w:r w:rsidRPr="00DF6DD6">
        <w:t>NOTE:</w:t>
      </w:r>
      <w:r w:rsidRPr="00DF6DD6">
        <w:tab/>
        <w:t>Other operating bands and channel bandwidths may be considered in future releases.</w:t>
      </w:r>
    </w:p>
    <w:p w14:paraId="258E87D4" w14:textId="77777777" w:rsidR="001310A1" w:rsidRPr="00DF6DD6" w:rsidRDefault="001310A1" w:rsidP="001310A1">
      <w:r w:rsidRPr="00DF6DD6">
        <w:t>Requirements throughout the RF specifications are in many cases defined separately for different frequency ranges (FR). The frequency ranges in which NR can operate according to this version of the specifications are identified as described in Table 5.1-1.</w:t>
      </w:r>
    </w:p>
    <w:p w14:paraId="67FD855D" w14:textId="77777777" w:rsidR="001310A1" w:rsidRPr="00DF6DD6" w:rsidRDefault="001310A1" w:rsidP="001310A1">
      <w:pPr>
        <w:pStyle w:val="TH"/>
      </w:pPr>
      <w:r w:rsidRPr="00DF6DD6">
        <w:t>Table 5.1-1: Definition of frequency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977"/>
      </w:tblGrid>
      <w:tr w:rsidR="00F55B07" w:rsidRPr="00DF6DD6" w14:paraId="08291222" w14:textId="77777777" w:rsidTr="00E63034">
        <w:trPr>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14:paraId="03F22737" w14:textId="77777777" w:rsidR="001310A1" w:rsidRPr="00DF6DD6" w:rsidRDefault="001310A1" w:rsidP="00E63034">
            <w:pPr>
              <w:pStyle w:val="TAH"/>
            </w:pPr>
            <w:r w:rsidRPr="00DF6DD6">
              <w:t>Frequency range designation</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BD72811" w14:textId="77777777" w:rsidR="001310A1" w:rsidRPr="00DF6DD6" w:rsidRDefault="001310A1" w:rsidP="00E63034">
            <w:pPr>
              <w:pStyle w:val="TAH"/>
            </w:pPr>
            <w:r w:rsidRPr="00DF6DD6">
              <w:t>Corresponding frequency range</w:t>
            </w:r>
          </w:p>
        </w:tc>
      </w:tr>
      <w:tr w:rsidR="00F55B07" w:rsidRPr="00DF6DD6" w14:paraId="7A2E6D4D" w14:textId="77777777" w:rsidTr="00E63034">
        <w:trPr>
          <w:trHeight w:val="288"/>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14:paraId="2AA962DE" w14:textId="77777777" w:rsidR="001310A1" w:rsidRPr="00DF6DD6" w:rsidRDefault="001310A1" w:rsidP="00E63034">
            <w:pPr>
              <w:pStyle w:val="TAC"/>
            </w:pPr>
            <w:r w:rsidRPr="00DF6DD6">
              <w:t>FR1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F42A12F" w14:textId="34C8DB98" w:rsidR="001310A1" w:rsidRPr="00DF6DD6" w:rsidRDefault="001310A1" w:rsidP="00E63034">
            <w:pPr>
              <w:pStyle w:val="TAC"/>
            </w:pPr>
            <w:r w:rsidRPr="00DF6DD6">
              <w:t>4</w:t>
            </w:r>
            <w:r w:rsidR="00B82EE6" w:rsidRPr="00DF6DD6">
              <w:t>1</w:t>
            </w:r>
            <w:r w:rsidRPr="00DF6DD6">
              <w:t xml:space="preserve">0 MHz – </w:t>
            </w:r>
            <w:r w:rsidR="00B82EE6" w:rsidRPr="00DF6DD6">
              <w:t xml:space="preserve">7125 </w:t>
            </w:r>
            <w:r w:rsidRPr="00DF6DD6">
              <w:t>MHz</w:t>
            </w:r>
          </w:p>
        </w:tc>
      </w:tr>
      <w:tr w:rsidR="001310A1" w:rsidRPr="00DF6DD6" w14:paraId="16C753BC" w14:textId="77777777" w:rsidTr="00E63034">
        <w:trPr>
          <w:trHeight w:val="288"/>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14:paraId="62240C05" w14:textId="77777777" w:rsidR="001310A1" w:rsidRPr="00DF6DD6" w:rsidRDefault="001310A1" w:rsidP="00E63034">
            <w:pPr>
              <w:pStyle w:val="TAC"/>
            </w:pPr>
            <w:r w:rsidRPr="00DF6DD6">
              <w:t>FR2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EE0F22" w14:textId="77777777" w:rsidR="001310A1" w:rsidRPr="00DF6DD6" w:rsidRDefault="001310A1" w:rsidP="00E63034">
            <w:pPr>
              <w:pStyle w:val="TAC"/>
            </w:pPr>
            <w:r w:rsidRPr="00DF6DD6">
              <w:t>24250 MHz – 52600 MHz</w:t>
            </w:r>
          </w:p>
        </w:tc>
      </w:tr>
    </w:tbl>
    <w:p w14:paraId="77E4189A" w14:textId="77777777" w:rsidR="001310A1" w:rsidRPr="00DF6DD6" w:rsidRDefault="001310A1" w:rsidP="001310A1"/>
    <w:p w14:paraId="0490CCD3" w14:textId="77777777" w:rsidR="001310A1" w:rsidRPr="00DF6DD6" w:rsidRDefault="001310A1" w:rsidP="001310A1">
      <w:r w:rsidRPr="00DF6DD6">
        <w:t>The present specification covers band combinations including</w:t>
      </w:r>
    </w:p>
    <w:p w14:paraId="420E7E50" w14:textId="77777777" w:rsidR="001310A1" w:rsidRPr="00DF6DD6" w:rsidRDefault="001310A1" w:rsidP="001310A1">
      <w:pPr>
        <w:pStyle w:val="B10"/>
      </w:pPr>
      <w:r w:rsidRPr="00DF6DD6">
        <w:t>-</w:t>
      </w:r>
      <w:r w:rsidRPr="00DF6DD6">
        <w:tab/>
        <w:t>at least one FR1 operating band and one FR2 operating band for carrier aggregation and dual connectivity operations;</w:t>
      </w:r>
    </w:p>
    <w:p w14:paraId="41109DBA" w14:textId="77777777" w:rsidR="001310A1" w:rsidRPr="00DF6DD6" w:rsidRDefault="001310A1" w:rsidP="001310A1">
      <w:pPr>
        <w:pStyle w:val="B10"/>
        <w:rPr>
          <w:i/>
        </w:rPr>
      </w:pPr>
      <w:r w:rsidRPr="00DF6DD6">
        <w:t>-</w:t>
      </w:r>
      <w:r w:rsidRPr="00DF6DD6">
        <w:tab/>
        <w:t>at least one E-UTRA operating band for dual connectivity operations.</w:t>
      </w:r>
    </w:p>
    <w:p w14:paraId="357FBA2B" w14:textId="77777777" w:rsidR="001310A1" w:rsidRPr="00DF6DD6" w:rsidRDefault="001310A1" w:rsidP="001310A1">
      <w:pPr>
        <w:pStyle w:val="Heading2"/>
      </w:pPr>
      <w:bookmarkStart w:id="202" w:name="_Toc21345382"/>
      <w:bookmarkStart w:id="203" w:name="_Toc29806231"/>
      <w:bookmarkStart w:id="204" w:name="_Toc37255764"/>
      <w:bookmarkStart w:id="205" w:name="_Toc37256105"/>
      <w:bookmarkStart w:id="206" w:name="_Toc45889942"/>
      <w:bookmarkStart w:id="207" w:name="_Toc52381767"/>
      <w:bookmarkStart w:id="208" w:name="_Toc61374866"/>
      <w:bookmarkStart w:id="209" w:name="_Toc67936217"/>
      <w:bookmarkStart w:id="210" w:name="_Toc67937090"/>
      <w:bookmarkStart w:id="211" w:name="_Toc76452326"/>
      <w:bookmarkStart w:id="212" w:name="_Toc76630169"/>
      <w:bookmarkStart w:id="213" w:name="_Toc83742729"/>
      <w:bookmarkStart w:id="214" w:name="_Toc83886843"/>
      <w:bookmarkStart w:id="215" w:name="_Toc83887643"/>
      <w:bookmarkStart w:id="216" w:name="_Toc90588484"/>
      <w:r w:rsidRPr="00DF6DD6">
        <w:t>5.2</w:t>
      </w:r>
      <w:r w:rsidRPr="00DF6DD6">
        <w:tab/>
        <w:t>Operating bands</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0015D60C" w14:textId="07813A19" w:rsidR="001310A1" w:rsidRPr="00DF6DD6" w:rsidRDefault="001310A1" w:rsidP="001310A1">
      <w:r w:rsidRPr="00DF6DD6">
        <w:t xml:space="preserve">NR is designed to operate in FR1 operating bands defined in TS 38.101-1 </w:t>
      </w:r>
      <w:r w:rsidR="00571B04" w:rsidRPr="00DF6DD6">
        <w:t>[2]</w:t>
      </w:r>
      <w:r w:rsidRPr="00DF6DD6">
        <w:t xml:space="preserve"> and FR2 operating bands defined in TS</w:t>
      </w:r>
      <w:r w:rsidR="0095436B" w:rsidRPr="00DF6DD6">
        <w:t> </w:t>
      </w:r>
      <w:r w:rsidRPr="00DF6DD6">
        <w:t xml:space="preserve">38.101-2 </w:t>
      </w:r>
      <w:r w:rsidR="00571B04" w:rsidRPr="00DF6DD6">
        <w:t>[3]</w:t>
      </w:r>
      <w:r w:rsidRPr="00DF6DD6">
        <w:t xml:space="preserve">. E-UTRA is designed to operate in operating bands defined in TS 36.101 </w:t>
      </w:r>
      <w:r w:rsidR="00571B04" w:rsidRPr="00DF6DD6">
        <w:t>[4]</w:t>
      </w:r>
      <w:r w:rsidRPr="00DF6DD6">
        <w:t>.</w:t>
      </w:r>
    </w:p>
    <w:p w14:paraId="6F4E9958" w14:textId="77777777" w:rsidR="001310A1" w:rsidRPr="00DF6DD6" w:rsidRDefault="001310A1" w:rsidP="001310A1">
      <w:pPr>
        <w:pStyle w:val="Heading2"/>
      </w:pPr>
      <w:bookmarkStart w:id="217" w:name="_Toc21345383"/>
      <w:bookmarkStart w:id="218" w:name="_Toc29806232"/>
      <w:bookmarkStart w:id="219" w:name="_Toc37255765"/>
      <w:bookmarkStart w:id="220" w:name="_Toc37256106"/>
      <w:bookmarkStart w:id="221" w:name="_Toc45889943"/>
      <w:bookmarkStart w:id="222" w:name="_Toc52381768"/>
      <w:bookmarkStart w:id="223" w:name="_Toc61374867"/>
      <w:bookmarkStart w:id="224" w:name="_Toc67936218"/>
      <w:bookmarkStart w:id="225" w:name="_Toc67937091"/>
      <w:bookmarkStart w:id="226" w:name="_Toc76452327"/>
      <w:bookmarkStart w:id="227" w:name="_Toc76630170"/>
      <w:bookmarkStart w:id="228" w:name="_Toc83742730"/>
      <w:bookmarkStart w:id="229" w:name="_Toc83886844"/>
      <w:bookmarkStart w:id="230" w:name="_Toc83887644"/>
      <w:bookmarkStart w:id="231" w:name="_Toc90588485"/>
      <w:r w:rsidRPr="00DF6DD6">
        <w:t>5.2A</w:t>
      </w:r>
      <w:r w:rsidRPr="00DF6DD6">
        <w:tab/>
        <w:t>Operating bands for CA</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355DC878" w14:textId="77777777" w:rsidR="001310A1" w:rsidRPr="00DF6DD6" w:rsidRDefault="001310A1" w:rsidP="001310A1">
      <w:pPr>
        <w:pStyle w:val="Heading3"/>
      </w:pPr>
      <w:bookmarkStart w:id="232" w:name="_Toc21345384"/>
      <w:bookmarkStart w:id="233" w:name="_Toc29806233"/>
      <w:bookmarkStart w:id="234" w:name="_Toc37255766"/>
      <w:bookmarkStart w:id="235" w:name="_Toc37256107"/>
      <w:bookmarkStart w:id="236" w:name="_Toc45889944"/>
      <w:bookmarkStart w:id="237" w:name="_Toc52381769"/>
      <w:bookmarkStart w:id="238" w:name="_Toc61374868"/>
      <w:bookmarkStart w:id="239" w:name="_Toc67936219"/>
      <w:bookmarkStart w:id="240" w:name="_Toc67937092"/>
      <w:bookmarkStart w:id="241" w:name="_Toc76452328"/>
      <w:bookmarkStart w:id="242" w:name="_Toc76630171"/>
      <w:bookmarkStart w:id="243" w:name="_Toc83742731"/>
      <w:bookmarkStart w:id="244" w:name="_Toc83886845"/>
      <w:bookmarkStart w:id="245" w:name="_Toc83887645"/>
      <w:bookmarkStart w:id="246" w:name="_Toc90588486"/>
      <w:r w:rsidRPr="00DF6DD6">
        <w:t>5.2A.1</w:t>
      </w:r>
      <w:r w:rsidRPr="00DF6DD6">
        <w:tab/>
        <w:t>Inter-band CA between FR1 and FR2</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3239BAD8" w14:textId="77777777" w:rsidR="00B46391" w:rsidRDefault="00B46391" w:rsidP="00B46391">
      <w:r>
        <w:t>NR carrier aggregation are designed to operate in the operating bands defined in Table 5.2A.1</w:t>
      </w:r>
      <w:r>
        <w:noBreakHyphen/>
        <w:t>1. The band combinations include at least one FR1 operating band and one FR2 operating band.</w:t>
      </w:r>
    </w:p>
    <w:p w14:paraId="6BC1C343" w14:textId="36302D20" w:rsidR="00B46391" w:rsidRDefault="00B46391" w:rsidP="00B46391">
      <w:r>
        <w:t>If the mandatory simultaneous Rx/Tx capability applies for a lower order band combination, when the applicable lower order band combination is a band pair in a higher order band combination, the mandatory simultaneous Rx/Tx capability also applies for the band pairin the higher order band combination.</w:t>
      </w:r>
    </w:p>
    <w:p w14:paraId="370E3E6B" w14:textId="77777777" w:rsidR="00303A14" w:rsidRPr="00DF6DD6" w:rsidRDefault="00303A14" w:rsidP="001310A1"/>
    <w:p w14:paraId="62F6EB7B" w14:textId="0DCA1C56" w:rsidR="001310A1" w:rsidRPr="00DF6DD6" w:rsidRDefault="001310A1" w:rsidP="001310A1">
      <w:pPr>
        <w:pStyle w:val="TH"/>
      </w:pPr>
      <w:r w:rsidRPr="00DF6DD6">
        <w:t xml:space="preserve">Table 5.2A.1-1: Band combinations for </w:t>
      </w:r>
      <w:r w:rsidR="0097665B" w:rsidRPr="00DF6DD6">
        <w:t xml:space="preserve">inter-band </w:t>
      </w:r>
      <w:r w:rsidRPr="00DF6DD6">
        <w:t>NR CA</w:t>
      </w:r>
      <w:r w:rsidR="0097665B" w:rsidRPr="00DF6DD6">
        <w:t xml:space="preserve"> between FR1 and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6"/>
        <w:gridCol w:w="2578"/>
      </w:tblGrid>
      <w:tr w:rsidR="00F55B07" w:rsidRPr="00DF6DD6" w14:paraId="4A1425FE" w14:textId="77777777" w:rsidTr="00D1363A">
        <w:trPr>
          <w:trHeight w:val="288"/>
          <w:jc w:val="center"/>
        </w:trPr>
        <w:tc>
          <w:tcPr>
            <w:tcW w:w="3456" w:type="dxa"/>
            <w:tcBorders>
              <w:top w:val="single" w:sz="4" w:space="0" w:color="auto"/>
              <w:left w:val="single" w:sz="4" w:space="0" w:color="auto"/>
              <w:bottom w:val="single" w:sz="4" w:space="0" w:color="auto"/>
              <w:right w:val="single" w:sz="4" w:space="0" w:color="auto"/>
            </w:tcBorders>
            <w:vAlign w:val="center"/>
            <w:hideMark/>
          </w:tcPr>
          <w:p w14:paraId="35B4A846" w14:textId="77777777" w:rsidR="001310A1" w:rsidRPr="00DF6DD6" w:rsidRDefault="001310A1" w:rsidP="001310A1">
            <w:pPr>
              <w:pStyle w:val="TAH"/>
            </w:pPr>
            <w:r w:rsidRPr="00DF6DD6">
              <w:t>NR CA Band</w:t>
            </w:r>
          </w:p>
        </w:tc>
        <w:tc>
          <w:tcPr>
            <w:tcW w:w="2578" w:type="dxa"/>
            <w:tcBorders>
              <w:top w:val="single" w:sz="4" w:space="0" w:color="auto"/>
              <w:left w:val="single" w:sz="4" w:space="0" w:color="auto"/>
              <w:bottom w:val="single" w:sz="4" w:space="0" w:color="auto"/>
              <w:right w:val="single" w:sz="4" w:space="0" w:color="auto"/>
            </w:tcBorders>
            <w:vAlign w:val="center"/>
            <w:hideMark/>
          </w:tcPr>
          <w:p w14:paraId="6EA8500E" w14:textId="77777777" w:rsidR="001310A1" w:rsidRPr="00DF6DD6" w:rsidRDefault="001310A1" w:rsidP="001310A1">
            <w:pPr>
              <w:pStyle w:val="TAH"/>
            </w:pPr>
            <w:r w:rsidRPr="00DF6DD6">
              <w:t>NR Band</w:t>
            </w:r>
          </w:p>
        </w:tc>
      </w:tr>
      <w:tr w:rsidR="00F55B07" w:rsidRPr="00DF6DD6" w14:paraId="65FA7B04" w14:textId="77777777" w:rsidTr="00D1363A">
        <w:trPr>
          <w:trHeight w:val="288"/>
          <w:jc w:val="center"/>
        </w:trPr>
        <w:tc>
          <w:tcPr>
            <w:tcW w:w="3456" w:type="dxa"/>
            <w:tcBorders>
              <w:top w:val="single" w:sz="4" w:space="0" w:color="auto"/>
              <w:left w:val="single" w:sz="4" w:space="0" w:color="auto"/>
              <w:bottom w:val="single" w:sz="4" w:space="0" w:color="auto"/>
              <w:right w:val="single" w:sz="4" w:space="0" w:color="auto"/>
            </w:tcBorders>
            <w:vAlign w:val="center"/>
          </w:tcPr>
          <w:p w14:paraId="02025353" w14:textId="5865C314" w:rsidR="00F53A83" w:rsidRPr="00DF6DD6" w:rsidRDefault="00F53A83" w:rsidP="00F53A83">
            <w:pPr>
              <w:pStyle w:val="TAC"/>
            </w:pPr>
            <w:r w:rsidRPr="00DF6DD6">
              <w:rPr>
                <w:rFonts w:hint="eastAsia"/>
                <w:lang w:val="en-US" w:eastAsia="zh-CN"/>
              </w:rPr>
              <w:t>CA_n8-n258</w:t>
            </w:r>
            <w:r w:rsidR="00B62066" w:rsidRPr="00DF6DD6">
              <w:rPr>
                <w:vertAlign w:val="superscript"/>
                <w:lang w:val="en-US" w:eastAsia="zh-CN"/>
              </w:rPr>
              <w:t>1</w:t>
            </w:r>
          </w:p>
        </w:tc>
        <w:tc>
          <w:tcPr>
            <w:tcW w:w="2578" w:type="dxa"/>
            <w:tcBorders>
              <w:top w:val="single" w:sz="4" w:space="0" w:color="auto"/>
              <w:left w:val="single" w:sz="4" w:space="0" w:color="auto"/>
              <w:bottom w:val="single" w:sz="4" w:space="0" w:color="auto"/>
              <w:right w:val="single" w:sz="4" w:space="0" w:color="auto"/>
            </w:tcBorders>
            <w:vAlign w:val="center"/>
          </w:tcPr>
          <w:p w14:paraId="2E4346A9" w14:textId="77777777" w:rsidR="00F53A83" w:rsidRPr="00DF6DD6" w:rsidRDefault="00F53A83" w:rsidP="00F53A83">
            <w:pPr>
              <w:pStyle w:val="TAC"/>
            </w:pPr>
            <w:r w:rsidRPr="00DF6DD6">
              <w:rPr>
                <w:rFonts w:hint="eastAsia"/>
                <w:lang w:val="en-US" w:eastAsia="zh-CN"/>
              </w:rPr>
              <w:t>n8, n258</w:t>
            </w:r>
          </w:p>
        </w:tc>
      </w:tr>
      <w:tr w:rsidR="00F55B07" w:rsidRPr="00DF6DD6" w14:paraId="140F6905" w14:textId="77777777" w:rsidTr="00D1363A">
        <w:trPr>
          <w:trHeight w:val="288"/>
          <w:jc w:val="center"/>
        </w:trPr>
        <w:tc>
          <w:tcPr>
            <w:tcW w:w="3456" w:type="dxa"/>
            <w:tcBorders>
              <w:top w:val="single" w:sz="4" w:space="0" w:color="auto"/>
              <w:left w:val="single" w:sz="4" w:space="0" w:color="auto"/>
              <w:bottom w:val="single" w:sz="4" w:space="0" w:color="auto"/>
              <w:right w:val="single" w:sz="4" w:space="0" w:color="auto"/>
            </w:tcBorders>
            <w:vAlign w:val="center"/>
          </w:tcPr>
          <w:p w14:paraId="554E2D15" w14:textId="77777777" w:rsidR="00733887" w:rsidRPr="00DF6DD6" w:rsidRDefault="00733887" w:rsidP="00733887">
            <w:pPr>
              <w:pStyle w:val="TAC"/>
            </w:pPr>
            <w:r w:rsidRPr="00DF6DD6">
              <w:t>CA_n71</w:t>
            </w:r>
            <w:r w:rsidR="00F53A83" w:rsidRPr="00DF6DD6">
              <w:t>-</w:t>
            </w:r>
            <w:r w:rsidRPr="00DF6DD6">
              <w:t>n257</w:t>
            </w:r>
            <w:r w:rsidRPr="00DF6DD6">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3324564C" w14:textId="77777777" w:rsidR="00733887" w:rsidRPr="00DF6DD6" w:rsidRDefault="00733887" w:rsidP="00733887">
            <w:pPr>
              <w:pStyle w:val="TAC"/>
            </w:pPr>
            <w:r w:rsidRPr="00DF6DD6">
              <w:t>n71, n257</w:t>
            </w:r>
          </w:p>
        </w:tc>
      </w:tr>
      <w:tr w:rsidR="00F55B07" w:rsidRPr="00DF6DD6" w14:paraId="4B606AF7" w14:textId="77777777" w:rsidTr="00D1363A">
        <w:trPr>
          <w:trHeight w:val="288"/>
          <w:jc w:val="center"/>
        </w:trPr>
        <w:tc>
          <w:tcPr>
            <w:tcW w:w="3456" w:type="dxa"/>
            <w:tcBorders>
              <w:top w:val="single" w:sz="4" w:space="0" w:color="auto"/>
              <w:left w:val="single" w:sz="4" w:space="0" w:color="auto"/>
              <w:bottom w:val="single" w:sz="4" w:space="0" w:color="auto"/>
              <w:right w:val="single" w:sz="4" w:space="0" w:color="auto"/>
            </w:tcBorders>
            <w:vAlign w:val="center"/>
          </w:tcPr>
          <w:p w14:paraId="2E3C9C44" w14:textId="77777777" w:rsidR="00733887" w:rsidRPr="00DF6DD6" w:rsidRDefault="00733887" w:rsidP="00733887">
            <w:pPr>
              <w:pStyle w:val="TAC"/>
            </w:pPr>
            <w:r w:rsidRPr="00DF6DD6">
              <w:t>CA_n77-n257</w:t>
            </w:r>
            <w:r w:rsidRPr="00DF6DD6">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6643A010" w14:textId="77777777" w:rsidR="00733887" w:rsidRPr="00DF6DD6" w:rsidRDefault="00733887" w:rsidP="00733887">
            <w:pPr>
              <w:pStyle w:val="TAC"/>
            </w:pPr>
            <w:r w:rsidRPr="00DF6DD6">
              <w:t>n77, n257</w:t>
            </w:r>
          </w:p>
        </w:tc>
      </w:tr>
      <w:tr w:rsidR="00F55B07" w:rsidRPr="00DF6DD6" w14:paraId="3671E07B" w14:textId="77777777" w:rsidTr="00D1363A">
        <w:trPr>
          <w:trHeight w:val="288"/>
          <w:jc w:val="center"/>
        </w:trPr>
        <w:tc>
          <w:tcPr>
            <w:tcW w:w="3456" w:type="dxa"/>
            <w:tcBorders>
              <w:top w:val="single" w:sz="4" w:space="0" w:color="auto"/>
              <w:left w:val="single" w:sz="4" w:space="0" w:color="auto"/>
              <w:bottom w:val="single" w:sz="4" w:space="0" w:color="auto"/>
              <w:right w:val="single" w:sz="4" w:space="0" w:color="auto"/>
            </w:tcBorders>
            <w:vAlign w:val="center"/>
          </w:tcPr>
          <w:p w14:paraId="4CF467D0" w14:textId="77777777" w:rsidR="00733887" w:rsidRPr="00DF6DD6" w:rsidRDefault="00733887" w:rsidP="00733887">
            <w:pPr>
              <w:pStyle w:val="TAC"/>
            </w:pPr>
            <w:r w:rsidRPr="00DF6DD6">
              <w:t>CA_n78-n257</w:t>
            </w:r>
            <w:r w:rsidRPr="00DF6DD6">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573F677C" w14:textId="77777777" w:rsidR="00733887" w:rsidRPr="00DF6DD6" w:rsidRDefault="00733887" w:rsidP="00733887">
            <w:pPr>
              <w:pStyle w:val="TAC"/>
            </w:pPr>
            <w:r w:rsidRPr="00DF6DD6">
              <w:t>n78, n257</w:t>
            </w:r>
          </w:p>
        </w:tc>
      </w:tr>
      <w:tr w:rsidR="00F55B07" w:rsidRPr="00DF6DD6" w14:paraId="34F466E1" w14:textId="77777777" w:rsidTr="00D1363A">
        <w:trPr>
          <w:trHeight w:val="288"/>
          <w:jc w:val="center"/>
        </w:trPr>
        <w:tc>
          <w:tcPr>
            <w:tcW w:w="3456" w:type="dxa"/>
            <w:tcBorders>
              <w:top w:val="single" w:sz="4" w:space="0" w:color="auto"/>
              <w:left w:val="single" w:sz="4" w:space="0" w:color="auto"/>
              <w:bottom w:val="single" w:sz="4" w:space="0" w:color="auto"/>
              <w:right w:val="single" w:sz="4" w:space="0" w:color="auto"/>
            </w:tcBorders>
            <w:vAlign w:val="center"/>
          </w:tcPr>
          <w:p w14:paraId="49BD9FC1" w14:textId="77777777" w:rsidR="00733887" w:rsidRPr="00DF6DD6" w:rsidRDefault="00733887" w:rsidP="00733887">
            <w:pPr>
              <w:pStyle w:val="TAC"/>
            </w:pPr>
            <w:r w:rsidRPr="00DF6DD6">
              <w:t>CA_n79-n257</w:t>
            </w:r>
            <w:r w:rsidRPr="00DF6DD6">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0AA69D7C" w14:textId="77777777" w:rsidR="00733887" w:rsidRPr="00DF6DD6" w:rsidRDefault="00733887" w:rsidP="00733887">
            <w:pPr>
              <w:pStyle w:val="TAC"/>
            </w:pPr>
            <w:r w:rsidRPr="00DF6DD6">
              <w:t>n79, n257</w:t>
            </w:r>
          </w:p>
        </w:tc>
      </w:tr>
      <w:tr w:rsidR="00D1363A" w:rsidRPr="00DF6DD6" w14:paraId="7F365FEC" w14:textId="77777777" w:rsidTr="00D1363A">
        <w:trPr>
          <w:trHeight w:val="288"/>
          <w:jc w:val="center"/>
        </w:trPr>
        <w:tc>
          <w:tcPr>
            <w:tcW w:w="6034" w:type="dxa"/>
            <w:gridSpan w:val="2"/>
            <w:tcBorders>
              <w:top w:val="single" w:sz="4" w:space="0" w:color="auto"/>
              <w:left w:val="single" w:sz="4" w:space="0" w:color="auto"/>
              <w:bottom w:val="single" w:sz="4" w:space="0" w:color="auto"/>
              <w:right w:val="single" w:sz="4" w:space="0" w:color="auto"/>
            </w:tcBorders>
            <w:vAlign w:val="center"/>
          </w:tcPr>
          <w:p w14:paraId="1F1B8E7F" w14:textId="77777777" w:rsidR="00D1363A" w:rsidRPr="00DF6DD6" w:rsidRDefault="00CF71D3" w:rsidP="00401ADA">
            <w:pPr>
              <w:pStyle w:val="TAN"/>
            </w:pPr>
            <w:r w:rsidRPr="00DF6DD6">
              <w:t>NOTE 1:</w:t>
            </w:r>
            <w:r w:rsidRPr="00DF6DD6">
              <w:tab/>
            </w:r>
            <w:r w:rsidR="00D1363A" w:rsidRPr="00DF6DD6">
              <w:t>Applicable for UE supporting inter-band carrier aggregation with mandatory simultaneous Rx/Tx capability.</w:t>
            </w:r>
          </w:p>
        </w:tc>
      </w:tr>
    </w:tbl>
    <w:p w14:paraId="640ACD01" w14:textId="77777777" w:rsidR="001310A1" w:rsidRPr="00DF6DD6" w:rsidRDefault="001310A1" w:rsidP="001310A1"/>
    <w:p w14:paraId="0D678B57" w14:textId="77777777" w:rsidR="001310A1" w:rsidRPr="00DF6DD6" w:rsidRDefault="001310A1" w:rsidP="001310A1">
      <w:pPr>
        <w:pStyle w:val="Heading2"/>
      </w:pPr>
      <w:bookmarkStart w:id="247" w:name="_Toc21345385"/>
      <w:bookmarkStart w:id="248" w:name="_Toc29806234"/>
      <w:bookmarkStart w:id="249" w:name="_Toc37255767"/>
      <w:bookmarkStart w:id="250" w:name="_Toc37256108"/>
      <w:bookmarkStart w:id="251" w:name="_Toc45889945"/>
      <w:bookmarkStart w:id="252" w:name="_Toc52381770"/>
      <w:bookmarkStart w:id="253" w:name="_Toc61374869"/>
      <w:bookmarkStart w:id="254" w:name="_Toc67936220"/>
      <w:bookmarkStart w:id="255" w:name="_Toc67937093"/>
      <w:bookmarkStart w:id="256" w:name="_Toc76452329"/>
      <w:bookmarkStart w:id="257" w:name="_Toc76630172"/>
      <w:bookmarkStart w:id="258" w:name="_Toc83742732"/>
      <w:bookmarkStart w:id="259" w:name="_Toc83886846"/>
      <w:bookmarkStart w:id="260" w:name="_Toc83887646"/>
      <w:bookmarkStart w:id="261" w:name="_Toc90588487"/>
      <w:r w:rsidRPr="00DF6DD6">
        <w:t>5.2B</w:t>
      </w:r>
      <w:r w:rsidRPr="00DF6DD6">
        <w:tab/>
        <w:t>Operating bands for DC</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58593244" w14:textId="77777777" w:rsidR="001310A1" w:rsidRPr="00DF6DD6" w:rsidRDefault="001310A1" w:rsidP="001310A1">
      <w:pPr>
        <w:pStyle w:val="Heading3"/>
      </w:pPr>
      <w:bookmarkStart w:id="262" w:name="_Toc21345386"/>
      <w:bookmarkStart w:id="263" w:name="_Toc29806235"/>
      <w:bookmarkStart w:id="264" w:name="_Toc37255768"/>
      <w:bookmarkStart w:id="265" w:name="_Toc37256109"/>
      <w:bookmarkStart w:id="266" w:name="_Toc45889946"/>
      <w:bookmarkStart w:id="267" w:name="_Toc52381771"/>
      <w:bookmarkStart w:id="268" w:name="_Toc61374870"/>
      <w:bookmarkStart w:id="269" w:name="_Toc67936221"/>
      <w:bookmarkStart w:id="270" w:name="_Toc67937094"/>
      <w:bookmarkStart w:id="271" w:name="_Toc76452330"/>
      <w:bookmarkStart w:id="272" w:name="_Toc76630173"/>
      <w:bookmarkStart w:id="273" w:name="_Toc83742733"/>
      <w:bookmarkStart w:id="274" w:name="_Toc83886847"/>
      <w:bookmarkStart w:id="275" w:name="_Toc83887647"/>
      <w:bookmarkStart w:id="276" w:name="_Toc90588488"/>
      <w:r w:rsidRPr="00DF6DD6">
        <w:t>5.2B.1</w:t>
      </w:r>
      <w:r w:rsidRPr="00DF6DD6">
        <w:tab/>
        <w:t>General</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70EA343D" w14:textId="0238E25F" w:rsidR="001310A1" w:rsidRPr="00DF6DD6" w:rsidRDefault="001310A1" w:rsidP="001310A1">
      <w:r w:rsidRPr="00DF6DD6">
        <w:t xml:space="preserve">The operating bands are specified </w:t>
      </w:r>
      <w:r w:rsidR="003C16FF" w:rsidRPr="00DF6DD6">
        <w:t xml:space="preserve">in </w:t>
      </w:r>
      <w:r w:rsidR="0095436B" w:rsidRPr="00DF6DD6">
        <w:t>clause</w:t>
      </w:r>
      <w:r w:rsidR="003C16FF" w:rsidRPr="00DF6DD6">
        <w:t xml:space="preserve"> 5.5B </w:t>
      </w:r>
      <w:r w:rsidRPr="00DF6DD6">
        <w:t>for operation with EN-DC</w:t>
      </w:r>
      <w:r w:rsidR="003C16FF" w:rsidRPr="00DF6DD6">
        <w:t>,</w:t>
      </w:r>
      <w:r w:rsidRPr="00DF6DD6">
        <w:t xml:space="preserve"> NGEN-DC</w:t>
      </w:r>
      <w:r w:rsidR="004D4582" w:rsidRPr="00DF6DD6">
        <w:t>, NE-DC</w:t>
      </w:r>
      <w:r w:rsidR="003C16FF" w:rsidRPr="00DF6DD6">
        <w:t xml:space="preserve"> or</w:t>
      </w:r>
      <w:r w:rsidR="001A410E" w:rsidRPr="00DF6DD6">
        <w:t xml:space="preserve"> NR-DC</w:t>
      </w:r>
      <w:r w:rsidRPr="00DF6DD6">
        <w:t xml:space="preserve"> configured. </w:t>
      </w:r>
    </w:p>
    <w:p w14:paraId="181DC59A" w14:textId="5D8E417F" w:rsidR="001310A1" w:rsidRPr="00DF6DD6" w:rsidRDefault="001310A1" w:rsidP="001310A1">
      <w:pPr>
        <w:pStyle w:val="Heading3"/>
        <w:rPr>
          <w:lang w:val="fi-FI"/>
        </w:rPr>
      </w:pPr>
      <w:bookmarkStart w:id="277" w:name="_Toc21345387"/>
      <w:bookmarkStart w:id="278" w:name="_Toc29806236"/>
      <w:bookmarkStart w:id="279" w:name="_Toc37255769"/>
      <w:bookmarkStart w:id="280" w:name="_Toc37256110"/>
      <w:bookmarkStart w:id="281" w:name="_Toc45889947"/>
      <w:bookmarkStart w:id="282" w:name="_Toc52381772"/>
      <w:bookmarkStart w:id="283" w:name="_Toc61374871"/>
      <w:bookmarkStart w:id="284" w:name="_Toc67936222"/>
      <w:bookmarkStart w:id="285" w:name="_Toc67937095"/>
      <w:bookmarkStart w:id="286" w:name="_Toc76452331"/>
      <w:bookmarkStart w:id="287" w:name="_Toc76630174"/>
      <w:bookmarkStart w:id="288" w:name="_Toc83742734"/>
      <w:bookmarkStart w:id="289" w:name="_Toc83886848"/>
      <w:bookmarkStart w:id="290" w:name="_Toc83887648"/>
      <w:bookmarkStart w:id="291" w:name="_Toc90588489"/>
      <w:r w:rsidRPr="00DF6DD6">
        <w:rPr>
          <w:lang w:val="fi-FI"/>
        </w:rPr>
        <w:t>5.2B.2</w:t>
      </w:r>
      <w:r w:rsidRPr="00DF6DD6">
        <w:rPr>
          <w:lang w:val="fi-FI"/>
        </w:rPr>
        <w:tab/>
      </w:r>
      <w:r w:rsidR="003C16FF" w:rsidRPr="00DF6DD6">
        <w:rPr>
          <w:lang w:val="fi-FI"/>
        </w:rPr>
        <w:t>Void</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536C926C" w14:textId="7A22323C" w:rsidR="001310A1" w:rsidRPr="00DF6DD6" w:rsidRDefault="001310A1" w:rsidP="001310A1">
      <w:pPr>
        <w:pStyle w:val="Heading3"/>
        <w:rPr>
          <w:lang w:val="fi-FI"/>
        </w:rPr>
      </w:pPr>
      <w:bookmarkStart w:id="292" w:name="_Toc21345388"/>
      <w:bookmarkStart w:id="293" w:name="_Toc29806237"/>
      <w:bookmarkStart w:id="294" w:name="_Toc37255770"/>
      <w:bookmarkStart w:id="295" w:name="_Toc37256111"/>
      <w:bookmarkStart w:id="296" w:name="_Toc45889948"/>
      <w:bookmarkStart w:id="297" w:name="_Toc52381773"/>
      <w:bookmarkStart w:id="298" w:name="_Toc61374872"/>
      <w:bookmarkStart w:id="299" w:name="_Toc67936223"/>
      <w:bookmarkStart w:id="300" w:name="_Toc67937096"/>
      <w:bookmarkStart w:id="301" w:name="_Toc76452332"/>
      <w:bookmarkStart w:id="302" w:name="_Toc76630175"/>
      <w:bookmarkStart w:id="303" w:name="_Toc83742735"/>
      <w:bookmarkStart w:id="304" w:name="_Toc83886849"/>
      <w:bookmarkStart w:id="305" w:name="_Toc83887649"/>
      <w:bookmarkStart w:id="306" w:name="_Toc90588490"/>
      <w:r w:rsidRPr="00DF6DD6">
        <w:rPr>
          <w:lang w:val="fi-FI"/>
        </w:rPr>
        <w:t>5.2B.3</w:t>
      </w:r>
      <w:r w:rsidRPr="00DF6DD6">
        <w:rPr>
          <w:lang w:val="fi-FI"/>
        </w:rPr>
        <w:tab/>
      </w:r>
      <w:r w:rsidR="00907D75" w:rsidRPr="00DF6DD6">
        <w:rPr>
          <w:lang w:val="fi-FI"/>
        </w:rPr>
        <w:t>Void</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6BC4B469" w14:textId="21DFDE85" w:rsidR="001310A1" w:rsidRPr="00DF6DD6" w:rsidRDefault="001310A1" w:rsidP="001310A1">
      <w:pPr>
        <w:pStyle w:val="Heading3"/>
        <w:rPr>
          <w:lang w:val="fi-FI"/>
        </w:rPr>
      </w:pPr>
      <w:bookmarkStart w:id="307" w:name="_Toc21345389"/>
      <w:bookmarkStart w:id="308" w:name="_Toc29806238"/>
      <w:bookmarkStart w:id="309" w:name="_Toc37255771"/>
      <w:bookmarkStart w:id="310" w:name="_Toc37256112"/>
      <w:bookmarkStart w:id="311" w:name="_Toc45889949"/>
      <w:bookmarkStart w:id="312" w:name="_Toc52381774"/>
      <w:bookmarkStart w:id="313" w:name="_Toc61374873"/>
      <w:bookmarkStart w:id="314" w:name="_Toc67936224"/>
      <w:bookmarkStart w:id="315" w:name="_Toc67937097"/>
      <w:bookmarkStart w:id="316" w:name="_Toc76452333"/>
      <w:bookmarkStart w:id="317" w:name="_Toc76630176"/>
      <w:bookmarkStart w:id="318" w:name="_Toc83742736"/>
      <w:bookmarkStart w:id="319" w:name="_Toc83886850"/>
      <w:bookmarkStart w:id="320" w:name="_Toc83887650"/>
      <w:bookmarkStart w:id="321" w:name="_Toc90588491"/>
      <w:r w:rsidRPr="00DF6DD6">
        <w:rPr>
          <w:lang w:val="fi-FI"/>
        </w:rPr>
        <w:t>5.2B.4</w:t>
      </w:r>
      <w:r w:rsidRPr="00DF6DD6">
        <w:rPr>
          <w:lang w:val="fi-FI"/>
        </w:rPr>
        <w:tab/>
      </w:r>
      <w:r w:rsidR="00970F6F" w:rsidRPr="00DF6DD6">
        <w:rPr>
          <w:lang w:val="fi-FI"/>
        </w:rPr>
        <w:t>Void</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68BF49ED" w14:textId="3FB18271" w:rsidR="001310A1" w:rsidRPr="00DF6DD6" w:rsidRDefault="001310A1" w:rsidP="001310A1">
      <w:pPr>
        <w:pStyle w:val="Heading3"/>
        <w:rPr>
          <w:lang w:val="fi-FI"/>
        </w:rPr>
      </w:pPr>
      <w:bookmarkStart w:id="322" w:name="_Toc21345390"/>
      <w:bookmarkStart w:id="323" w:name="_Toc29806239"/>
      <w:bookmarkStart w:id="324" w:name="_Toc37255772"/>
      <w:bookmarkStart w:id="325" w:name="_Toc37256113"/>
      <w:bookmarkStart w:id="326" w:name="_Toc45889950"/>
      <w:bookmarkStart w:id="327" w:name="_Toc52381775"/>
      <w:bookmarkStart w:id="328" w:name="_Toc61374874"/>
      <w:bookmarkStart w:id="329" w:name="_Toc67936225"/>
      <w:bookmarkStart w:id="330" w:name="_Toc67937098"/>
      <w:bookmarkStart w:id="331" w:name="_Toc76452334"/>
      <w:bookmarkStart w:id="332" w:name="_Toc76630177"/>
      <w:bookmarkStart w:id="333" w:name="_Toc83742737"/>
      <w:bookmarkStart w:id="334" w:name="_Toc83886851"/>
      <w:bookmarkStart w:id="335" w:name="_Toc83887651"/>
      <w:bookmarkStart w:id="336" w:name="_Toc90588492"/>
      <w:r w:rsidRPr="00DF6DD6">
        <w:rPr>
          <w:lang w:val="fi-FI"/>
        </w:rPr>
        <w:t>5.2B.5</w:t>
      </w:r>
      <w:r w:rsidRPr="00DF6DD6">
        <w:rPr>
          <w:lang w:val="fi-FI"/>
        </w:rPr>
        <w:tab/>
      </w:r>
      <w:r w:rsidR="00076DE6" w:rsidRPr="00DF6DD6">
        <w:rPr>
          <w:lang w:val="fi-FI"/>
        </w:rPr>
        <w:t>Void</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2138BAA1" w14:textId="0AA42815" w:rsidR="00FB41B6" w:rsidRPr="00DF6DD6" w:rsidRDefault="00FB41B6" w:rsidP="00FB41B6">
      <w:pPr>
        <w:pStyle w:val="Heading3"/>
        <w:rPr>
          <w:lang w:val="fi-FI"/>
        </w:rPr>
      </w:pPr>
      <w:bookmarkStart w:id="337" w:name="_Toc21345391"/>
      <w:bookmarkStart w:id="338" w:name="_Toc29806240"/>
      <w:bookmarkStart w:id="339" w:name="_Toc37255773"/>
      <w:bookmarkStart w:id="340" w:name="_Toc37256114"/>
      <w:bookmarkStart w:id="341" w:name="_Toc45889951"/>
      <w:bookmarkStart w:id="342" w:name="_Toc52381776"/>
      <w:bookmarkStart w:id="343" w:name="_Toc61374875"/>
      <w:bookmarkStart w:id="344" w:name="_Toc67936226"/>
      <w:bookmarkStart w:id="345" w:name="_Toc67937099"/>
      <w:bookmarkStart w:id="346" w:name="_Toc76452335"/>
      <w:bookmarkStart w:id="347" w:name="_Toc76630178"/>
      <w:bookmarkStart w:id="348" w:name="_Toc83742738"/>
      <w:bookmarkStart w:id="349" w:name="_Toc83886852"/>
      <w:bookmarkStart w:id="350" w:name="_Toc83887652"/>
      <w:bookmarkStart w:id="351" w:name="_Toc90588493"/>
      <w:r w:rsidRPr="00DF6DD6">
        <w:rPr>
          <w:lang w:val="fi-FI"/>
        </w:rPr>
        <w:t>5.2B.6</w:t>
      </w:r>
      <w:r w:rsidR="00283A2D" w:rsidRPr="00DF6DD6">
        <w:rPr>
          <w:lang w:val="fi-FI"/>
        </w:rPr>
        <w:tab/>
      </w:r>
      <w:r w:rsidR="00076DE6" w:rsidRPr="00DF6DD6">
        <w:rPr>
          <w:lang w:val="fi-FI"/>
        </w:rPr>
        <w:t>Void</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4D5CD677" w14:textId="56A258DD" w:rsidR="004A294A" w:rsidRPr="00DF6DD6" w:rsidRDefault="004A294A" w:rsidP="00F27CE0">
      <w:pPr>
        <w:pStyle w:val="Heading3"/>
        <w:rPr>
          <w:lang w:val="fi-FI" w:eastAsia="zh-CN"/>
        </w:rPr>
      </w:pPr>
      <w:bookmarkStart w:id="352" w:name="_Toc21345392"/>
      <w:bookmarkStart w:id="353" w:name="_Toc29806241"/>
      <w:bookmarkStart w:id="354" w:name="_Toc37255774"/>
      <w:bookmarkStart w:id="355" w:name="_Toc37256115"/>
      <w:bookmarkStart w:id="356" w:name="_Toc45889952"/>
      <w:bookmarkStart w:id="357" w:name="_Toc52381777"/>
      <w:bookmarkStart w:id="358" w:name="_Toc61374876"/>
      <w:bookmarkStart w:id="359" w:name="_Toc67936227"/>
      <w:bookmarkStart w:id="360" w:name="_Toc67937100"/>
      <w:bookmarkStart w:id="361" w:name="_Toc76452336"/>
      <w:bookmarkStart w:id="362" w:name="_Toc76630179"/>
      <w:bookmarkStart w:id="363" w:name="_Toc83742739"/>
      <w:bookmarkStart w:id="364" w:name="_Toc83886853"/>
      <w:bookmarkStart w:id="365" w:name="_Toc83887653"/>
      <w:bookmarkStart w:id="366" w:name="_Toc90588494"/>
      <w:r w:rsidRPr="00DF6DD6">
        <w:rPr>
          <w:lang w:val="fi-FI"/>
        </w:rPr>
        <w:t>5.2B.</w:t>
      </w:r>
      <w:r w:rsidRPr="00DF6DD6">
        <w:rPr>
          <w:lang w:val="fi-FI" w:eastAsia="zh-CN"/>
        </w:rPr>
        <w:t>7</w:t>
      </w:r>
      <w:r w:rsidRPr="00DF6DD6">
        <w:rPr>
          <w:lang w:val="fi-FI"/>
        </w:rPr>
        <w:tab/>
      </w:r>
      <w:r w:rsidR="00076DE6" w:rsidRPr="00DF6DD6">
        <w:rPr>
          <w:lang w:val="fi-FI"/>
        </w:rPr>
        <w:t>Void</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5E509956" w14:textId="77777777" w:rsidR="001310A1" w:rsidRPr="00DF6DD6" w:rsidRDefault="001310A1" w:rsidP="001310A1">
      <w:pPr>
        <w:pStyle w:val="Heading2"/>
      </w:pPr>
      <w:bookmarkStart w:id="367" w:name="_Toc21345393"/>
      <w:bookmarkStart w:id="368" w:name="_Toc29806242"/>
      <w:bookmarkStart w:id="369" w:name="_Toc37255775"/>
      <w:bookmarkStart w:id="370" w:name="_Toc37256116"/>
      <w:bookmarkStart w:id="371" w:name="_Toc45889953"/>
      <w:bookmarkStart w:id="372" w:name="_Toc52381778"/>
      <w:bookmarkStart w:id="373" w:name="_Toc61374877"/>
      <w:bookmarkStart w:id="374" w:name="_Toc67936228"/>
      <w:bookmarkStart w:id="375" w:name="_Toc67937101"/>
      <w:bookmarkStart w:id="376" w:name="_Toc76452337"/>
      <w:bookmarkStart w:id="377" w:name="_Toc76630180"/>
      <w:bookmarkStart w:id="378" w:name="_Toc83742740"/>
      <w:bookmarkStart w:id="379" w:name="_Toc83886854"/>
      <w:bookmarkStart w:id="380" w:name="_Toc83887654"/>
      <w:bookmarkStart w:id="381" w:name="_Toc90588495"/>
      <w:r w:rsidRPr="00DF6DD6">
        <w:t>5.3</w:t>
      </w:r>
      <w:r w:rsidRPr="00DF6DD6">
        <w:tab/>
        <w:t>UE Channel bandwidth</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551766FC" w14:textId="77777777" w:rsidR="001310A1" w:rsidRPr="00DF6DD6" w:rsidRDefault="001310A1" w:rsidP="001310A1">
      <w:pPr>
        <w:pStyle w:val="Heading2"/>
      </w:pPr>
      <w:bookmarkStart w:id="382" w:name="_Toc21345394"/>
      <w:bookmarkStart w:id="383" w:name="_Toc29806243"/>
      <w:bookmarkStart w:id="384" w:name="_Toc37255776"/>
      <w:bookmarkStart w:id="385" w:name="_Toc37256117"/>
      <w:bookmarkStart w:id="386" w:name="_Toc45889954"/>
      <w:bookmarkStart w:id="387" w:name="_Toc52381779"/>
      <w:bookmarkStart w:id="388" w:name="_Toc61374878"/>
      <w:bookmarkStart w:id="389" w:name="_Toc67936229"/>
      <w:bookmarkStart w:id="390" w:name="_Toc67937102"/>
      <w:bookmarkStart w:id="391" w:name="_Toc76452338"/>
      <w:bookmarkStart w:id="392" w:name="_Toc76630181"/>
      <w:bookmarkStart w:id="393" w:name="_Toc83742741"/>
      <w:bookmarkStart w:id="394" w:name="_Toc83886855"/>
      <w:bookmarkStart w:id="395" w:name="_Toc83887655"/>
      <w:bookmarkStart w:id="396" w:name="_Toc90588496"/>
      <w:r w:rsidRPr="00DF6DD6">
        <w:t>5.3A</w:t>
      </w:r>
      <w:r w:rsidRPr="00DF6DD6">
        <w:tab/>
        <w:t>UE Channel bandwidth for CA</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7DD6BD37" w14:textId="77777777" w:rsidR="001310A1" w:rsidRPr="00DF6DD6" w:rsidRDefault="001310A1" w:rsidP="001310A1">
      <w:pPr>
        <w:pStyle w:val="Heading3"/>
      </w:pPr>
      <w:bookmarkStart w:id="397" w:name="_Toc21345395"/>
      <w:bookmarkStart w:id="398" w:name="_Toc29806244"/>
      <w:bookmarkStart w:id="399" w:name="_Toc37255777"/>
      <w:bookmarkStart w:id="400" w:name="_Toc37256118"/>
      <w:bookmarkStart w:id="401" w:name="_Toc45889955"/>
      <w:bookmarkStart w:id="402" w:name="_Toc52381780"/>
      <w:bookmarkStart w:id="403" w:name="_Toc61374879"/>
      <w:bookmarkStart w:id="404" w:name="_Toc67936230"/>
      <w:bookmarkStart w:id="405" w:name="_Toc67937103"/>
      <w:bookmarkStart w:id="406" w:name="_Toc76452339"/>
      <w:bookmarkStart w:id="407" w:name="_Toc76630182"/>
      <w:bookmarkStart w:id="408" w:name="_Toc83742742"/>
      <w:bookmarkStart w:id="409" w:name="_Toc83886856"/>
      <w:bookmarkStart w:id="410" w:name="_Toc83887656"/>
      <w:bookmarkStart w:id="411" w:name="_Toc90588497"/>
      <w:r w:rsidRPr="00DF6DD6">
        <w:t>5.3A.1</w:t>
      </w:r>
      <w:r w:rsidRPr="00DF6DD6">
        <w:tab/>
        <w:t>Inter-band CA between FR1 and FR2</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3225E7DC" w14:textId="77777777" w:rsidR="009A15C1" w:rsidRPr="00DF6DD6" w:rsidRDefault="009A15C1" w:rsidP="00471067">
      <w:r w:rsidRPr="00DF6DD6">
        <w:t>For inter-band NR CA between FR1 and FR2, a carrier aggregation configuration is a combination of operating bands, each supporting a carrier aggregation bandwidth class as specified in clause 5.3A.5 of TS 38.101-1 [2] and clause 5.3A.4 of TS 38.101-2 [3] independently.</w:t>
      </w:r>
    </w:p>
    <w:p w14:paraId="733CA694" w14:textId="77777777" w:rsidR="00906172" w:rsidRPr="00DF6DD6" w:rsidRDefault="00906172" w:rsidP="00906172">
      <w:pPr>
        <w:pStyle w:val="Heading2"/>
      </w:pPr>
      <w:bookmarkStart w:id="412" w:name="_Toc21345396"/>
      <w:bookmarkStart w:id="413" w:name="_Toc29806245"/>
      <w:bookmarkStart w:id="414" w:name="_Toc37255778"/>
      <w:bookmarkStart w:id="415" w:name="_Toc37256119"/>
      <w:bookmarkStart w:id="416" w:name="_Toc45889956"/>
      <w:bookmarkStart w:id="417" w:name="_Toc52381781"/>
      <w:bookmarkStart w:id="418" w:name="_Toc61374880"/>
      <w:bookmarkStart w:id="419" w:name="_Toc67936231"/>
      <w:bookmarkStart w:id="420" w:name="_Toc67937104"/>
      <w:bookmarkStart w:id="421" w:name="_Toc76452340"/>
      <w:bookmarkStart w:id="422" w:name="_Toc76630183"/>
      <w:bookmarkStart w:id="423" w:name="_Toc83742743"/>
      <w:bookmarkStart w:id="424" w:name="_Toc83886857"/>
      <w:bookmarkStart w:id="425" w:name="_Toc83887657"/>
      <w:bookmarkStart w:id="426" w:name="_Toc90588498"/>
      <w:r w:rsidRPr="00DF6DD6">
        <w:t>5.3B</w:t>
      </w:r>
      <w:r w:rsidRPr="00DF6DD6">
        <w:tab/>
        <w:t>UE Channel bandwidth for EN-DC</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78CF7CCA" w14:textId="3C808AEC" w:rsidR="0018506F" w:rsidRPr="00DF6DD6" w:rsidRDefault="0018506F" w:rsidP="0018506F">
      <w:pPr>
        <w:rPr>
          <w:lang w:val="en-US"/>
        </w:rPr>
      </w:pPr>
      <w:r w:rsidRPr="00DF6DD6">
        <w:rPr>
          <w:lang w:val="en-US"/>
        </w:rPr>
        <w:t xml:space="preserve">For intra-band contiguous EN-DC, the aggregated channel bandwidth is sum of the individual NR and E-UTRA channel bandwidths assuming nominal EN-DC channel with 0 kHz offset spacing as specified in </w:t>
      </w:r>
      <w:r w:rsidR="00B94AF2">
        <w:rPr>
          <w:lang w:val="en-US"/>
        </w:rPr>
        <w:t>clause</w:t>
      </w:r>
      <w:r w:rsidRPr="00DF6DD6">
        <w:rPr>
          <w:lang w:val="en-US"/>
        </w:rPr>
        <w:t xml:space="preserve"> 5.4.</w:t>
      </w:r>
    </w:p>
    <w:p w14:paraId="4AF3497E" w14:textId="6778A315" w:rsidR="0018506F" w:rsidRPr="00F27018" w:rsidRDefault="0018506F" w:rsidP="00F27CE0">
      <w:pPr>
        <w:pStyle w:val="EQ"/>
        <w:rPr>
          <w:vertAlign w:val="subscript"/>
          <w:lang w:val="sv-FI"/>
        </w:rPr>
      </w:pPr>
      <w:r w:rsidRPr="00DF6DD6">
        <w:rPr>
          <w:lang w:val="en-US"/>
        </w:rPr>
        <w:tab/>
      </w:r>
      <w:r w:rsidRPr="00F27018">
        <w:rPr>
          <w:lang w:val="sv-FI"/>
        </w:rPr>
        <w:t>ENBW = BW</w:t>
      </w:r>
      <w:r w:rsidRPr="00F27018">
        <w:rPr>
          <w:vertAlign w:val="subscript"/>
          <w:lang w:val="sv-FI"/>
        </w:rPr>
        <w:t xml:space="preserve">NR_Channel </w:t>
      </w:r>
      <w:r w:rsidRPr="00F27018">
        <w:rPr>
          <w:lang w:val="sv-FI"/>
        </w:rPr>
        <w:t>+ BW</w:t>
      </w:r>
      <w:r w:rsidRPr="00F27018">
        <w:rPr>
          <w:vertAlign w:val="subscript"/>
          <w:lang w:val="sv-FI"/>
        </w:rPr>
        <w:t>E-UTRA</w:t>
      </w:r>
      <w:r w:rsidR="00BE2465" w:rsidRPr="00F27018">
        <w:rPr>
          <w:vertAlign w:val="subscript"/>
          <w:lang w:val="sv-FI"/>
        </w:rPr>
        <w:t>_</w:t>
      </w:r>
      <w:r w:rsidRPr="00F27018">
        <w:rPr>
          <w:vertAlign w:val="subscript"/>
          <w:lang w:val="sv-FI"/>
        </w:rPr>
        <w:t>Channel</w:t>
      </w:r>
    </w:p>
    <w:p w14:paraId="72574734" w14:textId="77777777" w:rsidR="0018506F" w:rsidRPr="00DF6DD6" w:rsidRDefault="0018506F" w:rsidP="0018506F">
      <w:pPr>
        <w:rPr>
          <w:lang w:val="en-US"/>
        </w:rPr>
      </w:pPr>
      <w:r w:rsidRPr="00DF6DD6">
        <w:rPr>
          <w:lang w:val="en-US"/>
        </w:rPr>
        <w:lastRenderedPageBreak/>
        <w:t>In the case where the NR sub-block and/or the E-UTRA sub-block itself is composed of intra-band contiguous CA carriers, the EN-DC aggregated channel bandwidth is the sum of the aggregated channel bandwidths of the NR and E-UTRA sub-blocks assuming nominal EN-DC channel spacing between the NR sub-block and E-UTRA sub-block.</w:t>
      </w:r>
    </w:p>
    <w:p w14:paraId="19538D54" w14:textId="1A155843" w:rsidR="0018506F" w:rsidRPr="00DF6DD6" w:rsidRDefault="0018506F" w:rsidP="00F27CE0">
      <w:pPr>
        <w:pStyle w:val="EQ"/>
        <w:rPr>
          <w:vertAlign w:val="subscript"/>
          <w:lang w:val="en-US"/>
        </w:rPr>
      </w:pPr>
      <w:r w:rsidRPr="00DF6DD6">
        <w:rPr>
          <w:lang w:val="en-US"/>
        </w:rPr>
        <w:tab/>
        <w:t>ENBW = BW</w:t>
      </w:r>
      <w:r w:rsidRPr="00DF6DD6">
        <w:rPr>
          <w:vertAlign w:val="subscript"/>
          <w:lang w:val="en-US"/>
        </w:rPr>
        <w:t xml:space="preserve">NR_Channel_CA </w:t>
      </w:r>
      <w:r w:rsidRPr="00DF6DD6">
        <w:rPr>
          <w:lang w:val="en-US"/>
        </w:rPr>
        <w:t>+ BW</w:t>
      </w:r>
      <w:r w:rsidRPr="00DF6DD6">
        <w:rPr>
          <w:vertAlign w:val="subscript"/>
          <w:lang w:val="en-US"/>
        </w:rPr>
        <w:t>E-UTRA</w:t>
      </w:r>
      <w:r w:rsidR="00BE2465" w:rsidRPr="00DF6DD6">
        <w:rPr>
          <w:vertAlign w:val="subscript"/>
          <w:lang w:val="en-US"/>
        </w:rPr>
        <w:t>_</w:t>
      </w:r>
      <w:r w:rsidRPr="00DF6DD6">
        <w:rPr>
          <w:vertAlign w:val="subscript"/>
          <w:lang w:val="en-US"/>
        </w:rPr>
        <w:t>Channel_CA</w:t>
      </w:r>
    </w:p>
    <w:p w14:paraId="356197AC" w14:textId="50C4EE28" w:rsidR="004A294A" w:rsidRPr="00DF6DD6" w:rsidRDefault="004A294A" w:rsidP="004A294A">
      <w:pPr>
        <w:jc w:val="both"/>
      </w:pPr>
      <w:r w:rsidRPr="00DF6DD6">
        <w:rPr>
          <w:rFonts w:hint="eastAsia"/>
        </w:rPr>
        <w:t xml:space="preserve">For </w:t>
      </w:r>
      <w:r w:rsidRPr="00DF6DD6">
        <w:rPr>
          <w:rFonts w:hint="eastAsia"/>
          <w:lang w:eastAsia="zh-CN"/>
        </w:rPr>
        <w:t xml:space="preserve">NR </w:t>
      </w:r>
      <w:r w:rsidRPr="00DF6DD6">
        <w:t>inter-band dual connectivity</w:t>
      </w:r>
      <w:r w:rsidRPr="00DF6DD6">
        <w:rPr>
          <w:rFonts w:hint="eastAsia"/>
        </w:rPr>
        <w:t xml:space="preserve"> specified in </w:t>
      </w:r>
      <w:r w:rsidR="008D5FB9" w:rsidRPr="00DF6DD6">
        <w:rPr>
          <w:lang w:eastAsia="zh-CN"/>
        </w:rPr>
        <w:t>5.5B.7</w:t>
      </w:r>
      <w:r w:rsidRPr="00DF6DD6">
        <w:rPr>
          <w:rFonts w:hint="eastAsia"/>
        </w:rPr>
        <w:t xml:space="preserve">, the corresponding </w:t>
      </w:r>
      <w:r w:rsidRPr="00DF6DD6">
        <w:rPr>
          <w:rFonts w:hint="eastAsia"/>
          <w:lang w:eastAsia="zh-CN"/>
        </w:rPr>
        <w:t>NR</w:t>
      </w:r>
      <w:r w:rsidRPr="00DF6DD6">
        <w:rPr>
          <w:rFonts w:hint="eastAsia"/>
        </w:rPr>
        <w:t xml:space="preserve"> CA configurations in 5.</w:t>
      </w:r>
      <w:r w:rsidRPr="00DF6DD6">
        <w:rPr>
          <w:rFonts w:hint="eastAsia"/>
          <w:lang w:eastAsia="zh-CN"/>
        </w:rPr>
        <w:t>5</w:t>
      </w:r>
      <w:r w:rsidRPr="00DF6DD6">
        <w:rPr>
          <w:rFonts w:hint="eastAsia"/>
        </w:rPr>
        <w:t xml:space="preserve">A.1, i.e., </w:t>
      </w:r>
      <w:r w:rsidRPr="00DF6DD6">
        <w:t>dual uplink inter-band carrier aggregation between FR1 and FR2</w:t>
      </w:r>
      <w:r w:rsidRPr="00DF6DD6">
        <w:rPr>
          <w:rFonts w:hint="eastAsia"/>
          <w:lang w:eastAsia="zh-CN"/>
        </w:rPr>
        <w:t xml:space="preserve"> </w:t>
      </w:r>
      <w:r w:rsidRPr="00DF6DD6">
        <w:t xml:space="preserve">with uplink assigned to two </w:t>
      </w:r>
      <w:r w:rsidRPr="00DF6DD6">
        <w:rPr>
          <w:rFonts w:hint="eastAsia"/>
          <w:lang w:eastAsia="zh-CN"/>
        </w:rPr>
        <w:t>NR</w:t>
      </w:r>
      <w:r w:rsidRPr="00DF6DD6">
        <w:t xml:space="preserve"> bands</w:t>
      </w:r>
      <w:r w:rsidRPr="00DF6DD6">
        <w:rPr>
          <w:rFonts w:hint="eastAsia"/>
        </w:rPr>
        <w:t xml:space="preserve">, are </w:t>
      </w:r>
      <w:r w:rsidRPr="00DF6DD6">
        <w:t>applicable</w:t>
      </w:r>
      <w:r w:rsidRPr="00DF6DD6">
        <w:rPr>
          <w:rFonts w:hint="eastAsia"/>
        </w:rPr>
        <w:t xml:space="preserve"> to Dual Connectivity.</w:t>
      </w:r>
    </w:p>
    <w:p w14:paraId="7C04783F" w14:textId="12047D7E" w:rsidR="004A294A" w:rsidRPr="00DF6DD6" w:rsidRDefault="004A294A" w:rsidP="00F27CE0">
      <w:pPr>
        <w:pStyle w:val="NO"/>
      </w:pPr>
      <w:r w:rsidRPr="00DF6DD6">
        <w:t>NOTE 1:</w:t>
      </w:r>
      <w:r w:rsidRPr="00DF6DD6">
        <w:tab/>
        <w:t xml:space="preserve">Requirements for the dual connectivity configurations are defined in the </w:t>
      </w:r>
      <w:r w:rsidR="00B94AF2">
        <w:t>clause</w:t>
      </w:r>
      <w:r w:rsidRPr="00DF6DD6">
        <w:t xml:space="preserve"> corresponding </w:t>
      </w:r>
      <w:r w:rsidRPr="00DF6DD6">
        <w:rPr>
          <w:rFonts w:hint="eastAsia"/>
          <w:lang w:eastAsia="zh-CN"/>
        </w:rPr>
        <w:t>NR</w:t>
      </w:r>
      <w:r w:rsidRPr="00DF6DD6">
        <w:t xml:space="preserve"> uplink CA between FR1 and FR2</w:t>
      </w:r>
      <w:r w:rsidRPr="00DF6DD6">
        <w:rPr>
          <w:rFonts w:hint="eastAsia"/>
          <w:lang w:eastAsia="zh-CN"/>
        </w:rPr>
        <w:t xml:space="preserve"> </w:t>
      </w:r>
      <w:r w:rsidRPr="00DF6DD6">
        <w:t>configurations, unless otherwise specified.</w:t>
      </w:r>
    </w:p>
    <w:p w14:paraId="226CF551" w14:textId="77777777" w:rsidR="001240D5" w:rsidRPr="00DF6DD6" w:rsidRDefault="001240D5" w:rsidP="001240D5">
      <w:r w:rsidRPr="00DF6DD6">
        <w:t xml:space="preserve">Intra-band contiguous EN-DC configurations are defined using intra-band contiguous EN-DC bandwidth class notation </w:t>
      </w:r>
      <w:r w:rsidRPr="009058D0">
        <w:t xml:space="preserve">DC_(n)Xyz </w:t>
      </w:r>
      <w:r w:rsidRPr="00DF6DD6">
        <w:t xml:space="preserve">where the first EN-DC bandwidth class letter </w:t>
      </w:r>
      <w:r>
        <w:t xml:space="preserve">y </w:t>
      </w:r>
      <w:r w:rsidRPr="00DF6DD6">
        <w:t xml:space="preserve">indicates the number of contiguous E-UTRA carriers and the second EN-DC bandwidth class letter </w:t>
      </w:r>
      <w:r>
        <w:t xml:space="preserve">z </w:t>
      </w:r>
      <w:r w:rsidRPr="00DF6DD6">
        <w:t>indicates the number of contiguous NR carriers</w:t>
      </w:r>
      <w:r>
        <w:t xml:space="preserve"> for the EN-DC combination of E-UTRA Band X and NR Band nX</w:t>
      </w:r>
      <w:r w:rsidRPr="00DF6DD6">
        <w:t>. Applicable contiguous intraband EN-DC bandwidth classes are listed in Table 5.3.B-1.</w:t>
      </w:r>
    </w:p>
    <w:p w14:paraId="7D0BB299" w14:textId="77777777" w:rsidR="00797816" w:rsidRPr="00DF6DD6" w:rsidRDefault="00797816" w:rsidP="00797816">
      <w:pPr>
        <w:pStyle w:val="TH"/>
      </w:pPr>
      <w:r w:rsidRPr="00DF6DD6">
        <w:t xml:space="preserve">Table 5.3.B-1: </w:t>
      </w:r>
      <w:r w:rsidRPr="00DF6DD6">
        <w:rPr>
          <w:lang w:eastAsia="fi-FI"/>
        </w:rPr>
        <w:t>Intra-band contiguous EN-DC bandwidth classes</w:t>
      </w:r>
    </w:p>
    <w:tbl>
      <w:tblPr>
        <w:tblW w:w="51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2831"/>
        <w:gridCol w:w="1137"/>
        <w:gridCol w:w="1133"/>
      </w:tblGrid>
      <w:tr w:rsidR="00F55B07" w:rsidRPr="00DF6DD6" w14:paraId="72E39462" w14:textId="77777777" w:rsidTr="00471067">
        <w:trPr>
          <w:jc w:val="center"/>
        </w:trPr>
        <w:tc>
          <w:tcPr>
            <w:tcW w:w="2831" w:type="dxa"/>
            <w:vMerge w:val="restart"/>
            <w:shd w:val="clear" w:color="auto" w:fill="auto"/>
            <w:vAlign w:val="center"/>
            <w:hideMark/>
          </w:tcPr>
          <w:p w14:paraId="44CF83C7" w14:textId="77777777" w:rsidR="00797816" w:rsidRPr="00DF6DD6" w:rsidRDefault="00797816" w:rsidP="00797816">
            <w:pPr>
              <w:pStyle w:val="TAH"/>
              <w:rPr>
                <w:lang w:val="en-US" w:eastAsia="fi-FI"/>
              </w:rPr>
            </w:pPr>
            <w:r w:rsidRPr="00DF6DD6">
              <w:rPr>
                <w:lang w:eastAsia="fi-FI"/>
              </w:rPr>
              <w:t>Intra-band contiguous EN-DC bandwidth class</w:t>
            </w:r>
          </w:p>
        </w:tc>
        <w:tc>
          <w:tcPr>
            <w:tcW w:w="2270" w:type="dxa"/>
            <w:gridSpan w:val="2"/>
            <w:shd w:val="clear" w:color="auto" w:fill="auto"/>
            <w:vAlign w:val="center"/>
            <w:hideMark/>
          </w:tcPr>
          <w:p w14:paraId="67FF4E38" w14:textId="31A94D49" w:rsidR="00797816" w:rsidRPr="00DF6DD6" w:rsidRDefault="00797816" w:rsidP="00797816">
            <w:pPr>
              <w:pStyle w:val="TAH"/>
              <w:rPr>
                <w:lang w:eastAsia="fi-FI"/>
              </w:rPr>
            </w:pPr>
            <w:r w:rsidRPr="00DF6DD6">
              <w:rPr>
                <w:lang w:eastAsia="fi-FI"/>
              </w:rPr>
              <w:t>Number of</w:t>
            </w:r>
          </w:p>
          <w:p w14:paraId="4868ADE2" w14:textId="77777777" w:rsidR="00797816" w:rsidRPr="00DF6DD6" w:rsidRDefault="00797816" w:rsidP="00797816">
            <w:pPr>
              <w:pStyle w:val="TAH"/>
              <w:rPr>
                <w:lang w:val="fi-FI" w:eastAsia="fi-FI"/>
              </w:rPr>
            </w:pPr>
            <w:r w:rsidRPr="00DF6DD6">
              <w:rPr>
                <w:lang w:eastAsia="fi-FI"/>
              </w:rPr>
              <w:t>contiguous CC</w:t>
            </w:r>
          </w:p>
        </w:tc>
      </w:tr>
      <w:tr w:rsidR="00F55B07" w:rsidRPr="00DF6DD6" w14:paraId="5AF54D6D" w14:textId="77777777" w:rsidTr="00471067">
        <w:trPr>
          <w:jc w:val="center"/>
        </w:trPr>
        <w:tc>
          <w:tcPr>
            <w:tcW w:w="2831" w:type="dxa"/>
            <w:vMerge/>
            <w:vAlign w:val="center"/>
            <w:hideMark/>
          </w:tcPr>
          <w:p w14:paraId="1FC07947" w14:textId="77777777" w:rsidR="00797816" w:rsidRPr="00DF6DD6" w:rsidRDefault="00797816" w:rsidP="00797816">
            <w:pPr>
              <w:pStyle w:val="TAH"/>
              <w:rPr>
                <w:lang w:val="fi-FI" w:eastAsia="fi-FI"/>
              </w:rPr>
            </w:pPr>
          </w:p>
        </w:tc>
        <w:tc>
          <w:tcPr>
            <w:tcW w:w="1137" w:type="dxa"/>
            <w:shd w:val="clear" w:color="auto" w:fill="auto"/>
            <w:vAlign w:val="center"/>
            <w:hideMark/>
          </w:tcPr>
          <w:p w14:paraId="35F94E11" w14:textId="77777777" w:rsidR="00797816" w:rsidRPr="00DF6DD6" w:rsidRDefault="00797816" w:rsidP="00797816">
            <w:pPr>
              <w:pStyle w:val="TAH"/>
              <w:rPr>
                <w:lang w:val="fi-FI" w:eastAsia="fi-FI"/>
              </w:rPr>
            </w:pPr>
            <w:r w:rsidRPr="00DF6DD6">
              <w:rPr>
                <w:lang w:eastAsia="fi-FI"/>
              </w:rPr>
              <w:t>E-UTRA</w:t>
            </w:r>
          </w:p>
        </w:tc>
        <w:tc>
          <w:tcPr>
            <w:tcW w:w="1133" w:type="dxa"/>
            <w:shd w:val="clear" w:color="auto" w:fill="auto"/>
            <w:vAlign w:val="center"/>
            <w:hideMark/>
          </w:tcPr>
          <w:p w14:paraId="3834C1A3" w14:textId="77777777" w:rsidR="00797816" w:rsidRPr="00DF6DD6" w:rsidRDefault="00797816" w:rsidP="00797816">
            <w:pPr>
              <w:pStyle w:val="TAH"/>
              <w:rPr>
                <w:lang w:val="fi-FI" w:eastAsia="fi-FI"/>
              </w:rPr>
            </w:pPr>
            <w:r w:rsidRPr="00DF6DD6">
              <w:rPr>
                <w:lang w:eastAsia="fi-FI"/>
              </w:rPr>
              <w:t>NR</w:t>
            </w:r>
          </w:p>
        </w:tc>
      </w:tr>
      <w:tr w:rsidR="00F55B07" w:rsidRPr="00DF6DD6" w14:paraId="24EE8EB1" w14:textId="77777777" w:rsidTr="00471067">
        <w:trPr>
          <w:jc w:val="center"/>
        </w:trPr>
        <w:tc>
          <w:tcPr>
            <w:tcW w:w="2831" w:type="dxa"/>
            <w:shd w:val="clear" w:color="auto" w:fill="auto"/>
            <w:vAlign w:val="center"/>
            <w:hideMark/>
          </w:tcPr>
          <w:p w14:paraId="0FA825D1" w14:textId="77777777" w:rsidR="00797816" w:rsidRPr="00DF6DD6" w:rsidRDefault="00797816" w:rsidP="00797816">
            <w:pPr>
              <w:pStyle w:val="TAC"/>
              <w:rPr>
                <w:lang w:val="fi-FI" w:eastAsia="fi-FI"/>
              </w:rPr>
            </w:pPr>
            <w:r w:rsidRPr="00DF6DD6">
              <w:rPr>
                <w:lang w:eastAsia="fi-FI"/>
              </w:rPr>
              <w:t>AA</w:t>
            </w:r>
          </w:p>
        </w:tc>
        <w:tc>
          <w:tcPr>
            <w:tcW w:w="1137" w:type="dxa"/>
            <w:shd w:val="clear" w:color="auto" w:fill="auto"/>
            <w:vAlign w:val="center"/>
            <w:hideMark/>
          </w:tcPr>
          <w:p w14:paraId="40BF86E3" w14:textId="77777777" w:rsidR="00797816" w:rsidRPr="00DF6DD6" w:rsidRDefault="00797816" w:rsidP="00797816">
            <w:pPr>
              <w:pStyle w:val="TAC"/>
              <w:rPr>
                <w:lang w:val="fi-FI" w:eastAsia="fi-FI"/>
              </w:rPr>
            </w:pPr>
            <w:r w:rsidRPr="00DF6DD6">
              <w:rPr>
                <w:lang w:eastAsia="fi-FI"/>
              </w:rPr>
              <w:t>1</w:t>
            </w:r>
          </w:p>
        </w:tc>
        <w:tc>
          <w:tcPr>
            <w:tcW w:w="1133" w:type="dxa"/>
            <w:shd w:val="clear" w:color="auto" w:fill="auto"/>
            <w:vAlign w:val="center"/>
            <w:hideMark/>
          </w:tcPr>
          <w:p w14:paraId="0EA682A4" w14:textId="77777777" w:rsidR="00797816" w:rsidRPr="00DF6DD6" w:rsidRDefault="00797816" w:rsidP="00797816">
            <w:pPr>
              <w:pStyle w:val="TAC"/>
              <w:rPr>
                <w:lang w:val="fi-FI" w:eastAsia="fi-FI"/>
              </w:rPr>
            </w:pPr>
            <w:r w:rsidRPr="00DF6DD6">
              <w:rPr>
                <w:lang w:eastAsia="fi-FI"/>
              </w:rPr>
              <w:t>1</w:t>
            </w:r>
          </w:p>
        </w:tc>
      </w:tr>
      <w:tr w:rsidR="00F55B07" w:rsidRPr="00DF6DD6" w14:paraId="6C144A27" w14:textId="77777777" w:rsidTr="00471067">
        <w:trPr>
          <w:jc w:val="center"/>
        </w:trPr>
        <w:tc>
          <w:tcPr>
            <w:tcW w:w="2831" w:type="dxa"/>
            <w:shd w:val="clear" w:color="auto" w:fill="auto"/>
            <w:vAlign w:val="center"/>
            <w:hideMark/>
          </w:tcPr>
          <w:p w14:paraId="6EE4F038" w14:textId="77777777" w:rsidR="00797816" w:rsidRPr="00DF6DD6" w:rsidRDefault="00797816" w:rsidP="00797816">
            <w:pPr>
              <w:pStyle w:val="TAC"/>
              <w:rPr>
                <w:lang w:val="fi-FI" w:eastAsia="fi-FI"/>
              </w:rPr>
            </w:pPr>
            <w:r w:rsidRPr="00DF6DD6">
              <w:rPr>
                <w:lang w:eastAsia="fi-FI"/>
              </w:rPr>
              <w:t>CA</w:t>
            </w:r>
          </w:p>
        </w:tc>
        <w:tc>
          <w:tcPr>
            <w:tcW w:w="1137" w:type="dxa"/>
            <w:shd w:val="clear" w:color="auto" w:fill="auto"/>
            <w:vAlign w:val="center"/>
            <w:hideMark/>
          </w:tcPr>
          <w:p w14:paraId="5FE07EF7" w14:textId="77777777" w:rsidR="00797816" w:rsidRPr="00DF6DD6" w:rsidRDefault="00797816" w:rsidP="00797816">
            <w:pPr>
              <w:pStyle w:val="TAC"/>
              <w:rPr>
                <w:lang w:val="fi-FI" w:eastAsia="fi-FI"/>
              </w:rPr>
            </w:pPr>
            <w:r w:rsidRPr="00DF6DD6">
              <w:rPr>
                <w:lang w:eastAsia="fi-FI"/>
              </w:rPr>
              <w:t>2</w:t>
            </w:r>
          </w:p>
        </w:tc>
        <w:tc>
          <w:tcPr>
            <w:tcW w:w="1133" w:type="dxa"/>
            <w:shd w:val="clear" w:color="auto" w:fill="auto"/>
            <w:vAlign w:val="center"/>
            <w:hideMark/>
          </w:tcPr>
          <w:p w14:paraId="4273B5DA" w14:textId="77777777" w:rsidR="00797816" w:rsidRPr="00DF6DD6" w:rsidRDefault="00797816" w:rsidP="00797816">
            <w:pPr>
              <w:pStyle w:val="TAC"/>
              <w:rPr>
                <w:lang w:val="fi-FI" w:eastAsia="fi-FI"/>
              </w:rPr>
            </w:pPr>
            <w:r w:rsidRPr="00DF6DD6">
              <w:rPr>
                <w:lang w:eastAsia="fi-FI"/>
              </w:rPr>
              <w:t>1</w:t>
            </w:r>
          </w:p>
        </w:tc>
      </w:tr>
      <w:tr w:rsidR="00471067" w:rsidRPr="00DF6DD6" w14:paraId="7D83CA3A" w14:textId="77777777" w:rsidTr="00471067">
        <w:trPr>
          <w:jc w:val="center"/>
        </w:trPr>
        <w:tc>
          <w:tcPr>
            <w:tcW w:w="2831" w:type="dxa"/>
            <w:shd w:val="clear" w:color="auto" w:fill="auto"/>
            <w:vAlign w:val="center"/>
            <w:hideMark/>
          </w:tcPr>
          <w:p w14:paraId="616DB1D4" w14:textId="77777777" w:rsidR="00797816" w:rsidRPr="00DF6DD6" w:rsidRDefault="00797816" w:rsidP="00797816">
            <w:pPr>
              <w:pStyle w:val="TAC"/>
              <w:rPr>
                <w:lang w:val="fi-FI" w:eastAsia="fi-FI"/>
              </w:rPr>
            </w:pPr>
            <w:r w:rsidRPr="00DF6DD6">
              <w:rPr>
                <w:lang w:eastAsia="fi-FI"/>
              </w:rPr>
              <w:t>DA</w:t>
            </w:r>
          </w:p>
        </w:tc>
        <w:tc>
          <w:tcPr>
            <w:tcW w:w="1137" w:type="dxa"/>
            <w:shd w:val="clear" w:color="auto" w:fill="auto"/>
            <w:vAlign w:val="center"/>
            <w:hideMark/>
          </w:tcPr>
          <w:p w14:paraId="484BEF00" w14:textId="77777777" w:rsidR="00797816" w:rsidRPr="00DF6DD6" w:rsidRDefault="00797816" w:rsidP="00797816">
            <w:pPr>
              <w:pStyle w:val="TAC"/>
              <w:rPr>
                <w:lang w:val="fi-FI" w:eastAsia="fi-FI"/>
              </w:rPr>
            </w:pPr>
            <w:r w:rsidRPr="00DF6DD6">
              <w:rPr>
                <w:lang w:eastAsia="fi-FI"/>
              </w:rPr>
              <w:t>3</w:t>
            </w:r>
          </w:p>
        </w:tc>
        <w:tc>
          <w:tcPr>
            <w:tcW w:w="1133" w:type="dxa"/>
            <w:shd w:val="clear" w:color="auto" w:fill="auto"/>
            <w:vAlign w:val="center"/>
            <w:hideMark/>
          </w:tcPr>
          <w:p w14:paraId="241CBCCD" w14:textId="77777777" w:rsidR="00797816" w:rsidRPr="00DF6DD6" w:rsidRDefault="00797816" w:rsidP="00797816">
            <w:pPr>
              <w:pStyle w:val="TAC"/>
              <w:rPr>
                <w:lang w:val="fi-FI" w:eastAsia="fi-FI"/>
              </w:rPr>
            </w:pPr>
            <w:r w:rsidRPr="00DF6DD6">
              <w:rPr>
                <w:lang w:eastAsia="fi-FI"/>
              </w:rPr>
              <w:t>1</w:t>
            </w:r>
          </w:p>
        </w:tc>
      </w:tr>
    </w:tbl>
    <w:p w14:paraId="43F21765" w14:textId="77777777" w:rsidR="00797816" w:rsidRPr="00DF6DD6" w:rsidRDefault="00797816" w:rsidP="00471067"/>
    <w:p w14:paraId="39784F24" w14:textId="77777777" w:rsidR="00906172" w:rsidRPr="00F27018" w:rsidRDefault="00906172" w:rsidP="00906172">
      <w:pPr>
        <w:pStyle w:val="Heading3"/>
        <w:rPr>
          <w:lang w:val="sv-FI"/>
        </w:rPr>
      </w:pPr>
      <w:bookmarkStart w:id="427" w:name="_Toc21345397"/>
      <w:bookmarkStart w:id="428" w:name="_Toc29806246"/>
      <w:bookmarkStart w:id="429" w:name="_Toc37255779"/>
      <w:bookmarkStart w:id="430" w:name="_Toc37256120"/>
      <w:bookmarkStart w:id="431" w:name="_Toc45889957"/>
      <w:bookmarkStart w:id="432" w:name="_Toc52381782"/>
      <w:bookmarkStart w:id="433" w:name="_Toc61374881"/>
      <w:bookmarkStart w:id="434" w:name="_Toc67936232"/>
      <w:bookmarkStart w:id="435" w:name="_Toc67937105"/>
      <w:bookmarkStart w:id="436" w:name="_Toc76452341"/>
      <w:bookmarkStart w:id="437" w:name="_Toc76630184"/>
      <w:bookmarkStart w:id="438" w:name="_Toc83742744"/>
      <w:bookmarkStart w:id="439" w:name="_Toc83886858"/>
      <w:bookmarkStart w:id="440" w:name="_Toc83887658"/>
      <w:bookmarkStart w:id="441" w:name="_Toc90588499"/>
      <w:r w:rsidRPr="00F27018">
        <w:rPr>
          <w:lang w:val="sv-FI"/>
        </w:rPr>
        <w:t>5.3B.1</w:t>
      </w:r>
      <w:r w:rsidRPr="00F27018">
        <w:rPr>
          <w:lang w:val="sv-FI"/>
        </w:rPr>
        <w:tab/>
        <w:t>Intra-band EN-DC in FR1</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5780DC90" w14:textId="77777777" w:rsidR="00906172" w:rsidRPr="00DF6DD6" w:rsidRDefault="00906172" w:rsidP="00BE6F23">
      <w:pPr>
        <w:pStyle w:val="Heading4"/>
        <w:rPr>
          <w:rFonts w:eastAsia="Times New Roman"/>
          <w:lang w:eastAsia="ko-KR"/>
        </w:rPr>
      </w:pPr>
      <w:bookmarkStart w:id="442" w:name="_Toc21345398"/>
      <w:bookmarkStart w:id="443" w:name="_Toc29806247"/>
      <w:bookmarkStart w:id="444" w:name="_Toc37255780"/>
      <w:bookmarkStart w:id="445" w:name="_Toc37256121"/>
      <w:bookmarkStart w:id="446" w:name="_Toc45889958"/>
      <w:bookmarkStart w:id="447" w:name="_Toc52381783"/>
      <w:bookmarkStart w:id="448" w:name="_Toc61374882"/>
      <w:bookmarkStart w:id="449" w:name="_Toc67936233"/>
      <w:bookmarkStart w:id="450" w:name="_Toc67937106"/>
      <w:bookmarkStart w:id="451" w:name="_Toc76452342"/>
      <w:bookmarkStart w:id="452" w:name="_Toc76630185"/>
      <w:bookmarkStart w:id="453" w:name="_Toc83742745"/>
      <w:bookmarkStart w:id="454" w:name="_Toc83886859"/>
      <w:bookmarkStart w:id="455" w:name="_Toc83887659"/>
      <w:bookmarkStart w:id="456" w:name="_Toc90588500"/>
      <w:r w:rsidRPr="00DF6DD6">
        <w:t>5.3B.1.1</w:t>
      </w:r>
      <w:r w:rsidRPr="00DF6DD6">
        <w:tab/>
        <w:t>General</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059A5AE8" w14:textId="77777777" w:rsidR="00906172" w:rsidRPr="00DF6DD6" w:rsidRDefault="00906172" w:rsidP="00906172">
      <w:pPr>
        <w:overflowPunct w:val="0"/>
        <w:autoSpaceDE w:val="0"/>
        <w:autoSpaceDN w:val="0"/>
        <w:adjustRightInd w:val="0"/>
        <w:textAlignment w:val="baseline"/>
        <w:rPr>
          <w:rFonts w:eastAsia="Times New Roman"/>
          <w:lang w:eastAsia="ko-KR"/>
        </w:rPr>
      </w:pPr>
      <w:r w:rsidRPr="00DF6DD6">
        <w:rPr>
          <w:rFonts w:eastAsia="Times New Roman"/>
          <w:lang w:eastAsia="ko-KR"/>
        </w:rPr>
        <w:t>The requirements for intra-band EN-DC in this specification are defined for EN-DC configurations with associated bandwidth combination sets.</w:t>
      </w:r>
    </w:p>
    <w:p w14:paraId="0D9E1A8D" w14:textId="77777777" w:rsidR="00906172" w:rsidRPr="00DF6DD6" w:rsidRDefault="00906172" w:rsidP="00906172">
      <w:pPr>
        <w:overflowPunct w:val="0"/>
        <w:autoSpaceDE w:val="0"/>
        <w:autoSpaceDN w:val="0"/>
        <w:adjustRightInd w:val="0"/>
        <w:textAlignment w:val="baseline"/>
        <w:rPr>
          <w:rFonts w:eastAsia="Times New Roman"/>
          <w:lang w:eastAsia="ko-KR"/>
        </w:rPr>
      </w:pPr>
      <w:r w:rsidRPr="00DF6DD6">
        <w:rPr>
          <w:rFonts w:eastAsia="Times New Roman"/>
          <w:lang w:eastAsia="ko-KR"/>
        </w:rPr>
        <w:t xml:space="preserve">For each EN-DC configuration, requirements are specified for all bandwidth combinations contained in a </w:t>
      </w:r>
      <w:r w:rsidRPr="00DF6DD6">
        <w:rPr>
          <w:rFonts w:eastAsia="Times New Roman"/>
          <w:i/>
          <w:iCs/>
          <w:lang w:eastAsia="ko-KR"/>
        </w:rPr>
        <w:t>bandwidth combination set</w:t>
      </w:r>
      <w:r w:rsidRPr="00DF6DD6">
        <w:rPr>
          <w:rFonts w:eastAsia="Times New Roman"/>
          <w:lang w:eastAsia="ko-KR"/>
        </w:rPr>
        <w:t>, which is indicated per supported band combination in the UE radio access capability. A UE can indicate support of several bandwidth combination sets per band combination.</w:t>
      </w:r>
    </w:p>
    <w:p w14:paraId="4BBF9864" w14:textId="77777777" w:rsidR="00906172" w:rsidRPr="00DF6DD6" w:rsidRDefault="00906172" w:rsidP="00906172">
      <w:pPr>
        <w:pStyle w:val="Heading4"/>
      </w:pPr>
      <w:bookmarkStart w:id="457" w:name="_Toc21345399"/>
      <w:bookmarkStart w:id="458" w:name="_Toc29806248"/>
      <w:bookmarkStart w:id="459" w:name="_Toc37255781"/>
      <w:bookmarkStart w:id="460" w:name="_Toc37256122"/>
      <w:bookmarkStart w:id="461" w:name="_Toc45889959"/>
      <w:bookmarkStart w:id="462" w:name="_Toc52381784"/>
      <w:bookmarkStart w:id="463" w:name="_Toc61374883"/>
      <w:bookmarkStart w:id="464" w:name="_Toc67936234"/>
      <w:bookmarkStart w:id="465" w:name="_Toc67937107"/>
      <w:bookmarkStart w:id="466" w:name="_Toc76452343"/>
      <w:bookmarkStart w:id="467" w:name="_Toc76630186"/>
      <w:bookmarkStart w:id="468" w:name="_Toc83742746"/>
      <w:bookmarkStart w:id="469" w:name="_Toc83886860"/>
      <w:bookmarkStart w:id="470" w:name="_Toc83887660"/>
      <w:bookmarkStart w:id="471" w:name="_Toc90588501"/>
      <w:r w:rsidRPr="00DF6DD6">
        <w:t>5.3B.1.2</w:t>
      </w:r>
      <w:r w:rsidRPr="00DF6DD6">
        <w:tab/>
        <w:t>BCS for Intra-band contiguous EN-DC</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1046033B" w14:textId="79BF5A30" w:rsidR="00906172" w:rsidRPr="00DF6DD6" w:rsidRDefault="00906172" w:rsidP="00906172">
      <w:pPr>
        <w:overflowPunct w:val="0"/>
        <w:autoSpaceDE w:val="0"/>
        <w:autoSpaceDN w:val="0"/>
        <w:adjustRightInd w:val="0"/>
        <w:textAlignment w:val="baseline"/>
        <w:rPr>
          <w:rFonts w:eastAsia="Times New Roman"/>
          <w:lang w:eastAsia="ko-KR"/>
        </w:rPr>
      </w:pPr>
      <w:r w:rsidRPr="00DF6DD6">
        <w:rPr>
          <w:rFonts w:eastAsia="Times New Roman"/>
          <w:lang w:eastAsia="ko-KR"/>
        </w:rPr>
        <w:t xml:space="preserve">For intra-band contiguous EN-DC, an EN-DC configuration is </w:t>
      </w:r>
      <w:r w:rsidR="005F766D">
        <w:rPr>
          <w:rFonts w:hint="eastAsia"/>
          <w:lang w:val="en-US" w:eastAsia="zh-CN"/>
        </w:rPr>
        <w:t xml:space="preserve">consisting of </w:t>
      </w:r>
      <w:r w:rsidR="005F766D">
        <w:rPr>
          <w:rFonts w:eastAsia="Times New Roman"/>
          <w:lang w:eastAsia="ko-KR"/>
        </w:rPr>
        <w:t xml:space="preserve">an E-UTRA band and </w:t>
      </w:r>
      <w:r w:rsidR="005F766D">
        <w:rPr>
          <w:rFonts w:hint="eastAsia"/>
          <w:lang w:val="en-US" w:eastAsia="zh-CN"/>
        </w:rPr>
        <w:t>a</w:t>
      </w:r>
      <w:r w:rsidR="005F766D">
        <w:rPr>
          <w:rFonts w:eastAsia="Times New Roman"/>
          <w:lang w:eastAsia="ko-KR"/>
        </w:rPr>
        <w:t xml:space="preserve"> corresponding NR band having the same frequency range which supports</w:t>
      </w:r>
      <w:r w:rsidRPr="00DF6DD6">
        <w:rPr>
          <w:rFonts w:eastAsia="Times New Roman"/>
          <w:lang w:eastAsia="ko-KR"/>
        </w:rPr>
        <w:t xml:space="preserve"> a</w:t>
      </w:r>
      <w:r w:rsidR="00797816" w:rsidRPr="00DF6DD6">
        <w:rPr>
          <w:rFonts w:eastAsia="Times New Roman"/>
          <w:lang w:eastAsia="ko-KR"/>
        </w:rPr>
        <w:t>n intra-band contiguous EN-DC</w:t>
      </w:r>
      <w:r w:rsidRPr="00DF6DD6">
        <w:rPr>
          <w:rFonts w:eastAsia="Times New Roman"/>
          <w:lang w:eastAsia="ko-KR"/>
        </w:rPr>
        <w:t xml:space="preserve"> bandwidth class.</w:t>
      </w:r>
    </w:p>
    <w:p w14:paraId="68F6AC2C" w14:textId="1A20CF5D" w:rsidR="00906172" w:rsidRPr="00DF6DD6" w:rsidRDefault="00C47330" w:rsidP="00906172">
      <w:pPr>
        <w:overflowPunct w:val="0"/>
        <w:autoSpaceDE w:val="0"/>
        <w:autoSpaceDN w:val="0"/>
        <w:adjustRightInd w:val="0"/>
        <w:textAlignment w:val="baseline"/>
        <w:rPr>
          <w:rFonts w:eastAsia="Times New Roman"/>
          <w:lang w:eastAsia="ko-KR"/>
        </w:rPr>
      </w:pPr>
      <w:r w:rsidRPr="00DF6DD6">
        <w:rPr>
          <w:rFonts w:eastAsia="Times New Roman"/>
          <w:lang w:eastAsia="ko-KR"/>
        </w:rPr>
        <w:t>B</w:t>
      </w:r>
      <w:r w:rsidR="00906172" w:rsidRPr="00DF6DD6">
        <w:rPr>
          <w:rFonts w:eastAsia="Times New Roman"/>
          <w:lang w:eastAsia="ko-KR"/>
        </w:rPr>
        <w:t>andwidth combination sets</w:t>
      </w:r>
      <w:r w:rsidRPr="00DF6DD6">
        <w:rPr>
          <w:rFonts w:eastAsia="Times New Roman"/>
          <w:lang w:eastAsia="ko-KR"/>
        </w:rPr>
        <w:t xml:space="preserve"> for intra-band contiguous EN-DC are</w:t>
      </w:r>
      <w:r w:rsidR="00906172" w:rsidRPr="00DF6DD6">
        <w:rPr>
          <w:rFonts w:eastAsia="Times New Roman"/>
          <w:lang w:eastAsia="ko-KR"/>
        </w:rPr>
        <w:t xml:space="preserve"> specified in Table 5.3B.1.2-1.</w:t>
      </w:r>
      <w:r w:rsidR="00F5726B" w:rsidRPr="00D74997">
        <w:t xml:space="preserve"> </w:t>
      </w:r>
      <w:r w:rsidR="00F5726B" w:rsidRPr="00D74997">
        <w:rPr>
          <w:rFonts w:eastAsia="Times New Roman"/>
          <w:lang w:eastAsia="ko-KR"/>
        </w:rPr>
        <w:t>The EN-DC configurations and bandwidth combination sets in Table 5.3B.1.2-1</w:t>
      </w:r>
      <w:r w:rsidR="00F5726B">
        <w:rPr>
          <w:rFonts w:eastAsia="Times New Roman"/>
          <w:lang w:eastAsia="ko-KR"/>
        </w:rPr>
        <w:t xml:space="preserve"> </w:t>
      </w:r>
      <w:r w:rsidR="00F5726B" w:rsidRPr="00D74997">
        <w:rPr>
          <w:rFonts w:eastAsia="Times New Roman"/>
          <w:lang w:eastAsia="ko-KR"/>
        </w:rPr>
        <w:t xml:space="preserve">also apply to higher order EN-DC combinations that include inter-band and intra-band EN-DC on the downlink and inter-band </w:t>
      </w:r>
      <w:r w:rsidR="00F5726B">
        <w:rPr>
          <w:rFonts w:eastAsia="Times New Roman"/>
          <w:lang w:eastAsia="ko-KR"/>
        </w:rPr>
        <w:t>EN-DC</w:t>
      </w:r>
      <w:r w:rsidR="00F5726B" w:rsidRPr="00D74997">
        <w:rPr>
          <w:rFonts w:eastAsia="Times New Roman"/>
          <w:lang w:eastAsia="ko-KR"/>
        </w:rPr>
        <w:t xml:space="preserve"> on the uplink.</w:t>
      </w:r>
      <w:r w:rsidR="00F5726B">
        <w:rPr>
          <w:rFonts w:eastAsia="Times New Roman"/>
          <w:lang w:eastAsia="ko-KR"/>
        </w:rPr>
        <w:t xml:space="preserve"> If no BCS is reported in the UE capabilities for an intra-band combination the default is that the UE supports BCS0.</w:t>
      </w:r>
    </w:p>
    <w:p w14:paraId="5A380799" w14:textId="77777777" w:rsidR="00906172" w:rsidRPr="00DF6DD6" w:rsidRDefault="00906172" w:rsidP="00906172">
      <w:pPr>
        <w:pStyle w:val="TH"/>
      </w:pPr>
      <w:r w:rsidRPr="00DF6DD6">
        <w:lastRenderedPageBreak/>
        <w:t>Table 5.3B.1.2-1: EN-DC configurations and bandwidth combination sets defined for intra-band contiguous EN-DC</w:t>
      </w:r>
    </w:p>
    <w:tbl>
      <w:tblPr>
        <w:tblW w:w="9702" w:type="dxa"/>
        <w:tblInd w:w="-98" w:type="dxa"/>
        <w:tblCellMar>
          <w:left w:w="0" w:type="dxa"/>
          <w:right w:w="0" w:type="dxa"/>
        </w:tblCellMar>
        <w:tblLook w:val="04A0" w:firstRow="1" w:lastRow="0" w:firstColumn="1" w:lastColumn="0" w:noHBand="0" w:noVBand="1"/>
      </w:tblPr>
      <w:tblGrid>
        <w:gridCol w:w="1474"/>
        <w:gridCol w:w="1560"/>
        <w:gridCol w:w="1411"/>
        <w:gridCol w:w="1409"/>
        <w:gridCol w:w="1320"/>
        <w:gridCol w:w="1236"/>
        <w:gridCol w:w="1292"/>
      </w:tblGrid>
      <w:tr w:rsidR="00F55B07" w:rsidRPr="00DF6DD6" w14:paraId="1CAEC3E6" w14:textId="77777777" w:rsidTr="006500C3">
        <w:trPr>
          <w:trHeight w:val="20"/>
        </w:trPr>
        <w:tc>
          <w:tcPr>
            <w:tcW w:w="97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867E7A" w14:textId="77777777" w:rsidR="00BE2465" w:rsidRPr="00DF6DD6" w:rsidRDefault="00BE2465" w:rsidP="00401ADA">
            <w:pPr>
              <w:pStyle w:val="TAH"/>
              <w:rPr>
                <w:rFonts w:ascii="Calibri" w:hAnsi="Calibri" w:cs="Calibri"/>
                <w:sz w:val="22"/>
                <w:szCs w:val="22"/>
                <w:lang w:eastAsia="en-GB"/>
              </w:rPr>
            </w:pPr>
            <w:r w:rsidRPr="00DF6DD6">
              <w:rPr>
                <w:lang w:eastAsia="en-GB"/>
              </w:rPr>
              <w:t>E-UTRA – NR configuration / Bandwidth combination set</w:t>
            </w:r>
          </w:p>
        </w:tc>
      </w:tr>
      <w:tr w:rsidR="00F55B07" w:rsidRPr="00DF6DD6" w14:paraId="2EDCC4CB" w14:textId="77777777" w:rsidTr="00BE6F23">
        <w:trPr>
          <w:trHeight w:val="20"/>
        </w:trPr>
        <w:tc>
          <w:tcPr>
            <w:tcW w:w="147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9DFD28" w14:textId="77777777" w:rsidR="00906172" w:rsidRPr="00DF6DD6" w:rsidRDefault="00906172" w:rsidP="00401ADA">
            <w:pPr>
              <w:pStyle w:val="TAH"/>
              <w:rPr>
                <w:lang w:eastAsia="en-GB"/>
              </w:rPr>
            </w:pPr>
            <w:r w:rsidRPr="00DF6DD6">
              <w:rPr>
                <w:lang w:eastAsia="en-GB"/>
              </w:rPr>
              <w:t>Downlink</w:t>
            </w:r>
          </w:p>
          <w:p w14:paraId="0305E6FD" w14:textId="77777777" w:rsidR="00906172" w:rsidRPr="00DF6DD6" w:rsidRDefault="00906172" w:rsidP="00401ADA">
            <w:pPr>
              <w:pStyle w:val="TAH"/>
              <w:rPr>
                <w:rFonts w:ascii="Calibri" w:hAnsi="Calibri" w:cs="Calibri"/>
                <w:sz w:val="22"/>
                <w:szCs w:val="22"/>
                <w:lang w:eastAsia="en-GB"/>
              </w:rPr>
            </w:pPr>
            <w:r w:rsidRPr="00DF6DD6">
              <w:rPr>
                <w:lang w:eastAsia="en-GB"/>
              </w:rPr>
              <w:t>EN-DC configuration</w:t>
            </w: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B2A57" w14:textId="77777777" w:rsidR="00906172" w:rsidRPr="00DF6DD6" w:rsidRDefault="00906172" w:rsidP="00401ADA">
            <w:pPr>
              <w:pStyle w:val="TAH"/>
              <w:rPr>
                <w:rFonts w:ascii="Calibri" w:hAnsi="Calibri" w:cs="Calibri"/>
                <w:sz w:val="22"/>
                <w:szCs w:val="22"/>
                <w:lang w:eastAsia="en-GB"/>
              </w:rPr>
            </w:pPr>
            <w:r w:rsidRPr="00DF6DD6">
              <w:rPr>
                <w:lang w:eastAsia="ja-JP"/>
              </w:rPr>
              <w:t>Uplink EN-DC configurations</w:t>
            </w:r>
          </w:p>
        </w:tc>
        <w:tc>
          <w:tcPr>
            <w:tcW w:w="414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40873" w14:textId="77777777" w:rsidR="00906172" w:rsidRPr="00DF6DD6" w:rsidRDefault="00906172" w:rsidP="00401ADA">
            <w:pPr>
              <w:pStyle w:val="TAH"/>
              <w:rPr>
                <w:rFonts w:ascii="Calibri" w:hAnsi="Calibri" w:cs="Calibri"/>
                <w:sz w:val="22"/>
                <w:szCs w:val="22"/>
                <w:lang w:eastAsia="en-GB"/>
              </w:rPr>
            </w:pPr>
            <w:r w:rsidRPr="00DF6DD6">
              <w:rPr>
                <w:lang w:eastAsia="en-GB"/>
              </w:rPr>
              <w:t>Component carriers in order of increasing carrier frequency</w:t>
            </w:r>
          </w:p>
        </w:tc>
        <w:tc>
          <w:tcPr>
            <w:tcW w:w="12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F950124" w14:textId="77777777" w:rsidR="00906172" w:rsidRPr="00DF6DD6" w:rsidRDefault="00906172" w:rsidP="00401ADA">
            <w:pPr>
              <w:pStyle w:val="TAH"/>
              <w:rPr>
                <w:rFonts w:ascii="Calibri" w:hAnsi="Calibri" w:cs="Calibri"/>
                <w:sz w:val="22"/>
                <w:szCs w:val="22"/>
                <w:lang w:eastAsia="en-GB"/>
              </w:rPr>
            </w:pPr>
            <w:r w:rsidRPr="00DF6DD6">
              <w:rPr>
                <w:lang w:eastAsia="en-GB"/>
              </w:rPr>
              <w:t xml:space="preserve">Maximum aggregated </w:t>
            </w:r>
            <w:r w:rsidRPr="00DF6DD6">
              <w:rPr>
                <w:lang w:eastAsia="en-GB"/>
              </w:rPr>
              <w:br/>
              <w:t xml:space="preserve">bandwidth </w:t>
            </w:r>
            <w:r w:rsidR="003075B9" w:rsidRPr="00DF6DD6">
              <w:rPr>
                <w:lang w:eastAsia="en-GB"/>
              </w:rPr>
              <w:t>(MHz)</w:t>
            </w:r>
          </w:p>
        </w:tc>
        <w:tc>
          <w:tcPr>
            <w:tcW w:w="129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25981FE" w14:textId="77777777" w:rsidR="00906172" w:rsidRPr="00DF6DD6" w:rsidRDefault="00906172" w:rsidP="00401ADA">
            <w:pPr>
              <w:pStyle w:val="TAH"/>
              <w:rPr>
                <w:rFonts w:ascii="Calibri" w:hAnsi="Calibri" w:cs="Calibri"/>
                <w:sz w:val="22"/>
                <w:szCs w:val="22"/>
                <w:lang w:eastAsia="en-GB"/>
              </w:rPr>
            </w:pPr>
            <w:r w:rsidRPr="00DF6DD6">
              <w:rPr>
                <w:lang w:eastAsia="en-GB"/>
              </w:rPr>
              <w:t>Bandwidth combination set</w:t>
            </w:r>
          </w:p>
        </w:tc>
      </w:tr>
      <w:tr w:rsidR="00F55B07" w:rsidRPr="00DF6DD6" w14:paraId="77B9A1ED" w14:textId="77777777" w:rsidTr="00BE6F2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765937" w14:textId="77777777" w:rsidR="00906172" w:rsidRPr="00DF6DD6" w:rsidRDefault="00906172" w:rsidP="00401ADA">
            <w:pPr>
              <w:pStyle w:val="TAH"/>
              <w:rPr>
                <w:rFonts w:ascii="Calibri" w:eastAsia="Calibri" w:hAnsi="Calibri" w:cs="Calibri"/>
                <w:sz w:val="22"/>
                <w:szCs w:val="22"/>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497908" w14:textId="77777777" w:rsidR="00906172" w:rsidRPr="00DF6DD6" w:rsidRDefault="00906172" w:rsidP="00401ADA">
            <w:pPr>
              <w:pStyle w:val="TAH"/>
              <w:rPr>
                <w:rFonts w:ascii="Calibri" w:eastAsia="Calibri" w:hAnsi="Calibri" w:cs="Calibri"/>
                <w:sz w:val="22"/>
                <w:szCs w:val="22"/>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EB510E1" w14:textId="3FE7D0F1" w:rsidR="00906172" w:rsidRPr="00DF6DD6" w:rsidRDefault="00906172" w:rsidP="00401ADA">
            <w:pPr>
              <w:pStyle w:val="TAH"/>
              <w:rPr>
                <w:rFonts w:ascii="Calibri" w:hAnsi="Calibri" w:cs="Calibri"/>
                <w:sz w:val="22"/>
                <w:szCs w:val="22"/>
                <w:lang w:eastAsia="en-GB"/>
              </w:rPr>
            </w:pPr>
            <w:r w:rsidRPr="00DF6DD6">
              <w:rPr>
                <w:lang w:eastAsia="en-GB"/>
              </w:rPr>
              <w:t xml:space="preserve">Channel bandwidths for </w:t>
            </w:r>
            <w:r w:rsidR="00CE1822" w:rsidRPr="00DF6DD6">
              <w:rPr>
                <w:lang w:eastAsia="en-GB"/>
              </w:rPr>
              <w:t>E-UTRA</w:t>
            </w:r>
            <w:r w:rsidRPr="00DF6DD6">
              <w:rPr>
                <w:lang w:eastAsia="en-GB"/>
              </w:rPr>
              <w:t xml:space="preserve"> carrier </w:t>
            </w:r>
            <w:r w:rsidR="003075B9" w:rsidRPr="00DF6DD6">
              <w:rPr>
                <w:lang w:eastAsia="en-GB"/>
              </w:rPr>
              <w:t>(MHz)</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5573F0" w14:textId="3B4775C8" w:rsidR="00906172" w:rsidRPr="00DF6DD6" w:rsidRDefault="00906172" w:rsidP="00401ADA">
            <w:pPr>
              <w:pStyle w:val="TAH"/>
              <w:rPr>
                <w:rFonts w:ascii="Calibri" w:hAnsi="Calibri" w:cs="Calibri"/>
                <w:sz w:val="22"/>
                <w:szCs w:val="22"/>
                <w:lang w:eastAsia="en-GB"/>
              </w:rPr>
            </w:pPr>
            <w:r w:rsidRPr="00DF6DD6">
              <w:rPr>
                <w:lang w:eastAsia="en-GB"/>
              </w:rPr>
              <w:t xml:space="preserve">Channel bandwidths for </w:t>
            </w:r>
            <w:r w:rsidR="00BE2465" w:rsidRPr="00DF6DD6">
              <w:rPr>
                <w:lang w:eastAsia="en-GB"/>
              </w:rPr>
              <w:t xml:space="preserve">NR </w:t>
            </w:r>
            <w:r w:rsidRPr="00DF6DD6">
              <w:rPr>
                <w:lang w:eastAsia="en-GB"/>
              </w:rPr>
              <w:t xml:space="preserve">carrier </w:t>
            </w:r>
            <w:r w:rsidR="003075B9" w:rsidRPr="00DF6DD6">
              <w:rPr>
                <w:lang w:eastAsia="en-GB"/>
              </w:rPr>
              <w:t>(MHz)</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4D7CC1" w14:textId="3F7E5764" w:rsidR="00906172" w:rsidRPr="00DF6DD6" w:rsidRDefault="00906172" w:rsidP="00401ADA">
            <w:pPr>
              <w:pStyle w:val="TAH"/>
              <w:rPr>
                <w:rFonts w:ascii="Calibri" w:hAnsi="Calibri" w:cs="Calibri"/>
                <w:sz w:val="22"/>
                <w:szCs w:val="22"/>
                <w:lang w:eastAsia="en-GB"/>
              </w:rPr>
            </w:pPr>
            <w:r w:rsidRPr="00DF6DD6">
              <w:rPr>
                <w:lang w:eastAsia="en-GB"/>
              </w:rPr>
              <w:t xml:space="preserve">Channel bandwidths for </w:t>
            </w:r>
            <w:r w:rsidR="00CE1822" w:rsidRPr="00DF6DD6">
              <w:rPr>
                <w:lang w:eastAsia="en-GB"/>
              </w:rPr>
              <w:t>E-UTRA</w:t>
            </w:r>
            <w:r w:rsidRPr="00DF6DD6">
              <w:rPr>
                <w:lang w:eastAsia="en-GB"/>
              </w:rPr>
              <w:t xml:space="preserve"> carrier </w:t>
            </w:r>
            <w:r w:rsidR="003075B9" w:rsidRPr="00DF6DD6">
              <w:rPr>
                <w:lang w:eastAsia="en-GB"/>
              </w:rPr>
              <w:t>(MHz)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B7C54A" w14:textId="77777777" w:rsidR="00906172" w:rsidRPr="00DF6DD6" w:rsidRDefault="00906172" w:rsidP="00401ADA">
            <w:pPr>
              <w:pStyle w:val="TAH"/>
              <w:rPr>
                <w:rFonts w:ascii="Calibri" w:eastAsia="Calibri" w:hAnsi="Calibri" w:cs="Calibri"/>
                <w:sz w:val="22"/>
                <w:szCs w:val="22"/>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18852A" w14:textId="77777777" w:rsidR="00906172" w:rsidRPr="00DF6DD6" w:rsidRDefault="00906172" w:rsidP="00401ADA">
            <w:pPr>
              <w:pStyle w:val="TAH"/>
              <w:rPr>
                <w:rFonts w:ascii="Calibri" w:eastAsia="Calibri" w:hAnsi="Calibri" w:cs="Calibri"/>
                <w:sz w:val="22"/>
                <w:szCs w:val="22"/>
                <w:lang w:eastAsia="en-GB"/>
              </w:rPr>
            </w:pPr>
          </w:p>
        </w:tc>
      </w:tr>
      <w:tr w:rsidR="00F55B07" w:rsidRPr="00DF6DD6" w14:paraId="7264E1E6" w14:textId="77777777" w:rsidTr="007E50E0">
        <w:trPr>
          <w:trHeight w:val="290"/>
        </w:trPr>
        <w:tc>
          <w:tcPr>
            <w:tcW w:w="1474"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2786031A" w14:textId="77777777" w:rsidR="00077590" w:rsidRPr="00DF6DD6" w:rsidRDefault="00077590" w:rsidP="00401ADA">
            <w:pPr>
              <w:pStyle w:val="TAC"/>
              <w:rPr>
                <w:lang w:eastAsia="en-GB"/>
              </w:rPr>
            </w:pPr>
            <w:r w:rsidRPr="00DF6DD6">
              <w:rPr>
                <w:lang w:eastAsia="en-GB"/>
              </w:rPr>
              <w:t>DC_(n)41AA</w:t>
            </w:r>
          </w:p>
        </w:tc>
        <w:tc>
          <w:tcPr>
            <w:tcW w:w="156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5B31B59D" w14:textId="77777777" w:rsidR="00077590" w:rsidRPr="00DF6DD6" w:rsidRDefault="00077590" w:rsidP="00401ADA">
            <w:pPr>
              <w:pStyle w:val="TAC"/>
              <w:rPr>
                <w:lang w:eastAsia="en-GB"/>
              </w:rPr>
            </w:pPr>
            <w:r w:rsidRPr="00DF6DD6">
              <w:rPr>
                <w:lang w:eastAsia="ja-JP"/>
              </w:rPr>
              <w:t>DC_(n)41AA</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113894" w14:textId="77777777" w:rsidR="00077590" w:rsidRPr="00DF6DD6" w:rsidRDefault="00077590" w:rsidP="00401ADA">
            <w:pPr>
              <w:pStyle w:val="TAC"/>
              <w:rPr>
                <w:lang w:eastAsia="en-GB"/>
              </w:rPr>
            </w:pPr>
            <w:r w:rsidRPr="00DF6DD6">
              <w:rPr>
                <w:lang w:eastAsia="en-GB"/>
              </w:rPr>
              <w:t>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8B458DD" w14:textId="77777777" w:rsidR="00077590" w:rsidRPr="00DF6DD6" w:rsidRDefault="00077590" w:rsidP="00401ADA">
            <w:pPr>
              <w:pStyle w:val="TAC"/>
              <w:rPr>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9C1DA9E" w14:textId="77777777" w:rsidR="00077590" w:rsidRPr="00DF6DD6" w:rsidRDefault="00077590" w:rsidP="00401ADA">
            <w:pPr>
              <w:pStyle w:val="TAC"/>
              <w:rPr>
                <w:lang w:eastAsia="en-GB"/>
              </w:rPr>
            </w:pPr>
          </w:p>
        </w:tc>
        <w:tc>
          <w:tcPr>
            <w:tcW w:w="12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ECD26A" w14:textId="77777777" w:rsidR="00077590" w:rsidRPr="00DF6DD6" w:rsidRDefault="00077590" w:rsidP="00401ADA">
            <w:pPr>
              <w:pStyle w:val="TAC"/>
              <w:rPr>
                <w:lang w:eastAsia="en-GB"/>
              </w:rPr>
            </w:pPr>
            <w:r w:rsidRPr="00DF6DD6">
              <w:rPr>
                <w:lang w:eastAsia="en-GB"/>
              </w:rPr>
              <w:t>120</w:t>
            </w:r>
          </w:p>
        </w:tc>
        <w:tc>
          <w:tcPr>
            <w:tcW w:w="129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50FF74" w14:textId="77777777" w:rsidR="00077590" w:rsidRPr="00DF6DD6" w:rsidRDefault="00077590" w:rsidP="00401ADA">
            <w:pPr>
              <w:pStyle w:val="TAC"/>
              <w:rPr>
                <w:lang w:eastAsia="en-GB"/>
              </w:rPr>
            </w:pPr>
            <w:r w:rsidRPr="00DF6DD6">
              <w:rPr>
                <w:lang w:eastAsia="en-GB"/>
              </w:rPr>
              <w:t>0</w:t>
            </w:r>
          </w:p>
        </w:tc>
      </w:tr>
      <w:tr w:rsidR="00F55B07" w:rsidRPr="00DF6DD6" w14:paraId="08B044CC" w14:textId="77777777" w:rsidTr="007E50E0">
        <w:trPr>
          <w:trHeight w:val="290"/>
        </w:trPr>
        <w:tc>
          <w:tcPr>
            <w:tcW w:w="0" w:type="auto"/>
            <w:vMerge/>
            <w:tcBorders>
              <w:left w:val="single" w:sz="4" w:space="0" w:color="auto"/>
              <w:right w:val="single" w:sz="4" w:space="0" w:color="auto"/>
            </w:tcBorders>
            <w:vAlign w:val="center"/>
            <w:hideMark/>
          </w:tcPr>
          <w:p w14:paraId="233B2FD0" w14:textId="77777777" w:rsidR="00077590" w:rsidRPr="00DF6DD6" w:rsidRDefault="00077590" w:rsidP="00401ADA">
            <w:pPr>
              <w:pStyle w:val="TAC"/>
              <w:rPr>
                <w:lang w:eastAsia="en-GB"/>
              </w:rPr>
            </w:pPr>
          </w:p>
        </w:tc>
        <w:tc>
          <w:tcPr>
            <w:tcW w:w="0" w:type="auto"/>
            <w:vMerge/>
            <w:tcBorders>
              <w:left w:val="single" w:sz="4" w:space="0" w:color="auto"/>
              <w:right w:val="single" w:sz="4" w:space="0" w:color="auto"/>
            </w:tcBorders>
            <w:vAlign w:val="center"/>
            <w:hideMark/>
          </w:tcPr>
          <w:p w14:paraId="30A610C3"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DDC647" w14:textId="77777777" w:rsidR="00077590" w:rsidRPr="00DF6DD6" w:rsidRDefault="00077590" w:rsidP="00401ADA">
            <w:pPr>
              <w:pStyle w:val="TAC"/>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00C8FE5" w14:textId="77777777" w:rsidR="00077590" w:rsidRPr="00DF6DD6" w:rsidRDefault="00077590" w:rsidP="00401ADA">
            <w:pPr>
              <w:pStyle w:val="TAC"/>
              <w:rPr>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F93902" w14:textId="77777777" w:rsidR="00077590" w:rsidRPr="00DF6DD6" w:rsidRDefault="00077590" w:rsidP="00401ADA">
            <w:pPr>
              <w:pStyle w:val="TAC"/>
              <w:rPr>
                <w:lang w:eastAsia="en-GB"/>
              </w:rPr>
            </w:pPr>
            <w:r w:rsidRPr="00DF6DD6">
              <w:rPr>
                <w:lang w:eastAsia="en-GB"/>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0CBC18"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8D1AA" w14:textId="77777777" w:rsidR="00077590" w:rsidRPr="00DF6DD6" w:rsidRDefault="00077590" w:rsidP="00401ADA">
            <w:pPr>
              <w:pStyle w:val="TAC"/>
              <w:rPr>
                <w:lang w:eastAsia="en-GB"/>
              </w:rPr>
            </w:pPr>
          </w:p>
        </w:tc>
      </w:tr>
      <w:tr w:rsidR="00F55B07" w:rsidRPr="00DF6DD6" w14:paraId="344E043C" w14:textId="77777777" w:rsidTr="007E50E0">
        <w:trPr>
          <w:trHeight w:val="290"/>
        </w:trPr>
        <w:tc>
          <w:tcPr>
            <w:tcW w:w="0" w:type="auto"/>
            <w:vMerge/>
            <w:tcBorders>
              <w:left w:val="single" w:sz="4" w:space="0" w:color="auto"/>
              <w:right w:val="single" w:sz="4" w:space="0" w:color="auto"/>
            </w:tcBorders>
            <w:vAlign w:val="center"/>
          </w:tcPr>
          <w:p w14:paraId="6D4BF802" w14:textId="77777777" w:rsidR="00077590" w:rsidRPr="00DF6DD6" w:rsidRDefault="00077590" w:rsidP="00401ADA">
            <w:pPr>
              <w:pStyle w:val="TAC"/>
              <w:rPr>
                <w:lang w:eastAsia="en-GB"/>
              </w:rPr>
            </w:pPr>
          </w:p>
        </w:tc>
        <w:tc>
          <w:tcPr>
            <w:tcW w:w="0" w:type="auto"/>
            <w:vMerge/>
            <w:tcBorders>
              <w:left w:val="single" w:sz="4" w:space="0" w:color="auto"/>
              <w:right w:val="single" w:sz="4" w:space="0" w:color="auto"/>
            </w:tcBorders>
            <w:vAlign w:val="center"/>
          </w:tcPr>
          <w:p w14:paraId="167663E2"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E29204" w14:textId="77777777" w:rsidR="00077590" w:rsidRPr="00DF6DD6" w:rsidRDefault="00077590" w:rsidP="00401ADA">
            <w:pPr>
              <w:pStyle w:val="TAC"/>
            </w:pPr>
            <w:r w:rsidRPr="00DF6DD6">
              <w:t>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089724" w14:textId="77777777" w:rsidR="00077590" w:rsidRPr="00DF6DD6" w:rsidRDefault="00077590" w:rsidP="00401ADA">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9B2B4D" w14:textId="77777777" w:rsidR="00077590" w:rsidRPr="00DF6DD6" w:rsidRDefault="00077590" w:rsidP="00401ADA">
            <w:pPr>
              <w:pStyle w:val="TAC"/>
              <w:rPr>
                <w:lang w:eastAsia="en-GB"/>
              </w:rPr>
            </w:pPr>
          </w:p>
        </w:tc>
        <w:tc>
          <w:tcPr>
            <w:tcW w:w="0" w:type="auto"/>
            <w:vMerge w:val="restart"/>
            <w:tcBorders>
              <w:top w:val="single" w:sz="4" w:space="0" w:color="auto"/>
              <w:left w:val="single" w:sz="4" w:space="0" w:color="auto"/>
              <w:right w:val="single" w:sz="4" w:space="0" w:color="auto"/>
            </w:tcBorders>
            <w:vAlign w:val="center"/>
          </w:tcPr>
          <w:p w14:paraId="24D9000B" w14:textId="77777777" w:rsidR="00077590" w:rsidRPr="00DF6DD6" w:rsidRDefault="00077590" w:rsidP="00401ADA">
            <w:pPr>
              <w:pStyle w:val="TAC"/>
              <w:rPr>
                <w:lang w:eastAsia="en-GB"/>
              </w:rPr>
            </w:pPr>
            <w:r w:rsidRPr="00DF6DD6">
              <w:rPr>
                <w:lang w:eastAsia="en-GB"/>
              </w:rPr>
              <w:t>120</w:t>
            </w:r>
          </w:p>
        </w:tc>
        <w:tc>
          <w:tcPr>
            <w:tcW w:w="0" w:type="auto"/>
            <w:vMerge w:val="restart"/>
            <w:tcBorders>
              <w:top w:val="single" w:sz="4" w:space="0" w:color="auto"/>
              <w:left w:val="single" w:sz="4" w:space="0" w:color="auto"/>
              <w:right w:val="single" w:sz="4" w:space="0" w:color="auto"/>
            </w:tcBorders>
            <w:vAlign w:val="center"/>
          </w:tcPr>
          <w:p w14:paraId="33E35C05" w14:textId="77777777" w:rsidR="00077590" w:rsidRPr="00DF6DD6" w:rsidRDefault="00077590" w:rsidP="00401ADA">
            <w:pPr>
              <w:pStyle w:val="TAC"/>
              <w:rPr>
                <w:lang w:eastAsia="en-GB"/>
              </w:rPr>
            </w:pPr>
            <w:r w:rsidRPr="00DF6DD6">
              <w:rPr>
                <w:lang w:eastAsia="en-GB"/>
              </w:rPr>
              <w:t>1</w:t>
            </w:r>
          </w:p>
        </w:tc>
      </w:tr>
      <w:tr w:rsidR="00F55B07" w:rsidRPr="00DF6DD6" w14:paraId="286504EC" w14:textId="77777777" w:rsidTr="007E50E0">
        <w:trPr>
          <w:trHeight w:val="290"/>
        </w:trPr>
        <w:tc>
          <w:tcPr>
            <w:tcW w:w="0" w:type="auto"/>
            <w:vMerge/>
            <w:tcBorders>
              <w:left w:val="single" w:sz="4" w:space="0" w:color="auto"/>
              <w:bottom w:val="single" w:sz="4" w:space="0" w:color="auto"/>
              <w:right w:val="single" w:sz="4" w:space="0" w:color="auto"/>
            </w:tcBorders>
            <w:vAlign w:val="center"/>
          </w:tcPr>
          <w:p w14:paraId="30053229" w14:textId="77777777" w:rsidR="00077590" w:rsidRPr="00DF6DD6" w:rsidRDefault="00077590" w:rsidP="00401ADA">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526229DB"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ECA408" w14:textId="77777777" w:rsidR="00077590" w:rsidRPr="00DF6DD6" w:rsidRDefault="00077590" w:rsidP="00401ADA">
            <w:pPr>
              <w:pStyle w:val="TAC"/>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5D88D9" w14:textId="77777777" w:rsidR="00077590" w:rsidRPr="00DF6DD6" w:rsidRDefault="00077590" w:rsidP="00401ADA">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579A50" w14:textId="77777777" w:rsidR="00077590" w:rsidRPr="00DF6DD6" w:rsidRDefault="00077590" w:rsidP="00401ADA">
            <w:pPr>
              <w:pStyle w:val="TAC"/>
              <w:rPr>
                <w:lang w:eastAsia="en-GB"/>
              </w:rPr>
            </w:pPr>
            <w:r w:rsidRPr="00DF6DD6">
              <w:rPr>
                <w:lang w:eastAsia="en-GB"/>
              </w:rPr>
              <w:t>20</w:t>
            </w:r>
          </w:p>
        </w:tc>
        <w:tc>
          <w:tcPr>
            <w:tcW w:w="0" w:type="auto"/>
            <w:vMerge/>
            <w:tcBorders>
              <w:left w:val="single" w:sz="4" w:space="0" w:color="auto"/>
              <w:bottom w:val="single" w:sz="4" w:space="0" w:color="auto"/>
              <w:right w:val="single" w:sz="4" w:space="0" w:color="auto"/>
            </w:tcBorders>
            <w:vAlign w:val="center"/>
          </w:tcPr>
          <w:p w14:paraId="59C7D2B7" w14:textId="77777777" w:rsidR="00077590" w:rsidRPr="00DF6DD6" w:rsidRDefault="00077590" w:rsidP="00401ADA">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61EBA6A5" w14:textId="77777777" w:rsidR="00077590" w:rsidRPr="00DF6DD6" w:rsidRDefault="00077590" w:rsidP="00401ADA">
            <w:pPr>
              <w:pStyle w:val="TAC"/>
              <w:rPr>
                <w:lang w:eastAsia="en-GB"/>
              </w:rPr>
            </w:pPr>
          </w:p>
        </w:tc>
      </w:tr>
      <w:tr w:rsidR="00F55B07" w:rsidRPr="00DF6DD6" w14:paraId="56A3A9F5" w14:textId="77777777" w:rsidTr="007E50E0">
        <w:trPr>
          <w:trHeight w:val="290"/>
        </w:trPr>
        <w:tc>
          <w:tcPr>
            <w:tcW w:w="1474"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467AAAAD" w14:textId="77777777" w:rsidR="00077590" w:rsidRPr="00DF6DD6" w:rsidRDefault="00077590" w:rsidP="00401ADA">
            <w:pPr>
              <w:pStyle w:val="TAC"/>
              <w:rPr>
                <w:lang w:eastAsia="en-GB"/>
              </w:rPr>
            </w:pPr>
            <w:r w:rsidRPr="00DF6DD6">
              <w:rPr>
                <w:lang w:eastAsia="en-GB"/>
              </w:rPr>
              <w:t>DC_(n)41CA</w:t>
            </w:r>
          </w:p>
        </w:tc>
        <w:tc>
          <w:tcPr>
            <w:tcW w:w="156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6AF279A0" w14:textId="77777777" w:rsidR="00077590" w:rsidRPr="00DF6DD6" w:rsidRDefault="00077590" w:rsidP="00401ADA">
            <w:pPr>
              <w:pStyle w:val="TAC"/>
              <w:rPr>
                <w:vertAlign w:val="superscript"/>
                <w:lang w:eastAsia="en-GB"/>
              </w:rPr>
            </w:pPr>
            <w:r w:rsidRPr="00DF6DD6">
              <w:rPr>
                <w:lang w:eastAsia="en-GB"/>
              </w:rPr>
              <w:t>DC_(n)41AA</w:t>
            </w:r>
            <w:r w:rsidRPr="00DF6DD6">
              <w:rPr>
                <w:vertAlign w:val="superscript"/>
                <w:lang w:eastAsia="en-GB"/>
              </w:rPr>
              <w:t>1</w:t>
            </w:r>
            <w:r w:rsidRPr="00DF6DD6">
              <w:rPr>
                <w:lang w:eastAsia="en-GB"/>
              </w:rPr>
              <w:t>, DC_41A_n41A</w:t>
            </w:r>
            <w:r w:rsidRPr="00DF6DD6">
              <w:rPr>
                <w:vertAlign w:val="superscript"/>
                <w:lang w:eastAsia="en-GB"/>
              </w:rPr>
              <w:t>2</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30D39A" w14:textId="77777777" w:rsidR="00077590" w:rsidRPr="00DF6DD6" w:rsidRDefault="00077590" w:rsidP="00401ADA">
            <w:pPr>
              <w:pStyle w:val="TAC"/>
              <w:rPr>
                <w:lang w:eastAsia="en-GB"/>
              </w:rPr>
            </w:pPr>
            <w:r w:rsidRPr="00DF6DD6">
              <w:rPr>
                <w:lang w:eastAsia="en-GB"/>
              </w:rPr>
              <w:t>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32AB1D" w14:textId="77777777" w:rsidR="00077590" w:rsidRPr="00DF6DD6" w:rsidRDefault="00077590" w:rsidP="00401ADA">
            <w:pPr>
              <w:pStyle w:val="TAC"/>
              <w:rPr>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DB4E3A" w14:textId="77777777" w:rsidR="00077590" w:rsidRPr="00DF6DD6" w:rsidRDefault="00077590" w:rsidP="00401ADA">
            <w:pPr>
              <w:pStyle w:val="TAC"/>
              <w:rPr>
                <w:lang w:eastAsia="en-GB"/>
              </w:rPr>
            </w:pPr>
          </w:p>
        </w:tc>
        <w:tc>
          <w:tcPr>
            <w:tcW w:w="12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54E6FB" w14:textId="77777777" w:rsidR="00077590" w:rsidRPr="00DF6DD6" w:rsidRDefault="00077590" w:rsidP="00401ADA">
            <w:pPr>
              <w:pStyle w:val="TAC"/>
              <w:rPr>
                <w:lang w:eastAsia="en-GB"/>
              </w:rPr>
            </w:pPr>
            <w:r w:rsidRPr="00DF6DD6">
              <w:rPr>
                <w:lang w:eastAsia="en-GB"/>
              </w:rPr>
              <w:t>140</w:t>
            </w:r>
          </w:p>
        </w:tc>
        <w:tc>
          <w:tcPr>
            <w:tcW w:w="129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2DF1D8" w14:textId="77777777" w:rsidR="00077590" w:rsidRPr="00DF6DD6" w:rsidRDefault="00077590" w:rsidP="00401ADA">
            <w:pPr>
              <w:pStyle w:val="TAC"/>
              <w:rPr>
                <w:lang w:eastAsia="en-GB"/>
              </w:rPr>
            </w:pPr>
            <w:r w:rsidRPr="00DF6DD6">
              <w:rPr>
                <w:lang w:eastAsia="en-GB"/>
              </w:rPr>
              <w:t>0</w:t>
            </w:r>
          </w:p>
        </w:tc>
      </w:tr>
      <w:tr w:rsidR="00F55B07" w:rsidRPr="00DF6DD6" w14:paraId="0687DEE7" w14:textId="77777777" w:rsidTr="007E50E0">
        <w:trPr>
          <w:trHeight w:val="290"/>
        </w:trPr>
        <w:tc>
          <w:tcPr>
            <w:tcW w:w="0" w:type="auto"/>
            <w:vMerge/>
            <w:tcBorders>
              <w:left w:val="single" w:sz="4" w:space="0" w:color="auto"/>
              <w:right w:val="single" w:sz="4" w:space="0" w:color="auto"/>
            </w:tcBorders>
            <w:vAlign w:val="center"/>
            <w:hideMark/>
          </w:tcPr>
          <w:p w14:paraId="5FBC0893" w14:textId="77777777" w:rsidR="00077590" w:rsidRPr="00DF6DD6" w:rsidRDefault="00077590" w:rsidP="00401ADA">
            <w:pPr>
              <w:pStyle w:val="TAC"/>
              <w:rPr>
                <w:lang w:eastAsia="en-GB"/>
              </w:rPr>
            </w:pPr>
          </w:p>
        </w:tc>
        <w:tc>
          <w:tcPr>
            <w:tcW w:w="0" w:type="auto"/>
            <w:vMerge/>
            <w:tcBorders>
              <w:left w:val="single" w:sz="4" w:space="0" w:color="auto"/>
              <w:right w:val="single" w:sz="4" w:space="0" w:color="auto"/>
            </w:tcBorders>
            <w:vAlign w:val="center"/>
            <w:hideMark/>
          </w:tcPr>
          <w:p w14:paraId="4BA1D0CF"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D47423" w14:textId="77777777" w:rsidR="00077590" w:rsidRPr="00DF6DD6" w:rsidRDefault="00077590" w:rsidP="00401ADA">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6781B84" w14:textId="77777777" w:rsidR="00077590" w:rsidRPr="00DF6DD6" w:rsidRDefault="00077590" w:rsidP="00401ADA">
            <w:pPr>
              <w:pStyle w:val="TAC"/>
              <w:rPr>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8C43E4A" w14:textId="77777777" w:rsidR="00077590" w:rsidRPr="00DF6DD6" w:rsidRDefault="00077590" w:rsidP="00401ADA">
            <w:pPr>
              <w:pStyle w:val="TAC"/>
              <w:rPr>
                <w:lang w:eastAsia="en-GB"/>
              </w:rPr>
            </w:pPr>
            <w:r w:rsidRPr="00DF6DD6">
              <w:rPr>
                <w:lang w:eastAsia="en-GB"/>
              </w:rPr>
              <w:t>20+20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968496"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6930F4" w14:textId="77777777" w:rsidR="00077590" w:rsidRPr="00DF6DD6" w:rsidRDefault="00077590" w:rsidP="00401ADA">
            <w:pPr>
              <w:pStyle w:val="TAC"/>
              <w:rPr>
                <w:lang w:eastAsia="en-GB"/>
              </w:rPr>
            </w:pPr>
          </w:p>
        </w:tc>
      </w:tr>
      <w:tr w:rsidR="00F55B07" w:rsidRPr="00DF6DD6" w14:paraId="20FEE9DB" w14:textId="77777777" w:rsidTr="007E50E0">
        <w:trPr>
          <w:trHeight w:val="290"/>
        </w:trPr>
        <w:tc>
          <w:tcPr>
            <w:tcW w:w="0" w:type="auto"/>
            <w:vMerge/>
            <w:tcBorders>
              <w:left w:val="single" w:sz="4" w:space="0" w:color="auto"/>
              <w:right w:val="single" w:sz="4" w:space="0" w:color="auto"/>
            </w:tcBorders>
            <w:vAlign w:val="center"/>
          </w:tcPr>
          <w:p w14:paraId="257F0ABA" w14:textId="77777777" w:rsidR="00077590" w:rsidRPr="00DF6DD6" w:rsidRDefault="00077590" w:rsidP="00401ADA">
            <w:pPr>
              <w:pStyle w:val="TAC"/>
              <w:rPr>
                <w:lang w:eastAsia="en-GB"/>
              </w:rPr>
            </w:pPr>
          </w:p>
        </w:tc>
        <w:tc>
          <w:tcPr>
            <w:tcW w:w="0" w:type="auto"/>
            <w:vMerge/>
            <w:tcBorders>
              <w:left w:val="single" w:sz="4" w:space="0" w:color="auto"/>
              <w:right w:val="single" w:sz="4" w:space="0" w:color="auto"/>
            </w:tcBorders>
            <w:vAlign w:val="center"/>
          </w:tcPr>
          <w:p w14:paraId="15CB4E00"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7C13F7" w14:textId="77777777" w:rsidR="00077590" w:rsidRPr="00DF6DD6" w:rsidRDefault="00077590" w:rsidP="00401ADA">
            <w:pPr>
              <w:pStyle w:val="TAC"/>
              <w:rPr>
                <w:lang w:eastAsia="en-GB"/>
              </w:rPr>
            </w:pPr>
            <w:r w:rsidRPr="00DF6DD6">
              <w:t>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16CCE3" w14:textId="77777777" w:rsidR="00077590" w:rsidRPr="00DF6DD6" w:rsidRDefault="00077590" w:rsidP="00401ADA">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BEF85C" w14:textId="77777777" w:rsidR="00077590" w:rsidRPr="00DF6DD6" w:rsidRDefault="00077590" w:rsidP="00401ADA">
            <w:pPr>
              <w:pStyle w:val="TAC"/>
              <w:rPr>
                <w:lang w:eastAsia="en-GB"/>
              </w:rPr>
            </w:pPr>
          </w:p>
        </w:tc>
        <w:tc>
          <w:tcPr>
            <w:tcW w:w="0" w:type="auto"/>
            <w:vMerge w:val="restart"/>
            <w:tcBorders>
              <w:top w:val="single" w:sz="4" w:space="0" w:color="auto"/>
              <w:left w:val="single" w:sz="4" w:space="0" w:color="auto"/>
              <w:right w:val="single" w:sz="4" w:space="0" w:color="auto"/>
            </w:tcBorders>
            <w:vAlign w:val="center"/>
          </w:tcPr>
          <w:p w14:paraId="144A9760" w14:textId="77777777" w:rsidR="00F27CE0" w:rsidRPr="00DF6DD6" w:rsidRDefault="00077590" w:rsidP="00401ADA">
            <w:pPr>
              <w:pStyle w:val="TAC"/>
              <w:rPr>
                <w:lang w:eastAsia="en-GB"/>
              </w:rPr>
            </w:pPr>
            <w:r w:rsidRPr="00DF6DD6">
              <w:rPr>
                <w:lang w:eastAsia="en-GB"/>
              </w:rPr>
              <w:t>140</w:t>
            </w:r>
          </w:p>
        </w:tc>
        <w:tc>
          <w:tcPr>
            <w:tcW w:w="0" w:type="auto"/>
            <w:vMerge w:val="restart"/>
            <w:tcBorders>
              <w:top w:val="single" w:sz="4" w:space="0" w:color="auto"/>
              <w:left w:val="single" w:sz="4" w:space="0" w:color="auto"/>
              <w:right w:val="single" w:sz="4" w:space="0" w:color="auto"/>
            </w:tcBorders>
            <w:vAlign w:val="center"/>
          </w:tcPr>
          <w:p w14:paraId="0C9DE8F6" w14:textId="77777777" w:rsidR="00077590" w:rsidRPr="00DF6DD6" w:rsidRDefault="00077590" w:rsidP="00401ADA">
            <w:pPr>
              <w:pStyle w:val="TAC"/>
              <w:rPr>
                <w:lang w:eastAsia="en-GB"/>
              </w:rPr>
            </w:pPr>
            <w:r w:rsidRPr="00DF6DD6">
              <w:rPr>
                <w:lang w:eastAsia="en-GB"/>
              </w:rPr>
              <w:t>1</w:t>
            </w:r>
          </w:p>
        </w:tc>
      </w:tr>
      <w:tr w:rsidR="00F55B07" w:rsidRPr="00DF6DD6" w14:paraId="5ABF2860" w14:textId="77777777" w:rsidTr="007E50E0">
        <w:trPr>
          <w:trHeight w:val="290"/>
        </w:trPr>
        <w:tc>
          <w:tcPr>
            <w:tcW w:w="0" w:type="auto"/>
            <w:vMerge/>
            <w:tcBorders>
              <w:left w:val="single" w:sz="4" w:space="0" w:color="auto"/>
              <w:bottom w:val="single" w:sz="4" w:space="0" w:color="auto"/>
              <w:right w:val="single" w:sz="4" w:space="0" w:color="auto"/>
            </w:tcBorders>
            <w:vAlign w:val="center"/>
          </w:tcPr>
          <w:p w14:paraId="6E5E2AC8" w14:textId="77777777" w:rsidR="00077590" w:rsidRPr="00DF6DD6" w:rsidRDefault="00077590" w:rsidP="00401ADA">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2D9C2BA6"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4355D8" w14:textId="77777777" w:rsidR="00077590" w:rsidRPr="00DF6DD6" w:rsidRDefault="00077590" w:rsidP="00401ADA">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4137CE" w14:textId="77777777" w:rsidR="00077590" w:rsidRPr="00DF6DD6" w:rsidRDefault="00077590" w:rsidP="00401ADA">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06A8BB" w14:textId="77777777" w:rsidR="00077590" w:rsidRPr="00DF6DD6" w:rsidRDefault="00077590" w:rsidP="00401ADA">
            <w:pPr>
              <w:pStyle w:val="TAC"/>
              <w:rPr>
                <w:lang w:eastAsia="en-GB"/>
              </w:rPr>
            </w:pPr>
            <w:r w:rsidRPr="00DF6DD6">
              <w:rPr>
                <w:lang w:eastAsia="en-GB"/>
              </w:rPr>
              <w:t>20+20</w:t>
            </w:r>
          </w:p>
        </w:tc>
        <w:tc>
          <w:tcPr>
            <w:tcW w:w="0" w:type="auto"/>
            <w:vMerge/>
            <w:tcBorders>
              <w:left w:val="single" w:sz="4" w:space="0" w:color="auto"/>
              <w:bottom w:val="single" w:sz="4" w:space="0" w:color="auto"/>
              <w:right w:val="single" w:sz="4" w:space="0" w:color="auto"/>
            </w:tcBorders>
            <w:vAlign w:val="center"/>
          </w:tcPr>
          <w:p w14:paraId="60841866" w14:textId="77777777" w:rsidR="00077590" w:rsidRPr="00DF6DD6" w:rsidRDefault="00077590" w:rsidP="00401ADA">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46A8F4AB" w14:textId="77777777" w:rsidR="00077590" w:rsidRPr="00DF6DD6" w:rsidRDefault="00077590" w:rsidP="00401ADA">
            <w:pPr>
              <w:pStyle w:val="TAC"/>
              <w:rPr>
                <w:lang w:eastAsia="en-GB"/>
              </w:rPr>
            </w:pPr>
          </w:p>
        </w:tc>
      </w:tr>
      <w:tr w:rsidR="00F55B07" w:rsidRPr="00DF6DD6" w14:paraId="2559FC55" w14:textId="77777777" w:rsidTr="007E50E0">
        <w:trPr>
          <w:trHeight w:val="290"/>
        </w:trPr>
        <w:tc>
          <w:tcPr>
            <w:tcW w:w="1474"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727CC60F" w14:textId="77777777" w:rsidR="00077590" w:rsidRPr="00DF6DD6" w:rsidRDefault="00077590" w:rsidP="00401ADA">
            <w:pPr>
              <w:pStyle w:val="TAC"/>
              <w:rPr>
                <w:lang w:eastAsia="en-GB"/>
              </w:rPr>
            </w:pPr>
            <w:r w:rsidRPr="00DF6DD6">
              <w:rPr>
                <w:lang w:eastAsia="en-GB"/>
              </w:rPr>
              <w:t>DC_(n)41DA</w:t>
            </w:r>
          </w:p>
        </w:tc>
        <w:tc>
          <w:tcPr>
            <w:tcW w:w="156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37C72FD3" w14:textId="77777777" w:rsidR="00077590" w:rsidRPr="00DF6DD6" w:rsidRDefault="00077590" w:rsidP="00401ADA">
            <w:pPr>
              <w:pStyle w:val="TAC"/>
              <w:rPr>
                <w:vertAlign w:val="superscript"/>
                <w:lang w:eastAsia="en-GB"/>
              </w:rPr>
            </w:pPr>
            <w:r w:rsidRPr="00DF6DD6">
              <w:rPr>
                <w:lang w:eastAsia="en-GB"/>
              </w:rPr>
              <w:t>DC_(n)41AA</w:t>
            </w:r>
            <w:r w:rsidRPr="00DF6DD6">
              <w:rPr>
                <w:vertAlign w:val="superscript"/>
                <w:lang w:eastAsia="en-GB"/>
              </w:rPr>
              <w:t>1</w:t>
            </w:r>
            <w:r w:rsidRPr="00DF6DD6">
              <w:rPr>
                <w:lang w:eastAsia="en-GB"/>
              </w:rPr>
              <w:t>, DC_41A_n41A</w:t>
            </w:r>
            <w:r w:rsidRPr="00DF6DD6">
              <w:rPr>
                <w:vertAlign w:val="superscript"/>
                <w:lang w:eastAsia="en-GB"/>
              </w:rPr>
              <w:t>2</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828D96" w14:textId="77777777" w:rsidR="00077590" w:rsidRPr="00DF6DD6" w:rsidRDefault="00077590" w:rsidP="00401ADA">
            <w:pPr>
              <w:pStyle w:val="TAC"/>
              <w:rPr>
                <w:lang w:eastAsia="en-GB"/>
              </w:rPr>
            </w:pPr>
            <w:r w:rsidRPr="00DF6DD6">
              <w:rPr>
                <w:lang w:eastAsia="en-GB"/>
              </w:rPr>
              <w:t>20+20+20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7EAED2" w14:textId="77777777" w:rsidR="00077590" w:rsidRPr="00DF6DD6" w:rsidRDefault="00077590" w:rsidP="00401ADA">
            <w:pPr>
              <w:pStyle w:val="TAC"/>
              <w:rPr>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05ADE4" w14:textId="77777777" w:rsidR="00077590" w:rsidRPr="00DF6DD6" w:rsidRDefault="00077590" w:rsidP="00401ADA">
            <w:pPr>
              <w:pStyle w:val="TAC"/>
              <w:rPr>
                <w:lang w:eastAsia="en-GB"/>
              </w:rPr>
            </w:pPr>
          </w:p>
        </w:tc>
        <w:tc>
          <w:tcPr>
            <w:tcW w:w="12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DECEA8E" w14:textId="77777777" w:rsidR="00077590" w:rsidRPr="00DF6DD6" w:rsidRDefault="00077590" w:rsidP="00401ADA">
            <w:pPr>
              <w:pStyle w:val="TAC"/>
              <w:rPr>
                <w:lang w:eastAsia="en-GB"/>
              </w:rPr>
            </w:pPr>
            <w:r w:rsidRPr="00DF6DD6">
              <w:rPr>
                <w:lang w:eastAsia="en-GB"/>
              </w:rPr>
              <w:t>160</w:t>
            </w:r>
          </w:p>
        </w:tc>
        <w:tc>
          <w:tcPr>
            <w:tcW w:w="129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EF248D" w14:textId="77777777" w:rsidR="00077590" w:rsidRPr="00DF6DD6" w:rsidRDefault="00077590" w:rsidP="00401ADA">
            <w:pPr>
              <w:pStyle w:val="TAC"/>
              <w:rPr>
                <w:lang w:eastAsia="en-GB"/>
              </w:rPr>
            </w:pPr>
            <w:r w:rsidRPr="00DF6DD6">
              <w:rPr>
                <w:lang w:eastAsia="en-GB"/>
              </w:rPr>
              <w:t>0</w:t>
            </w:r>
          </w:p>
        </w:tc>
      </w:tr>
      <w:tr w:rsidR="00F55B07" w:rsidRPr="00DF6DD6" w14:paraId="3EBF8248" w14:textId="77777777" w:rsidTr="007E50E0">
        <w:trPr>
          <w:trHeight w:val="290"/>
        </w:trPr>
        <w:tc>
          <w:tcPr>
            <w:tcW w:w="0" w:type="auto"/>
            <w:vMerge/>
            <w:tcBorders>
              <w:left w:val="single" w:sz="4" w:space="0" w:color="auto"/>
              <w:right w:val="single" w:sz="4" w:space="0" w:color="auto"/>
            </w:tcBorders>
            <w:vAlign w:val="center"/>
            <w:hideMark/>
          </w:tcPr>
          <w:p w14:paraId="08320AD2" w14:textId="77777777" w:rsidR="00077590" w:rsidRPr="00DF6DD6" w:rsidRDefault="00077590" w:rsidP="00401ADA">
            <w:pPr>
              <w:pStyle w:val="TAC"/>
              <w:rPr>
                <w:lang w:eastAsia="en-GB"/>
              </w:rPr>
            </w:pPr>
          </w:p>
        </w:tc>
        <w:tc>
          <w:tcPr>
            <w:tcW w:w="0" w:type="auto"/>
            <w:vMerge/>
            <w:tcBorders>
              <w:left w:val="single" w:sz="4" w:space="0" w:color="auto"/>
              <w:right w:val="single" w:sz="4" w:space="0" w:color="auto"/>
            </w:tcBorders>
            <w:vAlign w:val="center"/>
            <w:hideMark/>
          </w:tcPr>
          <w:p w14:paraId="02D5C7C6"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5DB438" w14:textId="77777777" w:rsidR="00077590" w:rsidRPr="00DF6DD6" w:rsidRDefault="00077590" w:rsidP="00401ADA">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BD7B883" w14:textId="77777777" w:rsidR="00077590" w:rsidRPr="00DF6DD6" w:rsidRDefault="00077590" w:rsidP="00401ADA">
            <w:pPr>
              <w:pStyle w:val="TAC"/>
              <w:rPr>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CE6736" w14:textId="77777777" w:rsidR="00077590" w:rsidRPr="00DF6DD6" w:rsidRDefault="00077590" w:rsidP="00401ADA">
            <w:pPr>
              <w:pStyle w:val="TAC"/>
              <w:rPr>
                <w:lang w:eastAsia="en-GB"/>
              </w:rPr>
            </w:pPr>
            <w:r w:rsidRPr="00DF6DD6">
              <w:rPr>
                <w:lang w:eastAsia="en-GB"/>
              </w:rPr>
              <w:t>20+20+20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A527D"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B7760" w14:textId="77777777" w:rsidR="00077590" w:rsidRPr="00DF6DD6" w:rsidRDefault="00077590" w:rsidP="00401ADA">
            <w:pPr>
              <w:pStyle w:val="TAC"/>
              <w:rPr>
                <w:lang w:eastAsia="en-GB"/>
              </w:rPr>
            </w:pPr>
          </w:p>
        </w:tc>
      </w:tr>
      <w:tr w:rsidR="00F55B07" w:rsidRPr="00DF6DD6" w14:paraId="24410803" w14:textId="77777777" w:rsidTr="007E50E0">
        <w:trPr>
          <w:trHeight w:val="290"/>
        </w:trPr>
        <w:tc>
          <w:tcPr>
            <w:tcW w:w="0" w:type="auto"/>
            <w:vMerge/>
            <w:tcBorders>
              <w:left w:val="single" w:sz="4" w:space="0" w:color="auto"/>
              <w:right w:val="single" w:sz="4" w:space="0" w:color="auto"/>
            </w:tcBorders>
            <w:vAlign w:val="center"/>
          </w:tcPr>
          <w:p w14:paraId="53F5C6EB" w14:textId="77777777" w:rsidR="00077590" w:rsidRPr="00DF6DD6" w:rsidRDefault="00077590" w:rsidP="00401ADA">
            <w:pPr>
              <w:pStyle w:val="TAC"/>
              <w:rPr>
                <w:lang w:eastAsia="en-GB"/>
              </w:rPr>
            </w:pPr>
          </w:p>
        </w:tc>
        <w:tc>
          <w:tcPr>
            <w:tcW w:w="0" w:type="auto"/>
            <w:vMerge/>
            <w:tcBorders>
              <w:left w:val="single" w:sz="4" w:space="0" w:color="auto"/>
              <w:right w:val="single" w:sz="4" w:space="0" w:color="auto"/>
            </w:tcBorders>
            <w:vAlign w:val="center"/>
          </w:tcPr>
          <w:p w14:paraId="16DCF925"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4EB6C4" w14:textId="77777777" w:rsidR="00077590" w:rsidRPr="00DF6DD6" w:rsidRDefault="00077590" w:rsidP="00401ADA">
            <w:pPr>
              <w:pStyle w:val="TAC"/>
              <w:rPr>
                <w:lang w:eastAsia="en-GB"/>
              </w:rPr>
            </w:pPr>
            <w:r w:rsidRPr="00DF6DD6">
              <w:t>20+20+20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C64B22" w14:textId="77777777" w:rsidR="00077590" w:rsidRPr="00DF6DD6" w:rsidRDefault="00077590" w:rsidP="00401ADA">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3D073B" w14:textId="77777777" w:rsidR="00077590" w:rsidRPr="00DF6DD6" w:rsidRDefault="00077590" w:rsidP="00401ADA">
            <w:pPr>
              <w:pStyle w:val="TAC"/>
              <w:rPr>
                <w:lang w:eastAsia="en-GB"/>
              </w:rPr>
            </w:pPr>
          </w:p>
        </w:tc>
        <w:tc>
          <w:tcPr>
            <w:tcW w:w="0" w:type="auto"/>
            <w:vMerge w:val="restart"/>
            <w:tcBorders>
              <w:top w:val="single" w:sz="4" w:space="0" w:color="auto"/>
              <w:left w:val="single" w:sz="4" w:space="0" w:color="auto"/>
              <w:right w:val="single" w:sz="4" w:space="0" w:color="auto"/>
            </w:tcBorders>
            <w:vAlign w:val="center"/>
          </w:tcPr>
          <w:p w14:paraId="2E4B3EE6" w14:textId="77777777" w:rsidR="00077590" w:rsidRPr="00DF6DD6" w:rsidRDefault="00077590" w:rsidP="00401ADA">
            <w:pPr>
              <w:pStyle w:val="TAC"/>
              <w:rPr>
                <w:lang w:eastAsia="en-GB"/>
              </w:rPr>
            </w:pPr>
            <w:r w:rsidRPr="00DF6DD6">
              <w:rPr>
                <w:lang w:eastAsia="en-GB"/>
              </w:rPr>
              <w:t>160</w:t>
            </w:r>
          </w:p>
        </w:tc>
        <w:tc>
          <w:tcPr>
            <w:tcW w:w="0" w:type="auto"/>
            <w:vMerge w:val="restart"/>
            <w:tcBorders>
              <w:top w:val="single" w:sz="4" w:space="0" w:color="auto"/>
              <w:left w:val="single" w:sz="4" w:space="0" w:color="auto"/>
              <w:right w:val="single" w:sz="4" w:space="0" w:color="auto"/>
            </w:tcBorders>
            <w:vAlign w:val="center"/>
          </w:tcPr>
          <w:p w14:paraId="17B8B694" w14:textId="77777777" w:rsidR="00077590" w:rsidRPr="00DF6DD6" w:rsidRDefault="00077590" w:rsidP="00401ADA">
            <w:pPr>
              <w:pStyle w:val="TAC"/>
              <w:rPr>
                <w:lang w:eastAsia="en-GB"/>
              </w:rPr>
            </w:pPr>
            <w:r w:rsidRPr="00DF6DD6">
              <w:rPr>
                <w:lang w:eastAsia="en-GB"/>
              </w:rPr>
              <w:t>1</w:t>
            </w:r>
          </w:p>
        </w:tc>
      </w:tr>
      <w:tr w:rsidR="00F55B07" w:rsidRPr="00DF6DD6" w14:paraId="04172694" w14:textId="77777777" w:rsidTr="007E50E0">
        <w:trPr>
          <w:trHeight w:val="290"/>
        </w:trPr>
        <w:tc>
          <w:tcPr>
            <w:tcW w:w="0" w:type="auto"/>
            <w:vMerge/>
            <w:tcBorders>
              <w:left w:val="single" w:sz="4" w:space="0" w:color="auto"/>
              <w:bottom w:val="single" w:sz="4" w:space="0" w:color="auto"/>
              <w:right w:val="single" w:sz="4" w:space="0" w:color="auto"/>
            </w:tcBorders>
            <w:vAlign w:val="center"/>
          </w:tcPr>
          <w:p w14:paraId="6DDD1010" w14:textId="77777777" w:rsidR="00077590" w:rsidRPr="00DF6DD6" w:rsidRDefault="00077590" w:rsidP="00401ADA">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54BE1FC3"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D54FB0" w14:textId="77777777" w:rsidR="00077590" w:rsidRPr="00DF6DD6" w:rsidRDefault="00077590" w:rsidP="00401ADA">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5ED03B" w14:textId="77777777" w:rsidR="00077590" w:rsidRPr="00DF6DD6" w:rsidRDefault="00077590" w:rsidP="00401ADA">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67313D" w14:textId="77777777" w:rsidR="00077590" w:rsidRPr="00DF6DD6" w:rsidRDefault="00077590" w:rsidP="00401ADA">
            <w:pPr>
              <w:pStyle w:val="TAC"/>
              <w:rPr>
                <w:lang w:eastAsia="en-GB"/>
              </w:rPr>
            </w:pPr>
            <w:r w:rsidRPr="00DF6DD6">
              <w:rPr>
                <w:lang w:eastAsia="en-GB"/>
              </w:rPr>
              <w:t>20+20+20</w:t>
            </w:r>
          </w:p>
        </w:tc>
        <w:tc>
          <w:tcPr>
            <w:tcW w:w="0" w:type="auto"/>
            <w:vMerge/>
            <w:tcBorders>
              <w:left w:val="single" w:sz="4" w:space="0" w:color="auto"/>
              <w:bottom w:val="single" w:sz="4" w:space="0" w:color="auto"/>
              <w:right w:val="single" w:sz="4" w:space="0" w:color="auto"/>
            </w:tcBorders>
            <w:vAlign w:val="center"/>
          </w:tcPr>
          <w:p w14:paraId="4FD8C7C7" w14:textId="77777777" w:rsidR="00077590" w:rsidRPr="00DF6DD6" w:rsidRDefault="00077590" w:rsidP="00401ADA">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4A74F63C" w14:textId="77777777" w:rsidR="00077590" w:rsidRPr="00DF6DD6" w:rsidRDefault="00077590" w:rsidP="00401ADA">
            <w:pPr>
              <w:pStyle w:val="TAC"/>
              <w:rPr>
                <w:lang w:eastAsia="en-GB"/>
              </w:rPr>
            </w:pPr>
          </w:p>
        </w:tc>
      </w:tr>
      <w:tr w:rsidR="00F55B07" w:rsidRPr="00DF6DD6" w14:paraId="579F9A92" w14:textId="77777777" w:rsidTr="00BE6F23">
        <w:trPr>
          <w:trHeight w:val="290"/>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072FB9E3" w14:textId="326DE42B" w:rsidR="00077590" w:rsidRPr="00DF6DD6" w:rsidRDefault="00077590" w:rsidP="00401ADA">
            <w:pPr>
              <w:pStyle w:val="TAC"/>
              <w:rPr>
                <w:lang w:eastAsia="en-GB"/>
              </w:rPr>
            </w:pPr>
            <w:r w:rsidRPr="00DF6DD6">
              <w:rPr>
                <w:rFonts w:eastAsia="MS Mincho"/>
              </w:rPr>
              <w:t>DC_(n)71</w:t>
            </w:r>
            <w:r w:rsidR="004834CA" w:rsidRPr="00DF6DD6">
              <w:rPr>
                <w:rFonts w:eastAsia="MS Mincho"/>
              </w:rPr>
              <w:t>AA</w:t>
            </w: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4CFADCD5" w14:textId="3CD71798" w:rsidR="00077590" w:rsidRPr="00DF6DD6" w:rsidRDefault="00077590" w:rsidP="00401ADA">
            <w:pPr>
              <w:pStyle w:val="TAC"/>
              <w:rPr>
                <w:lang w:eastAsia="en-GB"/>
              </w:rPr>
            </w:pPr>
            <w:r w:rsidRPr="00DF6DD6">
              <w:t>DC_(n)71</w:t>
            </w:r>
            <w:r w:rsidR="004834CA" w:rsidRPr="00DF6DD6">
              <w:t>AA</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F6A707" w14:textId="77777777" w:rsidR="00077590" w:rsidRPr="00DF6DD6" w:rsidRDefault="00077590" w:rsidP="00401ADA">
            <w:pPr>
              <w:pStyle w:val="TAC"/>
              <w:rPr>
                <w:lang w:eastAsia="en-GB"/>
              </w:rPr>
            </w:pPr>
            <w:r w:rsidRPr="00DF6DD6">
              <w:rPr>
                <w:rFonts w:eastAsia="MS Mincho"/>
              </w:rPr>
              <w:t>15</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72949A" w14:textId="77777777" w:rsidR="00077590" w:rsidRPr="00DF6DD6" w:rsidRDefault="00077590" w:rsidP="00401ADA">
            <w:pPr>
              <w:pStyle w:val="TAC"/>
              <w:rPr>
                <w:lang w:eastAsia="en-GB"/>
              </w:rPr>
            </w:pPr>
            <w:r w:rsidRPr="00DF6DD6">
              <w:rPr>
                <w:rFonts w:eastAsia="MS Mincho"/>
              </w:rPr>
              <w:t>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BBC8B7" w14:textId="77777777" w:rsidR="00077590" w:rsidRPr="00DF6DD6" w:rsidRDefault="00077590" w:rsidP="00401ADA">
            <w:pPr>
              <w:pStyle w:val="TAC"/>
              <w:rPr>
                <w:lang w:eastAsia="en-GB"/>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0C0FD61F" w14:textId="77777777" w:rsidR="00077590" w:rsidRPr="00DF6DD6" w:rsidRDefault="00077590" w:rsidP="00401ADA">
            <w:pPr>
              <w:pStyle w:val="TAC"/>
              <w:rPr>
                <w:lang w:eastAsia="en-GB"/>
              </w:rPr>
            </w:pPr>
            <w:r w:rsidRPr="00DF6DD6">
              <w:rPr>
                <w:rFonts w:eastAsia="MS Mincho"/>
              </w:rPr>
              <w:t>20</w:t>
            </w: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56961B3B" w14:textId="77777777" w:rsidR="00077590" w:rsidRPr="00DF6DD6" w:rsidRDefault="00077590" w:rsidP="00401ADA">
            <w:pPr>
              <w:pStyle w:val="TAC"/>
              <w:rPr>
                <w:lang w:eastAsia="en-GB"/>
              </w:rPr>
            </w:pPr>
            <w:r w:rsidRPr="00DF6DD6">
              <w:rPr>
                <w:rFonts w:eastAsia="MS Mincho"/>
              </w:rPr>
              <w:t>0</w:t>
            </w:r>
          </w:p>
        </w:tc>
      </w:tr>
      <w:tr w:rsidR="00F55B07" w:rsidRPr="00DF6DD6" w14:paraId="174A937D" w14:textId="77777777" w:rsidTr="00BE6F23">
        <w:trPr>
          <w:trHeight w:val="290"/>
        </w:trPr>
        <w:tc>
          <w:tcPr>
            <w:tcW w:w="0" w:type="auto"/>
            <w:vMerge/>
            <w:tcBorders>
              <w:top w:val="single" w:sz="4" w:space="0" w:color="auto"/>
              <w:left w:val="single" w:sz="4" w:space="0" w:color="auto"/>
              <w:bottom w:val="single" w:sz="4" w:space="0" w:color="auto"/>
              <w:right w:val="single" w:sz="4" w:space="0" w:color="auto"/>
            </w:tcBorders>
            <w:vAlign w:val="center"/>
          </w:tcPr>
          <w:p w14:paraId="20F9C1B6"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892176"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D56424" w14:textId="77777777" w:rsidR="00077590" w:rsidRPr="00DF6DD6" w:rsidRDefault="00077590" w:rsidP="00401ADA">
            <w:pPr>
              <w:pStyle w:val="TAC"/>
              <w:rPr>
                <w:lang w:eastAsia="en-GB"/>
              </w:rPr>
            </w:pPr>
            <w:r w:rsidRPr="00DF6DD6">
              <w:rPr>
                <w:rFonts w:eastAsia="MS Mincho"/>
              </w:rPr>
              <w:t>10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6F7C5E" w14:textId="77777777" w:rsidR="00077590" w:rsidRPr="00DF6DD6" w:rsidRDefault="00077590" w:rsidP="00401ADA">
            <w:pPr>
              <w:pStyle w:val="TAC"/>
              <w:rPr>
                <w:lang w:eastAsia="en-GB"/>
              </w:rPr>
            </w:pPr>
            <w:r w:rsidRPr="00DF6DD6">
              <w:rPr>
                <w:rFonts w:eastAsia="MS Mincho"/>
              </w:rPr>
              <w:t>5, 10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02D9F8"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70E54D"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196529" w14:textId="77777777" w:rsidR="00077590" w:rsidRPr="00DF6DD6" w:rsidRDefault="00077590" w:rsidP="00401ADA">
            <w:pPr>
              <w:pStyle w:val="TAC"/>
              <w:rPr>
                <w:lang w:eastAsia="en-GB"/>
              </w:rPr>
            </w:pPr>
          </w:p>
        </w:tc>
      </w:tr>
      <w:tr w:rsidR="00F55B07" w:rsidRPr="00DF6DD6" w14:paraId="12D79181" w14:textId="77777777" w:rsidTr="00BE6F23">
        <w:trPr>
          <w:trHeight w:val="290"/>
        </w:trPr>
        <w:tc>
          <w:tcPr>
            <w:tcW w:w="0" w:type="auto"/>
            <w:vMerge/>
            <w:tcBorders>
              <w:top w:val="single" w:sz="4" w:space="0" w:color="auto"/>
              <w:left w:val="single" w:sz="4" w:space="0" w:color="auto"/>
              <w:bottom w:val="single" w:sz="4" w:space="0" w:color="auto"/>
              <w:right w:val="single" w:sz="4" w:space="0" w:color="auto"/>
            </w:tcBorders>
            <w:vAlign w:val="center"/>
          </w:tcPr>
          <w:p w14:paraId="2308ED39"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8170DE"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D3B371" w14:textId="77777777" w:rsidR="00077590" w:rsidRPr="00DF6DD6" w:rsidRDefault="00077590" w:rsidP="00401ADA">
            <w:pPr>
              <w:pStyle w:val="TAC"/>
              <w:rPr>
                <w:lang w:eastAsia="en-GB"/>
              </w:rPr>
            </w:pPr>
            <w:r w:rsidRPr="00DF6DD6">
              <w:rPr>
                <w:rFonts w:eastAsia="MS Mincho"/>
              </w:rPr>
              <w:t>5</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97B1C5" w14:textId="77777777" w:rsidR="00077590" w:rsidRPr="00DF6DD6" w:rsidRDefault="00077590" w:rsidP="00401ADA">
            <w:pPr>
              <w:pStyle w:val="TAC"/>
              <w:rPr>
                <w:lang w:eastAsia="en-GB"/>
              </w:rPr>
            </w:pPr>
            <w:r w:rsidRPr="00DF6DD6">
              <w:rPr>
                <w:rFonts w:eastAsia="MS Mincho"/>
              </w:rPr>
              <w:t>5, 10, 15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8BA37E"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0BD2D7"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A4798A" w14:textId="77777777" w:rsidR="00077590" w:rsidRPr="00DF6DD6" w:rsidRDefault="00077590" w:rsidP="00401ADA">
            <w:pPr>
              <w:pStyle w:val="TAC"/>
              <w:rPr>
                <w:lang w:eastAsia="en-GB"/>
              </w:rPr>
            </w:pPr>
          </w:p>
        </w:tc>
      </w:tr>
      <w:tr w:rsidR="00F55B07" w:rsidRPr="00DF6DD6" w14:paraId="111116A1" w14:textId="77777777" w:rsidTr="00BE6F23">
        <w:trPr>
          <w:trHeight w:val="290"/>
        </w:trPr>
        <w:tc>
          <w:tcPr>
            <w:tcW w:w="0" w:type="auto"/>
            <w:vMerge/>
            <w:tcBorders>
              <w:top w:val="single" w:sz="4" w:space="0" w:color="auto"/>
              <w:left w:val="single" w:sz="4" w:space="0" w:color="auto"/>
              <w:bottom w:val="single" w:sz="4" w:space="0" w:color="auto"/>
              <w:right w:val="single" w:sz="4" w:space="0" w:color="auto"/>
            </w:tcBorders>
            <w:vAlign w:val="center"/>
          </w:tcPr>
          <w:p w14:paraId="72F5CAC4"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70B74A"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3475EA" w14:textId="77777777" w:rsidR="00077590" w:rsidRPr="00DF6DD6" w:rsidRDefault="00077590" w:rsidP="00401ADA">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9C584A" w14:textId="77777777" w:rsidR="00077590" w:rsidRPr="00DF6DD6" w:rsidRDefault="00077590" w:rsidP="00401ADA">
            <w:pPr>
              <w:pStyle w:val="TAC"/>
              <w:rPr>
                <w:lang w:eastAsia="en-GB"/>
              </w:rPr>
            </w:pPr>
            <w:r w:rsidRPr="00DF6DD6">
              <w:rPr>
                <w:rFonts w:eastAsia="MS Mincho"/>
              </w:rPr>
              <w:t>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F3F742" w14:textId="77777777" w:rsidR="00077590" w:rsidRPr="00DF6DD6" w:rsidRDefault="00077590" w:rsidP="00401ADA">
            <w:pPr>
              <w:pStyle w:val="TAC"/>
              <w:rPr>
                <w:lang w:eastAsia="en-GB"/>
              </w:rPr>
            </w:pPr>
            <w:r w:rsidRPr="00DF6DD6">
              <w:rPr>
                <w:rFonts w:eastAsia="MS Mincho"/>
              </w:rPr>
              <w:t>15</w:t>
            </w:r>
          </w:p>
        </w:tc>
        <w:tc>
          <w:tcPr>
            <w:tcW w:w="0" w:type="auto"/>
            <w:vMerge/>
            <w:tcBorders>
              <w:top w:val="single" w:sz="4" w:space="0" w:color="auto"/>
              <w:left w:val="single" w:sz="4" w:space="0" w:color="auto"/>
              <w:bottom w:val="single" w:sz="4" w:space="0" w:color="auto"/>
              <w:right w:val="single" w:sz="4" w:space="0" w:color="auto"/>
            </w:tcBorders>
            <w:vAlign w:val="center"/>
          </w:tcPr>
          <w:p w14:paraId="766179C9"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8A19EB" w14:textId="77777777" w:rsidR="00077590" w:rsidRPr="00DF6DD6" w:rsidRDefault="00077590" w:rsidP="00401ADA">
            <w:pPr>
              <w:pStyle w:val="TAC"/>
              <w:rPr>
                <w:lang w:eastAsia="en-GB"/>
              </w:rPr>
            </w:pPr>
          </w:p>
        </w:tc>
      </w:tr>
      <w:tr w:rsidR="00F55B07" w:rsidRPr="00DF6DD6" w14:paraId="295CA670" w14:textId="77777777" w:rsidTr="00BE6F23">
        <w:trPr>
          <w:trHeight w:val="290"/>
        </w:trPr>
        <w:tc>
          <w:tcPr>
            <w:tcW w:w="0" w:type="auto"/>
            <w:vMerge/>
            <w:tcBorders>
              <w:top w:val="single" w:sz="4" w:space="0" w:color="auto"/>
              <w:left w:val="single" w:sz="4" w:space="0" w:color="auto"/>
              <w:bottom w:val="single" w:sz="4" w:space="0" w:color="auto"/>
              <w:right w:val="single" w:sz="4" w:space="0" w:color="auto"/>
            </w:tcBorders>
            <w:vAlign w:val="center"/>
          </w:tcPr>
          <w:p w14:paraId="579DD230"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956203"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DE007A" w14:textId="77777777" w:rsidR="00077590" w:rsidRPr="00DF6DD6" w:rsidRDefault="00077590" w:rsidP="00401ADA">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C53E09" w14:textId="77777777" w:rsidR="00077590" w:rsidRPr="00DF6DD6" w:rsidRDefault="00077590" w:rsidP="00401ADA">
            <w:pPr>
              <w:pStyle w:val="TAC"/>
              <w:rPr>
                <w:lang w:eastAsia="en-GB"/>
              </w:rPr>
            </w:pPr>
            <w:r w:rsidRPr="00DF6DD6">
              <w:rPr>
                <w:rFonts w:eastAsia="MS Mincho"/>
              </w:rPr>
              <w:t>5, 10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E9A076" w14:textId="77777777" w:rsidR="00077590" w:rsidRPr="00DF6DD6" w:rsidRDefault="00077590" w:rsidP="00401ADA">
            <w:pPr>
              <w:pStyle w:val="TAC"/>
              <w:rPr>
                <w:lang w:eastAsia="en-GB"/>
              </w:rPr>
            </w:pPr>
            <w:r w:rsidRPr="00DF6DD6">
              <w:rPr>
                <w:rFonts w:eastAsia="MS Mincho"/>
              </w:rPr>
              <w:t>10</w:t>
            </w:r>
          </w:p>
        </w:tc>
        <w:tc>
          <w:tcPr>
            <w:tcW w:w="0" w:type="auto"/>
            <w:vMerge/>
            <w:tcBorders>
              <w:top w:val="single" w:sz="4" w:space="0" w:color="auto"/>
              <w:left w:val="single" w:sz="4" w:space="0" w:color="auto"/>
              <w:bottom w:val="single" w:sz="4" w:space="0" w:color="auto"/>
              <w:right w:val="single" w:sz="4" w:space="0" w:color="auto"/>
            </w:tcBorders>
            <w:vAlign w:val="center"/>
          </w:tcPr>
          <w:p w14:paraId="26BD8365"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6679D4" w14:textId="77777777" w:rsidR="00077590" w:rsidRPr="00DF6DD6" w:rsidRDefault="00077590" w:rsidP="00401ADA">
            <w:pPr>
              <w:pStyle w:val="TAC"/>
              <w:rPr>
                <w:lang w:eastAsia="en-GB"/>
              </w:rPr>
            </w:pPr>
          </w:p>
        </w:tc>
      </w:tr>
      <w:tr w:rsidR="00F55B07" w:rsidRPr="00DF6DD6" w14:paraId="15DDF34F" w14:textId="77777777" w:rsidTr="00BE6F23">
        <w:trPr>
          <w:trHeight w:val="290"/>
        </w:trPr>
        <w:tc>
          <w:tcPr>
            <w:tcW w:w="0" w:type="auto"/>
            <w:vMerge/>
            <w:tcBorders>
              <w:top w:val="single" w:sz="4" w:space="0" w:color="auto"/>
              <w:left w:val="single" w:sz="4" w:space="0" w:color="auto"/>
              <w:bottom w:val="single" w:sz="4" w:space="0" w:color="auto"/>
              <w:right w:val="single" w:sz="4" w:space="0" w:color="auto"/>
            </w:tcBorders>
            <w:vAlign w:val="center"/>
          </w:tcPr>
          <w:p w14:paraId="6269EA28"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48E7B6" w14:textId="77777777" w:rsidR="00077590" w:rsidRPr="00DF6DD6" w:rsidRDefault="00077590" w:rsidP="00401ADA">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EDE92A" w14:textId="77777777" w:rsidR="00077590" w:rsidRPr="00DF6DD6" w:rsidRDefault="00077590" w:rsidP="00401ADA">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16C502" w14:textId="77777777" w:rsidR="00077590" w:rsidRPr="00DF6DD6" w:rsidRDefault="00077590" w:rsidP="00401ADA">
            <w:pPr>
              <w:pStyle w:val="TAC"/>
              <w:rPr>
                <w:lang w:eastAsia="en-GB"/>
              </w:rPr>
            </w:pPr>
            <w:r w:rsidRPr="00DF6DD6">
              <w:rPr>
                <w:rFonts w:eastAsia="MS Mincho"/>
              </w:rPr>
              <w:t>5, 10, 15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907B8C" w14:textId="77777777" w:rsidR="00077590" w:rsidRPr="00DF6DD6" w:rsidRDefault="00077590" w:rsidP="00401ADA">
            <w:pPr>
              <w:pStyle w:val="TAC"/>
              <w:rPr>
                <w:lang w:eastAsia="en-GB"/>
              </w:rPr>
            </w:pPr>
            <w:r w:rsidRPr="00DF6DD6">
              <w:rPr>
                <w:rFonts w:eastAsia="MS Mincho"/>
              </w:rPr>
              <w:t>5</w:t>
            </w:r>
          </w:p>
        </w:tc>
        <w:tc>
          <w:tcPr>
            <w:tcW w:w="0" w:type="auto"/>
            <w:vMerge/>
            <w:tcBorders>
              <w:top w:val="single" w:sz="4" w:space="0" w:color="auto"/>
              <w:left w:val="single" w:sz="4" w:space="0" w:color="auto"/>
              <w:bottom w:val="single" w:sz="4" w:space="0" w:color="auto"/>
              <w:right w:val="single" w:sz="4" w:space="0" w:color="auto"/>
            </w:tcBorders>
            <w:vAlign w:val="center"/>
          </w:tcPr>
          <w:p w14:paraId="7EE08EEF" w14:textId="77777777" w:rsidR="00077590" w:rsidRPr="00DF6DD6" w:rsidRDefault="00077590" w:rsidP="00401ADA">
            <w:pPr>
              <w:pStyle w:val="TAC"/>
              <w:rPr>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D873C5" w14:textId="77777777" w:rsidR="00077590" w:rsidRPr="00DF6DD6" w:rsidRDefault="00077590" w:rsidP="00401ADA">
            <w:pPr>
              <w:pStyle w:val="TAC"/>
              <w:rPr>
                <w:lang w:eastAsia="en-GB"/>
              </w:rPr>
            </w:pPr>
          </w:p>
        </w:tc>
      </w:tr>
      <w:tr w:rsidR="00F55B07" w:rsidRPr="00DF6DD6" w14:paraId="0FEF916C" w14:textId="26437EA6" w:rsidTr="00BE6F23">
        <w:trPr>
          <w:trHeight w:val="290"/>
        </w:trPr>
        <w:tc>
          <w:tcPr>
            <w:tcW w:w="9702" w:type="dxa"/>
            <w:gridSpan w:val="7"/>
            <w:tcBorders>
              <w:top w:val="single" w:sz="4" w:space="0" w:color="auto"/>
              <w:left w:val="single" w:sz="4" w:space="0" w:color="auto"/>
              <w:bottom w:val="single" w:sz="4" w:space="0" w:color="auto"/>
              <w:right w:val="single" w:sz="4" w:space="0" w:color="auto"/>
            </w:tcBorders>
            <w:vAlign w:val="center"/>
          </w:tcPr>
          <w:p w14:paraId="7ECBCDA6" w14:textId="20B760E8" w:rsidR="00077590" w:rsidRPr="00B94CFE" w:rsidRDefault="00077590" w:rsidP="002F6C99">
            <w:pPr>
              <w:pStyle w:val="TAN"/>
              <w:rPr>
                <w:lang w:val="fr-FR" w:eastAsia="en-GB"/>
              </w:rPr>
            </w:pPr>
            <w:r w:rsidRPr="00B94CFE">
              <w:rPr>
                <w:lang w:val="fr-FR" w:eastAsia="en-GB"/>
              </w:rPr>
              <w:t>NOTE 1:</w:t>
            </w:r>
            <w:r w:rsidRPr="00B94CFE">
              <w:rPr>
                <w:lang w:val="fr-FR"/>
              </w:rPr>
              <w:tab/>
            </w:r>
            <w:r w:rsidR="0095436B" w:rsidRPr="00B94CFE">
              <w:rPr>
                <w:lang w:val="fr-FR" w:eastAsia="en-GB"/>
              </w:rPr>
              <w:t>Void</w:t>
            </w:r>
          </w:p>
          <w:p w14:paraId="68E5E229" w14:textId="3B611FF7" w:rsidR="00077590" w:rsidRPr="00B94CFE" w:rsidRDefault="00077590" w:rsidP="002F6C99">
            <w:pPr>
              <w:pStyle w:val="TAN"/>
              <w:rPr>
                <w:lang w:val="fr-FR" w:eastAsia="en-GB"/>
              </w:rPr>
            </w:pPr>
            <w:r w:rsidRPr="00B94CFE">
              <w:rPr>
                <w:lang w:val="fr-FR" w:eastAsia="en-GB"/>
              </w:rPr>
              <w:t>NOTE 2:</w:t>
            </w:r>
            <w:r w:rsidRPr="00B94CFE">
              <w:rPr>
                <w:lang w:val="fr-FR"/>
              </w:rPr>
              <w:tab/>
            </w:r>
            <w:r w:rsidR="0095436B" w:rsidRPr="00B94CFE">
              <w:rPr>
                <w:lang w:val="fr-FR" w:eastAsia="en-GB"/>
              </w:rPr>
              <w:t>Void</w:t>
            </w:r>
          </w:p>
          <w:p w14:paraId="1814134F" w14:textId="1E4C1D8A" w:rsidR="000D4135" w:rsidRPr="00B94CFE" w:rsidRDefault="000D4135">
            <w:pPr>
              <w:pStyle w:val="TAN"/>
              <w:rPr>
                <w:lang w:val="fr-FR" w:eastAsia="en-GB"/>
              </w:rPr>
            </w:pPr>
            <w:r w:rsidRPr="00B94CFE">
              <w:rPr>
                <w:lang w:val="fr-FR" w:eastAsia="en-GB"/>
              </w:rPr>
              <w:t>NOTE 3:</w:t>
            </w:r>
            <w:r w:rsidRPr="00B94CFE">
              <w:rPr>
                <w:lang w:val="fr-FR"/>
              </w:rPr>
              <w:tab/>
            </w:r>
            <w:r w:rsidRPr="00B94CFE">
              <w:rPr>
                <w:lang w:val="fr-FR" w:eastAsia="en-GB"/>
              </w:rPr>
              <w:t>Void</w:t>
            </w:r>
          </w:p>
          <w:p w14:paraId="6B9D6318" w14:textId="3074EF65" w:rsidR="000D4135" w:rsidRPr="00DF6DD6" w:rsidRDefault="000D4135" w:rsidP="002F6C99">
            <w:pPr>
              <w:pStyle w:val="TAN"/>
              <w:rPr>
                <w:lang w:eastAsia="en-GB"/>
              </w:rPr>
            </w:pPr>
            <w:r>
              <w:rPr>
                <w:lang w:eastAsia="en-GB"/>
              </w:rPr>
              <w:t>NOTE 4:</w:t>
            </w:r>
            <w:r w:rsidRPr="00DF6DD6">
              <w:tab/>
            </w:r>
            <w:r>
              <w:rPr>
                <w:lang w:eastAsia="en-GB"/>
              </w:rPr>
              <w:t xml:space="preserve">The channel bandwidths for E-UTRA or NR carrier should be at least supported in one of the BCS indicated in </w:t>
            </w:r>
            <w:r>
              <w:t>E-UTRA bandwidth combination sets or NR bandwidth combination sets if reported.</w:t>
            </w:r>
          </w:p>
        </w:tc>
      </w:tr>
    </w:tbl>
    <w:p w14:paraId="74AA9FE4" w14:textId="77777777" w:rsidR="00C8648F" w:rsidRPr="00DF6DD6" w:rsidRDefault="00C8648F" w:rsidP="00906172"/>
    <w:p w14:paraId="50C4EEDB" w14:textId="77777777" w:rsidR="00821B6B" w:rsidRPr="00DF6DD6" w:rsidRDefault="00821B6B" w:rsidP="00821B6B">
      <w:pPr>
        <w:pStyle w:val="Heading4"/>
      </w:pPr>
      <w:bookmarkStart w:id="472" w:name="_Toc21345400"/>
      <w:bookmarkStart w:id="473" w:name="_Toc29806249"/>
      <w:bookmarkStart w:id="474" w:name="_Toc37255782"/>
      <w:bookmarkStart w:id="475" w:name="_Toc37256123"/>
      <w:bookmarkStart w:id="476" w:name="_Toc45889960"/>
      <w:bookmarkStart w:id="477" w:name="_Toc52381785"/>
      <w:bookmarkStart w:id="478" w:name="_Toc61374884"/>
      <w:bookmarkStart w:id="479" w:name="_Toc67936235"/>
      <w:bookmarkStart w:id="480" w:name="_Toc67937108"/>
      <w:bookmarkStart w:id="481" w:name="_Toc76452344"/>
      <w:bookmarkStart w:id="482" w:name="_Toc76630187"/>
      <w:bookmarkStart w:id="483" w:name="_Toc83742747"/>
      <w:bookmarkStart w:id="484" w:name="_Toc83886861"/>
      <w:bookmarkStart w:id="485" w:name="_Toc83887661"/>
      <w:bookmarkStart w:id="486" w:name="_Toc90588502"/>
      <w:r w:rsidRPr="00DF6DD6">
        <w:t>5.3B.1.3</w:t>
      </w:r>
      <w:r w:rsidRPr="00DF6DD6">
        <w:tab/>
        <w:t>BCS for Intra-band non-contiguous EN-DC</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2E0C194F" w14:textId="3CF3CED0" w:rsidR="00821B6B" w:rsidRPr="00DF6DD6" w:rsidRDefault="00821B6B" w:rsidP="00821B6B">
      <w:pPr>
        <w:overflowPunct w:val="0"/>
        <w:autoSpaceDE w:val="0"/>
        <w:autoSpaceDN w:val="0"/>
        <w:adjustRightInd w:val="0"/>
        <w:textAlignment w:val="baseline"/>
        <w:rPr>
          <w:rFonts w:eastAsia="Times New Roman"/>
          <w:lang w:eastAsia="ko-KR"/>
        </w:rPr>
      </w:pPr>
      <w:r w:rsidRPr="00DF6DD6">
        <w:rPr>
          <w:rFonts w:eastAsia="Times New Roman"/>
          <w:lang w:eastAsia="ko-KR"/>
        </w:rPr>
        <w:t xml:space="preserve">For intra-band non-contiguous EN-DC, an EN-DC configuration is </w:t>
      </w:r>
      <w:r w:rsidR="00D10D2B">
        <w:rPr>
          <w:rFonts w:hint="eastAsia"/>
          <w:lang w:val="en-US" w:eastAsia="zh-CN"/>
        </w:rPr>
        <w:t xml:space="preserve">consisting of </w:t>
      </w:r>
      <w:r w:rsidR="00D10D2B">
        <w:rPr>
          <w:rFonts w:eastAsia="Times New Roman"/>
          <w:lang w:eastAsia="ko-KR"/>
        </w:rPr>
        <w:t xml:space="preserve">an E-UTRA band and </w:t>
      </w:r>
      <w:r w:rsidR="00D10D2B">
        <w:rPr>
          <w:rFonts w:hint="eastAsia"/>
          <w:lang w:val="en-US" w:eastAsia="zh-CN"/>
        </w:rPr>
        <w:t xml:space="preserve">a </w:t>
      </w:r>
      <w:r w:rsidR="00D10D2B">
        <w:rPr>
          <w:rFonts w:eastAsia="Times New Roman"/>
          <w:lang w:eastAsia="ko-KR"/>
        </w:rPr>
        <w:t>corresponding NR band having the same frequency range which supports</w:t>
      </w:r>
      <w:r w:rsidRPr="00DF6DD6">
        <w:rPr>
          <w:rFonts w:eastAsia="Times New Roman"/>
          <w:lang w:eastAsia="ko-KR"/>
        </w:rPr>
        <w:t xml:space="preserve"> </w:t>
      </w:r>
      <w:r w:rsidR="00B854AA" w:rsidRPr="00DF6DD6">
        <w:rPr>
          <w:rFonts w:eastAsia="Times New Roman"/>
          <w:lang w:eastAsia="ko-KR"/>
        </w:rPr>
        <w:t>E</w:t>
      </w:r>
      <w:r w:rsidR="00B854AA" w:rsidRPr="00DF6DD6">
        <w:rPr>
          <w:lang w:eastAsia="ko-KR"/>
        </w:rPr>
        <w:t>-UTRA and NR carrier</w:t>
      </w:r>
      <w:r w:rsidR="00A037E2" w:rsidRPr="00DF6DD6">
        <w:rPr>
          <w:lang w:eastAsia="ko-KR"/>
        </w:rPr>
        <w:t>s</w:t>
      </w:r>
      <w:r w:rsidR="004D46A9" w:rsidRPr="00DF6DD6">
        <w:rPr>
          <w:lang w:eastAsia="ko-KR"/>
        </w:rPr>
        <w:t>, where E-UTRA configuration is indicated by using E-UTRA CA bandwidth class as defined in TS 36.101 [4] and NR configuration is indicated by using NR CA bandwidth class as defined in TS 38.101-1 [2]</w:t>
      </w:r>
      <w:r w:rsidRPr="00DF6DD6">
        <w:rPr>
          <w:rFonts w:eastAsia="Times New Roman"/>
          <w:lang w:eastAsia="ko-KR"/>
        </w:rPr>
        <w:t>.</w:t>
      </w:r>
    </w:p>
    <w:p w14:paraId="2133A5B2" w14:textId="1E951A79" w:rsidR="00821B6B" w:rsidRPr="00DF6DD6" w:rsidRDefault="00821B6B" w:rsidP="00821B6B">
      <w:pPr>
        <w:overflowPunct w:val="0"/>
        <w:autoSpaceDE w:val="0"/>
        <w:autoSpaceDN w:val="0"/>
        <w:adjustRightInd w:val="0"/>
        <w:textAlignment w:val="baseline"/>
        <w:rPr>
          <w:rFonts w:eastAsia="Times New Roman"/>
          <w:lang w:eastAsia="ko-KR"/>
        </w:rPr>
      </w:pPr>
      <w:r w:rsidRPr="00DF6DD6">
        <w:rPr>
          <w:rFonts w:eastAsia="Times New Roman"/>
          <w:lang w:eastAsia="ko-KR"/>
        </w:rPr>
        <w:t>Requirements for intra-band non-contiguous EN-DC are defined for the EN-DC configurations and bandwidth combination sets specified in Table 5.3B.1.3-1.</w:t>
      </w:r>
      <w:r w:rsidR="00F5726B" w:rsidRPr="00D74997">
        <w:t xml:space="preserve"> </w:t>
      </w:r>
      <w:r w:rsidR="00F5726B" w:rsidRPr="00D74997">
        <w:rPr>
          <w:rFonts w:eastAsia="Times New Roman"/>
          <w:lang w:eastAsia="ko-KR"/>
        </w:rPr>
        <w:t>The</w:t>
      </w:r>
      <w:r w:rsidR="00F5726B">
        <w:rPr>
          <w:rFonts w:eastAsia="Times New Roman"/>
          <w:lang w:eastAsia="ko-KR"/>
        </w:rPr>
        <w:t xml:space="preserve"> EN-DC configurations and bandwidth combination sets in </w:t>
      </w:r>
      <w:r w:rsidR="00F5726B" w:rsidRPr="00D74997">
        <w:rPr>
          <w:rFonts w:eastAsia="Times New Roman"/>
          <w:lang w:eastAsia="ko-KR"/>
        </w:rPr>
        <w:t>Table 5.3B.1.3-1</w:t>
      </w:r>
      <w:r w:rsidR="00F5726B">
        <w:rPr>
          <w:rFonts w:eastAsia="Times New Roman"/>
          <w:lang w:eastAsia="ko-KR"/>
        </w:rPr>
        <w:t xml:space="preserve"> </w:t>
      </w:r>
      <w:r w:rsidR="00F5726B" w:rsidRPr="00D74997">
        <w:rPr>
          <w:rFonts w:eastAsia="Times New Roman"/>
          <w:lang w:eastAsia="ko-KR"/>
        </w:rPr>
        <w:t>also apply to higher order EN-DC combinations</w:t>
      </w:r>
      <w:r w:rsidR="00F5726B">
        <w:rPr>
          <w:rFonts w:eastAsia="Times New Roman"/>
          <w:lang w:eastAsia="ko-KR"/>
        </w:rPr>
        <w:t xml:space="preserve"> that include inter-band and intra-band EN-DC on the downlink and inter-band EN-DC on the uplink.  </w:t>
      </w:r>
      <w:r w:rsidR="00F5726B" w:rsidRPr="0097441A">
        <w:rPr>
          <w:rFonts w:eastAsia="Times New Roman"/>
          <w:lang w:eastAsia="ko-KR"/>
        </w:rPr>
        <w:t>If no BCS is reported in the UE capabilities for an intra-band combination the default is that the UE supports BCS0.</w:t>
      </w:r>
    </w:p>
    <w:p w14:paraId="556867C4" w14:textId="77777777" w:rsidR="00821B6B" w:rsidRPr="00DF6DD6" w:rsidRDefault="00821B6B" w:rsidP="00821B6B">
      <w:pPr>
        <w:pStyle w:val="TH"/>
      </w:pPr>
      <w:r w:rsidRPr="00DF6DD6">
        <w:lastRenderedPageBreak/>
        <w:t>Table 5.3B.1.3-1: EN-DC configurations and bandwidth combination sets defined for intra-band non-contiguous EN-DC</w:t>
      </w:r>
    </w:p>
    <w:tbl>
      <w:tblPr>
        <w:tblW w:w="9702" w:type="dxa"/>
        <w:tblInd w:w="-98" w:type="dxa"/>
        <w:tblCellMar>
          <w:left w:w="0" w:type="dxa"/>
          <w:right w:w="0" w:type="dxa"/>
        </w:tblCellMar>
        <w:tblLook w:val="04A0" w:firstRow="1" w:lastRow="0" w:firstColumn="1" w:lastColumn="0" w:noHBand="0" w:noVBand="1"/>
      </w:tblPr>
      <w:tblGrid>
        <w:gridCol w:w="1474"/>
        <w:gridCol w:w="1560"/>
        <w:gridCol w:w="1411"/>
        <w:gridCol w:w="1409"/>
        <w:gridCol w:w="1320"/>
        <w:gridCol w:w="1236"/>
        <w:gridCol w:w="1292"/>
      </w:tblGrid>
      <w:tr w:rsidR="00F55B07" w:rsidRPr="00DF6DD6" w14:paraId="3B621A87" w14:textId="77777777" w:rsidTr="006500C3">
        <w:trPr>
          <w:trHeight w:val="20"/>
        </w:trPr>
        <w:tc>
          <w:tcPr>
            <w:tcW w:w="97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4D8E89" w14:textId="77777777" w:rsidR="00BE2465" w:rsidRPr="00DF6DD6" w:rsidRDefault="00BE2465" w:rsidP="004244D7">
            <w:pPr>
              <w:pStyle w:val="TAH"/>
              <w:rPr>
                <w:rFonts w:ascii="Calibri" w:hAnsi="Calibri" w:cs="Calibri"/>
                <w:sz w:val="22"/>
                <w:szCs w:val="22"/>
                <w:lang w:eastAsia="en-GB"/>
              </w:rPr>
            </w:pPr>
            <w:r w:rsidRPr="00DF6DD6">
              <w:rPr>
                <w:lang w:eastAsia="en-GB"/>
              </w:rPr>
              <w:t>E-UTRA – NR configuration / Bandwidth combination set</w:t>
            </w:r>
          </w:p>
        </w:tc>
      </w:tr>
      <w:tr w:rsidR="00F55B07" w:rsidRPr="00DF6DD6" w14:paraId="5C030765" w14:textId="77777777" w:rsidTr="00BE6F23">
        <w:trPr>
          <w:trHeight w:val="20"/>
        </w:trPr>
        <w:tc>
          <w:tcPr>
            <w:tcW w:w="147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DA07127" w14:textId="77777777" w:rsidR="00821B6B" w:rsidRPr="00DF6DD6" w:rsidRDefault="00821B6B" w:rsidP="004244D7">
            <w:pPr>
              <w:pStyle w:val="TAH"/>
              <w:rPr>
                <w:lang w:eastAsia="en-GB"/>
              </w:rPr>
            </w:pPr>
            <w:r w:rsidRPr="00DF6DD6">
              <w:rPr>
                <w:lang w:eastAsia="en-GB"/>
              </w:rPr>
              <w:t>Downlink</w:t>
            </w:r>
          </w:p>
          <w:p w14:paraId="4F21C347" w14:textId="77777777" w:rsidR="00821B6B" w:rsidRPr="00DF6DD6" w:rsidRDefault="00821B6B" w:rsidP="004244D7">
            <w:pPr>
              <w:pStyle w:val="TAH"/>
              <w:rPr>
                <w:rFonts w:ascii="Calibri" w:hAnsi="Calibri" w:cs="Calibri"/>
                <w:sz w:val="22"/>
                <w:szCs w:val="22"/>
                <w:lang w:eastAsia="en-GB"/>
              </w:rPr>
            </w:pPr>
            <w:r w:rsidRPr="00DF6DD6">
              <w:rPr>
                <w:lang w:eastAsia="en-GB"/>
              </w:rPr>
              <w:t>EN-DC configuration</w:t>
            </w: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4D5A06" w14:textId="77777777" w:rsidR="00821B6B" w:rsidRPr="00DF6DD6" w:rsidRDefault="00821B6B" w:rsidP="00BE6F23">
            <w:pPr>
              <w:pStyle w:val="TAH"/>
              <w:rPr>
                <w:rFonts w:ascii="Calibri" w:hAnsi="Calibri" w:cs="Calibri"/>
                <w:sz w:val="22"/>
                <w:szCs w:val="22"/>
                <w:lang w:eastAsia="en-GB"/>
              </w:rPr>
            </w:pPr>
            <w:r w:rsidRPr="00DF6DD6">
              <w:rPr>
                <w:lang w:eastAsia="ja-JP"/>
              </w:rPr>
              <w:t>Uplink EN-DC configurations</w:t>
            </w:r>
          </w:p>
        </w:tc>
        <w:tc>
          <w:tcPr>
            <w:tcW w:w="414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839335" w14:textId="77777777" w:rsidR="00821B6B" w:rsidRPr="00DF6DD6" w:rsidRDefault="00821B6B" w:rsidP="004244D7">
            <w:pPr>
              <w:pStyle w:val="TAH"/>
              <w:rPr>
                <w:rFonts w:ascii="Calibri" w:hAnsi="Calibri" w:cs="Calibri"/>
                <w:sz w:val="22"/>
                <w:szCs w:val="22"/>
                <w:lang w:eastAsia="en-GB"/>
              </w:rPr>
            </w:pPr>
            <w:r w:rsidRPr="00DF6DD6">
              <w:rPr>
                <w:lang w:eastAsia="en-GB"/>
              </w:rPr>
              <w:t>Component carriers in order of increasing carrier frequency</w:t>
            </w:r>
          </w:p>
        </w:tc>
        <w:tc>
          <w:tcPr>
            <w:tcW w:w="12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1B36233" w14:textId="77777777" w:rsidR="00821B6B" w:rsidRPr="00DF6DD6" w:rsidRDefault="00821B6B" w:rsidP="004244D7">
            <w:pPr>
              <w:pStyle w:val="TAH"/>
              <w:rPr>
                <w:rFonts w:ascii="Calibri" w:hAnsi="Calibri" w:cs="Calibri"/>
                <w:sz w:val="22"/>
                <w:szCs w:val="22"/>
                <w:lang w:eastAsia="en-GB"/>
              </w:rPr>
            </w:pPr>
            <w:r w:rsidRPr="00DF6DD6">
              <w:rPr>
                <w:lang w:eastAsia="en-GB"/>
              </w:rPr>
              <w:t xml:space="preserve">Maximum aggregated </w:t>
            </w:r>
            <w:r w:rsidRPr="00DF6DD6">
              <w:rPr>
                <w:lang w:eastAsia="en-GB"/>
              </w:rPr>
              <w:br/>
              <w:t xml:space="preserve">bandwidth </w:t>
            </w:r>
            <w:r w:rsidR="003075B9" w:rsidRPr="00DF6DD6">
              <w:rPr>
                <w:lang w:eastAsia="en-GB"/>
              </w:rPr>
              <w:t>(MHz)</w:t>
            </w:r>
          </w:p>
        </w:tc>
        <w:tc>
          <w:tcPr>
            <w:tcW w:w="129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CB0170" w14:textId="77777777" w:rsidR="00821B6B" w:rsidRPr="00DF6DD6" w:rsidRDefault="00821B6B" w:rsidP="004244D7">
            <w:pPr>
              <w:pStyle w:val="TAH"/>
              <w:rPr>
                <w:rFonts w:ascii="Calibri" w:hAnsi="Calibri" w:cs="Calibri"/>
                <w:sz w:val="22"/>
                <w:szCs w:val="22"/>
                <w:lang w:eastAsia="en-GB"/>
              </w:rPr>
            </w:pPr>
            <w:r w:rsidRPr="00DF6DD6">
              <w:rPr>
                <w:lang w:eastAsia="en-GB"/>
              </w:rPr>
              <w:t>Bandwidth combination set</w:t>
            </w:r>
          </w:p>
        </w:tc>
      </w:tr>
      <w:tr w:rsidR="00F55B07" w:rsidRPr="00DF6DD6" w14:paraId="0B343FD6" w14:textId="77777777" w:rsidTr="00BE6F2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F9923" w14:textId="77777777" w:rsidR="00821B6B" w:rsidRPr="00DF6DD6" w:rsidRDefault="00821B6B" w:rsidP="004244D7">
            <w:pPr>
              <w:spacing w:after="0"/>
              <w:rPr>
                <w:rFonts w:ascii="Calibri" w:eastAsia="Calibri" w:hAnsi="Calibri" w:cs="Calibri"/>
                <w:sz w:val="22"/>
                <w:szCs w:val="22"/>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E2BFB0" w14:textId="77777777" w:rsidR="00821B6B" w:rsidRPr="00DF6DD6" w:rsidRDefault="00821B6B" w:rsidP="004244D7">
            <w:pPr>
              <w:spacing w:after="0"/>
              <w:rPr>
                <w:rFonts w:ascii="Calibri" w:eastAsia="Calibri" w:hAnsi="Calibri" w:cs="Calibri"/>
                <w:sz w:val="22"/>
                <w:szCs w:val="22"/>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E0930A" w14:textId="1B7EB7E3" w:rsidR="00821B6B" w:rsidRPr="00DF6DD6" w:rsidRDefault="00821B6B" w:rsidP="004244D7">
            <w:pPr>
              <w:pStyle w:val="TAH"/>
              <w:rPr>
                <w:rFonts w:ascii="Calibri" w:hAnsi="Calibri" w:cs="Calibri"/>
                <w:sz w:val="22"/>
                <w:szCs w:val="22"/>
                <w:lang w:eastAsia="en-GB"/>
              </w:rPr>
            </w:pPr>
            <w:r w:rsidRPr="00DF6DD6">
              <w:rPr>
                <w:lang w:eastAsia="en-GB"/>
              </w:rPr>
              <w:t xml:space="preserve">Channel bandwidths for </w:t>
            </w:r>
            <w:r w:rsidR="0010304C" w:rsidRPr="00DF6DD6">
              <w:rPr>
                <w:lang w:eastAsia="en-GB"/>
              </w:rPr>
              <w:t>E-UTRA</w:t>
            </w:r>
            <w:r w:rsidRPr="00DF6DD6">
              <w:rPr>
                <w:lang w:eastAsia="en-GB"/>
              </w:rPr>
              <w:t xml:space="preserve"> carrier </w:t>
            </w:r>
            <w:r w:rsidR="003075B9" w:rsidRPr="00DF6DD6">
              <w:rPr>
                <w:lang w:eastAsia="en-GB"/>
              </w:rPr>
              <w:t>(MHz)</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75A0C6" w14:textId="165C5FB1" w:rsidR="00821B6B" w:rsidRPr="00DF6DD6" w:rsidRDefault="00821B6B" w:rsidP="004244D7">
            <w:pPr>
              <w:pStyle w:val="TAH"/>
              <w:rPr>
                <w:rFonts w:ascii="Calibri" w:hAnsi="Calibri" w:cs="Calibri"/>
                <w:sz w:val="22"/>
                <w:szCs w:val="22"/>
                <w:lang w:eastAsia="en-GB"/>
              </w:rPr>
            </w:pPr>
            <w:r w:rsidRPr="00DF6DD6">
              <w:rPr>
                <w:lang w:eastAsia="en-GB"/>
              </w:rPr>
              <w:t xml:space="preserve">Channel bandwidths for </w:t>
            </w:r>
            <w:r w:rsidR="00BE2465" w:rsidRPr="00DF6DD6">
              <w:rPr>
                <w:lang w:eastAsia="en-GB"/>
              </w:rPr>
              <w:t xml:space="preserve">NR </w:t>
            </w:r>
            <w:r w:rsidRPr="00DF6DD6">
              <w:rPr>
                <w:lang w:eastAsia="en-GB"/>
              </w:rPr>
              <w:t xml:space="preserve">carrier </w:t>
            </w:r>
            <w:r w:rsidR="003075B9" w:rsidRPr="00DF6DD6">
              <w:rPr>
                <w:lang w:eastAsia="en-GB"/>
              </w:rPr>
              <w:t>(MHz)</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A5CA56" w14:textId="70CFCA90" w:rsidR="00821B6B" w:rsidRPr="00DF6DD6" w:rsidRDefault="00821B6B" w:rsidP="004244D7">
            <w:pPr>
              <w:pStyle w:val="TAH"/>
              <w:rPr>
                <w:rFonts w:ascii="Calibri" w:hAnsi="Calibri" w:cs="Calibri"/>
                <w:sz w:val="22"/>
                <w:szCs w:val="22"/>
                <w:lang w:eastAsia="en-GB"/>
              </w:rPr>
            </w:pPr>
            <w:r w:rsidRPr="00DF6DD6">
              <w:rPr>
                <w:lang w:eastAsia="en-GB"/>
              </w:rPr>
              <w:t xml:space="preserve">Channel bandwidths for </w:t>
            </w:r>
            <w:r w:rsidR="0010304C" w:rsidRPr="00DF6DD6">
              <w:rPr>
                <w:lang w:eastAsia="en-GB"/>
              </w:rPr>
              <w:t>E-UTRA</w:t>
            </w:r>
            <w:r w:rsidRPr="00DF6DD6">
              <w:rPr>
                <w:lang w:eastAsia="en-GB"/>
              </w:rPr>
              <w:t xml:space="preserve"> carrier </w:t>
            </w:r>
            <w:r w:rsidR="003075B9" w:rsidRPr="00DF6DD6">
              <w:rPr>
                <w:lang w:eastAsia="en-GB"/>
              </w:rPr>
              <w:t>(MHz)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502021" w14:textId="77777777" w:rsidR="00821B6B" w:rsidRPr="00DF6DD6" w:rsidRDefault="00821B6B" w:rsidP="004244D7">
            <w:pPr>
              <w:spacing w:after="0"/>
              <w:rPr>
                <w:rFonts w:ascii="Calibri" w:eastAsia="Calibri" w:hAnsi="Calibri" w:cs="Calibri"/>
                <w:sz w:val="22"/>
                <w:szCs w:val="22"/>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D787E" w14:textId="77777777" w:rsidR="00821B6B" w:rsidRPr="00DF6DD6" w:rsidRDefault="00821B6B" w:rsidP="004244D7">
            <w:pPr>
              <w:spacing w:after="0"/>
              <w:rPr>
                <w:rFonts w:ascii="Calibri" w:eastAsia="Calibri" w:hAnsi="Calibri" w:cs="Calibri"/>
                <w:sz w:val="22"/>
                <w:szCs w:val="22"/>
                <w:lang w:eastAsia="en-GB"/>
              </w:rPr>
            </w:pPr>
          </w:p>
        </w:tc>
      </w:tr>
      <w:tr w:rsidR="00F55B07" w:rsidRPr="00DF6DD6" w14:paraId="644EF1CF" w14:textId="77777777" w:rsidTr="00BE6F23">
        <w:trPr>
          <w:trHeight w:val="290"/>
        </w:trPr>
        <w:tc>
          <w:tcPr>
            <w:tcW w:w="14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81A1D9" w14:textId="77777777" w:rsidR="001F7F06" w:rsidRPr="00DF6DD6" w:rsidRDefault="001F7F06" w:rsidP="004C1236">
            <w:pPr>
              <w:pStyle w:val="TAC"/>
              <w:rPr>
                <w:lang w:eastAsia="en-GB"/>
              </w:rPr>
            </w:pPr>
            <w:r w:rsidRPr="00DF6DD6">
              <w:rPr>
                <w:lang w:eastAsia="en-GB"/>
              </w:rPr>
              <w:t>DC_</w:t>
            </w:r>
            <w:r w:rsidRPr="00DF6DD6">
              <w:rPr>
                <w:rFonts w:eastAsia="PMingLiU" w:hint="eastAsia"/>
                <w:lang w:eastAsia="zh-TW"/>
              </w:rPr>
              <w:t>3</w:t>
            </w:r>
            <w:r w:rsidRPr="00DF6DD6">
              <w:rPr>
                <w:lang w:eastAsia="en-GB"/>
              </w:rPr>
              <w:t>A_n</w:t>
            </w:r>
            <w:r w:rsidRPr="00DF6DD6">
              <w:rPr>
                <w:rFonts w:eastAsia="PMingLiU" w:hint="eastAsia"/>
                <w:lang w:eastAsia="zh-TW"/>
              </w:rPr>
              <w:t>3</w:t>
            </w:r>
            <w:r w:rsidRPr="00DF6DD6">
              <w:rPr>
                <w:lang w:eastAsia="en-GB"/>
              </w:rPr>
              <w:t xml:space="preserve">A </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2AE901" w14:textId="77777777" w:rsidR="001F7F06" w:rsidRPr="00DF6DD6" w:rsidRDefault="001F7F06" w:rsidP="004C1236">
            <w:pPr>
              <w:pStyle w:val="TAC"/>
              <w:rPr>
                <w:lang w:eastAsia="ja-JP"/>
              </w:rPr>
            </w:pPr>
            <w:r w:rsidRPr="00DF6DD6">
              <w:rPr>
                <w:lang w:eastAsia="ja-JP"/>
              </w:rPr>
              <w:t>DC_</w:t>
            </w:r>
            <w:r w:rsidRPr="00DF6DD6">
              <w:rPr>
                <w:rFonts w:eastAsia="PMingLiU" w:hint="eastAsia"/>
                <w:lang w:eastAsia="zh-TW"/>
              </w:rPr>
              <w:t>3</w:t>
            </w:r>
            <w:r w:rsidRPr="00DF6DD6">
              <w:rPr>
                <w:lang w:eastAsia="ja-JP"/>
              </w:rPr>
              <w:t>A_n</w:t>
            </w:r>
            <w:r w:rsidRPr="00DF6DD6">
              <w:rPr>
                <w:rFonts w:eastAsia="PMingLiU" w:hint="eastAsia"/>
                <w:lang w:eastAsia="zh-TW"/>
              </w:rPr>
              <w:t>3</w:t>
            </w:r>
            <w:r w:rsidRPr="00DF6DD6">
              <w:rPr>
                <w:lang w:eastAsia="ja-JP"/>
              </w:rPr>
              <w:t>A</w:t>
            </w:r>
            <w:r w:rsidRPr="00DF6DD6">
              <w:rPr>
                <w:rFonts w:eastAsia="PMingLiU" w:hint="eastAsia"/>
                <w:vertAlign w:val="superscript"/>
                <w:lang w:eastAsia="zh-TW"/>
              </w:rPr>
              <w:t>(1)</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39D036" w14:textId="77777777" w:rsidR="001F7F06" w:rsidRPr="00DF6DD6" w:rsidRDefault="001F7F06" w:rsidP="004C1236">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F58367" w14:textId="77777777" w:rsidR="001F7F06" w:rsidRPr="00DF6DD6" w:rsidRDefault="001F7F06" w:rsidP="004C1236">
            <w:pPr>
              <w:pStyle w:val="TAC"/>
              <w:rPr>
                <w:lang w:eastAsia="en-GB"/>
              </w:rPr>
            </w:pPr>
            <w:r w:rsidRPr="00DF6DD6">
              <w:rPr>
                <w:rFonts w:eastAsia="PMingLiU" w:hint="eastAsia"/>
                <w:lang w:eastAsia="zh-TW"/>
              </w:rPr>
              <w:t>5, 10, 15, 20, 25, 30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BEF3D1" w14:textId="77777777" w:rsidR="001F7F06" w:rsidRPr="00DF6DD6" w:rsidRDefault="001F7F06" w:rsidP="004C1236">
            <w:pPr>
              <w:pStyle w:val="TAC"/>
              <w:rPr>
                <w:rFonts w:ascii="Calibri" w:hAnsi="Calibri" w:cs="Calibri"/>
                <w:sz w:val="22"/>
                <w:szCs w:val="22"/>
                <w:lang w:eastAsia="en-GB"/>
              </w:rPr>
            </w:pPr>
            <w:r w:rsidRPr="00DF6DD6">
              <w:rPr>
                <w:rFonts w:eastAsia="PMingLiU" w:cs="Arial"/>
                <w:szCs w:val="22"/>
                <w:lang w:eastAsia="zh-TW"/>
              </w:rPr>
              <w:t>5</w:t>
            </w:r>
            <w:r w:rsidRPr="00DF6DD6">
              <w:rPr>
                <w:rFonts w:eastAsia="PMingLiU" w:hint="eastAsia"/>
                <w:lang w:eastAsia="zh-TW"/>
              </w:rPr>
              <w:t>, 10, 15, 20</w:t>
            </w:r>
          </w:p>
        </w:tc>
        <w:tc>
          <w:tcPr>
            <w:tcW w:w="12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9C53E5" w14:textId="77777777" w:rsidR="001F7F06" w:rsidRPr="00DF6DD6" w:rsidRDefault="001F7F06" w:rsidP="004C1236">
            <w:pPr>
              <w:pStyle w:val="TAC"/>
              <w:rPr>
                <w:lang w:eastAsia="en-GB"/>
              </w:rPr>
            </w:pPr>
            <w:r w:rsidRPr="00DF6DD6">
              <w:rPr>
                <w:rFonts w:eastAsia="PMingLiU" w:cs="Arial" w:hint="eastAsia"/>
                <w:lang w:eastAsia="zh-TW"/>
              </w:rPr>
              <w:t>50</w:t>
            </w:r>
          </w:p>
        </w:tc>
        <w:tc>
          <w:tcPr>
            <w:tcW w:w="12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4B5029" w14:textId="77777777" w:rsidR="001F7F06" w:rsidRPr="00DF6DD6" w:rsidRDefault="001F7F06" w:rsidP="004C1236">
            <w:pPr>
              <w:pStyle w:val="TAC"/>
              <w:rPr>
                <w:lang w:eastAsia="en-GB"/>
              </w:rPr>
            </w:pPr>
            <w:r w:rsidRPr="00DF6DD6">
              <w:rPr>
                <w:rFonts w:cs="Arial"/>
                <w:lang w:eastAsia="en-GB"/>
              </w:rPr>
              <w:t>0</w:t>
            </w:r>
          </w:p>
        </w:tc>
      </w:tr>
      <w:tr w:rsidR="00F55B07" w:rsidRPr="00DF6DD6" w14:paraId="2F0B485B" w14:textId="77777777" w:rsidTr="007E50E0">
        <w:trPr>
          <w:trHeight w:val="290"/>
        </w:trPr>
        <w:tc>
          <w:tcPr>
            <w:tcW w:w="1474"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439F85E4" w14:textId="77777777" w:rsidR="0007562D" w:rsidRPr="00DF6DD6" w:rsidRDefault="0007562D" w:rsidP="004C1236">
            <w:pPr>
              <w:pStyle w:val="TAC"/>
              <w:rPr>
                <w:rFonts w:ascii="Calibri" w:hAnsi="Calibri" w:cs="Calibri"/>
                <w:sz w:val="22"/>
                <w:szCs w:val="22"/>
                <w:lang w:eastAsia="en-GB"/>
              </w:rPr>
            </w:pPr>
            <w:r w:rsidRPr="00DF6DD6">
              <w:rPr>
                <w:lang w:eastAsia="en-GB"/>
              </w:rPr>
              <w:t xml:space="preserve">DC_41A_n41A </w:t>
            </w:r>
          </w:p>
        </w:tc>
        <w:tc>
          <w:tcPr>
            <w:tcW w:w="156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59E04F12" w14:textId="77777777" w:rsidR="0007562D" w:rsidRPr="00DF6DD6" w:rsidRDefault="0007562D" w:rsidP="004C1236">
            <w:pPr>
              <w:pStyle w:val="TAC"/>
              <w:rPr>
                <w:rFonts w:ascii="Calibri" w:hAnsi="Calibri" w:cs="Calibri"/>
                <w:sz w:val="22"/>
                <w:szCs w:val="22"/>
                <w:lang w:eastAsia="en-GB"/>
              </w:rPr>
            </w:pPr>
            <w:r w:rsidRPr="00DF6DD6">
              <w:rPr>
                <w:lang w:eastAsia="ja-JP"/>
              </w:rPr>
              <w:t>DC_41A_n41A</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465E2D" w14:textId="77777777" w:rsidR="0007562D" w:rsidRPr="00DF6DD6" w:rsidRDefault="0007562D" w:rsidP="004C1236">
            <w:pPr>
              <w:pStyle w:val="TAC"/>
              <w:rPr>
                <w:rFonts w:ascii="Calibri" w:hAnsi="Calibri" w:cs="Calibri"/>
                <w:sz w:val="22"/>
                <w:szCs w:val="22"/>
                <w:lang w:eastAsia="en-GB"/>
              </w:rPr>
            </w:pPr>
            <w:r w:rsidRPr="00DF6DD6">
              <w:rPr>
                <w:lang w:eastAsia="en-GB"/>
              </w:rPr>
              <w:t>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F97A8C1" w14:textId="77777777" w:rsidR="0007562D" w:rsidRPr="00DF6DD6" w:rsidRDefault="0007562D" w:rsidP="004C1236">
            <w:pPr>
              <w:pStyle w:val="TAC"/>
              <w:rPr>
                <w:rFonts w:ascii="Calibri" w:hAnsi="Calibri" w:cs="Calibri"/>
                <w:sz w:val="22"/>
                <w:szCs w:val="22"/>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31EE18" w14:textId="77777777" w:rsidR="0007562D" w:rsidRPr="00DF6DD6" w:rsidRDefault="0007562D" w:rsidP="004C1236">
            <w:pPr>
              <w:pStyle w:val="TAC"/>
              <w:rPr>
                <w:rFonts w:ascii="Calibri" w:hAnsi="Calibri" w:cs="Calibri"/>
                <w:sz w:val="22"/>
                <w:szCs w:val="22"/>
                <w:lang w:eastAsia="en-GB"/>
              </w:rPr>
            </w:pPr>
          </w:p>
        </w:tc>
        <w:tc>
          <w:tcPr>
            <w:tcW w:w="12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8803D6" w14:textId="77777777" w:rsidR="0007562D" w:rsidRPr="00DF6DD6" w:rsidRDefault="0007562D" w:rsidP="004C1236">
            <w:pPr>
              <w:pStyle w:val="TAC"/>
              <w:rPr>
                <w:rFonts w:ascii="Calibri" w:hAnsi="Calibri" w:cs="Calibri"/>
                <w:sz w:val="22"/>
                <w:szCs w:val="22"/>
                <w:lang w:eastAsia="en-GB"/>
              </w:rPr>
            </w:pPr>
            <w:r w:rsidRPr="00DF6DD6">
              <w:rPr>
                <w:lang w:eastAsia="en-GB"/>
              </w:rPr>
              <w:t>120</w:t>
            </w:r>
          </w:p>
        </w:tc>
        <w:tc>
          <w:tcPr>
            <w:tcW w:w="129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07D88D" w14:textId="77777777" w:rsidR="0007562D" w:rsidRPr="00DF6DD6" w:rsidRDefault="0007562D" w:rsidP="004C1236">
            <w:pPr>
              <w:pStyle w:val="TAC"/>
              <w:rPr>
                <w:rFonts w:ascii="Calibri" w:hAnsi="Calibri" w:cs="Calibri"/>
                <w:sz w:val="22"/>
                <w:szCs w:val="22"/>
                <w:lang w:eastAsia="en-GB"/>
              </w:rPr>
            </w:pPr>
            <w:r w:rsidRPr="00DF6DD6">
              <w:rPr>
                <w:lang w:eastAsia="en-GB"/>
              </w:rPr>
              <w:t>0</w:t>
            </w:r>
          </w:p>
        </w:tc>
      </w:tr>
      <w:tr w:rsidR="00F55B07" w:rsidRPr="00DF6DD6" w14:paraId="625848ED" w14:textId="77777777" w:rsidTr="007E50E0">
        <w:trPr>
          <w:trHeight w:val="290"/>
        </w:trPr>
        <w:tc>
          <w:tcPr>
            <w:tcW w:w="0" w:type="auto"/>
            <w:vMerge/>
            <w:tcBorders>
              <w:left w:val="single" w:sz="4" w:space="0" w:color="auto"/>
              <w:right w:val="single" w:sz="4" w:space="0" w:color="auto"/>
            </w:tcBorders>
            <w:vAlign w:val="center"/>
            <w:hideMark/>
          </w:tcPr>
          <w:p w14:paraId="5EE38833" w14:textId="77777777" w:rsidR="0007562D" w:rsidRPr="00DF6DD6" w:rsidRDefault="0007562D" w:rsidP="004C1236">
            <w:pPr>
              <w:pStyle w:val="TAC"/>
              <w:rPr>
                <w:rFonts w:ascii="Calibri" w:hAnsi="Calibri" w:cs="Calibri"/>
                <w:sz w:val="22"/>
                <w:szCs w:val="22"/>
                <w:lang w:eastAsia="en-GB"/>
              </w:rPr>
            </w:pPr>
          </w:p>
        </w:tc>
        <w:tc>
          <w:tcPr>
            <w:tcW w:w="0" w:type="auto"/>
            <w:vMerge/>
            <w:tcBorders>
              <w:left w:val="single" w:sz="4" w:space="0" w:color="auto"/>
              <w:right w:val="single" w:sz="4" w:space="0" w:color="auto"/>
            </w:tcBorders>
            <w:vAlign w:val="center"/>
            <w:hideMark/>
          </w:tcPr>
          <w:p w14:paraId="59ECEEC2" w14:textId="77777777" w:rsidR="0007562D" w:rsidRPr="00DF6DD6" w:rsidRDefault="0007562D" w:rsidP="004C1236">
            <w:pPr>
              <w:pStyle w:val="TAC"/>
              <w:rPr>
                <w:rFonts w:ascii="Calibri" w:hAnsi="Calibri" w:cs="Calibri"/>
                <w:sz w:val="22"/>
                <w:szCs w:val="22"/>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906755" w14:textId="77777777" w:rsidR="0007562D" w:rsidRPr="00DF6DD6" w:rsidRDefault="0007562D" w:rsidP="004C1236">
            <w:pPr>
              <w:pStyle w:val="TAC"/>
              <w:rPr>
                <w:rFonts w:ascii="Calibri" w:hAnsi="Calibri" w:cs="Calibri"/>
                <w:sz w:val="22"/>
                <w:szCs w:val="22"/>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BD9266F" w14:textId="77777777" w:rsidR="0007562D" w:rsidRPr="00DF6DD6" w:rsidRDefault="0007562D" w:rsidP="004C1236">
            <w:pPr>
              <w:pStyle w:val="TAC"/>
              <w:rPr>
                <w:rFonts w:ascii="Calibri" w:hAnsi="Calibri" w:cs="Calibri"/>
                <w:sz w:val="22"/>
                <w:szCs w:val="22"/>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44238" w14:textId="77777777" w:rsidR="0007562D" w:rsidRPr="00DF6DD6" w:rsidRDefault="0007562D" w:rsidP="004C1236">
            <w:pPr>
              <w:pStyle w:val="TAC"/>
              <w:rPr>
                <w:rFonts w:ascii="Calibri" w:hAnsi="Calibri" w:cs="Calibri"/>
                <w:sz w:val="22"/>
                <w:szCs w:val="22"/>
                <w:lang w:eastAsia="en-GB"/>
              </w:rPr>
            </w:pPr>
            <w:r w:rsidRPr="00DF6DD6">
              <w:rPr>
                <w:lang w:eastAsia="en-GB"/>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D4CA4" w14:textId="77777777" w:rsidR="0007562D" w:rsidRPr="00DF6DD6" w:rsidRDefault="0007562D" w:rsidP="004C1236">
            <w:pPr>
              <w:pStyle w:val="TAC"/>
              <w:rPr>
                <w:rFonts w:ascii="Calibri" w:hAnsi="Calibri" w:cs="Calibri"/>
                <w:sz w:val="22"/>
                <w:szCs w:val="22"/>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1F171" w14:textId="77777777" w:rsidR="0007562D" w:rsidRPr="00DF6DD6" w:rsidRDefault="0007562D" w:rsidP="004C1236">
            <w:pPr>
              <w:pStyle w:val="TAC"/>
              <w:rPr>
                <w:rFonts w:ascii="Calibri" w:hAnsi="Calibri" w:cs="Calibri"/>
                <w:sz w:val="22"/>
                <w:szCs w:val="22"/>
                <w:lang w:eastAsia="en-GB"/>
              </w:rPr>
            </w:pPr>
          </w:p>
        </w:tc>
      </w:tr>
      <w:tr w:rsidR="00F55B07" w:rsidRPr="00DF6DD6" w14:paraId="518DDDCA" w14:textId="77777777" w:rsidTr="00F27CE0">
        <w:trPr>
          <w:trHeight w:val="290"/>
        </w:trPr>
        <w:tc>
          <w:tcPr>
            <w:tcW w:w="0" w:type="auto"/>
            <w:vMerge/>
            <w:tcBorders>
              <w:left w:val="single" w:sz="4" w:space="0" w:color="auto"/>
              <w:right w:val="single" w:sz="4" w:space="0" w:color="auto"/>
            </w:tcBorders>
            <w:vAlign w:val="center"/>
          </w:tcPr>
          <w:p w14:paraId="6FF293DF" w14:textId="77777777" w:rsidR="0007562D" w:rsidRPr="00DF6DD6" w:rsidRDefault="0007562D" w:rsidP="004C1236">
            <w:pPr>
              <w:pStyle w:val="TAC"/>
              <w:rPr>
                <w:lang w:eastAsia="en-GB"/>
              </w:rPr>
            </w:pPr>
          </w:p>
        </w:tc>
        <w:tc>
          <w:tcPr>
            <w:tcW w:w="0" w:type="auto"/>
            <w:vMerge/>
            <w:tcBorders>
              <w:left w:val="single" w:sz="4" w:space="0" w:color="auto"/>
              <w:right w:val="single" w:sz="4" w:space="0" w:color="auto"/>
            </w:tcBorders>
            <w:vAlign w:val="center"/>
          </w:tcPr>
          <w:p w14:paraId="481FC1CE" w14:textId="77777777" w:rsidR="0007562D" w:rsidRPr="00DF6DD6" w:rsidRDefault="0007562D" w:rsidP="004C1236">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5AD5FB" w14:textId="77777777" w:rsidR="0007562D" w:rsidRPr="00DF6DD6" w:rsidRDefault="0007562D" w:rsidP="004C1236">
            <w:pPr>
              <w:pStyle w:val="TAC"/>
            </w:pPr>
            <w:r w:rsidRPr="00DF6DD6">
              <w:t>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CF9F02" w14:textId="77777777" w:rsidR="0007562D" w:rsidRPr="00DF6DD6" w:rsidRDefault="0007562D" w:rsidP="004C1236">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13B245" w14:textId="77777777" w:rsidR="0007562D" w:rsidRPr="00DF6DD6" w:rsidRDefault="0007562D" w:rsidP="004C1236">
            <w:pPr>
              <w:pStyle w:val="TAC"/>
              <w:rPr>
                <w:lang w:eastAsia="en-GB"/>
              </w:rPr>
            </w:pPr>
          </w:p>
        </w:tc>
        <w:tc>
          <w:tcPr>
            <w:tcW w:w="0" w:type="auto"/>
            <w:vMerge w:val="restart"/>
            <w:tcBorders>
              <w:top w:val="single" w:sz="4" w:space="0" w:color="auto"/>
              <w:left w:val="single" w:sz="4" w:space="0" w:color="auto"/>
              <w:right w:val="single" w:sz="4" w:space="0" w:color="auto"/>
            </w:tcBorders>
            <w:vAlign w:val="center"/>
          </w:tcPr>
          <w:p w14:paraId="2EAAD0CB" w14:textId="77777777" w:rsidR="0007562D" w:rsidRPr="00DF6DD6" w:rsidRDefault="0007562D" w:rsidP="004C1236">
            <w:pPr>
              <w:pStyle w:val="TAC"/>
              <w:rPr>
                <w:lang w:eastAsia="en-GB"/>
              </w:rPr>
            </w:pPr>
            <w:r w:rsidRPr="00DF6DD6">
              <w:rPr>
                <w:lang w:eastAsia="en-GB"/>
              </w:rPr>
              <w:t>120</w:t>
            </w:r>
          </w:p>
        </w:tc>
        <w:tc>
          <w:tcPr>
            <w:tcW w:w="0" w:type="auto"/>
            <w:vMerge w:val="restart"/>
            <w:tcBorders>
              <w:top w:val="single" w:sz="4" w:space="0" w:color="auto"/>
              <w:left w:val="single" w:sz="4" w:space="0" w:color="auto"/>
              <w:right w:val="single" w:sz="4" w:space="0" w:color="auto"/>
            </w:tcBorders>
            <w:vAlign w:val="center"/>
          </w:tcPr>
          <w:p w14:paraId="6A18B969" w14:textId="77777777" w:rsidR="0007562D" w:rsidRPr="00DF6DD6" w:rsidRDefault="0007562D" w:rsidP="004C1236">
            <w:pPr>
              <w:pStyle w:val="TAC"/>
              <w:rPr>
                <w:lang w:eastAsia="en-GB"/>
              </w:rPr>
            </w:pPr>
            <w:r w:rsidRPr="00DF6DD6">
              <w:rPr>
                <w:lang w:eastAsia="en-GB"/>
              </w:rPr>
              <w:t>1</w:t>
            </w:r>
          </w:p>
        </w:tc>
      </w:tr>
      <w:tr w:rsidR="00F55B07" w:rsidRPr="00DF6DD6" w14:paraId="542D5C2A" w14:textId="77777777" w:rsidTr="00F27CE0">
        <w:trPr>
          <w:trHeight w:val="290"/>
        </w:trPr>
        <w:tc>
          <w:tcPr>
            <w:tcW w:w="0" w:type="auto"/>
            <w:vMerge/>
            <w:tcBorders>
              <w:left w:val="single" w:sz="4" w:space="0" w:color="auto"/>
              <w:bottom w:val="single" w:sz="4" w:space="0" w:color="auto"/>
              <w:right w:val="single" w:sz="4" w:space="0" w:color="auto"/>
            </w:tcBorders>
            <w:vAlign w:val="center"/>
          </w:tcPr>
          <w:p w14:paraId="4A8276C2" w14:textId="77777777" w:rsidR="0007562D" w:rsidRPr="00DF6DD6" w:rsidRDefault="0007562D" w:rsidP="004C1236">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0A12CB4B" w14:textId="77777777" w:rsidR="0007562D" w:rsidRPr="00DF6DD6" w:rsidRDefault="0007562D" w:rsidP="004C1236">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0DB56B" w14:textId="77777777" w:rsidR="0007562D" w:rsidRPr="00DF6DD6" w:rsidRDefault="0007562D" w:rsidP="004C1236">
            <w:pPr>
              <w:pStyle w:val="TAC"/>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F5940D" w14:textId="77777777" w:rsidR="0007562D" w:rsidRPr="00DF6DD6" w:rsidRDefault="0007562D" w:rsidP="004C1236">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3D89D1" w14:textId="77777777" w:rsidR="0007562D" w:rsidRPr="00DF6DD6" w:rsidRDefault="0007562D" w:rsidP="004C1236">
            <w:pPr>
              <w:pStyle w:val="TAC"/>
              <w:rPr>
                <w:lang w:eastAsia="en-GB"/>
              </w:rPr>
            </w:pPr>
            <w:r w:rsidRPr="00DF6DD6">
              <w:rPr>
                <w:lang w:eastAsia="en-GB"/>
              </w:rPr>
              <w:t>20</w:t>
            </w:r>
          </w:p>
        </w:tc>
        <w:tc>
          <w:tcPr>
            <w:tcW w:w="0" w:type="auto"/>
            <w:vMerge/>
            <w:tcBorders>
              <w:left w:val="single" w:sz="4" w:space="0" w:color="auto"/>
              <w:bottom w:val="single" w:sz="4" w:space="0" w:color="auto"/>
              <w:right w:val="single" w:sz="4" w:space="0" w:color="auto"/>
            </w:tcBorders>
            <w:vAlign w:val="center"/>
          </w:tcPr>
          <w:p w14:paraId="49DD01A0" w14:textId="77777777" w:rsidR="0007562D" w:rsidRPr="00DF6DD6" w:rsidRDefault="0007562D" w:rsidP="004C1236">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3E9423C7" w14:textId="77777777" w:rsidR="0007562D" w:rsidRPr="00DF6DD6" w:rsidRDefault="0007562D" w:rsidP="004C1236">
            <w:pPr>
              <w:pStyle w:val="TAC"/>
              <w:rPr>
                <w:lang w:eastAsia="en-GB"/>
              </w:rPr>
            </w:pPr>
          </w:p>
        </w:tc>
      </w:tr>
      <w:tr w:rsidR="00F55B07" w:rsidRPr="00DF6DD6" w14:paraId="56B29DAE" w14:textId="77777777" w:rsidTr="007E50E0">
        <w:trPr>
          <w:trHeight w:val="290"/>
        </w:trPr>
        <w:tc>
          <w:tcPr>
            <w:tcW w:w="1474"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6B358D0C" w14:textId="77777777" w:rsidR="0007562D" w:rsidRPr="00DF6DD6" w:rsidRDefault="0007562D" w:rsidP="004C1236">
            <w:pPr>
              <w:pStyle w:val="TAC"/>
              <w:rPr>
                <w:rFonts w:ascii="Calibri" w:hAnsi="Calibri" w:cs="Calibri"/>
                <w:sz w:val="22"/>
                <w:szCs w:val="22"/>
                <w:lang w:eastAsia="en-GB"/>
              </w:rPr>
            </w:pPr>
            <w:r w:rsidRPr="00DF6DD6">
              <w:rPr>
                <w:lang w:eastAsia="en-GB"/>
              </w:rPr>
              <w:t>DC_41C_n41A</w:t>
            </w:r>
          </w:p>
        </w:tc>
        <w:tc>
          <w:tcPr>
            <w:tcW w:w="156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007104BE" w14:textId="77777777" w:rsidR="0007562D" w:rsidRPr="00DF6DD6" w:rsidRDefault="0007562D" w:rsidP="004C1236">
            <w:pPr>
              <w:pStyle w:val="TAC"/>
              <w:rPr>
                <w:rFonts w:ascii="Calibri" w:hAnsi="Calibri" w:cs="Calibri"/>
                <w:sz w:val="22"/>
                <w:szCs w:val="22"/>
                <w:lang w:eastAsia="en-GB"/>
              </w:rPr>
            </w:pPr>
            <w:r w:rsidRPr="00DF6DD6">
              <w:rPr>
                <w:lang w:eastAsia="en-GB"/>
              </w:rPr>
              <w:t>DC_41A_n41A</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CF9869" w14:textId="77777777" w:rsidR="0007562D" w:rsidRPr="00DF6DD6" w:rsidRDefault="0007562D" w:rsidP="004C1236">
            <w:pPr>
              <w:pStyle w:val="TAC"/>
              <w:rPr>
                <w:rFonts w:ascii="Calibri" w:hAnsi="Calibri" w:cs="Calibri"/>
                <w:sz w:val="22"/>
                <w:szCs w:val="22"/>
                <w:lang w:eastAsia="en-GB"/>
              </w:rPr>
            </w:pPr>
            <w:r w:rsidRPr="00DF6DD6">
              <w:rPr>
                <w:lang w:eastAsia="en-GB"/>
              </w:rPr>
              <w:t>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16AE24" w14:textId="77777777" w:rsidR="0007562D" w:rsidRPr="00DF6DD6" w:rsidRDefault="0007562D" w:rsidP="004C1236">
            <w:pPr>
              <w:pStyle w:val="TAC"/>
              <w:rPr>
                <w:rFonts w:ascii="Calibri" w:hAnsi="Calibri" w:cs="Calibri"/>
                <w:sz w:val="22"/>
                <w:szCs w:val="22"/>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2370AF" w14:textId="77777777" w:rsidR="0007562D" w:rsidRPr="00DF6DD6" w:rsidRDefault="0007562D" w:rsidP="004C1236">
            <w:pPr>
              <w:pStyle w:val="TAC"/>
              <w:rPr>
                <w:rFonts w:ascii="Calibri" w:hAnsi="Calibri" w:cs="Calibri"/>
                <w:sz w:val="22"/>
                <w:szCs w:val="22"/>
                <w:lang w:eastAsia="en-GB"/>
              </w:rPr>
            </w:pPr>
          </w:p>
        </w:tc>
        <w:tc>
          <w:tcPr>
            <w:tcW w:w="12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A6C464" w14:textId="77777777" w:rsidR="0007562D" w:rsidRPr="00DF6DD6" w:rsidRDefault="0007562D" w:rsidP="004C1236">
            <w:pPr>
              <w:pStyle w:val="TAC"/>
              <w:rPr>
                <w:rFonts w:ascii="Calibri" w:hAnsi="Calibri" w:cs="Calibri"/>
                <w:sz w:val="22"/>
                <w:szCs w:val="22"/>
                <w:lang w:eastAsia="en-GB"/>
              </w:rPr>
            </w:pPr>
            <w:r w:rsidRPr="00DF6DD6">
              <w:rPr>
                <w:lang w:eastAsia="en-GB"/>
              </w:rPr>
              <w:t>140</w:t>
            </w:r>
          </w:p>
        </w:tc>
        <w:tc>
          <w:tcPr>
            <w:tcW w:w="129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0C8E980" w14:textId="77777777" w:rsidR="0007562D" w:rsidRPr="00DF6DD6" w:rsidRDefault="0007562D" w:rsidP="004C1236">
            <w:pPr>
              <w:pStyle w:val="TAC"/>
              <w:rPr>
                <w:rFonts w:ascii="Calibri" w:hAnsi="Calibri" w:cs="Calibri"/>
                <w:sz w:val="22"/>
                <w:szCs w:val="22"/>
                <w:lang w:eastAsia="en-GB"/>
              </w:rPr>
            </w:pPr>
            <w:r w:rsidRPr="00DF6DD6">
              <w:rPr>
                <w:lang w:eastAsia="en-GB"/>
              </w:rPr>
              <w:t>0</w:t>
            </w:r>
          </w:p>
        </w:tc>
      </w:tr>
      <w:tr w:rsidR="00F55B07" w:rsidRPr="00DF6DD6" w14:paraId="1F129465" w14:textId="77777777" w:rsidTr="007E50E0">
        <w:trPr>
          <w:trHeight w:val="290"/>
        </w:trPr>
        <w:tc>
          <w:tcPr>
            <w:tcW w:w="0" w:type="auto"/>
            <w:vMerge/>
            <w:tcBorders>
              <w:left w:val="single" w:sz="4" w:space="0" w:color="auto"/>
              <w:right w:val="single" w:sz="4" w:space="0" w:color="auto"/>
            </w:tcBorders>
            <w:vAlign w:val="center"/>
            <w:hideMark/>
          </w:tcPr>
          <w:p w14:paraId="1D57EF4F" w14:textId="77777777" w:rsidR="0007562D" w:rsidRPr="00DF6DD6" w:rsidRDefault="0007562D" w:rsidP="004C1236">
            <w:pPr>
              <w:pStyle w:val="TAC"/>
              <w:rPr>
                <w:rFonts w:ascii="Calibri" w:hAnsi="Calibri" w:cs="Calibri"/>
                <w:sz w:val="22"/>
                <w:szCs w:val="22"/>
                <w:lang w:eastAsia="en-GB"/>
              </w:rPr>
            </w:pPr>
          </w:p>
        </w:tc>
        <w:tc>
          <w:tcPr>
            <w:tcW w:w="0" w:type="auto"/>
            <w:vMerge/>
            <w:tcBorders>
              <w:left w:val="single" w:sz="4" w:space="0" w:color="auto"/>
              <w:right w:val="single" w:sz="4" w:space="0" w:color="auto"/>
            </w:tcBorders>
            <w:vAlign w:val="center"/>
            <w:hideMark/>
          </w:tcPr>
          <w:p w14:paraId="51846E08" w14:textId="77777777" w:rsidR="0007562D" w:rsidRPr="00DF6DD6" w:rsidRDefault="0007562D" w:rsidP="004C1236">
            <w:pPr>
              <w:pStyle w:val="TAC"/>
              <w:rPr>
                <w:rFonts w:ascii="Calibri" w:hAnsi="Calibri" w:cs="Calibri"/>
                <w:sz w:val="22"/>
                <w:szCs w:val="22"/>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7E1BEB" w14:textId="77777777" w:rsidR="0007562D" w:rsidRPr="00DF6DD6" w:rsidRDefault="0007562D" w:rsidP="004C1236">
            <w:pPr>
              <w:pStyle w:val="TAC"/>
              <w:rPr>
                <w:rFonts w:ascii="Calibri" w:hAnsi="Calibri" w:cs="Calibri"/>
                <w:sz w:val="22"/>
                <w:szCs w:val="22"/>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01FF9A" w14:textId="77777777" w:rsidR="0007562D" w:rsidRPr="00DF6DD6" w:rsidRDefault="0007562D" w:rsidP="004C1236">
            <w:pPr>
              <w:pStyle w:val="TAC"/>
              <w:rPr>
                <w:rFonts w:ascii="Calibri" w:hAnsi="Calibri" w:cs="Calibri"/>
                <w:sz w:val="22"/>
                <w:szCs w:val="22"/>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B7B31A" w14:textId="77777777" w:rsidR="0007562D" w:rsidRPr="00DF6DD6" w:rsidRDefault="0007562D" w:rsidP="004C1236">
            <w:pPr>
              <w:pStyle w:val="TAC"/>
              <w:rPr>
                <w:rFonts w:ascii="Calibri" w:hAnsi="Calibri" w:cs="Calibri"/>
                <w:sz w:val="22"/>
                <w:szCs w:val="22"/>
                <w:lang w:eastAsia="en-GB"/>
              </w:rPr>
            </w:pPr>
            <w:r w:rsidRPr="00DF6DD6">
              <w:rPr>
                <w:lang w:eastAsia="en-GB"/>
              </w:rPr>
              <w:t>20+20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5EC576" w14:textId="77777777" w:rsidR="0007562D" w:rsidRPr="00DF6DD6" w:rsidRDefault="0007562D" w:rsidP="004C1236">
            <w:pPr>
              <w:pStyle w:val="TAC"/>
              <w:rPr>
                <w:rFonts w:ascii="Calibri" w:hAnsi="Calibri" w:cs="Calibri"/>
                <w:sz w:val="22"/>
                <w:szCs w:val="22"/>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CA119D" w14:textId="77777777" w:rsidR="0007562D" w:rsidRPr="00DF6DD6" w:rsidRDefault="0007562D" w:rsidP="004C1236">
            <w:pPr>
              <w:pStyle w:val="TAC"/>
              <w:rPr>
                <w:rFonts w:ascii="Calibri" w:hAnsi="Calibri" w:cs="Calibri"/>
                <w:sz w:val="22"/>
                <w:szCs w:val="22"/>
                <w:lang w:eastAsia="en-GB"/>
              </w:rPr>
            </w:pPr>
          </w:p>
        </w:tc>
      </w:tr>
      <w:tr w:rsidR="00F55B07" w:rsidRPr="00DF6DD6" w14:paraId="70FC708E" w14:textId="77777777" w:rsidTr="00F27CE0">
        <w:trPr>
          <w:trHeight w:val="290"/>
        </w:trPr>
        <w:tc>
          <w:tcPr>
            <w:tcW w:w="0" w:type="auto"/>
            <w:vMerge/>
            <w:tcBorders>
              <w:left w:val="single" w:sz="4" w:space="0" w:color="auto"/>
              <w:right w:val="single" w:sz="4" w:space="0" w:color="auto"/>
            </w:tcBorders>
            <w:vAlign w:val="center"/>
          </w:tcPr>
          <w:p w14:paraId="26D3B0F2" w14:textId="77777777" w:rsidR="0007562D" w:rsidRPr="00DF6DD6" w:rsidRDefault="0007562D" w:rsidP="004C1236">
            <w:pPr>
              <w:pStyle w:val="TAC"/>
              <w:rPr>
                <w:lang w:eastAsia="en-GB"/>
              </w:rPr>
            </w:pPr>
          </w:p>
        </w:tc>
        <w:tc>
          <w:tcPr>
            <w:tcW w:w="0" w:type="auto"/>
            <w:vMerge/>
            <w:tcBorders>
              <w:left w:val="single" w:sz="4" w:space="0" w:color="auto"/>
              <w:right w:val="single" w:sz="4" w:space="0" w:color="auto"/>
            </w:tcBorders>
            <w:vAlign w:val="center"/>
          </w:tcPr>
          <w:p w14:paraId="22380DFB" w14:textId="77777777" w:rsidR="0007562D" w:rsidRPr="00DF6DD6" w:rsidRDefault="0007562D" w:rsidP="004C1236">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7D1665" w14:textId="77777777" w:rsidR="0007562D" w:rsidRPr="00DF6DD6" w:rsidRDefault="0007562D" w:rsidP="004C1236">
            <w:pPr>
              <w:pStyle w:val="TAC"/>
              <w:rPr>
                <w:lang w:eastAsia="en-GB"/>
              </w:rPr>
            </w:pPr>
            <w:r w:rsidRPr="00DF6DD6">
              <w:t>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D11414" w14:textId="77777777" w:rsidR="0007562D" w:rsidRPr="00DF6DD6" w:rsidRDefault="0007562D" w:rsidP="004C1236">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FC38FB" w14:textId="77777777" w:rsidR="0007562D" w:rsidRPr="00DF6DD6" w:rsidRDefault="0007562D" w:rsidP="004C1236">
            <w:pPr>
              <w:pStyle w:val="TAC"/>
              <w:rPr>
                <w:lang w:eastAsia="en-GB"/>
              </w:rPr>
            </w:pPr>
          </w:p>
        </w:tc>
        <w:tc>
          <w:tcPr>
            <w:tcW w:w="0" w:type="auto"/>
            <w:vMerge w:val="restart"/>
            <w:tcBorders>
              <w:top w:val="single" w:sz="4" w:space="0" w:color="auto"/>
              <w:left w:val="single" w:sz="4" w:space="0" w:color="auto"/>
              <w:right w:val="single" w:sz="4" w:space="0" w:color="auto"/>
            </w:tcBorders>
            <w:vAlign w:val="center"/>
          </w:tcPr>
          <w:p w14:paraId="6222B65F" w14:textId="77777777" w:rsidR="0007562D" w:rsidRPr="00DF6DD6" w:rsidRDefault="0007562D" w:rsidP="004C1236">
            <w:pPr>
              <w:pStyle w:val="TAC"/>
              <w:rPr>
                <w:lang w:eastAsia="en-GB"/>
              </w:rPr>
            </w:pPr>
            <w:r w:rsidRPr="00DF6DD6">
              <w:rPr>
                <w:lang w:eastAsia="en-GB"/>
              </w:rPr>
              <w:t>140</w:t>
            </w:r>
          </w:p>
        </w:tc>
        <w:tc>
          <w:tcPr>
            <w:tcW w:w="0" w:type="auto"/>
            <w:vMerge w:val="restart"/>
            <w:tcBorders>
              <w:top w:val="single" w:sz="4" w:space="0" w:color="auto"/>
              <w:left w:val="single" w:sz="4" w:space="0" w:color="auto"/>
              <w:right w:val="single" w:sz="4" w:space="0" w:color="auto"/>
            </w:tcBorders>
            <w:vAlign w:val="center"/>
          </w:tcPr>
          <w:p w14:paraId="68BB3566" w14:textId="77777777" w:rsidR="0007562D" w:rsidRPr="00DF6DD6" w:rsidRDefault="0007562D" w:rsidP="004C1236">
            <w:pPr>
              <w:pStyle w:val="TAC"/>
              <w:rPr>
                <w:lang w:eastAsia="en-GB"/>
              </w:rPr>
            </w:pPr>
            <w:r w:rsidRPr="00DF6DD6">
              <w:rPr>
                <w:lang w:eastAsia="en-GB"/>
              </w:rPr>
              <w:t>1</w:t>
            </w:r>
          </w:p>
        </w:tc>
      </w:tr>
      <w:tr w:rsidR="00F55B07" w:rsidRPr="00DF6DD6" w14:paraId="7A6093B5" w14:textId="77777777" w:rsidTr="00F27CE0">
        <w:trPr>
          <w:trHeight w:val="290"/>
        </w:trPr>
        <w:tc>
          <w:tcPr>
            <w:tcW w:w="0" w:type="auto"/>
            <w:vMerge/>
            <w:tcBorders>
              <w:left w:val="single" w:sz="4" w:space="0" w:color="auto"/>
              <w:bottom w:val="single" w:sz="4" w:space="0" w:color="auto"/>
              <w:right w:val="single" w:sz="4" w:space="0" w:color="auto"/>
            </w:tcBorders>
            <w:vAlign w:val="center"/>
          </w:tcPr>
          <w:p w14:paraId="1F76E402" w14:textId="77777777" w:rsidR="0007562D" w:rsidRPr="00DF6DD6" w:rsidRDefault="0007562D" w:rsidP="004C1236">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2F15F446" w14:textId="77777777" w:rsidR="0007562D" w:rsidRPr="00DF6DD6" w:rsidRDefault="0007562D" w:rsidP="004C1236">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48E935" w14:textId="77777777" w:rsidR="0007562D" w:rsidRPr="00DF6DD6" w:rsidRDefault="0007562D" w:rsidP="004C1236">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2796E8" w14:textId="77777777" w:rsidR="0007562D" w:rsidRPr="00DF6DD6" w:rsidRDefault="0007562D" w:rsidP="004C1236">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D5177A" w14:textId="77777777" w:rsidR="0007562D" w:rsidRPr="00DF6DD6" w:rsidRDefault="0007562D" w:rsidP="004C1236">
            <w:pPr>
              <w:pStyle w:val="TAC"/>
              <w:rPr>
                <w:lang w:eastAsia="en-GB"/>
              </w:rPr>
            </w:pPr>
            <w:r w:rsidRPr="00DF6DD6">
              <w:rPr>
                <w:lang w:eastAsia="en-GB"/>
              </w:rPr>
              <w:t>20+20</w:t>
            </w:r>
          </w:p>
        </w:tc>
        <w:tc>
          <w:tcPr>
            <w:tcW w:w="0" w:type="auto"/>
            <w:vMerge/>
            <w:tcBorders>
              <w:left w:val="single" w:sz="4" w:space="0" w:color="auto"/>
              <w:bottom w:val="single" w:sz="4" w:space="0" w:color="auto"/>
              <w:right w:val="single" w:sz="4" w:space="0" w:color="auto"/>
            </w:tcBorders>
            <w:vAlign w:val="center"/>
          </w:tcPr>
          <w:p w14:paraId="6EF26AF3" w14:textId="77777777" w:rsidR="0007562D" w:rsidRPr="00DF6DD6" w:rsidRDefault="0007562D" w:rsidP="004C1236">
            <w:pPr>
              <w:pStyle w:val="TAC"/>
              <w:rPr>
                <w:lang w:eastAsia="en-GB"/>
              </w:rPr>
            </w:pPr>
          </w:p>
        </w:tc>
        <w:tc>
          <w:tcPr>
            <w:tcW w:w="0" w:type="auto"/>
            <w:vMerge/>
            <w:tcBorders>
              <w:left w:val="single" w:sz="4" w:space="0" w:color="auto"/>
              <w:bottom w:val="single" w:sz="4" w:space="0" w:color="auto"/>
              <w:right w:val="single" w:sz="4" w:space="0" w:color="auto"/>
            </w:tcBorders>
          </w:tcPr>
          <w:p w14:paraId="64FDDEFE" w14:textId="77777777" w:rsidR="0007562D" w:rsidRPr="00DF6DD6" w:rsidRDefault="0007562D" w:rsidP="004C1236">
            <w:pPr>
              <w:pStyle w:val="TAC"/>
              <w:rPr>
                <w:lang w:eastAsia="en-GB"/>
              </w:rPr>
            </w:pPr>
          </w:p>
        </w:tc>
      </w:tr>
      <w:tr w:rsidR="00F55B07" w:rsidRPr="00DF6DD6" w14:paraId="139B33F4" w14:textId="77777777" w:rsidTr="007E50E0">
        <w:trPr>
          <w:trHeight w:val="290"/>
        </w:trPr>
        <w:tc>
          <w:tcPr>
            <w:tcW w:w="1474"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660F73FF" w14:textId="77777777" w:rsidR="0007562D" w:rsidRPr="00DF6DD6" w:rsidRDefault="0007562D" w:rsidP="004C1236">
            <w:pPr>
              <w:pStyle w:val="TAC"/>
              <w:rPr>
                <w:rFonts w:ascii="Calibri" w:hAnsi="Calibri" w:cs="Calibri"/>
                <w:sz w:val="22"/>
                <w:szCs w:val="22"/>
                <w:lang w:eastAsia="en-GB"/>
              </w:rPr>
            </w:pPr>
            <w:r w:rsidRPr="00DF6DD6">
              <w:rPr>
                <w:lang w:eastAsia="en-GB"/>
              </w:rPr>
              <w:t>DC_41D_n41A</w:t>
            </w:r>
          </w:p>
        </w:tc>
        <w:tc>
          <w:tcPr>
            <w:tcW w:w="156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79E1F78B" w14:textId="77777777" w:rsidR="0007562D" w:rsidRPr="00DF6DD6" w:rsidRDefault="0007562D" w:rsidP="004C1236">
            <w:pPr>
              <w:pStyle w:val="TAC"/>
              <w:rPr>
                <w:rFonts w:ascii="Calibri" w:hAnsi="Calibri" w:cs="Calibri"/>
                <w:sz w:val="22"/>
                <w:szCs w:val="22"/>
                <w:lang w:eastAsia="en-GB"/>
              </w:rPr>
            </w:pPr>
            <w:r w:rsidRPr="00DF6DD6">
              <w:rPr>
                <w:lang w:eastAsia="en-GB"/>
              </w:rPr>
              <w:t>DC_41A_n41A</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27DA3" w14:textId="77777777" w:rsidR="0007562D" w:rsidRPr="00DF6DD6" w:rsidRDefault="0007562D" w:rsidP="004C1236">
            <w:pPr>
              <w:pStyle w:val="TAC"/>
              <w:rPr>
                <w:rFonts w:ascii="Calibri" w:hAnsi="Calibri" w:cs="Calibri"/>
                <w:sz w:val="22"/>
                <w:szCs w:val="22"/>
                <w:lang w:eastAsia="en-GB"/>
              </w:rPr>
            </w:pPr>
            <w:r w:rsidRPr="00DF6DD6">
              <w:rPr>
                <w:lang w:eastAsia="en-GB"/>
              </w:rPr>
              <w:t>20+20+20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7FAD704" w14:textId="77777777" w:rsidR="0007562D" w:rsidRPr="00DF6DD6" w:rsidRDefault="0007562D" w:rsidP="004C1236">
            <w:pPr>
              <w:pStyle w:val="TAC"/>
              <w:rPr>
                <w:rFonts w:ascii="Calibri" w:hAnsi="Calibri" w:cs="Calibri"/>
                <w:sz w:val="22"/>
                <w:szCs w:val="22"/>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179794" w14:textId="77777777" w:rsidR="0007562D" w:rsidRPr="00DF6DD6" w:rsidRDefault="0007562D" w:rsidP="004C1236">
            <w:pPr>
              <w:pStyle w:val="TAC"/>
              <w:rPr>
                <w:rFonts w:ascii="Calibri" w:hAnsi="Calibri" w:cs="Calibri"/>
                <w:sz w:val="22"/>
                <w:szCs w:val="22"/>
                <w:lang w:eastAsia="en-GB"/>
              </w:rPr>
            </w:pPr>
          </w:p>
        </w:tc>
        <w:tc>
          <w:tcPr>
            <w:tcW w:w="12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1F14E3" w14:textId="77777777" w:rsidR="0007562D" w:rsidRPr="00DF6DD6" w:rsidRDefault="0007562D" w:rsidP="004C1236">
            <w:pPr>
              <w:pStyle w:val="TAC"/>
              <w:rPr>
                <w:rFonts w:ascii="Calibri" w:hAnsi="Calibri" w:cs="Calibri"/>
                <w:sz w:val="22"/>
                <w:szCs w:val="22"/>
                <w:lang w:eastAsia="en-GB"/>
              </w:rPr>
            </w:pPr>
            <w:r w:rsidRPr="00DF6DD6">
              <w:rPr>
                <w:lang w:eastAsia="en-GB"/>
              </w:rPr>
              <w:t>160</w:t>
            </w:r>
          </w:p>
        </w:tc>
        <w:tc>
          <w:tcPr>
            <w:tcW w:w="129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70EF59" w14:textId="77777777" w:rsidR="0007562D" w:rsidRPr="00DF6DD6" w:rsidRDefault="0007562D" w:rsidP="004C1236">
            <w:pPr>
              <w:pStyle w:val="TAC"/>
              <w:rPr>
                <w:rFonts w:ascii="Calibri" w:hAnsi="Calibri" w:cs="Calibri"/>
                <w:sz w:val="22"/>
                <w:szCs w:val="22"/>
                <w:lang w:eastAsia="en-GB"/>
              </w:rPr>
            </w:pPr>
            <w:r w:rsidRPr="00DF6DD6">
              <w:rPr>
                <w:lang w:eastAsia="en-GB"/>
              </w:rPr>
              <w:t>0</w:t>
            </w:r>
          </w:p>
        </w:tc>
      </w:tr>
      <w:tr w:rsidR="00F55B07" w:rsidRPr="00DF6DD6" w14:paraId="74230537" w14:textId="77777777" w:rsidTr="007E50E0">
        <w:trPr>
          <w:trHeight w:val="290"/>
        </w:trPr>
        <w:tc>
          <w:tcPr>
            <w:tcW w:w="0" w:type="auto"/>
            <w:vMerge/>
            <w:tcBorders>
              <w:left w:val="single" w:sz="4" w:space="0" w:color="auto"/>
              <w:right w:val="single" w:sz="4" w:space="0" w:color="auto"/>
            </w:tcBorders>
            <w:vAlign w:val="center"/>
            <w:hideMark/>
          </w:tcPr>
          <w:p w14:paraId="4424CC9D" w14:textId="77777777" w:rsidR="0007562D" w:rsidRPr="00DF6DD6" w:rsidRDefault="0007562D" w:rsidP="004C1236">
            <w:pPr>
              <w:pStyle w:val="TAC"/>
              <w:rPr>
                <w:rFonts w:ascii="Calibri" w:hAnsi="Calibri" w:cs="Calibri"/>
                <w:sz w:val="22"/>
                <w:szCs w:val="22"/>
                <w:lang w:eastAsia="en-GB"/>
              </w:rPr>
            </w:pPr>
          </w:p>
        </w:tc>
        <w:tc>
          <w:tcPr>
            <w:tcW w:w="0" w:type="auto"/>
            <w:vMerge/>
            <w:tcBorders>
              <w:left w:val="single" w:sz="4" w:space="0" w:color="auto"/>
              <w:right w:val="single" w:sz="4" w:space="0" w:color="auto"/>
            </w:tcBorders>
            <w:vAlign w:val="center"/>
            <w:hideMark/>
          </w:tcPr>
          <w:p w14:paraId="52CA8CFC" w14:textId="77777777" w:rsidR="0007562D" w:rsidRPr="00DF6DD6" w:rsidRDefault="0007562D" w:rsidP="004C1236">
            <w:pPr>
              <w:pStyle w:val="TAC"/>
              <w:rPr>
                <w:rFonts w:ascii="Calibri" w:hAnsi="Calibri" w:cs="Calibri"/>
                <w:sz w:val="22"/>
                <w:szCs w:val="22"/>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8F733E" w14:textId="77777777" w:rsidR="0007562D" w:rsidRPr="00DF6DD6" w:rsidRDefault="0007562D" w:rsidP="004C1236">
            <w:pPr>
              <w:pStyle w:val="TAC"/>
              <w:rPr>
                <w:rFonts w:ascii="Calibri" w:hAnsi="Calibri" w:cs="Calibri"/>
                <w:sz w:val="22"/>
                <w:szCs w:val="22"/>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44E73D" w14:textId="77777777" w:rsidR="0007562D" w:rsidRPr="00DF6DD6" w:rsidRDefault="0007562D" w:rsidP="004C1236">
            <w:pPr>
              <w:pStyle w:val="TAC"/>
              <w:rPr>
                <w:rFonts w:ascii="Calibri" w:hAnsi="Calibri" w:cs="Calibri"/>
                <w:sz w:val="22"/>
                <w:szCs w:val="22"/>
                <w:lang w:eastAsia="en-GB"/>
              </w:rPr>
            </w:pPr>
            <w:r w:rsidRPr="00DF6DD6">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680792" w14:textId="77777777" w:rsidR="0007562D" w:rsidRPr="00DF6DD6" w:rsidRDefault="0007562D" w:rsidP="004C1236">
            <w:pPr>
              <w:pStyle w:val="TAC"/>
              <w:rPr>
                <w:rFonts w:ascii="Calibri" w:hAnsi="Calibri" w:cs="Calibri"/>
                <w:sz w:val="22"/>
                <w:szCs w:val="22"/>
                <w:lang w:eastAsia="en-GB"/>
              </w:rPr>
            </w:pPr>
            <w:r w:rsidRPr="00DF6DD6">
              <w:rPr>
                <w:lang w:eastAsia="en-GB"/>
              </w:rPr>
              <w:t>20+20+20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741FB" w14:textId="77777777" w:rsidR="0007562D" w:rsidRPr="00DF6DD6" w:rsidRDefault="0007562D" w:rsidP="004C1236">
            <w:pPr>
              <w:pStyle w:val="TAC"/>
              <w:rPr>
                <w:rFonts w:ascii="Calibri" w:hAnsi="Calibri" w:cs="Calibri"/>
                <w:sz w:val="22"/>
                <w:szCs w:val="22"/>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AB2123" w14:textId="77777777" w:rsidR="0007562D" w:rsidRPr="00DF6DD6" w:rsidRDefault="0007562D" w:rsidP="004C1236">
            <w:pPr>
              <w:pStyle w:val="TAC"/>
              <w:rPr>
                <w:rFonts w:ascii="Calibri" w:hAnsi="Calibri" w:cs="Calibri"/>
                <w:sz w:val="22"/>
                <w:szCs w:val="22"/>
                <w:lang w:eastAsia="en-GB"/>
              </w:rPr>
            </w:pPr>
          </w:p>
        </w:tc>
      </w:tr>
      <w:tr w:rsidR="00F55B07" w:rsidRPr="00DF6DD6" w14:paraId="4BF3B5B5" w14:textId="77777777" w:rsidTr="00F27CE0">
        <w:trPr>
          <w:trHeight w:val="290"/>
        </w:trPr>
        <w:tc>
          <w:tcPr>
            <w:tcW w:w="0" w:type="auto"/>
            <w:vMerge/>
            <w:tcBorders>
              <w:left w:val="single" w:sz="4" w:space="0" w:color="auto"/>
              <w:right w:val="single" w:sz="4" w:space="0" w:color="auto"/>
            </w:tcBorders>
            <w:vAlign w:val="center"/>
          </w:tcPr>
          <w:p w14:paraId="7E8C1673" w14:textId="77777777" w:rsidR="0007562D" w:rsidRPr="00DF6DD6" w:rsidRDefault="0007562D" w:rsidP="004C1236">
            <w:pPr>
              <w:pStyle w:val="TAC"/>
              <w:rPr>
                <w:lang w:eastAsia="en-GB"/>
              </w:rPr>
            </w:pPr>
          </w:p>
        </w:tc>
        <w:tc>
          <w:tcPr>
            <w:tcW w:w="0" w:type="auto"/>
            <w:vMerge/>
            <w:tcBorders>
              <w:left w:val="single" w:sz="4" w:space="0" w:color="auto"/>
              <w:right w:val="single" w:sz="4" w:space="0" w:color="auto"/>
            </w:tcBorders>
            <w:vAlign w:val="center"/>
          </w:tcPr>
          <w:p w14:paraId="5F462333" w14:textId="77777777" w:rsidR="0007562D" w:rsidRPr="00DF6DD6" w:rsidRDefault="0007562D" w:rsidP="004C1236">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C14B3F" w14:textId="77777777" w:rsidR="0007562D" w:rsidRPr="00DF6DD6" w:rsidRDefault="0007562D" w:rsidP="004C1236">
            <w:pPr>
              <w:pStyle w:val="TAC"/>
              <w:rPr>
                <w:lang w:eastAsia="en-GB"/>
              </w:rPr>
            </w:pPr>
            <w:r w:rsidRPr="00DF6DD6">
              <w:t>20+20+20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70830F" w14:textId="77777777" w:rsidR="0007562D" w:rsidRPr="00DF6DD6" w:rsidRDefault="0007562D" w:rsidP="004C1236">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60A1C1" w14:textId="77777777" w:rsidR="0007562D" w:rsidRPr="00DF6DD6" w:rsidRDefault="0007562D" w:rsidP="004C1236">
            <w:pPr>
              <w:pStyle w:val="TAC"/>
              <w:rPr>
                <w:lang w:eastAsia="en-GB"/>
              </w:rPr>
            </w:pPr>
          </w:p>
        </w:tc>
        <w:tc>
          <w:tcPr>
            <w:tcW w:w="0" w:type="auto"/>
            <w:vMerge w:val="restart"/>
            <w:tcBorders>
              <w:top w:val="single" w:sz="4" w:space="0" w:color="auto"/>
              <w:left w:val="single" w:sz="4" w:space="0" w:color="auto"/>
              <w:right w:val="single" w:sz="4" w:space="0" w:color="auto"/>
            </w:tcBorders>
            <w:vAlign w:val="center"/>
          </w:tcPr>
          <w:p w14:paraId="132A31A6" w14:textId="77777777" w:rsidR="0007562D" w:rsidRPr="00DF6DD6" w:rsidRDefault="0007562D" w:rsidP="004C1236">
            <w:pPr>
              <w:pStyle w:val="TAC"/>
              <w:rPr>
                <w:lang w:eastAsia="en-GB"/>
              </w:rPr>
            </w:pPr>
            <w:r w:rsidRPr="00DF6DD6">
              <w:rPr>
                <w:lang w:eastAsia="en-GB"/>
              </w:rPr>
              <w:t>160</w:t>
            </w:r>
          </w:p>
        </w:tc>
        <w:tc>
          <w:tcPr>
            <w:tcW w:w="0" w:type="auto"/>
            <w:vMerge w:val="restart"/>
            <w:tcBorders>
              <w:top w:val="single" w:sz="4" w:space="0" w:color="auto"/>
              <w:left w:val="single" w:sz="4" w:space="0" w:color="auto"/>
              <w:right w:val="single" w:sz="4" w:space="0" w:color="auto"/>
            </w:tcBorders>
            <w:vAlign w:val="center"/>
          </w:tcPr>
          <w:p w14:paraId="54BF5A30" w14:textId="77777777" w:rsidR="0007562D" w:rsidRPr="00DF6DD6" w:rsidRDefault="0007562D" w:rsidP="004C1236">
            <w:pPr>
              <w:pStyle w:val="TAC"/>
              <w:rPr>
                <w:lang w:eastAsia="en-GB"/>
              </w:rPr>
            </w:pPr>
            <w:r w:rsidRPr="00DF6DD6">
              <w:rPr>
                <w:lang w:eastAsia="en-GB"/>
              </w:rPr>
              <w:t>1</w:t>
            </w:r>
          </w:p>
        </w:tc>
      </w:tr>
      <w:tr w:rsidR="00F55B07" w:rsidRPr="00DF6DD6" w14:paraId="24110C93" w14:textId="77777777" w:rsidTr="00F27CE0">
        <w:trPr>
          <w:trHeight w:val="290"/>
        </w:trPr>
        <w:tc>
          <w:tcPr>
            <w:tcW w:w="0" w:type="auto"/>
            <w:vMerge/>
            <w:tcBorders>
              <w:left w:val="single" w:sz="4" w:space="0" w:color="auto"/>
              <w:bottom w:val="single" w:sz="4" w:space="0" w:color="auto"/>
              <w:right w:val="single" w:sz="4" w:space="0" w:color="auto"/>
            </w:tcBorders>
            <w:vAlign w:val="center"/>
          </w:tcPr>
          <w:p w14:paraId="5F8ECB86" w14:textId="77777777" w:rsidR="0007562D" w:rsidRPr="00DF6DD6" w:rsidRDefault="0007562D" w:rsidP="00F27CE0">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0422CDAB" w14:textId="77777777" w:rsidR="0007562D" w:rsidRPr="00DF6DD6" w:rsidRDefault="0007562D" w:rsidP="00F27CE0">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38C182" w14:textId="77777777" w:rsidR="0007562D" w:rsidRPr="00DF6DD6" w:rsidRDefault="0007562D" w:rsidP="00F27CE0">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646E66" w14:textId="77777777" w:rsidR="0007562D" w:rsidRPr="00DF6DD6" w:rsidRDefault="0007562D" w:rsidP="00F27CE0">
            <w:pPr>
              <w:pStyle w:val="TAC"/>
              <w:rPr>
                <w:lang w:eastAsia="en-GB"/>
              </w:rPr>
            </w:pPr>
            <w:r w:rsidRPr="00DF6DD6">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EBEE2F" w14:textId="77777777" w:rsidR="0007562D" w:rsidRPr="00DF6DD6" w:rsidRDefault="0007562D" w:rsidP="00F27CE0">
            <w:pPr>
              <w:pStyle w:val="TAC"/>
              <w:rPr>
                <w:lang w:eastAsia="en-GB"/>
              </w:rPr>
            </w:pPr>
            <w:r w:rsidRPr="00DF6DD6">
              <w:rPr>
                <w:lang w:eastAsia="en-GB"/>
              </w:rPr>
              <w:t>20+20+20</w:t>
            </w:r>
          </w:p>
        </w:tc>
        <w:tc>
          <w:tcPr>
            <w:tcW w:w="0" w:type="auto"/>
            <w:vMerge/>
            <w:tcBorders>
              <w:left w:val="single" w:sz="4" w:space="0" w:color="auto"/>
              <w:bottom w:val="single" w:sz="4" w:space="0" w:color="auto"/>
              <w:right w:val="single" w:sz="4" w:space="0" w:color="auto"/>
            </w:tcBorders>
            <w:vAlign w:val="center"/>
          </w:tcPr>
          <w:p w14:paraId="7B1D6493" w14:textId="77777777" w:rsidR="0007562D" w:rsidRPr="00DF6DD6" w:rsidRDefault="0007562D" w:rsidP="00F27CE0">
            <w:pPr>
              <w:pStyle w:val="TAC"/>
              <w:rPr>
                <w:lang w:eastAsia="en-GB"/>
              </w:rPr>
            </w:pPr>
          </w:p>
        </w:tc>
        <w:tc>
          <w:tcPr>
            <w:tcW w:w="0" w:type="auto"/>
            <w:vMerge/>
            <w:tcBorders>
              <w:left w:val="single" w:sz="4" w:space="0" w:color="auto"/>
              <w:bottom w:val="single" w:sz="4" w:space="0" w:color="auto"/>
              <w:right w:val="single" w:sz="4" w:space="0" w:color="auto"/>
            </w:tcBorders>
            <w:vAlign w:val="center"/>
          </w:tcPr>
          <w:p w14:paraId="31A863FF" w14:textId="77777777" w:rsidR="0007562D" w:rsidRPr="00DF6DD6" w:rsidRDefault="0007562D" w:rsidP="00F27CE0">
            <w:pPr>
              <w:pStyle w:val="TAC"/>
              <w:rPr>
                <w:lang w:eastAsia="en-GB"/>
              </w:rPr>
            </w:pPr>
          </w:p>
        </w:tc>
      </w:tr>
      <w:tr w:rsidR="00F55B07" w:rsidRPr="00DF6DD6" w14:paraId="7A729E3A" w14:textId="77777777" w:rsidTr="00BE6F23">
        <w:trPr>
          <w:trHeight w:val="290"/>
        </w:trPr>
        <w:tc>
          <w:tcPr>
            <w:tcW w:w="9702" w:type="dxa"/>
            <w:gridSpan w:val="7"/>
            <w:tcBorders>
              <w:top w:val="single" w:sz="4" w:space="0" w:color="auto"/>
              <w:left w:val="single" w:sz="4" w:space="0" w:color="auto"/>
              <w:bottom w:val="single" w:sz="4" w:space="0" w:color="auto"/>
              <w:right w:val="single" w:sz="4" w:space="0" w:color="auto"/>
            </w:tcBorders>
            <w:vAlign w:val="center"/>
          </w:tcPr>
          <w:p w14:paraId="106CE2ED" w14:textId="14EDE8CD" w:rsidR="0007562D" w:rsidRDefault="0007562D" w:rsidP="0007562D">
            <w:pPr>
              <w:pStyle w:val="TAN"/>
            </w:pPr>
            <w:r w:rsidRPr="00DF6DD6">
              <w:t>NOTE 1:</w:t>
            </w:r>
            <w:r w:rsidRPr="00DF6DD6">
              <w:tab/>
              <w:t>Only single switched UL is supported in Rel.15</w:t>
            </w:r>
          </w:p>
          <w:p w14:paraId="0608B500" w14:textId="0226D984" w:rsidR="00165575" w:rsidRPr="007D6F15" w:rsidRDefault="00165575" w:rsidP="0007562D">
            <w:pPr>
              <w:pStyle w:val="TAN"/>
            </w:pPr>
            <w:r>
              <w:t>NOTE 2</w:t>
            </w:r>
            <w:r w:rsidR="007D6F15" w:rsidRPr="005B7E7F">
              <w:t>:</w:t>
            </w:r>
            <w:r w:rsidR="00D95CEA">
              <w:tab/>
            </w:r>
            <w:r w:rsidR="007D6F15">
              <w:t>Void</w:t>
            </w:r>
          </w:p>
          <w:p w14:paraId="3D1C1C33" w14:textId="7426AA21" w:rsidR="00165575" w:rsidRPr="00DF6DD6" w:rsidRDefault="00165575" w:rsidP="0007562D">
            <w:pPr>
              <w:pStyle w:val="TAN"/>
              <w:rPr>
                <w:rFonts w:ascii="Calibri" w:hAnsi="Calibri" w:cs="Calibri"/>
                <w:sz w:val="22"/>
                <w:szCs w:val="22"/>
                <w:lang w:eastAsia="en-GB"/>
              </w:rPr>
            </w:pPr>
            <w:r>
              <w:rPr>
                <w:lang w:eastAsia="en-GB"/>
              </w:rPr>
              <w:t>NOTE 3:</w:t>
            </w:r>
            <w:r w:rsidRPr="00DF6DD6">
              <w:tab/>
            </w:r>
            <w:r>
              <w:rPr>
                <w:lang w:eastAsia="en-GB"/>
              </w:rPr>
              <w:t xml:space="preserve">The channel bandwidths for E-UTRA or NR carrier should be at least supported in one of the BCS indicated in </w:t>
            </w:r>
            <w:r>
              <w:t>E-UTRA bandwidth combination sets or NR bandwidth combination sets if reported</w:t>
            </w:r>
          </w:p>
        </w:tc>
      </w:tr>
    </w:tbl>
    <w:p w14:paraId="1A2CFEC6" w14:textId="77777777" w:rsidR="00821B6B" w:rsidRPr="00DF6DD6" w:rsidRDefault="00821B6B" w:rsidP="00C42558"/>
    <w:p w14:paraId="4B36B464" w14:textId="6E9AD82B" w:rsidR="001310A1" w:rsidRPr="00DF6DD6" w:rsidRDefault="001310A1" w:rsidP="001310A1">
      <w:pPr>
        <w:pStyle w:val="Heading2"/>
      </w:pPr>
      <w:bookmarkStart w:id="487" w:name="_Toc21345401"/>
      <w:bookmarkStart w:id="488" w:name="_Toc29806250"/>
      <w:bookmarkStart w:id="489" w:name="_Toc37255783"/>
      <w:bookmarkStart w:id="490" w:name="_Toc37256124"/>
      <w:bookmarkStart w:id="491" w:name="_Toc45889961"/>
      <w:bookmarkStart w:id="492" w:name="_Toc52381786"/>
      <w:bookmarkStart w:id="493" w:name="_Toc61374885"/>
      <w:bookmarkStart w:id="494" w:name="_Toc67936236"/>
      <w:bookmarkStart w:id="495" w:name="_Toc67937109"/>
      <w:bookmarkStart w:id="496" w:name="_Toc76452345"/>
      <w:bookmarkStart w:id="497" w:name="_Toc76630188"/>
      <w:bookmarkStart w:id="498" w:name="_Toc83742748"/>
      <w:bookmarkStart w:id="499" w:name="_Toc83886862"/>
      <w:bookmarkStart w:id="500" w:name="_Toc83887662"/>
      <w:bookmarkStart w:id="501" w:name="_Toc90588503"/>
      <w:r w:rsidRPr="00DF6DD6">
        <w:t>5.4</w:t>
      </w:r>
      <w:r w:rsidRPr="00DF6DD6">
        <w:tab/>
      </w:r>
      <w:r w:rsidR="004A2C3C" w:rsidRPr="00DF6DD6">
        <w:t>Void</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14:paraId="0CB33E97" w14:textId="77777777" w:rsidR="009C7FAA" w:rsidRPr="00DF6DD6" w:rsidRDefault="009C7FAA" w:rsidP="00C42558">
      <w:pPr>
        <w:pStyle w:val="Heading2"/>
      </w:pPr>
      <w:bookmarkStart w:id="502" w:name="_Toc21345402"/>
      <w:bookmarkStart w:id="503" w:name="_Toc29806251"/>
      <w:bookmarkStart w:id="504" w:name="_Toc37255784"/>
      <w:bookmarkStart w:id="505" w:name="_Toc37256125"/>
      <w:bookmarkStart w:id="506" w:name="_Toc45889962"/>
      <w:bookmarkStart w:id="507" w:name="_Toc52381787"/>
      <w:bookmarkStart w:id="508" w:name="_Toc61374886"/>
      <w:bookmarkStart w:id="509" w:name="_Toc67936237"/>
      <w:bookmarkStart w:id="510" w:name="_Toc67937110"/>
      <w:bookmarkStart w:id="511" w:name="_Toc76452346"/>
      <w:bookmarkStart w:id="512" w:name="_Toc76630189"/>
      <w:bookmarkStart w:id="513" w:name="_Toc83742749"/>
      <w:bookmarkStart w:id="514" w:name="_Toc83886863"/>
      <w:bookmarkStart w:id="515" w:name="_Toc83887663"/>
      <w:bookmarkStart w:id="516" w:name="_Toc90588504"/>
      <w:r w:rsidRPr="00DF6DD6">
        <w:t>5.4A</w:t>
      </w:r>
      <w:r w:rsidRPr="00DF6DD6">
        <w:tab/>
        <w:t>Channel arrangement for CA</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14:paraId="5374EDA9" w14:textId="76CC28B5" w:rsidR="009C7FAA" w:rsidRPr="00DF6DD6" w:rsidRDefault="009C7FAA" w:rsidP="009C7FAA">
      <w:r w:rsidRPr="00DF6DD6">
        <w:t xml:space="preserve">The channel arrangement for CA operations in FR1 and FR2 as specified in </w:t>
      </w:r>
      <w:r w:rsidR="0005374D" w:rsidRPr="00DF6DD6">
        <w:t xml:space="preserve">TS </w:t>
      </w:r>
      <w:r w:rsidRPr="00DF6DD6">
        <w:t>38.101-1</w:t>
      </w:r>
      <w:r w:rsidR="0005374D" w:rsidRPr="00DF6DD6">
        <w:t xml:space="preserve"> [2]</w:t>
      </w:r>
      <w:r w:rsidRPr="00DF6DD6">
        <w:t xml:space="preserve"> and </w:t>
      </w:r>
      <w:r w:rsidR="0005374D" w:rsidRPr="00DF6DD6">
        <w:t xml:space="preserve">TS </w:t>
      </w:r>
      <w:r w:rsidRPr="00DF6DD6">
        <w:t>38.101-2</w:t>
      </w:r>
      <w:r w:rsidR="0005374D" w:rsidRPr="00DF6DD6">
        <w:t xml:space="preserve"> [3]</w:t>
      </w:r>
      <w:r w:rsidRPr="00DF6DD6">
        <w:t>, respectively.</w:t>
      </w:r>
    </w:p>
    <w:p w14:paraId="47CE5F2F" w14:textId="77777777" w:rsidR="009C7FAA" w:rsidRPr="00DF6DD6" w:rsidRDefault="009C7FAA" w:rsidP="00C42558">
      <w:pPr>
        <w:pStyle w:val="Heading2"/>
      </w:pPr>
      <w:bookmarkStart w:id="517" w:name="_Toc21345403"/>
      <w:bookmarkStart w:id="518" w:name="_Toc29806252"/>
      <w:bookmarkStart w:id="519" w:name="_Toc37255785"/>
      <w:bookmarkStart w:id="520" w:name="_Toc37256126"/>
      <w:bookmarkStart w:id="521" w:name="_Toc45889963"/>
      <w:bookmarkStart w:id="522" w:name="_Toc52381788"/>
      <w:bookmarkStart w:id="523" w:name="_Toc61374887"/>
      <w:bookmarkStart w:id="524" w:name="_Toc67936238"/>
      <w:bookmarkStart w:id="525" w:name="_Toc67937111"/>
      <w:bookmarkStart w:id="526" w:name="_Toc76452347"/>
      <w:bookmarkStart w:id="527" w:name="_Toc76630190"/>
      <w:bookmarkStart w:id="528" w:name="_Toc83742750"/>
      <w:bookmarkStart w:id="529" w:name="_Toc83886864"/>
      <w:bookmarkStart w:id="530" w:name="_Toc83887664"/>
      <w:bookmarkStart w:id="531" w:name="_Toc90588505"/>
      <w:r w:rsidRPr="00DF6DD6">
        <w:t>5.4B</w:t>
      </w:r>
      <w:r w:rsidRPr="00DF6DD6">
        <w:tab/>
        <w:t>Channel arrangement for DC</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53267267" w14:textId="4563CC27" w:rsidR="0018506F" w:rsidRPr="00DF6DD6" w:rsidRDefault="0018506F" w:rsidP="009C7FAA">
      <w:r w:rsidRPr="00DF6DD6">
        <w:t xml:space="preserve">The channel arrangement for intra-band EN-DC operations in FR1 is specified in </w:t>
      </w:r>
      <w:r w:rsidR="00BE2465" w:rsidRPr="00DF6DD6">
        <w:t>TS 36.101 [4] and</w:t>
      </w:r>
      <w:r w:rsidRPr="00DF6DD6">
        <w:t xml:space="preserve"> TS 38.101-1</w:t>
      </w:r>
      <w:r w:rsidR="0005374D" w:rsidRPr="00DF6DD6">
        <w:t xml:space="preserve"> [2]</w:t>
      </w:r>
      <w:r w:rsidR="00BE2465" w:rsidRPr="00DF6DD6">
        <w:rPr>
          <w:rFonts w:eastAsiaTheme="minorEastAsia"/>
        </w:rPr>
        <w:t xml:space="preserve"> </w:t>
      </w:r>
      <w:r w:rsidR="00BE2465" w:rsidRPr="00DF6DD6">
        <w:t>, respectively</w:t>
      </w:r>
      <w:r w:rsidRPr="00DF6DD6">
        <w:t>.</w:t>
      </w:r>
    </w:p>
    <w:p w14:paraId="04FFBB94" w14:textId="77777777" w:rsidR="009C7FAA" w:rsidRPr="00DF6DD6" w:rsidRDefault="009C7FAA" w:rsidP="00C42558">
      <w:pPr>
        <w:pStyle w:val="Heading3"/>
      </w:pPr>
      <w:bookmarkStart w:id="532" w:name="_Toc21345404"/>
      <w:bookmarkStart w:id="533" w:name="_Toc29806253"/>
      <w:bookmarkStart w:id="534" w:name="_Toc37255786"/>
      <w:bookmarkStart w:id="535" w:name="_Toc37256127"/>
      <w:bookmarkStart w:id="536" w:name="_Toc45889964"/>
      <w:bookmarkStart w:id="537" w:name="_Toc52381789"/>
      <w:bookmarkStart w:id="538" w:name="_Toc61374888"/>
      <w:bookmarkStart w:id="539" w:name="_Toc67936239"/>
      <w:bookmarkStart w:id="540" w:name="_Toc67937112"/>
      <w:bookmarkStart w:id="541" w:name="_Toc76452348"/>
      <w:bookmarkStart w:id="542" w:name="_Toc76630191"/>
      <w:bookmarkStart w:id="543" w:name="_Toc83742751"/>
      <w:bookmarkStart w:id="544" w:name="_Toc83886865"/>
      <w:bookmarkStart w:id="545" w:name="_Toc83887665"/>
      <w:bookmarkStart w:id="546" w:name="_Toc90588506"/>
      <w:r w:rsidRPr="00DF6DD6">
        <w:t>5.4B.1</w:t>
      </w:r>
      <w:r w:rsidRPr="00DF6DD6">
        <w:tab/>
        <w:t>Channel spacing for intra-band EN-DC carriers</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5E2ABC64" w14:textId="2E79A8CE" w:rsidR="00DB283D" w:rsidRPr="00DF6DD6" w:rsidRDefault="009C7FAA" w:rsidP="00DB283D">
      <w:pPr>
        <w:rPr>
          <w:rFonts w:eastAsia="Yu Mincho"/>
        </w:rPr>
      </w:pPr>
      <w:r w:rsidRPr="00DF6DD6">
        <w:rPr>
          <w:rFonts w:eastAsia="Yu Mincho"/>
        </w:rPr>
        <w:t>The spacing between carriers will depend on the deployment scenario, the size of the frequency block available and the channel bandwidths. The nominal channel spacing between and E-UTRA carrier and an adjacent NR carrier for intra-band contiguous EN-DC is defined as following:</w:t>
      </w:r>
    </w:p>
    <w:p w14:paraId="288A3A25" w14:textId="77777777" w:rsidR="00DB283D" w:rsidRPr="00DF6DD6" w:rsidRDefault="00DB283D" w:rsidP="00EA1C6C">
      <w:pPr>
        <w:pStyle w:val="B10"/>
      </w:pPr>
      <w:r w:rsidRPr="00DF6DD6">
        <w:t>-</w:t>
      </w:r>
      <w:r w:rsidRPr="00DF6DD6">
        <w:tab/>
        <w:t>For NR operating bands with 100 kHz channel raster,</w:t>
      </w:r>
    </w:p>
    <w:p w14:paraId="61CBCE4B" w14:textId="209BC89D" w:rsidR="009C7FAA" w:rsidRPr="00DF6DD6" w:rsidRDefault="00DB283D" w:rsidP="00EA1C6C">
      <w:pPr>
        <w:pStyle w:val="EQ"/>
        <w:jc w:val="center"/>
      </w:pPr>
      <w:r w:rsidRPr="00DF6DD6">
        <w:t>Nominal Channel spacing = (BW</w:t>
      </w:r>
      <w:r w:rsidR="00526056" w:rsidRPr="00DF6DD6">
        <w:rPr>
          <w:vertAlign w:val="subscript"/>
        </w:rPr>
        <w:t>E-UTRA</w:t>
      </w:r>
      <w:r w:rsidRPr="00DF6DD6">
        <w:rPr>
          <w:vertAlign w:val="subscript"/>
        </w:rPr>
        <w:t>_Channel</w:t>
      </w:r>
      <w:r w:rsidRPr="00DF6DD6">
        <w:t xml:space="preserve"> + BW</w:t>
      </w:r>
      <w:r w:rsidRPr="00DF6DD6">
        <w:rPr>
          <w:vertAlign w:val="subscript"/>
        </w:rPr>
        <w:t>NR_Channel</w:t>
      </w:r>
      <w:r w:rsidRPr="00DF6DD6">
        <w:t>)/2</w:t>
      </w:r>
    </w:p>
    <w:p w14:paraId="03FFEA1A" w14:textId="77777777" w:rsidR="00CE04D0" w:rsidRDefault="00CE04D0" w:rsidP="00CE04D0">
      <w:pPr>
        <w:pStyle w:val="B10"/>
      </w:pPr>
      <w:bookmarkStart w:id="547" w:name="_Toc21345405"/>
      <w:bookmarkStart w:id="548" w:name="_Toc29806254"/>
      <w:r>
        <w:t>-</w:t>
      </w:r>
      <w:r>
        <w:tab/>
        <w:t>For NR operating bands with 15 kHz channel raster,</w:t>
      </w:r>
    </w:p>
    <w:p w14:paraId="0BC4AC02" w14:textId="05CDBA12" w:rsidR="00CE04D0" w:rsidRDefault="00CE04D0" w:rsidP="00CE04D0">
      <w:pPr>
        <w:pStyle w:val="EQ"/>
      </w:pPr>
      <w:r>
        <w:lastRenderedPageBreak/>
        <w:tab/>
      </w:r>
    </w:p>
    <w:p w14:paraId="130783EC" w14:textId="77777777" w:rsidR="00CE04D0" w:rsidRDefault="00CE04D0" w:rsidP="00A80A74">
      <w:pPr>
        <w:pStyle w:val="B10"/>
        <w:ind w:left="1134" w:hanging="283"/>
        <w:rPr>
          <w:rFonts w:eastAsia="Yu Mincho"/>
        </w:rPr>
      </w:pPr>
      <w:r>
        <w:t>-</w:t>
      </w:r>
      <w:r>
        <w:tab/>
        <w:t>Nominal Channel spacing = (BW</w:t>
      </w:r>
      <w:r>
        <w:rPr>
          <w:vertAlign w:val="subscript"/>
        </w:rPr>
        <w:t>E-UTRA_Channel</w:t>
      </w:r>
      <w:r>
        <w:t xml:space="preserve"> + BW</w:t>
      </w:r>
      <w:r>
        <w:rPr>
          <w:vertAlign w:val="subscript"/>
        </w:rPr>
        <w:t>NR_Channel</w:t>
      </w:r>
      <w:r>
        <w:t>)/2+{-5kHz, 0kHz, 5kHz}</w:t>
      </w:r>
      <w:r>
        <w:rPr>
          <w:rFonts w:hint="eastAsia"/>
          <w:lang w:val="en-US" w:eastAsia="zh-CN"/>
        </w:rPr>
        <w:t xml:space="preserve"> </w:t>
      </w:r>
      <w:r>
        <w:rPr>
          <w:rFonts w:eastAsia="Yu Mincho"/>
        </w:rPr>
        <w:t>for ∆F</w:t>
      </w:r>
      <w:r>
        <w:rPr>
          <w:rFonts w:eastAsia="Yu Mincho"/>
          <w:vertAlign w:val="subscript"/>
        </w:rPr>
        <w:t>Raster</w:t>
      </w:r>
      <w:r>
        <w:rPr>
          <w:rFonts w:eastAsia="Yu Mincho"/>
        </w:rPr>
        <w:t xml:space="preserve"> equals </w:t>
      </w:r>
      <w:r>
        <w:rPr>
          <w:rFonts w:hint="eastAsia"/>
          <w:lang w:val="en-US" w:eastAsia="zh-CN"/>
        </w:rPr>
        <w:t xml:space="preserve">to </w:t>
      </w:r>
      <w:r>
        <w:rPr>
          <w:rFonts w:eastAsia="Yu Mincho"/>
        </w:rPr>
        <w:t>15 kHz</w:t>
      </w:r>
    </w:p>
    <w:p w14:paraId="225CBB3E" w14:textId="77777777" w:rsidR="00CE04D0" w:rsidRDefault="00CE04D0" w:rsidP="00A80A74">
      <w:pPr>
        <w:pStyle w:val="B10"/>
        <w:ind w:left="1134" w:hanging="283"/>
      </w:pPr>
      <w:r>
        <w:rPr>
          <w:rFonts w:eastAsia="Yu Mincho"/>
        </w:rPr>
        <w:t>-</w:t>
      </w:r>
      <w:r>
        <w:rPr>
          <w:rFonts w:eastAsia="Yu Mincho"/>
        </w:rPr>
        <w:tab/>
        <w:t xml:space="preserve">Nominal Channel spacing = </w:t>
      </w:r>
      <w:r>
        <w:t>(BW</w:t>
      </w:r>
      <w:r>
        <w:rPr>
          <w:vertAlign w:val="subscript"/>
        </w:rPr>
        <w:t>E-UTRA_Channel</w:t>
      </w:r>
      <w:r>
        <w:t xml:space="preserve"> + BW</w:t>
      </w:r>
      <w:r>
        <w:rPr>
          <w:vertAlign w:val="subscript"/>
        </w:rPr>
        <w:t>NR_Channel</w:t>
      </w:r>
      <w:r>
        <w:t>)/2</w:t>
      </w:r>
      <w:r>
        <w:rPr>
          <w:rFonts w:eastAsia="Yu Mincho"/>
        </w:rPr>
        <w:t>+{-10 kHz, 0 kHz, 10 kHz} for ∆F</w:t>
      </w:r>
      <w:r>
        <w:rPr>
          <w:rFonts w:eastAsia="Yu Mincho"/>
          <w:vertAlign w:val="subscript"/>
        </w:rPr>
        <w:t>Raster</w:t>
      </w:r>
      <w:r>
        <w:rPr>
          <w:rFonts w:eastAsia="Yu Mincho"/>
        </w:rPr>
        <w:t xml:space="preserve"> equals </w:t>
      </w:r>
      <w:r>
        <w:rPr>
          <w:rFonts w:hint="eastAsia"/>
          <w:lang w:val="en-US" w:eastAsia="zh-CN"/>
        </w:rPr>
        <w:t xml:space="preserve">to </w:t>
      </w:r>
      <w:r>
        <w:rPr>
          <w:rFonts w:eastAsia="Yu Mincho"/>
        </w:rPr>
        <w:t>30 kHz</w:t>
      </w:r>
    </w:p>
    <w:p w14:paraId="5A881070" w14:textId="77777777" w:rsidR="00CE04D0" w:rsidRDefault="00CE04D0" w:rsidP="00CE04D0">
      <w:pPr>
        <w:rPr>
          <w:lang w:val="en-US" w:eastAsia="zh-CN"/>
        </w:rPr>
      </w:pPr>
      <w:r>
        <w:t>where BW</w:t>
      </w:r>
      <w:r>
        <w:rPr>
          <w:vertAlign w:val="subscript"/>
        </w:rPr>
        <w:t>E-UTRA_Channel</w:t>
      </w:r>
      <w:r>
        <w:t xml:space="preserve"> and BW</w:t>
      </w:r>
      <w:r>
        <w:rPr>
          <w:vertAlign w:val="subscript"/>
        </w:rPr>
        <w:t>NR_Channel</w:t>
      </w:r>
      <w:r>
        <w:t xml:space="preserve"> are the channel bandwidths of the E-UTRA and NR carriers</w:t>
      </w:r>
      <w:r>
        <w:rPr>
          <w:rFonts w:hint="eastAsia"/>
          <w:lang w:val="en-US" w:eastAsia="zh-CN"/>
        </w:rPr>
        <w:t xml:space="preserve">, </w:t>
      </w:r>
      <w:r>
        <w:t>∆F</w:t>
      </w:r>
      <w:r>
        <w:rPr>
          <w:vertAlign w:val="subscript"/>
        </w:rPr>
        <w:t>Raster</w:t>
      </w:r>
      <w:r>
        <w:rPr>
          <w:lang w:val="en-US" w:eastAsia="zh-CN"/>
        </w:rPr>
        <w:t xml:space="preserve"> is the</w:t>
      </w:r>
      <w:r>
        <w:rPr>
          <w:rFonts w:hint="eastAsia"/>
          <w:lang w:val="en-US" w:eastAsia="zh-CN"/>
        </w:rPr>
        <w:t xml:space="preserve"> </w:t>
      </w:r>
      <w:r>
        <w:rPr>
          <w:rFonts w:hint="eastAsia"/>
          <w:vertAlign w:val="subscript"/>
          <w:lang w:val="en-US" w:eastAsia="zh-CN"/>
        </w:rPr>
        <w:t xml:space="preserve"> </w:t>
      </w:r>
      <w:r>
        <w:rPr>
          <w:rFonts w:hint="eastAsia"/>
          <w:lang w:val="en-US" w:eastAsia="zh-CN"/>
        </w:rPr>
        <w:t>b</w:t>
      </w:r>
      <w:r>
        <w:t>and dependent channel raster granularity</w:t>
      </w:r>
      <w:r>
        <w:rPr>
          <w:rFonts w:hint="eastAsia"/>
          <w:lang w:val="en-US" w:eastAsia="zh-CN"/>
        </w:rPr>
        <w:t xml:space="preserve"> defined in TS38.101-1[2]</w:t>
      </w:r>
      <w:r>
        <w:t>. The channel spacing can be adjusted depending on the channel raster to optimize performance in a particular deployment scenario</w:t>
      </w:r>
      <w:r>
        <w:rPr>
          <w:rFonts w:hint="eastAsia"/>
          <w:lang w:val="en-US" w:eastAsia="zh-CN"/>
        </w:rPr>
        <w:t>.</w:t>
      </w:r>
    </w:p>
    <w:p w14:paraId="30EB8D80" w14:textId="77777777" w:rsidR="00CE04D0" w:rsidRDefault="00CE04D0" w:rsidP="00CE04D0">
      <w:pPr>
        <w:rPr>
          <w:lang w:val="en-US"/>
        </w:rPr>
      </w:pPr>
      <w:r>
        <w:t>For intra-band non-contiguous EN-DC the channel spacing between E-UTRA and NR carriers shall be larger than the nominal channel spacing defined in this clause.</w:t>
      </w:r>
    </w:p>
    <w:p w14:paraId="42EC63DF" w14:textId="77777777" w:rsidR="001310A1" w:rsidRPr="00DF6DD6" w:rsidRDefault="001310A1" w:rsidP="001310A1">
      <w:pPr>
        <w:pStyle w:val="Heading2"/>
      </w:pPr>
      <w:bookmarkStart w:id="549" w:name="_Toc37255787"/>
      <w:bookmarkStart w:id="550" w:name="_Toc37256128"/>
      <w:bookmarkStart w:id="551" w:name="_Toc45889965"/>
      <w:bookmarkStart w:id="552" w:name="_Toc52381790"/>
      <w:bookmarkStart w:id="553" w:name="_Toc61374889"/>
      <w:bookmarkStart w:id="554" w:name="_Toc67936240"/>
      <w:bookmarkStart w:id="555" w:name="_Toc67937113"/>
      <w:bookmarkStart w:id="556" w:name="_Toc76452349"/>
      <w:bookmarkStart w:id="557" w:name="_Toc76630192"/>
      <w:bookmarkStart w:id="558" w:name="_Toc83742752"/>
      <w:bookmarkStart w:id="559" w:name="_Toc83886866"/>
      <w:bookmarkStart w:id="560" w:name="_Toc83887666"/>
      <w:bookmarkStart w:id="561" w:name="_Toc90588507"/>
      <w:r w:rsidRPr="00DF6DD6">
        <w:t>5.5</w:t>
      </w:r>
      <w:r w:rsidRPr="00DF6DD6">
        <w:tab/>
        <w:t>Configuration</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14:paraId="01C03A95" w14:textId="77777777" w:rsidR="001310A1" w:rsidRPr="00DF6DD6" w:rsidRDefault="001310A1" w:rsidP="001310A1">
      <w:pPr>
        <w:pStyle w:val="Heading2"/>
      </w:pPr>
      <w:bookmarkStart w:id="562" w:name="_Toc21345406"/>
      <w:bookmarkStart w:id="563" w:name="_Toc29806255"/>
      <w:bookmarkStart w:id="564" w:name="_Toc37255788"/>
      <w:bookmarkStart w:id="565" w:name="_Toc37256129"/>
      <w:bookmarkStart w:id="566" w:name="_Toc45889966"/>
      <w:bookmarkStart w:id="567" w:name="_Toc52381791"/>
      <w:bookmarkStart w:id="568" w:name="_Toc61374890"/>
      <w:bookmarkStart w:id="569" w:name="_Toc67936241"/>
      <w:bookmarkStart w:id="570" w:name="_Toc67937114"/>
      <w:bookmarkStart w:id="571" w:name="_Toc76452350"/>
      <w:bookmarkStart w:id="572" w:name="_Toc76630193"/>
      <w:bookmarkStart w:id="573" w:name="_Toc83742753"/>
      <w:bookmarkStart w:id="574" w:name="_Toc83886867"/>
      <w:bookmarkStart w:id="575" w:name="_Toc83887667"/>
      <w:bookmarkStart w:id="576" w:name="_Toc90588508"/>
      <w:r w:rsidRPr="00DF6DD6">
        <w:t>5.5A</w:t>
      </w:r>
      <w:r w:rsidRPr="00DF6DD6">
        <w:tab/>
        <w:t>Configuration for CA</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14:paraId="46940E11" w14:textId="0ED520C7" w:rsidR="001A118F" w:rsidRDefault="001A118F" w:rsidP="001A118F">
      <w:pPr>
        <w:pStyle w:val="Heading4"/>
        <w:rPr>
          <w:lang w:val="en-US" w:eastAsia="zh-CN"/>
        </w:rPr>
      </w:pPr>
      <w:bookmarkStart w:id="577" w:name="_Toc21345407"/>
      <w:bookmarkStart w:id="578" w:name="_Toc29806256"/>
      <w:bookmarkStart w:id="579" w:name="_Toc37255789"/>
      <w:bookmarkStart w:id="580" w:name="_Toc37256130"/>
      <w:bookmarkStart w:id="581" w:name="_Toc45889967"/>
      <w:bookmarkStart w:id="582" w:name="_Toc52381792"/>
      <w:bookmarkStart w:id="583" w:name="_Toc61374891"/>
      <w:bookmarkStart w:id="584" w:name="_Toc67936242"/>
      <w:bookmarkStart w:id="585" w:name="_Toc67937115"/>
      <w:bookmarkStart w:id="586" w:name="_Toc76452351"/>
      <w:bookmarkStart w:id="587" w:name="_Toc76630194"/>
      <w:bookmarkStart w:id="588" w:name="_Toc83742754"/>
      <w:bookmarkStart w:id="589" w:name="_Toc83886868"/>
      <w:bookmarkStart w:id="590" w:name="_Toc83887668"/>
      <w:bookmarkStart w:id="591" w:name="_Toc90588509"/>
      <w:r w:rsidRPr="00DF6DD6">
        <w:t>5.5</w:t>
      </w:r>
      <w:r w:rsidRPr="00DF6DD6">
        <w:rPr>
          <w:lang w:val="en-US" w:eastAsia="zh-CN"/>
        </w:rPr>
        <w:t>A</w:t>
      </w:r>
      <w:r w:rsidRPr="00DF6DD6">
        <w:t>.1</w:t>
      </w:r>
      <w:r w:rsidRPr="00DF6DD6">
        <w:tab/>
        <w:t xml:space="preserve">Inter-band </w:t>
      </w:r>
      <w:r w:rsidRPr="00DF6DD6">
        <w:rPr>
          <w:lang w:val="en-US" w:eastAsia="zh-CN"/>
        </w:rPr>
        <w:t>CA</w:t>
      </w:r>
      <w:r w:rsidRPr="00DF6DD6">
        <w:t xml:space="preserve"> configurations </w:t>
      </w:r>
      <w:r w:rsidRPr="00DF6DD6">
        <w:rPr>
          <w:lang w:val="en-US" w:eastAsia="zh-CN"/>
        </w:rPr>
        <w:t>between FR1 and FR2</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14:paraId="21572F36" w14:textId="5C3EFB12" w:rsidR="00A80A74" w:rsidRDefault="00A80A74">
      <w:pPr>
        <w:spacing w:after="0"/>
        <w:rPr>
          <w:lang w:val="en-US" w:eastAsia="zh-CN"/>
        </w:rPr>
      </w:pPr>
      <w:r>
        <w:rPr>
          <w:lang w:val="en-US" w:eastAsia="zh-CN"/>
        </w:rPr>
        <w:br w:type="page"/>
      </w:r>
    </w:p>
    <w:p w14:paraId="7732C39E" w14:textId="77777777" w:rsidR="00A80A74" w:rsidRPr="00A80A74" w:rsidRDefault="00A80A74" w:rsidP="00A80A74">
      <w:pPr>
        <w:rPr>
          <w:lang w:val="en-US" w:eastAsia="zh-CN"/>
        </w:rPr>
      </w:pPr>
    </w:p>
    <w:p w14:paraId="38EC74E6" w14:textId="647804FA" w:rsidR="001A118F" w:rsidRPr="00DF6DD6" w:rsidRDefault="001A118F" w:rsidP="001A118F">
      <w:pPr>
        <w:pStyle w:val="TH"/>
      </w:pPr>
      <w:r w:rsidRPr="00DF6DD6">
        <w:t>Table 5.5</w:t>
      </w:r>
      <w:r w:rsidRPr="00DF6DD6">
        <w:rPr>
          <w:lang w:val="en-US" w:eastAsia="zh-CN"/>
        </w:rPr>
        <w:t>A.1</w:t>
      </w:r>
      <w:r w:rsidRPr="00DF6DD6">
        <w:t xml:space="preserve">-1: Inter-band </w:t>
      </w:r>
      <w:r w:rsidRPr="00DF6DD6">
        <w:rPr>
          <w:lang w:val="en-US" w:eastAsia="zh-CN"/>
        </w:rPr>
        <w:t>CA</w:t>
      </w:r>
      <w:r w:rsidRPr="00DF6DD6">
        <w:t xml:space="preserve"> configurations</w:t>
      </w:r>
      <w:r w:rsidR="009A15C1" w:rsidRPr="00DF6DD6">
        <w:t xml:space="preserve"> and </w:t>
      </w:r>
      <w:r w:rsidR="00F96B50" w:rsidRPr="00C02013">
        <w:t xml:space="preserve">bandwidth </w:t>
      </w:r>
      <w:r w:rsidR="009A15C1" w:rsidRPr="00DF6DD6">
        <w:t>combinations sets</w:t>
      </w:r>
      <w:r w:rsidR="003025CF" w:rsidRPr="00DF6DD6">
        <w:t xml:space="preserve"> between FR1 and FR2</w:t>
      </w:r>
      <w:r w:rsidRPr="00DF6DD6">
        <w:t xml:space="preserve"> (two bands)</w:t>
      </w:r>
    </w:p>
    <w:tbl>
      <w:tblPr>
        <w:tblW w:w="12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
        <w:gridCol w:w="1034"/>
        <w:gridCol w:w="746"/>
        <w:gridCol w:w="725"/>
        <w:gridCol w:w="477"/>
        <w:gridCol w:w="614"/>
        <w:gridCol w:w="709"/>
        <w:gridCol w:w="708"/>
        <w:gridCol w:w="709"/>
        <w:gridCol w:w="709"/>
        <w:gridCol w:w="709"/>
        <w:gridCol w:w="650"/>
        <w:gridCol w:w="625"/>
        <w:gridCol w:w="625"/>
        <w:gridCol w:w="709"/>
        <w:gridCol w:w="622"/>
        <w:gridCol w:w="749"/>
      </w:tblGrid>
      <w:tr w:rsidR="003C5F34" w:rsidRPr="00DF6DD6" w14:paraId="095B9874" w14:textId="77777777" w:rsidTr="00CE2DED">
        <w:trPr>
          <w:trHeight w:val="552"/>
          <w:tblHeader/>
          <w:jc w:val="center"/>
        </w:trPr>
        <w:tc>
          <w:tcPr>
            <w:tcW w:w="1034" w:type="dxa"/>
            <w:tcBorders>
              <w:top w:val="single" w:sz="4" w:space="0" w:color="auto"/>
              <w:left w:val="single" w:sz="4" w:space="0" w:color="auto"/>
              <w:bottom w:val="single" w:sz="4" w:space="0" w:color="auto"/>
              <w:right w:val="single" w:sz="4" w:space="0" w:color="auto"/>
            </w:tcBorders>
            <w:vAlign w:val="center"/>
            <w:hideMark/>
          </w:tcPr>
          <w:p w14:paraId="624D7A6A" w14:textId="77777777" w:rsidR="003C5F34" w:rsidRPr="00DF6DD6" w:rsidRDefault="003C5F34" w:rsidP="003C5F34">
            <w:pPr>
              <w:pStyle w:val="TAH"/>
            </w:pPr>
            <w:r w:rsidRPr="00DF6DD6">
              <w:t>NR CA configuration</w:t>
            </w:r>
          </w:p>
        </w:tc>
        <w:tc>
          <w:tcPr>
            <w:tcW w:w="1034" w:type="dxa"/>
            <w:tcBorders>
              <w:top w:val="single" w:sz="4" w:space="0" w:color="auto"/>
              <w:left w:val="single" w:sz="4" w:space="0" w:color="auto"/>
              <w:bottom w:val="single" w:sz="4" w:space="0" w:color="auto"/>
              <w:right w:val="single" w:sz="4" w:space="0" w:color="auto"/>
            </w:tcBorders>
            <w:hideMark/>
          </w:tcPr>
          <w:p w14:paraId="515E0CB3" w14:textId="77777777" w:rsidR="003C5F34" w:rsidRPr="00DF6DD6" w:rsidRDefault="003C5F34" w:rsidP="003C5F34">
            <w:pPr>
              <w:pStyle w:val="TAH"/>
            </w:pPr>
            <w:r w:rsidRPr="00DF6DD6">
              <w:t>Uplink CA configuration</w:t>
            </w:r>
          </w:p>
        </w:tc>
        <w:tc>
          <w:tcPr>
            <w:tcW w:w="746" w:type="dxa"/>
            <w:tcBorders>
              <w:top w:val="single" w:sz="4" w:space="0" w:color="auto"/>
              <w:left w:val="single" w:sz="4" w:space="0" w:color="auto"/>
              <w:bottom w:val="single" w:sz="4" w:space="0" w:color="auto"/>
              <w:right w:val="single" w:sz="4" w:space="0" w:color="auto"/>
            </w:tcBorders>
            <w:vAlign w:val="center"/>
            <w:hideMark/>
          </w:tcPr>
          <w:p w14:paraId="201A00DA" w14:textId="77777777" w:rsidR="003C5F34" w:rsidRPr="00DF6DD6" w:rsidRDefault="003C5F34" w:rsidP="003C5F34">
            <w:pPr>
              <w:pStyle w:val="TAH"/>
            </w:pPr>
            <w:r w:rsidRPr="00DF6DD6">
              <w:t>NR Band</w:t>
            </w:r>
          </w:p>
        </w:tc>
        <w:tc>
          <w:tcPr>
            <w:tcW w:w="725" w:type="dxa"/>
            <w:tcBorders>
              <w:top w:val="single" w:sz="4" w:space="0" w:color="auto"/>
              <w:left w:val="single" w:sz="4" w:space="0" w:color="auto"/>
              <w:bottom w:val="single" w:sz="4" w:space="0" w:color="auto"/>
              <w:right w:val="single" w:sz="4" w:space="0" w:color="auto"/>
            </w:tcBorders>
            <w:vAlign w:val="center"/>
            <w:hideMark/>
          </w:tcPr>
          <w:p w14:paraId="209F6C29" w14:textId="77777777" w:rsidR="003C5F34" w:rsidRPr="00DF6DD6" w:rsidRDefault="003C5F34" w:rsidP="003C5F34">
            <w:pPr>
              <w:pStyle w:val="TAH"/>
            </w:pPr>
            <w:r w:rsidRPr="00DF6DD6">
              <w:t>SCS</w:t>
            </w:r>
          </w:p>
          <w:p w14:paraId="1F0526E1" w14:textId="77777777" w:rsidR="003C5F34" w:rsidRPr="00DF6DD6" w:rsidRDefault="003C5F34" w:rsidP="003C5F34">
            <w:pPr>
              <w:pStyle w:val="TAH"/>
            </w:pPr>
            <w:r w:rsidRPr="00DF6DD6">
              <w:t>(kHz)</w:t>
            </w:r>
          </w:p>
        </w:tc>
        <w:tc>
          <w:tcPr>
            <w:tcW w:w="477" w:type="dxa"/>
            <w:tcBorders>
              <w:top w:val="single" w:sz="4" w:space="0" w:color="auto"/>
              <w:left w:val="single" w:sz="4" w:space="0" w:color="auto"/>
              <w:bottom w:val="single" w:sz="4" w:space="0" w:color="auto"/>
              <w:right w:val="single" w:sz="4" w:space="0" w:color="auto"/>
            </w:tcBorders>
            <w:vAlign w:val="center"/>
            <w:hideMark/>
          </w:tcPr>
          <w:p w14:paraId="23B1523E" w14:textId="77777777" w:rsidR="003C5F34" w:rsidRPr="00DF6DD6" w:rsidRDefault="003C5F34" w:rsidP="003C5F34">
            <w:pPr>
              <w:pStyle w:val="TAH"/>
            </w:pPr>
            <w:r w:rsidRPr="00DF6DD6">
              <w:t>5</w:t>
            </w:r>
          </w:p>
          <w:p w14:paraId="64ACD975" w14:textId="77777777" w:rsidR="003C5F34" w:rsidRPr="00DF6DD6" w:rsidRDefault="003C5F34" w:rsidP="003C5F34">
            <w:pPr>
              <w:pStyle w:val="TAH"/>
            </w:pPr>
            <w:r w:rsidRPr="00DF6DD6">
              <w:t>MHz</w:t>
            </w:r>
          </w:p>
        </w:tc>
        <w:tc>
          <w:tcPr>
            <w:tcW w:w="614" w:type="dxa"/>
            <w:tcBorders>
              <w:top w:val="single" w:sz="4" w:space="0" w:color="auto"/>
              <w:left w:val="single" w:sz="4" w:space="0" w:color="auto"/>
              <w:bottom w:val="single" w:sz="4" w:space="0" w:color="auto"/>
              <w:right w:val="single" w:sz="4" w:space="0" w:color="auto"/>
            </w:tcBorders>
            <w:vAlign w:val="center"/>
            <w:hideMark/>
          </w:tcPr>
          <w:p w14:paraId="561F3B8A" w14:textId="77777777" w:rsidR="003C5F34" w:rsidRPr="00DF6DD6" w:rsidRDefault="003C5F34" w:rsidP="003C5F34">
            <w:pPr>
              <w:pStyle w:val="TAH"/>
            </w:pPr>
            <w:r w:rsidRPr="00DF6DD6">
              <w:t>10</w:t>
            </w:r>
          </w:p>
          <w:p w14:paraId="073BF567" w14:textId="77777777" w:rsidR="003C5F34" w:rsidRPr="00DF6DD6" w:rsidRDefault="003C5F34" w:rsidP="003C5F34">
            <w:pPr>
              <w:pStyle w:val="TAH"/>
            </w:pPr>
            <w:r w:rsidRPr="00DF6DD6">
              <w:t>MHz</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4222D9" w14:textId="77777777" w:rsidR="003C5F34" w:rsidRPr="00DF6DD6" w:rsidRDefault="003C5F34" w:rsidP="003C5F34">
            <w:pPr>
              <w:pStyle w:val="TAH"/>
            </w:pPr>
            <w:r w:rsidRPr="00DF6DD6">
              <w:t>15</w:t>
            </w:r>
          </w:p>
          <w:p w14:paraId="5E3F9BAC" w14:textId="77777777" w:rsidR="003C5F34" w:rsidRPr="00DF6DD6" w:rsidRDefault="003C5F34" w:rsidP="003C5F34">
            <w:pPr>
              <w:pStyle w:val="TAH"/>
            </w:pPr>
            <w:r w:rsidRPr="00DF6DD6">
              <w:t>MHz</w:t>
            </w:r>
          </w:p>
        </w:tc>
        <w:tc>
          <w:tcPr>
            <w:tcW w:w="708" w:type="dxa"/>
            <w:tcBorders>
              <w:top w:val="single" w:sz="4" w:space="0" w:color="auto"/>
              <w:left w:val="single" w:sz="4" w:space="0" w:color="auto"/>
              <w:bottom w:val="single" w:sz="4" w:space="0" w:color="auto"/>
              <w:right w:val="single" w:sz="4" w:space="0" w:color="auto"/>
            </w:tcBorders>
            <w:vAlign w:val="center"/>
            <w:hideMark/>
          </w:tcPr>
          <w:p w14:paraId="49440235" w14:textId="77777777" w:rsidR="003C5F34" w:rsidRPr="00DF6DD6" w:rsidRDefault="003C5F34" w:rsidP="003C5F34">
            <w:pPr>
              <w:pStyle w:val="TAH"/>
            </w:pPr>
            <w:r w:rsidRPr="00DF6DD6">
              <w:t>20</w:t>
            </w:r>
          </w:p>
          <w:p w14:paraId="5115743C" w14:textId="77777777" w:rsidR="003C5F34" w:rsidRPr="00DF6DD6" w:rsidRDefault="003C5F34" w:rsidP="003C5F34">
            <w:pPr>
              <w:pStyle w:val="TAH"/>
            </w:pPr>
            <w:r w:rsidRPr="00DF6DD6">
              <w:t>MHz</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18F87D" w14:textId="77777777" w:rsidR="003C5F34" w:rsidRPr="00DF6DD6" w:rsidRDefault="003C5F34" w:rsidP="003C5F34">
            <w:pPr>
              <w:pStyle w:val="TAH"/>
            </w:pPr>
            <w:r w:rsidRPr="00DF6DD6">
              <w:t>40</w:t>
            </w:r>
          </w:p>
          <w:p w14:paraId="3C01B352" w14:textId="77777777" w:rsidR="003C5F34" w:rsidRPr="00DF6DD6" w:rsidRDefault="003C5F34" w:rsidP="003C5F34">
            <w:pPr>
              <w:pStyle w:val="TAH"/>
            </w:pPr>
            <w:r w:rsidRPr="00DF6DD6">
              <w:t>MHz</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491773" w14:textId="77777777" w:rsidR="003C5F34" w:rsidRPr="00DF6DD6" w:rsidRDefault="003C5F34" w:rsidP="003C5F34">
            <w:pPr>
              <w:pStyle w:val="TAH"/>
            </w:pPr>
            <w:r w:rsidRPr="00DF6DD6">
              <w:t>50</w:t>
            </w:r>
          </w:p>
          <w:p w14:paraId="17155545" w14:textId="77777777" w:rsidR="003C5F34" w:rsidRPr="00DF6DD6" w:rsidRDefault="003C5F34" w:rsidP="003C5F34">
            <w:pPr>
              <w:pStyle w:val="TAH"/>
            </w:pPr>
            <w:r w:rsidRPr="00DF6DD6">
              <w:t>MHz</w:t>
            </w:r>
          </w:p>
        </w:tc>
        <w:tc>
          <w:tcPr>
            <w:tcW w:w="709" w:type="dxa"/>
            <w:tcBorders>
              <w:top w:val="single" w:sz="4" w:space="0" w:color="auto"/>
              <w:left w:val="single" w:sz="4" w:space="0" w:color="auto"/>
              <w:bottom w:val="single" w:sz="4" w:space="0" w:color="auto"/>
              <w:right w:val="single" w:sz="4" w:space="0" w:color="auto"/>
            </w:tcBorders>
            <w:vAlign w:val="center"/>
          </w:tcPr>
          <w:p w14:paraId="2874FE47" w14:textId="77777777" w:rsidR="003C5F34" w:rsidRPr="00DF6DD6" w:rsidRDefault="003C5F34" w:rsidP="003C5F34">
            <w:pPr>
              <w:pStyle w:val="TAH"/>
            </w:pPr>
            <w:r w:rsidRPr="00DF6DD6">
              <w:t>60</w:t>
            </w:r>
          </w:p>
          <w:p w14:paraId="2B4BA4D7" w14:textId="77777777" w:rsidR="003C5F34" w:rsidRPr="00DF6DD6" w:rsidRDefault="003C5F34" w:rsidP="003C5F34">
            <w:pPr>
              <w:pStyle w:val="TAH"/>
            </w:pPr>
            <w:r w:rsidRPr="00DF6DD6">
              <w:t>MHz</w:t>
            </w:r>
          </w:p>
        </w:tc>
        <w:tc>
          <w:tcPr>
            <w:tcW w:w="650" w:type="dxa"/>
            <w:tcBorders>
              <w:top w:val="single" w:sz="4" w:space="0" w:color="auto"/>
              <w:left w:val="single" w:sz="4" w:space="0" w:color="auto"/>
              <w:bottom w:val="single" w:sz="4" w:space="0" w:color="auto"/>
              <w:right w:val="single" w:sz="4" w:space="0" w:color="auto"/>
            </w:tcBorders>
            <w:vAlign w:val="center"/>
          </w:tcPr>
          <w:p w14:paraId="0FFF84AE" w14:textId="77777777" w:rsidR="003C5F34" w:rsidRPr="00DF6DD6" w:rsidRDefault="003C5F34" w:rsidP="003C5F34">
            <w:pPr>
              <w:pStyle w:val="TAH"/>
            </w:pPr>
            <w:r w:rsidRPr="00DF6DD6">
              <w:t>80</w:t>
            </w:r>
          </w:p>
          <w:p w14:paraId="5891C001" w14:textId="77777777" w:rsidR="003C5F34" w:rsidRPr="00DF6DD6" w:rsidRDefault="003C5F34" w:rsidP="003C5F34">
            <w:pPr>
              <w:pStyle w:val="TAH"/>
            </w:pPr>
            <w:r w:rsidRPr="00DF6DD6">
              <w:t>MHz</w:t>
            </w:r>
          </w:p>
        </w:tc>
        <w:tc>
          <w:tcPr>
            <w:tcW w:w="625" w:type="dxa"/>
            <w:tcBorders>
              <w:top w:val="single" w:sz="4" w:space="0" w:color="auto"/>
              <w:left w:val="single" w:sz="4" w:space="0" w:color="auto"/>
              <w:bottom w:val="single" w:sz="4" w:space="0" w:color="auto"/>
              <w:right w:val="single" w:sz="4" w:space="0" w:color="auto"/>
            </w:tcBorders>
            <w:vAlign w:val="center"/>
          </w:tcPr>
          <w:p w14:paraId="29F47CF5" w14:textId="77777777" w:rsidR="003C5F34" w:rsidRPr="00DF6DD6" w:rsidRDefault="003C5F34" w:rsidP="003C5F34">
            <w:pPr>
              <w:pStyle w:val="TAH"/>
            </w:pPr>
            <w:r w:rsidRPr="001D2253">
              <w:rPr>
                <w:rFonts w:eastAsia="PMingLiU" w:hint="eastAsia"/>
                <w:lang w:eastAsia="zh-TW"/>
              </w:rPr>
              <w:t>9</w:t>
            </w:r>
            <w:r w:rsidRPr="00DF6DD6">
              <w:t>0</w:t>
            </w:r>
          </w:p>
          <w:p w14:paraId="687AA8A1" w14:textId="236A8265" w:rsidR="003C5F34" w:rsidRPr="00DF6DD6" w:rsidRDefault="003C5F34" w:rsidP="003C5F34">
            <w:pPr>
              <w:pStyle w:val="TAH"/>
            </w:pPr>
            <w:r w:rsidRPr="00DF6DD6">
              <w:t>MHz</w:t>
            </w:r>
          </w:p>
        </w:tc>
        <w:tc>
          <w:tcPr>
            <w:tcW w:w="625" w:type="dxa"/>
            <w:tcBorders>
              <w:top w:val="single" w:sz="4" w:space="0" w:color="auto"/>
              <w:left w:val="single" w:sz="4" w:space="0" w:color="auto"/>
              <w:bottom w:val="single" w:sz="4" w:space="0" w:color="auto"/>
              <w:right w:val="single" w:sz="4" w:space="0" w:color="auto"/>
            </w:tcBorders>
            <w:vAlign w:val="center"/>
          </w:tcPr>
          <w:p w14:paraId="6A7FDA6D" w14:textId="36369EE6" w:rsidR="003C5F34" w:rsidRPr="00DF6DD6" w:rsidRDefault="003C5F34" w:rsidP="003C5F34">
            <w:pPr>
              <w:pStyle w:val="TAH"/>
            </w:pPr>
            <w:r w:rsidRPr="00DF6DD6">
              <w:t>100 MHz</w:t>
            </w:r>
          </w:p>
        </w:tc>
        <w:tc>
          <w:tcPr>
            <w:tcW w:w="709" w:type="dxa"/>
            <w:tcBorders>
              <w:top w:val="single" w:sz="4" w:space="0" w:color="auto"/>
              <w:left w:val="single" w:sz="4" w:space="0" w:color="auto"/>
              <w:bottom w:val="single" w:sz="4" w:space="0" w:color="auto"/>
              <w:right w:val="single" w:sz="4" w:space="0" w:color="auto"/>
            </w:tcBorders>
            <w:vAlign w:val="center"/>
          </w:tcPr>
          <w:p w14:paraId="45EB6F4C" w14:textId="77777777" w:rsidR="003C5F34" w:rsidRPr="00DF6DD6" w:rsidRDefault="003C5F34" w:rsidP="003C5F34">
            <w:pPr>
              <w:pStyle w:val="TAH"/>
            </w:pPr>
            <w:r w:rsidRPr="00DF6DD6">
              <w:rPr>
                <w:rFonts w:hint="eastAsia"/>
                <w:lang w:eastAsia="zh-CN"/>
              </w:rPr>
              <w:t>200</w:t>
            </w:r>
            <w:r w:rsidRPr="00DF6DD6">
              <w:t xml:space="preserve"> MHz</w:t>
            </w:r>
          </w:p>
        </w:tc>
        <w:tc>
          <w:tcPr>
            <w:tcW w:w="622" w:type="dxa"/>
            <w:tcBorders>
              <w:top w:val="single" w:sz="4" w:space="0" w:color="auto"/>
              <w:left w:val="single" w:sz="4" w:space="0" w:color="auto"/>
              <w:bottom w:val="single" w:sz="4" w:space="0" w:color="auto"/>
              <w:right w:val="single" w:sz="4" w:space="0" w:color="auto"/>
            </w:tcBorders>
            <w:vAlign w:val="center"/>
          </w:tcPr>
          <w:p w14:paraId="74199F6E" w14:textId="77777777" w:rsidR="003C5F34" w:rsidRPr="00DF6DD6" w:rsidRDefault="003C5F34" w:rsidP="003C5F34">
            <w:pPr>
              <w:pStyle w:val="TAH"/>
            </w:pPr>
            <w:r w:rsidRPr="00DF6DD6">
              <w:rPr>
                <w:rFonts w:hint="eastAsia"/>
                <w:lang w:eastAsia="zh-CN"/>
              </w:rPr>
              <w:t>4</w:t>
            </w:r>
            <w:r w:rsidRPr="00DF6DD6">
              <w:t>00 MHz</w:t>
            </w:r>
          </w:p>
        </w:tc>
        <w:tc>
          <w:tcPr>
            <w:tcW w:w="749" w:type="dxa"/>
            <w:tcBorders>
              <w:top w:val="single" w:sz="4" w:space="0" w:color="auto"/>
              <w:left w:val="single" w:sz="4" w:space="0" w:color="auto"/>
              <w:bottom w:val="single" w:sz="4" w:space="0" w:color="auto"/>
              <w:right w:val="single" w:sz="4" w:space="0" w:color="auto"/>
            </w:tcBorders>
            <w:hideMark/>
          </w:tcPr>
          <w:p w14:paraId="16064396" w14:textId="77777777" w:rsidR="003C5F34" w:rsidRPr="00DF6DD6" w:rsidRDefault="003C5F34" w:rsidP="003C5F34">
            <w:pPr>
              <w:pStyle w:val="TAH"/>
            </w:pPr>
            <w:r w:rsidRPr="00DF6DD6">
              <w:t>Bandwidth combination set</w:t>
            </w:r>
          </w:p>
        </w:tc>
      </w:tr>
      <w:tr w:rsidR="003C5F34" w:rsidRPr="00DF6DD6" w14:paraId="1AF31DC6" w14:textId="77777777" w:rsidTr="00CE2DED">
        <w:trPr>
          <w:trHeight w:val="125"/>
          <w:jc w:val="center"/>
        </w:trPr>
        <w:tc>
          <w:tcPr>
            <w:tcW w:w="1034" w:type="dxa"/>
            <w:vMerge w:val="restart"/>
            <w:tcBorders>
              <w:top w:val="single" w:sz="4" w:space="0" w:color="auto"/>
              <w:left w:val="single" w:sz="4" w:space="0" w:color="auto"/>
              <w:right w:val="single" w:sz="4" w:space="0" w:color="auto"/>
            </w:tcBorders>
            <w:vAlign w:val="center"/>
          </w:tcPr>
          <w:p w14:paraId="19F44E25" w14:textId="77777777" w:rsidR="003C5F34" w:rsidRPr="00DF6DD6" w:rsidRDefault="003C5F34" w:rsidP="003C5F34">
            <w:pPr>
              <w:pStyle w:val="TAC"/>
              <w:keepNext w:val="0"/>
              <w:rPr>
                <w:lang w:val="en-US"/>
              </w:rPr>
            </w:pPr>
            <w:r w:rsidRPr="00DF6DD6">
              <w:rPr>
                <w:lang w:val="en-US"/>
              </w:rPr>
              <w:t>CA_n</w:t>
            </w:r>
            <w:r w:rsidRPr="00DF6DD6">
              <w:rPr>
                <w:rFonts w:hint="eastAsia"/>
                <w:lang w:val="en-US" w:eastAsia="zh-CN"/>
              </w:rPr>
              <w:t>8</w:t>
            </w:r>
            <w:r w:rsidRPr="00DF6DD6">
              <w:rPr>
                <w:lang w:val="en-US"/>
              </w:rPr>
              <w:t>A-n</w:t>
            </w:r>
            <w:r w:rsidRPr="00DF6DD6">
              <w:rPr>
                <w:rFonts w:hint="eastAsia"/>
                <w:lang w:val="en-US" w:eastAsia="zh-CN"/>
              </w:rPr>
              <w:t>258</w:t>
            </w:r>
            <w:r w:rsidRPr="00DF6DD6">
              <w:rPr>
                <w:lang w:val="en-US"/>
              </w:rPr>
              <w:t>A</w:t>
            </w:r>
          </w:p>
        </w:tc>
        <w:tc>
          <w:tcPr>
            <w:tcW w:w="1034" w:type="dxa"/>
            <w:vMerge w:val="restart"/>
            <w:tcBorders>
              <w:top w:val="single" w:sz="4" w:space="0" w:color="auto"/>
              <w:left w:val="single" w:sz="4" w:space="0" w:color="auto"/>
              <w:right w:val="single" w:sz="4" w:space="0" w:color="auto"/>
            </w:tcBorders>
            <w:vAlign w:val="center"/>
          </w:tcPr>
          <w:p w14:paraId="4C66972A" w14:textId="77777777" w:rsidR="003C5F34" w:rsidRPr="00DF6DD6" w:rsidRDefault="003C5F34" w:rsidP="003C5F34">
            <w:pPr>
              <w:pStyle w:val="TAC"/>
              <w:keepNext w:val="0"/>
              <w:rPr>
                <w:lang w:val="en-US"/>
              </w:rPr>
            </w:pPr>
            <w:r w:rsidRPr="00DF6DD6">
              <w:rPr>
                <w:lang w:val="en-US"/>
              </w:rPr>
              <w:t>CA_n</w:t>
            </w:r>
            <w:r w:rsidRPr="00DF6DD6">
              <w:rPr>
                <w:rFonts w:hint="eastAsia"/>
                <w:lang w:val="en-US" w:eastAsia="zh-CN"/>
              </w:rPr>
              <w:t>8</w:t>
            </w:r>
            <w:r w:rsidRPr="00DF6DD6">
              <w:rPr>
                <w:lang w:val="en-US"/>
              </w:rPr>
              <w:t>A-n</w:t>
            </w:r>
            <w:r w:rsidRPr="00DF6DD6">
              <w:rPr>
                <w:rFonts w:hint="eastAsia"/>
                <w:lang w:val="en-US" w:eastAsia="zh-CN"/>
              </w:rPr>
              <w:t>258</w:t>
            </w:r>
            <w:r w:rsidRPr="00DF6DD6">
              <w:rPr>
                <w:lang w:val="en-US"/>
              </w:rPr>
              <w:t>A</w:t>
            </w:r>
          </w:p>
        </w:tc>
        <w:tc>
          <w:tcPr>
            <w:tcW w:w="746" w:type="dxa"/>
            <w:vMerge w:val="restart"/>
            <w:tcBorders>
              <w:top w:val="single" w:sz="4" w:space="0" w:color="auto"/>
              <w:left w:val="single" w:sz="4" w:space="0" w:color="auto"/>
              <w:right w:val="single" w:sz="4" w:space="0" w:color="auto"/>
            </w:tcBorders>
            <w:vAlign w:val="center"/>
          </w:tcPr>
          <w:p w14:paraId="16C2092A" w14:textId="77777777" w:rsidR="003C5F34" w:rsidRPr="00DF6DD6" w:rsidRDefault="003C5F34" w:rsidP="003C5F34">
            <w:pPr>
              <w:pStyle w:val="TAC"/>
              <w:keepNext w:val="0"/>
              <w:rPr>
                <w:lang w:val="en-US" w:eastAsia="zh-CN"/>
              </w:rPr>
            </w:pPr>
            <w:r w:rsidRPr="00DF6DD6">
              <w:rPr>
                <w:rFonts w:hint="eastAsia"/>
                <w:lang w:val="en-US" w:eastAsia="zh-CN"/>
              </w:rPr>
              <w:t>n</w:t>
            </w:r>
            <w:r w:rsidRPr="00DF6DD6">
              <w:rPr>
                <w:rFonts w:hint="eastAsia"/>
                <w:lang w:eastAsia="zh-CN"/>
              </w:rPr>
              <w:t>8</w:t>
            </w:r>
          </w:p>
        </w:tc>
        <w:tc>
          <w:tcPr>
            <w:tcW w:w="725" w:type="dxa"/>
            <w:tcBorders>
              <w:top w:val="single" w:sz="4" w:space="0" w:color="auto"/>
              <w:left w:val="single" w:sz="4" w:space="0" w:color="auto"/>
              <w:bottom w:val="single" w:sz="4" w:space="0" w:color="auto"/>
              <w:right w:val="single" w:sz="4" w:space="0" w:color="auto"/>
            </w:tcBorders>
            <w:vAlign w:val="center"/>
          </w:tcPr>
          <w:p w14:paraId="2CE6611B" w14:textId="77777777" w:rsidR="003C5F34" w:rsidRPr="00DF6DD6" w:rsidRDefault="003C5F34" w:rsidP="003C5F34">
            <w:pPr>
              <w:pStyle w:val="TAC"/>
              <w:keepNext w:val="0"/>
              <w:rPr>
                <w:rFonts w:eastAsia="Yu Mincho"/>
              </w:rPr>
            </w:pPr>
            <w:r w:rsidRPr="00DF6DD6">
              <w:rPr>
                <w:rFonts w:eastAsia="Yu Mincho"/>
              </w:rPr>
              <w:t>15</w:t>
            </w:r>
          </w:p>
        </w:tc>
        <w:tc>
          <w:tcPr>
            <w:tcW w:w="477" w:type="dxa"/>
            <w:tcBorders>
              <w:top w:val="single" w:sz="4" w:space="0" w:color="auto"/>
              <w:left w:val="single" w:sz="4" w:space="0" w:color="auto"/>
              <w:bottom w:val="single" w:sz="4" w:space="0" w:color="auto"/>
              <w:right w:val="single" w:sz="4" w:space="0" w:color="auto"/>
            </w:tcBorders>
          </w:tcPr>
          <w:p w14:paraId="1D282247" w14:textId="77777777" w:rsidR="003C5F34" w:rsidRPr="00DF6DD6" w:rsidRDefault="003C5F34" w:rsidP="003C5F34">
            <w:pPr>
              <w:pStyle w:val="TAC"/>
              <w:keepNext w:val="0"/>
              <w:rPr>
                <w:rFonts w:eastAsia="Yu Mincho"/>
              </w:rPr>
            </w:pPr>
            <w:r w:rsidRPr="00DF6DD6">
              <w:rPr>
                <w:rFonts w:eastAsia="Yu Mincho"/>
              </w:rPr>
              <w:t>Yes</w:t>
            </w:r>
          </w:p>
        </w:tc>
        <w:tc>
          <w:tcPr>
            <w:tcW w:w="614" w:type="dxa"/>
            <w:tcBorders>
              <w:top w:val="single" w:sz="4" w:space="0" w:color="auto"/>
              <w:left w:val="single" w:sz="4" w:space="0" w:color="auto"/>
              <w:bottom w:val="single" w:sz="4" w:space="0" w:color="auto"/>
              <w:right w:val="single" w:sz="4" w:space="0" w:color="auto"/>
            </w:tcBorders>
            <w:vAlign w:val="center"/>
          </w:tcPr>
          <w:p w14:paraId="27B7ACA0" w14:textId="77777777" w:rsidR="003C5F34" w:rsidRPr="00DF6DD6" w:rsidRDefault="003C5F34" w:rsidP="003C5F34">
            <w:pPr>
              <w:pStyle w:val="TAC"/>
              <w:keepNext w:val="0"/>
              <w:rPr>
                <w:rFonts w:eastAsia="Yu Mincho"/>
              </w:rPr>
            </w:pPr>
            <w:r w:rsidRPr="00DF6DD6">
              <w:rPr>
                <w:rFonts w:eastAsia="Yu Mincho"/>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C663DC2" w14:textId="77777777" w:rsidR="003C5F34" w:rsidRPr="00DF6DD6" w:rsidRDefault="003C5F34" w:rsidP="003C5F34">
            <w:pPr>
              <w:pStyle w:val="TAC"/>
              <w:keepNext w:val="0"/>
              <w:rPr>
                <w:rFonts w:eastAsia="Yu Mincho"/>
              </w:rPr>
            </w:pPr>
            <w:r w:rsidRPr="00DF6DD6">
              <w:rPr>
                <w:rFonts w:eastAsia="Yu Mincho"/>
              </w:rPr>
              <w:t>Yes</w:t>
            </w:r>
          </w:p>
        </w:tc>
        <w:tc>
          <w:tcPr>
            <w:tcW w:w="708" w:type="dxa"/>
            <w:tcBorders>
              <w:top w:val="single" w:sz="4" w:space="0" w:color="auto"/>
              <w:left w:val="single" w:sz="4" w:space="0" w:color="auto"/>
              <w:bottom w:val="single" w:sz="4" w:space="0" w:color="auto"/>
              <w:right w:val="single" w:sz="4" w:space="0" w:color="auto"/>
            </w:tcBorders>
            <w:vAlign w:val="center"/>
          </w:tcPr>
          <w:p w14:paraId="095C07D5" w14:textId="77777777" w:rsidR="003C5F34" w:rsidRPr="00DF6DD6" w:rsidRDefault="003C5F34" w:rsidP="003C5F34">
            <w:pPr>
              <w:pStyle w:val="TAC"/>
              <w:keepNext w:val="0"/>
              <w:rPr>
                <w:rFonts w:eastAsia="Yu Mincho"/>
              </w:rPr>
            </w:pPr>
            <w:r w:rsidRPr="00DF6DD6">
              <w:rPr>
                <w:rFonts w:eastAsia="Yu Mincho"/>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AA52D61" w14:textId="77777777" w:rsidR="003C5F34" w:rsidRPr="00DF6DD6" w:rsidRDefault="003C5F34" w:rsidP="003C5F34">
            <w:pPr>
              <w:pStyle w:val="TAC"/>
              <w:keepNext w:val="0"/>
              <w:rPr>
                <w:rFonts w:eastAsia="Yu Mincho"/>
              </w:rPr>
            </w:pPr>
          </w:p>
        </w:tc>
        <w:tc>
          <w:tcPr>
            <w:tcW w:w="709" w:type="dxa"/>
            <w:tcBorders>
              <w:top w:val="single" w:sz="4" w:space="0" w:color="auto"/>
              <w:left w:val="single" w:sz="4" w:space="0" w:color="auto"/>
              <w:bottom w:val="single" w:sz="4" w:space="0" w:color="auto"/>
              <w:right w:val="single" w:sz="4" w:space="0" w:color="auto"/>
            </w:tcBorders>
          </w:tcPr>
          <w:p w14:paraId="1DCAA228" w14:textId="77777777" w:rsidR="003C5F34" w:rsidRPr="00DF6DD6" w:rsidRDefault="003C5F34" w:rsidP="003C5F34">
            <w:pPr>
              <w:pStyle w:val="TAC"/>
              <w:keepNext w:val="0"/>
              <w:rPr>
                <w:rFonts w:eastAsia="Yu Mincho"/>
              </w:rPr>
            </w:pPr>
          </w:p>
        </w:tc>
        <w:tc>
          <w:tcPr>
            <w:tcW w:w="709" w:type="dxa"/>
            <w:tcBorders>
              <w:top w:val="single" w:sz="4" w:space="0" w:color="auto"/>
              <w:left w:val="single" w:sz="4" w:space="0" w:color="auto"/>
              <w:bottom w:val="single" w:sz="4" w:space="0" w:color="auto"/>
              <w:right w:val="single" w:sz="4" w:space="0" w:color="auto"/>
            </w:tcBorders>
            <w:vAlign w:val="center"/>
          </w:tcPr>
          <w:p w14:paraId="01BB89B0" w14:textId="77777777" w:rsidR="003C5F34" w:rsidRPr="00DF6DD6" w:rsidRDefault="003C5F34" w:rsidP="003C5F34">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129DDE69"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49A7EF76"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4D6A21D6" w14:textId="1A5F00A1" w:rsidR="003C5F34" w:rsidRPr="00DF6DD6" w:rsidRDefault="003C5F34" w:rsidP="003C5F34">
            <w:pPr>
              <w:pStyle w:val="TAC"/>
              <w:keepNext w:val="0"/>
              <w:rPr>
                <w:lang w:eastAsia="zh-CN"/>
              </w:rPr>
            </w:pPr>
          </w:p>
        </w:tc>
        <w:tc>
          <w:tcPr>
            <w:tcW w:w="709" w:type="dxa"/>
            <w:tcBorders>
              <w:top w:val="single" w:sz="4" w:space="0" w:color="auto"/>
              <w:left w:val="single" w:sz="4" w:space="0" w:color="auto"/>
              <w:bottom w:val="single" w:sz="4" w:space="0" w:color="auto"/>
              <w:right w:val="single" w:sz="4" w:space="0" w:color="auto"/>
            </w:tcBorders>
          </w:tcPr>
          <w:p w14:paraId="7BA0E85A" w14:textId="77777777" w:rsidR="003C5F34" w:rsidRPr="00DF6DD6" w:rsidRDefault="003C5F34" w:rsidP="003C5F34">
            <w:pPr>
              <w:pStyle w:val="TAC"/>
              <w:keepNext w:val="0"/>
              <w:rPr>
                <w:lang w:eastAsia="zh-CN"/>
              </w:rPr>
            </w:pPr>
          </w:p>
        </w:tc>
        <w:tc>
          <w:tcPr>
            <w:tcW w:w="622" w:type="dxa"/>
            <w:tcBorders>
              <w:top w:val="single" w:sz="4" w:space="0" w:color="auto"/>
              <w:left w:val="single" w:sz="4" w:space="0" w:color="auto"/>
              <w:bottom w:val="single" w:sz="4" w:space="0" w:color="auto"/>
              <w:right w:val="single" w:sz="4" w:space="0" w:color="auto"/>
            </w:tcBorders>
            <w:vAlign w:val="center"/>
          </w:tcPr>
          <w:p w14:paraId="66FECE30" w14:textId="77777777" w:rsidR="003C5F34" w:rsidRPr="00DF6DD6" w:rsidRDefault="003C5F34" w:rsidP="003C5F34">
            <w:pPr>
              <w:pStyle w:val="TAC"/>
              <w:keepNext w:val="0"/>
              <w:rPr>
                <w:lang w:eastAsia="zh-CN"/>
              </w:rPr>
            </w:pPr>
          </w:p>
        </w:tc>
        <w:tc>
          <w:tcPr>
            <w:tcW w:w="749" w:type="dxa"/>
            <w:vMerge w:val="restart"/>
            <w:tcBorders>
              <w:top w:val="single" w:sz="4" w:space="0" w:color="auto"/>
              <w:left w:val="single" w:sz="4" w:space="0" w:color="auto"/>
              <w:right w:val="single" w:sz="4" w:space="0" w:color="auto"/>
            </w:tcBorders>
            <w:vAlign w:val="center"/>
          </w:tcPr>
          <w:p w14:paraId="5838ED44" w14:textId="77777777" w:rsidR="003C5F34" w:rsidRPr="00DF6DD6" w:rsidRDefault="003C5F34" w:rsidP="003C5F34">
            <w:pPr>
              <w:pStyle w:val="TAC"/>
              <w:keepNext w:val="0"/>
              <w:rPr>
                <w:lang w:val="en-US" w:eastAsia="zh-CN"/>
              </w:rPr>
            </w:pPr>
            <w:r w:rsidRPr="00DF6DD6">
              <w:rPr>
                <w:lang w:val="en-US" w:eastAsia="zh-CN"/>
              </w:rPr>
              <w:t>0</w:t>
            </w:r>
          </w:p>
        </w:tc>
      </w:tr>
      <w:tr w:rsidR="003C5F34" w:rsidRPr="00DF6DD6" w14:paraId="5A7B7F10" w14:textId="77777777" w:rsidTr="00CE2DED">
        <w:trPr>
          <w:trHeight w:val="125"/>
          <w:jc w:val="center"/>
        </w:trPr>
        <w:tc>
          <w:tcPr>
            <w:tcW w:w="1034" w:type="dxa"/>
            <w:vMerge/>
            <w:tcBorders>
              <w:left w:val="single" w:sz="4" w:space="0" w:color="auto"/>
              <w:right w:val="single" w:sz="4" w:space="0" w:color="auto"/>
            </w:tcBorders>
            <w:vAlign w:val="center"/>
          </w:tcPr>
          <w:p w14:paraId="7BCA071F" w14:textId="77777777" w:rsidR="003C5F34" w:rsidRPr="00DF6DD6" w:rsidRDefault="003C5F34" w:rsidP="003C5F34">
            <w:pPr>
              <w:pStyle w:val="TAC"/>
              <w:keepNext w:val="0"/>
              <w:rPr>
                <w:lang w:val="en-US"/>
              </w:rPr>
            </w:pPr>
          </w:p>
        </w:tc>
        <w:tc>
          <w:tcPr>
            <w:tcW w:w="1034" w:type="dxa"/>
            <w:vMerge/>
            <w:tcBorders>
              <w:left w:val="single" w:sz="4" w:space="0" w:color="auto"/>
              <w:right w:val="single" w:sz="4" w:space="0" w:color="auto"/>
            </w:tcBorders>
            <w:vAlign w:val="center"/>
          </w:tcPr>
          <w:p w14:paraId="10803A6F" w14:textId="77777777" w:rsidR="003C5F34" w:rsidRPr="00DF6DD6" w:rsidRDefault="003C5F34" w:rsidP="003C5F34">
            <w:pPr>
              <w:pStyle w:val="TAC"/>
              <w:keepNext w:val="0"/>
              <w:rPr>
                <w:lang w:val="en-US"/>
              </w:rPr>
            </w:pPr>
          </w:p>
        </w:tc>
        <w:tc>
          <w:tcPr>
            <w:tcW w:w="746" w:type="dxa"/>
            <w:vMerge/>
            <w:tcBorders>
              <w:left w:val="single" w:sz="4" w:space="0" w:color="auto"/>
              <w:right w:val="single" w:sz="4" w:space="0" w:color="auto"/>
            </w:tcBorders>
            <w:vAlign w:val="center"/>
          </w:tcPr>
          <w:p w14:paraId="224E65B4"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34A078C4" w14:textId="77777777" w:rsidR="003C5F34" w:rsidRPr="00DF6DD6" w:rsidRDefault="003C5F34" w:rsidP="003C5F34">
            <w:pPr>
              <w:pStyle w:val="TAC"/>
              <w:keepNext w:val="0"/>
              <w:rPr>
                <w:rFonts w:eastAsia="Yu Mincho"/>
              </w:rPr>
            </w:pPr>
            <w:r w:rsidRPr="00DF6DD6">
              <w:rPr>
                <w:rFonts w:eastAsia="Yu Mincho"/>
              </w:rPr>
              <w:t>30</w:t>
            </w:r>
          </w:p>
        </w:tc>
        <w:tc>
          <w:tcPr>
            <w:tcW w:w="477" w:type="dxa"/>
            <w:tcBorders>
              <w:top w:val="single" w:sz="4" w:space="0" w:color="auto"/>
              <w:left w:val="single" w:sz="4" w:space="0" w:color="auto"/>
              <w:bottom w:val="single" w:sz="4" w:space="0" w:color="auto"/>
              <w:right w:val="single" w:sz="4" w:space="0" w:color="auto"/>
            </w:tcBorders>
          </w:tcPr>
          <w:p w14:paraId="0B45D0E5" w14:textId="77777777" w:rsidR="003C5F34" w:rsidRPr="00DF6DD6" w:rsidRDefault="003C5F34" w:rsidP="003C5F34">
            <w:pPr>
              <w:pStyle w:val="TAC"/>
              <w:keepNext w:val="0"/>
              <w:rPr>
                <w:rFonts w:eastAsia="Yu Mincho"/>
              </w:rPr>
            </w:pPr>
          </w:p>
        </w:tc>
        <w:tc>
          <w:tcPr>
            <w:tcW w:w="614" w:type="dxa"/>
            <w:tcBorders>
              <w:top w:val="single" w:sz="4" w:space="0" w:color="auto"/>
              <w:left w:val="single" w:sz="4" w:space="0" w:color="auto"/>
              <w:bottom w:val="single" w:sz="4" w:space="0" w:color="auto"/>
              <w:right w:val="single" w:sz="4" w:space="0" w:color="auto"/>
            </w:tcBorders>
          </w:tcPr>
          <w:p w14:paraId="106BA4EE" w14:textId="77777777" w:rsidR="003C5F34" w:rsidRPr="00DF6DD6" w:rsidRDefault="003C5F34" w:rsidP="003C5F34">
            <w:pPr>
              <w:pStyle w:val="TAC"/>
              <w:keepNext w:val="0"/>
              <w:rPr>
                <w:rFonts w:eastAsia="Yu Mincho"/>
              </w:rPr>
            </w:pPr>
            <w:r w:rsidRPr="00DF6DD6">
              <w:rPr>
                <w:rFonts w:eastAsia="Yu Mincho"/>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CA2F9BC" w14:textId="77777777" w:rsidR="003C5F34" w:rsidRPr="00DF6DD6" w:rsidRDefault="003C5F34" w:rsidP="003C5F34">
            <w:pPr>
              <w:pStyle w:val="TAC"/>
              <w:keepNext w:val="0"/>
              <w:rPr>
                <w:rFonts w:eastAsia="Yu Mincho"/>
              </w:rPr>
            </w:pPr>
            <w:r w:rsidRPr="00DF6DD6">
              <w:rPr>
                <w:rFonts w:eastAsia="Yu Mincho"/>
              </w:rPr>
              <w:t>Yes</w:t>
            </w:r>
          </w:p>
        </w:tc>
        <w:tc>
          <w:tcPr>
            <w:tcW w:w="708" w:type="dxa"/>
            <w:tcBorders>
              <w:top w:val="single" w:sz="4" w:space="0" w:color="auto"/>
              <w:left w:val="single" w:sz="4" w:space="0" w:color="auto"/>
              <w:bottom w:val="single" w:sz="4" w:space="0" w:color="auto"/>
              <w:right w:val="single" w:sz="4" w:space="0" w:color="auto"/>
            </w:tcBorders>
            <w:vAlign w:val="center"/>
          </w:tcPr>
          <w:p w14:paraId="63534868" w14:textId="77777777" w:rsidR="003C5F34" w:rsidRPr="00DF6DD6" w:rsidRDefault="003C5F34" w:rsidP="003C5F34">
            <w:pPr>
              <w:pStyle w:val="TAC"/>
              <w:keepNext w:val="0"/>
              <w:rPr>
                <w:rFonts w:eastAsia="Yu Mincho"/>
              </w:rPr>
            </w:pPr>
            <w:r w:rsidRPr="00DF6DD6">
              <w:rPr>
                <w:rFonts w:eastAsia="Yu Mincho"/>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D0DB6F2" w14:textId="77777777" w:rsidR="003C5F34" w:rsidRPr="00DF6DD6" w:rsidRDefault="003C5F34" w:rsidP="003C5F34">
            <w:pPr>
              <w:pStyle w:val="TAC"/>
              <w:keepNext w:val="0"/>
              <w:rPr>
                <w:rFonts w:eastAsia="Yu Mincho"/>
              </w:rPr>
            </w:pPr>
          </w:p>
        </w:tc>
        <w:tc>
          <w:tcPr>
            <w:tcW w:w="709" w:type="dxa"/>
            <w:tcBorders>
              <w:top w:val="single" w:sz="4" w:space="0" w:color="auto"/>
              <w:left w:val="single" w:sz="4" w:space="0" w:color="auto"/>
              <w:bottom w:val="single" w:sz="4" w:space="0" w:color="auto"/>
              <w:right w:val="single" w:sz="4" w:space="0" w:color="auto"/>
            </w:tcBorders>
          </w:tcPr>
          <w:p w14:paraId="62300A60" w14:textId="77777777" w:rsidR="003C5F34" w:rsidRPr="00DF6DD6" w:rsidRDefault="003C5F34" w:rsidP="003C5F34">
            <w:pPr>
              <w:pStyle w:val="TAC"/>
              <w:keepNext w:val="0"/>
              <w:rPr>
                <w:rFonts w:eastAsia="Yu Mincho"/>
              </w:rPr>
            </w:pPr>
          </w:p>
        </w:tc>
        <w:tc>
          <w:tcPr>
            <w:tcW w:w="709" w:type="dxa"/>
            <w:tcBorders>
              <w:top w:val="single" w:sz="4" w:space="0" w:color="auto"/>
              <w:left w:val="single" w:sz="4" w:space="0" w:color="auto"/>
              <w:bottom w:val="single" w:sz="4" w:space="0" w:color="auto"/>
              <w:right w:val="single" w:sz="4" w:space="0" w:color="auto"/>
            </w:tcBorders>
            <w:vAlign w:val="center"/>
          </w:tcPr>
          <w:p w14:paraId="680AE202" w14:textId="77777777" w:rsidR="003C5F34" w:rsidRPr="00DF6DD6" w:rsidRDefault="003C5F34" w:rsidP="003C5F34">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048D5E77"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6B957CC5"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3E6DB8BF" w14:textId="670951D6" w:rsidR="003C5F34" w:rsidRPr="00DF6DD6" w:rsidRDefault="003C5F34" w:rsidP="003C5F34">
            <w:pPr>
              <w:pStyle w:val="TAC"/>
              <w:keepNext w:val="0"/>
              <w:rPr>
                <w:lang w:eastAsia="zh-CN"/>
              </w:rPr>
            </w:pPr>
          </w:p>
        </w:tc>
        <w:tc>
          <w:tcPr>
            <w:tcW w:w="709" w:type="dxa"/>
            <w:tcBorders>
              <w:top w:val="single" w:sz="4" w:space="0" w:color="auto"/>
              <w:left w:val="single" w:sz="4" w:space="0" w:color="auto"/>
              <w:bottom w:val="single" w:sz="4" w:space="0" w:color="auto"/>
              <w:right w:val="single" w:sz="4" w:space="0" w:color="auto"/>
            </w:tcBorders>
          </w:tcPr>
          <w:p w14:paraId="12555619" w14:textId="77777777" w:rsidR="003C5F34" w:rsidRPr="00DF6DD6" w:rsidRDefault="003C5F34" w:rsidP="003C5F34">
            <w:pPr>
              <w:pStyle w:val="TAC"/>
              <w:keepNext w:val="0"/>
              <w:rPr>
                <w:lang w:eastAsia="zh-CN"/>
              </w:rPr>
            </w:pPr>
          </w:p>
        </w:tc>
        <w:tc>
          <w:tcPr>
            <w:tcW w:w="622" w:type="dxa"/>
            <w:tcBorders>
              <w:top w:val="single" w:sz="4" w:space="0" w:color="auto"/>
              <w:left w:val="single" w:sz="4" w:space="0" w:color="auto"/>
              <w:bottom w:val="single" w:sz="4" w:space="0" w:color="auto"/>
              <w:right w:val="single" w:sz="4" w:space="0" w:color="auto"/>
            </w:tcBorders>
            <w:vAlign w:val="center"/>
          </w:tcPr>
          <w:p w14:paraId="6ED4C755" w14:textId="77777777" w:rsidR="003C5F34" w:rsidRPr="00DF6DD6" w:rsidRDefault="003C5F34" w:rsidP="003C5F34">
            <w:pPr>
              <w:pStyle w:val="TAC"/>
              <w:keepNext w:val="0"/>
              <w:rPr>
                <w:lang w:eastAsia="zh-CN"/>
              </w:rPr>
            </w:pPr>
          </w:p>
        </w:tc>
        <w:tc>
          <w:tcPr>
            <w:tcW w:w="749" w:type="dxa"/>
            <w:vMerge/>
            <w:tcBorders>
              <w:left w:val="single" w:sz="4" w:space="0" w:color="auto"/>
              <w:right w:val="single" w:sz="4" w:space="0" w:color="auto"/>
            </w:tcBorders>
            <w:vAlign w:val="center"/>
          </w:tcPr>
          <w:p w14:paraId="73F0084E" w14:textId="77777777" w:rsidR="003C5F34" w:rsidRPr="00DF6DD6" w:rsidRDefault="003C5F34" w:rsidP="003C5F34">
            <w:pPr>
              <w:pStyle w:val="TAC"/>
              <w:keepNext w:val="0"/>
              <w:rPr>
                <w:lang w:val="en-US" w:eastAsia="zh-CN"/>
              </w:rPr>
            </w:pPr>
          </w:p>
        </w:tc>
      </w:tr>
      <w:tr w:rsidR="003C5F34" w:rsidRPr="00DF6DD6" w14:paraId="37B733F5" w14:textId="77777777" w:rsidTr="00CE2DED">
        <w:trPr>
          <w:trHeight w:val="125"/>
          <w:jc w:val="center"/>
        </w:trPr>
        <w:tc>
          <w:tcPr>
            <w:tcW w:w="1034" w:type="dxa"/>
            <w:vMerge/>
            <w:tcBorders>
              <w:left w:val="single" w:sz="4" w:space="0" w:color="auto"/>
              <w:right w:val="single" w:sz="4" w:space="0" w:color="auto"/>
            </w:tcBorders>
            <w:vAlign w:val="center"/>
          </w:tcPr>
          <w:p w14:paraId="4EC663DA" w14:textId="77777777" w:rsidR="003C5F34" w:rsidRPr="00DF6DD6" w:rsidRDefault="003C5F34" w:rsidP="003C5F34">
            <w:pPr>
              <w:pStyle w:val="TAC"/>
              <w:keepNext w:val="0"/>
              <w:rPr>
                <w:lang w:val="en-US"/>
              </w:rPr>
            </w:pPr>
          </w:p>
        </w:tc>
        <w:tc>
          <w:tcPr>
            <w:tcW w:w="1034" w:type="dxa"/>
            <w:vMerge/>
            <w:tcBorders>
              <w:left w:val="single" w:sz="4" w:space="0" w:color="auto"/>
              <w:right w:val="single" w:sz="4" w:space="0" w:color="auto"/>
            </w:tcBorders>
            <w:vAlign w:val="center"/>
          </w:tcPr>
          <w:p w14:paraId="2BF17046" w14:textId="77777777" w:rsidR="003C5F34" w:rsidRPr="00DF6DD6" w:rsidRDefault="003C5F34" w:rsidP="003C5F34">
            <w:pPr>
              <w:pStyle w:val="TAC"/>
              <w:keepNext w:val="0"/>
              <w:rPr>
                <w:lang w:val="en-US"/>
              </w:rPr>
            </w:pPr>
          </w:p>
        </w:tc>
        <w:tc>
          <w:tcPr>
            <w:tcW w:w="746" w:type="dxa"/>
            <w:vMerge/>
            <w:tcBorders>
              <w:left w:val="single" w:sz="4" w:space="0" w:color="auto"/>
              <w:bottom w:val="single" w:sz="4" w:space="0" w:color="auto"/>
              <w:right w:val="single" w:sz="4" w:space="0" w:color="auto"/>
            </w:tcBorders>
            <w:vAlign w:val="center"/>
          </w:tcPr>
          <w:p w14:paraId="686CEB3E"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3589A41B" w14:textId="77777777" w:rsidR="003C5F34" w:rsidRPr="00DF6DD6" w:rsidRDefault="003C5F34" w:rsidP="003C5F34">
            <w:pPr>
              <w:pStyle w:val="TAC"/>
              <w:keepNext w:val="0"/>
              <w:rPr>
                <w:rFonts w:eastAsia="Yu Mincho"/>
              </w:rPr>
            </w:pPr>
            <w:r w:rsidRPr="00DF6DD6">
              <w:rPr>
                <w:rFonts w:eastAsia="Yu Mincho"/>
              </w:rPr>
              <w:t>60</w:t>
            </w:r>
          </w:p>
        </w:tc>
        <w:tc>
          <w:tcPr>
            <w:tcW w:w="477" w:type="dxa"/>
            <w:tcBorders>
              <w:top w:val="single" w:sz="4" w:space="0" w:color="auto"/>
              <w:left w:val="single" w:sz="4" w:space="0" w:color="auto"/>
              <w:bottom w:val="single" w:sz="4" w:space="0" w:color="auto"/>
              <w:right w:val="single" w:sz="4" w:space="0" w:color="auto"/>
            </w:tcBorders>
          </w:tcPr>
          <w:p w14:paraId="7C697FF0" w14:textId="77777777" w:rsidR="003C5F34" w:rsidRPr="00DF6DD6" w:rsidRDefault="003C5F34" w:rsidP="003C5F34">
            <w:pPr>
              <w:pStyle w:val="TAC"/>
              <w:keepNext w:val="0"/>
              <w:rPr>
                <w:rFonts w:eastAsia="Yu Mincho"/>
              </w:rPr>
            </w:pPr>
          </w:p>
        </w:tc>
        <w:tc>
          <w:tcPr>
            <w:tcW w:w="614" w:type="dxa"/>
            <w:tcBorders>
              <w:top w:val="single" w:sz="4" w:space="0" w:color="auto"/>
              <w:left w:val="single" w:sz="4" w:space="0" w:color="auto"/>
              <w:bottom w:val="single" w:sz="4" w:space="0" w:color="auto"/>
              <w:right w:val="single" w:sz="4" w:space="0" w:color="auto"/>
            </w:tcBorders>
            <w:vAlign w:val="center"/>
          </w:tcPr>
          <w:p w14:paraId="765E1C1C" w14:textId="77777777" w:rsidR="003C5F34" w:rsidRPr="00DF6DD6" w:rsidRDefault="003C5F34" w:rsidP="003C5F34">
            <w:pPr>
              <w:pStyle w:val="TAC"/>
              <w:keepNext w:val="0"/>
              <w:rPr>
                <w:rFonts w:eastAsia="Yu Mincho"/>
              </w:rPr>
            </w:pPr>
          </w:p>
        </w:tc>
        <w:tc>
          <w:tcPr>
            <w:tcW w:w="709" w:type="dxa"/>
            <w:tcBorders>
              <w:top w:val="single" w:sz="4" w:space="0" w:color="auto"/>
              <w:left w:val="single" w:sz="4" w:space="0" w:color="auto"/>
              <w:bottom w:val="single" w:sz="4" w:space="0" w:color="auto"/>
              <w:right w:val="single" w:sz="4" w:space="0" w:color="auto"/>
            </w:tcBorders>
            <w:vAlign w:val="center"/>
          </w:tcPr>
          <w:p w14:paraId="13695D2E" w14:textId="77777777" w:rsidR="003C5F34" w:rsidRPr="00DF6DD6" w:rsidRDefault="003C5F34" w:rsidP="003C5F34">
            <w:pPr>
              <w:pStyle w:val="TAC"/>
              <w:keepNext w:val="0"/>
              <w:rPr>
                <w:rFonts w:eastAsia="Yu Mincho"/>
              </w:rPr>
            </w:pPr>
          </w:p>
        </w:tc>
        <w:tc>
          <w:tcPr>
            <w:tcW w:w="708" w:type="dxa"/>
            <w:tcBorders>
              <w:top w:val="single" w:sz="4" w:space="0" w:color="auto"/>
              <w:left w:val="single" w:sz="4" w:space="0" w:color="auto"/>
              <w:bottom w:val="single" w:sz="4" w:space="0" w:color="auto"/>
              <w:right w:val="single" w:sz="4" w:space="0" w:color="auto"/>
            </w:tcBorders>
            <w:vAlign w:val="center"/>
          </w:tcPr>
          <w:p w14:paraId="4C285CB1" w14:textId="77777777" w:rsidR="003C5F34" w:rsidRPr="00DF6DD6" w:rsidRDefault="003C5F34" w:rsidP="003C5F34">
            <w:pPr>
              <w:pStyle w:val="TAC"/>
              <w:keepNext w:val="0"/>
              <w:rPr>
                <w:rFonts w:eastAsia="Yu Mincho"/>
              </w:rPr>
            </w:pPr>
          </w:p>
        </w:tc>
        <w:tc>
          <w:tcPr>
            <w:tcW w:w="709" w:type="dxa"/>
            <w:tcBorders>
              <w:top w:val="single" w:sz="4" w:space="0" w:color="auto"/>
              <w:left w:val="single" w:sz="4" w:space="0" w:color="auto"/>
              <w:bottom w:val="single" w:sz="4" w:space="0" w:color="auto"/>
              <w:right w:val="single" w:sz="4" w:space="0" w:color="auto"/>
            </w:tcBorders>
            <w:vAlign w:val="center"/>
          </w:tcPr>
          <w:p w14:paraId="4378C7DE" w14:textId="77777777" w:rsidR="003C5F34" w:rsidRPr="00DF6DD6" w:rsidRDefault="003C5F34" w:rsidP="003C5F34">
            <w:pPr>
              <w:pStyle w:val="TAC"/>
              <w:keepNext w:val="0"/>
              <w:rPr>
                <w:rFonts w:eastAsia="Yu Mincho"/>
              </w:rPr>
            </w:pPr>
          </w:p>
        </w:tc>
        <w:tc>
          <w:tcPr>
            <w:tcW w:w="709" w:type="dxa"/>
            <w:tcBorders>
              <w:top w:val="single" w:sz="4" w:space="0" w:color="auto"/>
              <w:left w:val="single" w:sz="4" w:space="0" w:color="auto"/>
              <w:bottom w:val="single" w:sz="4" w:space="0" w:color="auto"/>
              <w:right w:val="single" w:sz="4" w:space="0" w:color="auto"/>
            </w:tcBorders>
          </w:tcPr>
          <w:p w14:paraId="0B987A20" w14:textId="77777777" w:rsidR="003C5F34" w:rsidRPr="00DF6DD6" w:rsidRDefault="003C5F34" w:rsidP="003C5F34">
            <w:pPr>
              <w:pStyle w:val="TAC"/>
              <w:keepNext w:val="0"/>
              <w:rPr>
                <w:rFonts w:eastAsia="Yu Mincho"/>
              </w:rPr>
            </w:pPr>
          </w:p>
        </w:tc>
        <w:tc>
          <w:tcPr>
            <w:tcW w:w="709" w:type="dxa"/>
            <w:tcBorders>
              <w:top w:val="single" w:sz="4" w:space="0" w:color="auto"/>
              <w:left w:val="single" w:sz="4" w:space="0" w:color="auto"/>
              <w:bottom w:val="single" w:sz="4" w:space="0" w:color="auto"/>
              <w:right w:val="single" w:sz="4" w:space="0" w:color="auto"/>
            </w:tcBorders>
            <w:vAlign w:val="center"/>
          </w:tcPr>
          <w:p w14:paraId="7391D55E" w14:textId="77777777" w:rsidR="003C5F34" w:rsidRPr="00DF6DD6" w:rsidRDefault="003C5F34" w:rsidP="003C5F34">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3CB37CBF"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50C25475"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4CC58021" w14:textId="55199051" w:rsidR="003C5F34" w:rsidRPr="00DF6DD6" w:rsidRDefault="003C5F34" w:rsidP="003C5F34">
            <w:pPr>
              <w:pStyle w:val="TAC"/>
              <w:keepNext w:val="0"/>
              <w:rPr>
                <w:lang w:eastAsia="zh-CN"/>
              </w:rPr>
            </w:pPr>
          </w:p>
        </w:tc>
        <w:tc>
          <w:tcPr>
            <w:tcW w:w="709" w:type="dxa"/>
            <w:tcBorders>
              <w:top w:val="single" w:sz="4" w:space="0" w:color="auto"/>
              <w:left w:val="single" w:sz="4" w:space="0" w:color="auto"/>
              <w:bottom w:val="single" w:sz="4" w:space="0" w:color="auto"/>
              <w:right w:val="single" w:sz="4" w:space="0" w:color="auto"/>
            </w:tcBorders>
          </w:tcPr>
          <w:p w14:paraId="4FD15C89" w14:textId="77777777" w:rsidR="003C5F34" w:rsidRPr="00DF6DD6" w:rsidRDefault="003C5F34" w:rsidP="003C5F34">
            <w:pPr>
              <w:pStyle w:val="TAC"/>
              <w:keepNext w:val="0"/>
              <w:rPr>
                <w:lang w:eastAsia="zh-CN"/>
              </w:rPr>
            </w:pPr>
          </w:p>
        </w:tc>
        <w:tc>
          <w:tcPr>
            <w:tcW w:w="622" w:type="dxa"/>
            <w:tcBorders>
              <w:top w:val="single" w:sz="4" w:space="0" w:color="auto"/>
              <w:left w:val="single" w:sz="4" w:space="0" w:color="auto"/>
              <w:bottom w:val="single" w:sz="4" w:space="0" w:color="auto"/>
              <w:right w:val="single" w:sz="4" w:space="0" w:color="auto"/>
            </w:tcBorders>
            <w:vAlign w:val="center"/>
          </w:tcPr>
          <w:p w14:paraId="2DD7D8D9" w14:textId="77777777" w:rsidR="003C5F34" w:rsidRPr="00DF6DD6" w:rsidRDefault="003C5F34" w:rsidP="003C5F34">
            <w:pPr>
              <w:pStyle w:val="TAC"/>
              <w:keepNext w:val="0"/>
              <w:rPr>
                <w:lang w:eastAsia="zh-CN"/>
              </w:rPr>
            </w:pPr>
          </w:p>
        </w:tc>
        <w:tc>
          <w:tcPr>
            <w:tcW w:w="749" w:type="dxa"/>
            <w:vMerge/>
            <w:tcBorders>
              <w:left w:val="single" w:sz="4" w:space="0" w:color="auto"/>
              <w:right w:val="single" w:sz="4" w:space="0" w:color="auto"/>
            </w:tcBorders>
            <w:vAlign w:val="center"/>
          </w:tcPr>
          <w:p w14:paraId="4CA6D7F2" w14:textId="77777777" w:rsidR="003C5F34" w:rsidRPr="00DF6DD6" w:rsidRDefault="003C5F34" w:rsidP="003C5F34">
            <w:pPr>
              <w:pStyle w:val="TAC"/>
              <w:keepNext w:val="0"/>
              <w:rPr>
                <w:lang w:val="en-US" w:eastAsia="zh-CN"/>
              </w:rPr>
            </w:pPr>
          </w:p>
        </w:tc>
      </w:tr>
      <w:tr w:rsidR="003C5F34" w:rsidRPr="00DF6DD6" w14:paraId="357F990B" w14:textId="77777777" w:rsidTr="00CE2DED">
        <w:trPr>
          <w:trHeight w:val="125"/>
          <w:jc w:val="center"/>
        </w:trPr>
        <w:tc>
          <w:tcPr>
            <w:tcW w:w="1034" w:type="dxa"/>
            <w:vMerge/>
            <w:tcBorders>
              <w:left w:val="single" w:sz="4" w:space="0" w:color="auto"/>
              <w:right w:val="single" w:sz="4" w:space="0" w:color="auto"/>
            </w:tcBorders>
            <w:vAlign w:val="center"/>
          </w:tcPr>
          <w:p w14:paraId="0A511E11" w14:textId="77777777" w:rsidR="003C5F34" w:rsidRPr="00DF6DD6" w:rsidRDefault="003C5F34" w:rsidP="003C5F34">
            <w:pPr>
              <w:pStyle w:val="TAC"/>
              <w:keepNext w:val="0"/>
              <w:rPr>
                <w:lang w:val="en-US"/>
              </w:rPr>
            </w:pPr>
          </w:p>
        </w:tc>
        <w:tc>
          <w:tcPr>
            <w:tcW w:w="1034" w:type="dxa"/>
            <w:vMerge/>
            <w:tcBorders>
              <w:left w:val="single" w:sz="4" w:space="0" w:color="auto"/>
              <w:right w:val="single" w:sz="4" w:space="0" w:color="auto"/>
            </w:tcBorders>
            <w:vAlign w:val="center"/>
          </w:tcPr>
          <w:p w14:paraId="64FB2068" w14:textId="77777777" w:rsidR="003C5F34" w:rsidRPr="00DF6DD6" w:rsidRDefault="003C5F34" w:rsidP="003C5F34">
            <w:pPr>
              <w:pStyle w:val="TAC"/>
              <w:keepNext w:val="0"/>
              <w:rPr>
                <w:lang w:val="en-US"/>
              </w:rPr>
            </w:pPr>
          </w:p>
        </w:tc>
        <w:tc>
          <w:tcPr>
            <w:tcW w:w="746" w:type="dxa"/>
            <w:vMerge w:val="restart"/>
            <w:tcBorders>
              <w:top w:val="single" w:sz="4" w:space="0" w:color="auto"/>
              <w:left w:val="single" w:sz="4" w:space="0" w:color="auto"/>
              <w:right w:val="single" w:sz="4" w:space="0" w:color="auto"/>
            </w:tcBorders>
            <w:vAlign w:val="center"/>
          </w:tcPr>
          <w:p w14:paraId="11171265" w14:textId="77777777" w:rsidR="003C5F34" w:rsidRPr="00DF6DD6" w:rsidRDefault="003C5F34" w:rsidP="003C5F34">
            <w:pPr>
              <w:pStyle w:val="TAC"/>
              <w:keepNext w:val="0"/>
              <w:rPr>
                <w:lang w:val="en-US" w:eastAsia="zh-CN"/>
              </w:rPr>
            </w:pPr>
            <w:r w:rsidRPr="00DF6DD6">
              <w:rPr>
                <w:rFonts w:hint="eastAsia"/>
                <w:lang w:val="en-US" w:eastAsia="zh-CN"/>
              </w:rPr>
              <w:t>n258</w:t>
            </w:r>
          </w:p>
        </w:tc>
        <w:tc>
          <w:tcPr>
            <w:tcW w:w="725" w:type="dxa"/>
            <w:tcBorders>
              <w:top w:val="single" w:sz="4" w:space="0" w:color="auto"/>
              <w:left w:val="single" w:sz="4" w:space="0" w:color="auto"/>
              <w:bottom w:val="single" w:sz="4" w:space="0" w:color="auto"/>
              <w:right w:val="single" w:sz="4" w:space="0" w:color="auto"/>
            </w:tcBorders>
            <w:vAlign w:val="center"/>
          </w:tcPr>
          <w:p w14:paraId="3D2973A6" w14:textId="77777777" w:rsidR="003C5F34" w:rsidRPr="00DF6DD6" w:rsidRDefault="003C5F34" w:rsidP="003C5F34">
            <w:pPr>
              <w:pStyle w:val="TAC"/>
              <w:keepNext w:val="0"/>
              <w:rPr>
                <w:lang w:eastAsia="ja-JP"/>
              </w:rPr>
            </w:pPr>
            <w:r w:rsidRPr="00DF6DD6">
              <w:rPr>
                <w:lang w:eastAsia="ja-JP"/>
              </w:rPr>
              <w:t>60</w:t>
            </w:r>
          </w:p>
        </w:tc>
        <w:tc>
          <w:tcPr>
            <w:tcW w:w="477" w:type="dxa"/>
            <w:tcBorders>
              <w:top w:val="single" w:sz="4" w:space="0" w:color="auto"/>
              <w:left w:val="single" w:sz="4" w:space="0" w:color="auto"/>
              <w:bottom w:val="single" w:sz="4" w:space="0" w:color="auto"/>
              <w:right w:val="single" w:sz="4" w:space="0" w:color="auto"/>
            </w:tcBorders>
          </w:tcPr>
          <w:p w14:paraId="7A4681AA" w14:textId="77777777" w:rsidR="003C5F34" w:rsidRPr="00DF6DD6" w:rsidRDefault="003C5F34" w:rsidP="003C5F34">
            <w:pPr>
              <w:pStyle w:val="TAC"/>
              <w:keepNext w:val="0"/>
              <w:rPr>
                <w:lang w:eastAsia="ja-JP"/>
              </w:rPr>
            </w:pPr>
          </w:p>
        </w:tc>
        <w:tc>
          <w:tcPr>
            <w:tcW w:w="614" w:type="dxa"/>
            <w:tcBorders>
              <w:top w:val="single" w:sz="4" w:space="0" w:color="auto"/>
              <w:left w:val="single" w:sz="4" w:space="0" w:color="auto"/>
              <w:bottom w:val="single" w:sz="4" w:space="0" w:color="auto"/>
              <w:right w:val="single" w:sz="4" w:space="0" w:color="auto"/>
            </w:tcBorders>
          </w:tcPr>
          <w:p w14:paraId="7DE95934" w14:textId="77777777" w:rsidR="003C5F34" w:rsidRPr="00DF6DD6" w:rsidRDefault="003C5F34" w:rsidP="003C5F34">
            <w:pPr>
              <w:pStyle w:val="TAC"/>
              <w:keepNext w:val="0"/>
              <w:rPr>
                <w:lang w:eastAsia="ja-JP"/>
              </w:rPr>
            </w:pPr>
          </w:p>
        </w:tc>
        <w:tc>
          <w:tcPr>
            <w:tcW w:w="709" w:type="dxa"/>
            <w:tcBorders>
              <w:top w:val="single" w:sz="4" w:space="0" w:color="auto"/>
              <w:left w:val="single" w:sz="4" w:space="0" w:color="auto"/>
              <w:bottom w:val="single" w:sz="4" w:space="0" w:color="auto"/>
              <w:right w:val="single" w:sz="4" w:space="0" w:color="auto"/>
            </w:tcBorders>
          </w:tcPr>
          <w:p w14:paraId="7C10293B" w14:textId="77777777" w:rsidR="003C5F34" w:rsidRPr="00DF6DD6" w:rsidRDefault="003C5F34" w:rsidP="003C5F34">
            <w:pPr>
              <w:pStyle w:val="TAC"/>
              <w:keepNext w:val="0"/>
              <w:rPr>
                <w:lang w:eastAsia="ja-JP"/>
              </w:rPr>
            </w:pPr>
          </w:p>
        </w:tc>
        <w:tc>
          <w:tcPr>
            <w:tcW w:w="708" w:type="dxa"/>
            <w:tcBorders>
              <w:top w:val="single" w:sz="4" w:space="0" w:color="auto"/>
              <w:left w:val="single" w:sz="4" w:space="0" w:color="auto"/>
              <w:bottom w:val="single" w:sz="4" w:space="0" w:color="auto"/>
              <w:right w:val="single" w:sz="4" w:space="0" w:color="auto"/>
            </w:tcBorders>
          </w:tcPr>
          <w:p w14:paraId="130ABAB1" w14:textId="77777777" w:rsidR="003C5F34" w:rsidRPr="00DF6DD6" w:rsidRDefault="003C5F34" w:rsidP="003C5F34">
            <w:pPr>
              <w:pStyle w:val="TAC"/>
              <w:keepNext w:val="0"/>
              <w:rPr>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1DA8CE54" w14:textId="77777777" w:rsidR="003C5F34" w:rsidRPr="00DF6DD6" w:rsidRDefault="003C5F34" w:rsidP="003C5F34">
            <w:pPr>
              <w:pStyle w:val="TAC"/>
              <w:keepNext w:val="0"/>
              <w:rPr>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70001E91"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4FA18767" w14:textId="77777777" w:rsidR="003C5F34" w:rsidRPr="00DF6DD6" w:rsidRDefault="003C5F34" w:rsidP="003C5F34">
            <w:pPr>
              <w:pStyle w:val="TAC"/>
              <w:keepNext w:val="0"/>
              <w:rPr>
                <w:lang w:eastAsia="ja-JP"/>
              </w:rPr>
            </w:pPr>
          </w:p>
        </w:tc>
        <w:tc>
          <w:tcPr>
            <w:tcW w:w="650" w:type="dxa"/>
            <w:tcBorders>
              <w:top w:val="single" w:sz="4" w:space="0" w:color="auto"/>
              <w:left w:val="single" w:sz="4" w:space="0" w:color="auto"/>
              <w:bottom w:val="single" w:sz="4" w:space="0" w:color="auto"/>
              <w:right w:val="single" w:sz="4" w:space="0" w:color="auto"/>
            </w:tcBorders>
          </w:tcPr>
          <w:p w14:paraId="02D45576" w14:textId="77777777" w:rsidR="003C5F34" w:rsidRPr="00DF6DD6" w:rsidRDefault="003C5F34" w:rsidP="003C5F34">
            <w:pPr>
              <w:pStyle w:val="TAC"/>
              <w:keepNext w:val="0"/>
              <w:rPr>
                <w:lang w:eastAsia="ja-JP"/>
              </w:rPr>
            </w:pPr>
          </w:p>
        </w:tc>
        <w:tc>
          <w:tcPr>
            <w:tcW w:w="625" w:type="dxa"/>
            <w:tcBorders>
              <w:top w:val="single" w:sz="4" w:space="0" w:color="auto"/>
              <w:left w:val="single" w:sz="4" w:space="0" w:color="auto"/>
              <w:bottom w:val="single" w:sz="4" w:space="0" w:color="auto"/>
              <w:right w:val="single" w:sz="4" w:space="0" w:color="auto"/>
            </w:tcBorders>
          </w:tcPr>
          <w:p w14:paraId="62DC82A3" w14:textId="77777777" w:rsidR="003C5F34" w:rsidRPr="00DF6DD6" w:rsidRDefault="003C5F34" w:rsidP="003C5F34">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26DF3795" w14:textId="51FFF165"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C640CF2"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05518B24" w14:textId="77777777" w:rsidR="003C5F34" w:rsidRPr="00DF6DD6" w:rsidRDefault="003C5F34" w:rsidP="003C5F34">
            <w:pPr>
              <w:pStyle w:val="TAC"/>
              <w:keepNext w:val="0"/>
              <w:rPr>
                <w:rFonts w:cs="Arial"/>
                <w:lang w:val="sv-SE"/>
              </w:rPr>
            </w:pPr>
          </w:p>
        </w:tc>
        <w:tc>
          <w:tcPr>
            <w:tcW w:w="749" w:type="dxa"/>
            <w:vMerge/>
            <w:tcBorders>
              <w:left w:val="single" w:sz="4" w:space="0" w:color="auto"/>
              <w:right w:val="single" w:sz="4" w:space="0" w:color="auto"/>
            </w:tcBorders>
            <w:vAlign w:val="center"/>
          </w:tcPr>
          <w:p w14:paraId="245394C9" w14:textId="77777777" w:rsidR="003C5F34" w:rsidRPr="00DF6DD6" w:rsidRDefault="003C5F34" w:rsidP="003C5F34">
            <w:pPr>
              <w:pStyle w:val="TAC"/>
              <w:keepNext w:val="0"/>
              <w:rPr>
                <w:lang w:val="en-US" w:eastAsia="zh-CN"/>
              </w:rPr>
            </w:pPr>
          </w:p>
        </w:tc>
      </w:tr>
      <w:tr w:rsidR="003C5F34" w:rsidRPr="00DF6DD6" w14:paraId="4A1AF7DB" w14:textId="77777777" w:rsidTr="00CE2DED">
        <w:trPr>
          <w:trHeight w:val="125"/>
          <w:jc w:val="center"/>
        </w:trPr>
        <w:tc>
          <w:tcPr>
            <w:tcW w:w="1034" w:type="dxa"/>
            <w:vMerge/>
            <w:tcBorders>
              <w:left w:val="single" w:sz="4" w:space="0" w:color="auto"/>
              <w:bottom w:val="single" w:sz="4" w:space="0" w:color="auto"/>
              <w:right w:val="single" w:sz="4" w:space="0" w:color="auto"/>
            </w:tcBorders>
            <w:vAlign w:val="center"/>
          </w:tcPr>
          <w:p w14:paraId="7B1F1368" w14:textId="77777777" w:rsidR="003C5F34" w:rsidRPr="00DF6DD6" w:rsidRDefault="003C5F34" w:rsidP="003C5F34">
            <w:pPr>
              <w:pStyle w:val="TAC"/>
              <w:keepNext w:val="0"/>
              <w:rPr>
                <w:lang w:val="en-US"/>
              </w:rPr>
            </w:pPr>
          </w:p>
        </w:tc>
        <w:tc>
          <w:tcPr>
            <w:tcW w:w="1034" w:type="dxa"/>
            <w:vMerge/>
            <w:tcBorders>
              <w:left w:val="single" w:sz="4" w:space="0" w:color="auto"/>
              <w:bottom w:val="single" w:sz="4" w:space="0" w:color="auto"/>
              <w:right w:val="single" w:sz="4" w:space="0" w:color="auto"/>
            </w:tcBorders>
            <w:vAlign w:val="center"/>
          </w:tcPr>
          <w:p w14:paraId="723889DE" w14:textId="77777777" w:rsidR="003C5F34" w:rsidRPr="00DF6DD6" w:rsidRDefault="003C5F34" w:rsidP="003C5F34">
            <w:pPr>
              <w:pStyle w:val="TAC"/>
              <w:keepNext w:val="0"/>
              <w:rPr>
                <w:lang w:val="en-US"/>
              </w:rPr>
            </w:pPr>
          </w:p>
        </w:tc>
        <w:tc>
          <w:tcPr>
            <w:tcW w:w="746" w:type="dxa"/>
            <w:vMerge/>
            <w:tcBorders>
              <w:left w:val="single" w:sz="4" w:space="0" w:color="auto"/>
              <w:bottom w:val="single" w:sz="4" w:space="0" w:color="auto"/>
              <w:right w:val="single" w:sz="4" w:space="0" w:color="auto"/>
            </w:tcBorders>
            <w:vAlign w:val="center"/>
          </w:tcPr>
          <w:p w14:paraId="7E0E0B0C"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7BCABFDF" w14:textId="77777777" w:rsidR="003C5F34" w:rsidRPr="00DF6DD6" w:rsidRDefault="003C5F34" w:rsidP="003C5F34">
            <w:pPr>
              <w:pStyle w:val="TAC"/>
              <w:keepNext w:val="0"/>
              <w:rPr>
                <w:lang w:eastAsia="zh-CN"/>
              </w:rPr>
            </w:pPr>
            <w:r w:rsidRPr="00DF6DD6">
              <w:rPr>
                <w:rFonts w:hint="eastAsia"/>
                <w:lang w:val="en-US" w:eastAsia="zh-CN"/>
              </w:rPr>
              <w:t>120</w:t>
            </w:r>
          </w:p>
        </w:tc>
        <w:tc>
          <w:tcPr>
            <w:tcW w:w="477" w:type="dxa"/>
            <w:tcBorders>
              <w:top w:val="single" w:sz="4" w:space="0" w:color="auto"/>
              <w:left w:val="single" w:sz="4" w:space="0" w:color="auto"/>
              <w:bottom w:val="single" w:sz="4" w:space="0" w:color="auto"/>
              <w:right w:val="single" w:sz="4" w:space="0" w:color="auto"/>
            </w:tcBorders>
          </w:tcPr>
          <w:p w14:paraId="2C2FB93C" w14:textId="77777777" w:rsidR="003C5F34" w:rsidRPr="00DF6DD6" w:rsidRDefault="003C5F34" w:rsidP="003C5F34">
            <w:pPr>
              <w:pStyle w:val="TAC"/>
              <w:keepNext w:val="0"/>
              <w:rPr>
                <w:lang w:val="en-US" w:eastAsia="zh-CN"/>
              </w:rPr>
            </w:pPr>
          </w:p>
        </w:tc>
        <w:tc>
          <w:tcPr>
            <w:tcW w:w="614" w:type="dxa"/>
            <w:tcBorders>
              <w:top w:val="single" w:sz="4" w:space="0" w:color="auto"/>
              <w:left w:val="single" w:sz="4" w:space="0" w:color="auto"/>
              <w:bottom w:val="single" w:sz="4" w:space="0" w:color="auto"/>
              <w:right w:val="single" w:sz="4" w:space="0" w:color="auto"/>
            </w:tcBorders>
            <w:vAlign w:val="center"/>
          </w:tcPr>
          <w:p w14:paraId="3DE209F0" w14:textId="77777777" w:rsidR="003C5F34" w:rsidRPr="00DF6DD6" w:rsidRDefault="003C5F34" w:rsidP="003C5F34">
            <w:pPr>
              <w:pStyle w:val="TAC"/>
              <w:keepNext w:val="0"/>
            </w:pPr>
          </w:p>
        </w:tc>
        <w:tc>
          <w:tcPr>
            <w:tcW w:w="709" w:type="dxa"/>
            <w:tcBorders>
              <w:top w:val="single" w:sz="4" w:space="0" w:color="auto"/>
              <w:left w:val="single" w:sz="4" w:space="0" w:color="auto"/>
              <w:bottom w:val="single" w:sz="4" w:space="0" w:color="auto"/>
              <w:right w:val="single" w:sz="4" w:space="0" w:color="auto"/>
            </w:tcBorders>
            <w:vAlign w:val="center"/>
          </w:tcPr>
          <w:p w14:paraId="23A41F8B" w14:textId="77777777" w:rsidR="003C5F34" w:rsidRPr="00DF6DD6" w:rsidRDefault="003C5F34" w:rsidP="003C5F34">
            <w:pPr>
              <w:pStyle w:val="TAC"/>
              <w:keepNext w:val="0"/>
            </w:pPr>
          </w:p>
        </w:tc>
        <w:tc>
          <w:tcPr>
            <w:tcW w:w="708" w:type="dxa"/>
            <w:tcBorders>
              <w:top w:val="single" w:sz="4" w:space="0" w:color="auto"/>
              <w:left w:val="single" w:sz="4" w:space="0" w:color="auto"/>
              <w:bottom w:val="single" w:sz="4" w:space="0" w:color="auto"/>
              <w:right w:val="single" w:sz="4" w:space="0" w:color="auto"/>
            </w:tcBorders>
            <w:vAlign w:val="center"/>
          </w:tcPr>
          <w:p w14:paraId="6A5AEBCA" w14:textId="77777777" w:rsidR="003C5F34" w:rsidRPr="00DF6DD6" w:rsidRDefault="003C5F34" w:rsidP="003C5F34">
            <w:pPr>
              <w:pStyle w:val="TAC"/>
              <w:keepNext w:val="0"/>
            </w:pPr>
          </w:p>
        </w:tc>
        <w:tc>
          <w:tcPr>
            <w:tcW w:w="709" w:type="dxa"/>
            <w:tcBorders>
              <w:top w:val="single" w:sz="4" w:space="0" w:color="auto"/>
              <w:left w:val="single" w:sz="4" w:space="0" w:color="auto"/>
              <w:bottom w:val="single" w:sz="4" w:space="0" w:color="auto"/>
              <w:right w:val="single" w:sz="4" w:space="0" w:color="auto"/>
            </w:tcBorders>
            <w:vAlign w:val="center"/>
          </w:tcPr>
          <w:p w14:paraId="3D148B7C" w14:textId="77777777" w:rsidR="003C5F34" w:rsidRPr="00DF6DD6" w:rsidRDefault="003C5F34" w:rsidP="003C5F34">
            <w:pPr>
              <w:pStyle w:val="TAC"/>
              <w:keepNext w:val="0"/>
              <w:rPr>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5837EB7D"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451F346" w14:textId="77777777" w:rsidR="003C5F34" w:rsidRPr="00DF6DD6" w:rsidRDefault="003C5F34" w:rsidP="003C5F34">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06EEAE9B"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64E8E8C8" w14:textId="77777777" w:rsidR="003C5F34" w:rsidRPr="00DF6DD6" w:rsidRDefault="003C5F34" w:rsidP="003C5F34">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0DAD32A0" w14:textId="1B99589B"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87BCE16"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509DF10A"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49" w:type="dxa"/>
            <w:vMerge/>
            <w:tcBorders>
              <w:left w:val="single" w:sz="4" w:space="0" w:color="auto"/>
              <w:bottom w:val="single" w:sz="4" w:space="0" w:color="auto"/>
              <w:right w:val="single" w:sz="4" w:space="0" w:color="auto"/>
            </w:tcBorders>
            <w:vAlign w:val="center"/>
          </w:tcPr>
          <w:p w14:paraId="5634FEAC" w14:textId="77777777" w:rsidR="003C5F34" w:rsidRPr="00DF6DD6" w:rsidRDefault="003C5F34" w:rsidP="003C5F34">
            <w:pPr>
              <w:pStyle w:val="TAC"/>
              <w:keepNext w:val="0"/>
              <w:rPr>
                <w:lang w:val="en-US" w:eastAsia="zh-CN"/>
              </w:rPr>
            </w:pPr>
          </w:p>
        </w:tc>
      </w:tr>
      <w:tr w:rsidR="003C5F34" w:rsidRPr="00DF6DD6" w14:paraId="62FD3BAC" w14:textId="77777777" w:rsidTr="00CE2DED">
        <w:trPr>
          <w:trHeight w:val="125"/>
          <w:jc w:val="center"/>
        </w:trPr>
        <w:tc>
          <w:tcPr>
            <w:tcW w:w="1034" w:type="dxa"/>
            <w:vMerge w:val="restart"/>
            <w:tcBorders>
              <w:top w:val="single" w:sz="4" w:space="0" w:color="auto"/>
              <w:left w:val="single" w:sz="4" w:space="0" w:color="auto"/>
              <w:bottom w:val="single" w:sz="4" w:space="0" w:color="auto"/>
              <w:right w:val="single" w:sz="4" w:space="0" w:color="auto"/>
            </w:tcBorders>
            <w:vAlign w:val="center"/>
            <w:hideMark/>
          </w:tcPr>
          <w:p w14:paraId="07A37191" w14:textId="77777777" w:rsidR="003C5F34" w:rsidRPr="00DF6DD6" w:rsidRDefault="003C5F34" w:rsidP="003C5F34">
            <w:pPr>
              <w:pStyle w:val="TAC"/>
              <w:keepNext w:val="0"/>
              <w:rPr>
                <w:lang w:val="en-US"/>
              </w:rPr>
            </w:pPr>
            <w:r w:rsidRPr="00DF6DD6">
              <w:rPr>
                <w:lang w:val="en-US"/>
              </w:rPr>
              <w:t>CA_n</w:t>
            </w:r>
            <w:r w:rsidRPr="00DF6DD6">
              <w:rPr>
                <w:rFonts w:hint="eastAsia"/>
                <w:lang w:val="en-US" w:eastAsia="zh-CN"/>
              </w:rPr>
              <w:t>71</w:t>
            </w:r>
            <w:r w:rsidRPr="00DF6DD6">
              <w:rPr>
                <w:lang w:val="en-US"/>
              </w:rPr>
              <w:t>A-n</w:t>
            </w:r>
            <w:r w:rsidRPr="00DF6DD6">
              <w:rPr>
                <w:rFonts w:hint="eastAsia"/>
                <w:lang w:val="en-US" w:eastAsia="zh-CN"/>
              </w:rPr>
              <w:t>257</w:t>
            </w:r>
            <w:r w:rsidRPr="00DF6DD6">
              <w:rPr>
                <w:lang w:val="en-US"/>
              </w:rPr>
              <w:t>A</w:t>
            </w:r>
          </w:p>
        </w:tc>
        <w:tc>
          <w:tcPr>
            <w:tcW w:w="1034" w:type="dxa"/>
            <w:vMerge w:val="restart"/>
            <w:tcBorders>
              <w:top w:val="single" w:sz="4" w:space="0" w:color="auto"/>
              <w:left w:val="single" w:sz="4" w:space="0" w:color="auto"/>
              <w:bottom w:val="single" w:sz="4" w:space="0" w:color="auto"/>
              <w:right w:val="single" w:sz="4" w:space="0" w:color="auto"/>
            </w:tcBorders>
            <w:vAlign w:val="center"/>
            <w:hideMark/>
          </w:tcPr>
          <w:p w14:paraId="24487576" w14:textId="77777777" w:rsidR="003C5F34" w:rsidRPr="00DF6DD6" w:rsidRDefault="003C5F34" w:rsidP="003C5F34">
            <w:pPr>
              <w:pStyle w:val="TAC"/>
              <w:keepNext w:val="0"/>
              <w:rPr>
                <w:lang w:val="en-US" w:eastAsia="zh-CN"/>
              </w:rPr>
            </w:pPr>
            <w:r w:rsidRPr="00DF6DD6">
              <w:rPr>
                <w:rFonts w:hint="eastAsia"/>
                <w:lang w:val="en-US" w:eastAsia="zh-CN"/>
              </w:rPr>
              <w:t>-</w:t>
            </w:r>
          </w:p>
        </w:tc>
        <w:tc>
          <w:tcPr>
            <w:tcW w:w="746" w:type="dxa"/>
            <w:vMerge w:val="restart"/>
            <w:tcBorders>
              <w:top w:val="single" w:sz="4" w:space="0" w:color="auto"/>
              <w:left w:val="single" w:sz="4" w:space="0" w:color="auto"/>
              <w:bottom w:val="single" w:sz="4" w:space="0" w:color="auto"/>
              <w:right w:val="single" w:sz="4" w:space="0" w:color="auto"/>
            </w:tcBorders>
            <w:vAlign w:val="center"/>
            <w:hideMark/>
          </w:tcPr>
          <w:p w14:paraId="0ACEE2AC" w14:textId="77777777" w:rsidR="003C5F34" w:rsidRPr="00DF6DD6" w:rsidRDefault="003C5F34" w:rsidP="003C5F34">
            <w:pPr>
              <w:pStyle w:val="TAC"/>
              <w:keepNext w:val="0"/>
              <w:rPr>
                <w:lang w:val="en-US" w:eastAsia="zh-CN"/>
              </w:rPr>
            </w:pPr>
            <w:r w:rsidRPr="00DF6DD6">
              <w:rPr>
                <w:rFonts w:hint="eastAsia"/>
                <w:lang w:val="en-US" w:eastAsia="zh-CN"/>
              </w:rPr>
              <w:t>n</w:t>
            </w:r>
            <w:r w:rsidRPr="00DF6DD6">
              <w:rPr>
                <w:rFonts w:hint="eastAsia"/>
                <w:lang w:eastAsia="zh-CN"/>
              </w:rPr>
              <w:t>71</w:t>
            </w:r>
          </w:p>
        </w:tc>
        <w:tc>
          <w:tcPr>
            <w:tcW w:w="725" w:type="dxa"/>
            <w:tcBorders>
              <w:top w:val="single" w:sz="4" w:space="0" w:color="auto"/>
              <w:left w:val="single" w:sz="4" w:space="0" w:color="auto"/>
              <w:bottom w:val="single" w:sz="4" w:space="0" w:color="auto"/>
              <w:right w:val="single" w:sz="4" w:space="0" w:color="auto"/>
            </w:tcBorders>
            <w:hideMark/>
          </w:tcPr>
          <w:p w14:paraId="3DDA99CE" w14:textId="77777777" w:rsidR="003C5F34" w:rsidRPr="00DF6DD6" w:rsidRDefault="003C5F34" w:rsidP="003C5F34">
            <w:pPr>
              <w:pStyle w:val="TAC"/>
              <w:keepNext w:val="0"/>
            </w:pPr>
            <w:r w:rsidRPr="00DF6DD6">
              <w:t>15</w:t>
            </w:r>
          </w:p>
        </w:tc>
        <w:tc>
          <w:tcPr>
            <w:tcW w:w="477" w:type="dxa"/>
            <w:tcBorders>
              <w:top w:val="single" w:sz="4" w:space="0" w:color="auto"/>
              <w:left w:val="single" w:sz="4" w:space="0" w:color="auto"/>
              <w:bottom w:val="single" w:sz="4" w:space="0" w:color="auto"/>
              <w:right w:val="single" w:sz="4" w:space="0" w:color="auto"/>
            </w:tcBorders>
          </w:tcPr>
          <w:p w14:paraId="064B4BF5" w14:textId="77777777" w:rsidR="003C5F34" w:rsidRPr="00DF6DD6" w:rsidRDefault="003C5F34" w:rsidP="003C5F34">
            <w:pPr>
              <w:pStyle w:val="TAC"/>
              <w:keepNext w:val="0"/>
              <w:rPr>
                <w:rFonts w:eastAsia="Yu Mincho"/>
              </w:rPr>
            </w:pPr>
            <w:r w:rsidRPr="00DF6DD6">
              <w:rPr>
                <w:rFonts w:eastAsia="Yu Mincho"/>
              </w:rPr>
              <w:t>Yes</w:t>
            </w:r>
          </w:p>
        </w:tc>
        <w:tc>
          <w:tcPr>
            <w:tcW w:w="614" w:type="dxa"/>
            <w:tcBorders>
              <w:top w:val="single" w:sz="4" w:space="0" w:color="auto"/>
              <w:left w:val="single" w:sz="4" w:space="0" w:color="auto"/>
              <w:bottom w:val="single" w:sz="4" w:space="0" w:color="auto"/>
              <w:right w:val="single" w:sz="4" w:space="0" w:color="auto"/>
            </w:tcBorders>
            <w:vAlign w:val="center"/>
          </w:tcPr>
          <w:p w14:paraId="11AD9A7F" w14:textId="77777777" w:rsidR="003C5F34" w:rsidRPr="00DF6DD6" w:rsidRDefault="003C5F34" w:rsidP="003C5F34">
            <w:pPr>
              <w:pStyle w:val="TAC"/>
              <w:keepNext w:val="0"/>
              <w:rPr>
                <w:rFonts w:eastAsia="Yu Mincho"/>
              </w:rPr>
            </w:pPr>
            <w:r w:rsidRPr="00DF6DD6">
              <w:rPr>
                <w:rFonts w:eastAsia="Yu Mincho"/>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C0CBF38" w14:textId="77777777" w:rsidR="003C5F34" w:rsidRPr="00DF6DD6" w:rsidRDefault="003C5F34" w:rsidP="003C5F34">
            <w:pPr>
              <w:pStyle w:val="TAC"/>
              <w:keepNext w:val="0"/>
              <w:rPr>
                <w:rFonts w:eastAsia="Yu Mincho"/>
              </w:rPr>
            </w:pPr>
            <w:r w:rsidRPr="00DF6DD6">
              <w:rPr>
                <w:rFonts w:eastAsia="Yu Mincho"/>
              </w:rPr>
              <w:t>Yes</w:t>
            </w:r>
          </w:p>
        </w:tc>
        <w:tc>
          <w:tcPr>
            <w:tcW w:w="708" w:type="dxa"/>
            <w:tcBorders>
              <w:top w:val="single" w:sz="4" w:space="0" w:color="auto"/>
              <w:left w:val="single" w:sz="4" w:space="0" w:color="auto"/>
              <w:bottom w:val="single" w:sz="4" w:space="0" w:color="auto"/>
              <w:right w:val="single" w:sz="4" w:space="0" w:color="auto"/>
            </w:tcBorders>
            <w:vAlign w:val="center"/>
          </w:tcPr>
          <w:p w14:paraId="2010B351" w14:textId="77777777" w:rsidR="003C5F34" w:rsidRPr="00DF6DD6" w:rsidRDefault="003C5F34" w:rsidP="003C5F34">
            <w:pPr>
              <w:pStyle w:val="TAC"/>
              <w:keepNext w:val="0"/>
              <w:rPr>
                <w:rFonts w:eastAsia="Yu Mincho"/>
              </w:rPr>
            </w:pPr>
            <w:r w:rsidRPr="00DF6DD6">
              <w:rPr>
                <w:rFonts w:eastAsia="Yu Mincho"/>
              </w:rPr>
              <w:t>Yes</w:t>
            </w:r>
          </w:p>
        </w:tc>
        <w:tc>
          <w:tcPr>
            <w:tcW w:w="709" w:type="dxa"/>
            <w:tcBorders>
              <w:top w:val="single" w:sz="4" w:space="0" w:color="auto"/>
              <w:left w:val="single" w:sz="4" w:space="0" w:color="auto"/>
              <w:bottom w:val="single" w:sz="4" w:space="0" w:color="auto"/>
              <w:right w:val="single" w:sz="4" w:space="0" w:color="auto"/>
            </w:tcBorders>
          </w:tcPr>
          <w:p w14:paraId="3BBBFA73" w14:textId="77777777" w:rsidR="003C5F34" w:rsidRPr="00DF6DD6" w:rsidRDefault="003C5F34" w:rsidP="003C5F34">
            <w:pPr>
              <w:pStyle w:val="TAC"/>
              <w:keepNext w:val="0"/>
              <w:rPr>
                <w:lang w:val="en-US"/>
              </w:rPr>
            </w:pPr>
          </w:p>
        </w:tc>
        <w:tc>
          <w:tcPr>
            <w:tcW w:w="709" w:type="dxa"/>
            <w:tcBorders>
              <w:top w:val="single" w:sz="4" w:space="0" w:color="auto"/>
              <w:left w:val="single" w:sz="4" w:space="0" w:color="auto"/>
              <w:bottom w:val="single" w:sz="4" w:space="0" w:color="auto"/>
              <w:right w:val="single" w:sz="4" w:space="0" w:color="auto"/>
            </w:tcBorders>
          </w:tcPr>
          <w:p w14:paraId="3583E751" w14:textId="77777777" w:rsidR="003C5F34" w:rsidRPr="00DF6DD6" w:rsidRDefault="003C5F34" w:rsidP="003C5F34">
            <w:pPr>
              <w:pStyle w:val="TAC"/>
              <w:keepNext w:val="0"/>
              <w:rPr>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204DEA97" w14:textId="77777777" w:rsidR="003C5F34" w:rsidRPr="00DF6DD6" w:rsidRDefault="003C5F34" w:rsidP="003C5F34">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682D665D"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35AD6D8E"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30BCF0E0" w14:textId="16D648A4" w:rsidR="003C5F34" w:rsidRPr="00DF6DD6" w:rsidRDefault="003C5F34" w:rsidP="003C5F34">
            <w:pPr>
              <w:pStyle w:val="TAC"/>
              <w:keepNext w:val="0"/>
              <w:rPr>
                <w:lang w:eastAsia="zh-CN"/>
              </w:rPr>
            </w:pPr>
          </w:p>
        </w:tc>
        <w:tc>
          <w:tcPr>
            <w:tcW w:w="709" w:type="dxa"/>
            <w:tcBorders>
              <w:top w:val="single" w:sz="4" w:space="0" w:color="auto"/>
              <w:left w:val="single" w:sz="4" w:space="0" w:color="auto"/>
              <w:bottom w:val="single" w:sz="4" w:space="0" w:color="auto"/>
              <w:right w:val="single" w:sz="4" w:space="0" w:color="auto"/>
            </w:tcBorders>
          </w:tcPr>
          <w:p w14:paraId="5B719B36" w14:textId="77777777" w:rsidR="003C5F34" w:rsidRPr="00DF6DD6" w:rsidRDefault="003C5F34" w:rsidP="003C5F34">
            <w:pPr>
              <w:pStyle w:val="TAC"/>
              <w:keepNext w:val="0"/>
              <w:rPr>
                <w:lang w:eastAsia="zh-CN"/>
              </w:rPr>
            </w:pPr>
          </w:p>
        </w:tc>
        <w:tc>
          <w:tcPr>
            <w:tcW w:w="622" w:type="dxa"/>
            <w:tcBorders>
              <w:top w:val="single" w:sz="4" w:space="0" w:color="auto"/>
              <w:left w:val="single" w:sz="4" w:space="0" w:color="auto"/>
              <w:bottom w:val="single" w:sz="4" w:space="0" w:color="auto"/>
              <w:right w:val="single" w:sz="4" w:space="0" w:color="auto"/>
            </w:tcBorders>
            <w:vAlign w:val="center"/>
          </w:tcPr>
          <w:p w14:paraId="305C5EA7" w14:textId="77777777" w:rsidR="003C5F34" w:rsidRPr="00DF6DD6" w:rsidRDefault="003C5F34" w:rsidP="003C5F34">
            <w:pPr>
              <w:pStyle w:val="TAC"/>
              <w:keepNext w:val="0"/>
              <w:rPr>
                <w:lang w:eastAsia="zh-CN"/>
              </w:rPr>
            </w:pPr>
          </w:p>
        </w:tc>
        <w:tc>
          <w:tcPr>
            <w:tcW w:w="749" w:type="dxa"/>
            <w:vMerge w:val="restart"/>
            <w:tcBorders>
              <w:top w:val="single" w:sz="4" w:space="0" w:color="auto"/>
              <w:left w:val="single" w:sz="4" w:space="0" w:color="auto"/>
              <w:bottom w:val="single" w:sz="4" w:space="0" w:color="auto"/>
              <w:right w:val="single" w:sz="4" w:space="0" w:color="auto"/>
            </w:tcBorders>
            <w:vAlign w:val="center"/>
            <w:hideMark/>
          </w:tcPr>
          <w:p w14:paraId="62A8060E" w14:textId="77777777" w:rsidR="003C5F34" w:rsidRPr="00DF6DD6" w:rsidRDefault="003C5F34" w:rsidP="003C5F34">
            <w:pPr>
              <w:pStyle w:val="TAC"/>
              <w:keepNext w:val="0"/>
              <w:rPr>
                <w:lang w:val="en-US" w:eastAsia="zh-CN"/>
              </w:rPr>
            </w:pPr>
            <w:r w:rsidRPr="00DF6DD6">
              <w:rPr>
                <w:lang w:val="en-US" w:eastAsia="zh-CN"/>
              </w:rPr>
              <w:t>0</w:t>
            </w:r>
          </w:p>
        </w:tc>
      </w:tr>
      <w:tr w:rsidR="003C5F34" w:rsidRPr="00DF6DD6" w14:paraId="690AB4B0" w14:textId="77777777" w:rsidTr="00CE2DED">
        <w:trPr>
          <w:trHeight w:val="125"/>
          <w:jc w:val="center"/>
        </w:trPr>
        <w:tc>
          <w:tcPr>
            <w:tcW w:w="1034" w:type="dxa"/>
            <w:vMerge/>
            <w:tcBorders>
              <w:top w:val="single" w:sz="4" w:space="0" w:color="auto"/>
              <w:left w:val="single" w:sz="4" w:space="0" w:color="auto"/>
              <w:bottom w:val="single" w:sz="4" w:space="0" w:color="auto"/>
              <w:right w:val="single" w:sz="4" w:space="0" w:color="auto"/>
            </w:tcBorders>
            <w:vAlign w:val="center"/>
            <w:hideMark/>
          </w:tcPr>
          <w:p w14:paraId="27E7279A" w14:textId="77777777" w:rsidR="003C5F34" w:rsidRPr="00DF6DD6" w:rsidRDefault="003C5F34" w:rsidP="003C5F34">
            <w:pPr>
              <w:pStyle w:val="TAC"/>
              <w:keepNext w:val="0"/>
              <w:rPr>
                <w:lang w:val="en-US"/>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69E70AEC" w14:textId="77777777" w:rsidR="003C5F34" w:rsidRPr="00DF6DD6" w:rsidRDefault="003C5F34" w:rsidP="003C5F34">
            <w:pPr>
              <w:pStyle w:val="TAC"/>
              <w:keepNext w:val="0"/>
              <w:rPr>
                <w:lang w:val="en-US"/>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14:paraId="5F9AE09D"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hideMark/>
          </w:tcPr>
          <w:p w14:paraId="53A7E1EB" w14:textId="77777777" w:rsidR="003C5F34" w:rsidRPr="00DF6DD6" w:rsidRDefault="003C5F34" w:rsidP="003C5F34">
            <w:pPr>
              <w:pStyle w:val="TAC"/>
              <w:keepNext w:val="0"/>
              <w:rPr>
                <w:lang w:eastAsia="zh-CN"/>
              </w:rPr>
            </w:pPr>
            <w:r w:rsidRPr="00DF6DD6">
              <w:t>30</w:t>
            </w:r>
          </w:p>
        </w:tc>
        <w:tc>
          <w:tcPr>
            <w:tcW w:w="477" w:type="dxa"/>
            <w:tcBorders>
              <w:top w:val="single" w:sz="4" w:space="0" w:color="auto"/>
              <w:left w:val="single" w:sz="4" w:space="0" w:color="auto"/>
              <w:bottom w:val="single" w:sz="4" w:space="0" w:color="auto"/>
              <w:right w:val="single" w:sz="4" w:space="0" w:color="auto"/>
            </w:tcBorders>
          </w:tcPr>
          <w:p w14:paraId="6A92CA03" w14:textId="77777777" w:rsidR="003C5F34" w:rsidRPr="00DF6DD6" w:rsidRDefault="003C5F34" w:rsidP="003C5F34">
            <w:pPr>
              <w:pStyle w:val="TAC"/>
              <w:keepNext w:val="0"/>
              <w:rPr>
                <w:rFonts w:eastAsia="Yu Mincho"/>
              </w:rPr>
            </w:pPr>
          </w:p>
        </w:tc>
        <w:tc>
          <w:tcPr>
            <w:tcW w:w="614" w:type="dxa"/>
            <w:tcBorders>
              <w:top w:val="single" w:sz="4" w:space="0" w:color="auto"/>
              <w:left w:val="single" w:sz="4" w:space="0" w:color="auto"/>
              <w:bottom w:val="single" w:sz="4" w:space="0" w:color="auto"/>
              <w:right w:val="single" w:sz="4" w:space="0" w:color="auto"/>
            </w:tcBorders>
          </w:tcPr>
          <w:p w14:paraId="1C5CC689" w14:textId="77777777" w:rsidR="003C5F34" w:rsidRPr="00DF6DD6" w:rsidRDefault="003C5F34" w:rsidP="003C5F34">
            <w:pPr>
              <w:pStyle w:val="TAC"/>
              <w:keepNext w:val="0"/>
              <w:rPr>
                <w:rFonts w:eastAsia="Yu Mincho"/>
              </w:rPr>
            </w:pPr>
            <w:r w:rsidRPr="00DF6DD6">
              <w:rPr>
                <w:rFonts w:eastAsia="Yu Mincho"/>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E392966" w14:textId="77777777" w:rsidR="003C5F34" w:rsidRPr="00DF6DD6" w:rsidRDefault="003C5F34" w:rsidP="003C5F34">
            <w:pPr>
              <w:pStyle w:val="TAC"/>
              <w:keepNext w:val="0"/>
              <w:rPr>
                <w:rFonts w:eastAsia="Yu Mincho"/>
              </w:rPr>
            </w:pPr>
            <w:r w:rsidRPr="00DF6DD6">
              <w:rPr>
                <w:rFonts w:eastAsia="Yu Mincho"/>
              </w:rPr>
              <w:t>Yes</w:t>
            </w:r>
          </w:p>
        </w:tc>
        <w:tc>
          <w:tcPr>
            <w:tcW w:w="708" w:type="dxa"/>
            <w:tcBorders>
              <w:top w:val="single" w:sz="4" w:space="0" w:color="auto"/>
              <w:left w:val="single" w:sz="4" w:space="0" w:color="auto"/>
              <w:bottom w:val="single" w:sz="4" w:space="0" w:color="auto"/>
              <w:right w:val="single" w:sz="4" w:space="0" w:color="auto"/>
            </w:tcBorders>
            <w:vAlign w:val="center"/>
          </w:tcPr>
          <w:p w14:paraId="61F5E74C" w14:textId="77777777" w:rsidR="003C5F34" w:rsidRPr="00DF6DD6" w:rsidRDefault="003C5F34" w:rsidP="003C5F34">
            <w:pPr>
              <w:pStyle w:val="TAC"/>
              <w:keepNext w:val="0"/>
              <w:rPr>
                <w:rFonts w:eastAsia="Yu Mincho"/>
              </w:rPr>
            </w:pPr>
            <w:r w:rsidRPr="00DF6DD6">
              <w:rPr>
                <w:rFonts w:eastAsia="Yu Mincho"/>
              </w:rPr>
              <w:t>Yes</w:t>
            </w:r>
          </w:p>
        </w:tc>
        <w:tc>
          <w:tcPr>
            <w:tcW w:w="709" w:type="dxa"/>
            <w:tcBorders>
              <w:top w:val="single" w:sz="4" w:space="0" w:color="auto"/>
              <w:left w:val="single" w:sz="4" w:space="0" w:color="auto"/>
              <w:bottom w:val="single" w:sz="4" w:space="0" w:color="auto"/>
              <w:right w:val="single" w:sz="4" w:space="0" w:color="auto"/>
            </w:tcBorders>
          </w:tcPr>
          <w:p w14:paraId="31B7461F" w14:textId="77777777" w:rsidR="003C5F34" w:rsidRPr="00DF6DD6" w:rsidRDefault="003C5F34" w:rsidP="003C5F34">
            <w:pPr>
              <w:pStyle w:val="TAC"/>
              <w:keepNext w:val="0"/>
              <w:rPr>
                <w:lang w:val="en-US"/>
              </w:rPr>
            </w:pPr>
          </w:p>
        </w:tc>
        <w:tc>
          <w:tcPr>
            <w:tcW w:w="709" w:type="dxa"/>
            <w:tcBorders>
              <w:top w:val="single" w:sz="4" w:space="0" w:color="auto"/>
              <w:left w:val="single" w:sz="4" w:space="0" w:color="auto"/>
              <w:bottom w:val="single" w:sz="4" w:space="0" w:color="auto"/>
              <w:right w:val="single" w:sz="4" w:space="0" w:color="auto"/>
            </w:tcBorders>
          </w:tcPr>
          <w:p w14:paraId="5F09E23C" w14:textId="77777777" w:rsidR="003C5F34" w:rsidRPr="00DF6DD6" w:rsidRDefault="003C5F34" w:rsidP="003C5F34">
            <w:pPr>
              <w:pStyle w:val="TAC"/>
              <w:keepNext w:val="0"/>
              <w:rPr>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193902DF" w14:textId="77777777" w:rsidR="003C5F34" w:rsidRPr="00DF6DD6" w:rsidRDefault="003C5F34" w:rsidP="003C5F34">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3B2FEE24"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6EC9C7BF"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38CFBFB5" w14:textId="4FE712D1" w:rsidR="003C5F34" w:rsidRPr="00DF6DD6" w:rsidRDefault="003C5F34" w:rsidP="003C5F34">
            <w:pPr>
              <w:pStyle w:val="TAC"/>
              <w:keepNext w:val="0"/>
              <w:rPr>
                <w:lang w:eastAsia="zh-CN"/>
              </w:rPr>
            </w:pPr>
          </w:p>
        </w:tc>
        <w:tc>
          <w:tcPr>
            <w:tcW w:w="709" w:type="dxa"/>
            <w:tcBorders>
              <w:top w:val="single" w:sz="4" w:space="0" w:color="auto"/>
              <w:left w:val="single" w:sz="4" w:space="0" w:color="auto"/>
              <w:bottom w:val="single" w:sz="4" w:space="0" w:color="auto"/>
              <w:right w:val="single" w:sz="4" w:space="0" w:color="auto"/>
            </w:tcBorders>
          </w:tcPr>
          <w:p w14:paraId="14FA5A6C" w14:textId="77777777" w:rsidR="003C5F34" w:rsidRPr="00DF6DD6" w:rsidRDefault="003C5F34" w:rsidP="003C5F34">
            <w:pPr>
              <w:pStyle w:val="TAC"/>
              <w:keepNext w:val="0"/>
              <w:rPr>
                <w:lang w:eastAsia="zh-CN"/>
              </w:rPr>
            </w:pPr>
          </w:p>
        </w:tc>
        <w:tc>
          <w:tcPr>
            <w:tcW w:w="622" w:type="dxa"/>
            <w:tcBorders>
              <w:top w:val="single" w:sz="4" w:space="0" w:color="auto"/>
              <w:left w:val="single" w:sz="4" w:space="0" w:color="auto"/>
              <w:bottom w:val="single" w:sz="4" w:space="0" w:color="auto"/>
              <w:right w:val="single" w:sz="4" w:space="0" w:color="auto"/>
            </w:tcBorders>
            <w:vAlign w:val="center"/>
          </w:tcPr>
          <w:p w14:paraId="636BA8A4" w14:textId="77777777" w:rsidR="003C5F34" w:rsidRPr="00DF6DD6" w:rsidRDefault="003C5F34" w:rsidP="003C5F34">
            <w:pPr>
              <w:pStyle w:val="TAC"/>
              <w:keepNext w:val="0"/>
              <w:rPr>
                <w:lang w:eastAsia="zh-CN"/>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34317964" w14:textId="77777777" w:rsidR="003C5F34" w:rsidRPr="00DF6DD6" w:rsidRDefault="003C5F34" w:rsidP="003C5F34">
            <w:pPr>
              <w:pStyle w:val="TAC"/>
              <w:keepNext w:val="0"/>
              <w:rPr>
                <w:lang w:val="en-US" w:eastAsia="zh-CN"/>
              </w:rPr>
            </w:pPr>
          </w:p>
        </w:tc>
      </w:tr>
      <w:tr w:rsidR="003C5F34" w:rsidRPr="00DF6DD6" w14:paraId="71D863FD" w14:textId="77777777" w:rsidTr="00CE2DED">
        <w:trPr>
          <w:trHeight w:val="125"/>
          <w:jc w:val="center"/>
        </w:trPr>
        <w:tc>
          <w:tcPr>
            <w:tcW w:w="1034" w:type="dxa"/>
            <w:vMerge/>
            <w:tcBorders>
              <w:top w:val="single" w:sz="4" w:space="0" w:color="auto"/>
              <w:left w:val="single" w:sz="4" w:space="0" w:color="auto"/>
              <w:bottom w:val="single" w:sz="4" w:space="0" w:color="auto"/>
              <w:right w:val="single" w:sz="4" w:space="0" w:color="auto"/>
            </w:tcBorders>
            <w:vAlign w:val="center"/>
            <w:hideMark/>
          </w:tcPr>
          <w:p w14:paraId="5AC2A917" w14:textId="77777777" w:rsidR="003C5F34" w:rsidRPr="00DF6DD6" w:rsidRDefault="003C5F34" w:rsidP="003C5F34">
            <w:pPr>
              <w:pStyle w:val="TAC"/>
              <w:keepNext w:val="0"/>
              <w:rPr>
                <w:lang w:val="en-US"/>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78DDB96F" w14:textId="77777777" w:rsidR="003C5F34" w:rsidRPr="00DF6DD6" w:rsidRDefault="003C5F34" w:rsidP="003C5F34">
            <w:pPr>
              <w:pStyle w:val="TAC"/>
              <w:keepNext w:val="0"/>
              <w:rPr>
                <w:lang w:val="en-US"/>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14:paraId="6D1FCE9C"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hideMark/>
          </w:tcPr>
          <w:p w14:paraId="7846171A" w14:textId="77777777" w:rsidR="003C5F34" w:rsidRPr="00DF6DD6" w:rsidRDefault="003C5F34" w:rsidP="003C5F34">
            <w:pPr>
              <w:pStyle w:val="TAC"/>
              <w:keepNext w:val="0"/>
            </w:pPr>
            <w:r w:rsidRPr="00DF6DD6">
              <w:t>60</w:t>
            </w:r>
          </w:p>
        </w:tc>
        <w:tc>
          <w:tcPr>
            <w:tcW w:w="477" w:type="dxa"/>
            <w:tcBorders>
              <w:top w:val="single" w:sz="4" w:space="0" w:color="auto"/>
              <w:left w:val="single" w:sz="4" w:space="0" w:color="auto"/>
              <w:bottom w:val="single" w:sz="4" w:space="0" w:color="auto"/>
              <w:right w:val="single" w:sz="4" w:space="0" w:color="auto"/>
            </w:tcBorders>
          </w:tcPr>
          <w:p w14:paraId="33F137F5" w14:textId="77777777" w:rsidR="003C5F34" w:rsidRPr="00DF6DD6" w:rsidRDefault="003C5F34" w:rsidP="003C5F34">
            <w:pPr>
              <w:pStyle w:val="TAC"/>
              <w:keepNext w:val="0"/>
              <w:rPr>
                <w:lang w:eastAsia="zh-CN"/>
              </w:rPr>
            </w:pPr>
          </w:p>
        </w:tc>
        <w:tc>
          <w:tcPr>
            <w:tcW w:w="614" w:type="dxa"/>
            <w:tcBorders>
              <w:top w:val="single" w:sz="4" w:space="0" w:color="auto"/>
              <w:left w:val="single" w:sz="4" w:space="0" w:color="auto"/>
              <w:bottom w:val="single" w:sz="4" w:space="0" w:color="auto"/>
              <w:right w:val="single" w:sz="4" w:space="0" w:color="auto"/>
            </w:tcBorders>
            <w:vAlign w:val="center"/>
          </w:tcPr>
          <w:p w14:paraId="47FC810E" w14:textId="77777777" w:rsidR="003C5F34" w:rsidRPr="00DF6DD6" w:rsidRDefault="003C5F34" w:rsidP="003C5F34">
            <w:pPr>
              <w:pStyle w:val="TAC"/>
              <w:keepNext w:val="0"/>
              <w:rPr>
                <w:lang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3CEFC1C4" w14:textId="77777777" w:rsidR="003C5F34" w:rsidRPr="00DF6DD6" w:rsidRDefault="003C5F34" w:rsidP="003C5F34">
            <w:pPr>
              <w:pStyle w:val="TAC"/>
              <w:keepNext w:val="0"/>
              <w:rPr>
                <w:lang w:eastAsia="zh-CN"/>
              </w:rPr>
            </w:pPr>
          </w:p>
        </w:tc>
        <w:tc>
          <w:tcPr>
            <w:tcW w:w="708" w:type="dxa"/>
            <w:tcBorders>
              <w:top w:val="single" w:sz="4" w:space="0" w:color="auto"/>
              <w:left w:val="single" w:sz="4" w:space="0" w:color="auto"/>
              <w:bottom w:val="single" w:sz="4" w:space="0" w:color="auto"/>
              <w:right w:val="single" w:sz="4" w:space="0" w:color="auto"/>
            </w:tcBorders>
            <w:vAlign w:val="center"/>
          </w:tcPr>
          <w:p w14:paraId="54E94136" w14:textId="77777777" w:rsidR="003C5F34" w:rsidRPr="00DF6DD6" w:rsidRDefault="003C5F34" w:rsidP="003C5F34">
            <w:pPr>
              <w:pStyle w:val="TAC"/>
              <w:keepNext w:val="0"/>
              <w:rPr>
                <w:lang w:eastAsia="zh-CN"/>
              </w:rPr>
            </w:pPr>
          </w:p>
        </w:tc>
        <w:tc>
          <w:tcPr>
            <w:tcW w:w="709" w:type="dxa"/>
            <w:tcBorders>
              <w:top w:val="single" w:sz="4" w:space="0" w:color="auto"/>
              <w:left w:val="single" w:sz="4" w:space="0" w:color="auto"/>
              <w:bottom w:val="single" w:sz="4" w:space="0" w:color="auto"/>
              <w:right w:val="single" w:sz="4" w:space="0" w:color="auto"/>
            </w:tcBorders>
          </w:tcPr>
          <w:p w14:paraId="137799A0" w14:textId="77777777" w:rsidR="003C5F34" w:rsidRPr="00DF6DD6" w:rsidRDefault="003C5F34" w:rsidP="003C5F34">
            <w:pPr>
              <w:pStyle w:val="TAC"/>
              <w:keepNext w:val="0"/>
              <w:rPr>
                <w:lang w:val="en-US"/>
              </w:rPr>
            </w:pPr>
          </w:p>
        </w:tc>
        <w:tc>
          <w:tcPr>
            <w:tcW w:w="709" w:type="dxa"/>
            <w:tcBorders>
              <w:top w:val="single" w:sz="4" w:space="0" w:color="auto"/>
              <w:left w:val="single" w:sz="4" w:space="0" w:color="auto"/>
              <w:bottom w:val="single" w:sz="4" w:space="0" w:color="auto"/>
              <w:right w:val="single" w:sz="4" w:space="0" w:color="auto"/>
            </w:tcBorders>
          </w:tcPr>
          <w:p w14:paraId="6E4D3CE7" w14:textId="77777777" w:rsidR="003C5F34" w:rsidRPr="00DF6DD6" w:rsidRDefault="003C5F34" w:rsidP="003C5F34">
            <w:pPr>
              <w:pStyle w:val="TAC"/>
              <w:keepNext w:val="0"/>
              <w:rPr>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24266973" w14:textId="77777777" w:rsidR="003C5F34" w:rsidRPr="00DF6DD6" w:rsidRDefault="003C5F34" w:rsidP="003C5F34">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70A81A3F"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48FA4C0E"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7C03C8F0" w14:textId="2E3BD8D6" w:rsidR="003C5F34" w:rsidRPr="00DF6DD6" w:rsidRDefault="003C5F34" w:rsidP="003C5F34">
            <w:pPr>
              <w:pStyle w:val="TAC"/>
              <w:keepNext w:val="0"/>
              <w:rPr>
                <w:lang w:eastAsia="zh-CN"/>
              </w:rPr>
            </w:pPr>
          </w:p>
        </w:tc>
        <w:tc>
          <w:tcPr>
            <w:tcW w:w="709" w:type="dxa"/>
            <w:tcBorders>
              <w:top w:val="single" w:sz="4" w:space="0" w:color="auto"/>
              <w:left w:val="single" w:sz="4" w:space="0" w:color="auto"/>
              <w:bottom w:val="single" w:sz="4" w:space="0" w:color="auto"/>
              <w:right w:val="single" w:sz="4" w:space="0" w:color="auto"/>
            </w:tcBorders>
          </w:tcPr>
          <w:p w14:paraId="38408850" w14:textId="77777777" w:rsidR="003C5F34" w:rsidRPr="00DF6DD6" w:rsidRDefault="003C5F34" w:rsidP="003C5F34">
            <w:pPr>
              <w:pStyle w:val="TAC"/>
              <w:keepNext w:val="0"/>
              <w:rPr>
                <w:lang w:eastAsia="zh-CN"/>
              </w:rPr>
            </w:pPr>
          </w:p>
        </w:tc>
        <w:tc>
          <w:tcPr>
            <w:tcW w:w="622" w:type="dxa"/>
            <w:tcBorders>
              <w:top w:val="single" w:sz="4" w:space="0" w:color="auto"/>
              <w:left w:val="single" w:sz="4" w:space="0" w:color="auto"/>
              <w:bottom w:val="single" w:sz="4" w:space="0" w:color="auto"/>
              <w:right w:val="single" w:sz="4" w:space="0" w:color="auto"/>
            </w:tcBorders>
            <w:vAlign w:val="center"/>
          </w:tcPr>
          <w:p w14:paraId="1EBA38E9" w14:textId="77777777" w:rsidR="003C5F34" w:rsidRPr="00DF6DD6" w:rsidRDefault="003C5F34" w:rsidP="003C5F34">
            <w:pPr>
              <w:pStyle w:val="TAC"/>
              <w:keepNext w:val="0"/>
              <w:rPr>
                <w:lang w:eastAsia="zh-CN"/>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6925FFEF" w14:textId="77777777" w:rsidR="003C5F34" w:rsidRPr="00DF6DD6" w:rsidRDefault="003C5F34" w:rsidP="003C5F34">
            <w:pPr>
              <w:pStyle w:val="TAC"/>
              <w:keepNext w:val="0"/>
              <w:rPr>
                <w:lang w:val="en-US" w:eastAsia="zh-CN"/>
              </w:rPr>
            </w:pPr>
          </w:p>
        </w:tc>
      </w:tr>
      <w:tr w:rsidR="003C5F34" w:rsidRPr="00DF6DD6" w14:paraId="4E6EA366" w14:textId="77777777" w:rsidTr="00CE2DED">
        <w:trPr>
          <w:trHeight w:val="148"/>
          <w:jc w:val="center"/>
        </w:trPr>
        <w:tc>
          <w:tcPr>
            <w:tcW w:w="1034" w:type="dxa"/>
            <w:vMerge/>
            <w:tcBorders>
              <w:top w:val="single" w:sz="4" w:space="0" w:color="auto"/>
              <w:left w:val="single" w:sz="4" w:space="0" w:color="auto"/>
              <w:bottom w:val="single" w:sz="4" w:space="0" w:color="auto"/>
              <w:right w:val="single" w:sz="4" w:space="0" w:color="auto"/>
            </w:tcBorders>
            <w:vAlign w:val="center"/>
            <w:hideMark/>
          </w:tcPr>
          <w:p w14:paraId="1580DDE5" w14:textId="77777777" w:rsidR="003C5F34" w:rsidRPr="00DF6DD6" w:rsidRDefault="003C5F34" w:rsidP="003C5F34">
            <w:pPr>
              <w:pStyle w:val="TAC"/>
              <w:keepNext w:val="0"/>
              <w:rPr>
                <w:lang w:val="en-US"/>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0BCD4CC6" w14:textId="77777777" w:rsidR="003C5F34" w:rsidRPr="00DF6DD6" w:rsidRDefault="003C5F34" w:rsidP="003C5F34">
            <w:pPr>
              <w:pStyle w:val="TAC"/>
              <w:keepNext w:val="0"/>
              <w:rPr>
                <w:lang w:val="en-US"/>
              </w:rPr>
            </w:pPr>
          </w:p>
        </w:tc>
        <w:tc>
          <w:tcPr>
            <w:tcW w:w="746" w:type="dxa"/>
            <w:vMerge w:val="restart"/>
            <w:tcBorders>
              <w:top w:val="single" w:sz="4" w:space="0" w:color="auto"/>
              <w:left w:val="single" w:sz="4" w:space="0" w:color="auto"/>
              <w:bottom w:val="single" w:sz="4" w:space="0" w:color="auto"/>
              <w:right w:val="single" w:sz="4" w:space="0" w:color="auto"/>
            </w:tcBorders>
            <w:vAlign w:val="center"/>
            <w:hideMark/>
          </w:tcPr>
          <w:p w14:paraId="5E06EC58" w14:textId="77777777" w:rsidR="003C5F34" w:rsidRPr="00DF6DD6" w:rsidRDefault="003C5F34" w:rsidP="003C5F34">
            <w:pPr>
              <w:pStyle w:val="TAC"/>
              <w:keepNext w:val="0"/>
              <w:rPr>
                <w:lang w:val="en-US" w:eastAsia="zh-CN"/>
              </w:rPr>
            </w:pPr>
            <w:r w:rsidRPr="00DF6DD6">
              <w:rPr>
                <w:rFonts w:hint="eastAsia"/>
                <w:lang w:val="en-US" w:eastAsia="zh-CN"/>
              </w:rPr>
              <w:t>n</w:t>
            </w:r>
            <w:r w:rsidRPr="00DF6DD6">
              <w:rPr>
                <w:rFonts w:hint="eastAsia"/>
                <w:lang w:eastAsia="zh-CN"/>
              </w:rPr>
              <w:t>257</w:t>
            </w:r>
          </w:p>
        </w:tc>
        <w:tc>
          <w:tcPr>
            <w:tcW w:w="725" w:type="dxa"/>
            <w:tcBorders>
              <w:top w:val="single" w:sz="4" w:space="0" w:color="auto"/>
              <w:left w:val="single" w:sz="4" w:space="0" w:color="auto"/>
              <w:bottom w:val="single" w:sz="4" w:space="0" w:color="auto"/>
              <w:right w:val="single" w:sz="4" w:space="0" w:color="auto"/>
            </w:tcBorders>
            <w:hideMark/>
          </w:tcPr>
          <w:p w14:paraId="4AA5D072" w14:textId="77777777" w:rsidR="003C5F34" w:rsidRPr="00DF6DD6" w:rsidRDefault="003C5F34" w:rsidP="003C5F34">
            <w:pPr>
              <w:pStyle w:val="TAC"/>
              <w:keepNext w:val="0"/>
              <w:rPr>
                <w:lang w:eastAsia="zh-CN"/>
              </w:rPr>
            </w:pPr>
            <w:r w:rsidRPr="00DF6DD6">
              <w:rPr>
                <w:rFonts w:hint="eastAsia"/>
                <w:lang w:eastAsia="zh-CN"/>
              </w:rPr>
              <w:t>60</w:t>
            </w:r>
          </w:p>
        </w:tc>
        <w:tc>
          <w:tcPr>
            <w:tcW w:w="477" w:type="dxa"/>
            <w:tcBorders>
              <w:top w:val="single" w:sz="4" w:space="0" w:color="auto"/>
              <w:left w:val="single" w:sz="4" w:space="0" w:color="auto"/>
              <w:bottom w:val="single" w:sz="4" w:space="0" w:color="auto"/>
              <w:right w:val="single" w:sz="4" w:space="0" w:color="auto"/>
            </w:tcBorders>
          </w:tcPr>
          <w:p w14:paraId="563A9581" w14:textId="77777777" w:rsidR="003C5F34" w:rsidRPr="00DF6DD6" w:rsidRDefault="003C5F34" w:rsidP="003C5F34">
            <w:pPr>
              <w:pStyle w:val="TAC"/>
              <w:keepNext w:val="0"/>
              <w:rPr>
                <w:szCs w:val="18"/>
                <w:lang w:eastAsia="zh-CN"/>
              </w:rPr>
            </w:pPr>
          </w:p>
        </w:tc>
        <w:tc>
          <w:tcPr>
            <w:tcW w:w="614" w:type="dxa"/>
            <w:tcBorders>
              <w:top w:val="single" w:sz="4" w:space="0" w:color="auto"/>
              <w:left w:val="single" w:sz="4" w:space="0" w:color="auto"/>
              <w:bottom w:val="single" w:sz="4" w:space="0" w:color="auto"/>
              <w:right w:val="single" w:sz="4" w:space="0" w:color="auto"/>
            </w:tcBorders>
            <w:vAlign w:val="center"/>
          </w:tcPr>
          <w:p w14:paraId="20866BE1" w14:textId="77777777" w:rsidR="003C5F34" w:rsidRPr="00DF6DD6" w:rsidRDefault="003C5F34" w:rsidP="003C5F34">
            <w:pPr>
              <w:pStyle w:val="TAC"/>
              <w:keepNext w:val="0"/>
              <w:rPr>
                <w:szCs w:val="18"/>
                <w:lang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5FE54D6F" w14:textId="77777777" w:rsidR="003C5F34" w:rsidRPr="00DF6DD6" w:rsidRDefault="003C5F34" w:rsidP="003C5F34">
            <w:pPr>
              <w:pStyle w:val="TAC"/>
              <w:keepNext w:val="0"/>
              <w:rPr>
                <w:szCs w:val="18"/>
                <w:lang w:eastAsia="zh-CN"/>
              </w:rPr>
            </w:pPr>
          </w:p>
        </w:tc>
        <w:tc>
          <w:tcPr>
            <w:tcW w:w="708" w:type="dxa"/>
            <w:tcBorders>
              <w:top w:val="single" w:sz="4" w:space="0" w:color="auto"/>
              <w:left w:val="single" w:sz="4" w:space="0" w:color="auto"/>
              <w:bottom w:val="single" w:sz="4" w:space="0" w:color="auto"/>
              <w:right w:val="single" w:sz="4" w:space="0" w:color="auto"/>
            </w:tcBorders>
            <w:vAlign w:val="center"/>
          </w:tcPr>
          <w:p w14:paraId="7AD88C17" w14:textId="77777777" w:rsidR="003C5F34" w:rsidRPr="00DF6DD6" w:rsidRDefault="003C5F34" w:rsidP="003C5F34">
            <w:pPr>
              <w:pStyle w:val="TAC"/>
              <w:keepNext w:val="0"/>
              <w:rPr>
                <w:szCs w:val="18"/>
                <w:lang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6083365B" w14:textId="77777777" w:rsidR="003C5F34" w:rsidRPr="00DF6DD6" w:rsidRDefault="003C5F34" w:rsidP="003C5F34">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24C91F65"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52C63377" w14:textId="77777777" w:rsidR="003C5F34" w:rsidRPr="00DF6DD6" w:rsidRDefault="003C5F34" w:rsidP="003C5F34">
            <w:pPr>
              <w:pStyle w:val="TAC"/>
              <w:keepNext w:val="0"/>
              <w:rPr>
                <w:lang w:eastAsia="ja-JP"/>
              </w:rPr>
            </w:pPr>
          </w:p>
        </w:tc>
        <w:tc>
          <w:tcPr>
            <w:tcW w:w="650" w:type="dxa"/>
            <w:tcBorders>
              <w:top w:val="single" w:sz="4" w:space="0" w:color="auto"/>
              <w:left w:val="single" w:sz="4" w:space="0" w:color="auto"/>
              <w:bottom w:val="single" w:sz="4" w:space="0" w:color="auto"/>
              <w:right w:val="single" w:sz="4" w:space="0" w:color="auto"/>
            </w:tcBorders>
          </w:tcPr>
          <w:p w14:paraId="18B14AE7" w14:textId="77777777" w:rsidR="003C5F34" w:rsidRPr="00DF6DD6" w:rsidRDefault="003C5F34" w:rsidP="003C5F34">
            <w:pPr>
              <w:pStyle w:val="TAC"/>
              <w:keepNext w:val="0"/>
              <w:rPr>
                <w:lang w:eastAsia="ja-JP"/>
              </w:rPr>
            </w:pPr>
          </w:p>
        </w:tc>
        <w:tc>
          <w:tcPr>
            <w:tcW w:w="625" w:type="dxa"/>
            <w:tcBorders>
              <w:top w:val="single" w:sz="4" w:space="0" w:color="auto"/>
              <w:left w:val="single" w:sz="4" w:space="0" w:color="auto"/>
              <w:bottom w:val="single" w:sz="4" w:space="0" w:color="auto"/>
              <w:right w:val="single" w:sz="4" w:space="0" w:color="auto"/>
            </w:tcBorders>
          </w:tcPr>
          <w:p w14:paraId="06A864A2" w14:textId="77777777" w:rsidR="003C5F34" w:rsidRPr="00DF6DD6" w:rsidRDefault="003C5F34" w:rsidP="003C5F34">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64933E42" w14:textId="651235D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FC8489C"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41967252" w14:textId="77777777" w:rsidR="003C5F34" w:rsidRPr="00DF6DD6" w:rsidRDefault="003C5F34" w:rsidP="003C5F34">
            <w:pPr>
              <w:pStyle w:val="TAC"/>
              <w:keepNext w:val="0"/>
              <w:rPr>
                <w:rFonts w:cs="Arial"/>
                <w:lang w:val="sv-SE"/>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43AC9220" w14:textId="77777777" w:rsidR="003C5F34" w:rsidRPr="00DF6DD6" w:rsidRDefault="003C5F34" w:rsidP="003C5F34">
            <w:pPr>
              <w:pStyle w:val="TAC"/>
              <w:keepNext w:val="0"/>
              <w:rPr>
                <w:lang w:val="en-US" w:eastAsia="zh-CN"/>
              </w:rPr>
            </w:pPr>
          </w:p>
        </w:tc>
      </w:tr>
      <w:tr w:rsidR="003C5F34" w:rsidRPr="00DF6DD6" w14:paraId="7CEDA80F" w14:textId="77777777" w:rsidTr="00CE2DED">
        <w:trPr>
          <w:trHeight w:val="148"/>
          <w:jc w:val="center"/>
        </w:trPr>
        <w:tc>
          <w:tcPr>
            <w:tcW w:w="1034" w:type="dxa"/>
            <w:vMerge/>
            <w:tcBorders>
              <w:top w:val="single" w:sz="4" w:space="0" w:color="auto"/>
              <w:left w:val="single" w:sz="4" w:space="0" w:color="auto"/>
              <w:bottom w:val="single" w:sz="4" w:space="0" w:color="auto"/>
              <w:right w:val="single" w:sz="4" w:space="0" w:color="auto"/>
            </w:tcBorders>
            <w:vAlign w:val="center"/>
            <w:hideMark/>
          </w:tcPr>
          <w:p w14:paraId="057F6EBA" w14:textId="77777777" w:rsidR="003C5F34" w:rsidRPr="00DF6DD6" w:rsidRDefault="003C5F34" w:rsidP="003C5F34">
            <w:pPr>
              <w:pStyle w:val="TAC"/>
              <w:keepNext w:val="0"/>
              <w:rPr>
                <w:lang w:val="en-US"/>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04C793EA" w14:textId="77777777" w:rsidR="003C5F34" w:rsidRPr="00DF6DD6" w:rsidRDefault="003C5F34" w:rsidP="003C5F34">
            <w:pPr>
              <w:pStyle w:val="TAC"/>
              <w:keepNext w:val="0"/>
              <w:rPr>
                <w:lang w:val="en-US"/>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14:paraId="77823047"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hideMark/>
          </w:tcPr>
          <w:p w14:paraId="5882FD71" w14:textId="77777777" w:rsidR="003C5F34" w:rsidRPr="00DF6DD6" w:rsidRDefault="003C5F34" w:rsidP="003C5F34">
            <w:pPr>
              <w:pStyle w:val="TAC"/>
              <w:keepNext w:val="0"/>
              <w:rPr>
                <w:lang w:val="en-US" w:eastAsia="zh-CN"/>
              </w:rPr>
            </w:pPr>
            <w:r w:rsidRPr="00DF6DD6">
              <w:rPr>
                <w:rFonts w:hint="eastAsia"/>
                <w:lang w:val="en-US" w:eastAsia="zh-CN"/>
              </w:rPr>
              <w:t>120</w:t>
            </w:r>
          </w:p>
        </w:tc>
        <w:tc>
          <w:tcPr>
            <w:tcW w:w="477" w:type="dxa"/>
            <w:tcBorders>
              <w:top w:val="single" w:sz="4" w:space="0" w:color="auto"/>
              <w:left w:val="single" w:sz="4" w:space="0" w:color="auto"/>
              <w:bottom w:val="single" w:sz="4" w:space="0" w:color="auto"/>
              <w:right w:val="single" w:sz="4" w:space="0" w:color="auto"/>
            </w:tcBorders>
          </w:tcPr>
          <w:p w14:paraId="3441B663" w14:textId="77777777" w:rsidR="003C5F34" w:rsidRPr="00DF6DD6" w:rsidRDefault="003C5F34" w:rsidP="003C5F34">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57FEC1BD" w14:textId="77777777" w:rsidR="003C5F34" w:rsidRPr="00DF6DD6" w:rsidRDefault="003C5F34" w:rsidP="003C5F34">
            <w:pPr>
              <w:pStyle w:val="TAC"/>
              <w:keepNext w:val="0"/>
              <w:rPr>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35B5E54" w14:textId="77777777" w:rsidR="003C5F34" w:rsidRPr="00DF6DD6" w:rsidRDefault="003C5F34" w:rsidP="003C5F34">
            <w:pPr>
              <w:pStyle w:val="TAC"/>
              <w:keepNext w:val="0"/>
              <w:rPr>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433EA138" w14:textId="77777777" w:rsidR="003C5F34" w:rsidRPr="00DF6DD6" w:rsidRDefault="003C5F34" w:rsidP="003C5F34">
            <w:pPr>
              <w:pStyle w:val="TAC"/>
              <w:keepNext w:val="0"/>
              <w:rPr>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4BBBFFA" w14:textId="77777777" w:rsidR="003C5F34" w:rsidRPr="00DF6DD6" w:rsidRDefault="003C5F34" w:rsidP="003C5F34">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41C0C378"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B17B0C8" w14:textId="77777777" w:rsidR="003C5F34" w:rsidRPr="00DF6DD6" w:rsidRDefault="003C5F34" w:rsidP="003C5F34">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76E5A87E"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6CA5EF59" w14:textId="77777777" w:rsidR="003C5F34" w:rsidRPr="00DF6DD6" w:rsidRDefault="003C5F34" w:rsidP="003C5F34">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637DE0AF" w14:textId="3813DA2E"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F217D9A"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72DC6997"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0CCBAE62" w14:textId="77777777" w:rsidR="003C5F34" w:rsidRPr="00DF6DD6" w:rsidRDefault="003C5F34" w:rsidP="003C5F34">
            <w:pPr>
              <w:pStyle w:val="TAC"/>
              <w:keepNext w:val="0"/>
              <w:rPr>
                <w:lang w:val="en-US" w:eastAsia="zh-CN"/>
              </w:rPr>
            </w:pPr>
          </w:p>
        </w:tc>
      </w:tr>
      <w:tr w:rsidR="003C5F34" w:rsidRPr="00DF6DD6" w14:paraId="528F7E72" w14:textId="77777777" w:rsidTr="00CE2DED">
        <w:trPr>
          <w:trHeight w:val="148"/>
          <w:jc w:val="center"/>
        </w:trPr>
        <w:tc>
          <w:tcPr>
            <w:tcW w:w="1034" w:type="dxa"/>
            <w:vMerge w:val="restart"/>
            <w:tcBorders>
              <w:top w:val="single" w:sz="4" w:space="0" w:color="auto"/>
              <w:left w:val="single" w:sz="4" w:space="0" w:color="auto"/>
              <w:right w:val="single" w:sz="4" w:space="0" w:color="auto"/>
            </w:tcBorders>
            <w:vAlign w:val="center"/>
          </w:tcPr>
          <w:p w14:paraId="44554C13" w14:textId="77777777" w:rsidR="003C5F34" w:rsidRPr="00DF6DD6" w:rsidRDefault="003C5F34" w:rsidP="003C5F34">
            <w:pPr>
              <w:pStyle w:val="TAC"/>
              <w:keepNext w:val="0"/>
              <w:rPr>
                <w:lang w:val="en-US"/>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w:t>
            </w:r>
            <w:r w:rsidRPr="00DF6DD6">
              <w:rPr>
                <w:lang w:val="en-US"/>
              </w:rPr>
              <w:t>A</w:t>
            </w:r>
          </w:p>
        </w:tc>
        <w:tc>
          <w:tcPr>
            <w:tcW w:w="1034" w:type="dxa"/>
            <w:vMerge w:val="restart"/>
            <w:tcBorders>
              <w:top w:val="single" w:sz="4" w:space="0" w:color="auto"/>
              <w:left w:val="single" w:sz="4" w:space="0" w:color="auto"/>
              <w:right w:val="single" w:sz="4" w:space="0" w:color="auto"/>
            </w:tcBorders>
            <w:vAlign w:val="center"/>
          </w:tcPr>
          <w:p w14:paraId="17543BDD" w14:textId="77777777" w:rsidR="003C5F34" w:rsidRPr="00DF6DD6" w:rsidRDefault="003C5F34" w:rsidP="003C5F34">
            <w:pPr>
              <w:pStyle w:val="TAC"/>
              <w:keepNext w:val="0"/>
              <w:rPr>
                <w:lang w:val="en-US"/>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w:t>
            </w:r>
            <w:r w:rsidRPr="00DF6DD6">
              <w:rPr>
                <w:lang w:val="en-US"/>
              </w:rPr>
              <w:t>A</w:t>
            </w:r>
          </w:p>
        </w:tc>
        <w:tc>
          <w:tcPr>
            <w:tcW w:w="746" w:type="dxa"/>
            <w:vMerge w:val="restart"/>
            <w:tcBorders>
              <w:top w:val="single" w:sz="4" w:space="0" w:color="auto"/>
              <w:left w:val="single" w:sz="4" w:space="0" w:color="auto"/>
              <w:right w:val="single" w:sz="4" w:space="0" w:color="auto"/>
            </w:tcBorders>
            <w:vAlign w:val="center"/>
          </w:tcPr>
          <w:p w14:paraId="1589414A" w14:textId="77777777" w:rsidR="003C5F34" w:rsidRPr="00DF6DD6" w:rsidRDefault="003C5F34" w:rsidP="003C5F34">
            <w:pPr>
              <w:pStyle w:val="TAC"/>
              <w:keepNext w:val="0"/>
              <w:rPr>
                <w:lang w:val="en-US" w:eastAsia="zh-CN"/>
              </w:rPr>
            </w:pPr>
            <w:r w:rsidRPr="00DF6DD6">
              <w:rPr>
                <w:rFonts w:hint="eastAsia"/>
                <w:lang w:val="en-US" w:eastAsia="zh-CN"/>
              </w:rPr>
              <w:t>n</w:t>
            </w:r>
            <w:r w:rsidRPr="00DF6DD6">
              <w:rPr>
                <w:rFonts w:hint="eastAsia"/>
                <w:lang w:eastAsia="zh-CN"/>
              </w:rPr>
              <w:t>77</w:t>
            </w:r>
          </w:p>
        </w:tc>
        <w:tc>
          <w:tcPr>
            <w:tcW w:w="725" w:type="dxa"/>
            <w:tcBorders>
              <w:top w:val="single" w:sz="4" w:space="0" w:color="auto"/>
              <w:left w:val="single" w:sz="4" w:space="0" w:color="auto"/>
              <w:bottom w:val="single" w:sz="4" w:space="0" w:color="auto"/>
              <w:right w:val="single" w:sz="4" w:space="0" w:color="auto"/>
            </w:tcBorders>
          </w:tcPr>
          <w:p w14:paraId="4D9A699B" w14:textId="77777777" w:rsidR="003C5F34" w:rsidRPr="00DF6DD6" w:rsidRDefault="003C5F34" w:rsidP="003C5F34">
            <w:pPr>
              <w:pStyle w:val="TAC"/>
              <w:keepNext w:val="0"/>
              <w:rPr>
                <w:lang w:val="en-US"/>
              </w:rPr>
            </w:pPr>
            <w:r w:rsidRPr="00DF6DD6">
              <w:t>15</w:t>
            </w:r>
          </w:p>
        </w:tc>
        <w:tc>
          <w:tcPr>
            <w:tcW w:w="477" w:type="dxa"/>
            <w:tcBorders>
              <w:top w:val="single" w:sz="4" w:space="0" w:color="auto"/>
              <w:left w:val="single" w:sz="4" w:space="0" w:color="auto"/>
              <w:bottom w:val="single" w:sz="4" w:space="0" w:color="auto"/>
              <w:right w:val="single" w:sz="4" w:space="0" w:color="auto"/>
            </w:tcBorders>
          </w:tcPr>
          <w:p w14:paraId="37D24237" w14:textId="77777777" w:rsidR="003C5F34" w:rsidRPr="00DF6DD6" w:rsidRDefault="003C5F34" w:rsidP="003C5F34">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184308D5"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EB6867A"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1B51F1E1"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1B90C5F"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31C64DE"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3564FA6" w14:textId="77777777" w:rsidR="003C5F34" w:rsidRPr="00DF6DD6" w:rsidRDefault="003C5F34" w:rsidP="003C5F34">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vAlign w:val="center"/>
          </w:tcPr>
          <w:p w14:paraId="713A5337" w14:textId="77777777" w:rsidR="003C5F34" w:rsidRPr="00DF6DD6" w:rsidRDefault="003C5F34" w:rsidP="003C5F34">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tcPr>
          <w:p w14:paraId="1A35CAD7" w14:textId="77777777" w:rsidR="003C5F34" w:rsidRPr="00DF6DD6" w:rsidRDefault="003C5F34" w:rsidP="003C5F34">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tcPr>
          <w:p w14:paraId="659762DC" w14:textId="44D0D2DA" w:rsidR="003C5F34" w:rsidRPr="00DF6DD6" w:rsidRDefault="003C5F34" w:rsidP="003C5F34">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tcPr>
          <w:p w14:paraId="7BB871C0" w14:textId="77777777" w:rsidR="003C5F34" w:rsidRPr="00DF6DD6" w:rsidRDefault="003C5F34" w:rsidP="003C5F34">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6DF0DF2A" w14:textId="77777777" w:rsidR="003C5F34" w:rsidRPr="00DF6DD6" w:rsidRDefault="003C5F34" w:rsidP="003C5F34">
            <w:pPr>
              <w:pStyle w:val="TAC"/>
              <w:keepNext w:val="0"/>
              <w:rPr>
                <w:rFonts w:eastAsia="Yu Mincho"/>
                <w:szCs w:val="18"/>
              </w:rPr>
            </w:pPr>
          </w:p>
        </w:tc>
        <w:tc>
          <w:tcPr>
            <w:tcW w:w="749" w:type="dxa"/>
            <w:vMerge w:val="restart"/>
            <w:tcBorders>
              <w:top w:val="single" w:sz="4" w:space="0" w:color="auto"/>
              <w:left w:val="single" w:sz="4" w:space="0" w:color="auto"/>
              <w:right w:val="single" w:sz="4" w:space="0" w:color="auto"/>
            </w:tcBorders>
            <w:vAlign w:val="center"/>
          </w:tcPr>
          <w:p w14:paraId="4CAE3762" w14:textId="77777777" w:rsidR="003C5F34" w:rsidRPr="00DF6DD6" w:rsidRDefault="003C5F34" w:rsidP="003C5F34">
            <w:pPr>
              <w:pStyle w:val="TAC"/>
              <w:keepNext w:val="0"/>
              <w:rPr>
                <w:lang w:val="en-US" w:eastAsia="zh-CN"/>
              </w:rPr>
            </w:pPr>
            <w:r w:rsidRPr="00DF6DD6">
              <w:rPr>
                <w:lang w:val="en-US" w:eastAsia="zh-CN"/>
              </w:rPr>
              <w:t>0</w:t>
            </w:r>
          </w:p>
        </w:tc>
      </w:tr>
      <w:tr w:rsidR="003C5F34" w:rsidRPr="00DF6DD6" w14:paraId="6E149CD8" w14:textId="77777777" w:rsidTr="00CE2DED">
        <w:trPr>
          <w:trHeight w:val="148"/>
          <w:jc w:val="center"/>
        </w:trPr>
        <w:tc>
          <w:tcPr>
            <w:tcW w:w="1034" w:type="dxa"/>
            <w:vMerge/>
            <w:tcBorders>
              <w:left w:val="single" w:sz="4" w:space="0" w:color="auto"/>
              <w:right w:val="single" w:sz="4" w:space="0" w:color="auto"/>
            </w:tcBorders>
            <w:vAlign w:val="center"/>
          </w:tcPr>
          <w:p w14:paraId="65F2BF11" w14:textId="77777777" w:rsidR="003C5F34" w:rsidRPr="00DF6DD6" w:rsidRDefault="003C5F34" w:rsidP="003C5F34">
            <w:pPr>
              <w:pStyle w:val="TAC"/>
              <w:keepNext w:val="0"/>
              <w:rPr>
                <w:lang w:val="en-US"/>
              </w:rPr>
            </w:pPr>
          </w:p>
        </w:tc>
        <w:tc>
          <w:tcPr>
            <w:tcW w:w="1034" w:type="dxa"/>
            <w:vMerge/>
            <w:tcBorders>
              <w:left w:val="single" w:sz="4" w:space="0" w:color="auto"/>
              <w:right w:val="single" w:sz="4" w:space="0" w:color="auto"/>
            </w:tcBorders>
            <w:vAlign w:val="center"/>
          </w:tcPr>
          <w:p w14:paraId="2C98DF58" w14:textId="77777777" w:rsidR="003C5F34" w:rsidRPr="00DF6DD6" w:rsidRDefault="003C5F34" w:rsidP="003C5F34">
            <w:pPr>
              <w:pStyle w:val="TAC"/>
              <w:keepNext w:val="0"/>
              <w:rPr>
                <w:lang w:val="en-US"/>
              </w:rPr>
            </w:pPr>
          </w:p>
        </w:tc>
        <w:tc>
          <w:tcPr>
            <w:tcW w:w="746" w:type="dxa"/>
            <w:vMerge/>
            <w:tcBorders>
              <w:left w:val="single" w:sz="4" w:space="0" w:color="auto"/>
              <w:right w:val="single" w:sz="4" w:space="0" w:color="auto"/>
            </w:tcBorders>
            <w:vAlign w:val="center"/>
          </w:tcPr>
          <w:p w14:paraId="7FBD0995"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1225986F" w14:textId="77777777" w:rsidR="003C5F34" w:rsidRPr="00DF6DD6" w:rsidRDefault="003C5F34" w:rsidP="003C5F34">
            <w:pPr>
              <w:pStyle w:val="TAC"/>
              <w:keepNext w:val="0"/>
              <w:rPr>
                <w:lang w:val="en-US"/>
              </w:rPr>
            </w:pPr>
            <w:r w:rsidRPr="00DF6DD6">
              <w:t>30</w:t>
            </w:r>
          </w:p>
        </w:tc>
        <w:tc>
          <w:tcPr>
            <w:tcW w:w="477" w:type="dxa"/>
            <w:tcBorders>
              <w:top w:val="single" w:sz="4" w:space="0" w:color="auto"/>
              <w:left w:val="single" w:sz="4" w:space="0" w:color="auto"/>
              <w:bottom w:val="single" w:sz="4" w:space="0" w:color="auto"/>
              <w:right w:val="single" w:sz="4" w:space="0" w:color="auto"/>
            </w:tcBorders>
          </w:tcPr>
          <w:p w14:paraId="4755A52D" w14:textId="77777777" w:rsidR="003C5F34" w:rsidRPr="00DF6DD6" w:rsidRDefault="003C5F34" w:rsidP="003C5F34">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3BAE9ACC"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47549B8" w14:textId="77777777" w:rsidR="003C5F34" w:rsidRPr="00DF6DD6" w:rsidRDefault="003C5F34" w:rsidP="003C5F34">
            <w:pPr>
              <w:pStyle w:val="TAC"/>
              <w:keepNext w:val="0"/>
              <w:rPr>
                <w:rFonts w:cs="Arial"/>
                <w:lang w:eastAsia="ja-JP"/>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1299E7DF" w14:textId="77777777" w:rsidR="003C5F34" w:rsidRPr="00DF6DD6" w:rsidRDefault="003C5F34" w:rsidP="003C5F34">
            <w:pPr>
              <w:pStyle w:val="TAC"/>
              <w:keepNext w:val="0"/>
              <w:rPr>
                <w:rFonts w:cs="Arial"/>
                <w:lang w:eastAsia="ja-JP"/>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5610930"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6AA5299"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F2FA175"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5151D23B"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76FFD761" w14:textId="481929CB" w:rsidR="003C5F34" w:rsidRPr="00DF6DD6" w:rsidRDefault="003C5F34" w:rsidP="003C5F34">
            <w:pPr>
              <w:pStyle w:val="TAC"/>
              <w:keepNext w:val="0"/>
              <w:rPr>
                <w:rFonts w:cs="Arial"/>
                <w:lang w:eastAsia="ja-JP"/>
              </w:rPr>
            </w:pPr>
            <w:r w:rsidRPr="009F4730">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4AFAFB46" w14:textId="3AB2C36C"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19867E1B" w14:textId="77777777" w:rsidR="003C5F34" w:rsidRPr="00DF6DD6" w:rsidRDefault="003C5F34" w:rsidP="003C5F34">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57A084D5" w14:textId="77777777" w:rsidR="003C5F34" w:rsidRPr="00DF6DD6" w:rsidRDefault="003C5F34" w:rsidP="003C5F34">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4414D3F8" w14:textId="77777777" w:rsidR="003C5F34" w:rsidRPr="00DF6DD6" w:rsidRDefault="003C5F34" w:rsidP="003C5F34">
            <w:pPr>
              <w:pStyle w:val="TAC"/>
              <w:keepNext w:val="0"/>
              <w:rPr>
                <w:lang w:val="en-US" w:eastAsia="zh-CN"/>
              </w:rPr>
            </w:pPr>
          </w:p>
        </w:tc>
      </w:tr>
      <w:tr w:rsidR="003C5F34" w:rsidRPr="00DF6DD6" w14:paraId="5879DAC2" w14:textId="77777777" w:rsidTr="00CE2DED">
        <w:trPr>
          <w:trHeight w:val="148"/>
          <w:jc w:val="center"/>
        </w:trPr>
        <w:tc>
          <w:tcPr>
            <w:tcW w:w="1034" w:type="dxa"/>
            <w:vMerge/>
            <w:tcBorders>
              <w:left w:val="single" w:sz="4" w:space="0" w:color="auto"/>
              <w:right w:val="single" w:sz="4" w:space="0" w:color="auto"/>
            </w:tcBorders>
            <w:vAlign w:val="center"/>
          </w:tcPr>
          <w:p w14:paraId="27D1FCD0" w14:textId="77777777" w:rsidR="003C5F34" w:rsidRPr="00DF6DD6" w:rsidRDefault="003C5F34" w:rsidP="003C5F34">
            <w:pPr>
              <w:pStyle w:val="TAC"/>
              <w:keepNext w:val="0"/>
              <w:rPr>
                <w:lang w:val="en-US"/>
              </w:rPr>
            </w:pPr>
          </w:p>
        </w:tc>
        <w:tc>
          <w:tcPr>
            <w:tcW w:w="1034" w:type="dxa"/>
            <w:vMerge/>
            <w:tcBorders>
              <w:left w:val="single" w:sz="4" w:space="0" w:color="auto"/>
              <w:right w:val="single" w:sz="4" w:space="0" w:color="auto"/>
            </w:tcBorders>
            <w:vAlign w:val="center"/>
          </w:tcPr>
          <w:p w14:paraId="3DDC723B" w14:textId="77777777" w:rsidR="003C5F34" w:rsidRPr="00DF6DD6" w:rsidRDefault="003C5F34" w:rsidP="003C5F34">
            <w:pPr>
              <w:pStyle w:val="TAC"/>
              <w:keepNext w:val="0"/>
              <w:rPr>
                <w:lang w:val="en-US"/>
              </w:rPr>
            </w:pPr>
          </w:p>
        </w:tc>
        <w:tc>
          <w:tcPr>
            <w:tcW w:w="746" w:type="dxa"/>
            <w:vMerge/>
            <w:tcBorders>
              <w:left w:val="single" w:sz="4" w:space="0" w:color="auto"/>
              <w:bottom w:val="single" w:sz="4" w:space="0" w:color="auto"/>
              <w:right w:val="single" w:sz="4" w:space="0" w:color="auto"/>
            </w:tcBorders>
            <w:vAlign w:val="center"/>
          </w:tcPr>
          <w:p w14:paraId="4D1723E4"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0BC8AF3C" w14:textId="77777777" w:rsidR="003C5F34" w:rsidRPr="00DF6DD6" w:rsidRDefault="003C5F34" w:rsidP="003C5F34">
            <w:pPr>
              <w:pStyle w:val="TAC"/>
              <w:keepNext w:val="0"/>
              <w:rPr>
                <w:lang w:val="en-US"/>
              </w:rPr>
            </w:pPr>
            <w:r w:rsidRPr="00DF6DD6">
              <w:t>60</w:t>
            </w:r>
          </w:p>
        </w:tc>
        <w:tc>
          <w:tcPr>
            <w:tcW w:w="477" w:type="dxa"/>
            <w:tcBorders>
              <w:top w:val="single" w:sz="4" w:space="0" w:color="auto"/>
              <w:left w:val="single" w:sz="4" w:space="0" w:color="auto"/>
              <w:bottom w:val="single" w:sz="4" w:space="0" w:color="auto"/>
              <w:right w:val="single" w:sz="4" w:space="0" w:color="auto"/>
            </w:tcBorders>
          </w:tcPr>
          <w:p w14:paraId="2CF73643" w14:textId="77777777" w:rsidR="003C5F34" w:rsidRPr="00DF6DD6" w:rsidRDefault="003C5F34" w:rsidP="003C5F34">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22E97B4A"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22B7C47"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8" w:type="dxa"/>
            <w:tcBorders>
              <w:top w:val="single" w:sz="4" w:space="0" w:color="auto"/>
              <w:left w:val="single" w:sz="4" w:space="0" w:color="auto"/>
              <w:bottom w:val="single" w:sz="4" w:space="0" w:color="auto"/>
              <w:right w:val="single" w:sz="4" w:space="0" w:color="auto"/>
            </w:tcBorders>
            <w:vAlign w:val="center"/>
          </w:tcPr>
          <w:p w14:paraId="094BAB0E"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6EDE3EB" w14:textId="77777777" w:rsidR="003C5F34" w:rsidRPr="00DF6DD6" w:rsidRDefault="003C5F34" w:rsidP="003C5F34">
            <w:pPr>
              <w:pStyle w:val="TAC"/>
              <w:keepNext w:val="0"/>
              <w:rPr>
                <w:rFonts w:cs="Arial"/>
                <w:lang w:val="sv-SE" w:eastAsia="ja-JP"/>
              </w:rPr>
            </w:pPr>
            <w:r w:rsidRPr="00DF6DD6">
              <w:rPr>
                <w:rFonts w:cs="Arial" w:hint="eastAsia"/>
                <w:lang w:val="sv-SE"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F4D922D"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DEDA017"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602360BB"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69ED202F" w14:textId="08652711" w:rsidR="003C5F34" w:rsidRPr="00DF6DD6" w:rsidRDefault="003C5F34" w:rsidP="003C5F34">
            <w:pPr>
              <w:pStyle w:val="TAC"/>
              <w:keepNext w:val="0"/>
              <w:rPr>
                <w:rFonts w:cs="Arial"/>
                <w:lang w:eastAsia="ja-JP"/>
              </w:rPr>
            </w:pPr>
            <w:r w:rsidRPr="009F4730">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4842BF9F" w14:textId="2555DC32"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43BE20DC" w14:textId="77777777" w:rsidR="003C5F34" w:rsidRPr="00DF6DD6" w:rsidRDefault="003C5F34" w:rsidP="003C5F34">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6FFF798D" w14:textId="77777777" w:rsidR="003C5F34" w:rsidRPr="00DF6DD6" w:rsidRDefault="003C5F34" w:rsidP="003C5F34">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36E70A10" w14:textId="77777777" w:rsidR="003C5F34" w:rsidRPr="00DF6DD6" w:rsidRDefault="003C5F34" w:rsidP="003C5F34">
            <w:pPr>
              <w:pStyle w:val="TAC"/>
              <w:keepNext w:val="0"/>
              <w:rPr>
                <w:lang w:val="en-US" w:eastAsia="zh-CN"/>
              </w:rPr>
            </w:pPr>
          </w:p>
        </w:tc>
      </w:tr>
      <w:tr w:rsidR="003C5F34" w:rsidRPr="00DF6DD6" w14:paraId="531EE61A" w14:textId="77777777" w:rsidTr="00CE2DED">
        <w:trPr>
          <w:trHeight w:val="148"/>
          <w:jc w:val="center"/>
        </w:trPr>
        <w:tc>
          <w:tcPr>
            <w:tcW w:w="1034" w:type="dxa"/>
            <w:vMerge/>
            <w:tcBorders>
              <w:left w:val="single" w:sz="4" w:space="0" w:color="auto"/>
              <w:right w:val="single" w:sz="4" w:space="0" w:color="auto"/>
            </w:tcBorders>
            <w:vAlign w:val="center"/>
          </w:tcPr>
          <w:p w14:paraId="55CA213D" w14:textId="77777777" w:rsidR="003C5F34" w:rsidRPr="00DF6DD6" w:rsidRDefault="003C5F34" w:rsidP="003C5F34">
            <w:pPr>
              <w:pStyle w:val="TAC"/>
              <w:keepNext w:val="0"/>
              <w:rPr>
                <w:lang w:val="en-US"/>
              </w:rPr>
            </w:pPr>
          </w:p>
        </w:tc>
        <w:tc>
          <w:tcPr>
            <w:tcW w:w="1034" w:type="dxa"/>
            <w:vMerge/>
            <w:tcBorders>
              <w:left w:val="single" w:sz="4" w:space="0" w:color="auto"/>
              <w:right w:val="single" w:sz="4" w:space="0" w:color="auto"/>
            </w:tcBorders>
            <w:vAlign w:val="center"/>
          </w:tcPr>
          <w:p w14:paraId="4669F60E" w14:textId="77777777" w:rsidR="003C5F34" w:rsidRPr="00DF6DD6" w:rsidRDefault="003C5F34" w:rsidP="003C5F34">
            <w:pPr>
              <w:pStyle w:val="TAC"/>
              <w:keepNext w:val="0"/>
              <w:rPr>
                <w:lang w:val="en-US"/>
              </w:rPr>
            </w:pPr>
          </w:p>
        </w:tc>
        <w:tc>
          <w:tcPr>
            <w:tcW w:w="746" w:type="dxa"/>
            <w:vMerge w:val="restart"/>
            <w:tcBorders>
              <w:top w:val="single" w:sz="4" w:space="0" w:color="auto"/>
              <w:left w:val="single" w:sz="4" w:space="0" w:color="auto"/>
              <w:right w:val="single" w:sz="4" w:space="0" w:color="auto"/>
            </w:tcBorders>
            <w:vAlign w:val="center"/>
          </w:tcPr>
          <w:p w14:paraId="6A114935" w14:textId="77777777" w:rsidR="003C5F34" w:rsidRPr="00DF6DD6" w:rsidRDefault="003C5F34" w:rsidP="003C5F34">
            <w:pPr>
              <w:pStyle w:val="TAC"/>
              <w:keepNext w:val="0"/>
              <w:rPr>
                <w:lang w:val="en-US" w:eastAsia="zh-CN"/>
              </w:rPr>
            </w:pPr>
            <w:r w:rsidRPr="00DF6DD6">
              <w:rPr>
                <w:rFonts w:hint="eastAsia"/>
                <w:lang w:val="en-US" w:eastAsia="zh-CN"/>
              </w:rPr>
              <w:t>n</w:t>
            </w:r>
            <w:r w:rsidRPr="00DF6DD6">
              <w:rPr>
                <w:rFonts w:hint="eastAsia"/>
                <w:lang w:eastAsia="zh-CN"/>
              </w:rPr>
              <w:t>257</w:t>
            </w:r>
          </w:p>
        </w:tc>
        <w:tc>
          <w:tcPr>
            <w:tcW w:w="725" w:type="dxa"/>
            <w:tcBorders>
              <w:top w:val="single" w:sz="4" w:space="0" w:color="auto"/>
              <w:left w:val="single" w:sz="4" w:space="0" w:color="auto"/>
              <w:bottom w:val="single" w:sz="4" w:space="0" w:color="auto"/>
              <w:right w:val="single" w:sz="4" w:space="0" w:color="auto"/>
            </w:tcBorders>
          </w:tcPr>
          <w:p w14:paraId="34325317" w14:textId="77777777" w:rsidR="003C5F34" w:rsidRPr="00DF6DD6" w:rsidRDefault="003C5F34" w:rsidP="003C5F34">
            <w:pPr>
              <w:pStyle w:val="TAC"/>
              <w:keepNext w:val="0"/>
              <w:rPr>
                <w:lang w:val="en-US" w:eastAsia="zh-CN"/>
              </w:rPr>
            </w:pPr>
            <w:r w:rsidRPr="00DF6DD6">
              <w:rPr>
                <w:rFonts w:hint="eastAsia"/>
                <w:lang w:eastAsia="zh-CN"/>
              </w:rPr>
              <w:t>60</w:t>
            </w:r>
          </w:p>
        </w:tc>
        <w:tc>
          <w:tcPr>
            <w:tcW w:w="477" w:type="dxa"/>
            <w:tcBorders>
              <w:top w:val="single" w:sz="4" w:space="0" w:color="auto"/>
              <w:left w:val="single" w:sz="4" w:space="0" w:color="auto"/>
              <w:bottom w:val="single" w:sz="4" w:space="0" w:color="auto"/>
              <w:right w:val="single" w:sz="4" w:space="0" w:color="auto"/>
            </w:tcBorders>
          </w:tcPr>
          <w:p w14:paraId="09AA7539" w14:textId="77777777" w:rsidR="003C5F34" w:rsidRPr="00DF6DD6" w:rsidRDefault="003C5F34" w:rsidP="003C5F34">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6B5FB357" w14:textId="77777777" w:rsidR="003C5F34" w:rsidRPr="00DF6DD6" w:rsidRDefault="003C5F34" w:rsidP="003C5F34">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170142E" w14:textId="77777777" w:rsidR="003C5F34" w:rsidRPr="00DF6DD6" w:rsidRDefault="003C5F34" w:rsidP="003C5F34">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53C3010D" w14:textId="77777777" w:rsidR="003C5F34" w:rsidRPr="00DF6DD6" w:rsidRDefault="003C5F34" w:rsidP="003C5F34">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7B0C2F7A" w14:textId="77777777" w:rsidR="003C5F34" w:rsidRPr="00DF6DD6" w:rsidRDefault="003C5F34" w:rsidP="003C5F34">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1D8660C5"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473B2C60" w14:textId="77777777" w:rsidR="003C5F34" w:rsidRPr="00DF6DD6" w:rsidRDefault="003C5F34" w:rsidP="003C5F34">
            <w:pPr>
              <w:pStyle w:val="TAC"/>
              <w:keepNext w:val="0"/>
              <w:rPr>
                <w:lang w:eastAsia="ja-JP"/>
              </w:rPr>
            </w:pPr>
          </w:p>
        </w:tc>
        <w:tc>
          <w:tcPr>
            <w:tcW w:w="650" w:type="dxa"/>
            <w:tcBorders>
              <w:top w:val="single" w:sz="4" w:space="0" w:color="auto"/>
              <w:left w:val="single" w:sz="4" w:space="0" w:color="auto"/>
              <w:bottom w:val="single" w:sz="4" w:space="0" w:color="auto"/>
              <w:right w:val="single" w:sz="4" w:space="0" w:color="auto"/>
            </w:tcBorders>
          </w:tcPr>
          <w:p w14:paraId="44222B4D" w14:textId="77777777" w:rsidR="003C5F34" w:rsidRPr="00DF6DD6" w:rsidRDefault="003C5F34" w:rsidP="003C5F34">
            <w:pPr>
              <w:pStyle w:val="TAC"/>
              <w:keepNext w:val="0"/>
              <w:rPr>
                <w:lang w:eastAsia="ja-JP"/>
              </w:rPr>
            </w:pPr>
          </w:p>
        </w:tc>
        <w:tc>
          <w:tcPr>
            <w:tcW w:w="625" w:type="dxa"/>
            <w:tcBorders>
              <w:top w:val="single" w:sz="4" w:space="0" w:color="auto"/>
              <w:left w:val="single" w:sz="4" w:space="0" w:color="auto"/>
              <w:bottom w:val="single" w:sz="4" w:space="0" w:color="auto"/>
              <w:right w:val="single" w:sz="4" w:space="0" w:color="auto"/>
            </w:tcBorders>
          </w:tcPr>
          <w:p w14:paraId="49B31822" w14:textId="77777777" w:rsidR="003C5F34" w:rsidRPr="00DF6DD6" w:rsidRDefault="003C5F34" w:rsidP="003C5F34">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6DE40D4D" w14:textId="354596B3"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0DF2521"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6BA03B07" w14:textId="77777777" w:rsidR="003C5F34" w:rsidRPr="00DF6DD6" w:rsidRDefault="003C5F34" w:rsidP="003C5F34">
            <w:pPr>
              <w:pStyle w:val="TAC"/>
              <w:keepNext w:val="0"/>
              <w:rPr>
                <w:rFonts w:cs="Arial"/>
                <w:lang w:val="sv-SE"/>
              </w:rPr>
            </w:pPr>
          </w:p>
        </w:tc>
        <w:tc>
          <w:tcPr>
            <w:tcW w:w="749" w:type="dxa"/>
            <w:vMerge/>
            <w:tcBorders>
              <w:left w:val="single" w:sz="4" w:space="0" w:color="auto"/>
              <w:right w:val="single" w:sz="4" w:space="0" w:color="auto"/>
            </w:tcBorders>
            <w:vAlign w:val="center"/>
          </w:tcPr>
          <w:p w14:paraId="7D0565CA" w14:textId="77777777" w:rsidR="003C5F34" w:rsidRPr="00DF6DD6" w:rsidRDefault="003C5F34" w:rsidP="003C5F34">
            <w:pPr>
              <w:pStyle w:val="TAC"/>
              <w:keepNext w:val="0"/>
              <w:rPr>
                <w:lang w:val="en-US" w:eastAsia="zh-CN"/>
              </w:rPr>
            </w:pPr>
          </w:p>
        </w:tc>
      </w:tr>
      <w:tr w:rsidR="003C5F34" w:rsidRPr="00DF6DD6" w14:paraId="0C40E16C" w14:textId="77777777" w:rsidTr="00CE2DED">
        <w:trPr>
          <w:trHeight w:val="148"/>
          <w:jc w:val="center"/>
        </w:trPr>
        <w:tc>
          <w:tcPr>
            <w:tcW w:w="1034" w:type="dxa"/>
            <w:vMerge/>
            <w:tcBorders>
              <w:left w:val="single" w:sz="4" w:space="0" w:color="auto"/>
              <w:bottom w:val="single" w:sz="4" w:space="0" w:color="auto"/>
              <w:right w:val="single" w:sz="4" w:space="0" w:color="auto"/>
            </w:tcBorders>
            <w:vAlign w:val="center"/>
          </w:tcPr>
          <w:p w14:paraId="636E46B0" w14:textId="77777777" w:rsidR="003C5F34" w:rsidRPr="00DF6DD6" w:rsidRDefault="003C5F34" w:rsidP="003C5F34">
            <w:pPr>
              <w:pStyle w:val="TAC"/>
              <w:keepNext w:val="0"/>
              <w:rPr>
                <w:lang w:val="en-US"/>
              </w:rPr>
            </w:pPr>
          </w:p>
        </w:tc>
        <w:tc>
          <w:tcPr>
            <w:tcW w:w="1034" w:type="dxa"/>
            <w:vMerge/>
            <w:tcBorders>
              <w:left w:val="single" w:sz="4" w:space="0" w:color="auto"/>
              <w:bottom w:val="single" w:sz="4" w:space="0" w:color="auto"/>
              <w:right w:val="single" w:sz="4" w:space="0" w:color="auto"/>
            </w:tcBorders>
            <w:vAlign w:val="center"/>
          </w:tcPr>
          <w:p w14:paraId="189AC693" w14:textId="77777777" w:rsidR="003C5F34" w:rsidRPr="00DF6DD6" w:rsidRDefault="003C5F34" w:rsidP="003C5F34">
            <w:pPr>
              <w:pStyle w:val="TAC"/>
              <w:keepNext w:val="0"/>
              <w:rPr>
                <w:lang w:val="en-US"/>
              </w:rPr>
            </w:pPr>
          </w:p>
        </w:tc>
        <w:tc>
          <w:tcPr>
            <w:tcW w:w="746" w:type="dxa"/>
            <w:vMerge/>
            <w:tcBorders>
              <w:left w:val="single" w:sz="4" w:space="0" w:color="auto"/>
              <w:bottom w:val="single" w:sz="4" w:space="0" w:color="auto"/>
              <w:right w:val="single" w:sz="4" w:space="0" w:color="auto"/>
            </w:tcBorders>
            <w:vAlign w:val="center"/>
          </w:tcPr>
          <w:p w14:paraId="04C0B9D1"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70A5342E" w14:textId="77777777" w:rsidR="003C5F34" w:rsidRPr="00DF6DD6" w:rsidRDefault="003C5F34" w:rsidP="003C5F34">
            <w:pPr>
              <w:pStyle w:val="TAC"/>
              <w:keepNext w:val="0"/>
              <w:rPr>
                <w:lang w:val="en-US" w:eastAsia="zh-CN"/>
              </w:rPr>
            </w:pPr>
            <w:r w:rsidRPr="00DF6DD6">
              <w:rPr>
                <w:rFonts w:hint="eastAsia"/>
                <w:lang w:val="en-US" w:eastAsia="zh-CN"/>
              </w:rPr>
              <w:t>120</w:t>
            </w:r>
          </w:p>
        </w:tc>
        <w:tc>
          <w:tcPr>
            <w:tcW w:w="477" w:type="dxa"/>
            <w:tcBorders>
              <w:top w:val="single" w:sz="4" w:space="0" w:color="auto"/>
              <w:left w:val="single" w:sz="4" w:space="0" w:color="auto"/>
              <w:bottom w:val="single" w:sz="4" w:space="0" w:color="auto"/>
              <w:right w:val="single" w:sz="4" w:space="0" w:color="auto"/>
            </w:tcBorders>
          </w:tcPr>
          <w:p w14:paraId="0CCFBDD4" w14:textId="77777777" w:rsidR="003C5F34" w:rsidRPr="00DF6DD6" w:rsidRDefault="003C5F34" w:rsidP="003C5F34">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18B21DE6" w14:textId="77777777" w:rsidR="003C5F34" w:rsidRPr="00DF6DD6" w:rsidRDefault="003C5F34" w:rsidP="003C5F34">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0431B6A8" w14:textId="77777777" w:rsidR="003C5F34" w:rsidRPr="00DF6DD6" w:rsidRDefault="003C5F34" w:rsidP="003C5F34">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0239040E" w14:textId="77777777" w:rsidR="003C5F34" w:rsidRPr="00DF6DD6" w:rsidRDefault="003C5F34" w:rsidP="003C5F34">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05D4954" w14:textId="77777777" w:rsidR="003C5F34" w:rsidRPr="00DF6DD6" w:rsidRDefault="003C5F34" w:rsidP="003C5F34">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75D2F6DA"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9550A26" w14:textId="77777777" w:rsidR="003C5F34" w:rsidRPr="00DF6DD6" w:rsidRDefault="003C5F34" w:rsidP="003C5F34">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0E731E83" w14:textId="77777777" w:rsidR="003C5F34" w:rsidRPr="00DF6DD6" w:rsidRDefault="003C5F34" w:rsidP="003C5F34">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038A2D91" w14:textId="77777777" w:rsidR="003C5F34" w:rsidRPr="00DF6DD6" w:rsidRDefault="003C5F34" w:rsidP="003C5F34">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71663EBC" w14:textId="449E2F52"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A81A682"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5ADDBEF0"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49" w:type="dxa"/>
            <w:vMerge/>
            <w:tcBorders>
              <w:left w:val="single" w:sz="4" w:space="0" w:color="auto"/>
              <w:bottom w:val="single" w:sz="4" w:space="0" w:color="auto"/>
              <w:right w:val="single" w:sz="4" w:space="0" w:color="auto"/>
            </w:tcBorders>
            <w:vAlign w:val="center"/>
          </w:tcPr>
          <w:p w14:paraId="07F2E4D1" w14:textId="77777777" w:rsidR="003C5F34" w:rsidRPr="00DF6DD6" w:rsidRDefault="003C5F34" w:rsidP="003C5F34">
            <w:pPr>
              <w:pStyle w:val="TAC"/>
              <w:keepNext w:val="0"/>
              <w:rPr>
                <w:lang w:val="en-US" w:eastAsia="zh-CN"/>
              </w:rPr>
            </w:pPr>
          </w:p>
        </w:tc>
      </w:tr>
      <w:tr w:rsidR="003C5F34" w:rsidRPr="00DF6DD6" w14:paraId="5B77FFC5" w14:textId="77777777" w:rsidTr="00CE2DED">
        <w:trPr>
          <w:trHeight w:val="148"/>
          <w:jc w:val="center"/>
        </w:trPr>
        <w:tc>
          <w:tcPr>
            <w:tcW w:w="1034" w:type="dxa"/>
            <w:vMerge w:val="restart"/>
            <w:tcBorders>
              <w:left w:val="single" w:sz="4" w:space="0" w:color="auto"/>
              <w:right w:val="single" w:sz="4" w:space="0" w:color="auto"/>
            </w:tcBorders>
            <w:vAlign w:val="center"/>
          </w:tcPr>
          <w:p w14:paraId="3014A841" w14:textId="77777777" w:rsidR="003C5F34" w:rsidRPr="00DF6DD6" w:rsidRDefault="003C5F34" w:rsidP="003C5F34">
            <w:pPr>
              <w:pStyle w:val="TAC"/>
              <w:keepNext w:val="0"/>
              <w:rPr>
                <w:lang w:val="en-US" w:eastAsia="zh-CN"/>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257D</w:t>
            </w:r>
          </w:p>
        </w:tc>
        <w:tc>
          <w:tcPr>
            <w:tcW w:w="1034" w:type="dxa"/>
            <w:vMerge w:val="restart"/>
            <w:tcBorders>
              <w:left w:val="single" w:sz="4" w:space="0" w:color="auto"/>
              <w:right w:val="single" w:sz="4" w:space="0" w:color="auto"/>
            </w:tcBorders>
            <w:vAlign w:val="center"/>
          </w:tcPr>
          <w:p w14:paraId="23878C0C" w14:textId="77777777" w:rsidR="003C5F34" w:rsidRPr="00DF6DD6" w:rsidRDefault="003C5F34" w:rsidP="003C5F34">
            <w:pPr>
              <w:pStyle w:val="TAC"/>
              <w:keepNext w:val="0"/>
              <w:rPr>
                <w:lang w:val="en-US"/>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w:t>
            </w:r>
            <w:r w:rsidRPr="00DF6DD6">
              <w:rPr>
                <w:lang w:val="en-US"/>
              </w:rPr>
              <w:t>A</w:t>
            </w:r>
          </w:p>
        </w:tc>
        <w:tc>
          <w:tcPr>
            <w:tcW w:w="746" w:type="dxa"/>
            <w:vMerge w:val="restart"/>
            <w:tcBorders>
              <w:left w:val="single" w:sz="4" w:space="0" w:color="auto"/>
              <w:right w:val="single" w:sz="4" w:space="0" w:color="auto"/>
            </w:tcBorders>
            <w:vAlign w:val="center"/>
          </w:tcPr>
          <w:p w14:paraId="2214784F" w14:textId="77777777" w:rsidR="003C5F34" w:rsidRPr="00DF6DD6" w:rsidRDefault="003C5F34" w:rsidP="003C5F34">
            <w:pPr>
              <w:pStyle w:val="TAC"/>
              <w:keepNext w:val="0"/>
              <w:rPr>
                <w:lang w:val="en-US" w:eastAsia="zh-CN"/>
              </w:rPr>
            </w:pPr>
            <w:r w:rsidRPr="00DF6DD6">
              <w:rPr>
                <w:rFonts w:hint="eastAsia"/>
                <w:lang w:val="en-US" w:eastAsia="zh-CN"/>
              </w:rPr>
              <w:t>n77</w:t>
            </w:r>
          </w:p>
        </w:tc>
        <w:tc>
          <w:tcPr>
            <w:tcW w:w="725" w:type="dxa"/>
            <w:tcBorders>
              <w:top w:val="single" w:sz="4" w:space="0" w:color="auto"/>
              <w:left w:val="single" w:sz="4" w:space="0" w:color="auto"/>
              <w:bottom w:val="single" w:sz="4" w:space="0" w:color="auto"/>
              <w:right w:val="single" w:sz="4" w:space="0" w:color="auto"/>
            </w:tcBorders>
            <w:vAlign w:val="center"/>
          </w:tcPr>
          <w:p w14:paraId="06584146" w14:textId="77777777" w:rsidR="003C5F34" w:rsidRPr="00DF6DD6" w:rsidRDefault="003C5F34" w:rsidP="003C5F34">
            <w:pPr>
              <w:pStyle w:val="TAC"/>
              <w:keepNext w:val="0"/>
              <w:rPr>
                <w:lang w:val="en-US"/>
              </w:rPr>
            </w:pPr>
            <w:r w:rsidRPr="00DF6DD6">
              <w:rPr>
                <w:rFonts w:eastAsia="Yu Mincho"/>
              </w:rPr>
              <w:t>15</w:t>
            </w:r>
          </w:p>
        </w:tc>
        <w:tc>
          <w:tcPr>
            <w:tcW w:w="477" w:type="dxa"/>
            <w:tcBorders>
              <w:top w:val="single" w:sz="4" w:space="0" w:color="auto"/>
              <w:left w:val="single" w:sz="4" w:space="0" w:color="auto"/>
              <w:bottom w:val="single" w:sz="4" w:space="0" w:color="auto"/>
              <w:right w:val="single" w:sz="4" w:space="0" w:color="auto"/>
            </w:tcBorders>
          </w:tcPr>
          <w:p w14:paraId="02CCD45A" w14:textId="77777777" w:rsidR="003C5F34" w:rsidRPr="00DF6DD6" w:rsidRDefault="003C5F34" w:rsidP="003C5F34">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06FB43D6"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06612A0"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16E58991" w14:textId="77777777" w:rsidR="003C5F34" w:rsidRPr="00DF6DD6" w:rsidRDefault="003C5F34" w:rsidP="003C5F34">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EDB3732"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AE169DB"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4A6D796" w14:textId="77777777" w:rsidR="003C5F34" w:rsidRPr="00DF6DD6" w:rsidRDefault="003C5F34" w:rsidP="003C5F34">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vAlign w:val="center"/>
          </w:tcPr>
          <w:p w14:paraId="3FA99E50" w14:textId="77777777" w:rsidR="003C5F34" w:rsidRPr="00DF6DD6" w:rsidRDefault="003C5F34" w:rsidP="003C5F34">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tcPr>
          <w:p w14:paraId="3ABFE391" w14:textId="77777777" w:rsidR="003C5F34" w:rsidRPr="00DF6DD6" w:rsidRDefault="003C5F34" w:rsidP="003C5F34">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tcPr>
          <w:p w14:paraId="692B309C" w14:textId="662F2C35" w:rsidR="003C5F34" w:rsidRPr="00DF6DD6" w:rsidRDefault="003C5F34" w:rsidP="003C5F34">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tcPr>
          <w:p w14:paraId="38F4D0CD" w14:textId="77777777" w:rsidR="003C5F34" w:rsidRPr="00DF6DD6" w:rsidRDefault="003C5F34" w:rsidP="003C5F34">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22FB132E" w14:textId="77777777" w:rsidR="003C5F34" w:rsidRPr="00DF6DD6" w:rsidRDefault="003C5F34" w:rsidP="003C5F34">
            <w:pPr>
              <w:pStyle w:val="TAC"/>
              <w:keepNext w:val="0"/>
              <w:rPr>
                <w:rFonts w:eastAsia="Yu Mincho"/>
                <w:szCs w:val="18"/>
              </w:rPr>
            </w:pPr>
          </w:p>
        </w:tc>
        <w:tc>
          <w:tcPr>
            <w:tcW w:w="749" w:type="dxa"/>
            <w:vMerge w:val="restart"/>
            <w:tcBorders>
              <w:left w:val="single" w:sz="4" w:space="0" w:color="auto"/>
              <w:right w:val="single" w:sz="4" w:space="0" w:color="auto"/>
            </w:tcBorders>
            <w:vAlign w:val="center"/>
          </w:tcPr>
          <w:p w14:paraId="151B82DC" w14:textId="77777777" w:rsidR="003C5F34" w:rsidRPr="00DF6DD6" w:rsidRDefault="003C5F34" w:rsidP="003C5F34">
            <w:pPr>
              <w:pStyle w:val="TAC"/>
              <w:keepNext w:val="0"/>
              <w:rPr>
                <w:lang w:val="en-US" w:eastAsia="zh-CN"/>
              </w:rPr>
            </w:pPr>
            <w:r w:rsidRPr="00DF6DD6">
              <w:rPr>
                <w:lang w:val="en-US" w:eastAsia="zh-CN"/>
              </w:rPr>
              <w:t>0</w:t>
            </w:r>
          </w:p>
        </w:tc>
      </w:tr>
      <w:tr w:rsidR="003C5F34" w:rsidRPr="00DF6DD6" w14:paraId="0F6D2B16" w14:textId="77777777" w:rsidTr="00CE2DED">
        <w:trPr>
          <w:trHeight w:val="148"/>
          <w:jc w:val="center"/>
        </w:trPr>
        <w:tc>
          <w:tcPr>
            <w:tcW w:w="1034" w:type="dxa"/>
            <w:vMerge/>
            <w:tcBorders>
              <w:left w:val="single" w:sz="4" w:space="0" w:color="auto"/>
              <w:right w:val="single" w:sz="4" w:space="0" w:color="auto"/>
            </w:tcBorders>
            <w:vAlign w:val="center"/>
          </w:tcPr>
          <w:p w14:paraId="259C1E35" w14:textId="77777777" w:rsidR="003C5F34" w:rsidRPr="00DF6DD6" w:rsidRDefault="003C5F34" w:rsidP="003C5F34">
            <w:pPr>
              <w:pStyle w:val="TAC"/>
              <w:keepNext w:val="0"/>
              <w:rPr>
                <w:lang w:val="en-US"/>
              </w:rPr>
            </w:pPr>
          </w:p>
        </w:tc>
        <w:tc>
          <w:tcPr>
            <w:tcW w:w="1034" w:type="dxa"/>
            <w:vMerge/>
            <w:tcBorders>
              <w:left w:val="single" w:sz="4" w:space="0" w:color="auto"/>
              <w:right w:val="single" w:sz="4" w:space="0" w:color="auto"/>
            </w:tcBorders>
            <w:vAlign w:val="center"/>
          </w:tcPr>
          <w:p w14:paraId="713F9178" w14:textId="77777777" w:rsidR="003C5F34" w:rsidRPr="00DF6DD6" w:rsidRDefault="003C5F34" w:rsidP="003C5F34">
            <w:pPr>
              <w:pStyle w:val="TAC"/>
              <w:keepNext w:val="0"/>
              <w:rPr>
                <w:lang w:val="en-US"/>
              </w:rPr>
            </w:pPr>
          </w:p>
        </w:tc>
        <w:tc>
          <w:tcPr>
            <w:tcW w:w="746" w:type="dxa"/>
            <w:vMerge/>
            <w:tcBorders>
              <w:left w:val="single" w:sz="4" w:space="0" w:color="auto"/>
              <w:right w:val="single" w:sz="4" w:space="0" w:color="auto"/>
            </w:tcBorders>
            <w:vAlign w:val="center"/>
          </w:tcPr>
          <w:p w14:paraId="2EBCADF8"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176AC2DC" w14:textId="77777777" w:rsidR="003C5F34" w:rsidRPr="00DF6DD6" w:rsidRDefault="003C5F34" w:rsidP="003C5F34">
            <w:pPr>
              <w:pStyle w:val="TAC"/>
              <w:keepNext w:val="0"/>
              <w:rPr>
                <w:lang w:val="en-US"/>
              </w:rPr>
            </w:pPr>
            <w:r w:rsidRPr="00DF6DD6">
              <w:rPr>
                <w:rFonts w:eastAsia="Yu Mincho"/>
              </w:rPr>
              <w:t>30</w:t>
            </w:r>
          </w:p>
        </w:tc>
        <w:tc>
          <w:tcPr>
            <w:tcW w:w="477" w:type="dxa"/>
            <w:tcBorders>
              <w:top w:val="single" w:sz="4" w:space="0" w:color="auto"/>
              <w:left w:val="single" w:sz="4" w:space="0" w:color="auto"/>
              <w:bottom w:val="single" w:sz="4" w:space="0" w:color="auto"/>
              <w:right w:val="single" w:sz="4" w:space="0" w:color="auto"/>
            </w:tcBorders>
          </w:tcPr>
          <w:p w14:paraId="75C23B80" w14:textId="77777777" w:rsidR="003C5F34" w:rsidRPr="00DF6DD6" w:rsidRDefault="003C5F34" w:rsidP="003C5F34">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37718594"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91E3DC8" w14:textId="77777777" w:rsidR="003C5F34" w:rsidRPr="00DF6DD6" w:rsidRDefault="003C5F34" w:rsidP="003C5F34">
            <w:pPr>
              <w:pStyle w:val="TAC"/>
              <w:keepNext w:val="0"/>
              <w:rPr>
                <w:rFonts w:cs="Arial"/>
                <w:lang w:eastAsia="ja-JP"/>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3834F248" w14:textId="77777777" w:rsidR="003C5F34" w:rsidRPr="00DF6DD6" w:rsidRDefault="003C5F34" w:rsidP="003C5F34">
            <w:pPr>
              <w:pStyle w:val="TAC"/>
              <w:keepNext w:val="0"/>
              <w:rPr>
                <w:rFonts w:cs="Arial"/>
                <w:lang w:eastAsia="ja-JP"/>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23F78B7" w14:textId="77777777" w:rsidR="003C5F34" w:rsidRPr="00DF6DD6" w:rsidRDefault="003C5F34" w:rsidP="003C5F34">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806E60A"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BB3D423"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3CDE3FFF"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45C31161" w14:textId="2B98743E" w:rsidR="003C5F34" w:rsidRPr="00DF6DD6" w:rsidRDefault="003C5F34" w:rsidP="003C5F34">
            <w:pPr>
              <w:pStyle w:val="TAC"/>
              <w:keepNext w:val="0"/>
              <w:rPr>
                <w:rFonts w:cs="Arial"/>
                <w:lang w:eastAsia="ja-JP"/>
              </w:rPr>
            </w:pPr>
            <w:r w:rsidRPr="00A7074B">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3549E816" w14:textId="6D85EC31"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6F5974A6" w14:textId="77777777" w:rsidR="003C5F34" w:rsidRPr="00DF6DD6" w:rsidRDefault="003C5F34" w:rsidP="003C5F34">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55DCEA48" w14:textId="77777777" w:rsidR="003C5F34" w:rsidRPr="00DF6DD6" w:rsidRDefault="003C5F34" w:rsidP="003C5F34">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1714AE3D" w14:textId="77777777" w:rsidR="003C5F34" w:rsidRPr="00DF6DD6" w:rsidRDefault="003C5F34" w:rsidP="003C5F34">
            <w:pPr>
              <w:pStyle w:val="TAC"/>
              <w:keepNext w:val="0"/>
              <w:rPr>
                <w:lang w:val="en-US" w:eastAsia="zh-CN"/>
              </w:rPr>
            </w:pPr>
          </w:p>
        </w:tc>
      </w:tr>
      <w:tr w:rsidR="003C5F34" w:rsidRPr="00DF6DD6" w14:paraId="082E1EC0" w14:textId="77777777" w:rsidTr="00CE2DED">
        <w:trPr>
          <w:trHeight w:val="148"/>
          <w:jc w:val="center"/>
        </w:trPr>
        <w:tc>
          <w:tcPr>
            <w:tcW w:w="1034" w:type="dxa"/>
            <w:vMerge/>
            <w:tcBorders>
              <w:left w:val="single" w:sz="4" w:space="0" w:color="auto"/>
              <w:right w:val="single" w:sz="4" w:space="0" w:color="auto"/>
            </w:tcBorders>
            <w:vAlign w:val="center"/>
          </w:tcPr>
          <w:p w14:paraId="6A1AA50F" w14:textId="77777777" w:rsidR="003C5F34" w:rsidRPr="00DF6DD6" w:rsidRDefault="003C5F34" w:rsidP="003C5F34">
            <w:pPr>
              <w:pStyle w:val="TAC"/>
              <w:keepNext w:val="0"/>
              <w:rPr>
                <w:lang w:val="en-US"/>
              </w:rPr>
            </w:pPr>
          </w:p>
        </w:tc>
        <w:tc>
          <w:tcPr>
            <w:tcW w:w="1034" w:type="dxa"/>
            <w:vMerge/>
            <w:tcBorders>
              <w:left w:val="single" w:sz="4" w:space="0" w:color="auto"/>
              <w:right w:val="single" w:sz="4" w:space="0" w:color="auto"/>
            </w:tcBorders>
            <w:vAlign w:val="center"/>
          </w:tcPr>
          <w:p w14:paraId="1B3B27E3" w14:textId="77777777" w:rsidR="003C5F34" w:rsidRPr="00DF6DD6" w:rsidRDefault="003C5F34" w:rsidP="003C5F34">
            <w:pPr>
              <w:pStyle w:val="TAC"/>
              <w:keepNext w:val="0"/>
              <w:rPr>
                <w:lang w:val="en-US"/>
              </w:rPr>
            </w:pPr>
          </w:p>
        </w:tc>
        <w:tc>
          <w:tcPr>
            <w:tcW w:w="746" w:type="dxa"/>
            <w:vMerge/>
            <w:tcBorders>
              <w:left w:val="single" w:sz="4" w:space="0" w:color="auto"/>
              <w:bottom w:val="single" w:sz="4" w:space="0" w:color="auto"/>
              <w:right w:val="single" w:sz="4" w:space="0" w:color="auto"/>
            </w:tcBorders>
            <w:vAlign w:val="center"/>
          </w:tcPr>
          <w:p w14:paraId="4775F779" w14:textId="77777777" w:rsidR="003C5F34" w:rsidRPr="00DF6DD6" w:rsidRDefault="003C5F34" w:rsidP="003C5F34">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13A3A5CA" w14:textId="77777777" w:rsidR="003C5F34" w:rsidRPr="00DF6DD6" w:rsidRDefault="003C5F34" w:rsidP="003C5F34">
            <w:pPr>
              <w:pStyle w:val="TAC"/>
              <w:keepNext w:val="0"/>
              <w:rPr>
                <w:lang w:val="en-US"/>
              </w:rPr>
            </w:pPr>
            <w:r w:rsidRPr="00DF6DD6">
              <w:rPr>
                <w:rFonts w:eastAsia="Yu Mincho"/>
              </w:rPr>
              <w:t>60</w:t>
            </w:r>
          </w:p>
        </w:tc>
        <w:tc>
          <w:tcPr>
            <w:tcW w:w="477" w:type="dxa"/>
            <w:tcBorders>
              <w:top w:val="single" w:sz="4" w:space="0" w:color="auto"/>
              <w:left w:val="single" w:sz="4" w:space="0" w:color="auto"/>
              <w:bottom w:val="single" w:sz="4" w:space="0" w:color="auto"/>
              <w:right w:val="single" w:sz="4" w:space="0" w:color="auto"/>
            </w:tcBorders>
          </w:tcPr>
          <w:p w14:paraId="081BFF24" w14:textId="77777777" w:rsidR="003C5F34" w:rsidRPr="00DF6DD6" w:rsidRDefault="003C5F34" w:rsidP="003C5F34">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3517C9DE"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CA80F8E"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8" w:type="dxa"/>
            <w:tcBorders>
              <w:top w:val="single" w:sz="4" w:space="0" w:color="auto"/>
              <w:left w:val="single" w:sz="4" w:space="0" w:color="auto"/>
              <w:bottom w:val="single" w:sz="4" w:space="0" w:color="auto"/>
              <w:right w:val="single" w:sz="4" w:space="0" w:color="auto"/>
            </w:tcBorders>
            <w:vAlign w:val="center"/>
          </w:tcPr>
          <w:p w14:paraId="0669A67D"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E24AC1B" w14:textId="77777777" w:rsidR="003C5F34" w:rsidRPr="00DF6DD6" w:rsidRDefault="003C5F34" w:rsidP="003C5F34">
            <w:pPr>
              <w:pStyle w:val="TAC"/>
              <w:keepNext w:val="0"/>
              <w:rPr>
                <w:rFonts w:cs="Arial"/>
                <w:lang w:val="sv-SE" w:eastAsia="ja-JP"/>
              </w:rPr>
            </w:pPr>
            <w:r w:rsidRPr="00DF6DD6">
              <w:rPr>
                <w:rFonts w:cs="Arial" w:hint="eastAsia"/>
                <w:lang w:val="sv-SE"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FEB3F1A"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EE0CA98"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10C916B1" w14:textId="77777777" w:rsidR="003C5F34" w:rsidRPr="00DF6DD6" w:rsidRDefault="003C5F34" w:rsidP="003C5F34">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424698AD" w14:textId="12B049CA" w:rsidR="003C5F34" w:rsidRPr="00DF6DD6" w:rsidRDefault="003C5F34" w:rsidP="003C5F34">
            <w:pPr>
              <w:pStyle w:val="TAC"/>
              <w:keepNext w:val="0"/>
              <w:rPr>
                <w:rFonts w:cs="Arial"/>
                <w:lang w:eastAsia="ja-JP"/>
              </w:rPr>
            </w:pPr>
            <w:r w:rsidRPr="00A7074B">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0D784651" w14:textId="30017086" w:rsidR="003C5F34" w:rsidRPr="00DF6DD6" w:rsidRDefault="003C5F34" w:rsidP="003C5F34">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5A2E45E0" w14:textId="77777777" w:rsidR="003C5F34" w:rsidRPr="00DF6DD6" w:rsidRDefault="003C5F34" w:rsidP="003C5F34">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3C3B81E9" w14:textId="77777777" w:rsidR="003C5F34" w:rsidRPr="00DF6DD6" w:rsidRDefault="003C5F34" w:rsidP="003C5F34">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51F391D3" w14:textId="77777777" w:rsidR="003C5F34" w:rsidRPr="00DF6DD6" w:rsidRDefault="003C5F34" w:rsidP="003C5F34">
            <w:pPr>
              <w:pStyle w:val="TAC"/>
              <w:keepNext w:val="0"/>
              <w:rPr>
                <w:lang w:val="en-US" w:eastAsia="zh-CN"/>
              </w:rPr>
            </w:pPr>
          </w:p>
        </w:tc>
      </w:tr>
      <w:tr w:rsidR="0022566D" w:rsidRPr="00DF6DD6" w14:paraId="05883DBF" w14:textId="77777777" w:rsidTr="00CE2DED">
        <w:trPr>
          <w:trHeight w:val="148"/>
          <w:jc w:val="center"/>
        </w:trPr>
        <w:tc>
          <w:tcPr>
            <w:tcW w:w="1034" w:type="dxa"/>
            <w:vMerge/>
            <w:tcBorders>
              <w:left w:val="single" w:sz="4" w:space="0" w:color="auto"/>
              <w:right w:val="single" w:sz="4" w:space="0" w:color="auto"/>
            </w:tcBorders>
            <w:vAlign w:val="center"/>
          </w:tcPr>
          <w:p w14:paraId="6C5E7015"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7DFEC8A4"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vAlign w:val="center"/>
          </w:tcPr>
          <w:p w14:paraId="326434E3" w14:textId="77777777" w:rsidR="0022566D" w:rsidRPr="00DF6DD6" w:rsidRDefault="0022566D" w:rsidP="0022566D">
            <w:pPr>
              <w:pStyle w:val="TAC"/>
              <w:keepNext w:val="0"/>
              <w:rPr>
                <w:lang w:val="en-US" w:eastAsia="zh-CN"/>
              </w:rPr>
            </w:pPr>
            <w:r w:rsidRPr="00DF6DD6">
              <w:rPr>
                <w:rFonts w:hint="eastAsia"/>
                <w:lang w:val="en-US" w:eastAsia="zh-CN"/>
              </w:rPr>
              <w:t>n25</w:t>
            </w:r>
            <w:r w:rsidRPr="00DF6DD6">
              <w:rPr>
                <w:lang w:val="en-US"/>
              </w:rPr>
              <w:t>7</w:t>
            </w:r>
          </w:p>
        </w:tc>
        <w:tc>
          <w:tcPr>
            <w:tcW w:w="725" w:type="dxa"/>
            <w:tcBorders>
              <w:left w:val="single" w:sz="4" w:space="0" w:color="auto"/>
              <w:right w:val="single" w:sz="4" w:space="0" w:color="auto"/>
            </w:tcBorders>
          </w:tcPr>
          <w:p w14:paraId="2BE19D80"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494DC54D" w14:textId="59499255" w:rsidR="0022566D" w:rsidRPr="00DF6DD6" w:rsidRDefault="0022566D" w:rsidP="0022566D">
            <w:pPr>
              <w:pStyle w:val="TAC"/>
              <w:keepNext w:val="0"/>
              <w:rPr>
                <w:rFonts w:eastAsia="Yu Mincho"/>
                <w:szCs w:val="18"/>
                <w:lang w:eastAsia="zh-CN"/>
              </w:rPr>
            </w:pPr>
            <w:r>
              <w:rPr>
                <w:rFonts w:cs="Arial"/>
                <w:lang w:eastAsia="ja-JP"/>
              </w:rPr>
              <w:t>CA_n257D</w:t>
            </w:r>
          </w:p>
        </w:tc>
        <w:tc>
          <w:tcPr>
            <w:tcW w:w="749" w:type="dxa"/>
            <w:vMerge/>
            <w:tcBorders>
              <w:left w:val="single" w:sz="4" w:space="0" w:color="auto"/>
              <w:right w:val="single" w:sz="4" w:space="0" w:color="auto"/>
            </w:tcBorders>
          </w:tcPr>
          <w:p w14:paraId="4796F6D6" w14:textId="77777777" w:rsidR="0022566D" w:rsidRPr="00DF6DD6" w:rsidRDefault="0022566D" w:rsidP="0022566D">
            <w:pPr>
              <w:pStyle w:val="TAC"/>
              <w:keepNext w:val="0"/>
              <w:rPr>
                <w:lang w:val="en-US" w:eastAsia="zh-CN"/>
              </w:rPr>
            </w:pPr>
          </w:p>
        </w:tc>
      </w:tr>
      <w:tr w:rsidR="0022566D" w:rsidRPr="00DF6DD6" w14:paraId="2F33FD78" w14:textId="77777777" w:rsidTr="00CE2DED">
        <w:trPr>
          <w:trHeight w:val="148"/>
          <w:jc w:val="center"/>
        </w:trPr>
        <w:tc>
          <w:tcPr>
            <w:tcW w:w="1034" w:type="dxa"/>
            <w:vMerge w:val="restart"/>
            <w:tcBorders>
              <w:left w:val="single" w:sz="4" w:space="0" w:color="auto"/>
              <w:right w:val="single" w:sz="4" w:space="0" w:color="auto"/>
            </w:tcBorders>
            <w:vAlign w:val="center"/>
          </w:tcPr>
          <w:p w14:paraId="56B57F3C"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257E</w:t>
            </w:r>
          </w:p>
        </w:tc>
        <w:tc>
          <w:tcPr>
            <w:tcW w:w="1034" w:type="dxa"/>
            <w:vMerge w:val="restart"/>
            <w:tcBorders>
              <w:left w:val="single" w:sz="4" w:space="0" w:color="auto"/>
              <w:right w:val="single" w:sz="4" w:space="0" w:color="auto"/>
            </w:tcBorders>
            <w:vAlign w:val="center"/>
          </w:tcPr>
          <w:p w14:paraId="0BDEF924"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w:t>
            </w:r>
            <w:r w:rsidRPr="00DF6DD6">
              <w:rPr>
                <w:lang w:val="en-US"/>
              </w:rPr>
              <w:t>A</w:t>
            </w:r>
          </w:p>
        </w:tc>
        <w:tc>
          <w:tcPr>
            <w:tcW w:w="746" w:type="dxa"/>
            <w:vMerge w:val="restart"/>
            <w:tcBorders>
              <w:left w:val="single" w:sz="4" w:space="0" w:color="auto"/>
              <w:right w:val="single" w:sz="4" w:space="0" w:color="auto"/>
            </w:tcBorders>
            <w:vAlign w:val="center"/>
          </w:tcPr>
          <w:p w14:paraId="0408937A" w14:textId="77777777" w:rsidR="0022566D" w:rsidRPr="00DF6DD6" w:rsidRDefault="0022566D" w:rsidP="0022566D">
            <w:pPr>
              <w:pStyle w:val="TAC"/>
              <w:keepNext w:val="0"/>
              <w:rPr>
                <w:lang w:val="en-US" w:eastAsia="zh-CN"/>
              </w:rPr>
            </w:pPr>
            <w:r w:rsidRPr="00DF6DD6">
              <w:rPr>
                <w:rFonts w:hint="eastAsia"/>
                <w:lang w:val="en-US" w:eastAsia="zh-CN"/>
              </w:rPr>
              <w:t>n77</w:t>
            </w:r>
          </w:p>
        </w:tc>
        <w:tc>
          <w:tcPr>
            <w:tcW w:w="725" w:type="dxa"/>
            <w:tcBorders>
              <w:top w:val="single" w:sz="4" w:space="0" w:color="auto"/>
              <w:left w:val="single" w:sz="4" w:space="0" w:color="auto"/>
              <w:bottom w:val="single" w:sz="4" w:space="0" w:color="auto"/>
              <w:right w:val="single" w:sz="4" w:space="0" w:color="auto"/>
            </w:tcBorders>
            <w:vAlign w:val="center"/>
          </w:tcPr>
          <w:p w14:paraId="580E680A" w14:textId="77777777" w:rsidR="0022566D" w:rsidRPr="00DF6DD6" w:rsidRDefault="0022566D" w:rsidP="0022566D">
            <w:pPr>
              <w:pStyle w:val="TAC"/>
              <w:keepNext w:val="0"/>
              <w:rPr>
                <w:lang w:val="en-US"/>
              </w:rPr>
            </w:pPr>
            <w:r w:rsidRPr="00DF6DD6">
              <w:rPr>
                <w:rFonts w:eastAsia="Yu Mincho"/>
              </w:rPr>
              <w:t>15</w:t>
            </w:r>
          </w:p>
        </w:tc>
        <w:tc>
          <w:tcPr>
            <w:tcW w:w="477" w:type="dxa"/>
            <w:tcBorders>
              <w:top w:val="single" w:sz="4" w:space="0" w:color="auto"/>
              <w:left w:val="single" w:sz="4" w:space="0" w:color="auto"/>
              <w:bottom w:val="single" w:sz="4" w:space="0" w:color="auto"/>
              <w:right w:val="single" w:sz="4" w:space="0" w:color="auto"/>
            </w:tcBorders>
          </w:tcPr>
          <w:p w14:paraId="3BBA34BB" w14:textId="2561A307" w:rsidR="0022566D" w:rsidRPr="00DF6DD6" w:rsidRDefault="0022566D" w:rsidP="0022566D">
            <w:pPr>
              <w:pStyle w:val="TAC"/>
              <w:keepNext w:val="0"/>
              <w:rPr>
                <w:szCs w:val="18"/>
              </w:rPr>
            </w:pPr>
            <w:r>
              <w:rPr>
                <w:rFonts w:cs="Arial"/>
                <w:lang w:val="en-US" w:eastAsia="zh-CN"/>
              </w:rPr>
              <w:t>Yes</w:t>
            </w:r>
          </w:p>
        </w:tc>
        <w:tc>
          <w:tcPr>
            <w:tcW w:w="614" w:type="dxa"/>
            <w:tcBorders>
              <w:top w:val="single" w:sz="4" w:space="0" w:color="auto"/>
              <w:left w:val="single" w:sz="4" w:space="0" w:color="auto"/>
              <w:bottom w:val="single" w:sz="4" w:space="0" w:color="auto"/>
              <w:right w:val="single" w:sz="4" w:space="0" w:color="auto"/>
            </w:tcBorders>
          </w:tcPr>
          <w:p w14:paraId="7185AF64" w14:textId="57E812B9" w:rsidR="0022566D" w:rsidRPr="00DF6DD6" w:rsidRDefault="0022566D" w:rsidP="0022566D">
            <w:pPr>
              <w:pStyle w:val="TAC"/>
              <w:keepNext w:val="0"/>
              <w:rPr>
                <w:rFonts w:cs="Arial"/>
                <w:lang w:val="en-US" w:eastAsia="zh-CN"/>
              </w:rPr>
            </w:pPr>
            <w:r>
              <w:rPr>
                <w:rFonts w:cs="Arial"/>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30A677C8" w14:textId="1D2D4D51" w:rsidR="0022566D" w:rsidRPr="00DF6DD6" w:rsidRDefault="0022566D" w:rsidP="0022566D">
            <w:pPr>
              <w:pStyle w:val="TAC"/>
              <w:keepNext w:val="0"/>
              <w:rPr>
                <w:rFonts w:cs="Arial"/>
                <w:lang w:val="en-US" w:eastAsia="zh-CN"/>
              </w:rPr>
            </w:pPr>
            <w:r>
              <w:rPr>
                <w:rFonts w:cs="Arial"/>
                <w:lang w:val="en-US" w:eastAsia="zh-CN"/>
              </w:rPr>
              <w:t>Yes</w:t>
            </w:r>
          </w:p>
        </w:tc>
        <w:tc>
          <w:tcPr>
            <w:tcW w:w="708" w:type="dxa"/>
            <w:tcBorders>
              <w:top w:val="single" w:sz="4" w:space="0" w:color="auto"/>
              <w:left w:val="single" w:sz="4" w:space="0" w:color="auto"/>
              <w:bottom w:val="single" w:sz="4" w:space="0" w:color="auto"/>
              <w:right w:val="single" w:sz="4" w:space="0" w:color="auto"/>
            </w:tcBorders>
          </w:tcPr>
          <w:p w14:paraId="7D4DEF39" w14:textId="4D9BD408" w:rsidR="0022566D" w:rsidRPr="00DF6DD6" w:rsidRDefault="0022566D" w:rsidP="0022566D">
            <w:pPr>
              <w:pStyle w:val="TAC"/>
              <w:keepNext w:val="0"/>
              <w:rPr>
                <w:rFonts w:cs="Arial"/>
                <w:lang w:val="en-US" w:eastAsia="zh-CN"/>
              </w:rPr>
            </w:pPr>
            <w:r>
              <w:rPr>
                <w:rFonts w:cs="Arial"/>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31DF470F" w14:textId="107EA9F3" w:rsidR="0022566D" w:rsidRPr="00DF6DD6" w:rsidRDefault="0022566D" w:rsidP="0022566D">
            <w:pPr>
              <w:pStyle w:val="TAC"/>
              <w:keepNext w:val="0"/>
              <w:rPr>
                <w:rFonts w:cs="Arial"/>
                <w:lang w:val="sv-SE"/>
              </w:rPr>
            </w:pPr>
            <w:r>
              <w:rPr>
                <w:rFonts w:cs="Arial"/>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5DB5CCE9" w14:textId="2BD31AE8" w:rsidR="0022566D" w:rsidRPr="00DF6DD6" w:rsidRDefault="0022566D" w:rsidP="0022566D">
            <w:pPr>
              <w:pStyle w:val="TAC"/>
              <w:keepNext w:val="0"/>
              <w:rPr>
                <w:rFonts w:cs="Arial"/>
                <w:lang w:eastAsia="ja-JP"/>
              </w:rPr>
            </w:pPr>
            <w:r>
              <w:rPr>
                <w:rFonts w:cs="Arial"/>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282E4E8" w14:textId="77777777" w:rsidR="0022566D" w:rsidRPr="00DF6DD6" w:rsidRDefault="0022566D" w:rsidP="0022566D">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vAlign w:val="center"/>
          </w:tcPr>
          <w:p w14:paraId="12945F17"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tcPr>
          <w:p w14:paraId="7D23A9D6" w14:textId="77777777" w:rsidR="0022566D" w:rsidRPr="00DF6DD6" w:rsidRDefault="0022566D" w:rsidP="0022566D">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tcPr>
          <w:p w14:paraId="6110C1C8" w14:textId="455F8950"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tcPr>
          <w:p w14:paraId="5AE6F9FC"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6A111AB3" w14:textId="77777777" w:rsidR="0022566D" w:rsidRPr="00DF6DD6" w:rsidRDefault="0022566D" w:rsidP="0022566D">
            <w:pPr>
              <w:pStyle w:val="TAC"/>
              <w:keepNext w:val="0"/>
              <w:rPr>
                <w:rFonts w:eastAsia="Yu Mincho"/>
                <w:szCs w:val="18"/>
              </w:rPr>
            </w:pPr>
          </w:p>
        </w:tc>
        <w:tc>
          <w:tcPr>
            <w:tcW w:w="749" w:type="dxa"/>
            <w:vMerge w:val="restart"/>
            <w:tcBorders>
              <w:left w:val="single" w:sz="4" w:space="0" w:color="auto"/>
              <w:right w:val="single" w:sz="4" w:space="0" w:color="auto"/>
            </w:tcBorders>
            <w:vAlign w:val="center"/>
          </w:tcPr>
          <w:p w14:paraId="2D3A4348" w14:textId="77777777" w:rsidR="0022566D" w:rsidRPr="00DF6DD6" w:rsidRDefault="0022566D" w:rsidP="0022566D">
            <w:pPr>
              <w:pStyle w:val="TAC"/>
              <w:keepNext w:val="0"/>
              <w:rPr>
                <w:lang w:val="en-US" w:eastAsia="zh-CN"/>
              </w:rPr>
            </w:pPr>
            <w:r w:rsidRPr="00DF6DD6">
              <w:rPr>
                <w:lang w:val="en-US" w:eastAsia="zh-CN"/>
              </w:rPr>
              <w:t>0</w:t>
            </w:r>
          </w:p>
        </w:tc>
      </w:tr>
      <w:tr w:rsidR="0022566D" w:rsidRPr="00DF6DD6" w14:paraId="1024F783" w14:textId="77777777" w:rsidTr="00CE2DED">
        <w:trPr>
          <w:trHeight w:val="148"/>
          <w:jc w:val="center"/>
        </w:trPr>
        <w:tc>
          <w:tcPr>
            <w:tcW w:w="1034" w:type="dxa"/>
            <w:vMerge/>
            <w:tcBorders>
              <w:left w:val="single" w:sz="4" w:space="0" w:color="auto"/>
              <w:right w:val="single" w:sz="4" w:space="0" w:color="auto"/>
            </w:tcBorders>
            <w:vAlign w:val="center"/>
          </w:tcPr>
          <w:p w14:paraId="788FB60A"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3C47887B"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1F4BB16D"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35E254CD" w14:textId="77777777" w:rsidR="0022566D" w:rsidRPr="00DF6DD6" w:rsidRDefault="0022566D" w:rsidP="0022566D">
            <w:pPr>
              <w:pStyle w:val="TAC"/>
              <w:keepNext w:val="0"/>
              <w:rPr>
                <w:lang w:val="en-US"/>
              </w:rPr>
            </w:pPr>
            <w:r w:rsidRPr="00DF6DD6">
              <w:rPr>
                <w:rFonts w:eastAsia="Yu Mincho"/>
              </w:rPr>
              <w:t>30</w:t>
            </w:r>
          </w:p>
        </w:tc>
        <w:tc>
          <w:tcPr>
            <w:tcW w:w="477" w:type="dxa"/>
            <w:tcBorders>
              <w:top w:val="single" w:sz="4" w:space="0" w:color="auto"/>
              <w:left w:val="single" w:sz="4" w:space="0" w:color="auto"/>
              <w:bottom w:val="single" w:sz="4" w:space="0" w:color="auto"/>
              <w:right w:val="single" w:sz="4" w:space="0" w:color="auto"/>
            </w:tcBorders>
          </w:tcPr>
          <w:p w14:paraId="46DC0AC6" w14:textId="2DB80E2C" w:rsidR="0022566D" w:rsidRPr="00DF6DD6" w:rsidRDefault="0022566D" w:rsidP="0022566D">
            <w:pPr>
              <w:pStyle w:val="TAC"/>
              <w:keepNext w:val="0"/>
              <w:rPr>
                <w:szCs w:val="18"/>
              </w:rPr>
            </w:pPr>
            <w:r>
              <w:rPr>
                <w:rFonts w:cs="Arial"/>
                <w:lang w:eastAsia="ja-JP"/>
              </w:rPr>
              <w:t>Yes</w:t>
            </w:r>
          </w:p>
        </w:tc>
        <w:tc>
          <w:tcPr>
            <w:tcW w:w="614" w:type="dxa"/>
            <w:tcBorders>
              <w:top w:val="single" w:sz="4" w:space="0" w:color="auto"/>
              <w:left w:val="single" w:sz="4" w:space="0" w:color="auto"/>
              <w:bottom w:val="single" w:sz="4" w:space="0" w:color="auto"/>
              <w:right w:val="single" w:sz="4" w:space="0" w:color="auto"/>
            </w:tcBorders>
          </w:tcPr>
          <w:p w14:paraId="029620A8" w14:textId="48ADB50E" w:rsidR="0022566D" w:rsidRPr="00DF6DD6" w:rsidRDefault="0022566D" w:rsidP="0022566D">
            <w:pPr>
              <w:pStyle w:val="TAC"/>
              <w:keepNext w:val="0"/>
              <w:rPr>
                <w:rFonts w:cs="Arial"/>
                <w:lang w:eastAsia="ja-JP"/>
              </w:rPr>
            </w:pPr>
            <w:r>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546F6E86" w14:textId="7323E2E7" w:rsidR="0022566D" w:rsidRPr="00DF6DD6" w:rsidRDefault="0022566D" w:rsidP="0022566D">
            <w:pPr>
              <w:pStyle w:val="TAC"/>
              <w:keepNext w:val="0"/>
              <w:rPr>
                <w:rFonts w:cs="Arial"/>
                <w:lang w:eastAsia="ja-JP"/>
              </w:rPr>
            </w:pPr>
            <w:r>
              <w:rPr>
                <w:rFonts w:cs="Arial"/>
                <w:lang w:eastAsia="ja-JP"/>
              </w:rPr>
              <w:t>Yes</w:t>
            </w:r>
          </w:p>
        </w:tc>
        <w:tc>
          <w:tcPr>
            <w:tcW w:w="708" w:type="dxa"/>
            <w:tcBorders>
              <w:top w:val="single" w:sz="4" w:space="0" w:color="auto"/>
              <w:left w:val="single" w:sz="4" w:space="0" w:color="auto"/>
              <w:bottom w:val="single" w:sz="4" w:space="0" w:color="auto"/>
              <w:right w:val="single" w:sz="4" w:space="0" w:color="auto"/>
            </w:tcBorders>
          </w:tcPr>
          <w:p w14:paraId="51EFEBF0" w14:textId="2C481CCB" w:rsidR="0022566D" w:rsidRPr="00DF6DD6" w:rsidRDefault="0022566D" w:rsidP="0022566D">
            <w:pPr>
              <w:pStyle w:val="TAC"/>
              <w:keepNext w:val="0"/>
              <w:rPr>
                <w:rFonts w:cs="Arial"/>
                <w:lang w:eastAsia="ja-JP"/>
              </w:rPr>
            </w:pPr>
            <w:r>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7C3B3E2F" w14:textId="51D20B71" w:rsidR="0022566D" w:rsidRPr="00DF6DD6" w:rsidRDefault="0022566D" w:rsidP="0022566D">
            <w:pPr>
              <w:pStyle w:val="TAC"/>
              <w:keepNext w:val="0"/>
              <w:rPr>
                <w:rFonts w:cs="Arial"/>
                <w:lang w:val="sv-SE"/>
              </w:rPr>
            </w:pPr>
            <w:r>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07CD95C7" w14:textId="330BA63B" w:rsidR="0022566D" w:rsidRPr="00DF6DD6" w:rsidRDefault="0022566D" w:rsidP="0022566D">
            <w:pPr>
              <w:pStyle w:val="TAC"/>
              <w:keepNext w:val="0"/>
              <w:rPr>
                <w:rFonts w:cs="Arial"/>
                <w:lang w:eastAsia="ja-JP"/>
              </w:rPr>
            </w:pPr>
            <w:r>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4F79AC7"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59F9B9EE"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075D01ED" w14:textId="2DDDB18D" w:rsidR="0022566D" w:rsidRPr="00DF6DD6" w:rsidRDefault="0022566D" w:rsidP="0022566D">
            <w:pPr>
              <w:pStyle w:val="TAC"/>
              <w:keepNext w:val="0"/>
              <w:rPr>
                <w:rFonts w:cs="Arial"/>
                <w:lang w:eastAsia="ja-JP"/>
              </w:rPr>
            </w:pPr>
            <w:r w:rsidRPr="00AE0ECA">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5C5EC031" w14:textId="528304D3"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3A0004BF"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2DC2F146"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2AAED4C3" w14:textId="77777777" w:rsidR="0022566D" w:rsidRPr="00DF6DD6" w:rsidRDefault="0022566D" w:rsidP="0022566D">
            <w:pPr>
              <w:pStyle w:val="TAC"/>
              <w:keepNext w:val="0"/>
              <w:rPr>
                <w:lang w:val="en-US" w:eastAsia="zh-CN"/>
              </w:rPr>
            </w:pPr>
          </w:p>
        </w:tc>
      </w:tr>
      <w:tr w:rsidR="0022566D" w:rsidRPr="00DF6DD6" w14:paraId="1D5DAB4F" w14:textId="77777777" w:rsidTr="00CE2DED">
        <w:trPr>
          <w:trHeight w:val="148"/>
          <w:jc w:val="center"/>
        </w:trPr>
        <w:tc>
          <w:tcPr>
            <w:tcW w:w="1034" w:type="dxa"/>
            <w:vMerge/>
            <w:tcBorders>
              <w:left w:val="single" w:sz="4" w:space="0" w:color="auto"/>
              <w:right w:val="single" w:sz="4" w:space="0" w:color="auto"/>
            </w:tcBorders>
            <w:vAlign w:val="center"/>
          </w:tcPr>
          <w:p w14:paraId="753818AE"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0417BEFB" w14:textId="77777777" w:rsidR="0022566D" w:rsidRPr="00DF6DD6" w:rsidRDefault="0022566D" w:rsidP="0022566D">
            <w:pPr>
              <w:pStyle w:val="TAC"/>
              <w:keepNext w:val="0"/>
              <w:rPr>
                <w:lang w:val="en-US"/>
              </w:rPr>
            </w:pPr>
          </w:p>
        </w:tc>
        <w:tc>
          <w:tcPr>
            <w:tcW w:w="746" w:type="dxa"/>
            <w:vMerge/>
            <w:tcBorders>
              <w:left w:val="single" w:sz="4" w:space="0" w:color="auto"/>
              <w:bottom w:val="single" w:sz="4" w:space="0" w:color="auto"/>
              <w:right w:val="single" w:sz="4" w:space="0" w:color="auto"/>
            </w:tcBorders>
            <w:vAlign w:val="center"/>
          </w:tcPr>
          <w:p w14:paraId="1E0648BA"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7220BB1E" w14:textId="77777777" w:rsidR="0022566D" w:rsidRPr="00DF6DD6" w:rsidRDefault="0022566D" w:rsidP="0022566D">
            <w:pPr>
              <w:pStyle w:val="TAC"/>
              <w:keepNext w:val="0"/>
              <w:rPr>
                <w:lang w:val="en-US"/>
              </w:rPr>
            </w:pPr>
            <w:r w:rsidRPr="00DF6DD6">
              <w:rPr>
                <w:rFonts w:eastAsia="Yu Mincho"/>
              </w:rPr>
              <w:t>60</w:t>
            </w:r>
          </w:p>
        </w:tc>
        <w:tc>
          <w:tcPr>
            <w:tcW w:w="477" w:type="dxa"/>
            <w:tcBorders>
              <w:top w:val="single" w:sz="4" w:space="0" w:color="auto"/>
              <w:left w:val="single" w:sz="4" w:space="0" w:color="auto"/>
              <w:bottom w:val="single" w:sz="4" w:space="0" w:color="auto"/>
              <w:right w:val="single" w:sz="4" w:space="0" w:color="auto"/>
            </w:tcBorders>
          </w:tcPr>
          <w:p w14:paraId="6CB76CE6" w14:textId="09048488" w:rsidR="0022566D" w:rsidRPr="00DF6DD6" w:rsidRDefault="0022566D" w:rsidP="0022566D">
            <w:pPr>
              <w:pStyle w:val="TAC"/>
              <w:keepNext w:val="0"/>
              <w:rPr>
                <w:szCs w:val="18"/>
              </w:rPr>
            </w:pPr>
            <w:r>
              <w:rPr>
                <w:rFonts w:cs="Arial"/>
                <w:lang w:eastAsia="ja-JP"/>
              </w:rPr>
              <w:t>Yes</w:t>
            </w:r>
          </w:p>
        </w:tc>
        <w:tc>
          <w:tcPr>
            <w:tcW w:w="614" w:type="dxa"/>
            <w:tcBorders>
              <w:top w:val="single" w:sz="4" w:space="0" w:color="auto"/>
              <w:left w:val="single" w:sz="4" w:space="0" w:color="auto"/>
              <w:bottom w:val="single" w:sz="4" w:space="0" w:color="auto"/>
              <w:right w:val="single" w:sz="4" w:space="0" w:color="auto"/>
            </w:tcBorders>
          </w:tcPr>
          <w:p w14:paraId="53D9AF43" w14:textId="01E498E5" w:rsidR="0022566D" w:rsidRPr="00DF6DD6" w:rsidRDefault="0022566D" w:rsidP="0022566D">
            <w:pPr>
              <w:pStyle w:val="TAC"/>
              <w:keepNext w:val="0"/>
              <w:rPr>
                <w:rFonts w:cs="Arial"/>
                <w:lang w:eastAsia="ja-JP"/>
              </w:rPr>
            </w:pPr>
            <w:r>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612572FB" w14:textId="0DF564BD" w:rsidR="0022566D" w:rsidRPr="00DF6DD6" w:rsidRDefault="0022566D" w:rsidP="0022566D">
            <w:pPr>
              <w:pStyle w:val="TAC"/>
              <w:keepNext w:val="0"/>
              <w:rPr>
                <w:rFonts w:cs="Arial"/>
                <w:lang w:eastAsia="ja-JP"/>
              </w:rPr>
            </w:pPr>
            <w:r>
              <w:rPr>
                <w:rFonts w:cs="Arial"/>
                <w:lang w:eastAsia="ja-JP"/>
              </w:rPr>
              <w:t>Yes</w:t>
            </w:r>
          </w:p>
        </w:tc>
        <w:tc>
          <w:tcPr>
            <w:tcW w:w="708" w:type="dxa"/>
            <w:tcBorders>
              <w:top w:val="single" w:sz="4" w:space="0" w:color="auto"/>
              <w:left w:val="single" w:sz="4" w:space="0" w:color="auto"/>
              <w:bottom w:val="single" w:sz="4" w:space="0" w:color="auto"/>
              <w:right w:val="single" w:sz="4" w:space="0" w:color="auto"/>
            </w:tcBorders>
          </w:tcPr>
          <w:p w14:paraId="74B8F89F" w14:textId="4832FDE4" w:rsidR="0022566D" w:rsidRPr="00DF6DD6" w:rsidRDefault="0022566D" w:rsidP="0022566D">
            <w:pPr>
              <w:pStyle w:val="TAC"/>
              <w:keepNext w:val="0"/>
              <w:rPr>
                <w:rFonts w:cs="Arial"/>
                <w:lang w:eastAsia="ja-JP"/>
              </w:rPr>
            </w:pPr>
            <w:r>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7726EC1C" w14:textId="678BF28C" w:rsidR="0022566D" w:rsidRPr="00DF6DD6" w:rsidRDefault="0022566D" w:rsidP="0022566D">
            <w:pPr>
              <w:pStyle w:val="TAC"/>
              <w:keepNext w:val="0"/>
              <w:rPr>
                <w:rFonts w:cs="Arial"/>
                <w:lang w:val="sv-SE" w:eastAsia="ja-JP"/>
              </w:rPr>
            </w:pPr>
            <w:r>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2B3CF438" w14:textId="31DAF323" w:rsidR="0022566D" w:rsidRPr="00DF6DD6" w:rsidRDefault="0022566D" w:rsidP="0022566D">
            <w:pPr>
              <w:pStyle w:val="TAC"/>
              <w:keepNext w:val="0"/>
              <w:rPr>
                <w:rFonts w:cs="Arial"/>
                <w:lang w:eastAsia="ja-JP"/>
              </w:rPr>
            </w:pPr>
            <w:r>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C71E088"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17BFB998"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0CC8AF1A" w14:textId="2CF143A4" w:rsidR="0022566D" w:rsidRPr="00DF6DD6" w:rsidRDefault="0022566D" w:rsidP="0022566D">
            <w:pPr>
              <w:pStyle w:val="TAC"/>
              <w:keepNext w:val="0"/>
              <w:rPr>
                <w:rFonts w:cs="Arial"/>
                <w:lang w:eastAsia="ja-JP"/>
              </w:rPr>
            </w:pPr>
            <w:r w:rsidRPr="00AE0ECA">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313FBD2F" w14:textId="16DBE40E"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75497A0E"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1EDC5DF4"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070D1EA7" w14:textId="77777777" w:rsidR="0022566D" w:rsidRPr="00DF6DD6" w:rsidRDefault="0022566D" w:rsidP="0022566D">
            <w:pPr>
              <w:pStyle w:val="TAC"/>
              <w:keepNext w:val="0"/>
              <w:rPr>
                <w:lang w:val="en-US" w:eastAsia="zh-CN"/>
              </w:rPr>
            </w:pPr>
          </w:p>
        </w:tc>
      </w:tr>
      <w:tr w:rsidR="0022566D" w:rsidRPr="00DF6DD6" w14:paraId="6E6292DF" w14:textId="77777777" w:rsidTr="00CE2DED">
        <w:trPr>
          <w:trHeight w:val="148"/>
          <w:jc w:val="center"/>
        </w:trPr>
        <w:tc>
          <w:tcPr>
            <w:tcW w:w="1034" w:type="dxa"/>
            <w:vMerge/>
            <w:tcBorders>
              <w:left w:val="single" w:sz="4" w:space="0" w:color="auto"/>
              <w:right w:val="single" w:sz="4" w:space="0" w:color="auto"/>
            </w:tcBorders>
            <w:vAlign w:val="center"/>
          </w:tcPr>
          <w:p w14:paraId="2D81C9D8"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67293CA2"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vAlign w:val="center"/>
          </w:tcPr>
          <w:p w14:paraId="3407F289" w14:textId="77777777" w:rsidR="0022566D" w:rsidRPr="00DF6DD6" w:rsidRDefault="0022566D" w:rsidP="0022566D">
            <w:pPr>
              <w:pStyle w:val="TAC"/>
              <w:keepNext w:val="0"/>
              <w:rPr>
                <w:lang w:val="en-US" w:eastAsia="zh-CN"/>
              </w:rPr>
            </w:pPr>
            <w:r w:rsidRPr="00DF6DD6">
              <w:rPr>
                <w:rFonts w:hint="eastAsia"/>
                <w:lang w:val="en-US" w:eastAsia="zh-CN"/>
              </w:rPr>
              <w:t>n</w:t>
            </w:r>
            <w:r w:rsidRPr="00DF6DD6">
              <w:rPr>
                <w:rFonts w:hint="eastAsia"/>
                <w:lang w:eastAsia="zh-CN"/>
              </w:rPr>
              <w:t>257</w:t>
            </w:r>
          </w:p>
        </w:tc>
        <w:tc>
          <w:tcPr>
            <w:tcW w:w="725" w:type="dxa"/>
            <w:tcBorders>
              <w:left w:val="single" w:sz="4" w:space="0" w:color="auto"/>
              <w:right w:val="single" w:sz="4" w:space="0" w:color="auto"/>
            </w:tcBorders>
          </w:tcPr>
          <w:p w14:paraId="289C89D9"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2FF049E3" w14:textId="71AEE603" w:rsidR="0022566D" w:rsidRPr="00DF6DD6" w:rsidRDefault="0022566D" w:rsidP="0022566D">
            <w:pPr>
              <w:pStyle w:val="TAC"/>
              <w:keepNext w:val="0"/>
              <w:rPr>
                <w:rFonts w:eastAsia="Yu Mincho"/>
                <w:szCs w:val="18"/>
                <w:lang w:eastAsia="zh-CN"/>
              </w:rPr>
            </w:pPr>
            <w:r>
              <w:rPr>
                <w:rFonts w:cs="Arial"/>
                <w:lang w:eastAsia="ja-JP"/>
              </w:rPr>
              <w:t>CA_n257E</w:t>
            </w:r>
          </w:p>
        </w:tc>
        <w:tc>
          <w:tcPr>
            <w:tcW w:w="749" w:type="dxa"/>
            <w:vMerge/>
            <w:tcBorders>
              <w:left w:val="single" w:sz="4" w:space="0" w:color="auto"/>
              <w:right w:val="single" w:sz="4" w:space="0" w:color="auto"/>
            </w:tcBorders>
          </w:tcPr>
          <w:p w14:paraId="304F5452" w14:textId="77777777" w:rsidR="0022566D" w:rsidRPr="00DF6DD6" w:rsidRDefault="0022566D" w:rsidP="0022566D">
            <w:pPr>
              <w:pStyle w:val="TAC"/>
              <w:keepNext w:val="0"/>
              <w:rPr>
                <w:lang w:val="en-US" w:eastAsia="zh-CN"/>
              </w:rPr>
            </w:pPr>
          </w:p>
        </w:tc>
      </w:tr>
      <w:tr w:rsidR="00D563F5" w:rsidRPr="00DF6DD6" w14:paraId="6CE0C727" w14:textId="77777777" w:rsidTr="00CE2DED">
        <w:trPr>
          <w:trHeight w:val="148"/>
          <w:jc w:val="center"/>
        </w:trPr>
        <w:tc>
          <w:tcPr>
            <w:tcW w:w="1034" w:type="dxa"/>
            <w:vMerge w:val="restart"/>
            <w:tcBorders>
              <w:top w:val="single" w:sz="4" w:space="0" w:color="auto"/>
              <w:left w:val="single" w:sz="4" w:space="0" w:color="auto"/>
              <w:bottom w:val="single" w:sz="4" w:space="0" w:color="auto"/>
              <w:right w:val="single" w:sz="4" w:space="0" w:color="auto"/>
            </w:tcBorders>
            <w:vAlign w:val="center"/>
            <w:hideMark/>
          </w:tcPr>
          <w:p w14:paraId="56A960FB" w14:textId="77777777" w:rsidR="00D563F5" w:rsidRPr="00DF6DD6" w:rsidRDefault="00D563F5" w:rsidP="00D563F5">
            <w:pPr>
              <w:pStyle w:val="TAC"/>
              <w:keepNext w:val="0"/>
              <w:rPr>
                <w:lang w:val="en-US" w:eastAsia="zh-CN"/>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257F</w:t>
            </w:r>
          </w:p>
        </w:tc>
        <w:tc>
          <w:tcPr>
            <w:tcW w:w="1034" w:type="dxa"/>
            <w:vMerge w:val="restart"/>
            <w:tcBorders>
              <w:top w:val="single" w:sz="4" w:space="0" w:color="auto"/>
              <w:left w:val="single" w:sz="4" w:space="0" w:color="auto"/>
              <w:bottom w:val="single" w:sz="4" w:space="0" w:color="auto"/>
              <w:right w:val="single" w:sz="4" w:space="0" w:color="auto"/>
            </w:tcBorders>
            <w:vAlign w:val="center"/>
            <w:hideMark/>
          </w:tcPr>
          <w:p w14:paraId="3AFA73A5" w14:textId="77777777" w:rsidR="00D563F5" w:rsidRPr="00DF6DD6" w:rsidRDefault="00D563F5" w:rsidP="00D563F5">
            <w:pPr>
              <w:pStyle w:val="TAC"/>
              <w:keepNext w:val="0"/>
              <w:rPr>
                <w:lang w:val="en-US"/>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w:t>
            </w:r>
            <w:r w:rsidRPr="00DF6DD6">
              <w:rPr>
                <w:lang w:val="en-US"/>
              </w:rPr>
              <w:t>A</w:t>
            </w:r>
          </w:p>
        </w:tc>
        <w:tc>
          <w:tcPr>
            <w:tcW w:w="746" w:type="dxa"/>
            <w:vMerge w:val="restart"/>
            <w:tcBorders>
              <w:top w:val="single" w:sz="4" w:space="0" w:color="auto"/>
              <w:left w:val="single" w:sz="4" w:space="0" w:color="auto"/>
              <w:bottom w:val="single" w:sz="4" w:space="0" w:color="auto"/>
              <w:right w:val="single" w:sz="4" w:space="0" w:color="auto"/>
            </w:tcBorders>
            <w:vAlign w:val="center"/>
            <w:hideMark/>
          </w:tcPr>
          <w:p w14:paraId="35336173" w14:textId="77777777" w:rsidR="00D563F5" w:rsidRPr="00DF6DD6" w:rsidRDefault="00D563F5" w:rsidP="00D563F5">
            <w:pPr>
              <w:pStyle w:val="TAC"/>
              <w:keepNext w:val="0"/>
              <w:rPr>
                <w:lang w:val="en-US" w:eastAsia="zh-CN"/>
              </w:rPr>
            </w:pPr>
            <w:r w:rsidRPr="00DF6DD6">
              <w:rPr>
                <w:rFonts w:hint="eastAsia"/>
                <w:lang w:val="en-US" w:eastAsia="zh-CN"/>
              </w:rPr>
              <w:t>n77</w:t>
            </w:r>
          </w:p>
        </w:tc>
        <w:tc>
          <w:tcPr>
            <w:tcW w:w="725" w:type="dxa"/>
            <w:tcBorders>
              <w:top w:val="single" w:sz="4" w:space="0" w:color="auto"/>
              <w:left w:val="single" w:sz="4" w:space="0" w:color="auto"/>
              <w:bottom w:val="single" w:sz="4" w:space="0" w:color="auto"/>
              <w:right w:val="single" w:sz="4" w:space="0" w:color="auto"/>
            </w:tcBorders>
            <w:hideMark/>
          </w:tcPr>
          <w:p w14:paraId="0F2E50D2" w14:textId="77777777" w:rsidR="00D563F5" w:rsidRPr="00DF6DD6" w:rsidRDefault="00D563F5" w:rsidP="00D563F5">
            <w:pPr>
              <w:pStyle w:val="TAC"/>
              <w:keepNext w:val="0"/>
              <w:rPr>
                <w:lang w:val="en-US"/>
              </w:rPr>
            </w:pPr>
            <w:r w:rsidRPr="00DF6DD6">
              <w:rPr>
                <w:lang w:val="en-US"/>
              </w:rPr>
              <w:t>15</w:t>
            </w:r>
          </w:p>
        </w:tc>
        <w:tc>
          <w:tcPr>
            <w:tcW w:w="477" w:type="dxa"/>
            <w:tcBorders>
              <w:top w:val="single" w:sz="4" w:space="0" w:color="auto"/>
              <w:left w:val="single" w:sz="4" w:space="0" w:color="auto"/>
              <w:bottom w:val="single" w:sz="4" w:space="0" w:color="auto"/>
              <w:right w:val="single" w:sz="4" w:space="0" w:color="auto"/>
            </w:tcBorders>
          </w:tcPr>
          <w:p w14:paraId="7EDF4C2C" w14:textId="59F8D863" w:rsidR="00D563F5" w:rsidRPr="00DF6DD6" w:rsidRDefault="00D563F5" w:rsidP="00D563F5">
            <w:pPr>
              <w:pStyle w:val="TAC"/>
              <w:keepNext w:val="0"/>
              <w:rPr>
                <w:rFonts w:cs="Arial"/>
                <w:lang w:val="en-US" w:eastAsia="zh-CN"/>
              </w:rPr>
            </w:pPr>
          </w:p>
        </w:tc>
        <w:tc>
          <w:tcPr>
            <w:tcW w:w="614" w:type="dxa"/>
            <w:tcBorders>
              <w:top w:val="single" w:sz="4" w:space="0" w:color="auto"/>
              <w:left w:val="single" w:sz="4" w:space="0" w:color="auto"/>
              <w:bottom w:val="single" w:sz="4" w:space="0" w:color="auto"/>
              <w:right w:val="single" w:sz="4" w:space="0" w:color="auto"/>
            </w:tcBorders>
            <w:vAlign w:val="center"/>
          </w:tcPr>
          <w:p w14:paraId="577A238D" w14:textId="77777777" w:rsidR="00D563F5" w:rsidRPr="00DF6DD6" w:rsidRDefault="00D563F5" w:rsidP="00D563F5">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3B2C3E6" w14:textId="77777777" w:rsidR="00D563F5" w:rsidRPr="00DF6DD6" w:rsidRDefault="00D563F5" w:rsidP="00D563F5">
            <w:pPr>
              <w:pStyle w:val="TAC"/>
              <w:keepNext w:val="0"/>
              <w:rPr>
                <w:rFonts w:cs="Arial"/>
                <w:lang w:val="en-US" w:eastAsia="zh-CN"/>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7C1202B4" w14:textId="77777777" w:rsidR="00D563F5" w:rsidRPr="00DF6DD6" w:rsidRDefault="00D563F5" w:rsidP="00D563F5">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9FE9D6A"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7E9C640" w14:textId="76AD0552" w:rsidR="00D563F5" w:rsidRPr="00DF6DD6" w:rsidRDefault="00D563F5" w:rsidP="00D563F5">
            <w:pPr>
              <w:pStyle w:val="TAC"/>
              <w:keepNext w:val="0"/>
              <w:rPr>
                <w:rFonts w:cs="Arial"/>
                <w:lang w:eastAsia="ja-JP"/>
              </w:rPr>
            </w:pPr>
            <w:r w:rsidRPr="00DF6DD6">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E673773" w14:textId="77777777" w:rsidR="00D563F5" w:rsidRPr="00DF6DD6" w:rsidRDefault="00D563F5" w:rsidP="00D563F5">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tcPr>
          <w:p w14:paraId="58C72B71" w14:textId="77777777" w:rsidR="00D563F5" w:rsidRPr="00DF6DD6" w:rsidRDefault="00D563F5" w:rsidP="00D563F5">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tcPr>
          <w:p w14:paraId="782763C3" w14:textId="77777777" w:rsidR="00D563F5" w:rsidRPr="00DF6DD6" w:rsidRDefault="00D563F5" w:rsidP="00D563F5">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vAlign w:val="center"/>
          </w:tcPr>
          <w:p w14:paraId="6BDA60D8" w14:textId="09D2D44E" w:rsidR="00D563F5" w:rsidRPr="00DF6DD6" w:rsidRDefault="00D563F5" w:rsidP="00D563F5">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tcPr>
          <w:p w14:paraId="33C233A8" w14:textId="77777777" w:rsidR="00D563F5" w:rsidRPr="00DF6DD6" w:rsidRDefault="00D563F5" w:rsidP="00D563F5">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3C44912B" w14:textId="77777777" w:rsidR="00D563F5" w:rsidRPr="00DF6DD6" w:rsidRDefault="00D563F5" w:rsidP="00D563F5">
            <w:pPr>
              <w:pStyle w:val="TAC"/>
              <w:keepNext w:val="0"/>
              <w:rPr>
                <w:rFonts w:eastAsia="Yu Mincho"/>
                <w:szCs w:val="18"/>
              </w:rPr>
            </w:pPr>
          </w:p>
        </w:tc>
        <w:tc>
          <w:tcPr>
            <w:tcW w:w="749" w:type="dxa"/>
            <w:vMerge w:val="restart"/>
            <w:tcBorders>
              <w:top w:val="single" w:sz="4" w:space="0" w:color="auto"/>
              <w:left w:val="single" w:sz="4" w:space="0" w:color="auto"/>
              <w:bottom w:val="single" w:sz="4" w:space="0" w:color="auto"/>
              <w:right w:val="single" w:sz="4" w:space="0" w:color="auto"/>
            </w:tcBorders>
            <w:vAlign w:val="center"/>
            <w:hideMark/>
          </w:tcPr>
          <w:p w14:paraId="2D81EFFF" w14:textId="77777777" w:rsidR="00D563F5" w:rsidRPr="00DF6DD6" w:rsidRDefault="00D563F5" w:rsidP="00D563F5">
            <w:pPr>
              <w:pStyle w:val="TAC"/>
              <w:keepNext w:val="0"/>
              <w:rPr>
                <w:rFonts w:eastAsia="Yu Mincho"/>
                <w:szCs w:val="18"/>
              </w:rPr>
            </w:pPr>
            <w:r w:rsidRPr="00DF6DD6">
              <w:rPr>
                <w:rFonts w:eastAsia="Yu Mincho"/>
                <w:szCs w:val="18"/>
              </w:rPr>
              <w:t>0</w:t>
            </w:r>
          </w:p>
        </w:tc>
      </w:tr>
      <w:tr w:rsidR="00D563F5" w:rsidRPr="00DF6DD6" w14:paraId="026C8DC6" w14:textId="77777777" w:rsidTr="00CE2DED">
        <w:trPr>
          <w:trHeight w:val="148"/>
          <w:jc w:val="center"/>
        </w:trPr>
        <w:tc>
          <w:tcPr>
            <w:tcW w:w="1034" w:type="dxa"/>
            <w:vMerge/>
            <w:tcBorders>
              <w:top w:val="single" w:sz="4" w:space="0" w:color="auto"/>
              <w:left w:val="single" w:sz="4" w:space="0" w:color="auto"/>
              <w:bottom w:val="single" w:sz="4" w:space="0" w:color="auto"/>
              <w:right w:val="single" w:sz="4" w:space="0" w:color="auto"/>
            </w:tcBorders>
            <w:vAlign w:val="center"/>
            <w:hideMark/>
          </w:tcPr>
          <w:p w14:paraId="064501E2" w14:textId="77777777" w:rsidR="00D563F5" w:rsidRPr="00DF6DD6" w:rsidRDefault="00D563F5" w:rsidP="00D563F5">
            <w:pPr>
              <w:pStyle w:val="TAC"/>
              <w:keepNext w:val="0"/>
              <w:rPr>
                <w:lang w:eastAsia="zh-CN"/>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2065DEFF" w14:textId="77777777" w:rsidR="00D563F5" w:rsidRPr="00DF6DD6" w:rsidRDefault="00D563F5" w:rsidP="00D563F5">
            <w:pPr>
              <w:pStyle w:val="TAC"/>
              <w:keepNext w:val="0"/>
              <w:rPr>
                <w:lang w:val="en-US"/>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14:paraId="7F289055" w14:textId="77777777" w:rsidR="00D563F5" w:rsidRPr="00DF6DD6" w:rsidRDefault="00D563F5" w:rsidP="00D563F5">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hideMark/>
          </w:tcPr>
          <w:p w14:paraId="523619D1" w14:textId="77777777" w:rsidR="00D563F5" w:rsidRPr="00DF6DD6" w:rsidRDefault="00D563F5" w:rsidP="00D563F5">
            <w:pPr>
              <w:pStyle w:val="TAC"/>
              <w:keepNext w:val="0"/>
              <w:rPr>
                <w:lang w:val="en-US"/>
              </w:rPr>
            </w:pPr>
            <w:r w:rsidRPr="00DF6DD6">
              <w:rPr>
                <w:lang w:val="en-US"/>
              </w:rPr>
              <w:t>30</w:t>
            </w:r>
          </w:p>
        </w:tc>
        <w:tc>
          <w:tcPr>
            <w:tcW w:w="477" w:type="dxa"/>
            <w:tcBorders>
              <w:top w:val="single" w:sz="4" w:space="0" w:color="auto"/>
              <w:left w:val="single" w:sz="4" w:space="0" w:color="auto"/>
              <w:bottom w:val="single" w:sz="4" w:space="0" w:color="auto"/>
              <w:right w:val="single" w:sz="4" w:space="0" w:color="auto"/>
            </w:tcBorders>
          </w:tcPr>
          <w:p w14:paraId="00895A65" w14:textId="3A923D62" w:rsidR="00D563F5" w:rsidRPr="00DF6DD6" w:rsidRDefault="00D563F5" w:rsidP="00D563F5">
            <w:pPr>
              <w:pStyle w:val="TAC"/>
              <w:keepNext w:val="0"/>
              <w:rPr>
                <w:rFonts w:cs="Arial"/>
                <w:lang w:eastAsia="ja-JP"/>
              </w:rPr>
            </w:pPr>
          </w:p>
        </w:tc>
        <w:tc>
          <w:tcPr>
            <w:tcW w:w="614" w:type="dxa"/>
            <w:tcBorders>
              <w:top w:val="single" w:sz="4" w:space="0" w:color="auto"/>
              <w:left w:val="single" w:sz="4" w:space="0" w:color="auto"/>
              <w:bottom w:val="single" w:sz="4" w:space="0" w:color="auto"/>
              <w:right w:val="single" w:sz="4" w:space="0" w:color="auto"/>
            </w:tcBorders>
            <w:vAlign w:val="center"/>
          </w:tcPr>
          <w:p w14:paraId="305D84A6" w14:textId="77777777" w:rsidR="00D563F5" w:rsidRPr="00DF6DD6" w:rsidRDefault="00D563F5" w:rsidP="00D563F5">
            <w:pPr>
              <w:pStyle w:val="TAC"/>
              <w:keepNext w:val="0"/>
              <w:rPr>
                <w:rFonts w:cs="Arial"/>
                <w:lang w:eastAsia="ja-JP"/>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EB69160" w14:textId="77777777" w:rsidR="00D563F5" w:rsidRPr="00DF6DD6" w:rsidRDefault="00D563F5" w:rsidP="00D563F5">
            <w:pPr>
              <w:pStyle w:val="TAC"/>
              <w:keepNext w:val="0"/>
              <w:rPr>
                <w:rFonts w:cs="Arial"/>
                <w:lang w:eastAsia="ja-JP"/>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0CF3D048" w14:textId="77777777" w:rsidR="00D563F5" w:rsidRPr="00DF6DD6" w:rsidRDefault="00D563F5" w:rsidP="00D563F5">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089FF10"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90ABAAD"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BA86756"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46912BD4"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0F575196" w14:textId="5FE612C8" w:rsidR="00D563F5" w:rsidRPr="00DF6DD6" w:rsidRDefault="00D563F5" w:rsidP="00D563F5">
            <w:pPr>
              <w:pStyle w:val="TAC"/>
              <w:keepNext w:val="0"/>
              <w:rPr>
                <w:rFonts w:eastAsia="Yu Mincho"/>
                <w:szCs w:val="18"/>
              </w:rPr>
            </w:pPr>
            <w:r w:rsidRPr="00AE0ECA">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4A4B38D6" w14:textId="1663D7B7" w:rsidR="00D563F5" w:rsidRPr="00DF6DD6" w:rsidRDefault="00D563F5" w:rsidP="00D563F5">
            <w:pPr>
              <w:pStyle w:val="TAC"/>
              <w:keepNext w:val="0"/>
              <w:rPr>
                <w:rFonts w:eastAsia="Yu Mincho"/>
                <w:szCs w:val="18"/>
              </w:rPr>
            </w:pPr>
            <w:r w:rsidRPr="00DF6DD6">
              <w:rPr>
                <w:rFonts w:eastAsia="Yu Mincho"/>
                <w:szCs w:val="18"/>
              </w:rPr>
              <w:t>Yes</w:t>
            </w:r>
          </w:p>
        </w:tc>
        <w:tc>
          <w:tcPr>
            <w:tcW w:w="709" w:type="dxa"/>
            <w:tcBorders>
              <w:top w:val="single" w:sz="4" w:space="0" w:color="auto"/>
              <w:left w:val="single" w:sz="4" w:space="0" w:color="auto"/>
              <w:bottom w:val="single" w:sz="4" w:space="0" w:color="auto"/>
              <w:right w:val="single" w:sz="4" w:space="0" w:color="auto"/>
            </w:tcBorders>
          </w:tcPr>
          <w:p w14:paraId="42D034E5" w14:textId="77777777" w:rsidR="00D563F5" w:rsidRPr="00DF6DD6" w:rsidRDefault="00D563F5" w:rsidP="00D563F5">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488A1626" w14:textId="77777777" w:rsidR="00D563F5" w:rsidRPr="00DF6DD6" w:rsidRDefault="00D563F5" w:rsidP="00D563F5">
            <w:pPr>
              <w:pStyle w:val="TAC"/>
              <w:keepNext w:val="0"/>
              <w:rPr>
                <w:rFonts w:eastAsia="Yu Mincho"/>
                <w:szCs w:val="18"/>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74808B4A" w14:textId="77777777" w:rsidR="00D563F5" w:rsidRPr="00DF6DD6" w:rsidRDefault="00D563F5" w:rsidP="00D563F5">
            <w:pPr>
              <w:pStyle w:val="TAC"/>
              <w:keepNext w:val="0"/>
              <w:rPr>
                <w:rFonts w:eastAsia="Yu Mincho"/>
                <w:szCs w:val="18"/>
              </w:rPr>
            </w:pPr>
          </w:p>
        </w:tc>
      </w:tr>
      <w:tr w:rsidR="00D563F5" w:rsidRPr="00DF6DD6" w14:paraId="793AA458" w14:textId="77777777" w:rsidTr="00CE2DED">
        <w:trPr>
          <w:trHeight w:val="148"/>
          <w:jc w:val="center"/>
        </w:trPr>
        <w:tc>
          <w:tcPr>
            <w:tcW w:w="1034" w:type="dxa"/>
            <w:vMerge/>
            <w:tcBorders>
              <w:top w:val="single" w:sz="4" w:space="0" w:color="auto"/>
              <w:left w:val="single" w:sz="4" w:space="0" w:color="auto"/>
              <w:bottom w:val="single" w:sz="4" w:space="0" w:color="auto"/>
              <w:right w:val="single" w:sz="4" w:space="0" w:color="auto"/>
            </w:tcBorders>
            <w:vAlign w:val="center"/>
            <w:hideMark/>
          </w:tcPr>
          <w:p w14:paraId="19878A06" w14:textId="77777777" w:rsidR="00D563F5" w:rsidRPr="00DF6DD6" w:rsidRDefault="00D563F5" w:rsidP="00D563F5">
            <w:pPr>
              <w:pStyle w:val="TAC"/>
              <w:keepNext w:val="0"/>
              <w:rPr>
                <w:lang w:eastAsia="zh-CN"/>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7FC6B848" w14:textId="77777777" w:rsidR="00D563F5" w:rsidRPr="00DF6DD6" w:rsidRDefault="00D563F5" w:rsidP="00D563F5">
            <w:pPr>
              <w:pStyle w:val="TAC"/>
              <w:keepNext w:val="0"/>
              <w:rPr>
                <w:lang w:val="en-US"/>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14:paraId="0598AA88" w14:textId="77777777" w:rsidR="00D563F5" w:rsidRPr="00DF6DD6" w:rsidRDefault="00D563F5" w:rsidP="00D563F5">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hideMark/>
          </w:tcPr>
          <w:p w14:paraId="4CD2C6FF" w14:textId="77777777" w:rsidR="00D563F5" w:rsidRPr="00DF6DD6" w:rsidRDefault="00D563F5" w:rsidP="00D563F5">
            <w:pPr>
              <w:pStyle w:val="TAC"/>
              <w:keepNext w:val="0"/>
              <w:rPr>
                <w:lang w:val="en-US"/>
              </w:rPr>
            </w:pPr>
            <w:r w:rsidRPr="00DF6DD6">
              <w:rPr>
                <w:lang w:val="en-US"/>
              </w:rPr>
              <w:t>60</w:t>
            </w:r>
          </w:p>
        </w:tc>
        <w:tc>
          <w:tcPr>
            <w:tcW w:w="477" w:type="dxa"/>
            <w:tcBorders>
              <w:top w:val="single" w:sz="4" w:space="0" w:color="auto"/>
              <w:left w:val="single" w:sz="4" w:space="0" w:color="auto"/>
              <w:bottom w:val="single" w:sz="4" w:space="0" w:color="auto"/>
              <w:right w:val="single" w:sz="4" w:space="0" w:color="auto"/>
            </w:tcBorders>
          </w:tcPr>
          <w:p w14:paraId="4D290931" w14:textId="1749B644" w:rsidR="00D563F5" w:rsidRPr="00DF6DD6" w:rsidRDefault="00D563F5" w:rsidP="00D563F5">
            <w:pPr>
              <w:pStyle w:val="TAC"/>
              <w:keepNext w:val="0"/>
              <w:rPr>
                <w:rFonts w:cs="Arial"/>
                <w:lang w:eastAsia="ja-JP"/>
              </w:rPr>
            </w:pPr>
          </w:p>
        </w:tc>
        <w:tc>
          <w:tcPr>
            <w:tcW w:w="614" w:type="dxa"/>
            <w:tcBorders>
              <w:top w:val="single" w:sz="4" w:space="0" w:color="auto"/>
              <w:left w:val="single" w:sz="4" w:space="0" w:color="auto"/>
              <w:bottom w:val="single" w:sz="4" w:space="0" w:color="auto"/>
              <w:right w:val="single" w:sz="4" w:space="0" w:color="auto"/>
            </w:tcBorders>
            <w:vAlign w:val="center"/>
          </w:tcPr>
          <w:p w14:paraId="3A526D80"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73F9308"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708" w:type="dxa"/>
            <w:tcBorders>
              <w:top w:val="single" w:sz="4" w:space="0" w:color="auto"/>
              <w:left w:val="single" w:sz="4" w:space="0" w:color="auto"/>
              <w:bottom w:val="single" w:sz="4" w:space="0" w:color="auto"/>
              <w:right w:val="single" w:sz="4" w:space="0" w:color="auto"/>
            </w:tcBorders>
            <w:vAlign w:val="center"/>
          </w:tcPr>
          <w:p w14:paraId="2CF850FB" w14:textId="77777777" w:rsidR="00D563F5" w:rsidRPr="00DF6DD6" w:rsidRDefault="00D563F5" w:rsidP="00D563F5">
            <w:pPr>
              <w:pStyle w:val="TAC"/>
              <w:keepNext w:val="0"/>
              <w:rPr>
                <w:rFonts w:cs="Arial"/>
                <w:lang w:val="sv-SE" w:eastAsia="ja-JP"/>
              </w:rPr>
            </w:pPr>
            <w:r w:rsidRPr="00DF6DD6">
              <w:rPr>
                <w:rFonts w:cs="Arial" w:hint="eastAsia"/>
                <w:lang w:val="sv-SE"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D477411"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93C8392"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1905840"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09964B6C" w14:textId="77777777" w:rsidR="00D563F5" w:rsidRPr="00DF6DD6" w:rsidRDefault="00D563F5" w:rsidP="00D563F5">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62221527" w14:textId="186B7154" w:rsidR="00D563F5" w:rsidRPr="00DF6DD6" w:rsidRDefault="00D563F5" w:rsidP="00D563F5">
            <w:pPr>
              <w:pStyle w:val="TAC"/>
              <w:keepNext w:val="0"/>
              <w:rPr>
                <w:rFonts w:eastAsia="Yu Mincho"/>
                <w:szCs w:val="18"/>
              </w:rPr>
            </w:pPr>
            <w:r w:rsidRPr="00AE0ECA">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65D81C3D" w14:textId="40E6679F" w:rsidR="00D563F5" w:rsidRPr="00DF6DD6" w:rsidRDefault="00D563F5" w:rsidP="00D563F5">
            <w:pPr>
              <w:pStyle w:val="TAC"/>
              <w:keepNext w:val="0"/>
              <w:rPr>
                <w:rFonts w:eastAsia="Yu Mincho"/>
                <w:szCs w:val="18"/>
              </w:rPr>
            </w:pPr>
            <w:r w:rsidRPr="00DF6DD6">
              <w:rPr>
                <w:rFonts w:eastAsia="Yu Mincho"/>
                <w:szCs w:val="18"/>
              </w:rPr>
              <w:t>Yes</w:t>
            </w:r>
          </w:p>
        </w:tc>
        <w:tc>
          <w:tcPr>
            <w:tcW w:w="709" w:type="dxa"/>
            <w:tcBorders>
              <w:top w:val="single" w:sz="4" w:space="0" w:color="auto"/>
              <w:left w:val="single" w:sz="4" w:space="0" w:color="auto"/>
              <w:bottom w:val="single" w:sz="4" w:space="0" w:color="auto"/>
              <w:right w:val="single" w:sz="4" w:space="0" w:color="auto"/>
            </w:tcBorders>
          </w:tcPr>
          <w:p w14:paraId="2EC03E3B" w14:textId="77777777" w:rsidR="00D563F5" w:rsidRPr="00DF6DD6" w:rsidRDefault="00D563F5" w:rsidP="00D563F5">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202030C2" w14:textId="77777777" w:rsidR="00D563F5" w:rsidRPr="00DF6DD6" w:rsidRDefault="00D563F5" w:rsidP="00D563F5">
            <w:pPr>
              <w:pStyle w:val="TAC"/>
              <w:keepNext w:val="0"/>
              <w:rPr>
                <w:rFonts w:eastAsia="Yu Mincho"/>
                <w:szCs w:val="18"/>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0DFB355B" w14:textId="77777777" w:rsidR="00D563F5" w:rsidRPr="00DF6DD6" w:rsidRDefault="00D563F5" w:rsidP="00D563F5">
            <w:pPr>
              <w:pStyle w:val="TAC"/>
              <w:keepNext w:val="0"/>
              <w:rPr>
                <w:rFonts w:eastAsia="Yu Mincho"/>
                <w:szCs w:val="18"/>
              </w:rPr>
            </w:pPr>
          </w:p>
        </w:tc>
      </w:tr>
      <w:tr w:rsidR="0022566D" w:rsidRPr="00DF6DD6" w14:paraId="415561E8" w14:textId="77777777" w:rsidTr="00CE2DED">
        <w:trPr>
          <w:trHeight w:val="148"/>
          <w:jc w:val="center"/>
        </w:trPr>
        <w:tc>
          <w:tcPr>
            <w:tcW w:w="1034" w:type="dxa"/>
            <w:vMerge/>
            <w:tcBorders>
              <w:top w:val="single" w:sz="4" w:space="0" w:color="auto"/>
              <w:left w:val="single" w:sz="4" w:space="0" w:color="auto"/>
              <w:bottom w:val="single" w:sz="4" w:space="0" w:color="auto"/>
              <w:right w:val="single" w:sz="4" w:space="0" w:color="auto"/>
            </w:tcBorders>
            <w:vAlign w:val="center"/>
            <w:hideMark/>
          </w:tcPr>
          <w:p w14:paraId="59BFBE53" w14:textId="77777777" w:rsidR="0022566D" w:rsidRPr="00DF6DD6" w:rsidRDefault="0022566D" w:rsidP="0022566D">
            <w:pPr>
              <w:pStyle w:val="TAC"/>
              <w:keepNext w:val="0"/>
              <w:rPr>
                <w:lang w:eastAsia="zh-CN"/>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2BF567D2" w14:textId="77777777" w:rsidR="0022566D" w:rsidRPr="00DF6DD6" w:rsidRDefault="0022566D" w:rsidP="0022566D">
            <w:pPr>
              <w:pStyle w:val="TAC"/>
              <w:keepNext w:val="0"/>
              <w:rPr>
                <w:lang w:val="en-US"/>
              </w:rPr>
            </w:pPr>
          </w:p>
        </w:tc>
        <w:tc>
          <w:tcPr>
            <w:tcW w:w="746" w:type="dxa"/>
            <w:tcBorders>
              <w:top w:val="single" w:sz="4" w:space="0" w:color="auto"/>
              <w:left w:val="single" w:sz="4" w:space="0" w:color="auto"/>
              <w:bottom w:val="single" w:sz="4" w:space="0" w:color="auto"/>
              <w:right w:val="single" w:sz="4" w:space="0" w:color="auto"/>
            </w:tcBorders>
            <w:vAlign w:val="center"/>
            <w:hideMark/>
          </w:tcPr>
          <w:p w14:paraId="009CABD3" w14:textId="77777777" w:rsidR="0022566D" w:rsidRPr="00DF6DD6" w:rsidRDefault="0022566D" w:rsidP="0022566D">
            <w:pPr>
              <w:pStyle w:val="TAC"/>
              <w:keepNext w:val="0"/>
              <w:rPr>
                <w:lang w:val="en-US" w:eastAsia="zh-CN"/>
              </w:rPr>
            </w:pPr>
            <w:r w:rsidRPr="00DF6DD6">
              <w:rPr>
                <w:rFonts w:hint="eastAsia"/>
                <w:lang w:val="en-US" w:eastAsia="zh-CN"/>
              </w:rPr>
              <w:t>n257</w:t>
            </w:r>
          </w:p>
        </w:tc>
        <w:tc>
          <w:tcPr>
            <w:tcW w:w="725" w:type="dxa"/>
            <w:tcBorders>
              <w:top w:val="single" w:sz="4" w:space="0" w:color="auto"/>
              <w:left w:val="single" w:sz="4" w:space="0" w:color="auto"/>
              <w:bottom w:val="single" w:sz="4" w:space="0" w:color="auto"/>
              <w:right w:val="single" w:sz="4" w:space="0" w:color="auto"/>
            </w:tcBorders>
          </w:tcPr>
          <w:p w14:paraId="1569A774"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hideMark/>
          </w:tcPr>
          <w:p w14:paraId="15786A8A" w14:textId="7545DF74" w:rsidR="0022566D" w:rsidRPr="00DF6DD6" w:rsidRDefault="0022566D" w:rsidP="0022566D">
            <w:pPr>
              <w:pStyle w:val="TAC"/>
              <w:keepNext w:val="0"/>
              <w:rPr>
                <w:rFonts w:eastAsia="Yu Mincho"/>
                <w:szCs w:val="18"/>
              </w:rPr>
            </w:pPr>
            <w:r>
              <w:rPr>
                <w:rFonts w:cs="Arial"/>
                <w:lang w:eastAsia="ja-JP"/>
              </w:rPr>
              <w:t>CA_n257</w:t>
            </w:r>
            <w:r>
              <w:rPr>
                <w:rFonts w:cs="Arial"/>
                <w:lang w:eastAsia="zh-CN"/>
              </w:rPr>
              <w:t>F</w:t>
            </w: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479BDC0B" w14:textId="77777777" w:rsidR="0022566D" w:rsidRPr="00DF6DD6" w:rsidRDefault="0022566D" w:rsidP="0022566D">
            <w:pPr>
              <w:pStyle w:val="TAC"/>
              <w:keepNext w:val="0"/>
              <w:rPr>
                <w:rFonts w:eastAsia="Yu Mincho"/>
                <w:szCs w:val="18"/>
              </w:rPr>
            </w:pPr>
          </w:p>
        </w:tc>
      </w:tr>
      <w:tr w:rsidR="0022566D" w:rsidRPr="00DF6DD6" w14:paraId="72EC1D21" w14:textId="77777777" w:rsidTr="00CE2DED">
        <w:trPr>
          <w:trHeight w:val="148"/>
          <w:jc w:val="center"/>
        </w:trPr>
        <w:tc>
          <w:tcPr>
            <w:tcW w:w="1034" w:type="dxa"/>
            <w:vMerge w:val="restart"/>
            <w:tcBorders>
              <w:top w:val="single" w:sz="4" w:space="0" w:color="auto"/>
              <w:left w:val="single" w:sz="4" w:space="0" w:color="auto"/>
              <w:bottom w:val="single" w:sz="4" w:space="0" w:color="auto"/>
              <w:right w:val="single" w:sz="4" w:space="0" w:color="auto"/>
            </w:tcBorders>
            <w:vAlign w:val="center"/>
            <w:hideMark/>
          </w:tcPr>
          <w:p w14:paraId="0399E397"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77C</w:t>
            </w:r>
            <w:r w:rsidRPr="00DF6DD6">
              <w:rPr>
                <w:lang w:val="en-US"/>
              </w:rPr>
              <w:t>-n</w:t>
            </w:r>
            <w:r w:rsidRPr="00DF6DD6">
              <w:rPr>
                <w:rFonts w:hint="eastAsia"/>
                <w:lang w:val="en-US" w:eastAsia="zh-CN"/>
              </w:rPr>
              <w:t>257</w:t>
            </w:r>
            <w:r w:rsidRPr="00DF6DD6">
              <w:rPr>
                <w:lang w:val="en-US"/>
              </w:rPr>
              <w:t>A</w:t>
            </w:r>
          </w:p>
        </w:tc>
        <w:tc>
          <w:tcPr>
            <w:tcW w:w="1034" w:type="dxa"/>
            <w:vMerge w:val="restart"/>
            <w:tcBorders>
              <w:top w:val="single" w:sz="4" w:space="0" w:color="auto"/>
              <w:left w:val="single" w:sz="4" w:space="0" w:color="auto"/>
              <w:bottom w:val="single" w:sz="4" w:space="0" w:color="auto"/>
              <w:right w:val="single" w:sz="4" w:space="0" w:color="auto"/>
            </w:tcBorders>
            <w:vAlign w:val="center"/>
            <w:hideMark/>
          </w:tcPr>
          <w:p w14:paraId="41BCD752"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w:t>
            </w:r>
            <w:r w:rsidRPr="00DF6DD6">
              <w:rPr>
                <w:lang w:val="en-US"/>
              </w:rPr>
              <w:t>A</w:t>
            </w:r>
          </w:p>
        </w:tc>
        <w:tc>
          <w:tcPr>
            <w:tcW w:w="746" w:type="dxa"/>
            <w:tcBorders>
              <w:top w:val="single" w:sz="4" w:space="0" w:color="auto"/>
              <w:left w:val="single" w:sz="4" w:space="0" w:color="auto"/>
              <w:bottom w:val="single" w:sz="4" w:space="0" w:color="auto"/>
              <w:right w:val="single" w:sz="4" w:space="0" w:color="auto"/>
            </w:tcBorders>
            <w:vAlign w:val="center"/>
            <w:hideMark/>
          </w:tcPr>
          <w:p w14:paraId="049D38DD" w14:textId="77777777" w:rsidR="0022566D" w:rsidRPr="00DF6DD6" w:rsidRDefault="0022566D" w:rsidP="0022566D">
            <w:pPr>
              <w:pStyle w:val="TAC"/>
              <w:keepNext w:val="0"/>
              <w:rPr>
                <w:lang w:val="en-US" w:eastAsia="zh-CN"/>
              </w:rPr>
            </w:pPr>
            <w:r w:rsidRPr="00DF6DD6">
              <w:rPr>
                <w:rFonts w:hint="eastAsia"/>
                <w:lang w:val="en-US" w:eastAsia="zh-CN"/>
              </w:rPr>
              <w:t>n77</w:t>
            </w:r>
          </w:p>
        </w:tc>
        <w:tc>
          <w:tcPr>
            <w:tcW w:w="725" w:type="dxa"/>
            <w:tcBorders>
              <w:top w:val="single" w:sz="4" w:space="0" w:color="auto"/>
              <w:left w:val="single" w:sz="4" w:space="0" w:color="auto"/>
              <w:bottom w:val="single" w:sz="4" w:space="0" w:color="auto"/>
              <w:right w:val="single" w:sz="4" w:space="0" w:color="auto"/>
            </w:tcBorders>
          </w:tcPr>
          <w:p w14:paraId="3D16E294" w14:textId="77777777" w:rsidR="0022566D" w:rsidRPr="00DF6DD6"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hideMark/>
          </w:tcPr>
          <w:p w14:paraId="1E9B221F" w14:textId="032307A7" w:rsidR="0022566D" w:rsidRPr="00DF6DD6" w:rsidRDefault="0022566D" w:rsidP="0022566D">
            <w:pPr>
              <w:pStyle w:val="TAC"/>
              <w:keepNext w:val="0"/>
              <w:rPr>
                <w:rFonts w:eastAsia="Yu Mincho"/>
                <w:szCs w:val="18"/>
                <w:lang w:eastAsia="zh-CN"/>
              </w:rPr>
            </w:pPr>
            <w:r>
              <w:rPr>
                <w:rFonts w:cs="Arial"/>
                <w:lang w:eastAsia="ja-JP"/>
              </w:rPr>
              <w:t>CA_n77C</w:t>
            </w:r>
          </w:p>
        </w:tc>
        <w:tc>
          <w:tcPr>
            <w:tcW w:w="749" w:type="dxa"/>
            <w:vMerge w:val="restart"/>
            <w:tcBorders>
              <w:top w:val="single" w:sz="4" w:space="0" w:color="auto"/>
              <w:left w:val="single" w:sz="4" w:space="0" w:color="auto"/>
              <w:bottom w:val="single" w:sz="4" w:space="0" w:color="auto"/>
              <w:right w:val="single" w:sz="4" w:space="0" w:color="auto"/>
            </w:tcBorders>
            <w:vAlign w:val="center"/>
            <w:hideMark/>
          </w:tcPr>
          <w:p w14:paraId="4078BCB4" w14:textId="77777777" w:rsidR="0022566D" w:rsidRPr="00DF6DD6" w:rsidRDefault="0022566D" w:rsidP="0022566D">
            <w:pPr>
              <w:pStyle w:val="TAC"/>
              <w:keepNext w:val="0"/>
              <w:rPr>
                <w:rFonts w:eastAsia="Yu Mincho"/>
                <w:szCs w:val="18"/>
              </w:rPr>
            </w:pPr>
            <w:r w:rsidRPr="00DF6DD6">
              <w:rPr>
                <w:rFonts w:eastAsia="Yu Mincho"/>
                <w:szCs w:val="18"/>
              </w:rPr>
              <w:t>0</w:t>
            </w:r>
          </w:p>
        </w:tc>
      </w:tr>
      <w:tr w:rsidR="0026055F" w:rsidRPr="00DF6DD6" w14:paraId="70C85E7F" w14:textId="77777777" w:rsidTr="00CE2DED">
        <w:trPr>
          <w:trHeight w:val="148"/>
          <w:jc w:val="center"/>
        </w:trPr>
        <w:tc>
          <w:tcPr>
            <w:tcW w:w="1034" w:type="dxa"/>
            <w:vMerge/>
            <w:tcBorders>
              <w:top w:val="single" w:sz="4" w:space="0" w:color="auto"/>
              <w:left w:val="single" w:sz="4" w:space="0" w:color="auto"/>
              <w:bottom w:val="single" w:sz="4" w:space="0" w:color="auto"/>
              <w:right w:val="single" w:sz="4" w:space="0" w:color="auto"/>
            </w:tcBorders>
            <w:vAlign w:val="center"/>
            <w:hideMark/>
          </w:tcPr>
          <w:p w14:paraId="67266FB9" w14:textId="77777777" w:rsidR="0026055F" w:rsidRPr="00DF6DD6" w:rsidRDefault="0026055F" w:rsidP="00401ADA">
            <w:pPr>
              <w:pStyle w:val="TAC"/>
              <w:keepNext w:val="0"/>
              <w:rPr>
                <w:lang w:eastAsia="zh-CN"/>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48990C69" w14:textId="77777777" w:rsidR="0026055F" w:rsidRPr="00DF6DD6" w:rsidRDefault="0026055F" w:rsidP="00401ADA">
            <w:pPr>
              <w:pStyle w:val="TAC"/>
              <w:keepNext w:val="0"/>
              <w:rPr>
                <w:lang w:val="en-US"/>
              </w:rPr>
            </w:pPr>
          </w:p>
        </w:tc>
        <w:tc>
          <w:tcPr>
            <w:tcW w:w="746" w:type="dxa"/>
            <w:vMerge w:val="restart"/>
            <w:tcBorders>
              <w:top w:val="single" w:sz="4" w:space="0" w:color="auto"/>
              <w:left w:val="single" w:sz="4" w:space="0" w:color="auto"/>
              <w:bottom w:val="single" w:sz="4" w:space="0" w:color="auto"/>
              <w:right w:val="single" w:sz="4" w:space="0" w:color="auto"/>
            </w:tcBorders>
            <w:vAlign w:val="center"/>
            <w:hideMark/>
          </w:tcPr>
          <w:p w14:paraId="327DE9D1" w14:textId="77777777" w:rsidR="0026055F" w:rsidRPr="00DF6DD6" w:rsidRDefault="0026055F" w:rsidP="00401ADA">
            <w:pPr>
              <w:pStyle w:val="TAC"/>
              <w:keepNext w:val="0"/>
              <w:rPr>
                <w:lang w:val="en-US" w:eastAsia="zh-CN"/>
              </w:rPr>
            </w:pPr>
            <w:r w:rsidRPr="00DF6DD6">
              <w:rPr>
                <w:rFonts w:hint="eastAsia"/>
                <w:lang w:val="en-US" w:eastAsia="zh-CN"/>
              </w:rPr>
              <w:t>n257</w:t>
            </w:r>
          </w:p>
        </w:tc>
        <w:tc>
          <w:tcPr>
            <w:tcW w:w="725" w:type="dxa"/>
            <w:tcBorders>
              <w:top w:val="single" w:sz="4" w:space="0" w:color="auto"/>
              <w:left w:val="single" w:sz="4" w:space="0" w:color="auto"/>
              <w:bottom w:val="single" w:sz="4" w:space="0" w:color="auto"/>
              <w:right w:val="single" w:sz="4" w:space="0" w:color="auto"/>
            </w:tcBorders>
            <w:hideMark/>
          </w:tcPr>
          <w:p w14:paraId="237FD051" w14:textId="77777777" w:rsidR="0026055F" w:rsidRPr="00DF6DD6" w:rsidRDefault="0026055F" w:rsidP="00401ADA">
            <w:pPr>
              <w:pStyle w:val="TAC"/>
              <w:keepNext w:val="0"/>
              <w:rPr>
                <w:lang w:val="en-US" w:eastAsia="zh-CN"/>
              </w:rPr>
            </w:pPr>
            <w:r w:rsidRPr="00DF6DD6">
              <w:rPr>
                <w:rFonts w:hint="eastAsia"/>
                <w:lang w:eastAsia="zh-CN"/>
              </w:rPr>
              <w:t>60</w:t>
            </w:r>
          </w:p>
        </w:tc>
        <w:tc>
          <w:tcPr>
            <w:tcW w:w="477" w:type="dxa"/>
            <w:tcBorders>
              <w:top w:val="single" w:sz="4" w:space="0" w:color="auto"/>
              <w:left w:val="single" w:sz="4" w:space="0" w:color="auto"/>
              <w:bottom w:val="single" w:sz="4" w:space="0" w:color="auto"/>
              <w:right w:val="single" w:sz="4" w:space="0" w:color="auto"/>
            </w:tcBorders>
          </w:tcPr>
          <w:p w14:paraId="796781A6" w14:textId="77777777" w:rsidR="0026055F" w:rsidRPr="00DF6DD6" w:rsidRDefault="0026055F" w:rsidP="00401ADA">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12E5AF6C" w14:textId="77777777" w:rsidR="0026055F" w:rsidRPr="00DF6DD6" w:rsidRDefault="0026055F" w:rsidP="00401ADA">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10878E4A" w14:textId="77777777" w:rsidR="0026055F" w:rsidRPr="00DF6DD6" w:rsidRDefault="0026055F" w:rsidP="00401ADA">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3B6A6E5F" w14:textId="77777777" w:rsidR="0026055F" w:rsidRPr="00DF6DD6" w:rsidRDefault="0026055F" w:rsidP="00401ADA">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7D1902E8" w14:textId="77777777" w:rsidR="0026055F" w:rsidRPr="00DF6DD6" w:rsidRDefault="0026055F" w:rsidP="00401ADA">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43917AAA" w14:textId="77777777" w:rsidR="0026055F" w:rsidRPr="00DF6DD6" w:rsidRDefault="0026055F" w:rsidP="00401ADA">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3F1B9351" w14:textId="77777777" w:rsidR="0026055F" w:rsidRPr="00DF6DD6" w:rsidRDefault="0026055F" w:rsidP="00401ADA">
            <w:pPr>
              <w:pStyle w:val="TAC"/>
              <w:keepNext w:val="0"/>
              <w:rPr>
                <w:lang w:eastAsia="ja-JP"/>
              </w:rPr>
            </w:pPr>
          </w:p>
        </w:tc>
        <w:tc>
          <w:tcPr>
            <w:tcW w:w="650" w:type="dxa"/>
            <w:tcBorders>
              <w:top w:val="single" w:sz="4" w:space="0" w:color="auto"/>
              <w:left w:val="single" w:sz="4" w:space="0" w:color="auto"/>
              <w:bottom w:val="single" w:sz="4" w:space="0" w:color="auto"/>
              <w:right w:val="single" w:sz="4" w:space="0" w:color="auto"/>
            </w:tcBorders>
          </w:tcPr>
          <w:p w14:paraId="1FEF4FD0" w14:textId="77777777" w:rsidR="0026055F" w:rsidRPr="00DF6DD6" w:rsidRDefault="0026055F" w:rsidP="00401ADA">
            <w:pPr>
              <w:pStyle w:val="TAC"/>
              <w:keepNext w:val="0"/>
              <w:rPr>
                <w:lang w:eastAsia="ja-JP"/>
              </w:rPr>
            </w:pPr>
          </w:p>
        </w:tc>
        <w:tc>
          <w:tcPr>
            <w:tcW w:w="625" w:type="dxa"/>
            <w:tcBorders>
              <w:top w:val="single" w:sz="4" w:space="0" w:color="auto"/>
              <w:left w:val="single" w:sz="4" w:space="0" w:color="auto"/>
              <w:bottom w:val="single" w:sz="4" w:space="0" w:color="auto"/>
              <w:right w:val="single" w:sz="4" w:space="0" w:color="auto"/>
            </w:tcBorders>
          </w:tcPr>
          <w:p w14:paraId="0A444BC2" w14:textId="77777777" w:rsidR="0026055F" w:rsidRPr="00DF6DD6" w:rsidRDefault="0026055F" w:rsidP="00401ADA">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3AD599AE" w14:textId="5BF61303" w:rsidR="0026055F" w:rsidRPr="00DF6DD6" w:rsidRDefault="0026055F" w:rsidP="00401ADA">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F758E1D" w14:textId="77777777" w:rsidR="0026055F" w:rsidRPr="00DF6DD6" w:rsidRDefault="0026055F" w:rsidP="00401ADA">
            <w:pPr>
              <w:pStyle w:val="TAC"/>
              <w:keepNext w:val="0"/>
              <w:rPr>
                <w:rFonts w:cs="Arial"/>
                <w:lang w:val="en-US" w:eastAsia="zh-CN"/>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4BD9C993" w14:textId="77777777" w:rsidR="0026055F" w:rsidRPr="00DF6DD6" w:rsidRDefault="0026055F" w:rsidP="00401ADA">
            <w:pPr>
              <w:pStyle w:val="TAC"/>
              <w:keepNext w:val="0"/>
              <w:rPr>
                <w:rFonts w:cs="Arial"/>
                <w:lang w:val="sv-SE"/>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7D16DA79" w14:textId="77777777" w:rsidR="0026055F" w:rsidRPr="00DF6DD6" w:rsidRDefault="0026055F" w:rsidP="00401ADA">
            <w:pPr>
              <w:pStyle w:val="TAC"/>
              <w:keepNext w:val="0"/>
              <w:rPr>
                <w:rFonts w:eastAsia="Yu Mincho"/>
                <w:szCs w:val="18"/>
              </w:rPr>
            </w:pPr>
          </w:p>
        </w:tc>
      </w:tr>
      <w:tr w:rsidR="0026055F" w:rsidRPr="00DF6DD6" w14:paraId="385AFB2C" w14:textId="77777777" w:rsidTr="00CE2DED">
        <w:trPr>
          <w:trHeight w:val="148"/>
          <w:jc w:val="center"/>
        </w:trPr>
        <w:tc>
          <w:tcPr>
            <w:tcW w:w="1034" w:type="dxa"/>
            <w:vMerge/>
            <w:tcBorders>
              <w:top w:val="single" w:sz="4" w:space="0" w:color="auto"/>
              <w:left w:val="single" w:sz="4" w:space="0" w:color="auto"/>
              <w:bottom w:val="single" w:sz="4" w:space="0" w:color="auto"/>
              <w:right w:val="single" w:sz="4" w:space="0" w:color="auto"/>
            </w:tcBorders>
            <w:vAlign w:val="center"/>
            <w:hideMark/>
          </w:tcPr>
          <w:p w14:paraId="51DE28CB" w14:textId="77777777" w:rsidR="0026055F" w:rsidRPr="00DF6DD6" w:rsidRDefault="0026055F" w:rsidP="00401ADA">
            <w:pPr>
              <w:pStyle w:val="TAC"/>
              <w:keepNext w:val="0"/>
              <w:rPr>
                <w:lang w:eastAsia="zh-CN"/>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52CFDAEC" w14:textId="77777777" w:rsidR="0026055F" w:rsidRPr="00DF6DD6" w:rsidRDefault="0026055F" w:rsidP="00401ADA">
            <w:pPr>
              <w:pStyle w:val="TAC"/>
              <w:keepNext w:val="0"/>
              <w:rPr>
                <w:lang w:val="en-US"/>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14:paraId="0B0E6E26" w14:textId="77777777" w:rsidR="0026055F" w:rsidRPr="00DF6DD6" w:rsidRDefault="0026055F" w:rsidP="00401ADA">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hideMark/>
          </w:tcPr>
          <w:p w14:paraId="43A4562F" w14:textId="77777777" w:rsidR="0026055F" w:rsidRPr="00DF6DD6" w:rsidRDefault="0026055F" w:rsidP="00401ADA">
            <w:pPr>
              <w:pStyle w:val="TAC"/>
              <w:keepNext w:val="0"/>
              <w:rPr>
                <w:lang w:val="en-US" w:eastAsia="zh-CN"/>
              </w:rPr>
            </w:pPr>
            <w:r w:rsidRPr="00DF6DD6">
              <w:rPr>
                <w:rFonts w:hint="eastAsia"/>
                <w:lang w:val="en-US" w:eastAsia="zh-CN"/>
              </w:rPr>
              <w:t>120</w:t>
            </w:r>
          </w:p>
        </w:tc>
        <w:tc>
          <w:tcPr>
            <w:tcW w:w="477" w:type="dxa"/>
            <w:tcBorders>
              <w:top w:val="single" w:sz="4" w:space="0" w:color="auto"/>
              <w:left w:val="single" w:sz="4" w:space="0" w:color="auto"/>
              <w:bottom w:val="single" w:sz="4" w:space="0" w:color="auto"/>
              <w:right w:val="single" w:sz="4" w:space="0" w:color="auto"/>
            </w:tcBorders>
          </w:tcPr>
          <w:p w14:paraId="128B33A0" w14:textId="77777777" w:rsidR="0026055F" w:rsidRPr="00DF6DD6" w:rsidRDefault="0026055F" w:rsidP="00401ADA">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01483FD8" w14:textId="77777777" w:rsidR="0026055F" w:rsidRPr="00DF6DD6" w:rsidRDefault="0026055F" w:rsidP="00401ADA">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BC5F638" w14:textId="77777777" w:rsidR="0026055F" w:rsidRPr="00DF6DD6" w:rsidRDefault="0026055F" w:rsidP="00401ADA">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04839764" w14:textId="77777777" w:rsidR="0026055F" w:rsidRPr="00DF6DD6" w:rsidRDefault="0026055F" w:rsidP="00401ADA">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7539C7D" w14:textId="77777777" w:rsidR="0026055F" w:rsidRPr="00DF6DD6" w:rsidRDefault="0026055F" w:rsidP="00401ADA">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6DA733FC" w14:textId="77777777" w:rsidR="0026055F" w:rsidRPr="00DF6DD6" w:rsidRDefault="0026055F" w:rsidP="00401ADA">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2823CD0" w14:textId="77777777" w:rsidR="0026055F" w:rsidRPr="00DF6DD6" w:rsidRDefault="0026055F" w:rsidP="00401ADA">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1963D18E" w14:textId="77777777" w:rsidR="0026055F" w:rsidRPr="00DF6DD6" w:rsidRDefault="0026055F" w:rsidP="00401ADA">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7375DD36" w14:textId="77777777" w:rsidR="0026055F" w:rsidRPr="00DF6DD6" w:rsidRDefault="0026055F" w:rsidP="00401ADA">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256AEDD5" w14:textId="6009CFCD" w:rsidR="0026055F" w:rsidRPr="00DF6DD6" w:rsidRDefault="0026055F" w:rsidP="00401ADA">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232D588" w14:textId="77777777" w:rsidR="0026055F" w:rsidRPr="00DF6DD6" w:rsidRDefault="0026055F" w:rsidP="00401ADA">
            <w:pPr>
              <w:pStyle w:val="TAC"/>
              <w:keepNext w:val="0"/>
              <w:rPr>
                <w:rFonts w:cs="Arial"/>
                <w:lang w:val="sv-SE"/>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43366B04" w14:textId="77777777" w:rsidR="0026055F" w:rsidRPr="00DF6DD6" w:rsidRDefault="0026055F" w:rsidP="00401ADA">
            <w:pPr>
              <w:pStyle w:val="TAC"/>
              <w:keepNext w:val="0"/>
              <w:rPr>
                <w:rFonts w:cs="Arial"/>
                <w:lang w:val="sv-SE"/>
              </w:rPr>
            </w:pPr>
            <w:r w:rsidRPr="00DF6DD6">
              <w:rPr>
                <w:rFonts w:cs="Arial" w:hint="eastAsia"/>
                <w:lang w:val="en-US" w:eastAsia="zh-CN"/>
              </w:rPr>
              <w:t>Yes</w:t>
            </w: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19B46387" w14:textId="77777777" w:rsidR="0026055F" w:rsidRPr="00DF6DD6" w:rsidRDefault="0026055F" w:rsidP="00401ADA">
            <w:pPr>
              <w:pStyle w:val="TAC"/>
              <w:keepNext w:val="0"/>
              <w:rPr>
                <w:rFonts w:eastAsia="Yu Mincho"/>
                <w:szCs w:val="18"/>
              </w:rPr>
            </w:pPr>
          </w:p>
        </w:tc>
      </w:tr>
      <w:tr w:rsidR="0022566D" w:rsidRPr="00DF6DD6" w14:paraId="33B56EDF" w14:textId="77777777" w:rsidTr="00CE2DED">
        <w:trPr>
          <w:trHeight w:val="148"/>
          <w:jc w:val="center"/>
        </w:trPr>
        <w:tc>
          <w:tcPr>
            <w:tcW w:w="1034" w:type="dxa"/>
            <w:vMerge w:val="restart"/>
            <w:tcBorders>
              <w:top w:val="single" w:sz="4" w:space="0" w:color="auto"/>
              <w:left w:val="single" w:sz="4" w:space="0" w:color="auto"/>
              <w:right w:val="single" w:sz="4" w:space="0" w:color="auto"/>
            </w:tcBorders>
            <w:vAlign w:val="center"/>
          </w:tcPr>
          <w:p w14:paraId="1562AB9E"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77C</w:t>
            </w:r>
            <w:r w:rsidRPr="00DF6DD6">
              <w:rPr>
                <w:lang w:val="en-US"/>
              </w:rPr>
              <w:t>-n</w:t>
            </w:r>
            <w:r w:rsidRPr="00DF6DD6">
              <w:rPr>
                <w:rFonts w:hint="eastAsia"/>
                <w:lang w:val="en-US" w:eastAsia="zh-CN"/>
              </w:rPr>
              <w:t>257D</w:t>
            </w:r>
          </w:p>
        </w:tc>
        <w:tc>
          <w:tcPr>
            <w:tcW w:w="1034" w:type="dxa"/>
            <w:vMerge w:val="restart"/>
            <w:tcBorders>
              <w:top w:val="single" w:sz="4" w:space="0" w:color="auto"/>
              <w:left w:val="single" w:sz="4" w:space="0" w:color="auto"/>
              <w:right w:val="single" w:sz="4" w:space="0" w:color="auto"/>
            </w:tcBorders>
            <w:vAlign w:val="center"/>
          </w:tcPr>
          <w:p w14:paraId="055E7DB5"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w:t>
            </w:r>
            <w:r w:rsidRPr="00DF6DD6">
              <w:rPr>
                <w:lang w:val="en-US"/>
              </w:rPr>
              <w:t>A</w:t>
            </w:r>
          </w:p>
        </w:tc>
        <w:tc>
          <w:tcPr>
            <w:tcW w:w="746" w:type="dxa"/>
            <w:tcBorders>
              <w:top w:val="single" w:sz="4" w:space="0" w:color="auto"/>
              <w:left w:val="single" w:sz="4" w:space="0" w:color="auto"/>
              <w:right w:val="single" w:sz="4" w:space="0" w:color="auto"/>
            </w:tcBorders>
            <w:vAlign w:val="center"/>
          </w:tcPr>
          <w:p w14:paraId="150929CD" w14:textId="77777777" w:rsidR="0022566D" w:rsidRPr="00DF6DD6" w:rsidRDefault="0022566D" w:rsidP="0022566D">
            <w:pPr>
              <w:pStyle w:val="TAC"/>
              <w:keepNext w:val="0"/>
              <w:rPr>
                <w:lang w:val="en-US" w:eastAsia="zh-CN"/>
              </w:rPr>
            </w:pPr>
            <w:r w:rsidRPr="00DF6DD6">
              <w:rPr>
                <w:rFonts w:eastAsia="Yu Mincho"/>
              </w:rPr>
              <w:t>n7</w:t>
            </w:r>
            <w:r w:rsidRPr="00DF6DD6">
              <w:rPr>
                <w:rFonts w:hint="eastAsia"/>
                <w:lang w:eastAsia="zh-CN"/>
              </w:rPr>
              <w:t>7</w:t>
            </w:r>
          </w:p>
        </w:tc>
        <w:tc>
          <w:tcPr>
            <w:tcW w:w="725" w:type="dxa"/>
            <w:tcBorders>
              <w:top w:val="single" w:sz="4" w:space="0" w:color="auto"/>
              <w:left w:val="single" w:sz="4" w:space="0" w:color="auto"/>
              <w:right w:val="single" w:sz="4" w:space="0" w:color="auto"/>
            </w:tcBorders>
          </w:tcPr>
          <w:p w14:paraId="48905D9C"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1B9554EC" w14:textId="1C3C978F" w:rsidR="0022566D" w:rsidRPr="00DF6DD6" w:rsidRDefault="0022566D" w:rsidP="0022566D">
            <w:pPr>
              <w:pStyle w:val="TAC"/>
              <w:keepNext w:val="0"/>
              <w:rPr>
                <w:rFonts w:eastAsia="Yu Mincho"/>
                <w:szCs w:val="18"/>
              </w:rPr>
            </w:pPr>
            <w:r>
              <w:rPr>
                <w:rFonts w:cs="Arial"/>
                <w:lang w:eastAsia="ja-JP"/>
              </w:rPr>
              <w:t>CA_n77C</w:t>
            </w:r>
          </w:p>
        </w:tc>
        <w:tc>
          <w:tcPr>
            <w:tcW w:w="749" w:type="dxa"/>
            <w:vMerge w:val="restart"/>
            <w:tcBorders>
              <w:top w:val="single" w:sz="4" w:space="0" w:color="auto"/>
              <w:left w:val="single" w:sz="4" w:space="0" w:color="auto"/>
              <w:right w:val="single" w:sz="4" w:space="0" w:color="auto"/>
            </w:tcBorders>
            <w:vAlign w:val="center"/>
          </w:tcPr>
          <w:p w14:paraId="4AE7A518" w14:textId="77777777" w:rsidR="0022566D" w:rsidRPr="00DF6DD6" w:rsidRDefault="0022566D" w:rsidP="0022566D">
            <w:pPr>
              <w:pStyle w:val="TAC"/>
              <w:keepNext w:val="0"/>
              <w:rPr>
                <w:rFonts w:eastAsia="Yu Mincho"/>
                <w:szCs w:val="18"/>
              </w:rPr>
            </w:pPr>
            <w:r w:rsidRPr="00DF6DD6">
              <w:rPr>
                <w:rFonts w:eastAsia="Yu Mincho"/>
                <w:szCs w:val="18"/>
              </w:rPr>
              <w:t>0</w:t>
            </w:r>
          </w:p>
        </w:tc>
      </w:tr>
      <w:tr w:rsidR="0022566D" w:rsidRPr="00DF6DD6" w14:paraId="4E3CB26C" w14:textId="77777777" w:rsidTr="00CE2DED">
        <w:trPr>
          <w:trHeight w:val="148"/>
          <w:jc w:val="center"/>
        </w:trPr>
        <w:tc>
          <w:tcPr>
            <w:tcW w:w="1034" w:type="dxa"/>
            <w:vMerge/>
            <w:tcBorders>
              <w:left w:val="single" w:sz="4" w:space="0" w:color="auto"/>
              <w:right w:val="single" w:sz="4" w:space="0" w:color="auto"/>
            </w:tcBorders>
            <w:vAlign w:val="center"/>
          </w:tcPr>
          <w:p w14:paraId="526B4318"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77F9C0A3" w14:textId="77777777" w:rsidR="0022566D" w:rsidRPr="00DF6DD6" w:rsidRDefault="0022566D" w:rsidP="0022566D">
            <w:pPr>
              <w:pStyle w:val="TAC"/>
              <w:keepNext w:val="0"/>
              <w:rPr>
                <w:lang w:val="en-US"/>
              </w:rPr>
            </w:pPr>
          </w:p>
        </w:tc>
        <w:tc>
          <w:tcPr>
            <w:tcW w:w="746" w:type="dxa"/>
            <w:tcBorders>
              <w:top w:val="single" w:sz="4" w:space="0" w:color="auto"/>
              <w:left w:val="single" w:sz="4" w:space="0" w:color="auto"/>
              <w:right w:val="single" w:sz="4" w:space="0" w:color="auto"/>
            </w:tcBorders>
            <w:vAlign w:val="center"/>
          </w:tcPr>
          <w:p w14:paraId="43603403" w14:textId="77777777" w:rsidR="0022566D" w:rsidRPr="00DF6DD6" w:rsidRDefault="0022566D" w:rsidP="0022566D">
            <w:pPr>
              <w:pStyle w:val="TAC"/>
              <w:keepNext w:val="0"/>
              <w:rPr>
                <w:lang w:val="en-US" w:eastAsia="zh-CN"/>
              </w:rPr>
            </w:pPr>
            <w:r w:rsidRPr="00DF6DD6">
              <w:rPr>
                <w:rFonts w:hint="eastAsia"/>
                <w:lang w:val="en-US" w:eastAsia="zh-CN"/>
              </w:rPr>
              <w:t>n257</w:t>
            </w:r>
          </w:p>
        </w:tc>
        <w:tc>
          <w:tcPr>
            <w:tcW w:w="725" w:type="dxa"/>
            <w:tcBorders>
              <w:top w:val="single" w:sz="4" w:space="0" w:color="auto"/>
              <w:left w:val="single" w:sz="4" w:space="0" w:color="auto"/>
              <w:right w:val="single" w:sz="4" w:space="0" w:color="auto"/>
            </w:tcBorders>
          </w:tcPr>
          <w:p w14:paraId="093E7567"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5CB8283C" w14:textId="54993E56" w:rsidR="0022566D" w:rsidRPr="00DF6DD6" w:rsidRDefault="0022566D" w:rsidP="0022566D">
            <w:pPr>
              <w:pStyle w:val="TAC"/>
              <w:keepNext w:val="0"/>
              <w:rPr>
                <w:rFonts w:eastAsia="Yu Mincho"/>
                <w:szCs w:val="18"/>
              </w:rPr>
            </w:pPr>
            <w:r>
              <w:rPr>
                <w:rFonts w:cs="Arial"/>
                <w:lang w:eastAsia="ja-JP"/>
              </w:rPr>
              <w:t>CA_n257D</w:t>
            </w:r>
          </w:p>
        </w:tc>
        <w:tc>
          <w:tcPr>
            <w:tcW w:w="749" w:type="dxa"/>
            <w:vMerge/>
            <w:tcBorders>
              <w:left w:val="single" w:sz="4" w:space="0" w:color="auto"/>
              <w:right w:val="single" w:sz="4" w:space="0" w:color="auto"/>
            </w:tcBorders>
            <w:vAlign w:val="center"/>
          </w:tcPr>
          <w:p w14:paraId="1FEC7B23" w14:textId="77777777" w:rsidR="0022566D" w:rsidRPr="00DF6DD6" w:rsidRDefault="0022566D" w:rsidP="0022566D">
            <w:pPr>
              <w:pStyle w:val="TAC"/>
              <w:keepNext w:val="0"/>
              <w:rPr>
                <w:rFonts w:eastAsia="Yu Mincho"/>
                <w:szCs w:val="18"/>
              </w:rPr>
            </w:pPr>
          </w:p>
        </w:tc>
      </w:tr>
      <w:tr w:rsidR="0022566D" w:rsidRPr="00DF6DD6" w14:paraId="71D0398E" w14:textId="77777777" w:rsidTr="00CE2DED">
        <w:trPr>
          <w:trHeight w:val="148"/>
          <w:jc w:val="center"/>
        </w:trPr>
        <w:tc>
          <w:tcPr>
            <w:tcW w:w="1034" w:type="dxa"/>
            <w:vMerge w:val="restart"/>
            <w:tcBorders>
              <w:left w:val="single" w:sz="4" w:space="0" w:color="auto"/>
              <w:right w:val="single" w:sz="4" w:space="0" w:color="auto"/>
            </w:tcBorders>
            <w:vAlign w:val="center"/>
          </w:tcPr>
          <w:p w14:paraId="0995C8BB"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77C</w:t>
            </w:r>
            <w:r w:rsidRPr="00DF6DD6">
              <w:rPr>
                <w:lang w:val="en-US"/>
              </w:rPr>
              <w:t>-n</w:t>
            </w:r>
            <w:r w:rsidRPr="00DF6DD6">
              <w:rPr>
                <w:rFonts w:hint="eastAsia"/>
                <w:lang w:val="en-US" w:eastAsia="zh-CN"/>
              </w:rPr>
              <w:t>257E</w:t>
            </w:r>
          </w:p>
        </w:tc>
        <w:tc>
          <w:tcPr>
            <w:tcW w:w="1034" w:type="dxa"/>
            <w:vMerge w:val="restart"/>
            <w:tcBorders>
              <w:left w:val="single" w:sz="4" w:space="0" w:color="auto"/>
              <w:right w:val="single" w:sz="4" w:space="0" w:color="auto"/>
            </w:tcBorders>
            <w:vAlign w:val="center"/>
          </w:tcPr>
          <w:p w14:paraId="52426C33"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w:t>
            </w:r>
            <w:r w:rsidRPr="00DF6DD6">
              <w:rPr>
                <w:lang w:val="en-US"/>
              </w:rPr>
              <w:t>A</w:t>
            </w:r>
          </w:p>
        </w:tc>
        <w:tc>
          <w:tcPr>
            <w:tcW w:w="746" w:type="dxa"/>
            <w:tcBorders>
              <w:left w:val="single" w:sz="4" w:space="0" w:color="auto"/>
              <w:right w:val="single" w:sz="4" w:space="0" w:color="auto"/>
            </w:tcBorders>
          </w:tcPr>
          <w:p w14:paraId="593DB831" w14:textId="77777777" w:rsidR="0022566D" w:rsidRPr="00DF6DD6" w:rsidRDefault="0022566D" w:rsidP="0022566D">
            <w:pPr>
              <w:pStyle w:val="TAC"/>
              <w:keepNext w:val="0"/>
              <w:rPr>
                <w:lang w:val="en-US" w:eastAsia="zh-CN"/>
              </w:rPr>
            </w:pPr>
            <w:r w:rsidRPr="00DF6DD6">
              <w:rPr>
                <w:rFonts w:eastAsia="Yu Mincho"/>
              </w:rPr>
              <w:t>n7</w:t>
            </w:r>
            <w:r w:rsidRPr="00DF6DD6">
              <w:rPr>
                <w:rFonts w:hint="eastAsia"/>
                <w:lang w:eastAsia="zh-CN"/>
              </w:rPr>
              <w:t>7</w:t>
            </w:r>
          </w:p>
        </w:tc>
        <w:tc>
          <w:tcPr>
            <w:tcW w:w="725" w:type="dxa"/>
            <w:tcBorders>
              <w:left w:val="single" w:sz="4" w:space="0" w:color="auto"/>
              <w:right w:val="single" w:sz="4" w:space="0" w:color="auto"/>
            </w:tcBorders>
          </w:tcPr>
          <w:p w14:paraId="66C29B20"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2FD01D92" w14:textId="19133156" w:rsidR="0022566D" w:rsidRPr="00DF6DD6" w:rsidRDefault="0022566D" w:rsidP="0022566D">
            <w:pPr>
              <w:pStyle w:val="TAC"/>
              <w:keepNext w:val="0"/>
              <w:rPr>
                <w:szCs w:val="18"/>
                <w:lang w:eastAsia="zh-CN"/>
              </w:rPr>
            </w:pPr>
            <w:r>
              <w:rPr>
                <w:rFonts w:cs="Arial"/>
                <w:lang w:eastAsia="ja-JP"/>
              </w:rPr>
              <w:t>CA_n77C</w:t>
            </w:r>
          </w:p>
        </w:tc>
        <w:tc>
          <w:tcPr>
            <w:tcW w:w="749" w:type="dxa"/>
            <w:vMerge w:val="restart"/>
            <w:tcBorders>
              <w:left w:val="single" w:sz="4" w:space="0" w:color="auto"/>
              <w:right w:val="single" w:sz="4" w:space="0" w:color="auto"/>
            </w:tcBorders>
            <w:vAlign w:val="center"/>
          </w:tcPr>
          <w:p w14:paraId="5E0B47D9" w14:textId="77777777" w:rsidR="0022566D" w:rsidRPr="00DF6DD6" w:rsidRDefault="0022566D" w:rsidP="0022566D">
            <w:pPr>
              <w:pStyle w:val="TAC"/>
              <w:keepNext w:val="0"/>
              <w:rPr>
                <w:rFonts w:eastAsia="Yu Mincho"/>
                <w:szCs w:val="18"/>
              </w:rPr>
            </w:pPr>
            <w:r w:rsidRPr="00DF6DD6">
              <w:rPr>
                <w:rFonts w:eastAsia="Yu Mincho"/>
                <w:szCs w:val="18"/>
              </w:rPr>
              <w:t>0</w:t>
            </w:r>
          </w:p>
        </w:tc>
      </w:tr>
      <w:tr w:rsidR="0022566D" w:rsidRPr="00DF6DD6" w14:paraId="1BCFA987" w14:textId="77777777" w:rsidTr="00CE2DED">
        <w:trPr>
          <w:trHeight w:val="148"/>
          <w:jc w:val="center"/>
        </w:trPr>
        <w:tc>
          <w:tcPr>
            <w:tcW w:w="1034" w:type="dxa"/>
            <w:vMerge/>
            <w:tcBorders>
              <w:left w:val="single" w:sz="4" w:space="0" w:color="auto"/>
              <w:right w:val="single" w:sz="4" w:space="0" w:color="auto"/>
            </w:tcBorders>
            <w:vAlign w:val="center"/>
          </w:tcPr>
          <w:p w14:paraId="5C3CE1BD"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26ACF1E5"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tcPr>
          <w:p w14:paraId="53C896B0" w14:textId="77777777" w:rsidR="0022566D" w:rsidRPr="00DF6DD6" w:rsidRDefault="0022566D" w:rsidP="0022566D">
            <w:pPr>
              <w:pStyle w:val="TAC"/>
              <w:keepNext w:val="0"/>
              <w:rPr>
                <w:lang w:eastAsia="zh-CN"/>
              </w:rPr>
            </w:pPr>
            <w:r w:rsidRPr="00DF6DD6">
              <w:rPr>
                <w:rFonts w:hint="eastAsia"/>
                <w:lang w:eastAsia="zh-CN"/>
              </w:rPr>
              <w:t>n257</w:t>
            </w:r>
          </w:p>
        </w:tc>
        <w:tc>
          <w:tcPr>
            <w:tcW w:w="725" w:type="dxa"/>
            <w:tcBorders>
              <w:left w:val="single" w:sz="4" w:space="0" w:color="auto"/>
              <w:right w:val="single" w:sz="4" w:space="0" w:color="auto"/>
            </w:tcBorders>
          </w:tcPr>
          <w:p w14:paraId="6EBCCCA7"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5149B621" w14:textId="0923067E" w:rsidR="0022566D" w:rsidRPr="00DF6DD6" w:rsidRDefault="0022566D" w:rsidP="0022566D">
            <w:pPr>
              <w:pStyle w:val="TAC"/>
              <w:keepNext w:val="0"/>
              <w:rPr>
                <w:rFonts w:eastAsia="Yu Mincho"/>
                <w:szCs w:val="18"/>
              </w:rPr>
            </w:pPr>
            <w:r>
              <w:rPr>
                <w:rFonts w:cs="Arial"/>
                <w:lang w:eastAsia="ja-JP"/>
              </w:rPr>
              <w:t>CA_n257</w:t>
            </w:r>
            <w:r>
              <w:rPr>
                <w:rFonts w:cs="Arial"/>
                <w:lang w:eastAsia="zh-CN"/>
              </w:rPr>
              <w:t>E</w:t>
            </w:r>
          </w:p>
        </w:tc>
        <w:tc>
          <w:tcPr>
            <w:tcW w:w="749" w:type="dxa"/>
            <w:vMerge/>
            <w:tcBorders>
              <w:left w:val="single" w:sz="4" w:space="0" w:color="auto"/>
              <w:right w:val="single" w:sz="4" w:space="0" w:color="auto"/>
            </w:tcBorders>
            <w:vAlign w:val="center"/>
          </w:tcPr>
          <w:p w14:paraId="13DCE1D0" w14:textId="77777777" w:rsidR="0022566D" w:rsidRPr="00DF6DD6" w:rsidRDefault="0022566D" w:rsidP="0022566D">
            <w:pPr>
              <w:pStyle w:val="TAC"/>
              <w:keepNext w:val="0"/>
              <w:rPr>
                <w:rFonts w:eastAsia="Yu Mincho"/>
                <w:szCs w:val="18"/>
              </w:rPr>
            </w:pPr>
          </w:p>
        </w:tc>
      </w:tr>
      <w:tr w:rsidR="0022566D" w:rsidRPr="00DF6DD6" w14:paraId="25AD60F9" w14:textId="77777777" w:rsidTr="00CE2DED">
        <w:trPr>
          <w:trHeight w:val="148"/>
          <w:jc w:val="center"/>
        </w:trPr>
        <w:tc>
          <w:tcPr>
            <w:tcW w:w="1034" w:type="dxa"/>
            <w:vMerge w:val="restart"/>
            <w:tcBorders>
              <w:left w:val="single" w:sz="4" w:space="0" w:color="auto"/>
              <w:right w:val="single" w:sz="4" w:space="0" w:color="auto"/>
            </w:tcBorders>
            <w:vAlign w:val="center"/>
          </w:tcPr>
          <w:p w14:paraId="08A76608"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77C</w:t>
            </w:r>
            <w:r w:rsidRPr="00DF6DD6">
              <w:rPr>
                <w:lang w:val="en-US"/>
              </w:rPr>
              <w:t>-n</w:t>
            </w:r>
            <w:r w:rsidRPr="00DF6DD6">
              <w:rPr>
                <w:rFonts w:hint="eastAsia"/>
                <w:lang w:val="en-US" w:eastAsia="zh-CN"/>
              </w:rPr>
              <w:t>257F</w:t>
            </w:r>
          </w:p>
        </w:tc>
        <w:tc>
          <w:tcPr>
            <w:tcW w:w="1034" w:type="dxa"/>
            <w:vMerge w:val="restart"/>
            <w:tcBorders>
              <w:left w:val="single" w:sz="4" w:space="0" w:color="auto"/>
              <w:right w:val="single" w:sz="4" w:space="0" w:color="auto"/>
            </w:tcBorders>
            <w:vAlign w:val="center"/>
          </w:tcPr>
          <w:p w14:paraId="1901E70C"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77</w:t>
            </w:r>
            <w:r w:rsidRPr="00DF6DD6">
              <w:rPr>
                <w:lang w:val="en-US"/>
              </w:rPr>
              <w:t>A-n</w:t>
            </w:r>
            <w:r w:rsidRPr="00DF6DD6">
              <w:rPr>
                <w:rFonts w:hint="eastAsia"/>
                <w:lang w:val="en-US" w:eastAsia="zh-CN"/>
              </w:rPr>
              <w:t>257</w:t>
            </w:r>
            <w:r w:rsidRPr="00DF6DD6">
              <w:rPr>
                <w:lang w:val="en-US"/>
              </w:rPr>
              <w:t>A</w:t>
            </w:r>
          </w:p>
        </w:tc>
        <w:tc>
          <w:tcPr>
            <w:tcW w:w="746" w:type="dxa"/>
            <w:tcBorders>
              <w:left w:val="single" w:sz="4" w:space="0" w:color="auto"/>
              <w:right w:val="single" w:sz="4" w:space="0" w:color="auto"/>
            </w:tcBorders>
          </w:tcPr>
          <w:p w14:paraId="79097C4A" w14:textId="77777777" w:rsidR="0022566D" w:rsidRPr="00DF6DD6" w:rsidRDefault="0022566D" w:rsidP="0022566D">
            <w:pPr>
              <w:pStyle w:val="TAC"/>
              <w:keepNext w:val="0"/>
              <w:rPr>
                <w:lang w:val="en-US" w:eastAsia="zh-CN"/>
              </w:rPr>
            </w:pPr>
            <w:r w:rsidRPr="00DF6DD6">
              <w:rPr>
                <w:rFonts w:eastAsia="Yu Mincho"/>
              </w:rPr>
              <w:t>n7</w:t>
            </w:r>
            <w:r w:rsidRPr="00DF6DD6">
              <w:rPr>
                <w:rFonts w:hint="eastAsia"/>
                <w:lang w:eastAsia="zh-CN"/>
              </w:rPr>
              <w:t>7</w:t>
            </w:r>
          </w:p>
        </w:tc>
        <w:tc>
          <w:tcPr>
            <w:tcW w:w="725" w:type="dxa"/>
            <w:tcBorders>
              <w:left w:val="single" w:sz="4" w:space="0" w:color="auto"/>
              <w:right w:val="single" w:sz="4" w:space="0" w:color="auto"/>
            </w:tcBorders>
          </w:tcPr>
          <w:p w14:paraId="145FF6B0"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7BF22747" w14:textId="284D77E8" w:rsidR="0022566D" w:rsidRPr="00DF6DD6" w:rsidRDefault="0022566D" w:rsidP="0022566D">
            <w:pPr>
              <w:pStyle w:val="TAC"/>
              <w:keepNext w:val="0"/>
              <w:rPr>
                <w:rFonts w:eastAsia="Yu Mincho"/>
                <w:szCs w:val="18"/>
              </w:rPr>
            </w:pPr>
            <w:r>
              <w:rPr>
                <w:rFonts w:cs="Arial"/>
                <w:lang w:eastAsia="ja-JP"/>
              </w:rPr>
              <w:t>CA_n77C</w:t>
            </w:r>
          </w:p>
        </w:tc>
        <w:tc>
          <w:tcPr>
            <w:tcW w:w="749" w:type="dxa"/>
            <w:vMerge w:val="restart"/>
            <w:tcBorders>
              <w:left w:val="single" w:sz="4" w:space="0" w:color="auto"/>
              <w:right w:val="single" w:sz="4" w:space="0" w:color="auto"/>
            </w:tcBorders>
            <w:vAlign w:val="center"/>
          </w:tcPr>
          <w:p w14:paraId="13D9CD80"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260A1705" w14:textId="77777777" w:rsidTr="00CE2DED">
        <w:trPr>
          <w:trHeight w:val="148"/>
          <w:jc w:val="center"/>
        </w:trPr>
        <w:tc>
          <w:tcPr>
            <w:tcW w:w="1034" w:type="dxa"/>
            <w:vMerge/>
            <w:tcBorders>
              <w:left w:val="single" w:sz="4" w:space="0" w:color="auto"/>
              <w:right w:val="single" w:sz="4" w:space="0" w:color="auto"/>
            </w:tcBorders>
            <w:vAlign w:val="center"/>
          </w:tcPr>
          <w:p w14:paraId="076DF026"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1FA2A46B"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tcPr>
          <w:p w14:paraId="3D8A62B4" w14:textId="77777777" w:rsidR="0022566D" w:rsidRPr="00DF6DD6" w:rsidRDefault="0022566D" w:rsidP="0022566D">
            <w:pPr>
              <w:pStyle w:val="TAC"/>
              <w:keepNext w:val="0"/>
              <w:rPr>
                <w:lang w:eastAsia="zh-CN"/>
              </w:rPr>
            </w:pPr>
            <w:r w:rsidRPr="00DF6DD6">
              <w:rPr>
                <w:rFonts w:hint="eastAsia"/>
                <w:lang w:eastAsia="zh-CN"/>
              </w:rPr>
              <w:t>n257</w:t>
            </w:r>
          </w:p>
        </w:tc>
        <w:tc>
          <w:tcPr>
            <w:tcW w:w="725" w:type="dxa"/>
            <w:tcBorders>
              <w:left w:val="single" w:sz="4" w:space="0" w:color="auto"/>
              <w:right w:val="single" w:sz="4" w:space="0" w:color="auto"/>
            </w:tcBorders>
          </w:tcPr>
          <w:p w14:paraId="28E6E727"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00F97853" w14:textId="5CC3EB74" w:rsidR="0022566D" w:rsidRPr="00DF6DD6" w:rsidRDefault="0022566D" w:rsidP="0022566D">
            <w:pPr>
              <w:pStyle w:val="TAC"/>
              <w:keepNext w:val="0"/>
              <w:rPr>
                <w:rFonts w:eastAsia="Yu Mincho"/>
                <w:szCs w:val="18"/>
              </w:rPr>
            </w:pPr>
            <w:r>
              <w:rPr>
                <w:rFonts w:cs="Arial"/>
                <w:lang w:eastAsia="ja-JP"/>
              </w:rPr>
              <w:t>CA_n257</w:t>
            </w:r>
            <w:r>
              <w:rPr>
                <w:rFonts w:cs="Arial"/>
                <w:lang w:eastAsia="zh-CN"/>
              </w:rPr>
              <w:t>F</w:t>
            </w:r>
          </w:p>
        </w:tc>
        <w:tc>
          <w:tcPr>
            <w:tcW w:w="749" w:type="dxa"/>
            <w:vMerge/>
            <w:tcBorders>
              <w:left w:val="single" w:sz="4" w:space="0" w:color="auto"/>
              <w:right w:val="single" w:sz="4" w:space="0" w:color="auto"/>
            </w:tcBorders>
            <w:vAlign w:val="center"/>
          </w:tcPr>
          <w:p w14:paraId="7D89AEF6" w14:textId="77777777" w:rsidR="0022566D" w:rsidRPr="00DF6DD6" w:rsidRDefault="0022566D" w:rsidP="0022566D">
            <w:pPr>
              <w:pStyle w:val="TAC"/>
              <w:keepNext w:val="0"/>
              <w:rPr>
                <w:rFonts w:eastAsia="Yu Mincho"/>
                <w:szCs w:val="18"/>
              </w:rPr>
            </w:pPr>
          </w:p>
        </w:tc>
      </w:tr>
      <w:tr w:rsidR="00CC6126" w:rsidRPr="00DF6DD6" w14:paraId="56096F78" w14:textId="77777777" w:rsidTr="00CE2DED">
        <w:trPr>
          <w:trHeight w:val="148"/>
          <w:jc w:val="center"/>
        </w:trPr>
        <w:tc>
          <w:tcPr>
            <w:tcW w:w="1034" w:type="dxa"/>
            <w:vMerge w:val="restart"/>
            <w:tcBorders>
              <w:left w:val="single" w:sz="4" w:space="0" w:color="auto"/>
              <w:right w:val="single" w:sz="4" w:space="0" w:color="auto"/>
            </w:tcBorders>
            <w:vAlign w:val="center"/>
          </w:tcPr>
          <w:p w14:paraId="6C21DF60" w14:textId="77777777" w:rsidR="00CC6126" w:rsidRPr="00DF6DD6" w:rsidRDefault="00CC6126" w:rsidP="00CC6126">
            <w:pPr>
              <w:pStyle w:val="TAC"/>
              <w:keepNext w:val="0"/>
              <w:rPr>
                <w:lang w:val="en-US"/>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w:t>
            </w:r>
            <w:r w:rsidRPr="00DF6DD6">
              <w:rPr>
                <w:lang w:val="en-US"/>
              </w:rPr>
              <w:t>A</w:t>
            </w:r>
          </w:p>
        </w:tc>
        <w:tc>
          <w:tcPr>
            <w:tcW w:w="1034" w:type="dxa"/>
            <w:vMerge w:val="restart"/>
            <w:tcBorders>
              <w:left w:val="single" w:sz="4" w:space="0" w:color="auto"/>
              <w:right w:val="single" w:sz="4" w:space="0" w:color="auto"/>
            </w:tcBorders>
            <w:vAlign w:val="center"/>
          </w:tcPr>
          <w:p w14:paraId="6A83476E" w14:textId="77777777" w:rsidR="00CC6126" w:rsidRPr="00DF6DD6" w:rsidRDefault="00CC6126" w:rsidP="00CC6126">
            <w:pPr>
              <w:pStyle w:val="TAC"/>
              <w:keepNext w:val="0"/>
              <w:rPr>
                <w:lang w:val="en-US"/>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w:t>
            </w:r>
            <w:r w:rsidRPr="00DF6DD6">
              <w:rPr>
                <w:lang w:val="en-US"/>
              </w:rPr>
              <w:t>A</w:t>
            </w:r>
          </w:p>
        </w:tc>
        <w:tc>
          <w:tcPr>
            <w:tcW w:w="746" w:type="dxa"/>
            <w:vMerge w:val="restart"/>
            <w:tcBorders>
              <w:left w:val="single" w:sz="4" w:space="0" w:color="auto"/>
              <w:right w:val="single" w:sz="4" w:space="0" w:color="auto"/>
            </w:tcBorders>
            <w:vAlign w:val="center"/>
          </w:tcPr>
          <w:p w14:paraId="495833FB" w14:textId="77777777" w:rsidR="00CC6126" w:rsidRPr="00DF6DD6" w:rsidRDefault="00CC6126" w:rsidP="00CC6126">
            <w:pPr>
              <w:pStyle w:val="TAC"/>
              <w:keepNext w:val="0"/>
              <w:rPr>
                <w:lang w:val="en-US" w:eastAsia="zh-CN"/>
              </w:rPr>
            </w:pPr>
            <w:r w:rsidRPr="00DF6DD6">
              <w:rPr>
                <w:rFonts w:hint="eastAsia"/>
                <w:lang w:val="en-US" w:eastAsia="zh-CN"/>
              </w:rPr>
              <w:t>n</w:t>
            </w:r>
            <w:r w:rsidRPr="00DF6DD6">
              <w:rPr>
                <w:rFonts w:hint="eastAsia"/>
                <w:lang w:eastAsia="zh-CN"/>
              </w:rPr>
              <w:t>78</w:t>
            </w:r>
          </w:p>
        </w:tc>
        <w:tc>
          <w:tcPr>
            <w:tcW w:w="725" w:type="dxa"/>
            <w:tcBorders>
              <w:top w:val="single" w:sz="4" w:space="0" w:color="auto"/>
              <w:left w:val="single" w:sz="4" w:space="0" w:color="auto"/>
              <w:bottom w:val="single" w:sz="4" w:space="0" w:color="auto"/>
              <w:right w:val="single" w:sz="4" w:space="0" w:color="auto"/>
            </w:tcBorders>
          </w:tcPr>
          <w:p w14:paraId="57CF0909" w14:textId="77777777" w:rsidR="00CC6126" w:rsidRPr="00DF6DD6" w:rsidRDefault="00CC6126" w:rsidP="00CC6126">
            <w:pPr>
              <w:pStyle w:val="TAC"/>
              <w:keepNext w:val="0"/>
              <w:rPr>
                <w:lang w:val="en-US"/>
              </w:rPr>
            </w:pPr>
            <w:r w:rsidRPr="00DF6DD6">
              <w:t>15</w:t>
            </w:r>
          </w:p>
        </w:tc>
        <w:tc>
          <w:tcPr>
            <w:tcW w:w="477" w:type="dxa"/>
            <w:tcBorders>
              <w:top w:val="single" w:sz="4" w:space="0" w:color="auto"/>
              <w:left w:val="single" w:sz="4" w:space="0" w:color="auto"/>
              <w:bottom w:val="single" w:sz="4" w:space="0" w:color="auto"/>
              <w:right w:val="single" w:sz="4" w:space="0" w:color="auto"/>
            </w:tcBorders>
          </w:tcPr>
          <w:p w14:paraId="3C9A8AD7" w14:textId="77777777" w:rsidR="00CC6126" w:rsidRPr="00DF6DD6" w:rsidRDefault="00CC6126" w:rsidP="00CC6126">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0FCD3B84" w14:textId="77777777" w:rsidR="00CC6126" w:rsidRPr="00DF6DD6" w:rsidRDefault="00CC6126" w:rsidP="00CC6126">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F70EF86" w14:textId="77777777" w:rsidR="00CC6126" w:rsidRPr="00DF6DD6" w:rsidRDefault="00CC6126" w:rsidP="00CC6126">
            <w:pPr>
              <w:pStyle w:val="TAC"/>
              <w:keepNext w:val="0"/>
              <w:rPr>
                <w:rFonts w:cs="Arial"/>
                <w:lang w:val="en-US" w:eastAsia="zh-CN"/>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3AA1C6D7" w14:textId="77777777" w:rsidR="00CC6126" w:rsidRPr="00DF6DD6" w:rsidRDefault="00CC6126" w:rsidP="00CC6126">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B55F3CE" w14:textId="77777777" w:rsidR="00CC6126" w:rsidRPr="00DF6DD6" w:rsidRDefault="00CC6126" w:rsidP="00CC6126">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B770D89"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14F2999" w14:textId="77777777" w:rsidR="00CC6126" w:rsidRPr="00DF6DD6" w:rsidRDefault="00CC6126" w:rsidP="00CC6126">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vAlign w:val="center"/>
          </w:tcPr>
          <w:p w14:paraId="54FB8A7A" w14:textId="77777777" w:rsidR="00CC6126" w:rsidRPr="00DF6DD6" w:rsidRDefault="00CC6126" w:rsidP="00CC6126">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tcPr>
          <w:p w14:paraId="3D3B6A56" w14:textId="77777777" w:rsidR="00CC6126" w:rsidRPr="00DF6DD6" w:rsidRDefault="00CC6126" w:rsidP="00CC6126">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vAlign w:val="center"/>
          </w:tcPr>
          <w:p w14:paraId="50FC577E" w14:textId="78750B32" w:rsidR="00CC6126" w:rsidRPr="00DF6DD6" w:rsidRDefault="00CC6126" w:rsidP="00CC6126">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tcPr>
          <w:p w14:paraId="7BB554A9" w14:textId="77777777" w:rsidR="00CC6126" w:rsidRPr="00DF6DD6" w:rsidRDefault="00CC6126" w:rsidP="00CC6126">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767DDA11" w14:textId="77777777" w:rsidR="00CC6126" w:rsidRPr="00DF6DD6" w:rsidRDefault="00CC6126" w:rsidP="00CC6126">
            <w:pPr>
              <w:pStyle w:val="TAC"/>
              <w:keepNext w:val="0"/>
              <w:rPr>
                <w:rFonts w:eastAsia="Yu Mincho"/>
                <w:szCs w:val="18"/>
              </w:rPr>
            </w:pPr>
          </w:p>
        </w:tc>
        <w:tc>
          <w:tcPr>
            <w:tcW w:w="749" w:type="dxa"/>
            <w:vMerge w:val="restart"/>
            <w:tcBorders>
              <w:left w:val="single" w:sz="4" w:space="0" w:color="auto"/>
              <w:right w:val="single" w:sz="4" w:space="0" w:color="auto"/>
            </w:tcBorders>
            <w:vAlign w:val="center"/>
          </w:tcPr>
          <w:p w14:paraId="5523B5FC" w14:textId="77777777" w:rsidR="00CC6126" w:rsidRPr="00DF6DD6" w:rsidRDefault="00CC6126" w:rsidP="00CC6126">
            <w:pPr>
              <w:pStyle w:val="TAC"/>
              <w:keepNext w:val="0"/>
              <w:rPr>
                <w:szCs w:val="18"/>
                <w:lang w:eastAsia="zh-CN"/>
              </w:rPr>
            </w:pPr>
            <w:r w:rsidRPr="00DF6DD6">
              <w:rPr>
                <w:rFonts w:hint="eastAsia"/>
                <w:szCs w:val="18"/>
                <w:lang w:eastAsia="zh-CN"/>
              </w:rPr>
              <w:t>0</w:t>
            </w:r>
          </w:p>
        </w:tc>
      </w:tr>
      <w:tr w:rsidR="00CC6126" w:rsidRPr="00DF6DD6" w14:paraId="08E3579B" w14:textId="77777777" w:rsidTr="00CE2DED">
        <w:trPr>
          <w:trHeight w:val="148"/>
          <w:jc w:val="center"/>
        </w:trPr>
        <w:tc>
          <w:tcPr>
            <w:tcW w:w="1034" w:type="dxa"/>
            <w:vMerge/>
            <w:tcBorders>
              <w:left w:val="single" w:sz="4" w:space="0" w:color="auto"/>
              <w:right w:val="single" w:sz="4" w:space="0" w:color="auto"/>
            </w:tcBorders>
            <w:vAlign w:val="center"/>
          </w:tcPr>
          <w:p w14:paraId="43063027" w14:textId="77777777" w:rsidR="00CC6126" w:rsidRPr="00DF6DD6" w:rsidRDefault="00CC6126" w:rsidP="00CC6126">
            <w:pPr>
              <w:pStyle w:val="TAC"/>
              <w:keepNext w:val="0"/>
              <w:rPr>
                <w:lang w:val="en-US"/>
              </w:rPr>
            </w:pPr>
          </w:p>
        </w:tc>
        <w:tc>
          <w:tcPr>
            <w:tcW w:w="1034" w:type="dxa"/>
            <w:vMerge/>
            <w:tcBorders>
              <w:left w:val="single" w:sz="4" w:space="0" w:color="auto"/>
              <w:right w:val="single" w:sz="4" w:space="0" w:color="auto"/>
            </w:tcBorders>
            <w:vAlign w:val="center"/>
          </w:tcPr>
          <w:p w14:paraId="5F720EAD" w14:textId="77777777" w:rsidR="00CC6126" w:rsidRPr="00DF6DD6" w:rsidRDefault="00CC6126" w:rsidP="00CC6126">
            <w:pPr>
              <w:pStyle w:val="TAC"/>
              <w:keepNext w:val="0"/>
              <w:rPr>
                <w:lang w:val="en-US"/>
              </w:rPr>
            </w:pPr>
          </w:p>
        </w:tc>
        <w:tc>
          <w:tcPr>
            <w:tcW w:w="746" w:type="dxa"/>
            <w:vMerge/>
            <w:tcBorders>
              <w:left w:val="single" w:sz="4" w:space="0" w:color="auto"/>
              <w:right w:val="single" w:sz="4" w:space="0" w:color="auto"/>
            </w:tcBorders>
            <w:vAlign w:val="center"/>
          </w:tcPr>
          <w:p w14:paraId="35A9D9C4" w14:textId="77777777" w:rsidR="00CC6126" w:rsidRPr="00DF6DD6" w:rsidRDefault="00CC6126" w:rsidP="00CC6126">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501402A7" w14:textId="77777777" w:rsidR="00CC6126" w:rsidRPr="00DF6DD6" w:rsidRDefault="00CC6126" w:rsidP="00CC6126">
            <w:pPr>
              <w:pStyle w:val="TAC"/>
              <w:keepNext w:val="0"/>
              <w:rPr>
                <w:lang w:val="en-US"/>
              </w:rPr>
            </w:pPr>
            <w:r w:rsidRPr="00DF6DD6">
              <w:t>30</w:t>
            </w:r>
          </w:p>
        </w:tc>
        <w:tc>
          <w:tcPr>
            <w:tcW w:w="477" w:type="dxa"/>
            <w:tcBorders>
              <w:top w:val="single" w:sz="4" w:space="0" w:color="auto"/>
              <w:left w:val="single" w:sz="4" w:space="0" w:color="auto"/>
              <w:bottom w:val="single" w:sz="4" w:space="0" w:color="auto"/>
              <w:right w:val="single" w:sz="4" w:space="0" w:color="auto"/>
            </w:tcBorders>
          </w:tcPr>
          <w:p w14:paraId="2AB6A154" w14:textId="77777777" w:rsidR="00CC6126" w:rsidRPr="00DF6DD6" w:rsidRDefault="00CC6126" w:rsidP="00CC6126">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3B57D321"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34B7AFF" w14:textId="77777777" w:rsidR="00CC6126" w:rsidRPr="00DF6DD6" w:rsidRDefault="00CC6126" w:rsidP="00CC6126">
            <w:pPr>
              <w:pStyle w:val="TAC"/>
              <w:keepNext w:val="0"/>
              <w:rPr>
                <w:rFonts w:cs="Arial"/>
                <w:lang w:eastAsia="ja-JP"/>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71BA5297" w14:textId="77777777" w:rsidR="00CC6126" w:rsidRPr="00DF6DD6" w:rsidRDefault="00CC6126" w:rsidP="00CC6126">
            <w:pPr>
              <w:pStyle w:val="TAC"/>
              <w:keepNext w:val="0"/>
              <w:rPr>
                <w:rFonts w:cs="Arial"/>
                <w:lang w:eastAsia="ja-JP"/>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3FF4F6A" w14:textId="77777777" w:rsidR="00CC6126" w:rsidRPr="00DF6DD6" w:rsidRDefault="00CC6126" w:rsidP="00CC6126">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4963FFE"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321CCBD"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52B843DA"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27CD1AEB" w14:textId="2BA54693" w:rsidR="00CC6126" w:rsidRPr="00DF6DD6" w:rsidRDefault="00CC6126" w:rsidP="00CC6126">
            <w:pPr>
              <w:pStyle w:val="TAC"/>
              <w:keepNext w:val="0"/>
              <w:rPr>
                <w:rFonts w:cs="Arial"/>
                <w:lang w:eastAsia="ja-JP"/>
              </w:rPr>
            </w:pPr>
            <w:r w:rsidRPr="009B4D6A">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020FF032" w14:textId="6750F4D2"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387E5427" w14:textId="77777777" w:rsidR="00CC6126" w:rsidRPr="00DF6DD6" w:rsidRDefault="00CC6126" w:rsidP="00CC6126">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616F3987" w14:textId="77777777" w:rsidR="00CC6126" w:rsidRPr="00DF6DD6" w:rsidRDefault="00CC6126" w:rsidP="00CC6126">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02FEED54" w14:textId="77777777" w:rsidR="00CC6126" w:rsidRPr="00DF6DD6" w:rsidRDefault="00CC6126" w:rsidP="00CC6126">
            <w:pPr>
              <w:pStyle w:val="TAC"/>
              <w:keepNext w:val="0"/>
              <w:rPr>
                <w:rFonts w:eastAsia="Yu Mincho"/>
                <w:szCs w:val="18"/>
              </w:rPr>
            </w:pPr>
          </w:p>
        </w:tc>
      </w:tr>
      <w:tr w:rsidR="00CC6126" w:rsidRPr="00DF6DD6" w14:paraId="22FA79AF" w14:textId="77777777" w:rsidTr="00CE2DED">
        <w:trPr>
          <w:trHeight w:val="148"/>
          <w:jc w:val="center"/>
        </w:trPr>
        <w:tc>
          <w:tcPr>
            <w:tcW w:w="1034" w:type="dxa"/>
            <w:vMerge/>
            <w:tcBorders>
              <w:left w:val="single" w:sz="4" w:space="0" w:color="auto"/>
              <w:right w:val="single" w:sz="4" w:space="0" w:color="auto"/>
            </w:tcBorders>
            <w:vAlign w:val="center"/>
          </w:tcPr>
          <w:p w14:paraId="14A48F9C" w14:textId="77777777" w:rsidR="00CC6126" w:rsidRPr="00DF6DD6" w:rsidRDefault="00CC6126" w:rsidP="00CC6126">
            <w:pPr>
              <w:pStyle w:val="TAC"/>
              <w:keepNext w:val="0"/>
              <w:rPr>
                <w:lang w:val="en-US"/>
              </w:rPr>
            </w:pPr>
          </w:p>
        </w:tc>
        <w:tc>
          <w:tcPr>
            <w:tcW w:w="1034" w:type="dxa"/>
            <w:vMerge/>
            <w:tcBorders>
              <w:left w:val="single" w:sz="4" w:space="0" w:color="auto"/>
              <w:right w:val="single" w:sz="4" w:space="0" w:color="auto"/>
            </w:tcBorders>
            <w:vAlign w:val="center"/>
          </w:tcPr>
          <w:p w14:paraId="082603EC" w14:textId="77777777" w:rsidR="00CC6126" w:rsidRPr="00DF6DD6" w:rsidRDefault="00CC6126" w:rsidP="00CC6126">
            <w:pPr>
              <w:pStyle w:val="TAC"/>
              <w:keepNext w:val="0"/>
              <w:rPr>
                <w:lang w:val="en-US"/>
              </w:rPr>
            </w:pPr>
          </w:p>
        </w:tc>
        <w:tc>
          <w:tcPr>
            <w:tcW w:w="746" w:type="dxa"/>
            <w:vMerge/>
            <w:tcBorders>
              <w:left w:val="single" w:sz="4" w:space="0" w:color="auto"/>
              <w:right w:val="single" w:sz="4" w:space="0" w:color="auto"/>
            </w:tcBorders>
            <w:vAlign w:val="center"/>
          </w:tcPr>
          <w:p w14:paraId="35711810" w14:textId="77777777" w:rsidR="00CC6126" w:rsidRPr="00DF6DD6" w:rsidRDefault="00CC6126" w:rsidP="00CC6126">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4EB4FD28" w14:textId="77777777" w:rsidR="00CC6126" w:rsidRPr="00DF6DD6" w:rsidRDefault="00CC6126" w:rsidP="00CC6126">
            <w:pPr>
              <w:pStyle w:val="TAC"/>
              <w:keepNext w:val="0"/>
              <w:rPr>
                <w:lang w:val="en-US"/>
              </w:rPr>
            </w:pPr>
            <w:r w:rsidRPr="00DF6DD6">
              <w:t>60</w:t>
            </w:r>
          </w:p>
        </w:tc>
        <w:tc>
          <w:tcPr>
            <w:tcW w:w="477" w:type="dxa"/>
            <w:tcBorders>
              <w:top w:val="single" w:sz="4" w:space="0" w:color="auto"/>
              <w:left w:val="single" w:sz="4" w:space="0" w:color="auto"/>
              <w:bottom w:val="single" w:sz="4" w:space="0" w:color="auto"/>
              <w:right w:val="single" w:sz="4" w:space="0" w:color="auto"/>
            </w:tcBorders>
          </w:tcPr>
          <w:p w14:paraId="1060D9E0" w14:textId="77777777" w:rsidR="00CC6126" w:rsidRPr="00DF6DD6" w:rsidRDefault="00CC6126" w:rsidP="00CC6126">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6E9320E4"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D61C5B7"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8" w:type="dxa"/>
            <w:tcBorders>
              <w:top w:val="single" w:sz="4" w:space="0" w:color="auto"/>
              <w:left w:val="single" w:sz="4" w:space="0" w:color="auto"/>
              <w:bottom w:val="single" w:sz="4" w:space="0" w:color="auto"/>
              <w:right w:val="single" w:sz="4" w:space="0" w:color="auto"/>
            </w:tcBorders>
            <w:vAlign w:val="center"/>
          </w:tcPr>
          <w:p w14:paraId="4AEAACC3"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7F27FEB" w14:textId="77777777" w:rsidR="00CC6126" w:rsidRPr="00DF6DD6" w:rsidRDefault="00CC6126" w:rsidP="00CC6126">
            <w:pPr>
              <w:pStyle w:val="TAC"/>
              <w:keepNext w:val="0"/>
              <w:rPr>
                <w:rFonts w:cs="Arial"/>
                <w:lang w:val="sv-SE" w:eastAsia="ja-JP"/>
              </w:rPr>
            </w:pPr>
            <w:r w:rsidRPr="00DF6DD6">
              <w:rPr>
                <w:rFonts w:cs="Arial" w:hint="eastAsia"/>
                <w:lang w:val="sv-SE"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D22345D"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43F8D08"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55123D0D"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38CDAFD2" w14:textId="7E914DF7" w:rsidR="00CC6126" w:rsidRPr="00DF6DD6" w:rsidRDefault="00CC6126" w:rsidP="00CC6126">
            <w:pPr>
              <w:pStyle w:val="TAC"/>
              <w:keepNext w:val="0"/>
              <w:rPr>
                <w:rFonts w:cs="Arial"/>
                <w:lang w:eastAsia="ja-JP"/>
              </w:rPr>
            </w:pPr>
            <w:r w:rsidRPr="009B4D6A">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37BD1110" w14:textId="7A08A5CD"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6B445785" w14:textId="77777777" w:rsidR="00CC6126" w:rsidRPr="00DF6DD6" w:rsidRDefault="00CC6126" w:rsidP="00CC6126">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37DE78CF" w14:textId="77777777" w:rsidR="00CC6126" w:rsidRPr="00DF6DD6" w:rsidRDefault="00CC6126" w:rsidP="00CC6126">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6CCD81D3" w14:textId="77777777" w:rsidR="00CC6126" w:rsidRPr="00DF6DD6" w:rsidRDefault="00CC6126" w:rsidP="00CC6126">
            <w:pPr>
              <w:pStyle w:val="TAC"/>
              <w:keepNext w:val="0"/>
              <w:rPr>
                <w:rFonts w:eastAsia="Yu Mincho"/>
                <w:szCs w:val="18"/>
              </w:rPr>
            </w:pPr>
          </w:p>
        </w:tc>
      </w:tr>
      <w:tr w:rsidR="00CC6126" w:rsidRPr="00DF6DD6" w14:paraId="587E017C" w14:textId="77777777" w:rsidTr="00CE2DED">
        <w:trPr>
          <w:trHeight w:val="148"/>
          <w:jc w:val="center"/>
        </w:trPr>
        <w:tc>
          <w:tcPr>
            <w:tcW w:w="1034" w:type="dxa"/>
            <w:vMerge/>
            <w:tcBorders>
              <w:left w:val="single" w:sz="4" w:space="0" w:color="auto"/>
              <w:right w:val="single" w:sz="4" w:space="0" w:color="auto"/>
            </w:tcBorders>
            <w:vAlign w:val="center"/>
          </w:tcPr>
          <w:p w14:paraId="7E1AF621" w14:textId="77777777" w:rsidR="00CC6126" w:rsidRPr="00DF6DD6" w:rsidRDefault="00CC6126" w:rsidP="00CC6126">
            <w:pPr>
              <w:pStyle w:val="TAC"/>
              <w:keepNext w:val="0"/>
              <w:rPr>
                <w:lang w:val="en-US"/>
              </w:rPr>
            </w:pPr>
          </w:p>
        </w:tc>
        <w:tc>
          <w:tcPr>
            <w:tcW w:w="1034" w:type="dxa"/>
            <w:vMerge/>
            <w:tcBorders>
              <w:left w:val="single" w:sz="4" w:space="0" w:color="auto"/>
              <w:right w:val="single" w:sz="4" w:space="0" w:color="auto"/>
            </w:tcBorders>
            <w:vAlign w:val="center"/>
          </w:tcPr>
          <w:p w14:paraId="6B613BBC" w14:textId="77777777" w:rsidR="00CC6126" w:rsidRPr="00DF6DD6" w:rsidRDefault="00CC6126" w:rsidP="00CC6126">
            <w:pPr>
              <w:pStyle w:val="TAC"/>
              <w:keepNext w:val="0"/>
              <w:rPr>
                <w:lang w:val="en-US"/>
              </w:rPr>
            </w:pPr>
          </w:p>
        </w:tc>
        <w:tc>
          <w:tcPr>
            <w:tcW w:w="746" w:type="dxa"/>
            <w:vMerge w:val="restart"/>
            <w:tcBorders>
              <w:left w:val="single" w:sz="4" w:space="0" w:color="auto"/>
              <w:right w:val="single" w:sz="4" w:space="0" w:color="auto"/>
            </w:tcBorders>
            <w:vAlign w:val="center"/>
          </w:tcPr>
          <w:p w14:paraId="0C3D7CEF" w14:textId="77777777" w:rsidR="00CC6126" w:rsidRPr="00DF6DD6" w:rsidRDefault="00CC6126" w:rsidP="00CC6126">
            <w:pPr>
              <w:pStyle w:val="TAC"/>
              <w:keepNext w:val="0"/>
              <w:rPr>
                <w:lang w:val="en-US" w:eastAsia="zh-CN"/>
              </w:rPr>
            </w:pPr>
            <w:r w:rsidRPr="00DF6DD6">
              <w:rPr>
                <w:rFonts w:hint="eastAsia"/>
                <w:lang w:val="en-US" w:eastAsia="zh-CN"/>
              </w:rPr>
              <w:t>n</w:t>
            </w:r>
            <w:r w:rsidRPr="00DF6DD6">
              <w:rPr>
                <w:rFonts w:hint="eastAsia"/>
                <w:lang w:eastAsia="zh-CN"/>
              </w:rPr>
              <w:t>257</w:t>
            </w:r>
          </w:p>
        </w:tc>
        <w:tc>
          <w:tcPr>
            <w:tcW w:w="725" w:type="dxa"/>
            <w:tcBorders>
              <w:top w:val="single" w:sz="4" w:space="0" w:color="auto"/>
              <w:left w:val="single" w:sz="4" w:space="0" w:color="auto"/>
              <w:bottom w:val="single" w:sz="4" w:space="0" w:color="auto"/>
              <w:right w:val="single" w:sz="4" w:space="0" w:color="auto"/>
            </w:tcBorders>
          </w:tcPr>
          <w:p w14:paraId="2DEE8403" w14:textId="77777777" w:rsidR="00CC6126" w:rsidRPr="00DF6DD6" w:rsidRDefault="00CC6126" w:rsidP="00CC6126">
            <w:pPr>
              <w:pStyle w:val="TAC"/>
              <w:keepNext w:val="0"/>
              <w:rPr>
                <w:lang w:val="en-US" w:eastAsia="zh-CN"/>
              </w:rPr>
            </w:pPr>
            <w:r w:rsidRPr="00DF6DD6">
              <w:rPr>
                <w:rFonts w:hint="eastAsia"/>
                <w:lang w:eastAsia="zh-CN"/>
              </w:rPr>
              <w:t>60</w:t>
            </w:r>
          </w:p>
        </w:tc>
        <w:tc>
          <w:tcPr>
            <w:tcW w:w="477" w:type="dxa"/>
            <w:tcBorders>
              <w:top w:val="single" w:sz="4" w:space="0" w:color="auto"/>
              <w:left w:val="single" w:sz="4" w:space="0" w:color="auto"/>
              <w:bottom w:val="single" w:sz="4" w:space="0" w:color="auto"/>
              <w:right w:val="single" w:sz="4" w:space="0" w:color="auto"/>
            </w:tcBorders>
          </w:tcPr>
          <w:p w14:paraId="324B40DB" w14:textId="77777777" w:rsidR="00CC6126" w:rsidRPr="00DF6DD6" w:rsidRDefault="00CC6126" w:rsidP="00CC6126">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0C03DC44" w14:textId="77777777" w:rsidR="00CC6126" w:rsidRPr="00DF6DD6" w:rsidRDefault="00CC6126" w:rsidP="00CC6126">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0B25D3DB" w14:textId="77777777" w:rsidR="00CC6126" w:rsidRPr="00DF6DD6" w:rsidRDefault="00CC6126" w:rsidP="00CC6126">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453D200C" w14:textId="77777777" w:rsidR="00CC6126" w:rsidRPr="00DF6DD6" w:rsidRDefault="00CC6126" w:rsidP="00CC6126">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5033BA2" w14:textId="77777777" w:rsidR="00CC6126" w:rsidRPr="00DF6DD6" w:rsidRDefault="00CC6126" w:rsidP="00CC6126">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7813966E" w14:textId="77777777" w:rsidR="00CC6126" w:rsidRPr="00DF6DD6" w:rsidRDefault="00CC6126" w:rsidP="00CC6126">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227EFF56" w14:textId="77777777" w:rsidR="00CC6126" w:rsidRPr="00DF6DD6" w:rsidRDefault="00CC6126" w:rsidP="00CC6126">
            <w:pPr>
              <w:pStyle w:val="TAC"/>
              <w:keepNext w:val="0"/>
              <w:rPr>
                <w:lang w:eastAsia="ja-JP"/>
              </w:rPr>
            </w:pPr>
          </w:p>
        </w:tc>
        <w:tc>
          <w:tcPr>
            <w:tcW w:w="650" w:type="dxa"/>
            <w:tcBorders>
              <w:top w:val="single" w:sz="4" w:space="0" w:color="auto"/>
              <w:left w:val="single" w:sz="4" w:space="0" w:color="auto"/>
              <w:bottom w:val="single" w:sz="4" w:space="0" w:color="auto"/>
              <w:right w:val="single" w:sz="4" w:space="0" w:color="auto"/>
            </w:tcBorders>
          </w:tcPr>
          <w:p w14:paraId="7D164601" w14:textId="77777777" w:rsidR="00CC6126" w:rsidRPr="00DF6DD6" w:rsidRDefault="00CC6126" w:rsidP="00CC6126">
            <w:pPr>
              <w:pStyle w:val="TAC"/>
              <w:keepNext w:val="0"/>
              <w:rPr>
                <w:lang w:eastAsia="ja-JP"/>
              </w:rPr>
            </w:pPr>
          </w:p>
        </w:tc>
        <w:tc>
          <w:tcPr>
            <w:tcW w:w="625" w:type="dxa"/>
            <w:tcBorders>
              <w:top w:val="single" w:sz="4" w:space="0" w:color="auto"/>
              <w:left w:val="single" w:sz="4" w:space="0" w:color="auto"/>
              <w:bottom w:val="single" w:sz="4" w:space="0" w:color="auto"/>
              <w:right w:val="single" w:sz="4" w:space="0" w:color="auto"/>
            </w:tcBorders>
          </w:tcPr>
          <w:p w14:paraId="2671BC66" w14:textId="77777777" w:rsidR="00CC6126" w:rsidRPr="00DF6DD6" w:rsidRDefault="00CC6126" w:rsidP="00CC6126">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5A88844E" w14:textId="110FCE80" w:rsidR="00CC6126" w:rsidRPr="00DF6DD6" w:rsidRDefault="00CC6126" w:rsidP="00CC6126">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2488C90" w14:textId="77777777" w:rsidR="00CC6126" w:rsidRPr="00DF6DD6" w:rsidRDefault="00CC6126" w:rsidP="00CC6126">
            <w:pPr>
              <w:pStyle w:val="TAC"/>
              <w:keepNext w:val="0"/>
              <w:rPr>
                <w:rFonts w:cs="Arial"/>
                <w:lang w:val="en-US" w:eastAsia="zh-CN"/>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74453D30" w14:textId="77777777" w:rsidR="00CC6126" w:rsidRPr="00DF6DD6" w:rsidRDefault="00CC6126" w:rsidP="00CC6126">
            <w:pPr>
              <w:pStyle w:val="TAC"/>
              <w:keepNext w:val="0"/>
              <w:rPr>
                <w:rFonts w:cs="Arial"/>
                <w:lang w:val="sv-SE"/>
              </w:rPr>
            </w:pPr>
          </w:p>
        </w:tc>
        <w:tc>
          <w:tcPr>
            <w:tcW w:w="749" w:type="dxa"/>
            <w:vMerge/>
            <w:tcBorders>
              <w:left w:val="single" w:sz="4" w:space="0" w:color="auto"/>
              <w:right w:val="single" w:sz="4" w:space="0" w:color="auto"/>
            </w:tcBorders>
            <w:vAlign w:val="center"/>
          </w:tcPr>
          <w:p w14:paraId="1F494237" w14:textId="77777777" w:rsidR="00CC6126" w:rsidRPr="00DF6DD6" w:rsidRDefault="00CC6126" w:rsidP="00CC6126">
            <w:pPr>
              <w:pStyle w:val="TAC"/>
              <w:keepNext w:val="0"/>
              <w:rPr>
                <w:rFonts w:eastAsia="Yu Mincho"/>
                <w:szCs w:val="18"/>
              </w:rPr>
            </w:pPr>
          </w:p>
        </w:tc>
      </w:tr>
      <w:tr w:rsidR="00CC6126" w:rsidRPr="00DF6DD6" w14:paraId="6F1A76B2" w14:textId="77777777" w:rsidTr="00CE2DED">
        <w:trPr>
          <w:trHeight w:val="148"/>
          <w:jc w:val="center"/>
        </w:trPr>
        <w:tc>
          <w:tcPr>
            <w:tcW w:w="1034" w:type="dxa"/>
            <w:vMerge/>
            <w:tcBorders>
              <w:left w:val="single" w:sz="4" w:space="0" w:color="auto"/>
              <w:right w:val="single" w:sz="4" w:space="0" w:color="auto"/>
            </w:tcBorders>
            <w:vAlign w:val="center"/>
          </w:tcPr>
          <w:p w14:paraId="750BD327" w14:textId="77777777" w:rsidR="00CC6126" w:rsidRPr="00DF6DD6" w:rsidRDefault="00CC6126" w:rsidP="00CC6126">
            <w:pPr>
              <w:pStyle w:val="TAC"/>
              <w:keepNext w:val="0"/>
              <w:rPr>
                <w:lang w:val="en-US"/>
              </w:rPr>
            </w:pPr>
          </w:p>
        </w:tc>
        <w:tc>
          <w:tcPr>
            <w:tcW w:w="1034" w:type="dxa"/>
            <w:vMerge/>
            <w:tcBorders>
              <w:left w:val="single" w:sz="4" w:space="0" w:color="auto"/>
              <w:right w:val="single" w:sz="4" w:space="0" w:color="auto"/>
            </w:tcBorders>
            <w:vAlign w:val="center"/>
          </w:tcPr>
          <w:p w14:paraId="61B06897" w14:textId="77777777" w:rsidR="00CC6126" w:rsidRPr="00DF6DD6" w:rsidRDefault="00CC6126" w:rsidP="00CC6126">
            <w:pPr>
              <w:pStyle w:val="TAC"/>
              <w:keepNext w:val="0"/>
              <w:rPr>
                <w:lang w:val="en-US"/>
              </w:rPr>
            </w:pPr>
          </w:p>
        </w:tc>
        <w:tc>
          <w:tcPr>
            <w:tcW w:w="746" w:type="dxa"/>
            <w:vMerge/>
            <w:tcBorders>
              <w:left w:val="single" w:sz="4" w:space="0" w:color="auto"/>
              <w:right w:val="single" w:sz="4" w:space="0" w:color="auto"/>
            </w:tcBorders>
            <w:vAlign w:val="center"/>
          </w:tcPr>
          <w:p w14:paraId="47A95893" w14:textId="77777777" w:rsidR="00CC6126" w:rsidRPr="00DF6DD6" w:rsidRDefault="00CC6126" w:rsidP="00CC6126">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46B7D293" w14:textId="77777777" w:rsidR="00CC6126" w:rsidRPr="00DF6DD6" w:rsidRDefault="00CC6126" w:rsidP="00CC6126">
            <w:pPr>
              <w:pStyle w:val="TAC"/>
              <w:keepNext w:val="0"/>
              <w:rPr>
                <w:lang w:val="en-US" w:eastAsia="zh-CN"/>
              </w:rPr>
            </w:pPr>
            <w:r w:rsidRPr="00DF6DD6">
              <w:rPr>
                <w:rFonts w:hint="eastAsia"/>
                <w:lang w:val="en-US" w:eastAsia="zh-CN"/>
              </w:rPr>
              <w:t>120</w:t>
            </w:r>
          </w:p>
        </w:tc>
        <w:tc>
          <w:tcPr>
            <w:tcW w:w="477" w:type="dxa"/>
            <w:tcBorders>
              <w:top w:val="single" w:sz="4" w:space="0" w:color="auto"/>
              <w:left w:val="single" w:sz="4" w:space="0" w:color="auto"/>
              <w:bottom w:val="single" w:sz="4" w:space="0" w:color="auto"/>
              <w:right w:val="single" w:sz="4" w:space="0" w:color="auto"/>
            </w:tcBorders>
          </w:tcPr>
          <w:p w14:paraId="15161CB5" w14:textId="77777777" w:rsidR="00CC6126" w:rsidRPr="00DF6DD6" w:rsidRDefault="00CC6126" w:rsidP="00CC6126">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0C58144A" w14:textId="77777777" w:rsidR="00CC6126" w:rsidRPr="00DF6DD6" w:rsidRDefault="00CC6126" w:rsidP="00CC6126">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A0F07C4" w14:textId="77777777" w:rsidR="00CC6126" w:rsidRPr="00DF6DD6" w:rsidRDefault="00CC6126" w:rsidP="00CC6126">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1DA9BC7A" w14:textId="77777777" w:rsidR="00CC6126" w:rsidRPr="00DF6DD6" w:rsidRDefault="00CC6126" w:rsidP="00CC6126">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13B058BC" w14:textId="77777777" w:rsidR="00CC6126" w:rsidRPr="00DF6DD6" w:rsidRDefault="00CC6126" w:rsidP="00CC6126">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6F48D18D" w14:textId="77777777" w:rsidR="00CC6126" w:rsidRPr="00DF6DD6" w:rsidRDefault="00CC6126" w:rsidP="00CC6126">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79C0356" w14:textId="77777777" w:rsidR="00CC6126" w:rsidRPr="00DF6DD6" w:rsidRDefault="00CC6126" w:rsidP="00CC6126">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1738D07D" w14:textId="77777777" w:rsidR="00CC6126" w:rsidRPr="00DF6DD6" w:rsidRDefault="00CC6126" w:rsidP="00CC6126">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3782BA92" w14:textId="77777777" w:rsidR="00CC6126" w:rsidRPr="00DF6DD6" w:rsidRDefault="00CC6126" w:rsidP="00CC6126">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79A30181" w14:textId="0BC59F73" w:rsidR="00CC6126" w:rsidRPr="00DF6DD6" w:rsidRDefault="00CC6126" w:rsidP="00CC6126">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D7DB79B" w14:textId="77777777" w:rsidR="00CC6126" w:rsidRPr="00DF6DD6" w:rsidRDefault="00CC6126" w:rsidP="00CC6126">
            <w:pPr>
              <w:pStyle w:val="TAC"/>
              <w:keepNext w:val="0"/>
              <w:rPr>
                <w:rFonts w:cs="Arial"/>
                <w:lang w:val="sv-SE"/>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5AF9BE5A" w14:textId="77777777" w:rsidR="00CC6126" w:rsidRPr="00DF6DD6" w:rsidRDefault="00CC6126" w:rsidP="00CC6126">
            <w:pPr>
              <w:pStyle w:val="TAC"/>
              <w:keepNext w:val="0"/>
              <w:rPr>
                <w:rFonts w:cs="Arial"/>
                <w:lang w:val="sv-SE"/>
              </w:rPr>
            </w:pPr>
            <w:r w:rsidRPr="00DF6DD6">
              <w:rPr>
                <w:rFonts w:cs="Arial" w:hint="eastAsia"/>
                <w:lang w:val="en-US" w:eastAsia="zh-CN"/>
              </w:rPr>
              <w:t>Yes</w:t>
            </w:r>
          </w:p>
        </w:tc>
        <w:tc>
          <w:tcPr>
            <w:tcW w:w="749" w:type="dxa"/>
            <w:vMerge/>
            <w:tcBorders>
              <w:left w:val="single" w:sz="4" w:space="0" w:color="auto"/>
              <w:right w:val="single" w:sz="4" w:space="0" w:color="auto"/>
            </w:tcBorders>
            <w:vAlign w:val="center"/>
          </w:tcPr>
          <w:p w14:paraId="3A086514" w14:textId="77777777" w:rsidR="00CC6126" w:rsidRPr="00DF6DD6" w:rsidRDefault="00CC6126" w:rsidP="00CC6126">
            <w:pPr>
              <w:pStyle w:val="TAC"/>
              <w:keepNext w:val="0"/>
              <w:rPr>
                <w:rFonts w:eastAsia="Yu Mincho"/>
                <w:szCs w:val="18"/>
              </w:rPr>
            </w:pPr>
          </w:p>
        </w:tc>
      </w:tr>
      <w:tr w:rsidR="00CC6126" w:rsidRPr="00DF6DD6" w14:paraId="4E391BCD" w14:textId="77777777" w:rsidTr="00CE2DED">
        <w:trPr>
          <w:trHeight w:val="148"/>
          <w:jc w:val="center"/>
        </w:trPr>
        <w:tc>
          <w:tcPr>
            <w:tcW w:w="1034" w:type="dxa"/>
            <w:vMerge w:val="restart"/>
            <w:tcBorders>
              <w:left w:val="single" w:sz="4" w:space="0" w:color="auto"/>
              <w:right w:val="single" w:sz="4" w:space="0" w:color="auto"/>
            </w:tcBorders>
            <w:vAlign w:val="center"/>
          </w:tcPr>
          <w:p w14:paraId="654880F9" w14:textId="77777777" w:rsidR="00CC6126" w:rsidRPr="00DF6DD6" w:rsidRDefault="00CC6126" w:rsidP="00CC6126">
            <w:pPr>
              <w:pStyle w:val="TAC"/>
              <w:keepNext w:val="0"/>
              <w:rPr>
                <w:lang w:val="en-US" w:eastAsia="zh-CN"/>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257D</w:t>
            </w:r>
          </w:p>
        </w:tc>
        <w:tc>
          <w:tcPr>
            <w:tcW w:w="1034" w:type="dxa"/>
            <w:vMerge w:val="restart"/>
            <w:tcBorders>
              <w:left w:val="single" w:sz="4" w:space="0" w:color="auto"/>
              <w:right w:val="single" w:sz="4" w:space="0" w:color="auto"/>
            </w:tcBorders>
            <w:vAlign w:val="center"/>
          </w:tcPr>
          <w:p w14:paraId="2988C978" w14:textId="77777777" w:rsidR="00CC6126" w:rsidRPr="00DF6DD6" w:rsidRDefault="00CC6126" w:rsidP="00CC6126">
            <w:pPr>
              <w:pStyle w:val="TAC"/>
              <w:keepNext w:val="0"/>
              <w:rPr>
                <w:lang w:val="en-US"/>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w:t>
            </w:r>
            <w:r w:rsidRPr="00DF6DD6">
              <w:rPr>
                <w:lang w:val="en-US"/>
              </w:rPr>
              <w:t>A</w:t>
            </w:r>
          </w:p>
        </w:tc>
        <w:tc>
          <w:tcPr>
            <w:tcW w:w="746" w:type="dxa"/>
            <w:vMerge w:val="restart"/>
            <w:tcBorders>
              <w:left w:val="single" w:sz="4" w:space="0" w:color="auto"/>
              <w:right w:val="single" w:sz="4" w:space="0" w:color="auto"/>
            </w:tcBorders>
            <w:vAlign w:val="center"/>
          </w:tcPr>
          <w:p w14:paraId="7FA5C17A" w14:textId="77777777" w:rsidR="00CC6126" w:rsidRPr="00DF6DD6" w:rsidRDefault="00CC6126" w:rsidP="00CC6126">
            <w:pPr>
              <w:pStyle w:val="TAC"/>
              <w:keepNext w:val="0"/>
              <w:rPr>
                <w:lang w:val="en-US" w:eastAsia="zh-CN"/>
              </w:rPr>
            </w:pPr>
            <w:r w:rsidRPr="00DF6DD6">
              <w:rPr>
                <w:rFonts w:hint="eastAsia"/>
                <w:lang w:val="en-US" w:eastAsia="zh-CN"/>
              </w:rPr>
              <w:t>n78</w:t>
            </w:r>
          </w:p>
        </w:tc>
        <w:tc>
          <w:tcPr>
            <w:tcW w:w="725" w:type="dxa"/>
            <w:tcBorders>
              <w:top w:val="single" w:sz="4" w:space="0" w:color="auto"/>
              <w:left w:val="single" w:sz="4" w:space="0" w:color="auto"/>
              <w:bottom w:val="single" w:sz="4" w:space="0" w:color="auto"/>
              <w:right w:val="single" w:sz="4" w:space="0" w:color="auto"/>
            </w:tcBorders>
            <w:vAlign w:val="center"/>
          </w:tcPr>
          <w:p w14:paraId="14FC7111" w14:textId="77777777" w:rsidR="00CC6126" w:rsidRPr="00DF6DD6" w:rsidRDefault="00CC6126" w:rsidP="00CC6126">
            <w:pPr>
              <w:pStyle w:val="TAC"/>
              <w:keepNext w:val="0"/>
              <w:rPr>
                <w:lang w:val="en-US"/>
              </w:rPr>
            </w:pPr>
            <w:r w:rsidRPr="00DF6DD6">
              <w:rPr>
                <w:rFonts w:eastAsia="Yu Mincho"/>
              </w:rPr>
              <w:t>15</w:t>
            </w:r>
          </w:p>
        </w:tc>
        <w:tc>
          <w:tcPr>
            <w:tcW w:w="477" w:type="dxa"/>
            <w:tcBorders>
              <w:top w:val="single" w:sz="4" w:space="0" w:color="auto"/>
              <w:left w:val="single" w:sz="4" w:space="0" w:color="auto"/>
              <w:bottom w:val="single" w:sz="4" w:space="0" w:color="auto"/>
              <w:right w:val="single" w:sz="4" w:space="0" w:color="auto"/>
            </w:tcBorders>
          </w:tcPr>
          <w:p w14:paraId="338A4383" w14:textId="77777777" w:rsidR="00CC6126" w:rsidRPr="00DF6DD6" w:rsidRDefault="00CC6126" w:rsidP="00CC6126">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5A4CC41E" w14:textId="77777777" w:rsidR="00CC6126" w:rsidRPr="00DF6DD6" w:rsidRDefault="00CC6126" w:rsidP="00CC6126">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E0C9055" w14:textId="77777777" w:rsidR="00CC6126" w:rsidRPr="00DF6DD6" w:rsidRDefault="00CC6126" w:rsidP="00CC6126">
            <w:pPr>
              <w:pStyle w:val="TAC"/>
              <w:keepNext w:val="0"/>
              <w:rPr>
                <w:rFonts w:cs="Arial"/>
                <w:lang w:val="en-US" w:eastAsia="zh-CN"/>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5309FA20" w14:textId="77777777" w:rsidR="00CC6126" w:rsidRPr="00DF6DD6" w:rsidRDefault="00CC6126" w:rsidP="00CC6126">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0CD7105" w14:textId="77777777" w:rsidR="00CC6126" w:rsidRPr="00DF6DD6" w:rsidRDefault="00CC6126" w:rsidP="00CC6126">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475AD07"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17BA1B6" w14:textId="77777777" w:rsidR="00CC6126" w:rsidRPr="00DF6DD6" w:rsidRDefault="00CC6126" w:rsidP="00CC6126">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vAlign w:val="center"/>
          </w:tcPr>
          <w:p w14:paraId="0EF7977D" w14:textId="77777777" w:rsidR="00CC6126" w:rsidRPr="00DF6DD6" w:rsidRDefault="00CC6126" w:rsidP="00CC6126">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tcPr>
          <w:p w14:paraId="681D5ECC" w14:textId="77777777" w:rsidR="00CC6126" w:rsidRPr="00DF6DD6" w:rsidRDefault="00CC6126" w:rsidP="00CC6126">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tcPr>
          <w:p w14:paraId="4B7B5E1E" w14:textId="6CA74560" w:rsidR="00CC6126" w:rsidRPr="00DF6DD6" w:rsidRDefault="00CC6126" w:rsidP="00CC6126">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tcPr>
          <w:p w14:paraId="56D67838" w14:textId="77777777" w:rsidR="00CC6126" w:rsidRPr="00DF6DD6" w:rsidRDefault="00CC6126" w:rsidP="00CC6126">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7CCED594" w14:textId="77777777" w:rsidR="00CC6126" w:rsidRPr="00DF6DD6" w:rsidRDefault="00CC6126" w:rsidP="00CC6126">
            <w:pPr>
              <w:pStyle w:val="TAC"/>
              <w:keepNext w:val="0"/>
              <w:rPr>
                <w:rFonts w:eastAsia="Yu Mincho"/>
                <w:szCs w:val="18"/>
              </w:rPr>
            </w:pPr>
          </w:p>
        </w:tc>
        <w:tc>
          <w:tcPr>
            <w:tcW w:w="749" w:type="dxa"/>
            <w:vMerge w:val="restart"/>
            <w:tcBorders>
              <w:left w:val="single" w:sz="4" w:space="0" w:color="auto"/>
              <w:right w:val="single" w:sz="4" w:space="0" w:color="auto"/>
            </w:tcBorders>
            <w:vAlign w:val="center"/>
          </w:tcPr>
          <w:p w14:paraId="25E49BC8" w14:textId="77777777" w:rsidR="00CC6126" w:rsidRPr="00DF6DD6" w:rsidRDefault="00CC6126" w:rsidP="00CC6126">
            <w:pPr>
              <w:pStyle w:val="TAC"/>
              <w:keepNext w:val="0"/>
              <w:rPr>
                <w:szCs w:val="18"/>
                <w:lang w:eastAsia="zh-CN"/>
              </w:rPr>
            </w:pPr>
            <w:r w:rsidRPr="00DF6DD6">
              <w:rPr>
                <w:rFonts w:hint="eastAsia"/>
                <w:szCs w:val="18"/>
                <w:lang w:eastAsia="zh-CN"/>
              </w:rPr>
              <w:t>0</w:t>
            </w:r>
          </w:p>
        </w:tc>
      </w:tr>
      <w:tr w:rsidR="00CC6126" w:rsidRPr="00DF6DD6" w14:paraId="66ECF3DA" w14:textId="77777777" w:rsidTr="00CE2DED">
        <w:trPr>
          <w:trHeight w:val="148"/>
          <w:jc w:val="center"/>
        </w:trPr>
        <w:tc>
          <w:tcPr>
            <w:tcW w:w="1034" w:type="dxa"/>
            <w:vMerge/>
            <w:tcBorders>
              <w:left w:val="single" w:sz="4" w:space="0" w:color="auto"/>
              <w:right w:val="single" w:sz="4" w:space="0" w:color="auto"/>
            </w:tcBorders>
            <w:vAlign w:val="center"/>
          </w:tcPr>
          <w:p w14:paraId="7FEC60A2" w14:textId="77777777" w:rsidR="00CC6126" w:rsidRPr="00DF6DD6" w:rsidRDefault="00CC6126" w:rsidP="00CC6126">
            <w:pPr>
              <w:pStyle w:val="TAC"/>
              <w:keepNext w:val="0"/>
              <w:rPr>
                <w:lang w:val="en-US"/>
              </w:rPr>
            </w:pPr>
          </w:p>
        </w:tc>
        <w:tc>
          <w:tcPr>
            <w:tcW w:w="1034" w:type="dxa"/>
            <w:vMerge/>
            <w:tcBorders>
              <w:left w:val="single" w:sz="4" w:space="0" w:color="auto"/>
              <w:right w:val="single" w:sz="4" w:space="0" w:color="auto"/>
            </w:tcBorders>
            <w:vAlign w:val="center"/>
          </w:tcPr>
          <w:p w14:paraId="2A442CE6" w14:textId="77777777" w:rsidR="00CC6126" w:rsidRPr="00DF6DD6" w:rsidRDefault="00CC6126" w:rsidP="00CC6126">
            <w:pPr>
              <w:pStyle w:val="TAC"/>
              <w:keepNext w:val="0"/>
              <w:rPr>
                <w:lang w:val="en-US"/>
              </w:rPr>
            </w:pPr>
          </w:p>
        </w:tc>
        <w:tc>
          <w:tcPr>
            <w:tcW w:w="746" w:type="dxa"/>
            <w:vMerge/>
            <w:tcBorders>
              <w:left w:val="single" w:sz="4" w:space="0" w:color="auto"/>
              <w:right w:val="single" w:sz="4" w:space="0" w:color="auto"/>
            </w:tcBorders>
            <w:vAlign w:val="center"/>
          </w:tcPr>
          <w:p w14:paraId="147B4BC0" w14:textId="77777777" w:rsidR="00CC6126" w:rsidRPr="00DF6DD6" w:rsidRDefault="00CC6126" w:rsidP="00CC6126">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5915B035" w14:textId="77777777" w:rsidR="00CC6126" w:rsidRPr="00DF6DD6" w:rsidRDefault="00CC6126" w:rsidP="00CC6126">
            <w:pPr>
              <w:pStyle w:val="TAC"/>
              <w:keepNext w:val="0"/>
              <w:rPr>
                <w:lang w:val="en-US"/>
              </w:rPr>
            </w:pPr>
            <w:r w:rsidRPr="00DF6DD6">
              <w:rPr>
                <w:rFonts w:eastAsia="Yu Mincho"/>
              </w:rPr>
              <w:t>30</w:t>
            </w:r>
          </w:p>
        </w:tc>
        <w:tc>
          <w:tcPr>
            <w:tcW w:w="477" w:type="dxa"/>
            <w:tcBorders>
              <w:top w:val="single" w:sz="4" w:space="0" w:color="auto"/>
              <w:left w:val="single" w:sz="4" w:space="0" w:color="auto"/>
              <w:bottom w:val="single" w:sz="4" w:space="0" w:color="auto"/>
              <w:right w:val="single" w:sz="4" w:space="0" w:color="auto"/>
            </w:tcBorders>
          </w:tcPr>
          <w:p w14:paraId="3015C895" w14:textId="77777777" w:rsidR="00CC6126" w:rsidRPr="00DF6DD6" w:rsidRDefault="00CC6126" w:rsidP="00CC6126">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4EBCC21D"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A6F9F0A" w14:textId="77777777" w:rsidR="00CC6126" w:rsidRPr="00DF6DD6" w:rsidRDefault="00CC6126" w:rsidP="00CC6126">
            <w:pPr>
              <w:pStyle w:val="TAC"/>
              <w:keepNext w:val="0"/>
              <w:rPr>
                <w:rFonts w:cs="Arial"/>
                <w:lang w:eastAsia="ja-JP"/>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67350791" w14:textId="77777777" w:rsidR="00CC6126" w:rsidRPr="00DF6DD6" w:rsidRDefault="00CC6126" w:rsidP="00CC6126">
            <w:pPr>
              <w:pStyle w:val="TAC"/>
              <w:keepNext w:val="0"/>
              <w:rPr>
                <w:rFonts w:cs="Arial"/>
                <w:lang w:eastAsia="ja-JP"/>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87023B5" w14:textId="77777777" w:rsidR="00CC6126" w:rsidRPr="00DF6DD6" w:rsidRDefault="00CC6126" w:rsidP="00CC6126">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116D563"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404E98A"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2B804447"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0F718283" w14:textId="2768F165" w:rsidR="00CC6126" w:rsidRPr="00DF6DD6" w:rsidRDefault="00CC6126" w:rsidP="00CC6126">
            <w:pPr>
              <w:pStyle w:val="TAC"/>
              <w:keepNext w:val="0"/>
              <w:rPr>
                <w:rFonts w:cs="Arial"/>
                <w:lang w:eastAsia="ja-JP"/>
              </w:rPr>
            </w:pPr>
            <w:r w:rsidRPr="00A25860">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72C8215F" w14:textId="4389904C"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02B52197" w14:textId="77777777" w:rsidR="00CC6126" w:rsidRPr="00DF6DD6" w:rsidRDefault="00CC6126" w:rsidP="00CC6126">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79D65CDE" w14:textId="77777777" w:rsidR="00CC6126" w:rsidRPr="00DF6DD6" w:rsidRDefault="00CC6126" w:rsidP="00CC6126">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2FB5A7A3" w14:textId="77777777" w:rsidR="00CC6126" w:rsidRPr="00DF6DD6" w:rsidRDefault="00CC6126" w:rsidP="00CC6126">
            <w:pPr>
              <w:pStyle w:val="TAC"/>
              <w:keepNext w:val="0"/>
              <w:rPr>
                <w:rFonts w:eastAsia="Yu Mincho"/>
                <w:szCs w:val="18"/>
              </w:rPr>
            </w:pPr>
          </w:p>
        </w:tc>
      </w:tr>
      <w:tr w:rsidR="00CC6126" w:rsidRPr="00DF6DD6" w14:paraId="04D21B37" w14:textId="77777777" w:rsidTr="00CE2DED">
        <w:trPr>
          <w:trHeight w:val="148"/>
          <w:jc w:val="center"/>
        </w:trPr>
        <w:tc>
          <w:tcPr>
            <w:tcW w:w="1034" w:type="dxa"/>
            <w:vMerge/>
            <w:tcBorders>
              <w:left w:val="single" w:sz="4" w:space="0" w:color="auto"/>
              <w:right w:val="single" w:sz="4" w:space="0" w:color="auto"/>
            </w:tcBorders>
            <w:vAlign w:val="center"/>
          </w:tcPr>
          <w:p w14:paraId="2B53D1A8" w14:textId="77777777" w:rsidR="00CC6126" w:rsidRPr="00DF6DD6" w:rsidRDefault="00CC6126" w:rsidP="00CC6126">
            <w:pPr>
              <w:pStyle w:val="TAC"/>
              <w:keepNext w:val="0"/>
              <w:rPr>
                <w:lang w:val="en-US"/>
              </w:rPr>
            </w:pPr>
          </w:p>
        </w:tc>
        <w:tc>
          <w:tcPr>
            <w:tcW w:w="1034" w:type="dxa"/>
            <w:vMerge/>
            <w:tcBorders>
              <w:left w:val="single" w:sz="4" w:space="0" w:color="auto"/>
              <w:right w:val="single" w:sz="4" w:space="0" w:color="auto"/>
            </w:tcBorders>
            <w:vAlign w:val="center"/>
          </w:tcPr>
          <w:p w14:paraId="499EDD3E" w14:textId="77777777" w:rsidR="00CC6126" w:rsidRPr="00DF6DD6" w:rsidRDefault="00CC6126" w:rsidP="00CC6126">
            <w:pPr>
              <w:pStyle w:val="TAC"/>
              <w:keepNext w:val="0"/>
              <w:rPr>
                <w:lang w:val="en-US"/>
              </w:rPr>
            </w:pPr>
          </w:p>
        </w:tc>
        <w:tc>
          <w:tcPr>
            <w:tcW w:w="746" w:type="dxa"/>
            <w:vMerge/>
            <w:tcBorders>
              <w:left w:val="single" w:sz="4" w:space="0" w:color="auto"/>
              <w:right w:val="single" w:sz="4" w:space="0" w:color="auto"/>
            </w:tcBorders>
            <w:vAlign w:val="center"/>
          </w:tcPr>
          <w:p w14:paraId="6E9A6ABD" w14:textId="77777777" w:rsidR="00CC6126" w:rsidRPr="00DF6DD6" w:rsidRDefault="00CC6126" w:rsidP="00CC6126">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34FDBEFC" w14:textId="77777777" w:rsidR="00CC6126" w:rsidRPr="00DF6DD6" w:rsidRDefault="00CC6126" w:rsidP="00CC6126">
            <w:pPr>
              <w:pStyle w:val="TAC"/>
              <w:keepNext w:val="0"/>
              <w:rPr>
                <w:lang w:val="en-US"/>
              </w:rPr>
            </w:pPr>
            <w:r w:rsidRPr="00DF6DD6">
              <w:rPr>
                <w:rFonts w:eastAsia="Yu Mincho"/>
              </w:rPr>
              <w:t>60</w:t>
            </w:r>
          </w:p>
        </w:tc>
        <w:tc>
          <w:tcPr>
            <w:tcW w:w="477" w:type="dxa"/>
            <w:tcBorders>
              <w:top w:val="single" w:sz="4" w:space="0" w:color="auto"/>
              <w:left w:val="single" w:sz="4" w:space="0" w:color="auto"/>
              <w:bottom w:val="single" w:sz="4" w:space="0" w:color="auto"/>
              <w:right w:val="single" w:sz="4" w:space="0" w:color="auto"/>
            </w:tcBorders>
          </w:tcPr>
          <w:p w14:paraId="059499CD" w14:textId="77777777" w:rsidR="00CC6126" w:rsidRPr="00DF6DD6" w:rsidRDefault="00CC6126" w:rsidP="00CC6126">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30DCEF31"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6D0FA9A"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8" w:type="dxa"/>
            <w:tcBorders>
              <w:top w:val="single" w:sz="4" w:space="0" w:color="auto"/>
              <w:left w:val="single" w:sz="4" w:space="0" w:color="auto"/>
              <w:bottom w:val="single" w:sz="4" w:space="0" w:color="auto"/>
              <w:right w:val="single" w:sz="4" w:space="0" w:color="auto"/>
            </w:tcBorders>
            <w:vAlign w:val="center"/>
          </w:tcPr>
          <w:p w14:paraId="3A2AAA95"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1DED84B" w14:textId="77777777" w:rsidR="00CC6126" w:rsidRPr="00DF6DD6" w:rsidRDefault="00CC6126" w:rsidP="00CC6126">
            <w:pPr>
              <w:pStyle w:val="TAC"/>
              <w:keepNext w:val="0"/>
              <w:rPr>
                <w:rFonts w:cs="Arial"/>
                <w:lang w:val="sv-SE" w:eastAsia="ja-JP"/>
              </w:rPr>
            </w:pPr>
            <w:r w:rsidRPr="00DF6DD6">
              <w:rPr>
                <w:rFonts w:cs="Arial" w:hint="eastAsia"/>
                <w:lang w:val="sv-SE"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D1C77A2"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8265925"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3236AB5F" w14:textId="77777777" w:rsidR="00CC6126" w:rsidRPr="00DF6DD6" w:rsidRDefault="00CC6126" w:rsidP="00CC6126">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54173AB6" w14:textId="0001827E" w:rsidR="00CC6126" w:rsidRPr="00DF6DD6" w:rsidRDefault="00CC6126" w:rsidP="00CC6126">
            <w:pPr>
              <w:pStyle w:val="TAC"/>
              <w:keepNext w:val="0"/>
              <w:rPr>
                <w:rFonts w:cs="Arial"/>
                <w:lang w:eastAsia="ja-JP"/>
              </w:rPr>
            </w:pPr>
            <w:r w:rsidRPr="00A25860">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76592790" w14:textId="722A193D" w:rsidR="00CC6126" w:rsidRPr="00DF6DD6" w:rsidRDefault="00CC6126" w:rsidP="00CC6126">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554FA72A" w14:textId="77777777" w:rsidR="00CC6126" w:rsidRPr="00DF6DD6" w:rsidRDefault="00CC6126" w:rsidP="00CC6126">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6BCCC6CE" w14:textId="77777777" w:rsidR="00CC6126" w:rsidRPr="00DF6DD6" w:rsidRDefault="00CC6126" w:rsidP="00CC6126">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29F3B0CB" w14:textId="77777777" w:rsidR="00CC6126" w:rsidRPr="00DF6DD6" w:rsidRDefault="00CC6126" w:rsidP="00CC6126">
            <w:pPr>
              <w:pStyle w:val="TAC"/>
              <w:keepNext w:val="0"/>
              <w:rPr>
                <w:rFonts w:eastAsia="Yu Mincho"/>
                <w:szCs w:val="18"/>
              </w:rPr>
            </w:pPr>
          </w:p>
        </w:tc>
      </w:tr>
      <w:tr w:rsidR="0022566D" w:rsidRPr="00DF6DD6" w14:paraId="1249ED87" w14:textId="77777777" w:rsidTr="00CE2DED">
        <w:trPr>
          <w:trHeight w:val="148"/>
          <w:jc w:val="center"/>
        </w:trPr>
        <w:tc>
          <w:tcPr>
            <w:tcW w:w="1034" w:type="dxa"/>
            <w:vMerge/>
            <w:tcBorders>
              <w:left w:val="single" w:sz="4" w:space="0" w:color="auto"/>
              <w:right w:val="single" w:sz="4" w:space="0" w:color="auto"/>
            </w:tcBorders>
            <w:vAlign w:val="center"/>
          </w:tcPr>
          <w:p w14:paraId="0B6ABAB1"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1888C423"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vAlign w:val="center"/>
          </w:tcPr>
          <w:p w14:paraId="51D93028" w14:textId="77777777" w:rsidR="0022566D" w:rsidRPr="00DF6DD6" w:rsidRDefault="0022566D" w:rsidP="0022566D">
            <w:pPr>
              <w:pStyle w:val="TAC"/>
              <w:keepNext w:val="0"/>
              <w:rPr>
                <w:lang w:val="en-US" w:eastAsia="zh-CN"/>
              </w:rPr>
            </w:pPr>
            <w:r w:rsidRPr="00DF6DD6">
              <w:rPr>
                <w:rFonts w:hint="eastAsia"/>
                <w:lang w:val="en-US" w:eastAsia="zh-CN"/>
              </w:rPr>
              <w:t>n25</w:t>
            </w:r>
            <w:r w:rsidRPr="00DF6DD6">
              <w:rPr>
                <w:lang w:val="en-US"/>
              </w:rPr>
              <w:t>7</w:t>
            </w:r>
          </w:p>
        </w:tc>
        <w:tc>
          <w:tcPr>
            <w:tcW w:w="725" w:type="dxa"/>
            <w:tcBorders>
              <w:left w:val="single" w:sz="4" w:space="0" w:color="auto"/>
              <w:right w:val="single" w:sz="4" w:space="0" w:color="auto"/>
            </w:tcBorders>
          </w:tcPr>
          <w:p w14:paraId="2C1A0378"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14194646" w14:textId="04333068" w:rsidR="0022566D" w:rsidRPr="00DF6DD6" w:rsidRDefault="0022566D" w:rsidP="0022566D">
            <w:pPr>
              <w:pStyle w:val="TAC"/>
              <w:keepNext w:val="0"/>
              <w:rPr>
                <w:rFonts w:eastAsia="Yu Mincho"/>
                <w:szCs w:val="18"/>
              </w:rPr>
            </w:pPr>
            <w:r>
              <w:rPr>
                <w:rFonts w:cs="Arial"/>
                <w:lang w:eastAsia="ja-JP"/>
              </w:rPr>
              <w:t>CA_n257D</w:t>
            </w:r>
          </w:p>
        </w:tc>
        <w:tc>
          <w:tcPr>
            <w:tcW w:w="749" w:type="dxa"/>
            <w:vMerge/>
            <w:tcBorders>
              <w:left w:val="single" w:sz="4" w:space="0" w:color="auto"/>
              <w:right w:val="single" w:sz="4" w:space="0" w:color="auto"/>
            </w:tcBorders>
            <w:vAlign w:val="center"/>
          </w:tcPr>
          <w:p w14:paraId="28A9B9CE" w14:textId="77777777" w:rsidR="0022566D" w:rsidRPr="00DF6DD6" w:rsidRDefault="0022566D" w:rsidP="0022566D">
            <w:pPr>
              <w:pStyle w:val="TAC"/>
              <w:keepNext w:val="0"/>
              <w:rPr>
                <w:rFonts w:eastAsia="Yu Mincho"/>
                <w:szCs w:val="18"/>
              </w:rPr>
            </w:pPr>
          </w:p>
        </w:tc>
      </w:tr>
      <w:tr w:rsidR="0022566D" w:rsidRPr="00DF6DD6" w14:paraId="0B9505F3" w14:textId="77777777" w:rsidTr="00CE2DED">
        <w:trPr>
          <w:trHeight w:val="148"/>
          <w:jc w:val="center"/>
        </w:trPr>
        <w:tc>
          <w:tcPr>
            <w:tcW w:w="1034" w:type="dxa"/>
            <w:vMerge w:val="restart"/>
            <w:tcBorders>
              <w:left w:val="single" w:sz="4" w:space="0" w:color="auto"/>
              <w:right w:val="single" w:sz="4" w:space="0" w:color="auto"/>
            </w:tcBorders>
            <w:vAlign w:val="center"/>
          </w:tcPr>
          <w:p w14:paraId="392A17C7"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257E</w:t>
            </w:r>
          </w:p>
        </w:tc>
        <w:tc>
          <w:tcPr>
            <w:tcW w:w="1034" w:type="dxa"/>
            <w:vMerge w:val="restart"/>
            <w:tcBorders>
              <w:left w:val="single" w:sz="4" w:space="0" w:color="auto"/>
              <w:right w:val="single" w:sz="4" w:space="0" w:color="auto"/>
            </w:tcBorders>
            <w:vAlign w:val="center"/>
          </w:tcPr>
          <w:p w14:paraId="1EDF0EED"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w:t>
            </w:r>
            <w:r w:rsidRPr="00DF6DD6">
              <w:rPr>
                <w:lang w:val="en-US"/>
              </w:rPr>
              <w:t>A</w:t>
            </w:r>
          </w:p>
        </w:tc>
        <w:tc>
          <w:tcPr>
            <w:tcW w:w="746" w:type="dxa"/>
            <w:vMerge w:val="restart"/>
            <w:tcBorders>
              <w:left w:val="single" w:sz="4" w:space="0" w:color="auto"/>
              <w:right w:val="single" w:sz="4" w:space="0" w:color="auto"/>
            </w:tcBorders>
            <w:vAlign w:val="center"/>
          </w:tcPr>
          <w:p w14:paraId="6E4C6792" w14:textId="77777777" w:rsidR="0022566D" w:rsidRPr="00DF6DD6" w:rsidRDefault="0022566D" w:rsidP="0022566D">
            <w:pPr>
              <w:pStyle w:val="TAC"/>
              <w:keepNext w:val="0"/>
              <w:rPr>
                <w:lang w:val="en-US" w:eastAsia="zh-CN"/>
              </w:rPr>
            </w:pPr>
            <w:r w:rsidRPr="00DF6DD6">
              <w:rPr>
                <w:rFonts w:hint="eastAsia"/>
                <w:lang w:val="en-US" w:eastAsia="zh-CN"/>
              </w:rPr>
              <w:t>n78</w:t>
            </w:r>
          </w:p>
        </w:tc>
        <w:tc>
          <w:tcPr>
            <w:tcW w:w="725" w:type="dxa"/>
            <w:tcBorders>
              <w:top w:val="single" w:sz="4" w:space="0" w:color="auto"/>
              <w:left w:val="single" w:sz="4" w:space="0" w:color="auto"/>
              <w:bottom w:val="single" w:sz="4" w:space="0" w:color="auto"/>
              <w:right w:val="single" w:sz="4" w:space="0" w:color="auto"/>
            </w:tcBorders>
            <w:vAlign w:val="center"/>
          </w:tcPr>
          <w:p w14:paraId="042E4534" w14:textId="77777777" w:rsidR="0022566D" w:rsidRPr="00DF6DD6" w:rsidRDefault="0022566D" w:rsidP="0022566D">
            <w:pPr>
              <w:pStyle w:val="TAC"/>
              <w:keepNext w:val="0"/>
              <w:rPr>
                <w:lang w:val="en-US"/>
              </w:rPr>
            </w:pPr>
            <w:r w:rsidRPr="00DF6DD6">
              <w:rPr>
                <w:rFonts w:eastAsia="Yu Mincho"/>
              </w:rPr>
              <w:t>15</w:t>
            </w:r>
          </w:p>
        </w:tc>
        <w:tc>
          <w:tcPr>
            <w:tcW w:w="477" w:type="dxa"/>
            <w:tcBorders>
              <w:top w:val="single" w:sz="4" w:space="0" w:color="auto"/>
              <w:left w:val="single" w:sz="4" w:space="0" w:color="auto"/>
              <w:bottom w:val="single" w:sz="4" w:space="0" w:color="auto"/>
              <w:right w:val="single" w:sz="4" w:space="0" w:color="auto"/>
            </w:tcBorders>
          </w:tcPr>
          <w:p w14:paraId="7E21846C"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66E22DB3"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E001FA5"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35CABAD5"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D6E5891"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D488EB0"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396D1DF" w14:textId="77777777" w:rsidR="0022566D" w:rsidRPr="00DF6DD6" w:rsidRDefault="0022566D" w:rsidP="0022566D">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vAlign w:val="center"/>
          </w:tcPr>
          <w:p w14:paraId="7BFE5357"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tcPr>
          <w:p w14:paraId="25978558" w14:textId="77777777" w:rsidR="0022566D" w:rsidRPr="00DF6DD6" w:rsidRDefault="0022566D" w:rsidP="0022566D">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tcPr>
          <w:p w14:paraId="66D03035" w14:textId="1CC751BD"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tcPr>
          <w:p w14:paraId="5BD647FB"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46944325" w14:textId="77777777" w:rsidR="0022566D" w:rsidRPr="00DF6DD6" w:rsidRDefault="0022566D" w:rsidP="0022566D">
            <w:pPr>
              <w:pStyle w:val="TAC"/>
              <w:keepNext w:val="0"/>
              <w:rPr>
                <w:rFonts w:eastAsia="Yu Mincho"/>
                <w:szCs w:val="18"/>
              </w:rPr>
            </w:pPr>
          </w:p>
        </w:tc>
        <w:tc>
          <w:tcPr>
            <w:tcW w:w="749" w:type="dxa"/>
            <w:vMerge w:val="restart"/>
            <w:tcBorders>
              <w:left w:val="single" w:sz="4" w:space="0" w:color="auto"/>
              <w:right w:val="single" w:sz="4" w:space="0" w:color="auto"/>
            </w:tcBorders>
            <w:vAlign w:val="center"/>
          </w:tcPr>
          <w:p w14:paraId="40E0CFE9"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2686C0CA" w14:textId="77777777" w:rsidTr="00CE2DED">
        <w:trPr>
          <w:trHeight w:val="148"/>
          <w:jc w:val="center"/>
        </w:trPr>
        <w:tc>
          <w:tcPr>
            <w:tcW w:w="1034" w:type="dxa"/>
            <w:vMerge/>
            <w:tcBorders>
              <w:left w:val="single" w:sz="4" w:space="0" w:color="auto"/>
              <w:right w:val="single" w:sz="4" w:space="0" w:color="auto"/>
            </w:tcBorders>
            <w:vAlign w:val="center"/>
          </w:tcPr>
          <w:p w14:paraId="6F11E8C2"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1D1B3E22"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392B684E"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514D5CE4" w14:textId="77777777" w:rsidR="0022566D" w:rsidRPr="00DF6DD6" w:rsidRDefault="0022566D" w:rsidP="0022566D">
            <w:pPr>
              <w:pStyle w:val="TAC"/>
              <w:keepNext w:val="0"/>
              <w:rPr>
                <w:lang w:val="en-US"/>
              </w:rPr>
            </w:pPr>
            <w:r w:rsidRPr="00DF6DD6">
              <w:rPr>
                <w:rFonts w:eastAsia="Yu Mincho"/>
              </w:rPr>
              <w:t>30</w:t>
            </w:r>
          </w:p>
        </w:tc>
        <w:tc>
          <w:tcPr>
            <w:tcW w:w="477" w:type="dxa"/>
            <w:tcBorders>
              <w:top w:val="single" w:sz="4" w:space="0" w:color="auto"/>
              <w:left w:val="single" w:sz="4" w:space="0" w:color="auto"/>
              <w:bottom w:val="single" w:sz="4" w:space="0" w:color="auto"/>
              <w:right w:val="single" w:sz="4" w:space="0" w:color="auto"/>
            </w:tcBorders>
          </w:tcPr>
          <w:p w14:paraId="1FF16787"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0B1D7193"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39ACB7B" w14:textId="77777777" w:rsidR="0022566D" w:rsidRPr="00DF6DD6" w:rsidRDefault="0022566D" w:rsidP="0022566D">
            <w:pPr>
              <w:pStyle w:val="TAC"/>
              <w:keepNext w:val="0"/>
              <w:rPr>
                <w:rFonts w:cs="Arial"/>
                <w:lang w:eastAsia="ja-JP"/>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647CCE33" w14:textId="77777777" w:rsidR="0022566D" w:rsidRPr="00DF6DD6" w:rsidRDefault="0022566D" w:rsidP="0022566D">
            <w:pPr>
              <w:pStyle w:val="TAC"/>
              <w:keepNext w:val="0"/>
              <w:rPr>
                <w:rFonts w:cs="Arial"/>
                <w:lang w:eastAsia="ja-JP"/>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2FF744A"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D1CF4BA"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AE5661B"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6D8AC7D0"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48D8D203" w14:textId="02DADE72" w:rsidR="0022566D" w:rsidRPr="00DF6DD6" w:rsidRDefault="0022566D" w:rsidP="0022566D">
            <w:pPr>
              <w:pStyle w:val="TAC"/>
              <w:keepNext w:val="0"/>
              <w:rPr>
                <w:rFonts w:cs="Arial"/>
                <w:lang w:eastAsia="ja-JP"/>
              </w:rPr>
            </w:pPr>
            <w:r w:rsidRPr="00A104BD">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002064A3" w14:textId="0F5EF48F"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75C16E3E"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18AF4719"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174754A3" w14:textId="77777777" w:rsidR="0022566D" w:rsidRPr="00DF6DD6" w:rsidRDefault="0022566D" w:rsidP="0022566D">
            <w:pPr>
              <w:pStyle w:val="TAC"/>
              <w:keepNext w:val="0"/>
              <w:rPr>
                <w:rFonts w:eastAsia="Yu Mincho"/>
                <w:szCs w:val="18"/>
              </w:rPr>
            </w:pPr>
          </w:p>
        </w:tc>
      </w:tr>
      <w:tr w:rsidR="0022566D" w:rsidRPr="00DF6DD6" w14:paraId="1718D40A" w14:textId="77777777" w:rsidTr="00CE2DED">
        <w:trPr>
          <w:trHeight w:val="148"/>
          <w:jc w:val="center"/>
        </w:trPr>
        <w:tc>
          <w:tcPr>
            <w:tcW w:w="1034" w:type="dxa"/>
            <w:vMerge/>
            <w:tcBorders>
              <w:left w:val="single" w:sz="4" w:space="0" w:color="auto"/>
              <w:right w:val="single" w:sz="4" w:space="0" w:color="auto"/>
            </w:tcBorders>
            <w:vAlign w:val="center"/>
          </w:tcPr>
          <w:p w14:paraId="1A9EDB7A"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5B56A5D8"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26253719"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7CBF7592" w14:textId="77777777" w:rsidR="0022566D" w:rsidRPr="00DF6DD6" w:rsidRDefault="0022566D" w:rsidP="0022566D">
            <w:pPr>
              <w:pStyle w:val="TAC"/>
              <w:keepNext w:val="0"/>
              <w:rPr>
                <w:lang w:val="en-US"/>
              </w:rPr>
            </w:pPr>
            <w:r w:rsidRPr="00DF6DD6">
              <w:rPr>
                <w:rFonts w:eastAsia="Yu Mincho"/>
              </w:rPr>
              <w:t>60</w:t>
            </w:r>
          </w:p>
        </w:tc>
        <w:tc>
          <w:tcPr>
            <w:tcW w:w="477" w:type="dxa"/>
            <w:tcBorders>
              <w:top w:val="single" w:sz="4" w:space="0" w:color="auto"/>
              <w:left w:val="single" w:sz="4" w:space="0" w:color="auto"/>
              <w:bottom w:val="single" w:sz="4" w:space="0" w:color="auto"/>
              <w:right w:val="single" w:sz="4" w:space="0" w:color="auto"/>
            </w:tcBorders>
          </w:tcPr>
          <w:p w14:paraId="580E6AC8"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3C236787"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5477CF6"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8" w:type="dxa"/>
            <w:tcBorders>
              <w:top w:val="single" w:sz="4" w:space="0" w:color="auto"/>
              <w:left w:val="single" w:sz="4" w:space="0" w:color="auto"/>
              <w:bottom w:val="single" w:sz="4" w:space="0" w:color="auto"/>
              <w:right w:val="single" w:sz="4" w:space="0" w:color="auto"/>
            </w:tcBorders>
            <w:vAlign w:val="center"/>
          </w:tcPr>
          <w:p w14:paraId="1291B7D2"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B45AD94" w14:textId="77777777" w:rsidR="0022566D" w:rsidRPr="00DF6DD6" w:rsidRDefault="0022566D" w:rsidP="0022566D">
            <w:pPr>
              <w:pStyle w:val="TAC"/>
              <w:keepNext w:val="0"/>
              <w:rPr>
                <w:rFonts w:cs="Arial"/>
                <w:lang w:val="sv-SE" w:eastAsia="ja-JP"/>
              </w:rPr>
            </w:pPr>
            <w:r w:rsidRPr="00DF6DD6">
              <w:rPr>
                <w:rFonts w:cs="Arial" w:hint="eastAsia"/>
                <w:lang w:val="sv-SE"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B21131B"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EE6D4E3"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7881FFBF"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4669ADAD" w14:textId="219478C8" w:rsidR="0022566D" w:rsidRPr="00DF6DD6" w:rsidRDefault="0022566D" w:rsidP="0022566D">
            <w:pPr>
              <w:pStyle w:val="TAC"/>
              <w:keepNext w:val="0"/>
              <w:rPr>
                <w:rFonts w:cs="Arial"/>
                <w:lang w:eastAsia="ja-JP"/>
              </w:rPr>
            </w:pPr>
            <w:r w:rsidRPr="00A104BD">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2E3D492F" w14:textId="1B91E0CC"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002D613A"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67F796AE"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205C7C4A" w14:textId="77777777" w:rsidR="0022566D" w:rsidRPr="00DF6DD6" w:rsidRDefault="0022566D" w:rsidP="0022566D">
            <w:pPr>
              <w:pStyle w:val="TAC"/>
              <w:keepNext w:val="0"/>
              <w:rPr>
                <w:rFonts w:eastAsia="Yu Mincho"/>
                <w:szCs w:val="18"/>
              </w:rPr>
            </w:pPr>
          </w:p>
        </w:tc>
      </w:tr>
      <w:tr w:rsidR="0022566D" w:rsidRPr="00DF6DD6" w14:paraId="61B37271" w14:textId="77777777" w:rsidTr="00CE2DED">
        <w:trPr>
          <w:trHeight w:val="148"/>
          <w:jc w:val="center"/>
        </w:trPr>
        <w:tc>
          <w:tcPr>
            <w:tcW w:w="1034" w:type="dxa"/>
            <w:vMerge/>
            <w:tcBorders>
              <w:left w:val="single" w:sz="4" w:space="0" w:color="auto"/>
              <w:right w:val="single" w:sz="4" w:space="0" w:color="auto"/>
            </w:tcBorders>
            <w:vAlign w:val="center"/>
          </w:tcPr>
          <w:p w14:paraId="2E8B3D1B"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2EB3F480"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vAlign w:val="center"/>
          </w:tcPr>
          <w:p w14:paraId="48B7951C" w14:textId="77777777" w:rsidR="0022566D" w:rsidRPr="00DF6DD6" w:rsidRDefault="0022566D" w:rsidP="0022566D">
            <w:pPr>
              <w:pStyle w:val="TAC"/>
              <w:keepNext w:val="0"/>
              <w:rPr>
                <w:lang w:val="en-US" w:eastAsia="zh-CN"/>
              </w:rPr>
            </w:pPr>
            <w:r w:rsidRPr="00DF6DD6">
              <w:rPr>
                <w:rFonts w:hint="eastAsia"/>
                <w:lang w:val="en-US" w:eastAsia="zh-CN"/>
              </w:rPr>
              <w:t>n</w:t>
            </w:r>
            <w:r w:rsidRPr="00DF6DD6">
              <w:rPr>
                <w:rFonts w:hint="eastAsia"/>
                <w:lang w:eastAsia="zh-CN"/>
              </w:rPr>
              <w:t>257</w:t>
            </w:r>
          </w:p>
        </w:tc>
        <w:tc>
          <w:tcPr>
            <w:tcW w:w="725" w:type="dxa"/>
            <w:tcBorders>
              <w:left w:val="single" w:sz="4" w:space="0" w:color="auto"/>
              <w:right w:val="single" w:sz="4" w:space="0" w:color="auto"/>
            </w:tcBorders>
          </w:tcPr>
          <w:p w14:paraId="77CEB402"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45E03F5E" w14:textId="1B894CB2" w:rsidR="0022566D" w:rsidRPr="00DF6DD6" w:rsidRDefault="0022566D" w:rsidP="0022566D">
            <w:pPr>
              <w:pStyle w:val="TAC"/>
              <w:keepNext w:val="0"/>
              <w:rPr>
                <w:rFonts w:eastAsia="Yu Mincho"/>
                <w:szCs w:val="18"/>
              </w:rPr>
            </w:pPr>
            <w:r>
              <w:rPr>
                <w:rFonts w:cs="Arial"/>
                <w:lang w:eastAsia="ja-JP"/>
              </w:rPr>
              <w:t>CA_n257E</w:t>
            </w:r>
          </w:p>
        </w:tc>
        <w:tc>
          <w:tcPr>
            <w:tcW w:w="749" w:type="dxa"/>
            <w:vMerge/>
            <w:tcBorders>
              <w:left w:val="single" w:sz="4" w:space="0" w:color="auto"/>
              <w:right w:val="single" w:sz="4" w:space="0" w:color="auto"/>
            </w:tcBorders>
            <w:vAlign w:val="center"/>
          </w:tcPr>
          <w:p w14:paraId="46EBDE14" w14:textId="77777777" w:rsidR="0022566D" w:rsidRPr="00DF6DD6" w:rsidRDefault="0022566D" w:rsidP="0022566D">
            <w:pPr>
              <w:pStyle w:val="TAC"/>
              <w:keepNext w:val="0"/>
              <w:rPr>
                <w:rFonts w:eastAsia="Yu Mincho"/>
                <w:szCs w:val="18"/>
              </w:rPr>
            </w:pPr>
          </w:p>
        </w:tc>
      </w:tr>
      <w:tr w:rsidR="0022566D" w:rsidRPr="00DF6DD6" w14:paraId="70C52B21" w14:textId="77777777" w:rsidTr="00CE2DED">
        <w:trPr>
          <w:trHeight w:val="148"/>
          <w:jc w:val="center"/>
        </w:trPr>
        <w:tc>
          <w:tcPr>
            <w:tcW w:w="1034" w:type="dxa"/>
            <w:vMerge w:val="restart"/>
            <w:tcBorders>
              <w:left w:val="single" w:sz="4" w:space="0" w:color="auto"/>
              <w:right w:val="single" w:sz="4" w:space="0" w:color="auto"/>
            </w:tcBorders>
            <w:vAlign w:val="center"/>
          </w:tcPr>
          <w:p w14:paraId="3C3A3656"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257F</w:t>
            </w:r>
          </w:p>
        </w:tc>
        <w:tc>
          <w:tcPr>
            <w:tcW w:w="1034" w:type="dxa"/>
            <w:vMerge w:val="restart"/>
            <w:tcBorders>
              <w:left w:val="single" w:sz="4" w:space="0" w:color="auto"/>
              <w:right w:val="single" w:sz="4" w:space="0" w:color="auto"/>
            </w:tcBorders>
            <w:vAlign w:val="center"/>
          </w:tcPr>
          <w:p w14:paraId="2043608E"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w:t>
            </w:r>
            <w:r w:rsidRPr="00DF6DD6">
              <w:rPr>
                <w:lang w:val="en-US"/>
              </w:rPr>
              <w:t>A</w:t>
            </w:r>
          </w:p>
        </w:tc>
        <w:tc>
          <w:tcPr>
            <w:tcW w:w="746" w:type="dxa"/>
            <w:vMerge w:val="restart"/>
            <w:tcBorders>
              <w:left w:val="single" w:sz="4" w:space="0" w:color="auto"/>
              <w:right w:val="single" w:sz="4" w:space="0" w:color="auto"/>
            </w:tcBorders>
            <w:vAlign w:val="center"/>
          </w:tcPr>
          <w:p w14:paraId="53DBDCDC" w14:textId="77777777" w:rsidR="0022566D" w:rsidRPr="00DF6DD6" w:rsidRDefault="0022566D" w:rsidP="0022566D">
            <w:pPr>
              <w:pStyle w:val="TAC"/>
              <w:keepNext w:val="0"/>
              <w:rPr>
                <w:lang w:val="en-US" w:eastAsia="zh-CN"/>
              </w:rPr>
            </w:pPr>
            <w:r w:rsidRPr="00DF6DD6">
              <w:rPr>
                <w:rFonts w:hint="eastAsia"/>
                <w:lang w:val="en-US" w:eastAsia="zh-CN"/>
              </w:rPr>
              <w:t>n78</w:t>
            </w:r>
          </w:p>
        </w:tc>
        <w:tc>
          <w:tcPr>
            <w:tcW w:w="725" w:type="dxa"/>
            <w:tcBorders>
              <w:top w:val="single" w:sz="4" w:space="0" w:color="auto"/>
              <w:left w:val="single" w:sz="4" w:space="0" w:color="auto"/>
              <w:bottom w:val="single" w:sz="4" w:space="0" w:color="auto"/>
              <w:right w:val="single" w:sz="4" w:space="0" w:color="auto"/>
            </w:tcBorders>
          </w:tcPr>
          <w:p w14:paraId="34B4C362" w14:textId="77777777" w:rsidR="0022566D" w:rsidRPr="00DF6DD6" w:rsidRDefault="0022566D" w:rsidP="0022566D">
            <w:pPr>
              <w:pStyle w:val="TAC"/>
              <w:keepNext w:val="0"/>
              <w:rPr>
                <w:lang w:val="en-US"/>
              </w:rPr>
            </w:pPr>
            <w:r w:rsidRPr="00DF6DD6">
              <w:rPr>
                <w:lang w:val="en-US"/>
              </w:rPr>
              <w:t>15</w:t>
            </w:r>
          </w:p>
        </w:tc>
        <w:tc>
          <w:tcPr>
            <w:tcW w:w="477" w:type="dxa"/>
            <w:tcBorders>
              <w:top w:val="single" w:sz="4" w:space="0" w:color="auto"/>
              <w:left w:val="single" w:sz="4" w:space="0" w:color="auto"/>
              <w:bottom w:val="single" w:sz="4" w:space="0" w:color="auto"/>
              <w:right w:val="single" w:sz="4" w:space="0" w:color="auto"/>
            </w:tcBorders>
          </w:tcPr>
          <w:p w14:paraId="15B849D1" w14:textId="01E20422" w:rsidR="0022566D" w:rsidRPr="00DF6DD6" w:rsidRDefault="0022566D" w:rsidP="0022566D">
            <w:pPr>
              <w:pStyle w:val="TAC"/>
              <w:keepNext w:val="0"/>
              <w:rPr>
                <w:rFonts w:cs="Arial"/>
                <w:lang w:val="en-US" w:eastAsia="zh-CN"/>
              </w:rPr>
            </w:pPr>
          </w:p>
        </w:tc>
        <w:tc>
          <w:tcPr>
            <w:tcW w:w="614" w:type="dxa"/>
            <w:tcBorders>
              <w:top w:val="single" w:sz="4" w:space="0" w:color="auto"/>
              <w:left w:val="single" w:sz="4" w:space="0" w:color="auto"/>
              <w:bottom w:val="single" w:sz="4" w:space="0" w:color="auto"/>
              <w:right w:val="single" w:sz="4" w:space="0" w:color="auto"/>
            </w:tcBorders>
            <w:vAlign w:val="center"/>
          </w:tcPr>
          <w:p w14:paraId="59F487C7"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509C79F"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333BC893"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78A7085"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50B4BE0" w14:textId="2415B434" w:rsidR="0022566D" w:rsidRPr="00DF6DD6" w:rsidRDefault="0022566D" w:rsidP="0022566D">
            <w:pPr>
              <w:pStyle w:val="TAC"/>
              <w:keepNext w:val="0"/>
              <w:rPr>
                <w:rFonts w:cs="Arial"/>
                <w:lang w:eastAsia="ja-JP"/>
              </w:rPr>
            </w:pPr>
            <w:r w:rsidRPr="00DF6DD6">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D6A94A3" w14:textId="77777777" w:rsidR="0022566D" w:rsidRPr="00DF6DD6" w:rsidRDefault="0022566D" w:rsidP="0022566D">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tcPr>
          <w:p w14:paraId="4CD4F6E6" w14:textId="77777777" w:rsidR="0022566D" w:rsidRPr="00DF6DD6" w:rsidRDefault="0022566D" w:rsidP="0022566D">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tcPr>
          <w:p w14:paraId="39163DB5" w14:textId="77777777" w:rsidR="0022566D" w:rsidRPr="00DF6DD6" w:rsidRDefault="0022566D" w:rsidP="0022566D">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vAlign w:val="center"/>
          </w:tcPr>
          <w:p w14:paraId="2110AC8C" w14:textId="3656C026"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tcPr>
          <w:p w14:paraId="17B84C48"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14531C55" w14:textId="77777777" w:rsidR="0022566D" w:rsidRPr="00DF6DD6" w:rsidRDefault="0022566D" w:rsidP="0022566D">
            <w:pPr>
              <w:pStyle w:val="TAC"/>
              <w:keepNext w:val="0"/>
              <w:rPr>
                <w:rFonts w:eastAsia="Yu Mincho"/>
                <w:szCs w:val="18"/>
              </w:rPr>
            </w:pPr>
          </w:p>
        </w:tc>
        <w:tc>
          <w:tcPr>
            <w:tcW w:w="749" w:type="dxa"/>
            <w:vMerge w:val="restart"/>
            <w:tcBorders>
              <w:left w:val="single" w:sz="4" w:space="0" w:color="auto"/>
              <w:right w:val="single" w:sz="4" w:space="0" w:color="auto"/>
            </w:tcBorders>
            <w:vAlign w:val="center"/>
          </w:tcPr>
          <w:p w14:paraId="5372A8DE"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40279432" w14:textId="77777777" w:rsidTr="00CE2DED">
        <w:trPr>
          <w:trHeight w:val="148"/>
          <w:jc w:val="center"/>
        </w:trPr>
        <w:tc>
          <w:tcPr>
            <w:tcW w:w="1034" w:type="dxa"/>
            <w:vMerge/>
            <w:tcBorders>
              <w:left w:val="single" w:sz="4" w:space="0" w:color="auto"/>
              <w:right w:val="single" w:sz="4" w:space="0" w:color="auto"/>
            </w:tcBorders>
            <w:vAlign w:val="center"/>
          </w:tcPr>
          <w:p w14:paraId="57149310"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4B5AB33D"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719B109C"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64D92EA0" w14:textId="77777777" w:rsidR="0022566D" w:rsidRPr="00DF6DD6" w:rsidRDefault="0022566D" w:rsidP="0022566D">
            <w:pPr>
              <w:pStyle w:val="TAC"/>
              <w:keepNext w:val="0"/>
              <w:rPr>
                <w:lang w:val="en-US"/>
              </w:rPr>
            </w:pPr>
            <w:r w:rsidRPr="00DF6DD6">
              <w:rPr>
                <w:lang w:val="en-US"/>
              </w:rPr>
              <w:t>30</w:t>
            </w:r>
          </w:p>
        </w:tc>
        <w:tc>
          <w:tcPr>
            <w:tcW w:w="477" w:type="dxa"/>
            <w:tcBorders>
              <w:top w:val="single" w:sz="4" w:space="0" w:color="auto"/>
              <w:left w:val="single" w:sz="4" w:space="0" w:color="auto"/>
              <w:bottom w:val="single" w:sz="4" w:space="0" w:color="auto"/>
              <w:right w:val="single" w:sz="4" w:space="0" w:color="auto"/>
            </w:tcBorders>
          </w:tcPr>
          <w:p w14:paraId="7ADE9700" w14:textId="56C52D05" w:rsidR="0022566D" w:rsidRPr="00DF6DD6" w:rsidRDefault="0022566D" w:rsidP="0022566D">
            <w:pPr>
              <w:pStyle w:val="TAC"/>
              <w:keepNext w:val="0"/>
              <w:rPr>
                <w:rFonts w:cs="Arial"/>
                <w:lang w:eastAsia="ja-JP"/>
              </w:rPr>
            </w:pPr>
          </w:p>
        </w:tc>
        <w:tc>
          <w:tcPr>
            <w:tcW w:w="614" w:type="dxa"/>
            <w:tcBorders>
              <w:top w:val="single" w:sz="4" w:space="0" w:color="auto"/>
              <w:left w:val="single" w:sz="4" w:space="0" w:color="auto"/>
              <w:bottom w:val="single" w:sz="4" w:space="0" w:color="auto"/>
              <w:right w:val="single" w:sz="4" w:space="0" w:color="auto"/>
            </w:tcBorders>
            <w:vAlign w:val="center"/>
          </w:tcPr>
          <w:p w14:paraId="4853C3E6" w14:textId="77777777" w:rsidR="0022566D" w:rsidRPr="00DF6DD6" w:rsidRDefault="0022566D" w:rsidP="0022566D">
            <w:pPr>
              <w:pStyle w:val="TAC"/>
              <w:keepNext w:val="0"/>
              <w:rPr>
                <w:rFonts w:cs="Arial"/>
                <w:lang w:eastAsia="ja-JP"/>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08F33C8" w14:textId="77777777" w:rsidR="0022566D" w:rsidRPr="00DF6DD6" w:rsidRDefault="0022566D" w:rsidP="0022566D">
            <w:pPr>
              <w:pStyle w:val="TAC"/>
              <w:keepNext w:val="0"/>
              <w:rPr>
                <w:rFonts w:cs="Arial"/>
                <w:lang w:eastAsia="ja-JP"/>
              </w:rPr>
            </w:pPr>
            <w:r w:rsidRPr="00DF6DD6">
              <w:rPr>
                <w:rFonts w:cs="Arial" w:hint="eastAsia"/>
                <w:lang w:val="en-US" w:eastAsia="zh-CN"/>
              </w:rPr>
              <w:t>Yes</w:t>
            </w:r>
          </w:p>
        </w:tc>
        <w:tc>
          <w:tcPr>
            <w:tcW w:w="708" w:type="dxa"/>
            <w:tcBorders>
              <w:top w:val="single" w:sz="4" w:space="0" w:color="auto"/>
              <w:left w:val="single" w:sz="4" w:space="0" w:color="auto"/>
              <w:bottom w:val="single" w:sz="4" w:space="0" w:color="auto"/>
              <w:right w:val="single" w:sz="4" w:space="0" w:color="auto"/>
            </w:tcBorders>
            <w:vAlign w:val="center"/>
          </w:tcPr>
          <w:p w14:paraId="20C268B5"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D37B48E"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D168C65"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514CC3F"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29EC404A"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223AF8C6" w14:textId="5DEB70C4" w:rsidR="0022566D" w:rsidRPr="00DF6DD6" w:rsidRDefault="0022566D" w:rsidP="0022566D">
            <w:pPr>
              <w:pStyle w:val="TAC"/>
              <w:keepNext w:val="0"/>
              <w:rPr>
                <w:rFonts w:eastAsia="Yu Mincho"/>
                <w:szCs w:val="18"/>
              </w:rPr>
            </w:pPr>
            <w:r w:rsidRPr="00A104BD">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676B2196" w14:textId="0E42581D" w:rsidR="0022566D" w:rsidRPr="00DF6DD6" w:rsidRDefault="0022566D" w:rsidP="0022566D">
            <w:pPr>
              <w:pStyle w:val="TAC"/>
              <w:keepNext w:val="0"/>
              <w:rPr>
                <w:rFonts w:eastAsia="Yu Mincho"/>
                <w:szCs w:val="18"/>
              </w:rPr>
            </w:pPr>
            <w:r w:rsidRPr="00DF6DD6">
              <w:rPr>
                <w:rFonts w:eastAsia="Yu Mincho"/>
                <w:szCs w:val="18"/>
              </w:rPr>
              <w:t>Yes</w:t>
            </w:r>
          </w:p>
        </w:tc>
        <w:tc>
          <w:tcPr>
            <w:tcW w:w="709" w:type="dxa"/>
            <w:tcBorders>
              <w:top w:val="single" w:sz="4" w:space="0" w:color="auto"/>
              <w:left w:val="single" w:sz="4" w:space="0" w:color="auto"/>
              <w:bottom w:val="single" w:sz="4" w:space="0" w:color="auto"/>
              <w:right w:val="single" w:sz="4" w:space="0" w:color="auto"/>
            </w:tcBorders>
          </w:tcPr>
          <w:p w14:paraId="13F45501"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1F6DD537"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53996E41" w14:textId="77777777" w:rsidR="0022566D" w:rsidRPr="00DF6DD6" w:rsidRDefault="0022566D" w:rsidP="0022566D">
            <w:pPr>
              <w:pStyle w:val="TAC"/>
              <w:keepNext w:val="0"/>
              <w:rPr>
                <w:rFonts w:eastAsia="Yu Mincho"/>
                <w:szCs w:val="18"/>
              </w:rPr>
            </w:pPr>
          </w:p>
        </w:tc>
      </w:tr>
      <w:tr w:rsidR="0022566D" w:rsidRPr="00DF6DD6" w14:paraId="1C882C47" w14:textId="77777777" w:rsidTr="00CE2DED">
        <w:trPr>
          <w:trHeight w:val="148"/>
          <w:jc w:val="center"/>
        </w:trPr>
        <w:tc>
          <w:tcPr>
            <w:tcW w:w="1034" w:type="dxa"/>
            <w:vMerge/>
            <w:tcBorders>
              <w:left w:val="single" w:sz="4" w:space="0" w:color="auto"/>
              <w:right w:val="single" w:sz="4" w:space="0" w:color="auto"/>
            </w:tcBorders>
            <w:vAlign w:val="center"/>
          </w:tcPr>
          <w:p w14:paraId="496D212C"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7A9E7B1C"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2CE5D11E"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07942DC4" w14:textId="77777777" w:rsidR="0022566D" w:rsidRPr="00DF6DD6" w:rsidRDefault="0022566D" w:rsidP="0022566D">
            <w:pPr>
              <w:pStyle w:val="TAC"/>
              <w:keepNext w:val="0"/>
              <w:rPr>
                <w:lang w:val="en-US"/>
              </w:rPr>
            </w:pPr>
            <w:r w:rsidRPr="00DF6DD6">
              <w:rPr>
                <w:lang w:val="en-US"/>
              </w:rPr>
              <w:t>60</w:t>
            </w:r>
          </w:p>
        </w:tc>
        <w:tc>
          <w:tcPr>
            <w:tcW w:w="477" w:type="dxa"/>
            <w:tcBorders>
              <w:top w:val="single" w:sz="4" w:space="0" w:color="auto"/>
              <w:left w:val="single" w:sz="4" w:space="0" w:color="auto"/>
              <w:bottom w:val="single" w:sz="4" w:space="0" w:color="auto"/>
              <w:right w:val="single" w:sz="4" w:space="0" w:color="auto"/>
            </w:tcBorders>
          </w:tcPr>
          <w:p w14:paraId="5AAC5EB7" w14:textId="655CFA26" w:rsidR="0022566D" w:rsidRPr="00DF6DD6" w:rsidRDefault="0022566D" w:rsidP="0022566D">
            <w:pPr>
              <w:pStyle w:val="TAC"/>
              <w:keepNext w:val="0"/>
              <w:rPr>
                <w:rFonts w:cs="Arial"/>
                <w:lang w:eastAsia="ja-JP"/>
              </w:rPr>
            </w:pPr>
          </w:p>
        </w:tc>
        <w:tc>
          <w:tcPr>
            <w:tcW w:w="614" w:type="dxa"/>
            <w:tcBorders>
              <w:top w:val="single" w:sz="4" w:space="0" w:color="auto"/>
              <w:left w:val="single" w:sz="4" w:space="0" w:color="auto"/>
              <w:bottom w:val="single" w:sz="4" w:space="0" w:color="auto"/>
              <w:right w:val="single" w:sz="4" w:space="0" w:color="auto"/>
            </w:tcBorders>
            <w:vAlign w:val="center"/>
          </w:tcPr>
          <w:p w14:paraId="21BA7A42"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9F0FF69"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8" w:type="dxa"/>
            <w:tcBorders>
              <w:top w:val="single" w:sz="4" w:space="0" w:color="auto"/>
              <w:left w:val="single" w:sz="4" w:space="0" w:color="auto"/>
              <w:bottom w:val="single" w:sz="4" w:space="0" w:color="auto"/>
              <w:right w:val="single" w:sz="4" w:space="0" w:color="auto"/>
            </w:tcBorders>
            <w:vAlign w:val="center"/>
          </w:tcPr>
          <w:p w14:paraId="7D8312EB" w14:textId="77777777" w:rsidR="0022566D" w:rsidRPr="00DF6DD6" w:rsidRDefault="0022566D" w:rsidP="0022566D">
            <w:pPr>
              <w:pStyle w:val="TAC"/>
              <w:keepNext w:val="0"/>
              <w:rPr>
                <w:rFonts w:cs="Arial"/>
                <w:lang w:val="sv-SE" w:eastAsia="ja-JP"/>
              </w:rPr>
            </w:pPr>
            <w:r w:rsidRPr="00DF6DD6">
              <w:rPr>
                <w:rFonts w:cs="Arial" w:hint="eastAsia"/>
                <w:lang w:val="sv-SE"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879AEEB"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F38366D"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A8CD143"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5744ACC3"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38C198CC" w14:textId="2C5204FE" w:rsidR="0022566D" w:rsidRPr="00DF6DD6" w:rsidRDefault="0022566D" w:rsidP="0022566D">
            <w:pPr>
              <w:pStyle w:val="TAC"/>
              <w:keepNext w:val="0"/>
              <w:rPr>
                <w:rFonts w:eastAsia="Yu Mincho"/>
                <w:szCs w:val="18"/>
              </w:rPr>
            </w:pPr>
            <w:r w:rsidRPr="00A104BD">
              <w:rPr>
                <w:rFonts w:cs="Arial" w:hint="eastAsia"/>
                <w:lang w:val="en-US" w:eastAsia="zh-CN"/>
              </w:rPr>
              <w:t>Yes</w:t>
            </w:r>
          </w:p>
        </w:tc>
        <w:tc>
          <w:tcPr>
            <w:tcW w:w="625" w:type="dxa"/>
            <w:tcBorders>
              <w:top w:val="single" w:sz="4" w:space="0" w:color="auto"/>
              <w:left w:val="single" w:sz="4" w:space="0" w:color="auto"/>
              <w:bottom w:val="single" w:sz="4" w:space="0" w:color="auto"/>
              <w:right w:val="single" w:sz="4" w:space="0" w:color="auto"/>
            </w:tcBorders>
            <w:vAlign w:val="center"/>
          </w:tcPr>
          <w:p w14:paraId="00A4A23D" w14:textId="2038A93F" w:rsidR="0022566D" w:rsidRPr="00DF6DD6" w:rsidRDefault="0022566D" w:rsidP="0022566D">
            <w:pPr>
              <w:pStyle w:val="TAC"/>
              <w:keepNext w:val="0"/>
              <w:rPr>
                <w:rFonts w:eastAsia="Yu Mincho"/>
                <w:szCs w:val="18"/>
              </w:rPr>
            </w:pPr>
            <w:r w:rsidRPr="00DF6DD6">
              <w:rPr>
                <w:rFonts w:eastAsia="Yu Mincho"/>
                <w:szCs w:val="18"/>
              </w:rPr>
              <w:t>Yes</w:t>
            </w:r>
          </w:p>
        </w:tc>
        <w:tc>
          <w:tcPr>
            <w:tcW w:w="709" w:type="dxa"/>
            <w:tcBorders>
              <w:top w:val="single" w:sz="4" w:space="0" w:color="auto"/>
              <w:left w:val="single" w:sz="4" w:space="0" w:color="auto"/>
              <w:bottom w:val="single" w:sz="4" w:space="0" w:color="auto"/>
              <w:right w:val="single" w:sz="4" w:space="0" w:color="auto"/>
            </w:tcBorders>
          </w:tcPr>
          <w:p w14:paraId="46F0B921"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1BFAFEF5"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0713C563" w14:textId="77777777" w:rsidR="0022566D" w:rsidRPr="00DF6DD6" w:rsidRDefault="0022566D" w:rsidP="0022566D">
            <w:pPr>
              <w:pStyle w:val="TAC"/>
              <w:keepNext w:val="0"/>
              <w:rPr>
                <w:rFonts w:eastAsia="Yu Mincho"/>
                <w:szCs w:val="18"/>
              </w:rPr>
            </w:pPr>
          </w:p>
        </w:tc>
      </w:tr>
      <w:tr w:rsidR="0022566D" w:rsidRPr="00DF6DD6" w14:paraId="4099120B" w14:textId="77777777" w:rsidTr="00CE2DED">
        <w:trPr>
          <w:trHeight w:val="148"/>
          <w:jc w:val="center"/>
        </w:trPr>
        <w:tc>
          <w:tcPr>
            <w:tcW w:w="1034" w:type="dxa"/>
            <w:vMerge/>
            <w:tcBorders>
              <w:left w:val="single" w:sz="4" w:space="0" w:color="auto"/>
              <w:right w:val="single" w:sz="4" w:space="0" w:color="auto"/>
            </w:tcBorders>
            <w:vAlign w:val="center"/>
          </w:tcPr>
          <w:p w14:paraId="2F1753F2"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2CFC2E93"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vAlign w:val="center"/>
          </w:tcPr>
          <w:p w14:paraId="61939810" w14:textId="77777777" w:rsidR="0022566D" w:rsidRPr="00DF6DD6" w:rsidRDefault="0022566D" w:rsidP="0022566D">
            <w:pPr>
              <w:pStyle w:val="TAC"/>
              <w:keepNext w:val="0"/>
              <w:rPr>
                <w:lang w:val="en-US" w:eastAsia="zh-CN"/>
              </w:rPr>
            </w:pPr>
            <w:r w:rsidRPr="00DF6DD6">
              <w:rPr>
                <w:rFonts w:hint="eastAsia"/>
                <w:lang w:val="en-US" w:eastAsia="zh-CN"/>
              </w:rPr>
              <w:t>n257</w:t>
            </w:r>
          </w:p>
        </w:tc>
        <w:tc>
          <w:tcPr>
            <w:tcW w:w="725" w:type="dxa"/>
            <w:tcBorders>
              <w:left w:val="single" w:sz="4" w:space="0" w:color="auto"/>
              <w:right w:val="single" w:sz="4" w:space="0" w:color="auto"/>
            </w:tcBorders>
          </w:tcPr>
          <w:p w14:paraId="3C2A0C82"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763D95C5" w14:textId="4CC338B5" w:rsidR="0022566D" w:rsidRPr="00DF6DD6" w:rsidRDefault="0022566D" w:rsidP="0022566D">
            <w:pPr>
              <w:pStyle w:val="TAC"/>
              <w:keepNext w:val="0"/>
              <w:rPr>
                <w:rFonts w:eastAsia="Yu Mincho"/>
                <w:szCs w:val="18"/>
              </w:rPr>
            </w:pPr>
            <w:r>
              <w:rPr>
                <w:rFonts w:cs="Arial"/>
                <w:lang w:eastAsia="ja-JP"/>
              </w:rPr>
              <w:t>CA_n257</w:t>
            </w:r>
            <w:r>
              <w:rPr>
                <w:rFonts w:cs="Arial"/>
                <w:lang w:eastAsia="zh-CN"/>
              </w:rPr>
              <w:t>F</w:t>
            </w:r>
          </w:p>
        </w:tc>
        <w:tc>
          <w:tcPr>
            <w:tcW w:w="749" w:type="dxa"/>
            <w:vMerge/>
            <w:tcBorders>
              <w:left w:val="single" w:sz="4" w:space="0" w:color="auto"/>
              <w:right w:val="single" w:sz="4" w:space="0" w:color="auto"/>
            </w:tcBorders>
            <w:vAlign w:val="center"/>
          </w:tcPr>
          <w:p w14:paraId="33A79F5A" w14:textId="77777777" w:rsidR="0022566D" w:rsidRPr="00DF6DD6" w:rsidRDefault="0022566D" w:rsidP="0022566D">
            <w:pPr>
              <w:pStyle w:val="TAC"/>
              <w:keepNext w:val="0"/>
              <w:rPr>
                <w:rFonts w:eastAsia="Yu Mincho"/>
                <w:szCs w:val="18"/>
              </w:rPr>
            </w:pPr>
          </w:p>
        </w:tc>
      </w:tr>
      <w:tr w:rsidR="0022566D" w:rsidRPr="00DF6DD6" w14:paraId="3B97C72E" w14:textId="77777777" w:rsidTr="00CE2DED">
        <w:trPr>
          <w:trHeight w:val="148"/>
          <w:jc w:val="center"/>
        </w:trPr>
        <w:tc>
          <w:tcPr>
            <w:tcW w:w="1034" w:type="dxa"/>
            <w:vMerge w:val="restart"/>
            <w:tcBorders>
              <w:left w:val="single" w:sz="4" w:space="0" w:color="auto"/>
              <w:right w:val="single" w:sz="4" w:space="0" w:color="auto"/>
            </w:tcBorders>
            <w:vAlign w:val="center"/>
          </w:tcPr>
          <w:p w14:paraId="4B55FB60"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78C</w:t>
            </w:r>
            <w:r w:rsidRPr="00DF6DD6">
              <w:rPr>
                <w:lang w:val="en-US"/>
              </w:rPr>
              <w:t>-n</w:t>
            </w:r>
            <w:r w:rsidRPr="00DF6DD6">
              <w:rPr>
                <w:rFonts w:hint="eastAsia"/>
                <w:lang w:val="en-US" w:eastAsia="zh-CN"/>
              </w:rPr>
              <w:t>257</w:t>
            </w:r>
            <w:r w:rsidRPr="00DF6DD6">
              <w:rPr>
                <w:lang w:val="en-US"/>
              </w:rPr>
              <w:t>A</w:t>
            </w:r>
          </w:p>
        </w:tc>
        <w:tc>
          <w:tcPr>
            <w:tcW w:w="1034" w:type="dxa"/>
            <w:vMerge w:val="restart"/>
            <w:tcBorders>
              <w:left w:val="single" w:sz="4" w:space="0" w:color="auto"/>
              <w:right w:val="single" w:sz="4" w:space="0" w:color="auto"/>
            </w:tcBorders>
            <w:vAlign w:val="center"/>
          </w:tcPr>
          <w:p w14:paraId="3C996160"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w:t>
            </w:r>
            <w:r w:rsidRPr="00DF6DD6">
              <w:rPr>
                <w:lang w:val="en-US"/>
              </w:rPr>
              <w:t>A</w:t>
            </w:r>
          </w:p>
        </w:tc>
        <w:tc>
          <w:tcPr>
            <w:tcW w:w="746" w:type="dxa"/>
            <w:tcBorders>
              <w:left w:val="single" w:sz="4" w:space="0" w:color="auto"/>
              <w:right w:val="single" w:sz="4" w:space="0" w:color="auto"/>
            </w:tcBorders>
            <w:vAlign w:val="center"/>
          </w:tcPr>
          <w:p w14:paraId="63396EFF" w14:textId="77777777" w:rsidR="0022566D" w:rsidRPr="00DF6DD6" w:rsidRDefault="0022566D" w:rsidP="0022566D">
            <w:pPr>
              <w:pStyle w:val="TAC"/>
              <w:keepNext w:val="0"/>
              <w:rPr>
                <w:lang w:val="en-US" w:eastAsia="zh-CN"/>
              </w:rPr>
            </w:pPr>
            <w:r w:rsidRPr="00DF6DD6">
              <w:rPr>
                <w:rFonts w:hint="eastAsia"/>
                <w:lang w:val="en-US" w:eastAsia="zh-CN"/>
              </w:rPr>
              <w:t>n78</w:t>
            </w:r>
          </w:p>
        </w:tc>
        <w:tc>
          <w:tcPr>
            <w:tcW w:w="725" w:type="dxa"/>
            <w:tcBorders>
              <w:left w:val="single" w:sz="4" w:space="0" w:color="auto"/>
              <w:right w:val="single" w:sz="4" w:space="0" w:color="auto"/>
            </w:tcBorders>
          </w:tcPr>
          <w:p w14:paraId="5324CD3F" w14:textId="77777777" w:rsidR="0022566D" w:rsidRPr="00DF6DD6"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2D6425A6" w14:textId="188DFFBE" w:rsidR="0022566D" w:rsidRPr="00DF6DD6" w:rsidRDefault="0022566D" w:rsidP="0022566D">
            <w:pPr>
              <w:pStyle w:val="TAC"/>
              <w:keepNext w:val="0"/>
              <w:rPr>
                <w:rFonts w:eastAsia="Yu Mincho"/>
                <w:szCs w:val="18"/>
              </w:rPr>
            </w:pPr>
            <w:r>
              <w:rPr>
                <w:rFonts w:cs="Arial"/>
                <w:lang w:eastAsia="ja-JP"/>
              </w:rPr>
              <w:t>CA_n7</w:t>
            </w:r>
            <w:r>
              <w:rPr>
                <w:rFonts w:cs="Arial"/>
                <w:lang w:eastAsia="zh-CN"/>
              </w:rPr>
              <w:t>8</w:t>
            </w:r>
            <w:r>
              <w:rPr>
                <w:rFonts w:cs="Arial"/>
                <w:lang w:eastAsia="ja-JP"/>
              </w:rPr>
              <w:t>C</w:t>
            </w:r>
          </w:p>
        </w:tc>
        <w:tc>
          <w:tcPr>
            <w:tcW w:w="749" w:type="dxa"/>
            <w:vMerge w:val="restart"/>
            <w:tcBorders>
              <w:left w:val="single" w:sz="4" w:space="0" w:color="auto"/>
              <w:right w:val="single" w:sz="4" w:space="0" w:color="auto"/>
            </w:tcBorders>
            <w:vAlign w:val="center"/>
          </w:tcPr>
          <w:p w14:paraId="76051231"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12FB7657" w14:textId="77777777" w:rsidTr="00CE2DED">
        <w:trPr>
          <w:trHeight w:val="148"/>
          <w:jc w:val="center"/>
        </w:trPr>
        <w:tc>
          <w:tcPr>
            <w:tcW w:w="1034" w:type="dxa"/>
            <w:vMerge/>
            <w:tcBorders>
              <w:left w:val="single" w:sz="4" w:space="0" w:color="auto"/>
              <w:right w:val="single" w:sz="4" w:space="0" w:color="auto"/>
            </w:tcBorders>
            <w:vAlign w:val="center"/>
          </w:tcPr>
          <w:p w14:paraId="48C10069"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2F3987AC" w14:textId="77777777" w:rsidR="0022566D" w:rsidRPr="00DF6DD6" w:rsidRDefault="0022566D" w:rsidP="0022566D">
            <w:pPr>
              <w:pStyle w:val="TAC"/>
              <w:keepNext w:val="0"/>
              <w:rPr>
                <w:lang w:val="en-US"/>
              </w:rPr>
            </w:pPr>
          </w:p>
        </w:tc>
        <w:tc>
          <w:tcPr>
            <w:tcW w:w="746" w:type="dxa"/>
            <w:vMerge w:val="restart"/>
            <w:tcBorders>
              <w:left w:val="single" w:sz="4" w:space="0" w:color="auto"/>
              <w:right w:val="single" w:sz="4" w:space="0" w:color="auto"/>
            </w:tcBorders>
            <w:vAlign w:val="center"/>
          </w:tcPr>
          <w:p w14:paraId="4D16AEEB" w14:textId="77777777" w:rsidR="0022566D" w:rsidRPr="00DF6DD6" w:rsidRDefault="0022566D" w:rsidP="0022566D">
            <w:pPr>
              <w:pStyle w:val="TAC"/>
              <w:keepNext w:val="0"/>
              <w:rPr>
                <w:lang w:val="en-US" w:eastAsia="zh-CN"/>
              </w:rPr>
            </w:pPr>
            <w:r w:rsidRPr="00DF6DD6">
              <w:rPr>
                <w:rFonts w:hint="eastAsia"/>
                <w:lang w:val="en-US" w:eastAsia="zh-CN"/>
              </w:rPr>
              <w:t>n257</w:t>
            </w:r>
          </w:p>
        </w:tc>
        <w:tc>
          <w:tcPr>
            <w:tcW w:w="725" w:type="dxa"/>
            <w:tcBorders>
              <w:top w:val="single" w:sz="4" w:space="0" w:color="auto"/>
              <w:left w:val="single" w:sz="4" w:space="0" w:color="auto"/>
              <w:bottom w:val="single" w:sz="4" w:space="0" w:color="auto"/>
              <w:right w:val="single" w:sz="4" w:space="0" w:color="auto"/>
            </w:tcBorders>
          </w:tcPr>
          <w:p w14:paraId="7A415A9D" w14:textId="77777777" w:rsidR="0022566D" w:rsidRPr="00DF6DD6" w:rsidRDefault="0022566D" w:rsidP="0022566D">
            <w:pPr>
              <w:pStyle w:val="TAC"/>
              <w:keepNext w:val="0"/>
              <w:rPr>
                <w:lang w:val="en-US" w:eastAsia="zh-CN"/>
              </w:rPr>
            </w:pPr>
            <w:r w:rsidRPr="00DF6DD6">
              <w:rPr>
                <w:rFonts w:hint="eastAsia"/>
                <w:lang w:eastAsia="zh-CN"/>
              </w:rPr>
              <w:t>60</w:t>
            </w:r>
          </w:p>
        </w:tc>
        <w:tc>
          <w:tcPr>
            <w:tcW w:w="477" w:type="dxa"/>
            <w:tcBorders>
              <w:top w:val="single" w:sz="4" w:space="0" w:color="auto"/>
              <w:left w:val="single" w:sz="4" w:space="0" w:color="auto"/>
              <w:bottom w:val="single" w:sz="4" w:space="0" w:color="auto"/>
              <w:right w:val="single" w:sz="4" w:space="0" w:color="auto"/>
            </w:tcBorders>
          </w:tcPr>
          <w:p w14:paraId="383E32CB"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452F7607"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8CFD40B" w14:textId="77777777" w:rsidR="0022566D" w:rsidRPr="00DF6DD6" w:rsidRDefault="0022566D" w:rsidP="0022566D">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68067A3E"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B8C8AF7" w14:textId="77777777" w:rsidR="0022566D" w:rsidRPr="00DF6DD6" w:rsidRDefault="0022566D" w:rsidP="0022566D">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39BC1BE5"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0086E4D4" w14:textId="77777777" w:rsidR="0022566D" w:rsidRPr="00DF6DD6" w:rsidRDefault="0022566D" w:rsidP="0022566D">
            <w:pPr>
              <w:pStyle w:val="TAC"/>
              <w:keepNext w:val="0"/>
              <w:rPr>
                <w:lang w:eastAsia="ja-JP"/>
              </w:rPr>
            </w:pPr>
          </w:p>
        </w:tc>
        <w:tc>
          <w:tcPr>
            <w:tcW w:w="650" w:type="dxa"/>
            <w:tcBorders>
              <w:top w:val="single" w:sz="4" w:space="0" w:color="auto"/>
              <w:left w:val="single" w:sz="4" w:space="0" w:color="auto"/>
              <w:bottom w:val="single" w:sz="4" w:space="0" w:color="auto"/>
              <w:right w:val="single" w:sz="4" w:space="0" w:color="auto"/>
            </w:tcBorders>
          </w:tcPr>
          <w:p w14:paraId="52055B2D" w14:textId="77777777" w:rsidR="0022566D" w:rsidRPr="00DF6DD6" w:rsidRDefault="0022566D" w:rsidP="0022566D">
            <w:pPr>
              <w:pStyle w:val="TAC"/>
              <w:keepNext w:val="0"/>
              <w:rPr>
                <w:lang w:eastAsia="ja-JP"/>
              </w:rPr>
            </w:pPr>
          </w:p>
        </w:tc>
        <w:tc>
          <w:tcPr>
            <w:tcW w:w="625" w:type="dxa"/>
            <w:tcBorders>
              <w:top w:val="single" w:sz="4" w:space="0" w:color="auto"/>
              <w:left w:val="single" w:sz="4" w:space="0" w:color="auto"/>
              <w:bottom w:val="single" w:sz="4" w:space="0" w:color="auto"/>
              <w:right w:val="single" w:sz="4" w:space="0" w:color="auto"/>
            </w:tcBorders>
          </w:tcPr>
          <w:p w14:paraId="50FC9CA1" w14:textId="77777777" w:rsidR="0022566D" w:rsidRPr="00DF6DD6" w:rsidRDefault="0022566D" w:rsidP="0022566D">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3287B61A" w14:textId="5EADEA26"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B61BFD7"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10095E05" w14:textId="77777777" w:rsidR="0022566D" w:rsidRPr="00DF6DD6" w:rsidRDefault="0022566D" w:rsidP="0022566D">
            <w:pPr>
              <w:pStyle w:val="TAC"/>
              <w:keepNext w:val="0"/>
              <w:rPr>
                <w:rFonts w:cs="Arial"/>
                <w:lang w:val="sv-SE"/>
              </w:rPr>
            </w:pPr>
          </w:p>
        </w:tc>
        <w:tc>
          <w:tcPr>
            <w:tcW w:w="749" w:type="dxa"/>
            <w:vMerge/>
            <w:tcBorders>
              <w:left w:val="single" w:sz="4" w:space="0" w:color="auto"/>
              <w:right w:val="single" w:sz="4" w:space="0" w:color="auto"/>
            </w:tcBorders>
            <w:vAlign w:val="center"/>
          </w:tcPr>
          <w:p w14:paraId="5268A129" w14:textId="77777777" w:rsidR="0022566D" w:rsidRPr="00DF6DD6" w:rsidRDefault="0022566D" w:rsidP="0022566D">
            <w:pPr>
              <w:pStyle w:val="TAC"/>
              <w:keepNext w:val="0"/>
              <w:rPr>
                <w:rFonts w:eastAsia="Yu Mincho"/>
                <w:szCs w:val="18"/>
              </w:rPr>
            </w:pPr>
          </w:p>
        </w:tc>
      </w:tr>
      <w:tr w:rsidR="0022566D" w:rsidRPr="00DF6DD6" w14:paraId="721EA99E" w14:textId="77777777" w:rsidTr="00CE2DED">
        <w:trPr>
          <w:trHeight w:val="148"/>
          <w:jc w:val="center"/>
        </w:trPr>
        <w:tc>
          <w:tcPr>
            <w:tcW w:w="1034" w:type="dxa"/>
            <w:vMerge/>
            <w:tcBorders>
              <w:left w:val="single" w:sz="4" w:space="0" w:color="auto"/>
              <w:right w:val="single" w:sz="4" w:space="0" w:color="auto"/>
            </w:tcBorders>
            <w:vAlign w:val="center"/>
          </w:tcPr>
          <w:p w14:paraId="53F7B647"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6118B75B"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0C3EF7AD"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66B0649D" w14:textId="77777777" w:rsidR="0022566D" w:rsidRPr="00DF6DD6" w:rsidRDefault="0022566D" w:rsidP="0022566D">
            <w:pPr>
              <w:pStyle w:val="TAC"/>
              <w:keepNext w:val="0"/>
              <w:rPr>
                <w:lang w:val="en-US" w:eastAsia="zh-CN"/>
              </w:rPr>
            </w:pPr>
            <w:r w:rsidRPr="00DF6DD6">
              <w:rPr>
                <w:rFonts w:hint="eastAsia"/>
                <w:lang w:val="en-US" w:eastAsia="zh-CN"/>
              </w:rPr>
              <w:t>120</w:t>
            </w:r>
          </w:p>
        </w:tc>
        <w:tc>
          <w:tcPr>
            <w:tcW w:w="477" w:type="dxa"/>
            <w:tcBorders>
              <w:top w:val="single" w:sz="4" w:space="0" w:color="auto"/>
              <w:left w:val="single" w:sz="4" w:space="0" w:color="auto"/>
              <w:bottom w:val="single" w:sz="4" w:space="0" w:color="auto"/>
              <w:right w:val="single" w:sz="4" w:space="0" w:color="auto"/>
            </w:tcBorders>
          </w:tcPr>
          <w:p w14:paraId="1810C0CA"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55C0D27C"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157B55D" w14:textId="77777777" w:rsidR="0022566D" w:rsidRPr="00DF6DD6" w:rsidRDefault="0022566D" w:rsidP="0022566D">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7CD59436"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8A3DD3F" w14:textId="77777777" w:rsidR="0022566D" w:rsidRPr="00DF6DD6" w:rsidRDefault="0022566D" w:rsidP="0022566D">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316B76A8"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2B3CA6D" w14:textId="77777777" w:rsidR="0022566D" w:rsidRPr="00DF6DD6" w:rsidRDefault="0022566D" w:rsidP="0022566D">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46695E56" w14:textId="77777777" w:rsidR="0022566D" w:rsidRPr="00DF6DD6" w:rsidRDefault="0022566D" w:rsidP="0022566D">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08499735" w14:textId="77777777" w:rsidR="0022566D" w:rsidRPr="00DF6DD6" w:rsidRDefault="0022566D" w:rsidP="0022566D">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5354DF90" w14:textId="48629060"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A116B61"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095160CD"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49" w:type="dxa"/>
            <w:vMerge/>
            <w:tcBorders>
              <w:left w:val="single" w:sz="4" w:space="0" w:color="auto"/>
              <w:right w:val="single" w:sz="4" w:space="0" w:color="auto"/>
            </w:tcBorders>
            <w:vAlign w:val="center"/>
          </w:tcPr>
          <w:p w14:paraId="11FB55FE" w14:textId="77777777" w:rsidR="0022566D" w:rsidRPr="00DF6DD6" w:rsidRDefault="0022566D" w:rsidP="0022566D">
            <w:pPr>
              <w:pStyle w:val="TAC"/>
              <w:keepNext w:val="0"/>
              <w:rPr>
                <w:rFonts w:eastAsia="Yu Mincho"/>
                <w:szCs w:val="18"/>
              </w:rPr>
            </w:pPr>
          </w:p>
        </w:tc>
      </w:tr>
      <w:tr w:rsidR="0022566D" w:rsidRPr="00DF6DD6" w14:paraId="1552C068" w14:textId="77777777" w:rsidTr="00CE2DED">
        <w:trPr>
          <w:trHeight w:val="148"/>
          <w:jc w:val="center"/>
        </w:trPr>
        <w:tc>
          <w:tcPr>
            <w:tcW w:w="1034" w:type="dxa"/>
            <w:vMerge w:val="restart"/>
            <w:tcBorders>
              <w:left w:val="single" w:sz="4" w:space="0" w:color="auto"/>
              <w:right w:val="single" w:sz="4" w:space="0" w:color="auto"/>
            </w:tcBorders>
            <w:vAlign w:val="center"/>
          </w:tcPr>
          <w:p w14:paraId="1D5E0305"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78C</w:t>
            </w:r>
            <w:r w:rsidRPr="00DF6DD6">
              <w:rPr>
                <w:lang w:val="en-US"/>
              </w:rPr>
              <w:t>-n</w:t>
            </w:r>
            <w:r w:rsidRPr="00DF6DD6">
              <w:rPr>
                <w:rFonts w:hint="eastAsia"/>
                <w:lang w:val="en-US" w:eastAsia="zh-CN"/>
              </w:rPr>
              <w:t>257D</w:t>
            </w:r>
          </w:p>
        </w:tc>
        <w:tc>
          <w:tcPr>
            <w:tcW w:w="1034" w:type="dxa"/>
            <w:vMerge w:val="restart"/>
            <w:tcBorders>
              <w:left w:val="single" w:sz="4" w:space="0" w:color="auto"/>
              <w:right w:val="single" w:sz="4" w:space="0" w:color="auto"/>
            </w:tcBorders>
            <w:vAlign w:val="center"/>
          </w:tcPr>
          <w:p w14:paraId="3AA68A98"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w:t>
            </w:r>
            <w:r w:rsidRPr="00DF6DD6">
              <w:rPr>
                <w:lang w:val="en-US"/>
              </w:rPr>
              <w:t>A</w:t>
            </w:r>
          </w:p>
        </w:tc>
        <w:tc>
          <w:tcPr>
            <w:tcW w:w="746" w:type="dxa"/>
            <w:tcBorders>
              <w:left w:val="single" w:sz="4" w:space="0" w:color="auto"/>
              <w:right w:val="single" w:sz="4" w:space="0" w:color="auto"/>
            </w:tcBorders>
            <w:vAlign w:val="center"/>
          </w:tcPr>
          <w:p w14:paraId="221FB067" w14:textId="77777777" w:rsidR="0022566D" w:rsidRPr="00DF6DD6" w:rsidRDefault="0022566D" w:rsidP="0022566D">
            <w:pPr>
              <w:pStyle w:val="TAC"/>
              <w:keepNext w:val="0"/>
              <w:rPr>
                <w:lang w:val="en-US" w:eastAsia="zh-CN"/>
              </w:rPr>
            </w:pPr>
            <w:r w:rsidRPr="00DF6DD6">
              <w:rPr>
                <w:rFonts w:eastAsia="Yu Mincho"/>
              </w:rPr>
              <w:t>n7</w:t>
            </w:r>
            <w:r w:rsidRPr="00DF6DD6">
              <w:rPr>
                <w:rFonts w:hint="eastAsia"/>
                <w:lang w:eastAsia="zh-CN"/>
              </w:rPr>
              <w:t>8</w:t>
            </w:r>
          </w:p>
        </w:tc>
        <w:tc>
          <w:tcPr>
            <w:tcW w:w="725" w:type="dxa"/>
            <w:tcBorders>
              <w:left w:val="single" w:sz="4" w:space="0" w:color="auto"/>
              <w:right w:val="single" w:sz="4" w:space="0" w:color="auto"/>
            </w:tcBorders>
          </w:tcPr>
          <w:p w14:paraId="365398C3"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34BF2853" w14:textId="7517DF41" w:rsidR="0022566D" w:rsidRPr="00DF6DD6" w:rsidRDefault="0022566D" w:rsidP="0022566D">
            <w:pPr>
              <w:pStyle w:val="TAC"/>
              <w:keepNext w:val="0"/>
              <w:rPr>
                <w:rFonts w:cs="Arial"/>
                <w:lang w:val="en-US" w:eastAsia="zh-CN"/>
              </w:rPr>
            </w:pPr>
            <w:r>
              <w:rPr>
                <w:rFonts w:cs="Arial"/>
                <w:lang w:eastAsia="ja-JP"/>
              </w:rPr>
              <w:t>CA_n7</w:t>
            </w:r>
            <w:r>
              <w:rPr>
                <w:rFonts w:cs="Arial"/>
                <w:lang w:eastAsia="zh-CN"/>
              </w:rPr>
              <w:t>8</w:t>
            </w:r>
            <w:r>
              <w:rPr>
                <w:rFonts w:cs="Arial"/>
                <w:lang w:eastAsia="ja-JP"/>
              </w:rPr>
              <w:t>C</w:t>
            </w:r>
          </w:p>
        </w:tc>
        <w:tc>
          <w:tcPr>
            <w:tcW w:w="749" w:type="dxa"/>
            <w:vMerge w:val="restart"/>
            <w:tcBorders>
              <w:left w:val="single" w:sz="4" w:space="0" w:color="auto"/>
              <w:right w:val="single" w:sz="4" w:space="0" w:color="auto"/>
            </w:tcBorders>
            <w:vAlign w:val="center"/>
          </w:tcPr>
          <w:p w14:paraId="247AC7E1"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568C989F" w14:textId="77777777" w:rsidTr="00CE2DED">
        <w:trPr>
          <w:trHeight w:val="148"/>
          <w:jc w:val="center"/>
        </w:trPr>
        <w:tc>
          <w:tcPr>
            <w:tcW w:w="1034" w:type="dxa"/>
            <w:vMerge/>
            <w:tcBorders>
              <w:left w:val="single" w:sz="4" w:space="0" w:color="auto"/>
              <w:right w:val="single" w:sz="4" w:space="0" w:color="auto"/>
            </w:tcBorders>
            <w:vAlign w:val="center"/>
          </w:tcPr>
          <w:p w14:paraId="22AC1C11"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3FBD7A30"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vAlign w:val="center"/>
          </w:tcPr>
          <w:p w14:paraId="63055E40" w14:textId="77777777" w:rsidR="0022566D" w:rsidRPr="00DF6DD6" w:rsidRDefault="0022566D" w:rsidP="0022566D">
            <w:pPr>
              <w:pStyle w:val="TAC"/>
              <w:keepNext w:val="0"/>
              <w:rPr>
                <w:lang w:val="en-US" w:eastAsia="zh-CN"/>
              </w:rPr>
            </w:pPr>
            <w:r w:rsidRPr="00DF6DD6">
              <w:rPr>
                <w:rFonts w:hint="eastAsia"/>
                <w:lang w:val="en-US" w:eastAsia="zh-CN"/>
              </w:rPr>
              <w:t>n257</w:t>
            </w:r>
          </w:p>
        </w:tc>
        <w:tc>
          <w:tcPr>
            <w:tcW w:w="725" w:type="dxa"/>
            <w:tcBorders>
              <w:left w:val="single" w:sz="4" w:space="0" w:color="auto"/>
              <w:right w:val="single" w:sz="4" w:space="0" w:color="auto"/>
            </w:tcBorders>
          </w:tcPr>
          <w:p w14:paraId="0EF7858A"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5FFD9CC8" w14:textId="3A00B7FD" w:rsidR="0022566D" w:rsidRPr="00DF6DD6" w:rsidRDefault="0022566D" w:rsidP="0022566D">
            <w:pPr>
              <w:pStyle w:val="TAC"/>
              <w:keepNext w:val="0"/>
              <w:rPr>
                <w:rFonts w:cs="Arial"/>
                <w:lang w:val="en-US" w:eastAsia="zh-CN"/>
              </w:rPr>
            </w:pPr>
            <w:r>
              <w:rPr>
                <w:rFonts w:cs="Arial"/>
                <w:lang w:eastAsia="ja-JP"/>
              </w:rPr>
              <w:t>CA_n257D</w:t>
            </w:r>
          </w:p>
        </w:tc>
        <w:tc>
          <w:tcPr>
            <w:tcW w:w="749" w:type="dxa"/>
            <w:vMerge/>
            <w:tcBorders>
              <w:left w:val="single" w:sz="4" w:space="0" w:color="auto"/>
              <w:right w:val="single" w:sz="4" w:space="0" w:color="auto"/>
            </w:tcBorders>
            <w:vAlign w:val="center"/>
          </w:tcPr>
          <w:p w14:paraId="1F749533" w14:textId="77777777" w:rsidR="0022566D" w:rsidRPr="00DF6DD6" w:rsidRDefault="0022566D" w:rsidP="0022566D">
            <w:pPr>
              <w:pStyle w:val="TAC"/>
              <w:keepNext w:val="0"/>
              <w:rPr>
                <w:rFonts w:eastAsia="Yu Mincho"/>
                <w:szCs w:val="18"/>
              </w:rPr>
            </w:pPr>
          </w:p>
        </w:tc>
      </w:tr>
      <w:tr w:rsidR="0022566D" w:rsidRPr="00DF6DD6" w14:paraId="52E77A8B" w14:textId="77777777" w:rsidTr="00CE2DED">
        <w:trPr>
          <w:trHeight w:val="148"/>
          <w:jc w:val="center"/>
        </w:trPr>
        <w:tc>
          <w:tcPr>
            <w:tcW w:w="1034" w:type="dxa"/>
            <w:vMerge w:val="restart"/>
            <w:tcBorders>
              <w:left w:val="single" w:sz="4" w:space="0" w:color="auto"/>
              <w:right w:val="single" w:sz="4" w:space="0" w:color="auto"/>
            </w:tcBorders>
            <w:vAlign w:val="center"/>
          </w:tcPr>
          <w:p w14:paraId="6AC7F675"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78C</w:t>
            </w:r>
            <w:r w:rsidRPr="00DF6DD6">
              <w:rPr>
                <w:lang w:val="en-US"/>
              </w:rPr>
              <w:t>-n</w:t>
            </w:r>
            <w:r w:rsidRPr="00DF6DD6">
              <w:rPr>
                <w:rFonts w:hint="eastAsia"/>
                <w:lang w:val="en-US" w:eastAsia="zh-CN"/>
              </w:rPr>
              <w:t>257E</w:t>
            </w:r>
          </w:p>
        </w:tc>
        <w:tc>
          <w:tcPr>
            <w:tcW w:w="1034" w:type="dxa"/>
            <w:vMerge w:val="restart"/>
            <w:tcBorders>
              <w:left w:val="single" w:sz="4" w:space="0" w:color="auto"/>
              <w:right w:val="single" w:sz="4" w:space="0" w:color="auto"/>
            </w:tcBorders>
            <w:vAlign w:val="center"/>
          </w:tcPr>
          <w:p w14:paraId="1446D986"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w:t>
            </w:r>
            <w:r w:rsidRPr="00DF6DD6">
              <w:rPr>
                <w:lang w:val="en-US"/>
              </w:rPr>
              <w:t>A</w:t>
            </w:r>
          </w:p>
        </w:tc>
        <w:tc>
          <w:tcPr>
            <w:tcW w:w="746" w:type="dxa"/>
            <w:tcBorders>
              <w:left w:val="single" w:sz="4" w:space="0" w:color="auto"/>
              <w:right w:val="single" w:sz="4" w:space="0" w:color="auto"/>
            </w:tcBorders>
          </w:tcPr>
          <w:p w14:paraId="7D139642" w14:textId="77777777" w:rsidR="0022566D" w:rsidRPr="00DF6DD6" w:rsidRDefault="0022566D" w:rsidP="0022566D">
            <w:pPr>
              <w:pStyle w:val="TAC"/>
              <w:keepNext w:val="0"/>
              <w:rPr>
                <w:lang w:val="en-US" w:eastAsia="zh-CN"/>
              </w:rPr>
            </w:pPr>
            <w:r w:rsidRPr="00DF6DD6">
              <w:rPr>
                <w:rFonts w:eastAsia="Yu Mincho"/>
              </w:rPr>
              <w:t>n7</w:t>
            </w:r>
            <w:r w:rsidRPr="00DF6DD6">
              <w:rPr>
                <w:rFonts w:hint="eastAsia"/>
                <w:lang w:eastAsia="zh-CN"/>
              </w:rPr>
              <w:t>8</w:t>
            </w:r>
          </w:p>
        </w:tc>
        <w:tc>
          <w:tcPr>
            <w:tcW w:w="725" w:type="dxa"/>
            <w:tcBorders>
              <w:left w:val="single" w:sz="4" w:space="0" w:color="auto"/>
              <w:right w:val="single" w:sz="4" w:space="0" w:color="auto"/>
            </w:tcBorders>
          </w:tcPr>
          <w:p w14:paraId="49F3B35B"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73786519" w14:textId="1E93704E" w:rsidR="0022566D" w:rsidRPr="00DF6DD6" w:rsidRDefault="0022566D" w:rsidP="0022566D">
            <w:pPr>
              <w:pStyle w:val="TAC"/>
              <w:keepNext w:val="0"/>
              <w:rPr>
                <w:rFonts w:cs="Arial"/>
                <w:lang w:val="en-US" w:eastAsia="zh-CN"/>
              </w:rPr>
            </w:pPr>
            <w:r>
              <w:rPr>
                <w:rFonts w:cs="Arial"/>
                <w:lang w:eastAsia="ja-JP"/>
              </w:rPr>
              <w:t>CA_n7</w:t>
            </w:r>
            <w:r>
              <w:rPr>
                <w:rFonts w:cs="Arial"/>
                <w:lang w:eastAsia="zh-CN"/>
              </w:rPr>
              <w:t>8</w:t>
            </w:r>
            <w:r>
              <w:rPr>
                <w:rFonts w:cs="Arial"/>
                <w:lang w:eastAsia="ja-JP"/>
              </w:rPr>
              <w:t>C</w:t>
            </w:r>
          </w:p>
        </w:tc>
        <w:tc>
          <w:tcPr>
            <w:tcW w:w="749" w:type="dxa"/>
            <w:vMerge w:val="restart"/>
            <w:tcBorders>
              <w:left w:val="single" w:sz="4" w:space="0" w:color="auto"/>
              <w:right w:val="single" w:sz="4" w:space="0" w:color="auto"/>
            </w:tcBorders>
            <w:vAlign w:val="center"/>
          </w:tcPr>
          <w:p w14:paraId="6CCB6B7D"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519D1C44" w14:textId="77777777" w:rsidTr="00CE2DED">
        <w:trPr>
          <w:trHeight w:val="148"/>
          <w:jc w:val="center"/>
        </w:trPr>
        <w:tc>
          <w:tcPr>
            <w:tcW w:w="1034" w:type="dxa"/>
            <w:vMerge/>
            <w:tcBorders>
              <w:left w:val="single" w:sz="4" w:space="0" w:color="auto"/>
              <w:right w:val="single" w:sz="4" w:space="0" w:color="auto"/>
            </w:tcBorders>
            <w:vAlign w:val="center"/>
          </w:tcPr>
          <w:p w14:paraId="15550223"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793FB1CF"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tcPr>
          <w:p w14:paraId="1B953BC7" w14:textId="77777777" w:rsidR="0022566D" w:rsidRPr="00DF6DD6" w:rsidRDefault="0022566D" w:rsidP="0022566D">
            <w:pPr>
              <w:pStyle w:val="TAC"/>
              <w:keepNext w:val="0"/>
              <w:rPr>
                <w:lang w:eastAsia="zh-CN"/>
              </w:rPr>
            </w:pPr>
            <w:r w:rsidRPr="00DF6DD6">
              <w:rPr>
                <w:rFonts w:hint="eastAsia"/>
                <w:lang w:eastAsia="zh-CN"/>
              </w:rPr>
              <w:t>n257</w:t>
            </w:r>
          </w:p>
        </w:tc>
        <w:tc>
          <w:tcPr>
            <w:tcW w:w="725" w:type="dxa"/>
            <w:tcBorders>
              <w:left w:val="single" w:sz="4" w:space="0" w:color="auto"/>
              <w:right w:val="single" w:sz="4" w:space="0" w:color="auto"/>
            </w:tcBorders>
          </w:tcPr>
          <w:p w14:paraId="60410B46"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4722F239" w14:textId="270BE46B" w:rsidR="0022566D" w:rsidRPr="00DF6DD6" w:rsidRDefault="0022566D" w:rsidP="0022566D">
            <w:pPr>
              <w:pStyle w:val="TAC"/>
              <w:keepNext w:val="0"/>
              <w:rPr>
                <w:rFonts w:cs="Arial"/>
                <w:lang w:val="en-US" w:eastAsia="zh-CN"/>
              </w:rPr>
            </w:pPr>
            <w:r>
              <w:rPr>
                <w:rFonts w:cs="Arial"/>
                <w:lang w:eastAsia="ja-JP"/>
              </w:rPr>
              <w:t>CA_n257</w:t>
            </w:r>
            <w:r>
              <w:rPr>
                <w:rFonts w:cs="Arial"/>
                <w:szCs w:val="18"/>
                <w:lang w:eastAsia="zh-CN"/>
              </w:rPr>
              <w:t>E</w:t>
            </w:r>
          </w:p>
        </w:tc>
        <w:tc>
          <w:tcPr>
            <w:tcW w:w="749" w:type="dxa"/>
            <w:vMerge/>
            <w:tcBorders>
              <w:left w:val="single" w:sz="4" w:space="0" w:color="auto"/>
              <w:right w:val="single" w:sz="4" w:space="0" w:color="auto"/>
            </w:tcBorders>
            <w:vAlign w:val="center"/>
          </w:tcPr>
          <w:p w14:paraId="22B33FA3" w14:textId="77777777" w:rsidR="0022566D" w:rsidRPr="00DF6DD6" w:rsidRDefault="0022566D" w:rsidP="0022566D">
            <w:pPr>
              <w:pStyle w:val="TAC"/>
              <w:keepNext w:val="0"/>
              <w:rPr>
                <w:rFonts w:eastAsia="Yu Mincho"/>
                <w:szCs w:val="18"/>
              </w:rPr>
            </w:pPr>
          </w:p>
        </w:tc>
      </w:tr>
      <w:tr w:rsidR="0022566D" w:rsidRPr="00DF6DD6" w14:paraId="60B36731" w14:textId="77777777" w:rsidTr="00CE2DED">
        <w:trPr>
          <w:trHeight w:val="148"/>
          <w:jc w:val="center"/>
        </w:trPr>
        <w:tc>
          <w:tcPr>
            <w:tcW w:w="1034" w:type="dxa"/>
            <w:vMerge w:val="restart"/>
            <w:tcBorders>
              <w:left w:val="single" w:sz="4" w:space="0" w:color="auto"/>
              <w:right w:val="single" w:sz="4" w:space="0" w:color="auto"/>
            </w:tcBorders>
            <w:vAlign w:val="center"/>
          </w:tcPr>
          <w:p w14:paraId="1352448F"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78C</w:t>
            </w:r>
            <w:r w:rsidRPr="00DF6DD6">
              <w:rPr>
                <w:lang w:val="en-US"/>
              </w:rPr>
              <w:t>-n</w:t>
            </w:r>
            <w:r w:rsidRPr="00DF6DD6">
              <w:rPr>
                <w:rFonts w:hint="eastAsia"/>
                <w:lang w:val="en-US" w:eastAsia="zh-CN"/>
              </w:rPr>
              <w:t>257F</w:t>
            </w:r>
          </w:p>
        </w:tc>
        <w:tc>
          <w:tcPr>
            <w:tcW w:w="1034" w:type="dxa"/>
            <w:vMerge w:val="restart"/>
            <w:tcBorders>
              <w:left w:val="single" w:sz="4" w:space="0" w:color="auto"/>
              <w:right w:val="single" w:sz="4" w:space="0" w:color="auto"/>
            </w:tcBorders>
            <w:vAlign w:val="center"/>
          </w:tcPr>
          <w:p w14:paraId="561CCBFC"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78</w:t>
            </w:r>
            <w:r w:rsidRPr="00DF6DD6">
              <w:rPr>
                <w:lang w:val="en-US"/>
              </w:rPr>
              <w:t>A-n</w:t>
            </w:r>
            <w:r w:rsidRPr="00DF6DD6">
              <w:rPr>
                <w:rFonts w:hint="eastAsia"/>
                <w:lang w:val="en-US" w:eastAsia="zh-CN"/>
              </w:rPr>
              <w:t>257</w:t>
            </w:r>
            <w:r w:rsidRPr="00DF6DD6">
              <w:rPr>
                <w:lang w:val="en-US"/>
              </w:rPr>
              <w:t>A</w:t>
            </w:r>
          </w:p>
        </w:tc>
        <w:tc>
          <w:tcPr>
            <w:tcW w:w="746" w:type="dxa"/>
            <w:tcBorders>
              <w:left w:val="single" w:sz="4" w:space="0" w:color="auto"/>
              <w:right w:val="single" w:sz="4" w:space="0" w:color="auto"/>
            </w:tcBorders>
          </w:tcPr>
          <w:p w14:paraId="29CA5891" w14:textId="77777777" w:rsidR="0022566D" w:rsidRPr="00DF6DD6" w:rsidRDefault="0022566D" w:rsidP="0022566D">
            <w:pPr>
              <w:pStyle w:val="TAC"/>
              <w:keepNext w:val="0"/>
              <w:rPr>
                <w:lang w:val="en-US" w:eastAsia="zh-CN"/>
              </w:rPr>
            </w:pPr>
            <w:r w:rsidRPr="00DF6DD6">
              <w:rPr>
                <w:rFonts w:eastAsia="Yu Mincho"/>
              </w:rPr>
              <w:t>n7</w:t>
            </w:r>
            <w:r w:rsidRPr="00DF6DD6">
              <w:rPr>
                <w:rFonts w:hint="eastAsia"/>
                <w:lang w:eastAsia="zh-CN"/>
              </w:rPr>
              <w:t>8</w:t>
            </w:r>
          </w:p>
        </w:tc>
        <w:tc>
          <w:tcPr>
            <w:tcW w:w="725" w:type="dxa"/>
            <w:tcBorders>
              <w:left w:val="single" w:sz="4" w:space="0" w:color="auto"/>
              <w:right w:val="single" w:sz="4" w:space="0" w:color="auto"/>
            </w:tcBorders>
          </w:tcPr>
          <w:p w14:paraId="2675DD96"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52B47A3B" w14:textId="4627A077" w:rsidR="0022566D" w:rsidRPr="00DF6DD6" w:rsidRDefault="0022566D" w:rsidP="0022566D">
            <w:pPr>
              <w:pStyle w:val="TAC"/>
              <w:keepNext w:val="0"/>
              <w:rPr>
                <w:rFonts w:cs="Arial"/>
                <w:lang w:val="en-US" w:eastAsia="zh-CN"/>
              </w:rPr>
            </w:pPr>
            <w:r>
              <w:rPr>
                <w:rFonts w:cs="Arial"/>
                <w:lang w:eastAsia="ja-JP"/>
              </w:rPr>
              <w:t>CA_n7</w:t>
            </w:r>
            <w:r>
              <w:rPr>
                <w:rFonts w:cs="Arial"/>
                <w:lang w:eastAsia="zh-CN"/>
              </w:rPr>
              <w:t>8</w:t>
            </w:r>
            <w:r>
              <w:rPr>
                <w:rFonts w:cs="Arial"/>
                <w:lang w:eastAsia="ja-JP"/>
              </w:rPr>
              <w:t>C</w:t>
            </w:r>
          </w:p>
        </w:tc>
        <w:tc>
          <w:tcPr>
            <w:tcW w:w="749" w:type="dxa"/>
            <w:vMerge w:val="restart"/>
            <w:tcBorders>
              <w:left w:val="single" w:sz="4" w:space="0" w:color="auto"/>
              <w:right w:val="single" w:sz="4" w:space="0" w:color="auto"/>
            </w:tcBorders>
            <w:vAlign w:val="center"/>
          </w:tcPr>
          <w:p w14:paraId="70C2152E"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2DEB7F6B" w14:textId="77777777" w:rsidTr="00CE2DED">
        <w:trPr>
          <w:trHeight w:val="148"/>
          <w:jc w:val="center"/>
        </w:trPr>
        <w:tc>
          <w:tcPr>
            <w:tcW w:w="1034" w:type="dxa"/>
            <w:vMerge/>
            <w:tcBorders>
              <w:left w:val="single" w:sz="4" w:space="0" w:color="auto"/>
              <w:right w:val="single" w:sz="4" w:space="0" w:color="auto"/>
            </w:tcBorders>
            <w:vAlign w:val="center"/>
          </w:tcPr>
          <w:p w14:paraId="5D8AA8C7"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2B79BC4D"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tcPr>
          <w:p w14:paraId="78399FEC" w14:textId="77777777" w:rsidR="0022566D" w:rsidRPr="00DF6DD6" w:rsidRDefault="0022566D" w:rsidP="0022566D">
            <w:pPr>
              <w:pStyle w:val="TAC"/>
              <w:keepNext w:val="0"/>
              <w:rPr>
                <w:lang w:eastAsia="zh-CN"/>
              </w:rPr>
            </w:pPr>
            <w:r w:rsidRPr="00DF6DD6">
              <w:rPr>
                <w:rFonts w:hint="eastAsia"/>
                <w:lang w:eastAsia="zh-CN"/>
              </w:rPr>
              <w:t>n257</w:t>
            </w:r>
          </w:p>
        </w:tc>
        <w:tc>
          <w:tcPr>
            <w:tcW w:w="725" w:type="dxa"/>
            <w:tcBorders>
              <w:left w:val="single" w:sz="4" w:space="0" w:color="auto"/>
              <w:right w:val="single" w:sz="4" w:space="0" w:color="auto"/>
            </w:tcBorders>
          </w:tcPr>
          <w:p w14:paraId="43D77CB1"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55B92BA7" w14:textId="14E8441E" w:rsidR="0022566D" w:rsidRPr="00DF6DD6" w:rsidRDefault="0022566D" w:rsidP="0022566D">
            <w:pPr>
              <w:pStyle w:val="TAC"/>
              <w:keepNext w:val="0"/>
              <w:rPr>
                <w:rFonts w:cs="Arial"/>
                <w:lang w:val="en-US" w:eastAsia="zh-CN"/>
              </w:rPr>
            </w:pPr>
            <w:r>
              <w:rPr>
                <w:rFonts w:cs="Arial"/>
                <w:lang w:eastAsia="ja-JP"/>
              </w:rPr>
              <w:t>CA_n257</w:t>
            </w:r>
            <w:r>
              <w:rPr>
                <w:rFonts w:cs="Arial"/>
                <w:szCs w:val="18"/>
                <w:lang w:eastAsia="zh-CN"/>
              </w:rPr>
              <w:t>F</w:t>
            </w:r>
          </w:p>
        </w:tc>
        <w:tc>
          <w:tcPr>
            <w:tcW w:w="749" w:type="dxa"/>
            <w:vMerge/>
            <w:tcBorders>
              <w:left w:val="single" w:sz="4" w:space="0" w:color="auto"/>
              <w:right w:val="single" w:sz="4" w:space="0" w:color="auto"/>
            </w:tcBorders>
            <w:vAlign w:val="center"/>
          </w:tcPr>
          <w:p w14:paraId="3BCC7684" w14:textId="77777777" w:rsidR="0022566D" w:rsidRPr="00DF6DD6" w:rsidRDefault="0022566D" w:rsidP="0022566D">
            <w:pPr>
              <w:pStyle w:val="TAC"/>
              <w:keepNext w:val="0"/>
              <w:rPr>
                <w:rFonts w:eastAsia="Yu Mincho"/>
                <w:szCs w:val="18"/>
              </w:rPr>
            </w:pPr>
          </w:p>
        </w:tc>
      </w:tr>
      <w:tr w:rsidR="0022566D" w:rsidRPr="00DF6DD6" w14:paraId="4C66B810" w14:textId="77777777" w:rsidTr="00CE2DED">
        <w:trPr>
          <w:trHeight w:val="148"/>
          <w:jc w:val="center"/>
        </w:trPr>
        <w:tc>
          <w:tcPr>
            <w:tcW w:w="1034" w:type="dxa"/>
            <w:vMerge w:val="restart"/>
            <w:tcBorders>
              <w:left w:val="single" w:sz="4" w:space="0" w:color="auto"/>
              <w:right w:val="single" w:sz="4" w:space="0" w:color="auto"/>
            </w:tcBorders>
            <w:vAlign w:val="center"/>
          </w:tcPr>
          <w:p w14:paraId="3E840111"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w:t>
            </w:r>
            <w:r w:rsidRPr="00DF6DD6">
              <w:rPr>
                <w:lang w:val="en-US"/>
              </w:rPr>
              <w:t>A</w:t>
            </w:r>
          </w:p>
        </w:tc>
        <w:tc>
          <w:tcPr>
            <w:tcW w:w="1034" w:type="dxa"/>
            <w:vMerge w:val="restart"/>
            <w:tcBorders>
              <w:left w:val="single" w:sz="4" w:space="0" w:color="auto"/>
              <w:right w:val="single" w:sz="4" w:space="0" w:color="auto"/>
            </w:tcBorders>
            <w:vAlign w:val="center"/>
          </w:tcPr>
          <w:p w14:paraId="6929B0CE"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w:t>
            </w:r>
            <w:r w:rsidRPr="00DF6DD6">
              <w:rPr>
                <w:lang w:val="en-US"/>
              </w:rPr>
              <w:t>A</w:t>
            </w:r>
          </w:p>
        </w:tc>
        <w:tc>
          <w:tcPr>
            <w:tcW w:w="746" w:type="dxa"/>
            <w:vMerge w:val="restart"/>
            <w:tcBorders>
              <w:left w:val="single" w:sz="4" w:space="0" w:color="auto"/>
              <w:right w:val="single" w:sz="4" w:space="0" w:color="auto"/>
            </w:tcBorders>
            <w:vAlign w:val="center"/>
          </w:tcPr>
          <w:p w14:paraId="7F70C18C" w14:textId="77777777" w:rsidR="0022566D" w:rsidRPr="00DF6DD6" w:rsidRDefault="0022566D" w:rsidP="0022566D">
            <w:pPr>
              <w:pStyle w:val="TAC"/>
              <w:keepNext w:val="0"/>
              <w:rPr>
                <w:lang w:val="en-US" w:eastAsia="zh-CN"/>
              </w:rPr>
            </w:pPr>
            <w:r w:rsidRPr="00DF6DD6">
              <w:rPr>
                <w:rFonts w:hint="eastAsia"/>
                <w:lang w:val="en-US" w:eastAsia="zh-CN"/>
              </w:rPr>
              <w:t>n</w:t>
            </w:r>
            <w:r w:rsidRPr="00DF6DD6">
              <w:rPr>
                <w:rFonts w:hint="eastAsia"/>
                <w:lang w:eastAsia="zh-CN"/>
              </w:rPr>
              <w:t>79</w:t>
            </w:r>
          </w:p>
        </w:tc>
        <w:tc>
          <w:tcPr>
            <w:tcW w:w="725" w:type="dxa"/>
            <w:tcBorders>
              <w:top w:val="single" w:sz="4" w:space="0" w:color="auto"/>
              <w:left w:val="single" w:sz="4" w:space="0" w:color="auto"/>
              <w:bottom w:val="single" w:sz="4" w:space="0" w:color="auto"/>
              <w:right w:val="single" w:sz="4" w:space="0" w:color="auto"/>
            </w:tcBorders>
          </w:tcPr>
          <w:p w14:paraId="23BE1B96" w14:textId="77777777" w:rsidR="0022566D" w:rsidRPr="00DF6DD6" w:rsidRDefault="0022566D" w:rsidP="0022566D">
            <w:pPr>
              <w:pStyle w:val="TAC"/>
              <w:keepNext w:val="0"/>
              <w:rPr>
                <w:lang w:val="en-US"/>
              </w:rPr>
            </w:pPr>
            <w:r w:rsidRPr="00DF6DD6">
              <w:t>15</w:t>
            </w:r>
          </w:p>
        </w:tc>
        <w:tc>
          <w:tcPr>
            <w:tcW w:w="477" w:type="dxa"/>
            <w:tcBorders>
              <w:top w:val="single" w:sz="4" w:space="0" w:color="auto"/>
              <w:left w:val="single" w:sz="4" w:space="0" w:color="auto"/>
              <w:bottom w:val="single" w:sz="4" w:space="0" w:color="auto"/>
              <w:right w:val="single" w:sz="4" w:space="0" w:color="auto"/>
            </w:tcBorders>
          </w:tcPr>
          <w:p w14:paraId="4F35098E"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40BC720A" w14:textId="3AF572C6" w:rsidR="0022566D" w:rsidRPr="00DF6DD6" w:rsidRDefault="0022566D" w:rsidP="0022566D">
            <w:pPr>
              <w:pStyle w:val="TAC"/>
              <w:keepNext w:val="0"/>
              <w:rPr>
                <w:rFonts w:cs="Arial"/>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186FC13A" w14:textId="7540F024" w:rsidR="0022566D" w:rsidRPr="00DF6DD6" w:rsidRDefault="0022566D" w:rsidP="0022566D">
            <w:pPr>
              <w:pStyle w:val="TAC"/>
              <w:keepNext w:val="0"/>
              <w:rPr>
                <w:rFonts w:cs="Arial"/>
                <w:lang w:val="en-US" w:eastAsia="zh-CN"/>
              </w:rPr>
            </w:pPr>
          </w:p>
        </w:tc>
        <w:tc>
          <w:tcPr>
            <w:tcW w:w="708" w:type="dxa"/>
            <w:tcBorders>
              <w:top w:val="single" w:sz="4" w:space="0" w:color="auto"/>
              <w:left w:val="single" w:sz="4" w:space="0" w:color="auto"/>
              <w:bottom w:val="single" w:sz="4" w:space="0" w:color="auto"/>
              <w:right w:val="single" w:sz="4" w:space="0" w:color="auto"/>
            </w:tcBorders>
            <w:vAlign w:val="center"/>
          </w:tcPr>
          <w:p w14:paraId="12548E83" w14:textId="57498997" w:rsidR="0022566D" w:rsidRPr="00DF6DD6" w:rsidRDefault="0022566D" w:rsidP="0022566D">
            <w:pPr>
              <w:pStyle w:val="TAC"/>
              <w:keepNext w:val="0"/>
              <w:rPr>
                <w:rFonts w:cs="Arial"/>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50EBF328"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6DC2EE2"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7FF566A" w14:textId="77777777" w:rsidR="0022566D" w:rsidRPr="00DF6DD6" w:rsidRDefault="0022566D" w:rsidP="0022566D">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vAlign w:val="center"/>
          </w:tcPr>
          <w:p w14:paraId="29A2F0D5"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tcPr>
          <w:p w14:paraId="21B32759"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vAlign w:val="center"/>
          </w:tcPr>
          <w:p w14:paraId="6AFDEA6D" w14:textId="787AFFC5"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tcPr>
          <w:p w14:paraId="2A1749A4"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5A70DDBC" w14:textId="77777777" w:rsidR="0022566D" w:rsidRPr="00DF6DD6" w:rsidRDefault="0022566D" w:rsidP="0022566D">
            <w:pPr>
              <w:pStyle w:val="TAC"/>
              <w:keepNext w:val="0"/>
              <w:rPr>
                <w:rFonts w:eastAsia="Yu Mincho"/>
                <w:szCs w:val="18"/>
              </w:rPr>
            </w:pPr>
          </w:p>
        </w:tc>
        <w:tc>
          <w:tcPr>
            <w:tcW w:w="749" w:type="dxa"/>
            <w:vMerge w:val="restart"/>
            <w:tcBorders>
              <w:left w:val="single" w:sz="4" w:space="0" w:color="auto"/>
              <w:right w:val="single" w:sz="4" w:space="0" w:color="auto"/>
            </w:tcBorders>
            <w:vAlign w:val="center"/>
          </w:tcPr>
          <w:p w14:paraId="36F7683D"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0DFB0455" w14:textId="77777777" w:rsidTr="00CE2DED">
        <w:trPr>
          <w:trHeight w:val="148"/>
          <w:jc w:val="center"/>
        </w:trPr>
        <w:tc>
          <w:tcPr>
            <w:tcW w:w="1034" w:type="dxa"/>
            <w:vMerge/>
            <w:tcBorders>
              <w:left w:val="single" w:sz="4" w:space="0" w:color="auto"/>
              <w:right w:val="single" w:sz="4" w:space="0" w:color="auto"/>
            </w:tcBorders>
            <w:vAlign w:val="center"/>
          </w:tcPr>
          <w:p w14:paraId="1BB017BB"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4D8B1336"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6B6CD3E2"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49097A10" w14:textId="77777777" w:rsidR="0022566D" w:rsidRPr="00DF6DD6" w:rsidRDefault="0022566D" w:rsidP="0022566D">
            <w:pPr>
              <w:pStyle w:val="TAC"/>
              <w:keepNext w:val="0"/>
              <w:rPr>
                <w:lang w:val="en-US"/>
              </w:rPr>
            </w:pPr>
            <w:r w:rsidRPr="00DF6DD6">
              <w:t>30</w:t>
            </w:r>
          </w:p>
        </w:tc>
        <w:tc>
          <w:tcPr>
            <w:tcW w:w="477" w:type="dxa"/>
            <w:tcBorders>
              <w:top w:val="single" w:sz="4" w:space="0" w:color="auto"/>
              <w:left w:val="single" w:sz="4" w:space="0" w:color="auto"/>
              <w:bottom w:val="single" w:sz="4" w:space="0" w:color="auto"/>
              <w:right w:val="single" w:sz="4" w:space="0" w:color="auto"/>
            </w:tcBorders>
          </w:tcPr>
          <w:p w14:paraId="0B9CA67C"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13ABA164" w14:textId="3B305114"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3A5B319A" w14:textId="47A34355" w:rsidR="0022566D" w:rsidRPr="00DF6DD6" w:rsidRDefault="0022566D" w:rsidP="0022566D">
            <w:pPr>
              <w:pStyle w:val="TAC"/>
              <w:keepNext w:val="0"/>
              <w:rPr>
                <w:rFonts w:cs="Arial"/>
                <w:lang w:eastAsia="ja-JP"/>
              </w:rPr>
            </w:pPr>
          </w:p>
        </w:tc>
        <w:tc>
          <w:tcPr>
            <w:tcW w:w="708" w:type="dxa"/>
            <w:tcBorders>
              <w:top w:val="single" w:sz="4" w:space="0" w:color="auto"/>
              <w:left w:val="single" w:sz="4" w:space="0" w:color="auto"/>
              <w:bottom w:val="single" w:sz="4" w:space="0" w:color="auto"/>
              <w:right w:val="single" w:sz="4" w:space="0" w:color="auto"/>
            </w:tcBorders>
            <w:vAlign w:val="center"/>
          </w:tcPr>
          <w:p w14:paraId="578AA43B" w14:textId="5D5AF044"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7CCB499D"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DD4189A"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CC09C7E"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344071BB"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2E359E43"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vAlign w:val="center"/>
          </w:tcPr>
          <w:p w14:paraId="2757D266" w14:textId="0E3BFBC0"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6F2F671F"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089408D3"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3223442B" w14:textId="77777777" w:rsidR="0022566D" w:rsidRPr="00DF6DD6" w:rsidRDefault="0022566D" w:rsidP="0022566D">
            <w:pPr>
              <w:pStyle w:val="TAC"/>
              <w:keepNext w:val="0"/>
              <w:rPr>
                <w:rFonts w:eastAsia="Yu Mincho"/>
                <w:szCs w:val="18"/>
              </w:rPr>
            </w:pPr>
          </w:p>
        </w:tc>
      </w:tr>
      <w:tr w:rsidR="0022566D" w:rsidRPr="00DF6DD6" w14:paraId="4F5B1AE9" w14:textId="77777777" w:rsidTr="00CE2DED">
        <w:trPr>
          <w:trHeight w:val="148"/>
          <w:jc w:val="center"/>
        </w:trPr>
        <w:tc>
          <w:tcPr>
            <w:tcW w:w="1034" w:type="dxa"/>
            <w:vMerge/>
            <w:tcBorders>
              <w:left w:val="single" w:sz="4" w:space="0" w:color="auto"/>
              <w:right w:val="single" w:sz="4" w:space="0" w:color="auto"/>
            </w:tcBorders>
            <w:vAlign w:val="center"/>
          </w:tcPr>
          <w:p w14:paraId="71E1FB21"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056C216B"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204AC63D"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6FA3C6C2" w14:textId="77777777" w:rsidR="0022566D" w:rsidRPr="00DF6DD6" w:rsidRDefault="0022566D" w:rsidP="0022566D">
            <w:pPr>
              <w:pStyle w:val="TAC"/>
              <w:keepNext w:val="0"/>
              <w:rPr>
                <w:lang w:val="en-US"/>
              </w:rPr>
            </w:pPr>
            <w:r w:rsidRPr="00DF6DD6">
              <w:t>60</w:t>
            </w:r>
          </w:p>
        </w:tc>
        <w:tc>
          <w:tcPr>
            <w:tcW w:w="477" w:type="dxa"/>
            <w:tcBorders>
              <w:top w:val="single" w:sz="4" w:space="0" w:color="auto"/>
              <w:left w:val="single" w:sz="4" w:space="0" w:color="auto"/>
              <w:bottom w:val="single" w:sz="4" w:space="0" w:color="auto"/>
              <w:right w:val="single" w:sz="4" w:space="0" w:color="auto"/>
            </w:tcBorders>
          </w:tcPr>
          <w:p w14:paraId="790CEDF2"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0011454B" w14:textId="04C0391F"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319C02C6" w14:textId="5D5C1AA0" w:rsidR="0022566D" w:rsidRPr="00DF6DD6" w:rsidRDefault="0022566D" w:rsidP="0022566D">
            <w:pPr>
              <w:pStyle w:val="TAC"/>
              <w:keepNext w:val="0"/>
              <w:rPr>
                <w:rFonts w:cs="Arial"/>
                <w:lang w:eastAsia="ja-JP"/>
              </w:rPr>
            </w:pPr>
          </w:p>
        </w:tc>
        <w:tc>
          <w:tcPr>
            <w:tcW w:w="708" w:type="dxa"/>
            <w:tcBorders>
              <w:top w:val="single" w:sz="4" w:space="0" w:color="auto"/>
              <w:left w:val="single" w:sz="4" w:space="0" w:color="auto"/>
              <w:bottom w:val="single" w:sz="4" w:space="0" w:color="auto"/>
              <w:right w:val="single" w:sz="4" w:space="0" w:color="auto"/>
            </w:tcBorders>
            <w:vAlign w:val="center"/>
          </w:tcPr>
          <w:p w14:paraId="49232612" w14:textId="31764717"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6478543B" w14:textId="77777777" w:rsidR="0022566D" w:rsidRPr="00DF6DD6" w:rsidRDefault="0022566D" w:rsidP="0022566D">
            <w:pPr>
              <w:pStyle w:val="TAC"/>
              <w:keepNext w:val="0"/>
              <w:rPr>
                <w:rFonts w:cs="Arial"/>
                <w:lang w:val="sv-SE" w:eastAsia="ja-JP"/>
              </w:rPr>
            </w:pPr>
            <w:r w:rsidRPr="00DF6DD6">
              <w:rPr>
                <w:rFonts w:cs="Arial" w:hint="eastAsia"/>
                <w:lang w:val="sv-SE"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7445783"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3DE3501"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4EA416F1"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138217FA"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vAlign w:val="center"/>
          </w:tcPr>
          <w:p w14:paraId="08110282" w14:textId="51CF29C4"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0F99D85F"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1C0E6F42"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70CEFA09" w14:textId="77777777" w:rsidR="0022566D" w:rsidRPr="00DF6DD6" w:rsidRDefault="0022566D" w:rsidP="0022566D">
            <w:pPr>
              <w:pStyle w:val="TAC"/>
              <w:keepNext w:val="0"/>
              <w:rPr>
                <w:rFonts w:eastAsia="Yu Mincho"/>
                <w:szCs w:val="18"/>
              </w:rPr>
            </w:pPr>
          </w:p>
        </w:tc>
      </w:tr>
      <w:tr w:rsidR="0022566D" w:rsidRPr="00DF6DD6" w14:paraId="27E06108" w14:textId="77777777" w:rsidTr="00CE2DED">
        <w:trPr>
          <w:trHeight w:val="148"/>
          <w:jc w:val="center"/>
        </w:trPr>
        <w:tc>
          <w:tcPr>
            <w:tcW w:w="1034" w:type="dxa"/>
            <w:vMerge/>
            <w:tcBorders>
              <w:left w:val="single" w:sz="4" w:space="0" w:color="auto"/>
              <w:right w:val="single" w:sz="4" w:space="0" w:color="auto"/>
            </w:tcBorders>
            <w:vAlign w:val="center"/>
          </w:tcPr>
          <w:p w14:paraId="75244F5B"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0D0559C9" w14:textId="77777777" w:rsidR="0022566D" w:rsidRPr="00DF6DD6" w:rsidRDefault="0022566D" w:rsidP="0022566D">
            <w:pPr>
              <w:pStyle w:val="TAC"/>
              <w:keepNext w:val="0"/>
              <w:rPr>
                <w:lang w:val="en-US"/>
              </w:rPr>
            </w:pPr>
          </w:p>
        </w:tc>
        <w:tc>
          <w:tcPr>
            <w:tcW w:w="746" w:type="dxa"/>
            <w:vMerge w:val="restart"/>
            <w:tcBorders>
              <w:left w:val="single" w:sz="4" w:space="0" w:color="auto"/>
              <w:right w:val="single" w:sz="4" w:space="0" w:color="auto"/>
            </w:tcBorders>
            <w:vAlign w:val="center"/>
          </w:tcPr>
          <w:p w14:paraId="21523416" w14:textId="77777777" w:rsidR="0022566D" w:rsidRPr="00DF6DD6" w:rsidRDefault="0022566D" w:rsidP="0022566D">
            <w:pPr>
              <w:pStyle w:val="TAC"/>
              <w:keepNext w:val="0"/>
              <w:rPr>
                <w:lang w:val="en-US" w:eastAsia="zh-CN"/>
              </w:rPr>
            </w:pPr>
            <w:r w:rsidRPr="00DF6DD6">
              <w:rPr>
                <w:rFonts w:hint="eastAsia"/>
                <w:lang w:val="en-US" w:eastAsia="zh-CN"/>
              </w:rPr>
              <w:t>n</w:t>
            </w:r>
            <w:r w:rsidRPr="00DF6DD6">
              <w:rPr>
                <w:rFonts w:hint="eastAsia"/>
                <w:lang w:eastAsia="zh-CN"/>
              </w:rPr>
              <w:t>257</w:t>
            </w:r>
          </w:p>
        </w:tc>
        <w:tc>
          <w:tcPr>
            <w:tcW w:w="725" w:type="dxa"/>
            <w:tcBorders>
              <w:top w:val="single" w:sz="4" w:space="0" w:color="auto"/>
              <w:left w:val="single" w:sz="4" w:space="0" w:color="auto"/>
              <w:bottom w:val="single" w:sz="4" w:space="0" w:color="auto"/>
              <w:right w:val="single" w:sz="4" w:space="0" w:color="auto"/>
            </w:tcBorders>
          </w:tcPr>
          <w:p w14:paraId="69A4EF14" w14:textId="77777777" w:rsidR="0022566D" w:rsidRPr="00DF6DD6" w:rsidRDefault="0022566D" w:rsidP="0022566D">
            <w:pPr>
              <w:pStyle w:val="TAC"/>
              <w:keepNext w:val="0"/>
              <w:rPr>
                <w:lang w:val="en-US" w:eastAsia="zh-CN"/>
              </w:rPr>
            </w:pPr>
            <w:r w:rsidRPr="00DF6DD6">
              <w:rPr>
                <w:rFonts w:hint="eastAsia"/>
                <w:lang w:eastAsia="zh-CN"/>
              </w:rPr>
              <w:t>60</w:t>
            </w:r>
          </w:p>
        </w:tc>
        <w:tc>
          <w:tcPr>
            <w:tcW w:w="477" w:type="dxa"/>
            <w:tcBorders>
              <w:top w:val="single" w:sz="4" w:space="0" w:color="auto"/>
              <w:left w:val="single" w:sz="4" w:space="0" w:color="auto"/>
              <w:bottom w:val="single" w:sz="4" w:space="0" w:color="auto"/>
              <w:right w:val="single" w:sz="4" w:space="0" w:color="auto"/>
            </w:tcBorders>
          </w:tcPr>
          <w:p w14:paraId="7774D038"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5764DB25"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337FC5F" w14:textId="77777777" w:rsidR="0022566D" w:rsidRPr="00DF6DD6" w:rsidRDefault="0022566D" w:rsidP="0022566D">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25D9B1DD"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B892D99" w14:textId="77777777" w:rsidR="0022566D" w:rsidRPr="00DF6DD6" w:rsidRDefault="0022566D" w:rsidP="0022566D">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48A716E8"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4D269155" w14:textId="77777777" w:rsidR="0022566D" w:rsidRPr="00DF6DD6" w:rsidRDefault="0022566D" w:rsidP="0022566D">
            <w:pPr>
              <w:pStyle w:val="TAC"/>
              <w:keepNext w:val="0"/>
              <w:rPr>
                <w:lang w:eastAsia="ja-JP"/>
              </w:rPr>
            </w:pPr>
          </w:p>
        </w:tc>
        <w:tc>
          <w:tcPr>
            <w:tcW w:w="650" w:type="dxa"/>
            <w:tcBorders>
              <w:top w:val="single" w:sz="4" w:space="0" w:color="auto"/>
              <w:left w:val="single" w:sz="4" w:space="0" w:color="auto"/>
              <w:bottom w:val="single" w:sz="4" w:space="0" w:color="auto"/>
              <w:right w:val="single" w:sz="4" w:space="0" w:color="auto"/>
            </w:tcBorders>
          </w:tcPr>
          <w:p w14:paraId="5BA2358E" w14:textId="77777777" w:rsidR="0022566D" w:rsidRPr="00DF6DD6" w:rsidRDefault="0022566D" w:rsidP="0022566D">
            <w:pPr>
              <w:pStyle w:val="TAC"/>
              <w:keepNext w:val="0"/>
              <w:rPr>
                <w:lang w:eastAsia="ja-JP"/>
              </w:rPr>
            </w:pPr>
          </w:p>
        </w:tc>
        <w:tc>
          <w:tcPr>
            <w:tcW w:w="625" w:type="dxa"/>
            <w:tcBorders>
              <w:top w:val="single" w:sz="4" w:space="0" w:color="auto"/>
              <w:left w:val="single" w:sz="4" w:space="0" w:color="auto"/>
              <w:bottom w:val="single" w:sz="4" w:space="0" w:color="auto"/>
              <w:right w:val="single" w:sz="4" w:space="0" w:color="auto"/>
            </w:tcBorders>
          </w:tcPr>
          <w:p w14:paraId="1DA12968" w14:textId="77777777" w:rsidR="0022566D" w:rsidRPr="00DF6DD6" w:rsidRDefault="0022566D" w:rsidP="0022566D">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78ED73F4" w14:textId="1B1C0965"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8866302"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669117DE" w14:textId="77777777" w:rsidR="0022566D" w:rsidRPr="00DF6DD6" w:rsidRDefault="0022566D" w:rsidP="0022566D">
            <w:pPr>
              <w:pStyle w:val="TAC"/>
              <w:keepNext w:val="0"/>
              <w:rPr>
                <w:rFonts w:cs="Arial"/>
                <w:lang w:val="sv-SE"/>
              </w:rPr>
            </w:pPr>
          </w:p>
        </w:tc>
        <w:tc>
          <w:tcPr>
            <w:tcW w:w="749" w:type="dxa"/>
            <w:vMerge/>
            <w:tcBorders>
              <w:left w:val="single" w:sz="4" w:space="0" w:color="auto"/>
              <w:right w:val="single" w:sz="4" w:space="0" w:color="auto"/>
            </w:tcBorders>
            <w:vAlign w:val="center"/>
          </w:tcPr>
          <w:p w14:paraId="674D9F2D" w14:textId="77777777" w:rsidR="0022566D" w:rsidRPr="00DF6DD6" w:rsidRDefault="0022566D" w:rsidP="0022566D">
            <w:pPr>
              <w:pStyle w:val="TAC"/>
              <w:keepNext w:val="0"/>
              <w:rPr>
                <w:rFonts w:eastAsia="Yu Mincho"/>
                <w:szCs w:val="18"/>
              </w:rPr>
            </w:pPr>
          </w:p>
        </w:tc>
      </w:tr>
      <w:tr w:rsidR="0022566D" w:rsidRPr="00DF6DD6" w14:paraId="4B273838" w14:textId="77777777" w:rsidTr="00CE2DED">
        <w:trPr>
          <w:trHeight w:val="148"/>
          <w:jc w:val="center"/>
        </w:trPr>
        <w:tc>
          <w:tcPr>
            <w:tcW w:w="1034" w:type="dxa"/>
            <w:vMerge/>
            <w:tcBorders>
              <w:left w:val="single" w:sz="4" w:space="0" w:color="auto"/>
              <w:right w:val="single" w:sz="4" w:space="0" w:color="auto"/>
            </w:tcBorders>
            <w:vAlign w:val="center"/>
          </w:tcPr>
          <w:p w14:paraId="65F74805"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5A92D908"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4E9CF35A"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7630AFAA" w14:textId="77777777" w:rsidR="0022566D" w:rsidRPr="00DF6DD6" w:rsidRDefault="0022566D" w:rsidP="0022566D">
            <w:pPr>
              <w:pStyle w:val="TAC"/>
              <w:keepNext w:val="0"/>
              <w:rPr>
                <w:lang w:val="en-US" w:eastAsia="zh-CN"/>
              </w:rPr>
            </w:pPr>
            <w:r w:rsidRPr="00DF6DD6">
              <w:rPr>
                <w:rFonts w:hint="eastAsia"/>
                <w:lang w:val="en-US" w:eastAsia="zh-CN"/>
              </w:rPr>
              <w:t>120</w:t>
            </w:r>
          </w:p>
        </w:tc>
        <w:tc>
          <w:tcPr>
            <w:tcW w:w="477" w:type="dxa"/>
            <w:tcBorders>
              <w:top w:val="single" w:sz="4" w:space="0" w:color="auto"/>
              <w:left w:val="single" w:sz="4" w:space="0" w:color="auto"/>
              <w:bottom w:val="single" w:sz="4" w:space="0" w:color="auto"/>
              <w:right w:val="single" w:sz="4" w:space="0" w:color="auto"/>
            </w:tcBorders>
          </w:tcPr>
          <w:p w14:paraId="44D00325"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7B157BFA"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02422859" w14:textId="77777777" w:rsidR="0022566D" w:rsidRPr="00DF6DD6" w:rsidRDefault="0022566D" w:rsidP="0022566D">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3F12A1FE"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8DD67F0" w14:textId="77777777" w:rsidR="0022566D" w:rsidRPr="00DF6DD6" w:rsidRDefault="0022566D" w:rsidP="0022566D">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70E94AC9"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0E6F0BD" w14:textId="77777777" w:rsidR="0022566D" w:rsidRPr="00DF6DD6" w:rsidRDefault="0022566D" w:rsidP="0022566D">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76AE55E7" w14:textId="77777777" w:rsidR="0022566D" w:rsidRPr="00DF6DD6" w:rsidRDefault="0022566D" w:rsidP="0022566D">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1109A211" w14:textId="77777777" w:rsidR="0022566D" w:rsidRPr="00DF6DD6" w:rsidRDefault="0022566D" w:rsidP="0022566D">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1922778E" w14:textId="22A0E1F8"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A514725"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7B2337FF"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49" w:type="dxa"/>
            <w:vMerge/>
            <w:tcBorders>
              <w:left w:val="single" w:sz="4" w:space="0" w:color="auto"/>
              <w:right w:val="single" w:sz="4" w:space="0" w:color="auto"/>
            </w:tcBorders>
            <w:vAlign w:val="center"/>
          </w:tcPr>
          <w:p w14:paraId="11281E83" w14:textId="77777777" w:rsidR="0022566D" w:rsidRPr="00DF6DD6" w:rsidRDefault="0022566D" w:rsidP="0022566D">
            <w:pPr>
              <w:pStyle w:val="TAC"/>
              <w:keepNext w:val="0"/>
              <w:rPr>
                <w:rFonts w:eastAsia="Yu Mincho"/>
                <w:szCs w:val="18"/>
              </w:rPr>
            </w:pPr>
          </w:p>
        </w:tc>
      </w:tr>
      <w:tr w:rsidR="0022566D" w:rsidRPr="00DF6DD6" w14:paraId="48133571" w14:textId="77777777" w:rsidTr="00CE2DED">
        <w:trPr>
          <w:trHeight w:val="148"/>
          <w:jc w:val="center"/>
        </w:trPr>
        <w:tc>
          <w:tcPr>
            <w:tcW w:w="1034" w:type="dxa"/>
            <w:vMerge w:val="restart"/>
            <w:tcBorders>
              <w:left w:val="single" w:sz="4" w:space="0" w:color="auto"/>
              <w:right w:val="single" w:sz="4" w:space="0" w:color="auto"/>
            </w:tcBorders>
            <w:vAlign w:val="center"/>
          </w:tcPr>
          <w:p w14:paraId="3AA491C3"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257D</w:t>
            </w:r>
          </w:p>
        </w:tc>
        <w:tc>
          <w:tcPr>
            <w:tcW w:w="1034" w:type="dxa"/>
            <w:vMerge w:val="restart"/>
            <w:tcBorders>
              <w:left w:val="single" w:sz="4" w:space="0" w:color="auto"/>
              <w:right w:val="single" w:sz="4" w:space="0" w:color="auto"/>
            </w:tcBorders>
            <w:vAlign w:val="center"/>
          </w:tcPr>
          <w:p w14:paraId="5678C260"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w:t>
            </w:r>
            <w:r w:rsidRPr="00DF6DD6">
              <w:rPr>
                <w:lang w:val="en-US"/>
              </w:rPr>
              <w:t>A</w:t>
            </w:r>
          </w:p>
        </w:tc>
        <w:tc>
          <w:tcPr>
            <w:tcW w:w="746" w:type="dxa"/>
            <w:vMerge w:val="restart"/>
            <w:tcBorders>
              <w:left w:val="single" w:sz="4" w:space="0" w:color="auto"/>
              <w:right w:val="single" w:sz="4" w:space="0" w:color="auto"/>
            </w:tcBorders>
            <w:vAlign w:val="center"/>
          </w:tcPr>
          <w:p w14:paraId="71C5C339" w14:textId="77777777" w:rsidR="0022566D" w:rsidRPr="00DF6DD6" w:rsidRDefault="0022566D" w:rsidP="0022566D">
            <w:pPr>
              <w:pStyle w:val="TAC"/>
              <w:keepNext w:val="0"/>
              <w:rPr>
                <w:lang w:val="en-US" w:eastAsia="zh-CN"/>
              </w:rPr>
            </w:pPr>
            <w:r w:rsidRPr="00DF6DD6">
              <w:rPr>
                <w:rFonts w:hint="eastAsia"/>
                <w:lang w:val="en-US" w:eastAsia="zh-CN"/>
              </w:rPr>
              <w:t>n79</w:t>
            </w:r>
          </w:p>
        </w:tc>
        <w:tc>
          <w:tcPr>
            <w:tcW w:w="725" w:type="dxa"/>
            <w:tcBorders>
              <w:top w:val="single" w:sz="4" w:space="0" w:color="auto"/>
              <w:left w:val="single" w:sz="4" w:space="0" w:color="auto"/>
              <w:bottom w:val="single" w:sz="4" w:space="0" w:color="auto"/>
              <w:right w:val="single" w:sz="4" w:space="0" w:color="auto"/>
            </w:tcBorders>
            <w:vAlign w:val="center"/>
          </w:tcPr>
          <w:p w14:paraId="4ADF668E" w14:textId="77777777" w:rsidR="0022566D" w:rsidRPr="00DF6DD6" w:rsidRDefault="0022566D" w:rsidP="0022566D">
            <w:pPr>
              <w:pStyle w:val="TAC"/>
              <w:keepNext w:val="0"/>
              <w:rPr>
                <w:lang w:val="en-US"/>
              </w:rPr>
            </w:pPr>
            <w:r w:rsidRPr="00DF6DD6">
              <w:rPr>
                <w:rFonts w:eastAsia="Yu Mincho"/>
              </w:rPr>
              <w:t>15</w:t>
            </w:r>
          </w:p>
        </w:tc>
        <w:tc>
          <w:tcPr>
            <w:tcW w:w="477" w:type="dxa"/>
            <w:tcBorders>
              <w:top w:val="single" w:sz="4" w:space="0" w:color="auto"/>
              <w:left w:val="single" w:sz="4" w:space="0" w:color="auto"/>
              <w:bottom w:val="single" w:sz="4" w:space="0" w:color="auto"/>
              <w:right w:val="single" w:sz="4" w:space="0" w:color="auto"/>
            </w:tcBorders>
          </w:tcPr>
          <w:p w14:paraId="776E315F"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5968F6E8" w14:textId="21920477" w:rsidR="0022566D" w:rsidRPr="00DF6DD6" w:rsidRDefault="0022566D" w:rsidP="0022566D">
            <w:pPr>
              <w:pStyle w:val="TAC"/>
              <w:keepNext w:val="0"/>
              <w:rPr>
                <w:rFonts w:cs="Arial"/>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2AD5039D" w14:textId="79C20B2A" w:rsidR="0022566D" w:rsidRPr="00DF6DD6" w:rsidRDefault="0022566D" w:rsidP="0022566D">
            <w:pPr>
              <w:pStyle w:val="TAC"/>
              <w:keepNext w:val="0"/>
              <w:rPr>
                <w:rFonts w:cs="Arial"/>
                <w:lang w:val="en-US" w:eastAsia="zh-CN"/>
              </w:rPr>
            </w:pPr>
          </w:p>
        </w:tc>
        <w:tc>
          <w:tcPr>
            <w:tcW w:w="708" w:type="dxa"/>
            <w:tcBorders>
              <w:top w:val="single" w:sz="4" w:space="0" w:color="auto"/>
              <w:left w:val="single" w:sz="4" w:space="0" w:color="auto"/>
              <w:bottom w:val="single" w:sz="4" w:space="0" w:color="auto"/>
              <w:right w:val="single" w:sz="4" w:space="0" w:color="auto"/>
            </w:tcBorders>
            <w:vAlign w:val="center"/>
          </w:tcPr>
          <w:p w14:paraId="48F87600" w14:textId="24334478" w:rsidR="0022566D" w:rsidRPr="00DF6DD6" w:rsidRDefault="0022566D" w:rsidP="0022566D">
            <w:pPr>
              <w:pStyle w:val="TAC"/>
              <w:keepNext w:val="0"/>
              <w:rPr>
                <w:rFonts w:cs="Arial"/>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7ED3C147"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CAAB47C"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BDABDE8" w14:textId="77777777" w:rsidR="0022566D" w:rsidRPr="00DF6DD6" w:rsidRDefault="0022566D" w:rsidP="0022566D">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vAlign w:val="center"/>
          </w:tcPr>
          <w:p w14:paraId="71B44458"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tcPr>
          <w:p w14:paraId="48705ECB" w14:textId="77777777" w:rsidR="0022566D" w:rsidRPr="00DF6DD6" w:rsidRDefault="0022566D" w:rsidP="0022566D">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tcPr>
          <w:p w14:paraId="2BAEE6B8" w14:textId="3444A4BB"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tcPr>
          <w:p w14:paraId="6FD5F955"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7ECB1F92" w14:textId="77777777" w:rsidR="0022566D" w:rsidRPr="00DF6DD6" w:rsidRDefault="0022566D" w:rsidP="0022566D">
            <w:pPr>
              <w:pStyle w:val="TAC"/>
              <w:keepNext w:val="0"/>
              <w:rPr>
                <w:rFonts w:eastAsia="Yu Mincho"/>
                <w:szCs w:val="18"/>
              </w:rPr>
            </w:pPr>
          </w:p>
        </w:tc>
        <w:tc>
          <w:tcPr>
            <w:tcW w:w="749" w:type="dxa"/>
            <w:vMerge w:val="restart"/>
            <w:tcBorders>
              <w:left w:val="single" w:sz="4" w:space="0" w:color="auto"/>
              <w:right w:val="single" w:sz="4" w:space="0" w:color="auto"/>
            </w:tcBorders>
            <w:vAlign w:val="center"/>
          </w:tcPr>
          <w:p w14:paraId="5187213E"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7859B122" w14:textId="77777777" w:rsidTr="00CE2DED">
        <w:trPr>
          <w:trHeight w:val="148"/>
          <w:jc w:val="center"/>
        </w:trPr>
        <w:tc>
          <w:tcPr>
            <w:tcW w:w="1034" w:type="dxa"/>
            <w:vMerge/>
            <w:tcBorders>
              <w:left w:val="single" w:sz="4" w:space="0" w:color="auto"/>
              <w:right w:val="single" w:sz="4" w:space="0" w:color="auto"/>
            </w:tcBorders>
            <w:vAlign w:val="center"/>
          </w:tcPr>
          <w:p w14:paraId="23F61BCD"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33954298"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002880C3"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2CE06D84" w14:textId="77777777" w:rsidR="0022566D" w:rsidRPr="00DF6DD6" w:rsidRDefault="0022566D" w:rsidP="0022566D">
            <w:pPr>
              <w:pStyle w:val="TAC"/>
              <w:keepNext w:val="0"/>
              <w:rPr>
                <w:lang w:val="en-US"/>
              </w:rPr>
            </w:pPr>
            <w:r w:rsidRPr="00DF6DD6">
              <w:rPr>
                <w:rFonts w:eastAsia="Yu Mincho"/>
              </w:rPr>
              <w:t>30</w:t>
            </w:r>
          </w:p>
        </w:tc>
        <w:tc>
          <w:tcPr>
            <w:tcW w:w="477" w:type="dxa"/>
            <w:tcBorders>
              <w:top w:val="single" w:sz="4" w:space="0" w:color="auto"/>
              <w:left w:val="single" w:sz="4" w:space="0" w:color="auto"/>
              <w:bottom w:val="single" w:sz="4" w:space="0" w:color="auto"/>
              <w:right w:val="single" w:sz="4" w:space="0" w:color="auto"/>
            </w:tcBorders>
          </w:tcPr>
          <w:p w14:paraId="38D62F08"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0BD7121D" w14:textId="5DD66CF5"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54DE8B98" w14:textId="061EEA25" w:rsidR="0022566D" w:rsidRPr="00DF6DD6" w:rsidRDefault="0022566D" w:rsidP="0022566D">
            <w:pPr>
              <w:pStyle w:val="TAC"/>
              <w:keepNext w:val="0"/>
              <w:rPr>
                <w:rFonts w:cs="Arial"/>
                <w:lang w:eastAsia="ja-JP"/>
              </w:rPr>
            </w:pPr>
          </w:p>
        </w:tc>
        <w:tc>
          <w:tcPr>
            <w:tcW w:w="708" w:type="dxa"/>
            <w:tcBorders>
              <w:top w:val="single" w:sz="4" w:space="0" w:color="auto"/>
              <w:left w:val="single" w:sz="4" w:space="0" w:color="auto"/>
              <w:bottom w:val="single" w:sz="4" w:space="0" w:color="auto"/>
              <w:right w:val="single" w:sz="4" w:space="0" w:color="auto"/>
            </w:tcBorders>
            <w:vAlign w:val="center"/>
          </w:tcPr>
          <w:p w14:paraId="789E34BC" w14:textId="6B093992"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685A0D6D"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1C1F59F"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8F8CB99"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2BA78992"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2E8BEE07"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vAlign w:val="center"/>
          </w:tcPr>
          <w:p w14:paraId="55556979" w14:textId="338C75B2"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48BC3314"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77006439"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6511D65E" w14:textId="77777777" w:rsidR="0022566D" w:rsidRPr="00DF6DD6" w:rsidRDefault="0022566D" w:rsidP="0022566D">
            <w:pPr>
              <w:pStyle w:val="TAC"/>
              <w:keepNext w:val="0"/>
              <w:rPr>
                <w:rFonts w:eastAsia="Yu Mincho"/>
                <w:szCs w:val="18"/>
              </w:rPr>
            </w:pPr>
          </w:p>
        </w:tc>
      </w:tr>
      <w:tr w:rsidR="0022566D" w:rsidRPr="00DF6DD6" w14:paraId="48F7CBAD" w14:textId="77777777" w:rsidTr="00CE2DED">
        <w:trPr>
          <w:trHeight w:val="148"/>
          <w:jc w:val="center"/>
        </w:trPr>
        <w:tc>
          <w:tcPr>
            <w:tcW w:w="1034" w:type="dxa"/>
            <w:vMerge/>
            <w:tcBorders>
              <w:left w:val="single" w:sz="4" w:space="0" w:color="auto"/>
              <w:right w:val="single" w:sz="4" w:space="0" w:color="auto"/>
            </w:tcBorders>
            <w:vAlign w:val="center"/>
          </w:tcPr>
          <w:p w14:paraId="23ED4F27"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620250ED"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0DE77210"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030F7AC0" w14:textId="77777777" w:rsidR="0022566D" w:rsidRPr="00DF6DD6" w:rsidRDefault="0022566D" w:rsidP="0022566D">
            <w:pPr>
              <w:pStyle w:val="TAC"/>
              <w:keepNext w:val="0"/>
              <w:rPr>
                <w:lang w:val="en-US"/>
              </w:rPr>
            </w:pPr>
            <w:r w:rsidRPr="00DF6DD6">
              <w:rPr>
                <w:rFonts w:eastAsia="Yu Mincho"/>
              </w:rPr>
              <w:t>60</w:t>
            </w:r>
          </w:p>
        </w:tc>
        <w:tc>
          <w:tcPr>
            <w:tcW w:w="477" w:type="dxa"/>
            <w:tcBorders>
              <w:top w:val="single" w:sz="4" w:space="0" w:color="auto"/>
              <w:left w:val="single" w:sz="4" w:space="0" w:color="auto"/>
              <w:bottom w:val="single" w:sz="4" w:space="0" w:color="auto"/>
              <w:right w:val="single" w:sz="4" w:space="0" w:color="auto"/>
            </w:tcBorders>
          </w:tcPr>
          <w:p w14:paraId="03E4CE4D"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7BCB1C70" w14:textId="5BF295B7"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3A0EFBED" w14:textId="04667B1B" w:rsidR="0022566D" w:rsidRPr="00DF6DD6" w:rsidRDefault="0022566D" w:rsidP="0022566D">
            <w:pPr>
              <w:pStyle w:val="TAC"/>
              <w:keepNext w:val="0"/>
              <w:rPr>
                <w:rFonts w:cs="Arial"/>
                <w:lang w:eastAsia="ja-JP"/>
              </w:rPr>
            </w:pPr>
          </w:p>
        </w:tc>
        <w:tc>
          <w:tcPr>
            <w:tcW w:w="708" w:type="dxa"/>
            <w:tcBorders>
              <w:top w:val="single" w:sz="4" w:space="0" w:color="auto"/>
              <w:left w:val="single" w:sz="4" w:space="0" w:color="auto"/>
              <w:bottom w:val="single" w:sz="4" w:space="0" w:color="auto"/>
              <w:right w:val="single" w:sz="4" w:space="0" w:color="auto"/>
            </w:tcBorders>
            <w:vAlign w:val="center"/>
          </w:tcPr>
          <w:p w14:paraId="6BE37867" w14:textId="6A8D6451"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108F084C" w14:textId="77777777" w:rsidR="0022566D" w:rsidRPr="00DF6DD6" w:rsidRDefault="0022566D" w:rsidP="0022566D">
            <w:pPr>
              <w:pStyle w:val="TAC"/>
              <w:keepNext w:val="0"/>
              <w:rPr>
                <w:rFonts w:cs="Arial"/>
                <w:lang w:val="sv-SE" w:eastAsia="ja-JP"/>
              </w:rPr>
            </w:pPr>
            <w:r w:rsidRPr="00DF6DD6">
              <w:rPr>
                <w:rFonts w:cs="Arial" w:hint="eastAsia"/>
                <w:lang w:val="sv-SE"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A3E0F45"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9DCA4BB"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40A86B88"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72AD4C8E"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vAlign w:val="center"/>
          </w:tcPr>
          <w:p w14:paraId="183212D5" w14:textId="7EBEA42D"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5409215C"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7D51B829"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4312F2C2" w14:textId="77777777" w:rsidR="0022566D" w:rsidRPr="00DF6DD6" w:rsidRDefault="0022566D" w:rsidP="0022566D">
            <w:pPr>
              <w:pStyle w:val="TAC"/>
              <w:keepNext w:val="0"/>
              <w:rPr>
                <w:rFonts w:eastAsia="Yu Mincho"/>
                <w:szCs w:val="18"/>
              </w:rPr>
            </w:pPr>
          </w:p>
        </w:tc>
      </w:tr>
      <w:tr w:rsidR="0022566D" w:rsidRPr="00DF6DD6" w14:paraId="48BE1018" w14:textId="77777777" w:rsidTr="00CE2DED">
        <w:trPr>
          <w:trHeight w:val="148"/>
          <w:jc w:val="center"/>
        </w:trPr>
        <w:tc>
          <w:tcPr>
            <w:tcW w:w="1034" w:type="dxa"/>
            <w:vMerge/>
            <w:tcBorders>
              <w:left w:val="single" w:sz="4" w:space="0" w:color="auto"/>
              <w:right w:val="single" w:sz="4" w:space="0" w:color="auto"/>
            </w:tcBorders>
            <w:vAlign w:val="center"/>
          </w:tcPr>
          <w:p w14:paraId="654D8576"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6A05E2FF"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vAlign w:val="center"/>
          </w:tcPr>
          <w:p w14:paraId="7EE23663" w14:textId="77777777" w:rsidR="0022566D" w:rsidRPr="00DF6DD6" w:rsidRDefault="0022566D" w:rsidP="0022566D">
            <w:pPr>
              <w:pStyle w:val="TAC"/>
              <w:keepNext w:val="0"/>
              <w:rPr>
                <w:lang w:val="en-US" w:eastAsia="zh-CN"/>
              </w:rPr>
            </w:pPr>
            <w:r w:rsidRPr="00DF6DD6">
              <w:rPr>
                <w:rFonts w:hint="eastAsia"/>
                <w:lang w:val="en-US" w:eastAsia="zh-CN"/>
              </w:rPr>
              <w:t>n25</w:t>
            </w:r>
            <w:r w:rsidRPr="00DF6DD6">
              <w:rPr>
                <w:lang w:val="en-US"/>
              </w:rPr>
              <w:t>7</w:t>
            </w:r>
          </w:p>
        </w:tc>
        <w:tc>
          <w:tcPr>
            <w:tcW w:w="725" w:type="dxa"/>
            <w:tcBorders>
              <w:left w:val="single" w:sz="4" w:space="0" w:color="auto"/>
              <w:right w:val="single" w:sz="4" w:space="0" w:color="auto"/>
            </w:tcBorders>
          </w:tcPr>
          <w:p w14:paraId="2B7DBB42"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474D676E" w14:textId="69832CE0" w:rsidR="0022566D" w:rsidRPr="00DF6DD6" w:rsidRDefault="0022566D" w:rsidP="0022566D">
            <w:pPr>
              <w:pStyle w:val="TAC"/>
              <w:keepNext w:val="0"/>
              <w:rPr>
                <w:rFonts w:eastAsia="Yu Mincho"/>
                <w:szCs w:val="18"/>
              </w:rPr>
            </w:pPr>
            <w:r>
              <w:rPr>
                <w:rFonts w:cs="Arial"/>
                <w:lang w:eastAsia="ja-JP"/>
              </w:rPr>
              <w:t>CA_n257D</w:t>
            </w:r>
          </w:p>
        </w:tc>
        <w:tc>
          <w:tcPr>
            <w:tcW w:w="749" w:type="dxa"/>
            <w:vMerge/>
            <w:tcBorders>
              <w:left w:val="single" w:sz="4" w:space="0" w:color="auto"/>
              <w:right w:val="single" w:sz="4" w:space="0" w:color="auto"/>
            </w:tcBorders>
            <w:vAlign w:val="center"/>
          </w:tcPr>
          <w:p w14:paraId="7F85BD5A" w14:textId="77777777" w:rsidR="0022566D" w:rsidRPr="00DF6DD6" w:rsidRDefault="0022566D" w:rsidP="0022566D">
            <w:pPr>
              <w:pStyle w:val="TAC"/>
              <w:keepNext w:val="0"/>
              <w:rPr>
                <w:rFonts w:eastAsia="Yu Mincho"/>
                <w:szCs w:val="18"/>
              </w:rPr>
            </w:pPr>
          </w:p>
        </w:tc>
      </w:tr>
      <w:tr w:rsidR="0022566D" w:rsidRPr="00DF6DD6" w14:paraId="3DEB3952" w14:textId="77777777" w:rsidTr="00CE2DED">
        <w:trPr>
          <w:trHeight w:val="148"/>
          <w:jc w:val="center"/>
        </w:trPr>
        <w:tc>
          <w:tcPr>
            <w:tcW w:w="1034" w:type="dxa"/>
            <w:vMerge w:val="restart"/>
            <w:tcBorders>
              <w:left w:val="single" w:sz="4" w:space="0" w:color="auto"/>
              <w:right w:val="single" w:sz="4" w:space="0" w:color="auto"/>
            </w:tcBorders>
            <w:vAlign w:val="center"/>
          </w:tcPr>
          <w:p w14:paraId="3E7C3FDC"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257E</w:t>
            </w:r>
          </w:p>
        </w:tc>
        <w:tc>
          <w:tcPr>
            <w:tcW w:w="1034" w:type="dxa"/>
            <w:vMerge w:val="restart"/>
            <w:tcBorders>
              <w:left w:val="single" w:sz="4" w:space="0" w:color="auto"/>
              <w:right w:val="single" w:sz="4" w:space="0" w:color="auto"/>
            </w:tcBorders>
            <w:vAlign w:val="center"/>
          </w:tcPr>
          <w:p w14:paraId="3FAABE47"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w:t>
            </w:r>
            <w:r w:rsidRPr="00DF6DD6">
              <w:rPr>
                <w:lang w:val="en-US"/>
              </w:rPr>
              <w:t>A</w:t>
            </w:r>
          </w:p>
        </w:tc>
        <w:tc>
          <w:tcPr>
            <w:tcW w:w="746" w:type="dxa"/>
            <w:vMerge w:val="restart"/>
            <w:tcBorders>
              <w:left w:val="single" w:sz="4" w:space="0" w:color="auto"/>
              <w:right w:val="single" w:sz="4" w:space="0" w:color="auto"/>
            </w:tcBorders>
            <w:vAlign w:val="center"/>
          </w:tcPr>
          <w:p w14:paraId="14527E17" w14:textId="77777777" w:rsidR="0022566D" w:rsidRPr="00DF6DD6" w:rsidRDefault="0022566D" w:rsidP="0022566D">
            <w:pPr>
              <w:pStyle w:val="TAC"/>
              <w:keepNext w:val="0"/>
              <w:rPr>
                <w:lang w:val="en-US" w:eastAsia="zh-CN"/>
              </w:rPr>
            </w:pPr>
            <w:r w:rsidRPr="00DF6DD6">
              <w:rPr>
                <w:rFonts w:hint="eastAsia"/>
                <w:lang w:val="en-US" w:eastAsia="zh-CN"/>
              </w:rPr>
              <w:t>n79</w:t>
            </w:r>
          </w:p>
        </w:tc>
        <w:tc>
          <w:tcPr>
            <w:tcW w:w="725" w:type="dxa"/>
            <w:tcBorders>
              <w:top w:val="single" w:sz="4" w:space="0" w:color="auto"/>
              <w:left w:val="single" w:sz="4" w:space="0" w:color="auto"/>
              <w:bottom w:val="single" w:sz="4" w:space="0" w:color="auto"/>
              <w:right w:val="single" w:sz="4" w:space="0" w:color="auto"/>
            </w:tcBorders>
            <w:vAlign w:val="center"/>
          </w:tcPr>
          <w:p w14:paraId="3BBBF918" w14:textId="77777777" w:rsidR="0022566D" w:rsidRPr="00DF6DD6" w:rsidRDefault="0022566D" w:rsidP="0022566D">
            <w:pPr>
              <w:pStyle w:val="TAC"/>
              <w:keepNext w:val="0"/>
              <w:rPr>
                <w:lang w:val="en-US"/>
              </w:rPr>
            </w:pPr>
            <w:r w:rsidRPr="00DF6DD6">
              <w:rPr>
                <w:rFonts w:eastAsia="Yu Mincho"/>
              </w:rPr>
              <w:t>15</w:t>
            </w:r>
          </w:p>
        </w:tc>
        <w:tc>
          <w:tcPr>
            <w:tcW w:w="477" w:type="dxa"/>
            <w:tcBorders>
              <w:top w:val="single" w:sz="4" w:space="0" w:color="auto"/>
              <w:left w:val="single" w:sz="4" w:space="0" w:color="auto"/>
              <w:bottom w:val="single" w:sz="4" w:space="0" w:color="auto"/>
              <w:right w:val="single" w:sz="4" w:space="0" w:color="auto"/>
            </w:tcBorders>
          </w:tcPr>
          <w:p w14:paraId="354FE529"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55172EC2" w14:textId="4D4E6964" w:rsidR="0022566D" w:rsidRPr="00DF6DD6" w:rsidRDefault="0022566D" w:rsidP="0022566D">
            <w:pPr>
              <w:pStyle w:val="TAC"/>
              <w:keepNext w:val="0"/>
              <w:rPr>
                <w:rFonts w:cs="Arial"/>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7569B2A6" w14:textId="542E05BB" w:rsidR="0022566D" w:rsidRPr="00DF6DD6" w:rsidRDefault="0022566D" w:rsidP="0022566D">
            <w:pPr>
              <w:pStyle w:val="TAC"/>
              <w:keepNext w:val="0"/>
              <w:rPr>
                <w:rFonts w:cs="Arial"/>
                <w:lang w:val="en-US" w:eastAsia="zh-CN"/>
              </w:rPr>
            </w:pPr>
          </w:p>
        </w:tc>
        <w:tc>
          <w:tcPr>
            <w:tcW w:w="708" w:type="dxa"/>
            <w:tcBorders>
              <w:top w:val="single" w:sz="4" w:space="0" w:color="auto"/>
              <w:left w:val="single" w:sz="4" w:space="0" w:color="auto"/>
              <w:bottom w:val="single" w:sz="4" w:space="0" w:color="auto"/>
              <w:right w:val="single" w:sz="4" w:space="0" w:color="auto"/>
            </w:tcBorders>
            <w:vAlign w:val="center"/>
          </w:tcPr>
          <w:p w14:paraId="72F772E7" w14:textId="049EC010" w:rsidR="0022566D" w:rsidRPr="00DF6DD6" w:rsidRDefault="0022566D" w:rsidP="0022566D">
            <w:pPr>
              <w:pStyle w:val="TAC"/>
              <w:keepNext w:val="0"/>
              <w:rPr>
                <w:rFonts w:cs="Arial"/>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19FFF7A4"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BCBFB77"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B7AB024" w14:textId="77777777" w:rsidR="0022566D" w:rsidRPr="00DF6DD6" w:rsidRDefault="0022566D" w:rsidP="0022566D">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vAlign w:val="center"/>
          </w:tcPr>
          <w:p w14:paraId="1CC4197D"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tcPr>
          <w:p w14:paraId="023A8743" w14:textId="77777777" w:rsidR="0022566D" w:rsidRPr="00DF6DD6" w:rsidRDefault="0022566D" w:rsidP="0022566D">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tcPr>
          <w:p w14:paraId="2A12A408" w14:textId="6F57468D"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tcPr>
          <w:p w14:paraId="282B95A8"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2B192433" w14:textId="77777777" w:rsidR="0022566D" w:rsidRPr="00DF6DD6" w:rsidRDefault="0022566D" w:rsidP="0022566D">
            <w:pPr>
              <w:pStyle w:val="TAC"/>
              <w:keepNext w:val="0"/>
              <w:rPr>
                <w:rFonts w:eastAsia="Yu Mincho"/>
                <w:szCs w:val="18"/>
              </w:rPr>
            </w:pPr>
          </w:p>
        </w:tc>
        <w:tc>
          <w:tcPr>
            <w:tcW w:w="749" w:type="dxa"/>
            <w:vMerge w:val="restart"/>
            <w:tcBorders>
              <w:left w:val="single" w:sz="4" w:space="0" w:color="auto"/>
              <w:right w:val="single" w:sz="4" w:space="0" w:color="auto"/>
            </w:tcBorders>
            <w:vAlign w:val="center"/>
          </w:tcPr>
          <w:p w14:paraId="7E8E8E04"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61FE264E" w14:textId="77777777" w:rsidTr="00CE2DED">
        <w:trPr>
          <w:trHeight w:val="148"/>
          <w:jc w:val="center"/>
        </w:trPr>
        <w:tc>
          <w:tcPr>
            <w:tcW w:w="1034" w:type="dxa"/>
            <w:vMerge/>
            <w:tcBorders>
              <w:left w:val="single" w:sz="4" w:space="0" w:color="auto"/>
              <w:right w:val="single" w:sz="4" w:space="0" w:color="auto"/>
            </w:tcBorders>
            <w:vAlign w:val="center"/>
          </w:tcPr>
          <w:p w14:paraId="0402E106"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7D7F5BAC"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19ECD40A"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2D8F5588" w14:textId="77777777" w:rsidR="0022566D" w:rsidRPr="00DF6DD6" w:rsidRDefault="0022566D" w:rsidP="0022566D">
            <w:pPr>
              <w:pStyle w:val="TAC"/>
              <w:keepNext w:val="0"/>
              <w:rPr>
                <w:lang w:val="en-US"/>
              </w:rPr>
            </w:pPr>
            <w:r w:rsidRPr="00DF6DD6">
              <w:rPr>
                <w:rFonts w:eastAsia="Yu Mincho"/>
              </w:rPr>
              <w:t>30</w:t>
            </w:r>
          </w:p>
        </w:tc>
        <w:tc>
          <w:tcPr>
            <w:tcW w:w="477" w:type="dxa"/>
            <w:tcBorders>
              <w:top w:val="single" w:sz="4" w:space="0" w:color="auto"/>
              <w:left w:val="single" w:sz="4" w:space="0" w:color="auto"/>
              <w:bottom w:val="single" w:sz="4" w:space="0" w:color="auto"/>
              <w:right w:val="single" w:sz="4" w:space="0" w:color="auto"/>
            </w:tcBorders>
          </w:tcPr>
          <w:p w14:paraId="6ED10A56"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64866D77" w14:textId="593AD338"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1422618C" w14:textId="40C5E808" w:rsidR="0022566D" w:rsidRPr="00DF6DD6" w:rsidRDefault="0022566D" w:rsidP="0022566D">
            <w:pPr>
              <w:pStyle w:val="TAC"/>
              <w:keepNext w:val="0"/>
              <w:rPr>
                <w:rFonts w:cs="Arial"/>
                <w:lang w:eastAsia="ja-JP"/>
              </w:rPr>
            </w:pPr>
          </w:p>
        </w:tc>
        <w:tc>
          <w:tcPr>
            <w:tcW w:w="708" w:type="dxa"/>
            <w:tcBorders>
              <w:top w:val="single" w:sz="4" w:space="0" w:color="auto"/>
              <w:left w:val="single" w:sz="4" w:space="0" w:color="auto"/>
              <w:bottom w:val="single" w:sz="4" w:space="0" w:color="auto"/>
              <w:right w:val="single" w:sz="4" w:space="0" w:color="auto"/>
            </w:tcBorders>
            <w:vAlign w:val="center"/>
          </w:tcPr>
          <w:p w14:paraId="0605003E" w14:textId="036348D6"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08E70FD6"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35738E5"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42E6CDA"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6412C1DB"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1587A72C"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vAlign w:val="center"/>
          </w:tcPr>
          <w:p w14:paraId="3EA3E685" w14:textId="6944F569"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30CF4EBD"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1C0C7B02"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25D7C71B" w14:textId="77777777" w:rsidR="0022566D" w:rsidRPr="00DF6DD6" w:rsidRDefault="0022566D" w:rsidP="0022566D">
            <w:pPr>
              <w:pStyle w:val="TAC"/>
              <w:keepNext w:val="0"/>
              <w:rPr>
                <w:rFonts w:eastAsia="Yu Mincho"/>
                <w:szCs w:val="18"/>
              </w:rPr>
            </w:pPr>
          </w:p>
        </w:tc>
      </w:tr>
      <w:tr w:rsidR="0022566D" w:rsidRPr="00DF6DD6" w14:paraId="73C35D1A" w14:textId="77777777" w:rsidTr="00CE2DED">
        <w:trPr>
          <w:trHeight w:val="148"/>
          <w:jc w:val="center"/>
        </w:trPr>
        <w:tc>
          <w:tcPr>
            <w:tcW w:w="1034" w:type="dxa"/>
            <w:vMerge/>
            <w:tcBorders>
              <w:left w:val="single" w:sz="4" w:space="0" w:color="auto"/>
              <w:right w:val="single" w:sz="4" w:space="0" w:color="auto"/>
            </w:tcBorders>
            <w:vAlign w:val="center"/>
          </w:tcPr>
          <w:p w14:paraId="6E1073D2"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0838384D"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6FD4A2EF"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vAlign w:val="center"/>
          </w:tcPr>
          <w:p w14:paraId="4B7B972C" w14:textId="77777777" w:rsidR="0022566D" w:rsidRPr="00DF6DD6" w:rsidRDefault="0022566D" w:rsidP="0022566D">
            <w:pPr>
              <w:pStyle w:val="TAC"/>
              <w:keepNext w:val="0"/>
              <w:rPr>
                <w:lang w:val="en-US"/>
              </w:rPr>
            </w:pPr>
            <w:r w:rsidRPr="00DF6DD6">
              <w:rPr>
                <w:rFonts w:eastAsia="Yu Mincho"/>
              </w:rPr>
              <w:t>60</w:t>
            </w:r>
          </w:p>
        </w:tc>
        <w:tc>
          <w:tcPr>
            <w:tcW w:w="477" w:type="dxa"/>
            <w:tcBorders>
              <w:top w:val="single" w:sz="4" w:space="0" w:color="auto"/>
              <w:left w:val="single" w:sz="4" w:space="0" w:color="auto"/>
              <w:bottom w:val="single" w:sz="4" w:space="0" w:color="auto"/>
              <w:right w:val="single" w:sz="4" w:space="0" w:color="auto"/>
            </w:tcBorders>
          </w:tcPr>
          <w:p w14:paraId="5F633FA2"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tcPr>
          <w:p w14:paraId="7D8D2315" w14:textId="12EDE9A0"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2A87D8C9" w14:textId="4C285539" w:rsidR="0022566D" w:rsidRPr="00DF6DD6" w:rsidRDefault="0022566D" w:rsidP="0022566D">
            <w:pPr>
              <w:pStyle w:val="TAC"/>
              <w:keepNext w:val="0"/>
              <w:rPr>
                <w:rFonts w:cs="Arial"/>
                <w:lang w:eastAsia="ja-JP"/>
              </w:rPr>
            </w:pPr>
          </w:p>
        </w:tc>
        <w:tc>
          <w:tcPr>
            <w:tcW w:w="708" w:type="dxa"/>
            <w:tcBorders>
              <w:top w:val="single" w:sz="4" w:space="0" w:color="auto"/>
              <w:left w:val="single" w:sz="4" w:space="0" w:color="auto"/>
              <w:bottom w:val="single" w:sz="4" w:space="0" w:color="auto"/>
              <w:right w:val="single" w:sz="4" w:space="0" w:color="auto"/>
            </w:tcBorders>
            <w:vAlign w:val="center"/>
          </w:tcPr>
          <w:p w14:paraId="3894701C" w14:textId="425A4B17"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319DBAE3" w14:textId="77777777" w:rsidR="0022566D" w:rsidRPr="00DF6DD6" w:rsidRDefault="0022566D" w:rsidP="0022566D">
            <w:pPr>
              <w:pStyle w:val="TAC"/>
              <w:keepNext w:val="0"/>
              <w:rPr>
                <w:rFonts w:cs="Arial"/>
                <w:lang w:val="sv-SE" w:eastAsia="ja-JP"/>
              </w:rPr>
            </w:pPr>
            <w:r w:rsidRPr="00DF6DD6">
              <w:rPr>
                <w:rFonts w:cs="Arial" w:hint="eastAsia"/>
                <w:lang w:val="sv-SE"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0B1772B5"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D982DDF"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72248C9D"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4F979D3C" w14:textId="77777777" w:rsidR="0022566D" w:rsidRPr="00DF6DD6" w:rsidRDefault="0022566D" w:rsidP="0022566D">
            <w:pPr>
              <w:pStyle w:val="TAC"/>
              <w:keepNext w:val="0"/>
              <w:rPr>
                <w:rFonts w:cs="Arial"/>
                <w:lang w:eastAsia="ja-JP"/>
              </w:rPr>
            </w:pPr>
          </w:p>
        </w:tc>
        <w:tc>
          <w:tcPr>
            <w:tcW w:w="625" w:type="dxa"/>
            <w:tcBorders>
              <w:top w:val="single" w:sz="4" w:space="0" w:color="auto"/>
              <w:left w:val="single" w:sz="4" w:space="0" w:color="auto"/>
              <w:bottom w:val="single" w:sz="4" w:space="0" w:color="auto"/>
              <w:right w:val="single" w:sz="4" w:space="0" w:color="auto"/>
            </w:tcBorders>
            <w:vAlign w:val="center"/>
          </w:tcPr>
          <w:p w14:paraId="7F33639C" w14:textId="21F50398"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tcPr>
          <w:p w14:paraId="71814C2F"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0854924D"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2F7D44C1" w14:textId="77777777" w:rsidR="0022566D" w:rsidRPr="00DF6DD6" w:rsidRDefault="0022566D" w:rsidP="0022566D">
            <w:pPr>
              <w:pStyle w:val="TAC"/>
              <w:keepNext w:val="0"/>
              <w:rPr>
                <w:rFonts w:eastAsia="Yu Mincho"/>
                <w:szCs w:val="18"/>
              </w:rPr>
            </w:pPr>
          </w:p>
        </w:tc>
      </w:tr>
      <w:tr w:rsidR="0022566D" w:rsidRPr="00DF6DD6" w14:paraId="05300CFB" w14:textId="77777777" w:rsidTr="00CE2DED">
        <w:trPr>
          <w:trHeight w:val="148"/>
          <w:jc w:val="center"/>
        </w:trPr>
        <w:tc>
          <w:tcPr>
            <w:tcW w:w="1034" w:type="dxa"/>
            <w:vMerge/>
            <w:tcBorders>
              <w:left w:val="single" w:sz="4" w:space="0" w:color="auto"/>
              <w:right w:val="single" w:sz="4" w:space="0" w:color="auto"/>
            </w:tcBorders>
            <w:vAlign w:val="center"/>
          </w:tcPr>
          <w:p w14:paraId="28D7A91B" w14:textId="77777777" w:rsidR="0022566D" w:rsidRPr="00DF6DD6" w:rsidRDefault="0022566D" w:rsidP="0022566D">
            <w:pPr>
              <w:pStyle w:val="TAC"/>
              <w:keepNext w:val="0"/>
              <w:rPr>
                <w:lang w:val="en-US"/>
              </w:rPr>
            </w:pPr>
          </w:p>
        </w:tc>
        <w:tc>
          <w:tcPr>
            <w:tcW w:w="1034" w:type="dxa"/>
            <w:vMerge/>
            <w:tcBorders>
              <w:left w:val="single" w:sz="4" w:space="0" w:color="auto"/>
              <w:right w:val="single" w:sz="4" w:space="0" w:color="auto"/>
            </w:tcBorders>
            <w:vAlign w:val="center"/>
          </w:tcPr>
          <w:p w14:paraId="747F319E"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vAlign w:val="center"/>
          </w:tcPr>
          <w:p w14:paraId="4E9F7F2C" w14:textId="77777777" w:rsidR="0022566D" w:rsidRPr="00DF6DD6" w:rsidRDefault="0022566D" w:rsidP="0022566D">
            <w:pPr>
              <w:pStyle w:val="TAC"/>
              <w:keepNext w:val="0"/>
              <w:rPr>
                <w:lang w:val="en-US" w:eastAsia="zh-CN"/>
              </w:rPr>
            </w:pPr>
            <w:r w:rsidRPr="00DF6DD6">
              <w:rPr>
                <w:rFonts w:hint="eastAsia"/>
                <w:lang w:val="en-US" w:eastAsia="zh-CN"/>
              </w:rPr>
              <w:t>n</w:t>
            </w:r>
            <w:r w:rsidRPr="00DF6DD6">
              <w:rPr>
                <w:rFonts w:hint="eastAsia"/>
                <w:lang w:eastAsia="zh-CN"/>
              </w:rPr>
              <w:t>257</w:t>
            </w:r>
          </w:p>
        </w:tc>
        <w:tc>
          <w:tcPr>
            <w:tcW w:w="725" w:type="dxa"/>
            <w:tcBorders>
              <w:left w:val="single" w:sz="4" w:space="0" w:color="auto"/>
              <w:right w:val="single" w:sz="4" w:space="0" w:color="auto"/>
            </w:tcBorders>
          </w:tcPr>
          <w:p w14:paraId="52B26DD8"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57DE8FBA" w14:textId="17EF10D2" w:rsidR="0022566D" w:rsidRPr="00DF6DD6" w:rsidRDefault="0022566D" w:rsidP="0022566D">
            <w:pPr>
              <w:pStyle w:val="TAC"/>
              <w:keepNext w:val="0"/>
              <w:rPr>
                <w:rFonts w:eastAsia="Yu Mincho"/>
                <w:szCs w:val="18"/>
              </w:rPr>
            </w:pPr>
            <w:r>
              <w:rPr>
                <w:rFonts w:cs="Arial"/>
                <w:lang w:eastAsia="ja-JP"/>
              </w:rPr>
              <w:t>CA_n257E</w:t>
            </w:r>
          </w:p>
        </w:tc>
        <w:tc>
          <w:tcPr>
            <w:tcW w:w="749" w:type="dxa"/>
            <w:vMerge/>
            <w:tcBorders>
              <w:left w:val="single" w:sz="4" w:space="0" w:color="auto"/>
              <w:right w:val="single" w:sz="4" w:space="0" w:color="auto"/>
            </w:tcBorders>
            <w:vAlign w:val="center"/>
          </w:tcPr>
          <w:p w14:paraId="103CBD1F" w14:textId="77777777" w:rsidR="0022566D" w:rsidRPr="00DF6DD6" w:rsidRDefault="0022566D" w:rsidP="0022566D">
            <w:pPr>
              <w:pStyle w:val="TAC"/>
              <w:keepNext w:val="0"/>
              <w:rPr>
                <w:rFonts w:eastAsia="Yu Mincho"/>
                <w:szCs w:val="18"/>
              </w:rPr>
            </w:pPr>
          </w:p>
        </w:tc>
      </w:tr>
      <w:tr w:rsidR="0022566D" w:rsidRPr="00DF6DD6" w14:paraId="38F05543" w14:textId="77777777" w:rsidTr="00CE2DED">
        <w:trPr>
          <w:trHeight w:val="148"/>
          <w:jc w:val="center"/>
        </w:trPr>
        <w:tc>
          <w:tcPr>
            <w:tcW w:w="1034" w:type="dxa"/>
            <w:vMerge w:val="restart"/>
            <w:tcBorders>
              <w:left w:val="single" w:sz="4" w:space="0" w:color="auto"/>
              <w:right w:val="single" w:sz="4" w:space="0" w:color="auto"/>
            </w:tcBorders>
            <w:vAlign w:val="center"/>
          </w:tcPr>
          <w:p w14:paraId="1F6EADEF"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257F</w:t>
            </w:r>
          </w:p>
        </w:tc>
        <w:tc>
          <w:tcPr>
            <w:tcW w:w="1034" w:type="dxa"/>
            <w:vMerge w:val="restart"/>
            <w:tcBorders>
              <w:left w:val="single" w:sz="4" w:space="0" w:color="auto"/>
              <w:right w:val="single" w:sz="4" w:space="0" w:color="auto"/>
            </w:tcBorders>
            <w:vAlign w:val="center"/>
          </w:tcPr>
          <w:p w14:paraId="74137EDD"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w:t>
            </w:r>
            <w:r w:rsidRPr="00DF6DD6">
              <w:rPr>
                <w:lang w:val="en-US"/>
              </w:rPr>
              <w:t>A</w:t>
            </w:r>
          </w:p>
        </w:tc>
        <w:tc>
          <w:tcPr>
            <w:tcW w:w="746" w:type="dxa"/>
            <w:vMerge w:val="restart"/>
            <w:tcBorders>
              <w:left w:val="single" w:sz="4" w:space="0" w:color="auto"/>
              <w:right w:val="single" w:sz="4" w:space="0" w:color="auto"/>
            </w:tcBorders>
            <w:vAlign w:val="center"/>
          </w:tcPr>
          <w:p w14:paraId="2AF6EAB5" w14:textId="77777777" w:rsidR="0022566D" w:rsidRPr="00DF6DD6" w:rsidRDefault="0022566D" w:rsidP="0022566D">
            <w:pPr>
              <w:pStyle w:val="TAC"/>
              <w:keepNext w:val="0"/>
              <w:rPr>
                <w:lang w:val="en-US" w:eastAsia="zh-CN"/>
              </w:rPr>
            </w:pPr>
            <w:r w:rsidRPr="00DF6DD6">
              <w:rPr>
                <w:rFonts w:hint="eastAsia"/>
                <w:lang w:val="en-US" w:eastAsia="zh-CN"/>
              </w:rPr>
              <w:t>n79</w:t>
            </w:r>
          </w:p>
        </w:tc>
        <w:tc>
          <w:tcPr>
            <w:tcW w:w="725" w:type="dxa"/>
            <w:tcBorders>
              <w:top w:val="single" w:sz="4" w:space="0" w:color="auto"/>
              <w:left w:val="single" w:sz="4" w:space="0" w:color="auto"/>
              <w:bottom w:val="single" w:sz="4" w:space="0" w:color="auto"/>
              <w:right w:val="single" w:sz="4" w:space="0" w:color="auto"/>
            </w:tcBorders>
          </w:tcPr>
          <w:p w14:paraId="5D96F67F" w14:textId="77777777" w:rsidR="0022566D" w:rsidRPr="00DF6DD6" w:rsidRDefault="0022566D" w:rsidP="0022566D">
            <w:pPr>
              <w:pStyle w:val="TAC"/>
              <w:keepNext w:val="0"/>
              <w:rPr>
                <w:lang w:val="en-US"/>
              </w:rPr>
            </w:pPr>
            <w:r w:rsidRPr="00DF6DD6">
              <w:rPr>
                <w:lang w:val="en-US"/>
              </w:rPr>
              <w:t>15</w:t>
            </w:r>
          </w:p>
        </w:tc>
        <w:tc>
          <w:tcPr>
            <w:tcW w:w="477" w:type="dxa"/>
            <w:tcBorders>
              <w:top w:val="single" w:sz="4" w:space="0" w:color="auto"/>
              <w:left w:val="single" w:sz="4" w:space="0" w:color="auto"/>
              <w:bottom w:val="single" w:sz="4" w:space="0" w:color="auto"/>
              <w:right w:val="single" w:sz="4" w:space="0" w:color="auto"/>
            </w:tcBorders>
          </w:tcPr>
          <w:p w14:paraId="037B50B0" w14:textId="1CFF93F7" w:rsidR="0022566D" w:rsidRPr="00DF6DD6" w:rsidRDefault="0022566D" w:rsidP="0022566D">
            <w:pPr>
              <w:pStyle w:val="TAC"/>
              <w:keepNext w:val="0"/>
              <w:rPr>
                <w:rFonts w:cs="Arial"/>
                <w:lang w:val="en-US" w:eastAsia="zh-CN"/>
              </w:rPr>
            </w:pPr>
          </w:p>
        </w:tc>
        <w:tc>
          <w:tcPr>
            <w:tcW w:w="614" w:type="dxa"/>
            <w:tcBorders>
              <w:top w:val="single" w:sz="4" w:space="0" w:color="auto"/>
              <w:left w:val="single" w:sz="4" w:space="0" w:color="auto"/>
              <w:bottom w:val="single" w:sz="4" w:space="0" w:color="auto"/>
              <w:right w:val="single" w:sz="4" w:space="0" w:color="auto"/>
            </w:tcBorders>
            <w:vAlign w:val="center"/>
          </w:tcPr>
          <w:p w14:paraId="2CD32EA7" w14:textId="13DC1FB5" w:rsidR="0022566D" w:rsidRPr="00DF6DD6" w:rsidRDefault="0022566D" w:rsidP="0022566D">
            <w:pPr>
              <w:pStyle w:val="TAC"/>
              <w:keepNext w:val="0"/>
              <w:rPr>
                <w:rFonts w:cs="Arial"/>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3CB197C8" w14:textId="7EB92656" w:rsidR="0022566D" w:rsidRPr="00DF6DD6" w:rsidRDefault="0022566D" w:rsidP="0022566D">
            <w:pPr>
              <w:pStyle w:val="TAC"/>
              <w:keepNext w:val="0"/>
              <w:rPr>
                <w:rFonts w:cs="Arial"/>
                <w:lang w:val="en-US" w:eastAsia="zh-CN"/>
              </w:rPr>
            </w:pPr>
          </w:p>
        </w:tc>
        <w:tc>
          <w:tcPr>
            <w:tcW w:w="708" w:type="dxa"/>
            <w:tcBorders>
              <w:top w:val="single" w:sz="4" w:space="0" w:color="auto"/>
              <w:left w:val="single" w:sz="4" w:space="0" w:color="auto"/>
              <w:bottom w:val="single" w:sz="4" w:space="0" w:color="auto"/>
              <w:right w:val="single" w:sz="4" w:space="0" w:color="auto"/>
            </w:tcBorders>
            <w:vAlign w:val="center"/>
          </w:tcPr>
          <w:p w14:paraId="0418A8B4" w14:textId="2000AB4D" w:rsidR="0022566D" w:rsidRPr="00DF6DD6" w:rsidRDefault="0022566D" w:rsidP="0022566D">
            <w:pPr>
              <w:pStyle w:val="TAC"/>
              <w:keepNext w:val="0"/>
              <w:rPr>
                <w:rFonts w:cs="Arial"/>
                <w:lang w:val="sv-SE"/>
              </w:rPr>
            </w:pPr>
          </w:p>
        </w:tc>
        <w:tc>
          <w:tcPr>
            <w:tcW w:w="709" w:type="dxa"/>
            <w:tcBorders>
              <w:top w:val="single" w:sz="4" w:space="0" w:color="auto"/>
              <w:left w:val="single" w:sz="4" w:space="0" w:color="auto"/>
              <w:bottom w:val="single" w:sz="4" w:space="0" w:color="auto"/>
              <w:right w:val="single" w:sz="4" w:space="0" w:color="auto"/>
            </w:tcBorders>
            <w:vAlign w:val="center"/>
          </w:tcPr>
          <w:p w14:paraId="410CBB16"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0720F97" w14:textId="53988080" w:rsidR="0022566D" w:rsidRPr="00DF6DD6" w:rsidRDefault="0022566D" w:rsidP="0022566D">
            <w:pPr>
              <w:pStyle w:val="TAC"/>
              <w:keepNext w:val="0"/>
              <w:rPr>
                <w:rFonts w:cs="Arial"/>
                <w:lang w:eastAsia="ja-JP"/>
              </w:rPr>
            </w:pPr>
            <w:r w:rsidRPr="00DF6DD6">
              <w:rPr>
                <w:rFonts w:cs="Arial"/>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52CCCA1A" w14:textId="77777777" w:rsidR="0022566D" w:rsidRPr="00DF6DD6" w:rsidRDefault="0022566D" w:rsidP="0022566D">
            <w:pPr>
              <w:pStyle w:val="TAC"/>
              <w:keepNext w:val="0"/>
              <w:rPr>
                <w:rFonts w:cs="Arial"/>
                <w:lang w:eastAsia="ja-JP"/>
              </w:rPr>
            </w:pPr>
          </w:p>
        </w:tc>
        <w:tc>
          <w:tcPr>
            <w:tcW w:w="650" w:type="dxa"/>
            <w:tcBorders>
              <w:top w:val="single" w:sz="4" w:space="0" w:color="auto"/>
              <w:left w:val="single" w:sz="4" w:space="0" w:color="auto"/>
              <w:bottom w:val="single" w:sz="4" w:space="0" w:color="auto"/>
              <w:right w:val="single" w:sz="4" w:space="0" w:color="auto"/>
            </w:tcBorders>
          </w:tcPr>
          <w:p w14:paraId="157234C5" w14:textId="77777777" w:rsidR="0022566D" w:rsidRPr="00DF6DD6" w:rsidRDefault="0022566D" w:rsidP="0022566D">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tcPr>
          <w:p w14:paraId="3C0FD23C" w14:textId="77777777" w:rsidR="0022566D" w:rsidRPr="00DF6DD6" w:rsidRDefault="0022566D" w:rsidP="0022566D">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vAlign w:val="center"/>
          </w:tcPr>
          <w:p w14:paraId="595F1D91" w14:textId="29C3152B"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tcPr>
          <w:p w14:paraId="30FE1FC4"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20155EBF" w14:textId="77777777" w:rsidR="0022566D" w:rsidRPr="00DF6DD6" w:rsidRDefault="0022566D" w:rsidP="0022566D">
            <w:pPr>
              <w:pStyle w:val="TAC"/>
              <w:keepNext w:val="0"/>
              <w:rPr>
                <w:rFonts w:eastAsia="Yu Mincho"/>
                <w:szCs w:val="18"/>
              </w:rPr>
            </w:pPr>
          </w:p>
        </w:tc>
        <w:tc>
          <w:tcPr>
            <w:tcW w:w="749" w:type="dxa"/>
            <w:vMerge w:val="restart"/>
            <w:tcBorders>
              <w:left w:val="single" w:sz="4" w:space="0" w:color="auto"/>
              <w:right w:val="single" w:sz="4" w:space="0" w:color="auto"/>
            </w:tcBorders>
            <w:vAlign w:val="center"/>
          </w:tcPr>
          <w:p w14:paraId="6EE0963B"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3001431C" w14:textId="77777777" w:rsidTr="00CE2DED">
        <w:trPr>
          <w:trHeight w:val="148"/>
          <w:jc w:val="center"/>
        </w:trPr>
        <w:tc>
          <w:tcPr>
            <w:tcW w:w="1034" w:type="dxa"/>
            <w:vMerge/>
            <w:tcBorders>
              <w:left w:val="single" w:sz="4" w:space="0" w:color="auto"/>
              <w:right w:val="single" w:sz="4" w:space="0" w:color="auto"/>
            </w:tcBorders>
            <w:vAlign w:val="center"/>
          </w:tcPr>
          <w:p w14:paraId="7703C0AE"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6603CF24"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3B2E82B4"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0258F914" w14:textId="77777777" w:rsidR="0022566D" w:rsidRPr="00DF6DD6" w:rsidRDefault="0022566D" w:rsidP="0022566D">
            <w:pPr>
              <w:pStyle w:val="TAC"/>
              <w:keepNext w:val="0"/>
              <w:rPr>
                <w:lang w:val="en-US"/>
              </w:rPr>
            </w:pPr>
            <w:r w:rsidRPr="00DF6DD6">
              <w:rPr>
                <w:lang w:val="en-US"/>
              </w:rPr>
              <w:t>30</w:t>
            </w:r>
          </w:p>
        </w:tc>
        <w:tc>
          <w:tcPr>
            <w:tcW w:w="477" w:type="dxa"/>
            <w:tcBorders>
              <w:top w:val="single" w:sz="4" w:space="0" w:color="auto"/>
              <w:left w:val="single" w:sz="4" w:space="0" w:color="auto"/>
              <w:bottom w:val="single" w:sz="4" w:space="0" w:color="auto"/>
              <w:right w:val="single" w:sz="4" w:space="0" w:color="auto"/>
            </w:tcBorders>
          </w:tcPr>
          <w:p w14:paraId="2A5824E5" w14:textId="54B87EC4" w:rsidR="0022566D" w:rsidRPr="00DF6DD6" w:rsidRDefault="0022566D" w:rsidP="0022566D">
            <w:pPr>
              <w:pStyle w:val="TAC"/>
              <w:keepNext w:val="0"/>
              <w:rPr>
                <w:rFonts w:cs="Arial"/>
                <w:lang w:eastAsia="ja-JP"/>
              </w:rPr>
            </w:pPr>
          </w:p>
        </w:tc>
        <w:tc>
          <w:tcPr>
            <w:tcW w:w="614" w:type="dxa"/>
            <w:tcBorders>
              <w:top w:val="single" w:sz="4" w:space="0" w:color="auto"/>
              <w:left w:val="single" w:sz="4" w:space="0" w:color="auto"/>
              <w:bottom w:val="single" w:sz="4" w:space="0" w:color="auto"/>
              <w:right w:val="single" w:sz="4" w:space="0" w:color="auto"/>
            </w:tcBorders>
            <w:vAlign w:val="center"/>
          </w:tcPr>
          <w:p w14:paraId="128C3A9D" w14:textId="44E3FE38"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28B16637" w14:textId="799C7C16" w:rsidR="0022566D" w:rsidRPr="00DF6DD6" w:rsidRDefault="0022566D" w:rsidP="0022566D">
            <w:pPr>
              <w:pStyle w:val="TAC"/>
              <w:keepNext w:val="0"/>
              <w:rPr>
                <w:rFonts w:cs="Arial"/>
                <w:lang w:eastAsia="ja-JP"/>
              </w:rPr>
            </w:pPr>
          </w:p>
        </w:tc>
        <w:tc>
          <w:tcPr>
            <w:tcW w:w="708" w:type="dxa"/>
            <w:tcBorders>
              <w:top w:val="single" w:sz="4" w:space="0" w:color="auto"/>
              <w:left w:val="single" w:sz="4" w:space="0" w:color="auto"/>
              <w:bottom w:val="single" w:sz="4" w:space="0" w:color="auto"/>
              <w:right w:val="single" w:sz="4" w:space="0" w:color="auto"/>
            </w:tcBorders>
            <w:vAlign w:val="center"/>
          </w:tcPr>
          <w:p w14:paraId="38AB02E7" w14:textId="03515EB8" w:rsidR="0022566D" w:rsidRPr="00DF6DD6" w:rsidRDefault="0022566D" w:rsidP="0022566D">
            <w:pPr>
              <w:pStyle w:val="TAC"/>
              <w:keepNext w:val="0"/>
              <w:rPr>
                <w:rFonts w:cs="Arial"/>
                <w:lang w:val="sv-SE"/>
              </w:rPr>
            </w:pPr>
          </w:p>
        </w:tc>
        <w:tc>
          <w:tcPr>
            <w:tcW w:w="709" w:type="dxa"/>
            <w:tcBorders>
              <w:top w:val="single" w:sz="4" w:space="0" w:color="auto"/>
              <w:left w:val="single" w:sz="4" w:space="0" w:color="auto"/>
              <w:bottom w:val="single" w:sz="4" w:space="0" w:color="auto"/>
              <w:right w:val="single" w:sz="4" w:space="0" w:color="auto"/>
            </w:tcBorders>
            <w:vAlign w:val="center"/>
          </w:tcPr>
          <w:p w14:paraId="139B373B"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44A287B5"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2A3D0A37"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02BDA332"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5735C81A" w14:textId="77777777" w:rsidR="0022566D" w:rsidRPr="00DF6DD6" w:rsidRDefault="0022566D" w:rsidP="0022566D">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vAlign w:val="center"/>
          </w:tcPr>
          <w:p w14:paraId="402A6605" w14:textId="1A054506" w:rsidR="0022566D" w:rsidRPr="00DF6DD6" w:rsidRDefault="0022566D" w:rsidP="0022566D">
            <w:pPr>
              <w:pStyle w:val="TAC"/>
              <w:keepNext w:val="0"/>
              <w:rPr>
                <w:rFonts w:eastAsia="Yu Mincho"/>
                <w:szCs w:val="18"/>
              </w:rPr>
            </w:pPr>
            <w:r w:rsidRPr="00DF6DD6">
              <w:rPr>
                <w:rFonts w:eastAsia="Yu Mincho"/>
                <w:szCs w:val="18"/>
              </w:rPr>
              <w:t>Yes</w:t>
            </w:r>
          </w:p>
        </w:tc>
        <w:tc>
          <w:tcPr>
            <w:tcW w:w="709" w:type="dxa"/>
            <w:tcBorders>
              <w:top w:val="single" w:sz="4" w:space="0" w:color="auto"/>
              <w:left w:val="single" w:sz="4" w:space="0" w:color="auto"/>
              <w:bottom w:val="single" w:sz="4" w:space="0" w:color="auto"/>
              <w:right w:val="single" w:sz="4" w:space="0" w:color="auto"/>
            </w:tcBorders>
          </w:tcPr>
          <w:p w14:paraId="359891C8"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391D6678"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37F0E801" w14:textId="77777777" w:rsidR="0022566D" w:rsidRPr="00DF6DD6" w:rsidRDefault="0022566D" w:rsidP="0022566D">
            <w:pPr>
              <w:pStyle w:val="TAC"/>
              <w:keepNext w:val="0"/>
              <w:rPr>
                <w:rFonts w:eastAsia="Yu Mincho"/>
                <w:szCs w:val="18"/>
              </w:rPr>
            </w:pPr>
          </w:p>
        </w:tc>
      </w:tr>
      <w:tr w:rsidR="0022566D" w:rsidRPr="00DF6DD6" w14:paraId="3408DC9A" w14:textId="77777777" w:rsidTr="00CE2DED">
        <w:trPr>
          <w:trHeight w:val="148"/>
          <w:jc w:val="center"/>
        </w:trPr>
        <w:tc>
          <w:tcPr>
            <w:tcW w:w="1034" w:type="dxa"/>
            <w:vMerge/>
            <w:tcBorders>
              <w:left w:val="single" w:sz="4" w:space="0" w:color="auto"/>
              <w:right w:val="single" w:sz="4" w:space="0" w:color="auto"/>
            </w:tcBorders>
            <w:vAlign w:val="center"/>
          </w:tcPr>
          <w:p w14:paraId="3B784D5B"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113C8124"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5932F6D4"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1333F810" w14:textId="77777777" w:rsidR="0022566D" w:rsidRPr="00DF6DD6" w:rsidRDefault="0022566D" w:rsidP="0022566D">
            <w:pPr>
              <w:pStyle w:val="TAC"/>
              <w:keepNext w:val="0"/>
              <w:rPr>
                <w:lang w:val="en-US"/>
              </w:rPr>
            </w:pPr>
            <w:r w:rsidRPr="00DF6DD6">
              <w:rPr>
                <w:lang w:val="en-US"/>
              </w:rPr>
              <w:t>60</w:t>
            </w:r>
          </w:p>
        </w:tc>
        <w:tc>
          <w:tcPr>
            <w:tcW w:w="477" w:type="dxa"/>
            <w:tcBorders>
              <w:top w:val="single" w:sz="4" w:space="0" w:color="auto"/>
              <w:left w:val="single" w:sz="4" w:space="0" w:color="auto"/>
              <w:bottom w:val="single" w:sz="4" w:space="0" w:color="auto"/>
              <w:right w:val="single" w:sz="4" w:space="0" w:color="auto"/>
            </w:tcBorders>
          </w:tcPr>
          <w:p w14:paraId="4BC03782" w14:textId="63AB5CBC" w:rsidR="0022566D" w:rsidRPr="00DF6DD6" w:rsidRDefault="0022566D" w:rsidP="0022566D">
            <w:pPr>
              <w:pStyle w:val="TAC"/>
              <w:keepNext w:val="0"/>
              <w:rPr>
                <w:rFonts w:cs="Arial"/>
                <w:lang w:eastAsia="ja-JP"/>
              </w:rPr>
            </w:pPr>
          </w:p>
        </w:tc>
        <w:tc>
          <w:tcPr>
            <w:tcW w:w="614" w:type="dxa"/>
            <w:tcBorders>
              <w:top w:val="single" w:sz="4" w:space="0" w:color="auto"/>
              <w:left w:val="single" w:sz="4" w:space="0" w:color="auto"/>
              <w:bottom w:val="single" w:sz="4" w:space="0" w:color="auto"/>
              <w:right w:val="single" w:sz="4" w:space="0" w:color="auto"/>
            </w:tcBorders>
            <w:vAlign w:val="center"/>
          </w:tcPr>
          <w:p w14:paraId="281E4AD3" w14:textId="4011725D" w:rsidR="0022566D" w:rsidRPr="00DF6DD6" w:rsidRDefault="0022566D" w:rsidP="0022566D">
            <w:pPr>
              <w:pStyle w:val="TAC"/>
              <w:keepNext w:val="0"/>
              <w:rPr>
                <w:rFonts w:cs="Arial"/>
                <w:lang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2D2936E7" w14:textId="785D3100" w:rsidR="0022566D" w:rsidRPr="00DF6DD6" w:rsidRDefault="0022566D" w:rsidP="0022566D">
            <w:pPr>
              <w:pStyle w:val="TAC"/>
              <w:keepNext w:val="0"/>
              <w:rPr>
                <w:rFonts w:cs="Arial"/>
                <w:lang w:eastAsia="ja-JP"/>
              </w:rPr>
            </w:pPr>
          </w:p>
        </w:tc>
        <w:tc>
          <w:tcPr>
            <w:tcW w:w="708" w:type="dxa"/>
            <w:tcBorders>
              <w:top w:val="single" w:sz="4" w:space="0" w:color="auto"/>
              <w:left w:val="single" w:sz="4" w:space="0" w:color="auto"/>
              <w:bottom w:val="single" w:sz="4" w:space="0" w:color="auto"/>
              <w:right w:val="single" w:sz="4" w:space="0" w:color="auto"/>
            </w:tcBorders>
            <w:vAlign w:val="center"/>
          </w:tcPr>
          <w:p w14:paraId="212C02E1" w14:textId="2A2DB753" w:rsidR="0022566D" w:rsidRPr="00DF6DD6" w:rsidRDefault="0022566D" w:rsidP="0022566D">
            <w:pPr>
              <w:pStyle w:val="TAC"/>
              <w:keepNext w:val="0"/>
              <w:rPr>
                <w:rFonts w:cs="Arial"/>
                <w:lang w:val="sv-SE" w:eastAsia="ja-JP"/>
              </w:rPr>
            </w:pPr>
          </w:p>
        </w:tc>
        <w:tc>
          <w:tcPr>
            <w:tcW w:w="709" w:type="dxa"/>
            <w:tcBorders>
              <w:top w:val="single" w:sz="4" w:space="0" w:color="auto"/>
              <w:left w:val="single" w:sz="4" w:space="0" w:color="auto"/>
              <w:bottom w:val="single" w:sz="4" w:space="0" w:color="auto"/>
              <w:right w:val="single" w:sz="4" w:space="0" w:color="auto"/>
            </w:tcBorders>
            <w:vAlign w:val="center"/>
          </w:tcPr>
          <w:p w14:paraId="307725BD"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65EF9FBF"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4D0454B"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50" w:type="dxa"/>
            <w:tcBorders>
              <w:top w:val="single" w:sz="4" w:space="0" w:color="auto"/>
              <w:left w:val="single" w:sz="4" w:space="0" w:color="auto"/>
              <w:bottom w:val="single" w:sz="4" w:space="0" w:color="auto"/>
              <w:right w:val="single" w:sz="4" w:space="0" w:color="auto"/>
            </w:tcBorders>
            <w:vAlign w:val="center"/>
          </w:tcPr>
          <w:p w14:paraId="34FF1F18" w14:textId="77777777" w:rsidR="0022566D" w:rsidRPr="00DF6DD6" w:rsidRDefault="0022566D" w:rsidP="0022566D">
            <w:pPr>
              <w:pStyle w:val="TAC"/>
              <w:keepNext w:val="0"/>
              <w:rPr>
                <w:rFonts w:cs="Arial"/>
                <w:lang w:eastAsia="ja-JP"/>
              </w:rPr>
            </w:pPr>
            <w:r w:rsidRPr="00DF6DD6">
              <w:rPr>
                <w:rFonts w:cs="Arial" w:hint="eastAsia"/>
                <w:lang w:eastAsia="ja-JP"/>
              </w:rPr>
              <w:t>Yes</w:t>
            </w:r>
          </w:p>
        </w:tc>
        <w:tc>
          <w:tcPr>
            <w:tcW w:w="625" w:type="dxa"/>
            <w:tcBorders>
              <w:top w:val="single" w:sz="4" w:space="0" w:color="auto"/>
              <w:left w:val="single" w:sz="4" w:space="0" w:color="auto"/>
              <w:bottom w:val="single" w:sz="4" w:space="0" w:color="auto"/>
              <w:right w:val="single" w:sz="4" w:space="0" w:color="auto"/>
            </w:tcBorders>
          </w:tcPr>
          <w:p w14:paraId="00B8D9E0" w14:textId="77777777" w:rsidR="0022566D" w:rsidRPr="00DF6DD6" w:rsidRDefault="0022566D" w:rsidP="0022566D">
            <w:pPr>
              <w:pStyle w:val="TAC"/>
              <w:keepNext w:val="0"/>
              <w:rPr>
                <w:rFonts w:eastAsia="Yu Mincho"/>
                <w:szCs w:val="18"/>
              </w:rPr>
            </w:pPr>
          </w:p>
        </w:tc>
        <w:tc>
          <w:tcPr>
            <w:tcW w:w="625" w:type="dxa"/>
            <w:tcBorders>
              <w:top w:val="single" w:sz="4" w:space="0" w:color="auto"/>
              <w:left w:val="single" w:sz="4" w:space="0" w:color="auto"/>
              <w:bottom w:val="single" w:sz="4" w:space="0" w:color="auto"/>
              <w:right w:val="single" w:sz="4" w:space="0" w:color="auto"/>
            </w:tcBorders>
            <w:vAlign w:val="center"/>
          </w:tcPr>
          <w:p w14:paraId="3A58B52F" w14:textId="102BF092" w:rsidR="0022566D" w:rsidRPr="00DF6DD6" w:rsidRDefault="0022566D" w:rsidP="0022566D">
            <w:pPr>
              <w:pStyle w:val="TAC"/>
              <w:keepNext w:val="0"/>
              <w:rPr>
                <w:rFonts w:eastAsia="Yu Mincho"/>
                <w:szCs w:val="18"/>
              </w:rPr>
            </w:pPr>
            <w:r w:rsidRPr="00DF6DD6">
              <w:rPr>
                <w:rFonts w:eastAsia="Yu Mincho"/>
                <w:szCs w:val="18"/>
              </w:rPr>
              <w:t>Yes</w:t>
            </w:r>
          </w:p>
        </w:tc>
        <w:tc>
          <w:tcPr>
            <w:tcW w:w="709" w:type="dxa"/>
            <w:tcBorders>
              <w:top w:val="single" w:sz="4" w:space="0" w:color="auto"/>
              <w:left w:val="single" w:sz="4" w:space="0" w:color="auto"/>
              <w:bottom w:val="single" w:sz="4" w:space="0" w:color="auto"/>
              <w:right w:val="single" w:sz="4" w:space="0" w:color="auto"/>
            </w:tcBorders>
          </w:tcPr>
          <w:p w14:paraId="782BA144" w14:textId="77777777" w:rsidR="0022566D" w:rsidRPr="00DF6DD6" w:rsidRDefault="0022566D" w:rsidP="0022566D">
            <w:pPr>
              <w:pStyle w:val="TAC"/>
              <w:keepNext w:val="0"/>
              <w:rPr>
                <w:rFonts w:eastAsia="Yu Mincho"/>
                <w:szCs w:val="18"/>
              </w:rPr>
            </w:pPr>
          </w:p>
        </w:tc>
        <w:tc>
          <w:tcPr>
            <w:tcW w:w="622" w:type="dxa"/>
            <w:tcBorders>
              <w:top w:val="single" w:sz="4" w:space="0" w:color="auto"/>
              <w:left w:val="single" w:sz="4" w:space="0" w:color="auto"/>
              <w:bottom w:val="single" w:sz="4" w:space="0" w:color="auto"/>
              <w:right w:val="single" w:sz="4" w:space="0" w:color="auto"/>
            </w:tcBorders>
            <w:vAlign w:val="center"/>
          </w:tcPr>
          <w:p w14:paraId="3CD69BB3" w14:textId="77777777" w:rsidR="0022566D" w:rsidRPr="00DF6DD6" w:rsidRDefault="0022566D" w:rsidP="0022566D">
            <w:pPr>
              <w:pStyle w:val="TAC"/>
              <w:keepNext w:val="0"/>
              <w:rPr>
                <w:rFonts w:eastAsia="Yu Mincho"/>
                <w:szCs w:val="18"/>
              </w:rPr>
            </w:pPr>
          </w:p>
        </w:tc>
        <w:tc>
          <w:tcPr>
            <w:tcW w:w="749" w:type="dxa"/>
            <w:vMerge/>
            <w:tcBorders>
              <w:left w:val="single" w:sz="4" w:space="0" w:color="auto"/>
              <w:right w:val="single" w:sz="4" w:space="0" w:color="auto"/>
            </w:tcBorders>
            <w:vAlign w:val="center"/>
          </w:tcPr>
          <w:p w14:paraId="101FEE62" w14:textId="77777777" w:rsidR="0022566D" w:rsidRPr="00DF6DD6" w:rsidRDefault="0022566D" w:rsidP="0022566D">
            <w:pPr>
              <w:pStyle w:val="TAC"/>
              <w:keepNext w:val="0"/>
              <w:rPr>
                <w:rFonts w:eastAsia="Yu Mincho"/>
                <w:szCs w:val="18"/>
              </w:rPr>
            </w:pPr>
          </w:p>
        </w:tc>
      </w:tr>
      <w:tr w:rsidR="0022566D" w:rsidRPr="00DF6DD6" w14:paraId="4143C289" w14:textId="77777777" w:rsidTr="00CE2DED">
        <w:trPr>
          <w:trHeight w:val="148"/>
          <w:jc w:val="center"/>
        </w:trPr>
        <w:tc>
          <w:tcPr>
            <w:tcW w:w="1034" w:type="dxa"/>
            <w:vMerge/>
            <w:tcBorders>
              <w:left w:val="single" w:sz="4" w:space="0" w:color="auto"/>
              <w:right w:val="single" w:sz="4" w:space="0" w:color="auto"/>
            </w:tcBorders>
            <w:vAlign w:val="center"/>
          </w:tcPr>
          <w:p w14:paraId="5303BFDC"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51E43270"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vAlign w:val="center"/>
          </w:tcPr>
          <w:p w14:paraId="3A6FD285" w14:textId="77777777" w:rsidR="0022566D" w:rsidRPr="00DF6DD6" w:rsidRDefault="0022566D" w:rsidP="0022566D">
            <w:pPr>
              <w:pStyle w:val="TAC"/>
              <w:keepNext w:val="0"/>
              <w:rPr>
                <w:lang w:val="en-US" w:eastAsia="zh-CN"/>
              </w:rPr>
            </w:pPr>
            <w:r w:rsidRPr="00DF6DD6">
              <w:rPr>
                <w:rFonts w:hint="eastAsia"/>
                <w:lang w:val="en-US" w:eastAsia="zh-CN"/>
              </w:rPr>
              <w:t>n257</w:t>
            </w:r>
          </w:p>
        </w:tc>
        <w:tc>
          <w:tcPr>
            <w:tcW w:w="725" w:type="dxa"/>
            <w:tcBorders>
              <w:left w:val="single" w:sz="4" w:space="0" w:color="auto"/>
              <w:right w:val="single" w:sz="4" w:space="0" w:color="auto"/>
            </w:tcBorders>
          </w:tcPr>
          <w:p w14:paraId="23856AD8"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6EEC1E5E" w14:textId="028B6063" w:rsidR="0022566D" w:rsidRPr="00DF6DD6" w:rsidRDefault="0022566D" w:rsidP="0022566D">
            <w:pPr>
              <w:pStyle w:val="TAC"/>
              <w:keepNext w:val="0"/>
              <w:rPr>
                <w:rFonts w:eastAsia="Yu Mincho"/>
                <w:szCs w:val="18"/>
              </w:rPr>
            </w:pPr>
            <w:r>
              <w:rPr>
                <w:rFonts w:cs="Arial"/>
                <w:lang w:eastAsia="ja-JP"/>
              </w:rPr>
              <w:t>CA_n257</w:t>
            </w:r>
            <w:r>
              <w:rPr>
                <w:rFonts w:cs="Arial"/>
                <w:lang w:eastAsia="zh-CN"/>
              </w:rPr>
              <w:t>F</w:t>
            </w:r>
          </w:p>
        </w:tc>
        <w:tc>
          <w:tcPr>
            <w:tcW w:w="749" w:type="dxa"/>
            <w:vMerge/>
            <w:tcBorders>
              <w:left w:val="single" w:sz="4" w:space="0" w:color="auto"/>
              <w:right w:val="single" w:sz="4" w:space="0" w:color="auto"/>
            </w:tcBorders>
            <w:vAlign w:val="center"/>
          </w:tcPr>
          <w:p w14:paraId="7355E51F" w14:textId="77777777" w:rsidR="0022566D" w:rsidRPr="00DF6DD6" w:rsidRDefault="0022566D" w:rsidP="0022566D">
            <w:pPr>
              <w:pStyle w:val="TAC"/>
              <w:keepNext w:val="0"/>
              <w:rPr>
                <w:rFonts w:eastAsia="Yu Mincho"/>
                <w:szCs w:val="18"/>
              </w:rPr>
            </w:pPr>
          </w:p>
        </w:tc>
      </w:tr>
      <w:tr w:rsidR="0022566D" w:rsidRPr="00DF6DD6" w14:paraId="4E63036E" w14:textId="77777777" w:rsidTr="00CE2DED">
        <w:trPr>
          <w:trHeight w:val="148"/>
          <w:jc w:val="center"/>
        </w:trPr>
        <w:tc>
          <w:tcPr>
            <w:tcW w:w="1034" w:type="dxa"/>
            <w:vMerge w:val="restart"/>
            <w:tcBorders>
              <w:left w:val="single" w:sz="4" w:space="0" w:color="auto"/>
              <w:right w:val="single" w:sz="4" w:space="0" w:color="auto"/>
            </w:tcBorders>
            <w:vAlign w:val="center"/>
          </w:tcPr>
          <w:p w14:paraId="5F8AC760"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79C</w:t>
            </w:r>
            <w:r w:rsidRPr="00DF6DD6">
              <w:rPr>
                <w:lang w:val="en-US"/>
              </w:rPr>
              <w:t>-n</w:t>
            </w:r>
            <w:r w:rsidRPr="00DF6DD6">
              <w:rPr>
                <w:rFonts w:hint="eastAsia"/>
                <w:lang w:val="en-US" w:eastAsia="zh-CN"/>
              </w:rPr>
              <w:t>257</w:t>
            </w:r>
            <w:r w:rsidRPr="00DF6DD6">
              <w:rPr>
                <w:lang w:val="en-US"/>
              </w:rPr>
              <w:t>A</w:t>
            </w:r>
          </w:p>
        </w:tc>
        <w:tc>
          <w:tcPr>
            <w:tcW w:w="1034" w:type="dxa"/>
            <w:vMerge w:val="restart"/>
            <w:tcBorders>
              <w:left w:val="single" w:sz="4" w:space="0" w:color="auto"/>
              <w:right w:val="single" w:sz="4" w:space="0" w:color="auto"/>
            </w:tcBorders>
            <w:vAlign w:val="center"/>
          </w:tcPr>
          <w:p w14:paraId="6A0FA442" w14:textId="77777777" w:rsidR="0022566D" w:rsidRPr="00DF6DD6" w:rsidRDefault="0022566D" w:rsidP="0022566D">
            <w:pPr>
              <w:pStyle w:val="TAC"/>
              <w:keepNext w:val="0"/>
              <w:rPr>
                <w:lang w:val="en-US" w:eastAsia="zh-CN"/>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w:t>
            </w:r>
            <w:r w:rsidRPr="00DF6DD6">
              <w:rPr>
                <w:lang w:val="en-US"/>
              </w:rPr>
              <w:t>A</w:t>
            </w:r>
          </w:p>
        </w:tc>
        <w:tc>
          <w:tcPr>
            <w:tcW w:w="746" w:type="dxa"/>
            <w:tcBorders>
              <w:left w:val="single" w:sz="4" w:space="0" w:color="auto"/>
              <w:right w:val="single" w:sz="4" w:space="0" w:color="auto"/>
            </w:tcBorders>
            <w:vAlign w:val="center"/>
          </w:tcPr>
          <w:p w14:paraId="751D77E0" w14:textId="77777777" w:rsidR="0022566D" w:rsidRPr="00DF6DD6" w:rsidRDefault="0022566D" w:rsidP="0022566D">
            <w:pPr>
              <w:pStyle w:val="TAC"/>
              <w:keepNext w:val="0"/>
              <w:rPr>
                <w:lang w:val="en-US" w:eastAsia="zh-CN"/>
              </w:rPr>
            </w:pPr>
            <w:r w:rsidRPr="00DF6DD6">
              <w:rPr>
                <w:rFonts w:hint="eastAsia"/>
                <w:lang w:val="en-US" w:eastAsia="zh-CN"/>
              </w:rPr>
              <w:t>n79</w:t>
            </w:r>
          </w:p>
        </w:tc>
        <w:tc>
          <w:tcPr>
            <w:tcW w:w="725" w:type="dxa"/>
            <w:tcBorders>
              <w:left w:val="single" w:sz="4" w:space="0" w:color="auto"/>
              <w:right w:val="single" w:sz="4" w:space="0" w:color="auto"/>
            </w:tcBorders>
          </w:tcPr>
          <w:p w14:paraId="7A7B8C81" w14:textId="77777777" w:rsidR="0022566D" w:rsidRPr="00DF6DD6"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068CCEE7" w14:textId="5A5142C6" w:rsidR="0022566D" w:rsidRPr="00DF6DD6" w:rsidRDefault="0022566D" w:rsidP="0022566D">
            <w:pPr>
              <w:pStyle w:val="TAC"/>
              <w:keepNext w:val="0"/>
              <w:rPr>
                <w:rFonts w:eastAsia="Yu Mincho"/>
                <w:szCs w:val="18"/>
              </w:rPr>
            </w:pPr>
            <w:r w:rsidRPr="00DF6DD6">
              <w:rPr>
                <w:rFonts w:cs="Arial"/>
                <w:lang w:eastAsia="ja-JP"/>
              </w:rPr>
              <w:t>See CA_n7</w:t>
            </w:r>
            <w:r w:rsidRPr="00DF6DD6">
              <w:rPr>
                <w:rFonts w:cs="Arial" w:hint="eastAsia"/>
                <w:lang w:eastAsia="zh-CN"/>
              </w:rPr>
              <w:t>9</w:t>
            </w:r>
            <w:r w:rsidRPr="00DF6DD6">
              <w:rPr>
                <w:rFonts w:cs="Arial"/>
                <w:lang w:eastAsia="ja-JP"/>
              </w:rPr>
              <w:t>C in Table 5.5A.1-1 in TS 38.101-1</w:t>
            </w:r>
          </w:p>
        </w:tc>
        <w:tc>
          <w:tcPr>
            <w:tcW w:w="749" w:type="dxa"/>
            <w:vMerge w:val="restart"/>
            <w:tcBorders>
              <w:left w:val="single" w:sz="4" w:space="0" w:color="auto"/>
              <w:right w:val="single" w:sz="4" w:space="0" w:color="auto"/>
            </w:tcBorders>
            <w:vAlign w:val="center"/>
          </w:tcPr>
          <w:p w14:paraId="62EA3794"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37FE0D9A" w14:textId="77777777" w:rsidTr="00CE2DED">
        <w:trPr>
          <w:trHeight w:val="148"/>
          <w:jc w:val="center"/>
        </w:trPr>
        <w:tc>
          <w:tcPr>
            <w:tcW w:w="1034" w:type="dxa"/>
            <w:vMerge/>
            <w:tcBorders>
              <w:left w:val="single" w:sz="4" w:space="0" w:color="auto"/>
              <w:right w:val="single" w:sz="4" w:space="0" w:color="auto"/>
            </w:tcBorders>
            <w:vAlign w:val="center"/>
          </w:tcPr>
          <w:p w14:paraId="4787648F"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3029945F" w14:textId="77777777" w:rsidR="0022566D" w:rsidRPr="00DF6DD6" w:rsidRDefault="0022566D" w:rsidP="0022566D">
            <w:pPr>
              <w:pStyle w:val="TAC"/>
              <w:keepNext w:val="0"/>
              <w:rPr>
                <w:lang w:val="en-US"/>
              </w:rPr>
            </w:pPr>
          </w:p>
        </w:tc>
        <w:tc>
          <w:tcPr>
            <w:tcW w:w="746" w:type="dxa"/>
            <w:vMerge w:val="restart"/>
            <w:tcBorders>
              <w:left w:val="single" w:sz="4" w:space="0" w:color="auto"/>
              <w:right w:val="single" w:sz="4" w:space="0" w:color="auto"/>
            </w:tcBorders>
            <w:vAlign w:val="center"/>
          </w:tcPr>
          <w:p w14:paraId="462DD2DC" w14:textId="77777777" w:rsidR="0022566D" w:rsidRPr="00DF6DD6" w:rsidRDefault="0022566D" w:rsidP="0022566D">
            <w:pPr>
              <w:pStyle w:val="TAC"/>
              <w:keepNext w:val="0"/>
              <w:rPr>
                <w:lang w:val="en-US" w:eastAsia="zh-CN"/>
              </w:rPr>
            </w:pPr>
            <w:r w:rsidRPr="00DF6DD6">
              <w:rPr>
                <w:rFonts w:hint="eastAsia"/>
                <w:lang w:val="en-US" w:eastAsia="zh-CN"/>
              </w:rPr>
              <w:t>n257</w:t>
            </w:r>
          </w:p>
        </w:tc>
        <w:tc>
          <w:tcPr>
            <w:tcW w:w="725" w:type="dxa"/>
            <w:tcBorders>
              <w:top w:val="single" w:sz="4" w:space="0" w:color="auto"/>
              <w:left w:val="single" w:sz="4" w:space="0" w:color="auto"/>
              <w:bottom w:val="single" w:sz="4" w:space="0" w:color="auto"/>
              <w:right w:val="single" w:sz="4" w:space="0" w:color="auto"/>
            </w:tcBorders>
          </w:tcPr>
          <w:p w14:paraId="66FF0D4C" w14:textId="77777777" w:rsidR="0022566D" w:rsidRPr="00DF6DD6" w:rsidRDefault="0022566D" w:rsidP="0022566D">
            <w:pPr>
              <w:pStyle w:val="TAC"/>
              <w:keepNext w:val="0"/>
              <w:rPr>
                <w:lang w:val="en-US" w:eastAsia="zh-CN"/>
              </w:rPr>
            </w:pPr>
            <w:r w:rsidRPr="00DF6DD6">
              <w:rPr>
                <w:rFonts w:hint="eastAsia"/>
                <w:lang w:eastAsia="zh-CN"/>
              </w:rPr>
              <w:t>60</w:t>
            </w:r>
          </w:p>
        </w:tc>
        <w:tc>
          <w:tcPr>
            <w:tcW w:w="477" w:type="dxa"/>
            <w:tcBorders>
              <w:top w:val="single" w:sz="4" w:space="0" w:color="auto"/>
              <w:left w:val="single" w:sz="4" w:space="0" w:color="auto"/>
              <w:bottom w:val="single" w:sz="4" w:space="0" w:color="auto"/>
              <w:right w:val="single" w:sz="4" w:space="0" w:color="auto"/>
            </w:tcBorders>
          </w:tcPr>
          <w:p w14:paraId="61AE1278"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6E077B14"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3009A747" w14:textId="77777777" w:rsidR="0022566D" w:rsidRPr="00DF6DD6" w:rsidRDefault="0022566D" w:rsidP="0022566D">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7D630FC1"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C604B75" w14:textId="77777777" w:rsidR="0022566D" w:rsidRPr="00DF6DD6" w:rsidRDefault="0022566D" w:rsidP="0022566D">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753BBA84"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tcPr>
          <w:p w14:paraId="0F6F5331" w14:textId="77777777" w:rsidR="0022566D" w:rsidRPr="00DF6DD6" w:rsidRDefault="0022566D" w:rsidP="0022566D">
            <w:pPr>
              <w:pStyle w:val="TAC"/>
              <w:keepNext w:val="0"/>
              <w:rPr>
                <w:lang w:eastAsia="ja-JP"/>
              </w:rPr>
            </w:pPr>
          </w:p>
        </w:tc>
        <w:tc>
          <w:tcPr>
            <w:tcW w:w="650" w:type="dxa"/>
            <w:tcBorders>
              <w:top w:val="single" w:sz="4" w:space="0" w:color="auto"/>
              <w:left w:val="single" w:sz="4" w:space="0" w:color="auto"/>
              <w:bottom w:val="single" w:sz="4" w:space="0" w:color="auto"/>
              <w:right w:val="single" w:sz="4" w:space="0" w:color="auto"/>
            </w:tcBorders>
          </w:tcPr>
          <w:p w14:paraId="3CD72E61" w14:textId="77777777" w:rsidR="0022566D" w:rsidRPr="00DF6DD6" w:rsidRDefault="0022566D" w:rsidP="0022566D">
            <w:pPr>
              <w:pStyle w:val="TAC"/>
              <w:keepNext w:val="0"/>
              <w:rPr>
                <w:lang w:eastAsia="ja-JP"/>
              </w:rPr>
            </w:pPr>
          </w:p>
        </w:tc>
        <w:tc>
          <w:tcPr>
            <w:tcW w:w="625" w:type="dxa"/>
            <w:tcBorders>
              <w:top w:val="single" w:sz="4" w:space="0" w:color="auto"/>
              <w:left w:val="single" w:sz="4" w:space="0" w:color="auto"/>
              <w:bottom w:val="single" w:sz="4" w:space="0" w:color="auto"/>
              <w:right w:val="single" w:sz="4" w:space="0" w:color="auto"/>
            </w:tcBorders>
          </w:tcPr>
          <w:p w14:paraId="0981C622" w14:textId="77777777" w:rsidR="0022566D" w:rsidRPr="00DF6DD6" w:rsidRDefault="0022566D" w:rsidP="0022566D">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261B2631" w14:textId="7274E4FE"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7A94EF4D" w14:textId="77777777" w:rsidR="0022566D" w:rsidRPr="00DF6DD6" w:rsidRDefault="0022566D" w:rsidP="0022566D">
            <w:pPr>
              <w:pStyle w:val="TAC"/>
              <w:keepNext w:val="0"/>
              <w:rPr>
                <w:rFonts w:cs="Arial"/>
                <w:lang w:val="en-US" w:eastAsia="zh-CN"/>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3EAD6472" w14:textId="77777777" w:rsidR="0022566D" w:rsidRPr="00DF6DD6" w:rsidRDefault="0022566D" w:rsidP="0022566D">
            <w:pPr>
              <w:pStyle w:val="TAC"/>
              <w:keepNext w:val="0"/>
              <w:rPr>
                <w:rFonts w:cs="Arial"/>
                <w:lang w:val="sv-SE"/>
              </w:rPr>
            </w:pPr>
          </w:p>
        </w:tc>
        <w:tc>
          <w:tcPr>
            <w:tcW w:w="749" w:type="dxa"/>
            <w:vMerge/>
            <w:tcBorders>
              <w:left w:val="single" w:sz="4" w:space="0" w:color="auto"/>
              <w:right w:val="single" w:sz="4" w:space="0" w:color="auto"/>
            </w:tcBorders>
            <w:vAlign w:val="center"/>
          </w:tcPr>
          <w:p w14:paraId="1CF32C7A" w14:textId="77777777" w:rsidR="0022566D" w:rsidRPr="00DF6DD6" w:rsidRDefault="0022566D" w:rsidP="0022566D">
            <w:pPr>
              <w:pStyle w:val="TAC"/>
              <w:keepNext w:val="0"/>
              <w:rPr>
                <w:rFonts w:eastAsia="Yu Mincho"/>
                <w:szCs w:val="18"/>
              </w:rPr>
            </w:pPr>
          </w:p>
        </w:tc>
      </w:tr>
      <w:tr w:rsidR="0022566D" w:rsidRPr="00DF6DD6" w14:paraId="1612623A" w14:textId="77777777" w:rsidTr="00CE2DED">
        <w:trPr>
          <w:trHeight w:val="148"/>
          <w:jc w:val="center"/>
        </w:trPr>
        <w:tc>
          <w:tcPr>
            <w:tcW w:w="1034" w:type="dxa"/>
            <w:vMerge/>
            <w:tcBorders>
              <w:left w:val="single" w:sz="4" w:space="0" w:color="auto"/>
              <w:right w:val="single" w:sz="4" w:space="0" w:color="auto"/>
            </w:tcBorders>
            <w:vAlign w:val="center"/>
          </w:tcPr>
          <w:p w14:paraId="285C9926"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036C163C" w14:textId="77777777" w:rsidR="0022566D" w:rsidRPr="00DF6DD6" w:rsidRDefault="0022566D" w:rsidP="0022566D">
            <w:pPr>
              <w:pStyle w:val="TAC"/>
              <w:keepNext w:val="0"/>
              <w:rPr>
                <w:lang w:val="en-US"/>
              </w:rPr>
            </w:pPr>
          </w:p>
        </w:tc>
        <w:tc>
          <w:tcPr>
            <w:tcW w:w="746" w:type="dxa"/>
            <w:vMerge/>
            <w:tcBorders>
              <w:left w:val="single" w:sz="4" w:space="0" w:color="auto"/>
              <w:right w:val="single" w:sz="4" w:space="0" w:color="auto"/>
            </w:tcBorders>
            <w:vAlign w:val="center"/>
          </w:tcPr>
          <w:p w14:paraId="649D9D96" w14:textId="77777777" w:rsidR="0022566D" w:rsidRPr="00DF6DD6" w:rsidRDefault="0022566D" w:rsidP="0022566D">
            <w:pPr>
              <w:pStyle w:val="TAC"/>
              <w:keepNext w:val="0"/>
              <w:rPr>
                <w:lang w:val="en-US"/>
              </w:rPr>
            </w:pPr>
          </w:p>
        </w:tc>
        <w:tc>
          <w:tcPr>
            <w:tcW w:w="725" w:type="dxa"/>
            <w:tcBorders>
              <w:top w:val="single" w:sz="4" w:space="0" w:color="auto"/>
              <w:left w:val="single" w:sz="4" w:space="0" w:color="auto"/>
              <w:bottom w:val="single" w:sz="4" w:space="0" w:color="auto"/>
              <w:right w:val="single" w:sz="4" w:space="0" w:color="auto"/>
            </w:tcBorders>
          </w:tcPr>
          <w:p w14:paraId="0DB380A0" w14:textId="77777777" w:rsidR="0022566D" w:rsidRPr="00DF6DD6" w:rsidRDefault="0022566D" w:rsidP="0022566D">
            <w:pPr>
              <w:pStyle w:val="TAC"/>
              <w:keepNext w:val="0"/>
              <w:rPr>
                <w:lang w:val="en-US" w:eastAsia="zh-CN"/>
              </w:rPr>
            </w:pPr>
            <w:r w:rsidRPr="00DF6DD6">
              <w:rPr>
                <w:rFonts w:hint="eastAsia"/>
                <w:lang w:val="en-US" w:eastAsia="zh-CN"/>
              </w:rPr>
              <w:t>120</w:t>
            </w:r>
          </w:p>
        </w:tc>
        <w:tc>
          <w:tcPr>
            <w:tcW w:w="477" w:type="dxa"/>
            <w:tcBorders>
              <w:top w:val="single" w:sz="4" w:space="0" w:color="auto"/>
              <w:left w:val="single" w:sz="4" w:space="0" w:color="auto"/>
              <w:bottom w:val="single" w:sz="4" w:space="0" w:color="auto"/>
              <w:right w:val="single" w:sz="4" w:space="0" w:color="auto"/>
            </w:tcBorders>
          </w:tcPr>
          <w:p w14:paraId="3A5A3AA4" w14:textId="77777777" w:rsidR="0022566D" w:rsidRPr="00DF6DD6" w:rsidRDefault="0022566D" w:rsidP="0022566D">
            <w:pPr>
              <w:pStyle w:val="TAC"/>
              <w:keepNext w:val="0"/>
              <w:rPr>
                <w:szCs w:val="18"/>
              </w:rPr>
            </w:pPr>
          </w:p>
        </w:tc>
        <w:tc>
          <w:tcPr>
            <w:tcW w:w="614" w:type="dxa"/>
            <w:tcBorders>
              <w:top w:val="single" w:sz="4" w:space="0" w:color="auto"/>
              <w:left w:val="single" w:sz="4" w:space="0" w:color="auto"/>
              <w:bottom w:val="single" w:sz="4" w:space="0" w:color="auto"/>
              <w:right w:val="single" w:sz="4" w:space="0" w:color="auto"/>
            </w:tcBorders>
            <w:vAlign w:val="center"/>
          </w:tcPr>
          <w:p w14:paraId="3288681E"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360F05C4" w14:textId="77777777" w:rsidR="0022566D" w:rsidRPr="00DF6DD6" w:rsidRDefault="0022566D" w:rsidP="0022566D">
            <w:pPr>
              <w:pStyle w:val="TAC"/>
              <w:keepNext w:val="0"/>
              <w:rPr>
                <w:rFonts w:eastAsia="Yu Mincho"/>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795CF2E3" w14:textId="77777777" w:rsidR="0022566D" w:rsidRPr="00DF6DD6" w:rsidRDefault="0022566D" w:rsidP="0022566D">
            <w:pPr>
              <w:pStyle w:val="TAC"/>
              <w:keepNext w:val="0"/>
              <w:rPr>
                <w:rFonts w:eastAsia="Yu Mincho"/>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7DDEE1A0" w14:textId="77777777" w:rsidR="0022566D" w:rsidRPr="00DF6DD6" w:rsidRDefault="0022566D" w:rsidP="0022566D">
            <w:pPr>
              <w:pStyle w:val="TAC"/>
              <w:keepNext w:val="0"/>
              <w:rPr>
                <w:szCs w:val="18"/>
                <w:lang w:val="en-US" w:eastAsia="zh-CN"/>
              </w:rPr>
            </w:pPr>
          </w:p>
        </w:tc>
        <w:tc>
          <w:tcPr>
            <w:tcW w:w="709" w:type="dxa"/>
            <w:tcBorders>
              <w:top w:val="single" w:sz="4" w:space="0" w:color="auto"/>
              <w:left w:val="single" w:sz="4" w:space="0" w:color="auto"/>
              <w:bottom w:val="single" w:sz="4" w:space="0" w:color="auto"/>
              <w:right w:val="single" w:sz="4" w:space="0" w:color="auto"/>
            </w:tcBorders>
            <w:vAlign w:val="center"/>
          </w:tcPr>
          <w:p w14:paraId="6A82BE5E"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34CE171B" w14:textId="77777777" w:rsidR="0022566D" w:rsidRPr="00DF6DD6" w:rsidRDefault="0022566D" w:rsidP="0022566D">
            <w:pPr>
              <w:pStyle w:val="TAC"/>
              <w:keepNext w:val="0"/>
              <w:rPr>
                <w:lang w:eastAsia="zh-CN"/>
              </w:rPr>
            </w:pPr>
          </w:p>
        </w:tc>
        <w:tc>
          <w:tcPr>
            <w:tcW w:w="650" w:type="dxa"/>
            <w:tcBorders>
              <w:top w:val="single" w:sz="4" w:space="0" w:color="auto"/>
              <w:left w:val="single" w:sz="4" w:space="0" w:color="auto"/>
              <w:bottom w:val="single" w:sz="4" w:space="0" w:color="auto"/>
              <w:right w:val="single" w:sz="4" w:space="0" w:color="auto"/>
            </w:tcBorders>
            <w:vAlign w:val="center"/>
          </w:tcPr>
          <w:p w14:paraId="6159436B" w14:textId="77777777" w:rsidR="0022566D" w:rsidRPr="00DF6DD6" w:rsidRDefault="0022566D" w:rsidP="0022566D">
            <w:pPr>
              <w:pStyle w:val="TAC"/>
              <w:keepNext w:val="0"/>
              <w:rPr>
                <w:lang w:eastAsia="zh-CN"/>
              </w:rPr>
            </w:pPr>
          </w:p>
        </w:tc>
        <w:tc>
          <w:tcPr>
            <w:tcW w:w="625" w:type="dxa"/>
            <w:tcBorders>
              <w:top w:val="single" w:sz="4" w:space="0" w:color="auto"/>
              <w:left w:val="single" w:sz="4" w:space="0" w:color="auto"/>
              <w:bottom w:val="single" w:sz="4" w:space="0" w:color="auto"/>
              <w:right w:val="single" w:sz="4" w:space="0" w:color="auto"/>
            </w:tcBorders>
          </w:tcPr>
          <w:p w14:paraId="6CB0D442" w14:textId="77777777" w:rsidR="0022566D" w:rsidRPr="00DF6DD6" w:rsidRDefault="0022566D" w:rsidP="0022566D">
            <w:pPr>
              <w:pStyle w:val="TAC"/>
              <w:keepNext w:val="0"/>
              <w:rPr>
                <w:rFonts w:cs="Arial"/>
                <w:lang w:val="en-US" w:eastAsia="zh-CN"/>
              </w:rPr>
            </w:pPr>
          </w:p>
        </w:tc>
        <w:tc>
          <w:tcPr>
            <w:tcW w:w="625" w:type="dxa"/>
            <w:tcBorders>
              <w:top w:val="single" w:sz="4" w:space="0" w:color="auto"/>
              <w:left w:val="single" w:sz="4" w:space="0" w:color="auto"/>
              <w:bottom w:val="single" w:sz="4" w:space="0" w:color="auto"/>
              <w:right w:val="single" w:sz="4" w:space="0" w:color="auto"/>
            </w:tcBorders>
            <w:vAlign w:val="center"/>
          </w:tcPr>
          <w:p w14:paraId="387C4D31" w14:textId="2D95F3A5"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09" w:type="dxa"/>
            <w:tcBorders>
              <w:top w:val="single" w:sz="4" w:space="0" w:color="auto"/>
              <w:left w:val="single" w:sz="4" w:space="0" w:color="auto"/>
              <w:bottom w:val="single" w:sz="4" w:space="0" w:color="auto"/>
              <w:right w:val="single" w:sz="4" w:space="0" w:color="auto"/>
            </w:tcBorders>
            <w:vAlign w:val="center"/>
          </w:tcPr>
          <w:p w14:paraId="13AA2B2B"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622" w:type="dxa"/>
            <w:tcBorders>
              <w:top w:val="single" w:sz="4" w:space="0" w:color="auto"/>
              <w:left w:val="single" w:sz="4" w:space="0" w:color="auto"/>
              <w:bottom w:val="single" w:sz="4" w:space="0" w:color="auto"/>
              <w:right w:val="single" w:sz="4" w:space="0" w:color="auto"/>
            </w:tcBorders>
            <w:vAlign w:val="center"/>
          </w:tcPr>
          <w:p w14:paraId="0246C659" w14:textId="77777777" w:rsidR="0022566D" w:rsidRPr="00DF6DD6" w:rsidRDefault="0022566D" w:rsidP="0022566D">
            <w:pPr>
              <w:pStyle w:val="TAC"/>
              <w:keepNext w:val="0"/>
              <w:rPr>
                <w:rFonts w:cs="Arial"/>
                <w:lang w:val="sv-SE"/>
              </w:rPr>
            </w:pPr>
            <w:r w:rsidRPr="00DF6DD6">
              <w:rPr>
                <w:rFonts w:cs="Arial" w:hint="eastAsia"/>
                <w:lang w:val="en-US" w:eastAsia="zh-CN"/>
              </w:rPr>
              <w:t>Yes</w:t>
            </w:r>
          </w:p>
        </w:tc>
        <w:tc>
          <w:tcPr>
            <w:tcW w:w="749" w:type="dxa"/>
            <w:vMerge/>
            <w:tcBorders>
              <w:left w:val="single" w:sz="4" w:space="0" w:color="auto"/>
              <w:right w:val="single" w:sz="4" w:space="0" w:color="auto"/>
            </w:tcBorders>
            <w:vAlign w:val="center"/>
          </w:tcPr>
          <w:p w14:paraId="703400DF" w14:textId="77777777" w:rsidR="0022566D" w:rsidRPr="00DF6DD6" w:rsidRDefault="0022566D" w:rsidP="0022566D">
            <w:pPr>
              <w:pStyle w:val="TAC"/>
              <w:keepNext w:val="0"/>
              <w:rPr>
                <w:rFonts w:eastAsia="Yu Mincho"/>
                <w:szCs w:val="18"/>
              </w:rPr>
            </w:pPr>
          </w:p>
        </w:tc>
      </w:tr>
      <w:tr w:rsidR="0022566D" w:rsidRPr="00DF6DD6" w14:paraId="73375A5B" w14:textId="77777777" w:rsidTr="00CE2DED">
        <w:trPr>
          <w:trHeight w:val="148"/>
          <w:jc w:val="center"/>
        </w:trPr>
        <w:tc>
          <w:tcPr>
            <w:tcW w:w="1034" w:type="dxa"/>
            <w:vMerge w:val="restart"/>
            <w:tcBorders>
              <w:left w:val="single" w:sz="4" w:space="0" w:color="auto"/>
              <w:right w:val="single" w:sz="4" w:space="0" w:color="auto"/>
            </w:tcBorders>
            <w:vAlign w:val="center"/>
          </w:tcPr>
          <w:p w14:paraId="5A4F152C"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79C</w:t>
            </w:r>
            <w:r w:rsidRPr="00DF6DD6">
              <w:rPr>
                <w:lang w:val="en-US"/>
              </w:rPr>
              <w:t>-n</w:t>
            </w:r>
            <w:r w:rsidRPr="00DF6DD6">
              <w:rPr>
                <w:rFonts w:hint="eastAsia"/>
                <w:lang w:val="en-US" w:eastAsia="zh-CN"/>
              </w:rPr>
              <w:t>257D</w:t>
            </w:r>
          </w:p>
        </w:tc>
        <w:tc>
          <w:tcPr>
            <w:tcW w:w="1034" w:type="dxa"/>
            <w:vMerge w:val="restart"/>
            <w:tcBorders>
              <w:left w:val="single" w:sz="4" w:space="0" w:color="auto"/>
              <w:right w:val="single" w:sz="4" w:space="0" w:color="auto"/>
            </w:tcBorders>
            <w:vAlign w:val="center"/>
          </w:tcPr>
          <w:p w14:paraId="26EC2B7A"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w:t>
            </w:r>
            <w:r w:rsidRPr="00DF6DD6">
              <w:rPr>
                <w:lang w:val="en-US"/>
              </w:rPr>
              <w:t>A</w:t>
            </w:r>
          </w:p>
        </w:tc>
        <w:tc>
          <w:tcPr>
            <w:tcW w:w="746" w:type="dxa"/>
            <w:tcBorders>
              <w:left w:val="single" w:sz="4" w:space="0" w:color="auto"/>
              <w:right w:val="single" w:sz="4" w:space="0" w:color="auto"/>
            </w:tcBorders>
            <w:vAlign w:val="center"/>
          </w:tcPr>
          <w:p w14:paraId="4D4CAFC7" w14:textId="77777777" w:rsidR="0022566D" w:rsidRPr="00DF6DD6" w:rsidRDefault="0022566D" w:rsidP="0022566D">
            <w:pPr>
              <w:pStyle w:val="TAC"/>
              <w:keepNext w:val="0"/>
              <w:rPr>
                <w:lang w:val="en-US" w:eastAsia="zh-CN"/>
              </w:rPr>
            </w:pPr>
            <w:r w:rsidRPr="00DF6DD6">
              <w:rPr>
                <w:rFonts w:eastAsia="Yu Mincho"/>
              </w:rPr>
              <w:t>n7</w:t>
            </w:r>
            <w:r w:rsidRPr="00DF6DD6">
              <w:rPr>
                <w:rFonts w:hint="eastAsia"/>
                <w:lang w:eastAsia="zh-CN"/>
              </w:rPr>
              <w:t>9</w:t>
            </w:r>
          </w:p>
        </w:tc>
        <w:tc>
          <w:tcPr>
            <w:tcW w:w="725" w:type="dxa"/>
            <w:tcBorders>
              <w:left w:val="single" w:sz="4" w:space="0" w:color="auto"/>
              <w:right w:val="single" w:sz="4" w:space="0" w:color="auto"/>
            </w:tcBorders>
          </w:tcPr>
          <w:p w14:paraId="2F5A9CC5"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12003193" w14:textId="0F166D7D" w:rsidR="0022566D" w:rsidRPr="00DF6DD6" w:rsidRDefault="0022566D" w:rsidP="0022566D">
            <w:pPr>
              <w:pStyle w:val="TAC"/>
              <w:keepNext w:val="0"/>
              <w:rPr>
                <w:rFonts w:cs="Arial"/>
                <w:lang w:val="en-US" w:eastAsia="zh-CN"/>
              </w:rPr>
            </w:pPr>
            <w:r>
              <w:rPr>
                <w:rFonts w:cs="Arial"/>
                <w:lang w:eastAsia="ja-JP"/>
              </w:rPr>
              <w:t>CA_n7</w:t>
            </w:r>
            <w:r>
              <w:rPr>
                <w:rFonts w:cs="Arial"/>
                <w:lang w:eastAsia="zh-CN"/>
              </w:rPr>
              <w:t>9</w:t>
            </w:r>
            <w:r>
              <w:rPr>
                <w:rFonts w:cs="Arial"/>
                <w:lang w:eastAsia="ja-JP"/>
              </w:rPr>
              <w:t>C</w:t>
            </w:r>
          </w:p>
        </w:tc>
        <w:tc>
          <w:tcPr>
            <w:tcW w:w="749" w:type="dxa"/>
            <w:vMerge w:val="restart"/>
            <w:tcBorders>
              <w:left w:val="single" w:sz="4" w:space="0" w:color="auto"/>
              <w:right w:val="single" w:sz="4" w:space="0" w:color="auto"/>
            </w:tcBorders>
            <w:vAlign w:val="center"/>
          </w:tcPr>
          <w:p w14:paraId="2C7A846F"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533B86C5" w14:textId="77777777" w:rsidTr="00CE2DED">
        <w:trPr>
          <w:trHeight w:val="148"/>
          <w:jc w:val="center"/>
        </w:trPr>
        <w:tc>
          <w:tcPr>
            <w:tcW w:w="1034" w:type="dxa"/>
            <w:vMerge/>
            <w:tcBorders>
              <w:left w:val="single" w:sz="4" w:space="0" w:color="auto"/>
              <w:right w:val="single" w:sz="4" w:space="0" w:color="auto"/>
            </w:tcBorders>
            <w:vAlign w:val="center"/>
          </w:tcPr>
          <w:p w14:paraId="2D925291"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617641BE"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vAlign w:val="center"/>
          </w:tcPr>
          <w:p w14:paraId="10C4F14A" w14:textId="77777777" w:rsidR="0022566D" w:rsidRPr="00DF6DD6" w:rsidRDefault="0022566D" w:rsidP="0022566D">
            <w:pPr>
              <w:pStyle w:val="TAC"/>
              <w:keepNext w:val="0"/>
              <w:rPr>
                <w:lang w:val="en-US" w:eastAsia="zh-CN"/>
              </w:rPr>
            </w:pPr>
            <w:r w:rsidRPr="00DF6DD6">
              <w:rPr>
                <w:rFonts w:hint="eastAsia"/>
                <w:lang w:val="en-US" w:eastAsia="zh-CN"/>
              </w:rPr>
              <w:t>n257</w:t>
            </w:r>
          </w:p>
        </w:tc>
        <w:tc>
          <w:tcPr>
            <w:tcW w:w="725" w:type="dxa"/>
            <w:tcBorders>
              <w:left w:val="single" w:sz="4" w:space="0" w:color="auto"/>
              <w:right w:val="single" w:sz="4" w:space="0" w:color="auto"/>
            </w:tcBorders>
          </w:tcPr>
          <w:p w14:paraId="7CE7C3F2"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tcPr>
          <w:p w14:paraId="6E69607F" w14:textId="24C00E7C" w:rsidR="0022566D" w:rsidRPr="00DF6DD6" w:rsidRDefault="0022566D" w:rsidP="0022566D">
            <w:pPr>
              <w:pStyle w:val="TAC"/>
              <w:keepNext w:val="0"/>
              <w:rPr>
                <w:rFonts w:cs="Arial"/>
                <w:lang w:val="en-US" w:eastAsia="zh-CN"/>
              </w:rPr>
            </w:pPr>
            <w:r>
              <w:rPr>
                <w:rFonts w:cs="Arial"/>
                <w:lang w:eastAsia="ja-JP"/>
              </w:rPr>
              <w:t>CA_n257D</w:t>
            </w:r>
          </w:p>
        </w:tc>
        <w:tc>
          <w:tcPr>
            <w:tcW w:w="749" w:type="dxa"/>
            <w:vMerge/>
            <w:tcBorders>
              <w:left w:val="single" w:sz="4" w:space="0" w:color="auto"/>
              <w:right w:val="single" w:sz="4" w:space="0" w:color="auto"/>
            </w:tcBorders>
            <w:vAlign w:val="center"/>
          </w:tcPr>
          <w:p w14:paraId="5BA7E651" w14:textId="77777777" w:rsidR="0022566D" w:rsidRPr="00DF6DD6" w:rsidRDefault="0022566D" w:rsidP="0022566D">
            <w:pPr>
              <w:pStyle w:val="TAC"/>
              <w:keepNext w:val="0"/>
              <w:rPr>
                <w:rFonts w:eastAsia="Yu Mincho"/>
                <w:szCs w:val="18"/>
              </w:rPr>
            </w:pPr>
          </w:p>
        </w:tc>
      </w:tr>
      <w:tr w:rsidR="0022566D" w:rsidRPr="00DF6DD6" w14:paraId="5F41D89E" w14:textId="77777777" w:rsidTr="00CE2DED">
        <w:trPr>
          <w:trHeight w:val="148"/>
          <w:jc w:val="center"/>
        </w:trPr>
        <w:tc>
          <w:tcPr>
            <w:tcW w:w="1034" w:type="dxa"/>
            <w:vMerge w:val="restart"/>
            <w:tcBorders>
              <w:left w:val="single" w:sz="4" w:space="0" w:color="auto"/>
              <w:right w:val="single" w:sz="4" w:space="0" w:color="auto"/>
            </w:tcBorders>
            <w:vAlign w:val="center"/>
          </w:tcPr>
          <w:p w14:paraId="2DAE0923"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79C</w:t>
            </w:r>
            <w:r w:rsidRPr="00DF6DD6">
              <w:rPr>
                <w:lang w:val="en-US"/>
              </w:rPr>
              <w:t>-n</w:t>
            </w:r>
            <w:r w:rsidRPr="00DF6DD6">
              <w:rPr>
                <w:rFonts w:hint="eastAsia"/>
                <w:lang w:val="en-US" w:eastAsia="zh-CN"/>
              </w:rPr>
              <w:t>257E</w:t>
            </w:r>
          </w:p>
        </w:tc>
        <w:tc>
          <w:tcPr>
            <w:tcW w:w="1034" w:type="dxa"/>
            <w:vMerge w:val="restart"/>
            <w:tcBorders>
              <w:left w:val="single" w:sz="4" w:space="0" w:color="auto"/>
              <w:right w:val="single" w:sz="4" w:space="0" w:color="auto"/>
            </w:tcBorders>
            <w:vAlign w:val="center"/>
          </w:tcPr>
          <w:p w14:paraId="08A147D4"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w:t>
            </w:r>
            <w:r w:rsidRPr="00DF6DD6">
              <w:rPr>
                <w:lang w:val="en-US"/>
              </w:rPr>
              <w:t>A</w:t>
            </w:r>
          </w:p>
        </w:tc>
        <w:tc>
          <w:tcPr>
            <w:tcW w:w="746" w:type="dxa"/>
            <w:tcBorders>
              <w:left w:val="single" w:sz="4" w:space="0" w:color="auto"/>
              <w:right w:val="single" w:sz="4" w:space="0" w:color="auto"/>
            </w:tcBorders>
          </w:tcPr>
          <w:p w14:paraId="2E4D47C4" w14:textId="77777777" w:rsidR="0022566D" w:rsidRPr="00DF6DD6" w:rsidRDefault="0022566D" w:rsidP="0022566D">
            <w:pPr>
              <w:pStyle w:val="TAC"/>
              <w:keepNext w:val="0"/>
              <w:rPr>
                <w:lang w:val="en-US" w:eastAsia="zh-CN"/>
              </w:rPr>
            </w:pPr>
            <w:r w:rsidRPr="00DF6DD6">
              <w:rPr>
                <w:rFonts w:eastAsia="Yu Mincho"/>
              </w:rPr>
              <w:t>n7</w:t>
            </w:r>
            <w:r w:rsidRPr="00DF6DD6">
              <w:rPr>
                <w:rFonts w:hint="eastAsia"/>
                <w:lang w:eastAsia="zh-CN"/>
              </w:rPr>
              <w:t>9</w:t>
            </w:r>
          </w:p>
        </w:tc>
        <w:tc>
          <w:tcPr>
            <w:tcW w:w="725" w:type="dxa"/>
            <w:tcBorders>
              <w:left w:val="single" w:sz="4" w:space="0" w:color="auto"/>
              <w:right w:val="single" w:sz="4" w:space="0" w:color="auto"/>
            </w:tcBorders>
          </w:tcPr>
          <w:p w14:paraId="72EEBA9D"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65C6E312" w14:textId="31BC4770" w:rsidR="0022566D" w:rsidRPr="00DF6DD6" w:rsidRDefault="0022566D" w:rsidP="0022566D">
            <w:pPr>
              <w:pStyle w:val="TAC"/>
              <w:keepNext w:val="0"/>
              <w:rPr>
                <w:rFonts w:cs="Arial"/>
                <w:lang w:val="en-US" w:eastAsia="zh-CN"/>
              </w:rPr>
            </w:pPr>
            <w:r>
              <w:rPr>
                <w:rFonts w:cs="Arial"/>
                <w:lang w:eastAsia="ja-JP"/>
              </w:rPr>
              <w:t>CA_n7</w:t>
            </w:r>
            <w:r>
              <w:rPr>
                <w:rFonts w:cs="Arial"/>
                <w:lang w:eastAsia="zh-CN"/>
              </w:rPr>
              <w:t>9</w:t>
            </w:r>
            <w:r>
              <w:rPr>
                <w:rFonts w:cs="Arial"/>
                <w:lang w:eastAsia="ja-JP"/>
              </w:rPr>
              <w:t>C</w:t>
            </w:r>
          </w:p>
        </w:tc>
        <w:tc>
          <w:tcPr>
            <w:tcW w:w="749" w:type="dxa"/>
            <w:vMerge w:val="restart"/>
            <w:tcBorders>
              <w:left w:val="single" w:sz="4" w:space="0" w:color="auto"/>
              <w:right w:val="single" w:sz="4" w:space="0" w:color="auto"/>
            </w:tcBorders>
            <w:vAlign w:val="center"/>
          </w:tcPr>
          <w:p w14:paraId="1A022493"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2A585A65" w14:textId="77777777" w:rsidTr="00CE2DED">
        <w:trPr>
          <w:trHeight w:val="148"/>
          <w:jc w:val="center"/>
        </w:trPr>
        <w:tc>
          <w:tcPr>
            <w:tcW w:w="1034" w:type="dxa"/>
            <w:vMerge/>
            <w:tcBorders>
              <w:left w:val="single" w:sz="4" w:space="0" w:color="auto"/>
              <w:right w:val="single" w:sz="4" w:space="0" w:color="auto"/>
            </w:tcBorders>
            <w:vAlign w:val="center"/>
          </w:tcPr>
          <w:p w14:paraId="7C200E98"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74DCDE51"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tcPr>
          <w:p w14:paraId="5849C86E" w14:textId="77777777" w:rsidR="0022566D" w:rsidRPr="00DF6DD6" w:rsidRDefault="0022566D" w:rsidP="0022566D">
            <w:pPr>
              <w:pStyle w:val="TAC"/>
              <w:keepNext w:val="0"/>
              <w:rPr>
                <w:lang w:eastAsia="zh-CN"/>
              </w:rPr>
            </w:pPr>
            <w:r w:rsidRPr="00DF6DD6">
              <w:rPr>
                <w:rFonts w:hint="eastAsia"/>
                <w:lang w:eastAsia="zh-CN"/>
              </w:rPr>
              <w:t>n257</w:t>
            </w:r>
          </w:p>
        </w:tc>
        <w:tc>
          <w:tcPr>
            <w:tcW w:w="725" w:type="dxa"/>
            <w:tcBorders>
              <w:left w:val="single" w:sz="4" w:space="0" w:color="auto"/>
              <w:right w:val="single" w:sz="4" w:space="0" w:color="auto"/>
            </w:tcBorders>
          </w:tcPr>
          <w:p w14:paraId="59761FB1"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219AF94E" w14:textId="3F93A934" w:rsidR="0022566D" w:rsidRPr="00DF6DD6" w:rsidRDefault="0022566D" w:rsidP="0022566D">
            <w:pPr>
              <w:pStyle w:val="TAC"/>
              <w:keepNext w:val="0"/>
              <w:rPr>
                <w:rFonts w:cs="Arial"/>
                <w:lang w:val="en-US" w:eastAsia="zh-CN"/>
              </w:rPr>
            </w:pPr>
            <w:r>
              <w:rPr>
                <w:rFonts w:cs="Arial"/>
                <w:lang w:eastAsia="ja-JP"/>
              </w:rPr>
              <w:t>CA_n257</w:t>
            </w:r>
            <w:r>
              <w:rPr>
                <w:rFonts w:cs="Arial"/>
                <w:szCs w:val="18"/>
                <w:lang w:eastAsia="zh-CN"/>
              </w:rPr>
              <w:t>E</w:t>
            </w:r>
          </w:p>
        </w:tc>
        <w:tc>
          <w:tcPr>
            <w:tcW w:w="749" w:type="dxa"/>
            <w:vMerge/>
            <w:tcBorders>
              <w:left w:val="single" w:sz="4" w:space="0" w:color="auto"/>
              <w:right w:val="single" w:sz="4" w:space="0" w:color="auto"/>
            </w:tcBorders>
            <w:vAlign w:val="center"/>
          </w:tcPr>
          <w:p w14:paraId="515AFAE7" w14:textId="77777777" w:rsidR="0022566D" w:rsidRPr="00DF6DD6" w:rsidRDefault="0022566D" w:rsidP="0022566D">
            <w:pPr>
              <w:pStyle w:val="TAC"/>
              <w:keepNext w:val="0"/>
              <w:rPr>
                <w:rFonts w:eastAsia="Yu Mincho"/>
                <w:szCs w:val="18"/>
              </w:rPr>
            </w:pPr>
          </w:p>
        </w:tc>
      </w:tr>
      <w:tr w:rsidR="0022566D" w:rsidRPr="00DF6DD6" w14:paraId="30287E7B" w14:textId="77777777" w:rsidTr="00CE2DED">
        <w:trPr>
          <w:trHeight w:val="148"/>
          <w:jc w:val="center"/>
        </w:trPr>
        <w:tc>
          <w:tcPr>
            <w:tcW w:w="1034" w:type="dxa"/>
            <w:vMerge w:val="restart"/>
            <w:tcBorders>
              <w:left w:val="single" w:sz="4" w:space="0" w:color="auto"/>
              <w:right w:val="single" w:sz="4" w:space="0" w:color="auto"/>
            </w:tcBorders>
            <w:vAlign w:val="center"/>
          </w:tcPr>
          <w:p w14:paraId="1A908C71"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79C</w:t>
            </w:r>
            <w:r w:rsidRPr="00DF6DD6">
              <w:rPr>
                <w:lang w:val="en-US"/>
              </w:rPr>
              <w:t>-n</w:t>
            </w:r>
            <w:r w:rsidRPr="00DF6DD6">
              <w:rPr>
                <w:rFonts w:hint="eastAsia"/>
                <w:lang w:val="en-US" w:eastAsia="zh-CN"/>
              </w:rPr>
              <w:t>257F</w:t>
            </w:r>
          </w:p>
        </w:tc>
        <w:tc>
          <w:tcPr>
            <w:tcW w:w="1034" w:type="dxa"/>
            <w:vMerge w:val="restart"/>
            <w:tcBorders>
              <w:left w:val="single" w:sz="4" w:space="0" w:color="auto"/>
              <w:right w:val="single" w:sz="4" w:space="0" w:color="auto"/>
            </w:tcBorders>
            <w:vAlign w:val="center"/>
          </w:tcPr>
          <w:p w14:paraId="366883EC" w14:textId="77777777" w:rsidR="0022566D" w:rsidRPr="00DF6DD6" w:rsidRDefault="0022566D" w:rsidP="0022566D">
            <w:pPr>
              <w:pStyle w:val="TAC"/>
              <w:keepNext w:val="0"/>
              <w:rPr>
                <w:lang w:val="en-US"/>
              </w:rPr>
            </w:pPr>
            <w:r w:rsidRPr="00DF6DD6">
              <w:rPr>
                <w:lang w:val="en-US"/>
              </w:rPr>
              <w:t>CA_n</w:t>
            </w:r>
            <w:r w:rsidRPr="00DF6DD6">
              <w:rPr>
                <w:rFonts w:hint="eastAsia"/>
                <w:lang w:val="en-US" w:eastAsia="zh-CN"/>
              </w:rPr>
              <w:t>79</w:t>
            </w:r>
            <w:r w:rsidRPr="00DF6DD6">
              <w:rPr>
                <w:lang w:val="en-US"/>
              </w:rPr>
              <w:t>A-n</w:t>
            </w:r>
            <w:r w:rsidRPr="00DF6DD6">
              <w:rPr>
                <w:rFonts w:hint="eastAsia"/>
                <w:lang w:val="en-US" w:eastAsia="zh-CN"/>
              </w:rPr>
              <w:t>257</w:t>
            </w:r>
            <w:r w:rsidRPr="00DF6DD6">
              <w:rPr>
                <w:lang w:val="en-US"/>
              </w:rPr>
              <w:t>A</w:t>
            </w:r>
          </w:p>
        </w:tc>
        <w:tc>
          <w:tcPr>
            <w:tcW w:w="746" w:type="dxa"/>
            <w:tcBorders>
              <w:left w:val="single" w:sz="4" w:space="0" w:color="auto"/>
              <w:right w:val="single" w:sz="4" w:space="0" w:color="auto"/>
            </w:tcBorders>
          </w:tcPr>
          <w:p w14:paraId="6299C967" w14:textId="77777777" w:rsidR="0022566D" w:rsidRPr="00DF6DD6" w:rsidRDefault="0022566D" w:rsidP="0022566D">
            <w:pPr>
              <w:pStyle w:val="TAC"/>
              <w:keepNext w:val="0"/>
              <w:rPr>
                <w:lang w:val="en-US" w:eastAsia="zh-CN"/>
              </w:rPr>
            </w:pPr>
            <w:r w:rsidRPr="00DF6DD6">
              <w:rPr>
                <w:rFonts w:eastAsia="Yu Mincho"/>
              </w:rPr>
              <w:t>n7</w:t>
            </w:r>
            <w:r w:rsidRPr="00DF6DD6">
              <w:rPr>
                <w:rFonts w:hint="eastAsia"/>
                <w:lang w:eastAsia="zh-CN"/>
              </w:rPr>
              <w:t>9</w:t>
            </w:r>
          </w:p>
        </w:tc>
        <w:tc>
          <w:tcPr>
            <w:tcW w:w="725" w:type="dxa"/>
            <w:tcBorders>
              <w:left w:val="single" w:sz="4" w:space="0" w:color="auto"/>
              <w:right w:val="single" w:sz="4" w:space="0" w:color="auto"/>
            </w:tcBorders>
          </w:tcPr>
          <w:p w14:paraId="11A0FBF4"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40D057FF" w14:textId="046242E4" w:rsidR="0022566D" w:rsidRPr="00DF6DD6" w:rsidRDefault="0022566D" w:rsidP="0022566D">
            <w:pPr>
              <w:pStyle w:val="TAC"/>
              <w:keepNext w:val="0"/>
              <w:rPr>
                <w:rFonts w:cs="Arial"/>
                <w:lang w:val="en-US" w:eastAsia="zh-CN"/>
              </w:rPr>
            </w:pPr>
            <w:r>
              <w:rPr>
                <w:rFonts w:cs="Arial"/>
                <w:lang w:eastAsia="ja-JP"/>
              </w:rPr>
              <w:t>CA_n7</w:t>
            </w:r>
            <w:r>
              <w:rPr>
                <w:rFonts w:cs="Arial"/>
                <w:lang w:eastAsia="zh-CN"/>
              </w:rPr>
              <w:t>9</w:t>
            </w:r>
            <w:r>
              <w:rPr>
                <w:rFonts w:cs="Arial"/>
                <w:lang w:eastAsia="ja-JP"/>
              </w:rPr>
              <w:t>C</w:t>
            </w:r>
          </w:p>
        </w:tc>
        <w:tc>
          <w:tcPr>
            <w:tcW w:w="749" w:type="dxa"/>
            <w:vMerge w:val="restart"/>
            <w:tcBorders>
              <w:left w:val="single" w:sz="4" w:space="0" w:color="auto"/>
              <w:right w:val="single" w:sz="4" w:space="0" w:color="auto"/>
            </w:tcBorders>
            <w:vAlign w:val="center"/>
          </w:tcPr>
          <w:p w14:paraId="13CCBAD7" w14:textId="77777777" w:rsidR="0022566D" w:rsidRPr="00DF6DD6" w:rsidRDefault="0022566D" w:rsidP="0022566D">
            <w:pPr>
              <w:pStyle w:val="TAC"/>
              <w:keepNext w:val="0"/>
              <w:rPr>
                <w:szCs w:val="18"/>
                <w:lang w:eastAsia="zh-CN"/>
              </w:rPr>
            </w:pPr>
            <w:r w:rsidRPr="00DF6DD6">
              <w:rPr>
                <w:rFonts w:hint="eastAsia"/>
                <w:szCs w:val="18"/>
                <w:lang w:eastAsia="zh-CN"/>
              </w:rPr>
              <w:t>0</w:t>
            </w:r>
          </w:p>
        </w:tc>
      </w:tr>
      <w:tr w:rsidR="0022566D" w:rsidRPr="00DF6DD6" w14:paraId="05325DA8" w14:textId="77777777" w:rsidTr="00CE2DED">
        <w:trPr>
          <w:trHeight w:val="148"/>
          <w:jc w:val="center"/>
        </w:trPr>
        <w:tc>
          <w:tcPr>
            <w:tcW w:w="1034" w:type="dxa"/>
            <w:vMerge/>
            <w:tcBorders>
              <w:left w:val="single" w:sz="4" w:space="0" w:color="auto"/>
              <w:right w:val="single" w:sz="4" w:space="0" w:color="auto"/>
            </w:tcBorders>
            <w:vAlign w:val="center"/>
          </w:tcPr>
          <w:p w14:paraId="1C890D40" w14:textId="77777777" w:rsidR="0022566D" w:rsidRPr="00DF6DD6" w:rsidRDefault="0022566D" w:rsidP="0022566D">
            <w:pPr>
              <w:pStyle w:val="TAC"/>
              <w:keepNext w:val="0"/>
              <w:rPr>
                <w:lang w:eastAsia="zh-CN"/>
              </w:rPr>
            </w:pPr>
          </w:p>
        </w:tc>
        <w:tc>
          <w:tcPr>
            <w:tcW w:w="1034" w:type="dxa"/>
            <w:vMerge/>
            <w:tcBorders>
              <w:left w:val="single" w:sz="4" w:space="0" w:color="auto"/>
              <w:right w:val="single" w:sz="4" w:space="0" w:color="auto"/>
            </w:tcBorders>
            <w:vAlign w:val="center"/>
          </w:tcPr>
          <w:p w14:paraId="50CE1E8D" w14:textId="77777777" w:rsidR="0022566D" w:rsidRPr="00DF6DD6" w:rsidRDefault="0022566D" w:rsidP="0022566D">
            <w:pPr>
              <w:pStyle w:val="TAC"/>
              <w:keepNext w:val="0"/>
              <w:rPr>
                <w:lang w:val="en-US"/>
              </w:rPr>
            </w:pPr>
          </w:p>
        </w:tc>
        <w:tc>
          <w:tcPr>
            <w:tcW w:w="746" w:type="dxa"/>
            <w:tcBorders>
              <w:left w:val="single" w:sz="4" w:space="0" w:color="auto"/>
              <w:right w:val="single" w:sz="4" w:space="0" w:color="auto"/>
            </w:tcBorders>
          </w:tcPr>
          <w:p w14:paraId="0E76D9F2" w14:textId="77777777" w:rsidR="0022566D" w:rsidRPr="00DF6DD6" w:rsidRDefault="0022566D" w:rsidP="0022566D">
            <w:pPr>
              <w:pStyle w:val="TAC"/>
              <w:keepNext w:val="0"/>
              <w:rPr>
                <w:lang w:eastAsia="zh-CN"/>
              </w:rPr>
            </w:pPr>
            <w:r w:rsidRPr="00DF6DD6">
              <w:rPr>
                <w:rFonts w:hint="eastAsia"/>
                <w:lang w:eastAsia="zh-CN"/>
              </w:rPr>
              <w:t>n257</w:t>
            </w:r>
          </w:p>
        </w:tc>
        <w:tc>
          <w:tcPr>
            <w:tcW w:w="725" w:type="dxa"/>
            <w:tcBorders>
              <w:left w:val="single" w:sz="4" w:space="0" w:color="auto"/>
              <w:right w:val="single" w:sz="4" w:space="0" w:color="auto"/>
            </w:tcBorders>
          </w:tcPr>
          <w:p w14:paraId="7A236BFA" w14:textId="77777777" w:rsidR="0022566D" w:rsidRPr="00C02013" w:rsidRDefault="0022566D" w:rsidP="0022566D">
            <w:pPr>
              <w:pStyle w:val="TAC"/>
              <w:keepNext w:val="0"/>
              <w:rPr>
                <w:rFonts w:cs="Arial"/>
                <w:lang w:eastAsia="ja-JP"/>
              </w:rPr>
            </w:pPr>
          </w:p>
        </w:tc>
        <w:tc>
          <w:tcPr>
            <w:tcW w:w="7866" w:type="dxa"/>
            <w:gridSpan w:val="12"/>
            <w:tcBorders>
              <w:top w:val="single" w:sz="4" w:space="0" w:color="auto"/>
              <w:left w:val="single" w:sz="4" w:space="0" w:color="auto"/>
              <w:bottom w:val="single" w:sz="4" w:space="0" w:color="auto"/>
              <w:right w:val="single" w:sz="4" w:space="0" w:color="auto"/>
            </w:tcBorders>
            <w:vAlign w:val="center"/>
          </w:tcPr>
          <w:p w14:paraId="0093E0C6" w14:textId="5009EED2" w:rsidR="0022566D" w:rsidRPr="00DF6DD6" w:rsidRDefault="0022566D" w:rsidP="0022566D">
            <w:pPr>
              <w:pStyle w:val="TAC"/>
              <w:keepNext w:val="0"/>
              <w:rPr>
                <w:rFonts w:cs="Arial"/>
                <w:lang w:val="en-US" w:eastAsia="zh-CN"/>
              </w:rPr>
            </w:pPr>
            <w:r>
              <w:rPr>
                <w:rFonts w:cs="Arial"/>
                <w:lang w:eastAsia="ja-JP"/>
              </w:rPr>
              <w:t>CA_n257</w:t>
            </w:r>
            <w:r>
              <w:rPr>
                <w:rFonts w:cs="Arial"/>
                <w:szCs w:val="18"/>
                <w:lang w:eastAsia="zh-CN"/>
              </w:rPr>
              <w:t>F</w:t>
            </w:r>
          </w:p>
        </w:tc>
        <w:tc>
          <w:tcPr>
            <w:tcW w:w="749" w:type="dxa"/>
            <w:vMerge/>
            <w:tcBorders>
              <w:left w:val="single" w:sz="4" w:space="0" w:color="auto"/>
              <w:right w:val="single" w:sz="4" w:space="0" w:color="auto"/>
            </w:tcBorders>
            <w:vAlign w:val="center"/>
          </w:tcPr>
          <w:p w14:paraId="4422C6D3" w14:textId="77777777" w:rsidR="0022566D" w:rsidRPr="00DF6DD6" w:rsidRDefault="0022566D" w:rsidP="0022566D">
            <w:pPr>
              <w:pStyle w:val="TAC"/>
              <w:keepNext w:val="0"/>
              <w:rPr>
                <w:rFonts w:eastAsia="Yu Mincho"/>
                <w:szCs w:val="18"/>
              </w:rPr>
            </w:pPr>
          </w:p>
        </w:tc>
      </w:tr>
      <w:tr w:rsidR="0022566D" w:rsidRPr="00DF6DD6" w14:paraId="5B526BC0" w14:textId="77777777" w:rsidTr="000C1759">
        <w:trPr>
          <w:trHeight w:val="148"/>
          <w:jc w:val="center"/>
        </w:trPr>
        <w:tc>
          <w:tcPr>
            <w:tcW w:w="12154" w:type="dxa"/>
            <w:gridSpan w:val="17"/>
            <w:tcBorders>
              <w:left w:val="single" w:sz="4" w:space="0" w:color="auto"/>
              <w:right w:val="single" w:sz="4" w:space="0" w:color="auto"/>
            </w:tcBorders>
            <w:vAlign w:val="center"/>
          </w:tcPr>
          <w:p w14:paraId="7BF40435" w14:textId="74190AFE" w:rsidR="0022566D" w:rsidRPr="00DF6DD6" w:rsidRDefault="0022566D" w:rsidP="0022566D">
            <w:pPr>
              <w:pStyle w:val="TAN"/>
              <w:rPr>
                <w:rFonts w:eastAsia="Yu Mincho"/>
              </w:rPr>
            </w:pPr>
            <w:r w:rsidRPr="00600091">
              <w:rPr>
                <w:lang w:eastAsia="zh-CN"/>
              </w:rPr>
              <w:t>NOTE:</w:t>
            </w:r>
            <w:r w:rsidRPr="00DF6DD6">
              <w:rPr>
                <w:rFonts w:cs="Arial"/>
              </w:rPr>
              <w:tab/>
            </w:r>
            <w:r w:rsidRPr="00600091">
              <w:rPr>
                <w:lang w:eastAsia="zh-CN"/>
              </w:rPr>
              <w:t>The CA configurations are given in Table 5.5A.1-1 of either TS 38.101-1 or TS 38.101-2 where unless otherwise stated BCS0 is referred to.</w:t>
            </w:r>
          </w:p>
        </w:tc>
      </w:tr>
    </w:tbl>
    <w:p w14:paraId="16643D7C" w14:textId="344C22E0" w:rsidR="00A80A74" w:rsidRDefault="00A80A74" w:rsidP="00C42558"/>
    <w:p w14:paraId="67E2BA6C" w14:textId="77777777" w:rsidR="00A80A74" w:rsidRDefault="00A80A74">
      <w:pPr>
        <w:spacing w:after="0"/>
      </w:pPr>
      <w:r>
        <w:br w:type="page"/>
      </w:r>
    </w:p>
    <w:p w14:paraId="75A0C901" w14:textId="77777777" w:rsidR="001A118F" w:rsidRPr="00DF6DD6" w:rsidRDefault="001A118F" w:rsidP="00C42558"/>
    <w:p w14:paraId="1E97812F" w14:textId="77777777" w:rsidR="001310A1" w:rsidRPr="00DF6DD6" w:rsidRDefault="001310A1" w:rsidP="001310A1">
      <w:pPr>
        <w:pStyle w:val="Heading2"/>
      </w:pPr>
      <w:bookmarkStart w:id="592" w:name="_Toc21345408"/>
      <w:bookmarkStart w:id="593" w:name="_Toc29806257"/>
      <w:bookmarkStart w:id="594" w:name="_Toc37255790"/>
      <w:bookmarkStart w:id="595" w:name="_Toc37256131"/>
      <w:bookmarkStart w:id="596" w:name="_Toc45889968"/>
      <w:bookmarkStart w:id="597" w:name="_Toc52381793"/>
      <w:bookmarkStart w:id="598" w:name="_Toc61374892"/>
      <w:bookmarkStart w:id="599" w:name="_Toc67936243"/>
      <w:bookmarkStart w:id="600" w:name="_Toc67937116"/>
      <w:bookmarkStart w:id="601" w:name="_Toc76452352"/>
      <w:bookmarkStart w:id="602" w:name="_Toc76630195"/>
      <w:bookmarkStart w:id="603" w:name="_Toc83742755"/>
      <w:bookmarkStart w:id="604" w:name="_Toc83886869"/>
      <w:bookmarkStart w:id="605" w:name="_Toc83887669"/>
      <w:bookmarkStart w:id="606" w:name="_Toc90588510"/>
      <w:r w:rsidRPr="00DF6DD6">
        <w:t>5.5B</w:t>
      </w:r>
      <w:r w:rsidRPr="00DF6DD6">
        <w:tab/>
        <w:t>Configuration for DC</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14:paraId="3543B853" w14:textId="77777777" w:rsidR="001310A1" w:rsidRPr="00DF6DD6" w:rsidRDefault="001310A1" w:rsidP="001310A1">
      <w:pPr>
        <w:pStyle w:val="Heading3"/>
      </w:pPr>
      <w:bookmarkStart w:id="607" w:name="_Toc21345409"/>
      <w:bookmarkStart w:id="608" w:name="_Toc29806258"/>
      <w:bookmarkStart w:id="609" w:name="_Toc37255791"/>
      <w:bookmarkStart w:id="610" w:name="_Toc37256132"/>
      <w:bookmarkStart w:id="611" w:name="_Toc45889969"/>
      <w:bookmarkStart w:id="612" w:name="_Toc52381794"/>
      <w:bookmarkStart w:id="613" w:name="_Toc61374893"/>
      <w:bookmarkStart w:id="614" w:name="_Toc67936244"/>
      <w:bookmarkStart w:id="615" w:name="_Toc67937117"/>
      <w:bookmarkStart w:id="616" w:name="_Toc76452353"/>
      <w:bookmarkStart w:id="617" w:name="_Toc76630196"/>
      <w:bookmarkStart w:id="618" w:name="_Toc83742756"/>
      <w:bookmarkStart w:id="619" w:name="_Toc83886870"/>
      <w:bookmarkStart w:id="620" w:name="_Toc83887670"/>
      <w:bookmarkStart w:id="621" w:name="_Toc90588511"/>
      <w:r w:rsidRPr="00DF6DD6">
        <w:t>5.5B.1</w:t>
      </w:r>
      <w:r w:rsidRPr="00DF6DD6">
        <w:tab/>
        <w:t>General</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0203103D" w14:textId="237C5398" w:rsidR="001310A1" w:rsidRPr="00DF6DD6" w:rsidRDefault="001310A1" w:rsidP="001310A1">
      <w:r w:rsidRPr="00DF6DD6">
        <w:t xml:space="preserve">The </w:t>
      </w:r>
      <w:r w:rsidR="00033DAD" w:rsidRPr="00DF6DD6">
        <w:t xml:space="preserve">operating bands </w:t>
      </w:r>
      <w:r w:rsidRPr="00DF6DD6">
        <w:t>and bandwidth classes are specified for operation with EN-DC</w:t>
      </w:r>
      <w:r w:rsidR="00B478E0" w:rsidRPr="00DF6DD6">
        <w:t>,</w:t>
      </w:r>
      <w:r w:rsidRPr="00DF6DD6">
        <w:t xml:space="preserve"> NGEN-DC</w:t>
      </w:r>
      <w:r w:rsidR="004D4582" w:rsidRPr="00DF6DD6">
        <w:t>, NE-DC</w:t>
      </w:r>
      <w:r w:rsidR="00B478E0" w:rsidRPr="00DF6DD6">
        <w:t xml:space="preserve"> or NR-DC</w:t>
      </w:r>
      <w:r w:rsidRPr="00DF6DD6">
        <w:t xml:space="preserve"> configured.</w:t>
      </w:r>
      <w:r w:rsidR="00660A5D" w:rsidRPr="00DF6DD6">
        <w:t xml:space="preserve"> The EN-DC</w:t>
      </w:r>
      <w:r w:rsidR="004D4582" w:rsidRPr="00DF6DD6">
        <w:t xml:space="preserve">, </w:t>
      </w:r>
      <w:r w:rsidR="00660A5D" w:rsidRPr="00DF6DD6">
        <w:t>NGEN-DC</w:t>
      </w:r>
      <w:r w:rsidR="004D4582" w:rsidRPr="00DF6DD6">
        <w:t xml:space="preserve"> or NE-DC</w:t>
      </w:r>
      <w:r w:rsidR="00660A5D" w:rsidRPr="00DF6DD6">
        <w:t xml:space="preserve"> band combinations include at least one E-UTRA operating band.</w:t>
      </w:r>
    </w:p>
    <w:p w14:paraId="2715F587" w14:textId="59FBF86F" w:rsidR="00CA3BE8" w:rsidRDefault="00CA3BE8" w:rsidP="00CA3BE8">
      <w:r w:rsidRPr="0070079D">
        <w:t xml:space="preserve">For EN-DC or NE-DC configurations indicated by column </w:t>
      </w:r>
      <w:r w:rsidR="00D95CEA">
        <w:t>"</w:t>
      </w:r>
      <w:r w:rsidRPr="0070079D">
        <w:t>Single Uplink allowed</w:t>
      </w:r>
      <w:r w:rsidR="00D95CEA">
        <w:t>"</w:t>
      </w:r>
      <w:r w:rsidRPr="0070079D">
        <w:t xml:space="preserve"> (e.g., problematic band combinations as defined in TS 38.306</w:t>
      </w:r>
      <w:r>
        <w:t xml:space="preserve"> [11]</w:t>
      </w:r>
      <w:r w:rsidRPr="0070079D">
        <w:t xml:space="preserve">) in tables in this </w:t>
      </w:r>
      <w:r w:rsidR="00B94AF2">
        <w:t>clause</w:t>
      </w:r>
      <w:r w:rsidRPr="0070079D">
        <w:t xml:space="preserve"> the UE may indicate capability of not supporting simultaneous dual and triple uplink operation due to possible intermodulation interference to its own primary downlink channel bandwidth of PCell or PSCell if the intermodulation order is 2 or if the intermodulation order is 3 for the combinations when both operating bands are between 450 MHz – 960 MHz or between 1427 MHz – 2690 MHz. </w:t>
      </w:r>
    </w:p>
    <w:p w14:paraId="10790853" w14:textId="7DFFF42C" w:rsidR="00CA3BE8" w:rsidRPr="0070079D" w:rsidRDefault="00CA3BE8" w:rsidP="00CA3BE8">
      <w:r w:rsidRPr="0070079D">
        <w:t xml:space="preserve">In </w:t>
      </w:r>
      <w:r>
        <w:t xml:space="preserve">the </w:t>
      </w:r>
      <w:r w:rsidRPr="0070079D">
        <w:t xml:space="preserve">case for EN-DC or NE-DC configurations listed in tables in this </w:t>
      </w:r>
      <w:r w:rsidR="00B94AF2">
        <w:t>clause</w:t>
      </w:r>
      <w:r w:rsidRPr="0070079D">
        <w:t xml:space="preserve"> for which the intermodulation products caused by the dual and triple uplink operation fall into the receive band but do not interfere with </w:t>
      </w:r>
      <w:r>
        <w:t>its</w:t>
      </w:r>
      <w:r w:rsidRPr="0070079D">
        <w:t xml:space="preserve"> own primary downlink channel bandwidth of PCell or PSCell as defined in Annex</w:t>
      </w:r>
      <w:r>
        <w:t xml:space="preserve"> </w:t>
      </w:r>
      <w:r w:rsidRPr="0070079D">
        <w:t>I the UE is mandated to operate in dual and triple uplink mode. Single Uplink is also allowed for certain band combinations where intermodulation or reverse intermodulation products could create difficulty for meeting emission requirements.</w:t>
      </w:r>
    </w:p>
    <w:p w14:paraId="479BAE02" w14:textId="6A92EC64" w:rsidR="00D2526B" w:rsidRPr="00DF6DD6" w:rsidRDefault="00D2526B" w:rsidP="00D2526B">
      <w:r w:rsidRPr="00DF6DD6">
        <w:t xml:space="preserve">For EN-DC combinations of order 3 or higher, </w:t>
      </w:r>
      <w:r w:rsidR="00F55B07" w:rsidRPr="00DF6DD6">
        <w:t>"</w:t>
      </w:r>
      <w:r w:rsidRPr="00DF6DD6">
        <w:t>Single Uplink allowed</w:t>
      </w:r>
      <w:r w:rsidR="00F55B07" w:rsidRPr="00DF6DD6">
        <w:t>"</w:t>
      </w:r>
      <w:r w:rsidRPr="00DF6DD6">
        <w:t xml:space="preserve"> UL configurations captured in Table 5.5B.2-1, Table 5.5B.3-1, and Table 5.5B.4-1 apply.</w:t>
      </w:r>
    </w:p>
    <w:p w14:paraId="6F254929" w14:textId="679877C5" w:rsidR="00EF214F" w:rsidRPr="00DF6DD6" w:rsidRDefault="00D2526B" w:rsidP="00D2526B">
      <w:r w:rsidRPr="00DF6DD6">
        <w:t>If multiple UL DC configurations are listed for multiple DL DC configurations, valid uplink configurations are such that uplink does not have more carriers than downlink.</w:t>
      </w:r>
    </w:p>
    <w:p w14:paraId="5F37ACFC" w14:textId="39738915" w:rsidR="00806CC5" w:rsidRDefault="00806CC5" w:rsidP="00D2526B">
      <w:r w:rsidRPr="00DF6DD6">
        <w:t>Non</w:t>
      </w:r>
      <w:r w:rsidRPr="00DF6DD6">
        <w:noBreakHyphen/>
        <w:t>contiguous resource allocation and almost contiguous allocation are not applicable for E</w:t>
      </w:r>
      <w:r w:rsidRPr="00DF6DD6">
        <w:noBreakHyphen/>
        <w:t>UTRA or NR carrier part of intra</w:t>
      </w:r>
      <w:r w:rsidRPr="00DF6DD6">
        <w:noBreakHyphen/>
        <w:t>band EN</w:t>
      </w:r>
      <w:r w:rsidRPr="00DF6DD6">
        <w:noBreakHyphen/>
        <w:t>DC configuration.</w:t>
      </w:r>
    </w:p>
    <w:p w14:paraId="6ECC4E82" w14:textId="3ADBFD66" w:rsidR="00B46391" w:rsidRDefault="00B46391" w:rsidP="00B46391">
      <w:r>
        <w:t>If the mandatory simultaneous Rx/Tx capability applies for a lower order DC configuration, when the applicable lower order DC configuration is a band pair in a higher order DC configuration, the mandatory simultaneous Rx/Tx capability also applies for the band pair in the higher order DC configuration.</w:t>
      </w:r>
    </w:p>
    <w:p w14:paraId="205EBEA0" w14:textId="77777777" w:rsidR="00BB1B4F" w:rsidRPr="00DF6DD6" w:rsidRDefault="00BB1B4F" w:rsidP="00D2526B"/>
    <w:p w14:paraId="4A929D98" w14:textId="77777777" w:rsidR="001310A1" w:rsidRPr="00DF6DD6" w:rsidRDefault="001310A1" w:rsidP="001310A1">
      <w:pPr>
        <w:pStyle w:val="Heading3"/>
      </w:pPr>
      <w:bookmarkStart w:id="622" w:name="_Toc21345410"/>
      <w:bookmarkStart w:id="623" w:name="_Toc29806259"/>
      <w:bookmarkStart w:id="624" w:name="_Toc37255792"/>
      <w:bookmarkStart w:id="625" w:name="_Toc37256133"/>
      <w:bookmarkStart w:id="626" w:name="_Toc45889970"/>
      <w:bookmarkStart w:id="627" w:name="_Toc52381795"/>
      <w:bookmarkStart w:id="628" w:name="_Toc61374894"/>
      <w:bookmarkStart w:id="629" w:name="_Toc67936245"/>
      <w:bookmarkStart w:id="630" w:name="_Toc67937118"/>
      <w:bookmarkStart w:id="631" w:name="_Toc76452354"/>
      <w:bookmarkStart w:id="632" w:name="_Toc76630197"/>
      <w:bookmarkStart w:id="633" w:name="_Toc83742757"/>
      <w:bookmarkStart w:id="634" w:name="_Toc83886871"/>
      <w:bookmarkStart w:id="635" w:name="_Toc83887671"/>
      <w:bookmarkStart w:id="636" w:name="_Toc90588512"/>
      <w:r w:rsidRPr="00DF6DD6">
        <w:t>5.5B.2</w:t>
      </w:r>
      <w:r w:rsidRPr="00DF6DD6">
        <w:tab/>
        <w:t>Intra-band contiguous EN-DC</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14:paraId="317F2C82" w14:textId="77777777" w:rsidR="001310A1" w:rsidRPr="00DF6DD6" w:rsidRDefault="001310A1" w:rsidP="001310A1">
      <w:pPr>
        <w:pStyle w:val="TH"/>
      </w:pPr>
      <w:r w:rsidRPr="00DF6DD6">
        <w:t>Table 5.5B.2-1: Intra-band contiguous EN-DC configurations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6"/>
        <w:gridCol w:w="3367"/>
        <w:gridCol w:w="2868"/>
      </w:tblGrid>
      <w:tr w:rsidR="00F55B07" w:rsidRPr="00DF6DD6" w14:paraId="0F24A277" w14:textId="77777777" w:rsidTr="0095436B">
        <w:trPr>
          <w:trHeight w:val="261"/>
          <w:jc w:val="center"/>
        </w:trPr>
        <w:tc>
          <w:tcPr>
            <w:tcW w:w="1764" w:type="pct"/>
            <w:shd w:val="clear" w:color="auto" w:fill="auto"/>
            <w:vAlign w:val="center"/>
            <w:hideMark/>
          </w:tcPr>
          <w:p w14:paraId="76DB570F" w14:textId="77777777" w:rsidR="0095436B" w:rsidRPr="00DF6DD6" w:rsidRDefault="0095436B" w:rsidP="001310A1">
            <w:pPr>
              <w:pStyle w:val="TAH"/>
              <w:rPr>
                <w:lang w:val="en-US" w:eastAsia="fi-FI"/>
              </w:rPr>
            </w:pPr>
            <w:bookmarkStart w:id="637" w:name="_Hlk515953743"/>
            <w:r w:rsidRPr="00DF6DD6">
              <w:rPr>
                <w:lang w:val="en-US" w:eastAsia="fi-FI"/>
              </w:rPr>
              <w:t>EN-DC</w:t>
            </w:r>
          </w:p>
          <w:p w14:paraId="57A7C080" w14:textId="77777777" w:rsidR="0095436B" w:rsidRPr="00DF6DD6" w:rsidRDefault="0095436B" w:rsidP="001310A1">
            <w:pPr>
              <w:pStyle w:val="TAH"/>
              <w:rPr>
                <w:lang w:val="en-US" w:eastAsia="fi-FI"/>
              </w:rPr>
            </w:pPr>
            <w:r w:rsidRPr="00DF6DD6">
              <w:rPr>
                <w:lang w:val="en-US" w:eastAsia="fi-FI"/>
              </w:rPr>
              <w:t>configuration</w:t>
            </w:r>
          </w:p>
        </w:tc>
        <w:tc>
          <w:tcPr>
            <w:tcW w:w="1749" w:type="pct"/>
            <w:vAlign w:val="center"/>
          </w:tcPr>
          <w:p w14:paraId="5990D7A0" w14:textId="77777777" w:rsidR="0095436B" w:rsidRPr="00B94CFE" w:rsidRDefault="0095436B" w:rsidP="001310A1">
            <w:pPr>
              <w:pStyle w:val="TAH"/>
              <w:rPr>
                <w:lang w:val="fr-FR" w:eastAsia="fi-FI"/>
              </w:rPr>
            </w:pPr>
            <w:r w:rsidRPr="00B94CFE">
              <w:rPr>
                <w:lang w:val="fr-FR" w:eastAsia="fi-FI"/>
              </w:rPr>
              <w:t>Uplink EN-DC</w:t>
            </w:r>
          </w:p>
          <w:p w14:paraId="24ACE8E6" w14:textId="77777777" w:rsidR="0095436B" w:rsidRPr="00B94CFE" w:rsidRDefault="0095436B" w:rsidP="001310A1">
            <w:pPr>
              <w:pStyle w:val="TAH"/>
              <w:rPr>
                <w:lang w:val="fr-FR" w:eastAsia="fi-FI"/>
              </w:rPr>
            </w:pPr>
            <w:r w:rsidRPr="00B94CFE">
              <w:rPr>
                <w:lang w:val="fr-FR" w:eastAsia="fi-FI"/>
              </w:rPr>
              <w:t>confi</w:t>
            </w:r>
            <w:bookmarkEnd w:id="637"/>
            <w:r w:rsidRPr="00B94CFE">
              <w:rPr>
                <w:lang w:val="fr-FR" w:eastAsia="fi-FI"/>
              </w:rPr>
              <w:t>guration</w:t>
            </w:r>
          </w:p>
          <w:p w14:paraId="186F75E1" w14:textId="77777777" w:rsidR="0095436B" w:rsidRPr="00B94CFE" w:rsidRDefault="0095436B" w:rsidP="001310A1">
            <w:pPr>
              <w:pStyle w:val="TAH"/>
              <w:rPr>
                <w:lang w:val="fr-FR" w:eastAsia="fi-FI"/>
              </w:rPr>
            </w:pPr>
            <w:r w:rsidRPr="00B94CFE">
              <w:rPr>
                <w:lang w:val="fr-FR" w:eastAsia="fi-FI"/>
              </w:rPr>
              <w:t>(NOTE 1)</w:t>
            </w:r>
          </w:p>
        </w:tc>
        <w:tc>
          <w:tcPr>
            <w:tcW w:w="1488" w:type="pct"/>
            <w:shd w:val="clear" w:color="auto" w:fill="auto"/>
            <w:vAlign w:val="center"/>
            <w:hideMark/>
          </w:tcPr>
          <w:p w14:paraId="216CC19F" w14:textId="70FD2773" w:rsidR="0095436B" w:rsidRPr="00DF6DD6" w:rsidRDefault="0095436B" w:rsidP="001310A1">
            <w:pPr>
              <w:pStyle w:val="TAH"/>
              <w:rPr>
                <w:lang w:val="en-US" w:eastAsia="fi-FI"/>
              </w:rPr>
            </w:pPr>
            <w:r w:rsidRPr="00DF6DD6">
              <w:rPr>
                <w:lang w:eastAsia="fi-FI"/>
              </w:rPr>
              <w:t>Single UL allowed</w:t>
            </w:r>
          </w:p>
          <w:p w14:paraId="26AE7E01" w14:textId="3ADF62C9" w:rsidR="0095436B" w:rsidRPr="00DF6DD6" w:rsidRDefault="0095436B" w:rsidP="001310A1">
            <w:pPr>
              <w:pStyle w:val="TAH"/>
              <w:rPr>
                <w:rFonts w:cs="Arial"/>
                <w:bCs/>
                <w:szCs w:val="18"/>
                <w:lang w:eastAsia="fi-FI"/>
              </w:rPr>
            </w:pPr>
          </w:p>
        </w:tc>
      </w:tr>
      <w:tr w:rsidR="00F55B07" w:rsidRPr="00DF6DD6" w14:paraId="68C2F8C5" w14:textId="77777777" w:rsidTr="0095436B">
        <w:trPr>
          <w:trHeight w:val="288"/>
          <w:jc w:val="center"/>
        </w:trPr>
        <w:tc>
          <w:tcPr>
            <w:tcW w:w="1764" w:type="pct"/>
            <w:shd w:val="clear" w:color="auto" w:fill="auto"/>
            <w:noWrap/>
            <w:vAlign w:val="center"/>
          </w:tcPr>
          <w:p w14:paraId="033B627A" w14:textId="3D53F973" w:rsidR="0095436B" w:rsidRPr="00DF6DD6" w:rsidRDefault="0095436B" w:rsidP="00906172">
            <w:pPr>
              <w:pStyle w:val="TAC"/>
              <w:rPr>
                <w:lang w:val="fi-FI" w:eastAsia="fi-FI"/>
              </w:rPr>
            </w:pPr>
            <w:r w:rsidRPr="00DF6DD6">
              <w:rPr>
                <w:lang w:val="fi-FI" w:eastAsia="fi-FI"/>
              </w:rPr>
              <w:t>DC_(n)41AA</w:t>
            </w:r>
            <w:r w:rsidRPr="00DF6DD6">
              <w:rPr>
                <w:vertAlign w:val="superscript"/>
                <w:lang w:val="fi-FI" w:eastAsia="fi-FI"/>
              </w:rPr>
              <w:t>5</w:t>
            </w:r>
          </w:p>
          <w:p w14:paraId="2A833584" w14:textId="093B2701" w:rsidR="0095436B" w:rsidRPr="00DF6DD6" w:rsidRDefault="0095436B" w:rsidP="00906172">
            <w:pPr>
              <w:pStyle w:val="TAC"/>
              <w:rPr>
                <w:lang w:val="fi-FI" w:eastAsia="fi-FI"/>
              </w:rPr>
            </w:pPr>
            <w:r w:rsidRPr="00DF6DD6">
              <w:rPr>
                <w:lang w:val="fi-FI" w:eastAsia="fi-FI"/>
              </w:rPr>
              <w:t>DC_(n)41CA</w:t>
            </w:r>
            <w:r w:rsidRPr="00DF6DD6">
              <w:rPr>
                <w:vertAlign w:val="superscript"/>
                <w:lang w:val="fi-FI" w:eastAsia="fi-FI"/>
              </w:rPr>
              <w:t>5</w:t>
            </w:r>
          </w:p>
          <w:p w14:paraId="0B796841" w14:textId="16708A2C" w:rsidR="0095436B" w:rsidRPr="00DF6DD6" w:rsidRDefault="0095436B" w:rsidP="00906172">
            <w:pPr>
              <w:pStyle w:val="TAC"/>
              <w:rPr>
                <w:lang w:val="fi-FI" w:eastAsia="fi-FI"/>
              </w:rPr>
            </w:pPr>
            <w:r w:rsidRPr="00DF6DD6">
              <w:rPr>
                <w:lang w:val="fi-FI" w:eastAsia="fi-FI"/>
              </w:rPr>
              <w:t>DC_(n)41DA</w:t>
            </w:r>
            <w:r w:rsidRPr="00DF6DD6">
              <w:rPr>
                <w:vertAlign w:val="superscript"/>
                <w:lang w:val="fi-FI" w:eastAsia="fi-FI"/>
              </w:rPr>
              <w:t>5</w:t>
            </w:r>
          </w:p>
        </w:tc>
        <w:tc>
          <w:tcPr>
            <w:tcW w:w="1749" w:type="pct"/>
            <w:vAlign w:val="center"/>
          </w:tcPr>
          <w:p w14:paraId="4BA141DB" w14:textId="77777777" w:rsidR="0095436B" w:rsidRPr="00DF6DD6" w:rsidRDefault="0095436B" w:rsidP="00906172">
            <w:pPr>
              <w:pStyle w:val="TAC"/>
              <w:rPr>
                <w:lang w:val="fi-FI" w:eastAsia="fi-FI"/>
              </w:rPr>
            </w:pPr>
            <w:r w:rsidRPr="00DF6DD6">
              <w:rPr>
                <w:lang w:val="fi-FI" w:eastAsia="fi-FI"/>
              </w:rPr>
              <w:t>DC_(n)41AA</w:t>
            </w:r>
          </w:p>
        </w:tc>
        <w:tc>
          <w:tcPr>
            <w:tcW w:w="1488" w:type="pct"/>
            <w:shd w:val="clear" w:color="auto" w:fill="auto"/>
            <w:noWrap/>
            <w:vAlign w:val="center"/>
          </w:tcPr>
          <w:p w14:paraId="2FE7C024" w14:textId="1B246CF2" w:rsidR="0095436B" w:rsidRPr="00DF6DD6" w:rsidRDefault="0095436B" w:rsidP="00906172">
            <w:pPr>
              <w:pStyle w:val="TAC"/>
              <w:rPr>
                <w:lang w:val="fi-FI" w:eastAsia="fi-FI"/>
              </w:rPr>
            </w:pPr>
            <w:r w:rsidRPr="00DF6DD6">
              <w:rPr>
                <w:lang w:val="fi-FI" w:eastAsia="fi-FI"/>
              </w:rPr>
              <w:t>Yes</w:t>
            </w:r>
            <w:r w:rsidRPr="00DF6DD6">
              <w:rPr>
                <w:vertAlign w:val="superscript"/>
                <w:lang w:val="fi-FI" w:eastAsia="fi-FI"/>
              </w:rPr>
              <w:t>3</w:t>
            </w:r>
          </w:p>
        </w:tc>
      </w:tr>
      <w:tr w:rsidR="00F55B07" w:rsidRPr="00DF6DD6" w14:paraId="4B0F313D" w14:textId="77777777" w:rsidTr="0095436B">
        <w:trPr>
          <w:trHeight w:val="288"/>
          <w:jc w:val="center"/>
        </w:trPr>
        <w:tc>
          <w:tcPr>
            <w:tcW w:w="1764" w:type="pct"/>
            <w:shd w:val="clear" w:color="auto" w:fill="auto"/>
            <w:noWrap/>
            <w:vAlign w:val="center"/>
          </w:tcPr>
          <w:p w14:paraId="3EBEE323" w14:textId="248DC65F" w:rsidR="0095436B" w:rsidRPr="00DF6DD6" w:rsidRDefault="0095436B" w:rsidP="00906172">
            <w:pPr>
              <w:pStyle w:val="TAC"/>
              <w:rPr>
                <w:lang w:val="en-US" w:eastAsia="fi-FI"/>
              </w:rPr>
            </w:pPr>
            <w:r w:rsidRPr="00DF6DD6">
              <w:rPr>
                <w:lang w:val="en-US" w:eastAsia="fi-FI"/>
              </w:rPr>
              <w:t>DC_(n)41CA</w:t>
            </w:r>
            <w:r w:rsidRPr="00DF6DD6">
              <w:rPr>
                <w:vertAlign w:val="superscript"/>
                <w:lang w:val="en-US" w:eastAsia="fi-FI"/>
              </w:rPr>
              <w:t>5</w:t>
            </w:r>
          </w:p>
          <w:p w14:paraId="1ACE99A6" w14:textId="6DFFF164" w:rsidR="0095436B" w:rsidRPr="00DF6DD6" w:rsidRDefault="0095436B" w:rsidP="00906172">
            <w:pPr>
              <w:pStyle w:val="TAC"/>
              <w:rPr>
                <w:lang w:val="en-US" w:eastAsia="fi-FI"/>
              </w:rPr>
            </w:pPr>
            <w:r w:rsidRPr="00DF6DD6">
              <w:rPr>
                <w:lang w:val="en-US" w:eastAsia="fi-FI"/>
              </w:rPr>
              <w:t>DC_(n)41DA</w:t>
            </w:r>
            <w:r w:rsidRPr="00DF6DD6">
              <w:rPr>
                <w:vertAlign w:val="superscript"/>
                <w:lang w:val="en-US" w:eastAsia="fi-FI"/>
              </w:rPr>
              <w:t>5</w:t>
            </w:r>
          </w:p>
        </w:tc>
        <w:tc>
          <w:tcPr>
            <w:tcW w:w="1749" w:type="pct"/>
            <w:vAlign w:val="center"/>
          </w:tcPr>
          <w:p w14:paraId="02E9475B" w14:textId="5F743509" w:rsidR="0095436B" w:rsidRPr="00DF6DD6" w:rsidRDefault="0095436B" w:rsidP="00906172">
            <w:pPr>
              <w:pStyle w:val="TAC"/>
              <w:rPr>
                <w:lang w:val="en-US" w:eastAsia="fi-FI"/>
              </w:rPr>
            </w:pPr>
            <w:r w:rsidRPr="00DF6DD6">
              <w:rPr>
                <w:lang w:val="en-US" w:eastAsia="fi-FI"/>
              </w:rPr>
              <w:t>DC_41A_n41A</w:t>
            </w:r>
          </w:p>
        </w:tc>
        <w:tc>
          <w:tcPr>
            <w:tcW w:w="1488" w:type="pct"/>
            <w:shd w:val="clear" w:color="auto" w:fill="auto"/>
            <w:noWrap/>
            <w:vAlign w:val="center"/>
          </w:tcPr>
          <w:p w14:paraId="5771FD4C" w14:textId="57AAD3FC" w:rsidR="0095436B" w:rsidRPr="00DF6DD6" w:rsidRDefault="0095436B" w:rsidP="00906172">
            <w:pPr>
              <w:pStyle w:val="TAC"/>
              <w:rPr>
                <w:lang w:val="fi-FI" w:eastAsia="fi-FI"/>
              </w:rPr>
            </w:pPr>
            <w:r w:rsidRPr="00DF6DD6">
              <w:rPr>
                <w:lang w:val="fi-FI" w:eastAsia="fi-FI"/>
              </w:rPr>
              <w:t>Yes</w:t>
            </w:r>
            <w:r w:rsidRPr="00DF6DD6">
              <w:rPr>
                <w:vertAlign w:val="superscript"/>
                <w:lang w:val="fi-FI" w:eastAsia="fi-FI"/>
              </w:rPr>
              <w:t>3</w:t>
            </w:r>
          </w:p>
        </w:tc>
      </w:tr>
      <w:tr w:rsidR="00F55B07" w:rsidRPr="00DF6DD6" w14:paraId="1D8349E4" w14:textId="77777777" w:rsidTr="0095436B">
        <w:trPr>
          <w:trHeight w:val="288"/>
          <w:jc w:val="center"/>
        </w:trPr>
        <w:tc>
          <w:tcPr>
            <w:tcW w:w="1764" w:type="pct"/>
            <w:shd w:val="clear" w:color="auto" w:fill="auto"/>
            <w:noWrap/>
            <w:vAlign w:val="center"/>
          </w:tcPr>
          <w:p w14:paraId="28F64FB8" w14:textId="60F8DE2F" w:rsidR="0095436B" w:rsidRPr="00DF6DD6" w:rsidRDefault="0095436B" w:rsidP="00906172">
            <w:pPr>
              <w:pStyle w:val="TAC"/>
              <w:rPr>
                <w:lang w:val="fi-FI" w:eastAsia="fi-FI"/>
              </w:rPr>
            </w:pPr>
            <w:r w:rsidRPr="00DF6DD6">
              <w:rPr>
                <w:lang w:val="fi-FI" w:eastAsia="fi-FI"/>
              </w:rPr>
              <w:t>DC_(n)71AA</w:t>
            </w:r>
            <w:r w:rsidR="00CB0763" w:rsidRPr="00DF6DD6">
              <w:rPr>
                <w:vertAlign w:val="superscript"/>
                <w:lang w:val="fi-FI" w:eastAsia="fi-FI"/>
              </w:rPr>
              <w:t>2</w:t>
            </w:r>
          </w:p>
        </w:tc>
        <w:tc>
          <w:tcPr>
            <w:tcW w:w="1749" w:type="pct"/>
            <w:vAlign w:val="center"/>
          </w:tcPr>
          <w:p w14:paraId="0C5D16C5" w14:textId="7A621A7A" w:rsidR="0095436B" w:rsidRPr="00DF6DD6" w:rsidRDefault="0095436B" w:rsidP="00906172">
            <w:pPr>
              <w:pStyle w:val="TAC"/>
              <w:rPr>
                <w:lang w:val="fi-FI" w:eastAsia="fi-FI"/>
              </w:rPr>
            </w:pPr>
            <w:r w:rsidRPr="00DF6DD6">
              <w:rPr>
                <w:lang w:val="fi-FI" w:eastAsia="fi-FI"/>
              </w:rPr>
              <w:t>DC_(n)71AA</w:t>
            </w:r>
          </w:p>
        </w:tc>
        <w:tc>
          <w:tcPr>
            <w:tcW w:w="1488" w:type="pct"/>
            <w:shd w:val="clear" w:color="auto" w:fill="auto"/>
            <w:noWrap/>
            <w:vAlign w:val="center"/>
          </w:tcPr>
          <w:p w14:paraId="172C674A" w14:textId="1C6EB887" w:rsidR="0095436B" w:rsidRPr="00DF6DD6" w:rsidRDefault="0095436B" w:rsidP="00906172">
            <w:pPr>
              <w:pStyle w:val="TAC"/>
              <w:rPr>
                <w:lang w:val="fi-FI" w:eastAsia="fi-FI"/>
              </w:rPr>
            </w:pPr>
            <w:r w:rsidRPr="00DF6DD6">
              <w:rPr>
                <w:lang w:val="fi-FI" w:eastAsia="fi-FI"/>
              </w:rPr>
              <w:t>No</w:t>
            </w:r>
            <w:r w:rsidRPr="00DF6DD6">
              <w:rPr>
                <w:vertAlign w:val="superscript"/>
                <w:lang w:val="fi-FI" w:eastAsia="fi-FI"/>
              </w:rPr>
              <w:t>4</w:t>
            </w:r>
          </w:p>
        </w:tc>
      </w:tr>
      <w:tr w:rsidR="00906172" w:rsidRPr="00DF6DD6" w14:paraId="3DEEFDF5" w14:textId="77777777" w:rsidTr="0095436B">
        <w:trPr>
          <w:trHeight w:val="288"/>
          <w:jc w:val="center"/>
        </w:trPr>
        <w:tc>
          <w:tcPr>
            <w:tcW w:w="5000" w:type="pct"/>
            <w:gridSpan w:val="3"/>
            <w:shd w:val="clear" w:color="auto" w:fill="auto"/>
            <w:noWrap/>
            <w:vAlign w:val="center"/>
          </w:tcPr>
          <w:p w14:paraId="50B678A8" w14:textId="36DEBB67" w:rsidR="00906172" w:rsidRPr="00DF6DD6" w:rsidRDefault="00906172" w:rsidP="00906172">
            <w:pPr>
              <w:pStyle w:val="TAN"/>
              <w:rPr>
                <w:rFonts w:cs="Arial"/>
              </w:rPr>
            </w:pPr>
            <w:r w:rsidRPr="00DF6DD6">
              <w:rPr>
                <w:rFonts w:cs="Arial"/>
              </w:rPr>
              <w:t>NOTE 1:</w:t>
            </w:r>
            <w:r w:rsidRPr="00DF6DD6">
              <w:rPr>
                <w:rFonts w:cs="Arial"/>
              </w:rPr>
              <w:tab/>
              <w:t xml:space="preserve">Uplink </w:t>
            </w:r>
            <w:r w:rsidR="00D91DF4" w:rsidRPr="00DF6DD6">
              <w:rPr>
                <w:rFonts w:cs="Arial"/>
              </w:rPr>
              <w:t xml:space="preserve">EN-DC </w:t>
            </w:r>
            <w:r w:rsidRPr="00DF6DD6">
              <w:rPr>
                <w:rFonts w:cs="Arial"/>
              </w:rPr>
              <w:t>configurations are the configurations supported by the present release of specifications.</w:t>
            </w:r>
          </w:p>
          <w:p w14:paraId="139E1768" w14:textId="77777777" w:rsidR="00D663A7" w:rsidRPr="00DF6DD6" w:rsidRDefault="00F27CE0" w:rsidP="00906172">
            <w:pPr>
              <w:pStyle w:val="TAN"/>
              <w:rPr>
                <w:rFonts w:cs="Arial"/>
              </w:rPr>
            </w:pPr>
            <w:r w:rsidRPr="00DF6DD6">
              <w:rPr>
                <w:rFonts w:cs="Arial"/>
              </w:rPr>
              <w:t>NOTE 2:</w:t>
            </w:r>
            <w:r w:rsidRPr="00DF6DD6">
              <w:rPr>
                <w:rFonts w:cs="Arial"/>
              </w:rPr>
              <w:tab/>
            </w:r>
            <w:r w:rsidR="00D663A7" w:rsidRPr="00DF6DD6">
              <w:rPr>
                <w:rFonts w:cs="Arial"/>
              </w:rPr>
              <w:t>Requirements in this specification apply for NR SCS of 15 kHz only.</w:t>
            </w:r>
          </w:p>
          <w:p w14:paraId="2F13F4FA" w14:textId="77777777" w:rsidR="003B7996" w:rsidRPr="00DF6DD6" w:rsidRDefault="003B7996" w:rsidP="003B7996">
            <w:pPr>
              <w:pStyle w:val="TAN"/>
              <w:rPr>
                <w:lang w:eastAsia="fi-FI"/>
              </w:rPr>
            </w:pPr>
            <w:r w:rsidRPr="00DF6DD6">
              <w:rPr>
                <w:lang w:eastAsia="fi-FI"/>
              </w:rPr>
              <w:t>NOTE 3:</w:t>
            </w:r>
            <w:r w:rsidRPr="00DF6DD6">
              <w:rPr>
                <w:lang w:eastAsia="fi-FI"/>
              </w:rPr>
              <w:tab/>
              <w:t>Single UL allowed due to potential emission issues, not self-interference.</w:t>
            </w:r>
          </w:p>
          <w:p w14:paraId="2BA9DB7C" w14:textId="77777777" w:rsidR="003B7996" w:rsidRPr="00DF6DD6" w:rsidRDefault="003B7996" w:rsidP="003B7996">
            <w:pPr>
              <w:pStyle w:val="TAN"/>
              <w:rPr>
                <w:lang w:eastAsia="fi-FI"/>
              </w:rPr>
            </w:pPr>
            <w:r w:rsidRPr="00DF6DD6">
              <w:rPr>
                <w:lang w:eastAsia="fi-FI"/>
              </w:rPr>
              <w:t>NOTE 4:</w:t>
            </w:r>
            <w:r w:rsidRPr="00DF6DD6">
              <w:rPr>
                <w:lang w:eastAsia="fi-FI"/>
              </w:rPr>
              <w:tab/>
              <w:t>For UE(s) supporting dynamic power sharing it is mandatory to do dual simultaneous UL. For UE(s) not supporting dynamic power sharing single UL is allowed.</w:t>
            </w:r>
          </w:p>
          <w:p w14:paraId="033FB427" w14:textId="2E55F485" w:rsidR="003B7996" w:rsidRPr="00DF6DD6" w:rsidRDefault="003B7996" w:rsidP="003B7996">
            <w:pPr>
              <w:pStyle w:val="TAN"/>
              <w:rPr>
                <w:lang w:eastAsia="fi-FI"/>
              </w:rPr>
            </w:pPr>
            <w:r w:rsidRPr="00DF6DD6">
              <w:rPr>
                <w:lang w:eastAsia="fi-FI"/>
              </w:rPr>
              <w:t>NOTE 5:</w:t>
            </w:r>
            <w:r w:rsidRPr="00DF6DD6">
              <w:rPr>
                <w:lang w:eastAsia="fi-FI"/>
              </w:rPr>
              <w:tab/>
              <w:t>The minimum requirements only apply for non-simultaneous Tx/Rx between all carriers.</w:t>
            </w:r>
          </w:p>
        </w:tc>
      </w:tr>
    </w:tbl>
    <w:p w14:paraId="149165EB" w14:textId="77777777" w:rsidR="001310A1" w:rsidRPr="00DF6DD6" w:rsidRDefault="001310A1" w:rsidP="001310A1"/>
    <w:p w14:paraId="28FF9E8C" w14:textId="77777777" w:rsidR="001310A1" w:rsidRPr="00B94CFE" w:rsidRDefault="001310A1" w:rsidP="001310A1">
      <w:pPr>
        <w:pStyle w:val="Heading3"/>
        <w:rPr>
          <w:lang w:val="fr-FR"/>
        </w:rPr>
      </w:pPr>
      <w:bookmarkStart w:id="638" w:name="_Toc21345411"/>
      <w:bookmarkStart w:id="639" w:name="_Toc29806260"/>
      <w:bookmarkStart w:id="640" w:name="_Toc37255793"/>
      <w:bookmarkStart w:id="641" w:name="_Toc37256134"/>
      <w:bookmarkStart w:id="642" w:name="_Toc45889971"/>
      <w:bookmarkStart w:id="643" w:name="_Toc52381796"/>
      <w:bookmarkStart w:id="644" w:name="_Toc61374895"/>
      <w:bookmarkStart w:id="645" w:name="_Toc67936246"/>
      <w:bookmarkStart w:id="646" w:name="_Toc67937119"/>
      <w:bookmarkStart w:id="647" w:name="_Toc76452355"/>
      <w:bookmarkStart w:id="648" w:name="_Toc76630198"/>
      <w:bookmarkStart w:id="649" w:name="_Toc83742758"/>
      <w:bookmarkStart w:id="650" w:name="_Toc83886872"/>
      <w:bookmarkStart w:id="651" w:name="_Toc83887672"/>
      <w:bookmarkStart w:id="652" w:name="_Toc90588513"/>
      <w:r w:rsidRPr="00B94CFE">
        <w:rPr>
          <w:lang w:val="fr-FR"/>
        </w:rPr>
        <w:lastRenderedPageBreak/>
        <w:t>5.5B.3</w:t>
      </w:r>
      <w:r w:rsidRPr="00B94CFE">
        <w:rPr>
          <w:lang w:val="fr-FR"/>
        </w:rPr>
        <w:tab/>
        <w:t>Intra-band non-contiguous EN-DC</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14:paraId="42630351" w14:textId="77777777" w:rsidR="001310A1" w:rsidRPr="00B94CFE" w:rsidRDefault="001310A1" w:rsidP="001310A1">
      <w:pPr>
        <w:pStyle w:val="TH"/>
        <w:rPr>
          <w:lang w:val="fr-FR"/>
        </w:rPr>
      </w:pPr>
      <w:r w:rsidRPr="00B94CFE">
        <w:rPr>
          <w:lang w:val="fr-FR"/>
        </w:rPr>
        <w:t>Table 5.5B.3-1: Intra-band non-contiguous EN-DC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4"/>
        <w:gridCol w:w="3383"/>
        <w:gridCol w:w="3134"/>
      </w:tblGrid>
      <w:tr w:rsidR="00F55B07" w:rsidRPr="00DF6DD6" w14:paraId="448962FC" w14:textId="77777777" w:rsidTr="0095436B">
        <w:trPr>
          <w:trHeight w:val="323"/>
          <w:jc w:val="center"/>
        </w:trPr>
        <w:tc>
          <w:tcPr>
            <w:tcW w:w="3114" w:type="dxa"/>
            <w:shd w:val="clear" w:color="auto" w:fill="auto"/>
            <w:vAlign w:val="center"/>
            <w:hideMark/>
          </w:tcPr>
          <w:p w14:paraId="6B831636" w14:textId="77777777" w:rsidR="0095436B" w:rsidRPr="00DF6DD6" w:rsidRDefault="0095436B" w:rsidP="001310A1">
            <w:pPr>
              <w:pStyle w:val="TAH"/>
              <w:rPr>
                <w:lang w:val="en-US" w:eastAsia="fi-FI"/>
              </w:rPr>
            </w:pPr>
            <w:r w:rsidRPr="00DF6DD6">
              <w:rPr>
                <w:lang w:val="en-US" w:eastAsia="fi-FI"/>
              </w:rPr>
              <w:t>EN-DC</w:t>
            </w:r>
          </w:p>
          <w:p w14:paraId="1EF80304" w14:textId="77777777" w:rsidR="0095436B" w:rsidRPr="00DF6DD6" w:rsidRDefault="0095436B" w:rsidP="001310A1">
            <w:pPr>
              <w:pStyle w:val="TAH"/>
              <w:rPr>
                <w:lang w:val="en-US" w:eastAsia="fi-FI"/>
              </w:rPr>
            </w:pPr>
            <w:r w:rsidRPr="00DF6DD6">
              <w:rPr>
                <w:lang w:val="en-US" w:eastAsia="fi-FI"/>
              </w:rPr>
              <w:t>configuration</w:t>
            </w:r>
          </w:p>
        </w:tc>
        <w:tc>
          <w:tcPr>
            <w:tcW w:w="3383" w:type="dxa"/>
            <w:vAlign w:val="center"/>
          </w:tcPr>
          <w:p w14:paraId="2B986B6C" w14:textId="77777777" w:rsidR="0095436B" w:rsidRPr="00B94CFE" w:rsidRDefault="0095436B" w:rsidP="001310A1">
            <w:pPr>
              <w:pStyle w:val="TAH"/>
              <w:rPr>
                <w:lang w:val="fr-FR" w:eastAsia="fi-FI"/>
              </w:rPr>
            </w:pPr>
            <w:r w:rsidRPr="00B94CFE">
              <w:rPr>
                <w:lang w:val="fr-FR" w:eastAsia="fi-FI"/>
              </w:rPr>
              <w:t>Uplink EN-DC</w:t>
            </w:r>
          </w:p>
          <w:p w14:paraId="115DE634" w14:textId="77777777" w:rsidR="0095436B" w:rsidRPr="00B94CFE" w:rsidRDefault="0095436B" w:rsidP="001310A1">
            <w:pPr>
              <w:pStyle w:val="TAH"/>
              <w:rPr>
                <w:lang w:val="fr-FR" w:eastAsia="fi-FI"/>
              </w:rPr>
            </w:pPr>
            <w:r w:rsidRPr="00B94CFE">
              <w:rPr>
                <w:lang w:val="fr-FR" w:eastAsia="fi-FI"/>
              </w:rPr>
              <w:t>configuration</w:t>
            </w:r>
          </w:p>
          <w:p w14:paraId="5A5515CE" w14:textId="77777777" w:rsidR="0095436B" w:rsidRPr="00B94CFE" w:rsidDel="00C35823" w:rsidRDefault="0095436B" w:rsidP="001310A1">
            <w:pPr>
              <w:pStyle w:val="TAH"/>
              <w:rPr>
                <w:lang w:val="fr-FR" w:eastAsia="fi-FI"/>
              </w:rPr>
            </w:pPr>
            <w:r w:rsidRPr="00B94CFE">
              <w:rPr>
                <w:lang w:val="fr-FR" w:eastAsia="fi-FI"/>
              </w:rPr>
              <w:t>(NOTE 1)</w:t>
            </w:r>
          </w:p>
        </w:tc>
        <w:tc>
          <w:tcPr>
            <w:tcW w:w="3134" w:type="dxa"/>
            <w:shd w:val="clear" w:color="auto" w:fill="auto"/>
            <w:vAlign w:val="center"/>
            <w:hideMark/>
          </w:tcPr>
          <w:p w14:paraId="6D6FB6A3" w14:textId="5EA9D068" w:rsidR="0095436B" w:rsidRPr="00DF6DD6" w:rsidRDefault="0095436B" w:rsidP="001310A1">
            <w:pPr>
              <w:pStyle w:val="TAH"/>
              <w:rPr>
                <w:lang w:val="en-US" w:eastAsia="fi-FI"/>
              </w:rPr>
            </w:pPr>
            <w:r w:rsidRPr="00DF6DD6">
              <w:rPr>
                <w:lang w:eastAsia="fi-FI"/>
              </w:rPr>
              <w:t>Single UL allowed</w:t>
            </w:r>
          </w:p>
          <w:p w14:paraId="6386C6E6" w14:textId="33AD1CEB" w:rsidR="0095436B" w:rsidRPr="00DF6DD6" w:rsidRDefault="0095436B" w:rsidP="001310A1">
            <w:pPr>
              <w:pStyle w:val="TAH"/>
              <w:rPr>
                <w:rFonts w:cs="Arial"/>
                <w:bCs/>
                <w:szCs w:val="18"/>
                <w:lang w:eastAsia="fi-FI"/>
              </w:rPr>
            </w:pPr>
          </w:p>
        </w:tc>
      </w:tr>
      <w:tr w:rsidR="00F55B07" w:rsidRPr="00DF6DD6" w14:paraId="2C5DF612" w14:textId="77777777" w:rsidTr="0095436B">
        <w:trPr>
          <w:trHeight w:val="288"/>
          <w:jc w:val="center"/>
        </w:trPr>
        <w:tc>
          <w:tcPr>
            <w:tcW w:w="3114" w:type="dxa"/>
            <w:shd w:val="clear" w:color="auto" w:fill="auto"/>
            <w:noWrap/>
            <w:vAlign w:val="center"/>
          </w:tcPr>
          <w:p w14:paraId="65A739EE" w14:textId="77777777" w:rsidR="0095436B" w:rsidRPr="00DF6DD6" w:rsidRDefault="0095436B" w:rsidP="001F7F06">
            <w:pPr>
              <w:pStyle w:val="TAC"/>
              <w:rPr>
                <w:lang w:val="fi-FI" w:eastAsia="fi-FI"/>
              </w:rPr>
            </w:pPr>
            <w:r w:rsidRPr="00DF6DD6">
              <w:rPr>
                <w:rFonts w:eastAsia="PMingLiU" w:hint="eastAsia"/>
                <w:lang w:val="fi-FI" w:eastAsia="zh-TW"/>
              </w:rPr>
              <w:t>DC_3A_n3A</w:t>
            </w:r>
          </w:p>
        </w:tc>
        <w:tc>
          <w:tcPr>
            <w:tcW w:w="3383" w:type="dxa"/>
            <w:vAlign w:val="center"/>
          </w:tcPr>
          <w:p w14:paraId="5B665E3D" w14:textId="77777777" w:rsidR="0095436B" w:rsidRPr="00DF6DD6" w:rsidRDefault="0095436B" w:rsidP="001F7F06">
            <w:pPr>
              <w:pStyle w:val="TAC"/>
              <w:rPr>
                <w:lang w:val="fi-FI" w:eastAsia="fi-FI"/>
              </w:rPr>
            </w:pPr>
            <w:r w:rsidRPr="00DF6DD6">
              <w:rPr>
                <w:rFonts w:eastAsia="PMingLiU" w:hint="eastAsia"/>
                <w:lang w:val="fi-FI" w:eastAsia="zh-TW"/>
              </w:rPr>
              <w:t>DC_3A_n3A</w:t>
            </w:r>
            <w:r w:rsidRPr="00DF6DD6">
              <w:rPr>
                <w:rFonts w:eastAsia="PMingLiU" w:hint="eastAsia"/>
                <w:vertAlign w:val="superscript"/>
                <w:lang w:val="fi-FI" w:eastAsia="zh-TW"/>
              </w:rPr>
              <w:t>2</w:t>
            </w:r>
          </w:p>
        </w:tc>
        <w:tc>
          <w:tcPr>
            <w:tcW w:w="3134" w:type="dxa"/>
            <w:shd w:val="clear" w:color="auto" w:fill="auto"/>
            <w:noWrap/>
            <w:vAlign w:val="center"/>
          </w:tcPr>
          <w:p w14:paraId="30724F6E" w14:textId="2DDDF0FD" w:rsidR="0095436B" w:rsidRPr="00DF6DD6" w:rsidRDefault="0095436B" w:rsidP="0095436B">
            <w:pPr>
              <w:pStyle w:val="TAC"/>
              <w:rPr>
                <w:lang w:val="fi-FI" w:eastAsia="fi-FI"/>
              </w:rPr>
            </w:pPr>
            <w:r w:rsidRPr="00DF6DD6">
              <w:rPr>
                <w:rFonts w:eastAsia="PMingLiU"/>
                <w:lang w:val="fi-FI" w:eastAsia="zh-TW"/>
              </w:rPr>
              <w:t>Yes</w:t>
            </w:r>
            <w:r w:rsidRPr="00DF6DD6">
              <w:rPr>
                <w:rFonts w:eastAsia="PMingLiU"/>
                <w:vertAlign w:val="superscript"/>
                <w:lang w:val="fi-FI" w:eastAsia="zh-TW"/>
              </w:rPr>
              <w:t>2</w:t>
            </w:r>
          </w:p>
        </w:tc>
      </w:tr>
      <w:tr w:rsidR="00F55B07" w:rsidRPr="00DF6DD6" w14:paraId="4CCBE355" w14:textId="77777777" w:rsidTr="0095436B">
        <w:trPr>
          <w:trHeight w:val="288"/>
          <w:jc w:val="center"/>
        </w:trPr>
        <w:tc>
          <w:tcPr>
            <w:tcW w:w="3114" w:type="dxa"/>
            <w:shd w:val="clear" w:color="auto" w:fill="auto"/>
            <w:noWrap/>
            <w:vAlign w:val="center"/>
          </w:tcPr>
          <w:p w14:paraId="48F0B8A1" w14:textId="5494C08F" w:rsidR="0095436B" w:rsidRPr="00DF6DD6" w:rsidRDefault="0095436B" w:rsidP="00821B6B">
            <w:pPr>
              <w:pStyle w:val="TAC"/>
              <w:rPr>
                <w:lang w:val="en-US" w:eastAsia="fi-FI"/>
              </w:rPr>
            </w:pPr>
            <w:r w:rsidRPr="00DF6DD6">
              <w:rPr>
                <w:lang w:val="en-US" w:eastAsia="fi-FI"/>
              </w:rPr>
              <w:t>DC_41A_n41A</w:t>
            </w:r>
            <w:r w:rsidRPr="00DF6DD6">
              <w:rPr>
                <w:vertAlign w:val="superscript"/>
                <w:lang w:val="en-US" w:eastAsia="fi-FI"/>
              </w:rPr>
              <w:t>3</w:t>
            </w:r>
          </w:p>
          <w:p w14:paraId="72776B02" w14:textId="4F824B6F" w:rsidR="0095436B" w:rsidRPr="00DF6DD6" w:rsidRDefault="0095436B" w:rsidP="00821B6B">
            <w:pPr>
              <w:pStyle w:val="TAC"/>
              <w:rPr>
                <w:lang w:val="en-US" w:eastAsia="fi-FI"/>
              </w:rPr>
            </w:pPr>
            <w:r w:rsidRPr="00DF6DD6">
              <w:rPr>
                <w:lang w:val="en-US" w:eastAsia="fi-FI"/>
              </w:rPr>
              <w:t>DC_41C_n41A</w:t>
            </w:r>
            <w:r w:rsidRPr="00DF6DD6">
              <w:rPr>
                <w:vertAlign w:val="superscript"/>
                <w:lang w:val="en-US" w:eastAsia="fi-FI"/>
              </w:rPr>
              <w:t>3</w:t>
            </w:r>
          </w:p>
          <w:p w14:paraId="2BB5DDFB" w14:textId="423D069F" w:rsidR="0095436B" w:rsidRPr="00DF6DD6" w:rsidRDefault="0095436B" w:rsidP="00821B6B">
            <w:pPr>
              <w:pStyle w:val="TAC"/>
              <w:rPr>
                <w:lang w:val="fi-FI" w:eastAsia="fi-FI"/>
              </w:rPr>
            </w:pPr>
            <w:r w:rsidRPr="00DF6DD6">
              <w:rPr>
                <w:lang w:val="fi-FI" w:eastAsia="fi-FI"/>
              </w:rPr>
              <w:t>DC_41D_n41A</w:t>
            </w:r>
            <w:r w:rsidRPr="00DF6DD6">
              <w:rPr>
                <w:vertAlign w:val="superscript"/>
                <w:lang w:val="fi-FI" w:eastAsia="fi-FI"/>
              </w:rPr>
              <w:t>3</w:t>
            </w:r>
          </w:p>
        </w:tc>
        <w:tc>
          <w:tcPr>
            <w:tcW w:w="3383" w:type="dxa"/>
            <w:vAlign w:val="center"/>
          </w:tcPr>
          <w:p w14:paraId="7B11A24F" w14:textId="77777777" w:rsidR="0095436B" w:rsidRPr="00DF6DD6" w:rsidRDefault="0095436B" w:rsidP="009C7FAA">
            <w:pPr>
              <w:pStyle w:val="TAC"/>
              <w:rPr>
                <w:lang w:val="fi-FI" w:eastAsia="fi-FI"/>
              </w:rPr>
            </w:pPr>
            <w:r w:rsidRPr="00DF6DD6">
              <w:rPr>
                <w:lang w:val="fi-FI" w:eastAsia="fi-FI"/>
              </w:rPr>
              <w:t>DC_41A_n41A</w:t>
            </w:r>
          </w:p>
        </w:tc>
        <w:tc>
          <w:tcPr>
            <w:tcW w:w="3134" w:type="dxa"/>
            <w:shd w:val="clear" w:color="auto" w:fill="auto"/>
            <w:noWrap/>
            <w:vAlign w:val="center"/>
          </w:tcPr>
          <w:p w14:paraId="27F3BDFA" w14:textId="717F8F9F" w:rsidR="0095436B" w:rsidRPr="00DF6DD6" w:rsidRDefault="0095436B" w:rsidP="0095436B">
            <w:pPr>
              <w:pStyle w:val="TAC"/>
              <w:rPr>
                <w:lang w:val="fi-FI" w:eastAsia="fi-FI"/>
              </w:rPr>
            </w:pPr>
            <w:r w:rsidRPr="00DF6DD6">
              <w:rPr>
                <w:lang w:val="fi-FI" w:eastAsia="fi-FI"/>
              </w:rPr>
              <w:t>Yes</w:t>
            </w:r>
            <w:r w:rsidRPr="00DF6DD6">
              <w:rPr>
                <w:vertAlign w:val="superscript"/>
                <w:lang w:val="fi-FI" w:eastAsia="fi-FI"/>
              </w:rPr>
              <w:t>4</w:t>
            </w:r>
          </w:p>
        </w:tc>
      </w:tr>
      <w:tr w:rsidR="00EA1C6C" w:rsidRPr="00DF6DD6" w14:paraId="059EC7CC" w14:textId="77777777" w:rsidTr="001310A1">
        <w:trPr>
          <w:trHeight w:val="288"/>
          <w:jc w:val="center"/>
        </w:trPr>
        <w:tc>
          <w:tcPr>
            <w:tcW w:w="0" w:type="auto"/>
            <w:gridSpan w:val="3"/>
            <w:shd w:val="clear" w:color="auto" w:fill="auto"/>
            <w:noWrap/>
            <w:vAlign w:val="center"/>
          </w:tcPr>
          <w:p w14:paraId="66991513" w14:textId="119F6A9C" w:rsidR="00821B6B" w:rsidRPr="00DF6DD6" w:rsidRDefault="00821B6B" w:rsidP="00821B6B">
            <w:pPr>
              <w:pStyle w:val="TAN"/>
            </w:pPr>
            <w:r w:rsidRPr="00DF6DD6">
              <w:t>NOTE 1:</w:t>
            </w:r>
            <w:r w:rsidRPr="00DF6DD6">
              <w:tab/>
              <w:t xml:space="preserve">Uplink </w:t>
            </w:r>
            <w:r w:rsidR="00D91DF4" w:rsidRPr="00DF6DD6">
              <w:t xml:space="preserve">EN-DC </w:t>
            </w:r>
            <w:r w:rsidRPr="00DF6DD6">
              <w:t>configurations are the configurations supported by the present release of specifications.</w:t>
            </w:r>
          </w:p>
          <w:p w14:paraId="1715693C" w14:textId="77777777" w:rsidR="001F7F06" w:rsidRPr="00DF6DD6" w:rsidRDefault="001F7F06" w:rsidP="00821B6B">
            <w:pPr>
              <w:pStyle w:val="TAN"/>
              <w:rPr>
                <w:rFonts w:eastAsia="PMingLiU"/>
                <w:lang w:eastAsia="zh-TW"/>
              </w:rPr>
            </w:pPr>
            <w:r w:rsidRPr="00DF6DD6">
              <w:rPr>
                <w:rFonts w:eastAsia="PMingLiU" w:hint="eastAsia"/>
                <w:lang w:eastAsia="zh-TW"/>
              </w:rPr>
              <w:t>NOTE 2:</w:t>
            </w:r>
            <w:r w:rsidR="00BE6F23" w:rsidRPr="00DF6DD6">
              <w:tab/>
            </w:r>
            <w:r w:rsidRPr="00DF6DD6">
              <w:rPr>
                <w:rFonts w:eastAsia="PMingLiU" w:hint="eastAsia"/>
                <w:lang w:eastAsia="zh-TW"/>
              </w:rPr>
              <w:t>O</w:t>
            </w:r>
            <w:r w:rsidRPr="00DF6DD6">
              <w:rPr>
                <w:rFonts w:eastAsia="PMingLiU"/>
                <w:lang w:eastAsia="zh-TW"/>
              </w:rPr>
              <w:t xml:space="preserve">nly single switched UL is </w:t>
            </w:r>
            <w:r w:rsidRPr="00DF6DD6">
              <w:rPr>
                <w:rFonts w:eastAsia="PMingLiU" w:hint="eastAsia"/>
                <w:lang w:eastAsia="zh-TW"/>
              </w:rPr>
              <w:t>supported</w:t>
            </w:r>
            <w:r w:rsidRPr="00DF6DD6">
              <w:rPr>
                <w:rFonts w:eastAsia="PMingLiU"/>
                <w:lang w:eastAsia="zh-TW"/>
              </w:rPr>
              <w:t xml:space="preserve"> in </w:t>
            </w:r>
            <w:r w:rsidRPr="00DF6DD6">
              <w:rPr>
                <w:rFonts w:eastAsia="PMingLiU" w:hint="eastAsia"/>
                <w:lang w:eastAsia="zh-TW"/>
              </w:rPr>
              <w:t>Rel.15</w:t>
            </w:r>
          </w:p>
          <w:p w14:paraId="7B5DE686" w14:textId="77777777" w:rsidR="00531850" w:rsidRPr="00DF6DD6" w:rsidRDefault="00531850" w:rsidP="00821B6B">
            <w:pPr>
              <w:pStyle w:val="TAN"/>
              <w:rPr>
                <w:lang w:val="en-US" w:eastAsia="fi-FI"/>
              </w:rPr>
            </w:pPr>
            <w:r w:rsidRPr="00DF6DD6">
              <w:rPr>
                <w:lang w:val="en-US" w:eastAsia="fi-FI"/>
              </w:rPr>
              <w:t>NOTE 3:</w:t>
            </w:r>
            <w:r w:rsidRPr="00DF6DD6">
              <w:rPr>
                <w:lang w:val="en-US" w:eastAsia="fi-FI"/>
              </w:rPr>
              <w:tab/>
              <w:t>The minimum requirements only apply for non-simultaneous Tx/Rx between all carriers.</w:t>
            </w:r>
          </w:p>
          <w:p w14:paraId="19CA6C05" w14:textId="4F977660" w:rsidR="000D7A41" w:rsidRPr="00DF6DD6" w:rsidRDefault="000D7A41" w:rsidP="00821B6B">
            <w:pPr>
              <w:pStyle w:val="TAN"/>
              <w:rPr>
                <w:lang w:val="en-US" w:eastAsia="fi-FI"/>
              </w:rPr>
            </w:pPr>
            <w:r w:rsidRPr="00DF6DD6">
              <w:rPr>
                <w:lang w:val="en-US" w:eastAsia="fi-FI"/>
              </w:rPr>
              <w:t>NOTE 4:</w:t>
            </w:r>
            <w:r w:rsidRPr="00DF6DD6">
              <w:rPr>
                <w:lang w:val="en-US" w:eastAsia="fi-FI"/>
              </w:rPr>
              <w:tab/>
              <w:t>Single UL allowed due to potential emission issues, not self-interference.</w:t>
            </w:r>
          </w:p>
        </w:tc>
      </w:tr>
    </w:tbl>
    <w:p w14:paraId="376397A1" w14:textId="77777777" w:rsidR="001310A1" w:rsidRPr="00DF6DD6" w:rsidRDefault="001310A1" w:rsidP="001310A1"/>
    <w:p w14:paraId="02BCD003" w14:textId="77777777" w:rsidR="001310A1" w:rsidRPr="00DF6DD6" w:rsidRDefault="001310A1" w:rsidP="001310A1">
      <w:pPr>
        <w:pStyle w:val="Heading3"/>
      </w:pPr>
      <w:bookmarkStart w:id="653" w:name="_Toc21345412"/>
      <w:bookmarkStart w:id="654" w:name="_Toc29806261"/>
      <w:bookmarkStart w:id="655" w:name="_Toc37255794"/>
      <w:bookmarkStart w:id="656" w:name="_Toc37256135"/>
      <w:bookmarkStart w:id="657" w:name="_Toc45889972"/>
      <w:bookmarkStart w:id="658" w:name="_Toc52381797"/>
      <w:bookmarkStart w:id="659" w:name="_Toc61374896"/>
      <w:bookmarkStart w:id="660" w:name="_Toc67936247"/>
      <w:bookmarkStart w:id="661" w:name="_Toc67937120"/>
      <w:bookmarkStart w:id="662" w:name="_Toc76452356"/>
      <w:bookmarkStart w:id="663" w:name="_Toc76630199"/>
      <w:bookmarkStart w:id="664" w:name="_Toc83742759"/>
      <w:bookmarkStart w:id="665" w:name="_Toc83886873"/>
      <w:bookmarkStart w:id="666" w:name="_Toc83887673"/>
      <w:bookmarkStart w:id="667" w:name="_Toc90588514"/>
      <w:r w:rsidRPr="00DF6DD6">
        <w:t>5.5B.4</w:t>
      </w:r>
      <w:r w:rsidRPr="00DF6DD6">
        <w:tab/>
        <w:t>Inter-band EN-DC within FR1</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14:paraId="2084B25F" w14:textId="4005F817" w:rsidR="001310A1" w:rsidRDefault="001310A1" w:rsidP="001310A1">
      <w:pPr>
        <w:pStyle w:val="Heading4"/>
      </w:pPr>
      <w:bookmarkStart w:id="668" w:name="_Toc21345413"/>
      <w:bookmarkStart w:id="669" w:name="_Toc29806262"/>
      <w:bookmarkStart w:id="670" w:name="_Toc37255795"/>
      <w:bookmarkStart w:id="671" w:name="_Toc37256136"/>
      <w:bookmarkStart w:id="672" w:name="_Toc45889973"/>
      <w:bookmarkStart w:id="673" w:name="_Toc52381798"/>
      <w:bookmarkStart w:id="674" w:name="_Toc61374897"/>
      <w:bookmarkStart w:id="675" w:name="_Toc67936248"/>
      <w:bookmarkStart w:id="676" w:name="_Toc67937121"/>
      <w:bookmarkStart w:id="677" w:name="_Toc76452357"/>
      <w:bookmarkStart w:id="678" w:name="_Toc76630200"/>
      <w:bookmarkStart w:id="679" w:name="_Toc83742760"/>
      <w:bookmarkStart w:id="680" w:name="_Toc83886874"/>
      <w:bookmarkStart w:id="681" w:name="_Toc83887674"/>
      <w:bookmarkStart w:id="682" w:name="_Toc90588515"/>
      <w:r w:rsidRPr="00DF6DD6">
        <w:t>5.5B.4.1</w:t>
      </w:r>
      <w:r w:rsidRPr="00DF6DD6">
        <w:tab/>
        <w:t xml:space="preserve">Inter-band EN-DC configurations </w:t>
      </w:r>
      <w:r w:rsidR="00B92927" w:rsidRPr="00DF6DD6">
        <w:t xml:space="preserve">within FR1 </w:t>
      </w:r>
      <w:r w:rsidRPr="00DF6DD6">
        <w:t>(two bands)</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14:paraId="1DBBB198" w14:textId="4ED4C425" w:rsidR="001310A1" w:rsidRPr="00DF6DD6" w:rsidRDefault="001310A1" w:rsidP="001310A1">
      <w:pPr>
        <w:pStyle w:val="TH"/>
      </w:pPr>
      <w:r w:rsidRPr="00DF6DD6">
        <w:t xml:space="preserve">Table 5.5B.4.1-1: Inter-band EN-DC configurations </w:t>
      </w:r>
      <w:r w:rsidR="00B92927" w:rsidRPr="00DF6DD6">
        <w:t xml:space="preserve">within FR1 </w:t>
      </w:r>
      <w:r w:rsidRPr="00DF6DD6">
        <w:t>(two bands)</w:t>
      </w: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37"/>
        <w:gridCol w:w="2280"/>
        <w:gridCol w:w="2738"/>
      </w:tblGrid>
      <w:tr w:rsidR="00F55B07" w:rsidRPr="00DF6DD6" w14:paraId="15043640" w14:textId="77777777" w:rsidTr="00A6034C">
        <w:trPr>
          <w:trHeight w:val="47"/>
          <w:tblHeader/>
          <w:jc w:val="center"/>
        </w:trPr>
        <w:tc>
          <w:tcPr>
            <w:tcW w:w="2537" w:type="dxa"/>
            <w:shd w:val="clear" w:color="auto" w:fill="auto"/>
            <w:vAlign w:val="center"/>
            <w:hideMark/>
          </w:tcPr>
          <w:p w14:paraId="4498DED9" w14:textId="77777777" w:rsidR="0095436B" w:rsidRPr="00DF6DD6" w:rsidRDefault="0095436B" w:rsidP="00401ADA">
            <w:pPr>
              <w:pStyle w:val="TAH"/>
              <w:rPr>
                <w:lang w:val="en-US" w:eastAsia="fi-FI"/>
              </w:rPr>
            </w:pPr>
            <w:bookmarkStart w:id="683" w:name="_Hlk516090533"/>
            <w:r w:rsidRPr="00DF6DD6">
              <w:rPr>
                <w:lang w:val="en-US" w:eastAsia="fi-FI"/>
              </w:rPr>
              <w:t>EN-DC</w:t>
            </w:r>
          </w:p>
          <w:p w14:paraId="37AA0160" w14:textId="77777777" w:rsidR="0095436B" w:rsidRPr="00DF6DD6" w:rsidRDefault="0095436B" w:rsidP="00401ADA">
            <w:pPr>
              <w:pStyle w:val="TAH"/>
              <w:rPr>
                <w:lang w:val="en-US" w:eastAsia="fi-FI"/>
              </w:rPr>
            </w:pPr>
            <w:r w:rsidRPr="00DF6DD6">
              <w:rPr>
                <w:lang w:val="en-US" w:eastAsia="fi-FI"/>
              </w:rPr>
              <w:t>configuration</w:t>
            </w:r>
          </w:p>
        </w:tc>
        <w:tc>
          <w:tcPr>
            <w:tcW w:w="2280" w:type="dxa"/>
            <w:vAlign w:val="center"/>
          </w:tcPr>
          <w:p w14:paraId="100391DA" w14:textId="77777777" w:rsidR="0095436B" w:rsidRPr="00B94CFE" w:rsidRDefault="0095436B" w:rsidP="00401ADA">
            <w:pPr>
              <w:pStyle w:val="TAH"/>
              <w:rPr>
                <w:lang w:val="fr-FR" w:eastAsia="fi-FI"/>
              </w:rPr>
            </w:pPr>
            <w:r w:rsidRPr="00B94CFE">
              <w:rPr>
                <w:lang w:val="fr-FR" w:eastAsia="fi-FI"/>
              </w:rPr>
              <w:t>Uplink EN-DC</w:t>
            </w:r>
          </w:p>
          <w:p w14:paraId="73FF00BB" w14:textId="77777777" w:rsidR="0095436B" w:rsidRPr="00B94CFE" w:rsidRDefault="0095436B" w:rsidP="00401ADA">
            <w:pPr>
              <w:pStyle w:val="TAH"/>
              <w:rPr>
                <w:lang w:val="fr-FR" w:eastAsia="fi-FI"/>
              </w:rPr>
            </w:pPr>
            <w:r w:rsidRPr="00B94CFE">
              <w:rPr>
                <w:lang w:val="fr-FR" w:eastAsia="fi-FI"/>
              </w:rPr>
              <w:t>configuration</w:t>
            </w:r>
          </w:p>
          <w:p w14:paraId="18CBEA0A" w14:textId="77777777" w:rsidR="0095436B" w:rsidRPr="00B94CFE" w:rsidDel="00C35823" w:rsidRDefault="0095436B" w:rsidP="00401ADA">
            <w:pPr>
              <w:pStyle w:val="TAH"/>
              <w:rPr>
                <w:lang w:val="fr-FR" w:eastAsia="fi-FI"/>
              </w:rPr>
            </w:pPr>
            <w:r w:rsidRPr="00B94CFE">
              <w:rPr>
                <w:lang w:val="fr-FR" w:eastAsia="fi-FI"/>
              </w:rPr>
              <w:t>(NOTE 1)</w:t>
            </w:r>
          </w:p>
        </w:tc>
        <w:tc>
          <w:tcPr>
            <w:tcW w:w="2738" w:type="dxa"/>
            <w:shd w:val="clear" w:color="auto" w:fill="auto"/>
            <w:vAlign w:val="center"/>
            <w:hideMark/>
          </w:tcPr>
          <w:p w14:paraId="61DE4EE2" w14:textId="45B5AB2A" w:rsidR="0095436B" w:rsidRPr="00DF6DD6" w:rsidRDefault="0095436B" w:rsidP="00401ADA">
            <w:pPr>
              <w:pStyle w:val="TAH"/>
              <w:rPr>
                <w:lang w:val="en-US" w:eastAsia="fi-FI"/>
              </w:rPr>
            </w:pPr>
            <w:r w:rsidRPr="00DF6DD6">
              <w:rPr>
                <w:lang w:eastAsia="fi-FI"/>
              </w:rPr>
              <w:t>Single UL allowed</w:t>
            </w:r>
          </w:p>
        </w:tc>
      </w:tr>
      <w:tr w:rsidR="00F55B07" w:rsidRPr="00DF6DD6" w14:paraId="5A9E8A40" w14:textId="77777777" w:rsidTr="00A6034C">
        <w:trPr>
          <w:trHeight w:val="47"/>
          <w:jc w:val="center"/>
        </w:trPr>
        <w:tc>
          <w:tcPr>
            <w:tcW w:w="2537" w:type="dxa"/>
            <w:shd w:val="clear" w:color="auto" w:fill="auto"/>
            <w:vAlign w:val="center"/>
          </w:tcPr>
          <w:p w14:paraId="5DA1EAE6" w14:textId="77777777" w:rsidR="0095436B" w:rsidRPr="00DF6DD6" w:rsidRDefault="0095436B" w:rsidP="00401ADA">
            <w:pPr>
              <w:pStyle w:val="TAC"/>
              <w:keepNext w:val="0"/>
              <w:rPr>
                <w:b/>
                <w:lang w:val="en-US" w:eastAsia="fi-FI"/>
              </w:rPr>
            </w:pPr>
            <w:r w:rsidRPr="00DF6DD6">
              <w:rPr>
                <w:lang w:val="fi-FI" w:eastAsia="fi-FI"/>
              </w:rPr>
              <w:t>DC_1A_n28A</w:t>
            </w:r>
          </w:p>
        </w:tc>
        <w:tc>
          <w:tcPr>
            <w:tcW w:w="2280" w:type="dxa"/>
            <w:vAlign w:val="center"/>
          </w:tcPr>
          <w:p w14:paraId="27BD557E" w14:textId="77777777" w:rsidR="0095436B" w:rsidRPr="00DF6DD6" w:rsidRDefault="0095436B" w:rsidP="00401ADA">
            <w:pPr>
              <w:pStyle w:val="TAC"/>
              <w:keepNext w:val="0"/>
              <w:rPr>
                <w:b/>
                <w:lang w:val="en-US" w:eastAsia="fi-FI"/>
              </w:rPr>
            </w:pPr>
            <w:r w:rsidRPr="00DF6DD6">
              <w:rPr>
                <w:lang w:val="fi-FI" w:eastAsia="fi-FI"/>
              </w:rPr>
              <w:t>DC_1A_n28A</w:t>
            </w:r>
          </w:p>
        </w:tc>
        <w:tc>
          <w:tcPr>
            <w:tcW w:w="2738" w:type="dxa"/>
            <w:shd w:val="clear" w:color="auto" w:fill="auto"/>
            <w:vAlign w:val="center"/>
          </w:tcPr>
          <w:p w14:paraId="258597BE" w14:textId="65745361" w:rsidR="0095436B" w:rsidRPr="00DF6DD6" w:rsidRDefault="0095436B" w:rsidP="00401ADA">
            <w:pPr>
              <w:pStyle w:val="TAC"/>
              <w:keepNext w:val="0"/>
              <w:rPr>
                <w:b/>
                <w:lang w:eastAsia="fi-FI"/>
              </w:rPr>
            </w:pPr>
            <w:r w:rsidRPr="00DF6DD6">
              <w:rPr>
                <w:lang w:val="fi-FI" w:eastAsia="fi-FI"/>
              </w:rPr>
              <w:t>No</w:t>
            </w:r>
          </w:p>
        </w:tc>
      </w:tr>
      <w:tr w:rsidR="00F55B07" w:rsidRPr="00DF6DD6" w14:paraId="0DC27128" w14:textId="77777777" w:rsidTr="00A6034C">
        <w:trPr>
          <w:trHeight w:val="288"/>
          <w:jc w:val="center"/>
        </w:trPr>
        <w:tc>
          <w:tcPr>
            <w:tcW w:w="2537" w:type="dxa"/>
            <w:shd w:val="clear" w:color="auto" w:fill="auto"/>
            <w:noWrap/>
            <w:vAlign w:val="center"/>
          </w:tcPr>
          <w:p w14:paraId="0F2A957D" w14:textId="77777777" w:rsidR="0095436B" w:rsidRPr="00DF6DD6" w:rsidRDefault="0095436B" w:rsidP="00401ADA">
            <w:pPr>
              <w:pStyle w:val="TAC"/>
              <w:keepNext w:val="0"/>
              <w:rPr>
                <w:lang w:val="fi-FI" w:eastAsia="fi-FI"/>
              </w:rPr>
            </w:pPr>
            <w:r w:rsidRPr="00DF6DD6">
              <w:rPr>
                <w:lang w:val="fi-FI" w:eastAsia="fi-FI"/>
              </w:rPr>
              <w:t>DC_1A_n40A</w:t>
            </w:r>
          </w:p>
        </w:tc>
        <w:tc>
          <w:tcPr>
            <w:tcW w:w="2280" w:type="dxa"/>
            <w:vAlign w:val="center"/>
          </w:tcPr>
          <w:p w14:paraId="6FB5A6E3" w14:textId="77777777" w:rsidR="0095436B" w:rsidRPr="00DF6DD6" w:rsidRDefault="0095436B" w:rsidP="00401ADA">
            <w:pPr>
              <w:pStyle w:val="TAC"/>
              <w:keepNext w:val="0"/>
              <w:rPr>
                <w:lang w:val="fi-FI" w:eastAsia="fi-FI"/>
              </w:rPr>
            </w:pPr>
            <w:r w:rsidRPr="00DF6DD6">
              <w:rPr>
                <w:lang w:val="fi-FI" w:eastAsia="fi-FI"/>
              </w:rPr>
              <w:t>DC_1A_n40A</w:t>
            </w:r>
          </w:p>
        </w:tc>
        <w:tc>
          <w:tcPr>
            <w:tcW w:w="2738" w:type="dxa"/>
            <w:shd w:val="clear" w:color="auto" w:fill="auto"/>
            <w:noWrap/>
            <w:vAlign w:val="center"/>
          </w:tcPr>
          <w:p w14:paraId="26D0416F" w14:textId="3AAFAA5F" w:rsidR="0095436B" w:rsidRPr="00DF6DD6" w:rsidRDefault="0095436B" w:rsidP="00401ADA">
            <w:pPr>
              <w:pStyle w:val="TAC"/>
              <w:keepNext w:val="0"/>
              <w:rPr>
                <w:lang w:val="fi-FI" w:eastAsia="fi-FI"/>
              </w:rPr>
            </w:pPr>
            <w:r w:rsidRPr="00DF6DD6">
              <w:rPr>
                <w:rFonts w:eastAsia="Yu Mincho"/>
                <w:lang w:val="fi-FI" w:eastAsia="ja-JP"/>
              </w:rPr>
              <w:t>No</w:t>
            </w:r>
          </w:p>
        </w:tc>
      </w:tr>
      <w:bookmarkEnd w:id="683"/>
      <w:tr w:rsidR="00F55B07" w:rsidRPr="00DF6DD6" w14:paraId="7295F20D" w14:textId="77777777" w:rsidTr="00A6034C">
        <w:trPr>
          <w:trHeight w:val="288"/>
          <w:jc w:val="center"/>
        </w:trPr>
        <w:tc>
          <w:tcPr>
            <w:tcW w:w="2537" w:type="dxa"/>
            <w:shd w:val="clear" w:color="auto" w:fill="auto"/>
            <w:noWrap/>
            <w:vAlign w:val="center"/>
          </w:tcPr>
          <w:p w14:paraId="777BCC31" w14:textId="77777777" w:rsidR="0095436B" w:rsidRPr="00DF6DD6" w:rsidRDefault="0095436B" w:rsidP="00401ADA">
            <w:pPr>
              <w:pStyle w:val="TAC"/>
              <w:keepNext w:val="0"/>
              <w:rPr>
                <w:lang w:val="fi-FI" w:eastAsia="fi-FI"/>
              </w:rPr>
            </w:pPr>
            <w:r w:rsidRPr="00DF6DD6">
              <w:rPr>
                <w:lang w:val="fi-FI" w:eastAsia="fi-FI"/>
              </w:rPr>
              <w:t>DC_1A_n51A</w:t>
            </w:r>
          </w:p>
        </w:tc>
        <w:tc>
          <w:tcPr>
            <w:tcW w:w="2280" w:type="dxa"/>
            <w:vAlign w:val="center"/>
          </w:tcPr>
          <w:p w14:paraId="63556AA3" w14:textId="77777777" w:rsidR="0095436B" w:rsidRPr="00DF6DD6" w:rsidRDefault="0095436B" w:rsidP="00401ADA">
            <w:pPr>
              <w:pStyle w:val="TAC"/>
              <w:keepNext w:val="0"/>
              <w:rPr>
                <w:lang w:val="fi-FI" w:eastAsia="fi-FI"/>
              </w:rPr>
            </w:pPr>
            <w:r w:rsidRPr="00DF6DD6">
              <w:rPr>
                <w:lang w:val="fi-FI" w:eastAsia="fi-FI"/>
              </w:rPr>
              <w:t>DC_1A_n51A</w:t>
            </w:r>
          </w:p>
        </w:tc>
        <w:tc>
          <w:tcPr>
            <w:tcW w:w="2738" w:type="dxa"/>
            <w:shd w:val="clear" w:color="auto" w:fill="auto"/>
            <w:noWrap/>
            <w:vAlign w:val="center"/>
          </w:tcPr>
          <w:p w14:paraId="5EE8CC59" w14:textId="7F7CBB6D" w:rsidR="0095436B" w:rsidRPr="00DF6DD6" w:rsidRDefault="0095436B" w:rsidP="00401ADA">
            <w:pPr>
              <w:pStyle w:val="TAC"/>
              <w:keepNext w:val="0"/>
              <w:rPr>
                <w:lang w:val="fi-FI" w:eastAsia="fi-FI"/>
              </w:rPr>
            </w:pPr>
            <w:r w:rsidRPr="00DF6DD6">
              <w:rPr>
                <w:rFonts w:eastAsia="Yu Mincho"/>
                <w:lang w:val="fi-FI" w:eastAsia="ja-JP"/>
              </w:rPr>
              <w:t>No</w:t>
            </w:r>
          </w:p>
        </w:tc>
      </w:tr>
      <w:tr w:rsidR="00F55B07" w:rsidRPr="00DF6DD6" w14:paraId="79AACCCC" w14:textId="77777777" w:rsidTr="00A6034C">
        <w:trPr>
          <w:trHeight w:val="288"/>
          <w:jc w:val="center"/>
        </w:trPr>
        <w:tc>
          <w:tcPr>
            <w:tcW w:w="2537" w:type="dxa"/>
            <w:shd w:val="clear" w:color="auto" w:fill="auto"/>
            <w:noWrap/>
            <w:vAlign w:val="center"/>
          </w:tcPr>
          <w:p w14:paraId="7D73E1CB" w14:textId="597BB71E" w:rsidR="0095436B" w:rsidRPr="00DF6DD6" w:rsidRDefault="0095436B" w:rsidP="00401ADA">
            <w:pPr>
              <w:pStyle w:val="TAC"/>
              <w:keepNext w:val="0"/>
              <w:rPr>
                <w:lang w:val="en-US" w:eastAsia="fi-FI"/>
              </w:rPr>
            </w:pPr>
            <w:r w:rsidRPr="00DF6DD6">
              <w:rPr>
                <w:lang w:val="en-US" w:eastAsia="fi-FI"/>
              </w:rPr>
              <w:t>DC_1A_n77A</w:t>
            </w:r>
            <w:r w:rsidRPr="00DF6DD6">
              <w:rPr>
                <w:vertAlign w:val="superscript"/>
                <w:lang w:val="en-US" w:eastAsia="fi-FI"/>
              </w:rPr>
              <w:t>7</w:t>
            </w:r>
          </w:p>
          <w:p w14:paraId="61AA195D" w14:textId="7A2CF228" w:rsidR="0095436B" w:rsidRPr="00DF6DD6" w:rsidRDefault="0095436B" w:rsidP="00401ADA">
            <w:pPr>
              <w:pStyle w:val="TAC"/>
              <w:keepNext w:val="0"/>
              <w:rPr>
                <w:lang w:val="en-US" w:eastAsia="fi-FI"/>
              </w:rPr>
            </w:pPr>
            <w:r w:rsidRPr="00DF6DD6">
              <w:rPr>
                <w:lang w:val="en-US" w:eastAsia="fi-FI"/>
              </w:rPr>
              <w:t>DC_1A_n77C</w:t>
            </w:r>
            <w:r w:rsidRPr="00DF6DD6">
              <w:rPr>
                <w:vertAlign w:val="superscript"/>
                <w:lang w:val="en-US" w:eastAsia="fi-FI"/>
              </w:rPr>
              <w:t>7</w:t>
            </w:r>
          </w:p>
        </w:tc>
        <w:tc>
          <w:tcPr>
            <w:tcW w:w="2280" w:type="dxa"/>
            <w:vAlign w:val="center"/>
          </w:tcPr>
          <w:p w14:paraId="559BDEEC" w14:textId="77777777" w:rsidR="0095436B" w:rsidRPr="00DF6DD6" w:rsidRDefault="0095436B" w:rsidP="00401ADA">
            <w:pPr>
              <w:pStyle w:val="TAC"/>
              <w:keepNext w:val="0"/>
              <w:rPr>
                <w:lang w:val="fi-FI" w:eastAsia="fi-FI"/>
              </w:rPr>
            </w:pPr>
            <w:r w:rsidRPr="00DF6DD6">
              <w:rPr>
                <w:lang w:val="fi-FI" w:eastAsia="fi-FI"/>
              </w:rPr>
              <w:t>DC_1A_n77A</w:t>
            </w:r>
          </w:p>
        </w:tc>
        <w:tc>
          <w:tcPr>
            <w:tcW w:w="2738" w:type="dxa"/>
            <w:shd w:val="clear" w:color="auto" w:fill="auto"/>
            <w:noWrap/>
            <w:vAlign w:val="center"/>
          </w:tcPr>
          <w:p w14:paraId="57C3F147" w14:textId="6F2F4D7D" w:rsidR="0095436B" w:rsidRPr="00DF6DD6" w:rsidRDefault="0095436B" w:rsidP="00401ADA">
            <w:pPr>
              <w:pStyle w:val="TAC"/>
              <w:keepNext w:val="0"/>
              <w:rPr>
                <w:lang w:val="fi-FI" w:eastAsia="fi-FI"/>
              </w:rPr>
            </w:pPr>
            <w:r w:rsidRPr="00DF6DD6">
              <w:rPr>
                <w:lang w:val="fi-FI" w:eastAsia="fi-FI"/>
              </w:rPr>
              <w:t>DC_1_n77</w:t>
            </w:r>
          </w:p>
        </w:tc>
      </w:tr>
      <w:tr w:rsidR="00F55B07" w:rsidRPr="00DF6DD6" w14:paraId="4220AB8F" w14:textId="77777777" w:rsidTr="00A6034C">
        <w:trPr>
          <w:trHeight w:val="288"/>
          <w:jc w:val="center"/>
        </w:trPr>
        <w:tc>
          <w:tcPr>
            <w:tcW w:w="2537" w:type="dxa"/>
            <w:shd w:val="clear" w:color="auto" w:fill="auto"/>
            <w:noWrap/>
            <w:vAlign w:val="center"/>
          </w:tcPr>
          <w:p w14:paraId="287F9AC2" w14:textId="5A198E81" w:rsidR="0095436B" w:rsidRPr="00DF6DD6" w:rsidRDefault="0095436B" w:rsidP="00401ADA">
            <w:pPr>
              <w:pStyle w:val="TAC"/>
              <w:keepNext w:val="0"/>
              <w:rPr>
                <w:lang w:val="en-US" w:eastAsia="fi-FI"/>
              </w:rPr>
            </w:pPr>
            <w:r w:rsidRPr="00DF6DD6">
              <w:rPr>
                <w:lang w:val="en-US" w:eastAsia="fi-FI"/>
              </w:rPr>
              <w:t>DC_1A_n78A</w:t>
            </w:r>
            <w:r w:rsidRPr="00DF6DD6">
              <w:rPr>
                <w:vertAlign w:val="superscript"/>
                <w:lang w:val="en-US" w:eastAsia="fi-FI"/>
              </w:rPr>
              <w:t>7</w:t>
            </w:r>
          </w:p>
          <w:p w14:paraId="4260C6A3" w14:textId="217CC0A9" w:rsidR="0095436B" w:rsidRPr="00DF6DD6" w:rsidRDefault="0095436B" w:rsidP="00401ADA">
            <w:pPr>
              <w:pStyle w:val="TAC"/>
              <w:keepNext w:val="0"/>
              <w:rPr>
                <w:lang w:val="en-US" w:eastAsia="fi-FI"/>
              </w:rPr>
            </w:pPr>
            <w:r w:rsidRPr="00DF6DD6">
              <w:rPr>
                <w:lang w:val="en-US" w:eastAsia="fi-FI"/>
              </w:rPr>
              <w:t>DC_1A_n78C</w:t>
            </w:r>
            <w:r w:rsidRPr="00DF6DD6">
              <w:rPr>
                <w:vertAlign w:val="superscript"/>
                <w:lang w:val="en-US" w:eastAsia="fi-FI"/>
              </w:rPr>
              <w:t>7</w:t>
            </w:r>
          </w:p>
        </w:tc>
        <w:tc>
          <w:tcPr>
            <w:tcW w:w="2280" w:type="dxa"/>
            <w:vAlign w:val="center"/>
          </w:tcPr>
          <w:p w14:paraId="15B143F8" w14:textId="77777777" w:rsidR="0095436B" w:rsidRPr="00DF6DD6" w:rsidRDefault="0095436B" w:rsidP="00401ADA">
            <w:pPr>
              <w:pStyle w:val="TAC"/>
              <w:keepNext w:val="0"/>
              <w:rPr>
                <w:lang w:val="fi-FI" w:eastAsia="fi-FI"/>
              </w:rPr>
            </w:pPr>
            <w:r w:rsidRPr="00DF6DD6">
              <w:rPr>
                <w:lang w:val="fi-FI" w:eastAsia="fi-FI"/>
              </w:rPr>
              <w:t>DC_1A_n78A</w:t>
            </w:r>
          </w:p>
        </w:tc>
        <w:tc>
          <w:tcPr>
            <w:tcW w:w="2738" w:type="dxa"/>
            <w:shd w:val="clear" w:color="auto" w:fill="auto"/>
            <w:noWrap/>
            <w:vAlign w:val="center"/>
          </w:tcPr>
          <w:p w14:paraId="4C893206" w14:textId="04BCAF39" w:rsidR="0095436B" w:rsidRPr="00DF6DD6" w:rsidRDefault="0095436B" w:rsidP="00401ADA">
            <w:pPr>
              <w:pStyle w:val="TAC"/>
              <w:keepNext w:val="0"/>
              <w:rPr>
                <w:lang w:val="fi-FI" w:eastAsia="fi-FI"/>
              </w:rPr>
            </w:pPr>
            <w:r w:rsidRPr="00DF6DD6">
              <w:rPr>
                <w:lang w:val="fi-FI" w:eastAsia="fi-FI"/>
              </w:rPr>
              <w:t>No</w:t>
            </w:r>
          </w:p>
        </w:tc>
      </w:tr>
      <w:tr w:rsidR="00F55B07" w:rsidRPr="00DF6DD6" w14:paraId="3A3B724B" w14:textId="77777777" w:rsidTr="00A6034C">
        <w:trPr>
          <w:trHeight w:val="288"/>
          <w:jc w:val="center"/>
        </w:trPr>
        <w:tc>
          <w:tcPr>
            <w:tcW w:w="2537" w:type="dxa"/>
            <w:shd w:val="clear" w:color="auto" w:fill="auto"/>
            <w:noWrap/>
            <w:vAlign w:val="center"/>
          </w:tcPr>
          <w:p w14:paraId="7A625D58" w14:textId="49F7C60C" w:rsidR="0095436B" w:rsidRPr="00DF6DD6" w:rsidRDefault="0095436B" w:rsidP="00401ADA">
            <w:pPr>
              <w:pStyle w:val="TAC"/>
              <w:keepNext w:val="0"/>
              <w:rPr>
                <w:lang w:val="en-US" w:eastAsia="fi-FI"/>
              </w:rPr>
            </w:pPr>
            <w:r w:rsidRPr="00DF6DD6">
              <w:rPr>
                <w:lang w:val="en-US" w:eastAsia="fi-FI"/>
              </w:rPr>
              <w:t>DC_1A_n79A</w:t>
            </w:r>
            <w:r w:rsidRPr="00DF6DD6">
              <w:rPr>
                <w:vertAlign w:val="superscript"/>
                <w:lang w:val="en-US" w:eastAsia="fi-FI"/>
              </w:rPr>
              <w:t>7</w:t>
            </w:r>
          </w:p>
          <w:p w14:paraId="2AA3F55A" w14:textId="41758C1B" w:rsidR="0095436B" w:rsidRPr="00DF6DD6" w:rsidRDefault="0095436B" w:rsidP="00401ADA">
            <w:pPr>
              <w:pStyle w:val="TAC"/>
              <w:keepNext w:val="0"/>
              <w:rPr>
                <w:lang w:val="en-US" w:eastAsia="fi-FI"/>
              </w:rPr>
            </w:pPr>
            <w:r w:rsidRPr="00DF6DD6">
              <w:rPr>
                <w:lang w:val="en-US" w:eastAsia="fi-FI"/>
              </w:rPr>
              <w:t>DC_1A_n79C</w:t>
            </w:r>
            <w:r w:rsidRPr="00DF6DD6">
              <w:rPr>
                <w:vertAlign w:val="superscript"/>
                <w:lang w:val="en-US" w:eastAsia="fi-FI"/>
              </w:rPr>
              <w:t>7</w:t>
            </w:r>
          </w:p>
        </w:tc>
        <w:tc>
          <w:tcPr>
            <w:tcW w:w="2280" w:type="dxa"/>
            <w:vAlign w:val="center"/>
          </w:tcPr>
          <w:p w14:paraId="6F084540" w14:textId="77777777" w:rsidR="0095436B" w:rsidRPr="00DF6DD6" w:rsidRDefault="0095436B" w:rsidP="00401ADA">
            <w:pPr>
              <w:pStyle w:val="TAC"/>
              <w:keepNext w:val="0"/>
              <w:rPr>
                <w:lang w:val="fi-FI" w:eastAsia="fi-FI"/>
              </w:rPr>
            </w:pPr>
            <w:r w:rsidRPr="00DF6DD6">
              <w:rPr>
                <w:lang w:val="fi-FI" w:eastAsia="fi-FI"/>
              </w:rPr>
              <w:t>DC_1A_n79A</w:t>
            </w:r>
          </w:p>
        </w:tc>
        <w:tc>
          <w:tcPr>
            <w:tcW w:w="2738" w:type="dxa"/>
            <w:shd w:val="clear" w:color="auto" w:fill="auto"/>
            <w:noWrap/>
            <w:vAlign w:val="center"/>
          </w:tcPr>
          <w:p w14:paraId="2B559400" w14:textId="559AC618" w:rsidR="0095436B" w:rsidRPr="00DF6DD6" w:rsidRDefault="0095436B" w:rsidP="00401ADA">
            <w:pPr>
              <w:pStyle w:val="TAC"/>
              <w:keepNext w:val="0"/>
              <w:rPr>
                <w:lang w:val="fi-FI" w:eastAsia="fi-FI"/>
              </w:rPr>
            </w:pPr>
            <w:r w:rsidRPr="00DF6DD6">
              <w:rPr>
                <w:lang w:val="fi-FI" w:eastAsia="fi-FI"/>
              </w:rPr>
              <w:t>No</w:t>
            </w:r>
          </w:p>
        </w:tc>
      </w:tr>
      <w:tr w:rsidR="00F55B07" w:rsidRPr="00DF6DD6" w14:paraId="330EB7C9" w14:textId="77777777" w:rsidTr="00A6034C">
        <w:trPr>
          <w:trHeight w:val="288"/>
          <w:jc w:val="center"/>
        </w:trPr>
        <w:tc>
          <w:tcPr>
            <w:tcW w:w="2537" w:type="dxa"/>
            <w:shd w:val="clear" w:color="auto" w:fill="auto"/>
            <w:noWrap/>
            <w:vAlign w:val="center"/>
          </w:tcPr>
          <w:p w14:paraId="159C7626" w14:textId="77777777" w:rsidR="0095436B" w:rsidRPr="00DF6DD6" w:rsidRDefault="0095436B" w:rsidP="00401ADA">
            <w:pPr>
              <w:pStyle w:val="TAC"/>
              <w:keepNext w:val="0"/>
              <w:rPr>
                <w:lang w:val="fi-FI" w:eastAsia="fi-FI"/>
              </w:rPr>
            </w:pPr>
            <w:r w:rsidRPr="00DF6DD6">
              <w:rPr>
                <w:lang w:val="fi-FI" w:eastAsia="fi-FI"/>
              </w:rPr>
              <w:t>DC_2A_n5A</w:t>
            </w:r>
          </w:p>
        </w:tc>
        <w:tc>
          <w:tcPr>
            <w:tcW w:w="2280" w:type="dxa"/>
            <w:vAlign w:val="center"/>
          </w:tcPr>
          <w:p w14:paraId="2E6D4D8C" w14:textId="77777777" w:rsidR="0095436B" w:rsidRPr="00DF6DD6" w:rsidRDefault="0095436B" w:rsidP="00401ADA">
            <w:pPr>
              <w:pStyle w:val="TAC"/>
              <w:keepNext w:val="0"/>
              <w:rPr>
                <w:lang w:val="fi-FI" w:eastAsia="fi-FI"/>
              </w:rPr>
            </w:pPr>
            <w:r w:rsidRPr="00DF6DD6">
              <w:rPr>
                <w:lang w:val="fi-FI" w:eastAsia="fi-FI"/>
              </w:rPr>
              <w:t>DC_2A_n5A</w:t>
            </w:r>
          </w:p>
        </w:tc>
        <w:tc>
          <w:tcPr>
            <w:tcW w:w="2738" w:type="dxa"/>
            <w:shd w:val="clear" w:color="auto" w:fill="auto"/>
            <w:noWrap/>
            <w:vAlign w:val="center"/>
          </w:tcPr>
          <w:p w14:paraId="3244C11D" w14:textId="2DAE5CE3" w:rsidR="0095436B" w:rsidRPr="00DF6DD6" w:rsidRDefault="0095436B" w:rsidP="00401ADA">
            <w:pPr>
              <w:pStyle w:val="TAC"/>
              <w:keepNext w:val="0"/>
              <w:rPr>
                <w:lang w:val="fi-FI" w:eastAsia="ja-JP"/>
              </w:rPr>
            </w:pPr>
            <w:r w:rsidRPr="00DF6DD6">
              <w:rPr>
                <w:rFonts w:eastAsia="Yu Mincho"/>
                <w:lang w:eastAsia="ja-JP"/>
              </w:rPr>
              <w:t>No</w:t>
            </w:r>
          </w:p>
        </w:tc>
      </w:tr>
      <w:tr w:rsidR="00F55B07" w:rsidRPr="00DF6DD6" w14:paraId="7745CF01" w14:textId="77777777" w:rsidTr="00A6034C">
        <w:trPr>
          <w:trHeight w:val="288"/>
          <w:jc w:val="center"/>
        </w:trPr>
        <w:tc>
          <w:tcPr>
            <w:tcW w:w="2537" w:type="dxa"/>
            <w:shd w:val="clear" w:color="auto" w:fill="auto"/>
            <w:noWrap/>
            <w:vAlign w:val="center"/>
          </w:tcPr>
          <w:p w14:paraId="56AD7608" w14:textId="77777777" w:rsidR="0095436B" w:rsidRPr="00DF6DD6" w:rsidRDefault="0095436B" w:rsidP="00401ADA">
            <w:pPr>
              <w:pStyle w:val="TAC"/>
              <w:keepNext w:val="0"/>
              <w:rPr>
                <w:lang w:val="fi-FI" w:eastAsia="fi-FI"/>
              </w:rPr>
            </w:pPr>
            <w:r w:rsidRPr="00DF6DD6">
              <w:rPr>
                <w:lang w:val="fi-FI" w:eastAsia="fi-FI"/>
              </w:rPr>
              <w:t>DC_2A_n66A</w:t>
            </w:r>
          </w:p>
        </w:tc>
        <w:tc>
          <w:tcPr>
            <w:tcW w:w="2280" w:type="dxa"/>
            <w:vAlign w:val="center"/>
          </w:tcPr>
          <w:p w14:paraId="5795ECD8" w14:textId="77777777" w:rsidR="0095436B" w:rsidRPr="00DF6DD6" w:rsidRDefault="0095436B" w:rsidP="00401ADA">
            <w:pPr>
              <w:pStyle w:val="TAC"/>
              <w:keepNext w:val="0"/>
              <w:rPr>
                <w:lang w:val="fi-FI" w:eastAsia="fi-FI"/>
              </w:rPr>
            </w:pPr>
            <w:r w:rsidRPr="00DF6DD6">
              <w:rPr>
                <w:lang w:val="fi-FI" w:eastAsia="fi-FI"/>
              </w:rPr>
              <w:t>DC_2A_n66A</w:t>
            </w:r>
          </w:p>
        </w:tc>
        <w:tc>
          <w:tcPr>
            <w:tcW w:w="2738" w:type="dxa"/>
            <w:shd w:val="clear" w:color="auto" w:fill="auto"/>
            <w:noWrap/>
            <w:vAlign w:val="center"/>
          </w:tcPr>
          <w:p w14:paraId="2DABEF70" w14:textId="152E45F6" w:rsidR="0095436B" w:rsidRPr="00DF6DD6" w:rsidRDefault="0095436B" w:rsidP="00401ADA">
            <w:pPr>
              <w:pStyle w:val="TAC"/>
              <w:keepNext w:val="0"/>
              <w:rPr>
                <w:lang w:val="fi-FI" w:eastAsia="ja-JP"/>
              </w:rPr>
            </w:pPr>
            <w:r w:rsidRPr="00DF6DD6">
              <w:rPr>
                <w:rFonts w:eastAsia="Yu Mincho"/>
                <w:lang w:eastAsia="ja-JP"/>
              </w:rPr>
              <w:t>DC_2_n66</w:t>
            </w:r>
          </w:p>
        </w:tc>
      </w:tr>
      <w:tr w:rsidR="00F55B07" w:rsidRPr="00DF6DD6" w14:paraId="6C410116" w14:textId="77777777" w:rsidTr="00A6034C">
        <w:trPr>
          <w:trHeight w:val="288"/>
          <w:jc w:val="center"/>
        </w:trPr>
        <w:tc>
          <w:tcPr>
            <w:tcW w:w="2537" w:type="dxa"/>
            <w:shd w:val="clear" w:color="auto" w:fill="auto"/>
            <w:noWrap/>
            <w:vAlign w:val="center"/>
          </w:tcPr>
          <w:p w14:paraId="4C235BF6" w14:textId="77777777" w:rsidR="0095436B" w:rsidRPr="00DF6DD6" w:rsidRDefault="0095436B" w:rsidP="00401ADA">
            <w:pPr>
              <w:pStyle w:val="TAC"/>
              <w:keepNext w:val="0"/>
              <w:rPr>
                <w:lang w:val="fi-FI" w:eastAsia="fi-FI"/>
              </w:rPr>
            </w:pPr>
            <w:r w:rsidRPr="00DF6DD6">
              <w:rPr>
                <w:lang w:val="fi-FI" w:eastAsia="fi-FI"/>
              </w:rPr>
              <w:t>DC_2A_n71A</w:t>
            </w:r>
          </w:p>
        </w:tc>
        <w:tc>
          <w:tcPr>
            <w:tcW w:w="2280" w:type="dxa"/>
            <w:vAlign w:val="center"/>
          </w:tcPr>
          <w:p w14:paraId="038BDD4A" w14:textId="77777777" w:rsidR="0095436B" w:rsidRPr="00DF6DD6" w:rsidRDefault="0095436B" w:rsidP="00401ADA">
            <w:pPr>
              <w:pStyle w:val="TAC"/>
              <w:keepNext w:val="0"/>
              <w:rPr>
                <w:lang w:val="fi-FI" w:eastAsia="fi-FI"/>
              </w:rPr>
            </w:pPr>
            <w:r w:rsidRPr="00DF6DD6">
              <w:rPr>
                <w:lang w:val="fi-FI" w:eastAsia="fi-FI"/>
              </w:rPr>
              <w:t>DC_2A_n71A</w:t>
            </w:r>
          </w:p>
        </w:tc>
        <w:tc>
          <w:tcPr>
            <w:tcW w:w="2738" w:type="dxa"/>
            <w:shd w:val="clear" w:color="auto" w:fill="auto"/>
            <w:noWrap/>
            <w:vAlign w:val="center"/>
          </w:tcPr>
          <w:p w14:paraId="27B50918" w14:textId="2B3EAB83" w:rsidR="0095436B" w:rsidRPr="00DF6DD6" w:rsidRDefault="0095436B" w:rsidP="00401ADA">
            <w:pPr>
              <w:pStyle w:val="TAC"/>
              <w:keepNext w:val="0"/>
              <w:rPr>
                <w:lang w:val="fi-FI" w:eastAsia="fi-FI"/>
              </w:rPr>
            </w:pPr>
            <w:r w:rsidRPr="00DF6DD6">
              <w:rPr>
                <w:lang w:val="fi-FI" w:eastAsia="ja-JP"/>
              </w:rPr>
              <w:t>No</w:t>
            </w:r>
          </w:p>
        </w:tc>
      </w:tr>
      <w:tr w:rsidR="00F55B07" w:rsidRPr="00DF6DD6" w14:paraId="3EACEDB1" w14:textId="77777777" w:rsidTr="00A6034C">
        <w:trPr>
          <w:trHeight w:val="288"/>
          <w:jc w:val="center"/>
        </w:trPr>
        <w:tc>
          <w:tcPr>
            <w:tcW w:w="2537" w:type="dxa"/>
            <w:shd w:val="clear" w:color="auto" w:fill="auto"/>
            <w:noWrap/>
            <w:vAlign w:val="center"/>
          </w:tcPr>
          <w:p w14:paraId="14D3909F" w14:textId="77777777" w:rsidR="0095436B" w:rsidRPr="00DF6DD6" w:rsidRDefault="0095436B" w:rsidP="00401ADA">
            <w:pPr>
              <w:pStyle w:val="TAC"/>
              <w:keepNext w:val="0"/>
              <w:rPr>
                <w:lang w:val="fi-FI" w:eastAsia="fi-FI"/>
              </w:rPr>
            </w:pPr>
            <w:r w:rsidRPr="00DF6DD6">
              <w:rPr>
                <w:lang w:val="fi-FI" w:eastAsia="fi-FI"/>
              </w:rPr>
              <w:t>DC_2A_n78A</w:t>
            </w:r>
          </w:p>
        </w:tc>
        <w:tc>
          <w:tcPr>
            <w:tcW w:w="2280" w:type="dxa"/>
            <w:vAlign w:val="center"/>
          </w:tcPr>
          <w:p w14:paraId="135FDF55" w14:textId="77777777" w:rsidR="0095436B" w:rsidRPr="00DF6DD6" w:rsidRDefault="0095436B" w:rsidP="00401ADA">
            <w:pPr>
              <w:pStyle w:val="TAC"/>
              <w:keepNext w:val="0"/>
              <w:rPr>
                <w:lang w:val="fi-FI" w:eastAsia="fi-FI"/>
              </w:rPr>
            </w:pPr>
            <w:r w:rsidRPr="00DF6DD6">
              <w:rPr>
                <w:lang w:val="fi-FI" w:eastAsia="fi-FI"/>
              </w:rPr>
              <w:t>DC_2A_n78A</w:t>
            </w:r>
          </w:p>
        </w:tc>
        <w:tc>
          <w:tcPr>
            <w:tcW w:w="2738" w:type="dxa"/>
            <w:shd w:val="clear" w:color="auto" w:fill="auto"/>
            <w:noWrap/>
            <w:vAlign w:val="center"/>
          </w:tcPr>
          <w:p w14:paraId="600782DD" w14:textId="1E467C76" w:rsidR="0095436B" w:rsidRPr="00DF6DD6" w:rsidRDefault="0095436B" w:rsidP="00401ADA">
            <w:pPr>
              <w:pStyle w:val="TAC"/>
              <w:keepNext w:val="0"/>
              <w:rPr>
                <w:lang w:val="fi-FI" w:eastAsia="ja-JP"/>
              </w:rPr>
            </w:pPr>
            <w:r w:rsidRPr="00DF6DD6">
              <w:rPr>
                <w:lang w:val="fi-FI" w:eastAsia="ja-JP"/>
              </w:rPr>
              <w:t>DC_2_n78</w:t>
            </w:r>
          </w:p>
        </w:tc>
      </w:tr>
      <w:tr w:rsidR="00F55B07" w:rsidRPr="00DF6DD6" w14:paraId="7952A2F4" w14:textId="77777777" w:rsidTr="00A6034C">
        <w:trPr>
          <w:trHeight w:val="288"/>
          <w:jc w:val="center"/>
        </w:trPr>
        <w:tc>
          <w:tcPr>
            <w:tcW w:w="2537" w:type="dxa"/>
            <w:shd w:val="clear" w:color="auto" w:fill="auto"/>
            <w:noWrap/>
            <w:vAlign w:val="center"/>
          </w:tcPr>
          <w:p w14:paraId="0B276E5B" w14:textId="77777777" w:rsidR="0095436B" w:rsidRPr="00DF6DD6" w:rsidRDefault="0095436B" w:rsidP="00401ADA">
            <w:pPr>
              <w:pStyle w:val="TAC"/>
              <w:keepNext w:val="0"/>
              <w:rPr>
                <w:lang w:val="fi-FI" w:eastAsia="fi-FI"/>
              </w:rPr>
            </w:pPr>
            <w:r w:rsidRPr="00DF6DD6">
              <w:rPr>
                <w:lang w:val="fi-FI" w:eastAsia="fi-FI"/>
              </w:rPr>
              <w:t>DC_3A_n7A</w:t>
            </w:r>
          </w:p>
        </w:tc>
        <w:tc>
          <w:tcPr>
            <w:tcW w:w="2280" w:type="dxa"/>
            <w:vAlign w:val="center"/>
          </w:tcPr>
          <w:p w14:paraId="02C13E60" w14:textId="77777777" w:rsidR="0095436B" w:rsidRPr="00DF6DD6" w:rsidRDefault="0095436B" w:rsidP="00401ADA">
            <w:pPr>
              <w:pStyle w:val="TAC"/>
              <w:keepNext w:val="0"/>
              <w:rPr>
                <w:lang w:val="fi-FI" w:eastAsia="fi-FI"/>
              </w:rPr>
            </w:pPr>
            <w:r w:rsidRPr="00DF6DD6">
              <w:rPr>
                <w:lang w:val="fi-FI" w:eastAsia="fi-FI"/>
              </w:rPr>
              <w:t>DC_3A_n7A</w:t>
            </w:r>
          </w:p>
        </w:tc>
        <w:tc>
          <w:tcPr>
            <w:tcW w:w="2738" w:type="dxa"/>
            <w:shd w:val="clear" w:color="auto" w:fill="auto"/>
            <w:noWrap/>
            <w:vAlign w:val="center"/>
          </w:tcPr>
          <w:p w14:paraId="4A82ADE2" w14:textId="1121735E" w:rsidR="0095436B" w:rsidRPr="00DF6DD6" w:rsidRDefault="0095436B" w:rsidP="00401ADA">
            <w:pPr>
              <w:pStyle w:val="TAC"/>
              <w:keepNext w:val="0"/>
              <w:rPr>
                <w:lang w:val="fi-FI" w:eastAsia="fi-FI"/>
              </w:rPr>
            </w:pPr>
            <w:r w:rsidRPr="00DF6DD6">
              <w:rPr>
                <w:lang w:val="fi-FI" w:eastAsia="fi-FI"/>
              </w:rPr>
              <w:t>No</w:t>
            </w:r>
          </w:p>
        </w:tc>
      </w:tr>
      <w:tr w:rsidR="00F55B07" w:rsidRPr="00DF6DD6" w14:paraId="3C72AD09" w14:textId="77777777" w:rsidTr="00A6034C">
        <w:trPr>
          <w:trHeight w:val="288"/>
          <w:jc w:val="center"/>
        </w:trPr>
        <w:tc>
          <w:tcPr>
            <w:tcW w:w="2537" w:type="dxa"/>
            <w:shd w:val="clear" w:color="auto" w:fill="auto"/>
            <w:noWrap/>
            <w:vAlign w:val="center"/>
          </w:tcPr>
          <w:p w14:paraId="72426119" w14:textId="77777777" w:rsidR="0095436B" w:rsidRPr="00DF6DD6" w:rsidRDefault="0095436B" w:rsidP="00401ADA">
            <w:pPr>
              <w:pStyle w:val="TAC"/>
              <w:keepNext w:val="0"/>
              <w:rPr>
                <w:lang w:val="fi-FI" w:eastAsia="fi-FI"/>
              </w:rPr>
            </w:pPr>
            <w:r w:rsidRPr="00DF6DD6">
              <w:rPr>
                <w:lang w:val="fi-FI" w:eastAsia="fi-FI"/>
              </w:rPr>
              <w:t>DC_3A_n28A</w:t>
            </w:r>
          </w:p>
        </w:tc>
        <w:tc>
          <w:tcPr>
            <w:tcW w:w="2280" w:type="dxa"/>
            <w:vAlign w:val="center"/>
          </w:tcPr>
          <w:p w14:paraId="77940306" w14:textId="77777777" w:rsidR="0095436B" w:rsidRPr="00DF6DD6" w:rsidRDefault="0095436B" w:rsidP="00401ADA">
            <w:pPr>
              <w:pStyle w:val="TAC"/>
              <w:keepNext w:val="0"/>
              <w:rPr>
                <w:lang w:val="fi-FI" w:eastAsia="fi-FI"/>
              </w:rPr>
            </w:pPr>
            <w:r w:rsidRPr="00DF6DD6">
              <w:rPr>
                <w:lang w:val="fi-FI" w:eastAsia="fi-FI"/>
              </w:rPr>
              <w:t>DC_3A_n28A</w:t>
            </w:r>
          </w:p>
        </w:tc>
        <w:tc>
          <w:tcPr>
            <w:tcW w:w="2738" w:type="dxa"/>
            <w:shd w:val="clear" w:color="auto" w:fill="auto"/>
            <w:noWrap/>
            <w:vAlign w:val="center"/>
          </w:tcPr>
          <w:p w14:paraId="044502A2" w14:textId="4B538EFA" w:rsidR="0095436B" w:rsidRPr="00DF6DD6" w:rsidRDefault="0095436B" w:rsidP="00401ADA">
            <w:pPr>
              <w:pStyle w:val="TAC"/>
              <w:keepNext w:val="0"/>
              <w:rPr>
                <w:lang w:val="fi-FI" w:eastAsia="fi-FI"/>
              </w:rPr>
            </w:pPr>
            <w:r w:rsidRPr="00DF6DD6">
              <w:rPr>
                <w:lang w:val="fi-FI" w:eastAsia="fi-FI"/>
              </w:rPr>
              <w:t>No</w:t>
            </w:r>
          </w:p>
        </w:tc>
      </w:tr>
      <w:tr w:rsidR="00F55B07" w:rsidRPr="00DF6DD6" w14:paraId="62283D37" w14:textId="77777777" w:rsidTr="00A6034C">
        <w:trPr>
          <w:trHeight w:val="288"/>
          <w:jc w:val="center"/>
        </w:trPr>
        <w:tc>
          <w:tcPr>
            <w:tcW w:w="2537" w:type="dxa"/>
            <w:shd w:val="clear" w:color="auto" w:fill="auto"/>
            <w:noWrap/>
            <w:vAlign w:val="center"/>
          </w:tcPr>
          <w:p w14:paraId="1665169A" w14:textId="77777777" w:rsidR="0095436B" w:rsidRPr="00DF6DD6" w:rsidRDefault="0095436B" w:rsidP="00401ADA">
            <w:pPr>
              <w:pStyle w:val="TAC"/>
              <w:keepNext w:val="0"/>
              <w:rPr>
                <w:lang w:val="fi-FI" w:eastAsia="fi-FI"/>
              </w:rPr>
            </w:pPr>
            <w:r w:rsidRPr="00DF6DD6">
              <w:rPr>
                <w:lang w:val="fi-FI" w:eastAsia="fi-FI"/>
              </w:rPr>
              <w:t>DC_3A_n40A</w:t>
            </w:r>
          </w:p>
        </w:tc>
        <w:tc>
          <w:tcPr>
            <w:tcW w:w="2280" w:type="dxa"/>
            <w:vAlign w:val="center"/>
          </w:tcPr>
          <w:p w14:paraId="3F20CDBD" w14:textId="77777777" w:rsidR="0095436B" w:rsidRPr="00DF6DD6" w:rsidRDefault="0095436B" w:rsidP="00401ADA">
            <w:pPr>
              <w:pStyle w:val="TAC"/>
              <w:keepNext w:val="0"/>
              <w:rPr>
                <w:lang w:val="fi-FI" w:eastAsia="fi-FI"/>
              </w:rPr>
            </w:pPr>
            <w:r w:rsidRPr="00DF6DD6">
              <w:rPr>
                <w:lang w:val="fi-FI" w:eastAsia="fi-FI"/>
              </w:rPr>
              <w:t>DC_3A_n40A</w:t>
            </w:r>
          </w:p>
        </w:tc>
        <w:tc>
          <w:tcPr>
            <w:tcW w:w="2738" w:type="dxa"/>
            <w:shd w:val="clear" w:color="auto" w:fill="auto"/>
            <w:noWrap/>
            <w:vAlign w:val="center"/>
          </w:tcPr>
          <w:p w14:paraId="6881A38D" w14:textId="5FA0DEA4" w:rsidR="0095436B" w:rsidRPr="00DF6DD6" w:rsidRDefault="0095436B" w:rsidP="00401ADA">
            <w:pPr>
              <w:pStyle w:val="TAC"/>
              <w:keepNext w:val="0"/>
              <w:rPr>
                <w:lang w:val="fi-FI" w:eastAsia="fi-FI"/>
              </w:rPr>
            </w:pPr>
            <w:r w:rsidRPr="00DF6DD6">
              <w:rPr>
                <w:lang w:val="fi-FI" w:eastAsia="fi-FI"/>
              </w:rPr>
              <w:t>No</w:t>
            </w:r>
          </w:p>
        </w:tc>
      </w:tr>
      <w:tr w:rsidR="00F55B07" w:rsidRPr="00DF6DD6" w14:paraId="0F0DB0FC" w14:textId="77777777" w:rsidTr="00A6034C">
        <w:trPr>
          <w:trHeight w:val="288"/>
          <w:jc w:val="center"/>
        </w:trPr>
        <w:tc>
          <w:tcPr>
            <w:tcW w:w="2537" w:type="dxa"/>
            <w:shd w:val="clear" w:color="auto" w:fill="auto"/>
            <w:noWrap/>
            <w:vAlign w:val="center"/>
          </w:tcPr>
          <w:p w14:paraId="3CC151D4" w14:textId="77777777" w:rsidR="0095436B" w:rsidRPr="00DF6DD6" w:rsidRDefault="0095436B" w:rsidP="00401ADA">
            <w:pPr>
              <w:pStyle w:val="TAC"/>
              <w:keepNext w:val="0"/>
              <w:rPr>
                <w:lang w:val="fi-FI" w:eastAsia="fi-FI"/>
              </w:rPr>
            </w:pPr>
            <w:r w:rsidRPr="00DF6DD6">
              <w:rPr>
                <w:lang w:val="fi-FI" w:eastAsia="fi-FI"/>
              </w:rPr>
              <w:t>DC_3A_n51A</w:t>
            </w:r>
          </w:p>
        </w:tc>
        <w:tc>
          <w:tcPr>
            <w:tcW w:w="2280" w:type="dxa"/>
            <w:vAlign w:val="center"/>
          </w:tcPr>
          <w:p w14:paraId="5F6D0C9A" w14:textId="77777777" w:rsidR="0095436B" w:rsidRPr="00DF6DD6" w:rsidRDefault="0095436B" w:rsidP="00401ADA">
            <w:pPr>
              <w:pStyle w:val="TAC"/>
              <w:keepNext w:val="0"/>
              <w:rPr>
                <w:lang w:val="fi-FI" w:eastAsia="fi-FI"/>
              </w:rPr>
            </w:pPr>
            <w:r w:rsidRPr="00DF6DD6">
              <w:rPr>
                <w:lang w:val="fi-FI" w:eastAsia="fi-FI"/>
              </w:rPr>
              <w:t>DC_3A_n51A</w:t>
            </w:r>
          </w:p>
        </w:tc>
        <w:tc>
          <w:tcPr>
            <w:tcW w:w="2738" w:type="dxa"/>
            <w:shd w:val="clear" w:color="auto" w:fill="auto"/>
            <w:noWrap/>
            <w:vAlign w:val="center"/>
          </w:tcPr>
          <w:p w14:paraId="758960EF" w14:textId="398A20E8" w:rsidR="0095436B" w:rsidRPr="00DF6DD6" w:rsidRDefault="0095436B" w:rsidP="00401ADA">
            <w:pPr>
              <w:pStyle w:val="TAC"/>
              <w:keepNext w:val="0"/>
              <w:rPr>
                <w:lang w:val="fi-FI" w:eastAsia="fi-FI"/>
              </w:rPr>
            </w:pPr>
            <w:r w:rsidRPr="00DF6DD6">
              <w:rPr>
                <w:rFonts w:eastAsia="Yu Mincho"/>
                <w:lang w:val="fi-FI" w:eastAsia="ja-JP"/>
              </w:rPr>
              <w:t>No</w:t>
            </w:r>
          </w:p>
        </w:tc>
      </w:tr>
      <w:tr w:rsidR="00F55B07" w:rsidRPr="00DF6DD6" w14:paraId="6CB72FA5" w14:textId="77777777" w:rsidTr="00A6034C">
        <w:trPr>
          <w:trHeight w:val="288"/>
          <w:jc w:val="center"/>
        </w:trPr>
        <w:tc>
          <w:tcPr>
            <w:tcW w:w="2537" w:type="dxa"/>
            <w:shd w:val="clear" w:color="auto" w:fill="auto"/>
            <w:noWrap/>
            <w:vAlign w:val="center"/>
          </w:tcPr>
          <w:p w14:paraId="1B4B630E" w14:textId="558CC82A" w:rsidR="0095436B" w:rsidRPr="00DF6DD6" w:rsidRDefault="0095436B" w:rsidP="00401ADA">
            <w:pPr>
              <w:pStyle w:val="TAC"/>
              <w:keepNext w:val="0"/>
              <w:rPr>
                <w:lang w:val="en-US" w:eastAsia="fi-FI"/>
              </w:rPr>
            </w:pPr>
            <w:r w:rsidRPr="00DF6DD6">
              <w:rPr>
                <w:lang w:val="en-US" w:eastAsia="fi-FI"/>
              </w:rPr>
              <w:t>DC_3A_n77A</w:t>
            </w:r>
            <w:r w:rsidRPr="00DF6DD6">
              <w:rPr>
                <w:vertAlign w:val="superscript"/>
                <w:lang w:val="en-US" w:eastAsia="fi-FI"/>
              </w:rPr>
              <w:t>7</w:t>
            </w:r>
          </w:p>
          <w:p w14:paraId="3623C9B5" w14:textId="14E7E3BA" w:rsidR="0095436B" w:rsidRPr="00DF6DD6" w:rsidRDefault="0095436B" w:rsidP="00401ADA">
            <w:pPr>
              <w:pStyle w:val="TAC"/>
              <w:keepNext w:val="0"/>
              <w:rPr>
                <w:lang w:val="en-US" w:eastAsia="fi-FI"/>
              </w:rPr>
            </w:pPr>
            <w:r w:rsidRPr="00DF6DD6">
              <w:rPr>
                <w:lang w:val="en-US" w:eastAsia="fi-FI"/>
              </w:rPr>
              <w:t>DC_3A_n77C</w:t>
            </w:r>
            <w:r w:rsidRPr="00DF6DD6">
              <w:rPr>
                <w:vertAlign w:val="superscript"/>
                <w:lang w:val="en-US" w:eastAsia="fi-FI"/>
              </w:rPr>
              <w:t>7</w:t>
            </w:r>
          </w:p>
        </w:tc>
        <w:tc>
          <w:tcPr>
            <w:tcW w:w="2280" w:type="dxa"/>
            <w:vAlign w:val="center"/>
          </w:tcPr>
          <w:p w14:paraId="15FDF262" w14:textId="77777777" w:rsidR="0095436B" w:rsidRPr="00DF6DD6" w:rsidRDefault="0095436B" w:rsidP="00401ADA">
            <w:pPr>
              <w:pStyle w:val="TAC"/>
              <w:keepNext w:val="0"/>
              <w:rPr>
                <w:lang w:val="fi-FI" w:eastAsia="fi-FI"/>
              </w:rPr>
            </w:pPr>
            <w:r w:rsidRPr="00DF6DD6">
              <w:rPr>
                <w:lang w:val="fi-FI" w:eastAsia="fi-FI"/>
              </w:rPr>
              <w:t>DC_3A_n77A</w:t>
            </w:r>
          </w:p>
        </w:tc>
        <w:tc>
          <w:tcPr>
            <w:tcW w:w="2738" w:type="dxa"/>
            <w:shd w:val="clear" w:color="auto" w:fill="auto"/>
            <w:noWrap/>
            <w:vAlign w:val="center"/>
          </w:tcPr>
          <w:p w14:paraId="4A4853F8" w14:textId="031D2A45" w:rsidR="0095436B" w:rsidRPr="00DF6DD6" w:rsidRDefault="0095436B" w:rsidP="00401ADA">
            <w:pPr>
              <w:pStyle w:val="TAC"/>
              <w:keepNext w:val="0"/>
              <w:rPr>
                <w:lang w:val="fi-FI" w:eastAsia="fi-FI"/>
              </w:rPr>
            </w:pPr>
            <w:r w:rsidRPr="00DF6DD6">
              <w:rPr>
                <w:lang w:val="fi-FI" w:eastAsia="fi-FI"/>
              </w:rPr>
              <w:t>DC_3_n77</w:t>
            </w:r>
          </w:p>
        </w:tc>
      </w:tr>
      <w:tr w:rsidR="00F55B07" w:rsidRPr="00DF6DD6" w14:paraId="642F2382" w14:textId="77777777" w:rsidTr="00A6034C">
        <w:trPr>
          <w:trHeight w:val="288"/>
          <w:jc w:val="center"/>
        </w:trPr>
        <w:tc>
          <w:tcPr>
            <w:tcW w:w="2537" w:type="dxa"/>
            <w:shd w:val="clear" w:color="auto" w:fill="auto"/>
            <w:noWrap/>
            <w:vAlign w:val="center"/>
          </w:tcPr>
          <w:p w14:paraId="4AABADF9" w14:textId="1F1822B3" w:rsidR="0095436B" w:rsidRPr="00DF6DD6" w:rsidRDefault="0095436B" w:rsidP="00401ADA">
            <w:pPr>
              <w:pStyle w:val="TAC"/>
              <w:keepNext w:val="0"/>
              <w:rPr>
                <w:lang w:val="en-US" w:eastAsia="fi-FI"/>
              </w:rPr>
            </w:pPr>
            <w:r w:rsidRPr="00DF6DD6">
              <w:rPr>
                <w:lang w:val="en-US" w:eastAsia="fi-FI"/>
              </w:rPr>
              <w:t>DC_3A_n78A</w:t>
            </w:r>
            <w:r w:rsidRPr="00DF6DD6">
              <w:rPr>
                <w:vertAlign w:val="superscript"/>
                <w:lang w:val="en-US" w:eastAsia="fi-FI"/>
              </w:rPr>
              <w:t>7</w:t>
            </w:r>
          </w:p>
          <w:p w14:paraId="11813C56" w14:textId="77777777" w:rsidR="0095436B" w:rsidRPr="00DF6DD6" w:rsidRDefault="0095436B" w:rsidP="00401ADA">
            <w:pPr>
              <w:pStyle w:val="TAC"/>
              <w:keepNext w:val="0"/>
              <w:rPr>
                <w:vertAlign w:val="superscript"/>
                <w:lang w:val="en-US" w:eastAsia="fi-FI"/>
              </w:rPr>
            </w:pPr>
            <w:r w:rsidRPr="00DF6DD6">
              <w:rPr>
                <w:lang w:val="en-US" w:eastAsia="fi-FI"/>
              </w:rPr>
              <w:t>DC_3A_n78C</w:t>
            </w:r>
            <w:r w:rsidRPr="00DF6DD6">
              <w:rPr>
                <w:vertAlign w:val="superscript"/>
                <w:lang w:val="en-US" w:eastAsia="fi-FI"/>
              </w:rPr>
              <w:t>7</w:t>
            </w:r>
          </w:p>
          <w:p w14:paraId="373E0BFD" w14:textId="2C173789" w:rsidR="0095436B" w:rsidRPr="00DF6DD6" w:rsidRDefault="0095436B" w:rsidP="00401ADA">
            <w:pPr>
              <w:pStyle w:val="TAC"/>
              <w:keepNext w:val="0"/>
              <w:rPr>
                <w:lang w:val="en-US" w:eastAsia="fi-FI"/>
              </w:rPr>
            </w:pPr>
            <w:r w:rsidRPr="00DF6DD6">
              <w:rPr>
                <w:lang w:val="fi-FI" w:eastAsia="fi-FI"/>
              </w:rPr>
              <w:t>DC_3C_n78A</w:t>
            </w:r>
            <w:r w:rsidRPr="00DF6DD6">
              <w:rPr>
                <w:vertAlign w:val="superscript"/>
                <w:lang w:val="fi-FI" w:eastAsia="fi-FI"/>
              </w:rPr>
              <w:t>7</w:t>
            </w:r>
          </w:p>
        </w:tc>
        <w:tc>
          <w:tcPr>
            <w:tcW w:w="2280" w:type="dxa"/>
            <w:vAlign w:val="center"/>
          </w:tcPr>
          <w:p w14:paraId="625EBD47" w14:textId="77777777" w:rsidR="0095436B" w:rsidRPr="00DF6DD6" w:rsidRDefault="0095436B" w:rsidP="00401ADA">
            <w:pPr>
              <w:pStyle w:val="TAC"/>
              <w:keepNext w:val="0"/>
              <w:rPr>
                <w:lang w:val="fi-FI" w:eastAsia="fi-FI"/>
              </w:rPr>
            </w:pPr>
            <w:r w:rsidRPr="00DF6DD6">
              <w:rPr>
                <w:lang w:val="fi-FI" w:eastAsia="fi-FI"/>
              </w:rPr>
              <w:t>DC_3A_n78A</w:t>
            </w:r>
          </w:p>
        </w:tc>
        <w:tc>
          <w:tcPr>
            <w:tcW w:w="2738" w:type="dxa"/>
            <w:shd w:val="clear" w:color="auto" w:fill="auto"/>
            <w:noWrap/>
            <w:vAlign w:val="center"/>
          </w:tcPr>
          <w:p w14:paraId="67903ADC" w14:textId="73E37BB7" w:rsidR="0095436B" w:rsidRPr="00DF6DD6" w:rsidRDefault="00575747" w:rsidP="00401ADA">
            <w:pPr>
              <w:pStyle w:val="TAC"/>
              <w:keepNext w:val="0"/>
              <w:rPr>
                <w:lang w:val="fi-FI" w:eastAsia="fi-FI"/>
              </w:rPr>
            </w:pPr>
            <w:r w:rsidRPr="00DF6DD6">
              <w:rPr>
                <w:lang w:val="fi-FI" w:eastAsia="fi-FI"/>
              </w:rPr>
              <w:t>DC_3</w:t>
            </w:r>
            <w:r w:rsidR="00D8141E" w:rsidRPr="00DF6DD6">
              <w:rPr>
                <w:lang w:val="fi-FI" w:eastAsia="fi-FI"/>
              </w:rPr>
              <w:t>_</w:t>
            </w:r>
            <w:r w:rsidRPr="00DF6DD6">
              <w:rPr>
                <w:lang w:val="fi-FI" w:eastAsia="fi-FI"/>
              </w:rPr>
              <w:t>n78</w:t>
            </w:r>
          </w:p>
        </w:tc>
      </w:tr>
      <w:tr w:rsidR="00F55B07" w:rsidRPr="00DF6DD6" w14:paraId="41C6C8F1" w14:textId="77777777" w:rsidTr="00A6034C">
        <w:trPr>
          <w:trHeight w:val="288"/>
          <w:jc w:val="center"/>
        </w:trPr>
        <w:tc>
          <w:tcPr>
            <w:tcW w:w="2537" w:type="dxa"/>
            <w:shd w:val="clear" w:color="auto" w:fill="auto"/>
            <w:noWrap/>
            <w:vAlign w:val="center"/>
          </w:tcPr>
          <w:p w14:paraId="7F722C95" w14:textId="0AC1885A" w:rsidR="0095436B" w:rsidRPr="00DF6DD6" w:rsidRDefault="0095436B" w:rsidP="00401ADA">
            <w:pPr>
              <w:pStyle w:val="TAC"/>
              <w:keepNext w:val="0"/>
              <w:rPr>
                <w:lang w:val="en-US" w:eastAsia="fi-FI"/>
              </w:rPr>
            </w:pPr>
            <w:r w:rsidRPr="00DF6DD6">
              <w:rPr>
                <w:lang w:val="en-US" w:eastAsia="fi-FI"/>
              </w:rPr>
              <w:t>DC_3A_n79A</w:t>
            </w:r>
            <w:r w:rsidRPr="00DF6DD6">
              <w:rPr>
                <w:vertAlign w:val="superscript"/>
                <w:lang w:val="en-US" w:eastAsia="fi-FI"/>
              </w:rPr>
              <w:t>7</w:t>
            </w:r>
          </w:p>
          <w:p w14:paraId="5A2541B8" w14:textId="3D98933A" w:rsidR="0095436B" w:rsidRPr="00DF6DD6" w:rsidRDefault="0095436B" w:rsidP="00401ADA">
            <w:pPr>
              <w:pStyle w:val="TAC"/>
              <w:keepNext w:val="0"/>
              <w:rPr>
                <w:lang w:val="en-US" w:eastAsia="fi-FI"/>
              </w:rPr>
            </w:pPr>
            <w:r w:rsidRPr="00DF6DD6">
              <w:rPr>
                <w:lang w:val="en-US" w:eastAsia="fi-FI"/>
              </w:rPr>
              <w:t>DC_3A_n79C</w:t>
            </w:r>
            <w:r w:rsidRPr="00DF6DD6">
              <w:rPr>
                <w:vertAlign w:val="superscript"/>
                <w:lang w:val="en-US" w:eastAsia="fi-FI"/>
              </w:rPr>
              <w:t>7</w:t>
            </w:r>
          </w:p>
        </w:tc>
        <w:tc>
          <w:tcPr>
            <w:tcW w:w="2280" w:type="dxa"/>
            <w:vAlign w:val="center"/>
          </w:tcPr>
          <w:p w14:paraId="625717C4" w14:textId="77777777" w:rsidR="0095436B" w:rsidRPr="00DF6DD6" w:rsidRDefault="0095436B" w:rsidP="00401ADA">
            <w:pPr>
              <w:pStyle w:val="TAC"/>
              <w:keepNext w:val="0"/>
              <w:rPr>
                <w:lang w:val="fi-FI" w:eastAsia="fi-FI"/>
              </w:rPr>
            </w:pPr>
            <w:r w:rsidRPr="00DF6DD6">
              <w:rPr>
                <w:lang w:val="fi-FI" w:eastAsia="fi-FI"/>
              </w:rPr>
              <w:t>DC_3A_n79A</w:t>
            </w:r>
          </w:p>
        </w:tc>
        <w:tc>
          <w:tcPr>
            <w:tcW w:w="2738" w:type="dxa"/>
            <w:shd w:val="clear" w:color="auto" w:fill="auto"/>
            <w:noWrap/>
            <w:vAlign w:val="center"/>
          </w:tcPr>
          <w:p w14:paraId="4237B7EF" w14:textId="2BE49931" w:rsidR="0095436B" w:rsidRPr="00DF6DD6" w:rsidRDefault="0095436B" w:rsidP="00401ADA">
            <w:pPr>
              <w:pStyle w:val="TAC"/>
              <w:keepNext w:val="0"/>
              <w:rPr>
                <w:lang w:val="fi-FI" w:eastAsia="fi-FI"/>
              </w:rPr>
            </w:pPr>
            <w:r w:rsidRPr="00DF6DD6">
              <w:rPr>
                <w:lang w:val="fi-FI" w:eastAsia="fi-FI"/>
              </w:rPr>
              <w:t>No</w:t>
            </w:r>
          </w:p>
        </w:tc>
      </w:tr>
      <w:tr w:rsidR="00F55B07" w:rsidRPr="00DF6DD6" w14:paraId="40EFC9AD" w14:textId="77777777" w:rsidTr="00A6034C">
        <w:trPr>
          <w:trHeight w:val="288"/>
          <w:jc w:val="center"/>
        </w:trPr>
        <w:tc>
          <w:tcPr>
            <w:tcW w:w="2537" w:type="dxa"/>
            <w:shd w:val="clear" w:color="auto" w:fill="auto"/>
            <w:noWrap/>
            <w:vAlign w:val="center"/>
          </w:tcPr>
          <w:p w14:paraId="3195BA34" w14:textId="77777777" w:rsidR="0095436B" w:rsidRPr="00DF6DD6" w:rsidRDefault="0095436B" w:rsidP="00401ADA">
            <w:pPr>
              <w:pStyle w:val="TAC"/>
              <w:keepNext w:val="0"/>
              <w:rPr>
                <w:lang w:val="fi-FI" w:eastAsia="fi-FI"/>
              </w:rPr>
            </w:pPr>
            <w:r w:rsidRPr="00DF6DD6">
              <w:rPr>
                <w:lang w:val="fi-FI" w:eastAsia="fi-FI"/>
              </w:rPr>
              <w:t>DC_5A_n40A</w:t>
            </w:r>
          </w:p>
        </w:tc>
        <w:tc>
          <w:tcPr>
            <w:tcW w:w="2280" w:type="dxa"/>
            <w:vAlign w:val="center"/>
          </w:tcPr>
          <w:p w14:paraId="58152C8A" w14:textId="77777777" w:rsidR="0095436B" w:rsidRPr="00DF6DD6" w:rsidRDefault="0095436B" w:rsidP="00401ADA">
            <w:pPr>
              <w:pStyle w:val="TAC"/>
              <w:keepNext w:val="0"/>
              <w:rPr>
                <w:lang w:val="fi-FI" w:eastAsia="fi-FI"/>
              </w:rPr>
            </w:pPr>
            <w:r w:rsidRPr="00DF6DD6">
              <w:rPr>
                <w:lang w:val="fi-FI" w:eastAsia="fi-FI"/>
              </w:rPr>
              <w:t>DC_5A_n40A</w:t>
            </w:r>
          </w:p>
        </w:tc>
        <w:tc>
          <w:tcPr>
            <w:tcW w:w="2738" w:type="dxa"/>
            <w:shd w:val="clear" w:color="auto" w:fill="auto"/>
            <w:noWrap/>
            <w:vAlign w:val="center"/>
          </w:tcPr>
          <w:p w14:paraId="3F5A8732" w14:textId="7BD5BB79" w:rsidR="0095436B" w:rsidRPr="00DF6DD6" w:rsidRDefault="0095436B" w:rsidP="00401ADA">
            <w:pPr>
              <w:pStyle w:val="TAC"/>
              <w:keepNext w:val="0"/>
              <w:rPr>
                <w:lang w:val="fi-FI" w:eastAsia="fi-FI"/>
              </w:rPr>
            </w:pPr>
            <w:r w:rsidRPr="00DF6DD6">
              <w:rPr>
                <w:lang w:val="fi-FI" w:eastAsia="fi-FI"/>
              </w:rPr>
              <w:t>No</w:t>
            </w:r>
          </w:p>
        </w:tc>
      </w:tr>
      <w:tr w:rsidR="00F55B07" w:rsidRPr="00DF6DD6" w14:paraId="7438E386" w14:textId="77777777" w:rsidTr="00A6034C">
        <w:trPr>
          <w:trHeight w:val="288"/>
          <w:jc w:val="center"/>
        </w:trPr>
        <w:tc>
          <w:tcPr>
            <w:tcW w:w="2537" w:type="dxa"/>
            <w:shd w:val="clear" w:color="auto" w:fill="auto"/>
            <w:noWrap/>
            <w:vAlign w:val="center"/>
          </w:tcPr>
          <w:p w14:paraId="4A18D02F" w14:textId="77777777" w:rsidR="0095436B" w:rsidRPr="00DF6DD6" w:rsidRDefault="0095436B" w:rsidP="00401ADA">
            <w:pPr>
              <w:pStyle w:val="TAC"/>
              <w:keepNext w:val="0"/>
              <w:rPr>
                <w:lang w:val="fi-FI" w:eastAsia="fi-FI"/>
              </w:rPr>
            </w:pPr>
            <w:r w:rsidRPr="00DF6DD6">
              <w:rPr>
                <w:lang w:val="fi-FI" w:eastAsia="fi-FI"/>
              </w:rPr>
              <w:t>DC_5A_n66A</w:t>
            </w:r>
          </w:p>
        </w:tc>
        <w:tc>
          <w:tcPr>
            <w:tcW w:w="2280" w:type="dxa"/>
            <w:vAlign w:val="center"/>
          </w:tcPr>
          <w:p w14:paraId="34F768DA" w14:textId="77777777" w:rsidR="0095436B" w:rsidRPr="00DF6DD6" w:rsidRDefault="0095436B" w:rsidP="00401ADA">
            <w:pPr>
              <w:pStyle w:val="TAC"/>
              <w:keepNext w:val="0"/>
              <w:rPr>
                <w:lang w:val="fi-FI" w:eastAsia="fi-FI"/>
              </w:rPr>
            </w:pPr>
            <w:r w:rsidRPr="00DF6DD6">
              <w:rPr>
                <w:lang w:val="fi-FI" w:eastAsia="fi-FI"/>
              </w:rPr>
              <w:t>DC_5A_n66A</w:t>
            </w:r>
          </w:p>
        </w:tc>
        <w:tc>
          <w:tcPr>
            <w:tcW w:w="2738" w:type="dxa"/>
            <w:shd w:val="clear" w:color="auto" w:fill="auto"/>
            <w:noWrap/>
            <w:vAlign w:val="center"/>
          </w:tcPr>
          <w:p w14:paraId="127E3B81" w14:textId="51860685" w:rsidR="0095436B" w:rsidRPr="00DF6DD6" w:rsidRDefault="0095436B" w:rsidP="00401ADA">
            <w:pPr>
              <w:pStyle w:val="TAC"/>
              <w:keepNext w:val="0"/>
              <w:rPr>
                <w:lang w:val="fi-FI" w:eastAsia="fi-FI"/>
              </w:rPr>
            </w:pPr>
            <w:r w:rsidRPr="00DF6DD6">
              <w:rPr>
                <w:lang w:val="fi-FI" w:eastAsia="fi-FI"/>
              </w:rPr>
              <w:t>DC_5_n66</w:t>
            </w:r>
          </w:p>
        </w:tc>
      </w:tr>
      <w:tr w:rsidR="00F55B07" w:rsidRPr="00DF6DD6" w14:paraId="37DC9649" w14:textId="77777777" w:rsidTr="00A6034C">
        <w:trPr>
          <w:trHeight w:val="288"/>
          <w:jc w:val="center"/>
        </w:trPr>
        <w:tc>
          <w:tcPr>
            <w:tcW w:w="2537" w:type="dxa"/>
            <w:shd w:val="clear" w:color="auto" w:fill="auto"/>
            <w:noWrap/>
            <w:vAlign w:val="center"/>
          </w:tcPr>
          <w:p w14:paraId="457D7554" w14:textId="47B264CD" w:rsidR="0095436B" w:rsidRPr="00DF6DD6" w:rsidRDefault="0095436B" w:rsidP="00401ADA">
            <w:pPr>
              <w:pStyle w:val="TAC"/>
              <w:keepNext w:val="0"/>
              <w:rPr>
                <w:lang w:val="fi-FI" w:eastAsia="fi-FI"/>
              </w:rPr>
            </w:pPr>
            <w:r w:rsidRPr="00DF6DD6">
              <w:rPr>
                <w:lang w:val="fi-FI" w:eastAsia="fi-FI"/>
              </w:rPr>
              <w:t>DC_5A_n78A</w:t>
            </w:r>
            <w:r w:rsidRPr="00DF6DD6">
              <w:rPr>
                <w:vertAlign w:val="superscript"/>
                <w:lang w:val="fi-FI" w:eastAsia="fi-FI"/>
              </w:rPr>
              <w:t>7</w:t>
            </w:r>
          </w:p>
        </w:tc>
        <w:tc>
          <w:tcPr>
            <w:tcW w:w="2280" w:type="dxa"/>
            <w:vAlign w:val="center"/>
          </w:tcPr>
          <w:p w14:paraId="790AF5D9" w14:textId="77777777" w:rsidR="0095436B" w:rsidRPr="00DF6DD6" w:rsidRDefault="0095436B" w:rsidP="00401ADA">
            <w:pPr>
              <w:pStyle w:val="TAC"/>
              <w:keepNext w:val="0"/>
              <w:rPr>
                <w:lang w:val="fi-FI" w:eastAsia="fi-FI"/>
              </w:rPr>
            </w:pPr>
            <w:r w:rsidRPr="00DF6DD6">
              <w:rPr>
                <w:lang w:val="fi-FI" w:eastAsia="fi-FI"/>
              </w:rPr>
              <w:t>DC_5A_n78A</w:t>
            </w:r>
          </w:p>
        </w:tc>
        <w:tc>
          <w:tcPr>
            <w:tcW w:w="2738" w:type="dxa"/>
            <w:shd w:val="clear" w:color="auto" w:fill="auto"/>
            <w:noWrap/>
            <w:vAlign w:val="center"/>
          </w:tcPr>
          <w:p w14:paraId="348679F9" w14:textId="1DB4F602" w:rsidR="0095436B" w:rsidRPr="00DF6DD6" w:rsidRDefault="0095436B" w:rsidP="00401ADA">
            <w:pPr>
              <w:pStyle w:val="TAC"/>
              <w:keepNext w:val="0"/>
              <w:rPr>
                <w:lang w:val="fi-FI" w:eastAsia="fi-FI"/>
              </w:rPr>
            </w:pPr>
            <w:r w:rsidRPr="00DF6DD6">
              <w:rPr>
                <w:lang w:val="fi-FI" w:eastAsia="fi-FI"/>
              </w:rPr>
              <w:t>No</w:t>
            </w:r>
          </w:p>
        </w:tc>
      </w:tr>
      <w:tr w:rsidR="00F55B07" w:rsidRPr="00DF6DD6" w14:paraId="6323B2D5" w14:textId="77777777" w:rsidTr="00A6034C">
        <w:trPr>
          <w:trHeight w:val="288"/>
          <w:jc w:val="center"/>
        </w:trPr>
        <w:tc>
          <w:tcPr>
            <w:tcW w:w="2537" w:type="dxa"/>
            <w:shd w:val="clear" w:color="auto" w:fill="auto"/>
            <w:noWrap/>
            <w:vAlign w:val="center"/>
          </w:tcPr>
          <w:p w14:paraId="247E44EA" w14:textId="21D1F6CC" w:rsidR="0095436B" w:rsidRPr="00DF6DD6" w:rsidRDefault="0095436B" w:rsidP="00401ADA">
            <w:pPr>
              <w:pStyle w:val="TAC"/>
              <w:keepNext w:val="0"/>
              <w:rPr>
                <w:lang w:val="fi-FI" w:eastAsia="fi-FI"/>
              </w:rPr>
            </w:pPr>
            <w:r w:rsidRPr="00DF6DD6">
              <w:t>DC_7A-7A_n78A</w:t>
            </w:r>
            <w:r w:rsidRPr="00DF6DD6">
              <w:rPr>
                <w:vertAlign w:val="superscript"/>
                <w:lang w:val="fi-FI" w:eastAsia="fi-FI"/>
              </w:rPr>
              <w:t>7</w:t>
            </w:r>
          </w:p>
        </w:tc>
        <w:tc>
          <w:tcPr>
            <w:tcW w:w="2280" w:type="dxa"/>
            <w:vAlign w:val="center"/>
          </w:tcPr>
          <w:p w14:paraId="1B26890C" w14:textId="77777777" w:rsidR="0095436B" w:rsidRPr="00DF6DD6" w:rsidRDefault="0095436B" w:rsidP="00401ADA">
            <w:pPr>
              <w:pStyle w:val="TAC"/>
              <w:keepNext w:val="0"/>
              <w:rPr>
                <w:lang w:val="fi-FI" w:eastAsia="fi-FI"/>
              </w:rPr>
            </w:pPr>
            <w:r w:rsidRPr="00DF6DD6">
              <w:t>DC_7A_n78A</w:t>
            </w:r>
          </w:p>
        </w:tc>
        <w:tc>
          <w:tcPr>
            <w:tcW w:w="2738" w:type="dxa"/>
            <w:shd w:val="clear" w:color="auto" w:fill="auto"/>
            <w:noWrap/>
            <w:vAlign w:val="center"/>
          </w:tcPr>
          <w:p w14:paraId="30644224" w14:textId="424E6E76" w:rsidR="0095436B" w:rsidRPr="00DF6DD6" w:rsidRDefault="0095436B" w:rsidP="00401ADA">
            <w:pPr>
              <w:pStyle w:val="TAC"/>
              <w:keepNext w:val="0"/>
              <w:rPr>
                <w:lang w:val="fi-FI" w:eastAsia="fi-FI"/>
              </w:rPr>
            </w:pPr>
            <w:r w:rsidRPr="00DF6DD6">
              <w:rPr>
                <w:lang w:val="fi-FI" w:eastAsia="fi-FI"/>
              </w:rPr>
              <w:t>No</w:t>
            </w:r>
          </w:p>
        </w:tc>
      </w:tr>
      <w:tr w:rsidR="00F55B07" w:rsidRPr="00DF6DD6" w14:paraId="5479F59E" w14:textId="77777777" w:rsidTr="00A6034C">
        <w:trPr>
          <w:trHeight w:val="288"/>
          <w:jc w:val="center"/>
        </w:trPr>
        <w:tc>
          <w:tcPr>
            <w:tcW w:w="2537" w:type="dxa"/>
            <w:shd w:val="clear" w:color="auto" w:fill="auto"/>
            <w:noWrap/>
            <w:vAlign w:val="center"/>
          </w:tcPr>
          <w:p w14:paraId="6B907C7A" w14:textId="77777777" w:rsidR="0095436B" w:rsidRPr="00DF6DD6" w:rsidRDefault="0095436B" w:rsidP="00401ADA">
            <w:pPr>
              <w:pStyle w:val="TAC"/>
              <w:keepNext w:val="0"/>
              <w:rPr>
                <w:lang w:val="fi-FI" w:eastAsia="fi-FI"/>
              </w:rPr>
            </w:pPr>
            <w:r w:rsidRPr="00DF6DD6">
              <w:rPr>
                <w:lang w:val="fi-FI" w:eastAsia="fi-FI"/>
              </w:rPr>
              <w:t>DC_7A_n28A</w:t>
            </w:r>
          </w:p>
        </w:tc>
        <w:tc>
          <w:tcPr>
            <w:tcW w:w="2280" w:type="dxa"/>
            <w:vAlign w:val="center"/>
          </w:tcPr>
          <w:p w14:paraId="21045221" w14:textId="77777777" w:rsidR="0095436B" w:rsidRPr="00DF6DD6" w:rsidRDefault="0095436B" w:rsidP="00401ADA">
            <w:pPr>
              <w:pStyle w:val="TAC"/>
              <w:keepNext w:val="0"/>
              <w:rPr>
                <w:lang w:val="fi-FI" w:eastAsia="fi-FI"/>
              </w:rPr>
            </w:pPr>
            <w:r w:rsidRPr="00DF6DD6">
              <w:rPr>
                <w:lang w:val="fi-FI" w:eastAsia="fi-FI"/>
              </w:rPr>
              <w:t>DC_7A_n28A</w:t>
            </w:r>
          </w:p>
        </w:tc>
        <w:tc>
          <w:tcPr>
            <w:tcW w:w="2738" w:type="dxa"/>
            <w:shd w:val="clear" w:color="auto" w:fill="auto"/>
            <w:noWrap/>
            <w:vAlign w:val="center"/>
          </w:tcPr>
          <w:p w14:paraId="3DCF6E91" w14:textId="55F0867F" w:rsidR="0095436B" w:rsidRPr="00DF6DD6" w:rsidRDefault="0095436B" w:rsidP="00401ADA">
            <w:pPr>
              <w:pStyle w:val="TAC"/>
              <w:keepNext w:val="0"/>
              <w:rPr>
                <w:lang w:val="fi-FI" w:eastAsia="fi-FI"/>
              </w:rPr>
            </w:pPr>
            <w:r w:rsidRPr="00DF6DD6">
              <w:rPr>
                <w:lang w:val="fi-FI" w:eastAsia="fi-FI"/>
              </w:rPr>
              <w:t>No</w:t>
            </w:r>
          </w:p>
        </w:tc>
      </w:tr>
      <w:tr w:rsidR="00F55B07" w:rsidRPr="00DF6DD6" w14:paraId="351DF018" w14:textId="77777777" w:rsidTr="00A6034C">
        <w:trPr>
          <w:trHeight w:val="288"/>
          <w:jc w:val="center"/>
        </w:trPr>
        <w:tc>
          <w:tcPr>
            <w:tcW w:w="2537" w:type="dxa"/>
            <w:shd w:val="clear" w:color="auto" w:fill="auto"/>
            <w:noWrap/>
            <w:vAlign w:val="center"/>
          </w:tcPr>
          <w:p w14:paraId="65D09E7D" w14:textId="77777777" w:rsidR="0095436B" w:rsidRPr="00DF6DD6" w:rsidRDefault="0095436B" w:rsidP="00401ADA">
            <w:pPr>
              <w:pStyle w:val="TAC"/>
              <w:keepNext w:val="0"/>
              <w:rPr>
                <w:lang w:val="fi-FI" w:eastAsia="fi-FI"/>
              </w:rPr>
            </w:pPr>
            <w:r w:rsidRPr="00DF6DD6">
              <w:rPr>
                <w:lang w:val="fi-FI" w:eastAsia="fi-FI"/>
              </w:rPr>
              <w:t>DC_7A_n51A</w:t>
            </w:r>
          </w:p>
        </w:tc>
        <w:tc>
          <w:tcPr>
            <w:tcW w:w="2280" w:type="dxa"/>
            <w:vAlign w:val="center"/>
          </w:tcPr>
          <w:p w14:paraId="0F5D176D" w14:textId="77777777" w:rsidR="0095436B" w:rsidRPr="00DF6DD6" w:rsidRDefault="0095436B" w:rsidP="00401ADA">
            <w:pPr>
              <w:pStyle w:val="TAC"/>
              <w:keepNext w:val="0"/>
              <w:rPr>
                <w:lang w:val="fi-FI" w:eastAsia="fi-FI"/>
              </w:rPr>
            </w:pPr>
            <w:r w:rsidRPr="00DF6DD6">
              <w:rPr>
                <w:lang w:val="fi-FI" w:eastAsia="fi-FI"/>
              </w:rPr>
              <w:t>DC_7A_n51A</w:t>
            </w:r>
          </w:p>
        </w:tc>
        <w:tc>
          <w:tcPr>
            <w:tcW w:w="2738" w:type="dxa"/>
            <w:shd w:val="clear" w:color="auto" w:fill="auto"/>
            <w:noWrap/>
            <w:vAlign w:val="center"/>
          </w:tcPr>
          <w:p w14:paraId="0158674D" w14:textId="0764A9FB" w:rsidR="0095436B" w:rsidRPr="00DF6DD6" w:rsidRDefault="0095436B" w:rsidP="00401ADA">
            <w:pPr>
              <w:pStyle w:val="TAC"/>
              <w:keepNext w:val="0"/>
              <w:rPr>
                <w:lang w:val="fi-FI" w:eastAsia="fi-FI"/>
              </w:rPr>
            </w:pPr>
            <w:r w:rsidRPr="00DF6DD6">
              <w:rPr>
                <w:lang w:val="fi-FI" w:eastAsia="fi-FI"/>
              </w:rPr>
              <w:t>No</w:t>
            </w:r>
          </w:p>
        </w:tc>
      </w:tr>
      <w:tr w:rsidR="00F55B07" w:rsidRPr="00DF6DD6" w14:paraId="63550330" w14:textId="77777777" w:rsidTr="00A6034C">
        <w:trPr>
          <w:trHeight w:val="288"/>
          <w:jc w:val="center"/>
        </w:trPr>
        <w:tc>
          <w:tcPr>
            <w:tcW w:w="2537" w:type="dxa"/>
            <w:shd w:val="clear" w:color="auto" w:fill="auto"/>
            <w:noWrap/>
            <w:vAlign w:val="center"/>
          </w:tcPr>
          <w:p w14:paraId="58908C27" w14:textId="703BB608" w:rsidR="0095436B" w:rsidRPr="00DF6DD6" w:rsidRDefault="0095436B" w:rsidP="00401ADA">
            <w:pPr>
              <w:pStyle w:val="TAC"/>
              <w:keepNext w:val="0"/>
              <w:rPr>
                <w:lang w:val="fi-FI" w:eastAsia="fi-FI"/>
              </w:rPr>
            </w:pPr>
            <w:r w:rsidRPr="00DF6DD6">
              <w:rPr>
                <w:lang w:val="fi-FI" w:eastAsia="fi-FI"/>
              </w:rPr>
              <w:t>DC_7A_n78A</w:t>
            </w:r>
            <w:r w:rsidRPr="00DF6DD6">
              <w:rPr>
                <w:vertAlign w:val="superscript"/>
                <w:lang w:val="fi-FI" w:eastAsia="fi-FI"/>
              </w:rPr>
              <w:t>7</w:t>
            </w:r>
          </w:p>
        </w:tc>
        <w:tc>
          <w:tcPr>
            <w:tcW w:w="2280" w:type="dxa"/>
            <w:vAlign w:val="center"/>
          </w:tcPr>
          <w:p w14:paraId="3C5DA04A" w14:textId="77777777" w:rsidR="0095436B" w:rsidRPr="00DF6DD6" w:rsidRDefault="0095436B" w:rsidP="00401ADA">
            <w:pPr>
              <w:pStyle w:val="TAC"/>
              <w:keepNext w:val="0"/>
              <w:rPr>
                <w:lang w:val="fi-FI" w:eastAsia="fi-FI"/>
              </w:rPr>
            </w:pPr>
            <w:r w:rsidRPr="00DF6DD6">
              <w:rPr>
                <w:lang w:val="fi-FI" w:eastAsia="fi-FI"/>
              </w:rPr>
              <w:t>DC_7A_n78A</w:t>
            </w:r>
          </w:p>
        </w:tc>
        <w:tc>
          <w:tcPr>
            <w:tcW w:w="2738" w:type="dxa"/>
            <w:shd w:val="clear" w:color="auto" w:fill="auto"/>
            <w:noWrap/>
            <w:vAlign w:val="center"/>
          </w:tcPr>
          <w:p w14:paraId="6EDB14D7" w14:textId="3BD9AE9E" w:rsidR="0095436B" w:rsidRPr="00DF6DD6" w:rsidRDefault="0095436B" w:rsidP="00401ADA">
            <w:pPr>
              <w:pStyle w:val="TAC"/>
              <w:keepNext w:val="0"/>
              <w:rPr>
                <w:lang w:val="fi-FI" w:eastAsia="fi-FI"/>
              </w:rPr>
            </w:pPr>
            <w:r w:rsidRPr="00DF6DD6">
              <w:rPr>
                <w:lang w:val="fi-FI" w:eastAsia="fi-FI"/>
              </w:rPr>
              <w:t>No</w:t>
            </w:r>
          </w:p>
        </w:tc>
      </w:tr>
      <w:tr w:rsidR="00F55B07" w:rsidRPr="00DF6DD6" w14:paraId="725BCCFF" w14:textId="77777777" w:rsidTr="00A6034C">
        <w:trPr>
          <w:trHeight w:val="288"/>
          <w:jc w:val="center"/>
        </w:trPr>
        <w:tc>
          <w:tcPr>
            <w:tcW w:w="2537" w:type="dxa"/>
            <w:shd w:val="clear" w:color="auto" w:fill="auto"/>
            <w:noWrap/>
            <w:vAlign w:val="center"/>
          </w:tcPr>
          <w:p w14:paraId="4F68323C" w14:textId="3DC3323D" w:rsidR="0095436B" w:rsidRPr="00DF6DD6" w:rsidRDefault="0095436B" w:rsidP="00401ADA">
            <w:pPr>
              <w:pStyle w:val="TAC"/>
              <w:keepNext w:val="0"/>
              <w:rPr>
                <w:lang w:val="fi-FI" w:eastAsia="fi-FI"/>
              </w:rPr>
            </w:pPr>
            <w:r w:rsidRPr="00DF6DD6">
              <w:lastRenderedPageBreak/>
              <w:t>DC_7C_n78A</w:t>
            </w:r>
            <w:r w:rsidRPr="00DF6DD6">
              <w:rPr>
                <w:vertAlign w:val="superscript"/>
                <w:lang w:val="fi-FI" w:eastAsia="fi-FI"/>
              </w:rPr>
              <w:t>7</w:t>
            </w:r>
          </w:p>
        </w:tc>
        <w:tc>
          <w:tcPr>
            <w:tcW w:w="2280" w:type="dxa"/>
            <w:vAlign w:val="center"/>
          </w:tcPr>
          <w:p w14:paraId="6B5C13EB" w14:textId="290CB23A" w:rsidR="0095436B" w:rsidRPr="00DF6DD6" w:rsidRDefault="0095436B" w:rsidP="00401ADA">
            <w:pPr>
              <w:pStyle w:val="TAC"/>
              <w:keepNext w:val="0"/>
              <w:rPr>
                <w:lang w:val="fi-FI" w:eastAsia="fi-FI"/>
              </w:rPr>
            </w:pPr>
            <w:r w:rsidRPr="00DF6DD6">
              <w:t>DC_7A_n78A</w:t>
            </w:r>
          </w:p>
        </w:tc>
        <w:tc>
          <w:tcPr>
            <w:tcW w:w="2738" w:type="dxa"/>
            <w:shd w:val="clear" w:color="auto" w:fill="auto"/>
            <w:noWrap/>
            <w:vAlign w:val="center"/>
          </w:tcPr>
          <w:p w14:paraId="4674FC55" w14:textId="671E11D7" w:rsidR="0095436B" w:rsidRPr="00DF6DD6" w:rsidRDefault="0095436B" w:rsidP="00401ADA">
            <w:pPr>
              <w:pStyle w:val="TAC"/>
              <w:keepNext w:val="0"/>
              <w:rPr>
                <w:lang w:val="fi-FI" w:eastAsia="ja-JP"/>
              </w:rPr>
            </w:pPr>
            <w:r w:rsidRPr="00DF6DD6">
              <w:rPr>
                <w:lang w:val="fi-FI" w:eastAsia="fi-FI"/>
              </w:rPr>
              <w:t>No</w:t>
            </w:r>
          </w:p>
        </w:tc>
      </w:tr>
      <w:tr w:rsidR="00F55B07" w:rsidRPr="00DF6DD6" w14:paraId="14F52B1F" w14:textId="77777777" w:rsidTr="00A6034C">
        <w:trPr>
          <w:trHeight w:val="288"/>
          <w:jc w:val="center"/>
        </w:trPr>
        <w:tc>
          <w:tcPr>
            <w:tcW w:w="2537" w:type="dxa"/>
            <w:shd w:val="clear" w:color="auto" w:fill="auto"/>
            <w:noWrap/>
            <w:vAlign w:val="center"/>
          </w:tcPr>
          <w:p w14:paraId="46D45397" w14:textId="619F47CF" w:rsidR="0095436B" w:rsidRPr="00DF6DD6" w:rsidRDefault="0095436B" w:rsidP="00401ADA">
            <w:pPr>
              <w:pStyle w:val="TAC"/>
              <w:keepNext w:val="0"/>
            </w:pPr>
            <w:r w:rsidRPr="00DF6DD6">
              <w:rPr>
                <w:lang w:val="fi-FI" w:eastAsia="fi-FI"/>
              </w:rPr>
              <w:t>DC_8A_n40A</w:t>
            </w:r>
            <w:r w:rsidR="0095342F" w:rsidRPr="00DF6DD6">
              <w:rPr>
                <w:vertAlign w:val="superscript"/>
                <w:lang w:val="fi-FI" w:eastAsia="fi-FI"/>
              </w:rPr>
              <w:t>7</w:t>
            </w:r>
          </w:p>
        </w:tc>
        <w:tc>
          <w:tcPr>
            <w:tcW w:w="2280" w:type="dxa"/>
            <w:vAlign w:val="center"/>
          </w:tcPr>
          <w:p w14:paraId="5A97928F" w14:textId="77777777" w:rsidR="0095436B" w:rsidRPr="00DF6DD6" w:rsidRDefault="0095436B" w:rsidP="00401ADA">
            <w:pPr>
              <w:pStyle w:val="TAC"/>
              <w:keepNext w:val="0"/>
            </w:pPr>
            <w:r w:rsidRPr="00DF6DD6">
              <w:rPr>
                <w:lang w:val="fi-FI" w:eastAsia="fi-FI"/>
              </w:rPr>
              <w:t>DC_8A_n40A</w:t>
            </w:r>
          </w:p>
        </w:tc>
        <w:tc>
          <w:tcPr>
            <w:tcW w:w="2738" w:type="dxa"/>
            <w:shd w:val="clear" w:color="auto" w:fill="auto"/>
            <w:noWrap/>
            <w:vAlign w:val="center"/>
          </w:tcPr>
          <w:p w14:paraId="03DE5577" w14:textId="079F5CD8" w:rsidR="0095436B" w:rsidRPr="00DF6DD6" w:rsidRDefault="0095436B" w:rsidP="00401ADA">
            <w:pPr>
              <w:pStyle w:val="TAC"/>
              <w:keepNext w:val="0"/>
            </w:pPr>
            <w:r w:rsidRPr="00DF6DD6">
              <w:rPr>
                <w:lang w:val="fi-FI" w:eastAsia="fi-FI"/>
              </w:rPr>
              <w:t>No</w:t>
            </w:r>
          </w:p>
        </w:tc>
      </w:tr>
      <w:tr w:rsidR="00F55B07" w:rsidRPr="00DF6DD6" w14:paraId="636A525B" w14:textId="77777777" w:rsidTr="00A6034C">
        <w:trPr>
          <w:trHeight w:val="288"/>
          <w:jc w:val="center"/>
        </w:trPr>
        <w:tc>
          <w:tcPr>
            <w:tcW w:w="2537" w:type="dxa"/>
            <w:shd w:val="clear" w:color="auto" w:fill="auto"/>
            <w:noWrap/>
            <w:vAlign w:val="center"/>
          </w:tcPr>
          <w:p w14:paraId="1C83FE7C" w14:textId="046B2634" w:rsidR="0095436B" w:rsidRPr="00DF6DD6" w:rsidRDefault="0095436B" w:rsidP="00401ADA">
            <w:pPr>
              <w:pStyle w:val="TAC"/>
              <w:keepNext w:val="0"/>
              <w:rPr>
                <w:lang w:val="fi-FI" w:eastAsia="fi-FI"/>
              </w:rPr>
            </w:pPr>
            <w:r w:rsidRPr="00DF6DD6">
              <w:rPr>
                <w:lang w:val="fi-FI" w:eastAsia="fi-FI"/>
              </w:rPr>
              <w:t>DC_8A_n77A</w:t>
            </w:r>
            <w:r w:rsidRPr="00DF6DD6">
              <w:rPr>
                <w:vertAlign w:val="superscript"/>
                <w:lang w:val="fi-FI" w:eastAsia="fi-FI"/>
              </w:rPr>
              <w:t>7</w:t>
            </w:r>
          </w:p>
        </w:tc>
        <w:tc>
          <w:tcPr>
            <w:tcW w:w="2280" w:type="dxa"/>
            <w:vAlign w:val="center"/>
          </w:tcPr>
          <w:p w14:paraId="0EC693B2" w14:textId="77777777" w:rsidR="0095436B" w:rsidRPr="00DF6DD6" w:rsidRDefault="0095436B" w:rsidP="00401ADA">
            <w:pPr>
              <w:pStyle w:val="TAC"/>
              <w:keepNext w:val="0"/>
              <w:rPr>
                <w:lang w:val="fi-FI" w:eastAsia="fi-FI"/>
              </w:rPr>
            </w:pPr>
            <w:r w:rsidRPr="00DF6DD6">
              <w:rPr>
                <w:lang w:val="fi-FI" w:eastAsia="fi-FI"/>
              </w:rPr>
              <w:t>DC_8A_n77A</w:t>
            </w:r>
          </w:p>
        </w:tc>
        <w:tc>
          <w:tcPr>
            <w:tcW w:w="2738" w:type="dxa"/>
            <w:shd w:val="clear" w:color="auto" w:fill="auto"/>
            <w:noWrap/>
            <w:vAlign w:val="center"/>
          </w:tcPr>
          <w:p w14:paraId="731CD36D" w14:textId="07B987FD" w:rsidR="0095436B" w:rsidRPr="00DF6DD6" w:rsidRDefault="0095436B" w:rsidP="00401ADA">
            <w:pPr>
              <w:pStyle w:val="TAC"/>
              <w:keepNext w:val="0"/>
              <w:rPr>
                <w:lang w:val="fi-FI" w:eastAsia="fi-FI"/>
              </w:rPr>
            </w:pPr>
            <w:r w:rsidRPr="00DF6DD6">
              <w:rPr>
                <w:lang w:val="fi-FI" w:eastAsia="fi-FI"/>
              </w:rPr>
              <w:t>No</w:t>
            </w:r>
          </w:p>
        </w:tc>
      </w:tr>
      <w:tr w:rsidR="00F55B07" w:rsidRPr="00DF6DD6" w14:paraId="2B5128D3" w14:textId="77777777" w:rsidTr="00A6034C">
        <w:trPr>
          <w:trHeight w:val="288"/>
          <w:jc w:val="center"/>
        </w:trPr>
        <w:tc>
          <w:tcPr>
            <w:tcW w:w="2537" w:type="dxa"/>
            <w:shd w:val="clear" w:color="auto" w:fill="auto"/>
            <w:noWrap/>
            <w:vAlign w:val="center"/>
          </w:tcPr>
          <w:p w14:paraId="00E6604D" w14:textId="1DA55CC7" w:rsidR="0095436B" w:rsidRPr="00DF6DD6" w:rsidRDefault="0095436B" w:rsidP="00401ADA">
            <w:pPr>
              <w:pStyle w:val="TAC"/>
              <w:keepNext w:val="0"/>
              <w:rPr>
                <w:lang w:val="fi-FI" w:eastAsia="fi-FI"/>
              </w:rPr>
            </w:pPr>
            <w:r w:rsidRPr="00DF6DD6">
              <w:rPr>
                <w:lang w:val="fi-FI" w:eastAsia="fi-FI"/>
              </w:rPr>
              <w:t>DC_8A_n78A</w:t>
            </w:r>
            <w:r w:rsidRPr="00DF6DD6">
              <w:rPr>
                <w:vertAlign w:val="superscript"/>
                <w:lang w:val="fi-FI" w:eastAsia="fi-FI"/>
              </w:rPr>
              <w:t>7</w:t>
            </w:r>
          </w:p>
        </w:tc>
        <w:tc>
          <w:tcPr>
            <w:tcW w:w="2280" w:type="dxa"/>
            <w:vAlign w:val="center"/>
          </w:tcPr>
          <w:p w14:paraId="21092B63" w14:textId="77777777" w:rsidR="0095436B" w:rsidRPr="00DF6DD6" w:rsidRDefault="0095436B" w:rsidP="00401ADA">
            <w:pPr>
              <w:pStyle w:val="TAC"/>
              <w:keepNext w:val="0"/>
              <w:rPr>
                <w:lang w:val="fi-FI" w:eastAsia="fi-FI"/>
              </w:rPr>
            </w:pPr>
            <w:r w:rsidRPr="00DF6DD6">
              <w:rPr>
                <w:lang w:val="fi-FI" w:eastAsia="fi-FI"/>
              </w:rPr>
              <w:t>DC_8A_n78A</w:t>
            </w:r>
          </w:p>
        </w:tc>
        <w:tc>
          <w:tcPr>
            <w:tcW w:w="2738" w:type="dxa"/>
            <w:shd w:val="clear" w:color="auto" w:fill="auto"/>
            <w:noWrap/>
            <w:vAlign w:val="center"/>
          </w:tcPr>
          <w:p w14:paraId="77D23E65" w14:textId="73A2AD41" w:rsidR="0095436B" w:rsidRPr="00DF6DD6" w:rsidRDefault="0095436B" w:rsidP="00401ADA">
            <w:pPr>
              <w:pStyle w:val="TAC"/>
              <w:keepNext w:val="0"/>
              <w:rPr>
                <w:lang w:val="fi-FI" w:eastAsia="fi-FI"/>
              </w:rPr>
            </w:pPr>
            <w:r w:rsidRPr="00DF6DD6">
              <w:rPr>
                <w:lang w:val="fi-FI" w:eastAsia="fi-FI"/>
              </w:rPr>
              <w:t>No</w:t>
            </w:r>
          </w:p>
        </w:tc>
      </w:tr>
      <w:tr w:rsidR="00F55B07" w:rsidRPr="00DF6DD6" w14:paraId="7CA3E436" w14:textId="77777777" w:rsidTr="00A6034C">
        <w:trPr>
          <w:trHeight w:val="288"/>
          <w:jc w:val="center"/>
        </w:trPr>
        <w:tc>
          <w:tcPr>
            <w:tcW w:w="2537" w:type="dxa"/>
            <w:shd w:val="clear" w:color="auto" w:fill="auto"/>
            <w:noWrap/>
            <w:vAlign w:val="center"/>
          </w:tcPr>
          <w:p w14:paraId="6397E73D" w14:textId="6BE5077F" w:rsidR="0095436B" w:rsidRPr="00DF6DD6" w:rsidRDefault="0095436B" w:rsidP="00401ADA">
            <w:pPr>
              <w:pStyle w:val="TAC"/>
              <w:keepNext w:val="0"/>
              <w:rPr>
                <w:lang w:val="fi-FI" w:eastAsia="fi-FI"/>
              </w:rPr>
            </w:pPr>
            <w:r w:rsidRPr="00DF6DD6">
              <w:rPr>
                <w:rFonts w:hint="eastAsia"/>
                <w:lang w:val="fi-FI" w:eastAsia="fi-FI"/>
              </w:rPr>
              <w:t>DC_8A_n79A</w:t>
            </w:r>
            <w:r w:rsidRPr="00DF6DD6">
              <w:rPr>
                <w:vertAlign w:val="superscript"/>
                <w:lang w:val="fi-FI" w:eastAsia="fi-FI"/>
              </w:rPr>
              <w:t>7</w:t>
            </w:r>
          </w:p>
        </w:tc>
        <w:tc>
          <w:tcPr>
            <w:tcW w:w="2280" w:type="dxa"/>
            <w:vAlign w:val="center"/>
          </w:tcPr>
          <w:p w14:paraId="558EFF07" w14:textId="77777777" w:rsidR="0095436B" w:rsidRPr="00DF6DD6" w:rsidRDefault="0095436B" w:rsidP="00401ADA">
            <w:pPr>
              <w:pStyle w:val="TAC"/>
              <w:keepNext w:val="0"/>
              <w:rPr>
                <w:lang w:val="fi-FI" w:eastAsia="fi-FI"/>
              </w:rPr>
            </w:pPr>
            <w:r w:rsidRPr="00DF6DD6">
              <w:rPr>
                <w:rFonts w:hint="eastAsia"/>
                <w:lang w:val="fi-FI" w:eastAsia="fi-FI"/>
              </w:rPr>
              <w:t>DC_8A_n79A</w:t>
            </w:r>
          </w:p>
        </w:tc>
        <w:tc>
          <w:tcPr>
            <w:tcW w:w="2738" w:type="dxa"/>
            <w:shd w:val="clear" w:color="auto" w:fill="auto"/>
            <w:noWrap/>
            <w:vAlign w:val="center"/>
          </w:tcPr>
          <w:p w14:paraId="69DA90A6" w14:textId="4799BC92" w:rsidR="0095436B" w:rsidRPr="00DF6DD6" w:rsidRDefault="0095436B" w:rsidP="00401ADA">
            <w:pPr>
              <w:pStyle w:val="TAC"/>
              <w:keepNext w:val="0"/>
              <w:rPr>
                <w:lang w:val="fi-FI" w:eastAsia="ja-JP"/>
              </w:rPr>
            </w:pPr>
            <w:r w:rsidRPr="00DF6DD6">
              <w:rPr>
                <w:lang w:val="fi-FI" w:eastAsia="fi-FI"/>
              </w:rPr>
              <w:t>No</w:t>
            </w:r>
          </w:p>
        </w:tc>
      </w:tr>
      <w:tr w:rsidR="00F55B07" w:rsidRPr="00DF6DD6" w14:paraId="4C67C56A" w14:textId="77777777" w:rsidTr="00A6034C">
        <w:trPr>
          <w:trHeight w:val="288"/>
          <w:jc w:val="center"/>
        </w:trPr>
        <w:tc>
          <w:tcPr>
            <w:tcW w:w="2537" w:type="dxa"/>
            <w:shd w:val="clear" w:color="auto" w:fill="auto"/>
            <w:noWrap/>
            <w:vAlign w:val="center"/>
          </w:tcPr>
          <w:p w14:paraId="3676DE2F" w14:textId="4C5D7EBC" w:rsidR="0095436B" w:rsidRPr="00DF6DD6" w:rsidRDefault="0095436B" w:rsidP="00401ADA">
            <w:pPr>
              <w:pStyle w:val="TAC"/>
              <w:keepNext w:val="0"/>
              <w:rPr>
                <w:lang w:val="fi-FI" w:eastAsia="fi-FI"/>
              </w:rPr>
            </w:pPr>
            <w:r w:rsidRPr="00DF6DD6">
              <w:rPr>
                <w:rFonts w:hint="eastAsia"/>
                <w:lang w:eastAsia="ja-JP"/>
              </w:rPr>
              <w:t>DC_1</w:t>
            </w:r>
            <w:r w:rsidRPr="00DF6DD6">
              <w:rPr>
                <w:lang w:eastAsia="ja-JP"/>
              </w:rPr>
              <w:t>1A_n77A</w:t>
            </w:r>
            <w:r w:rsidRPr="00DF6DD6">
              <w:rPr>
                <w:vertAlign w:val="superscript"/>
                <w:lang w:val="fi-FI" w:eastAsia="fi-FI"/>
              </w:rPr>
              <w:t>7</w:t>
            </w:r>
          </w:p>
        </w:tc>
        <w:tc>
          <w:tcPr>
            <w:tcW w:w="2280" w:type="dxa"/>
            <w:vAlign w:val="center"/>
          </w:tcPr>
          <w:p w14:paraId="09368C1E" w14:textId="77777777" w:rsidR="0095436B" w:rsidRPr="00DF6DD6" w:rsidRDefault="0095436B" w:rsidP="00401ADA">
            <w:pPr>
              <w:pStyle w:val="TAC"/>
              <w:keepNext w:val="0"/>
              <w:rPr>
                <w:lang w:val="fi-FI" w:eastAsia="fi-FI"/>
              </w:rPr>
            </w:pPr>
            <w:r w:rsidRPr="00DF6DD6">
              <w:rPr>
                <w:lang w:eastAsia="ja-JP"/>
              </w:rPr>
              <w:t>DC_11A_n77A</w:t>
            </w:r>
          </w:p>
        </w:tc>
        <w:tc>
          <w:tcPr>
            <w:tcW w:w="2738" w:type="dxa"/>
            <w:shd w:val="clear" w:color="auto" w:fill="auto"/>
            <w:noWrap/>
            <w:vAlign w:val="center"/>
          </w:tcPr>
          <w:p w14:paraId="0CAA029D" w14:textId="6FE41A95" w:rsidR="0095436B" w:rsidRPr="00DF6DD6" w:rsidRDefault="0095436B" w:rsidP="00401ADA">
            <w:pPr>
              <w:pStyle w:val="TAC"/>
              <w:keepNext w:val="0"/>
              <w:rPr>
                <w:lang w:val="fi-FI" w:eastAsia="fi-FI"/>
              </w:rPr>
            </w:pPr>
            <w:r w:rsidRPr="00DF6DD6">
              <w:rPr>
                <w:lang w:val="fi-FI" w:eastAsia="fi-FI"/>
              </w:rPr>
              <w:t>No</w:t>
            </w:r>
          </w:p>
        </w:tc>
      </w:tr>
      <w:tr w:rsidR="00F55B07" w:rsidRPr="00DF6DD6" w14:paraId="65B5EE5A" w14:textId="77777777" w:rsidTr="00A6034C">
        <w:trPr>
          <w:trHeight w:val="288"/>
          <w:jc w:val="center"/>
        </w:trPr>
        <w:tc>
          <w:tcPr>
            <w:tcW w:w="2537" w:type="dxa"/>
            <w:shd w:val="clear" w:color="auto" w:fill="auto"/>
            <w:noWrap/>
            <w:vAlign w:val="center"/>
          </w:tcPr>
          <w:p w14:paraId="440D53A4" w14:textId="39D3C5D8" w:rsidR="0095436B" w:rsidRPr="00DF6DD6" w:rsidRDefault="0095436B" w:rsidP="00401ADA">
            <w:pPr>
              <w:pStyle w:val="TAC"/>
              <w:keepNext w:val="0"/>
              <w:rPr>
                <w:lang w:val="fi-FI" w:eastAsia="fi-FI"/>
              </w:rPr>
            </w:pPr>
            <w:r w:rsidRPr="00DF6DD6">
              <w:rPr>
                <w:rFonts w:hint="eastAsia"/>
                <w:lang w:eastAsia="ja-JP"/>
              </w:rPr>
              <w:t>DC_1</w:t>
            </w:r>
            <w:r w:rsidRPr="00DF6DD6">
              <w:rPr>
                <w:lang w:eastAsia="ja-JP"/>
              </w:rPr>
              <w:t>1A_n78A</w:t>
            </w:r>
            <w:r w:rsidRPr="00DF6DD6">
              <w:rPr>
                <w:vertAlign w:val="superscript"/>
                <w:lang w:val="fi-FI" w:eastAsia="fi-FI"/>
              </w:rPr>
              <w:t>7</w:t>
            </w:r>
          </w:p>
        </w:tc>
        <w:tc>
          <w:tcPr>
            <w:tcW w:w="2280" w:type="dxa"/>
            <w:vAlign w:val="center"/>
          </w:tcPr>
          <w:p w14:paraId="4E4E9624" w14:textId="77777777" w:rsidR="0095436B" w:rsidRPr="00DF6DD6" w:rsidRDefault="0095436B" w:rsidP="00401ADA">
            <w:pPr>
              <w:pStyle w:val="TAC"/>
              <w:keepNext w:val="0"/>
              <w:rPr>
                <w:lang w:val="fi-FI" w:eastAsia="fi-FI"/>
              </w:rPr>
            </w:pPr>
            <w:r w:rsidRPr="00DF6DD6">
              <w:rPr>
                <w:lang w:eastAsia="ja-JP"/>
              </w:rPr>
              <w:t>DC_11A_n78A</w:t>
            </w:r>
          </w:p>
        </w:tc>
        <w:tc>
          <w:tcPr>
            <w:tcW w:w="2738" w:type="dxa"/>
            <w:shd w:val="clear" w:color="auto" w:fill="auto"/>
            <w:noWrap/>
            <w:vAlign w:val="center"/>
          </w:tcPr>
          <w:p w14:paraId="37E2BB92" w14:textId="1CDCB566" w:rsidR="0095436B" w:rsidRPr="00DF6DD6" w:rsidRDefault="0095436B" w:rsidP="00401ADA">
            <w:pPr>
              <w:pStyle w:val="TAC"/>
              <w:keepNext w:val="0"/>
              <w:rPr>
                <w:lang w:val="fi-FI" w:eastAsia="fi-FI"/>
              </w:rPr>
            </w:pPr>
            <w:r w:rsidRPr="00DF6DD6">
              <w:rPr>
                <w:lang w:val="fi-FI" w:eastAsia="fi-FI"/>
              </w:rPr>
              <w:t>No</w:t>
            </w:r>
          </w:p>
        </w:tc>
      </w:tr>
      <w:tr w:rsidR="00F55B07" w:rsidRPr="00DF6DD6" w14:paraId="393C0911" w14:textId="77777777" w:rsidTr="00A6034C">
        <w:trPr>
          <w:trHeight w:val="288"/>
          <w:jc w:val="center"/>
        </w:trPr>
        <w:tc>
          <w:tcPr>
            <w:tcW w:w="2537" w:type="dxa"/>
            <w:shd w:val="clear" w:color="auto" w:fill="auto"/>
            <w:noWrap/>
            <w:vAlign w:val="center"/>
          </w:tcPr>
          <w:p w14:paraId="0F85E08B" w14:textId="0C59B741" w:rsidR="0095436B" w:rsidRPr="00DF6DD6" w:rsidRDefault="0095436B" w:rsidP="00401ADA">
            <w:pPr>
              <w:pStyle w:val="TAC"/>
              <w:keepNext w:val="0"/>
              <w:rPr>
                <w:lang w:val="fi-FI" w:eastAsia="fi-FI"/>
              </w:rPr>
            </w:pPr>
            <w:r w:rsidRPr="00DF6DD6">
              <w:rPr>
                <w:rFonts w:hint="eastAsia"/>
                <w:lang w:eastAsia="ja-JP"/>
              </w:rPr>
              <w:t>DC_1</w:t>
            </w:r>
            <w:r w:rsidRPr="00DF6DD6">
              <w:rPr>
                <w:lang w:eastAsia="ja-JP"/>
              </w:rPr>
              <w:t>1A_n79A</w:t>
            </w:r>
            <w:r w:rsidRPr="00DF6DD6">
              <w:rPr>
                <w:vertAlign w:val="superscript"/>
                <w:lang w:val="fi-FI" w:eastAsia="fi-FI"/>
              </w:rPr>
              <w:t>7</w:t>
            </w:r>
          </w:p>
        </w:tc>
        <w:tc>
          <w:tcPr>
            <w:tcW w:w="2280" w:type="dxa"/>
            <w:vAlign w:val="center"/>
          </w:tcPr>
          <w:p w14:paraId="1E03F2EA" w14:textId="77777777" w:rsidR="0095436B" w:rsidRPr="00DF6DD6" w:rsidRDefault="0095436B" w:rsidP="00401ADA">
            <w:pPr>
              <w:pStyle w:val="TAC"/>
              <w:keepNext w:val="0"/>
              <w:rPr>
                <w:lang w:val="fi-FI" w:eastAsia="fi-FI"/>
              </w:rPr>
            </w:pPr>
            <w:r w:rsidRPr="00DF6DD6">
              <w:rPr>
                <w:lang w:eastAsia="ja-JP"/>
              </w:rPr>
              <w:t>DC_11A_n79A</w:t>
            </w:r>
          </w:p>
        </w:tc>
        <w:tc>
          <w:tcPr>
            <w:tcW w:w="2738" w:type="dxa"/>
            <w:shd w:val="clear" w:color="auto" w:fill="auto"/>
            <w:noWrap/>
            <w:vAlign w:val="center"/>
          </w:tcPr>
          <w:p w14:paraId="188ABA40" w14:textId="5A27D9DA" w:rsidR="0095436B" w:rsidRPr="00DF6DD6" w:rsidRDefault="0095436B" w:rsidP="00401ADA">
            <w:pPr>
              <w:pStyle w:val="TAC"/>
              <w:keepNext w:val="0"/>
              <w:rPr>
                <w:lang w:val="fi-FI" w:eastAsia="fi-FI"/>
              </w:rPr>
            </w:pPr>
            <w:r w:rsidRPr="00DF6DD6">
              <w:rPr>
                <w:lang w:val="fi-FI" w:eastAsia="fi-FI"/>
              </w:rPr>
              <w:t>No</w:t>
            </w:r>
          </w:p>
        </w:tc>
      </w:tr>
      <w:tr w:rsidR="00F55B07" w:rsidRPr="00DF6DD6" w14:paraId="4BC5CE81" w14:textId="77777777" w:rsidTr="00A6034C">
        <w:trPr>
          <w:trHeight w:val="288"/>
          <w:jc w:val="center"/>
        </w:trPr>
        <w:tc>
          <w:tcPr>
            <w:tcW w:w="2537" w:type="dxa"/>
            <w:shd w:val="clear" w:color="auto" w:fill="auto"/>
            <w:noWrap/>
            <w:vAlign w:val="center"/>
          </w:tcPr>
          <w:p w14:paraId="4F34B3DB" w14:textId="77777777" w:rsidR="0095436B" w:rsidRPr="00DF6DD6" w:rsidRDefault="0095436B" w:rsidP="00401ADA">
            <w:pPr>
              <w:pStyle w:val="TAC"/>
              <w:keepNext w:val="0"/>
              <w:rPr>
                <w:lang w:eastAsia="ja-JP"/>
              </w:rPr>
            </w:pPr>
            <w:r w:rsidRPr="00DF6DD6">
              <w:rPr>
                <w:lang w:val="fi-FI" w:eastAsia="fi-FI"/>
              </w:rPr>
              <w:t>DC_12A_n5A</w:t>
            </w:r>
          </w:p>
        </w:tc>
        <w:tc>
          <w:tcPr>
            <w:tcW w:w="2280" w:type="dxa"/>
            <w:vAlign w:val="center"/>
          </w:tcPr>
          <w:p w14:paraId="33E4BADE" w14:textId="77777777" w:rsidR="0095436B" w:rsidRPr="00DF6DD6" w:rsidRDefault="0095436B" w:rsidP="00401ADA">
            <w:pPr>
              <w:pStyle w:val="TAC"/>
              <w:keepNext w:val="0"/>
              <w:rPr>
                <w:lang w:eastAsia="ja-JP"/>
              </w:rPr>
            </w:pPr>
            <w:r w:rsidRPr="00DF6DD6">
              <w:rPr>
                <w:lang w:val="fi-FI" w:eastAsia="fi-FI"/>
              </w:rPr>
              <w:t>DC_12A_n5A</w:t>
            </w:r>
          </w:p>
        </w:tc>
        <w:tc>
          <w:tcPr>
            <w:tcW w:w="2738" w:type="dxa"/>
            <w:shd w:val="clear" w:color="auto" w:fill="auto"/>
            <w:noWrap/>
            <w:vAlign w:val="center"/>
          </w:tcPr>
          <w:p w14:paraId="68E1961C" w14:textId="45DD6B31" w:rsidR="0095436B" w:rsidRPr="00DF6DD6" w:rsidRDefault="0095436B" w:rsidP="00401ADA">
            <w:pPr>
              <w:pStyle w:val="TAC"/>
              <w:keepNext w:val="0"/>
              <w:rPr>
                <w:lang w:eastAsia="ja-JP"/>
              </w:rPr>
            </w:pPr>
            <w:r w:rsidRPr="00DF6DD6">
              <w:rPr>
                <w:lang w:val="fi-FI" w:eastAsia="fi-FI"/>
              </w:rPr>
              <w:t>No</w:t>
            </w:r>
          </w:p>
        </w:tc>
      </w:tr>
      <w:tr w:rsidR="00F55B07" w:rsidRPr="00DF6DD6" w14:paraId="1625BF7E" w14:textId="77777777" w:rsidTr="00A6034C">
        <w:trPr>
          <w:trHeight w:val="288"/>
          <w:jc w:val="center"/>
        </w:trPr>
        <w:tc>
          <w:tcPr>
            <w:tcW w:w="2537" w:type="dxa"/>
            <w:shd w:val="clear" w:color="auto" w:fill="auto"/>
            <w:noWrap/>
            <w:vAlign w:val="center"/>
          </w:tcPr>
          <w:p w14:paraId="7E900EAA" w14:textId="77777777" w:rsidR="0095436B" w:rsidRPr="00DF6DD6" w:rsidRDefault="0095436B" w:rsidP="00401ADA">
            <w:pPr>
              <w:pStyle w:val="TAC"/>
              <w:keepNext w:val="0"/>
              <w:rPr>
                <w:lang w:eastAsia="ja-JP"/>
              </w:rPr>
            </w:pPr>
            <w:r w:rsidRPr="00DF6DD6">
              <w:rPr>
                <w:lang w:val="fi-FI" w:eastAsia="fi-FI"/>
              </w:rPr>
              <w:t>DC_12A_n66A</w:t>
            </w:r>
          </w:p>
        </w:tc>
        <w:tc>
          <w:tcPr>
            <w:tcW w:w="2280" w:type="dxa"/>
            <w:vAlign w:val="center"/>
          </w:tcPr>
          <w:p w14:paraId="778F8DDC" w14:textId="77777777" w:rsidR="0095436B" w:rsidRPr="00DF6DD6" w:rsidRDefault="0095436B" w:rsidP="00401ADA">
            <w:pPr>
              <w:pStyle w:val="TAC"/>
              <w:keepNext w:val="0"/>
              <w:rPr>
                <w:lang w:eastAsia="ja-JP"/>
              </w:rPr>
            </w:pPr>
            <w:r w:rsidRPr="00DF6DD6">
              <w:rPr>
                <w:lang w:val="fi-FI" w:eastAsia="fi-FI"/>
              </w:rPr>
              <w:t>DC_12A_n66A</w:t>
            </w:r>
          </w:p>
        </w:tc>
        <w:tc>
          <w:tcPr>
            <w:tcW w:w="2738" w:type="dxa"/>
            <w:shd w:val="clear" w:color="auto" w:fill="auto"/>
            <w:noWrap/>
            <w:vAlign w:val="center"/>
          </w:tcPr>
          <w:p w14:paraId="594225BC" w14:textId="5A661F53" w:rsidR="0095436B" w:rsidRPr="00DF6DD6" w:rsidRDefault="0095436B" w:rsidP="00401ADA">
            <w:pPr>
              <w:pStyle w:val="TAC"/>
              <w:keepNext w:val="0"/>
              <w:rPr>
                <w:lang w:eastAsia="ja-JP"/>
              </w:rPr>
            </w:pPr>
            <w:r w:rsidRPr="00DF6DD6">
              <w:rPr>
                <w:lang w:val="fi-FI" w:eastAsia="fi-FI"/>
              </w:rPr>
              <w:t>No</w:t>
            </w:r>
          </w:p>
        </w:tc>
      </w:tr>
      <w:tr w:rsidR="00F55B07" w:rsidRPr="00DF6DD6" w14:paraId="334D28E0" w14:textId="77777777" w:rsidTr="00A6034C">
        <w:trPr>
          <w:trHeight w:val="288"/>
          <w:jc w:val="center"/>
        </w:trPr>
        <w:tc>
          <w:tcPr>
            <w:tcW w:w="2537" w:type="dxa"/>
            <w:shd w:val="clear" w:color="auto" w:fill="auto"/>
            <w:noWrap/>
            <w:vAlign w:val="center"/>
          </w:tcPr>
          <w:p w14:paraId="412FFC4C" w14:textId="68D7EC89" w:rsidR="0095436B" w:rsidRPr="00DF6DD6" w:rsidRDefault="0095436B" w:rsidP="00401ADA">
            <w:pPr>
              <w:pStyle w:val="TAC"/>
              <w:keepNext w:val="0"/>
              <w:rPr>
                <w:lang w:eastAsia="ja-JP"/>
              </w:rPr>
            </w:pPr>
            <w:r w:rsidRPr="00DF6DD6">
              <w:rPr>
                <w:rFonts w:hint="eastAsia"/>
                <w:lang w:eastAsia="ja-JP"/>
              </w:rPr>
              <w:t>DC_1</w:t>
            </w:r>
            <w:r w:rsidRPr="00DF6DD6">
              <w:rPr>
                <w:lang w:eastAsia="ja-JP"/>
              </w:rPr>
              <w:t>8A_n77A</w:t>
            </w:r>
            <w:r w:rsidRPr="00DF6DD6">
              <w:rPr>
                <w:vertAlign w:val="superscript"/>
                <w:lang w:val="fi-FI" w:eastAsia="fi-FI"/>
              </w:rPr>
              <w:t>7</w:t>
            </w:r>
          </w:p>
        </w:tc>
        <w:tc>
          <w:tcPr>
            <w:tcW w:w="2280" w:type="dxa"/>
            <w:vAlign w:val="center"/>
          </w:tcPr>
          <w:p w14:paraId="68EEB9F0" w14:textId="77777777" w:rsidR="0095436B" w:rsidRPr="00DF6DD6" w:rsidRDefault="0095436B" w:rsidP="00401ADA">
            <w:pPr>
              <w:pStyle w:val="TAC"/>
              <w:keepNext w:val="0"/>
              <w:rPr>
                <w:lang w:eastAsia="ja-JP"/>
              </w:rPr>
            </w:pPr>
            <w:r w:rsidRPr="00DF6DD6">
              <w:rPr>
                <w:lang w:eastAsia="ja-JP"/>
              </w:rPr>
              <w:t>DC_18A_n77A</w:t>
            </w:r>
          </w:p>
        </w:tc>
        <w:tc>
          <w:tcPr>
            <w:tcW w:w="2738" w:type="dxa"/>
            <w:shd w:val="clear" w:color="auto" w:fill="auto"/>
            <w:noWrap/>
            <w:vAlign w:val="center"/>
          </w:tcPr>
          <w:p w14:paraId="29600D39" w14:textId="1ACC9BE8" w:rsidR="0095436B" w:rsidRPr="00DF6DD6" w:rsidRDefault="0095436B" w:rsidP="00401ADA">
            <w:pPr>
              <w:pStyle w:val="TAC"/>
              <w:keepNext w:val="0"/>
              <w:rPr>
                <w:lang w:eastAsia="ja-JP"/>
              </w:rPr>
            </w:pPr>
            <w:r w:rsidRPr="00DF6DD6">
              <w:rPr>
                <w:lang w:val="fi-FI" w:eastAsia="fi-FI"/>
              </w:rPr>
              <w:t>No</w:t>
            </w:r>
          </w:p>
        </w:tc>
      </w:tr>
      <w:tr w:rsidR="00F55B07" w:rsidRPr="00DF6DD6" w14:paraId="29136D57" w14:textId="77777777" w:rsidTr="00A6034C">
        <w:trPr>
          <w:trHeight w:val="288"/>
          <w:jc w:val="center"/>
        </w:trPr>
        <w:tc>
          <w:tcPr>
            <w:tcW w:w="2537" w:type="dxa"/>
            <w:shd w:val="clear" w:color="auto" w:fill="auto"/>
            <w:noWrap/>
            <w:vAlign w:val="center"/>
          </w:tcPr>
          <w:p w14:paraId="3225E534" w14:textId="3E9A3F40" w:rsidR="0095436B" w:rsidRPr="00DF6DD6" w:rsidRDefault="0095436B" w:rsidP="00401ADA">
            <w:pPr>
              <w:pStyle w:val="TAC"/>
              <w:keepNext w:val="0"/>
              <w:rPr>
                <w:lang w:eastAsia="ja-JP"/>
              </w:rPr>
            </w:pPr>
            <w:r w:rsidRPr="00DF6DD6">
              <w:rPr>
                <w:rFonts w:hint="eastAsia"/>
                <w:lang w:eastAsia="ja-JP"/>
              </w:rPr>
              <w:t>DC_1</w:t>
            </w:r>
            <w:r w:rsidRPr="00DF6DD6">
              <w:rPr>
                <w:lang w:eastAsia="ja-JP"/>
              </w:rPr>
              <w:t>8A_n78A</w:t>
            </w:r>
            <w:r w:rsidRPr="00DF6DD6">
              <w:rPr>
                <w:vertAlign w:val="superscript"/>
                <w:lang w:val="fi-FI" w:eastAsia="fi-FI"/>
              </w:rPr>
              <w:t>7</w:t>
            </w:r>
          </w:p>
        </w:tc>
        <w:tc>
          <w:tcPr>
            <w:tcW w:w="2280" w:type="dxa"/>
            <w:vAlign w:val="center"/>
          </w:tcPr>
          <w:p w14:paraId="72D6CED5" w14:textId="77777777" w:rsidR="0095436B" w:rsidRPr="00DF6DD6" w:rsidRDefault="0095436B" w:rsidP="00401ADA">
            <w:pPr>
              <w:pStyle w:val="TAC"/>
              <w:keepNext w:val="0"/>
              <w:rPr>
                <w:lang w:eastAsia="ja-JP"/>
              </w:rPr>
            </w:pPr>
            <w:r w:rsidRPr="00DF6DD6">
              <w:rPr>
                <w:lang w:eastAsia="ja-JP"/>
              </w:rPr>
              <w:t>DC_18A_n78A</w:t>
            </w:r>
          </w:p>
        </w:tc>
        <w:tc>
          <w:tcPr>
            <w:tcW w:w="2738" w:type="dxa"/>
            <w:shd w:val="clear" w:color="auto" w:fill="auto"/>
            <w:noWrap/>
            <w:vAlign w:val="center"/>
          </w:tcPr>
          <w:p w14:paraId="35C9C481" w14:textId="3685C436" w:rsidR="0095436B" w:rsidRPr="00DF6DD6" w:rsidRDefault="0095436B" w:rsidP="00401ADA">
            <w:pPr>
              <w:pStyle w:val="TAC"/>
              <w:keepNext w:val="0"/>
              <w:rPr>
                <w:lang w:eastAsia="ja-JP"/>
              </w:rPr>
            </w:pPr>
            <w:r w:rsidRPr="00DF6DD6">
              <w:rPr>
                <w:lang w:val="fi-FI" w:eastAsia="fi-FI"/>
              </w:rPr>
              <w:t>No</w:t>
            </w:r>
          </w:p>
        </w:tc>
      </w:tr>
      <w:tr w:rsidR="00F55B07" w:rsidRPr="00DF6DD6" w14:paraId="1346E1F1" w14:textId="77777777" w:rsidTr="00A6034C">
        <w:trPr>
          <w:trHeight w:val="288"/>
          <w:jc w:val="center"/>
        </w:trPr>
        <w:tc>
          <w:tcPr>
            <w:tcW w:w="2537" w:type="dxa"/>
            <w:shd w:val="clear" w:color="auto" w:fill="auto"/>
            <w:noWrap/>
            <w:vAlign w:val="center"/>
          </w:tcPr>
          <w:p w14:paraId="69567733" w14:textId="3E796147" w:rsidR="0095436B" w:rsidRPr="00DF6DD6" w:rsidRDefault="0095436B" w:rsidP="00401ADA">
            <w:pPr>
              <w:pStyle w:val="TAC"/>
              <w:keepNext w:val="0"/>
              <w:rPr>
                <w:lang w:eastAsia="ja-JP"/>
              </w:rPr>
            </w:pPr>
            <w:r w:rsidRPr="00DF6DD6">
              <w:rPr>
                <w:rFonts w:hint="eastAsia"/>
                <w:lang w:eastAsia="ja-JP"/>
              </w:rPr>
              <w:t>DC_1</w:t>
            </w:r>
            <w:r w:rsidRPr="00DF6DD6">
              <w:rPr>
                <w:lang w:eastAsia="ja-JP"/>
              </w:rPr>
              <w:t>8A_n79A</w:t>
            </w:r>
            <w:r w:rsidRPr="00DF6DD6">
              <w:rPr>
                <w:vertAlign w:val="superscript"/>
                <w:lang w:val="fi-FI" w:eastAsia="fi-FI"/>
              </w:rPr>
              <w:t>7</w:t>
            </w:r>
          </w:p>
        </w:tc>
        <w:tc>
          <w:tcPr>
            <w:tcW w:w="2280" w:type="dxa"/>
            <w:vAlign w:val="center"/>
          </w:tcPr>
          <w:p w14:paraId="3527BC24" w14:textId="77777777" w:rsidR="0095436B" w:rsidRPr="00DF6DD6" w:rsidRDefault="0095436B" w:rsidP="00401ADA">
            <w:pPr>
              <w:pStyle w:val="TAC"/>
              <w:keepNext w:val="0"/>
              <w:rPr>
                <w:lang w:eastAsia="ja-JP"/>
              </w:rPr>
            </w:pPr>
            <w:r w:rsidRPr="00DF6DD6">
              <w:rPr>
                <w:lang w:eastAsia="ja-JP"/>
              </w:rPr>
              <w:t>DC_18A_n79A</w:t>
            </w:r>
          </w:p>
        </w:tc>
        <w:tc>
          <w:tcPr>
            <w:tcW w:w="2738" w:type="dxa"/>
            <w:shd w:val="clear" w:color="auto" w:fill="auto"/>
            <w:noWrap/>
            <w:vAlign w:val="center"/>
          </w:tcPr>
          <w:p w14:paraId="50697809" w14:textId="44C5168C" w:rsidR="0095436B" w:rsidRPr="00DF6DD6" w:rsidRDefault="0095436B" w:rsidP="00401ADA">
            <w:pPr>
              <w:pStyle w:val="TAC"/>
              <w:keepNext w:val="0"/>
              <w:rPr>
                <w:lang w:eastAsia="ja-JP"/>
              </w:rPr>
            </w:pPr>
            <w:r w:rsidRPr="00DF6DD6">
              <w:rPr>
                <w:lang w:val="fi-FI" w:eastAsia="fi-FI"/>
              </w:rPr>
              <w:t>No</w:t>
            </w:r>
          </w:p>
        </w:tc>
      </w:tr>
      <w:tr w:rsidR="00F55B07" w:rsidRPr="00DF6DD6" w14:paraId="463329C6" w14:textId="77777777" w:rsidTr="00A6034C">
        <w:trPr>
          <w:trHeight w:val="288"/>
          <w:jc w:val="center"/>
        </w:trPr>
        <w:tc>
          <w:tcPr>
            <w:tcW w:w="2537" w:type="dxa"/>
            <w:shd w:val="clear" w:color="auto" w:fill="auto"/>
            <w:noWrap/>
            <w:vAlign w:val="center"/>
          </w:tcPr>
          <w:p w14:paraId="2156972C" w14:textId="5195B144" w:rsidR="0095436B" w:rsidRPr="00DF6DD6" w:rsidRDefault="0095436B" w:rsidP="00401ADA">
            <w:pPr>
              <w:pStyle w:val="TAC"/>
              <w:keepNext w:val="0"/>
              <w:rPr>
                <w:lang w:val="en-US" w:eastAsia="fi-FI"/>
              </w:rPr>
            </w:pPr>
            <w:r w:rsidRPr="00DF6DD6">
              <w:rPr>
                <w:lang w:val="en-US" w:eastAsia="fi-FI"/>
              </w:rPr>
              <w:t>DC_19A_n77A</w:t>
            </w:r>
            <w:r w:rsidRPr="00DF6DD6">
              <w:rPr>
                <w:vertAlign w:val="superscript"/>
                <w:lang w:val="en-US" w:eastAsia="fi-FI"/>
              </w:rPr>
              <w:t>7</w:t>
            </w:r>
          </w:p>
          <w:p w14:paraId="11F22471" w14:textId="76BE5AB0" w:rsidR="0095436B" w:rsidRPr="00DF6DD6" w:rsidRDefault="0095436B" w:rsidP="00401ADA">
            <w:pPr>
              <w:pStyle w:val="TAC"/>
              <w:keepNext w:val="0"/>
              <w:rPr>
                <w:lang w:val="en-US" w:eastAsia="fi-FI"/>
              </w:rPr>
            </w:pPr>
            <w:r w:rsidRPr="00DF6DD6">
              <w:rPr>
                <w:lang w:val="en-US" w:eastAsia="fi-FI"/>
              </w:rPr>
              <w:t>DC_19A_n77C</w:t>
            </w:r>
            <w:r w:rsidRPr="00DF6DD6">
              <w:rPr>
                <w:vertAlign w:val="superscript"/>
                <w:lang w:val="en-US" w:eastAsia="fi-FI"/>
              </w:rPr>
              <w:t>7</w:t>
            </w:r>
          </w:p>
        </w:tc>
        <w:tc>
          <w:tcPr>
            <w:tcW w:w="2280" w:type="dxa"/>
            <w:vAlign w:val="center"/>
          </w:tcPr>
          <w:p w14:paraId="116CB209" w14:textId="77777777" w:rsidR="0095436B" w:rsidRPr="00DF6DD6" w:rsidRDefault="0095436B" w:rsidP="00401ADA">
            <w:pPr>
              <w:pStyle w:val="TAC"/>
              <w:keepNext w:val="0"/>
              <w:rPr>
                <w:lang w:val="fi-FI" w:eastAsia="fi-FI"/>
              </w:rPr>
            </w:pPr>
            <w:r w:rsidRPr="00DF6DD6">
              <w:rPr>
                <w:lang w:val="fi-FI" w:eastAsia="fi-FI"/>
              </w:rPr>
              <w:t>DC_19A_n77A</w:t>
            </w:r>
          </w:p>
        </w:tc>
        <w:tc>
          <w:tcPr>
            <w:tcW w:w="2738" w:type="dxa"/>
            <w:shd w:val="clear" w:color="auto" w:fill="auto"/>
            <w:noWrap/>
            <w:vAlign w:val="center"/>
          </w:tcPr>
          <w:p w14:paraId="11F6B27A" w14:textId="57FEC4E9" w:rsidR="0095436B" w:rsidRPr="00DF6DD6" w:rsidRDefault="0095436B" w:rsidP="00401ADA">
            <w:pPr>
              <w:pStyle w:val="TAC"/>
              <w:keepNext w:val="0"/>
              <w:rPr>
                <w:lang w:val="fi-FI" w:eastAsia="fi-FI"/>
              </w:rPr>
            </w:pPr>
            <w:r w:rsidRPr="00DF6DD6">
              <w:rPr>
                <w:lang w:val="fi-FI" w:eastAsia="fi-FI"/>
              </w:rPr>
              <w:t>No</w:t>
            </w:r>
          </w:p>
        </w:tc>
      </w:tr>
      <w:tr w:rsidR="00F55B07" w:rsidRPr="00DF6DD6" w14:paraId="3A44BAD4" w14:textId="77777777" w:rsidTr="00A6034C">
        <w:trPr>
          <w:trHeight w:val="288"/>
          <w:jc w:val="center"/>
        </w:trPr>
        <w:tc>
          <w:tcPr>
            <w:tcW w:w="2537" w:type="dxa"/>
            <w:shd w:val="clear" w:color="auto" w:fill="auto"/>
            <w:noWrap/>
            <w:vAlign w:val="center"/>
          </w:tcPr>
          <w:p w14:paraId="33D6659A" w14:textId="7FA9FBBC" w:rsidR="0095436B" w:rsidRPr="00DF6DD6" w:rsidRDefault="0095436B" w:rsidP="00401ADA">
            <w:pPr>
              <w:pStyle w:val="TAC"/>
              <w:keepNext w:val="0"/>
              <w:rPr>
                <w:lang w:val="en-US" w:eastAsia="fi-FI"/>
              </w:rPr>
            </w:pPr>
            <w:r w:rsidRPr="00DF6DD6">
              <w:rPr>
                <w:lang w:val="en-US" w:eastAsia="fi-FI"/>
              </w:rPr>
              <w:t>DC_19A_n78A</w:t>
            </w:r>
            <w:r w:rsidRPr="00DF6DD6">
              <w:rPr>
                <w:vertAlign w:val="superscript"/>
                <w:lang w:val="en-US" w:eastAsia="fi-FI"/>
              </w:rPr>
              <w:t>7</w:t>
            </w:r>
          </w:p>
          <w:p w14:paraId="43048229" w14:textId="372B476B" w:rsidR="0095436B" w:rsidRPr="00DF6DD6" w:rsidRDefault="0095436B" w:rsidP="00401ADA">
            <w:pPr>
              <w:pStyle w:val="TAC"/>
              <w:keepNext w:val="0"/>
              <w:rPr>
                <w:lang w:val="en-US" w:eastAsia="fi-FI"/>
              </w:rPr>
            </w:pPr>
            <w:r w:rsidRPr="00DF6DD6">
              <w:rPr>
                <w:lang w:val="en-US" w:eastAsia="fi-FI"/>
              </w:rPr>
              <w:t>DC_19A_n78C</w:t>
            </w:r>
            <w:r w:rsidRPr="00DF6DD6">
              <w:rPr>
                <w:vertAlign w:val="superscript"/>
                <w:lang w:val="en-US" w:eastAsia="fi-FI"/>
              </w:rPr>
              <w:t>7</w:t>
            </w:r>
          </w:p>
        </w:tc>
        <w:tc>
          <w:tcPr>
            <w:tcW w:w="2280" w:type="dxa"/>
            <w:vAlign w:val="center"/>
          </w:tcPr>
          <w:p w14:paraId="1F024819" w14:textId="77777777" w:rsidR="0095436B" w:rsidRPr="00DF6DD6" w:rsidRDefault="0095436B" w:rsidP="00401ADA">
            <w:pPr>
              <w:pStyle w:val="TAC"/>
              <w:keepNext w:val="0"/>
              <w:rPr>
                <w:lang w:val="fi-FI" w:eastAsia="fi-FI"/>
              </w:rPr>
            </w:pPr>
            <w:r w:rsidRPr="00DF6DD6">
              <w:rPr>
                <w:lang w:val="fi-FI" w:eastAsia="fi-FI"/>
              </w:rPr>
              <w:t>DC_19A_n78A</w:t>
            </w:r>
          </w:p>
        </w:tc>
        <w:tc>
          <w:tcPr>
            <w:tcW w:w="2738" w:type="dxa"/>
            <w:shd w:val="clear" w:color="auto" w:fill="auto"/>
            <w:noWrap/>
            <w:vAlign w:val="center"/>
          </w:tcPr>
          <w:p w14:paraId="35949B75" w14:textId="63D5067E" w:rsidR="0095436B" w:rsidRPr="00DF6DD6" w:rsidRDefault="0095436B" w:rsidP="00401ADA">
            <w:pPr>
              <w:pStyle w:val="TAC"/>
              <w:keepNext w:val="0"/>
              <w:rPr>
                <w:lang w:val="fi-FI" w:eastAsia="fi-FI"/>
              </w:rPr>
            </w:pPr>
            <w:r w:rsidRPr="00DF6DD6">
              <w:rPr>
                <w:lang w:val="fi-FI" w:eastAsia="fi-FI"/>
              </w:rPr>
              <w:t>No</w:t>
            </w:r>
          </w:p>
        </w:tc>
      </w:tr>
      <w:tr w:rsidR="00F55B07" w:rsidRPr="00DF6DD6" w14:paraId="46DE474D" w14:textId="77777777" w:rsidTr="00A6034C">
        <w:trPr>
          <w:trHeight w:val="288"/>
          <w:jc w:val="center"/>
        </w:trPr>
        <w:tc>
          <w:tcPr>
            <w:tcW w:w="2537" w:type="dxa"/>
            <w:shd w:val="clear" w:color="auto" w:fill="auto"/>
            <w:noWrap/>
            <w:vAlign w:val="center"/>
          </w:tcPr>
          <w:p w14:paraId="79C01EDE" w14:textId="74819285" w:rsidR="0095436B" w:rsidRPr="00DF6DD6" w:rsidRDefault="0095436B" w:rsidP="00401ADA">
            <w:pPr>
              <w:pStyle w:val="TAC"/>
              <w:keepNext w:val="0"/>
              <w:rPr>
                <w:lang w:val="en-US" w:eastAsia="fi-FI"/>
              </w:rPr>
            </w:pPr>
            <w:r w:rsidRPr="00DF6DD6">
              <w:rPr>
                <w:lang w:val="en-US" w:eastAsia="fi-FI"/>
              </w:rPr>
              <w:t>DC_19A_n79A</w:t>
            </w:r>
            <w:r w:rsidRPr="00DF6DD6">
              <w:rPr>
                <w:vertAlign w:val="superscript"/>
                <w:lang w:val="en-US" w:eastAsia="fi-FI"/>
              </w:rPr>
              <w:t>7</w:t>
            </w:r>
          </w:p>
          <w:p w14:paraId="5A6D3244" w14:textId="29DEDB39" w:rsidR="0095436B" w:rsidRPr="00DF6DD6" w:rsidRDefault="0095436B" w:rsidP="00401ADA">
            <w:pPr>
              <w:pStyle w:val="TAC"/>
              <w:keepNext w:val="0"/>
              <w:rPr>
                <w:lang w:val="en-US" w:eastAsia="fi-FI"/>
              </w:rPr>
            </w:pPr>
            <w:r w:rsidRPr="00DF6DD6">
              <w:rPr>
                <w:lang w:val="en-US" w:eastAsia="fi-FI"/>
              </w:rPr>
              <w:t>DC_19A_n79C</w:t>
            </w:r>
            <w:r w:rsidRPr="00DF6DD6">
              <w:rPr>
                <w:vertAlign w:val="superscript"/>
                <w:lang w:val="en-US" w:eastAsia="fi-FI"/>
              </w:rPr>
              <w:t>7</w:t>
            </w:r>
          </w:p>
        </w:tc>
        <w:tc>
          <w:tcPr>
            <w:tcW w:w="2280" w:type="dxa"/>
            <w:vAlign w:val="center"/>
          </w:tcPr>
          <w:p w14:paraId="2A2E5237" w14:textId="77777777" w:rsidR="0095436B" w:rsidRPr="00DF6DD6" w:rsidRDefault="0095436B" w:rsidP="00401ADA">
            <w:pPr>
              <w:pStyle w:val="TAC"/>
              <w:keepNext w:val="0"/>
              <w:rPr>
                <w:lang w:val="fi-FI" w:eastAsia="fi-FI"/>
              </w:rPr>
            </w:pPr>
            <w:r w:rsidRPr="00DF6DD6">
              <w:rPr>
                <w:lang w:val="fi-FI" w:eastAsia="fi-FI"/>
              </w:rPr>
              <w:t>DC_19A_n79A</w:t>
            </w:r>
          </w:p>
        </w:tc>
        <w:tc>
          <w:tcPr>
            <w:tcW w:w="2738" w:type="dxa"/>
            <w:shd w:val="clear" w:color="auto" w:fill="auto"/>
            <w:noWrap/>
            <w:vAlign w:val="center"/>
          </w:tcPr>
          <w:p w14:paraId="4E14D6F4" w14:textId="7E670688" w:rsidR="0095436B" w:rsidRPr="00DF6DD6" w:rsidRDefault="0095436B" w:rsidP="00401ADA">
            <w:pPr>
              <w:pStyle w:val="TAC"/>
              <w:keepNext w:val="0"/>
              <w:rPr>
                <w:lang w:val="fi-FI" w:eastAsia="fi-FI"/>
              </w:rPr>
            </w:pPr>
            <w:r w:rsidRPr="00DF6DD6">
              <w:rPr>
                <w:lang w:val="fi-FI" w:eastAsia="fi-FI"/>
              </w:rPr>
              <w:t>No</w:t>
            </w:r>
          </w:p>
        </w:tc>
      </w:tr>
      <w:tr w:rsidR="00F55B07" w:rsidRPr="00DF6DD6" w14:paraId="4B19D0CF" w14:textId="77777777" w:rsidTr="00A6034C">
        <w:trPr>
          <w:trHeight w:val="288"/>
          <w:jc w:val="center"/>
        </w:trPr>
        <w:tc>
          <w:tcPr>
            <w:tcW w:w="2537" w:type="dxa"/>
            <w:shd w:val="clear" w:color="auto" w:fill="auto"/>
            <w:noWrap/>
            <w:vAlign w:val="center"/>
          </w:tcPr>
          <w:p w14:paraId="58622CA3" w14:textId="77777777" w:rsidR="0095436B" w:rsidRPr="00DF6DD6" w:rsidRDefault="0095436B" w:rsidP="00401ADA">
            <w:pPr>
              <w:pStyle w:val="TAC"/>
              <w:keepNext w:val="0"/>
              <w:rPr>
                <w:lang w:val="fi-FI" w:eastAsia="fi-FI"/>
              </w:rPr>
            </w:pPr>
            <w:r w:rsidRPr="00DF6DD6">
              <w:rPr>
                <w:noProof/>
                <w:lang w:eastAsia="ja-JP"/>
              </w:rPr>
              <w:t>DC_20A_n8A</w:t>
            </w:r>
          </w:p>
        </w:tc>
        <w:tc>
          <w:tcPr>
            <w:tcW w:w="2280" w:type="dxa"/>
            <w:vAlign w:val="center"/>
          </w:tcPr>
          <w:p w14:paraId="495756FC" w14:textId="77777777" w:rsidR="0095436B" w:rsidRPr="00DF6DD6" w:rsidRDefault="0095436B" w:rsidP="00401ADA">
            <w:pPr>
              <w:pStyle w:val="TAC"/>
              <w:keepNext w:val="0"/>
              <w:rPr>
                <w:lang w:val="fi-FI" w:eastAsia="fi-FI"/>
              </w:rPr>
            </w:pPr>
            <w:r w:rsidRPr="00DF6DD6">
              <w:rPr>
                <w:noProof/>
                <w:lang w:eastAsia="ja-JP"/>
              </w:rPr>
              <w:t>DC_20A_n8A</w:t>
            </w:r>
          </w:p>
        </w:tc>
        <w:tc>
          <w:tcPr>
            <w:tcW w:w="2738" w:type="dxa"/>
            <w:shd w:val="clear" w:color="auto" w:fill="auto"/>
            <w:noWrap/>
            <w:vAlign w:val="center"/>
          </w:tcPr>
          <w:p w14:paraId="36B0DF5C" w14:textId="51728BC9" w:rsidR="0095436B" w:rsidRPr="00DF6DD6" w:rsidRDefault="0095436B" w:rsidP="00401ADA">
            <w:pPr>
              <w:pStyle w:val="TAC"/>
              <w:keepNext w:val="0"/>
              <w:rPr>
                <w:lang w:val="fi-FI" w:eastAsia="fi-FI"/>
              </w:rPr>
            </w:pPr>
            <w:r w:rsidRPr="00DF6DD6">
              <w:rPr>
                <w:lang w:val="fi-FI" w:eastAsia="ja-JP"/>
              </w:rPr>
              <w:t>DC_20_n8</w:t>
            </w:r>
          </w:p>
        </w:tc>
      </w:tr>
      <w:tr w:rsidR="00F55B07" w:rsidRPr="00DF6DD6" w14:paraId="00E48675" w14:textId="77777777" w:rsidTr="00A6034C">
        <w:trPr>
          <w:trHeight w:val="288"/>
          <w:jc w:val="center"/>
        </w:trPr>
        <w:tc>
          <w:tcPr>
            <w:tcW w:w="2537" w:type="dxa"/>
            <w:shd w:val="clear" w:color="auto" w:fill="auto"/>
            <w:noWrap/>
            <w:vAlign w:val="center"/>
          </w:tcPr>
          <w:p w14:paraId="386C7748" w14:textId="29A529F1" w:rsidR="0095436B" w:rsidRPr="00DF6DD6" w:rsidRDefault="004055F3" w:rsidP="00401ADA">
            <w:pPr>
              <w:pStyle w:val="TAC"/>
              <w:keepNext w:val="0"/>
              <w:rPr>
                <w:lang w:val="fi-FI" w:eastAsia="fi-FI"/>
              </w:rPr>
            </w:pPr>
            <w:r w:rsidRPr="001D60C5">
              <w:rPr>
                <w:noProof/>
                <w:lang w:eastAsia="ja-JP"/>
              </w:rPr>
              <w:t>DC_20A_n28A</w:t>
            </w:r>
            <w:r w:rsidRPr="001D60C5">
              <w:rPr>
                <w:noProof/>
                <w:vertAlign w:val="superscript"/>
                <w:lang w:eastAsia="ja-JP"/>
              </w:rPr>
              <w:t>8,10,11</w:t>
            </w:r>
          </w:p>
        </w:tc>
        <w:tc>
          <w:tcPr>
            <w:tcW w:w="2280" w:type="dxa"/>
            <w:vAlign w:val="center"/>
          </w:tcPr>
          <w:p w14:paraId="3428D614" w14:textId="77777777" w:rsidR="0095436B" w:rsidRPr="00DF6DD6" w:rsidRDefault="0095436B" w:rsidP="00401ADA">
            <w:pPr>
              <w:pStyle w:val="TAC"/>
              <w:keepNext w:val="0"/>
              <w:rPr>
                <w:lang w:val="fi-FI" w:eastAsia="fi-FI"/>
              </w:rPr>
            </w:pPr>
            <w:r w:rsidRPr="00DF6DD6">
              <w:rPr>
                <w:noProof/>
                <w:lang w:eastAsia="ja-JP"/>
              </w:rPr>
              <w:t>DC_20A_n28A</w:t>
            </w:r>
          </w:p>
        </w:tc>
        <w:tc>
          <w:tcPr>
            <w:tcW w:w="2738" w:type="dxa"/>
            <w:shd w:val="clear" w:color="auto" w:fill="auto"/>
            <w:noWrap/>
            <w:vAlign w:val="center"/>
          </w:tcPr>
          <w:p w14:paraId="1DA99DB3" w14:textId="72FBEF4E" w:rsidR="0095436B" w:rsidRPr="00DF6DD6" w:rsidRDefault="0095436B" w:rsidP="00401ADA">
            <w:pPr>
              <w:pStyle w:val="TAC"/>
              <w:keepNext w:val="0"/>
              <w:rPr>
                <w:lang w:val="fi-FI" w:eastAsia="fi-FI"/>
              </w:rPr>
            </w:pPr>
            <w:r w:rsidRPr="00DF6DD6">
              <w:rPr>
                <w:lang w:val="fi-FI" w:eastAsia="ja-JP"/>
              </w:rPr>
              <w:t>No</w:t>
            </w:r>
          </w:p>
        </w:tc>
      </w:tr>
      <w:tr w:rsidR="00F55B07" w:rsidRPr="00DF6DD6" w14:paraId="3473A220" w14:textId="77777777" w:rsidTr="00A6034C">
        <w:trPr>
          <w:trHeight w:val="288"/>
          <w:jc w:val="center"/>
        </w:trPr>
        <w:tc>
          <w:tcPr>
            <w:tcW w:w="2537" w:type="dxa"/>
            <w:shd w:val="clear" w:color="auto" w:fill="auto"/>
            <w:noWrap/>
            <w:vAlign w:val="center"/>
          </w:tcPr>
          <w:p w14:paraId="5A06D8F8" w14:textId="77777777" w:rsidR="0095436B" w:rsidRPr="00DF6DD6" w:rsidRDefault="0095436B" w:rsidP="00401ADA">
            <w:pPr>
              <w:pStyle w:val="TAC"/>
              <w:keepNext w:val="0"/>
              <w:rPr>
                <w:noProof/>
                <w:lang w:eastAsia="ja-JP"/>
              </w:rPr>
            </w:pPr>
            <w:r w:rsidRPr="00DF6DD6">
              <w:rPr>
                <w:lang w:val="fi-FI" w:eastAsia="fi-FI"/>
              </w:rPr>
              <w:t>DC_20A_n51A</w:t>
            </w:r>
          </w:p>
        </w:tc>
        <w:tc>
          <w:tcPr>
            <w:tcW w:w="2280" w:type="dxa"/>
            <w:vAlign w:val="center"/>
          </w:tcPr>
          <w:p w14:paraId="53BE9136" w14:textId="77777777" w:rsidR="0095436B" w:rsidRPr="00DF6DD6" w:rsidRDefault="0095436B" w:rsidP="00401ADA">
            <w:pPr>
              <w:pStyle w:val="TAC"/>
              <w:keepNext w:val="0"/>
              <w:rPr>
                <w:noProof/>
                <w:lang w:eastAsia="ja-JP"/>
              </w:rPr>
            </w:pPr>
            <w:r w:rsidRPr="00DF6DD6">
              <w:rPr>
                <w:lang w:val="fi-FI" w:eastAsia="fi-FI"/>
              </w:rPr>
              <w:t>DC_20A_n51A</w:t>
            </w:r>
          </w:p>
        </w:tc>
        <w:tc>
          <w:tcPr>
            <w:tcW w:w="2738" w:type="dxa"/>
            <w:shd w:val="clear" w:color="auto" w:fill="auto"/>
            <w:noWrap/>
            <w:vAlign w:val="center"/>
          </w:tcPr>
          <w:p w14:paraId="50D5B83B" w14:textId="4618693D" w:rsidR="0095436B" w:rsidRPr="00DF6DD6" w:rsidRDefault="0095436B" w:rsidP="00401ADA">
            <w:pPr>
              <w:pStyle w:val="TAC"/>
              <w:keepNext w:val="0"/>
              <w:rPr>
                <w:lang w:val="fi-FI" w:eastAsia="ja-JP"/>
              </w:rPr>
            </w:pPr>
            <w:r w:rsidRPr="00DF6DD6">
              <w:rPr>
                <w:rFonts w:eastAsia="Yu Mincho"/>
                <w:lang w:val="fi-FI" w:eastAsia="ja-JP"/>
              </w:rPr>
              <w:t>No</w:t>
            </w:r>
          </w:p>
        </w:tc>
      </w:tr>
      <w:tr w:rsidR="00F55B07" w:rsidRPr="00DF6DD6" w14:paraId="3BF2654B" w14:textId="77777777" w:rsidTr="00A6034C">
        <w:trPr>
          <w:trHeight w:val="288"/>
          <w:jc w:val="center"/>
        </w:trPr>
        <w:tc>
          <w:tcPr>
            <w:tcW w:w="2537" w:type="dxa"/>
            <w:shd w:val="clear" w:color="auto" w:fill="auto"/>
            <w:noWrap/>
            <w:vAlign w:val="center"/>
          </w:tcPr>
          <w:p w14:paraId="531F81A3" w14:textId="796759FB" w:rsidR="0095436B" w:rsidRPr="00DF6DD6" w:rsidRDefault="0095436B" w:rsidP="00401ADA">
            <w:pPr>
              <w:pStyle w:val="TAC"/>
              <w:keepNext w:val="0"/>
              <w:rPr>
                <w:lang w:val="fi-FI" w:eastAsia="fi-FI"/>
              </w:rPr>
            </w:pPr>
            <w:r w:rsidRPr="00DF6DD6">
              <w:rPr>
                <w:lang w:val="fi-FI" w:eastAsia="fi-FI"/>
              </w:rPr>
              <w:t>DC_20A_n77A</w:t>
            </w:r>
            <w:r w:rsidRPr="00DF6DD6">
              <w:rPr>
                <w:vertAlign w:val="superscript"/>
                <w:lang w:val="fi-FI" w:eastAsia="fi-FI"/>
              </w:rPr>
              <w:t>7</w:t>
            </w:r>
          </w:p>
        </w:tc>
        <w:tc>
          <w:tcPr>
            <w:tcW w:w="2280" w:type="dxa"/>
            <w:vAlign w:val="center"/>
          </w:tcPr>
          <w:p w14:paraId="7ABD2626" w14:textId="77777777" w:rsidR="0095436B" w:rsidRPr="00DF6DD6" w:rsidRDefault="0095436B" w:rsidP="00401ADA">
            <w:pPr>
              <w:pStyle w:val="TAC"/>
              <w:keepNext w:val="0"/>
              <w:rPr>
                <w:lang w:val="fi-FI" w:eastAsia="fi-FI"/>
              </w:rPr>
            </w:pPr>
            <w:r w:rsidRPr="00DF6DD6">
              <w:rPr>
                <w:lang w:val="fi-FI" w:eastAsia="fi-FI"/>
              </w:rPr>
              <w:t>DC_20A_n77A</w:t>
            </w:r>
          </w:p>
        </w:tc>
        <w:tc>
          <w:tcPr>
            <w:tcW w:w="2738" w:type="dxa"/>
            <w:shd w:val="clear" w:color="auto" w:fill="auto"/>
            <w:noWrap/>
            <w:vAlign w:val="center"/>
          </w:tcPr>
          <w:p w14:paraId="456D7B23" w14:textId="318A2433" w:rsidR="0095436B" w:rsidRPr="00DF6DD6" w:rsidRDefault="0095436B" w:rsidP="00401ADA">
            <w:pPr>
              <w:pStyle w:val="TAC"/>
              <w:keepNext w:val="0"/>
              <w:rPr>
                <w:lang w:val="fi-FI" w:eastAsia="fi-FI"/>
              </w:rPr>
            </w:pPr>
            <w:r w:rsidRPr="00DF6DD6">
              <w:rPr>
                <w:rFonts w:eastAsia="Yu Mincho"/>
                <w:lang w:val="fi-FI" w:eastAsia="ja-JP"/>
              </w:rPr>
              <w:t>No</w:t>
            </w:r>
          </w:p>
        </w:tc>
      </w:tr>
      <w:tr w:rsidR="00F55B07" w:rsidRPr="00DF6DD6" w14:paraId="109AE3E1" w14:textId="77777777" w:rsidTr="00A6034C">
        <w:trPr>
          <w:trHeight w:val="288"/>
          <w:jc w:val="center"/>
        </w:trPr>
        <w:tc>
          <w:tcPr>
            <w:tcW w:w="2537" w:type="dxa"/>
            <w:shd w:val="clear" w:color="auto" w:fill="auto"/>
            <w:noWrap/>
            <w:vAlign w:val="center"/>
          </w:tcPr>
          <w:p w14:paraId="5D24C23D" w14:textId="03538C69" w:rsidR="0095436B" w:rsidRPr="00DF6DD6" w:rsidRDefault="0095436B" w:rsidP="00401ADA">
            <w:pPr>
              <w:pStyle w:val="TAC"/>
              <w:keepNext w:val="0"/>
              <w:rPr>
                <w:lang w:val="fi-FI" w:eastAsia="fi-FI"/>
              </w:rPr>
            </w:pPr>
            <w:r w:rsidRPr="00DF6DD6">
              <w:rPr>
                <w:lang w:val="fi-FI" w:eastAsia="fi-FI"/>
              </w:rPr>
              <w:t>DC_20A_n78A</w:t>
            </w:r>
            <w:r w:rsidRPr="00DF6DD6">
              <w:rPr>
                <w:vertAlign w:val="superscript"/>
                <w:lang w:val="fi-FI" w:eastAsia="fi-FI"/>
              </w:rPr>
              <w:t>7</w:t>
            </w:r>
          </w:p>
        </w:tc>
        <w:tc>
          <w:tcPr>
            <w:tcW w:w="2280" w:type="dxa"/>
            <w:vAlign w:val="center"/>
          </w:tcPr>
          <w:p w14:paraId="663C8FC0" w14:textId="77777777" w:rsidR="0095436B" w:rsidRPr="00DF6DD6" w:rsidRDefault="0095436B" w:rsidP="00401ADA">
            <w:pPr>
              <w:pStyle w:val="TAC"/>
              <w:keepNext w:val="0"/>
              <w:rPr>
                <w:lang w:val="fi-FI" w:eastAsia="fi-FI"/>
              </w:rPr>
            </w:pPr>
            <w:r w:rsidRPr="00DF6DD6">
              <w:rPr>
                <w:lang w:val="fi-FI" w:eastAsia="fi-FI"/>
              </w:rPr>
              <w:t>DC_20A_n78A</w:t>
            </w:r>
          </w:p>
        </w:tc>
        <w:tc>
          <w:tcPr>
            <w:tcW w:w="2738" w:type="dxa"/>
            <w:shd w:val="clear" w:color="auto" w:fill="auto"/>
            <w:noWrap/>
            <w:vAlign w:val="center"/>
          </w:tcPr>
          <w:p w14:paraId="3C63A0AD" w14:textId="1B9B869B" w:rsidR="0095436B" w:rsidRPr="00DF6DD6" w:rsidRDefault="0095436B" w:rsidP="00401ADA">
            <w:pPr>
              <w:pStyle w:val="TAC"/>
              <w:keepNext w:val="0"/>
              <w:rPr>
                <w:lang w:val="fi-FI" w:eastAsia="fi-FI"/>
              </w:rPr>
            </w:pPr>
            <w:r w:rsidRPr="00DF6DD6">
              <w:rPr>
                <w:rFonts w:eastAsia="Yu Mincho"/>
                <w:lang w:val="fi-FI" w:eastAsia="ja-JP"/>
              </w:rPr>
              <w:t>No</w:t>
            </w:r>
          </w:p>
        </w:tc>
      </w:tr>
      <w:tr w:rsidR="00F55B07" w:rsidRPr="00DF6DD6" w14:paraId="7BEDB9C8" w14:textId="77777777" w:rsidTr="00A6034C">
        <w:trPr>
          <w:trHeight w:val="288"/>
          <w:jc w:val="center"/>
        </w:trPr>
        <w:tc>
          <w:tcPr>
            <w:tcW w:w="2537" w:type="dxa"/>
            <w:shd w:val="clear" w:color="auto" w:fill="auto"/>
            <w:noWrap/>
            <w:vAlign w:val="center"/>
          </w:tcPr>
          <w:p w14:paraId="2124F6AC" w14:textId="373E543D" w:rsidR="0095436B" w:rsidRPr="00DF6DD6" w:rsidRDefault="0095436B" w:rsidP="00401ADA">
            <w:pPr>
              <w:pStyle w:val="TAC"/>
              <w:keepNext w:val="0"/>
              <w:rPr>
                <w:lang w:val="en-US" w:eastAsia="fi-FI"/>
              </w:rPr>
            </w:pPr>
            <w:r w:rsidRPr="00DF6DD6">
              <w:rPr>
                <w:lang w:val="en-US" w:eastAsia="fi-FI"/>
              </w:rPr>
              <w:t>DC_21A_n77A</w:t>
            </w:r>
            <w:r w:rsidRPr="00DF6DD6">
              <w:rPr>
                <w:vertAlign w:val="superscript"/>
                <w:lang w:val="en-US" w:eastAsia="fi-FI"/>
              </w:rPr>
              <w:t>7</w:t>
            </w:r>
          </w:p>
          <w:p w14:paraId="2217E659" w14:textId="6D327590" w:rsidR="0095436B" w:rsidRPr="00DF6DD6" w:rsidRDefault="0095436B" w:rsidP="00401ADA">
            <w:pPr>
              <w:pStyle w:val="TAC"/>
              <w:keepNext w:val="0"/>
              <w:rPr>
                <w:lang w:val="en-US" w:eastAsia="fi-FI"/>
              </w:rPr>
            </w:pPr>
            <w:r w:rsidRPr="00DF6DD6">
              <w:rPr>
                <w:lang w:val="en-US" w:eastAsia="fi-FI"/>
              </w:rPr>
              <w:t>DC_21A_n77C</w:t>
            </w:r>
            <w:r w:rsidRPr="00DF6DD6">
              <w:rPr>
                <w:vertAlign w:val="superscript"/>
                <w:lang w:val="en-US" w:eastAsia="fi-FI"/>
              </w:rPr>
              <w:t>7</w:t>
            </w:r>
          </w:p>
        </w:tc>
        <w:tc>
          <w:tcPr>
            <w:tcW w:w="2280" w:type="dxa"/>
            <w:vAlign w:val="center"/>
          </w:tcPr>
          <w:p w14:paraId="09ECB136" w14:textId="77777777" w:rsidR="0095436B" w:rsidRPr="00DF6DD6" w:rsidRDefault="0095436B" w:rsidP="00401ADA">
            <w:pPr>
              <w:pStyle w:val="TAC"/>
              <w:keepNext w:val="0"/>
              <w:rPr>
                <w:lang w:val="fi-FI" w:eastAsia="fi-FI"/>
              </w:rPr>
            </w:pPr>
            <w:r w:rsidRPr="00DF6DD6">
              <w:rPr>
                <w:lang w:val="fi-FI" w:eastAsia="fi-FI"/>
              </w:rPr>
              <w:t>DC_21A_n77A</w:t>
            </w:r>
          </w:p>
        </w:tc>
        <w:tc>
          <w:tcPr>
            <w:tcW w:w="2738" w:type="dxa"/>
            <w:shd w:val="clear" w:color="auto" w:fill="auto"/>
            <w:noWrap/>
            <w:vAlign w:val="center"/>
          </w:tcPr>
          <w:p w14:paraId="58572607" w14:textId="3887A620" w:rsidR="0095436B" w:rsidRPr="00DF6DD6" w:rsidRDefault="0095436B" w:rsidP="00401ADA">
            <w:pPr>
              <w:pStyle w:val="TAC"/>
              <w:keepNext w:val="0"/>
              <w:rPr>
                <w:lang w:val="fi-FI" w:eastAsia="fi-FI"/>
              </w:rPr>
            </w:pPr>
            <w:r w:rsidRPr="00DF6DD6">
              <w:rPr>
                <w:lang w:val="fi-FI" w:eastAsia="fi-FI"/>
              </w:rPr>
              <w:t>No</w:t>
            </w:r>
          </w:p>
        </w:tc>
      </w:tr>
      <w:tr w:rsidR="00F55B07" w:rsidRPr="00DF6DD6" w14:paraId="7E2FE2CD" w14:textId="77777777" w:rsidTr="00A6034C">
        <w:trPr>
          <w:trHeight w:val="288"/>
          <w:jc w:val="center"/>
        </w:trPr>
        <w:tc>
          <w:tcPr>
            <w:tcW w:w="2537" w:type="dxa"/>
            <w:shd w:val="clear" w:color="auto" w:fill="auto"/>
            <w:noWrap/>
            <w:vAlign w:val="center"/>
          </w:tcPr>
          <w:p w14:paraId="69FD1CEC" w14:textId="43D4F825" w:rsidR="0095436B" w:rsidRPr="00DF6DD6" w:rsidRDefault="0095436B" w:rsidP="00401ADA">
            <w:pPr>
              <w:pStyle w:val="TAC"/>
              <w:keepNext w:val="0"/>
              <w:rPr>
                <w:lang w:val="en-US" w:eastAsia="fi-FI"/>
              </w:rPr>
            </w:pPr>
            <w:r w:rsidRPr="00DF6DD6">
              <w:rPr>
                <w:lang w:val="en-US" w:eastAsia="fi-FI"/>
              </w:rPr>
              <w:t>DC_21A_n78A</w:t>
            </w:r>
            <w:r w:rsidRPr="00DF6DD6">
              <w:rPr>
                <w:vertAlign w:val="superscript"/>
                <w:lang w:val="en-US" w:eastAsia="fi-FI"/>
              </w:rPr>
              <w:t>7</w:t>
            </w:r>
          </w:p>
          <w:p w14:paraId="2E4B7FE6" w14:textId="5C406D65" w:rsidR="0095436B" w:rsidRPr="00DF6DD6" w:rsidRDefault="0095436B" w:rsidP="00401ADA">
            <w:pPr>
              <w:pStyle w:val="TAC"/>
              <w:keepNext w:val="0"/>
              <w:rPr>
                <w:lang w:val="en-US" w:eastAsia="fi-FI"/>
              </w:rPr>
            </w:pPr>
            <w:r w:rsidRPr="00DF6DD6">
              <w:rPr>
                <w:lang w:val="en-US" w:eastAsia="fi-FI"/>
              </w:rPr>
              <w:t>DC_21A_n78C</w:t>
            </w:r>
            <w:r w:rsidRPr="00DF6DD6">
              <w:rPr>
                <w:vertAlign w:val="superscript"/>
                <w:lang w:val="en-US" w:eastAsia="fi-FI"/>
              </w:rPr>
              <w:t>7</w:t>
            </w:r>
          </w:p>
        </w:tc>
        <w:tc>
          <w:tcPr>
            <w:tcW w:w="2280" w:type="dxa"/>
            <w:vAlign w:val="center"/>
          </w:tcPr>
          <w:p w14:paraId="21765F31" w14:textId="77777777" w:rsidR="0095436B" w:rsidRPr="00DF6DD6" w:rsidRDefault="0095436B" w:rsidP="00401ADA">
            <w:pPr>
              <w:pStyle w:val="TAC"/>
              <w:keepNext w:val="0"/>
              <w:rPr>
                <w:lang w:val="fi-FI" w:eastAsia="fi-FI"/>
              </w:rPr>
            </w:pPr>
            <w:r w:rsidRPr="00DF6DD6">
              <w:rPr>
                <w:lang w:val="fi-FI" w:eastAsia="fi-FI"/>
              </w:rPr>
              <w:t>DC_21A_n78A</w:t>
            </w:r>
          </w:p>
        </w:tc>
        <w:tc>
          <w:tcPr>
            <w:tcW w:w="2738" w:type="dxa"/>
            <w:shd w:val="clear" w:color="auto" w:fill="auto"/>
            <w:noWrap/>
            <w:vAlign w:val="center"/>
          </w:tcPr>
          <w:p w14:paraId="552E9CF6" w14:textId="46FCEDD8" w:rsidR="0095436B" w:rsidRPr="00DF6DD6" w:rsidRDefault="0095436B" w:rsidP="00401ADA">
            <w:pPr>
              <w:pStyle w:val="TAC"/>
              <w:keepNext w:val="0"/>
              <w:rPr>
                <w:lang w:val="fi-FI" w:eastAsia="fi-FI"/>
              </w:rPr>
            </w:pPr>
            <w:r w:rsidRPr="00DF6DD6">
              <w:rPr>
                <w:lang w:val="fi-FI" w:eastAsia="fi-FI"/>
              </w:rPr>
              <w:t>No</w:t>
            </w:r>
          </w:p>
        </w:tc>
      </w:tr>
      <w:tr w:rsidR="00F55B07" w:rsidRPr="00DF6DD6" w14:paraId="45C1D985" w14:textId="77777777" w:rsidTr="00A6034C">
        <w:trPr>
          <w:trHeight w:val="288"/>
          <w:jc w:val="center"/>
        </w:trPr>
        <w:tc>
          <w:tcPr>
            <w:tcW w:w="2537" w:type="dxa"/>
            <w:shd w:val="clear" w:color="auto" w:fill="auto"/>
            <w:noWrap/>
            <w:vAlign w:val="center"/>
          </w:tcPr>
          <w:p w14:paraId="0E1CCBDC" w14:textId="2EB1A03F" w:rsidR="0095436B" w:rsidRPr="00DF6DD6" w:rsidRDefault="0095436B" w:rsidP="00401ADA">
            <w:pPr>
              <w:pStyle w:val="TAC"/>
              <w:keepNext w:val="0"/>
              <w:rPr>
                <w:lang w:val="en-US" w:eastAsia="fi-FI"/>
              </w:rPr>
            </w:pPr>
            <w:r w:rsidRPr="00DF6DD6">
              <w:rPr>
                <w:lang w:val="en-US" w:eastAsia="fi-FI"/>
              </w:rPr>
              <w:t>DC_21A_n79A</w:t>
            </w:r>
            <w:r w:rsidRPr="00DF6DD6">
              <w:rPr>
                <w:vertAlign w:val="superscript"/>
                <w:lang w:val="en-US" w:eastAsia="fi-FI"/>
              </w:rPr>
              <w:t>7</w:t>
            </w:r>
          </w:p>
          <w:p w14:paraId="01C5744B" w14:textId="6F5D6195" w:rsidR="0095436B" w:rsidRPr="00DF6DD6" w:rsidRDefault="0095436B" w:rsidP="00401ADA">
            <w:pPr>
              <w:pStyle w:val="TAC"/>
              <w:keepNext w:val="0"/>
              <w:rPr>
                <w:lang w:val="en-US" w:eastAsia="fi-FI"/>
              </w:rPr>
            </w:pPr>
            <w:r w:rsidRPr="00DF6DD6">
              <w:rPr>
                <w:lang w:val="en-US" w:eastAsia="fi-FI"/>
              </w:rPr>
              <w:t>DC_21A_n79C</w:t>
            </w:r>
            <w:r w:rsidRPr="00DF6DD6">
              <w:rPr>
                <w:vertAlign w:val="superscript"/>
                <w:lang w:val="en-US" w:eastAsia="fi-FI"/>
              </w:rPr>
              <w:t>7</w:t>
            </w:r>
          </w:p>
        </w:tc>
        <w:tc>
          <w:tcPr>
            <w:tcW w:w="2280" w:type="dxa"/>
            <w:vAlign w:val="center"/>
          </w:tcPr>
          <w:p w14:paraId="0F0B0BA9" w14:textId="77777777" w:rsidR="0095436B" w:rsidRPr="00DF6DD6" w:rsidRDefault="0095436B" w:rsidP="00401ADA">
            <w:pPr>
              <w:pStyle w:val="TAC"/>
              <w:keepNext w:val="0"/>
              <w:rPr>
                <w:lang w:val="fi-FI" w:eastAsia="fi-FI"/>
              </w:rPr>
            </w:pPr>
            <w:r w:rsidRPr="00DF6DD6">
              <w:rPr>
                <w:lang w:val="fi-FI" w:eastAsia="fi-FI"/>
              </w:rPr>
              <w:t>DC_21A_n79A</w:t>
            </w:r>
          </w:p>
        </w:tc>
        <w:tc>
          <w:tcPr>
            <w:tcW w:w="2738" w:type="dxa"/>
            <w:shd w:val="clear" w:color="auto" w:fill="auto"/>
            <w:noWrap/>
            <w:vAlign w:val="center"/>
          </w:tcPr>
          <w:p w14:paraId="35CAFE88" w14:textId="703D5799" w:rsidR="0095436B" w:rsidRPr="00DF6DD6" w:rsidRDefault="0095436B" w:rsidP="00401ADA">
            <w:pPr>
              <w:pStyle w:val="TAC"/>
              <w:keepNext w:val="0"/>
              <w:rPr>
                <w:lang w:val="fi-FI" w:eastAsia="fi-FI"/>
              </w:rPr>
            </w:pPr>
            <w:r w:rsidRPr="00DF6DD6">
              <w:rPr>
                <w:lang w:val="fi-FI" w:eastAsia="fi-FI"/>
              </w:rPr>
              <w:t>No</w:t>
            </w:r>
          </w:p>
        </w:tc>
      </w:tr>
      <w:tr w:rsidR="00F55B07" w:rsidRPr="00DF6DD6" w14:paraId="5211DC3E" w14:textId="77777777" w:rsidTr="00A6034C">
        <w:trPr>
          <w:trHeight w:val="288"/>
          <w:jc w:val="center"/>
        </w:trPr>
        <w:tc>
          <w:tcPr>
            <w:tcW w:w="2537" w:type="dxa"/>
            <w:shd w:val="clear" w:color="auto" w:fill="auto"/>
            <w:noWrap/>
            <w:vAlign w:val="center"/>
          </w:tcPr>
          <w:p w14:paraId="38C28EEB" w14:textId="77777777" w:rsidR="0095436B" w:rsidRPr="00DF6DD6" w:rsidRDefault="0095436B" w:rsidP="00401ADA">
            <w:pPr>
              <w:pStyle w:val="TAC"/>
              <w:keepNext w:val="0"/>
              <w:rPr>
                <w:lang w:val="fi-FI" w:eastAsia="fi-FI"/>
              </w:rPr>
            </w:pPr>
            <w:r w:rsidRPr="00DF6DD6">
              <w:rPr>
                <w:lang w:val="fi-FI" w:eastAsia="fi-FI"/>
              </w:rPr>
              <w:t>DC_25A_n41A</w:t>
            </w:r>
          </w:p>
        </w:tc>
        <w:tc>
          <w:tcPr>
            <w:tcW w:w="2280" w:type="dxa"/>
            <w:vAlign w:val="center"/>
          </w:tcPr>
          <w:p w14:paraId="1AF1B1C7" w14:textId="77777777" w:rsidR="0095436B" w:rsidRPr="00DF6DD6" w:rsidRDefault="0095436B" w:rsidP="00401ADA">
            <w:pPr>
              <w:pStyle w:val="TAC"/>
              <w:keepNext w:val="0"/>
              <w:rPr>
                <w:lang w:val="fi-FI" w:eastAsia="fi-FI"/>
              </w:rPr>
            </w:pPr>
            <w:r w:rsidRPr="00DF6DD6">
              <w:rPr>
                <w:lang w:val="fi-FI" w:eastAsia="fi-FI"/>
              </w:rPr>
              <w:t>DC_25A_n41A</w:t>
            </w:r>
          </w:p>
        </w:tc>
        <w:tc>
          <w:tcPr>
            <w:tcW w:w="2738" w:type="dxa"/>
            <w:shd w:val="clear" w:color="auto" w:fill="auto"/>
            <w:noWrap/>
            <w:vAlign w:val="center"/>
          </w:tcPr>
          <w:p w14:paraId="453DE20E" w14:textId="7C568A81" w:rsidR="0095436B" w:rsidRPr="00DF6DD6" w:rsidRDefault="0095436B" w:rsidP="00401ADA">
            <w:pPr>
              <w:pStyle w:val="TAC"/>
              <w:keepNext w:val="0"/>
              <w:rPr>
                <w:lang w:val="fi-FI" w:eastAsia="fi-FI"/>
              </w:rPr>
            </w:pPr>
            <w:r w:rsidRPr="00DF6DD6">
              <w:rPr>
                <w:lang w:val="fi-FI" w:eastAsia="fi-FI"/>
              </w:rPr>
              <w:t>No</w:t>
            </w:r>
          </w:p>
        </w:tc>
      </w:tr>
      <w:tr w:rsidR="00F55B07" w:rsidRPr="00DF6DD6" w14:paraId="62ABFD40" w14:textId="77777777" w:rsidTr="00A6034C">
        <w:trPr>
          <w:trHeight w:val="288"/>
          <w:jc w:val="center"/>
        </w:trPr>
        <w:tc>
          <w:tcPr>
            <w:tcW w:w="2537" w:type="dxa"/>
            <w:shd w:val="clear" w:color="auto" w:fill="auto"/>
            <w:noWrap/>
            <w:vAlign w:val="center"/>
          </w:tcPr>
          <w:p w14:paraId="123B2AE4" w14:textId="77777777" w:rsidR="0095436B" w:rsidRPr="00DF6DD6" w:rsidRDefault="0095436B" w:rsidP="00401ADA">
            <w:pPr>
              <w:pStyle w:val="TAC"/>
              <w:keepNext w:val="0"/>
              <w:rPr>
                <w:lang w:val="fi-FI" w:eastAsia="fi-FI"/>
              </w:rPr>
            </w:pPr>
            <w:r w:rsidRPr="00DF6DD6">
              <w:rPr>
                <w:lang w:val="fi-FI" w:eastAsia="fi-FI"/>
              </w:rPr>
              <w:t>DC_26A_n41A</w:t>
            </w:r>
          </w:p>
        </w:tc>
        <w:tc>
          <w:tcPr>
            <w:tcW w:w="2280" w:type="dxa"/>
            <w:vAlign w:val="center"/>
          </w:tcPr>
          <w:p w14:paraId="02E923AE" w14:textId="77777777" w:rsidR="0095436B" w:rsidRPr="00DF6DD6" w:rsidRDefault="0095436B" w:rsidP="00401ADA">
            <w:pPr>
              <w:pStyle w:val="TAC"/>
              <w:keepNext w:val="0"/>
              <w:rPr>
                <w:lang w:val="fi-FI" w:eastAsia="fi-FI"/>
              </w:rPr>
            </w:pPr>
            <w:r w:rsidRPr="00DF6DD6">
              <w:rPr>
                <w:lang w:val="fi-FI" w:eastAsia="fi-FI"/>
              </w:rPr>
              <w:t>DC_26A_n41A</w:t>
            </w:r>
          </w:p>
        </w:tc>
        <w:tc>
          <w:tcPr>
            <w:tcW w:w="2738" w:type="dxa"/>
            <w:shd w:val="clear" w:color="auto" w:fill="auto"/>
            <w:noWrap/>
            <w:vAlign w:val="center"/>
          </w:tcPr>
          <w:p w14:paraId="450A7C30" w14:textId="1F0C75DE" w:rsidR="0095436B" w:rsidRPr="00DF6DD6" w:rsidRDefault="0095436B" w:rsidP="00401ADA">
            <w:pPr>
              <w:pStyle w:val="TAC"/>
              <w:keepNext w:val="0"/>
              <w:rPr>
                <w:lang w:val="fi-FI" w:eastAsia="fi-FI"/>
              </w:rPr>
            </w:pPr>
            <w:r w:rsidRPr="00DF6DD6">
              <w:rPr>
                <w:lang w:val="fi-FI" w:eastAsia="fi-FI"/>
              </w:rPr>
              <w:t>No</w:t>
            </w:r>
          </w:p>
        </w:tc>
      </w:tr>
      <w:tr w:rsidR="00F55B07" w:rsidRPr="00DF6DD6" w14:paraId="1A8E3A50" w14:textId="77777777" w:rsidTr="00A6034C">
        <w:trPr>
          <w:trHeight w:val="288"/>
          <w:jc w:val="center"/>
        </w:trPr>
        <w:tc>
          <w:tcPr>
            <w:tcW w:w="2537" w:type="dxa"/>
            <w:shd w:val="clear" w:color="auto" w:fill="auto"/>
            <w:noWrap/>
            <w:vAlign w:val="center"/>
          </w:tcPr>
          <w:p w14:paraId="7B1F6447" w14:textId="6C758304" w:rsidR="0095436B" w:rsidRPr="00DF6DD6" w:rsidRDefault="0095436B" w:rsidP="00401ADA">
            <w:pPr>
              <w:pStyle w:val="TAC"/>
              <w:keepNext w:val="0"/>
              <w:rPr>
                <w:lang w:val="fi-FI" w:eastAsia="fi-FI"/>
              </w:rPr>
            </w:pPr>
            <w:r w:rsidRPr="00DF6DD6">
              <w:rPr>
                <w:rFonts w:hint="eastAsia"/>
                <w:lang w:eastAsia="ja-JP"/>
              </w:rPr>
              <w:t>DC_</w:t>
            </w:r>
            <w:r w:rsidRPr="00DF6DD6">
              <w:rPr>
                <w:lang w:eastAsia="ja-JP"/>
              </w:rPr>
              <w:t>26A_n77A</w:t>
            </w:r>
            <w:r w:rsidRPr="00DF6DD6">
              <w:rPr>
                <w:vertAlign w:val="superscript"/>
                <w:lang w:val="fi-FI" w:eastAsia="fi-FI"/>
              </w:rPr>
              <w:t>7</w:t>
            </w:r>
          </w:p>
        </w:tc>
        <w:tc>
          <w:tcPr>
            <w:tcW w:w="2280" w:type="dxa"/>
            <w:vAlign w:val="center"/>
          </w:tcPr>
          <w:p w14:paraId="7E56E46F" w14:textId="77777777" w:rsidR="0095436B" w:rsidRPr="00DF6DD6" w:rsidRDefault="0095436B" w:rsidP="00401ADA">
            <w:pPr>
              <w:pStyle w:val="TAC"/>
              <w:keepNext w:val="0"/>
              <w:rPr>
                <w:lang w:val="fi-FI" w:eastAsia="fi-FI"/>
              </w:rPr>
            </w:pPr>
            <w:r w:rsidRPr="00DF6DD6">
              <w:rPr>
                <w:lang w:eastAsia="ja-JP"/>
              </w:rPr>
              <w:t>DC_26A_n77A</w:t>
            </w:r>
          </w:p>
        </w:tc>
        <w:tc>
          <w:tcPr>
            <w:tcW w:w="2738" w:type="dxa"/>
            <w:shd w:val="clear" w:color="auto" w:fill="auto"/>
            <w:noWrap/>
            <w:vAlign w:val="center"/>
          </w:tcPr>
          <w:p w14:paraId="66868536" w14:textId="3C129AFE" w:rsidR="0095436B" w:rsidRPr="00DF6DD6" w:rsidRDefault="0095436B" w:rsidP="00401ADA">
            <w:pPr>
              <w:pStyle w:val="TAC"/>
              <w:keepNext w:val="0"/>
              <w:rPr>
                <w:lang w:val="fi-FI" w:eastAsia="fi-FI"/>
              </w:rPr>
            </w:pPr>
            <w:r w:rsidRPr="00DF6DD6">
              <w:rPr>
                <w:lang w:eastAsia="ja-JP"/>
              </w:rPr>
              <w:t>No</w:t>
            </w:r>
          </w:p>
        </w:tc>
      </w:tr>
      <w:tr w:rsidR="00F55B07" w:rsidRPr="00DF6DD6" w14:paraId="1720B491" w14:textId="77777777" w:rsidTr="00A6034C">
        <w:trPr>
          <w:trHeight w:val="288"/>
          <w:jc w:val="center"/>
        </w:trPr>
        <w:tc>
          <w:tcPr>
            <w:tcW w:w="2537" w:type="dxa"/>
            <w:shd w:val="clear" w:color="auto" w:fill="auto"/>
            <w:noWrap/>
            <w:vAlign w:val="center"/>
          </w:tcPr>
          <w:p w14:paraId="5D5FD5DE" w14:textId="73303440" w:rsidR="0095436B" w:rsidRPr="00DF6DD6" w:rsidRDefault="0095436B" w:rsidP="00401ADA">
            <w:pPr>
              <w:pStyle w:val="TAC"/>
              <w:keepNext w:val="0"/>
              <w:rPr>
                <w:lang w:val="fi-FI" w:eastAsia="fi-FI"/>
              </w:rPr>
            </w:pPr>
            <w:r w:rsidRPr="00DF6DD6">
              <w:rPr>
                <w:rFonts w:hint="eastAsia"/>
                <w:lang w:eastAsia="ja-JP"/>
              </w:rPr>
              <w:t>DC_</w:t>
            </w:r>
            <w:r w:rsidRPr="00DF6DD6">
              <w:rPr>
                <w:lang w:eastAsia="ja-JP"/>
              </w:rPr>
              <w:t>26A_n78A</w:t>
            </w:r>
            <w:r w:rsidRPr="00DF6DD6">
              <w:rPr>
                <w:vertAlign w:val="superscript"/>
                <w:lang w:val="fi-FI" w:eastAsia="fi-FI"/>
              </w:rPr>
              <w:t>7</w:t>
            </w:r>
          </w:p>
        </w:tc>
        <w:tc>
          <w:tcPr>
            <w:tcW w:w="2280" w:type="dxa"/>
            <w:vAlign w:val="center"/>
          </w:tcPr>
          <w:p w14:paraId="409C9870" w14:textId="77777777" w:rsidR="0095436B" w:rsidRPr="00DF6DD6" w:rsidRDefault="0095436B" w:rsidP="00401ADA">
            <w:pPr>
              <w:pStyle w:val="TAC"/>
              <w:keepNext w:val="0"/>
              <w:rPr>
                <w:lang w:val="fi-FI" w:eastAsia="fi-FI"/>
              </w:rPr>
            </w:pPr>
            <w:r w:rsidRPr="00DF6DD6">
              <w:rPr>
                <w:lang w:eastAsia="ja-JP"/>
              </w:rPr>
              <w:t>DC_26A_n78A</w:t>
            </w:r>
          </w:p>
        </w:tc>
        <w:tc>
          <w:tcPr>
            <w:tcW w:w="2738" w:type="dxa"/>
            <w:shd w:val="clear" w:color="auto" w:fill="auto"/>
            <w:noWrap/>
            <w:vAlign w:val="center"/>
          </w:tcPr>
          <w:p w14:paraId="5290E504" w14:textId="30D0D7D8" w:rsidR="0095436B" w:rsidRPr="00DF6DD6" w:rsidRDefault="0095436B" w:rsidP="00401ADA">
            <w:pPr>
              <w:pStyle w:val="TAC"/>
              <w:keepNext w:val="0"/>
              <w:rPr>
                <w:lang w:val="fi-FI" w:eastAsia="fi-FI"/>
              </w:rPr>
            </w:pPr>
            <w:r w:rsidRPr="00DF6DD6">
              <w:rPr>
                <w:lang w:eastAsia="ja-JP"/>
              </w:rPr>
              <w:t>No</w:t>
            </w:r>
          </w:p>
        </w:tc>
      </w:tr>
      <w:tr w:rsidR="00F55B07" w:rsidRPr="00DF6DD6" w14:paraId="425454B7" w14:textId="77777777" w:rsidTr="00A6034C">
        <w:trPr>
          <w:trHeight w:val="288"/>
          <w:jc w:val="center"/>
        </w:trPr>
        <w:tc>
          <w:tcPr>
            <w:tcW w:w="2537" w:type="dxa"/>
            <w:shd w:val="clear" w:color="auto" w:fill="auto"/>
            <w:noWrap/>
            <w:vAlign w:val="center"/>
          </w:tcPr>
          <w:p w14:paraId="5CBBD49F" w14:textId="1B516893" w:rsidR="0095436B" w:rsidRPr="00DF6DD6" w:rsidRDefault="0095436B" w:rsidP="00401ADA">
            <w:pPr>
              <w:pStyle w:val="TAC"/>
              <w:keepNext w:val="0"/>
              <w:rPr>
                <w:lang w:val="fi-FI" w:eastAsia="fi-FI"/>
              </w:rPr>
            </w:pPr>
            <w:r w:rsidRPr="00DF6DD6">
              <w:rPr>
                <w:rFonts w:hint="eastAsia"/>
                <w:lang w:eastAsia="ja-JP"/>
              </w:rPr>
              <w:t>DC_</w:t>
            </w:r>
            <w:r w:rsidRPr="00DF6DD6">
              <w:rPr>
                <w:lang w:eastAsia="ja-JP"/>
              </w:rPr>
              <w:t>26A_n79A</w:t>
            </w:r>
            <w:r w:rsidRPr="00DF6DD6">
              <w:rPr>
                <w:vertAlign w:val="superscript"/>
                <w:lang w:val="fi-FI" w:eastAsia="fi-FI"/>
              </w:rPr>
              <w:t>7</w:t>
            </w:r>
          </w:p>
        </w:tc>
        <w:tc>
          <w:tcPr>
            <w:tcW w:w="2280" w:type="dxa"/>
            <w:vAlign w:val="center"/>
          </w:tcPr>
          <w:p w14:paraId="2CD8CF93" w14:textId="77777777" w:rsidR="0095436B" w:rsidRPr="00DF6DD6" w:rsidRDefault="0095436B" w:rsidP="00401ADA">
            <w:pPr>
              <w:pStyle w:val="TAC"/>
              <w:keepNext w:val="0"/>
              <w:rPr>
                <w:lang w:val="fi-FI" w:eastAsia="fi-FI"/>
              </w:rPr>
            </w:pPr>
            <w:r w:rsidRPr="00DF6DD6">
              <w:rPr>
                <w:lang w:eastAsia="ja-JP"/>
              </w:rPr>
              <w:t>DC_26A_n79A</w:t>
            </w:r>
          </w:p>
        </w:tc>
        <w:tc>
          <w:tcPr>
            <w:tcW w:w="2738" w:type="dxa"/>
            <w:shd w:val="clear" w:color="auto" w:fill="auto"/>
            <w:noWrap/>
            <w:vAlign w:val="center"/>
          </w:tcPr>
          <w:p w14:paraId="149FFEE4" w14:textId="56F53D94" w:rsidR="0095436B" w:rsidRPr="00DF6DD6" w:rsidRDefault="0095436B" w:rsidP="00401ADA">
            <w:pPr>
              <w:pStyle w:val="TAC"/>
              <w:keepNext w:val="0"/>
              <w:rPr>
                <w:lang w:val="fi-FI" w:eastAsia="fi-FI"/>
              </w:rPr>
            </w:pPr>
            <w:r w:rsidRPr="00DF6DD6">
              <w:rPr>
                <w:lang w:eastAsia="ja-JP"/>
              </w:rPr>
              <w:t>No</w:t>
            </w:r>
          </w:p>
        </w:tc>
      </w:tr>
      <w:tr w:rsidR="00F55B07" w:rsidRPr="00DF6DD6" w14:paraId="6DE05547" w14:textId="77777777" w:rsidTr="00A6034C">
        <w:trPr>
          <w:trHeight w:val="288"/>
          <w:jc w:val="center"/>
        </w:trPr>
        <w:tc>
          <w:tcPr>
            <w:tcW w:w="2537" w:type="dxa"/>
            <w:shd w:val="clear" w:color="auto" w:fill="auto"/>
            <w:noWrap/>
            <w:vAlign w:val="center"/>
          </w:tcPr>
          <w:p w14:paraId="3842C706" w14:textId="77777777" w:rsidR="0095436B" w:rsidRPr="00DF6DD6" w:rsidRDefault="0095436B" w:rsidP="00401ADA">
            <w:pPr>
              <w:pStyle w:val="TAC"/>
              <w:keepNext w:val="0"/>
              <w:rPr>
                <w:lang w:eastAsia="ja-JP"/>
              </w:rPr>
            </w:pPr>
            <w:r w:rsidRPr="00DF6DD6">
              <w:rPr>
                <w:lang w:eastAsia="ja-JP"/>
              </w:rPr>
              <w:t>DC_28A n51A</w:t>
            </w:r>
          </w:p>
        </w:tc>
        <w:tc>
          <w:tcPr>
            <w:tcW w:w="2280" w:type="dxa"/>
            <w:vAlign w:val="center"/>
          </w:tcPr>
          <w:p w14:paraId="74DA0326" w14:textId="77777777" w:rsidR="0095436B" w:rsidRPr="00DF6DD6" w:rsidRDefault="0095436B" w:rsidP="00401ADA">
            <w:pPr>
              <w:pStyle w:val="TAC"/>
              <w:keepNext w:val="0"/>
              <w:rPr>
                <w:lang w:eastAsia="ja-JP"/>
              </w:rPr>
            </w:pPr>
            <w:r w:rsidRPr="00DF6DD6">
              <w:rPr>
                <w:lang w:eastAsia="ja-JP"/>
              </w:rPr>
              <w:t>DC_28A_n51A</w:t>
            </w:r>
          </w:p>
        </w:tc>
        <w:tc>
          <w:tcPr>
            <w:tcW w:w="2738" w:type="dxa"/>
            <w:shd w:val="clear" w:color="auto" w:fill="auto"/>
            <w:noWrap/>
            <w:vAlign w:val="center"/>
          </w:tcPr>
          <w:p w14:paraId="6AB7BE11" w14:textId="194834E1" w:rsidR="0095436B" w:rsidRPr="00DF6DD6" w:rsidRDefault="0095436B" w:rsidP="00401ADA">
            <w:pPr>
              <w:pStyle w:val="TAC"/>
              <w:keepNext w:val="0"/>
              <w:rPr>
                <w:lang w:eastAsia="ja-JP"/>
              </w:rPr>
            </w:pPr>
            <w:r w:rsidRPr="00DF6DD6">
              <w:rPr>
                <w:lang w:eastAsia="ja-JP"/>
              </w:rPr>
              <w:t>No</w:t>
            </w:r>
          </w:p>
        </w:tc>
      </w:tr>
      <w:tr w:rsidR="00F55B07" w:rsidRPr="00DF6DD6" w14:paraId="1B7C7FB6" w14:textId="77777777" w:rsidTr="00A6034C">
        <w:trPr>
          <w:trHeight w:val="288"/>
          <w:jc w:val="center"/>
        </w:trPr>
        <w:tc>
          <w:tcPr>
            <w:tcW w:w="2537" w:type="dxa"/>
            <w:shd w:val="clear" w:color="auto" w:fill="auto"/>
            <w:noWrap/>
            <w:vAlign w:val="center"/>
          </w:tcPr>
          <w:p w14:paraId="523464ED" w14:textId="1D25837B" w:rsidR="0095436B" w:rsidRPr="00DF6DD6" w:rsidRDefault="0095436B" w:rsidP="00401ADA">
            <w:pPr>
              <w:pStyle w:val="TAC"/>
              <w:keepNext w:val="0"/>
              <w:rPr>
                <w:lang w:val="en-US" w:eastAsia="fi-FI"/>
              </w:rPr>
            </w:pPr>
            <w:r w:rsidRPr="00DF6DD6">
              <w:rPr>
                <w:lang w:val="en-US" w:eastAsia="fi-FI"/>
              </w:rPr>
              <w:t>DC_28A_n77A</w:t>
            </w:r>
            <w:r w:rsidRPr="00DF6DD6">
              <w:rPr>
                <w:vertAlign w:val="superscript"/>
                <w:lang w:val="en-US" w:eastAsia="fi-FI"/>
              </w:rPr>
              <w:t>7</w:t>
            </w:r>
          </w:p>
          <w:p w14:paraId="3F10B3BC" w14:textId="4331C260" w:rsidR="0095436B" w:rsidRPr="00DF6DD6" w:rsidRDefault="0095436B" w:rsidP="00401ADA">
            <w:pPr>
              <w:pStyle w:val="TAC"/>
              <w:keepNext w:val="0"/>
              <w:rPr>
                <w:lang w:val="en-US" w:eastAsia="fi-FI"/>
              </w:rPr>
            </w:pPr>
            <w:r w:rsidRPr="00DF6DD6">
              <w:rPr>
                <w:lang w:val="en-US" w:eastAsia="fi-FI"/>
              </w:rPr>
              <w:t>DC_28A_n77C</w:t>
            </w:r>
            <w:r w:rsidRPr="00DF6DD6">
              <w:rPr>
                <w:vertAlign w:val="superscript"/>
                <w:lang w:val="en-US" w:eastAsia="fi-FI"/>
              </w:rPr>
              <w:t>7</w:t>
            </w:r>
          </w:p>
        </w:tc>
        <w:tc>
          <w:tcPr>
            <w:tcW w:w="2280" w:type="dxa"/>
            <w:vAlign w:val="center"/>
          </w:tcPr>
          <w:p w14:paraId="7ECC12C1" w14:textId="77777777" w:rsidR="0095436B" w:rsidRPr="00DF6DD6" w:rsidRDefault="0095436B" w:rsidP="00401ADA">
            <w:pPr>
              <w:pStyle w:val="TAC"/>
              <w:keepNext w:val="0"/>
              <w:rPr>
                <w:lang w:val="fi-FI" w:eastAsia="fi-FI"/>
              </w:rPr>
            </w:pPr>
            <w:r w:rsidRPr="00DF6DD6">
              <w:rPr>
                <w:lang w:val="fi-FI" w:eastAsia="fi-FI"/>
              </w:rPr>
              <w:t>DC_28A_n77A</w:t>
            </w:r>
          </w:p>
        </w:tc>
        <w:tc>
          <w:tcPr>
            <w:tcW w:w="2738" w:type="dxa"/>
            <w:shd w:val="clear" w:color="auto" w:fill="auto"/>
            <w:noWrap/>
            <w:vAlign w:val="center"/>
          </w:tcPr>
          <w:p w14:paraId="75F85FAF" w14:textId="0221549D" w:rsidR="0095436B" w:rsidRPr="00DF6DD6" w:rsidRDefault="0095436B" w:rsidP="00401ADA">
            <w:pPr>
              <w:pStyle w:val="TAC"/>
              <w:keepNext w:val="0"/>
              <w:rPr>
                <w:lang w:val="fi-FI" w:eastAsia="fi-FI"/>
              </w:rPr>
            </w:pPr>
            <w:r w:rsidRPr="00DF6DD6">
              <w:rPr>
                <w:lang w:val="fi-FI" w:eastAsia="fi-FI"/>
              </w:rPr>
              <w:t>No</w:t>
            </w:r>
          </w:p>
        </w:tc>
      </w:tr>
      <w:tr w:rsidR="00F55B07" w:rsidRPr="00DF6DD6" w14:paraId="3C98677A" w14:textId="77777777" w:rsidTr="00A6034C">
        <w:trPr>
          <w:trHeight w:val="288"/>
          <w:jc w:val="center"/>
        </w:trPr>
        <w:tc>
          <w:tcPr>
            <w:tcW w:w="2537" w:type="dxa"/>
            <w:shd w:val="clear" w:color="auto" w:fill="auto"/>
            <w:noWrap/>
            <w:vAlign w:val="center"/>
          </w:tcPr>
          <w:p w14:paraId="123C267D" w14:textId="66FABBA8" w:rsidR="0095436B" w:rsidRPr="00DF6DD6" w:rsidRDefault="0095436B" w:rsidP="00401ADA">
            <w:pPr>
              <w:pStyle w:val="TAC"/>
              <w:keepNext w:val="0"/>
              <w:rPr>
                <w:lang w:val="en-US" w:eastAsia="fi-FI"/>
              </w:rPr>
            </w:pPr>
            <w:r w:rsidRPr="00DF6DD6">
              <w:rPr>
                <w:lang w:val="en-US" w:eastAsia="fi-FI"/>
              </w:rPr>
              <w:t>DC_28A_n78A</w:t>
            </w:r>
            <w:r w:rsidRPr="00DF6DD6">
              <w:rPr>
                <w:vertAlign w:val="superscript"/>
                <w:lang w:val="en-US" w:eastAsia="fi-FI"/>
              </w:rPr>
              <w:t>7</w:t>
            </w:r>
          </w:p>
          <w:p w14:paraId="289D33D2" w14:textId="3BFE139E" w:rsidR="0095436B" w:rsidRPr="00DF6DD6" w:rsidRDefault="0095436B" w:rsidP="00401ADA">
            <w:pPr>
              <w:pStyle w:val="TAC"/>
              <w:keepNext w:val="0"/>
              <w:rPr>
                <w:lang w:val="en-US" w:eastAsia="fi-FI"/>
              </w:rPr>
            </w:pPr>
            <w:r w:rsidRPr="00DF6DD6">
              <w:rPr>
                <w:lang w:val="en-US" w:eastAsia="fi-FI"/>
              </w:rPr>
              <w:t>DC_28A_n78C</w:t>
            </w:r>
            <w:r w:rsidRPr="00DF6DD6">
              <w:rPr>
                <w:vertAlign w:val="superscript"/>
                <w:lang w:val="en-US" w:eastAsia="fi-FI"/>
              </w:rPr>
              <w:t>7</w:t>
            </w:r>
          </w:p>
        </w:tc>
        <w:tc>
          <w:tcPr>
            <w:tcW w:w="2280" w:type="dxa"/>
            <w:vAlign w:val="center"/>
          </w:tcPr>
          <w:p w14:paraId="31D9D1C9" w14:textId="77777777" w:rsidR="0095436B" w:rsidRPr="00DF6DD6" w:rsidRDefault="0095436B" w:rsidP="00401ADA">
            <w:pPr>
              <w:pStyle w:val="TAC"/>
              <w:keepNext w:val="0"/>
              <w:rPr>
                <w:lang w:val="fi-FI" w:eastAsia="fi-FI"/>
              </w:rPr>
            </w:pPr>
            <w:r w:rsidRPr="00DF6DD6">
              <w:rPr>
                <w:lang w:val="fi-FI" w:eastAsia="fi-FI"/>
              </w:rPr>
              <w:t>DC_28A_n78A</w:t>
            </w:r>
          </w:p>
        </w:tc>
        <w:tc>
          <w:tcPr>
            <w:tcW w:w="2738" w:type="dxa"/>
            <w:shd w:val="clear" w:color="auto" w:fill="auto"/>
            <w:noWrap/>
            <w:vAlign w:val="center"/>
          </w:tcPr>
          <w:p w14:paraId="0C51E556" w14:textId="53B7B957" w:rsidR="0095436B" w:rsidRPr="00DF6DD6" w:rsidRDefault="0095436B" w:rsidP="00401ADA">
            <w:pPr>
              <w:pStyle w:val="TAC"/>
              <w:keepNext w:val="0"/>
              <w:rPr>
                <w:lang w:val="fi-FI" w:eastAsia="fi-FI"/>
              </w:rPr>
            </w:pPr>
            <w:r w:rsidRPr="00DF6DD6">
              <w:rPr>
                <w:lang w:val="fi-FI" w:eastAsia="fi-FI"/>
              </w:rPr>
              <w:t>No</w:t>
            </w:r>
          </w:p>
        </w:tc>
      </w:tr>
      <w:tr w:rsidR="00F55B07" w:rsidRPr="00DF6DD6" w14:paraId="53A2F707" w14:textId="77777777" w:rsidTr="00A6034C">
        <w:trPr>
          <w:trHeight w:val="288"/>
          <w:jc w:val="center"/>
        </w:trPr>
        <w:tc>
          <w:tcPr>
            <w:tcW w:w="2537" w:type="dxa"/>
            <w:shd w:val="clear" w:color="auto" w:fill="auto"/>
            <w:noWrap/>
            <w:vAlign w:val="center"/>
          </w:tcPr>
          <w:p w14:paraId="3DC697BA" w14:textId="1D436A58" w:rsidR="0095436B" w:rsidRPr="00DF6DD6" w:rsidRDefault="0095436B" w:rsidP="00401ADA">
            <w:pPr>
              <w:pStyle w:val="TAC"/>
              <w:keepNext w:val="0"/>
              <w:rPr>
                <w:lang w:val="en-US" w:eastAsia="fi-FI"/>
              </w:rPr>
            </w:pPr>
            <w:r w:rsidRPr="00DF6DD6">
              <w:rPr>
                <w:lang w:val="en-US" w:eastAsia="fi-FI"/>
              </w:rPr>
              <w:t>DC_28A_n79A</w:t>
            </w:r>
            <w:r w:rsidRPr="00DF6DD6">
              <w:rPr>
                <w:vertAlign w:val="superscript"/>
                <w:lang w:val="en-US" w:eastAsia="fi-FI"/>
              </w:rPr>
              <w:t>7</w:t>
            </w:r>
          </w:p>
          <w:p w14:paraId="06B77D56" w14:textId="3E53728F" w:rsidR="0095436B" w:rsidRPr="00DF6DD6" w:rsidRDefault="0095436B" w:rsidP="00401ADA">
            <w:pPr>
              <w:pStyle w:val="TAC"/>
              <w:keepNext w:val="0"/>
              <w:rPr>
                <w:lang w:val="en-US" w:eastAsia="fi-FI"/>
              </w:rPr>
            </w:pPr>
            <w:r w:rsidRPr="00DF6DD6">
              <w:rPr>
                <w:lang w:val="en-US" w:eastAsia="fi-FI"/>
              </w:rPr>
              <w:t>DC_28A_n79C</w:t>
            </w:r>
            <w:r w:rsidRPr="00DF6DD6">
              <w:rPr>
                <w:vertAlign w:val="superscript"/>
                <w:lang w:val="en-US" w:eastAsia="fi-FI"/>
              </w:rPr>
              <w:t>7</w:t>
            </w:r>
          </w:p>
        </w:tc>
        <w:tc>
          <w:tcPr>
            <w:tcW w:w="2280" w:type="dxa"/>
            <w:vAlign w:val="center"/>
          </w:tcPr>
          <w:p w14:paraId="484FF9A6" w14:textId="77777777" w:rsidR="0095436B" w:rsidRPr="00DF6DD6" w:rsidRDefault="0095436B" w:rsidP="00401ADA">
            <w:pPr>
              <w:pStyle w:val="TAC"/>
              <w:keepNext w:val="0"/>
              <w:rPr>
                <w:lang w:val="fi-FI" w:eastAsia="fi-FI"/>
              </w:rPr>
            </w:pPr>
            <w:r w:rsidRPr="00DF6DD6">
              <w:rPr>
                <w:lang w:val="fi-FI" w:eastAsia="fi-FI"/>
              </w:rPr>
              <w:t>DC_28A_n79A</w:t>
            </w:r>
          </w:p>
        </w:tc>
        <w:tc>
          <w:tcPr>
            <w:tcW w:w="2738" w:type="dxa"/>
            <w:shd w:val="clear" w:color="auto" w:fill="auto"/>
            <w:noWrap/>
            <w:vAlign w:val="center"/>
          </w:tcPr>
          <w:p w14:paraId="3F2931FE" w14:textId="4A4E2230" w:rsidR="0095436B" w:rsidRPr="00DF6DD6" w:rsidRDefault="0095436B" w:rsidP="00401ADA">
            <w:pPr>
              <w:pStyle w:val="TAC"/>
              <w:keepNext w:val="0"/>
              <w:rPr>
                <w:lang w:val="fi-FI" w:eastAsia="fi-FI"/>
              </w:rPr>
            </w:pPr>
            <w:r w:rsidRPr="00DF6DD6">
              <w:rPr>
                <w:lang w:val="fi-FI" w:eastAsia="fi-FI"/>
              </w:rPr>
              <w:t>No</w:t>
            </w:r>
          </w:p>
        </w:tc>
      </w:tr>
      <w:tr w:rsidR="00F55B07" w:rsidRPr="00DF6DD6" w14:paraId="635FBF02" w14:textId="77777777" w:rsidTr="00A6034C">
        <w:trPr>
          <w:trHeight w:val="288"/>
          <w:jc w:val="center"/>
        </w:trPr>
        <w:tc>
          <w:tcPr>
            <w:tcW w:w="2537" w:type="dxa"/>
            <w:shd w:val="clear" w:color="auto" w:fill="auto"/>
            <w:noWrap/>
            <w:vAlign w:val="center"/>
          </w:tcPr>
          <w:p w14:paraId="2DEBA6EE" w14:textId="77777777" w:rsidR="0095436B" w:rsidRPr="00DF6DD6" w:rsidRDefault="0095436B" w:rsidP="00401ADA">
            <w:pPr>
              <w:pStyle w:val="TAC"/>
              <w:keepNext w:val="0"/>
              <w:rPr>
                <w:lang w:val="fi-FI" w:eastAsia="fi-FI"/>
              </w:rPr>
            </w:pPr>
            <w:r w:rsidRPr="00DF6DD6">
              <w:rPr>
                <w:lang w:val="fi-FI" w:eastAsia="fi-FI"/>
              </w:rPr>
              <w:t>DC_30A_n5A</w:t>
            </w:r>
          </w:p>
        </w:tc>
        <w:tc>
          <w:tcPr>
            <w:tcW w:w="2280" w:type="dxa"/>
            <w:vAlign w:val="center"/>
          </w:tcPr>
          <w:p w14:paraId="446FB4B4" w14:textId="77777777" w:rsidR="0095436B" w:rsidRPr="00DF6DD6" w:rsidRDefault="0095436B" w:rsidP="00401ADA">
            <w:pPr>
              <w:pStyle w:val="TAC"/>
              <w:keepNext w:val="0"/>
              <w:rPr>
                <w:lang w:val="fi-FI" w:eastAsia="fi-FI"/>
              </w:rPr>
            </w:pPr>
            <w:r w:rsidRPr="00DF6DD6">
              <w:rPr>
                <w:lang w:val="fi-FI" w:eastAsia="fi-FI"/>
              </w:rPr>
              <w:t>DC_30A_n5A</w:t>
            </w:r>
          </w:p>
        </w:tc>
        <w:tc>
          <w:tcPr>
            <w:tcW w:w="2738" w:type="dxa"/>
            <w:shd w:val="clear" w:color="auto" w:fill="auto"/>
            <w:noWrap/>
            <w:vAlign w:val="center"/>
          </w:tcPr>
          <w:p w14:paraId="0C7438BB" w14:textId="32826547" w:rsidR="0095436B" w:rsidRPr="00DF6DD6" w:rsidRDefault="0095436B" w:rsidP="00401ADA">
            <w:pPr>
              <w:pStyle w:val="TAC"/>
              <w:keepNext w:val="0"/>
              <w:rPr>
                <w:lang w:val="fi-FI" w:eastAsia="fi-FI"/>
              </w:rPr>
            </w:pPr>
            <w:r w:rsidRPr="00DF6DD6">
              <w:rPr>
                <w:rFonts w:eastAsia="Yu Mincho"/>
                <w:lang w:val="fi-FI" w:eastAsia="ja-JP"/>
              </w:rPr>
              <w:t>No</w:t>
            </w:r>
          </w:p>
        </w:tc>
      </w:tr>
      <w:tr w:rsidR="00F55B07" w:rsidRPr="00DF6DD6" w14:paraId="1883D69A" w14:textId="77777777" w:rsidTr="00A6034C">
        <w:trPr>
          <w:trHeight w:val="288"/>
          <w:jc w:val="center"/>
        </w:trPr>
        <w:tc>
          <w:tcPr>
            <w:tcW w:w="2537" w:type="dxa"/>
            <w:shd w:val="clear" w:color="auto" w:fill="auto"/>
            <w:noWrap/>
            <w:vAlign w:val="center"/>
          </w:tcPr>
          <w:p w14:paraId="6B2FABCE" w14:textId="77777777" w:rsidR="0095436B" w:rsidRPr="00DF6DD6" w:rsidRDefault="0095436B" w:rsidP="00401ADA">
            <w:pPr>
              <w:pStyle w:val="TAC"/>
              <w:keepNext w:val="0"/>
              <w:rPr>
                <w:lang w:val="fi-FI" w:eastAsia="fi-FI"/>
              </w:rPr>
            </w:pPr>
            <w:r w:rsidRPr="00DF6DD6">
              <w:rPr>
                <w:lang w:val="fi-FI" w:eastAsia="fi-FI"/>
              </w:rPr>
              <w:t>DC_30A_n66A</w:t>
            </w:r>
          </w:p>
        </w:tc>
        <w:tc>
          <w:tcPr>
            <w:tcW w:w="2280" w:type="dxa"/>
            <w:vAlign w:val="center"/>
          </w:tcPr>
          <w:p w14:paraId="1EDEF640" w14:textId="77777777" w:rsidR="0095436B" w:rsidRPr="00DF6DD6" w:rsidRDefault="0095436B" w:rsidP="00401ADA">
            <w:pPr>
              <w:pStyle w:val="TAC"/>
              <w:keepNext w:val="0"/>
              <w:rPr>
                <w:lang w:val="fi-FI" w:eastAsia="fi-FI"/>
              </w:rPr>
            </w:pPr>
            <w:r w:rsidRPr="00DF6DD6">
              <w:rPr>
                <w:lang w:val="fi-FI" w:eastAsia="fi-FI"/>
              </w:rPr>
              <w:t>DC_30A_n66A</w:t>
            </w:r>
          </w:p>
        </w:tc>
        <w:tc>
          <w:tcPr>
            <w:tcW w:w="2738" w:type="dxa"/>
            <w:shd w:val="clear" w:color="auto" w:fill="auto"/>
            <w:noWrap/>
            <w:vAlign w:val="center"/>
          </w:tcPr>
          <w:p w14:paraId="6A99A4D4" w14:textId="4F742677" w:rsidR="0095436B" w:rsidRPr="00DF6DD6" w:rsidRDefault="0095436B" w:rsidP="00401ADA">
            <w:pPr>
              <w:pStyle w:val="TAC"/>
              <w:keepNext w:val="0"/>
              <w:rPr>
                <w:lang w:val="fi-FI" w:eastAsia="fi-FI"/>
              </w:rPr>
            </w:pPr>
            <w:r w:rsidRPr="00DF6DD6">
              <w:rPr>
                <w:rFonts w:eastAsia="Yu Mincho"/>
                <w:lang w:val="fi-FI" w:eastAsia="ja-JP"/>
              </w:rPr>
              <w:t>No</w:t>
            </w:r>
          </w:p>
        </w:tc>
      </w:tr>
      <w:tr w:rsidR="00F55B07" w:rsidRPr="00DF6DD6" w14:paraId="6B6D4AA9" w14:textId="77777777" w:rsidTr="00A6034C">
        <w:trPr>
          <w:trHeight w:val="288"/>
          <w:jc w:val="center"/>
        </w:trPr>
        <w:tc>
          <w:tcPr>
            <w:tcW w:w="2537" w:type="dxa"/>
            <w:shd w:val="clear" w:color="auto" w:fill="auto"/>
            <w:noWrap/>
            <w:vAlign w:val="center"/>
          </w:tcPr>
          <w:p w14:paraId="14CC8CB1" w14:textId="4E7B4699" w:rsidR="0095436B" w:rsidRPr="00DF6DD6" w:rsidRDefault="0095436B" w:rsidP="00401ADA">
            <w:pPr>
              <w:pStyle w:val="TAC"/>
              <w:keepNext w:val="0"/>
              <w:rPr>
                <w:lang w:val="fi-FI" w:eastAsia="fi-FI"/>
              </w:rPr>
            </w:pPr>
            <w:r w:rsidRPr="00DF6DD6">
              <w:rPr>
                <w:lang w:val="fi-FI" w:eastAsia="fi-FI"/>
              </w:rPr>
              <w:t>DC_38A_n78A</w:t>
            </w:r>
            <w:r w:rsidR="00806CC5" w:rsidRPr="00DF6DD6">
              <w:rPr>
                <w:vertAlign w:val="superscript"/>
                <w:lang w:val="fi-FI" w:eastAsia="fi-FI"/>
              </w:rPr>
              <w:t>7</w:t>
            </w:r>
          </w:p>
        </w:tc>
        <w:tc>
          <w:tcPr>
            <w:tcW w:w="2280" w:type="dxa"/>
            <w:vAlign w:val="center"/>
          </w:tcPr>
          <w:p w14:paraId="063E255E" w14:textId="2F8B3141" w:rsidR="0095436B" w:rsidRPr="00DF6DD6" w:rsidRDefault="00CE04D0" w:rsidP="00401ADA">
            <w:pPr>
              <w:pStyle w:val="TAC"/>
              <w:keepNext w:val="0"/>
              <w:rPr>
                <w:lang w:val="fi-FI" w:eastAsia="fi-FI"/>
              </w:rPr>
            </w:pPr>
            <w:r w:rsidRPr="00DF6DD6">
              <w:rPr>
                <w:lang w:val="fi-FI" w:eastAsia="fi-FI"/>
              </w:rPr>
              <w:t>DC_38A_n78A</w:t>
            </w:r>
          </w:p>
        </w:tc>
        <w:tc>
          <w:tcPr>
            <w:tcW w:w="2738" w:type="dxa"/>
            <w:shd w:val="clear" w:color="auto" w:fill="auto"/>
            <w:noWrap/>
            <w:vAlign w:val="center"/>
          </w:tcPr>
          <w:p w14:paraId="192C2A11" w14:textId="35F47C9F" w:rsidR="0095436B" w:rsidRPr="00DF6DD6" w:rsidRDefault="0095436B" w:rsidP="00401ADA">
            <w:pPr>
              <w:pStyle w:val="TAC"/>
              <w:keepNext w:val="0"/>
              <w:rPr>
                <w:lang w:val="fi-FI" w:eastAsia="fi-FI"/>
              </w:rPr>
            </w:pPr>
            <w:r w:rsidRPr="00DF6DD6">
              <w:rPr>
                <w:lang w:val="fi-FI" w:eastAsia="fi-FI"/>
              </w:rPr>
              <w:t>No</w:t>
            </w:r>
          </w:p>
        </w:tc>
      </w:tr>
      <w:tr w:rsidR="00F55B07" w:rsidRPr="00DF6DD6" w14:paraId="376C64BB" w14:textId="77777777" w:rsidTr="00A6034C">
        <w:trPr>
          <w:trHeight w:val="288"/>
          <w:jc w:val="center"/>
        </w:trPr>
        <w:tc>
          <w:tcPr>
            <w:tcW w:w="2537" w:type="dxa"/>
            <w:shd w:val="clear" w:color="auto" w:fill="auto"/>
            <w:noWrap/>
            <w:vAlign w:val="center"/>
          </w:tcPr>
          <w:p w14:paraId="5AD623EA" w14:textId="4D2D045F" w:rsidR="0095436B" w:rsidRPr="00DF6DD6" w:rsidRDefault="0095436B" w:rsidP="00401ADA">
            <w:pPr>
              <w:pStyle w:val="TAC"/>
              <w:keepNext w:val="0"/>
              <w:rPr>
                <w:lang w:val="fi-FI" w:eastAsia="fi-FI"/>
              </w:rPr>
            </w:pPr>
            <w:r w:rsidRPr="00DF6DD6">
              <w:rPr>
                <w:lang w:val="fi-FI" w:eastAsia="fi-FI"/>
              </w:rPr>
              <w:t>DC_39A_n78A</w:t>
            </w:r>
            <w:r w:rsidRPr="00DF6DD6">
              <w:rPr>
                <w:vertAlign w:val="superscript"/>
                <w:lang w:val="fi-FI" w:eastAsia="fi-FI"/>
              </w:rPr>
              <w:t>5,7</w:t>
            </w:r>
          </w:p>
        </w:tc>
        <w:tc>
          <w:tcPr>
            <w:tcW w:w="2280" w:type="dxa"/>
            <w:vAlign w:val="center"/>
          </w:tcPr>
          <w:p w14:paraId="642C9ED9" w14:textId="77777777" w:rsidR="0095436B" w:rsidRPr="00DF6DD6" w:rsidRDefault="0095436B" w:rsidP="00401ADA">
            <w:pPr>
              <w:pStyle w:val="TAC"/>
              <w:keepNext w:val="0"/>
              <w:rPr>
                <w:lang w:val="fi-FI" w:eastAsia="fi-FI"/>
              </w:rPr>
            </w:pPr>
            <w:r w:rsidRPr="00DF6DD6">
              <w:rPr>
                <w:lang w:val="fi-FI" w:eastAsia="fi-FI"/>
              </w:rPr>
              <w:t>DC_39A_n78A</w:t>
            </w:r>
          </w:p>
        </w:tc>
        <w:tc>
          <w:tcPr>
            <w:tcW w:w="2738" w:type="dxa"/>
            <w:shd w:val="clear" w:color="auto" w:fill="auto"/>
            <w:noWrap/>
            <w:vAlign w:val="center"/>
          </w:tcPr>
          <w:p w14:paraId="1ED6D8AE" w14:textId="7F5DADFC" w:rsidR="0095436B" w:rsidRPr="00DF6DD6" w:rsidRDefault="0095436B" w:rsidP="00401ADA">
            <w:pPr>
              <w:pStyle w:val="TAC"/>
              <w:keepNext w:val="0"/>
              <w:rPr>
                <w:lang w:val="fi-FI" w:eastAsia="fi-FI"/>
              </w:rPr>
            </w:pPr>
            <w:r w:rsidRPr="00DF6DD6">
              <w:rPr>
                <w:lang w:val="fi-FI" w:eastAsia="fi-FI"/>
              </w:rPr>
              <w:t>No</w:t>
            </w:r>
          </w:p>
        </w:tc>
      </w:tr>
      <w:tr w:rsidR="00F55B07" w:rsidRPr="00DF6DD6" w14:paraId="5398BDFC" w14:textId="77777777" w:rsidTr="00A6034C">
        <w:trPr>
          <w:trHeight w:val="288"/>
          <w:jc w:val="center"/>
        </w:trPr>
        <w:tc>
          <w:tcPr>
            <w:tcW w:w="2537" w:type="dxa"/>
            <w:shd w:val="clear" w:color="auto" w:fill="auto"/>
            <w:noWrap/>
            <w:vAlign w:val="center"/>
          </w:tcPr>
          <w:p w14:paraId="54611919" w14:textId="6B301A4F" w:rsidR="0095436B" w:rsidRPr="00DF6DD6" w:rsidRDefault="0095436B" w:rsidP="00401ADA">
            <w:pPr>
              <w:pStyle w:val="TAC"/>
              <w:keepNext w:val="0"/>
              <w:rPr>
                <w:lang w:val="fi-FI" w:eastAsia="fi-FI"/>
              </w:rPr>
            </w:pPr>
            <w:r w:rsidRPr="00DF6DD6">
              <w:rPr>
                <w:lang w:val="fi-FI" w:eastAsia="fi-FI"/>
              </w:rPr>
              <w:t>DC_39A_n79A</w:t>
            </w:r>
            <w:r w:rsidRPr="00DF6DD6">
              <w:rPr>
                <w:vertAlign w:val="superscript"/>
                <w:lang w:val="fi-FI" w:eastAsia="fi-FI"/>
              </w:rPr>
              <w:t>7</w:t>
            </w:r>
          </w:p>
        </w:tc>
        <w:tc>
          <w:tcPr>
            <w:tcW w:w="2280" w:type="dxa"/>
            <w:vAlign w:val="center"/>
          </w:tcPr>
          <w:p w14:paraId="2C0CB2A5" w14:textId="77777777" w:rsidR="0095436B" w:rsidRPr="00DF6DD6" w:rsidRDefault="0095436B" w:rsidP="00401ADA">
            <w:pPr>
              <w:pStyle w:val="TAC"/>
              <w:keepNext w:val="0"/>
              <w:rPr>
                <w:lang w:val="fi-FI" w:eastAsia="fi-FI"/>
              </w:rPr>
            </w:pPr>
            <w:r w:rsidRPr="00DF6DD6">
              <w:rPr>
                <w:lang w:val="fi-FI" w:eastAsia="fi-FI"/>
              </w:rPr>
              <w:t>DC_39A_n79A</w:t>
            </w:r>
          </w:p>
        </w:tc>
        <w:tc>
          <w:tcPr>
            <w:tcW w:w="2738" w:type="dxa"/>
            <w:shd w:val="clear" w:color="auto" w:fill="auto"/>
            <w:noWrap/>
            <w:vAlign w:val="center"/>
          </w:tcPr>
          <w:p w14:paraId="7E2E2041" w14:textId="47E88EAA" w:rsidR="0095436B" w:rsidRPr="00DF6DD6" w:rsidRDefault="0095436B" w:rsidP="00401ADA">
            <w:pPr>
              <w:pStyle w:val="TAC"/>
              <w:keepNext w:val="0"/>
              <w:rPr>
                <w:lang w:val="fi-FI" w:eastAsia="fi-FI"/>
              </w:rPr>
            </w:pPr>
            <w:r w:rsidRPr="00DF6DD6">
              <w:rPr>
                <w:lang w:val="fi-FI" w:eastAsia="fi-FI"/>
              </w:rPr>
              <w:t>No</w:t>
            </w:r>
          </w:p>
        </w:tc>
      </w:tr>
      <w:tr w:rsidR="00F55B07" w:rsidRPr="00DF6DD6" w14:paraId="5EABD32F" w14:textId="77777777" w:rsidTr="00A6034C">
        <w:trPr>
          <w:trHeight w:val="288"/>
          <w:jc w:val="center"/>
        </w:trPr>
        <w:tc>
          <w:tcPr>
            <w:tcW w:w="2537" w:type="dxa"/>
            <w:shd w:val="clear" w:color="auto" w:fill="auto"/>
            <w:noWrap/>
            <w:vAlign w:val="center"/>
          </w:tcPr>
          <w:p w14:paraId="25BD409E" w14:textId="670FEF73" w:rsidR="0095436B" w:rsidRPr="00DF6DD6" w:rsidRDefault="0095436B" w:rsidP="00401ADA">
            <w:pPr>
              <w:pStyle w:val="TAC"/>
              <w:keepNext w:val="0"/>
              <w:rPr>
                <w:lang w:val="fi-FI" w:eastAsia="fi-FI"/>
              </w:rPr>
            </w:pPr>
            <w:r w:rsidRPr="00DF6DD6">
              <w:rPr>
                <w:lang w:val="fi-FI" w:eastAsia="fi-FI"/>
              </w:rPr>
              <w:t>DC_40A_n77A</w:t>
            </w:r>
          </w:p>
        </w:tc>
        <w:tc>
          <w:tcPr>
            <w:tcW w:w="2280" w:type="dxa"/>
            <w:vAlign w:val="center"/>
          </w:tcPr>
          <w:p w14:paraId="6864BF98" w14:textId="09ED607C" w:rsidR="0095436B" w:rsidRPr="00DF6DD6" w:rsidRDefault="00CE04D0" w:rsidP="00401ADA">
            <w:pPr>
              <w:pStyle w:val="TAC"/>
              <w:keepNext w:val="0"/>
              <w:rPr>
                <w:lang w:val="fi-FI" w:eastAsia="fi-FI"/>
              </w:rPr>
            </w:pPr>
            <w:r w:rsidRPr="00DF6DD6">
              <w:rPr>
                <w:lang w:val="fi-FI" w:eastAsia="fi-FI"/>
              </w:rPr>
              <w:t>DC_40A_n77A</w:t>
            </w:r>
          </w:p>
        </w:tc>
        <w:tc>
          <w:tcPr>
            <w:tcW w:w="2738" w:type="dxa"/>
            <w:shd w:val="clear" w:color="auto" w:fill="auto"/>
            <w:noWrap/>
            <w:vAlign w:val="center"/>
          </w:tcPr>
          <w:p w14:paraId="7C170E05" w14:textId="3FB5DBCF" w:rsidR="0095436B" w:rsidRPr="00DF6DD6" w:rsidRDefault="0095436B" w:rsidP="00401ADA">
            <w:pPr>
              <w:pStyle w:val="TAC"/>
              <w:keepNext w:val="0"/>
              <w:rPr>
                <w:lang w:val="fi-FI" w:eastAsia="fi-FI"/>
              </w:rPr>
            </w:pPr>
            <w:r w:rsidRPr="00DF6DD6">
              <w:rPr>
                <w:rFonts w:eastAsia="Yu Mincho"/>
                <w:lang w:val="fi-FI" w:eastAsia="ja-JP"/>
              </w:rPr>
              <w:t>No</w:t>
            </w:r>
          </w:p>
        </w:tc>
      </w:tr>
      <w:tr w:rsidR="00F55B07" w:rsidRPr="00DF6DD6" w14:paraId="59D8627F" w14:textId="77777777" w:rsidTr="00A6034C">
        <w:trPr>
          <w:trHeight w:val="288"/>
          <w:jc w:val="center"/>
        </w:trPr>
        <w:tc>
          <w:tcPr>
            <w:tcW w:w="2537" w:type="dxa"/>
            <w:shd w:val="clear" w:color="auto" w:fill="auto"/>
            <w:noWrap/>
            <w:vAlign w:val="center"/>
          </w:tcPr>
          <w:p w14:paraId="2480E633" w14:textId="77777777" w:rsidR="0095436B" w:rsidRPr="00DF6DD6" w:rsidRDefault="0095436B" w:rsidP="00401ADA">
            <w:pPr>
              <w:pStyle w:val="TAC"/>
              <w:keepNext w:val="0"/>
              <w:rPr>
                <w:lang w:val="en-US" w:eastAsia="fi-FI"/>
              </w:rPr>
            </w:pPr>
            <w:r w:rsidRPr="00DF6DD6">
              <w:rPr>
                <w:lang w:val="en-US" w:eastAsia="fi-FI"/>
              </w:rPr>
              <w:t>DC_41A_n77A</w:t>
            </w:r>
          </w:p>
          <w:p w14:paraId="00D192BC" w14:textId="000BE7CE" w:rsidR="0095436B" w:rsidRPr="00DF6DD6" w:rsidRDefault="0095436B" w:rsidP="00401ADA">
            <w:pPr>
              <w:pStyle w:val="TAC"/>
              <w:keepNext w:val="0"/>
              <w:rPr>
                <w:lang w:val="en-US" w:eastAsia="fi-FI"/>
              </w:rPr>
            </w:pPr>
            <w:r w:rsidRPr="00DF6DD6">
              <w:t>DC_41C_n77A</w:t>
            </w:r>
          </w:p>
        </w:tc>
        <w:tc>
          <w:tcPr>
            <w:tcW w:w="2280" w:type="dxa"/>
            <w:vAlign w:val="center"/>
          </w:tcPr>
          <w:p w14:paraId="781C3D0B" w14:textId="77777777" w:rsidR="0095436B" w:rsidRPr="00DF6DD6" w:rsidRDefault="0095436B" w:rsidP="00401ADA">
            <w:pPr>
              <w:pStyle w:val="TAC"/>
              <w:keepNext w:val="0"/>
              <w:rPr>
                <w:lang w:val="fi-FI" w:eastAsia="fi-FI"/>
              </w:rPr>
            </w:pPr>
            <w:r w:rsidRPr="00DF6DD6">
              <w:rPr>
                <w:lang w:val="fi-FI" w:eastAsia="fi-FI"/>
              </w:rPr>
              <w:t>DC_41A_n77A</w:t>
            </w:r>
          </w:p>
          <w:p w14:paraId="02F6F5EA" w14:textId="3EBE7C0D" w:rsidR="0095436B" w:rsidRPr="00DF6DD6" w:rsidRDefault="0095436B" w:rsidP="00401ADA">
            <w:pPr>
              <w:pStyle w:val="TAC"/>
              <w:keepNext w:val="0"/>
              <w:rPr>
                <w:lang w:val="fi-FI" w:eastAsia="fi-FI"/>
              </w:rPr>
            </w:pPr>
          </w:p>
        </w:tc>
        <w:tc>
          <w:tcPr>
            <w:tcW w:w="2738" w:type="dxa"/>
            <w:shd w:val="clear" w:color="auto" w:fill="auto"/>
            <w:noWrap/>
            <w:vAlign w:val="center"/>
          </w:tcPr>
          <w:p w14:paraId="5744CDA7" w14:textId="2CA9CF1F" w:rsidR="0095436B" w:rsidRPr="00DF6DD6" w:rsidRDefault="0095436B" w:rsidP="00401ADA">
            <w:pPr>
              <w:pStyle w:val="TAC"/>
              <w:keepNext w:val="0"/>
              <w:rPr>
                <w:lang w:val="fi-FI" w:eastAsia="fi-FI"/>
              </w:rPr>
            </w:pPr>
            <w:r w:rsidRPr="00DF6DD6">
              <w:rPr>
                <w:lang w:val="fi-FI" w:eastAsia="fi-FI"/>
              </w:rPr>
              <w:t>No</w:t>
            </w:r>
          </w:p>
        </w:tc>
      </w:tr>
      <w:tr w:rsidR="00F55B07" w:rsidRPr="00DF6DD6" w14:paraId="69B46227" w14:textId="77777777" w:rsidTr="00A6034C">
        <w:trPr>
          <w:trHeight w:val="288"/>
          <w:jc w:val="center"/>
        </w:trPr>
        <w:tc>
          <w:tcPr>
            <w:tcW w:w="2537" w:type="dxa"/>
            <w:shd w:val="clear" w:color="auto" w:fill="auto"/>
            <w:noWrap/>
            <w:vAlign w:val="center"/>
          </w:tcPr>
          <w:p w14:paraId="091A19CC" w14:textId="77777777" w:rsidR="0095436B" w:rsidRPr="00DF6DD6" w:rsidRDefault="0095436B" w:rsidP="00401ADA">
            <w:pPr>
              <w:pStyle w:val="TAC"/>
              <w:keepNext w:val="0"/>
              <w:rPr>
                <w:lang w:val="en-US" w:eastAsia="fi-FI"/>
              </w:rPr>
            </w:pPr>
            <w:r w:rsidRPr="00DF6DD6">
              <w:rPr>
                <w:lang w:val="en-US" w:eastAsia="fi-FI"/>
              </w:rPr>
              <w:t>DC_41A_n78A</w:t>
            </w:r>
          </w:p>
          <w:p w14:paraId="5D4792FA" w14:textId="495C503F" w:rsidR="0095436B" w:rsidRPr="00DF6DD6" w:rsidRDefault="0095436B" w:rsidP="00401ADA">
            <w:pPr>
              <w:pStyle w:val="TAC"/>
              <w:keepNext w:val="0"/>
              <w:rPr>
                <w:lang w:val="en-US" w:eastAsia="fi-FI"/>
              </w:rPr>
            </w:pPr>
            <w:r w:rsidRPr="00DF6DD6">
              <w:t>DC_41C_n78A</w:t>
            </w:r>
          </w:p>
        </w:tc>
        <w:tc>
          <w:tcPr>
            <w:tcW w:w="2280" w:type="dxa"/>
            <w:vAlign w:val="center"/>
          </w:tcPr>
          <w:p w14:paraId="297C52AD" w14:textId="77777777" w:rsidR="0095436B" w:rsidRPr="00DF6DD6" w:rsidRDefault="0095436B" w:rsidP="00401ADA">
            <w:pPr>
              <w:pStyle w:val="TAC"/>
              <w:keepNext w:val="0"/>
              <w:rPr>
                <w:lang w:val="fi-FI" w:eastAsia="fi-FI"/>
              </w:rPr>
            </w:pPr>
            <w:r w:rsidRPr="00DF6DD6">
              <w:rPr>
                <w:lang w:val="fi-FI" w:eastAsia="fi-FI"/>
              </w:rPr>
              <w:t>DC_41A_n78A</w:t>
            </w:r>
          </w:p>
          <w:p w14:paraId="1DDE6FCB" w14:textId="097BAE48" w:rsidR="0095436B" w:rsidRPr="00DF6DD6" w:rsidRDefault="0095436B" w:rsidP="00401ADA">
            <w:pPr>
              <w:pStyle w:val="TAC"/>
              <w:keepNext w:val="0"/>
              <w:rPr>
                <w:lang w:val="fi-FI" w:eastAsia="fi-FI"/>
              </w:rPr>
            </w:pPr>
          </w:p>
        </w:tc>
        <w:tc>
          <w:tcPr>
            <w:tcW w:w="2738" w:type="dxa"/>
            <w:shd w:val="clear" w:color="auto" w:fill="auto"/>
            <w:noWrap/>
            <w:vAlign w:val="center"/>
          </w:tcPr>
          <w:p w14:paraId="79737298" w14:textId="68D9C7B6" w:rsidR="0095436B" w:rsidRPr="00DF6DD6" w:rsidRDefault="0095436B" w:rsidP="00401ADA">
            <w:pPr>
              <w:pStyle w:val="TAC"/>
              <w:keepNext w:val="0"/>
              <w:rPr>
                <w:lang w:val="fi-FI" w:eastAsia="fi-FI"/>
              </w:rPr>
            </w:pPr>
            <w:r w:rsidRPr="00DF6DD6">
              <w:rPr>
                <w:lang w:val="fi-FI" w:eastAsia="fi-FI"/>
              </w:rPr>
              <w:t>No</w:t>
            </w:r>
          </w:p>
        </w:tc>
      </w:tr>
      <w:tr w:rsidR="00F55B07" w:rsidRPr="00DF6DD6" w14:paraId="6DDCC69A" w14:textId="77777777" w:rsidTr="00A6034C">
        <w:trPr>
          <w:trHeight w:val="288"/>
          <w:jc w:val="center"/>
        </w:trPr>
        <w:tc>
          <w:tcPr>
            <w:tcW w:w="2537" w:type="dxa"/>
            <w:shd w:val="clear" w:color="auto" w:fill="auto"/>
            <w:noWrap/>
            <w:vAlign w:val="center"/>
          </w:tcPr>
          <w:p w14:paraId="1A2C99FE" w14:textId="1D7F0258" w:rsidR="0095436B" w:rsidRPr="00DF6DD6" w:rsidRDefault="0095436B" w:rsidP="00401ADA">
            <w:pPr>
              <w:pStyle w:val="TAC"/>
              <w:keepNext w:val="0"/>
              <w:rPr>
                <w:lang w:val="en-US" w:eastAsia="fi-FI"/>
              </w:rPr>
            </w:pPr>
            <w:r w:rsidRPr="00DF6DD6">
              <w:rPr>
                <w:lang w:val="en-US" w:eastAsia="fi-FI"/>
              </w:rPr>
              <w:lastRenderedPageBreak/>
              <w:t>DC_41A_n79A</w:t>
            </w:r>
            <w:r w:rsidRPr="00DF6DD6">
              <w:rPr>
                <w:vertAlign w:val="superscript"/>
                <w:lang w:val="en-US" w:eastAsia="fi-FI"/>
              </w:rPr>
              <w:t>6,7</w:t>
            </w:r>
          </w:p>
          <w:p w14:paraId="48266F99" w14:textId="0EB3A99F" w:rsidR="0095436B" w:rsidRPr="00DF6DD6" w:rsidRDefault="0095436B" w:rsidP="00401ADA">
            <w:pPr>
              <w:pStyle w:val="TAC"/>
              <w:keepNext w:val="0"/>
              <w:rPr>
                <w:lang w:val="en-US" w:eastAsia="fi-FI"/>
              </w:rPr>
            </w:pPr>
            <w:r w:rsidRPr="00DF6DD6">
              <w:t>DC_41C_n79A</w:t>
            </w:r>
            <w:r w:rsidRPr="00DF6DD6">
              <w:rPr>
                <w:vertAlign w:val="superscript"/>
                <w:lang w:val="en-US" w:eastAsia="fi-FI"/>
              </w:rPr>
              <w:t>6,7</w:t>
            </w:r>
          </w:p>
        </w:tc>
        <w:tc>
          <w:tcPr>
            <w:tcW w:w="2280" w:type="dxa"/>
            <w:vAlign w:val="center"/>
          </w:tcPr>
          <w:p w14:paraId="671AC0E3" w14:textId="77777777" w:rsidR="0095436B" w:rsidRPr="00DF6DD6" w:rsidRDefault="0095436B" w:rsidP="00401ADA">
            <w:pPr>
              <w:pStyle w:val="TAC"/>
              <w:keepNext w:val="0"/>
              <w:rPr>
                <w:lang w:val="fi-FI" w:eastAsia="fi-FI"/>
              </w:rPr>
            </w:pPr>
            <w:r w:rsidRPr="00DF6DD6">
              <w:rPr>
                <w:lang w:val="fi-FI" w:eastAsia="fi-FI"/>
              </w:rPr>
              <w:t>DC_41A_n79A</w:t>
            </w:r>
          </w:p>
          <w:p w14:paraId="05941CF9" w14:textId="05CF7CDE" w:rsidR="0095436B" w:rsidRPr="00DF6DD6" w:rsidRDefault="0095436B" w:rsidP="00401ADA">
            <w:pPr>
              <w:pStyle w:val="TAC"/>
              <w:keepNext w:val="0"/>
              <w:rPr>
                <w:lang w:val="fi-FI" w:eastAsia="fi-FI"/>
              </w:rPr>
            </w:pPr>
          </w:p>
        </w:tc>
        <w:tc>
          <w:tcPr>
            <w:tcW w:w="2738" w:type="dxa"/>
            <w:shd w:val="clear" w:color="auto" w:fill="auto"/>
            <w:noWrap/>
            <w:vAlign w:val="center"/>
          </w:tcPr>
          <w:p w14:paraId="1E282E83" w14:textId="03F60BC5" w:rsidR="0095436B" w:rsidRPr="00DF6DD6" w:rsidRDefault="0095436B" w:rsidP="00401ADA">
            <w:pPr>
              <w:pStyle w:val="TAC"/>
              <w:keepNext w:val="0"/>
              <w:rPr>
                <w:lang w:val="fi-FI" w:eastAsia="fi-FI"/>
              </w:rPr>
            </w:pPr>
            <w:r w:rsidRPr="00DF6DD6">
              <w:rPr>
                <w:lang w:val="fi-FI" w:eastAsia="fi-FI"/>
              </w:rPr>
              <w:t>No</w:t>
            </w:r>
          </w:p>
        </w:tc>
      </w:tr>
      <w:tr w:rsidR="00F55B07" w:rsidRPr="00DF6DD6" w14:paraId="0DBFE86B" w14:textId="77777777" w:rsidTr="00A6034C">
        <w:trPr>
          <w:trHeight w:val="288"/>
          <w:jc w:val="center"/>
        </w:trPr>
        <w:tc>
          <w:tcPr>
            <w:tcW w:w="2537" w:type="dxa"/>
            <w:shd w:val="clear" w:color="auto" w:fill="auto"/>
            <w:noWrap/>
            <w:vAlign w:val="center"/>
          </w:tcPr>
          <w:p w14:paraId="4E0E8D94" w14:textId="77777777" w:rsidR="0095436B" w:rsidRPr="00DF6DD6" w:rsidRDefault="0095436B" w:rsidP="00401ADA">
            <w:pPr>
              <w:pStyle w:val="TAC"/>
              <w:keepNext w:val="0"/>
            </w:pPr>
            <w:r w:rsidRPr="00DF6DD6">
              <w:rPr>
                <w:lang w:val="fi-FI" w:eastAsia="fi-FI"/>
              </w:rPr>
              <w:t>DC_42A_n51A</w:t>
            </w:r>
          </w:p>
        </w:tc>
        <w:tc>
          <w:tcPr>
            <w:tcW w:w="2280" w:type="dxa"/>
            <w:vAlign w:val="center"/>
          </w:tcPr>
          <w:p w14:paraId="1F5A3571" w14:textId="77777777" w:rsidR="0095436B" w:rsidRPr="00DF6DD6" w:rsidRDefault="0095436B" w:rsidP="00401ADA">
            <w:pPr>
              <w:pStyle w:val="TAC"/>
              <w:keepNext w:val="0"/>
            </w:pPr>
            <w:r w:rsidRPr="00DF6DD6">
              <w:rPr>
                <w:lang w:val="fi-FI" w:eastAsia="fi-FI"/>
              </w:rPr>
              <w:t>DC_42A_n51A</w:t>
            </w:r>
          </w:p>
        </w:tc>
        <w:tc>
          <w:tcPr>
            <w:tcW w:w="2738" w:type="dxa"/>
            <w:shd w:val="clear" w:color="auto" w:fill="auto"/>
            <w:noWrap/>
            <w:vAlign w:val="center"/>
          </w:tcPr>
          <w:p w14:paraId="62C0FF40" w14:textId="112E441C" w:rsidR="0095436B" w:rsidRPr="00DF6DD6" w:rsidRDefault="0095436B" w:rsidP="00401ADA">
            <w:pPr>
              <w:pStyle w:val="TAC"/>
              <w:keepNext w:val="0"/>
            </w:pPr>
            <w:r w:rsidRPr="00DF6DD6">
              <w:rPr>
                <w:lang w:val="fi-FI" w:eastAsia="fi-FI"/>
              </w:rPr>
              <w:t>No</w:t>
            </w:r>
          </w:p>
        </w:tc>
      </w:tr>
      <w:tr w:rsidR="00F55B07" w:rsidRPr="00DF6DD6" w14:paraId="3DD7E9B6" w14:textId="77777777" w:rsidTr="00A6034C">
        <w:trPr>
          <w:trHeight w:val="288"/>
          <w:jc w:val="center"/>
        </w:trPr>
        <w:tc>
          <w:tcPr>
            <w:tcW w:w="2537" w:type="dxa"/>
            <w:shd w:val="clear" w:color="auto" w:fill="auto"/>
            <w:noWrap/>
            <w:vAlign w:val="center"/>
          </w:tcPr>
          <w:p w14:paraId="16441043" w14:textId="100826B7" w:rsidR="0095436B" w:rsidRPr="00DF6DD6" w:rsidRDefault="0095436B" w:rsidP="00401ADA">
            <w:pPr>
              <w:pStyle w:val="TAC"/>
              <w:keepNext w:val="0"/>
              <w:rPr>
                <w:lang w:val="en-US" w:eastAsia="fi-FI"/>
              </w:rPr>
            </w:pPr>
            <w:r w:rsidRPr="00DF6DD6">
              <w:rPr>
                <w:lang w:val="en-US" w:eastAsia="fi-FI"/>
              </w:rPr>
              <w:t>DC_42A_n77A</w:t>
            </w:r>
            <w:r w:rsidRPr="00DF6DD6">
              <w:rPr>
                <w:vertAlign w:val="superscript"/>
                <w:lang w:val="en-US" w:eastAsia="fi-FI"/>
              </w:rPr>
              <w:t>3,4,9</w:t>
            </w:r>
          </w:p>
          <w:p w14:paraId="25EBC8A7" w14:textId="77777777" w:rsidR="0095436B" w:rsidRPr="00DF6DD6" w:rsidRDefault="0095436B" w:rsidP="00401ADA">
            <w:pPr>
              <w:pStyle w:val="TAC"/>
              <w:keepNext w:val="0"/>
              <w:rPr>
                <w:vertAlign w:val="superscript"/>
                <w:lang w:val="en-US" w:eastAsia="fi-FI"/>
              </w:rPr>
            </w:pPr>
            <w:r w:rsidRPr="00DF6DD6">
              <w:rPr>
                <w:lang w:val="en-US" w:eastAsia="fi-FI"/>
              </w:rPr>
              <w:t>DC_42A_n77C</w:t>
            </w:r>
            <w:r w:rsidRPr="00DF6DD6">
              <w:rPr>
                <w:vertAlign w:val="superscript"/>
                <w:lang w:val="en-US" w:eastAsia="fi-FI"/>
              </w:rPr>
              <w:t>3,4,9</w:t>
            </w:r>
          </w:p>
          <w:p w14:paraId="670FBB51" w14:textId="77777777" w:rsidR="0095436B" w:rsidRPr="00DF6DD6" w:rsidRDefault="0095436B" w:rsidP="00401ADA">
            <w:pPr>
              <w:pStyle w:val="TAC"/>
              <w:keepNext w:val="0"/>
              <w:rPr>
                <w:vertAlign w:val="superscript"/>
                <w:lang w:val="en-US" w:eastAsia="fi-FI"/>
              </w:rPr>
            </w:pPr>
            <w:r w:rsidRPr="00DF6DD6">
              <w:t>DC_42C_n77A</w:t>
            </w:r>
            <w:r w:rsidRPr="00DF6DD6">
              <w:rPr>
                <w:vertAlign w:val="superscript"/>
                <w:lang w:val="en-US" w:eastAsia="fi-FI"/>
              </w:rPr>
              <w:t>3,4,9</w:t>
            </w:r>
          </w:p>
          <w:p w14:paraId="6DA5808C" w14:textId="77777777" w:rsidR="0095436B" w:rsidRPr="00DF6DD6" w:rsidRDefault="0095436B" w:rsidP="00401ADA">
            <w:pPr>
              <w:pStyle w:val="TAC"/>
              <w:keepNext w:val="0"/>
              <w:rPr>
                <w:vertAlign w:val="superscript"/>
                <w:lang w:val="en-US" w:eastAsia="fi-FI"/>
              </w:rPr>
            </w:pPr>
            <w:r w:rsidRPr="00DF6DD6">
              <w:rPr>
                <w:noProof/>
                <w:lang w:eastAsia="zh-CN"/>
              </w:rPr>
              <w:t>DC_42C_n77C</w:t>
            </w:r>
            <w:r w:rsidRPr="00DF6DD6">
              <w:rPr>
                <w:vertAlign w:val="superscript"/>
                <w:lang w:val="en-US" w:eastAsia="fi-FI"/>
              </w:rPr>
              <w:t>3,4,9</w:t>
            </w:r>
          </w:p>
          <w:p w14:paraId="7879F5EF" w14:textId="77777777" w:rsidR="0095436B" w:rsidRPr="00DF6DD6" w:rsidRDefault="0095436B" w:rsidP="00401ADA">
            <w:pPr>
              <w:pStyle w:val="TAC"/>
              <w:keepNext w:val="0"/>
              <w:rPr>
                <w:vertAlign w:val="superscript"/>
                <w:lang w:val="en-US" w:eastAsia="fi-FI"/>
              </w:rPr>
            </w:pPr>
            <w:r w:rsidRPr="00DF6DD6">
              <w:rPr>
                <w:lang w:val="en-US" w:eastAsia="fi-FI"/>
              </w:rPr>
              <w:t>DC_42D_n77A</w:t>
            </w:r>
            <w:r w:rsidRPr="00DF6DD6">
              <w:rPr>
                <w:vertAlign w:val="superscript"/>
                <w:lang w:val="en-US" w:eastAsia="fi-FI"/>
              </w:rPr>
              <w:t>3,4,9</w:t>
            </w:r>
          </w:p>
          <w:p w14:paraId="4C30A771" w14:textId="38B8DE19" w:rsidR="0095436B" w:rsidRPr="00DF6DD6" w:rsidRDefault="0095436B" w:rsidP="00401ADA">
            <w:pPr>
              <w:pStyle w:val="TAC"/>
              <w:keepNext w:val="0"/>
              <w:rPr>
                <w:lang w:val="en-US" w:eastAsia="fi-FI"/>
              </w:rPr>
            </w:pPr>
            <w:r w:rsidRPr="00DF6DD6">
              <w:rPr>
                <w:rFonts w:cs="Arial"/>
                <w:lang w:eastAsia="ja-JP"/>
              </w:rPr>
              <w:t>DC</w:t>
            </w:r>
            <w:r w:rsidRPr="00DF6DD6">
              <w:rPr>
                <w:rFonts w:cs="Arial"/>
              </w:rPr>
              <w:t>_</w:t>
            </w:r>
            <w:r w:rsidRPr="00DF6DD6">
              <w:rPr>
                <w:rFonts w:cs="Arial"/>
                <w:lang w:eastAsia="ja-JP"/>
              </w:rPr>
              <w:t>42E_n77A</w:t>
            </w:r>
            <w:r w:rsidRPr="00DF6DD6">
              <w:rPr>
                <w:vertAlign w:val="superscript"/>
                <w:lang w:val="en-US" w:eastAsia="fi-FI"/>
              </w:rPr>
              <w:t>3,4,9</w:t>
            </w:r>
          </w:p>
        </w:tc>
        <w:tc>
          <w:tcPr>
            <w:tcW w:w="2280" w:type="dxa"/>
            <w:vAlign w:val="center"/>
          </w:tcPr>
          <w:p w14:paraId="0194705F" w14:textId="77777777" w:rsidR="0095436B" w:rsidRPr="00DF6DD6" w:rsidRDefault="0095436B" w:rsidP="00401ADA">
            <w:pPr>
              <w:pStyle w:val="TAC"/>
              <w:keepNext w:val="0"/>
              <w:rPr>
                <w:lang w:val="fi-FI" w:eastAsia="fi-FI"/>
              </w:rPr>
            </w:pPr>
            <w:r w:rsidRPr="00DF6DD6">
              <w:rPr>
                <w:lang w:val="fi-FI" w:eastAsia="fi-FI"/>
              </w:rPr>
              <w:t>N/A</w:t>
            </w:r>
          </w:p>
        </w:tc>
        <w:tc>
          <w:tcPr>
            <w:tcW w:w="2738" w:type="dxa"/>
            <w:shd w:val="clear" w:color="auto" w:fill="auto"/>
            <w:noWrap/>
            <w:vAlign w:val="center"/>
          </w:tcPr>
          <w:p w14:paraId="36A7A994" w14:textId="36F79AD9" w:rsidR="0095436B" w:rsidRPr="00DF6DD6" w:rsidRDefault="0095436B" w:rsidP="00401ADA">
            <w:pPr>
              <w:pStyle w:val="TAC"/>
              <w:keepNext w:val="0"/>
              <w:rPr>
                <w:lang w:val="fi-FI" w:eastAsia="fi-FI"/>
              </w:rPr>
            </w:pPr>
            <w:r w:rsidRPr="00DF6DD6">
              <w:rPr>
                <w:lang w:val="fi-FI" w:eastAsia="fi-FI"/>
              </w:rPr>
              <w:t>N/A</w:t>
            </w:r>
          </w:p>
        </w:tc>
      </w:tr>
      <w:tr w:rsidR="00F55B07" w:rsidRPr="00DF6DD6" w14:paraId="61BFA89D" w14:textId="77777777" w:rsidTr="00A6034C">
        <w:trPr>
          <w:trHeight w:val="288"/>
          <w:jc w:val="center"/>
        </w:trPr>
        <w:tc>
          <w:tcPr>
            <w:tcW w:w="2537" w:type="dxa"/>
            <w:shd w:val="clear" w:color="auto" w:fill="auto"/>
            <w:noWrap/>
            <w:vAlign w:val="center"/>
          </w:tcPr>
          <w:p w14:paraId="1F2DAFD4" w14:textId="42FB3B94" w:rsidR="0095436B" w:rsidRPr="00DF6DD6" w:rsidRDefault="0095436B" w:rsidP="00401ADA">
            <w:pPr>
              <w:pStyle w:val="TAC"/>
              <w:keepNext w:val="0"/>
              <w:rPr>
                <w:lang w:val="en-US" w:eastAsia="fi-FI"/>
              </w:rPr>
            </w:pPr>
            <w:r w:rsidRPr="00DF6DD6">
              <w:rPr>
                <w:lang w:val="en-US" w:eastAsia="fi-FI"/>
              </w:rPr>
              <w:t>DC_42A_n78A</w:t>
            </w:r>
            <w:r w:rsidRPr="00DF6DD6">
              <w:rPr>
                <w:vertAlign w:val="superscript"/>
                <w:lang w:val="en-US" w:eastAsia="fi-FI"/>
              </w:rPr>
              <w:t>3,4,9</w:t>
            </w:r>
          </w:p>
          <w:p w14:paraId="72565C25" w14:textId="77777777" w:rsidR="0095436B" w:rsidRPr="00DF6DD6" w:rsidRDefault="0095436B" w:rsidP="00401ADA">
            <w:pPr>
              <w:pStyle w:val="TAC"/>
              <w:keepNext w:val="0"/>
              <w:rPr>
                <w:vertAlign w:val="superscript"/>
                <w:lang w:val="en-US" w:eastAsia="fi-FI"/>
              </w:rPr>
            </w:pPr>
            <w:r w:rsidRPr="00DF6DD6">
              <w:rPr>
                <w:lang w:val="en-US" w:eastAsia="fi-FI"/>
              </w:rPr>
              <w:t>DC_42A_n78C</w:t>
            </w:r>
            <w:r w:rsidRPr="00DF6DD6">
              <w:rPr>
                <w:vertAlign w:val="superscript"/>
                <w:lang w:val="en-US" w:eastAsia="fi-FI"/>
              </w:rPr>
              <w:t>3,4,9</w:t>
            </w:r>
          </w:p>
          <w:p w14:paraId="4C679E7A" w14:textId="1F299BE5" w:rsidR="0095436B" w:rsidRPr="00DF6DD6" w:rsidRDefault="0095436B" w:rsidP="00401ADA">
            <w:pPr>
              <w:pStyle w:val="TAC"/>
              <w:keepNext w:val="0"/>
              <w:rPr>
                <w:vertAlign w:val="superscript"/>
                <w:lang w:val="en-US" w:eastAsia="fi-FI"/>
              </w:rPr>
            </w:pPr>
            <w:r w:rsidRPr="00DF6DD6">
              <w:t>DC_42C_n78A</w:t>
            </w:r>
            <w:r w:rsidRPr="00DF6DD6">
              <w:rPr>
                <w:vertAlign w:val="superscript"/>
                <w:lang w:val="en-US" w:eastAsia="fi-FI"/>
              </w:rPr>
              <w:t>3,4,9</w:t>
            </w:r>
          </w:p>
          <w:p w14:paraId="6CB3A8C1" w14:textId="121DFCF1" w:rsidR="0095436B" w:rsidRPr="00DF6DD6" w:rsidRDefault="0095436B" w:rsidP="00401ADA">
            <w:pPr>
              <w:pStyle w:val="TAC"/>
              <w:keepNext w:val="0"/>
              <w:rPr>
                <w:vertAlign w:val="superscript"/>
                <w:lang w:val="en-US" w:eastAsia="fi-FI"/>
              </w:rPr>
            </w:pPr>
            <w:r w:rsidRPr="00DF6DD6">
              <w:rPr>
                <w:noProof/>
                <w:lang w:eastAsia="zh-CN"/>
              </w:rPr>
              <w:t>DC_42C_n78C</w:t>
            </w:r>
            <w:r w:rsidRPr="00DF6DD6">
              <w:rPr>
                <w:vertAlign w:val="superscript"/>
                <w:lang w:val="en-US" w:eastAsia="fi-FI"/>
              </w:rPr>
              <w:t>3,4,9</w:t>
            </w:r>
          </w:p>
          <w:p w14:paraId="36909DE6" w14:textId="6BDD9A01" w:rsidR="0095436B" w:rsidRPr="00DF6DD6" w:rsidRDefault="0095436B" w:rsidP="00401ADA">
            <w:pPr>
              <w:pStyle w:val="TAC"/>
              <w:keepNext w:val="0"/>
              <w:rPr>
                <w:vertAlign w:val="superscript"/>
                <w:lang w:val="en-US" w:eastAsia="fi-FI"/>
              </w:rPr>
            </w:pPr>
            <w:r w:rsidRPr="00DF6DD6">
              <w:rPr>
                <w:lang w:val="en-US" w:eastAsia="fi-FI"/>
              </w:rPr>
              <w:t>DC_42D_n78A</w:t>
            </w:r>
            <w:r w:rsidRPr="00DF6DD6">
              <w:rPr>
                <w:vertAlign w:val="superscript"/>
                <w:lang w:val="en-US" w:eastAsia="fi-FI"/>
              </w:rPr>
              <w:t>3,4,9</w:t>
            </w:r>
          </w:p>
          <w:p w14:paraId="36BF2126" w14:textId="489DC35E" w:rsidR="0095436B" w:rsidRPr="00DF6DD6" w:rsidRDefault="0095436B" w:rsidP="00401ADA">
            <w:pPr>
              <w:pStyle w:val="TAC"/>
              <w:keepNext w:val="0"/>
              <w:rPr>
                <w:lang w:val="en-US" w:eastAsia="fi-FI"/>
              </w:rPr>
            </w:pPr>
            <w:r w:rsidRPr="00DF6DD6">
              <w:rPr>
                <w:rFonts w:cs="Arial"/>
                <w:lang w:eastAsia="ja-JP"/>
              </w:rPr>
              <w:t>DC</w:t>
            </w:r>
            <w:r w:rsidRPr="00DF6DD6">
              <w:rPr>
                <w:rFonts w:cs="Arial"/>
              </w:rPr>
              <w:t>_</w:t>
            </w:r>
            <w:r w:rsidRPr="00DF6DD6">
              <w:rPr>
                <w:rFonts w:cs="Arial"/>
                <w:lang w:eastAsia="ja-JP"/>
              </w:rPr>
              <w:t>42E_n78A</w:t>
            </w:r>
            <w:r w:rsidRPr="00DF6DD6">
              <w:rPr>
                <w:vertAlign w:val="superscript"/>
                <w:lang w:val="en-US" w:eastAsia="fi-FI"/>
              </w:rPr>
              <w:t>3,4,9</w:t>
            </w:r>
          </w:p>
        </w:tc>
        <w:tc>
          <w:tcPr>
            <w:tcW w:w="2280" w:type="dxa"/>
            <w:vAlign w:val="center"/>
          </w:tcPr>
          <w:p w14:paraId="5D676D12" w14:textId="77777777" w:rsidR="0095436B" w:rsidRPr="00DF6DD6" w:rsidRDefault="0095436B" w:rsidP="00401ADA">
            <w:pPr>
              <w:pStyle w:val="TAC"/>
              <w:keepNext w:val="0"/>
              <w:rPr>
                <w:lang w:val="fi-FI" w:eastAsia="fi-FI"/>
              </w:rPr>
            </w:pPr>
            <w:r w:rsidRPr="00DF6DD6">
              <w:rPr>
                <w:lang w:val="fi-FI" w:eastAsia="fi-FI"/>
              </w:rPr>
              <w:t>N/A</w:t>
            </w:r>
          </w:p>
        </w:tc>
        <w:tc>
          <w:tcPr>
            <w:tcW w:w="2738" w:type="dxa"/>
            <w:shd w:val="clear" w:color="auto" w:fill="auto"/>
            <w:noWrap/>
            <w:vAlign w:val="center"/>
          </w:tcPr>
          <w:p w14:paraId="63D02334" w14:textId="53FC44E8" w:rsidR="0095436B" w:rsidRPr="00DF6DD6" w:rsidRDefault="0095436B" w:rsidP="00401ADA">
            <w:pPr>
              <w:pStyle w:val="TAC"/>
              <w:keepNext w:val="0"/>
              <w:rPr>
                <w:lang w:val="fi-FI" w:eastAsia="fi-FI"/>
              </w:rPr>
            </w:pPr>
            <w:r w:rsidRPr="00DF6DD6">
              <w:rPr>
                <w:lang w:val="fi-FI" w:eastAsia="fi-FI"/>
              </w:rPr>
              <w:t>N/A</w:t>
            </w:r>
          </w:p>
        </w:tc>
      </w:tr>
      <w:tr w:rsidR="00F55B07" w:rsidRPr="00DF6DD6" w14:paraId="784A5D2F" w14:textId="77777777" w:rsidTr="00A6034C">
        <w:trPr>
          <w:trHeight w:val="288"/>
          <w:jc w:val="center"/>
        </w:trPr>
        <w:tc>
          <w:tcPr>
            <w:tcW w:w="2537" w:type="dxa"/>
            <w:shd w:val="clear" w:color="auto" w:fill="auto"/>
            <w:noWrap/>
            <w:vAlign w:val="center"/>
          </w:tcPr>
          <w:p w14:paraId="47C27D87" w14:textId="2DDAAB4A" w:rsidR="001135A5" w:rsidRPr="00DF6DD6" w:rsidRDefault="001135A5" w:rsidP="001135A5">
            <w:pPr>
              <w:pStyle w:val="TAC"/>
              <w:keepNext w:val="0"/>
              <w:rPr>
                <w:lang w:val="en-US" w:eastAsia="fi-FI"/>
              </w:rPr>
            </w:pPr>
            <w:r w:rsidRPr="00DF6DD6">
              <w:rPr>
                <w:lang w:val="en-US" w:eastAsia="fi-FI"/>
              </w:rPr>
              <w:t>DC_42A_n79A</w:t>
            </w:r>
            <w:r w:rsidRPr="00DF6DD6">
              <w:rPr>
                <w:vertAlign w:val="superscript"/>
                <w:lang w:val="en-US" w:eastAsia="fi-FI"/>
              </w:rPr>
              <w:t>9</w:t>
            </w:r>
            <w:r>
              <w:rPr>
                <w:vertAlign w:val="superscript"/>
                <w:lang w:val="en-US" w:eastAsia="fi-FI"/>
              </w:rPr>
              <w:t>,15</w:t>
            </w:r>
          </w:p>
          <w:p w14:paraId="0B5686E0" w14:textId="38E9EECB" w:rsidR="001135A5" w:rsidRPr="00DF6DD6" w:rsidRDefault="001135A5" w:rsidP="001135A5">
            <w:pPr>
              <w:pStyle w:val="TAC"/>
              <w:keepNext w:val="0"/>
              <w:rPr>
                <w:lang w:val="en-US" w:eastAsia="fi-FI"/>
              </w:rPr>
            </w:pPr>
            <w:r w:rsidRPr="00DF6DD6">
              <w:rPr>
                <w:lang w:val="en-US" w:eastAsia="fi-FI"/>
              </w:rPr>
              <w:t>DC_42A_n79C</w:t>
            </w:r>
            <w:r w:rsidRPr="00DF6DD6">
              <w:rPr>
                <w:vertAlign w:val="superscript"/>
                <w:lang w:val="en-US" w:eastAsia="fi-FI"/>
              </w:rPr>
              <w:t>9</w:t>
            </w:r>
            <w:r>
              <w:rPr>
                <w:vertAlign w:val="superscript"/>
                <w:lang w:val="en-US" w:eastAsia="fi-FI"/>
              </w:rPr>
              <w:t>,15</w:t>
            </w:r>
          </w:p>
          <w:p w14:paraId="11810942" w14:textId="017AA6B9" w:rsidR="001135A5" w:rsidRPr="00DF6DD6" w:rsidRDefault="001135A5" w:rsidP="001135A5">
            <w:pPr>
              <w:pStyle w:val="TAC"/>
              <w:keepNext w:val="0"/>
            </w:pPr>
            <w:r w:rsidRPr="00DF6DD6">
              <w:t>DC_42C_n79A</w:t>
            </w:r>
            <w:r w:rsidRPr="00DF6DD6">
              <w:rPr>
                <w:vertAlign w:val="superscript"/>
                <w:lang w:val="en-US" w:eastAsia="fi-FI"/>
              </w:rPr>
              <w:t>9</w:t>
            </w:r>
            <w:r>
              <w:rPr>
                <w:vertAlign w:val="superscript"/>
                <w:lang w:val="en-US" w:eastAsia="fi-FI"/>
              </w:rPr>
              <w:t>,15</w:t>
            </w:r>
          </w:p>
          <w:p w14:paraId="1E4CE033" w14:textId="595AAF38" w:rsidR="001135A5" w:rsidRPr="00DF6DD6" w:rsidRDefault="001135A5" w:rsidP="001135A5">
            <w:pPr>
              <w:pStyle w:val="TAC"/>
              <w:keepNext w:val="0"/>
              <w:rPr>
                <w:noProof/>
                <w:lang w:eastAsia="zh-CN"/>
              </w:rPr>
            </w:pPr>
            <w:r w:rsidRPr="00DF6DD6">
              <w:rPr>
                <w:noProof/>
                <w:lang w:eastAsia="zh-CN"/>
              </w:rPr>
              <w:t>DC_42C_n79C</w:t>
            </w:r>
            <w:r w:rsidRPr="00DF6DD6">
              <w:rPr>
                <w:vertAlign w:val="superscript"/>
                <w:lang w:val="en-US" w:eastAsia="fi-FI"/>
              </w:rPr>
              <w:t>9</w:t>
            </w:r>
            <w:r>
              <w:rPr>
                <w:vertAlign w:val="superscript"/>
                <w:lang w:val="en-US" w:eastAsia="fi-FI"/>
              </w:rPr>
              <w:t>,15</w:t>
            </w:r>
          </w:p>
          <w:p w14:paraId="0641D95A" w14:textId="0700D10A" w:rsidR="001135A5" w:rsidRPr="00DF6DD6" w:rsidRDefault="001135A5" w:rsidP="001135A5">
            <w:pPr>
              <w:pStyle w:val="TAC"/>
              <w:keepNext w:val="0"/>
              <w:rPr>
                <w:lang w:val="en-US" w:eastAsia="fi-FI"/>
              </w:rPr>
            </w:pPr>
            <w:r w:rsidRPr="00DF6DD6">
              <w:rPr>
                <w:lang w:val="en-US" w:eastAsia="fi-FI"/>
              </w:rPr>
              <w:t>DC_42D_n79A</w:t>
            </w:r>
            <w:r w:rsidRPr="00DF6DD6">
              <w:rPr>
                <w:vertAlign w:val="superscript"/>
                <w:lang w:val="en-US" w:eastAsia="fi-FI"/>
              </w:rPr>
              <w:t>9</w:t>
            </w:r>
            <w:r>
              <w:rPr>
                <w:vertAlign w:val="superscript"/>
                <w:lang w:val="en-US" w:eastAsia="fi-FI"/>
              </w:rPr>
              <w:t>,15</w:t>
            </w:r>
          </w:p>
          <w:p w14:paraId="75DA3784" w14:textId="45601578" w:rsidR="0095436B" w:rsidRPr="00DF6DD6" w:rsidRDefault="001135A5" w:rsidP="001135A5">
            <w:pPr>
              <w:pStyle w:val="TAC"/>
              <w:keepNext w:val="0"/>
              <w:rPr>
                <w:lang w:val="en-US" w:eastAsia="fi-FI"/>
              </w:rPr>
            </w:pPr>
            <w:r w:rsidRPr="00DF6DD6">
              <w:rPr>
                <w:rFonts w:cs="Arial"/>
                <w:lang w:eastAsia="ja-JP"/>
              </w:rPr>
              <w:t>DC</w:t>
            </w:r>
            <w:r w:rsidRPr="00DF6DD6">
              <w:rPr>
                <w:rFonts w:cs="Arial"/>
              </w:rPr>
              <w:t>_</w:t>
            </w:r>
            <w:r w:rsidRPr="00DF6DD6">
              <w:rPr>
                <w:rFonts w:cs="Arial"/>
                <w:lang w:eastAsia="ja-JP"/>
              </w:rPr>
              <w:t>42E_n79A</w:t>
            </w:r>
            <w:r w:rsidRPr="00DF6DD6">
              <w:rPr>
                <w:vertAlign w:val="superscript"/>
                <w:lang w:val="en-US" w:eastAsia="fi-FI"/>
              </w:rPr>
              <w:t>9</w:t>
            </w:r>
            <w:r>
              <w:rPr>
                <w:vertAlign w:val="superscript"/>
                <w:lang w:val="en-US" w:eastAsia="fi-FI"/>
              </w:rPr>
              <w:t>,15</w:t>
            </w:r>
          </w:p>
        </w:tc>
        <w:tc>
          <w:tcPr>
            <w:tcW w:w="2280" w:type="dxa"/>
            <w:vAlign w:val="center"/>
          </w:tcPr>
          <w:p w14:paraId="4F90BA3D" w14:textId="77777777" w:rsidR="0095436B" w:rsidRPr="00DF6DD6" w:rsidRDefault="0095436B" w:rsidP="00401ADA">
            <w:pPr>
              <w:pStyle w:val="TAC"/>
              <w:keepNext w:val="0"/>
              <w:rPr>
                <w:lang w:val="fi-FI" w:eastAsia="fi-FI"/>
              </w:rPr>
            </w:pPr>
            <w:r w:rsidRPr="00DF6DD6">
              <w:rPr>
                <w:lang w:val="fi-FI" w:eastAsia="fi-FI"/>
              </w:rPr>
              <w:t>N/</w:t>
            </w:r>
            <w:r w:rsidRPr="00DF6DD6" w:rsidDel="00EA7EC3">
              <w:rPr>
                <w:lang w:val="fi-FI" w:eastAsia="fi-FI"/>
              </w:rPr>
              <w:t>A</w:t>
            </w:r>
          </w:p>
        </w:tc>
        <w:tc>
          <w:tcPr>
            <w:tcW w:w="2738" w:type="dxa"/>
            <w:shd w:val="clear" w:color="auto" w:fill="auto"/>
            <w:noWrap/>
            <w:vAlign w:val="center"/>
          </w:tcPr>
          <w:p w14:paraId="7E459697" w14:textId="0FEC5C77" w:rsidR="0095436B" w:rsidRPr="00DF6DD6" w:rsidRDefault="0095436B" w:rsidP="00401ADA">
            <w:pPr>
              <w:pStyle w:val="TAC"/>
              <w:keepNext w:val="0"/>
              <w:rPr>
                <w:lang w:val="fi-FI" w:eastAsia="fi-FI"/>
              </w:rPr>
            </w:pPr>
            <w:r w:rsidRPr="00DF6DD6">
              <w:rPr>
                <w:lang w:val="fi-FI" w:eastAsia="fi-FI"/>
              </w:rPr>
              <w:t>N/A</w:t>
            </w:r>
          </w:p>
        </w:tc>
      </w:tr>
      <w:tr w:rsidR="00F55B07" w:rsidRPr="00DF6DD6" w14:paraId="3872A56B" w14:textId="77777777" w:rsidTr="00A6034C">
        <w:trPr>
          <w:trHeight w:val="288"/>
          <w:jc w:val="center"/>
        </w:trPr>
        <w:tc>
          <w:tcPr>
            <w:tcW w:w="2537" w:type="dxa"/>
            <w:shd w:val="clear" w:color="auto" w:fill="auto"/>
            <w:noWrap/>
            <w:vAlign w:val="center"/>
          </w:tcPr>
          <w:p w14:paraId="282F3622" w14:textId="77777777" w:rsidR="0095436B" w:rsidRPr="00DF6DD6" w:rsidRDefault="0095436B" w:rsidP="00401ADA">
            <w:pPr>
              <w:pStyle w:val="TAC"/>
              <w:keepNext w:val="0"/>
              <w:rPr>
                <w:rFonts w:cs="Arial"/>
                <w:vertAlign w:val="superscript"/>
                <w:lang w:eastAsia="zh-CN"/>
              </w:rPr>
            </w:pPr>
            <w:r w:rsidRPr="00DF6DD6">
              <w:rPr>
                <w:rFonts w:cs="Arial" w:hint="eastAsia"/>
                <w:lang w:eastAsia="ja-JP"/>
              </w:rPr>
              <w:t>DC</w:t>
            </w:r>
            <w:r w:rsidRPr="00DF6DD6">
              <w:rPr>
                <w:rFonts w:cs="Arial"/>
              </w:rPr>
              <w:t>_</w:t>
            </w:r>
            <w:r w:rsidRPr="00DF6DD6">
              <w:rPr>
                <w:rFonts w:cs="Arial"/>
                <w:lang w:eastAsia="zh-CN"/>
              </w:rPr>
              <w:t>46</w:t>
            </w:r>
            <w:r w:rsidRPr="00F27018">
              <w:rPr>
                <w:rFonts w:cs="Arial"/>
                <w:lang w:eastAsia="zh-CN"/>
              </w:rPr>
              <w:t>A</w:t>
            </w:r>
            <w:r w:rsidRPr="00DF6DD6">
              <w:rPr>
                <w:rFonts w:cs="Arial"/>
                <w:lang w:eastAsia="zh-CN"/>
              </w:rPr>
              <w:t>_n78</w:t>
            </w:r>
            <w:r w:rsidRPr="00DF6DD6">
              <w:rPr>
                <w:rFonts w:cs="Arial"/>
                <w:lang w:eastAsia="ja-JP"/>
              </w:rPr>
              <w:t>A</w:t>
            </w:r>
            <w:r w:rsidRPr="00DF6DD6">
              <w:rPr>
                <w:rFonts w:cs="Arial"/>
                <w:vertAlign w:val="superscript"/>
                <w:lang w:eastAsia="zh-CN"/>
              </w:rPr>
              <w:t>2</w:t>
            </w:r>
          </w:p>
          <w:p w14:paraId="664E03BE" w14:textId="77777777" w:rsidR="0095436B" w:rsidRPr="00DF6DD6" w:rsidRDefault="0095436B" w:rsidP="00401ADA">
            <w:pPr>
              <w:pStyle w:val="TAC"/>
              <w:keepNext w:val="0"/>
              <w:rPr>
                <w:rFonts w:cs="Arial"/>
                <w:vertAlign w:val="superscript"/>
                <w:lang w:eastAsia="zh-CN"/>
              </w:rPr>
            </w:pPr>
            <w:r w:rsidRPr="00DF6DD6">
              <w:rPr>
                <w:rFonts w:cs="Arial" w:hint="eastAsia"/>
                <w:lang w:eastAsia="ja-JP"/>
              </w:rPr>
              <w:t>DC</w:t>
            </w:r>
            <w:r w:rsidRPr="00DF6DD6">
              <w:rPr>
                <w:rFonts w:cs="Arial"/>
              </w:rPr>
              <w:t>_</w:t>
            </w:r>
            <w:r w:rsidRPr="00DF6DD6">
              <w:rPr>
                <w:rFonts w:cs="Arial"/>
                <w:lang w:eastAsia="zh-CN"/>
              </w:rPr>
              <w:t>46</w:t>
            </w:r>
            <w:r w:rsidRPr="00F27018">
              <w:rPr>
                <w:rFonts w:cs="Arial"/>
                <w:lang w:eastAsia="zh-CN"/>
              </w:rPr>
              <w:t>C</w:t>
            </w:r>
            <w:r w:rsidRPr="00DF6DD6">
              <w:rPr>
                <w:rFonts w:cs="Arial"/>
                <w:lang w:eastAsia="zh-CN"/>
              </w:rPr>
              <w:t>_n78</w:t>
            </w:r>
            <w:r w:rsidRPr="00DF6DD6">
              <w:rPr>
                <w:rFonts w:cs="Arial"/>
                <w:lang w:eastAsia="ja-JP"/>
              </w:rPr>
              <w:t>A</w:t>
            </w:r>
            <w:r w:rsidRPr="00DF6DD6">
              <w:rPr>
                <w:rFonts w:cs="Arial"/>
                <w:vertAlign w:val="superscript"/>
                <w:lang w:eastAsia="zh-CN"/>
              </w:rPr>
              <w:t>2</w:t>
            </w:r>
          </w:p>
          <w:p w14:paraId="35B94C28" w14:textId="77777777" w:rsidR="0095436B" w:rsidRPr="00DF6DD6" w:rsidRDefault="0095436B" w:rsidP="00401ADA">
            <w:pPr>
              <w:pStyle w:val="TAC"/>
              <w:keepNext w:val="0"/>
              <w:rPr>
                <w:rFonts w:cs="Arial"/>
                <w:vertAlign w:val="superscript"/>
                <w:lang w:eastAsia="zh-CN"/>
              </w:rPr>
            </w:pPr>
            <w:r w:rsidRPr="00DF6DD6">
              <w:rPr>
                <w:rFonts w:cs="Arial" w:hint="eastAsia"/>
                <w:lang w:eastAsia="ja-JP"/>
              </w:rPr>
              <w:t>DC</w:t>
            </w:r>
            <w:r w:rsidRPr="00DF6DD6">
              <w:rPr>
                <w:rFonts w:cs="Arial"/>
              </w:rPr>
              <w:t>_</w:t>
            </w:r>
            <w:r w:rsidRPr="00DF6DD6">
              <w:rPr>
                <w:rFonts w:cs="Arial"/>
                <w:lang w:eastAsia="zh-CN"/>
              </w:rPr>
              <w:t>46</w:t>
            </w:r>
            <w:r w:rsidRPr="00F27018">
              <w:rPr>
                <w:rFonts w:cs="Arial"/>
                <w:lang w:eastAsia="zh-CN"/>
              </w:rPr>
              <w:t>D</w:t>
            </w:r>
            <w:r w:rsidRPr="00DF6DD6">
              <w:rPr>
                <w:rFonts w:cs="Arial"/>
                <w:lang w:eastAsia="zh-CN"/>
              </w:rPr>
              <w:t>_n78</w:t>
            </w:r>
            <w:r w:rsidRPr="00DF6DD6">
              <w:rPr>
                <w:rFonts w:cs="Arial"/>
                <w:lang w:eastAsia="ja-JP"/>
              </w:rPr>
              <w:t>A</w:t>
            </w:r>
            <w:r w:rsidRPr="00DF6DD6">
              <w:rPr>
                <w:rFonts w:cs="Arial"/>
                <w:vertAlign w:val="superscript"/>
                <w:lang w:eastAsia="zh-CN"/>
              </w:rPr>
              <w:t>2</w:t>
            </w:r>
          </w:p>
          <w:p w14:paraId="38E85632" w14:textId="20AB6743" w:rsidR="0095436B" w:rsidRPr="00DF6DD6" w:rsidRDefault="0095436B" w:rsidP="00401ADA">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zh-CN"/>
              </w:rPr>
              <w:t>46E_n78</w:t>
            </w:r>
            <w:r w:rsidRPr="00DF6DD6">
              <w:rPr>
                <w:rFonts w:cs="Arial"/>
                <w:lang w:eastAsia="ja-JP"/>
              </w:rPr>
              <w:t>A</w:t>
            </w:r>
            <w:r w:rsidRPr="00DF6DD6">
              <w:rPr>
                <w:rFonts w:cs="Arial"/>
                <w:vertAlign w:val="superscript"/>
                <w:lang w:eastAsia="zh-CN"/>
              </w:rPr>
              <w:t>2</w:t>
            </w:r>
          </w:p>
        </w:tc>
        <w:tc>
          <w:tcPr>
            <w:tcW w:w="2280" w:type="dxa"/>
            <w:vAlign w:val="center"/>
          </w:tcPr>
          <w:p w14:paraId="443F85AB" w14:textId="36D1BF07" w:rsidR="0095436B" w:rsidRPr="00DF6DD6" w:rsidRDefault="0095436B" w:rsidP="00401ADA">
            <w:pPr>
              <w:pStyle w:val="TAC"/>
              <w:keepNext w:val="0"/>
              <w:rPr>
                <w:lang w:val="fi-FI" w:eastAsia="fi-FI"/>
              </w:rPr>
            </w:pPr>
            <w:r w:rsidRPr="00DF6DD6">
              <w:rPr>
                <w:rFonts w:hint="eastAsia"/>
                <w:lang w:val="fi-FI" w:eastAsia="zh-CN"/>
              </w:rPr>
              <w:t>N/A</w:t>
            </w:r>
          </w:p>
        </w:tc>
        <w:tc>
          <w:tcPr>
            <w:tcW w:w="2738" w:type="dxa"/>
            <w:shd w:val="clear" w:color="auto" w:fill="auto"/>
            <w:noWrap/>
            <w:vAlign w:val="center"/>
          </w:tcPr>
          <w:p w14:paraId="53F7D23A" w14:textId="79A3EF15" w:rsidR="0095436B" w:rsidRPr="00DF6DD6" w:rsidRDefault="0095436B" w:rsidP="00401ADA">
            <w:pPr>
              <w:pStyle w:val="TAC"/>
              <w:keepNext w:val="0"/>
              <w:rPr>
                <w:lang w:val="fi-FI" w:eastAsia="fi-FI"/>
              </w:rPr>
            </w:pPr>
            <w:r w:rsidRPr="00DF6DD6">
              <w:rPr>
                <w:lang w:val="fi-FI" w:eastAsia="zh-CN"/>
              </w:rPr>
              <w:t>N/A</w:t>
            </w:r>
          </w:p>
        </w:tc>
      </w:tr>
      <w:tr w:rsidR="00F55B07" w:rsidRPr="00DF6DD6" w14:paraId="4B6E8B83" w14:textId="77777777" w:rsidTr="00A6034C">
        <w:trPr>
          <w:trHeight w:val="288"/>
          <w:jc w:val="center"/>
        </w:trPr>
        <w:tc>
          <w:tcPr>
            <w:tcW w:w="2537" w:type="dxa"/>
            <w:shd w:val="clear" w:color="auto" w:fill="auto"/>
            <w:noWrap/>
            <w:vAlign w:val="center"/>
          </w:tcPr>
          <w:p w14:paraId="5BE4AA5A" w14:textId="77777777" w:rsidR="0095436B" w:rsidRPr="00DF6DD6" w:rsidRDefault="0095436B" w:rsidP="00401ADA">
            <w:pPr>
              <w:pStyle w:val="TAC"/>
              <w:keepNext w:val="0"/>
              <w:rPr>
                <w:rFonts w:cs="Arial"/>
                <w:lang w:eastAsia="ja-JP"/>
              </w:rPr>
            </w:pPr>
            <w:r w:rsidRPr="00DF6DD6">
              <w:rPr>
                <w:lang w:eastAsia="ja-JP"/>
              </w:rPr>
              <w:t>DC_66A_n5A</w:t>
            </w:r>
          </w:p>
        </w:tc>
        <w:tc>
          <w:tcPr>
            <w:tcW w:w="2280" w:type="dxa"/>
            <w:vAlign w:val="center"/>
          </w:tcPr>
          <w:p w14:paraId="6E68178F" w14:textId="77777777" w:rsidR="0095436B" w:rsidRPr="00DF6DD6" w:rsidRDefault="0095436B" w:rsidP="00401ADA">
            <w:pPr>
              <w:pStyle w:val="TAC"/>
              <w:keepNext w:val="0"/>
              <w:rPr>
                <w:lang w:val="fi-FI" w:eastAsia="fi-FI"/>
              </w:rPr>
            </w:pPr>
            <w:r w:rsidRPr="00DF6DD6">
              <w:rPr>
                <w:lang w:eastAsia="ja-JP"/>
              </w:rPr>
              <w:t>DC_66A_n5A</w:t>
            </w:r>
          </w:p>
        </w:tc>
        <w:tc>
          <w:tcPr>
            <w:tcW w:w="2738" w:type="dxa"/>
            <w:shd w:val="clear" w:color="auto" w:fill="auto"/>
            <w:noWrap/>
            <w:vAlign w:val="center"/>
          </w:tcPr>
          <w:p w14:paraId="2A5CB320" w14:textId="2117FF21" w:rsidR="0095436B" w:rsidRPr="00DF6DD6" w:rsidRDefault="0095436B" w:rsidP="00401ADA">
            <w:pPr>
              <w:pStyle w:val="TAC"/>
              <w:keepNext w:val="0"/>
              <w:rPr>
                <w:lang w:val="fi-FI" w:eastAsia="fi-FI"/>
              </w:rPr>
            </w:pPr>
            <w:r w:rsidRPr="00DF6DD6">
              <w:rPr>
                <w:lang w:eastAsia="ja-JP"/>
              </w:rPr>
              <w:t>DC_66_n5</w:t>
            </w:r>
          </w:p>
        </w:tc>
      </w:tr>
      <w:tr w:rsidR="00F55B07" w:rsidRPr="00DF6DD6" w14:paraId="6BC0B325" w14:textId="77777777" w:rsidTr="00A6034C">
        <w:trPr>
          <w:trHeight w:val="288"/>
          <w:jc w:val="center"/>
        </w:trPr>
        <w:tc>
          <w:tcPr>
            <w:tcW w:w="2537" w:type="dxa"/>
            <w:shd w:val="clear" w:color="auto" w:fill="auto"/>
            <w:noWrap/>
            <w:vAlign w:val="center"/>
          </w:tcPr>
          <w:p w14:paraId="6AEAEFA3" w14:textId="77777777" w:rsidR="0095436B" w:rsidRPr="00DF6DD6" w:rsidRDefault="0095436B" w:rsidP="00401ADA">
            <w:pPr>
              <w:pStyle w:val="TAC"/>
              <w:keepNext w:val="0"/>
              <w:rPr>
                <w:lang w:val="fi-FI" w:eastAsia="fi-FI"/>
              </w:rPr>
            </w:pPr>
            <w:r w:rsidRPr="00DF6DD6">
              <w:rPr>
                <w:rFonts w:hint="eastAsia"/>
                <w:lang w:eastAsia="ja-JP"/>
              </w:rPr>
              <w:t>DC_</w:t>
            </w:r>
            <w:r w:rsidRPr="00DF6DD6">
              <w:rPr>
                <w:lang w:eastAsia="ja-JP"/>
              </w:rPr>
              <w:t>66A_n71A</w:t>
            </w:r>
          </w:p>
        </w:tc>
        <w:tc>
          <w:tcPr>
            <w:tcW w:w="2280" w:type="dxa"/>
            <w:vAlign w:val="center"/>
          </w:tcPr>
          <w:p w14:paraId="51F83241" w14:textId="77777777" w:rsidR="0095436B" w:rsidRPr="00DF6DD6" w:rsidRDefault="0095436B" w:rsidP="00401ADA">
            <w:pPr>
              <w:pStyle w:val="TAC"/>
              <w:keepNext w:val="0"/>
              <w:rPr>
                <w:lang w:val="fi-FI" w:eastAsia="fi-FI"/>
              </w:rPr>
            </w:pPr>
            <w:r w:rsidRPr="00DF6DD6">
              <w:rPr>
                <w:lang w:eastAsia="ja-JP"/>
              </w:rPr>
              <w:t>DC_66A_n71A</w:t>
            </w:r>
          </w:p>
        </w:tc>
        <w:tc>
          <w:tcPr>
            <w:tcW w:w="2738" w:type="dxa"/>
            <w:shd w:val="clear" w:color="auto" w:fill="auto"/>
            <w:noWrap/>
            <w:vAlign w:val="center"/>
          </w:tcPr>
          <w:p w14:paraId="39ACD323" w14:textId="30A34A43" w:rsidR="0095436B" w:rsidRPr="00DF6DD6" w:rsidRDefault="0095436B" w:rsidP="00401ADA">
            <w:pPr>
              <w:pStyle w:val="TAC"/>
              <w:keepNext w:val="0"/>
              <w:rPr>
                <w:lang w:val="fi-FI" w:eastAsia="fi-FI"/>
              </w:rPr>
            </w:pPr>
            <w:r w:rsidRPr="00DF6DD6">
              <w:rPr>
                <w:lang w:eastAsia="ja-JP"/>
              </w:rPr>
              <w:t>No</w:t>
            </w:r>
          </w:p>
        </w:tc>
      </w:tr>
      <w:tr w:rsidR="00F55B07" w:rsidRPr="00DF6DD6" w14:paraId="654241C6" w14:textId="77777777" w:rsidTr="00A6034C">
        <w:trPr>
          <w:trHeight w:val="288"/>
          <w:jc w:val="center"/>
        </w:trPr>
        <w:tc>
          <w:tcPr>
            <w:tcW w:w="2537" w:type="dxa"/>
            <w:shd w:val="clear" w:color="auto" w:fill="auto"/>
            <w:noWrap/>
            <w:vAlign w:val="center"/>
          </w:tcPr>
          <w:p w14:paraId="5AA592B8" w14:textId="77777777" w:rsidR="0095436B" w:rsidRPr="00DF6DD6" w:rsidRDefault="0095436B" w:rsidP="00401ADA">
            <w:pPr>
              <w:pStyle w:val="TAC"/>
              <w:keepNext w:val="0"/>
              <w:rPr>
                <w:lang w:eastAsia="ja-JP"/>
              </w:rPr>
            </w:pPr>
            <w:r w:rsidRPr="00DF6DD6">
              <w:rPr>
                <w:lang w:eastAsia="ja-JP"/>
              </w:rPr>
              <w:t>DC_66A_n78A</w:t>
            </w:r>
          </w:p>
        </w:tc>
        <w:tc>
          <w:tcPr>
            <w:tcW w:w="2280" w:type="dxa"/>
            <w:vAlign w:val="center"/>
          </w:tcPr>
          <w:p w14:paraId="1CFA757D" w14:textId="77777777" w:rsidR="0095436B" w:rsidRPr="00DF6DD6" w:rsidRDefault="0095436B" w:rsidP="00401ADA">
            <w:pPr>
              <w:pStyle w:val="TAC"/>
              <w:keepNext w:val="0"/>
              <w:rPr>
                <w:lang w:eastAsia="ja-JP"/>
              </w:rPr>
            </w:pPr>
            <w:r w:rsidRPr="00DF6DD6">
              <w:rPr>
                <w:lang w:eastAsia="ja-JP"/>
              </w:rPr>
              <w:t>DC_66A_n78A</w:t>
            </w:r>
          </w:p>
        </w:tc>
        <w:tc>
          <w:tcPr>
            <w:tcW w:w="2738" w:type="dxa"/>
            <w:shd w:val="clear" w:color="auto" w:fill="auto"/>
            <w:noWrap/>
            <w:vAlign w:val="center"/>
          </w:tcPr>
          <w:p w14:paraId="4F79EB51" w14:textId="0364CBCD" w:rsidR="0095436B" w:rsidRPr="00DF6DD6" w:rsidRDefault="0095436B" w:rsidP="00401ADA">
            <w:pPr>
              <w:pStyle w:val="TAC"/>
              <w:keepNext w:val="0"/>
              <w:rPr>
                <w:lang w:eastAsia="ja-JP"/>
              </w:rPr>
            </w:pPr>
            <w:r w:rsidRPr="00DF6DD6">
              <w:rPr>
                <w:lang w:eastAsia="ja-JP"/>
              </w:rPr>
              <w:t>No</w:t>
            </w:r>
          </w:p>
        </w:tc>
      </w:tr>
      <w:tr w:rsidR="0095436B" w:rsidRPr="00DF6DD6" w14:paraId="6C55CCDD" w14:textId="77777777" w:rsidTr="00A6034C">
        <w:trPr>
          <w:trHeight w:val="288"/>
          <w:jc w:val="center"/>
        </w:trPr>
        <w:tc>
          <w:tcPr>
            <w:tcW w:w="7555" w:type="dxa"/>
            <w:gridSpan w:val="3"/>
            <w:shd w:val="clear" w:color="auto" w:fill="auto"/>
            <w:noWrap/>
            <w:vAlign w:val="center"/>
          </w:tcPr>
          <w:p w14:paraId="39E226AA" w14:textId="4D6841FE" w:rsidR="0095436B" w:rsidRPr="00DF6DD6" w:rsidRDefault="0095436B" w:rsidP="00401ADA">
            <w:pPr>
              <w:pStyle w:val="TAN"/>
              <w:keepNext w:val="0"/>
            </w:pPr>
            <w:r w:rsidRPr="00DF6DD6">
              <w:t>NOTE 1:</w:t>
            </w:r>
            <w:r w:rsidRPr="00DF6DD6">
              <w:tab/>
            </w:r>
            <w:r w:rsidR="00CD4C1C" w:rsidRPr="0070079D">
              <w:t xml:space="preserve">Uplink </w:t>
            </w:r>
            <w:r w:rsidR="00CD4C1C">
              <w:t>EN-DC</w:t>
            </w:r>
            <w:r w:rsidR="00CD4C1C" w:rsidRPr="0070079D">
              <w:t xml:space="preserve"> </w:t>
            </w:r>
            <w:r w:rsidRPr="00DF6DD6">
              <w:t>configurations are the configurations supported by the present release of specifications.</w:t>
            </w:r>
          </w:p>
          <w:p w14:paraId="4BB2DBE5" w14:textId="77777777" w:rsidR="0095436B" w:rsidRPr="00DF6DD6" w:rsidRDefault="0095436B" w:rsidP="00401ADA">
            <w:pPr>
              <w:pStyle w:val="TAN"/>
              <w:keepNext w:val="0"/>
            </w:pPr>
            <w:r w:rsidRPr="00DF6DD6">
              <w:t>NOTE 2:</w:t>
            </w:r>
            <w:r w:rsidRPr="00DF6DD6">
              <w:tab/>
              <w:t>Restricted to E-UTRA operation when inter-band carrier aggregation is configured. The downlink operating band for Band 46 is paired with the uplink operating band (external E-UTRA band) of the carrier aggregation configuration that is supporting the configured Pcell.</w:t>
            </w:r>
          </w:p>
          <w:p w14:paraId="658E4639" w14:textId="33B88F5B" w:rsidR="0095436B" w:rsidRPr="00DF6DD6" w:rsidRDefault="0095436B" w:rsidP="00401ADA">
            <w:pPr>
              <w:pStyle w:val="TAN"/>
              <w:keepNext w:val="0"/>
            </w:pPr>
            <w:r w:rsidRPr="00DF6DD6">
              <w:t>NOTE 3:</w:t>
            </w:r>
            <w:r w:rsidR="00F55B07" w:rsidRPr="00DF6DD6">
              <w:tab/>
            </w:r>
            <w:r w:rsidRPr="00DF6DD6">
              <w:t xml:space="preserve">The minimum requirements apply only when there is non-simultaneous Tx/Rx operation between E-UTRA and NR carriers. This restriction applies also for these carriers when applicable </w:t>
            </w:r>
            <w:r w:rsidR="00654459" w:rsidRPr="00C02013">
              <w:t>EN-DC configuration is part of a higher order EN-DC configuration.</w:t>
            </w:r>
          </w:p>
          <w:p w14:paraId="7C00B3E9" w14:textId="3CDD3781" w:rsidR="0095436B" w:rsidRPr="00DF6DD6" w:rsidRDefault="0095436B" w:rsidP="00401ADA">
            <w:pPr>
              <w:pStyle w:val="TAN"/>
              <w:keepNext w:val="0"/>
            </w:pPr>
            <w:r w:rsidRPr="00DF6DD6">
              <w:t>NOTE 4:</w:t>
            </w:r>
            <w:r w:rsidR="00F55B07" w:rsidRPr="00DF6DD6">
              <w:tab/>
            </w:r>
            <w:r w:rsidRPr="00DF6DD6">
              <w:t xml:space="preserve">The minimum requirements for intra-band non-contiguous EN-DC apply. </w:t>
            </w:r>
            <w:r w:rsidR="007F1425" w:rsidRPr="00452956">
              <w:rPr>
                <w:noProof/>
                <w:lang w:eastAsia="ja-JP"/>
              </w:rPr>
              <w:t xml:space="preserve">When UE capability </w:t>
            </w:r>
            <w:r w:rsidR="007F1425" w:rsidRPr="00452956">
              <w:rPr>
                <w:i/>
                <w:iCs/>
                <w:noProof/>
                <w:lang w:eastAsia="ja-JP"/>
              </w:rPr>
              <w:t>interBandContiguousMRDC</w:t>
            </w:r>
            <w:r w:rsidR="007F1425" w:rsidRPr="00452956">
              <w:rPr>
                <w:noProof/>
                <w:lang w:eastAsia="ja-JP"/>
              </w:rPr>
              <w:t xml:space="preserve"> is indicated, the minimum requirements for intra</w:t>
            </w:r>
            <w:r w:rsidR="007F1425">
              <w:rPr>
                <w:noProof/>
                <w:lang w:eastAsia="ja-JP"/>
              </w:rPr>
              <w:t>-</w:t>
            </w:r>
            <w:r w:rsidR="007F1425" w:rsidRPr="00452956">
              <w:rPr>
                <w:noProof/>
                <w:lang w:eastAsia="ja-JP"/>
              </w:rPr>
              <w:t>band</w:t>
            </w:r>
            <w:r w:rsidR="007F1425">
              <w:rPr>
                <w:noProof/>
                <w:lang w:eastAsia="ja-JP"/>
              </w:rPr>
              <w:t>-</w:t>
            </w:r>
            <w:r w:rsidR="007F1425" w:rsidRPr="00452956">
              <w:rPr>
                <w:noProof/>
                <w:lang w:eastAsia="ja-JP"/>
              </w:rPr>
              <w:t>contiguous EN-DC also should be met in addtion to intra</w:t>
            </w:r>
            <w:r w:rsidR="007F1425">
              <w:rPr>
                <w:noProof/>
                <w:lang w:eastAsia="ja-JP"/>
              </w:rPr>
              <w:t>-</w:t>
            </w:r>
            <w:r w:rsidR="007F1425" w:rsidRPr="00452956">
              <w:rPr>
                <w:noProof/>
                <w:lang w:eastAsia="ja-JP"/>
              </w:rPr>
              <w:t>band non-contiguous EN-DC</w:t>
            </w:r>
            <w:r w:rsidR="007F1425" w:rsidRPr="0062505B">
              <w:rPr>
                <w:i/>
                <w:iCs/>
                <w:noProof/>
                <w:lang w:eastAsia="ja-JP"/>
              </w:rPr>
              <w:t>.</w:t>
            </w:r>
            <w:r w:rsidR="007F1425">
              <w:rPr>
                <w:i/>
                <w:iCs/>
                <w:noProof/>
                <w:lang w:eastAsia="ja-JP"/>
              </w:rPr>
              <w:t xml:space="preserve"> </w:t>
            </w:r>
            <w:r w:rsidRPr="00DF6DD6">
              <w:t>The intra-band requirements also apply for these carriers when applicable EN-DC configuration is a subset of a higher order EN-DC configuration.</w:t>
            </w:r>
          </w:p>
          <w:p w14:paraId="665ACA0F" w14:textId="77777777" w:rsidR="0095436B" w:rsidRPr="00DF6DD6" w:rsidRDefault="0095436B" w:rsidP="00401ADA">
            <w:pPr>
              <w:pStyle w:val="TAN"/>
              <w:keepNext w:val="0"/>
            </w:pPr>
            <w:r w:rsidRPr="00DF6DD6">
              <w:t>NOTE 5:</w:t>
            </w:r>
            <w:r w:rsidRPr="00DF6DD6">
              <w:tab/>
              <w:t>The frequency range above 3600 MHz for Band n78 is not used in this combination.</w:t>
            </w:r>
          </w:p>
          <w:p w14:paraId="44068F72" w14:textId="77777777" w:rsidR="0095436B" w:rsidRPr="00DF6DD6" w:rsidRDefault="0095436B" w:rsidP="00401ADA">
            <w:pPr>
              <w:pStyle w:val="TAN"/>
              <w:keepNext w:val="0"/>
            </w:pPr>
            <w:r w:rsidRPr="00DF6DD6">
              <w:t>NOTE 6:</w:t>
            </w:r>
            <w:r w:rsidRPr="00DF6DD6">
              <w:tab/>
              <w:t>The frequency range below 2506 MHz for Band 41 is not used in this combination.</w:t>
            </w:r>
          </w:p>
          <w:p w14:paraId="4AB9D4C4" w14:textId="77777777" w:rsidR="0095436B" w:rsidRPr="00DF6DD6" w:rsidRDefault="0095436B" w:rsidP="00401ADA">
            <w:pPr>
              <w:pStyle w:val="TAN"/>
              <w:keepNext w:val="0"/>
            </w:pPr>
            <w:r w:rsidRPr="00DF6DD6">
              <w:t>NOTE 7:</w:t>
            </w:r>
            <w:r w:rsidRPr="00DF6DD6">
              <w:tab/>
              <w:t>Applicable for UE supporting inter-band EN-DC with mandatory simultaneous Rx/Tx capability.</w:t>
            </w:r>
          </w:p>
          <w:p w14:paraId="016918DD" w14:textId="77777777" w:rsidR="008177BC" w:rsidRPr="00DF6DD6" w:rsidRDefault="008177BC" w:rsidP="008177BC">
            <w:pPr>
              <w:pStyle w:val="TAN"/>
              <w:keepNext w:val="0"/>
            </w:pPr>
            <w:r w:rsidRPr="00DF6DD6">
              <w:t>NOTE 8:</w:t>
            </w:r>
            <w:r w:rsidRPr="00DF6DD6">
              <w:tab/>
              <w:t>The frequency range in band n28</w:t>
            </w:r>
            <w:r>
              <w:t xml:space="preserve"> / 28</w:t>
            </w:r>
            <w:r w:rsidRPr="00DF6DD6">
              <w:t xml:space="preserve"> is restricted for this band combination to 703 - 733 MHz for the UL and 758-788 MHz for the DL.</w:t>
            </w:r>
            <w:r>
              <w:t xml:space="preserve"> </w:t>
            </w:r>
            <w:r w:rsidRPr="00C95BC6">
              <w:t xml:space="preserve">This restriction also apply for any band combinations when </w:t>
            </w:r>
            <w:r>
              <w:t>DC</w:t>
            </w:r>
            <w:r w:rsidRPr="00C95BC6">
              <w:t>_20</w:t>
            </w:r>
            <w:r>
              <w:t>_n</w:t>
            </w:r>
            <w:r w:rsidRPr="00C95BC6">
              <w:t>28</w:t>
            </w:r>
            <w:r>
              <w:t>/ DC</w:t>
            </w:r>
            <w:r w:rsidRPr="00C95BC6">
              <w:t>_</w:t>
            </w:r>
            <w:r>
              <w:t>28_n</w:t>
            </w:r>
            <w:r w:rsidRPr="00C95BC6">
              <w:t>2</w:t>
            </w:r>
            <w:r>
              <w:t>0/ CA_20-28/ CA_n20-n28</w:t>
            </w:r>
            <w:r w:rsidRPr="00C95BC6">
              <w:t xml:space="preserve"> </w:t>
            </w:r>
            <w:r>
              <w:t>is</w:t>
            </w:r>
            <w:r w:rsidRPr="00C95BC6">
              <w:t xml:space="preserve"> a subset of a higher order band combination.</w:t>
            </w:r>
          </w:p>
          <w:p w14:paraId="47CDBA97" w14:textId="77777777" w:rsidR="0095436B" w:rsidRPr="00DF6DD6" w:rsidRDefault="0095436B" w:rsidP="00401ADA">
            <w:pPr>
              <w:pStyle w:val="TAN"/>
              <w:keepNext w:val="0"/>
            </w:pPr>
            <w:r w:rsidRPr="00DF6DD6">
              <w:t>NOTE 9:</w:t>
            </w:r>
            <w:r w:rsidRPr="00DF6DD6">
              <w:tab/>
              <w:t>The combination is not used alone as fall back mode of other band combinations in which UL in Band 42 is not used.</w:t>
            </w:r>
          </w:p>
          <w:p w14:paraId="082D168E" w14:textId="12247636" w:rsidR="001135A5" w:rsidRPr="001D60C5" w:rsidRDefault="001135A5" w:rsidP="001135A5">
            <w:pPr>
              <w:pStyle w:val="TAN"/>
            </w:pPr>
            <w:r w:rsidRPr="00DF6DD6">
              <w:lastRenderedPageBreak/>
              <w:t>NOTE 10:</w:t>
            </w:r>
            <w:r w:rsidRPr="00DF6DD6">
              <w:tab/>
              <w:t xml:space="preserve">The </w:t>
            </w:r>
            <w:r>
              <w:rPr>
                <w:lang w:val="en-US"/>
              </w:rPr>
              <w:t xml:space="preserve">minimum requirements apply for DL carriers with a </w:t>
            </w:r>
            <w:r w:rsidRPr="00DF6DD6">
              <w:t xml:space="preserve">maximum power spectral density imbalance </w:t>
            </w:r>
            <w:r>
              <w:t>of</w:t>
            </w:r>
            <w:r w:rsidRPr="00DF6DD6">
              <w:t xml:space="preserve"> [6] dB. The power spectral density imbalance condition also applies for these carriers when applicable EN-DC configuration is a subset of a higher order EN-DC configuration</w:t>
            </w:r>
            <w:r w:rsidRPr="001D60C5">
              <w:t xml:space="preserve"> </w:t>
            </w:r>
          </w:p>
          <w:p w14:paraId="6979996F" w14:textId="77777777" w:rsidR="0095436B" w:rsidRDefault="00E30098" w:rsidP="00E30098">
            <w:pPr>
              <w:pStyle w:val="TAN"/>
            </w:pPr>
            <w:r w:rsidRPr="001D60C5">
              <w:t>NOTE 11:</w:t>
            </w:r>
            <w:r w:rsidRPr="001D60C5">
              <w:tab/>
              <w:t xml:space="preserve">The minimum requirements apply for synchronized DL carriers with a maximum receive time difference </w:t>
            </w:r>
            <w:r w:rsidRPr="001D60C5">
              <w:rPr>
                <w:rFonts w:cs="Arial"/>
              </w:rPr>
              <w:t>≤</w:t>
            </w:r>
            <w:r w:rsidRPr="001D60C5">
              <w:t xml:space="preserve"> 3 usec. The requirements also apply for these carriers when applicable EN-DC configuration is a subset of a higher order EN-DC configuration</w:t>
            </w:r>
          </w:p>
          <w:p w14:paraId="29C4908F" w14:textId="77777777" w:rsidR="001135A5" w:rsidRPr="00B94CFE" w:rsidRDefault="001135A5" w:rsidP="00E30098">
            <w:pPr>
              <w:pStyle w:val="TAN"/>
              <w:rPr>
                <w:lang w:val="fr-FR"/>
              </w:rPr>
            </w:pPr>
            <w:r w:rsidRPr="00B94CFE">
              <w:rPr>
                <w:lang w:val="fr-FR"/>
              </w:rPr>
              <w:t xml:space="preserve">NOTE 12: </w:t>
            </w:r>
            <w:r w:rsidRPr="00B94CFE">
              <w:rPr>
                <w:lang w:val="fr-FR"/>
              </w:rPr>
              <w:tab/>
              <w:t>Void.</w:t>
            </w:r>
          </w:p>
          <w:p w14:paraId="6E3E7D11" w14:textId="2EC92B44" w:rsidR="001135A5" w:rsidRPr="00B94CFE" w:rsidRDefault="001135A5" w:rsidP="001135A5">
            <w:pPr>
              <w:pStyle w:val="TAN"/>
              <w:rPr>
                <w:lang w:val="fr-FR"/>
              </w:rPr>
            </w:pPr>
            <w:r w:rsidRPr="00B94CFE">
              <w:rPr>
                <w:lang w:val="fr-FR"/>
              </w:rPr>
              <w:t xml:space="preserve">NOTE 13: </w:t>
            </w:r>
            <w:r w:rsidRPr="00B94CFE">
              <w:rPr>
                <w:lang w:val="fr-FR"/>
              </w:rPr>
              <w:tab/>
              <w:t>Void.</w:t>
            </w:r>
          </w:p>
          <w:p w14:paraId="312A2823" w14:textId="3236B5A3" w:rsidR="001135A5" w:rsidRPr="00B94CFE" w:rsidRDefault="001135A5" w:rsidP="001135A5">
            <w:pPr>
              <w:pStyle w:val="TAN"/>
              <w:rPr>
                <w:lang w:val="fr-FR"/>
              </w:rPr>
            </w:pPr>
            <w:r w:rsidRPr="00B94CFE">
              <w:rPr>
                <w:lang w:val="fr-FR"/>
              </w:rPr>
              <w:t xml:space="preserve">NOTE 14: </w:t>
            </w:r>
            <w:r w:rsidRPr="00B94CFE">
              <w:rPr>
                <w:lang w:val="fr-FR"/>
              </w:rPr>
              <w:tab/>
              <w:t>Void.</w:t>
            </w:r>
          </w:p>
          <w:p w14:paraId="7676BF67" w14:textId="1BD7B263" w:rsidR="001135A5" w:rsidRPr="00DF6DD6" w:rsidRDefault="001135A5" w:rsidP="00E30098">
            <w:pPr>
              <w:pStyle w:val="TAN"/>
            </w:pPr>
            <w:r w:rsidRPr="001D60C5">
              <w:t>NOTE 1</w:t>
            </w:r>
            <w:r>
              <w:t>5</w:t>
            </w:r>
            <w:r w:rsidRPr="001D60C5">
              <w:t>:</w:t>
            </w:r>
            <w:r w:rsidRPr="001D60C5">
              <w:tab/>
            </w:r>
            <w:r w:rsidRPr="00F12C25">
              <w:t xml:space="preserve">Simultaneous Rx/Tx capability does not apply for UEs supporting band </w:t>
            </w:r>
            <w:r>
              <w:t>42</w:t>
            </w:r>
            <w:r w:rsidRPr="00F12C25">
              <w:t xml:space="preserve"> with a n77 implementation</w:t>
            </w:r>
            <w:r>
              <w:t xml:space="preserve"> only</w:t>
            </w:r>
            <w:r w:rsidRPr="00F12C25">
              <w:t>.</w:t>
            </w:r>
            <w:r>
              <w:t xml:space="preserve"> </w:t>
            </w:r>
            <w:r>
              <w:rPr>
                <w:lang w:eastAsia="ja-JP"/>
              </w:rPr>
              <w:t xml:space="preserve">Same restrictions are applied to related </w:t>
            </w:r>
            <w:r w:rsidRPr="00FF7271">
              <w:rPr>
                <w:rFonts w:cs="Arial"/>
                <w:szCs w:val="18"/>
              </w:rPr>
              <w:t>higher order</w:t>
            </w:r>
            <w:r>
              <w:rPr>
                <w:rFonts w:cs="Arial"/>
                <w:szCs w:val="18"/>
              </w:rPr>
              <w:t xml:space="preserve"> </w:t>
            </w:r>
            <w:r w:rsidRPr="00FF7271">
              <w:rPr>
                <w:rFonts w:cs="Arial"/>
                <w:szCs w:val="18"/>
              </w:rPr>
              <w:t>configuration</w:t>
            </w:r>
            <w:r>
              <w:rPr>
                <w:rFonts w:cs="Arial"/>
                <w:szCs w:val="18"/>
              </w:rPr>
              <w:t>s</w:t>
            </w:r>
            <w:r w:rsidRPr="00FF7271">
              <w:rPr>
                <w:rFonts w:cs="Arial"/>
                <w:szCs w:val="18"/>
              </w:rPr>
              <w:t>.</w:t>
            </w:r>
          </w:p>
        </w:tc>
      </w:tr>
    </w:tbl>
    <w:p w14:paraId="32A11BFE" w14:textId="77777777" w:rsidR="001310A1" w:rsidRPr="00DF6DD6" w:rsidRDefault="001310A1" w:rsidP="001310A1"/>
    <w:p w14:paraId="69BBB3B7" w14:textId="15F7F77A" w:rsidR="001310A1" w:rsidRPr="00DF6DD6" w:rsidRDefault="001310A1" w:rsidP="001310A1">
      <w:pPr>
        <w:pStyle w:val="Heading4"/>
      </w:pPr>
      <w:bookmarkStart w:id="684" w:name="_Toc21345414"/>
      <w:bookmarkStart w:id="685" w:name="_Toc29806263"/>
      <w:bookmarkStart w:id="686" w:name="_Toc37255796"/>
      <w:bookmarkStart w:id="687" w:name="_Toc37256137"/>
      <w:bookmarkStart w:id="688" w:name="_Toc45889974"/>
      <w:bookmarkStart w:id="689" w:name="_Toc52381799"/>
      <w:bookmarkStart w:id="690" w:name="_Toc61374898"/>
      <w:bookmarkStart w:id="691" w:name="_Toc67936249"/>
      <w:bookmarkStart w:id="692" w:name="_Toc67937122"/>
      <w:bookmarkStart w:id="693" w:name="_Toc76452358"/>
      <w:bookmarkStart w:id="694" w:name="_Toc76630201"/>
      <w:bookmarkStart w:id="695" w:name="_Toc83742761"/>
      <w:bookmarkStart w:id="696" w:name="_Toc83886875"/>
      <w:bookmarkStart w:id="697" w:name="_Toc83887675"/>
      <w:bookmarkStart w:id="698" w:name="_Toc90588516"/>
      <w:r w:rsidRPr="00DF6DD6">
        <w:t>5.5B.4.2</w:t>
      </w:r>
      <w:r w:rsidRPr="00DF6DD6">
        <w:tab/>
        <w:t xml:space="preserve">Inter-band EN-DC configurations </w:t>
      </w:r>
      <w:r w:rsidR="000349A6" w:rsidRPr="00DF6DD6">
        <w:t xml:space="preserve">within FR1 </w:t>
      </w:r>
      <w:r w:rsidRPr="00DF6DD6">
        <w:t>(three bands)</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14:paraId="60EA6884" w14:textId="1D4FE7FC" w:rsidR="001310A1" w:rsidRPr="00DF6DD6" w:rsidRDefault="001310A1" w:rsidP="001310A1">
      <w:pPr>
        <w:pStyle w:val="TH"/>
      </w:pPr>
      <w:r w:rsidRPr="00DF6DD6">
        <w:t xml:space="preserve">Table 5.5B.4.2-1: Inter-band EN-DC configurations </w:t>
      </w:r>
      <w:r w:rsidR="000349A6" w:rsidRPr="00DF6DD6">
        <w:t xml:space="preserve">within FR1 </w:t>
      </w:r>
      <w:r w:rsidRPr="00DF6DD6">
        <w:t>(three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08"/>
        <w:gridCol w:w="4434"/>
        <w:gridCol w:w="22"/>
      </w:tblGrid>
      <w:tr w:rsidR="00F55B07" w:rsidRPr="0045647B" w14:paraId="5C24D77F" w14:textId="77777777" w:rsidTr="005156D2">
        <w:trPr>
          <w:gridAfter w:val="1"/>
          <w:wAfter w:w="22" w:type="dxa"/>
          <w:trHeight w:val="288"/>
          <w:tblHeader/>
          <w:jc w:val="center"/>
        </w:trPr>
        <w:tc>
          <w:tcPr>
            <w:tcW w:w="0" w:type="auto"/>
            <w:shd w:val="clear" w:color="auto" w:fill="auto"/>
            <w:vAlign w:val="center"/>
            <w:hideMark/>
          </w:tcPr>
          <w:p w14:paraId="1BB88585" w14:textId="77777777" w:rsidR="0095436B" w:rsidRPr="00DF6DD6" w:rsidRDefault="0095436B" w:rsidP="00401ADA">
            <w:pPr>
              <w:pStyle w:val="TAH"/>
              <w:keepNext w:val="0"/>
              <w:rPr>
                <w:lang w:val="en-US" w:eastAsia="fi-FI"/>
              </w:rPr>
            </w:pPr>
            <w:r w:rsidRPr="00DF6DD6">
              <w:rPr>
                <w:lang w:val="en-US" w:eastAsia="fi-FI"/>
              </w:rPr>
              <w:t>EN-DC</w:t>
            </w:r>
          </w:p>
          <w:p w14:paraId="10E6F292" w14:textId="77777777" w:rsidR="0095436B" w:rsidRPr="00DF6DD6" w:rsidRDefault="0095436B" w:rsidP="00401ADA">
            <w:pPr>
              <w:pStyle w:val="TAH"/>
              <w:keepNext w:val="0"/>
              <w:rPr>
                <w:lang w:val="en-US" w:eastAsia="fi-FI"/>
              </w:rPr>
            </w:pPr>
            <w:r w:rsidRPr="00DF6DD6">
              <w:rPr>
                <w:lang w:val="en-US" w:eastAsia="fi-FI"/>
              </w:rPr>
              <w:t>configuration</w:t>
            </w:r>
          </w:p>
        </w:tc>
        <w:tc>
          <w:tcPr>
            <w:tcW w:w="0" w:type="auto"/>
            <w:vAlign w:val="center"/>
          </w:tcPr>
          <w:p w14:paraId="06F487CF" w14:textId="77777777" w:rsidR="0095436B" w:rsidRPr="00B94CFE" w:rsidRDefault="0095436B" w:rsidP="00401ADA">
            <w:pPr>
              <w:pStyle w:val="TAH"/>
              <w:keepNext w:val="0"/>
              <w:rPr>
                <w:lang w:val="fr-FR" w:eastAsia="fi-FI"/>
              </w:rPr>
            </w:pPr>
            <w:r w:rsidRPr="00B94CFE">
              <w:rPr>
                <w:lang w:val="fr-FR" w:eastAsia="fi-FI"/>
              </w:rPr>
              <w:t>Uplink EN-DC</w:t>
            </w:r>
          </w:p>
          <w:p w14:paraId="6E0ACF96" w14:textId="77777777" w:rsidR="0095436B" w:rsidRPr="00B94CFE" w:rsidRDefault="0095436B" w:rsidP="00401ADA">
            <w:pPr>
              <w:pStyle w:val="TAH"/>
              <w:keepNext w:val="0"/>
              <w:rPr>
                <w:lang w:val="fr-FR" w:eastAsia="fi-FI"/>
              </w:rPr>
            </w:pPr>
            <w:r w:rsidRPr="00B94CFE">
              <w:rPr>
                <w:lang w:val="fr-FR" w:eastAsia="fi-FI"/>
              </w:rPr>
              <w:t>configuration</w:t>
            </w:r>
          </w:p>
          <w:p w14:paraId="2FCAA0F5" w14:textId="77777777" w:rsidR="0095436B" w:rsidRPr="00B94CFE" w:rsidDel="00C35823" w:rsidRDefault="0095436B" w:rsidP="00401ADA">
            <w:pPr>
              <w:pStyle w:val="TAH"/>
              <w:keepNext w:val="0"/>
              <w:rPr>
                <w:lang w:val="fr-FR" w:eastAsia="fi-FI"/>
              </w:rPr>
            </w:pPr>
            <w:r w:rsidRPr="00B94CFE">
              <w:rPr>
                <w:lang w:val="fr-FR" w:eastAsia="fi-FI"/>
              </w:rPr>
              <w:t>(NOTE 1)</w:t>
            </w:r>
          </w:p>
        </w:tc>
      </w:tr>
      <w:tr w:rsidR="00F55B07" w:rsidRPr="00DF6DD6" w14:paraId="01C3F192" w14:textId="77777777" w:rsidTr="00C42558">
        <w:trPr>
          <w:gridAfter w:val="1"/>
          <w:wAfter w:w="22" w:type="dxa"/>
          <w:trHeight w:val="288"/>
          <w:jc w:val="center"/>
        </w:trPr>
        <w:tc>
          <w:tcPr>
            <w:tcW w:w="0" w:type="auto"/>
            <w:shd w:val="clear" w:color="auto" w:fill="auto"/>
            <w:noWrap/>
            <w:vAlign w:val="center"/>
          </w:tcPr>
          <w:p w14:paraId="0C6C067F" w14:textId="77777777" w:rsidR="0095436B" w:rsidRPr="00DF6DD6" w:rsidRDefault="0095436B" w:rsidP="00401ADA">
            <w:pPr>
              <w:pStyle w:val="TAC"/>
              <w:keepNext w:val="0"/>
            </w:pPr>
            <w:r w:rsidRPr="00DF6DD6">
              <w:t>DC_1A-</w:t>
            </w:r>
            <w:r w:rsidRPr="00DF6DD6">
              <w:rPr>
                <w:rFonts w:eastAsia="Malgun Gothic"/>
              </w:rPr>
              <w:t>3A_</w:t>
            </w:r>
            <w:r w:rsidRPr="00DF6DD6">
              <w:t>n</w:t>
            </w:r>
            <w:r w:rsidRPr="00DF6DD6">
              <w:rPr>
                <w:rFonts w:eastAsia="Malgun Gothic"/>
              </w:rPr>
              <w:t>28</w:t>
            </w:r>
            <w:r w:rsidRPr="00DF6DD6">
              <w:t>A</w:t>
            </w:r>
          </w:p>
        </w:tc>
        <w:tc>
          <w:tcPr>
            <w:tcW w:w="0" w:type="auto"/>
            <w:vAlign w:val="center"/>
          </w:tcPr>
          <w:p w14:paraId="2741E412" w14:textId="77777777" w:rsidR="0095436B" w:rsidRPr="00DF6DD6" w:rsidRDefault="0095436B" w:rsidP="00401ADA">
            <w:pPr>
              <w:pStyle w:val="TAC"/>
              <w:keepNext w:val="0"/>
            </w:pPr>
            <w:r w:rsidRPr="00DF6DD6">
              <w:t>DC_1A_n28A</w:t>
            </w:r>
          </w:p>
          <w:p w14:paraId="25D74747" w14:textId="77777777" w:rsidR="0095436B" w:rsidRPr="00DF6DD6" w:rsidRDefault="0095436B" w:rsidP="00401ADA">
            <w:pPr>
              <w:pStyle w:val="TAC"/>
              <w:keepNext w:val="0"/>
            </w:pPr>
            <w:r w:rsidRPr="00DF6DD6">
              <w:t>DC_3A_n28A</w:t>
            </w:r>
          </w:p>
        </w:tc>
      </w:tr>
      <w:tr w:rsidR="00F55B07" w:rsidRPr="00DF6DD6" w14:paraId="0D0B030D" w14:textId="77777777" w:rsidTr="00C42558">
        <w:trPr>
          <w:gridAfter w:val="1"/>
          <w:wAfter w:w="22" w:type="dxa"/>
          <w:trHeight w:val="288"/>
          <w:jc w:val="center"/>
        </w:trPr>
        <w:tc>
          <w:tcPr>
            <w:tcW w:w="0" w:type="auto"/>
            <w:shd w:val="clear" w:color="auto" w:fill="auto"/>
            <w:noWrap/>
            <w:vAlign w:val="center"/>
          </w:tcPr>
          <w:p w14:paraId="55173046" w14:textId="29B43A18" w:rsidR="0095436B" w:rsidRPr="00DF6DD6" w:rsidRDefault="0095436B" w:rsidP="00401ADA">
            <w:pPr>
              <w:pStyle w:val="TAC"/>
              <w:keepNext w:val="0"/>
              <w:rPr>
                <w:noProof/>
                <w:lang w:eastAsia="zh-CN"/>
              </w:rPr>
            </w:pPr>
            <w:r w:rsidRPr="00DF6DD6">
              <w:rPr>
                <w:noProof/>
                <w:lang w:eastAsia="zh-CN"/>
              </w:rPr>
              <w:t>DC_1A-3A_n77A</w:t>
            </w:r>
            <w:r w:rsidRPr="00DF6DD6">
              <w:rPr>
                <w:noProof/>
                <w:vertAlign w:val="superscript"/>
                <w:lang w:eastAsia="zh-CN"/>
              </w:rPr>
              <w:t>5</w:t>
            </w:r>
          </w:p>
          <w:p w14:paraId="75A3DD26" w14:textId="0F707EA7" w:rsidR="0095436B" w:rsidRPr="00DF6DD6" w:rsidRDefault="0095436B" w:rsidP="00401ADA">
            <w:pPr>
              <w:pStyle w:val="TAC"/>
              <w:keepNext w:val="0"/>
            </w:pPr>
            <w:r w:rsidRPr="00DF6DD6">
              <w:rPr>
                <w:noProof/>
                <w:lang w:eastAsia="zh-CN"/>
              </w:rPr>
              <w:t>DC_1A-3A_n77C</w:t>
            </w:r>
            <w:r w:rsidRPr="00DF6DD6">
              <w:rPr>
                <w:noProof/>
                <w:vertAlign w:val="superscript"/>
                <w:lang w:eastAsia="zh-CN"/>
              </w:rPr>
              <w:t>5</w:t>
            </w:r>
          </w:p>
        </w:tc>
        <w:tc>
          <w:tcPr>
            <w:tcW w:w="0" w:type="auto"/>
            <w:vAlign w:val="center"/>
          </w:tcPr>
          <w:p w14:paraId="2A67E4FB" w14:textId="77777777" w:rsidR="0095436B" w:rsidRPr="00DF6DD6" w:rsidRDefault="0095436B" w:rsidP="00401ADA">
            <w:pPr>
              <w:pStyle w:val="TAC"/>
              <w:keepNext w:val="0"/>
              <w:rPr>
                <w:noProof/>
                <w:lang w:eastAsia="zh-CN"/>
              </w:rPr>
            </w:pPr>
            <w:r w:rsidRPr="00DF6DD6">
              <w:rPr>
                <w:noProof/>
                <w:lang w:eastAsia="zh-CN"/>
              </w:rPr>
              <w:t>DC_1A_n77A</w:t>
            </w:r>
          </w:p>
          <w:p w14:paraId="6EC8337E" w14:textId="77777777" w:rsidR="0095436B" w:rsidRPr="00DF6DD6" w:rsidRDefault="0095436B" w:rsidP="00401ADA">
            <w:pPr>
              <w:pStyle w:val="TAC"/>
              <w:keepNext w:val="0"/>
              <w:rPr>
                <w:lang w:val="en-US" w:eastAsia="fi-FI"/>
              </w:rPr>
            </w:pPr>
            <w:r w:rsidRPr="00DF6DD6">
              <w:rPr>
                <w:noProof/>
                <w:lang w:eastAsia="zh-CN"/>
              </w:rPr>
              <w:t>DC_3A_n77A</w:t>
            </w:r>
          </w:p>
        </w:tc>
      </w:tr>
      <w:tr w:rsidR="00F55B07" w:rsidRPr="00DF6DD6" w14:paraId="2C95965F" w14:textId="77777777" w:rsidTr="00C42558">
        <w:trPr>
          <w:gridAfter w:val="1"/>
          <w:wAfter w:w="22" w:type="dxa"/>
          <w:trHeight w:val="288"/>
          <w:jc w:val="center"/>
        </w:trPr>
        <w:tc>
          <w:tcPr>
            <w:tcW w:w="0" w:type="auto"/>
            <w:shd w:val="clear" w:color="auto" w:fill="auto"/>
            <w:noWrap/>
            <w:vAlign w:val="center"/>
          </w:tcPr>
          <w:p w14:paraId="7A80CEBA" w14:textId="4FD1846D" w:rsidR="0095436B" w:rsidRPr="00DF6DD6" w:rsidRDefault="0095436B" w:rsidP="00401ADA">
            <w:pPr>
              <w:pStyle w:val="TAC"/>
              <w:keepNext w:val="0"/>
              <w:rPr>
                <w:noProof/>
                <w:lang w:eastAsia="zh-CN"/>
              </w:rPr>
            </w:pPr>
            <w:r w:rsidRPr="00DF6DD6">
              <w:rPr>
                <w:noProof/>
                <w:lang w:eastAsia="zh-CN"/>
              </w:rPr>
              <w:t>DC_1A-3A_n78A</w:t>
            </w:r>
            <w:r w:rsidRPr="00DF6DD6">
              <w:rPr>
                <w:noProof/>
                <w:vertAlign w:val="superscript"/>
                <w:lang w:eastAsia="zh-CN"/>
              </w:rPr>
              <w:t>5</w:t>
            </w:r>
          </w:p>
          <w:p w14:paraId="139BC01C" w14:textId="33D21893" w:rsidR="0095436B" w:rsidRPr="00DF6DD6" w:rsidRDefault="0095436B" w:rsidP="00401ADA">
            <w:pPr>
              <w:pStyle w:val="TAC"/>
              <w:keepNext w:val="0"/>
              <w:rPr>
                <w:noProof/>
                <w:lang w:eastAsia="zh-CN"/>
              </w:rPr>
            </w:pPr>
            <w:r w:rsidRPr="00DF6DD6">
              <w:rPr>
                <w:noProof/>
                <w:lang w:eastAsia="zh-CN"/>
              </w:rPr>
              <w:t>DC_1A-3A_n78C</w:t>
            </w:r>
            <w:r w:rsidRPr="00DF6DD6">
              <w:rPr>
                <w:noProof/>
                <w:vertAlign w:val="superscript"/>
                <w:lang w:eastAsia="zh-CN"/>
              </w:rPr>
              <w:t>5</w:t>
            </w:r>
          </w:p>
          <w:p w14:paraId="3A87C0F0" w14:textId="1E05841D" w:rsidR="0095436B" w:rsidRPr="00DF6DD6" w:rsidRDefault="0095436B" w:rsidP="00401ADA">
            <w:pPr>
              <w:pStyle w:val="TAC"/>
              <w:keepNext w:val="0"/>
              <w:rPr>
                <w:noProof/>
                <w:lang w:eastAsia="zh-CN"/>
              </w:rPr>
            </w:pPr>
            <w:r w:rsidRPr="00DF6DD6">
              <w:rPr>
                <w:lang w:eastAsia="zh-CN"/>
              </w:rPr>
              <w:t>DC_1A-3C_n78A</w:t>
            </w:r>
            <w:r w:rsidRPr="00DF6DD6">
              <w:rPr>
                <w:noProof/>
                <w:vertAlign w:val="superscript"/>
                <w:lang w:eastAsia="zh-CN"/>
              </w:rPr>
              <w:t>5</w:t>
            </w:r>
          </w:p>
        </w:tc>
        <w:tc>
          <w:tcPr>
            <w:tcW w:w="0" w:type="auto"/>
            <w:vAlign w:val="center"/>
          </w:tcPr>
          <w:p w14:paraId="05018B56" w14:textId="77777777" w:rsidR="0095436B" w:rsidRPr="00DF6DD6" w:rsidRDefault="0095436B" w:rsidP="00401ADA">
            <w:pPr>
              <w:pStyle w:val="TAC"/>
              <w:keepNext w:val="0"/>
              <w:rPr>
                <w:noProof/>
                <w:lang w:eastAsia="zh-CN"/>
              </w:rPr>
            </w:pPr>
            <w:r w:rsidRPr="00DF6DD6">
              <w:rPr>
                <w:noProof/>
                <w:lang w:eastAsia="zh-CN"/>
              </w:rPr>
              <w:t>DC_1A_n78A</w:t>
            </w:r>
          </w:p>
          <w:p w14:paraId="274B150C" w14:textId="77777777" w:rsidR="0095436B" w:rsidRPr="00DF6DD6" w:rsidRDefault="0095436B" w:rsidP="00401ADA">
            <w:pPr>
              <w:pStyle w:val="TAC"/>
              <w:keepNext w:val="0"/>
              <w:rPr>
                <w:noProof/>
                <w:lang w:eastAsia="zh-CN"/>
              </w:rPr>
            </w:pPr>
            <w:r w:rsidRPr="00DF6DD6">
              <w:rPr>
                <w:noProof/>
                <w:lang w:eastAsia="zh-CN"/>
              </w:rPr>
              <w:t>DC_3A_n78A</w:t>
            </w:r>
          </w:p>
        </w:tc>
      </w:tr>
      <w:tr w:rsidR="00F55B07" w:rsidRPr="00DF6DD6" w14:paraId="4105C872" w14:textId="77777777" w:rsidTr="00C42558">
        <w:trPr>
          <w:gridAfter w:val="1"/>
          <w:wAfter w:w="22" w:type="dxa"/>
          <w:trHeight w:val="288"/>
          <w:jc w:val="center"/>
        </w:trPr>
        <w:tc>
          <w:tcPr>
            <w:tcW w:w="0" w:type="auto"/>
            <w:shd w:val="clear" w:color="auto" w:fill="auto"/>
            <w:noWrap/>
            <w:vAlign w:val="center"/>
          </w:tcPr>
          <w:p w14:paraId="01B67F9A" w14:textId="54AA15AA" w:rsidR="0095436B" w:rsidRPr="00DF6DD6" w:rsidRDefault="0095436B" w:rsidP="00401ADA">
            <w:pPr>
              <w:pStyle w:val="TAC"/>
              <w:keepNext w:val="0"/>
              <w:rPr>
                <w:noProof/>
                <w:lang w:eastAsia="zh-CN"/>
              </w:rPr>
            </w:pPr>
            <w:r w:rsidRPr="00DF6DD6">
              <w:rPr>
                <w:noProof/>
                <w:lang w:eastAsia="zh-CN"/>
              </w:rPr>
              <w:t>DC_1A-3A_n79A</w:t>
            </w:r>
            <w:r w:rsidRPr="00DF6DD6">
              <w:rPr>
                <w:noProof/>
                <w:vertAlign w:val="superscript"/>
                <w:lang w:eastAsia="zh-CN"/>
              </w:rPr>
              <w:t>5</w:t>
            </w:r>
          </w:p>
          <w:p w14:paraId="5149D631" w14:textId="1C0DFF64" w:rsidR="0095436B" w:rsidRPr="00DF6DD6" w:rsidRDefault="0095436B" w:rsidP="00401ADA">
            <w:pPr>
              <w:pStyle w:val="TAC"/>
              <w:keepNext w:val="0"/>
              <w:rPr>
                <w:noProof/>
                <w:lang w:eastAsia="zh-CN"/>
              </w:rPr>
            </w:pPr>
            <w:r w:rsidRPr="00DF6DD6">
              <w:rPr>
                <w:noProof/>
                <w:lang w:eastAsia="zh-CN"/>
              </w:rPr>
              <w:t>DC_1A-3A_n79C</w:t>
            </w:r>
            <w:r w:rsidRPr="00DF6DD6">
              <w:rPr>
                <w:noProof/>
                <w:vertAlign w:val="superscript"/>
                <w:lang w:eastAsia="zh-CN"/>
              </w:rPr>
              <w:t>5</w:t>
            </w:r>
          </w:p>
        </w:tc>
        <w:tc>
          <w:tcPr>
            <w:tcW w:w="0" w:type="auto"/>
            <w:vAlign w:val="center"/>
          </w:tcPr>
          <w:p w14:paraId="18AAE5D4" w14:textId="77777777" w:rsidR="0095436B" w:rsidRPr="00DF6DD6" w:rsidRDefault="0095436B" w:rsidP="00401ADA">
            <w:pPr>
              <w:pStyle w:val="TAC"/>
              <w:keepNext w:val="0"/>
              <w:rPr>
                <w:noProof/>
                <w:lang w:eastAsia="zh-CN"/>
              </w:rPr>
            </w:pPr>
            <w:r w:rsidRPr="00DF6DD6">
              <w:rPr>
                <w:noProof/>
                <w:lang w:eastAsia="zh-CN"/>
              </w:rPr>
              <w:t>DC_1A_n79A</w:t>
            </w:r>
          </w:p>
          <w:p w14:paraId="6F3FC031" w14:textId="77777777" w:rsidR="0095436B" w:rsidRPr="00DF6DD6" w:rsidRDefault="0095436B" w:rsidP="00401ADA">
            <w:pPr>
              <w:pStyle w:val="TAC"/>
              <w:keepNext w:val="0"/>
              <w:rPr>
                <w:noProof/>
                <w:lang w:eastAsia="zh-CN"/>
              </w:rPr>
            </w:pPr>
            <w:r w:rsidRPr="00DF6DD6">
              <w:rPr>
                <w:noProof/>
                <w:lang w:eastAsia="zh-CN"/>
              </w:rPr>
              <w:t>DC_3A_n79A</w:t>
            </w:r>
          </w:p>
        </w:tc>
      </w:tr>
      <w:tr w:rsidR="00F55B07" w:rsidRPr="00DF6DD6" w14:paraId="7A20728D" w14:textId="77777777" w:rsidTr="00C42558">
        <w:trPr>
          <w:gridAfter w:val="1"/>
          <w:wAfter w:w="22" w:type="dxa"/>
          <w:trHeight w:val="288"/>
          <w:jc w:val="center"/>
        </w:trPr>
        <w:tc>
          <w:tcPr>
            <w:tcW w:w="0" w:type="auto"/>
            <w:shd w:val="clear" w:color="auto" w:fill="auto"/>
            <w:noWrap/>
            <w:vAlign w:val="center"/>
          </w:tcPr>
          <w:p w14:paraId="5E845F65" w14:textId="600B50A1" w:rsidR="0095436B" w:rsidRPr="00DF6DD6" w:rsidRDefault="0095436B" w:rsidP="00401ADA">
            <w:pPr>
              <w:pStyle w:val="TAC"/>
              <w:keepNext w:val="0"/>
              <w:rPr>
                <w:noProof/>
                <w:lang w:eastAsia="zh-CN"/>
              </w:rPr>
            </w:pPr>
            <w:r w:rsidRPr="00DF6DD6">
              <w:rPr>
                <w:noProof/>
                <w:lang w:eastAsia="zh-CN"/>
              </w:rPr>
              <w:t>DC_1A-5A_n78A</w:t>
            </w:r>
            <w:r w:rsidRPr="00DF6DD6">
              <w:rPr>
                <w:noProof/>
                <w:vertAlign w:val="superscript"/>
                <w:lang w:eastAsia="zh-CN"/>
              </w:rPr>
              <w:t>5</w:t>
            </w:r>
          </w:p>
        </w:tc>
        <w:tc>
          <w:tcPr>
            <w:tcW w:w="0" w:type="auto"/>
            <w:vAlign w:val="center"/>
          </w:tcPr>
          <w:p w14:paraId="174C7CE9" w14:textId="77777777" w:rsidR="0095436B" w:rsidRPr="00DF6DD6" w:rsidRDefault="0095436B" w:rsidP="00401ADA">
            <w:pPr>
              <w:pStyle w:val="TAC"/>
              <w:keepNext w:val="0"/>
              <w:rPr>
                <w:noProof/>
                <w:lang w:eastAsia="zh-CN"/>
              </w:rPr>
            </w:pPr>
            <w:r w:rsidRPr="00DF6DD6">
              <w:rPr>
                <w:noProof/>
                <w:lang w:eastAsia="zh-CN"/>
              </w:rPr>
              <w:t>DC_1A_n78A</w:t>
            </w:r>
          </w:p>
          <w:p w14:paraId="6C60BA9A" w14:textId="77777777" w:rsidR="0095436B" w:rsidRPr="00DF6DD6" w:rsidRDefault="0095436B" w:rsidP="00401ADA">
            <w:pPr>
              <w:pStyle w:val="TAC"/>
              <w:keepNext w:val="0"/>
              <w:rPr>
                <w:noProof/>
                <w:lang w:eastAsia="zh-CN"/>
              </w:rPr>
            </w:pPr>
            <w:r w:rsidRPr="00DF6DD6">
              <w:rPr>
                <w:noProof/>
                <w:lang w:eastAsia="zh-CN"/>
              </w:rPr>
              <w:t>DC_5A_n78A</w:t>
            </w:r>
          </w:p>
        </w:tc>
      </w:tr>
      <w:tr w:rsidR="00F55B07" w:rsidRPr="00DF6DD6" w14:paraId="398CB79E" w14:textId="77777777" w:rsidTr="00C42558">
        <w:trPr>
          <w:gridAfter w:val="1"/>
          <w:wAfter w:w="22" w:type="dxa"/>
          <w:trHeight w:val="288"/>
          <w:jc w:val="center"/>
        </w:trPr>
        <w:tc>
          <w:tcPr>
            <w:tcW w:w="0" w:type="auto"/>
            <w:shd w:val="clear" w:color="auto" w:fill="auto"/>
            <w:noWrap/>
            <w:vAlign w:val="center"/>
          </w:tcPr>
          <w:p w14:paraId="49D793F7" w14:textId="2D211E42" w:rsidR="0095436B" w:rsidRPr="00DF6DD6" w:rsidRDefault="0095436B" w:rsidP="00401ADA">
            <w:pPr>
              <w:pStyle w:val="TAC"/>
              <w:keepNext w:val="0"/>
              <w:rPr>
                <w:noProof/>
                <w:lang w:eastAsia="zh-CN"/>
              </w:rPr>
            </w:pPr>
            <w:r w:rsidRPr="00DF6DD6">
              <w:rPr>
                <w:noProof/>
                <w:lang w:eastAsia="zh-CN"/>
              </w:rPr>
              <w:t>DC_1A-7A_n28A</w:t>
            </w:r>
            <w:r w:rsidRPr="00DF6DD6">
              <w:rPr>
                <w:noProof/>
                <w:vertAlign w:val="superscript"/>
                <w:lang w:eastAsia="zh-CN"/>
              </w:rPr>
              <w:t>5</w:t>
            </w:r>
          </w:p>
        </w:tc>
        <w:tc>
          <w:tcPr>
            <w:tcW w:w="0" w:type="auto"/>
            <w:vAlign w:val="center"/>
          </w:tcPr>
          <w:p w14:paraId="6E545799" w14:textId="77777777" w:rsidR="0095436B" w:rsidRPr="00DF6DD6" w:rsidRDefault="0095436B" w:rsidP="00401ADA">
            <w:pPr>
              <w:pStyle w:val="TAC"/>
              <w:keepNext w:val="0"/>
              <w:rPr>
                <w:noProof/>
                <w:lang w:eastAsia="zh-CN"/>
              </w:rPr>
            </w:pPr>
            <w:r w:rsidRPr="00DF6DD6">
              <w:rPr>
                <w:noProof/>
                <w:lang w:eastAsia="zh-CN"/>
              </w:rPr>
              <w:t>DC_1A_n28A</w:t>
            </w:r>
          </w:p>
          <w:p w14:paraId="34B185DD" w14:textId="77777777" w:rsidR="0095436B" w:rsidRPr="00DF6DD6" w:rsidRDefault="0095436B" w:rsidP="00401ADA">
            <w:pPr>
              <w:pStyle w:val="TAC"/>
              <w:keepNext w:val="0"/>
              <w:rPr>
                <w:noProof/>
                <w:lang w:eastAsia="zh-CN"/>
              </w:rPr>
            </w:pPr>
            <w:r w:rsidRPr="00DF6DD6">
              <w:rPr>
                <w:noProof/>
                <w:lang w:eastAsia="zh-CN"/>
              </w:rPr>
              <w:t>DC_7A_n28A</w:t>
            </w:r>
          </w:p>
        </w:tc>
      </w:tr>
      <w:tr w:rsidR="00F55B07" w:rsidRPr="00DF6DD6" w14:paraId="5E7A7A5B" w14:textId="77777777" w:rsidTr="00C42558">
        <w:trPr>
          <w:gridAfter w:val="1"/>
          <w:wAfter w:w="22" w:type="dxa"/>
          <w:trHeight w:val="288"/>
          <w:jc w:val="center"/>
        </w:trPr>
        <w:tc>
          <w:tcPr>
            <w:tcW w:w="0" w:type="auto"/>
            <w:shd w:val="clear" w:color="auto" w:fill="auto"/>
            <w:noWrap/>
            <w:vAlign w:val="center"/>
          </w:tcPr>
          <w:p w14:paraId="666D0A7A" w14:textId="6A92A7C9" w:rsidR="0095436B" w:rsidRPr="00DF6DD6" w:rsidRDefault="0095436B" w:rsidP="00401ADA">
            <w:pPr>
              <w:pStyle w:val="TAC"/>
              <w:keepNext w:val="0"/>
              <w:rPr>
                <w:noProof/>
                <w:lang w:eastAsia="zh-CN"/>
              </w:rPr>
            </w:pPr>
            <w:r w:rsidRPr="00DF6DD6">
              <w:rPr>
                <w:noProof/>
                <w:lang w:eastAsia="zh-CN"/>
              </w:rPr>
              <w:t>DC_1A-7A_n78A</w:t>
            </w:r>
            <w:r w:rsidRPr="00DF6DD6">
              <w:rPr>
                <w:noProof/>
                <w:vertAlign w:val="superscript"/>
                <w:lang w:eastAsia="zh-CN"/>
              </w:rPr>
              <w:t>5</w:t>
            </w:r>
          </w:p>
        </w:tc>
        <w:tc>
          <w:tcPr>
            <w:tcW w:w="0" w:type="auto"/>
            <w:vAlign w:val="center"/>
          </w:tcPr>
          <w:p w14:paraId="0037E19C" w14:textId="77777777" w:rsidR="0095436B" w:rsidRPr="00DF6DD6" w:rsidRDefault="0095436B" w:rsidP="00401ADA">
            <w:pPr>
              <w:pStyle w:val="TAC"/>
              <w:keepNext w:val="0"/>
              <w:rPr>
                <w:noProof/>
                <w:lang w:eastAsia="zh-CN"/>
              </w:rPr>
            </w:pPr>
            <w:r w:rsidRPr="00DF6DD6">
              <w:rPr>
                <w:noProof/>
                <w:lang w:eastAsia="zh-CN"/>
              </w:rPr>
              <w:t>DC_1A_n78A</w:t>
            </w:r>
          </w:p>
          <w:p w14:paraId="7AD6D7BD" w14:textId="77777777" w:rsidR="0095436B" w:rsidRPr="00DF6DD6" w:rsidRDefault="0095436B" w:rsidP="00401ADA">
            <w:pPr>
              <w:pStyle w:val="TAC"/>
              <w:keepNext w:val="0"/>
              <w:rPr>
                <w:noProof/>
                <w:lang w:eastAsia="zh-CN"/>
              </w:rPr>
            </w:pPr>
            <w:r w:rsidRPr="00DF6DD6">
              <w:rPr>
                <w:noProof/>
                <w:lang w:eastAsia="zh-CN"/>
              </w:rPr>
              <w:t>DC_7A_n78A</w:t>
            </w:r>
          </w:p>
        </w:tc>
      </w:tr>
      <w:tr w:rsidR="00F55B07" w:rsidRPr="00DF6DD6" w14:paraId="2718578C" w14:textId="77777777" w:rsidTr="00C42558">
        <w:trPr>
          <w:gridAfter w:val="1"/>
          <w:wAfter w:w="22" w:type="dxa"/>
          <w:trHeight w:val="288"/>
          <w:jc w:val="center"/>
        </w:trPr>
        <w:tc>
          <w:tcPr>
            <w:tcW w:w="0" w:type="auto"/>
            <w:shd w:val="clear" w:color="auto" w:fill="auto"/>
            <w:noWrap/>
            <w:vAlign w:val="center"/>
          </w:tcPr>
          <w:p w14:paraId="1BB4CC34" w14:textId="173BB3BF" w:rsidR="0095436B" w:rsidRPr="00DF6DD6" w:rsidRDefault="0095436B" w:rsidP="00401ADA">
            <w:pPr>
              <w:pStyle w:val="TAC"/>
              <w:keepNext w:val="0"/>
              <w:rPr>
                <w:noProof/>
                <w:lang w:eastAsia="zh-CN"/>
              </w:rPr>
            </w:pPr>
            <w:r w:rsidRPr="00DF6DD6">
              <w:rPr>
                <w:noProof/>
                <w:lang w:eastAsia="zh-CN"/>
              </w:rPr>
              <w:t>DC_1A-7A-7A_n78A</w:t>
            </w:r>
            <w:r w:rsidRPr="00DF6DD6">
              <w:rPr>
                <w:noProof/>
                <w:vertAlign w:val="superscript"/>
                <w:lang w:eastAsia="zh-CN"/>
              </w:rPr>
              <w:t>5</w:t>
            </w:r>
          </w:p>
        </w:tc>
        <w:tc>
          <w:tcPr>
            <w:tcW w:w="0" w:type="auto"/>
            <w:vAlign w:val="center"/>
          </w:tcPr>
          <w:p w14:paraId="020AA3E3" w14:textId="77777777" w:rsidR="0095436B" w:rsidRPr="00DF6DD6" w:rsidRDefault="0095436B" w:rsidP="00401ADA">
            <w:pPr>
              <w:pStyle w:val="TAC"/>
              <w:keepNext w:val="0"/>
              <w:rPr>
                <w:noProof/>
                <w:lang w:eastAsia="zh-CN"/>
              </w:rPr>
            </w:pPr>
            <w:r w:rsidRPr="00DF6DD6">
              <w:rPr>
                <w:noProof/>
                <w:lang w:eastAsia="zh-CN"/>
              </w:rPr>
              <w:t>DC_1A_n78A</w:t>
            </w:r>
          </w:p>
          <w:p w14:paraId="6D3DE965" w14:textId="77777777" w:rsidR="0095436B" w:rsidRPr="00DF6DD6" w:rsidRDefault="0095436B" w:rsidP="00401ADA">
            <w:pPr>
              <w:pStyle w:val="TAC"/>
              <w:keepNext w:val="0"/>
              <w:rPr>
                <w:noProof/>
                <w:lang w:eastAsia="zh-CN"/>
              </w:rPr>
            </w:pPr>
            <w:r w:rsidRPr="00DF6DD6">
              <w:rPr>
                <w:noProof/>
                <w:lang w:eastAsia="zh-CN"/>
              </w:rPr>
              <w:t>DC_7A_n78A</w:t>
            </w:r>
          </w:p>
        </w:tc>
      </w:tr>
      <w:tr w:rsidR="00F55B07" w:rsidRPr="00DF6DD6" w14:paraId="28BCAD08" w14:textId="77777777" w:rsidTr="00C42558">
        <w:trPr>
          <w:gridAfter w:val="1"/>
          <w:wAfter w:w="22" w:type="dxa"/>
          <w:trHeight w:val="288"/>
          <w:jc w:val="center"/>
        </w:trPr>
        <w:tc>
          <w:tcPr>
            <w:tcW w:w="0" w:type="auto"/>
            <w:shd w:val="clear" w:color="auto" w:fill="auto"/>
            <w:noWrap/>
            <w:vAlign w:val="center"/>
          </w:tcPr>
          <w:p w14:paraId="6BE35D6A" w14:textId="686B652D" w:rsidR="0095436B" w:rsidRPr="00DF6DD6" w:rsidRDefault="0095436B" w:rsidP="00401ADA">
            <w:pPr>
              <w:pStyle w:val="TAC"/>
              <w:keepNext w:val="0"/>
              <w:rPr>
                <w:noProof/>
                <w:lang w:eastAsia="zh-CN"/>
              </w:rPr>
            </w:pPr>
            <w:r w:rsidRPr="00DF6DD6">
              <w:rPr>
                <w:noProof/>
                <w:lang w:eastAsia="zh-CN"/>
              </w:rPr>
              <w:t>DC_1A-8A_n78A</w:t>
            </w:r>
            <w:r w:rsidRPr="00DF6DD6">
              <w:rPr>
                <w:noProof/>
                <w:vertAlign w:val="superscript"/>
                <w:lang w:eastAsia="zh-CN"/>
              </w:rPr>
              <w:t>5</w:t>
            </w:r>
          </w:p>
        </w:tc>
        <w:tc>
          <w:tcPr>
            <w:tcW w:w="0" w:type="auto"/>
            <w:vAlign w:val="center"/>
          </w:tcPr>
          <w:p w14:paraId="0C839742" w14:textId="77777777" w:rsidR="0095436B" w:rsidRPr="00DF6DD6" w:rsidRDefault="0095436B" w:rsidP="00401ADA">
            <w:pPr>
              <w:pStyle w:val="TAC"/>
              <w:keepNext w:val="0"/>
              <w:rPr>
                <w:noProof/>
                <w:lang w:eastAsia="zh-CN"/>
              </w:rPr>
            </w:pPr>
            <w:r w:rsidRPr="00DF6DD6">
              <w:rPr>
                <w:noProof/>
                <w:lang w:eastAsia="zh-CN"/>
              </w:rPr>
              <w:t>DC_1A_n78A</w:t>
            </w:r>
          </w:p>
          <w:p w14:paraId="2F4E7A3F" w14:textId="77777777" w:rsidR="0095436B" w:rsidRPr="00DF6DD6" w:rsidRDefault="0095436B" w:rsidP="00401ADA">
            <w:pPr>
              <w:pStyle w:val="TAC"/>
              <w:keepNext w:val="0"/>
              <w:rPr>
                <w:noProof/>
                <w:lang w:eastAsia="zh-CN"/>
              </w:rPr>
            </w:pPr>
            <w:r w:rsidRPr="00DF6DD6">
              <w:rPr>
                <w:noProof/>
                <w:lang w:eastAsia="zh-CN"/>
              </w:rPr>
              <w:t>DC_8A_n78A</w:t>
            </w:r>
          </w:p>
        </w:tc>
      </w:tr>
      <w:tr w:rsidR="00F55B07" w:rsidRPr="00DF6DD6" w14:paraId="7DBFC8C8" w14:textId="77777777" w:rsidTr="00C42558">
        <w:trPr>
          <w:gridAfter w:val="1"/>
          <w:wAfter w:w="22" w:type="dxa"/>
          <w:trHeight w:val="288"/>
          <w:jc w:val="center"/>
        </w:trPr>
        <w:tc>
          <w:tcPr>
            <w:tcW w:w="0" w:type="auto"/>
            <w:shd w:val="clear" w:color="auto" w:fill="auto"/>
            <w:noWrap/>
            <w:vAlign w:val="center"/>
          </w:tcPr>
          <w:p w14:paraId="6946C9A5" w14:textId="7B15516D" w:rsidR="0095436B" w:rsidRPr="00DF6DD6" w:rsidRDefault="0095436B" w:rsidP="00401ADA">
            <w:pPr>
              <w:pStyle w:val="TAC"/>
              <w:keepNext w:val="0"/>
              <w:rPr>
                <w:noProof/>
                <w:lang w:eastAsia="zh-CN"/>
              </w:rPr>
            </w:pPr>
            <w:r w:rsidRPr="00DF6DD6">
              <w:rPr>
                <w:rFonts w:cs="Arial"/>
              </w:rPr>
              <w:t>DC_1A-18A_n77A</w:t>
            </w:r>
            <w:r w:rsidRPr="00DF6DD6">
              <w:rPr>
                <w:noProof/>
                <w:vertAlign w:val="superscript"/>
                <w:lang w:eastAsia="zh-CN"/>
              </w:rPr>
              <w:t>5</w:t>
            </w:r>
          </w:p>
        </w:tc>
        <w:tc>
          <w:tcPr>
            <w:tcW w:w="0" w:type="auto"/>
            <w:vAlign w:val="center"/>
          </w:tcPr>
          <w:p w14:paraId="5BB2B28E" w14:textId="77777777" w:rsidR="0095436B" w:rsidRPr="00DF6DD6" w:rsidRDefault="0095436B" w:rsidP="00401ADA">
            <w:pPr>
              <w:pStyle w:val="TAC"/>
              <w:keepNext w:val="0"/>
              <w:rPr>
                <w:noProof/>
                <w:lang w:eastAsia="zh-CN"/>
              </w:rPr>
            </w:pPr>
            <w:r w:rsidRPr="00DF6DD6">
              <w:rPr>
                <w:noProof/>
                <w:lang w:eastAsia="zh-CN"/>
              </w:rPr>
              <w:t>DC_1A_n77A</w:t>
            </w:r>
          </w:p>
          <w:p w14:paraId="7178D5D6" w14:textId="77777777" w:rsidR="0095436B" w:rsidRPr="00DF6DD6" w:rsidRDefault="0095436B" w:rsidP="00401ADA">
            <w:pPr>
              <w:pStyle w:val="TAC"/>
              <w:keepNext w:val="0"/>
              <w:rPr>
                <w:noProof/>
                <w:lang w:eastAsia="zh-CN"/>
              </w:rPr>
            </w:pPr>
            <w:r w:rsidRPr="00DF6DD6">
              <w:rPr>
                <w:noProof/>
                <w:lang w:eastAsia="zh-CN"/>
              </w:rPr>
              <w:t>DC_18A_n77A</w:t>
            </w:r>
          </w:p>
        </w:tc>
      </w:tr>
      <w:tr w:rsidR="00F55B07" w:rsidRPr="00DF6DD6" w14:paraId="2D59EB46" w14:textId="77777777" w:rsidTr="00C42558">
        <w:trPr>
          <w:gridAfter w:val="1"/>
          <w:wAfter w:w="22" w:type="dxa"/>
          <w:trHeight w:val="288"/>
          <w:jc w:val="center"/>
        </w:trPr>
        <w:tc>
          <w:tcPr>
            <w:tcW w:w="0" w:type="auto"/>
            <w:shd w:val="clear" w:color="auto" w:fill="auto"/>
            <w:noWrap/>
            <w:vAlign w:val="center"/>
          </w:tcPr>
          <w:p w14:paraId="418697DE" w14:textId="7BE1B9E1" w:rsidR="0095436B" w:rsidRPr="00DF6DD6" w:rsidRDefault="0095436B" w:rsidP="00401ADA">
            <w:pPr>
              <w:pStyle w:val="TAC"/>
              <w:keepNext w:val="0"/>
              <w:rPr>
                <w:noProof/>
                <w:lang w:eastAsia="zh-CN"/>
              </w:rPr>
            </w:pPr>
            <w:r w:rsidRPr="00DF6DD6">
              <w:rPr>
                <w:rFonts w:cs="Arial"/>
              </w:rPr>
              <w:t>DC_1A-18A_n78A</w:t>
            </w:r>
            <w:r w:rsidRPr="00DF6DD6">
              <w:rPr>
                <w:noProof/>
                <w:vertAlign w:val="superscript"/>
                <w:lang w:eastAsia="zh-CN"/>
              </w:rPr>
              <w:t>5</w:t>
            </w:r>
          </w:p>
        </w:tc>
        <w:tc>
          <w:tcPr>
            <w:tcW w:w="0" w:type="auto"/>
            <w:vAlign w:val="center"/>
          </w:tcPr>
          <w:p w14:paraId="637CF930" w14:textId="77777777" w:rsidR="0095436B" w:rsidRPr="00DF6DD6" w:rsidRDefault="0095436B" w:rsidP="00401ADA">
            <w:pPr>
              <w:pStyle w:val="TAC"/>
              <w:keepNext w:val="0"/>
              <w:rPr>
                <w:noProof/>
                <w:lang w:eastAsia="zh-CN"/>
              </w:rPr>
            </w:pPr>
            <w:r w:rsidRPr="00DF6DD6">
              <w:rPr>
                <w:noProof/>
                <w:lang w:eastAsia="zh-CN"/>
              </w:rPr>
              <w:t>DC_1A_n78A</w:t>
            </w:r>
          </w:p>
          <w:p w14:paraId="4C708299" w14:textId="77777777" w:rsidR="0095436B" w:rsidRPr="00DF6DD6" w:rsidRDefault="0095436B" w:rsidP="00401ADA">
            <w:pPr>
              <w:pStyle w:val="TAC"/>
              <w:keepNext w:val="0"/>
              <w:rPr>
                <w:noProof/>
                <w:lang w:eastAsia="zh-CN"/>
              </w:rPr>
            </w:pPr>
            <w:r w:rsidRPr="00DF6DD6">
              <w:rPr>
                <w:noProof/>
                <w:lang w:eastAsia="zh-CN"/>
              </w:rPr>
              <w:t>DC_18A_n78A</w:t>
            </w:r>
          </w:p>
        </w:tc>
      </w:tr>
      <w:tr w:rsidR="00F55B07" w:rsidRPr="00DF6DD6" w14:paraId="2F6E325C" w14:textId="77777777" w:rsidTr="00C42558">
        <w:trPr>
          <w:gridAfter w:val="1"/>
          <w:wAfter w:w="22" w:type="dxa"/>
          <w:trHeight w:val="288"/>
          <w:jc w:val="center"/>
        </w:trPr>
        <w:tc>
          <w:tcPr>
            <w:tcW w:w="0" w:type="auto"/>
            <w:shd w:val="clear" w:color="auto" w:fill="auto"/>
            <w:noWrap/>
            <w:vAlign w:val="center"/>
          </w:tcPr>
          <w:p w14:paraId="6DA3AE19" w14:textId="7DA1C43A" w:rsidR="0095436B" w:rsidRPr="00DF6DD6" w:rsidRDefault="0095436B" w:rsidP="00401ADA">
            <w:pPr>
              <w:pStyle w:val="TAC"/>
              <w:keepNext w:val="0"/>
              <w:rPr>
                <w:rFonts w:cs="Arial"/>
              </w:rPr>
            </w:pPr>
            <w:r w:rsidRPr="00DF6DD6">
              <w:rPr>
                <w:rFonts w:cs="Arial"/>
              </w:rPr>
              <w:t>DC_1A-18A_n79A</w:t>
            </w:r>
          </w:p>
        </w:tc>
        <w:tc>
          <w:tcPr>
            <w:tcW w:w="0" w:type="auto"/>
            <w:vAlign w:val="center"/>
          </w:tcPr>
          <w:p w14:paraId="3B5AF4D6" w14:textId="77777777" w:rsidR="0095436B" w:rsidRPr="00DF6DD6" w:rsidRDefault="0095436B" w:rsidP="00401ADA">
            <w:pPr>
              <w:pStyle w:val="TAC"/>
              <w:keepNext w:val="0"/>
              <w:rPr>
                <w:noProof/>
                <w:lang w:eastAsia="zh-CN"/>
              </w:rPr>
            </w:pPr>
            <w:r w:rsidRPr="00DF6DD6">
              <w:rPr>
                <w:noProof/>
                <w:lang w:eastAsia="zh-CN"/>
              </w:rPr>
              <w:t>DC_1A_n79A</w:t>
            </w:r>
          </w:p>
          <w:p w14:paraId="2B6F840B" w14:textId="77777777" w:rsidR="0095436B" w:rsidRPr="00DF6DD6" w:rsidRDefault="0095436B" w:rsidP="00401ADA">
            <w:pPr>
              <w:pStyle w:val="TAC"/>
              <w:keepNext w:val="0"/>
              <w:rPr>
                <w:noProof/>
                <w:lang w:eastAsia="zh-CN"/>
              </w:rPr>
            </w:pPr>
            <w:r w:rsidRPr="00DF6DD6">
              <w:rPr>
                <w:noProof/>
                <w:lang w:eastAsia="zh-CN"/>
              </w:rPr>
              <w:t>DC_18A_n79A</w:t>
            </w:r>
          </w:p>
        </w:tc>
      </w:tr>
      <w:tr w:rsidR="00F55B07" w:rsidRPr="00DF6DD6" w14:paraId="5389CB5A" w14:textId="77777777" w:rsidTr="00C42558">
        <w:trPr>
          <w:gridAfter w:val="1"/>
          <w:wAfter w:w="22" w:type="dxa"/>
          <w:trHeight w:val="288"/>
          <w:jc w:val="center"/>
        </w:trPr>
        <w:tc>
          <w:tcPr>
            <w:tcW w:w="0" w:type="auto"/>
            <w:shd w:val="clear" w:color="auto" w:fill="auto"/>
            <w:noWrap/>
            <w:vAlign w:val="center"/>
          </w:tcPr>
          <w:p w14:paraId="318ECB64" w14:textId="41F1D517" w:rsidR="0095436B" w:rsidRPr="00DF6DD6" w:rsidRDefault="0095436B" w:rsidP="00401ADA">
            <w:pPr>
              <w:pStyle w:val="TAC"/>
              <w:keepNext w:val="0"/>
              <w:rPr>
                <w:noProof/>
                <w:lang w:eastAsia="zh-CN"/>
              </w:rPr>
            </w:pPr>
            <w:r w:rsidRPr="00DF6DD6">
              <w:rPr>
                <w:noProof/>
                <w:lang w:eastAsia="zh-CN"/>
              </w:rPr>
              <w:t>DC_1A-19A_n77A</w:t>
            </w:r>
            <w:r w:rsidRPr="00DF6DD6">
              <w:rPr>
                <w:noProof/>
                <w:vertAlign w:val="superscript"/>
                <w:lang w:eastAsia="zh-CN"/>
              </w:rPr>
              <w:t>5</w:t>
            </w:r>
          </w:p>
          <w:p w14:paraId="4E1D86A1" w14:textId="75889C1C" w:rsidR="0095436B" w:rsidRPr="00DF6DD6" w:rsidRDefault="0095436B" w:rsidP="00401ADA">
            <w:pPr>
              <w:pStyle w:val="TAC"/>
              <w:keepNext w:val="0"/>
              <w:rPr>
                <w:noProof/>
                <w:lang w:eastAsia="zh-CN"/>
              </w:rPr>
            </w:pPr>
            <w:r w:rsidRPr="00DF6DD6">
              <w:rPr>
                <w:noProof/>
                <w:lang w:eastAsia="zh-CN"/>
              </w:rPr>
              <w:t>DC_1A-19A_n77C</w:t>
            </w:r>
            <w:r w:rsidRPr="00DF6DD6">
              <w:rPr>
                <w:noProof/>
                <w:vertAlign w:val="superscript"/>
                <w:lang w:eastAsia="zh-CN"/>
              </w:rPr>
              <w:t>5</w:t>
            </w:r>
          </w:p>
        </w:tc>
        <w:tc>
          <w:tcPr>
            <w:tcW w:w="0" w:type="auto"/>
            <w:vAlign w:val="center"/>
          </w:tcPr>
          <w:p w14:paraId="5DC2BD61" w14:textId="77777777" w:rsidR="0095436B" w:rsidRPr="00DF6DD6" w:rsidRDefault="0095436B" w:rsidP="00401ADA">
            <w:pPr>
              <w:pStyle w:val="TAC"/>
              <w:keepNext w:val="0"/>
              <w:rPr>
                <w:noProof/>
                <w:lang w:eastAsia="zh-CN"/>
              </w:rPr>
            </w:pPr>
            <w:r w:rsidRPr="00DF6DD6">
              <w:rPr>
                <w:noProof/>
                <w:lang w:eastAsia="zh-CN"/>
              </w:rPr>
              <w:t>DC_1A_n77A</w:t>
            </w:r>
          </w:p>
          <w:p w14:paraId="12E82BDA" w14:textId="77777777" w:rsidR="0095436B" w:rsidRPr="00DF6DD6" w:rsidRDefault="0095436B" w:rsidP="00401ADA">
            <w:pPr>
              <w:pStyle w:val="TAC"/>
              <w:keepNext w:val="0"/>
              <w:rPr>
                <w:noProof/>
                <w:lang w:eastAsia="zh-CN"/>
              </w:rPr>
            </w:pPr>
            <w:r w:rsidRPr="00DF6DD6">
              <w:rPr>
                <w:noProof/>
                <w:lang w:eastAsia="zh-CN"/>
              </w:rPr>
              <w:t>DC</w:t>
            </w:r>
            <w:r w:rsidRPr="00DF6DD6">
              <w:rPr>
                <w:rFonts w:hint="eastAsia"/>
                <w:noProof/>
                <w:lang w:eastAsia="zh-CN"/>
              </w:rPr>
              <w:t xml:space="preserve"> </w:t>
            </w:r>
            <w:r w:rsidRPr="00DF6DD6">
              <w:rPr>
                <w:noProof/>
                <w:lang w:eastAsia="zh-CN"/>
              </w:rPr>
              <w:t>19A_n77A</w:t>
            </w:r>
          </w:p>
        </w:tc>
      </w:tr>
      <w:tr w:rsidR="00F55B07" w:rsidRPr="00DF6DD6" w14:paraId="4ADFF8A4" w14:textId="77777777" w:rsidTr="00C42558">
        <w:trPr>
          <w:gridAfter w:val="1"/>
          <w:wAfter w:w="22" w:type="dxa"/>
          <w:trHeight w:val="288"/>
          <w:jc w:val="center"/>
        </w:trPr>
        <w:tc>
          <w:tcPr>
            <w:tcW w:w="0" w:type="auto"/>
            <w:shd w:val="clear" w:color="auto" w:fill="auto"/>
            <w:noWrap/>
            <w:vAlign w:val="center"/>
          </w:tcPr>
          <w:p w14:paraId="684B0DBD" w14:textId="14D9C653" w:rsidR="0095436B" w:rsidRPr="00DF6DD6" w:rsidRDefault="0095436B" w:rsidP="00401ADA">
            <w:pPr>
              <w:pStyle w:val="TAC"/>
              <w:keepNext w:val="0"/>
              <w:rPr>
                <w:noProof/>
                <w:lang w:eastAsia="zh-CN"/>
              </w:rPr>
            </w:pPr>
            <w:r w:rsidRPr="00DF6DD6">
              <w:rPr>
                <w:noProof/>
                <w:lang w:eastAsia="zh-CN"/>
              </w:rPr>
              <w:t>DC_1A-19A_n78A</w:t>
            </w:r>
            <w:r w:rsidRPr="00DF6DD6">
              <w:rPr>
                <w:noProof/>
                <w:vertAlign w:val="superscript"/>
                <w:lang w:eastAsia="zh-CN"/>
              </w:rPr>
              <w:t>5</w:t>
            </w:r>
          </w:p>
          <w:p w14:paraId="225B07E5" w14:textId="019A2437" w:rsidR="0095436B" w:rsidRPr="00DF6DD6" w:rsidRDefault="0095436B" w:rsidP="00401ADA">
            <w:pPr>
              <w:pStyle w:val="TAC"/>
              <w:keepNext w:val="0"/>
              <w:rPr>
                <w:noProof/>
                <w:lang w:eastAsia="zh-CN"/>
              </w:rPr>
            </w:pPr>
            <w:r w:rsidRPr="00DF6DD6">
              <w:rPr>
                <w:noProof/>
                <w:lang w:eastAsia="zh-CN"/>
              </w:rPr>
              <w:t>DC_1A-19A_n78C</w:t>
            </w:r>
            <w:r w:rsidRPr="00DF6DD6">
              <w:rPr>
                <w:noProof/>
                <w:vertAlign w:val="superscript"/>
                <w:lang w:eastAsia="zh-CN"/>
              </w:rPr>
              <w:t>5</w:t>
            </w:r>
          </w:p>
        </w:tc>
        <w:tc>
          <w:tcPr>
            <w:tcW w:w="0" w:type="auto"/>
            <w:vAlign w:val="center"/>
          </w:tcPr>
          <w:p w14:paraId="194A95D0" w14:textId="77777777" w:rsidR="0095436B" w:rsidRPr="00DF6DD6" w:rsidRDefault="0095436B" w:rsidP="00401ADA">
            <w:pPr>
              <w:pStyle w:val="TAC"/>
              <w:keepNext w:val="0"/>
              <w:rPr>
                <w:noProof/>
                <w:lang w:eastAsia="zh-CN"/>
              </w:rPr>
            </w:pPr>
            <w:r w:rsidRPr="00DF6DD6">
              <w:rPr>
                <w:noProof/>
                <w:lang w:eastAsia="zh-CN"/>
              </w:rPr>
              <w:t>DC_1A_n78A</w:t>
            </w:r>
          </w:p>
          <w:p w14:paraId="5D621A30" w14:textId="77777777" w:rsidR="0095436B" w:rsidRPr="00DF6DD6" w:rsidRDefault="0095436B" w:rsidP="00401ADA">
            <w:pPr>
              <w:pStyle w:val="TAC"/>
              <w:keepNext w:val="0"/>
              <w:rPr>
                <w:noProof/>
                <w:lang w:eastAsia="zh-CN"/>
              </w:rPr>
            </w:pPr>
            <w:r w:rsidRPr="00DF6DD6">
              <w:rPr>
                <w:noProof/>
                <w:lang w:eastAsia="zh-CN"/>
              </w:rPr>
              <w:t>DC_19A_n78A</w:t>
            </w:r>
          </w:p>
        </w:tc>
      </w:tr>
      <w:tr w:rsidR="00F55B07" w:rsidRPr="00DF6DD6" w14:paraId="6741FCCD" w14:textId="77777777" w:rsidTr="00C42558">
        <w:trPr>
          <w:gridAfter w:val="1"/>
          <w:wAfter w:w="22" w:type="dxa"/>
          <w:trHeight w:val="288"/>
          <w:jc w:val="center"/>
        </w:trPr>
        <w:tc>
          <w:tcPr>
            <w:tcW w:w="0" w:type="auto"/>
            <w:shd w:val="clear" w:color="auto" w:fill="auto"/>
            <w:noWrap/>
            <w:vAlign w:val="center"/>
          </w:tcPr>
          <w:p w14:paraId="0D528C9D" w14:textId="116BFF17" w:rsidR="0095436B" w:rsidRPr="00DF6DD6" w:rsidRDefault="0095436B" w:rsidP="00401ADA">
            <w:pPr>
              <w:pStyle w:val="TAC"/>
              <w:keepNext w:val="0"/>
              <w:rPr>
                <w:noProof/>
                <w:lang w:eastAsia="zh-CN"/>
              </w:rPr>
            </w:pPr>
            <w:r w:rsidRPr="00DF6DD6">
              <w:rPr>
                <w:noProof/>
                <w:lang w:eastAsia="zh-CN"/>
              </w:rPr>
              <w:t>DC_1A-19A_n79A</w:t>
            </w:r>
            <w:r w:rsidRPr="00DF6DD6">
              <w:rPr>
                <w:noProof/>
                <w:vertAlign w:val="superscript"/>
                <w:lang w:eastAsia="zh-CN"/>
              </w:rPr>
              <w:t>5</w:t>
            </w:r>
          </w:p>
          <w:p w14:paraId="32E91F21" w14:textId="7725D62B" w:rsidR="0095436B" w:rsidRPr="00DF6DD6" w:rsidRDefault="0095436B" w:rsidP="00401ADA">
            <w:pPr>
              <w:pStyle w:val="TAC"/>
              <w:keepNext w:val="0"/>
              <w:rPr>
                <w:noProof/>
                <w:lang w:eastAsia="zh-CN"/>
              </w:rPr>
            </w:pPr>
            <w:r w:rsidRPr="00DF6DD6">
              <w:rPr>
                <w:noProof/>
                <w:lang w:eastAsia="zh-CN"/>
              </w:rPr>
              <w:t>DC_1A-19A_n79C</w:t>
            </w:r>
            <w:r w:rsidRPr="00DF6DD6">
              <w:rPr>
                <w:noProof/>
                <w:vertAlign w:val="superscript"/>
                <w:lang w:eastAsia="zh-CN"/>
              </w:rPr>
              <w:t>5</w:t>
            </w:r>
          </w:p>
        </w:tc>
        <w:tc>
          <w:tcPr>
            <w:tcW w:w="0" w:type="auto"/>
            <w:vAlign w:val="center"/>
          </w:tcPr>
          <w:p w14:paraId="345C0264" w14:textId="77777777" w:rsidR="0095436B" w:rsidRPr="00DF6DD6" w:rsidRDefault="0095436B" w:rsidP="00401ADA">
            <w:pPr>
              <w:pStyle w:val="TAC"/>
              <w:keepNext w:val="0"/>
              <w:rPr>
                <w:noProof/>
                <w:lang w:eastAsia="zh-CN"/>
              </w:rPr>
            </w:pPr>
            <w:r w:rsidRPr="00DF6DD6">
              <w:rPr>
                <w:noProof/>
                <w:lang w:eastAsia="zh-CN"/>
              </w:rPr>
              <w:t>DC_1A_n79A</w:t>
            </w:r>
          </w:p>
          <w:p w14:paraId="48D48228" w14:textId="77777777" w:rsidR="0095436B" w:rsidRPr="00DF6DD6" w:rsidRDefault="0095436B" w:rsidP="00401ADA">
            <w:pPr>
              <w:pStyle w:val="TAC"/>
              <w:keepNext w:val="0"/>
              <w:rPr>
                <w:noProof/>
                <w:lang w:eastAsia="zh-CN"/>
              </w:rPr>
            </w:pPr>
            <w:r w:rsidRPr="00DF6DD6">
              <w:rPr>
                <w:noProof/>
                <w:lang w:eastAsia="zh-CN"/>
              </w:rPr>
              <w:t>DC_19A_n79A</w:t>
            </w:r>
          </w:p>
        </w:tc>
      </w:tr>
      <w:tr w:rsidR="00F55B07" w:rsidRPr="00DF6DD6" w14:paraId="4567028E" w14:textId="77777777" w:rsidTr="00C42558">
        <w:trPr>
          <w:gridAfter w:val="1"/>
          <w:wAfter w:w="22" w:type="dxa"/>
          <w:trHeight w:val="288"/>
          <w:jc w:val="center"/>
        </w:trPr>
        <w:tc>
          <w:tcPr>
            <w:tcW w:w="0" w:type="auto"/>
            <w:shd w:val="clear" w:color="auto" w:fill="auto"/>
            <w:noWrap/>
            <w:vAlign w:val="center"/>
          </w:tcPr>
          <w:p w14:paraId="19CA1A14" w14:textId="413950F7" w:rsidR="0095436B" w:rsidRPr="00DF6DD6" w:rsidRDefault="0095436B" w:rsidP="00401ADA">
            <w:pPr>
              <w:pStyle w:val="TAC"/>
              <w:keepNext w:val="0"/>
              <w:rPr>
                <w:noProof/>
                <w:lang w:eastAsia="zh-CN"/>
              </w:rPr>
            </w:pPr>
            <w:r w:rsidRPr="00DF6DD6">
              <w:rPr>
                <w:noProof/>
                <w:lang w:eastAsia="zh-CN"/>
              </w:rPr>
              <w:t>DC_1A-20A_n28A</w:t>
            </w:r>
            <w:r w:rsidRPr="00DF6DD6">
              <w:rPr>
                <w:noProof/>
                <w:vertAlign w:val="superscript"/>
                <w:lang w:eastAsia="zh-CN"/>
              </w:rPr>
              <w:t>6</w:t>
            </w:r>
          </w:p>
        </w:tc>
        <w:tc>
          <w:tcPr>
            <w:tcW w:w="0" w:type="auto"/>
            <w:vAlign w:val="center"/>
          </w:tcPr>
          <w:p w14:paraId="79574123" w14:textId="77777777" w:rsidR="0095436B" w:rsidRPr="00DF6DD6" w:rsidRDefault="0095436B" w:rsidP="00401ADA">
            <w:pPr>
              <w:pStyle w:val="TAC"/>
              <w:keepNext w:val="0"/>
              <w:rPr>
                <w:noProof/>
                <w:lang w:eastAsia="zh-CN"/>
              </w:rPr>
            </w:pPr>
            <w:r w:rsidRPr="00DF6DD6">
              <w:rPr>
                <w:noProof/>
                <w:lang w:eastAsia="zh-CN"/>
              </w:rPr>
              <w:t>DC_1A_n28A</w:t>
            </w:r>
          </w:p>
          <w:p w14:paraId="236ACDAF" w14:textId="77777777" w:rsidR="0095436B" w:rsidRPr="00DF6DD6" w:rsidRDefault="0095436B" w:rsidP="00401ADA">
            <w:pPr>
              <w:pStyle w:val="TAC"/>
              <w:keepNext w:val="0"/>
              <w:rPr>
                <w:noProof/>
                <w:lang w:eastAsia="zh-CN"/>
              </w:rPr>
            </w:pPr>
            <w:r w:rsidRPr="00DF6DD6">
              <w:rPr>
                <w:noProof/>
                <w:lang w:eastAsia="zh-CN"/>
              </w:rPr>
              <w:t>DC_20A_n28A</w:t>
            </w:r>
          </w:p>
        </w:tc>
      </w:tr>
      <w:tr w:rsidR="00F55B07" w:rsidRPr="00DF6DD6" w14:paraId="1D7361E5" w14:textId="77777777" w:rsidTr="00C42558">
        <w:trPr>
          <w:gridAfter w:val="1"/>
          <w:wAfter w:w="22" w:type="dxa"/>
          <w:trHeight w:val="288"/>
          <w:jc w:val="center"/>
        </w:trPr>
        <w:tc>
          <w:tcPr>
            <w:tcW w:w="0" w:type="auto"/>
            <w:shd w:val="clear" w:color="auto" w:fill="auto"/>
            <w:noWrap/>
            <w:vAlign w:val="center"/>
          </w:tcPr>
          <w:p w14:paraId="1BD9DEA6" w14:textId="4EE3ECAB" w:rsidR="0095436B" w:rsidRPr="00DF6DD6" w:rsidRDefault="0095436B" w:rsidP="00401ADA">
            <w:pPr>
              <w:pStyle w:val="TAC"/>
              <w:keepNext w:val="0"/>
              <w:rPr>
                <w:noProof/>
                <w:lang w:eastAsia="zh-CN"/>
              </w:rPr>
            </w:pPr>
            <w:r w:rsidRPr="00DF6DD6">
              <w:rPr>
                <w:noProof/>
                <w:lang w:eastAsia="zh-CN"/>
              </w:rPr>
              <w:t>DC_1A-20A_n78A</w:t>
            </w:r>
            <w:r w:rsidRPr="00DF6DD6">
              <w:rPr>
                <w:noProof/>
                <w:vertAlign w:val="superscript"/>
                <w:lang w:eastAsia="zh-CN"/>
              </w:rPr>
              <w:t>5</w:t>
            </w:r>
          </w:p>
        </w:tc>
        <w:tc>
          <w:tcPr>
            <w:tcW w:w="0" w:type="auto"/>
            <w:vAlign w:val="center"/>
          </w:tcPr>
          <w:p w14:paraId="103F50B6" w14:textId="77777777" w:rsidR="0095436B" w:rsidRPr="00DF6DD6" w:rsidRDefault="0095436B" w:rsidP="00401ADA">
            <w:pPr>
              <w:pStyle w:val="TAC"/>
              <w:keepNext w:val="0"/>
              <w:rPr>
                <w:noProof/>
                <w:lang w:eastAsia="zh-CN"/>
              </w:rPr>
            </w:pPr>
            <w:r w:rsidRPr="00DF6DD6">
              <w:rPr>
                <w:noProof/>
                <w:lang w:eastAsia="zh-CN"/>
              </w:rPr>
              <w:t>DC_1A_n78A</w:t>
            </w:r>
          </w:p>
          <w:p w14:paraId="680817C1" w14:textId="77777777" w:rsidR="0095436B" w:rsidRPr="00DF6DD6" w:rsidRDefault="0095436B" w:rsidP="00401ADA">
            <w:pPr>
              <w:pStyle w:val="TAC"/>
              <w:keepNext w:val="0"/>
              <w:rPr>
                <w:noProof/>
                <w:lang w:eastAsia="zh-CN"/>
              </w:rPr>
            </w:pPr>
            <w:r w:rsidRPr="00DF6DD6">
              <w:rPr>
                <w:noProof/>
                <w:lang w:eastAsia="zh-CN"/>
              </w:rPr>
              <w:t>DC_20A_n78A</w:t>
            </w:r>
          </w:p>
        </w:tc>
      </w:tr>
      <w:tr w:rsidR="00F55B07" w:rsidRPr="00DF6DD6" w14:paraId="255B5E19" w14:textId="77777777" w:rsidTr="00C42558">
        <w:trPr>
          <w:gridAfter w:val="1"/>
          <w:wAfter w:w="22" w:type="dxa"/>
          <w:trHeight w:val="288"/>
          <w:jc w:val="center"/>
        </w:trPr>
        <w:tc>
          <w:tcPr>
            <w:tcW w:w="0" w:type="auto"/>
            <w:shd w:val="clear" w:color="auto" w:fill="auto"/>
            <w:noWrap/>
            <w:vAlign w:val="center"/>
          </w:tcPr>
          <w:p w14:paraId="6E7F4C9B" w14:textId="18FB4D44" w:rsidR="0095436B" w:rsidRPr="00DF6DD6" w:rsidRDefault="0095436B" w:rsidP="00401ADA">
            <w:pPr>
              <w:pStyle w:val="TAC"/>
              <w:keepNext w:val="0"/>
              <w:rPr>
                <w:noProof/>
                <w:lang w:eastAsia="zh-CN"/>
              </w:rPr>
            </w:pPr>
            <w:r w:rsidRPr="00DF6DD6">
              <w:rPr>
                <w:noProof/>
                <w:lang w:eastAsia="zh-CN"/>
              </w:rPr>
              <w:t>DC_1A-21A_n77A</w:t>
            </w:r>
            <w:r w:rsidRPr="00DF6DD6">
              <w:rPr>
                <w:noProof/>
                <w:vertAlign w:val="superscript"/>
                <w:lang w:eastAsia="zh-CN"/>
              </w:rPr>
              <w:t>5</w:t>
            </w:r>
          </w:p>
          <w:p w14:paraId="24AABBEA" w14:textId="7BCFE7D1" w:rsidR="0095436B" w:rsidRPr="00DF6DD6" w:rsidRDefault="0095436B" w:rsidP="00401ADA">
            <w:pPr>
              <w:pStyle w:val="TAC"/>
              <w:keepNext w:val="0"/>
              <w:rPr>
                <w:noProof/>
                <w:lang w:eastAsia="zh-CN"/>
              </w:rPr>
            </w:pPr>
            <w:r w:rsidRPr="00DF6DD6">
              <w:rPr>
                <w:noProof/>
                <w:lang w:eastAsia="zh-CN"/>
              </w:rPr>
              <w:t>DC_1A-21A_n77C</w:t>
            </w:r>
            <w:r w:rsidRPr="00DF6DD6">
              <w:rPr>
                <w:noProof/>
                <w:vertAlign w:val="superscript"/>
                <w:lang w:eastAsia="zh-CN"/>
              </w:rPr>
              <w:t>5</w:t>
            </w:r>
          </w:p>
        </w:tc>
        <w:tc>
          <w:tcPr>
            <w:tcW w:w="0" w:type="auto"/>
            <w:vAlign w:val="center"/>
          </w:tcPr>
          <w:p w14:paraId="44F7BF2C" w14:textId="77777777" w:rsidR="0095436B" w:rsidRPr="00DF6DD6" w:rsidRDefault="0095436B" w:rsidP="00401ADA">
            <w:pPr>
              <w:pStyle w:val="TAC"/>
              <w:keepNext w:val="0"/>
              <w:rPr>
                <w:noProof/>
                <w:lang w:eastAsia="zh-CN"/>
              </w:rPr>
            </w:pPr>
            <w:r w:rsidRPr="00DF6DD6">
              <w:rPr>
                <w:noProof/>
                <w:lang w:eastAsia="zh-CN"/>
              </w:rPr>
              <w:t>DC_1A_n77A</w:t>
            </w:r>
          </w:p>
          <w:p w14:paraId="6F6DD98B" w14:textId="77777777" w:rsidR="0095436B" w:rsidRPr="00DF6DD6" w:rsidRDefault="0095436B" w:rsidP="00401ADA">
            <w:pPr>
              <w:pStyle w:val="TAC"/>
              <w:keepNext w:val="0"/>
              <w:rPr>
                <w:noProof/>
                <w:lang w:eastAsia="zh-CN"/>
              </w:rPr>
            </w:pPr>
            <w:r w:rsidRPr="00DF6DD6">
              <w:rPr>
                <w:noProof/>
                <w:lang w:eastAsia="zh-CN"/>
              </w:rPr>
              <w:t>DC_21A_n77A</w:t>
            </w:r>
          </w:p>
        </w:tc>
      </w:tr>
      <w:tr w:rsidR="00F55B07" w:rsidRPr="00DF6DD6" w14:paraId="1162D227" w14:textId="77777777" w:rsidTr="00C42558">
        <w:trPr>
          <w:gridAfter w:val="1"/>
          <w:wAfter w:w="22" w:type="dxa"/>
          <w:trHeight w:val="288"/>
          <w:jc w:val="center"/>
        </w:trPr>
        <w:tc>
          <w:tcPr>
            <w:tcW w:w="0" w:type="auto"/>
            <w:shd w:val="clear" w:color="auto" w:fill="auto"/>
            <w:noWrap/>
            <w:vAlign w:val="center"/>
          </w:tcPr>
          <w:p w14:paraId="3D35B7BA" w14:textId="71FD2D04" w:rsidR="0095436B" w:rsidRPr="00DF6DD6" w:rsidRDefault="0095436B" w:rsidP="00401ADA">
            <w:pPr>
              <w:pStyle w:val="TAC"/>
              <w:keepNext w:val="0"/>
              <w:rPr>
                <w:noProof/>
                <w:lang w:eastAsia="zh-CN"/>
              </w:rPr>
            </w:pPr>
            <w:r w:rsidRPr="00DF6DD6">
              <w:rPr>
                <w:noProof/>
                <w:lang w:eastAsia="zh-CN"/>
              </w:rPr>
              <w:t>DC_1A-21A_n78A</w:t>
            </w:r>
            <w:r w:rsidRPr="00DF6DD6">
              <w:rPr>
                <w:noProof/>
                <w:vertAlign w:val="superscript"/>
                <w:lang w:eastAsia="zh-CN"/>
              </w:rPr>
              <w:t>5</w:t>
            </w:r>
          </w:p>
          <w:p w14:paraId="50D641D2" w14:textId="18B4E878" w:rsidR="0095436B" w:rsidRPr="00DF6DD6" w:rsidRDefault="0095436B" w:rsidP="00401ADA">
            <w:pPr>
              <w:pStyle w:val="TAC"/>
              <w:keepNext w:val="0"/>
              <w:rPr>
                <w:noProof/>
                <w:lang w:eastAsia="zh-CN"/>
              </w:rPr>
            </w:pPr>
            <w:r w:rsidRPr="00DF6DD6">
              <w:rPr>
                <w:noProof/>
                <w:lang w:eastAsia="zh-CN"/>
              </w:rPr>
              <w:t>DC_1A-21A_n78C</w:t>
            </w:r>
            <w:r w:rsidRPr="00DF6DD6">
              <w:rPr>
                <w:noProof/>
                <w:vertAlign w:val="superscript"/>
                <w:lang w:eastAsia="zh-CN"/>
              </w:rPr>
              <w:t>5</w:t>
            </w:r>
          </w:p>
        </w:tc>
        <w:tc>
          <w:tcPr>
            <w:tcW w:w="0" w:type="auto"/>
            <w:vAlign w:val="center"/>
          </w:tcPr>
          <w:p w14:paraId="46A7FAAB" w14:textId="77777777" w:rsidR="0095436B" w:rsidRPr="00DF6DD6" w:rsidRDefault="0095436B" w:rsidP="00401ADA">
            <w:pPr>
              <w:pStyle w:val="TAC"/>
              <w:keepNext w:val="0"/>
              <w:rPr>
                <w:noProof/>
                <w:lang w:eastAsia="zh-CN"/>
              </w:rPr>
            </w:pPr>
            <w:r w:rsidRPr="00DF6DD6">
              <w:rPr>
                <w:noProof/>
                <w:lang w:eastAsia="zh-CN"/>
              </w:rPr>
              <w:t>DC_1A_n78A</w:t>
            </w:r>
          </w:p>
          <w:p w14:paraId="354842BF" w14:textId="77777777" w:rsidR="0095436B" w:rsidRPr="00DF6DD6" w:rsidRDefault="0095436B" w:rsidP="00401ADA">
            <w:pPr>
              <w:pStyle w:val="TAC"/>
              <w:keepNext w:val="0"/>
              <w:rPr>
                <w:noProof/>
                <w:lang w:eastAsia="zh-CN"/>
              </w:rPr>
            </w:pPr>
            <w:r w:rsidRPr="00DF6DD6">
              <w:rPr>
                <w:noProof/>
                <w:lang w:eastAsia="zh-CN"/>
              </w:rPr>
              <w:t>DC_21A_n78A</w:t>
            </w:r>
          </w:p>
        </w:tc>
      </w:tr>
      <w:tr w:rsidR="00F55B07" w:rsidRPr="00DF6DD6" w14:paraId="52B5C9FF" w14:textId="77777777" w:rsidTr="00C42558">
        <w:trPr>
          <w:gridAfter w:val="1"/>
          <w:wAfter w:w="22" w:type="dxa"/>
          <w:trHeight w:val="288"/>
          <w:jc w:val="center"/>
        </w:trPr>
        <w:tc>
          <w:tcPr>
            <w:tcW w:w="0" w:type="auto"/>
            <w:shd w:val="clear" w:color="auto" w:fill="auto"/>
            <w:noWrap/>
            <w:vAlign w:val="center"/>
          </w:tcPr>
          <w:p w14:paraId="1724CA42" w14:textId="6F46FA5D" w:rsidR="0095436B" w:rsidRPr="00DF6DD6" w:rsidRDefault="0095436B" w:rsidP="00401ADA">
            <w:pPr>
              <w:pStyle w:val="TAC"/>
              <w:keepNext w:val="0"/>
              <w:rPr>
                <w:noProof/>
                <w:lang w:eastAsia="zh-CN"/>
              </w:rPr>
            </w:pPr>
            <w:r w:rsidRPr="00DF6DD6">
              <w:rPr>
                <w:noProof/>
                <w:lang w:eastAsia="zh-CN"/>
              </w:rPr>
              <w:t>DC_1A-21A_n79A</w:t>
            </w:r>
            <w:r w:rsidRPr="00DF6DD6">
              <w:rPr>
                <w:noProof/>
                <w:vertAlign w:val="superscript"/>
                <w:lang w:eastAsia="zh-CN"/>
              </w:rPr>
              <w:t>5</w:t>
            </w:r>
          </w:p>
          <w:p w14:paraId="79700045" w14:textId="10FFB986" w:rsidR="0095436B" w:rsidRPr="00DF6DD6" w:rsidRDefault="0095436B" w:rsidP="00401ADA">
            <w:pPr>
              <w:pStyle w:val="TAC"/>
              <w:keepNext w:val="0"/>
              <w:rPr>
                <w:noProof/>
                <w:lang w:eastAsia="zh-CN"/>
              </w:rPr>
            </w:pPr>
            <w:r w:rsidRPr="00DF6DD6">
              <w:rPr>
                <w:noProof/>
                <w:lang w:eastAsia="zh-CN"/>
              </w:rPr>
              <w:lastRenderedPageBreak/>
              <w:t>DC_1A-21A_n79C</w:t>
            </w:r>
            <w:r w:rsidRPr="00DF6DD6">
              <w:rPr>
                <w:noProof/>
                <w:vertAlign w:val="superscript"/>
                <w:lang w:eastAsia="zh-CN"/>
              </w:rPr>
              <w:t>5</w:t>
            </w:r>
          </w:p>
        </w:tc>
        <w:tc>
          <w:tcPr>
            <w:tcW w:w="0" w:type="auto"/>
            <w:vAlign w:val="center"/>
          </w:tcPr>
          <w:p w14:paraId="58C73D0B" w14:textId="77777777" w:rsidR="0095436B" w:rsidRPr="00DF6DD6" w:rsidRDefault="0095436B" w:rsidP="00401ADA">
            <w:pPr>
              <w:pStyle w:val="TAC"/>
              <w:keepNext w:val="0"/>
              <w:rPr>
                <w:noProof/>
                <w:lang w:eastAsia="zh-CN"/>
              </w:rPr>
            </w:pPr>
            <w:r w:rsidRPr="00DF6DD6">
              <w:rPr>
                <w:noProof/>
                <w:lang w:eastAsia="zh-CN"/>
              </w:rPr>
              <w:lastRenderedPageBreak/>
              <w:t>DC_1A_n79A</w:t>
            </w:r>
          </w:p>
          <w:p w14:paraId="6E7DB113" w14:textId="77777777" w:rsidR="0095436B" w:rsidRPr="00DF6DD6" w:rsidRDefault="0095436B" w:rsidP="00401ADA">
            <w:pPr>
              <w:pStyle w:val="TAC"/>
              <w:keepNext w:val="0"/>
              <w:rPr>
                <w:noProof/>
                <w:lang w:eastAsia="zh-CN"/>
              </w:rPr>
            </w:pPr>
            <w:r w:rsidRPr="00DF6DD6">
              <w:rPr>
                <w:noProof/>
                <w:lang w:eastAsia="zh-CN"/>
              </w:rPr>
              <w:lastRenderedPageBreak/>
              <w:t>DC_21A_n79A</w:t>
            </w:r>
          </w:p>
        </w:tc>
      </w:tr>
      <w:tr w:rsidR="00F55B07" w:rsidRPr="00DF6DD6" w14:paraId="3D4605F7" w14:textId="77777777" w:rsidTr="00C42558">
        <w:trPr>
          <w:gridAfter w:val="1"/>
          <w:wAfter w:w="22" w:type="dxa"/>
          <w:trHeight w:val="288"/>
          <w:jc w:val="center"/>
        </w:trPr>
        <w:tc>
          <w:tcPr>
            <w:tcW w:w="0" w:type="auto"/>
            <w:shd w:val="clear" w:color="auto" w:fill="auto"/>
            <w:noWrap/>
            <w:vAlign w:val="center"/>
          </w:tcPr>
          <w:p w14:paraId="35FF595A" w14:textId="3D7D0759" w:rsidR="0095436B" w:rsidRPr="00DF6DD6" w:rsidRDefault="0095436B" w:rsidP="00401ADA">
            <w:pPr>
              <w:pStyle w:val="TAC"/>
              <w:keepNext w:val="0"/>
              <w:rPr>
                <w:noProof/>
                <w:lang w:eastAsia="zh-CN"/>
              </w:rPr>
            </w:pPr>
            <w:r w:rsidRPr="00DF6DD6">
              <w:rPr>
                <w:noProof/>
                <w:lang w:eastAsia="zh-CN"/>
              </w:rPr>
              <w:lastRenderedPageBreak/>
              <w:t>DC_1A-28A_n77A</w:t>
            </w:r>
            <w:r w:rsidRPr="00DF6DD6">
              <w:rPr>
                <w:noProof/>
                <w:vertAlign w:val="superscript"/>
                <w:lang w:eastAsia="zh-CN"/>
              </w:rPr>
              <w:t>5</w:t>
            </w:r>
          </w:p>
          <w:p w14:paraId="2137BAA7" w14:textId="008FA79E" w:rsidR="0095436B" w:rsidRPr="00DF6DD6" w:rsidRDefault="0095436B" w:rsidP="00401ADA">
            <w:pPr>
              <w:pStyle w:val="TAC"/>
              <w:keepNext w:val="0"/>
              <w:rPr>
                <w:noProof/>
                <w:lang w:eastAsia="zh-CN"/>
              </w:rPr>
            </w:pPr>
            <w:r w:rsidRPr="00DF6DD6">
              <w:rPr>
                <w:noProof/>
                <w:lang w:eastAsia="zh-CN"/>
              </w:rPr>
              <w:t>DC_1A-28A_n77C</w:t>
            </w:r>
            <w:r w:rsidRPr="00DF6DD6">
              <w:rPr>
                <w:noProof/>
                <w:vertAlign w:val="superscript"/>
                <w:lang w:eastAsia="zh-CN"/>
              </w:rPr>
              <w:t>5</w:t>
            </w:r>
          </w:p>
        </w:tc>
        <w:tc>
          <w:tcPr>
            <w:tcW w:w="0" w:type="auto"/>
            <w:vAlign w:val="center"/>
          </w:tcPr>
          <w:p w14:paraId="2CAB83D3" w14:textId="77777777" w:rsidR="0095436B" w:rsidRPr="00DF6DD6" w:rsidRDefault="0095436B" w:rsidP="00401ADA">
            <w:pPr>
              <w:pStyle w:val="TAC"/>
              <w:keepNext w:val="0"/>
              <w:rPr>
                <w:noProof/>
                <w:lang w:eastAsia="zh-CN"/>
              </w:rPr>
            </w:pPr>
            <w:r w:rsidRPr="00DF6DD6">
              <w:rPr>
                <w:noProof/>
                <w:lang w:eastAsia="zh-CN"/>
              </w:rPr>
              <w:t>DC_1A_n77A</w:t>
            </w:r>
          </w:p>
          <w:p w14:paraId="72006BD6" w14:textId="4AECFA10" w:rsidR="0095436B" w:rsidRPr="00DF6DD6" w:rsidRDefault="0095436B" w:rsidP="00401ADA">
            <w:pPr>
              <w:pStyle w:val="TAC"/>
              <w:keepNext w:val="0"/>
              <w:rPr>
                <w:noProof/>
                <w:lang w:eastAsia="zh-CN"/>
              </w:rPr>
            </w:pPr>
            <w:r w:rsidRPr="00DF6DD6">
              <w:rPr>
                <w:noProof/>
                <w:lang w:eastAsia="zh-CN"/>
              </w:rPr>
              <w:t>DC_28A_n77A</w:t>
            </w:r>
          </w:p>
        </w:tc>
      </w:tr>
      <w:tr w:rsidR="00F55B07" w:rsidRPr="00DF6DD6" w14:paraId="04F161CC" w14:textId="77777777" w:rsidTr="00C42558">
        <w:trPr>
          <w:gridAfter w:val="1"/>
          <w:wAfter w:w="22" w:type="dxa"/>
          <w:trHeight w:val="288"/>
          <w:jc w:val="center"/>
        </w:trPr>
        <w:tc>
          <w:tcPr>
            <w:tcW w:w="0" w:type="auto"/>
            <w:shd w:val="clear" w:color="auto" w:fill="auto"/>
            <w:noWrap/>
            <w:vAlign w:val="center"/>
          </w:tcPr>
          <w:p w14:paraId="44291968" w14:textId="221E1A6A" w:rsidR="0095436B" w:rsidRPr="00DF6DD6" w:rsidRDefault="0095436B" w:rsidP="00401ADA">
            <w:pPr>
              <w:pStyle w:val="TAC"/>
              <w:keepNext w:val="0"/>
              <w:rPr>
                <w:noProof/>
                <w:lang w:eastAsia="zh-CN"/>
              </w:rPr>
            </w:pPr>
            <w:r w:rsidRPr="00DF6DD6">
              <w:rPr>
                <w:noProof/>
                <w:lang w:eastAsia="zh-CN"/>
              </w:rPr>
              <w:t>DC_1A-28A_n78A</w:t>
            </w:r>
            <w:r w:rsidRPr="00DF6DD6">
              <w:rPr>
                <w:noProof/>
                <w:vertAlign w:val="superscript"/>
                <w:lang w:eastAsia="zh-CN"/>
              </w:rPr>
              <w:t>5</w:t>
            </w:r>
          </w:p>
          <w:p w14:paraId="1F30BD5C" w14:textId="77E808F5" w:rsidR="0095436B" w:rsidRPr="00DF6DD6" w:rsidRDefault="0095436B" w:rsidP="00401ADA">
            <w:pPr>
              <w:pStyle w:val="TAC"/>
              <w:keepNext w:val="0"/>
              <w:rPr>
                <w:noProof/>
                <w:lang w:eastAsia="zh-CN"/>
              </w:rPr>
            </w:pPr>
            <w:r w:rsidRPr="00DF6DD6">
              <w:rPr>
                <w:noProof/>
                <w:lang w:eastAsia="zh-CN"/>
              </w:rPr>
              <w:t>DC_1A-28A_n78C</w:t>
            </w:r>
            <w:r w:rsidRPr="00DF6DD6">
              <w:rPr>
                <w:noProof/>
                <w:vertAlign w:val="superscript"/>
                <w:lang w:eastAsia="zh-CN"/>
              </w:rPr>
              <w:t>5</w:t>
            </w:r>
          </w:p>
        </w:tc>
        <w:tc>
          <w:tcPr>
            <w:tcW w:w="0" w:type="auto"/>
            <w:vAlign w:val="center"/>
          </w:tcPr>
          <w:p w14:paraId="2EB5648F" w14:textId="77777777" w:rsidR="0095436B" w:rsidRPr="00DF6DD6" w:rsidRDefault="0095436B" w:rsidP="00401ADA">
            <w:pPr>
              <w:pStyle w:val="TAC"/>
              <w:keepNext w:val="0"/>
              <w:rPr>
                <w:noProof/>
                <w:lang w:eastAsia="zh-CN"/>
              </w:rPr>
            </w:pPr>
            <w:r w:rsidRPr="00DF6DD6">
              <w:rPr>
                <w:noProof/>
                <w:lang w:eastAsia="zh-CN"/>
              </w:rPr>
              <w:t>DC_1A_n78A</w:t>
            </w:r>
          </w:p>
          <w:p w14:paraId="2BDD2334" w14:textId="7FDF7E1D" w:rsidR="0095436B" w:rsidRPr="00DF6DD6" w:rsidRDefault="0095436B" w:rsidP="00401ADA">
            <w:pPr>
              <w:pStyle w:val="TAC"/>
              <w:keepNext w:val="0"/>
              <w:rPr>
                <w:noProof/>
                <w:lang w:eastAsia="zh-CN"/>
              </w:rPr>
            </w:pPr>
            <w:r w:rsidRPr="00DF6DD6">
              <w:rPr>
                <w:noProof/>
                <w:lang w:eastAsia="zh-CN"/>
              </w:rPr>
              <w:t>DC_28A_n78A</w:t>
            </w:r>
          </w:p>
        </w:tc>
      </w:tr>
      <w:tr w:rsidR="00F55B07" w:rsidRPr="00DF6DD6" w14:paraId="4E1F0C82" w14:textId="77777777" w:rsidTr="00C42558">
        <w:trPr>
          <w:gridAfter w:val="1"/>
          <w:wAfter w:w="22" w:type="dxa"/>
          <w:trHeight w:val="288"/>
          <w:jc w:val="center"/>
        </w:trPr>
        <w:tc>
          <w:tcPr>
            <w:tcW w:w="0" w:type="auto"/>
            <w:shd w:val="clear" w:color="auto" w:fill="auto"/>
            <w:noWrap/>
            <w:vAlign w:val="center"/>
          </w:tcPr>
          <w:p w14:paraId="6999D9AC" w14:textId="39786190" w:rsidR="0095436B" w:rsidRPr="00DF6DD6" w:rsidRDefault="0095436B" w:rsidP="00401ADA">
            <w:pPr>
              <w:pStyle w:val="TAC"/>
              <w:keepNext w:val="0"/>
              <w:rPr>
                <w:noProof/>
                <w:lang w:eastAsia="zh-CN"/>
              </w:rPr>
            </w:pPr>
            <w:r w:rsidRPr="00DF6DD6">
              <w:rPr>
                <w:rFonts w:eastAsia="Malgun Gothic"/>
                <w:noProof/>
                <w:lang w:eastAsia="ko-KR"/>
              </w:rPr>
              <w:t>DC_1A_n28A-n78A</w:t>
            </w:r>
            <w:r w:rsidRPr="00DF6DD6">
              <w:rPr>
                <w:rFonts w:hint="eastAsia"/>
                <w:noProof/>
                <w:vertAlign w:val="superscript"/>
                <w:lang w:eastAsia="zh-CN"/>
              </w:rPr>
              <w:t>5</w:t>
            </w:r>
          </w:p>
        </w:tc>
        <w:tc>
          <w:tcPr>
            <w:tcW w:w="0" w:type="auto"/>
            <w:vAlign w:val="center"/>
          </w:tcPr>
          <w:p w14:paraId="763A85EA" w14:textId="52C1A3FC" w:rsidR="0095436B" w:rsidRPr="00DF6DD6" w:rsidRDefault="0095436B" w:rsidP="00401ADA">
            <w:pPr>
              <w:pStyle w:val="TAC"/>
              <w:keepNext w:val="0"/>
              <w:rPr>
                <w:rFonts w:eastAsia="Malgun Gothic"/>
                <w:noProof/>
                <w:lang w:eastAsia="ko-KR"/>
              </w:rPr>
            </w:pPr>
            <w:r w:rsidRPr="00DF6DD6">
              <w:rPr>
                <w:rFonts w:eastAsia="Malgun Gothic"/>
                <w:noProof/>
                <w:lang w:eastAsia="ko-KR"/>
              </w:rPr>
              <w:t>DC_1A_n28A</w:t>
            </w:r>
          </w:p>
          <w:p w14:paraId="4E40982A" w14:textId="4B5341B8" w:rsidR="0095436B" w:rsidRPr="00DF6DD6" w:rsidRDefault="0095436B" w:rsidP="00401ADA">
            <w:pPr>
              <w:pStyle w:val="TAC"/>
              <w:keepNext w:val="0"/>
              <w:rPr>
                <w:noProof/>
                <w:lang w:eastAsia="zh-CN"/>
              </w:rPr>
            </w:pPr>
            <w:r w:rsidRPr="00DF6DD6">
              <w:rPr>
                <w:rFonts w:eastAsia="Malgun Gothic"/>
                <w:noProof/>
                <w:lang w:eastAsia="ko-KR"/>
              </w:rPr>
              <w:t>DC_1A_n78A</w:t>
            </w:r>
          </w:p>
        </w:tc>
      </w:tr>
      <w:tr w:rsidR="00F55B07" w:rsidRPr="00DF6DD6" w14:paraId="6DA8B5C8" w14:textId="77777777" w:rsidTr="00C42558">
        <w:trPr>
          <w:gridAfter w:val="1"/>
          <w:wAfter w:w="22" w:type="dxa"/>
          <w:trHeight w:val="288"/>
          <w:jc w:val="center"/>
        </w:trPr>
        <w:tc>
          <w:tcPr>
            <w:tcW w:w="0" w:type="auto"/>
            <w:shd w:val="clear" w:color="auto" w:fill="auto"/>
            <w:noWrap/>
            <w:vAlign w:val="center"/>
          </w:tcPr>
          <w:p w14:paraId="75B48F84" w14:textId="77777777" w:rsidR="0095436B" w:rsidRPr="00DF6DD6" w:rsidRDefault="0095436B" w:rsidP="00401ADA">
            <w:pPr>
              <w:pStyle w:val="TAC"/>
              <w:keepNext w:val="0"/>
              <w:rPr>
                <w:noProof/>
                <w:lang w:eastAsia="zh-CN"/>
              </w:rPr>
            </w:pPr>
            <w:r w:rsidRPr="00DF6DD6">
              <w:rPr>
                <w:noProof/>
                <w:lang w:eastAsia="zh-CN"/>
              </w:rPr>
              <w:t>DC_1A-28A_n79A</w:t>
            </w:r>
          </w:p>
          <w:p w14:paraId="10EB5455" w14:textId="540CFBE5" w:rsidR="0095436B" w:rsidRPr="00DF6DD6" w:rsidRDefault="0095436B" w:rsidP="00401ADA">
            <w:pPr>
              <w:pStyle w:val="TAC"/>
              <w:keepNext w:val="0"/>
              <w:rPr>
                <w:noProof/>
                <w:lang w:eastAsia="zh-CN"/>
              </w:rPr>
            </w:pPr>
            <w:r w:rsidRPr="00DF6DD6">
              <w:rPr>
                <w:noProof/>
                <w:lang w:eastAsia="zh-CN"/>
              </w:rPr>
              <w:t>DC_1A-28A_n79C</w:t>
            </w:r>
          </w:p>
        </w:tc>
        <w:tc>
          <w:tcPr>
            <w:tcW w:w="0" w:type="auto"/>
            <w:vAlign w:val="center"/>
          </w:tcPr>
          <w:p w14:paraId="28B6857D" w14:textId="77777777" w:rsidR="0095436B" w:rsidRPr="00DF6DD6" w:rsidRDefault="0095436B" w:rsidP="00401ADA">
            <w:pPr>
              <w:pStyle w:val="TAC"/>
              <w:keepNext w:val="0"/>
              <w:rPr>
                <w:noProof/>
                <w:lang w:eastAsia="zh-CN"/>
              </w:rPr>
            </w:pPr>
            <w:r w:rsidRPr="00DF6DD6">
              <w:rPr>
                <w:noProof/>
                <w:lang w:eastAsia="zh-CN"/>
              </w:rPr>
              <w:t>DC_1A_n79A</w:t>
            </w:r>
          </w:p>
          <w:p w14:paraId="2F0F04C4" w14:textId="7A627EB5" w:rsidR="0095436B" w:rsidRPr="00DF6DD6" w:rsidRDefault="0095436B" w:rsidP="00401ADA">
            <w:pPr>
              <w:pStyle w:val="TAC"/>
              <w:keepNext w:val="0"/>
              <w:rPr>
                <w:noProof/>
                <w:lang w:eastAsia="zh-CN"/>
              </w:rPr>
            </w:pPr>
            <w:r w:rsidRPr="00DF6DD6">
              <w:rPr>
                <w:noProof/>
                <w:lang w:eastAsia="zh-CN"/>
              </w:rPr>
              <w:t>DC_28A_n79A</w:t>
            </w:r>
          </w:p>
        </w:tc>
      </w:tr>
      <w:tr w:rsidR="00F55B07" w:rsidRPr="00DF6DD6" w14:paraId="7A2F305A" w14:textId="77777777" w:rsidTr="00C42558">
        <w:trPr>
          <w:gridAfter w:val="1"/>
          <w:wAfter w:w="22" w:type="dxa"/>
          <w:trHeight w:val="288"/>
          <w:jc w:val="center"/>
        </w:trPr>
        <w:tc>
          <w:tcPr>
            <w:tcW w:w="0" w:type="auto"/>
            <w:shd w:val="clear" w:color="auto" w:fill="auto"/>
            <w:noWrap/>
            <w:vAlign w:val="center"/>
          </w:tcPr>
          <w:p w14:paraId="646E8B23" w14:textId="77777777" w:rsidR="0095436B" w:rsidRPr="00DF6DD6" w:rsidRDefault="0095436B" w:rsidP="00401ADA">
            <w:pPr>
              <w:pStyle w:val="TAC"/>
              <w:keepNext w:val="0"/>
              <w:rPr>
                <w:rFonts w:cs="Arial"/>
                <w:lang w:eastAsia="ja-JP"/>
              </w:rPr>
            </w:pPr>
            <w:r w:rsidRPr="00DF6DD6">
              <w:rPr>
                <w:rFonts w:cs="Arial"/>
                <w:lang w:eastAsia="ja-JP"/>
              </w:rPr>
              <w:t>DC_1A-41A_n77A</w:t>
            </w:r>
          </w:p>
          <w:p w14:paraId="7FDCB273" w14:textId="77777777" w:rsidR="0095436B" w:rsidRPr="00DF6DD6" w:rsidRDefault="0095436B" w:rsidP="00401ADA">
            <w:pPr>
              <w:pStyle w:val="TAC"/>
              <w:keepNext w:val="0"/>
              <w:rPr>
                <w:noProof/>
                <w:lang w:eastAsia="zh-CN"/>
              </w:rPr>
            </w:pPr>
            <w:r w:rsidRPr="00DF6DD6">
              <w:rPr>
                <w:rFonts w:cs="Arial"/>
                <w:lang w:eastAsia="ja-JP"/>
              </w:rPr>
              <w:t>DC_1A-41C_n77A</w:t>
            </w:r>
          </w:p>
        </w:tc>
        <w:tc>
          <w:tcPr>
            <w:tcW w:w="0" w:type="auto"/>
            <w:vAlign w:val="center"/>
          </w:tcPr>
          <w:p w14:paraId="50B6E5D4" w14:textId="77777777" w:rsidR="0095436B" w:rsidRPr="00DF6DD6" w:rsidRDefault="0095436B" w:rsidP="00401ADA">
            <w:pPr>
              <w:pStyle w:val="TAC"/>
              <w:keepNext w:val="0"/>
              <w:rPr>
                <w:rFonts w:cs="Arial"/>
                <w:lang w:eastAsia="ja-JP"/>
              </w:rPr>
            </w:pPr>
            <w:r w:rsidRPr="00DF6DD6">
              <w:rPr>
                <w:rFonts w:cs="Arial"/>
                <w:lang w:eastAsia="ja-JP"/>
              </w:rPr>
              <w:t>DC_1A_n77A</w:t>
            </w:r>
          </w:p>
          <w:p w14:paraId="139BE031" w14:textId="77777777" w:rsidR="0095436B" w:rsidRPr="00DF6DD6" w:rsidRDefault="0095436B" w:rsidP="00401ADA">
            <w:pPr>
              <w:pStyle w:val="TAC"/>
              <w:keepNext w:val="0"/>
              <w:rPr>
                <w:rFonts w:cs="Arial"/>
                <w:lang w:eastAsia="ja-JP"/>
              </w:rPr>
            </w:pPr>
            <w:r w:rsidRPr="00DF6DD6">
              <w:rPr>
                <w:rFonts w:cs="Arial"/>
                <w:lang w:eastAsia="ja-JP"/>
              </w:rPr>
              <w:t>DC_41A_n77A</w:t>
            </w:r>
          </w:p>
          <w:p w14:paraId="5DF47A09" w14:textId="2FA3D3AD" w:rsidR="0095436B" w:rsidRPr="00DF6DD6" w:rsidRDefault="0095436B" w:rsidP="00401ADA">
            <w:pPr>
              <w:pStyle w:val="TAC"/>
              <w:keepNext w:val="0"/>
              <w:rPr>
                <w:noProof/>
                <w:lang w:eastAsia="zh-CN"/>
              </w:rPr>
            </w:pPr>
          </w:p>
        </w:tc>
      </w:tr>
      <w:tr w:rsidR="00F55B07" w:rsidRPr="00DF6DD6" w14:paraId="053182DA" w14:textId="77777777" w:rsidTr="00C42558">
        <w:trPr>
          <w:gridAfter w:val="1"/>
          <w:wAfter w:w="22" w:type="dxa"/>
          <w:trHeight w:val="288"/>
          <w:jc w:val="center"/>
        </w:trPr>
        <w:tc>
          <w:tcPr>
            <w:tcW w:w="0" w:type="auto"/>
            <w:shd w:val="clear" w:color="auto" w:fill="auto"/>
            <w:noWrap/>
            <w:vAlign w:val="center"/>
          </w:tcPr>
          <w:p w14:paraId="7F5EE64D" w14:textId="77777777" w:rsidR="0095436B" w:rsidRPr="00DF6DD6" w:rsidRDefault="0095436B" w:rsidP="00401ADA">
            <w:pPr>
              <w:pStyle w:val="TAC"/>
              <w:keepNext w:val="0"/>
              <w:rPr>
                <w:rFonts w:cs="Arial"/>
                <w:lang w:eastAsia="ja-JP"/>
              </w:rPr>
            </w:pPr>
            <w:r w:rsidRPr="00DF6DD6">
              <w:rPr>
                <w:rFonts w:cs="Arial"/>
                <w:lang w:eastAsia="ja-JP"/>
              </w:rPr>
              <w:t>DC_1A-41A_n78A</w:t>
            </w:r>
          </w:p>
          <w:p w14:paraId="76B610AE" w14:textId="77777777" w:rsidR="0095436B" w:rsidRPr="00DF6DD6" w:rsidRDefault="0095436B" w:rsidP="00401ADA">
            <w:pPr>
              <w:pStyle w:val="TAC"/>
              <w:keepNext w:val="0"/>
              <w:rPr>
                <w:noProof/>
                <w:lang w:eastAsia="zh-CN"/>
              </w:rPr>
            </w:pPr>
            <w:r w:rsidRPr="00DF6DD6">
              <w:rPr>
                <w:rFonts w:cs="Arial"/>
                <w:lang w:eastAsia="ja-JP"/>
              </w:rPr>
              <w:t>DC_1A-41C_n78A</w:t>
            </w:r>
          </w:p>
        </w:tc>
        <w:tc>
          <w:tcPr>
            <w:tcW w:w="0" w:type="auto"/>
            <w:vAlign w:val="center"/>
          </w:tcPr>
          <w:p w14:paraId="41AAD507" w14:textId="77777777" w:rsidR="0095436B" w:rsidRPr="00DF6DD6" w:rsidRDefault="0095436B" w:rsidP="00401ADA">
            <w:pPr>
              <w:pStyle w:val="TAC"/>
              <w:keepNext w:val="0"/>
              <w:rPr>
                <w:rFonts w:cs="Arial"/>
                <w:lang w:eastAsia="ja-JP"/>
              </w:rPr>
            </w:pPr>
            <w:r w:rsidRPr="00DF6DD6">
              <w:rPr>
                <w:rFonts w:cs="Arial"/>
                <w:lang w:eastAsia="ja-JP"/>
              </w:rPr>
              <w:t>DC_1A_n78A</w:t>
            </w:r>
          </w:p>
          <w:p w14:paraId="51BB4416" w14:textId="77777777" w:rsidR="0095436B" w:rsidRPr="00DF6DD6" w:rsidRDefault="0095436B" w:rsidP="00401ADA">
            <w:pPr>
              <w:pStyle w:val="TAC"/>
              <w:keepNext w:val="0"/>
              <w:rPr>
                <w:rFonts w:cs="Arial"/>
                <w:lang w:eastAsia="ja-JP"/>
              </w:rPr>
            </w:pPr>
            <w:r w:rsidRPr="00DF6DD6">
              <w:rPr>
                <w:rFonts w:cs="Arial"/>
                <w:lang w:eastAsia="ja-JP"/>
              </w:rPr>
              <w:t>DC_41A_n78A</w:t>
            </w:r>
          </w:p>
          <w:p w14:paraId="182FD1F7" w14:textId="3AFC594F" w:rsidR="0095436B" w:rsidRPr="00DF6DD6" w:rsidRDefault="0095436B" w:rsidP="00401ADA">
            <w:pPr>
              <w:pStyle w:val="TAC"/>
              <w:keepNext w:val="0"/>
              <w:rPr>
                <w:noProof/>
                <w:lang w:eastAsia="zh-CN"/>
              </w:rPr>
            </w:pPr>
          </w:p>
        </w:tc>
      </w:tr>
      <w:tr w:rsidR="00F55B07" w:rsidRPr="00DF6DD6" w14:paraId="3971508E" w14:textId="77777777" w:rsidTr="00C42558">
        <w:trPr>
          <w:gridAfter w:val="1"/>
          <w:wAfter w:w="22" w:type="dxa"/>
          <w:trHeight w:val="288"/>
          <w:jc w:val="center"/>
        </w:trPr>
        <w:tc>
          <w:tcPr>
            <w:tcW w:w="0" w:type="auto"/>
            <w:shd w:val="clear" w:color="auto" w:fill="auto"/>
            <w:noWrap/>
            <w:vAlign w:val="center"/>
          </w:tcPr>
          <w:p w14:paraId="57759A05" w14:textId="77777777" w:rsidR="0095436B" w:rsidRPr="00DF6DD6" w:rsidRDefault="0095436B" w:rsidP="00401ADA">
            <w:pPr>
              <w:pStyle w:val="TAC"/>
              <w:keepNext w:val="0"/>
              <w:rPr>
                <w:noProof/>
                <w:lang w:eastAsia="zh-CN"/>
              </w:rPr>
            </w:pPr>
            <w:r w:rsidRPr="00DF6DD6">
              <w:rPr>
                <w:rFonts w:cs="Arial"/>
                <w:lang w:eastAsia="ja-JP"/>
              </w:rPr>
              <w:t>DC_1A-41C_n79A</w:t>
            </w:r>
          </w:p>
        </w:tc>
        <w:tc>
          <w:tcPr>
            <w:tcW w:w="0" w:type="auto"/>
            <w:vAlign w:val="center"/>
          </w:tcPr>
          <w:p w14:paraId="55A28DD4" w14:textId="77777777" w:rsidR="0095436B" w:rsidRPr="00DF6DD6" w:rsidRDefault="0095436B" w:rsidP="00401ADA">
            <w:pPr>
              <w:pStyle w:val="TAC"/>
              <w:keepNext w:val="0"/>
              <w:rPr>
                <w:rFonts w:cs="Arial"/>
                <w:lang w:eastAsia="ja-JP"/>
              </w:rPr>
            </w:pPr>
            <w:r w:rsidRPr="00DF6DD6">
              <w:rPr>
                <w:rFonts w:cs="Arial"/>
                <w:lang w:eastAsia="ja-JP"/>
              </w:rPr>
              <w:t>DC_1A_n79A</w:t>
            </w:r>
          </w:p>
          <w:p w14:paraId="5827D9F4" w14:textId="7DFAEDC8" w:rsidR="0095436B" w:rsidRPr="00DF6DD6" w:rsidRDefault="0095436B" w:rsidP="00401ADA">
            <w:pPr>
              <w:pStyle w:val="TAC"/>
              <w:keepNext w:val="0"/>
              <w:rPr>
                <w:noProof/>
                <w:lang w:eastAsia="zh-CN"/>
              </w:rPr>
            </w:pPr>
          </w:p>
        </w:tc>
      </w:tr>
      <w:tr w:rsidR="00F55B07" w:rsidRPr="00DF6DD6" w14:paraId="2DE0D845" w14:textId="77777777" w:rsidTr="00EA1C6C">
        <w:trPr>
          <w:gridAfter w:val="1"/>
          <w:wAfter w:w="22" w:type="dxa"/>
          <w:trHeight w:val="288"/>
          <w:jc w:val="center"/>
        </w:trPr>
        <w:tc>
          <w:tcPr>
            <w:tcW w:w="0" w:type="auto"/>
            <w:shd w:val="clear" w:color="auto" w:fill="auto"/>
            <w:noWrap/>
            <w:vAlign w:val="center"/>
          </w:tcPr>
          <w:p w14:paraId="64C649F4" w14:textId="77777777" w:rsidR="0095436B" w:rsidRPr="00DF6DD6" w:rsidRDefault="0095436B" w:rsidP="00401ADA">
            <w:pPr>
              <w:pStyle w:val="TAC"/>
              <w:keepNext w:val="0"/>
              <w:rPr>
                <w:noProof/>
                <w:lang w:eastAsia="zh-CN"/>
              </w:rPr>
            </w:pPr>
            <w:r w:rsidRPr="00DF6DD6">
              <w:rPr>
                <w:noProof/>
                <w:lang w:eastAsia="zh-CN"/>
              </w:rPr>
              <w:t>DC_1A-42A_n77A</w:t>
            </w:r>
          </w:p>
          <w:p w14:paraId="3D3D79B6" w14:textId="77777777" w:rsidR="0095436B" w:rsidRPr="00DF6DD6" w:rsidRDefault="0095436B" w:rsidP="00401ADA">
            <w:pPr>
              <w:pStyle w:val="TAC"/>
              <w:keepNext w:val="0"/>
              <w:rPr>
                <w:noProof/>
                <w:lang w:eastAsia="zh-CN"/>
              </w:rPr>
            </w:pPr>
            <w:r w:rsidRPr="00DF6DD6">
              <w:rPr>
                <w:noProof/>
                <w:lang w:eastAsia="zh-CN"/>
              </w:rPr>
              <w:t>DC_1A-42A_n77C</w:t>
            </w:r>
          </w:p>
          <w:p w14:paraId="7A731F5E" w14:textId="77777777" w:rsidR="0095436B" w:rsidRPr="00DF6DD6" w:rsidRDefault="0095436B" w:rsidP="00401ADA">
            <w:pPr>
              <w:pStyle w:val="TAC"/>
              <w:keepNext w:val="0"/>
              <w:rPr>
                <w:rFonts w:cs="Arial"/>
                <w:lang w:eastAsia="ja-JP"/>
              </w:rPr>
            </w:pPr>
            <w:r w:rsidRPr="00DF6DD6">
              <w:rPr>
                <w:rFonts w:cs="Arial"/>
                <w:lang w:eastAsia="ja-JP"/>
              </w:rPr>
              <w:t>DC_1A-42C_n77A</w:t>
            </w:r>
          </w:p>
          <w:p w14:paraId="1C45512A" w14:textId="77777777" w:rsidR="0095436B" w:rsidRPr="00DF6DD6" w:rsidRDefault="0095436B" w:rsidP="00401ADA">
            <w:pPr>
              <w:pStyle w:val="TAC"/>
              <w:keepNext w:val="0"/>
              <w:rPr>
                <w:rFonts w:cs="Arial"/>
                <w:lang w:eastAsia="ja-JP"/>
              </w:rPr>
            </w:pPr>
            <w:r w:rsidRPr="00DF6DD6">
              <w:rPr>
                <w:rFonts w:cs="Arial"/>
                <w:lang w:eastAsia="ja-JP"/>
              </w:rPr>
              <w:t>DC_1A-42C_n77C</w:t>
            </w:r>
          </w:p>
          <w:p w14:paraId="4B9BDC62" w14:textId="77777777" w:rsidR="0095436B" w:rsidRPr="00DF6DD6" w:rsidRDefault="0095436B" w:rsidP="00401ADA">
            <w:pPr>
              <w:pStyle w:val="TAC"/>
              <w:keepNext w:val="0"/>
              <w:rPr>
                <w:rFonts w:cs="Arial"/>
                <w:lang w:eastAsia="ja-JP"/>
              </w:rPr>
            </w:pPr>
            <w:r w:rsidRPr="00DF6DD6">
              <w:rPr>
                <w:rFonts w:cs="Arial"/>
                <w:lang w:eastAsia="ja-JP"/>
              </w:rPr>
              <w:t>DC_1A-42D_n77A</w:t>
            </w:r>
          </w:p>
          <w:p w14:paraId="26100D14" w14:textId="356284CD" w:rsidR="0095436B" w:rsidRPr="00DF6DD6" w:rsidRDefault="0095436B" w:rsidP="00401ADA">
            <w:pPr>
              <w:pStyle w:val="TAC"/>
              <w:keepNext w:val="0"/>
              <w:rPr>
                <w:noProof/>
                <w:lang w:eastAsia="zh-CN"/>
              </w:rPr>
            </w:pPr>
            <w:r w:rsidRPr="00DF6DD6">
              <w:rPr>
                <w:noProof/>
              </w:rPr>
              <w:t>DC_1A-42E_n77A</w:t>
            </w:r>
          </w:p>
        </w:tc>
        <w:tc>
          <w:tcPr>
            <w:tcW w:w="0" w:type="auto"/>
            <w:vAlign w:val="center"/>
          </w:tcPr>
          <w:p w14:paraId="368FC643" w14:textId="2BC9A4D6" w:rsidR="0095436B" w:rsidRPr="00DF6DD6" w:rsidRDefault="0095436B" w:rsidP="00401ADA">
            <w:pPr>
              <w:pStyle w:val="TAC"/>
              <w:keepNext w:val="0"/>
            </w:pPr>
            <w:r w:rsidRPr="00DF6DD6">
              <w:t>DC_1A_n77A</w:t>
            </w:r>
          </w:p>
        </w:tc>
      </w:tr>
      <w:tr w:rsidR="00F55B07" w:rsidRPr="00DF6DD6" w14:paraId="51E51167" w14:textId="77777777" w:rsidTr="00EA1C6C">
        <w:trPr>
          <w:gridAfter w:val="1"/>
          <w:wAfter w:w="22" w:type="dxa"/>
          <w:trHeight w:val="288"/>
          <w:jc w:val="center"/>
        </w:trPr>
        <w:tc>
          <w:tcPr>
            <w:tcW w:w="0" w:type="auto"/>
            <w:shd w:val="clear" w:color="auto" w:fill="auto"/>
            <w:noWrap/>
            <w:vAlign w:val="center"/>
          </w:tcPr>
          <w:p w14:paraId="25D59820" w14:textId="77777777" w:rsidR="0095436B" w:rsidRPr="00DF6DD6" w:rsidRDefault="0095436B" w:rsidP="00401ADA">
            <w:pPr>
              <w:pStyle w:val="TAC"/>
              <w:keepNext w:val="0"/>
              <w:rPr>
                <w:noProof/>
                <w:lang w:eastAsia="zh-CN"/>
              </w:rPr>
            </w:pPr>
            <w:r w:rsidRPr="00DF6DD6">
              <w:rPr>
                <w:noProof/>
                <w:lang w:eastAsia="zh-CN"/>
              </w:rPr>
              <w:t>DC_1A-42A_n78A</w:t>
            </w:r>
          </w:p>
          <w:p w14:paraId="4943A84E" w14:textId="77777777" w:rsidR="0095436B" w:rsidRPr="00DF6DD6" w:rsidRDefault="0095436B" w:rsidP="00401ADA">
            <w:pPr>
              <w:pStyle w:val="TAC"/>
              <w:keepNext w:val="0"/>
              <w:rPr>
                <w:noProof/>
                <w:lang w:eastAsia="zh-CN"/>
              </w:rPr>
            </w:pPr>
            <w:r w:rsidRPr="00DF6DD6">
              <w:rPr>
                <w:noProof/>
                <w:lang w:eastAsia="zh-CN"/>
              </w:rPr>
              <w:t>DC_1A-42A_n78C</w:t>
            </w:r>
          </w:p>
          <w:p w14:paraId="439C8D61" w14:textId="77777777" w:rsidR="0095436B" w:rsidRPr="00DF6DD6" w:rsidRDefault="0095436B" w:rsidP="00401ADA">
            <w:pPr>
              <w:pStyle w:val="TAC"/>
              <w:keepNext w:val="0"/>
              <w:rPr>
                <w:rFonts w:cs="Arial"/>
                <w:lang w:eastAsia="ja-JP"/>
              </w:rPr>
            </w:pPr>
            <w:r w:rsidRPr="00DF6DD6">
              <w:rPr>
                <w:rFonts w:cs="Arial"/>
                <w:lang w:eastAsia="ja-JP"/>
              </w:rPr>
              <w:t>DC_1A-42C_n78A</w:t>
            </w:r>
          </w:p>
          <w:p w14:paraId="0512D4C2" w14:textId="77777777" w:rsidR="0095436B" w:rsidRPr="00DF6DD6" w:rsidRDefault="0095436B" w:rsidP="00401ADA">
            <w:pPr>
              <w:pStyle w:val="TAC"/>
              <w:keepNext w:val="0"/>
              <w:rPr>
                <w:rFonts w:cs="Arial"/>
                <w:lang w:eastAsia="ja-JP"/>
              </w:rPr>
            </w:pPr>
            <w:r w:rsidRPr="00DF6DD6">
              <w:rPr>
                <w:rFonts w:cs="Arial"/>
                <w:lang w:eastAsia="ja-JP"/>
              </w:rPr>
              <w:t>DC_1A-42C_n78C</w:t>
            </w:r>
          </w:p>
          <w:p w14:paraId="57ABBB93" w14:textId="77777777" w:rsidR="0095436B" w:rsidRPr="00DF6DD6" w:rsidRDefault="0095436B" w:rsidP="00401ADA">
            <w:pPr>
              <w:pStyle w:val="TAC"/>
              <w:keepNext w:val="0"/>
              <w:rPr>
                <w:rFonts w:cs="Arial"/>
                <w:lang w:eastAsia="ja-JP"/>
              </w:rPr>
            </w:pPr>
            <w:r w:rsidRPr="00DF6DD6">
              <w:rPr>
                <w:rFonts w:cs="Arial"/>
                <w:lang w:eastAsia="ja-JP"/>
              </w:rPr>
              <w:t>DC_1A-42D_n78A</w:t>
            </w:r>
          </w:p>
          <w:p w14:paraId="0E39BAED" w14:textId="7247D3D6" w:rsidR="0095436B" w:rsidRPr="00DF6DD6" w:rsidRDefault="0095436B" w:rsidP="00401ADA">
            <w:pPr>
              <w:pStyle w:val="TAC"/>
              <w:keepNext w:val="0"/>
              <w:rPr>
                <w:noProof/>
                <w:lang w:eastAsia="zh-CN"/>
              </w:rPr>
            </w:pPr>
            <w:r w:rsidRPr="00DF6DD6">
              <w:rPr>
                <w:noProof/>
              </w:rPr>
              <w:t>DC_1A-42E_n78A</w:t>
            </w:r>
          </w:p>
        </w:tc>
        <w:tc>
          <w:tcPr>
            <w:tcW w:w="0" w:type="auto"/>
            <w:vAlign w:val="center"/>
          </w:tcPr>
          <w:p w14:paraId="33C09AB6" w14:textId="71C56820" w:rsidR="0095436B" w:rsidRPr="00DF6DD6" w:rsidRDefault="0095436B" w:rsidP="00401ADA">
            <w:pPr>
              <w:pStyle w:val="TAC"/>
              <w:keepNext w:val="0"/>
            </w:pPr>
            <w:r w:rsidRPr="00DF6DD6">
              <w:t>DC_1A_n78A</w:t>
            </w:r>
          </w:p>
        </w:tc>
      </w:tr>
      <w:tr w:rsidR="00F55B07" w:rsidRPr="00DF6DD6" w14:paraId="76BDA76F" w14:textId="77777777" w:rsidTr="00EA1C6C">
        <w:trPr>
          <w:gridAfter w:val="1"/>
          <w:wAfter w:w="22" w:type="dxa"/>
          <w:trHeight w:val="288"/>
          <w:jc w:val="center"/>
        </w:trPr>
        <w:tc>
          <w:tcPr>
            <w:tcW w:w="0" w:type="auto"/>
            <w:shd w:val="clear" w:color="auto" w:fill="auto"/>
            <w:noWrap/>
            <w:vAlign w:val="center"/>
          </w:tcPr>
          <w:p w14:paraId="5BD97F66" w14:textId="77777777" w:rsidR="0095436B" w:rsidRPr="00DF6DD6" w:rsidRDefault="0095436B" w:rsidP="00401ADA">
            <w:pPr>
              <w:pStyle w:val="TAC"/>
              <w:keepNext w:val="0"/>
              <w:rPr>
                <w:noProof/>
                <w:lang w:eastAsia="zh-CN"/>
              </w:rPr>
            </w:pPr>
            <w:r w:rsidRPr="00DF6DD6">
              <w:rPr>
                <w:noProof/>
                <w:lang w:eastAsia="zh-CN"/>
              </w:rPr>
              <w:t>DC_1A-42A_n79A</w:t>
            </w:r>
          </w:p>
          <w:p w14:paraId="525FA17A" w14:textId="77777777" w:rsidR="0095436B" w:rsidRPr="00DF6DD6" w:rsidRDefault="0095436B" w:rsidP="00401ADA">
            <w:pPr>
              <w:pStyle w:val="TAC"/>
              <w:keepNext w:val="0"/>
              <w:rPr>
                <w:noProof/>
                <w:lang w:eastAsia="zh-CN"/>
              </w:rPr>
            </w:pPr>
            <w:r w:rsidRPr="00DF6DD6">
              <w:rPr>
                <w:noProof/>
                <w:lang w:eastAsia="zh-CN"/>
              </w:rPr>
              <w:t>DC_1A-42A_n79C</w:t>
            </w:r>
          </w:p>
          <w:p w14:paraId="39C2B471" w14:textId="77777777" w:rsidR="0095436B" w:rsidRPr="00DF6DD6" w:rsidRDefault="0095436B" w:rsidP="00401ADA">
            <w:pPr>
              <w:pStyle w:val="TAC"/>
              <w:keepNext w:val="0"/>
              <w:rPr>
                <w:rFonts w:cs="Arial"/>
                <w:lang w:eastAsia="ja-JP"/>
              </w:rPr>
            </w:pPr>
            <w:r w:rsidRPr="00DF6DD6">
              <w:rPr>
                <w:rFonts w:cs="Arial"/>
                <w:lang w:eastAsia="ja-JP"/>
              </w:rPr>
              <w:t>DC_1A-42C_n79A</w:t>
            </w:r>
          </w:p>
          <w:p w14:paraId="5BC45F51" w14:textId="77777777" w:rsidR="0095436B" w:rsidRPr="00DF6DD6" w:rsidRDefault="0095436B" w:rsidP="00401ADA">
            <w:pPr>
              <w:pStyle w:val="TAC"/>
              <w:keepNext w:val="0"/>
              <w:rPr>
                <w:rFonts w:cs="Arial"/>
                <w:lang w:eastAsia="ja-JP"/>
              </w:rPr>
            </w:pPr>
            <w:r w:rsidRPr="00DF6DD6">
              <w:rPr>
                <w:rFonts w:cs="Arial"/>
                <w:lang w:eastAsia="ja-JP"/>
              </w:rPr>
              <w:t>DC_1A-42C_n79C</w:t>
            </w:r>
          </w:p>
          <w:p w14:paraId="198D91F0" w14:textId="77777777" w:rsidR="0095436B" w:rsidRPr="00DF6DD6" w:rsidRDefault="0095436B" w:rsidP="00401ADA">
            <w:pPr>
              <w:pStyle w:val="TAC"/>
              <w:keepNext w:val="0"/>
              <w:rPr>
                <w:rFonts w:cs="Arial"/>
                <w:lang w:eastAsia="ja-JP"/>
              </w:rPr>
            </w:pPr>
            <w:r w:rsidRPr="00DF6DD6">
              <w:rPr>
                <w:rFonts w:cs="Arial"/>
                <w:lang w:eastAsia="ja-JP"/>
              </w:rPr>
              <w:t>DC_1A-42D_n79A</w:t>
            </w:r>
          </w:p>
          <w:p w14:paraId="41F943DF" w14:textId="67246FF0" w:rsidR="0095436B" w:rsidRPr="00DF6DD6" w:rsidRDefault="0095436B" w:rsidP="00401ADA">
            <w:pPr>
              <w:pStyle w:val="TAC"/>
              <w:keepNext w:val="0"/>
              <w:rPr>
                <w:noProof/>
                <w:lang w:eastAsia="zh-CN"/>
              </w:rPr>
            </w:pPr>
            <w:r w:rsidRPr="00DF6DD6">
              <w:rPr>
                <w:noProof/>
              </w:rPr>
              <w:t>DC_1A-42E_n79A</w:t>
            </w:r>
          </w:p>
        </w:tc>
        <w:tc>
          <w:tcPr>
            <w:tcW w:w="0" w:type="auto"/>
            <w:vAlign w:val="center"/>
          </w:tcPr>
          <w:p w14:paraId="289453A1" w14:textId="3D389148" w:rsidR="0095436B" w:rsidRPr="00DF6DD6" w:rsidRDefault="0095436B" w:rsidP="00401ADA">
            <w:pPr>
              <w:pStyle w:val="TAC"/>
              <w:keepNext w:val="0"/>
            </w:pPr>
            <w:r w:rsidRPr="00DF6DD6">
              <w:t>DC_1A_n79A</w:t>
            </w:r>
          </w:p>
        </w:tc>
      </w:tr>
      <w:tr w:rsidR="00F55B07" w:rsidRPr="00DF6DD6" w14:paraId="335FF840" w14:textId="77777777" w:rsidTr="00C42558">
        <w:trPr>
          <w:gridAfter w:val="1"/>
          <w:wAfter w:w="22" w:type="dxa"/>
          <w:trHeight w:val="288"/>
          <w:jc w:val="center"/>
        </w:trPr>
        <w:tc>
          <w:tcPr>
            <w:tcW w:w="0" w:type="auto"/>
            <w:shd w:val="clear" w:color="auto" w:fill="auto"/>
            <w:noWrap/>
            <w:vAlign w:val="center"/>
          </w:tcPr>
          <w:p w14:paraId="5B353781" w14:textId="77777777" w:rsidR="0095436B" w:rsidRPr="00DF6DD6" w:rsidRDefault="0095436B" w:rsidP="00401ADA">
            <w:pPr>
              <w:pStyle w:val="TAC"/>
              <w:keepNext w:val="0"/>
              <w:rPr>
                <w:rFonts w:cs="Arial"/>
                <w:lang w:eastAsia="ja-JP"/>
              </w:rPr>
            </w:pPr>
            <w:r w:rsidRPr="00DF6DD6">
              <w:rPr>
                <w:rFonts w:eastAsia="Malgun Gothic" w:cs="Arial" w:hint="eastAsia"/>
                <w:lang w:eastAsia="ko-KR"/>
              </w:rPr>
              <w:t>DC_1A_n77A-n79</w:t>
            </w:r>
            <w:r w:rsidRPr="00DF6DD6">
              <w:rPr>
                <w:rFonts w:eastAsia="Malgun Gothic" w:cs="Arial"/>
                <w:lang w:eastAsia="ko-KR"/>
              </w:rPr>
              <w:t>A</w:t>
            </w:r>
          </w:p>
        </w:tc>
        <w:tc>
          <w:tcPr>
            <w:tcW w:w="0" w:type="auto"/>
          </w:tcPr>
          <w:p w14:paraId="239F39AA" w14:textId="77777777" w:rsidR="0095436B" w:rsidRPr="00DF6DD6" w:rsidRDefault="0095436B" w:rsidP="00401ADA">
            <w:pPr>
              <w:pStyle w:val="TAC"/>
              <w:keepNext w:val="0"/>
              <w:rPr>
                <w:rFonts w:eastAsia="Malgun Gothic" w:cs="Arial"/>
                <w:lang w:eastAsia="ko-KR"/>
              </w:rPr>
            </w:pPr>
            <w:r w:rsidRPr="00DF6DD6">
              <w:rPr>
                <w:rFonts w:eastAsia="Malgun Gothic" w:cs="Arial" w:hint="eastAsia"/>
                <w:lang w:eastAsia="ko-KR"/>
              </w:rPr>
              <w:t>DC_1A_n77A</w:t>
            </w:r>
          </w:p>
          <w:p w14:paraId="2E73F484" w14:textId="77777777" w:rsidR="0095436B" w:rsidRPr="00DF6DD6" w:rsidRDefault="0095436B" w:rsidP="00401ADA">
            <w:pPr>
              <w:pStyle w:val="TAC"/>
              <w:keepNext w:val="0"/>
              <w:rPr>
                <w:rFonts w:cs="Arial"/>
                <w:lang w:eastAsia="ja-JP"/>
              </w:rPr>
            </w:pPr>
            <w:r w:rsidRPr="00DF6DD6">
              <w:rPr>
                <w:rFonts w:eastAsia="Malgun Gothic" w:cs="Arial"/>
                <w:lang w:eastAsia="ko-KR"/>
              </w:rPr>
              <w:t>DC_1A_n79A</w:t>
            </w:r>
          </w:p>
        </w:tc>
      </w:tr>
      <w:tr w:rsidR="00F55B07" w:rsidRPr="00DF6DD6" w14:paraId="0860B9DE" w14:textId="77777777" w:rsidTr="00C42558">
        <w:trPr>
          <w:gridAfter w:val="1"/>
          <w:wAfter w:w="22" w:type="dxa"/>
          <w:trHeight w:val="288"/>
          <w:jc w:val="center"/>
        </w:trPr>
        <w:tc>
          <w:tcPr>
            <w:tcW w:w="0" w:type="auto"/>
            <w:shd w:val="clear" w:color="auto" w:fill="auto"/>
            <w:noWrap/>
            <w:vAlign w:val="center"/>
          </w:tcPr>
          <w:p w14:paraId="03C36BB9" w14:textId="77777777" w:rsidR="0095436B" w:rsidRPr="00DF6DD6" w:rsidRDefault="0095436B" w:rsidP="00401ADA">
            <w:pPr>
              <w:pStyle w:val="TAC"/>
              <w:keepNext w:val="0"/>
              <w:rPr>
                <w:rFonts w:cs="Arial"/>
                <w:lang w:eastAsia="ja-JP"/>
              </w:rPr>
            </w:pPr>
            <w:r w:rsidRPr="00DF6DD6">
              <w:rPr>
                <w:rFonts w:eastAsia="Malgun Gothic" w:cs="Arial" w:hint="eastAsia"/>
                <w:lang w:eastAsia="ko-KR"/>
              </w:rPr>
              <w:t>DC_1A_n78A-n79A</w:t>
            </w:r>
          </w:p>
        </w:tc>
        <w:tc>
          <w:tcPr>
            <w:tcW w:w="0" w:type="auto"/>
          </w:tcPr>
          <w:p w14:paraId="7B083BB8" w14:textId="77777777" w:rsidR="0095436B" w:rsidRPr="00DF6DD6" w:rsidRDefault="0095436B" w:rsidP="00401ADA">
            <w:pPr>
              <w:pStyle w:val="TAC"/>
              <w:keepNext w:val="0"/>
              <w:rPr>
                <w:rFonts w:eastAsia="Malgun Gothic" w:cs="Arial"/>
                <w:lang w:eastAsia="ko-KR"/>
              </w:rPr>
            </w:pPr>
            <w:r w:rsidRPr="00DF6DD6">
              <w:rPr>
                <w:rFonts w:eastAsia="Malgun Gothic" w:cs="Arial" w:hint="eastAsia"/>
                <w:lang w:eastAsia="ko-KR"/>
              </w:rPr>
              <w:t>DC_1A_n78A</w:t>
            </w:r>
          </w:p>
          <w:p w14:paraId="05E805CC" w14:textId="77777777" w:rsidR="0095436B" w:rsidRPr="00DF6DD6" w:rsidRDefault="0095436B" w:rsidP="00401ADA">
            <w:pPr>
              <w:pStyle w:val="TAC"/>
              <w:keepNext w:val="0"/>
              <w:rPr>
                <w:rFonts w:cs="Arial"/>
                <w:lang w:eastAsia="ja-JP"/>
              </w:rPr>
            </w:pPr>
            <w:r w:rsidRPr="00DF6DD6">
              <w:rPr>
                <w:rFonts w:eastAsia="Malgun Gothic" w:cs="Arial"/>
                <w:lang w:eastAsia="ko-KR"/>
              </w:rPr>
              <w:t>DC_1A_n79A</w:t>
            </w:r>
          </w:p>
        </w:tc>
      </w:tr>
      <w:tr w:rsidR="00F55B07" w:rsidRPr="00DF6DD6" w14:paraId="0E44E2CB" w14:textId="77777777" w:rsidTr="00C42558">
        <w:trPr>
          <w:gridAfter w:val="1"/>
          <w:wAfter w:w="22" w:type="dxa"/>
          <w:trHeight w:val="288"/>
          <w:jc w:val="center"/>
        </w:trPr>
        <w:tc>
          <w:tcPr>
            <w:tcW w:w="0" w:type="auto"/>
            <w:shd w:val="clear" w:color="auto" w:fill="auto"/>
            <w:noWrap/>
            <w:vAlign w:val="center"/>
          </w:tcPr>
          <w:p w14:paraId="01C72F27" w14:textId="5E0A2489" w:rsidR="0095436B" w:rsidRPr="00DF6DD6" w:rsidRDefault="0095436B" w:rsidP="00401ADA">
            <w:pPr>
              <w:pStyle w:val="TAC"/>
              <w:keepNext w:val="0"/>
              <w:rPr>
                <w:rFonts w:cs="Arial"/>
                <w:lang w:eastAsia="ja-JP"/>
              </w:rPr>
            </w:pPr>
            <w:r w:rsidRPr="00DF6DD6">
              <w:t>DC_</w:t>
            </w:r>
            <w:r w:rsidRPr="00DF6DD6">
              <w:rPr>
                <w:lang w:eastAsia="zh-CN"/>
              </w:rPr>
              <w:t>1A</w:t>
            </w:r>
            <w:r w:rsidRPr="00DF6DD6">
              <w:t>_SUL_n78</w:t>
            </w:r>
            <w:r w:rsidRPr="00DF6DD6">
              <w:rPr>
                <w:lang w:eastAsia="zh-CN"/>
              </w:rPr>
              <w:t>A</w:t>
            </w:r>
            <w:r w:rsidRPr="00DF6DD6">
              <w:t>-n8</w:t>
            </w:r>
            <w:r w:rsidRPr="00DF6DD6">
              <w:rPr>
                <w:lang w:eastAsia="zh-CN"/>
              </w:rPr>
              <w:t>4A</w:t>
            </w:r>
            <w:r w:rsidRPr="00DF6DD6">
              <w:rPr>
                <w:noProof/>
                <w:vertAlign w:val="superscript"/>
                <w:lang w:eastAsia="zh-CN"/>
              </w:rPr>
              <w:t>5</w:t>
            </w:r>
          </w:p>
        </w:tc>
        <w:tc>
          <w:tcPr>
            <w:tcW w:w="0" w:type="auto"/>
            <w:vAlign w:val="center"/>
          </w:tcPr>
          <w:p w14:paraId="516892CE" w14:textId="77777777" w:rsidR="0095436B" w:rsidRPr="00DF6DD6" w:rsidRDefault="0095436B" w:rsidP="00401ADA">
            <w:pPr>
              <w:pStyle w:val="TAC"/>
              <w:keepNext w:val="0"/>
              <w:rPr>
                <w:lang w:val="en-US" w:eastAsia="zh-CN"/>
              </w:rPr>
            </w:pPr>
            <w:r w:rsidRPr="00DF6DD6">
              <w:rPr>
                <w:lang w:val="en-US" w:eastAsia="fi-FI"/>
              </w:rPr>
              <w:t>DC_</w:t>
            </w:r>
            <w:r w:rsidRPr="00DF6DD6">
              <w:rPr>
                <w:lang w:val="en-US" w:eastAsia="zh-CN"/>
              </w:rPr>
              <w:t>1A</w:t>
            </w:r>
            <w:r w:rsidRPr="00DF6DD6">
              <w:rPr>
                <w:lang w:val="en-US" w:eastAsia="fi-FI"/>
              </w:rPr>
              <w:t>_n78</w:t>
            </w:r>
            <w:r w:rsidRPr="00DF6DD6">
              <w:rPr>
                <w:lang w:val="en-US" w:eastAsia="zh-CN"/>
              </w:rPr>
              <w:t>A,</w:t>
            </w:r>
          </w:p>
          <w:p w14:paraId="33D4C60D" w14:textId="77777777" w:rsidR="0095436B" w:rsidRPr="00DF6DD6" w:rsidRDefault="0095436B" w:rsidP="00401ADA">
            <w:pPr>
              <w:pStyle w:val="TAC"/>
              <w:keepNext w:val="0"/>
              <w:rPr>
                <w:lang w:eastAsia="zh-CN"/>
              </w:rPr>
            </w:pPr>
            <w:r w:rsidRPr="00DF6DD6">
              <w:t>DC_</w:t>
            </w:r>
            <w:r w:rsidRPr="00DF6DD6">
              <w:rPr>
                <w:lang w:eastAsia="zh-CN"/>
              </w:rPr>
              <w:t>1A</w:t>
            </w:r>
            <w:r w:rsidRPr="00DF6DD6">
              <w:t>_n84A_ULSUP-TDM_n78</w:t>
            </w:r>
            <w:r w:rsidRPr="00DF6DD6">
              <w:rPr>
                <w:lang w:eastAsia="zh-CN"/>
              </w:rPr>
              <w:t>A,</w:t>
            </w:r>
          </w:p>
          <w:p w14:paraId="04BEA9B5" w14:textId="07C166D9" w:rsidR="0095436B" w:rsidRPr="00DF6DD6" w:rsidRDefault="0095436B" w:rsidP="00401ADA">
            <w:pPr>
              <w:pStyle w:val="TAC"/>
              <w:keepNext w:val="0"/>
              <w:rPr>
                <w:rFonts w:cs="Arial"/>
                <w:lang w:eastAsia="ja-JP"/>
              </w:rPr>
            </w:pPr>
          </w:p>
        </w:tc>
      </w:tr>
      <w:tr w:rsidR="00F55B07" w:rsidRPr="00DF6DD6" w14:paraId="026C7902" w14:textId="77777777" w:rsidTr="00C42558">
        <w:trPr>
          <w:gridAfter w:val="1"/>
          <w:wAfter w:w="22" w:type="dxa"/>
          <w:trHeight w:val="288"/>
          <w:jc w:val="center"/>
        </w:trPr>
        <w:tc>
          <w:tcPr>
            <w:tcW w:w="0" w:type="auto"/>
            <w:shd w:val="clear" w:color="auto" w:fill="auto"/>
            <w:noWrap/>
            <w:vAlign w:val="center"/>
          </w:tcPr>
          <w:p w14:paraId="03BD4451" w14:textId="77777777" w:rsidR="0095436B" w:rsidRPr="00DF6DD6" w:rsidRDefault="0095436B" w:rsidP="00401ADA">
            <w:pPr>
              <w:pStyle w:val="TAC"/>
              <w:keepNext w:val="0"/>
            </w:pPr>
            <w:r w:rsidRPr="00DF6DD6">
              <w:t>DC_2A-5A_n66A</w:t>
            </w:r>
          </w:p>
        </w:tc>
        <w:tc>
          <w:tcPr>
            <w:tcW w:w="0" w:type="auto"/>
            <w:vAlign w:val="center"/>
          </w:tcPr>
          <w:p w14:paraId="0EF27E3E" w14:textId="77777777" w:rsidR="0095436B" w:rsidRPr="00DF6DD6" w:rsidRDefault="0095436B" w:rsidP="00401ADA">
            <w:pPr>
              <w:pStyle w:val="TAC"/>
              <w:keepNext w:val="0"/>
              <w:rPr>
                <w:noProof/>
                <w:lang w:eastAsia="zh-CN"/>
              </w:rPr>
            </w:pPr>
            <w:r w:rsidRPr="00DF6DD6">
              <w:rPr>
                <w:noProof/>
                <w:lang w:eastAsia="zh-CN"/>
              </w:rPr>
              <w:t>DC_2A_n66A</w:t>
            </w:r>
          </w:p>
          <w:p w14:paraId="07E1C773" w14:textId="77777777" w:rsidR="0095436B" w:rsidRPr="00DF6DD6" w:rsidRDefault="0095436B" w:rsidP="00401ADA">
            <w:pPr>
              <w:pStyle w:val="TAC"/>
              <w:keepNext w:val="0"/>
              <w:rPr>
                <w:lang w:val="en-US" w:eastAsia="fi-FI"/>
              </w:rPr>
            </w:pPr>
            <w:r w:rsidRPr="00DF6DD6">
              <w:rPr>
                <w:noProof/>
                <w:lang w:eastAsia="zh-CN"/>
              </w:rPr>
              <w:t>DC_5A_n66A</w:t>
            </w:r>
          </w:p>
        </w:tc>
      </w:tr>
      <w:tr w:rsidR="00F55B07" w:rsidRPr="00DF6DD6" w14:paraId="60D2B4F2" w14:textId="77777777" w:rsidTr="00C42558">
        <w:trPr>
          <w:gridAfter w:val="1"/>
          <w:wAfter w:w="22" w:type="dxa"/>
          <w:trHeight w:val="288"/>
          <w:jc w:val="center"/>
        </w:trPr>
        <w:tc>
          <w:tcPr>
            <w:tcW w:w="0" w:type="auto"/>
            <w:shd w:val="clear" w:color="auto" w:fill="auto"/>
            <w:noWrap/>
            <w:vAlign w:val="center"/>
          </w:tcPr>
          <w:p w14:paraId="166AE58C" w14:textId="77777777" w:rsidR="0095436B" w:rsidRPr="00DF6DD6" w:rsidRDefault="0095436B" w:rsidP="00401ADA">
            <w:pPr>
              <w:pStyle w:val="TAC"/>
              <w:keepNext w:val="0"/>
            </w:pPr>
            <w:r w:rsidRPr="00DF6DD6">
              <w:t>DC_2A-12A_n66A</w:t>
            </w:r>
          </w:p>
        </w:tc>
        <w:tc>
          <w:tcPr>
            <w:tcW w:w="0" w:type="auto"/>
            <w:vAlign w:val="center"/>
          </w:tcPr>
          <w:p w14:paraId="1DF4D899" w14:textId="77777777" w:rsidR="0095436B" w:rsidRPr="00DF6DD6" w:rsidRDefault="0095436B" w:rsidP="00401ADA">
            <w:pPr>
              <w:pStyle w:val="TAC"/>
              <w:keepNext w:val="0"/>
              <w:rPr>
                <w:noProof/>
                <w:lang w:eastAsia="zh-CN"/>
              </w:rPr>
            </w:pPr>
            <w:r w:rsidRPr="00DF6DD6">
              <w:rPr>
                <w:noProof/>
                <w:lang w:eastAsia="zh-CN"/>
              </w:rPr>
              <w:t>DC_2A_n66A</w:t>
            </w:r>
          </w:p>
          <w:p w14:paraId="55261A8E" w14:textId="77777777" w:rsidR="0095436B" w:rsidRPr="00DF6DD6" w:rsidRDefault="0095436B" w:rsidP="00401ADA">
            <w:pPr>
              <w:pStyle w:val="TAC"/>
              <w:keepNext w:val="0"/>
              <w:rPr>
                <w:lang w:val="en-US" w:eastAsia="fi-FI"/>
              </w:rPr>
            </w:pPr>
            <w:r w:rsidRPr="00DF6DD6">
              <w:rPr>
                <w:noProof/>
                <w:lang w:eastAsia="zh-CN"/>
              </w:rPr>
              <w:t>DC_12A_n66A</w:t>
            </w:r>
          </w:p>
        </w:tc>
      </w:tr>
      <w:tr w:rsidR="00F55B07" w:rsidRPr="00DF6DD6" w14:paraId="63AA7282" w14:textId="77777777" w:rsidTr="00C42558">
        <w:trPr>
          <w:gridAfter w:val="1"/>
          <w:wAfter w:w="22" w:type="dxa"/>
          <w:trHeight w:val="288"/>
          <w:jc w:val="center"/>
        </w:trPr>
        <w:tc>
          <w:tcPr>
            <w:tcW w:w="0" w:type="auto"/>
            <w:shd w:val="clear" w:color="auto" w:fill="auto"/>
            <w:noWrap/>
            <w:vAlign w:val="center"/>
          </w:tcPr>
          <w:p w14:paraId="0E74A054" w14:textId="77777777" w:rsidR="0095436B" w:rsidRPr="00DF6DD6" w:rsidRDefault="0095436B" w:rsidP="00401ADA">
            <w:pPr>
              <w:pStyle w:val="TAC"/>
              <w:keepNext w:val="0"/>
            </w:pPr>
            <w:r w:rsidRPr="00DF6DD6">
              <w:t>DC_2A-30A_n66A</w:t>
            </w:r>
          </w:p>
        </w:tc>
        <w:tc>
          <w:tcPr>
            <w:tcW w:w="0" w:type="auto"/>
            <w:vAlign w:val="center"/>
          </w:tcPr>
          <w:p w14:paraId="2B376606" w14:textId="77777777" w:rsidR="0095436B" w:rsidRPr="00DF6DD6" w:rsidRDefault="0095436B" w:rsidP="00401ADA">
            <w:pPr>
              <w:pStyle w:val="TAC"/>
              <w:keepNext w:val="0"/>
              <w:rPr>
                <w:noProof/>
                <w:lang w:eastAsia="zh-CN"/>
              </w:rPr>
            </w:pPr>
            <w:r w:rsidRPr="00DF6DD6">
              <w:rPr>
                <w:noProof/>
                <w:lang w:eastAsia="zh-CN"/>
              </w:rPr>
              <w:t>DC_2A_n66A</w:t>
            </w:r>
          </w:p>
          <w:p w14:paraId="0751ADCE" w14:textId="77777777" w:rsidR="0095436B" w:rsidRPr="00DF6DD6" w:rsidRDefault="0095436B" w:rsidP="00401ADA">
            <w:pPr>
              <w:pStyle w:val="TAC"/>
              <w:keepNext w:val="0"/>
              <w:rPr>
                <w:lang w:val="en-US" w:eastAsia="fi-FI"/>
              </w:rPr>
            </w:pPr>
            <w:r w:rsidRPr="00DF6DD6">
              <w:rPr>
                <w:noProof/>
                <w:lang w:eastAsia="zh-CN"/>
              </w:rPr>
              <w:t>DC_30A_n66A</w:t>
            </w:r>
          </w:p>
        </w:tc>
      </w:tr>
      <w:tr w:rsidR="00F55B07" w:rsidRPr="00DF6DD6" w14:paraId="132870C5" w14:textId="77777777" w:rsidTr="00C42558">
        <w:trPr>
          <w:gridAfter w:val="1"/>
          <w:wAfter w:w="22" w:type="dxa"/>
          <w:trHeight w:val="288"/>
          <w:jc w:val="center"/>
        </w:trPr>
        <w:tc>
          <w:tcPr>
            <w:tcW w:w="0" w:type="auto"/>
            <w:shd w:val="clear" w:color="auto" w:fill="auto"/>
            <w:noWrap/>
            <w:vAlign w:val="center"/>
          </w:tcPr>
          <w:p w14:paraId="1CF7C31D" w14:textId="77777777" w:rsidR="0095436B" w:rsidRPr="00DF6DD6" w:rsidRDefault="0095436B" w:rsidP="00401ADA">
            <w:pPr>
              <w:pStyle w:val="TAC"/>
              <w:keepNext w:val="0"/>
              <w:rPr>
                <w:noProof/>
                <w:lang w:eastAsia="zh-CN"/>
              </w:rPr>
            </w:pPr>
            <w:r w:rsidRPr="00DF6DD6">
              <w:rPr>
                <w:rFonts w:cs="Arial"/>
                <w:lang w:eastAsia="zh-CN"/>
              </w:rPr>
              <w:t>DC</w:t>
            </w:r>
            <w:r w:rsidRPr="00DF6DD6">
              <w:rPr>
                <w:rFonts w:cs="Arial"/>
              </w:rPr>
              <w:t>_</w:t>
            </w:r>
            <w:r w:rsidRPr="00DF6DD6">
              <w:rPr>
                <w:rFonts w:cs="Arial"/>
                <w:lang w:eastAsia="zh-CN"/>
              </w:rPr>
              <w:t>2</w:t>
            </w:r>
            <w:r w:rsidRPr="00DF6DD6">
              <w:rPr>
                <w:rFonts w:cs="Arial"/>
              </w:rPr>
              <w:t>A-</w:t>
            </w:r>
            <w:r w:rsidRPr="00DF6DD6">
              <w:rPr>
                <w:rFonts w:cs="Arial"/>
                <w:lang w:eastAsia="zh-CN"/>
              </w:rPr>
              <w:t>66A_</w:t>
            </w:r>
            <w:r w:rsidRPr="00DF6DD6">
              <w:rPr>
                <w:rFonts w:cs="Arial"/>
              </w:rPr>
              <w:t>n</w:t>
            </w:r>
            <w:r w:rsidRPr="00DF6DD6">
              <w:rPr>
                <w:rFonts w:cs="Arial"/>
                <w:lang w:eastAsia="zh-CN"/>
              </w:rPr>
              <w:t>71A</w:t>
            </w:r>
          </w:p>
        </w:tc>
        <w:tc>
          <w:tcPr>
            <w:tcW w:w="0" w:type="auto"/>
            <w:vAlign w:val="center"/>
          </w:tcPr>
          <w:p w14:paraId="6804F9DD" w14:textId="77777777" w:rsidR="0095436B" w:rsidRPr="00DF6DD6" w:rsidRDefault="0095436B" w:rsidP="00401ADA">
            <w:pPr>
              <w:pStyle w:val="TAC"/>
              <w:keepNext w:val="0"/>
              <w:rPr>
                <w:noProof/>
                <w:lang w:eastAsia="zh-CN"/>
              </w:rPr>
            </w:pPr>
            <w:r w:rsidRPr="00DF6DD6">
              <w:rPr>
                <w:noProof/>
                <w:lang w:eastAsia="zh-CN"/>
              </w:rPr>
              <w:t>DC_2A_n71A</w:t>
            </w:r>
          </w:p>
          <w:p w14:paraId="21F27452" w14:textId="77777777" w:rsidR="0095436B" w:rsidRPr="00DF6DD6" w:rsidRDefault="0095436B" w:rsidP="00401ADA">
            <w:pPr>
              <w:pStyle w:val="TAC"/>
              <w:keepNext w:val="0"/>
              <w:rPr>
                <w:noProof/>
                <w:lang w:eastAsia="zh-CN"/>
              </w:rPr>
            </w:pPr>
            <w:r w:rsidRPr="00DF6DD6">
              <w:rPr>
                <w:noProof/>
                <w:lang w:eastAsia="zh-CN"/>
              </w:rPr>
              <w:t>DC_66A_n71A</w:t>
            </w:r>
          </w:p>
        </w:tc>
      </w:tr>
      <w:tr w:rsidR="00F55B07" w:rsidRPr="00DF6DD6" w14:paraId="482A0B18" w14:textId="77777777" w:rsidTr="00C42558">
        <w:trPr>
          <w:gridAfter w:val="1"/>
          <w:wAfter w:w="22" w:type="dxa"/>
          <w:trHeight w:val="288"/>
          <w:jc w:val="center"/>
        </w:trPr>
        <w:tc>
          <w:tcPr>
            <w:tcW w:w="0" w:type="auto"/>
            <w:shd w:val="clear" w:color="auto" w:fill="auto"/>
            <w:noWrap/>
            <w:vAlign w:val="center"/>
          </w:tcPr>
          <w:p w14:paraId="117AE91F" w14:textId="06701BBA" w:rsidR="0095436B" w:rsidRPr="00DF6DD6" w:rsidRDefault="0095436B" w:rsidP="00401ADA">
            <w:pPr>
              <w:pStyle w:val="TAC"/>
              <w:keepNext w:val="0"/>
              <w:rPr>
                <w:noProof/>
                <w:lang w:eastAsia="zh-CN"/>
              </w:rPr>
            </w:pPr>
            <w:r w:rsidRPr="00DF6DD6">
              <w:rPr>
                <w:noProof/>
                <w:lang w:eastAsia="zh-CN"/>
              </w:rPr>
              <w:t>DC_2A-(n)71AA</w:t>
            </w:r>
          </w:p>
        </w:tc>
        <w:tc>
          <w:tcPr>
            <w:tcW w:w="0" w:type="auto"/>
            <w:vAlign w:val="center"/>
          </w:tcPr>
          <w:p w14:paraId="334DFC8A" w14:textId="77777777" w:rsidR="0095436B" w:rsidRPr="00DF6DD6" w:rsidRDefault="0095436B" w:rsidP="00401ADA">
            <w:pPr>
              <w:pStyle w:val="TAC"/>
              <w:keepNext w:val="0"/>
              <w:rPr>
                <w:noProof/>
                <w:lang w:eastAsia="zh-CN"/>
              </w:rPr>
            </w:pPr>
            <w:r w:rsidRPr="00DF6DD6">
              <w:rPr>
                <w:noProof/>
                <w:lang w:eastAsia="zh-CN"/>
              </w:rPr>
              <w:t>DC_2A_n71A</w:t>
            </w:r>
          </w:p>
          <w:p w14:paraId="51DE0F67" w14:textId="15E46CC4" w:rsidR="0095436B" w:rsidRPr="00DF6DD6" w:rsidRDefault="0095436B" w:rsidP="00401ADA">
            <w:pPr>
              <w:pStyle w:val="TAC"/>
              <w:keepNext w:val="0"/>
              <w:rPr>
                <w:noProof/>
                <w:lang w:eastAsia="zh-CN"/>
              </w:rPr>
            </w:pPr>
            <w:r w:rsidRPr="00DF6DD6">
              <w:rPr>
                <w:noProof/>
                <w:lang w:eastAsia="zh-CN"/>
              </w:rPr>
              <w:t>DC_(n)71AA</w:t>
            </w:r>
          </w:p>
        </w:tc>
      </w:tr>
      <w:tr w:rsidR="00F55B07" w:rsidRPr="00DF6DD6" w14:paraId="3F7D3442" w14:textId="77777777" w:rsidTr="00EA1C6C">
        <w:trPr>
          <w:gridAfter w:val="1"/>
          <w:wAfter w:w="22" w:type="dxa"/>
          <w:trHeight w:val="288"/>
          <w:jc w:val="center"/>
        </w:trPr>
        <w:tc>
          <w:tcPr>
            <w:tcW w:w="0" w:type="auto"/>
            <w:shd w:val="clear" w:color="auto" w:fill="auto"/>
            <w:noWrap/>
            <w:vAlign w:val="center"/>
          </w:tcPr>
          <w:p w14:paraId="0FF87A7A" w14:textId="77777777" w:rsidR="0095436B" w:rsidRPr="00DF6DD6" w:rsidRDefault="0095436B" w:rsidP="00401ADA">
            <w:pPr>
              <w:pStyle w:val="TAC"/>
              <w:keepNext w:val="0"/>
              <w:rPr>
                <w:noProof/>
                <w:lang w:eastAsia="zh-CN"/>
              </w:rPr>
            </w:pPr>
            <w:r w:rsidRPr="00DF6DD6">
              <w:rPr>
                <w:rFonts w:eastAsia="Malgun Gothic" w:cs="Arial" w:hint="eastAsia"/>
                <w:lang w:eastAsia="ko-KR"/>
              </w:rPr>
              <w:t>DC_3A_n3A-n77A</w:t>
            </w:r>
          </w:p>
        </w:tc>
        <w:tc>
          <w:tcPr>
            <w:tcW w:w="0" w:type="auto"/>
          </w:tcPr>
          <w:p w14:paraId="4A7F5D3B" w14:textId="77777777" w:rsidR="0095436B" w:rsidRPr="00DF6DD6" w:rsidRDefault="0095436B" w:rsidP="00401ADA">
            <w:pPr>
              <w:pStyle w:val="TAC"/>
              <w:keepNext w:val="0"/>
              <w:rPr>
                <w:rFonts w:eastAsia="Malgun Gothic"/>
                <w:noProof/>
                <w:lang w:eastAsia="ko-KR"/>
              </w:rPr>
            </w:pPr>
            <w:r w:rsidRPr="00DF6DD6">
              <w:rPr>
                <w:rFonts w:eastAsia="Malgun Gothic" w:hint="eastAsia"/>
                <w:noProof/>
                <w:lang w:eastAsia="ko-KR"/>
              </w:rPr>
              <w:t>DC_3A_n77A</w:t>
            </w:r>
          </w:p>
          <w:p w14:paraId="13288225" w14:textId="7638F1E9" w:rsidR="0095436B" w:rsidRPr="00DF6DD6" w:rsidRDefault="0095436B" w:rsidP="00401ADA">
            <w:pPr>
              <w:pStyle w:val="TAC"/>
              <w:keepNext w:val="0"/>
              <w:rPr>
                <w:noProof/>
                <w:lang w:eastAsia="zh-CN"/>
              </w:rPr>
            </w:pPr>
            <w:r w:rsidRPr="00DF6DD6">
              <w:rPr>
                <w:rFonts w:eastAsia="PMingLiU" w:hint="eastAsia"/>
                <w:noProof/>
                <w:lang w:eastAsia="zh-TW"/>
              </w:rPr>
              <w:t>DC_3A_n3A</w:t>
            </w:r>
            <w:r w:rsidRPr="00DF6DD6">
              <w:rPr>
                <w:rFonts w:eastAsia="PMingLiU" w:hint="eastAsia"/>
                <w:vertAlign w:val="superscript"/>
                <w:lang w:eastAsia="zh-TW"/>
              </w:rPr>
              <w:t>2</w:t>
            </w:r>
          </w:p>
        </w:tc>
      </w:tr>
      <w:tr w:rsidR="00F55B07" w:rsidRPr="00DF6DD6" w14:paraId="522476C6" w14:textId="77777777" w:rsidTr="00EA1C6C">
        <w:trPr>
          <w:gridAfter w:val="1"/>
          <w:wAfter w:w="22" w:type="dxa"/>
          <w:trHeight w:val="288"/>
          <w:jc w:val="center"/>
        </w:trPr>
        <w:tc>
          <w:tcPr>
            <w:tcW w:w="0" w:type="auto"/>
            <w:shd w:val="clear" w:color="auto" w:fill="auto"/>
            <w:noWrap/>
            <w:vAlign w:val="center"/>
          </w:tcPr>
          <w:p w14:paraId="414AA197" w14:textId="77777777" w:rsidR="0095436B" w:rsidRPr="00DF6DD6" w:rsidRDefault="0095436B" w:rsidP="00401ADA">
            <w:pPr>
              <w:pStyle w:val="TAC"/>
              <w:keepNext w:val="0"/>
              <w:rPr>
                <w:noProof/>
                <w:lang w:eastAsia="zh-CN"/>
              </w:rPr>
            </w:pPr>
            <w:r w:rsidRPr="00DF6DD6">
              <w:rPr>
                <w:rFonts w:eastAsia="Malgun Gothic" w:cs="Arial" w:hint="eastAsia"/>
                <w:lang w:eastAsia="ko-KR"/>
              </w:rPr>
              <w:t>DC_3A_n3A-n78A</w:t>
            </w:r>
          </w:p>
        </w:tc>
        <w:tc>
          <w:tcPr>
            <w:tcW w:w="0" w:type="auto"/>
          </w:tcPr>
          <w:p w14:paraId="672600FC" w14:textId="77777777" w:rsidR="0095436B" w:rsidRPr="00DF6DD6" w:rsidRDefault="0095436B" w:rsidP="00401ADA">
            <w:pPr>
              <w:pStyle w:val="TAC"/>
              <w:keepNext w:val="0"/>
              <w:rPr>
                <w:rFonts w:eastAsia="Malgun Gothic"/>
                <w:noProof/>
                <w:lang w:eastAsia="ko-KR"/>
              </w:rPr>
            </w:pPr>
            <w:r w:rsidRPr="00DF6DD6">
              <w:rPr>
                <w:rFonts w:eastAsia="Malgun Gothic" w:hint="eastAsia"/>
                <w:noProof/>
                <w:lang w:eastAsia="ko-KR"/>
              </w:rPr>
              <w:t>DC_3A_n78A</w:t>
            </w:r>
          </w:p>
          <w:p w14:paraId="3800A94D" w14:textId="456F0082" w:rsidR="0095436B" w:rsidRPr="00DF6DD6" w:rsidRDefault="0095436B" w:rsidP="00401ADA">
            <w:pPr>
              <w:pStyle w:val="TAC"/>
              <w:keepNext w:val="0"/>
              <w:rPr>
                <w:noProof/>
                <w:lang w:eastAsia="zh-CN"/>
              </w:rPr>
            </w:pPr>
            <w:r w:rsidRPr="00DF6DD6">
              <w:rPr>
                <w:rFonts w:eastAsia="PMingLiU" w:hint="eastAsia"/>
                <w:noProof/>
                <w:lang w:eastAsia="zh-TW"/>
              </w:rPr>
              <w:t>DC_3A_n3A</w:t>
            </w:r>
            <w:r w:rsidRPr="00DF6DD6">
              <w:rPr>
                <w:rFonts w:eastAsia="PMingLiU" w:hint="eastAsia"/>
                <w:vertAlign w:val="superscript"/>
                <w:lang w:eastAsia="zh-TW"/>
              </w:rPr>
              <w:t>2</w:t>
            </w:r>
          </w:p>
        </w:tc>
      </w:tr>
      <w:tr w:rsidR="00F55B07" w:rsidRPr="00DF6DD6" w14:paraId="01E2F59C" w14:textId="77777777" w:rsidTr="00C42558">
        <w:trPr>
          <w:gridAfter w:val="1"/>
          <w:wAfter w:w="22" w:type="dxa"/>
          <w:trHeight w:val="288"/>
          <w:jc w:val="center"/>
        </w:trPr>
        <w:tc>
          <w:tcPr>
            <w:tcW w:w="0" w:type="auto"/>
            <w:shd w:val="clear" w:color="auto" w:fill="auto"/>
            <w:noWrap/>
            <w:vAlign w:val="center"/>
          </w:tcPr>
          <w:p w14:paraId="5BED6531" w14:textId="658E14BC" w:rsidR="0095436B" w:rsidRPr="00DF6DD6" w:rsidRDefault="0095436B" w:rsidP="00401ADA">
            <w:pPr>
              <w:pStyle w:val="TAC"/>
              <w:keepNext w:val="0"/>
              <w:rPr>
                <w:noProof/>
                <w:lang w:eastAsia="zh-CN"/>
              </w:rPr>
            </w:pPr>
            <w:r w:rsidRPr="00DF6DD6">
              <w:rPr>
                <w:noProof/>
                <w:lang w:eastAsia="zh-CN"/>
              </w:rPr>
              <w:t>DC_3A-5A_n78A</w:t>
            </w:r>
            <w:r w:rsidRPr="00DF6DD6">
              <w:rPr>
                <w:noProof/>
                <w:vertAlign w:val="superscript"/>
                <w:lang w:eastAsia="zh-CN"/>
              </w:rPr>
              <w:t>5</w:t>
            </w:r>
          </w:p>
        </w:tc>
        <w:tc>
          <w:tcPr>
            <w:tcW w:w="0" w:type="auto"/>
            <w:vAlign w:val="center"/>
          </w:tcPr>
          <w:p w14:paraId="3D4FEBC8" w14:textId="77777777" w:rsidR="0095436B" w:rsidRPr="00DF6DD6" w:rsidRDefault="0095436B" w:rsidP="00401ADA">
            <w:pPr>
              <w:pStyle w:val="TAC"/>
              <w:keepNext w:val="0"/>
              <w:rPr>
                <w:noProof/>
                <w:lang w:eastAsia="zh-CN"/>
              </w:rPr>
            </w:pPr>
            <w:r w:rsidRPr="00DF6DD6">
              <w:rPr>
                <w:noProof/>
                <w:lang w:eastAsia="zh-CN"/>
              </w:rPr>
              <w:t>DC_3A_n78A</w:t>
            </w:r>
          </w:p>
          <w:p w14:paraId="3E152F79" w14:textId="77777777" w:rsidR="0095436B" w:rsidRPr="00DF6DD6" w:rsidRDefault="0095436B" w:rsidP="00401ADA">
            <w:pPr>
              <w:pStyle w:val="TAC"/>
              <w:keepNext w:val="0"/>
              <w:rPr>
                <w:noProof/>
                <w:lang w:eastAsia="zh-CN"/>
              </w:rPr>
            </w:pPr>
            <w:r w:rsidRPr="00DF6DD6">
              <w:rPr>
                <w:noProof/>
                <w:lang w:eastAsia="zh-CN"/>
              </w:rPr>
              <w:t>DC_5A_n78A</w:t>
            </w:r>
          </w:p>
        </w:tc>
      </w:tr>
      <w:tr w:rsidR="00F55B07" w:rsidRPr="00DF6DD6" w14:paraId="0321DE24" w14:textId="77777777" w:rsidTr="00C42558">
        <w:trPr>
          <w:gridAfter w:val="1"/>
          <w:wAfter w:w="22" w:type="dxa"/>
          <w:trHeight w:val="288"/>
          <w:jc w:val="center"/>
        </w:trPr>
        <w:tc>
          <w:tcPr>
            <w:tcW w:w="0" w:type="auto"/>
            <w:shd w:val="clear" w:color="auto" w:fill="auto"/>
            <w:noWrap/>
            <w:vAlign w:val="center"/>
          </w:tcPr>
          <w:p w14:paraId="750D054D" w14:textId="77777777" w:rsidR="0095436B" w:rsidRPr="00DF6DD6" w:rsidRDefault="0095436B" w:rsidP="00401ADA">
            <w:pPr>
              <w:pStyle w:val="TAC"/>
              <w:keepNext w:val="0"/>
              <w:rPr>
                <w:noProof/>
                <w:lang w:eastAsia="zh-CN"/>
              </w:rPr>
            </w:pPr>
            <w:r w:rsidRPr="00DF6DD6">
              <w:rPr>
                <w:noProof/>
                <w:lang w:eastAsia="zh-CN"/>
              </w:rPr>
              <w:t>DC_3A-7A_n28A</w:t>
            </w:r>
          </w:p>
        </w:tc>
        <w:tc>
          <w:tcPr>
            <w:tcW w:w="0" w:type="auto"/>
            <w:vAlign w:val="center"/>
          </w:tcPr>
          <w:p w14:paraId="0F914107" w14:textId="77777777" w:rsidR="0095436B" w:rsidRPr="00DF6DD6" w:rsidRDefault="0095436B" w:rsidP="00401ADA">
            <w:pPr>
              <w:pStyle w:val="TAC"/>
              <w:keepNext w:val="0"/>
              <w:rPr>
                <w:noProof/>
                <w:lang w:eastAsia="zh-CN"/>
              </w:rPr>
            </w:pPr>
            <w:r w:rsidRPr="00DF6DD6">
              <w:rPr>
                <w:noProof/>
                <w:lang w:eastAsia="zh-CN"/>
              </w:rPr>
              <w:t>DC_3A_n28A</w:t>
            </w:r>
          </w:p>
          <w:p w14:paraId="52786C4E" w14:textId="77777777" w:rsidR="0095436B" w:rsidRPr="00DF6DD6" w:rsidRDefault="0095436B" w:rsidP="00401ADA">
            <w:pPr>
              <w:pStyle w:val="TAC"/>
              <w:keepNext w:val="0"/>
              <w:rPr>
                <w:noProof/>
                <w:lang w:eastAsia="zh-CN"/>
              </w:rPr>
            </w:pPr>
            <w:r w:rsidRPr="00DF6DD6">
              <w:rPr>
                <w:noProof/>
                <w:lang w:eastAsia="zh-CN"/>
              </w:rPr>
              <w:t>DC_7A_n28A</w:t>
            </w:r>
          </w:p>
        </w:tc>
      </w:tr>
      <w:tr w:rsidR="00F55B07" w:rsidRPr="00DF6DD6" w14:paraId="4CD59794" w14:textId="77777777" w:rsidTr="00C42558">
        <w:trPr>
          <w:gridAfter w:val="1"/>
          <w:wAfter w:w="22" w:type="dxa"/>
          <w:trHeight w:val="288"/>
          <w:jc w:val="center"/>
        </w:trPr>
        <w:tc>
          <w:tcPr>
            <w:tcW w:w="0" w:type="auto"/>
            <w:shd w:val="clear" w:color="auto" w:fill="auto"/>
            <w:noWrap/>
            <w:vAlign w:val="center"/>
          </w:tcPr>
          <w:p w14:paraId="14636AD6" w14:textId="16BE5EBE" w:rsidR="0095436B" w:rsidRPr="00DF6DD6" w:rsidRDefault="0095436B" w:rsidP="00401ADA">
            <w:pPr>
              <w:pStyle w:val="TAC"/>
              <w:keepNext w:val="0"/>
              <w:rPr>
                <w:noProof/>
                <w:lang w:eastAsia="zh-CN"/>
              </w:rPr>
            </w:pPr>
            <w:r w:rsidRPr="00DF6DD6">
              <w:rPr>
                <w:noProof/>
                <w:lang w:eastAsia="zh-CN"/>
              </w:rPr>
              <w:t>DC_3A-7A_n78A</w:t>
            </w:r>
            <w:r w:rsidRPr="00DF6DD6">
              <w:rPr>
                <w:noProof/>
                <w:vertAlign w:val="superscript"/>
                <w:lang w:eastAsia="zh-CN"/>
              </w:rPr>
              <w:t>5</w:t>
            </w:r>
          </w:p>
          <w:p w14:paraId="4553C1ED" w14:textId="20456ED3" w:rsidR="0095436B" w:rsidRPr="00DF6DD6" w:rsidRDefault="0095436B" w:rsidP="00401ADA">
            <w:pPr>
              <w:pStyle w:val="TAC"/>
              <w:keepNext w:val="0"/>
              <w:rPr>
                <w:noProof/>
                <w:lang w:eastAsia="zh-CN"/>
              </w:rPr>
            </w:pPr>
            <w:r w:rsidRPr="00DF6DD6">
              <w:rPr>
                <w:lang w:eastAsia="zh-CN"/>
              </w:rPr>
              <w:t>DC_3C-7A_n78A</w:t>
            </w:r>
            <w:r w:rsidRPr="00DF6DD6">
              <w:rPr>
                <w:noProof/>
                <w:vertAlign w:val="superscript"/>
                <w:lang w:eastAsia="zh-CN"/>
              </w:rPr>
              <w:t>5</w:t>
            </w:r>
          </w:p>
        </w:tc>
        <w:tc>
          <w:tcPr>
            <w:tcW w:w="0" w:type="auto"/>
            <w:vAlign w:val="center"/>
          </w:tcPr>
          <w:p w14:paraId="39437971" w14:textId="77777777" w:rsidR="0095436B" w:rsidRPr="00DF6DD6" w:rsidRDefault="0095436B" w:rsidP="00401ADA">
            <w:pPr>
              <w:pStyle w:val="TAC"/>
              <w:keepNext w:val="0"/>
              <w:rPr>
                <w:noProof/>
                <w:lang w:eastAsia="zh-CN"/>
              </w:rPr>
            </w:pPr>
            <w:r w:rsidRPr="00DF6DD6">
              <w:rPr>
                <w:noProof/>
                <w:lang w:eastAsia="zh-CN"/>
              </w:rPr>
              <w:t>DC_3A_n78A</w:t>
            </w:r>
          </w:p>
          <w:p w14:paraId="6C96B472" w14:textId="77777777" w:rsidR="0095436B" w:rsidRPr="00DF6DD6" w:rsidRDefault="0095436B" w:rsidP="00401ADA">
            <w:pPr>
              <w:pStyle w:val="TAC"/>
              <w:keepNext w:val="0"/>
              <w:rPr>
                <w:noProof/>
                <w:lang w:eastAsia="zh-CN"/>
              </w:rPr>
            </w:pPr>
            <w:r w:rsidRPr="00DF6DD6">
              <w:rPr>
                <w:noProof/>
                <w:lang w:eastAsia="zh-CN"/>
              </w:rPr>
              <w:t>DC_7A_n78A</w:t>
            </w:r>
          </w:p>
        </w:tc>
      </w:tr>
      <w:tr w:rsidR="00F55B07" w:rsidRPr="00DF6DD6" w14:paraId="612A8941" w14:textId="77777777" w:rsidTr="00C42558">
        <w:trPr>
          <w:gridAfter w:val="1"/>
          <w:wAfter w:w="22" w:type="dxa"/>
          <w:trHeight w:val="288"/>
          <w:jc w:val="center"/>
        </w:trPr>
        <w:tc>
          <w:tcPr>
            <w:tcW w:w="0" w:type="auto"/>
            <w:shd w:val="clear" w:color="auto" w:fill="auto"/>
            <w:noWrap/>
            <w:vAlign w:val="center"/>
          </w:tcPr>
          <w:p w14:paraId="63CCA63C" w14:textId="22B9594A" w:rsidR="0095436B" w:rsidRPr="00DF6DD6" w:rsidRDefault="0095436B" w:rsidP="00401ADA">
            <w:pPr>
              <w:pStyle w:val="TAC"/>
              <w:keepNext w:val="0"/>
              <w:rPr>
                <w:noProof/>
                <w:lang w:eastAsia="zh-CN"/>
              </w:rPr>
            </w:pPr>
            <w:r w:rsidRPr="00DF6DD6">
              <w:rPr>
                <w:noProof/>
                <w:lang w:eastAsia="zh-CN"/>
              </w:rPr>
              <w:t>DC_3A-7C_n78A</w:t>
            </w:r>
            <w:r w:rsidRPr="00DF6DD6">
              <w:rPr>
                <w:noProof/>
                <w:vertAlign w:val="superscript"/>
                <w:lang w:eastAsia="zh-CN"/>
              </w:rPr>
              <w:t>5</w:t>
            </w:r>
          </w:p>
          <w:p w14:paraId="3924F137" w14:textId="3BA32E0C" w:rsidR="0095436B" w:rsidRPr="00DF6DD6" w:rsidRDefault="0095436B" w:rsidP="00401ADA">
            <w:pPr>
              <w:pStyle w:val="TAC"/>
              <w:keepNext w:val="0"/>
              <w:rPr>
                <w:noProof/>
                <w:lang w:eastAsia="zh-CN"/>
              </w:rPr>
            </w:pPr>
            <w:r w:rsidRPr="00DF6DD6">
              <w:rPr>
                <w:noProof/>
                <w:lang w:eastAsia="zh-CN"/>
              </w:rPr>
              <w:t>DC_3C-7C_n</w:t>
            </w:r>
            <w:r w:rsidRPr="00DF6DD6">
              <w:rPr>
                <w:rFonts w:hint="eastAsia"/>
                <w:noProof/>
                <w:lang w:eastAsia="zh-CN"/>
              </w:rPr>
              <w:t>78</w:t>
            </w:r>
            <w:r w:rsidRPr="00DF6DD6">
              <w:rPr>
                <w:noProof/>
                <w:lang w:eastAsia="zh-CN"/>
              </w:rPr>
              <w:t>A</w:t>
            </w:r>
            <w:r w:rsidRPr="00DF6DD6">
              <w:rPr>
                <w:noProof/>
                <w:vertAlign w:val="superscript"/>
                <w:lang w:eastAsia="zh-CN"/>
              </w:rPr>
              <w:t>5</w:t>
            </w:r>
          </w:p>
        </w:tc>
        <w:tc>
          <w:tcPr>
            <w:tcW w:w="0" w:type="auto"/>
            <w:vAlign w:val="center"/>
          </w:tcPr>
          <w:p w14:paraId="5946ACC3" w14:textId="77777777" w:rsidR="0095436B" w:rsidRPr="00DF6DD6" w:rsidRDefault="0095436B" w:rsidP="00401ADA">
            <w:pPr>
              <w:pStyle w:val="TAC"/>
              <w:keepNext w:val="0"/>
              <w:rPr>
                <w:noProof/>
                <w:lang w:eastAsia="zh-CN"/>
              </w:rPr>
            </w:pPr>
            <w:r w:rsidRPr="00DF6DD6">
              <w:rPr>
                <w:noProof/>
                <w:lang w:eastAsia="zh-CN"/>
              </w:rPr>
              <w:t>DC_3A_n78A</w:t>
            </w:r>
          </w:p>
          <w:p w14:paraId="075E9042" w14:textId="1E8119CE" w:rsidR="0095436B" w:rsidRPr="00DF6DD6" w:rsidRDefault="0095436B" w:rsidP="00401ADA">
            <w:pPr>
              <w:pStyle w:val="TAC"/>
              <w:keepNext w:val="0"/>
              <w:rPr>
                <w:noProof/>
                <w:lang w:eastAsia="zh-CN"/>
              </w:rPr>
            </w:pPr>
            <w:r w:rsidRPr="00DF6DD6">
              <w:rPr>
                <w:noProof/>
                <w:lang w:eastAsia="zh-CN"/>
              </w:rPr>
              <w:t>DC_7A_n78A</w:t>
            </w:r>
          </w:p>
        </w:tc>
      </w:tr>
      <w:tr w:rsidR="00F55B07" w:rsidRPr="00DF6DD6" w14:paraId="22556D47" w14:textId="77777777" w:rsidTr="00EA1C6C">
        <w:trPr>
          <w:gridAfter w:val="1"/>
          <w:wAfter w:w="22" w:type="dxa"/>
          <w:trHeight w:val="288"/>
          <w:jc w:val="center"/>
        </w:trPr>
        <w:tc>
          <w:tcPr>
            <w:tcW w:w="0" w:type="auto"/>
            <w:shd w:val="clear" w:color="auto" w:fill="auto"/>
            <w:noWrap/>
            <w:vAlign w:val="center"/>
          </w:tcPr>
          <w:p w14:paraId="7461552A" w14:textId="59C7A8F5" w:rsidR="0095436B" w:rsidRPr="00DF6DD6" w:rsidRDefault="0095436B" w:rsidP="00401ADA">
            <w:pPr>
              <w:pStyle w:val="TAC"/>
              <w:keepNext w:val="0"/>
              <w:rPr>
                <w:noProof/>
                <w:lang w:eastAsia="zh-CN"/>
              </w:rPr>
            </w:pPr>
            <w:r w:rsidRPr="00DF6DD6">
              <w:rPr>
                <w:noProof/>
                <w:lang w:eastAsia="zh-CN"/>
              </w:rPr>
              <w:lastRenderedPageBreak/>
              <w:t>DC_3A-7A-7A_n78A</w:t>
            </w:r>
            <w:r w:rsidRPr="00DF6DD6">
              <w:rPr>
                <w:noProof/>
                <w:vertAlign w:val="superscript"/>
                <w:lang w:eastAsia="zh-CN"/>
              </w:rPr>
              <w:t>5</w:t>
            </w:r>
          </w:p>
        </w:tc>
        <w:tc>
          <w:tcPr>
            <w:tcW w:w="0" w:type="auto"/>
            <w:vAlign w:val="center"/>
          </w:tcPr>
          <w:p w14:paraId="6A1F53A1" w14:textId="77777777" w:rsidR="0095436B" w:rsidRPr="00DF6DD6" w:rsidRDefault="0095436B" w:rsidP="00401ADA">
            <w:pPr>
              <w:pStyle w:val="TAC"/>
              <w:keepNext w:val="0"/>
              <w:rPr>
                <w:lang w:val="en-US" w:eastAsia="fi-FI"/>
              </w:rPr>
            </w:pPr>
            <w:r w:rsidRPr="00DF6DD6">
              <w:rPr>
                <w:lang w:val="en-US" w:eastAsia="fi-FI"/>
              </w:rPr>
              <w:t>DC_3A_n78A</w:t>
            </w:r>
          </w:p>
          <w:p w14:paraId="7302988C" w14:textId="0148E4A1" w:rsidR="0095436B" w:rsidRPr="00DF6DD6" w:rsidRDefault="0095436B" w:rsidP="00401ADA">
            <w:pPr>
              <w:pStyle w:val="TAC"/>
              <w:keepNext w:val="0"/>
              <w:rPr>
                <w:noProof/>
                <w:lang w:eastAsia="zh-CN"/>
              </w:rPr>
            </w:pPr>
            <w:r w:rsidRPr="00DF6DD6">
              <w:rPr>
                <w:lang w:val="en-US" w:eastAsia="fi-FI"/>
              </w:rPr>
              <w:t>DC_7A_n78A</w:t>
            </w:r>
          </w:p>
        </w:tc>
      </w:tr>
      <w:tr w:rsidR="00F55B07" w:rsidRPr="00DF6DD6" w14:paraId="26F6963B" w14:textId="77777777" w:rsidTr="00C42558">
        <w:trPr>
          <w:gridAfter w:val="1"/>
          <w:wAfter w:w="22" w:type="dxa"/>
          <w:trHeight w:val="288"/>
          <w:jc w:val="center"/>
        </w:trPr>
        <w:tc>
          <w:tcPr>
            <w:tcW w:w="0" w:type="auto"/>
            <w:shd w:val="clear" w:color="auto" w:fill="auto"/>
            <w:noWrap/>
            <w:vAlign w:val="center"/>
          </w:tcPr>
          <w:p w14:paraId="424DFD9B" w14:textId="77777777" w:rsidR="0095436B" w:rsidRPr="00DF6DD6" w:rsidRDefault="0095436B" w:rsidP="00401ADA">
            <w:pPr>
              <w:pStyle w:val="TAC"/>
              <w:keepNext w:val="0"/>
              <w:rPr>
                <w:noProof/>
                <w:lang w:eastAsia="zh-CN"/>
              </w:rPr>
            </w:pPr>
            <w:r w:rsidRPr="00DF6DD6">
              <w:rPr>
                <w:noProof/>
                <w:lang w:eastAsia="zh-CN"/>
              </w:rPr>
              <w:t>DC_3A-8A_n78A</w:t>
            </w:r>
          </w:p>
        </w:tc>
        <w:tc>
          <w:tcPr>
            <w:tcW w:w="0" w:type="auto"/>
            <w:vAlign w:val="center"/>
          </w:tcPr>
          <w:p w14:paraId="450701B8" w14:textId="77777777" w:rsidR="0095436B" w:rsidRPr="00DF6DD6" w:rsidRDefault="0095436B" w:rsidP="00401ADA">
            <w:pPr>
              <w:pStyle w:val="TAC"/>
              <w:keepNext w:val="0"/>
              <w:rPr>
                <w:noProof/>
                <w:lang w:eastAsia="zh-CN"/>
              </w:rPr>
            </w:pPr>
            <w:r w:rsidRPr="00DF6DD6">
              <w:rPr>
                <w:noProof/>
                <w:lang w:eastAsia="zh-CN"/>
              </w:rPr>
              <w:t>DC_3A_n78A</w:t>
            </w:r>
          </w:p>
          <w:p w14:paraId="38D9C497" w14:textId="77777777" w:rsidR="0095436B" w:rsidRPr="00DF6DD6" w:rsidRDefault="0095436B" w:rsidP="00401ADA">
            <w:pPr>
              <w:pStyle w:val="TAC"/>
              <w:keepNext w:val="0"/>
              <w:rPr>
                <w:noProof/>
                <w:lang w:eastAsia="zh-CN"/>
              </w:rPr>
            </w:pPr>
            <w:r w:rsidRPr="00DF6DD6">
              <w:rPr>
                <w:noProof/>
                <w:lang w:eastAsia="zh-CN"/>
              </w:rPr>
              <w:t>DC_8A_n78A</w:t>
            </w:r>
          </w:p>
        </w:tc>
      </w:tr>
      <w:tr w:rsidR="00F55B07" w:rsidRPr="00DF6DD6" w14:paraId="0F256D13" w14:textId="77777777" w:rsidTr="00C42558">
        <w:trPr>
          <w:gridAfter w:val="1"/>
          <w:wAfter w:w="22" w:type="dxa"/>
          <w:trHeight w:val="288"/>
          <w:jc w:val="center"/>
        </w:trPr>
        <w:tc>
          <w:tcPr>
            <w:tcW w:w="0" w:type="auto"/>
            <w:shd w:val="clear" w:color="auto" w:fill="auto"/>
            <w:noWrap/>
            <w:vAlign w:val="center"/>
          </w:tcPr>
          <w:p w14:paraId="5CEE2A7A" w14:textId="369C2AAE" w:rsidR="0095436B" w:rsidRPr="00DF6DD6" w:rsidRDefault="0095436B" w:rsidP="00401ADA">
            <w:pPr>
              <w:pStyle w:val="TAC"/>
              <w:keepNext w:val="0"/>
              <w:rPr>
                <w:noProof/>
                <w:lang w:eastAsia="zh-CN"/>
              </w:rPr>
            </w:pPr>
            <w:r w:rsidRPr="00DF6DD6">
              <w:rPr>
                <w:noProof/>
                <w:lang w:eastAsia="zh-CN"/>
              </w:rPr>
              <w:t>DC_3A-19A_n77A</w:t>
            </w:r>
            <w:r w:rsidRPr="00DF6DD6">
              <w:rPr>
                <w:noProof/>
                <w:vertAlign w:val="superscript"/>
                <w:lang w:eastAsia="zh-CN"/>
              </w:rPr>
              <w:t>5</w:t>
            </w:r>
          </w:p>
          <w:p w14:paraId="37E06A61" w14:textId="201E2037" w:rsidR="0095436B" w:rsidRPr="00DF6DD6" w:rsidRDefault="0095436B" w:rsidP="00401ADA">
            <w:pPr>
              <w:pStyle w:val="TAC"/>
              <w:keepNext w:val="0"/>
              <w:rPr>
                <w:noProof/>
                <w:lang w:eastAsia="zh-CN"/>
              </w:rPr>
            </w:pPr>
            <w:r w:rsidRPr="00DF6DD6">
              <w:rPr>
                <w:noProof/>
                <w:lang w:eastAsia="zh-CN"/>
              </w:rPr>
              <w:t>DC_3A-19A_n77C</w:t>
            </w:r>
            <w:r w:rsidRPr="00DF6DD6">
              <w:rPr>
                <w:noProof/>
                <w:vertAlign w:val="superscript"/>
                <w:lang w:eastAsia="zh-CN"/>
              </w:rPr>
              <w:t>5</w:t>
            </w:r>
          </w:p>
        </w:tc>
        <w:tc>
          <w:tcPr>
            <w:tcW w:w="0" w:type="auto"/>
            <w:vAlign w:val="center"/>
          </w:tcPr>
          <w:p w14:paraId="375DDFD5" w14:textId="77777777" w:rsidR="0095436B" w:rsidRPr="00DF6DD6" w:rsidRDefault="0095436B" w:rsidP="00401ADA">
            <w:pPr>
              <w:pStyle w:val="TAC"/>
              <w:keepNext w:val="0"/>
              <w:rPr>
                <w:noProof/>
                <w:lang w:eastAsia="zh-CN"/>
              </w:rPr>
            </w:pPr>
            <w:r w:rsidRPr="00DF6DD6">
              <w:rPr>
                <w:noProof/>
                <w:lang w:eastAsia="zh-CN"/>
              </w:rPr>
              <w:t>DC_3A_n77A</w:t>
            </w:r>
          </w:p>
          <w:p w14:paraId="2760CAFE" w14:textId="77777777" w:rsidR="0095436B" w:rsidRPr="00DF6DD6" w:rsidRDefault="0095436B" w:rsidP="00401ADA">
            <w:pPr>
              <w:pStyle w:val="TAC"/>
              <w:keepNext w:val="0"/>
              <w:rPr>
                <w:noProof/>
                <w:lang w:eastAsia="zh-CN"/>
              </w:rPr>
            </w:pPr>
            <w:r w:rsidRPr="00DF6DD6">
              <w:rPr>
                <w:noProof/>
                <w:lang w:eastAsia="zh-CN"/>
              </w:rPr>
              <w:t>DC_19A_n77A</w:t>
            </w:r>
          </w:p>
        </w:tc>
      </w:tr>
      <w:tr w:rsidR="00F55B07" w:rsidRPr="00DF6DD6" w14:paraId="68311EAA" w14:textId="77777777" w:rsidTr="00C42558">
        <w:trPr>
          <w:gridAfter w:val="1"/>
          <w:wAfter w:w="22" w:type="dxa"/>
          <w:trHeight w:val="288"/>
          <w:jc w:val="center"/>
        </w:trPr>
        <w:tc>
          <w:tcPr>
            <w:tcW w:w="0" w:type="auto"/>
            <w:shd w:val="clear" w:color="auto" w:fill="auto"/>
            <w:noWrap/>
            <w:vAlign w:val="center"/>
          </w:tcPr>
          <w:p w14:paraId="29D61C63" w14:textId="3EC6B100" w:rsidR="0095436B" w:rsidRPr="00DF6DD6" w:rsidRDefault="0095436B" w:rsidP="00401ADA">
            <w:pPr>
              <w:pStyle w:val="TAC"/>
              <w:keepNext w:val="0"/>
              <w:rPr>
                <w:noProof/>
                <w:lang w:eastAsia="zh-CN"/>
              </w:rPr>
            </w:pPr>
            <w:r w:rsidRPr="00DF6DD6">
              <w:rPr>
                <w:noProof/>
                <w:lang w:eastAsia="zh-CN"/>
              </w:rPr>
              <w:t>DC_3A-19A_n78A</w:t>
            </w:r>
            <w:r w:rsidRPr="00DF6DD6">
              <w:rPr>
                <w:noProof/>
                <w:vertAlign w:val="superscript"/>
                <w:lang w:eastAsia="zh-CN"/>
              </w:rPr>
              <w:t>5</w:t>
            </w:r>
          </w:p>
          <w:p w14:paraId="160BDB6F" w14:textId="678130BA" w:rsidR="0095436B" w:rsidRPr="00DF6DD6" w:rsidRDefault="0095436B" w:rsidP="00401ADA">
            <w:pPr>
              <w:pStyle w:val="TAC"/>
              <w:keepNext w:val="0"/>
              <w:rPr>
                <w:noProof/>
                <w:lang w:eastAsia="zh-CN"/>
              </w:rPr>
            </w:pPr>
            <w:r w:rsidRPr="00DF6DD6">
              <w:rPr>
                <w:noProof/>
                <w:lang w:eastAsia="zh-CN"/>
              </w:rPr>
              <w:t>DC_3A-19A_n78C</w:t>
            </w:r>
            <w:r w:rsidRPr="00DF6DD6">
              <w:rPr>
                <w:noProof/>
                <w:vertAlign w:val="superscript"/>
                <w:lang w:eastAsia="zh-CN"/>
              </w:rPr>
              <w:t>5</w:t>
            </w:r>
          </w:p>
        </w:tc>
        <w:tc>
          <w:tcPr>
            <w:tcW w:w="0" w:type="auto"/>
            <w:vAlign w:val="center"/>
          </w:tcPr>
          <w:p w14:paraId="5FEDE027" w14:textId="77777777" w:rsidR="0095436B" w:rsidRPr="00DF6DD6" w:rsidRDefault="0095436B" w:rsidP="00401ADA">
            <w:pPr>
              <w:pStyle w:val="TAC"/>
              <w:keepNext w:val="0"/>
              <w:rPr>
                <w:noProof/>
                <w:lang w:eastAsia="zh-CN"/>
              </w:rPr>
            </w:pPr>
            <w:r w:rsidRPr="00DF6DD6">
              <w:rPr>
                <w:noProof/>
                <w:lang w:eastAsia="zh-CN"/>
              </w:rPr>
              <w:t>DC_3A_n78A</w:t>
            </w:r>
          </w:p>
          <w:p w14:paraId="43BD262A" w14:textId="77777777" w:rsidR="0095436B" w:rsidRPr="00DF6DD6" w:rsidRDefault="0095436B" w:rsidP="00401ADA">
            <w:pPr>
              <w:pStyle w:val="TAC"/>
              <w:keepNext w:val="0"/>
              <w:rPr>
                <w:noProof/>
                <w:lang w:eastAsia="zh-CN"/>
              </w:rPr>
            </w:pPr>
            <w:r w:rsidRPr="00DF6DD6">
              <w:rPr>
                <w:noProof/>
                <w:lang w:eastAsia="zh-CN"/>
              </w:rPr>
              <w:t>DC_19A_n78A</w:t>
            </w:r>
          </w:p>
        </w:tc>
      </w:tr>
      <w:tr w:rsidR="00F55B07" w:rsidRPr="00DF6DD6" w14:paraId="587949DB" w14:textId="77777777" w:rsidTr="00C42558">
        <w:trPr>
          <w:gridAfter w:val="1"/>
          <w:wAfter w:w="22" w:type="dxa"/>
          <w:trHeight w:val="288"/>
          <w:jc w:val="center"/>
        </w:trPr>
        <w:tc>
          <w:tcPr>
            <w:tcW w:w="0" w:type="auto"/>
            <w:shd w:val="clear" w:color="auto" w:fill="auto"/>
            <w:noWrap/>
            <w:vAlign w:val="center"/>
          </w:tcPr>
          <w:p w14:paraId="3F72468F" w14:textId="623746B4" w:rsidR="0095436B" w:rsidRPr="00DF6DD6" w:rsidRDefault="0095436B" w:rsidP="00401ADA">
            <w:pPr>
              <w:pStyle w:val="TAC"/>
              <w:keepNext w:val="0"/>
              <w:rPr>
                <w:noProof/>
                <w:lang w:eastAsia="zh-CN"/>
              </w:rPr>
            </w:pPr>
            <w:r w:rsidRPr="00DF6DD6">
              <w:rPr>
                <w:noProof/>
                <w:lang w:eastAsia="zh-CN"/>
              </w:rPr>
              <w:t>DC_3A-19A_n79A</w:t>
            </w:r>
            <w:r w:rsidRPr="00DF6DD6">
              <w:rPr>
                <w:noProof/>
                <w:vertAlign w:val="superscript"/>
                <w:lang w:eastAsia="zh-CN"/>
              </w:rPr>
              <w:t>5</w:t>
            </w:r>
          </w:p>
          <w:p w14:paraId="1E09BDE2" w14:textId="7DA0603F" w:rsidR="0095436B" w:rsidRPr="00DF6DD6" w:rsidRDefault="0095436B" w:rsidP="00401ADA">
            <w:pPr>
              <w:pStyle w:val="TAC"/>
              <w:keepNext w:val="0"/>
              <w:rPr>
                <w:noProof/>
                <w:lang w:eastAsia="zh-CN"/>
              </w:rPr>
            </w:pPr>
            <w:r w:rsidRPr="00DF6DD6">
              <w:rPr>
                <w:noProof/>
                <w:lang w:eastAsia="zh-CN"/>
              </w:rPr>
              <w:t>DC_3A-19A_n79C</w:t>
            </w:r>
            <w:r w:rsidRPr="00DF6DD6">
              <w:rPr>
                <w:noProof/>
                <w:vertAlign w:val="superscript"/>
                <w:lang w:eastAsia="zh-CN"/>
              </w:rPr>
              <w:t>5</w:t>
            </w:r>
          </w:p>
        </w:tc>
        <w:tc>
          <w:tcPr>
            <w:tcW w:w="0" w:type="auto"/>
            <w:vAlign w:val="center"/>
          </w:tcPr>
          <w:p w14:paraId="76C64A16" w14:textId="77777777" w:rsidR="0095436B" w:rsidRPr="00DF6DD6" w:rsidRDefault="0095436B" w:rsidP="00401ADA">
            <w:pPr>
              <w:pStyle w:val="TAC"/>
              <w:keepNext w:val="0"/>
              <w:rPr>
                <w:noProof/>
                <w:lang w:eastAsia="zh-CN"/>
              </w:rPr>
            </w:pPr>
            <w:r w:rsidRPr="00DF6DD6">
              <w:rPr>
                <w:noProof/>
                <w:lang w:eastAsia="zh-CN"/>
              </w:rPr>
              <w:t>DC_3A_n79A</w:t>
            </w:r>
          </w:p>
          <w:p w14:paraId="301516AB" w14:textId="77777777" w:rsidR="0095436B" w:rsidRPr="00DF6DD6" w:rsidRDefault="0095436B" w:rsidP="00401ADA">
            <w:pPr>
              <w:pStyle w:val="TAC"/>
              <w:keepNext w:val="0"/>
              <w:rPr>
                <w:noProof/>
                <w:lang w:eastAsia="zh-CN"/>
              </w:rPr>
            </w:pPr>
            <w:r w:rsidRPr="00DF6DD6">
              <w:rPr>
                <w:noProof/>
                <w:lang w:eastAsia="zh-CN"/>
              </w:rPr>
              <w:t>DC_19A_n79A</w:t>
            </w:r>
          </w:p>
        </w:tc>
      </w:tr>
      <w:tr w:rsidR="00F55B07" w:rsidRPr="00DF6DD6" w14:paraId="6ABD53E4" w14:textId="77777777" w:rsidTr="00C42558">
        <w:trPr>
          <w:gridAfter w:val="1"/>
          <w:wAfter w:w="22" w:type="dxa"/>
          <w:trHeight w:val="288"/>
          <w:jc w:val="center"/>
        </w:trPr>
        <w:tc>
          <w:tcPr>
            <w:tcW w:w="0" w:type="auto"/>
            <w:shd w:val="clear" w:color="auto" w:fill="auto"/>
            <w:noWrap/>
            <w:vAlign w:val="center"/>
          </w:tcPr>
          <w:p w14:paraId="4013380A" w14:textId="36AD2648" w:rsidR="0095436B" w:rsidRPr="00DF6DD6" w:rsidRDefault="0095436B" w:rsidP="00401ADA">
            <w:pPr>
              <w:pStyle w:val="TAC"/>
              <w:keepNext w:val="0"/>
              <w:rPr>
                <w:noProof/>
                <w:lang w:eastAsia="zh-CN"/>
              </w:rPr>
            </w:pPr>
            <w:r w:rsidRPr="00DF6DD6">
              <w:rPr>
                <w:noProof/>
                <w:lang w:eastAsia="zh-CN"/>
              </w:rPr>
              <w:t>DC_3A-20A_n28A</w:t>
            </w:r>
            <w:r w:rsidRPr="00DF6DD6">
              <w:rPr>
                <w:noProof/>
                <w:vertAlign w:val="superscript"/>
                <w:lang w:eastAsia="zh-CN"/>
              </w:rPr>
              <w:t>5,6</w:t>
            </w:r>
          </w:p>
        </w:tc>
        <w:tc>
          <w:tcPr>
            <w:tcW w:w="0" w:type="auto"/>
            <w:vAlign w:val="center"/>
          </w:tcPr>
          <w:p w14:paraId="3C59BD89" w14:textId="77777777" w:rsidR="0095436B" w:rsidRPr="00DF6DD6" w:rsidRDefault="0095436B" w:rsidP="00401ADA">
            <w:pPr>
              <w:pStyle w:val="TAC"/>
              <w:keepNext w:val="0"/>
              <w:rPr>
                <w:noProof/>
                <w:lang w:eastAsia="zh-CN"/>
              </w:rPr>
            </w:pPr>
            <w:r w:rsidRPr="00DF6DD6">
              <w:rPr>
                <w:noProof/>
                <w:lang w:eastAsia="zh-CN"/>
              </w:rPr>
              <w:t>DC_3A_n28A</w:t>
            </w:r>
          </w:p>
          <w:p w14:paraId="59C90BCE" w14:textId="77777777" w:rsidR="0095436B" w:rsidRPr="00DF6DD6" w:rsidRDefault="0095436B" w:rsidP="00401ADA">
            <w:pPr>
              <w:pStyle w:val="TAC"/>
              <w:keepNext w:val="0"/>
              <w:rPr>
                <w:noProof/>
                <w:lang w:eastAsia="zh-CN"/>
              </w:rPr>
            </w:pPr>
            <w:r w:rsidRPr="00DF6DD6">
              <w:rPr>
                <w:noProof/>
                <w:lang w:eastAsia="zh-CN"/>
              </w:rPr>
              <w:t>DC_20A_n28A</w:t>
            </w:r>
          </w:p>
        </w:tc>
      </w:tr>
      <w:tr w:rsidR="00F55B07" w:rsidRPr="00DF6DD6" w14:paraId="3BE4F4C0" w14:textId="77777777" w:rsidTr="00C42558">
        <w:trPr>
          <w:gridAfter w:val="1"/>
          <w:wAfter w:w="22" w:type="dxa"/>
          <w:trHeight w:val="288"/>
          <w:jc w:val="center"/>
        </w:trPr>
        <w:tc>
          <w:tcPr>
            <w:tcW w:w="0" w:type="auto"/>
            <w:shd w:val="clear" w:color="auto" w:fill="auto"/>
            <w:noWrap/>
            <w:vAlign w:val="center"/>
          </w:tcPr>
          <w:p w14:paraId="5E8012EE" w14:textId="70B491EE" w:rsidR="0095436B" w:rsidRPr="00DF6DD6" w:rsidRDefault="0095436B" w:rsidP="00401ADA">
            <w:pPr>
              <w:pStyle w:val="TAC"/>
              <w:keepNext w:val="0"/>
              <w:rPr>
                <w:noProof/>
                <w:lang w:eastAsia="zh-CN"/>
              </w:rPr>
            </w:pPr>
            <w:r w:rsidRPr="00DF6DD6">
              <w:rPr>
                <w:noProof/>
                <w:lang w:eastAsia="zh-CN"/>
              </w:rPr>
              <w:t>DC_3A-20A_n78A</w:t>
            </w:r>
            <w:r w:rsidRPr="00DF6DD6">
              <w:rPr>
                <w:noProof/>
                <w:vertAlign w:val="superscript"/>
                <w:lang w:eastAsia="zh-CN"/>
              </w:rPr>
              <w:t>5</w:t>
            </w:r>
          </w:p>
          <w:p w14:paraId="7C4831F5" w14:textId="5A4F4DB2" w:rsidR="0095436B" w:rsidRPr="00DF6DD6" w:rsidRDefault="0095436B" w:rsidP="00401ADA">
            <w:pPr>
              <w:pStyle w:val="TAC"/>
              <w:keepNext w:val="0"/>
              <w:rPr>
                <w:noProof/>
                <w:lang w:eastAsia="zh-CN"/>
              </w:rPr>
            </w:pPr>
            <w:r w:rsidRPr="00DF6DD6">
              <w:rPr>
                <w:lang w:eastAsia="zh-CN"/>
              </w:rPr>
              <w:t>DC_3C-20A_n78A</w:t>
            </w:r>
            <w:r w:rsidRPr="00DF6DD6">
              <w:rPr>
                <w:noProof/>
                <w:vertAlign w:val="superscript"/>
                <w:lang w:eastAsia="zh-CN"/>
              </w:rPr>
              <w:t>5</w:t>
            </w:r>
          </w:p>
        </w:tc>
        <w:tc>
          <w:tcPr>
            <w:tcW w:w="0" w:type="auto"/>
            <w:vAlign w:val="center"/>
          </w:tcPr>
          <w:p w14:paraId="78B185ED" w14:textId="77777777" w:rsidR="0095436B" w:rsidRPr="00DF6DD6" w:rsidRDefault="0095436B" w:rsidP="00401ADA">
            <w:pPr>
              <w:pStyle w:val="TAC"/>
              <w:keepNext w:val="0"/>
              <w:rPr>
                <w:noProof/>
                <w:lang w:eastAsia="zh-CN"/>
              </w:rPr>
            </w:pPr>
            <w:r w:rsidRPr="00DF6DD6">
              <w:rPr>
                <w:noProof/>
                <w:lang w:eastAsia="zh-CN"/>
              </w:rPr>
              <w:t>DC_3A_n78A</w:t>
            </w:r>
          </w:p>
          <w:p w14:paraId="4D6BD41A" w14:textId="77777777" w:rsidR="0095436B" w:rsidRPr="00DF6DD6" w:rsidRDefault="0095436B" w:rsidP="00401ADA">
            <w:pPr>
              <w:pStyle w:val="TAC"/>
              <w:keepNext w:val="0"/>
              <w:rPr>
                <w:noProof/>
                <w:lang w:eastAsia="zh-CN"/>
              </w:rPr>
            </w:pPr>
            <w:r w:rsidRPr="00DF6DD6">
              <w:rPr>
                <w:noProof/>
                <w:lang w:eastAsia="zh-CN"/>
              </w:rPr>
              <w:t>DC_20A_n78A</w:t>
            </w:r>
          </w:p>
        </w:tc>
      </w:tr>
      <w:tr w:rsidR="00F55B07" w:rsidRPr="00DF6DD6" w14:paraId="495E0454" w14:textId="77777777" w:rsidTr="00C42558">
        <w:trPr>
          <w:gridAfter w:val="1"/>
          <w:wAfter w:w="22" w:type="dxa"/>
          <w:trHeight w:val="288"/>
          <w:jc w:val="center"/>
        </w:trPr>
        <w:tc>
          <w:tcPr>
            <w:tcW w:w="0" w:type="auto"/>
            <w:shd w:val="clear" w:color="auto" w:fill="auto"/>
            <w:noWrap/>
            <w:vAlign w:val="center"/>
          </w:tcPr>
          <w:p w14:paraId="55C8DAF3" w14:textId="2F6497C8" w:rsidR="0095436B" w:rsidRPr="00DF6DD6" w:rsidRDefault="0095436B" w:rsidP="00401ADA">
            <w:pPr>
              <w:pStyle w:val="TAC"/>
              <w:keepNext w:val="0"/>
              <w:rPr>
                <w:noProof/>
                <w:lang w:eastAsia="zh-CN"/>
              </w:rPr>
            </w:pPr>
            <w:r w:rsidRPr="00DF6DD6">
              <w:rPr>
                <w:noProof/>
                <w:lang w:eastAsia="zh-CN"/>
              </w:rPr>
              <w:t>DC_3A-21A_n77A</w:t>
            </w:r>
            <w:r w:rsidRPr="00DF6DD6">
              <w:rPr>
                <w:noProof/>
                <w:vertAlign w:val="superscript"/>
                <w:lang w:eastAsia="zh-CN"/>
              </w:rPr>
              <w:t>5</w:t>
            </w:r>
          </w:p>
          <w:p w14:paraId="15847F69" w14:textId="411F9FA2" w:rsidR="0095436B" w:rsidRPr="00DF6DD6" w:rsidRDefault="0095436B" w:rsidP="00401ADA">
            <w:pPr>
              <w:pStyle w:val="TAC"/>
              <w:keepNext w:val="0"/>
              <w:rPr>
                <w:noProof/>
                <w:lang w:eastAsia="zh-CN"/>
              </w:rPr>
            </w:pPr>
            <w:r w:rsidRPr="00DF6DD6">
              <w:rPr>
                <w:noProof/>
                <w:lang w:eastAsia="zh-CN"/>
              </w:rPr>
              <w:t>DC_3A-21A_n77C</w:t>
            </w:r>
            <w:r w:rsidRPr="00DF6DD6">
              <w:rPr>
                <w:noProof/>
                <w:vertAlign w:val="superscript"/>
                <w:lang w:eastAsia="zh-CN"/>
              </w:rPr>
              <w:t>5</w:t>
            </w:r>
          </w:p>
        </w:tc>
        <w:tc>
          <w:tcPr>
            <w:tcW w:w="0" w:type="auto"/>
            <w:vAlign w:val="center"/>
          </w:tcPr>
          <w:p w14:paraId="17189E89" w14:textId="77777777" w:rsidR="0095436B" w:rsidRPr="00DF6DD6" w:rsidRDefault="0095436B" w:rsidP="00401ADA">
            <w:pPr>
              <w:pStyle w:val="TAC"/>
              <w:keepNext w:val="0"/>
              <w:rPr>
                <w:noProof/>
                <w:lang w:eastAsia="zh-CN"/>
              </w:rPr>
            </w:pPr>
            <w:r w:rsidRPr="00DF6DD6">
              <w:rPr>
                <w:noProof/>
                <w:lang w:eastAsia="zh-CN"/>
              </w:rPr>
              <w:t>DC_3A_n77A</w:t>
            </w:r>
          </w:p>
          <w:p w14:paraId="2686BADF" w14:textId="77777777" w:rsidR="0095436B" w:rsidRPr="00DF6DD6" w:rsidRDefault="0095436B" w:rsidP="00401ADA">
            <w:pPr>
              <w:pStyle w:val="TAC"/>
              <w:keepNext w:val="0"/>
              <w:rPr>
                <w:noProof/>
                <w:lang w:eastAsia="zh-CN"/>
              </w:rPr>
            </w:pPr>
            <w:r w:rsidRPr="00DF6DD6">
              <w:rPr>
                <w:noProof/>
                <w:lang w:eastAsia="zh-CN"/>
              </w:rPr>
              <w:t>DC_21A_n77A</w:t>
            </w:r>
          </w:p>
        </w:tc>
      </w:tr>
      <w:tr w:rsidR="00F55B07" w:rsidRPr="00DF6DD6" w14:paraId="1E0BC0F3" w14:textId="77777777" w:rsidTr="00C42558">
        <w:trPr>
          <w:gridAfter w:val="1"/>
          <w:wAfter w:w="22" w:type="dxa"/>
          <w:trHeight w:val="288"/>
          <w:jc w:val="center"/>
        </w:trPr>
        <w:tc>
          <w:tcPr>
            <w:tcW w:w="0" w:type="auto"/>
            <w:shd w:val="clear" w:color="auto" w:fill="auto"/>
            <w:noWrap/>
            <w:vAlign w:val="center"/>
          </w:tcPr>
          <w:p w14:paraId="36D8E255" w14:textId="753BEABB" w:rsidR="0095436B" w:rsidRPr="00DF6DD6" w:rsidRDefault="0095436B" w:rsidP="00401ADA">
            <w:pPr>
              <w:pStyle w:val="TAC"/>
              <w:keepNext w:val="0"/>
              <w:rPr>
                <w:noProof/>
                <w:lang w:eastAsia="zh-CN"/>
              </w:rPr>
            </w:pPr>
            <w:r w:rsidRPr="00DF6DD6">
              <w:rPr>
                <w:noProof/>
                <w:lang w:eastAsia="zh-CN"/>
              </w:rPr>
              <w:t>DC_3A-21A_n78A</w:t>
            </w:r>
            <w:r w:rsidRPr="00DF6DD6">
              <w:rPr>
                <w:noProof/>
                <w:vertAlign w:val="superscript"/>
                <w:lang w:eastAsia="zh-CN"/>
              </w:rPr>
              <w:t>5</w:t>
            </w:r>
          </w:p>
          <w:p w14:paraId="396FAC39" w14:textId="16A902D2" w:rsidR="0095436B" w:rsidRPr="00DF6DD6" w:rsidRDefault="0095436B" w:rsidP="00401ADA">
            <w:pPr>
              <w:pStyle w:val="TAC"/>
              <w:keepNext w:val="0"/>
              <w:rPr>
                <w:noProof/>
                <w:lang w:eastAsia="zh-CN"/>
              </w:rPr>
            </w:pPr>
            <w:r w:rsidRPr="00DF6DD6">
              <w:rPr>
                <w:noProof/>
                <w:lang w:eastAsia="zh-CN"/>
              </w:rPr>
              <w:t>DC_3A-21A_n78C</w:t>
            </w:r>
            <w:r w:rsidRPr="00DF6DD6">
              <w:rPr>
                <w:noProof/>
                <w:vertAlign w:val="superscript"/>
                <w:lang w:eastAsia="zh-CN"/>
              </w:rPr>
              <w:t>5</w:t>
            </w:r>
          </w:p>
        </w:tc>
        <w:tc>
          <w:tcPr>
            <w:tcW w:w="0" w:type="auto"/>
            <w:vAlign w:val="center"/>
          </w:tcPr>
          <w:p w14:paraId="0C2EDC47" w14:textId="77777777" w:rsidR="0095436B" w:rsidRPr="00DF6DD6" w:rsidRDefault="0095436B" w:rsidP="00401ADA">
            <w:pPr>
              <w:pStyle w:val="TAC"/>
              <w:keepNext w:val="0"/>
              <w:rPr>
                <w:noProof/>
                <w:lang w:eastAsia="zh-CN"/>
              </w:rPr>
            </w:pPr>
            <w:r w:rsidRPr="00DF6DD6">
              <w:rPr>
                <w:noProof/>
                <w:lang w:eastAsia="zh-CN"/>
              </w:rPr>
              <w:t>DC_3A_n78A</w:t>
            </w:r>
          </w:p>
          <w:p w14:paraId="7CC553E6" w14:textId="77777777" w:rsidR="0095436B" w:rsidRPr="00DF6DD6" w:rsidRDefault="0095436B" w:rsidP="00401ADA">
            <w:pPr>
              <w:pStyle w:val="TAC"/>
              <w:keepNext w:val="0"/>
              <w:rPr>
                <w:noProof/>
                <w:lang w:eastAsia="zh-CN"/>
              </w:rPr>
            </w:pPr>
            <w:r w:rsidRPr="00DF6DD6">
              <w:rPr>
                <w:noProof/>
                <w:lang w:eastAsia="zh-CN"/>
              </w:rPr>
              <w:t>DC_21A_n78A</w:t>
            </w:r>
          </w:p>
        </w:tc>
      </w:tr>
      <w:tr w:rsidR="00F55B07" w:rsidRPr="00DF6DD6" w14:paraId="7CA71365" w14:textId="77777777" w:rsidTr="00C42558">
        <w:trPr>
          <w:gridAfter w:val="1"/>
          <w:wAfter w:w="22" w:type="dxa"/>
          <w:trHeight w:val="288"/>
          <w:jc w:val="center"/>
        </w:trPr>
        <w:tc>
          <w:tcPr>
            <w:tcW w:w="0" w:type="auto"/>
            <w:shd w:val="clear" w:color="auto" w:fill="auto"/>
            <w:noWrap/>
            <w:vAlign w:val="center"/>
          </w:tcPr>
          <w:p w14:paraId="43F5ED30" w14:textId="6CDDE191" w:rsidR="0095436B" w:rsidRPr="00DF6DD6" w:rsidRDefault="0095436B" w:rsidP="00401ADA">
            <w:pPr>
              <w:pStyle w:val="TAC"/>
              <w:keepNext w:val="0"/>
              <w:rPr>
                <w:noProof/>
                <w:lang w:eastAsia="zh-CN"/>
              </w:rPr>
            </w:pPr>
            <w:r w:rsidRPr="00DF6DD6">
              <w:rPr>
                <w:noProof/>
                <w:lang w:eastAsia="zh-CN"/>
              </w:rPr>
              <w:t>DC_3A-21A_n79A</w:t>
            </w:r>
            <w:r w:rsidRPr="00DF6DD6">
              <w:rPr>
                <w:noProof/>
                <w:vertAlign w:val="superscript"/>
                <w:lang w:eastAsia="zh-CN"/>
              </w:rPr>
              <w:t>5</w:t>
            </w:r>
          </w:p>
          <w:p w14:paraId="4C992C25" w14:textId="1723691F" w:rsidR="0095436B" w:rsidRPr="00DF6DD6" w:rsidRDefault="0095436B" w:rsidP="00401ADA">
            <w:pPr>
              <w:pStyle w:val="TAC"/>
              <w:keepNext w:val="0"/>
              <w:rPr>
                <w:noProof/>
                <w:lang w:eastAsia="zh-CN"/>
              </w:rPr>
            </w:pPr>
            <w:r w:rsidRPr="00DF6DD6">
              <w:rPr>
                <w:noProof/>
                <w:lang w:eastAsia="zh-CN"/>
              </w:rPr>
              <w:t>DC_3A-21A_n79C</w:t>
            </w:r>
            <w:r w:rsidRPr="00DF6DD6">
              <w:rPr>
                <w:noProof/>
                <w:vertAlign w:val="superscript"/>
                <w:lang w:eastAsia="zh-CN"/>
              </w:rPr>
              <w:t>5</w:t>
            </w:r>
          </w:p>
        </w:tc>
        <w:tc>
          <w:tcPr>
            <w:tcW w:w="0" w:type="auto"/>
            <w:vAlign w:val="center"/>
          </w:tcPr>
          <w:p w14:paraId="2B3F5BE3" w14:textId="77777777" w:rsidR="0095436B" w:rsidRPr="00DF6DD6" w:rsidRDefault="0095436B" w:rsidP="00401ADA">
            <w:pPr>
              <w:pStyle w:val="TAC"/>
              <w:keepNext w:val="0"/>
              <w:rPr>
                <w:noProof/>
                <w:lang w:eastAsia="zh-CN"/>
              </w:rPr>
            </w:pPr>
            <w:r w:rsidRPr="00DF6DD6">
              <w:rPr>
                <w:noProof/>
                <w:lang w:eastAsia="zh-CN"/>
              </w:rPr>
              <w:t>DC_3A_n79A</w:t>
            </w:r>
          </w:p>
          <w:p w14:paraId="38B4E224" w14:textId="77777777" w:rsidR="0095436B" w:rsidRPr="00DF6DD6" w:rsidRDefault="0095436B" w:rsidP="00401ADA">
            <w:pPr>
              <w:pStyle w:val="TAC"/>
              <w:keepNext w:val="0"/>
              <w:rPr>
                <w:noProof/>
                <w:lang w:eastAsia="zh-CN"/>
              </w:rPr>
            </w:pPr>
            <w:r w:rsidRPr="00DF6DD6">
              <w:rPr>
                <w:noProof/>
                <w:lang w:eastAsia="zh-CN"/>
              </w:rPr>
              <w:t>DC_21A_n79A</w:t>
            </w:r>
          </w:p>
        </w:tc>
      </w:tr>
      <w:tr w:rsidR="00F55B07" w:rsidRPr="00DF6DD6" w14:paraId="58DA4712" w14:textId="77777777" w:rsidTr="00C42558">
        <w:trPr>
          <w:gridAfter w:val="1"/>
          <w:wAfter w:w="22" w:type="dxa"/>
          <w:trHeight w:val="288"/>
          <w:jc w:val="center"/>
        </w:trPr>
        <w:tc>
          <w:tcPr>
            <w:tcW w:w="0" w:type="auto"/>
            <w:shd w:val="clear" w:color="auto" w:fill="auto"/>
            <w:noWrap/>
            <w:vAlign w:val="center"/>
          </w:tcPr>
          <w:p w14:paraId="309FFD28" w14:textId="3446D968" w:rsidR="0095436B" w:rsidRPr="00DF6DD6" w:rsidRDefault="0095436B" w:rsidP="00401ADA">
            <w:pPr>
              <w:pStyle w:val="TAC"/>
              <w:keepNext w:val="0"/>
              <w:rPr>
                <w:noProof/>
                <w:lang w:eastAsia="zh-CN"/>
              </w:rPr>
            </w:pPr>
            <w:r w:rsidRPr="00DF6DD6">
              <w:rPr>
                <w:noProof/>
                <w:lang w:eastAsia="zh-CN"/>
              </w:rPr>
              <w:t>DC_3A-28A_n77A</w:t>
            </w:r>
          </w:p>
          <w:p w14:paraId="04BFBDED" w14:textId="1D0F3975" w:rsidR="0095436B" w:rsidRPr="00DF6DD6" w:rsidRDefault="0095436B" w:rsidP="00401ADA">
            <w:pPr>
              <w:pStyle w:val="TAC"/>
              <w:keepNext w:val="0"/>
              <w:rPr>
                <w:noProof/>
                <w:lang w:eastAsia="zh-CN"/>
              </w:rPr>
            </w:pPr>
            <w:r w:rsidRPr="00DF6DD6">
              <w:rPr>
                <w:noProof/>
                <w:lang w:eastAsia="zh-CN"/>
              </w:rPr>
              <w:t>DC_3A-28A_n77C</w:t>
            </w:r>
          </w:p>
        </w:tc>
        <w:tc>
          <w:tcPr>
            <w:tcW w:w="0" w:type="auto"/>
            <w:vAlign w:val="center"/>
          </w:tcPr>
          <w:p w14:paraId="4AE5F122" w14:textId="77777777" w:rsidR="0095436B" w:rsidRPr="00DF6DD6" w:rsidRDefault="0095436B" w:rsidP="00401ADA">
            <w:pPr>
              <w:pStyle w:val="TAC"/>
              <w:keepNext w:val="0"/>
              <w:rPr>
                <w:noProof/>
                <w:lang w:eastAsia="zh-CN"/>
              </w:rPr>
            </w:pPr>
            <w:r w:rsidRPr="00DF6DD6">
              <w:rPr>
                <w:noProof/>
                <w:lang w:eastAsia="zh-CN"/>
              </w:rPr>
              <w:t>DC_3A_n77A</w:t>
            </w:r>
          </w:p>
          <w:p w14:paraId="72607C7E" w14:textId="77777777" w:rsidR="0095436B" w:rsidRPr="00DF6DD6" w:rsidRDefault="0095436B" w:rsidP="00401ADA">
            <w:pPr>
              <w:pStyle w:val="TAC"/>
              <w:keepNext w:val="0"/>
              <w:rPr>
                <w:noProof/>
                <w:lang w:eastAsia="zh-CN"/>
              </w:rPr>
            </w:pPr>
            <w:r w:rsidRPr="00DF6DD6">
              <w:rPr>
                <w:noProof/>
                <w:lang w:eastAsia="zh-CN"/>
              </w:rPr>
              <w:t>DC_28A_n77A</w:t>
            </w:r>
          </w:p>
        </w:tc>
      </w:tr>
      <w:tr w:rsidR="00F55B07" w:rsidRPr="00DF6DD6" w14:paraId="5942BA3A" w14:textId="77777777" w:rsidTr="00C42558">
        <w:trPr>
          <w:gridAfter w:val="1"/>
          <w:wAfter w:w="22" w:type="dxa"/>
          <w:trHeight w:val="288"/>
          <w:jc w:val="center"/>
        </w:trPr>
        <w:tc>
          <w:tcPr>
            <w:tcW w:w="0" w:type="auto"/>
            <w:shd w:val="clear" w:color="auto" w:fill="auto"/>
            <w:noWrap/>
            <w:vAlign w:val="center"/>
          </w:tcPr>
          <w:p w14:paraId="48E55308" w14:textId="2CCC76D5" w:rsidR="0095436B" w:rsidRPr="00DF6DD6" w:rsidRDefault="0095436B" w:rsidP="00401ADA">
            <w:pPr>
              <w:pStyle w:val="TAC"/>
              <w:keepNext w:val="0"/>
              <w:rPr>
                <w:noProof/>
                <w:lang w:eastAsia="zh-CN"/>
              </w:rPr>
            </w:pPr>
            <w:r w:rsidRPr="00DF6DD6">
              <w:rPr>
                <w:noProof/>
                <w:lang w:eastAsia="zh-CN"/>
              </w:rPr>
              <w:t>DC_3A-28A_n78A</w:t>
            </w:r>
            <w:r w:rsidRPr="00DF6DD6">
              <w:rPr>
                <w:noProof/>
                <w:vertAlign w:val="superscript"/>
                <w:lang w:eastAsia="zh-CN"/>
              </w:rPr>
              <w:t>5</w:t>
            </w:r>
          </w:p>
          <w:p w14:paraId="20AF3D6A" w14:textId="3AF7991A" w:rsidR="0095436B" w:rsidRPr="00DF6DD6" w:rsidRDefault="0095436B" w:rsidP="00401ADA">
            <w:pPr>
              <w:pStyle w:val="TAC"/>
              <w:keepNext w:val="0"/>
              <w:rPr>
                <w:noProof/>
                <w:lang w:eastAsia="zh-CN"/>
              </w:rPr>
            </w:pPr>
            <w:r w:rsidRPr="00DF6DD6">
              <w:rPr>
                <w:noProof/>
                <w:lang w:eastAsia="zh-CN"/>
              </w:rPr>
              <w:t>DC_3A-28A_n78C</w:t>
            </w:r>
            <w:r w:rsidRPr="00DF6DD6">
              <w:rPr>
                <w:noProof/>
                <w:vertAlign w:val="superscript"/>
                <w:lang w:eastAsia="zh-CN"/>
              </w:rPr>
              <w:t>5</w:t>
            </w:r>
          </w:p>
        </w:tc>
        <w:tc>
          <w:tcPr>
            <w:tcW w:w="0" w:type="auto"/>
            <w:vAlign w:val="center"/>
          </w:tcPr>
          <w:p w14:paraId="7DD3C75F" w14:textId="77777777" w:rsidR="0095436B" w:rsidRPr="00DF6DD6" w:rsidRDefault="0095436B" w:rsidP="00401ADA">
            <w:pPr>
              <w:pStyle w:val="TAC"/>
              <w:keepNext w:val="0"/>
              <w:rPr>
                <w:noProof/>
                <w:lang w:eastAsia="zh-CN"/>
              </w:rPr>
            </w:pPr>
            <w:r w:rsidRPr="00DF6DD6">
              <w:rPr>
                <w:noProof/>
                <w:lang w:eastAsia="zh-CN"/>
              </w:rPr>
              <w:t>DC_3A_n78A</w:t>
            </w:r>
          </w:p>
          <w:p w14:paraId="40948CBC" w14:textId="77777777" w:rsidR="0095436B" w:rsidRPr="00DF6DD6" w:rsidRDefault="0095436B" w:rsidP="00401ADA">
            <w:pPr>
              <w:pStyle w:val="TAC"/>
              <w:keepNext w:val="0"/>
              <w:rPr>
                <w:noProof/>
                <w:lang w:eastAsia="zh-CN"/>
              </w:rPr>
            </w:pPr>
            <w:r w:rsidRPr="00DF6DD6">
              <w:rPr>
                <w:noProof/>
                <w:lang w:eastAsia="zh-CN"/>
              </w:rPr>
              <w:t>DC_2</w:t>
            </w:r>
            <w:r w:rsidRPr="00DF6DD6">
              <w:rPr>
                <w:rFonts w:hint="eastAsia"/>
                <w:noProof/>
                <w:lang w:eastAsia="zh-CN"/>
              </w:rPr>
              <w:t>8</w:t>
            </w:r>
            <w:r w:rsidRPr="00DF6DD6">
              <w:rPr>
                <w:noProof/>
                <w:lang w:eastAsia="zh-CN"/>
              </w:rPr>
              <w:t>A_n78A</w:t>
            </w:r>
          </w:p>
        </w:tc>
      </w:tr>
      <w:tr w:rsidR="00F55B07" w:rsidRPr="00DF6DD6" w14:paraId="70984CB0" w14:textId="77777777" w:rsidTr="00C42558">
        <w:trPr>
          <w:gridAfter w:val="1"/>
          <w:wAfter w:w="22" w:type="dxa"/>
          <w:trHeight w:val="288"/>
          <w:jc w:val="center"/>
        </w:trPr>
        <w:tc>
          <w:tcPr>
            <w:tcW w:w="0" w:type="auto"/>
            <w:shd w:val="clear" w:color="auto" w:fill="auto"/>
            <w:noWrap/>
            <w:vAlign w:val="center"/>
          </w:tcPr>
          <w:p w14:paraId="6E432797" w14:textId="47B95E79" w:rsidR="0095436B" w:rsidRPr="00DF6DD6" w:rsidRDefault="0095436B" w:rsidP="00401ADA">
            <w:pPr>
              <w:pStyle w:val="TAC"/>
              <w:keepNext w:val="0"/>
              <w:rPr>
                <w:noProof/>
                <w:lang w:eastAsia="zh-CN"/>
              </w:rPr>
            </w:pPr>
            <w:r w:rsidRPr="00DF6DD6">
              <w:rPr>
                <w:rFonts w:eastAsia="Malgun Gothic"/>
                <w:noProof/>
                <w:lang w:eastAsia="ko-KR"/>
              </w:rPr>
              <w:t>DC_3A_n28A-n78A</w:t>
            </w:r>
            <w:r w:rsidRPr="00DF6DD6">
              <w:rPr>
                <w:noProof/>
                <w:vertAlign w:val="superscript"/>
                <w:lang w:eastAsia="zh-CN"/>
              </w:rPr>
              <w:t>5</w:t>
            </w:r>
          </w:p>
        </w:tc>
        <w:tc>
          <w:tcPr>
            <w:tcW w:w="0" w:type="auto"/>
            <w:vAlign w:val="center"/>
          </w:tcPr>
          <w:p w14:paraId="0F3F8BFB" w14:textId="0F8201EF" w:rsidR="0095436B" w:rsidRPr="00DF6DD6" w:rsidRDefault="0095436B" w:rsidP="00401ADA">
            <w:pPr>
              <w:pStyle w:val="TAC"/>
              <w:keepNext w:val="0"/>
              <w:rPr>
                <w:rFonts w:eastAsia="Malgun Gothic"/>
                <w:noProof/>
                <w:lang w:eastAsia="ko-KR"/>
              </w:rPr>
            </w:pPr>
            <w:r w:rsidRPr="00DF6DD6">
              <w:rPr>
                <w:rFonts w:eastAsia="Malgun Gothic"/>
                <w:noProof/>
                <w:lang w:eastAsia="ko-KR"/>
              </w:rPr>
              <w:t>DC_3A_n28A</w:t>
            </w:r>
          </w:p>
          <w:p w14:paraId="2152BD99" w14:textId="13E9D07D" w:rsidR="0095436B" w:rsidRPr="00DF6DD6" w:rsidRDefault="0095436B" w:rsidP="00401ADA">
            <w:pPr>
              <w:pStyle w:val="TAC"/>
              <w:keepNext w:val="0"/>
              <w:rPr>
                <w:noProof/>
                <w:lang w:eastAsia="zh-CN"/>
              </w:rPr>
            </w:pPr>
            <w:r w:rsidRPr="00DF6DD6">
              <w:rPr>
                <w:rFonts w:eastAsia="Malgun Gothic"/>
                <w:noProof/>
                <w:lang w:eastAsia="ko-KR"/>
              </w:rPr>
              <w:t>DC_3A_n78A</w:t>
            </w:r>
          </w:p>
        </w:tc>
      </w:tr>
      <w:tr w:rsidR="00F55B07" w:rsidRPr="00DF6DD6" w14:paraId="077816E1" w14:textId="77777777" w:rsidTr="00C42558">
        <w:trPr>
          <w:gridAfter w:val="1"/>
          <w:wAfter w:w="22" w:type="dxa"/>
          <w:trHeight w:val="288"/>
          <w:jc w:val="center"/>
        </w:trPr>
        <w:tc>
          <w:tcPr>
            <w:tcW w:w="0" w:type="auto"/>
            <w:shd w:val="clear" w:color="auto" w:fill="auto"/>
            <w:noWrap/>
            <w:vAlign w:val="center"/>
          </w:tcPr>
          <w:p w14:paraId="6FEF2EE4" w14:textId="77777777" w:rsidR="0095436B" w:rsidRPr="00DF6DD6" w:rsidRDefault="0095436B" w:rsidP="00401ADA">
            <w:pPr>
              <w:pStyle w:val="TAC"/>
              <w:keepNext w:val="0"/>
              <w:rPr>
                <w:noProof/>
                <w:lang w:eastAsia="zh-CN"/>
              </w:rPr>
            </w:pPr>
            <w:r w:rsidRPr="00DF6DD6">
              <w:rPr>
                <w:noProof/>
                <w:lang w:eastAsia="zh-CN"/>
              </w:rPr>
              <w:t>DC_3A-28A_n79A</w:t>
            </w:r>
          </w:p>
          <w:p w14:paraId="45E6C947" w14:textId="77777777" w:rsidR="0095436B" w:rsidRPr="00DF6DD6" w:rsidRDefault="0095436B" w:rsidP="00401ADA">
            <w:pPr>
              <w:pStyle w:val="TAC"/>
              <w:keepNext w:val="0"/>
              <w:rPr>
                <w:noProof/>
                <w:lang w:eastAsia="zh-CN"/>
              </w:rPr>
            </w:pPr>
            <w:r w:rsidRPr="00DF6DD6">
              <w:rPr>
                <w:noProof/>
                <w:lang w:eastAsia="zh-CN"/>
              </w:rPr>
              <w:t>DC_3A-28A_n79C</w:t>
            </w:r>
          </w:p>
        </w:tc>
        <w:tc>
          <w:tcPr>
            <w:tcW w:w="0" w:type="auto"/>
            <w:vAlign w:val="center"/>
          </w:tcPr>
          <w:p w14:paraId="41C48AB9" w14:textId="77777777" w:rsidR="0095436B" w:rsidRPr="00DF6DD6" w:rsidRDefault="0095436B" w:rsidP="00401ADA">
            <w:pPr>
              <w:pStyle w:val="TAC"/>
              <w:keepNext w:val="0"/>
              <w:rPr>
                <w:noProof/>
                <w:lang w:eastAsia="zh-CN"/>
              </w:rPr>
            </w:pPr>
            <w:r w:rsidRPr="00DF6DD6">
              <w:rPr>
                <w:noProof/>
                <w:lang w:eastAsia="zh-CN"/>
              </w:rPr>
              <w:t>DC_3A_n79A</w:t>
            </w:r>
          </w:p>
          <w:p w14:paraId="2C0AC48F" w14:textId="77777777" w:rsidR="0095436B" w:rsidRPr="00DF6DD6" w:rsidRDefault="0095436B" w:rsidP="00401ADA">
            <w:pPr>
              <w:pStyle w:val="TAC"/>
              <w:keepNext w:val="0"/>
              <w:rPr>
                <w:noProof/>
                <w:lang w:eastAsia="zh-CN"/>
              </w:rPr>
            </w:pPr>
            <w:r w:rsidRPr="00DF6DD6">
              <w:rPr>
                <w:noProof/>
                <w:lang w:eastAsia="zh-CN"/>
              </w:rPr>
              <w:t>DC_28A_n79A</w:t>
            </w:r>
          </w:p>
        </w:tc>
      </w:tr>
      <w:tr w:rsidR="00F55B07" w:rsidRPr="00DF6DD6" w14:paraId="0724818B" w14:textId="77777777" w:rsidTr="00C42558">
        <w:trPr>
          <w:gridAfter w:val="1"/>
          <w:wAfter w:w="22" w:type="dxa"/>
          <w:trHeight w:val="288"/>
          <w:jc w:val="center"/>
        </w:trPr>
        <w:tc>
          <w:tcPr>
            <w:tcW w:w="0" w:type="auto"/>
            <w:shd w:val="clear" w:color="auto" w:fill="auto"/>
            <w:noWrap/>
            <w:vAlign w:val="center"/>
          </w:tcPr>
          <w:p w14:paraId="3EA6A2C3" w14:textId="77777777" w:rsidR="0095436B" w:rsidRPr="00DF6DD6" w:rsidRDefault="0095436B" w:rsidP="00401ADA">
            <w:pPr>
              <w:pStyle w:val="TAC"/>
              <w:keepNext w:val="0"/>
            </w:pPr>
            <w:r w:rsidRPr="00DF6DD6">
              <w:t>DC_3A-38A_n78A</w:t>
            </w:r>
          </w:p>
        </w:tc>
        <w:tc>
          <w:tcPr>
            <w:tcW w:w="0" w:type="auto"/>
            <w:vAlign w:val="center"/>
          </w:tcPr>
          <w:p w14:paraId="496E64B5" w14:textId="77777777" w:rsidR="0095436B" w:rsidRPr="00DF6DD6" w:rsidRDefault="0095436B" w:rsidP="00401ADA">
            <w:pPr>
              <w:pStyle w:val="TAC"/>
              <w:keepNext w:val="0"/>
            </w:pPr>
            <w:r w:rsidRPr="00DF6DD6">
              <w:t>DC_3A_n78A</w:t>
            </w:r>
          </w:p>
        </w:tc>
      </w:tr>
      <w:tr w:rsidR="00F55B07" w:rsidRPr="00DF6DD6" w14:paraId="5E16D59D" w14:textId="77777777" w:rsidTr="00C42558">
        <w:trPr>
          <w:gridAfter w:val="1"/>
          <w:wAfter w:w="22" w:type="dxa"/>
          <w:trHeight w:val="288"/>
          <w:jc w:val="center"/>
        </w:trPr>
        <w:tc>
          <w:tcPr>
            <w:tcW w:w="0" w:type="auto"/>
            <w:shd w:val="clear" w:color="auto" w:fill="auto"/>
            <w:noWrap/>
            <w:vAlign w:val="center"/>
          </w:tcPr>
          <w:p w14:paraId="1E8A7502" w14:textId="77777777" w:rsidR="0095436B" w:rsidRPr="00DF6DD6" w:rsidRDefault="0095436B" w:rsidP="00401ADA">
            <w:pPr>
              <w:pStyle w:val="TAC"/>
              <w:keepNext w:val="0"/>
              <w:rPr>
                <w:noProof/>
                <w:lang w:eastAsia="zh-CN"/>
              </w:rPr>
            </w:pPr>
            <w:r w:rsidRPr="00DF6DD6">
              <w:rPr>
                <w:noProof/>
                <w:lang w:eastAsia="zh-CN"/>
              </w:rPr>
              <w:t>DC_3A-41A_n78A</w:t>
            </w:r>
          </w:p>
        </w:tc>
        <w:tc>
          <w:tcPr>
            <w:tcW w:w="0" w:type="auto"/>
            <w:vAlign w:val="center"/>
          </w:tcPr>
          <w:p w14:paraId="40B79A74" w14:textId="77777777" w:rsidR="0095436B" w:rsidRPr="00DF6DD6" w:rsidRDefault="0095436B" w:rsidP="00401ADA">
            <w:pPr>
              <w:pStyle w:val="TAC"/>
              <w:keepNext w:val="0"/>
              <w:rPr>
                <w:noProof/>
                <w:lang w:eastAsia="zh-CN"/>
              </w:rPr>
            </w:pPr>
            <w:r w:rsidRPr="00DF6DD6">
              <w:rPr>
                <w:noProof/>
                <w:lang w:eastAsia="zh-CN"/>
              </w:rPr>
              <w:t>DC_3A_n78A</w:t>
            </w:r>
          </w:p>
          <w:p w14:paraId="5EAD2DFA" w14:textId="77777777" w:rsidR="0095436B" w:rsidRPr="00DF6DD6" w:rsidRDefault="0095436B" w:rsidP="00401ADA">
            <w:pPr>
              <w:pStyle w:val="TAC"/>
              <w:keepNext w:val="0"/>
            </w:pPr>
            <w:r w:rsidRPr="00DF6DD6">
              <w:rPr>
                <w:noProof/>
                <w:lang w:eastAsia="zh-CN"/>
              </w:rPr>
              <w:t>DC_41A_n78A</w:t>
            </w:r>
          </w:p>
        </w:tc>
      </w:tr>
      <w:tr w:rsidR="00F55B07" w:rsidRPr="00DF6DD6" w14:paraId="3098295F" w14:textId="77777777" w:rsidTr="00C42558">
        <w:trPr>
          <w:gridAfter w:val="1"/>
          <w:wAfter w:w="22" w:type="dxa"/>
          <w:trHeight w:val="288"/>
          <w:jc w:val="center"/>
        </w:trPr>
        <w:tc>
          <w:tcPr>
            <w:tcW w:w="0" w:type="auto"/>
            <w:shd w:val="clear" w:color="auto" w:fill="auto"/>
            <w:noWrap/>
            <w:vAlign w:val="center"/>
          </w:tcPr>
          <w:p w14:paraId="2D0DDA61" w14:textId="77777777" w:rsidR="0095436B" w:rsidRPr="00DF6DD6" w:rsidRDefault="0095436B" w:rsidP="00401ADA">
            <w:pPr>
              <w:pStyle w:val="TAC"/>
              <w:keepNext w:val="0"/>
              <w:rPr>
                <w:noProof/>
                <w:lang w:eastAsia="zh-CN"/>
              </w:rPr>
            </w:pPr>
            <w:r w:rsidRPr="00DF6DD6">
              <w:rPr>
                <w:noProof/>
                <w:lang w:eastAsia="zh-CN"/>
              </w:rPr>
              <w:t>DC_3A-42A_n77A</w:t>
            </w:r>
          </w:p>
          <w:p w14:paraId="1B4AF6B7" w14:textId="77777777" w:rsidR="0095436B" w:rsidRPr="00DF6DD6" w:rsidRDefault="0095436B" w:rsidP="00401ADA">
            <w:pPr>
              <w:pStyle w:val="TAC"/>
              <w:keepNext w:val="0"/>
              <w:rPr>
                <w:noProof/>
                <w:lang w:eastAsia="zh-CN"/>
              </w:rPr>
            </w:pPr>
            <w:r w:rsidRPr="00DF6DD6">
              <w:rPr>
                <w:noProof/>
                <w:lang w:eastAsia="zh-CN"/>
              </w:rPr>
              <w:t>DC_3A-42A_n77C</w:t>
            </w:r>
          </w:p>
          <w:p w14:paraId="25E78DFE" w14:textId="77777777" w:rsidR="0095436B" w:rsidRPr="00DF6DD6" w:rsidRDefault="0095436B" w:rsidP="00401ADA">
            <w:pPr>
              <w:pStyle w:val="TAC"/>
              <w:keepNext w:val="0"/>
              <w:rPr>
                <w:rFonts w:cs="Arial"/>
                <w:lang w:eastAsia="ja-JP"/>
              </w:rPr>
            </w:pPr>
            <w:r w:rsidRPr="00DF6DD6">
              <w:rPr>
                <w:rFonts w:cs="Arial"/>
                <w:lang w:eastAsia="ja-JP"/>
              </w:rPr>
              <w:t>DC_3A-42C_n77A</w:t>
            </w:r>
          </w:p>
          <w:p w14:paraId="1BBA853A" w14:textId="77777777" w:rsidR="0095436B" w:rsidRPr="00DF6DD6" w:rsidRDefault="0095436B" w:rsidP="00401ADA">
            <w:pPr>
              <w:pStyle w:val="TAC"/>
              <w:keepNext w:val="0"/>
              <w:rPr>
                <w:rFonts w:cs="Arial"/>
                <w:lang w:eastAsia="ja-JP"/>
              </w:rPr>
            </w:pPr>
            <w:r w:rsidRPr="00DF6DD6">
              <w:rPr>
                <w:rFonts w:cs="Arial"/>
                <w:lang w:eastAsia="ja-JP"/>
              </w:rPr>
              <w:t>DC_3A-42C_n77C</w:t>
            </w:r>
          </w:p>
          <w:p w14:paraId="262DCE9B" w14:textId="77777777" w:rsidR="0095436B" w:rsidRPr="00DF6DD6" w:rsidRDefault="0095436B" w:rsidP="00401ADA">
            <w:pPr>
              <w:pStyle w:val="TAC"/>
              <w:keepNext w:val="0"/>
              <w:rPr>
                <w:noProof/>
                <w:lang w:eastAsia="zh-CN"/>
              </w:rPr>
            </w:pPr>
            <w:r w:rsidRPr="00DF6DD6">
              <w:rPr>
                <w:rFonts w:hint="eastAsia"/>
                <w:noProof/>
                <w:lang w:eastAsia="zh-CN"/>
              </w:rPr>
              <w:t>DC</w:t>
            </w:r>
            <w:r w:rsidRPr="00DF6DD6">
              <w:rPr>
                <w:noProof/>
                <w:lang w:eastAsia="zh-CN"/>
              </w:rPr>
              <w:t>_3</w:t>
            </w:r>
            <w:r w:rsidRPr="00DF6DD6">
              <w:rPr>
                <w:rFonts w:hint="eastAsia"/>
                <w:noProof/>
                <w:lang w:eastAsia="zh-CN"/>
              </w:rPr>
              <w:t>A-42</w:t>
            </w:r>
            <w:r w:rsidRPr="00DF6DD6">
              <w:rPr>
                <w:noProof/>
                <w:lang w:eastAsia="zh-CN"/>
              </w:rPr>
              <w:t>D_</w:t>
            </w:r>
            <w:r w:rsidRPr="00DF6DD6">
              <w:rPr>
                <w:rFonts w:hint="eastAsia"/>
                <w:noProof/>
                <w:lang w:eastAsia="zh-CN"/>
              </w:rPr>
              <w:t>n77A</w:t>
            </w:r>
          </w:p>
          <w:p w14:paraId="077F75C3" w14:textId="465BD372" w:rsidR="0095436B" w:rsidRPr="00DF6DD6" w:rsidRDefault="0095436B" w:rsidP="00401ADA">
            <w:pPr>
              <w:pStyle w:val="TAC"/>
              <w:keepNext w:val="0"/>
              <w:rPr>
                <w:noProof/>
                <w:lang w:eastAsia="zh-CN"/>
              </w:rPr>
            </w:pPr>
            <w:r w:rsidRPr="00DF6DD6">
              <w:rPr>
                <w:noProof/>
              </w:rPr>
              <w:t>DC_3A-42E_n77A</w:t>
            </w:r>
          </w:p>
        </w:tc>
        <w:tc>
          <w:tcPr>
            <w:tcW w:w="0" w:type="auto"/>
            <w:vAlign w:val="center"/>
          </w:tcPr>
          <w:p w14:paraId="3FD567FF" w14:textId="77777777" w:rsidR="0095436B" w:rsidRPr="00DF6DD6" w:rsidRDefault="0095436B" w:rsidP="00401ADA">
            <w:pPr>
              <w:pStyle w:val="TAC"/>
              <w:keepNext w:val="0"/>
              <w:rPr>
                <w:noProof/>
                <w:lang w:eastAsia="zh-CN"/>
              </w:rPr>
            </w:pPr>
            <w:r w:rsidRPr="00DF6DD6">
              <w:rPr>
                <w:rFonts w:hint="eastAsia"/>
                <w:noProof/>
                <w:lang w:eastAsia="zh-CN"/>
              </w:rPr>
              <w:t>DC</w:t>
            </w:r>
            <w:r w:rsidRPr="00DF6DD6">
              <w:rPr>
                <w:noProof/>
                <w:lang w:eastAsia="zh-CN"/>
              </w:rPr>
              <w:t>_3</w:t>
            </w:r>
            <w:r w:rsidRPr="00DF6DD6">
              <w:rPr>
                <w:rFonts w:hint="eastAsia"/>
                <w:noProof/>
                <w:lang w:eastAsia="zh-CN"/>
              </w:rPr>
              <w:t>A</w:t>
            </w:r>
            <w:r w:rsidRPr="00DF6DD6">
              <w:rPr>
                <w:noProof/>
                <w:lang w:eastAsia="zh-CN"/>
              </w:rPr>
              <w:t>_</w:t>
            </w:r>
            <w:r w:rsidRPr="00DF6DD6">
              <w:rPr>
                <w:rFonts w:hint="eastAsia"/>
                <w:noProof/>
                <w:lang w:eastAsia="zh-CN"/>
              </w:rPr>
              <w:t>n77A</w:t>
            </w:r>
          </w:p>
        </w:tc>
      </w:tr>
      <w:tr w:rsidR="00F55B07" w:rsidRPr="00DF6DD6" w14:paraId="71341120" w14:textId="77777777" w:rsidTr="00C42558">
        <w:trPr>
          <w:gridAfter w:val="1"/>
          <w:wAfter w:w="22" w:type="dxa"/>
          <w:trHeight w:val="288"/>
          <w:jc w:val="center"/>
        </w:trPr>
        <w:tc>
          <w:tcPr>
            <w:tcW w:w="0" w:type="auto"/>
            <w:shd w:val="clear" w:color="auto" w:fill="auto"/>
            <w:noWrap/>
            <w:vAlign w:val="center"/>
          </w:tcPr>
          <w:p w14:paraId="5877EA6A" w14:textId="77777777" w:rsidR="0095436B" w:rsidRPr="00DF6DD6" w:rsidRDefault="0095436B" w:rsidP="00401ADA">
            <w:pPr>
              <w:pStyle w:val="TAC"/>
              <w:keepNext w:val="0"/>
              <w:rPr>
                <w:noProof/>
                <w:lang w:eastAsia="zh-CN"/>
              </w:rPr>
            </w:pPr>
            <w:r w:rsidRPr="00DF6DD6">
              <w:rPr>
                <w:noProof/>
                <w:lang w:eastAsia="zh-CN"/>
              </w:rPr>
              <w:t>DC_3A-42A_n78A</w:t>
            </w:r>
          </w:p>
          <w:p w14:paraId="02D9BDF9" w14:textId="77777777" w:rsidR="0095436B" w:rsidRPr="00DF6DD6" w:rsidRDefault="0095436B" w:rsidP="00401ADA">
            <w:pPr>
              <w:pStyle w:val="TAC"/>
              <w:keepNext w:val="0"/>
              <w:rPr>
                <w:noProof/>
                <w:lang w:eastAsia="zh-CN"/>
              </w:rPr>
            </w:pPr>
            <w:r w:rsidRPr="00DF6DD6">
              <w:rPr>
                <w:noProof/>
                <w:lang w:eastAsia="zh-CN"/>
              </w:rPr>
              <w:t>DC_3A-42A_n78C</w:t>
            </w:r>
          </w:p>
          <w:p w14:paraId="7659A2F7" w14:textId="77777777" w:rsidR="0095436B" w:rsidRPr="00DF6DD6" w:rsidRDefault="0095436B" w:rsidP="00401ADA">
            <w:pPr>
              <w:pStyle w:val="TAC"/>
              <w:keepNext w:val="0"/>
              <w:rPr>
                <w:rFonts w:cs="Arial"/>
                <w:lang w:eastAsia="ja-JP"/>
              </w:rPr>
            </w:pPr>
            <w:r w:rsidRPr="00DF6DD6">
              <w:rPr>
                <w:rFonts w:cs="Arial"/>
                <w:lang w:eastAsia="ja-JP"/>
              </w:rPr>
              <w:t>DC_3A-42C_n78A</w:t>
            </w:r>
          </w:p>
          <w:p w14:paraId="0A28765F" w14:textId="77777777" w:rsidR="0095436B" w:rsidRPr="00DF6DD6" w:rsidRDefault="0095436B" w:rsidP="00401ADA">
            <w:pPr>
              <w:pStyle w:val="TAC"/>
              <w:keepNext w:val="0"/>
              <w:rPr>
                <w:rFonts w:cs="Arial"/>
                <w:lang w:eastAsia="ja-JP"/>
              </w:rPr>
            </w:pPr>
            <w:r w:rsidRPr="00DF6DD6">
              <w:rPr>
                <w:rFonts w:cs="Arial"/>
                <w:lang w:eastAsia="ja-JP"/>
              </w:rPr>
              <w:t>DC_3A-42C_n78C</w:t>
            </w:r>
          </w:p>
          <w:p w14:paraId="49CF6235" w14:textId="77777777" w:rsidR="0095436B" w:rsidRPr="00DF6DD6" w:rsidRDefault="0095436B" w:rsidP="00401ADA">
            <w:pPr>
              <w:pStyle w:val="TAC"/>
              <w:keepNext w:val="0"/>
              <w:rPr>
                <w:noProof/>
                <w:lang w:eastAsia="zh-CN"/>
              </w:rPr>
            </w:pPr>
            <w:r w:rsidRPr="00DF6DD6">
              <w:rPr>
                <w:rFonts w:hint="eastAsia"/>
                <w:noProof/>
                <w:lang w:eastAsia="zh-CN"/>
              </w:rPr>
              <w:t>DC</w:t>
            </w:r>
            <w:r w:rsidRPr="00DF6DD6">
              <w:rPr>
                <w:noProof/>
                <w:lang w:eastAsia="zh-CN"/>
              </w:rPr>
              <w:t>_3</w:t>
            </w:r>
            <w:r w:rsidRPr="00DF6DD6">
              <w:rPr>
                <w:rFonts w:hint="eastAsia"/>
                <w:noProof/>
                <w:lang w:eastAsia="zh-CN"/>
              </w:rPr>
              <w:t>A-42</w:t>
            </w:r>
            <w:r w:rsidRPr="00DF6DD6">
              <w:rPr>
                <w:noProof/>
                <w:lang w:eastAsia="zh-CN"/>
              </w:rPr>
              <w:t>D_</w:t>
            </w:r>
            <w:r w:rsidRPr="00DF6DD6">
              <w:rPr>
                <w:rFonts w:hint="eastAsia"/>
                <w:noProof/>
                <w:lang w:eastAsia="zh-CN"/>
              </w:rPr>
              <w:t>n7</w:t>
            </w:r>
            <w:r w:rsidRPr="00DF6DD6">
              <w:rPr>
                <w:noProof/>
                <w:lang w:eastAsia="zh-CN"/>
              </w:rPr>
              <w:t>8</w:t>
            </w:r>
            <w:r w:rsidRPr="00DF6DD6">
              <w:rPr>
                <w:rFonts w:hint="eastAsia"/>
                <w:noProof/>
                <w:lang w:eastAsia="zh-CN"/>
              </w:rPr>
              <w:t>A</w:t>
            </w:r>
          </w:p>
          <w:p w14:paraId="0B68DA99" w14:textId="33F75702" w:rsidR="0095436B" w:rsidRPr="00DF6DD6" w:rsidRDefault="0095436B" w:rsidP="00401ADA">
            <w:pPr>
              <w:pStyle w:val="TAC"/>
              <w:keepNext w:val="0"/>
              <w:rPr>
                <w:noProof/>
                <w:lang w:eastAsia="zh-CN"/>
              </w:rPr>
            </w:pPr>
            <w:r w:rsidRPr="00DF6DD6">
              <w:rPr>
                <w:noProof/>
              </w:rPr>
              <w:t>DC_3A-42E_n78A</w:t>
            </w:r>
          </w:p>
        </w:tc>
        <w:tc>
          <w:tcPr>
            <w:tcW w:w="0" w:type="auto"/>
            <w:vAlign w:val="center"/>
          </w:tcPr>
          <w:p w14:paraId="5096DD3F" w14:textId="77777777" w:rsidR="0095436B" w:rsidRPr="00DF6DD6" w:rsidRDefault="0095436B" w:rsidP="00401ADA">
            <w:pPr>
              <w:pStyle w:val="TAC"/>
              <w:keepNext w:val="0"/>
              <w:rPr>
                <w:noProof/>
                <w:lang w:eastAsia="zh-CN"/>
              </w:rPr>
            </w:pPr>
            <w:r w:rsidRPr="00DF6DD6">
              <w:rPr>
                <w:rFonts w:hint="eastAsia"/>
                <w:noProof/>
                <w:lang w:eastAsia="zh-CN"/>
              </w:rPr>
              <w:t>DC</w:t>
            </w:r>
            <w:r w:rsidRPr="00DF6DD6">
              <w:rPr>
                <w:noProof/>
                <w:lang w:eastAsia="zh-CN"/>
              </w:rPr>
              <w:t>_3</w:t>
            </w:r>
            <w:r w:rsidRPr="00DF6DD6">
              <w:rPr>
                <w:rFonts w:hint="eastAsia"/>
                <w:noProof/>
                <w:lang w:eastAsia="zh-CN"/>
              </w:rPr>
              <w:t>A</w:t>
            </w:r>
            <w:r w:rsidRPr="00DF6DD6">
              <w:rPr>
                <w:noProof/>
                <w:lang w:eastAsia="zh-CN"/>
              </w:rPr>
              <w:t>_</w:t>
            </w:r>
            <w:r w:rsidRPr="00DF6DD6">
              <w:rPr>
                <w:rFonts w:hint="eastAsia"/>
                <w:noProof/>
                <w:lang w:eastAsia="zh-CN"/>
              </w:rPr>
              <w:t>n7</w:t>
            </w:r>
            <w:r w:rsidRPr="00DF6DD6">
              <w:rPr>
                <w:noProof/>
                <w:lang w:eastAsia="zh-CN"/>
              </w:rPr>
              <w:t>8</w:t>
            </w:r>
            <w:r w:rsidRPr="00DF6DD6">
              <w:rPr>
                <w:rFonts w:hint="eastAsia"/>
                <w:noProof/>
                <w:lang w:eastAsia="zh-CN"/>
              </w:rPr>
              <w:t>A</w:t>
            </w:r>
          </w:p>
        </w:tc>
      </w:tr>
      <w:tr w:rsidR="00F55B07" w:rsidRPr="00DF6DD6" w14:paraId="115111DA" w14:textId="77777777" w:rsidTr="00C42558">
        <w:trPr>
          <w:gridAfter w:val="1"/>
          <w:wAfter w:w="22" w:type="dxa"/>
          <w:trHeight w:val="288"/>
          <w:jc w:val="center"/>
        </w:trPr>
        <w:tc>
          <w:tcPr>
            <w:tcW w:w="0" w:type="auto"/>
            <w:shd w:val="clear" w:color="auto" w:fill="auto"/>
            <w:noWrap/>
            <w:vAlign w:val="center"/>
          </w:tcPr>
          <w:p w14:paraId="7581E92A" w14:textId="77777777" w:rsidR="0095436B" w:rsidRPr="00DF6DD6" w:rsidRDefault="0095436B" w:rsidP="00401ADA">
            <w:pPr>
              <w:pStyle w:val="TAC"/>
              <w:keepNext w:val="0"/>
              <w:rPr>
                <w:noProof/>
                <w:lang w:eastAsia="zh-CN"/>
              </w:rPr>
            </w:pPr>
            <w:r w:rsidRPr="00DF6DD6">
              <w:rPr>
                <w:noProof/>
                <w:lang w:eastAsia="zh-CN"/>
              </w:rPr>
              <w:t>DC_3A-42A_n79A</w:t>
            </w:r>
          </w:p>
          <w:p w14:paraId="1E8EC805" w14:textId="1136F4EA" w:rsidR="0095436B" w:rsidRPr="00DF6DD6" w:rsidRDefault="0095436B" w:rsidP="00401ADA">
            <w:pPr>
              <w:pStyle w:val="TAC"/>
              <w:keepNext w:val="0"/>
              <w:rPr>
                <w:noProof/>
                <w:lang w:eastAsia="zh-CN"/>
              </w:rPr>
            </w:pPr>
            <w:r w:rsidRPr="00DF6DD6">
              <w:rPr>
                <w:noProof/>
                <w:lang w:eastAsia="zh-CN"/>
              </w:rPr>
              <w:t>DC_3A-42A_n79C</w:t>
            </w:r>
          </w:p>
          <w:p w14:paraId="669C2C87" w14:textId="77777777" w:rsidR="0095436B" w:rsidRPr="00DF6DD6" w:rsidRDefault="0095436B" w:rsidP="00401ADA">
            <w:pPr>
              <w:pStyle w:val="TAC"/>
              <w:keepNext w:val="0"/>
              <w:rPr>
                <w:rFonts w:cs="Arial"/>
                <w:lang w:eastAsia="ja-JP"/>
              </w:rPr>
            </w:pPr>
            <w:r w:rsidRPr="00DF6DD6">
              <w:rPr>
                <w:rFonts w:cs="Arial"/>
                <w:lang w:eastAsia="ja-JP"/>
              </w:rPr>
              <w:t>DC_3A-42C_n79A</w:t>
            </w:r>
          </w:p>
          <w:p w14:paraId="308D9796" w14:textId="77777777" w:rsidR="0095436B" w:rsidRPr="00DF6DD6" w:rsidRDefault="0095436B" w:rsidP="00401ADA">
            <w:pPr>
              <w:pStyle w:val="TAC"/>
              <w:keepNext w:val="0"/>
              <w:rPr>
                <w:rFonts w:cs="Arial"/>
                <w:lang w:eastAsia="ja-JP"/>
              </w:rPr>
            </w:pPr>
            <w:r w:rsidRPr="00DF6DD6">
              <w:rPr>
                <w:rFonts w:cs="Arial"/>
                <w:lang w:eastAsia="ja-JP"/>
              </w:rPr>
              <w:t>DC_3A-42C_n79C</w:t>
            </w:r>
          </w:p>
          <w:p w14:paraId="4A87130D" w14:textId="77777777" w:rsidR="0095436B" w:rsidRPr="00DF6DD6" w:rsidRDefault="0095436B" w:rsidP="00401ADA">
            <w:pPr>
              <w:pStyle w:val="TAC"/>
              <w:keepNext w:val="0"/>
              <w:rPr>
                <w:noProof/>
                <w:lang w:eastAsia="zh-CN"/>
              </w:rPr>
            </w:pPr>
            <w:r w:rsidRPr="00DF6DD6">
              <w:rPr>
                <w:rFonts w:hint="eastAsia"/>
                <w:noProof/>
                <w:lang w:eastAsia="zh-CN"/>
              </w:rPr>
              <w:t>DC</w:t>
            </w:r>
            <w:r w:rsidRPr="00DF6DD6">
              <w:rPr>
                <w:noProof/>
                <w:lang w:eastAsia="zh-CN"/>
              </w:rPr>
              <w:t>_3</w:t>
            </w:r>
            <w:r w:rsidRPr="00DF6DD6">
              <w:rPr>
                <w:rFonts w:hint="eastAsia"/>
                <w:noProof/>
                <w:lang w:eastAsia="zh-CN"/>
              </w:rPr>
              <w:t>A-42</w:t>
            </w:r>
            <w:r w:rsidRPr="00DF6DD6">
              <w:rPr>
                <w:noProof/>
                <w:lang w:eastAsia="zh-CN"/>
              </w:rPr>
              <w:t>D_</w:t>
            </w:r>
            <w:r w:rsidRPr="00DF6DD6">
              <w:rPr>
                <w:rFonts w:hint="eastAsia"/>
                <w:noProof/>
                <w:lang w:eastAsia="zh-CN"/>
              </w:rPr>
              <w:t>n7</w:t>
            </w:r>
            <w:r w:rsidRPr="00DF6DD6">
              <w:rPr>
                <w:noProof/>
                <w:lang w:eastAsia="zh-CN"/>
              </w:rPr>
              <w:t>9</w:t>
            </w:r>
            <w:r w:rsidRPr="00DF6DD6">
              <w:rPr>
                <w:rFonts w:hint="eastAsia"/>
                <w:noProof/>
                <w:lang w:eastAsia="zh-CN"/>
              </w:rPr>
              <w:t>A</w:t>
            </w:r>
          </w:p>
          <w:p w14:paraId="13DAE9DF" w14:textId="3AF2AB65" w:rsidR="0095436B" w:rsidRPr="00DF6DD6" w:rsidRDefault="0095436B" w:rsidP="00401ADA">
            <w:pPr>
              <w:pStyle w:val="TAC"/>
              <w:keepNext w:val="0"/>
              <w:rPr>
                <w:noProof/>
                <w:lang w:eastAsia="zh-CN"/>
              </w:rPr>
            </w:pPr>
            <w:r w:rsidRPr="00DF6DD6">
              <w:rPr>
                <w:noProof/>
              </w:rPr>
              <w:t>DC_3A-42E_n79A</w:t>
            </w:r>
          </w:p>
        </w:tc>
        <w:tc>
          <w:tcPr>
            <w:tcW w:w="0" w:type="auto"/>
            <w:vAlign w:val="center"/>
          </w:tcPr>
          <w:p w14:paraId="504ABBFE" w14:textId="77777777" w:rsidR="0095436B" w:rsidRPr="00DF6DD6" w:rsidRDefault="0095436B" w:rsidP="00401ADA">
            <w:pPr>
              <w:pStyle w:val="TAC"/>
              <w:keepNext w:val="0"/>
              <w:rPr>
                <w:noProof/>
                <w:lang w:eastAsia="zh-CN"/>
              </w:rPr>
            </w:pPr>
            <w:r w:rsidRPr="00DF6DD6">
              <w:rPr>
                <w:noProof/>
                <w:lang w:eastAsia="zh-CN"/>
              </w:rPr>
              <w:t>DC_3A_n79A</w:t>
            </w:r>
          </w:p>
        </w:tc>
      </w:tr>
      <w:tr w:rsidR="00F55B07" w:rsidRPr="00DF6DD6" w14:paraId="7BA3DCE7" w14:textId="77777777" w:rsidTr="00EA1C6C">
        <w:trPr>
          <w:gridAfter w:val="1"/>
          <w:wAfter w:w="22" w:type="dxa"/>
          <w:trHeight w:val="288"/>
          <w:jc w:val="center"/>
        </w:trPr>
        <w:tc>
          <w:tcPr>
            <w:tcW w:w="0" w:type="auto"/>
            <w:shd w:val="clear" w:color="auto" w:fill="auto"/>
            <w:noWrap/>
            <w:vAlign w:val="center"/>
          </w:tcPr>
          <w:p w14:paraId="7A980D1E" w14:textId="77777777" w:rsidR="0095436B" w:rsidRPr="00DF6DD6" w:rsidRDefault="0095436B" w:rsidP="00401ADA">
            <w:pPr>
              <w:pStyle w:val="TAC"/>
              <w:keepNext w:val="0"/>
            </w:pPr>
            <w:r w:rsidRPr="00DF6DD6">
              <w:rPr>
                <w:rFonts w:eastAsia="Malgun Gothic" w:cs="Arial" w:hint="eastAsia"/>
                <w:lang w:eastAsia="ko-KR"/>
              </w:rPr>
              <w:t>DC_3A_n77A-n79A</w:t>
            </w:r>
          </w:p>
        </w:tc>
        <w:tc>
          <w:tcPr>
            <w:tcW w:w="0" w:type="auto"/>
            <w:vAlign w:val="center"/>
          </w:tcPr>
          <w:p w14:paraId="363C21EC" w14:textId="77777777" w:rsidR="0095436B" w:rsidRPr="00DF6DD6" w:rsidRDefault="0095436B" w:rsidP="00401ADA">
            <w:pPr>
              <w:pStyle w:val="TAC"/>
              <w:keepNext w:val="0"/>
              <w:rPr>
                <w:noProof/>
                <w:lang w:eastAsia="ko-KR"/>
              </w:rPr>
            </w:pPr>
            <w:r w:rsidRPr="00DF6DD6">
              <w:rPr>
                <w:rFonts w:hint="eastAsia"/>
                <w:noProof/>
                <w:lang w:eastAsia="ko-KR"/>
              </w:rPr>
              <w:t>DC_3A_n77A</w:t>
            </w:r>
          </w:p>
          <w:p w14:paraId="3BEE3579" w14:textId="77777777" w:rsidR="0095436B" w:rsidRPr="00DF6DD6" w:rsidRDefault="0095436B" w:rsidP="00401ADA">
            <w:pPr>
              <w:pStyle w:val="TAC"/>
              <w:keepNext w:val="0"/>
            </w:pPr>
            <w:r w:rsidRPr="00DF6DD6">
              <w:rPr>
                <w:noProof/>
                <w:lang w:eastAsia="ko-KR"/>
              </w:rPr>
              <w:t>DC_3A_n79A</w:t>
            </w:r>
          </w:p>
        </w:tc>
      </w:tr>
      <w:tr w:rsidR="00F55B07" w:rsidRPr="00DF6DD6" w14:paraId="0124B588" w14:textId="77777777" w:rsidTr="00EA1C6C">
        <w:trPr>
          <w:gridAfter w:val="1"/>
          <w:wAfter w:w="22" w:type="dxa"/>
          <w:trHeight w:val="288"/>
          <w:jc w:val="center"/>
        </w:trPr>
        <w:tc>
          <w:tcPr>
            <w:tcW w:w="0" w:type="auto"/>
            <w:shd w:val="clear" w:color="auto" w:fill="auto"/>
            <w:noWrap/>
          </w:tcPr>
          <w:p w14:paraId="585E7823" w14:textId="77777777" w:rsidR="0095436B" w:rsidRPr="00DF6DD6" w:rsidRDefault="0095436B" w:rsidP="00401ADA">
            <w:pPr>
              <w:pStyle w:val="TAC"/>
              <w:keepNext w:val="0"/>
            </w:pPr>
            <w:r w:rsidRPr="00DF6DD6">
              <w:rPr>
                <w:rFonts w:eastAsia="Malgun Gothic" w:cs="Arial" w:hint="eastAsia"/>
                <w:lang w:eastAsia="ko-KR"/>
              </w:rPr>
              <w:t>DC_3A_n78A-n79A</w:t>
            </w:r>
          </w:p>
        </w:tc>
        <w:tc>
          <w:tcPr>
            <w:tcW w:w="0" w:type="auto"/>
          </w:tcPr>
          <w:p w14:paraId="3B33B80C" w14:textId="77777777" w:rsidR="0095436B" w:rsidRPr="00DF6DD6" w:rsidRDefault="0095436B" w:rsidP="00401ADA">
            <w:pPr>
              <w:pStyle w:val="TAC"/>
              <w:keepNext w:val="0"/>
              <w:rPr>
                <w:noProof/>
                <w:lang w:eastAsia="ko-KR"/>
              </w:rPr>
            </w:pPr>
            <w:r w:rsidRPr="00DF6DD6">
              <w:rPr>
                <w:rFonts w:hint="eastAsia"/>
                <w:noProof/>
                <w:lang w:eastAsia="ko-KR"/>
              </w:rPr>
              <w:t>DC_3A_n78A</w:t>
            </w:r>
          </w:p>
          <w:p w14:paraId="4A287C53" w14:textId="77777777" w:rsidR="0095436B" w:rsidRPr="00DF6DD6" w:rsidRDefault="0095436B" w:rsidP="00401ADA">
            <w:pPr>
              <w:pStyle w:val="TAC"/>
              <w:keepNext w:val="0"/>
            </w:pPr>
            <w:r w:rsidRPr="00DF6DD6">
              <w:rPr>
                <w:noProof/>
                <w:lang w:eastAsia="ko-KR"/>
              </w:rPr>
              <w:t>DC_3A_n79A</w:t>
            </w:r>
          </w:p>
        </w:tc>
      </w:tr>
      <w:tr w:rsidR="00F55B07" w:rsidRPr="00DF6DD6" w14:paraId="263CFF94" w14:textId="77777777" w:rsidTr="00C42558">
        <w:trPr>
          <w:gridAfter w:val="1"/>
          <w:wAfter w:w="22" w:type="dxa"/>
          <w:trHeight w:val="288"/>
          <w:jc w:val="center"/>
        </w:trPr>
        <w:tc>
          <w:tcPr>
            <w:tcW w:w="0" w:type="auto"/>
            <w:shd w:val="clear" w:color="auto" w:fill="auto"/>
            <w:noWrap/>
            <w:vAlign w:val="center"/>
          </w:tcPr>
          <w:p w14:paraId="7854D31B" w14:textId="14152D13" w:rsidR="0095436B" w:rsidRPr="00DF6DD6" w:rsidRDefault="0095436B" w:rsidP="00401ADA">
            <w:pPr>
              <w:pStyle w:val="TAC"/>
              <w:keepNext w:val="0"/>
            </w:pPr>
            <w:r w:rsidRPr="00DF6DD6">
              <w:t>DC_3A_SUL_n78A-n80A</w:t>
            </w:r>
            <w:r w:rsidRPr="00DF6DD6">
              <w:rPr>
                <w:noProof/>
                <w:vertAlign w:val="superscript"/>
                <w:lang w:eastAsia="zh-CN"/>
              </w:rPr>
              <w:t>5</w:t>
            </w:r>
          </w:p>
        </w:tc>
        <w:tc>
          <w:tcPr>
            <w:tcW w:w="0" w:type="auto"/>
            <w:vAlign w:val="center"/>
          </w:tcPr>
          <w:p w14:paraId="6933B58F" w14:textId="77777777" w:rsidR="0095436B" w:rsidRPr="00DF6DD6" w:rsidRDefault="0095436B" w:rsidP="00401ADA">
            <w:pPr>
              <w:pStyle w:val="TAC"/>
              <w:keepNext w:val="0"/>
            </w:pPr>
            <w:r w:rsidRPr="00DF6DD6">
              <w:t>DC_3A_n78A</w:t>
            </w:r>
          </w:p>
          <w:p w14:paraId="7FC912FA" w14:textId="77777777" w:rsidR="0095436B" w:rsidRPr="00DF6DD6" w:rsidRDefault="0095436B" w:rsidP="00401ADA">
            <w:pPr>
              <w:pStyle w:val="TAC"/>
              <w:keepNext w:val="0"/>
            </w:pPr>
            <w:r w:rsidRPr="00DF6DD6">
              <w:t>DC_3A_n80A_ULSUP-TDM_n78A</w:t>
            </w:r>
          </w:p>
          <w:p w14:paraId="5FE9ED77" w14:textId="21934A5B" w:rsidR="0095436B" w:rsidRPr="00DF6DD6" w:rsidRDefault="0095436B" w:rsidP="00401ADA">
            <w:pPr>
              <w:pStyle w:val="TAC"/>
              <w:keepNext w:val="0"/>
            </w:pPr>
          </w:p>
        </w:tc>
      </w:tr>
      <w:tr w:rsidR="00F55B07" w:rsidRPr="00DF6DD6" w14:paraId="17ED8BE7" w14:textId="77777777" w:rsidTr="00C42558">
        <w:trPr>
          <w:gridAfter w:val="1"/>
          <w:wAfter w:w="22" w:type="dxa"/>
          <w:trHeight w:val="288"/>
          <w:jc w:val="center"/>
        </w:trPr>
        <w:tc>
          <w:tcPr>
            <w:tcW w:w="0" w:type="auto"/>
            <w:shd w:val="clear" w:color="auto" w:fill="auto"/>
            <w:noWrap/>
            <w:vAlign w:val="center"/>
          </w:tcPr>
          <w:p w14:paraId="0D259BB3" w14:textId="2498DAF2" w:rsidR="0095436B" w:rsidRPr="00DF6DD6" w:rsidRDefault="0095436B" w:rsidP="00401ADA">
            <w:pPr>
              <w:pStyle w:val="TAC"/>
              <w:keepNext w:val="0"/>
            </w:pPr>
            <w:r w:rsidRPr="00DF6DD6">
              <w:t>DC_3</w:t>
            </w:r>
            <w:r w:rsidRPr="00DF6DD6">
              <w:rPr>
                <w:lang w:eastAsia="zh-CN"/>
              </w:rPr>
              <w:t>A</w:t>
            </w:r>
            <w:r w:rsidRPr="00DF6DD6">
              <w:t>_SUL_n7</w:t>
            </w:r>
            <w:r w:rsidRPr="00DF6DD6">
              <w:rPr>
                <w:lang w:eastAsia="zh-CN"/>
              </w:rPr>
              <w:t>8A</w:t>
            </w:r>
            <w:r w:rsidRPr="00DF6DD6">
              <w:t>-n82</w:t>
            </w:r>
            <w:r w:rsidRPr="00DF6DD6">
              <w:rPr>
                <w:lang w:eastAsia="zh-CN"/>
              </w:rPr>
              <w:t>A</w:t>
            </w:r>
            <w:r w:rsidRPr="00DF6DD6">
              <w:rPr>
                <w:noProof/>
                <w:vertAlign w:val="superscript"/>
                <w:lang w:eastAsia="zh-CN"/>
              </w:rPr>
              <w:t>5</w:t>
            </w:r>
          </w:p>
        </w:tc>
        <w:tc>
          <w:tcPr>
            <w:tcW w:w="0" w:type="auto"/>
            <w:vAlign w:val="center"/>
          </w:tcPr>
          <w:p w14:paraId="76D2C7B7" w14:textId="77777777" w:rsidR="0095436B" w:rsidRPr="00DF6DD6" w:rsidRDefault="0095436B" w:rsidP="00401ADA">
            <w:pPr>
              <w:pStyle w:val="TAC"/>
              <w:keepNext w:val="0"/>
              <w:rPr>
                <w:lang w:eastAsia="zh-CN"/>
              </w:rPr>
            </w:pPr>
            <w:r w:rsidRPr="00DF6DD6">
              <w:rPr>
                <w:lang w:eastAsia="zh-CN"/>
              </w:rPr>
              <w:t>DC_3A_n78A</w:t>
            </w:r>
          </w:p>
          <w:p w14:paraId="0F449F56" w14:textId="77777777" w:rsidR="0095436B" w:rsidRPr="00DF6DD6" w:rsidRDefault="0095436B" w:rsidP="00401ADA">
            <w:pPr>
              <w:pStyle w:val="TAC"/>
              <w:keepNext w:val="0"/>
            </w:pPr>
            <w:r w:rsidRPr="00DF6DD6">
              <w:rPr>
                <w:lang w:eastAsia="zh-CN"/>
              </w:rPr>
              <w:t>DC_3A_n82A</w:t>
            </w:r>
          </w:p>
        </w:tc>
      </w:tr>
      <w:tr w:rsidR="00F55B07" w:rsidRPr="00DF6DD6" w14:paraId="069D5893" w14:textId="77777777" w:rsidTr="00C42558">
        <w:trPr>
          <w:gridAfter w:val="1"/>
          <w:wAfter w:w="22" w:type="dxa"/>
          <w:trHeight w:val="288"/>
          <w:jc w:val="center"/>
        </w:trPr>
        <w:tc>
          <w:tcPr>
            <w:tcW w:w="0" w:type="auto"/>
            <w:shd w:val="clear" w:color="auto" w:fill="auto"/>
            <w:noWrap/>
            <w:vAlign w:val="center"/>
          </w:tcPr>
          <w:p w14:paraId="0F1CE30E" w14:textId="17142AE4" w:rsidR="0095436B" w:rsidRPr="00DF6DD6" w:rsidRDefault="0095436B" w:rsidP="00401ADA">
            <w:pPr>
              <w:pStyle w:val="TAC"/>
              <w:keepNext w:val="0"/>
            </w:pPr>
            <w:r w:rsidRPr="00DF6DD6">
              <w:t>DC_3</w:t>
            </w:r>
            <w:r w:rsidRPr="00DF6DD6">
              <w:rPr>
                <w:lang w:eastAsia="zh-CN"/>
              </w:rPr>
              <w:t>A</w:t>
            </w:r>
            <w:r w:rsidRPr="00DF6DD6">
              <w:t>_SUL_n7</w:t>
            </w:r>
            <w:r w:rsidRPr="00DF6DD6">
              <w:rPr>
                <w:lang w:eastAsia="zh-CN"/>
              </w:rPr>
              <w:t>9A</w:t>
            </w:r>
            <w:r w:rsidRPr="00DF6DD6">
              <w:t>-n80</w:t>
            </w:r>
            <w:r w:rsidRPr="00DF6DD6">
              <w:rPr>
                <w:lang w:eastAsia="zh-CN"/>
              </w:rPr>
              <w:t>A</w:t>
            </w:r>
            <w:r w:rsidRPr="00DF6DD6">
              <w:rPr>
                <w:noProof/>
                <w:vertAlign w:val="superscript"/>
                <w:lang w:eastAsia="zh-CN"/>
              </w:rPr>
              <w:t>5</w:t>
            </w:r>
          </w:p>
        </w:tc>
        <w:tc>
          <w:tcPr>
            <w:tcW w:w="0" w:type="auto"/>
            <w:vAlign w:val="center"/>
          </w:tcPr>
          <w:p w14:paraId="623F4429" w14:textId="77777777" w:rsidR="0095436B" w:rsidRPr="00DF6DD6" w:rsidRDefault="0095436B" w:rsidP="00401ADA">
            <w:pPr>
              <w:pStyle w:val="TAC"/>
              <w:keepNext w:val="0"/>
              <w:rPr>
                <w:lang w:eastAsia="zh-CN"/>
              </w:rPr>
            </w:pPr>
            <w:r w:rsidRPr="00DF6DD6">
              <w:rPr>
                <w:lang w:eastAsia="zh-CN"/>
              </w:rPr>
              <w:t>DC_3A_n79A,</w:t>
            </w:r>
          </w:p>
          <w:p w14:paraId="3026BBF3" w14:textId="56677CE8" w:rsidR="0095436B" w:rsidRPr="00DF6DD6" w:rsidRDefault="0095436B" w:rsidP="00401ADA">
            <w:pPr>
              <w:pStyle w:val="TAC"/>
              <w:keepNext w:val="0"/>
              <w:rPr>
                <w:lang w:eastAsia="zh-CN"/>
              </w:rPr>
            </w:pPr>
            <w:r w:rsidRPr="00DF6DD6">
              <w:rPr>
                <w:lang w:eastAsia="zh-CN"/>
              </w:rPr>
              <w:t>DC_3A_n80A_ULSUP-TDM_n79A</w:t>
            </w:r>
          </w:p>
          <w:p w14:paraId="5905380F" w14:textId="2A984F64" w:rsidR="0095436B" w:rsidRPr="00DF6DD6" w:rsidRDefault="0095436B" w:rsidP="00401ADA">
            <w:pPr>
              <w:pStyle w:val="TAC"/>
              <w:keepNext w:val="0"/>
            </w:pPr>
          </w:p>
        </w:tc>
      </w:tr>
      <w:tr w:rsidR="00F55B07" w:rsidRPr="00DF6DD6" w14:paraId="5773AF14" w14:textId="77777777" w:rsidTr="00C42558">
        <w:trPr>
          <w:gridAfter w:val="1"/>
          <w:wAfter w:w="22" w:type="dxa"/>
          <w:trHeight w:val="288"/>
          <w:jc w:val="center"/>
        </w:trPr>
        <w:tc>
          <w:tcPr>
            <w:tcW w:w="0" w:type="auto"/>
            <w:shd w:val="clear" w:color="auto" w:fill="auto"/>
            <w:noWrap/>
            <w:vAlign w:val="center"/>
          </w:tcPr>
          <w:p w14:paraId="141393C6" w14:textId="23604E23" w:rsidR="0095436B" w:rsidRPr="00DF6DD6" w:rsidRDefault="0095436B" w:rsidP="00401ADA">
            <w:pPr>
              <w:pStyle w:val="TAC"/>
              <w:keepNext w:val="0"/>
            </w:pPr>
            <w:r w:rsidRPr="00DF6DD6">
              <w:rPr>
                <w:noProof/>
                <w:lang w:eastAsia="zh-CN"/>
              </w:rPr>
              <w:t>DC_5A-7A_n78A</w:t>
            </w:r>
          </w:p>
        </w:tc>
        <w:tc>
          <w:tcPr>
            <w:tcW w:w="0" w:type="auto"/>
            <w:vAlign w:val="center"/>
          </w:tcPr>
          <w:p w14:paraId="40A25D52" w14:textId="77777777" w:rsidR="0095436B" w:rsidRPr="00DF6DD6" w:rsidRDefault="0095436B" w:rsidP="00401ADA">
            <w:pPr>
              <w:pStyle w:val="TAC"/>
              <w:keepNext w:val="0"/>
              <w:rPr>
                <w:noProof/>
                <w:lang w:eastAsia="zh-CN"/>
              </w:rPr>
            </w:pPr>
            <w:r w:rsidRPr="00DF6DD6">
              <w:rPr>
                <w:noProof/>
                <w:lang w:eastAsia="zh-CN"/>
              </w:rPr>
              <w:t>DC_5A_n78A</w:t>
            </w:r>
          </w:p>
          <w:p w14:paraId="4E18C7AE" w14:textId="2FE2ED01" w:rsidR="0095436B" w:rsidRPr="00DF6DD6" w:rsidRDefault="0095436B" w:rsidP="00401ADA">
            <w:pPr>
              <w:pStyle w:val="TAC"/>
              <w:keepNext w:val="0"/>
              <w:rPr>
                <w:lang w:eastAsia="zh-CN"/>
              </w:rPr>
            </w:pPr>
            <w:r w:rsidRPr="00DF6DD6">
              <w:rPr>
                <w:noProof/>
                <w:lang w:eastAsia="zh-CN"/>
              </w:rPr>
              <w:t>DC_7A_n78A</w:t>
            </w:r>
          </w:p>
        </w:tc>
      </w:tr>
      <w:tr w:rsidR="00F55B07" w:rsidRPr="00DF6DD6" w14:paraId="3176D1C7" w14:textId="77777777" w:rsidTr="00C42558">
        <w:trPr>
          <w:gridAfter w:val="1"/>
          <w:wAfter w:w="22" w:type="dxa"/>
          <w:trHeight w:val="288"/>
          <w:jc w:val="center"/>
        </w:trPr>
        <w:tc>
          <w:tcPr>
            <w:tcW w:w="0" w:type="auto"/>
            <w:shd w:val="clear" w:color="auto" w:fill="auto"/>
            <w:noWrap/>
            <w:vAlign w:val="center"/>
          </w:tcPr>
          <w:p w14:paraId="5D5BA28B" w14:textId="77777777" w:rsidR="0095436B" w:rsidRPr="00DF6DD6" w:rsidRDefault="0095436B" w:rsidP="00401ADA">
            <w:pPr>
              <w:pStyle w:val="TAC"/>
              <w:keepNext w:val="0"/>
              <w:rPr>
                <w:noProof/>
                <w:lang w:eastAsia="zh-CN"/>
              </w:rPr>
            </w:pPr>
            <w:r w:rsidRPr="00DF6DD6">
              <w:rPr>
                <w:lang w:val="fi-FI" w:eastAsia="fi-FI"/>
              </w:rPr>
              <w:lastRenderedPageBreak/>
              <w:t>DC_5A-7A-7A_n78A</w:t>
            </w:r>
          </w:p>
        </w:tc>
        <w:tc>
          <w:tcPr>
            <w:tcW w:w="0" w:type="auto"/>
            <w:vAlign w:val="center"/>
          </w:tcPr>
          <w:p w14:paraId="1F778F9B" w14:textId="77777777" w:rsidR="0095436B" w:rsidRPr="00DF6DD6" w:rsidRDefault="0095436B" w:rsidP="00401ADA">
            <w:pPr>
              <w:pStyle w:val="TAC"/>
              <w:keepNext w:val="0"/>
              <w:rPr>
                <w:lang w:val="en-US" w:eastAsia="fi-FI"/>
              </w:rPr>
            </w:pPr>
            <w:r w:rsidRPr="00DF6DD6">
              <w:rPr>
                <w:lang w:val="en-US" w:eastAsia="fi-FI"/>
              </w:rPr>
              <w:t>DC_5A_n78A</w:t>
            </w:r>
          </w:p>
          <w:p w14:paraId="48CCF05F" w14:textId="77777777" w:rsidR="0095436B" w:rsidRPr="00DF6DD6" w:rsidRDefault="0095436B" w:rsidP="00401ADA">
            <w:pPr>
              <w:pStyle w:val="TAC"/>
              <w:keepNext w:val="0"/>
              <w:rPr>
                <w:noProof/>
                <w:lang w:eastAsia="zh-CN"/>
              </w:rPr>
            </w:pPr>
            <w:r w:rsidRPr="00DF6DD6">
              <w:rPr>
                <w:lang w:val="en-US" w:eastAsia="fi-FI"/>
              </w:rPr>
              <w:t>DC_7A_n78A</w:t>
            </w:r>
          </w:p>
        </w:tc>
      </w:tr>
      <w:tr w:rsidR="00F55B07" w:rsidRPr="00DF6DD6" w14:paraId="73B4609E" w14:textId="77777777" w:rsidTr="00C42558">
        <w:trPr>
          <w:gridAfter w:val="1"/>
          <w:wAfter w:w="22" w:type="dxa"/>
          <w:trHeight w:val="288"/>
          <w:jc w:val="center"/>
        </w:trPr>
        <w:tc>
          <w:tcPr>
            <w:tcW w:w="0" w:type="auto"/>
            <w:shd w:val="clear" w:color="auto" w:fill="auto"/>
            <w:noWrap/>
            <w:vAlign w:val="center"/>
          </w:tcPr>
          <w:p w14:paraId="783F06A1" w14:textId="77777777" w:rsidR="0095436B" w:rsidRPr="00DF6DD6" w:rsidRDefault="0095436B" w:rsidP="00401ADA">
            <w:pPr>
              <w:pStyle w:val="TAC"/>
              <w:keepNext w:val="0"/>
              <w:rPr>
                <w:noProof/>
                <w:lang w:eastAsia="zh-CN"/>
              </w:rPr>
            </w:pPr>
            <w:r w:rsidRPr="00DF6DD6">
              <w:rPr>
                <w:noProof/>
                <w:lang w:eastAsia="zh-CN"/>
              </w:rPr>
              <w:t>DC_5A-30A_n66A</w:t>
            </w:r>
          </w:p>
        </w:tc>
        <w:tc>
          <w:tcPr>
            <w:tcW w:w="0" w:type="auto"/>
            <w:vAlign w:val="center"/>
          </w:tcPr>
          <w:p w14:paraId="24EE501E" w14:textId="77777777" w:rsidR="0095436B" w:rsidRPr="00DF6DD6" w:rsidRDefault="0095436B" w:rsidP="00401ADA">
            <w:pPr>
              <w:pStyle w:val="TAC"/>
              <w:keepNext w:val="0"/>
              <w:rPr>
                <w:noProof/>
                <w:lang w:eastAsia="zh-CN"/>
              </w:rPr>
            </w:pPr>
            <w:r w:rsidRPr="00DF6DD6">
              <w:rPr>
                <w:noProof/>
                <w:lang w:eastAsia="zh-CN"/>
              </w:rPr>
              <w:t>DC_5A_n66A</w:t>
            </w:r>
          </w:p>
          <w:p w14:paraId="65844BAA" w14:textId="77777777" w:rsidR="0095436B" w:rsidRPr="00DF6DD6" w:rsidRDefault="0095436B" w:rsidP="00401ADA">
            <w:pPr>
              <w:pStyle w:val="TAC"/>
              <w:keepNext w:val="0"/>
              <w:rPr>
                <w:noProof/>
                <w:lang w:eastAsia="zh-CN"/>
              </w:rPr>
            </w:pPr>
            <w:r w:rsidRPr="00DF6DD6">
              <w:rPr>
                <w:noProof/>
                <w:lang w:eastAsia="zh-CN"/>
              </w:rPr>
              <w:t>DC_30A_n66A</w:t>
            </w:r>
          </w:p>
        </w:tc>
      </w:tr>
      <w:tr w:rsidR="00F55B07" w:rsidRPr="00DF6DD6" w14:paraId="2E539FDF" w14:textId="77777777" w:rsidTr="00C42558">
        <w:trPr>
          <w:gridAfter w:val="1"/>
          <w:wAfter w:w="22" w:type="dxa"/>
          <w:trHeight w:val="288"/>
          <w:jc w:val="center"/>
        </w:trPr>
        <w:tc>
          <w:tcPr>
            <w:tcW w:w="0" w:type="auto"/>
            <w:shd w:val="clear" w:color="auto" w:fill="auto"/>
            <w:noWrap/>
            <w:vAlign w:val="center"/>
          </w:tcPr>
          <w:p w14:paraId="69EB70D3" w14:textId="0A525B31" w:rsidR="0095436B" w:rsidRPr="00DF6DD6" w:rsidRDefault="0095436B" w:rsidP="00401ADA">
            <w:pPr>
              <w:pStyle w:val="TAC"/>
              <w:keepNext w:val="0"/>
              <w:rPr>
                <w:noProof/>
                <w:lang w:eastAsia="zh-CN"/>
              </w:rPr>
            </w:pPr>
            <w:r w:rsidRPr="00DF6DD6">
              <w:rPr>
                <w:noProof/>
                <w:lang w:eastAsia="zh-CN"/>
              </w:rPr>
              <w:t>DC_7A-20A_n28A</w:t>
            </w:r>
            <w:r w:rsidRPr="00DF6DD6">
              <w:rPr>
                <w:noProof/>
                <w:vertAlign w:val="superscript"/>
                <w:lang w:eastAsia="zh-CN"/>
              </w:rPr>
              <w:t>6</w:t>
            </w:r>
          </w:p>
        </w:tc>
        <w:tc>
          <w:tcPr>
            <w:tcW w:w="0" w:type="auto"/>
            <w:vAlign w:val="center"/>
          </w:tcPr>
          <w:p w14:paraId="0854505B" w14:textId="77777777" w:rsidR="0095436B" w:rsidRPr="00DF6DD6" w:rsidRDefault="0095436B" w:rsidP="00401ADA">
            <w:pPr>
              <w:pStyle w:val="TAC"/>
              <w:keepNext w:val="0"/>
              <w:rPr>
                <w:noProof/>
                <w:lang w:eastAsia="zh-CN"/>
              </w:rPr>
            </w:pPr>
            <w:r w:rsidRPr="00DF6DD6">
              <w:rPr>
                <w:noProof/>
                <w:lang w:eastAsia="zh-CN"/>
              </w:rPr>
              <w:t>DC_7A_n28A</w:t>
            </w:r>
          </w:p>
          <w:p w14:paraId="259B76A5" w14:textId="77777777" w:rsidR="0095436B" w:rsidRPr="00DF6DD6" w:rsidRDefault="0095436B" w:rsidP="00401ADA">
            <w:pPr>
              <w:pStyle w:val="TAC"/>
              <w:keepNext w:val="0"/>
              <w:rPr>
                <w:noProof/>
                <w:lang w:eastAsia="zh-CN"/>
              </w:rPr>
            </w:pPr>
            <w:r w:rsidRPr="00DF6DD6">
              <w:rPr>
                <w:noProof/>
                <w:lang w:eastAsia="zh-CN"/>
              </w:rPr>
              <w:t>DC_20A_n28A</w:t>
            </w:r>
          </w:p>
        </w:tc>
      </w:tr>
      <w:tr w:rsidR="00F55B07" w:rsidRPr="00DF6DD6" w14:paraId="3D1F57A8" w14:textId="77777777" w:rsidTr="00C42558">
        <w:trPr>
          <w:gridAfter w:val="1"/>
          <w:wAfter w:w="22" w:type="dxa"/>
          <w:trHeight w:val="288"/>
          <w:jc w:val="center"/>
        </w:trPr>
        <w:tc>
          <w:tcPr>
            <w:tcW w:w="0" w:type="auto"/>
            <w:shd w:val="clear" w:color="auto" w:fill="auto"/>
            <w:noWrap/>
            <w:vAlign w:val="center"/>
          </w:tcPr>
          <w:p w14:paraId="592903E1" w14:textId="14811C3A" w:rsidR="0095436B" w:rsidRPr="00DF6DD6" w:rsidRDefault="0095436B" w:rsidP="00401ADA">
            <w:pPr>
              <w:pStyle w:val="TAC"/>
              <w:keepNext w:val="0"/>
              <w:rPr>
                <w:noProof/>
                <w:lang w:eastAsia="zh-CN"/>
              </w:rPr>
            </w:pPr>
            <w:r w:rsidRPr="00DF6DD6">
              <w:rPr>
                <w:noProof/>
                <w:lang w:eastAsia="zh-CN"/>
              </w:rPr>
              <w:t>DC_7A-20A_n78A</w:t>
            </w:r>
            <w:r w:rsidRPr="00DF6DD6">
              <w:rPr>
                <w:noProof/>
                <w:vertAlign w:val="superscript"/>
                <w:lang w:eastAsia="zh-CN"/>
              </w:rPr>
              <w:t>5</w:t>
            </w:r>
          </w:p>
        </w:tc>
        <w:tc>
          <w:tcPr>
            <w:tcW w:w="0" w:type="auto"/>
            <w:vAlign w:val="center"/>
          </w:tcPr>
          <w:p w14:paraId="1586AEB9" w14:textId="77777777" w:rsidR="0095436B" w:rsidRPr="00DF6DD6" w:rsidRDefault="0095436B" w:rsidP="00401ADA">
            <w:pPr>
              <w:pStyle w:val="TAC"/>
              <w:keepNext w:val="0"/>
              <w:rPr>
                <w:noProof/>
                <w:lang w:eastAsia="zh-CN"/>
              </w:rPr>
            </w:pPr>
            <w:r w:rsidRPr="00DF6DD6">
              <w:rPr>
                <w:noProof/>
                <w:lang w:eastAsia="zh-CN"/>
              </w:rPr>
              <w:t>DC_7A_n78A</w:t>
            </w:r>
          </w:p>
          <w:p w14:paraId="6AE9BCD5" w14:textId="77777777" w:rsidR="0095436B" w:rsidRPr="00DF6DD6" w:rsidRDefault="0095436B" w:rsidP="00401ADA">
            <w:pPr>
              <w:pStyle w:val="TAC"/>
              <w:keepNext w:val="0"/>
              <w:rPr>
                <w:noProof/>
                <w:lang w:eastAsia="zh-CN"/>
              </w:rPr>
            </w:pPr>
            <w:r w:rsidRPr="00DF6DD6">
              <w:rPr>
                <w:noProof/>
                <w:lang w:eastAsia="zh-CN"/>
              </w:rPr>
              <w:t>DC_20A_n78A</w:t>
            </w:r>
          </w:p>
        </w:tc>
      </w:tr>
      <w:tr w:rsidR="00F55B07" w:rsidRPr="00DF6DD6" w14:paraId="40451AF7" w14:textId="77777777" w:rsidTr="00C42558">
        <w:trPr>
          <w:gridAfter w:val="1"/>
          <w:wAfter w:w="22" w:type="dxa"/>
          <w:trHeight w:val="288"/>
          <w:jc w:val="center"/>
        </w:trPr>
        <w:tc>
          <w:tcPr>
            <w:tcW w:w="0" w:type="auto"/>
            <w:shd w:val="clear" w:color="auto" w:fill="auto"/>
            <w:noWrap/>
            <w:vAlign w:val="center"/>
          </w:tcPr>
          <w:p w14:paraId="76728E3C" w14:textId="3824A41A" w:rsidR="0095436B" w:rsidRPr="00DF6DD6" w:rsidRDefault="0095436B" w:rsidP="00401ADA">
            <w:pPr>
              <w:pStyle w:val="TAC"/>
              <w:keepNext w:val="0"/>
              <w:rPr>
                <w:noProof/>
                <w:lang w:eastAsia="zh-CN"/>
              </w:rPr>
            </w:pPr>
            <w:r w:rsidRPr="00DF6DD6">
              <w:rPr>
                <w:noProof/>
                <w:lang w:eastAsia="zh-CN"/>
              </w:rPr>
              <w:t>DC_7A-28A_n78A</w:t>
            </w:r>
            <w:r w:rsidRPr="00DF6DD6">
              <w:rPr>
                <w:noProof/>
                <w:vertAlign w:val="superscript"/>
                <w:lang w:eastAsia="zh-CN"/>
              </w:rPr>
              <w:t>5</w:t>
            </w:r>
          </w:p>
        </w:tc>
        <w:tc>
          <w:tcPr>
            <w:tcW w:w="0" w:type="auto"/>
            <w:vAlign w:val="center"/>
          </w:tcPr>
          <w:p w14:paraId="23C79B92" w14:textId="77777777" w:rsidR="0095436B" w:rsidRPr="00DF6DD6" w:rsidRDefault="0095436B" w:rsidP="00401ADA">
            <w:pPr>
              <w:pStyle w:val="TAC"/>
              <w:keepNext w:val="0"/>
              <w:rPr>
                <w:noProof/>
                <w:lang w:eastAsia="zh-CN"/>
              </w:rPr>
            </w:pPr>
            <w:r w:rsidRPr="00DF6DD6">
              <w:rPr>
                <w:noProof/>
                <w:lang w:eastAsia="zh-CN"/>
              </w:rPr>
              <w:t>DC_7A_n78A</w:t>
            </w:r>
          </w:p>
          <w:p w14:paraId="3BA7E89C" w14:textId="77777777" w:rsidR="0095436B" w:rsidRPr="00DF6DD6" w:rsidRDefault="0095436B" w:rsidP="00401ADA">
            <w:pPr>
              <w:pStyle w:val="TAC"/>
              <w:keepNext w:val="0"/>
              <w:rPr>
                <w:noProof/>
                <w:lang w:eastAsia="zh-CN"/>
              </w:rPr>
            </w:pPr>
            <w:r w:rsidRPr="00DF6DD6">
              <w:rPr>
                <w:noProof/>
                <w:lang w:eastAsia="zh-CN"/>
              </w:rPr>
              <w:t>DC_28A_n78A</w:t>
            </w:r>
          </w:p>
        </w:tc>
      </w:tr>
      <w:tr w:rsidR="00F55B07" w:rsidRPr="00DF6DD6" w14:paraId="400EE4BB" w14:textId="77777777" w:rsidTr="00C42558">
        <w:trPr>
          <w:gridAfter w:val="1"/>
          <w:wAfter w:w="22" w:type="dxa"/>
          <w:trHeight w:val="288"/>
          <w:jc w:val="center"/>
        </w:trPr>
        <w:tc>
          <w:tcPr>
            <w:tcW w:w="0" w:type="auto"/>
            <w:shd w:val="clear" w:color="auto" w:fill="auto"/>
            <w:noWrap/>
            <w:vAlign w:val="center"/>
          </w:tcPr>
          <w:p w14:paraId="51C38525" w14:textId="1FFDC7BC" w:rsidR="0095436B" w:rsidRPr="00DF6DD6" w:rsidRDefault="0095436B" w:rsidP="00401ADA">
            <w:pPr>
              <w:pStyle w:val="TAC"/>
              <w:keepNext w:val="0"/>
              <w:rPr>
                <w:noProof/>
                <w:lang w:eastAsia="zh-CN"/>
              </w:rPr>
            </w:pPr>
            <w:r w:rsidRPr="00DF6DD6">
              <w:rPr>
                <w:noProof/>
                <w:lang w:eastAsia="zh-CN"/>
              </w:rPr>
              <w:t>DC_7C-28A_n78A</w:t>
            </w:r>
            <w:r w:rsidRPr="00DF6DD6">
              <w:rPr>
                <w:noProof/>
                <w:vertAlign w:val="superscript"/>
                <w:lang w:eastAsia="zh-CN"/>
              </w:rPr>
              <w:t>5</w:t>
            </w:r>
          </w:p>
        </w:tc>
        <w:tc>
          <w:tcPr>
            <w:tcW w:w="0" w:type="auto"/>
            <w:vAlign w:val="center"/>
          </w:tcPr>
          <w:p w14:paraId="31B887F0" w14:textId="64779920" w:rsidR="0095436B" w:rsidRPr="00DF6DD6" w:rsidRDefault="0095436B" w:rsidP="00401ADA">
            <w:pPr>
              <w:pStyle w:val="TAC"/>
              <w:keepNext w:val="0"/>
              <w:rPr>
                <w:noProof/>
                <w:lang w:eastAsia="zh-CN"/>
              </w:rPr>
            </w:pPr>
            <w:r w:rsidRPr="00DF6DD6">
              <w:rPr>
                <w:noProof/>
                <w:lang w:eastAsia="zh-CN"/>
              </w:rPr>
              <w:t>DC_7A_n78A</w:t>
            </w:r>
          </w:p>
          <w:p w14:paraId="54D7C6FE" w14:textId="0F43D19D" w:rsidR="0095436B" w:rsidRPr="00DF6DD6" w:rsidRDefault="0095436B" w:rsidP="00401ADA">
            <w:pPr>
              <w:pStyle w:val="TAC"/>
              <w:keepNext w:val="0"/>
              <w:rPr>
                <w:noProof/>
                <w:lang w:eastAsia="zh-CN"/>
              </w:rPr>
            </w:pPr>
            <w:r w:rsidRPr="00DF6DD6">
              <w:rPr>
                <w:noProof/>
                <w:lang w:eastAsia="zh-CN"/>
              </w:rPr>
              <w:t>DC_28A_n78A</w:t>
            </w:r>
          </w:p>
        </w:tc>
      </w:tr>
      <w:tr w:rsidR="00F55B07" w:rsidRPr="00DF6DD6" w14:paraId="523D1C75" w14:textId="77777777" w:rsidTr="00C42558">
        <w:trPr>
          <w:gridAfter w:val="1"/>
          <w:wAfter w:w="22" w:type="dxa"/>
          <w:trHeight w:val="288"/>
          <w:jc w:val="center"/>
        </w:trPr>
        <w:tc>
          <w:tcPr>
            <w:tcW w:w="0" w:type="auto"/>
            <w:shd w:val="clear" w:color="auto" w:fill="auto"/>
            <w:noWrap/>
            <w:vAlign w:val="center"/>
          </w:tcPr>
          <w:p w14:paraId="36285E8E" w14:textId="65E439C2" w:rsidR="0095436B" w:rsidRPr="00DF6DD6" w:rsidRDefault="0095436B" w:rsidP="00401ADA">
            <w:pPr>
              <w:pStyle w:val="TAC"/>
              <w:keepNext w:val="0"/>
              <w:rPr>
                <w:noProof/>
                <w:lang w:eastAsia="zh-CN"/>
              </w:rPr>
            </w:pPr>
            <w:r w:rsidRPr="00DF6DD6">
              <w:rPr>
                <w:rFonts w:eastAsia="Malgun Gothic"/>
                <w:noProof/>
                <w:lang w:eastAsia="ko-KR"/>
              </w:rPr>
              <w:t>DC_7A_n28A-n78A</w:t>
            </w:r>
            <w:r w:rsidRPr="00DF6DD6">
              <w:rPr>
                <w:noProof/>
                <w:vertAlign w:val="superscript"/>
                <w:lang w:eastAsia="zh-CN"/>
              </w:rPr>
              <w:t>5</w:t>
            </w:r>
          </w:p>
        </w:tc>
        <w:tc>
          <w:tcPr>
            <w:tcW w:w="0" w:type="auto"/>
            <w:vAlign w:val="center"/>
          </w:tcPr>
          <w:p w14:paraId="45C04BD8" w14:textId="77777777" w:rsidR="0095436B" w:rsidRPr="00DF6DD6" w:rsidRDefault="0095436B" w:rsidP="00401ADA">
            <w:pPr>
              <w:pStyle w:val="TAC"/>
              <w:keepNext w:val="0"/>
              <w:rPr>
                <w:rFonts w:eastAsia="Malgun Gothic"/>
                <w:noProof/>
                <w:lang w:eastAsia="ko-KR"/>
              </w:rPr>
            </w:pPr>
            <w:r w:rsidRPr="00DF6DD6">
              <w:rPr>
                <w:rFonts w:eastAsia="Malgun Gothic"/>
                <w:noProof/>
                <w:lang w:eastAsia="ko-KR"/>
              </w:rPr>
              <w:t>DC_7A_n28A,</w:t>
            </w:r>
          </w:p>
          <w:p w14:paraId="7D2A8AA3" w14:textId="77777777" w:rsidR="0095436B" w:rsidRPr="00DF6DD6" w:rsidRDefault="0095436B" w:rsidP="00401ADA">
            <w:pPr>
              <w:pStyle w:val="TAC"/>
              <w:keepNext w:val="0"/>
              <w:rPr>
                <w:noProof/>
                <w:lang w:eastAsia="zh-CN"/>
              </w:rPr>
            </w:pPr>
            <w:r w:rsidRPr="00DF6DD6">
              <w:rPr>
                <w:rFonts w:eastAsia="Malgun Gothic"/>
                <w:noProof/>
                <w:lang w:eastAsia="ko-KR"/>
              </w:rPr>
              <w:t>DC_7A_n78A</w:t>
            </w:r>
          </w:p>
        </w:tc>
      </w:tr>
      <w:tr w:rsidR="00F55B07" w:rsidRPr="00DF6DD6" w14:paraId="7966ABD1" w14:textId="77777777" w:rsidTr="00EA1C6C">
        <w:trPr>
          <w:gridAfter w:val="1"/>
          <w:wAfter w:w="22" w:type="dxa"/>
          <w:trHeight w:val="288"/>
          <w:jc w:val="center"/>
        </w:trPr>
        <w:tc>
          <w:tcPr>
            <w:tcW w:w="0" w:type="auto"/>
            <w:shd w:val="clear" w:color="auto" w:fill="auto"/>
            <w:noWrap/>
            <w:vAlign w:val="center"/>
          </w:tcPr>
          <w:p w14:paraId="2D703BB6" w14:textId="77777777" w:rsidR="0095436B" w:rsidRPr="00DF6DD6" w:rsidRDefault="0095436B" w:rsidP="00401ADA">
            <w:pPr>
              <w:pStyle w:val="TAC"/>
              <w:keepNext w:val="0"/>
              <w:rPr>
                <w:noProof/>
                <w:vertAlign w:val="superscript"/>
                <w:lang w:eastAsia="zh-CN"/>
              </w:rPr>
            </w:pPr>
            <w:r w:rsidRPr="00DF6DD6">
              <w:rPr>
                <w:noProof/>
                <w:lang w:eastAsia="zh-CN"/>
              </w:rPr>
              <w:t>DC_7A-46A_n78A</w:t>
            </w:r>
            <w:r w:rsidRPr="00DF6DD6">
              <w:rPr>
                <w:noProof/>
                <w:vertAlign w:val="superscript"/>
                <w:lang w:eastAsia="zh-CN"/>
              </w:rPr>
              <w:t>3</w:t>
            </w:r>
          </w:p>
          <w:p w14:paraId="5C4BDD0D" w14:textId="77777777" w:rsidR="0095436B" w:rsidRPr="00DF6DD6" w:rsidRDefault="0095436B" w:rsidP="00401ADA">
            <w:pPr>
              <w:pStyle w:val="TAC"/>
              <w:keepNext w:val="0"/>
              <w:rPr>
                <w:noProof/>
                <w:vertAlign w:val="superscript"/>
                <w:lang w:eastAsia="zh-CN"/>
              </w:rPr>
            </w:pPr>
            <w:r w:rsidRPr="00DF6DD6">
              <w:rPr>
                <w:noProof/>
                <w:lang w:eastAsia="zh-CN"/>
              </w:rPr>
              <w:t>DC_7A-46C_n78A</w:t>
            </w:r>
            <w:r w:rsidRPr="00DF6DD6">
              <w:rPr>
                <w:noProof/>
                <w:vertAlign w:val="superscript"/>
                <w:lang w:eastAsia="zh-CN"/>
              </w:rPr>
              <w:t>3</w:t>
            </w:r>
          </w:p>
          <w:p w14:paraId="440F10EA" w14:textId="77777777" w:rsidR="0095436B" w:rsidRPr="00DF6DD6" w:rsidRDefault="0095436B" w:rsidP="00401ADA">
            <w:pPr>
              <w:pStyle w:val="TAC"/>
              <w:keepNext w:val="0"/>
              <w:rPr>
                <w:noProof/>
                <w:vertAlign w:val="superscript"/>
                <w:lang w:eastAsia="zh-CN"/>
              </w:rPr>
            </w:pPr>
            <w:r w:rsidRPr="00DF6DD6">
              <w:rPr>
                <w:lang w:val="en-US" w:eastAsia="fi-FI"/>
              </w:rPr>
              <w:t>DC_</w:t>
            </w:r>
            <w:r w:rsidRPr="00DF6DD6">
              <w:rPr>
                <w:lang w:val="en-US" w:eastAsia="zh-CN"/>
              </w:rPr>
              <w:t>7</w:t>
            </w:r>
            <w:r w:rsidRPr="00DF6DD6">
              <w:rPr>
                <w:lang w:val="en-US" w:eastAsia="fi-FI"/>
              </w:rPr>
              <w:t>A-</w:t>
            </w:r>
            <w:r w:rsidRPr="00DF6DD6">
              <w:rPr>
                <w:lang w:val="en-US" w:eastAsia="zh-CN"/>
              </w:rPr>
              <w:t>46D</w:t>
            </w:r>
            <w:r w:rsidRPr="00DF6DD6">
              <w:rPr>
                <w:lang w:val="en-US" w:eastAsia="fi-FI"/>
              </w:rPr>
              <w:t>_n78A</w:t>
            </w:r>
            <w:r w:rsidRPr="00DF6DD6">
              <w:rPr>
                <w:noProof/>
                <w:vertAlign w:val="superscript"/>
                <w:lang w:eastAsia="zh-CN"/>
              </w:rPr>
              <w:t>3</w:t>
            </w:r>
          </w:p>
          <w:p w14:paraId="53F5EAD3" w14:textId="1108C93C" w:rsidR="0095436B" w:rsidRPr="00DF6DD6" w:rsidRDefault="0095436B" w:rsidP="00401ADA">
            <w:pPr>
              <w:pStyle w:val="TAC"/>
              <w:keepNext w:val="0"/>
              <w:rPr>
                <w:noProof/>
                <w:lang w:eastAsia="zh-CN"/>
              </w:rPr>
            </w:pPr>
            <w:r w:rsidRPr="00DF6DD6">
              <w:rPr>
                <w:lang w:val="en-US" w:eastAsia="fi-FI"/>
              </w:rPr>
              <w:t>DC_</w:t>
            </w:r>
            <w:r w:rsidRPr="00DF6DD6">
              <w:rPr>
                <w:lang w:val="en-US" w:eastAsia="zh-CN"/>
              </w:rPr>
              <w:t>7</w:t>
            </w:r>
            <w:r w:rsidRPr="00DF6DD6">
              <w:rPr>
                <w:lang w:val="en-US" w:eastAsia="fi-FI"/>
              </w:rPr>
              <w:t>A-</w:t>
            </w:r>
            <w:r w:rsidRPr="00DF6DD6">
              <w:rPr>
                <w:lang w:val="en-US" w:eastAsia="zh-CN"/>
              </w:rPr>
              <w:t>46E</w:t>
            </w:r>
            <w:r w:rsidRPr="00DF6DD6">
              <w:rPr>
                <w:lang w:val="en-US" w:eastAsia="fi-FI"/>
              </w:rPr>
              <w:t>_n78A</w:t>
            </w:r>
            <w:r w:rsidRPr="00DF6DD6">
              <w:rPr>
                <w:noProof/>
                <w:vertAlign w:val="superscript"/>
                <w:lang w:eastAsia="zh-CN"/>
              </w:rPr>
              <w:t>3</w:t>
            </w:r>
          </w:p>
        </w:tc>
        <w:tc>
          <w:tcPr>
            <w:tcW w:w="0" w:type="auto"/>
            <w:vAlign w:val="center"/>
          </w:tcPr>
          <w:p w14:paraId="22C03307" w14:textId="4E7354B1" w:rsidR="0095436B" w:rsidRPr="00DF6DD6" w:rsidRDefault="0095436B" w:rsidP="00401ADA">
            <w:pPr>
              <w:pStyle w:val="TAC"/>
              <w:keepNext w:val="0"/>
              <w:rPr>
                <w:noProof/>
                <w:lang w:eastAsia="zh-CN"/>
              </w:rPr>
            </w:pPr>
            <w:r w:rsidRPr="00DF6DD6">
              <w:rPr>
                <w:noProof/>
                <w:lang w:eastAsia="zh-CN"/>
              </w:rPr>
              <w:t>DC_7A_n78A</w:t>
            </w:r>
          </w:p>
        </w:tc>
      </w:tr>
      <w:tr w:rsidR="00F55B07" w:rsidRPr="00DF6DD6" w14:paraId="68B48756" w14:textId="77777777" w:rsidTr="00C42558">
        <w:trPr>
          <w:gridAfter w:val="1"/>
          <w:wAfter w:w="22" w:type="dxa"/>
          <w:trHeight w:val="288"/>
          <w:jc w:val="center"/>
        </w:trPr>
        <w:tc>
          <w:tcPr>
            <w:tcW w:w="0" w:type="auto"/>
            <w:shd w:val="clear" w:color="auto" w:fill="auto"/>
            <w:noWrap/>
            <w:vAlign w:val="center"/>
          </w:tcPr>
          <w:p w14:paraId="454FFF79" w14:textId="7F88A5BC" w:rsidR="0095436B" w:rsidRPr="00DF6DD6" w:rsidRDefault="0095436B" w:rsidP="00401ADA">
            <w:pPr>
              <w:pStyle w:val="TAC"/>
              <w:keepNext w:val="0"/>
              <w:rPr>
                <w:noProof/>
                <w:lang w:eastAsia="zh-CN"/>
              </w:rPr>
            </w:pPr>
            <w:r w:rsidRPr="00DF6DD6">
              <w:t>DC_8</w:t>
            </w:r>
            <w:r w:rsidRPr="00DF6DD6">
              <w:rPr>
                <w:lang w:eastAsia="zh-CN"/>
              </w:rPr>
              <w:t>A</w:t>
            </w:r>
            <w:r w:rsidRPr="00DF6DD6">
              <w:t>_SUL_n7</w:t>
            </w:r>
            <w:r w:rsidRPr="00DF6DD6">
              <w:rPr>
                <w:lang w:eastAsia="zh-CN"/>
              </w:rPr>
              <w:t>8A</w:t>
            </w:r>
            <w:r w:rsidRPr="00DF6DD6">
              <w:t>-n81</w:t>
            </w:r>
            <w:r w:rsidRPr="00DF6DD6">
              <w:rPr>
                <w:lang w:eastAsia="zh-CN"/>
              </w:rPr>
              <w:t>A</w:t>
            </w:r>
            <w:r w:rsidRPr="00DF6DD6">
              <w:rPr>
                <w:noProof/>
                <w:vertAlign w:val="superscript"/>
                <w:lang w:eastAsia="zh-CN"/>
              </w:rPr>
              <w:t>5</w:t>
            </w:r>
          </w:p>
        </w:tc>
        <w:tc>
          <w:tcPr>
            <w:tcW w:w="0" w:type="auto"/>
            <w:vAlign w:val="center"/>
          </w:tcPr>
          <w:p w14:paraId="2908ADA2" w14:textId="77777777" w:rsidR="0095436B" w:rsidRPr="00DF6DD6" w:rsidRDefault="0095436B" w:rsidP="00401ADA">
            <w:pPr>
              <w:pStyle w:val="TAC"/>
              <w:keepNext w:val="0"/>
              <w:rPr>
                <w:lang w:eastAsia="zh-CN"/>
              </w:rPr>
            </w:pPr>
            <w:r w:rsidRPr="00DF6DD6">
              <w:rPr>
                <w:lang w:eastAsia="zh-CN"/>
              </w:rPr>
              <w:t>DC_8A_n78A,</w:t>
            </w:r>
          </w:p>
          <w:p w14:paraId="4CF9F02D" w14:textId="77777777" w:rsidR="0095436B" w:rsidRPr="00DF6DD6" w:rsidRDefault="0095436B" w:rsidP="00401ADA">
            <w:pPr>
              <w:pStyle w:val="TAC"/>
              <w:keepNext w:val="0"/>
              <w:rPr>
                <w:lang w:eastAsia="zh-CN"/>
              </w:rPr>
            </w:pPr>
            <w:r w:rsidRPr="00DF6DD6">
              <w:rPr>
                <w:lang w:eastAsia="zh-CN"/>
              </w:rPr>
              <w:t>DC_8A_n81A_ULSUP-TDM_n78A,</w:t>
            </w:r>
          </w:p>
          <w:p w14:paraId="2B7FBD66" w14:textId="302A6A00" w:rsidR="0095436B" w:rsidRPr="00DF6DD6" w:rsidRDefault="0095436B" w:rsidP="00401ADA">
            <w:pPr>
              <w:pStyle w:val="TAC"/>
              <w:keepNext w:val="0"/>
              <w:rPr>
                <w:noProof/>
                <w:lang w:eastAsia="zh-CN"/>
              </w:rPr>
            </w:pPr>
          </w:p>
        </w:tc>
      </w:tr>
      <w:tr w:rsidR="00F55B07" w:rsidRPr="00DF6DD6" w14:paraId="1406DDA7" w14:textId="77777777" w:rsidTr="00C42558">
        <w:trPr>
          <w:gridAfter w:val="1"/>
          <w:wAfter w:w="22" w:type="dxa"/>
          <w:trHeight w:val="288"/>
          <w:jc w:val="center"/>
        </w:trPr>
        <w:tc>
          <w:tcPr>
            <w:tcW w:w="0" w:type="auto"/>
            <w:shd w:val="clear" w:color="auto" w:fill="auto"/>
            <w:noWrap/>
            <w:vAlign w:val="center"/>
          </w:tcPr>
          <w:p w14:paraId="70B8E8BF" w14:textId="384B0A78" w:rsidR="0095436B" w:rsidRPr="00DF6DD6" w:rsidRDefault="0095436B" w:rsidP="00401ADA">
            <w:pPr>
              <w:pStyle w:val="TAC"/>
              <w:keepNext w:val="0"/>
              <w:rPr>
                <w:noProof/>
                <w:lang w:eastAsia="zh-CN"/>
              </w:rPr>
            </w:pPr>
            <w:r w:rsidRPr="00DF6DD6">
              <w:t>DC_8</w:t>
            </w:r>
            <w:r w:rsidRPr="00DF6DD6">
              <w:rPr>
                <w:lang w:eastAsia="zh-CN"/>
              </w:rPr>
              <w:t>A</w:t>
            </w:r>
            <w:r w:rsidRPr="00DF6DD6">
              <w:t>_SUL_n7</w:t>
            </w:r>
            <w:r w:rsidRPr="00DF6DD6">
              <w:rPr>
                <w:lang w:eastAsia="zh-CN"/>
              </w:rPr>
              <w:t>9A</w:t>
            </w:r>
            <w:r w:rsidRPr="00DF6DD6">
              <w:t>-n81</w:t>
            </w:r>
            <w:r w:rsidRPr="00DF6DD6">
              <w:rPr>
                <w:lang w:eastAsia="zh-CN"/>
              </w:rPr>
              <w:t>A</w:t>
            </w:r>
            <w:r w:rsidRPr="00DF6DD6">
              <w:rPr>
                <w:noProof/>
                <w:vertAlign w:val="superscript"/>
                <w:lang w:eastAsia="zh-CN"/>
              </w:rPr>
              <w:t>5</w:t>
            </w:r>
          </w:p>
        </w:tc>
        <w:tc>
          <w:tcPr>
            <w:tcW w:w="0" w:type="auto"/>
            <w:vAlign w:val="center"/>
          </w:tcPr>
          <w:p w14:paraId="00C5E6EB" w14:textId="77777777" w:rsidR="0095436B" w:rsidRPr="00DF6DD6" w:rsidRDefault="0095436B" w:rsidP="00401ADA">
            <w:pPr>
              <w:pStyle w:val="TAC"/>
              <w:keepNext w:val="0"/>
              <w:rPr>
                <w:lang w:eastAsia="zh-CN"/>
              </w:rPr>
            </w:pPr>
            <w:r w:rsidRPr="00DF6DD6">
              <w:rPr>
                <w:lang w:eastAsia="zh-CN"/>
              </w:rPr>
              <w:t>DC_8A_n79A,</w:t>
            </w:r>
          </w:p>
          <w:p w14:paraId="43387ED7" w14:textId="77777777" w:rsidR="0095436B" w:rsidRPr="00DF6DD6" w:rsidRDefault="0095436B" w:rsidP="00401ADA">
            <w:pPr>
              <w:pStyle w:val="TAC"/>
              <w:keepNext w:val="0"/>
              <w:rPr>
                <w:lang w:eastAsia="zh-CN"/>
              </w:rPr>
            </w:pPr>
            <w:r w:rsidRPr="00DF6DD6">
              <w:rPr>
                <w:lang w:eastAsia="zh-CN"/>
              </w:rPr>
              <w:t>DC_8A_n81A_ULSUP-TDM_n79A,</w:t>
            </w:r>
          </w:p>
          <w:p w14:paraId="6966E428" w14:textId="66313E17" w:rsidR="0095436B" w:rsidRPr="00DF6DD6" w:rsidRDefault="0095436B" w:rsidP="00401ADA">
            <w:pPr>
              <w:pStyle w:val="TAC"/>
              <w:keepNext w:val="0"/>
              <w:rPr>
                <w:noProof/>
                <w:lang w:eastAsia="zh-CN"/>
              </w:rPr>
            </w:pPr>
          </w:p>
        </w:tc>
      </w:tr>
      <w:tr w:rsidR="00F55B07" w:rsidRPr="00DF6DD6" w14:paraId="38EBFE66" w14:textId="77777777" w:rsidTr="00C42558">
        <w:trPr>
          <w:gridAfter w:val="1"/>
          <w:wAfter w:w="22" w:type="dxa"/>
          <w:trHeight w:val="288"/>
          <w:jc w:val="center"/>
        </w:trPr>
        <w:tc>
          <w:tcPr>
            <w:tcW w:w="0" w:type="auto"/>
            <w:shd w:val="clear" w:color="auto" w:fill="auto"/>
            <w:noWrap/>
            <w:vAlign w:val="center"/>
          </w:tcPr>
          <w:p w14:paraId="66720970" w14:textId="77777777" w:rsidR="0095436B" w:rsidRPr="00DF6DD6" w:rsidRDefault="0095436B" w:rsidP="00401ADA">
            <w:pPr>
              <w:pStyle w:val="TAC"/>
              <w:keepNext w:val="0"/>
            </w:pPr>
            <w:r w:rsidRPr="00DF6DD6">
              <w:rPr>
                <w:noProof/>
                <w:lang w:eastAsia="zh-CN"/>
              </w:rPr>
              <w:t>DC_12A-30A_n66A</w:t>
            </w:r>
          </w:p>
        </w:tc>
        <w:tc>
          <w:tcPr>
            <w:tcW w:w="0" w:type="auto"/>
            <w:vAlign w:val="center"/>
          </w:tcPr>
          <w:p w14:paraId="3FE0E940" w14:textId="77777777" w:rsidR="0095436B" w:rsidRPr="00DF6DD6" w:rsidRDefault="0095436B" w:rsidP="00401ADA">
            <w:pPr>
              <w:pStyle w:val="TAC"/>
              <w:keepNext w:val="0"/>
              <w:rPr>
                <w:noProof/>
                <w:lang w:eastAsia="zh-CN"/>
              </w:rPr>
            </w:pPr>
            <w:r w:rsidRPr="00DF6DD6">
              <w:rPr>
                <w:noProof/>
                <w:lang w:eastAsia="zh-CN"/>
              </w:rPr>
              <w:t>DC_12A_n66A</w:t>
            </w:r>
          </w:p>
          <w:p w14:paraId="326114BE" w14:textId="77777777" w:rsidR="0095436B" w:rsidRPr="00DF6DD6" w:rsidRDefault="0095436B" w:rsidP="00401ADA">
            <w:pPr>
              <w:pStyle w:val="TAC"/>
              <w:keepNext w:val="0"/>
              <w:rPr>
                <w:lang w:eastAsia="zh-CN"/>
              </w:rPr>
            </w:pPr>
            <w:r w:rsidRPr="00DF6DD6">
              <w:rPr>
                <w:noProof/>
                <w:lang w:eastAsia="zh-CN"/>
              </w:rPr>
              <w:t>DC_30A_n66A</w:t>
            </w:r>
          </w:p>
        </w:tc>
      </w:tr>
      <w:tr w:rsidR="00F55B07" w:rsidRPr="00DF6DD6" w14:paraId="0A6C655A" w14:textId="77777777" w:rsidTr="00C42558">
        <w:trPr>
          <w:gridAfter w:val="1"/>
          <w:wAfter w:w="22" w:type="dxa"/>
          <w:trHeight w:val="288"/>
          <w:jc w:val="center"/>
        </w:trPr>
        <w:tc>
          <w:tcPr>
            <w:tcW w:w="0" w:type="auto"/>
            <w:shd w:val="clear" w:color="auto" w:fill="auto"/>
            <w:noWrap/>
            <w:vAlign w:val="center"/>
          </w:tcPr>
          <w:p w14:paraId="508B73D5" w14:textId="31DD6A19" w:rsidR="0095436B" w:rsidRPr="00DF6DD6" w:rsidRDefault="0095436B" w:rsidP="00401ADA">
            <w:pPr>
              <w:pStyle w:val="TAC"/>
              <w:keepNext w:val="0"/>
            </w:pPr>
            <w:r w:rsidRPr="00DF6DD6">
              <w:rPr>
                <w:rFonts w:cs="Malgun Gothic"/>
              </w:rPr>
              <w:t>DC_1</w:t>
            </w:r>
            <w:r w:rsidRPr="00DF6DD6">
              <w:rPr>
                <w:rFonts w:cs="Malgun Gothic"/>
                <w:lang w:eastAsia="ja-JP"/>
              </w:rPr>
              <w:t>8</w:t>
            </w:r>
            <w:r w:rsidRPr="00DF6DD6">
              <w:rPr>
                <w:rFonts w:cs="Malgun Gothic"/>
              </w:rPr>
              <w:t>A-</w:t>
            </w:r>
            <w:r w:rsidRPr="00DF6DD6">
              <w:rPr>
                <w:rFonts w:cs="Malgun Gothic"/>
                <w:lang w:eastAsia="ja-JP"/>
              </w:rPr>
              <w:t>2</w:t>
            </w:r>
            <w:r w:rsidRPr="00DF6DD6">
              <w:rPr>
                <w:rFonts w:cs="Malgun Gothic"/>
              </w:rPr>
              <w:t>8A_n7</w:t>
            </w:r>
            <w:r w:rsidRPr="00DF6DD6">
              <w:rPr>
                <w:rFonts w:eastAsia="MS Mincho" w:cs="Malgun Gothic"/>
                <w:lang w:eastAsia="ja-JP"/>
              </w:rPr>
              <w:t>7</w:t>
            </w:r>
            <w:r w:rsidRPr="00DF6DD6">
              <w:rPr>
                <w:rFonts w:cs="Malgun Gothic"/>
              </w:rPr>
              <w:t>A</w:t>
            </w:r>
            <w:r w:rsidRPr="00DF6DD6">
              <w:rPr>
                <w:noProof/>
                <w:vertAlign w:val="superscript"/>
                <w:lang w:eastAsia="zh-CN"/>
              </w:rPr>
              <w:t>5</w:t>
            </w:r>
          </w:p>
        </w:tc>
        <w:tc>
          <w:tcPr>
            <w:tcW w:w="0" w:type="auto"/>
            <w:vAlign w:val="center"/>
          </w:tcPr>
          <w:p w14:paraId="10E797FC" w14:textId="77777777" w:rsidR="0095436B" w:rsidRPr="00DF6DD6" w:rsidRDefault="0095436B" w:rsidP="00401ADA">
            <w:pPr>
              <w:pStyle w:val="TAC"/>
              <w:keepNext w:val="0"/>
              <w:rPr>
                <w:noProof/>
                <w:lang w:eastAsia="zh-CN"/>
              </w:rPr>
            </w:pPr>
            <w:r w:rsidRPr="00DF6DD6">
              <w:rPr>
                <w:noProof/>
                <w:lang w:eastAsia="zh-CN"/>
              </w:rPr>
              <w:t>DC_18A_n7</w:t>
            </w:r>
            <w:r w:rsidRPr="00DF6DD6">
              <w:rPr>
                <w:rFonts w:eastAsia="MS Mincho"/>
                <w:noProof/>
                <w:lang w:eastAsia="ja-JP"/>
              </w:rPr>
              <w:t>7</w:t>
            </w:r>
            <w:r w:rsidRPr="00DF6DD6">
              <w:rPr>
                <w:noProof/>
                <w:lang w:eastAsia="zh-CN"/>
              </w:rPr>
              <w:t>A</w:t>
            </w:r>
          </w:p>
          <w:p w14:paraId="1FBE5DB7" w14:textId="77777777" w:rsidR="0095436B" w:rsidRPr="00DF6DD6" w:rsidRDefault="0095436B" w:rsidP="00401ADA">
            <w:pPr>
              <w:pStyle w:val="TAC"/>
              <w:keepNext w:val="0"/>
              <w:rPr>
                <w:lang w:eastAsia="zh-CN"/>
              </w:rPr>
            </w:pPr>
            <w:r w:rsidRPr="00DF6DD6">
              <w:rPr>
                <w:noProof/>
                <w:lang w:eastAsia="zh-CN"/>
              </w:rPr>
              <w:t>DC_28A_n7</w:t>
            </w:r>
            <w:r w:rsidRPr="00DF6DD6">
              <w:rPr>
                <w:rFonts w:eastAsia="MS Mincho"/>
                <w:noProof/>
                <w:lang w:eastAsia="ja-JP"/>
              </w:rPr>
              <w:t>7</w:t>
            </w:r>
            <w:r w:rsidRPr="00DF6DD6">
              <w:rPr>
                <w:noProof/>
                <w:lang w:eastAsia="zh-CN"/>
              </w:rPr>
              <w:t>A</w:t>
            </w:r>
          </w:p>
        </w:tc>
      </w:tr>
      <w:tr w:rsidR="00F55B07" w:rsidRPr="00DF6DD6" w14:paraId="700B2C2C" w14:textId="77777777" w:rsidTr="00C42558">
        <w:trPr>
          <w:gridAfter w:val="1"/>
          <w:wAfter w:w="22" w:type="dxa"/>
          <w:trHeight w:val="288"/>
          <w:jc w:val="center"/>
        </w:trPr>
        <w:tc>
          <w:tcPr>
            <w:tcW w:w="0" w:type="auto"/>
            <w:shd w:val="clear" w:color="auto" w:fill="auto"/>
            <w:noWrap/>
            <w:vAlign w:val="center"/>
          </w:tcPr>
          <w:p w14:paraId="7B78ED28" w14:textId="163C0605" w:rsidR="0095436B" w:rsidRPr="00DF6DD6" w:rsidRDefault="0095436B" w:rsidP="00401ADA">
            <w:pPr>
              <w:pStyle w:val="TAC"/>
              <w:keepNext w:val="0"/>
              <w:rPr>
                <w:noProof/>
                <w:lang w:eastAsia="zh-CN"/>
              </w:rPr>
            </w:pPr>
            <w:r w:rsidRPr="00DF6DD6">
              <w:rPr>
                <w:rFonts w:cs="Arial"/>
              </w:rPr>
              <w:t>DC_1</w:t>
            </w:r>
            <w:r w:rsidRPr="00DF6DD6">
              <w:rPr>
                <w:rFonts w:cs="Arial"/>
                <w:lang w:eastAsia="ja-JP"/>
              </w:rPr>
              <w:t>8</w:t>
            </w:r>
            <w:r w:rsidRPr="00DF6DD6">
              <w:rPr>
                <w:rFonts w:cs="Arial"/>
              </w:rPr>
              <w:t>A-</w:t>
            </w:r>
            <w:r w:rsidRPr="00DF6DD6">
              <w:rPr>
                <w:rFonts w:cs="Arial"/>
                <w:lang w:eastAsia="ja-JP"/>
              </w:rPr>
              <w:t>2</w:t>
            </w:r>
            <w:r w:rsidRPr="00DF6DD6">
              <w:rPr>
                <w:rFonts w:cs="Arial"/>
              </w:rPr>
              <w:t>8A_n78A</w:t>
            </w:r>
            <w:r w:rsidRPr="00DF6DD6">
              <w:rPr>
                <w:noProof/>
                <w:vertAlign w:val="superscript"/>
                <w:lang w:eastAsia="zh-CN"/>
              </w:rPr>
              <w:t>5</w:t>
            </w:r>
          </w:p>
        </w:tc>
        <w:tc>
          <w:tcPr>
            <w:tcW w:w="0" w:type="auto"/>
            <w:vAlign w:val="center"/>
          </w:tcPr>
          <w:p w14:paraId="692F11F6" w14:textId="77777777" w:rsidR="0095436B" w:rsidRPr="00DF6DD6" w:rsidRDefault="0095436B" w:rsidP="00401ADA">
            <w:pPr>
              <w:pStyle w:val="TAC"/>
              <w:keepNext w:val="0"/>
              <w:rPr>
                <w:noProof/>
                <w:lang w:eastAsia="zh-CN"/>
              </w:rPr>
            </w:pPr>
            <w:r w:rsidRPr="00DF6DD6">
              <w:rPr>
                <w:noProof/>
                <w:lang w:eastAsia="zh-CN"/>
              </w:rPr>
              <w:t>DC_18A_n78A</w:t>
            </w:r>
          </w:p>
          <w:p w14:paraId="4DD10313" w14:textId="77777777" w:rsidR="0095436B" w:rsidRPr="00DF6DD6" w:rsidRDefault="0095436B" w:rsidP="00401ADA">
            <w:pPr>
              <w:pStyle w:val="TAC"/>
              <w:keepNext w:val="0"/>
              <w:rPr>
                <w:noProof/>
                <w:lang w:eastAsia="zh-CN"/>
              </w:rPr>
            </w:pPr>
            <w:r w:rsidRPr="00DF6DD6">
              <w:rPr>
                <w:noProof/>
                <w:lang w:eastAsia="zh-CN"/>
              </w:rPr>
              <w:t>DC_28A_n78A</w:t>
            </w:r>
          </w:p>
        </w:tc>
      </w:tr>
      <w:tr w:rsidR="00F55B07" w:rsidRPr="00DF6DD6" w14:paraId="374E75FF" w14:textId="77777777" w:rsidTr="00C42558">
        <w:trPr>
          <w:gridAfter w:val="1"/>
          <w:wAfter w:w="22" w:type="dxa"/>
          <w:trHeight w:val="288"/>
          <w:jc w:val="center"/>
        </w:trPr>
        <w:tc>
          <w:tcPr>
            <w:tcW w:w="0" w:type="auto"/>
            <w:shd w:val="clear" w:color="auto" w:fill="auto"/>
            <w:noWrap/>
            <w:vAlign w:val="center"/>
          </w:tcPr>
          <w:p w14:paraId="77AA8CFE" w14:textId="216EA07C" w:rsidR="0095436B" w:rsidRPr="00DF6DD6" w:rsidRDefault="0095436B" w:rsidP="00401ADA">
            <w:pPr>
              <w:pStyle w:val="TAC"/>
              <w:keepNext w:val="0"/>
              <w:rPr>
                <w:noProof/>
                <w:lang w:eastAsia="zh-CN"/>
              </w:rPr>
            </w:pPr>
            <w:r w:rsidRPr="00DF6DD6">
              <w:rPr>
                <w:rFonts w:cs="Arial"/>
              </w:rPr>
              <w:t>DC_1</w:t>
            </w:r>
            <w:r w:rsidRPr="00DF6DD6">
              <w:rPr>
                <w:rFonts w:cs="Arial"/>
                <w:lang w:eastAsia="ja-JP"/>
              </w:rPr>
              <w:t>8</w:t>
            </w:r>
            <w:r w:rsidRPr="00DF6DD6">
              <w:rPr>
                <w:rFonts w:cs="Arial"/>
              </w:rPr>
              <w:t>A-</w:t>
            </w:r>
            <w:r w:rsidRPr="00DF6DD6">
              <w:rPr>
                <w:rFonts w:cs="Arial"/>
                <w:lang w:eastAsia="ja-JP"/>
              </w:rPr>
              <w:t>2</w:t>
            </w:r>
            <w:r w:rsidRPr="00DF6DD6">
              <w:rPr>
                <w:rFonts w:cs="Arial"/>
              </w:rPr>
              <w:t>8A_n79A</w:t>
            </w:r>
            <w:r w:rsidRPr="00DF6DD6">
              <w:rPr>
                <w:noProof/>
                <w:vertAlign w:val="superscript"/>
                <w:lang w:eastAsia="zh-CN"/>
              </w:rPr>
              <w:t>5</w:t>
            </w:r>
          </w:p>
        </w:tc>
        <w:tc>
          <w:tcPr>
            <w:tcW w:w="0" w:type="auto"/>
            <w:vAlign w:val="center"/>
          </w:tcPr>
          <w:p w14:paraId="64EFD399" w14:textId="77777777" w:rsidR="0095436B" w:rsidRPr="00DF6DD6" w:rsidRDefault="0095436B" w:rsidP="00401ADA">
            <w:pPr>
              <w:pStyle w:val="TAC"/>
              <w:keepNext w:val="0"/>
              <w:rPr>
                <w:noProof/>
                <w:lang w:eastAsia="zh-CN"/>
              </w:rPr>
            </w:pPr>
            <w:r w:rsidRPr="00DF6DD6">
              <w:rPr>
                <w:noProof/>
                <w:lang w:eastAsia="zh-CN"/>
              </w:rPr>
              <w:t>DC_18A_n79A</w:t>
            </w:r>
          </w:p>
          <w:p w14:paraId="5F958100" w14:textId="77777777" w:rsidR="0095436B" w:rsidRPr="00DF6DD6" w:rsidRDefault="0095436B" w:rsidP="00401ADA">
            <w:pPr>
              <w:pStyle w:val="TAC"/>
              <w:keepNext w:val="0"/>
              <w:rPr>
                <w:noProof/>
                <w:lang w:eastAsia="zh-CN"/>
              </w:rPr>
            </w:pPr>
            <w:r w:rsidRPr="00DF6DD6">
              <w:rPr>
                <w:noProof/>
                <w:lang w:eastAsia="zh-CN"/>
              </w:rPr>
              <w:t>DC_28A_n79A</w:t>
            </w:r>
          </w:p>
        </w:tc>
      </w:tr>
      <w:tr w:rsidR="00F55B07" w:rsidRPr="00DF6DD6" w14:paraId="1A96F933" w14:textId="77777777" w:rsidTr="00C42558">
        <w:trPr>
          <w:gridAfter w:val="1"/>
          <w:wAfter w:w="22" w:type="dxa"/>
          <w:trHeight w:val="288"/>
          <w:jc w:val="center"/>
        </w:trPr>
        <w:tc>
          <w:tcPr>
            <w:tcW w:w="0" w:type="auto"/>
            <w:shd w:val="clear" w:color="auto" w:fill="auto"/>
            <w:noWrap/>
            <w:vAlign w:val="center"/>
          </w:tcPr>
          <w:p w14:paraId="6FEECC1D" w14:textId="2C0F861F" w:rsidR="0095436B" w:rsidRPr="00DF6DD6" w:rsidRDefault="0095436B" w:rsidP="00401ADA">
            <w:pPr>
              <w:pStyle w:val="TAC"/>
              <w:keepNext w:val="0"/>
              <w:rPr>
                <w:noProof/>
                <w:lang w:eastAsia="zh-CN"/>
              </w:rPr>
            </w:pPr>
            <w:r w:rsidRPr="00DF6DD6">
              <w:rPr>
                <w:noProof/>
                <w:lang w:eastAsia="zh-CN"/>
              </w:rPr>
              <w:t>DC_19A-21A_n78A</w:t>
            </w:r>
            <w:r w:rsidRPr="00DF6DD6">
              <w:rPr>
                <w:noProof/>
                <w:vertAlign w:val="superscript"/>
                <w:lang w:eastAsia="zh-CN"/>
              </w:rPr>
              <w:t>5</w:t>
            </w:r>
          </w:p>
          <w:p w14:paraId="55CB1054" w14:textId="6A9926C4" w:rsidR="0095436B" w:rsidRPr="00DF6DD6" w:rsidRDefault="0095436B" w:rsidP="00401ADA">
            <w:pPr>
              <w:pStyle w:val="TAC"/>
              <w:keepNext w:val="0"/>
              <w:rPr>
                <w:rFonts w:cs="Arial"/>
              </w:rPr>
            </w:pPr>
            <w:r w:rsidRPr="00DF6DD6">
              <w:rPr>
                <w:noProof/>
                <w:lang w:eastAsia="zh-CN"/>
              </w:rPr>
              <w:t>DC_19A-21A_n78C</w:t>
            </w:r>
            <w:r w:rsidRPr="00DF6DD6">
              <w:rPr>
                <w:noProof/>
                <w:vertAlign w:val="superscript"/>
                <w:lang w:eastAsia="zh-CN"/>
              </w:rPr>
              <w:t>5</w:t>
            </w:r>
          </w:p>
        </w:tc>
        <w:tc>
          <w:tcPr>
            <w:tcW w:w="0" w:type="auto"/>
            <w:vAlign w:val="center"/>
          </w:tcPr>
          <w:p w14:paraId="657835A7" w14:textId="77777777" w:rsidR="0095436B" w:rsidRPr="00DF6DD6" w:rsidRDefault="0095436B" w:rsidP="00401ADA">
            <w:pPr>
              <w:pStyle w:val="TAC"/>
              <w:keepNext w:val="0"/>
              <w:rPr>
                <w:noProof/>
                <w:lang w:eastAsia="zh-CN"/>
              </w:rPr>
            </w:pPr>
            <w:r w:rsidRPr="00DF6DD6">
              <w:rPr>
                <w:noProof/>
                <w:lang w:eastAsia="zh-CN"/>
              </w:rPr>
              <w:t>DC_19A_n78A</w:t>
            </w:r>
          </w:p>
          <w:p w14:paraId="6A3E479F" w14:textId="4FAF2388" w:rsidR="0095436B" w:rsidRPr="00DF6DD6" w:rsidRDefault="0095436B" w:rsidP="00401ADA">
            <w:pPr>
              <w:pStyle w:val="TAC"/>
              <w:keepNext w:val="0"/>
              <w:rPr>
                <w:noProof/>
                <w:lang w:eastAsia="zh-CN"/>
              </w:rPr>
            </w:pPr>
            <w:r w:rsidRPr="00DF6DD6">
              <w:rPr>
                <w:noProof/>
                <w:lang w:eastAsia="zh-CN"/>
              </w:rPr>
              <w:t>DC_21A_n78A</w:t>
            </w:r>
          </w:p>
        </w:tc>
      </w:tr>
      <w:tr w:rsidR="00F55B07" w:rsidRPr="00DF6DD6" w14:paraId="51542471" w14:textId="77777777" w:rsidTr="00C42558">
        <w:trPr>
          <w:gridAfter w:val="1"/>
          <w:wAfter w:w="22" w:type="dxa"/>
          <w:trHeight w:val="288"/>
          <w:jc w:val="center"/>
        </w:trPr>
        <w:tc>
          <w:tcPr>
            <w:tcW w:w="0" w:type="auto"/>
            <w:shd w:val="clear" w:color="auto" w:fill="auto"/>
            <w:noWrap/>
            <w:vAlign w:val="center"/>
          </w:tcPr>
          <w:p w14:paraId="7900AECA" w14:textId="10712B0C" w:rsidR="0095436B" w:rsidRPr="00DF6DD6" w:rsidRDefault="0095436B" w:rsidP="00401ADA">
            <w:pPr>
              <w:pStyle w:val="TAC"/>
              <w:keepNext w:val="0"/>
              <w:rPr>
                <w:noProof/>
                <w:lang w:eastAsia="zh-CN"/>
              </w:rPr>
            </w:pPr>
            <w:r w:rsidRPr="00DF6DD6">
              <w:rPr>
                <w:noProof/>
                <w:lang w:eastAsia="zh-CN"/>
              </w:rPr>
              <w:t>DC_19A-21A_n79A</w:t>
            </w:r>
            <w:r w:rsidRPr="00DF6DD6">
              <w:rPr>
                <w:noProof/>
                <w:vertAlign w:val="superscript"/>
                <w:lang w:eastAsia="zh-CN"/>
              </w:rPr>
              <w:t>5</w:t>
            </w:r>
          </w:p>
          <w:p w14:paraId="76209DDB" w14:textId="608D347D" w:rsidR="0095436B" w:rsidRPr="00DF6DD6" w:rsidRDefault="0095436B" w:rsidP="00401ADA">
            <w:pPr>
              <w:pStyle w:val="TAC"/>
              <w:keepNext w:val="0"/>
              <w:rPr>
                <w:rFonts w:cs="Arial"/>
              </w:rPr>
            </w:pPr>
            <w:r w:rsidRPr="00DF6DD6">
              <w:rPr>
                <w:noProof/>
                <w:lang w:eastAsia="zh-CN"/>
              </w:rPr>
              <w:t>DC_19A-21A_n79C</w:t>
            </w:r>
            <w:r w:rsidRPr="00DF6DD6">
              <w:rPr>
                <w:noProof/>
                <w:vertAlign w:val="superscript"/>
                <w:lang w:eastAsia="zh-CN"/>
              </w:rPr>
              <w:t>5</w:t>
            </w:r>
          </w:p>
        </w:tc>
        <w:tc>
          <w:tcPr>
            <w:tcW w:w="0" w:type="auto"/>
            <w:vAlign w:val="center"/>
          </w:tcPr>
          <w:p w14:paraId="3AE13230" w14:textId="77777777" w:rsidR="0095436B" w:rsidRPr="00DF6DD6" w:rsidRDefault="0095436B" w:rsidP="00401ADA">
            <w:pPr>
              <w:pStyle w:val="TAC"/>
              <w:keepNext w:val="0"/>
              <w:rPr>
                <w:noProof/>
                <w:lang w:eastAsia="zh-CN"/>
              </w:rPr>
            </w:pPr>
            <w:r w:rsidRPr="00DF6DD6">
              <w:rPr>
                <w:noProof/>
                <w:lang w:eastAsia="zh-CN"/>
              </w:rPr>
              <w:t>DC_19A_n79A</w:t>
            </w:r>
          </w:p>
          <w:p w14:paraId="5C54C388" w14:textId="6C4F27DD" w:rsidR="0095436B" w:rsidRPr="00DF6DD6" w:rsidRDefault="0095436B" w:rsidP="00401ADA">
            <w:pPr>
              <w:pStyle w:val="TAC"/>
              <w:keepNext w:val="0"/>
              <w:rPr>
                <w:noProof/>
                <w:lang w:eastAsia="zh-CN"/>
              </w:rPr>
            </w:pPr>
            <w:r w:rsidRPr="00DF6DD6">
              <w:rPr>
                <w:noProof/>
                <w:lang w:eastAsia="zh-CN"/>
              </w:rPr>
              <w:t>DC_21A_n79A</w:t>
            </w:r>
          </w:p>
        </w:tc>
      </w:tr>
      <w:tr w:rsidR="00F55B07" w:rsidRPr="00DF6DD6" w14:paraId="3AE19D2C" w14:textId="77777777" w:rsidTr="00C42558">
        <w:trPr>
          <w:gridAfter w:val="1"/>
          <w:wAfter w:w="22" w:type="dxa"/>
          <w:trHeight w:val="288"/>
          <w:jc w:val="center"/>
        </w:trPr>
        <w:tc>
          <w:tcPr>
            <w:tcW w:w="0" w:type="auto"/>
            <w:shd w:val="clear" w:color="auto" w:fill="auto"/>
            <w:noWrap/>
            <w:vAlign w:val="center"/>
          </w:tcPr>
          <w:p w14:paraId="2B9E3181" w14:textId="2423840A" w:rsidR="0095436B" w:rsidRPr="00DF6DD6" w:rsidRDefault="0095436B" w:rsidP="00401ADA">
            <w:pPr>
              <w:pStyle w:val="TAC"/>
              <w:keepNext w:val="0"/>
              <w:rPr>
                <w:noProof/>
                <w:lang w:eastAsia="zh-CN"/>
              </w:rPr>
            </w:pPr>
            <w:r w:rsidRPr="00DF6DD6">
              <w:rPr>
                <w:noProof/>
                <w:lang w:eastAsia="zh-CN"/>
              </w:rPr>
              <w:t>DC_19A-21A_n77A</w:t>
            </w:r>
            <w:r w:rsidRPr="00DF6DD6">
              <w:rPr>
                <w:noProof/>
                <w:vertAlign w:val="superscript"/>
                <w:lang w:eastAsia="zh-CN"/>
              </w:rPr>
              <w:t>5</w:t>
            </w:r>
          </w:p>
          <w:p w14:paraId="13FA2007" w14:textId="018D4B4E" w:rsidR="0095436B" w:rsidRPr="00DF6DD6" w:rsidRDefault="0095436B" w:rsidP="00401ADA">
            <w:pPr>
              <w:pStyle w:val="TAC"/>
              <w:keepNext w:val="0"/>
              <w:rPr>
                <w:rFonts w:cs="Arial"/>
              </w:rPr>
            </w:pPr>
            <w:r w:rsidRPr="00DF6DD6">
              <w:rPr>
                <w:noProof/>
                <w:lang w:eastAsia="zh-CN"/>
              </w:rPr>
              <w:t>DC_19A-21A_n77C</w:t>
            </w:r>
            <w:r w:rsidRPr="00DF6DD6">
              <w:rPr>
                <w:noProof/>
                <w:vertAlign w:val="superscript"/>
                <w:lang w:eastAsia="zh-CN"/>
              </w:rPr>
              <w:t>5</w:t>
            </w:r>
          </w:p>
        </w:tc>
        <w:tc>
          <w:tcPr>
            <w:tcW w:w="0" w:type="auto"/>
            <w:vAlign w:val="center"/>
          </w:tcPr>
          <w:p w14:paraId="53DA67E6" w14:textId="77777777" w:rsidR="0095436B" w:rsidRPr="00DF6DD6" w:rsidRDefault="0095436B" w:rsidP="00401ADA">
            <w:pPr>
              <w:pStyle w:val="TAC"/>
              <w:keepNext w:val="0"/>
              <w:rPr>
                <w:noProof/>
                <w:lang w:eastAsia="zh-CN"/>
              </w:rPr>
            </w:pPr>
            <w:r w:rsidRPr="00DF6DD6">
              <w:rPr>
                <w:noProof/>
                <w:lang w:eastAsia="zh-CN"/>
              </w:rPr>
              <w:t>DC_19A_n77A</w:t>
            </w:r>
          </w:p>
          <w:p w14:paraId="7DAB7B37" w14:textId="7CD0CEF9" w:rsidR="0095436B" w:rsidRPr="00DF6DD6" w:rsidRDefault="0095436B" w:rsidP="00401ADA">
            <w:pPr>
              <w:pStyle w:val="TAC"/>
              <w:keepNext w:val="0"/>
              <w:rPr>
                <w:noProof/>
                <w:lang w:eastAsia="zh-CN"/>
              </w:rPr>
            </w:pPr>
            <w:r w:rsidRPr="00DF6DD6">
              <w:rPr>
                <w:noProof/>
                <w:lang w:eastAsia="zh-CN"/>
              </w:rPr>
              <w:t>DC_21A_n77A</w:t>
            </w:r>
          </w:p>
        </w:tc>
      </w:tr>
      <w:tr w:rsidR="00F55B07" w:rsidRPr="00DF6DD6" w14:paraId="269C52A9" w14:textId="77777777" w:rsidTr="00C42558">
        <w:trPr>
          <w:gridAfter w:val="1"/>
          <w:wAfter w:w="22" w:type="dxa"/>
          <w:trHeight w:val="288"/>
          <w:jc w:val="center"/>
        </w:trPr>
        <w:tc>
          <w:tcPr>
            <w:tcW w:w="0" w:type="auto"/>
            <w:shd w:val="clear" w:color="auto" w:fill="auto"/>
            <w:noWrap/>
            <w:vAlign w:val="center"/>
          </w:tcPr>
          <w:p w14:paraId="2209F59F" w14:textId="77777777" w:rsidR="00CE04D0" w:rsidRPr="00DF6DD6" w:rsidRDefault="00CE04D0" w:rsidP="00CE04D0">
            <w:pPr>
              <w:pStyle w:val="TAC"/>
              <w:keepNext w:val="0"/>
              <w:rPr>
                <w:noProof/>
                <w:lang w:eastAsia="zh-CN"/>
              </w:rPr>
            </w:pPr>
            <w:r w:rsidRPr="00DF6DD6">
              <w:rPr>
                <w:noProof/>
                <w:lang w:eastAsia="zh-CN"/>
              </w:rPr>
              <w:t>DC_19A-42A_n77A</w:t>
            </w:r>
          </w:p>
          <w:p w14:paraId="7320A77B" w14:textId="77777777" w:rsidR="00CE04D0" w:rsidRDefault="00CE04D0" w:rsidP="00CE04D0">
            <w:pPr>
              <w:pStyle w:val="TAC"/>
              <w:keepNext w:val="0"/>
              <w:rPr>
                <w:noProof/>
                <w:lang w:eastAsia="zh-CN"/>
              </w:rPr>
            </w:pPr>
            <w:r w:rsidRPr="00DF6DD6">
              <w:rPr>
                <w:noProof/>
                <w:lang w:eastAsia="zh-CN"/>
              </w:rPr>
              <w:t>DC_19A-42A_n77C</w:t>
            </w:r>
          </w:p>
          <w:p w14:paraId="46C607E7" w14:textId="77777777" w:rsidR="00CE04D0" w:rsidRPr="00DF6DD6" w:rsidRDefault="00CE04D0" w:rsidP="00CE04D0">
            <w:pPr>
              <w:pStyle w:val="TAC"/>
              <w:keepNext w:val="0"/>
              <w:rPr>
                <w:rFonts w:cs="Arial"/>
                <w:lang w:eastAsia="ja-JP"/>
              </w:rPr>
            </w:pPr>
            <w:r w:rsidRPr="00DF6DD6">
              <w:rPr>
                <w:rFonts w:cs="Arial"/>
                <w:lang w:eastAsia="ja-JP"/>
              </w:rPr>
              <w:t>DC_19A-42C_n77A</w:t>
            </w:r>
          </w:p>
          <w:p w14:paraId="34434FCA" w14:textId="362A0A40" w:rsidR="0095436B" w:rsidRPr="00DF6DD6" w:rsidRDefault="00CE04D0" w:rsidP="00CE04D0">
            <w:pPr>
              <w:pStyle w:val="TAC"/>
              <w:keepNext w:val="0"/>
              <w:rPr>
                <w:noProof/>
                <w:lang w:eastAsia="zh-CN"/>
              </w:rPr>
            </w:pPr>
            <w:r w:rsidRPr="00DF6DD6">
              <w:rPr>
                <w:rFonts w:cs="Arial"/>
                <w:lang w:eastAsia="ja-JP"/>
              </w:rPr>
              <w:t>DC_19A-42C_n77C</w:t>
            </w:r>
          </w:p>
        </w:tc>
        <w:tc>
          <w:tcPr>
            <w:tcW w:w="0" w:type="auto"/>
            <w:vAlign w:val="center"/>
          </w:tcPr>
          <w:p w14:paraId="1558B71A" w14:textId="77777777" w:rsidR="0095436B" w:rsidRPr="00DF6DD6" w:rsidRDefault="0095436B" w:rsidP="00401ADA">
            <w:pPr>
              <w:pStyle w:val="TAC"/>
              <w:keepNext w:val="0"/>
              <w:rPr>
                <w:noProof/>
                <w:lang w:eastAsia="zh-CN"/>
              </w:rPr>
            </w:pPr>
            <w:r w:rsidRPr="00DF6DD6">
              <w:rPr>
                <w:noProof/>
                <w:lang w:eastAsia="zh-CN"/>
              </w:rPr>
              <w:t>DC_19A_n77A</w:t>
            </w:r>
          </w:p>
        </w:tc>
      </w:tr>
      <w:tr w:rsidR="00F55B07" w:rsidRPr="00DF6DD6" w14:paraId="2B2F23E5" w14:textId="77777777" w:rsidTr="00C42558">
        <w:trPr>
          <w:gridAfter w:val="1"/>
          <w:wAfter w:w="22" w:type="dxa"/>
          <w:trHeight w:val="288"/>
          <w:jc w:val="center"/>
        </w:trPr>
        <w:tc>
          <w:tcPr>
            <w:tcW w:w="0" w:type="auto"/>
            <w:shd w:val="clear" w:color="auto" w:fill="auto"/>
            <w:noWrap/>
            <w:vAlign w:val="center"/>
          </w:tcPr>
          <w:p w14:paraId="75F6BCF1" w14:textId="77777777" w:rsidR="00CE04D0" w:rsidRPr="00DF6DD6" w:rsidRDefault="00CE04D0" w:rsidP="00CE04D0">
            <w:pPr>
              <w:pStyle w:val="TAC"/>
              <w:keepNext w:val="0"/>
              <w:rPr>
                <w:noProof/>
                <w:lang w:eastAsia="zh-CN"/>
              </w:rPr>
            </w:pPr>
            <w:r w:rsidRPr="00DF6DD6">
              <w:rPr>
                <w:noProof/>
                <w:lang w:eastAsia="zh-CN"/>
              </w:rPr>
              <w:t>DC_19A-42A_n78A</w:t>
            </w:r>
          </w:p>
          <w:p w14:paraId="15BB5706" w14:textId="77777777" w:rsidR="00CE04D0" w:rsidRDefault="00CE04D0" w:rsidP="00CE04D0">
            <w:pPr>
              <w:pStyle w:val="TAC"/>
              <w:keepNext w:val="0"/>
              <w:rPr>
                <w:noProof/>
                <w:lang w:eastAsia="zh-CN"/>
              </w:rPr>
            </w:pPr>
            <w:r w:rsidRPr="00DF6DD6">
              <w:rPr>
                <w:noProof/>
                <w:lang w:eastAsia="zh-CN"/>
              </w:rPr>
              <w:t>DC_19A-42A_n78C</w:t>
            </w:r>
          </w:p>
          <w:p w14:paraId="4F064331" w14:textId="77777777" w:rsidR="00CE04D0" w:rsidRPr="00DF6DD6" w:rsidRDefault="00CE04D0" w:rsidP="00CE04D0">
            <w:pPr>
              <w:pStyle w:val="TAC"/>
              <w:keepNext w:val="0"/>
              <w:rPr>
                <w:rFonts w:cs="Arial"/>
                <w:lang w:eastAsia="ja-JP"/>
              </w:rPr>
            </w:pPr>
            <w:r w:rsidRPr="00DF6DD6">
              <w:rPr>
                <w:rFonts w:cs="Arial"/>
                <w:lang w:eastAsia="ja-JP"/>
              </w:rPr>
              <w:t>DC_19A-42C_n78A</w:t>
            </w:r>
          </w:p>
          <w:p w14:paraId="049607C6" w14:textId="3E4C899D" w:rsidR="0095436B" w:rsidRPr="00DF6DD6" w:rsidRDefault="00CE04D0" w:rsidP="00CE04D0">
            <w:pPr>
              <w:pStyle w:val="TAC"/>
              <w:keepNext w:val="0"/>
              <w:rPr>
                <w:noProof/>
                <w:lang w:eastAsia="zh-CN"/>
              </w:rPr>
            </w:pPr>
            <w:r w:rsidRPr="00DF6DD6">
              <w:rPr>
                <w:rFonts w:cs="Arial"/>
                <w:lang w:eastAsia="ja-JP"/>
              </w:rPr>
              <w:t>DC_19A-42C_n78C</w:t>
            </w:r>
          </w:p>
        </w:tc>
        <w:tc>
          <w:tcPr>
            <w:tcW w:w="0" w:type="auto"/>
            <w:vAlign w:val="center"/>
          </w:tcPr>
          <w:p w14:paraId="0AB4E6D0" w14:textId="77777777" w:rsidR="0095436B" w:rsidRPr="00DF6DD6" w:rsidRDefault="0095436B" w:rsidP="00401ADA">
            <w:pPr>
              <w:pStyle w:val="TAC"/>
              <w:keepNext w:val="0"/>
              <w:rPr>
                <w:noProof/>
                <w:lang w:eastAsia="zh-CN"/>
              </w:rPr>
            </w:pPr>
            <w:r w:rsidRPr="00DF6DD6">
              <w:rPr>
                <w:noProof/>
                <w:lang w:eastAsia="zh-CN"/>
              </w:rPr>
              <w:t>DC_19A_n78A</w:t>
            </w:r>
          </w:p>
        </w:tc>
      </w:tr>
      <w:tr w:rsidR="00F55B07" w:rsidRPr="00DF6DD6" w14:paraId="2D24AD28" w14:textId="77777777" w:rsidTr="00C42558">
        <w:trPr>
          <w:gridAfter w:val="1"/>
          <w:wAfter w:w="22" w:type="dxa"/>
          <w:trHeight w:val="288"/>
          <w:jc w:val="center"/>
        </w:trPr>
        <w:tc>
          <w:tcPr>
            <w:tcW w:w="0" w:type="auto"/>
            <w:shd w:val="clear" w:color="auto" w:fill="auto"/>
            <w:noWrap/>
            <w:vAlign w:val="center"/>
          </w:tcPr>
          <w:p w14:paraId="1F3AF049" w14:textId="77777777" w:rsidR="00CE04D0" w:rsidRPr="00DF6DD6" w:rsidRDefault="00CE04D0" w:rsidP="00CE04D0">
            <w:pPr>
              <w:pStyle w:val="TAC"/>
              <w:keepNext w:val="0"/>
              <w:rPr>
                <w:noProof/>
                <w:lang w:eastAsia="zh-CN"/>
              </w:rPr>
            </w:pPr>
            <w:r w:rsidRPr="00DF6DD6">
              <w:rPr>
                <w:noProof/>
                <w:lang w:eastAsia="zh-CN"/>
              </w:rPr>
              <w:t>DC_19A-42A_n79A</w:t>
            </w:r>
          </w:p>
          <w:p w14:paraId="3320D412" w14:textId="77777777" w:rsidR="00CE04D0" w:rsidRDefault="00CE04D0" w:rsidP="00CE04D0">
            <w:pPr>
              <w:pStyle w:val="TAC"/>
              <w:keepNext w:val="0"/>
              <w:rPr>
                <w:noProof/>
                <w:lang w:eastAsia="zh-CN"/>
              </w:rPr>
            </w:pPr>
            <w:r w:rsidRPr="00DF6DD6">
              <w:rPr>
                <w:noProof/>
                <w:lang w:eastAsia="zh-CN"/>
              </w:rPr>
              <w:t>DC_19A-42A_n79C</w:t>
            </w:r>
          </w:p>
          <w:p w14:paraId="0D748F2F" w14:textId="77777777" w:rsidR="00CE04D0" w:rsidRPr="00DF6DD6" w:rsidRDefault="00CE04D0" w:rsidP="00CE04D0">
            <w:pPr>
              <w:pStyle w:val="TAC"/>
              <w:keepNext w:val="0"/>
              <w:rPr>
                <w:rFonts w:cs="Arial"/>
                <w:lang w:eastAsia="ja-JP"/>
              </w:rPr>
            </w:pPr>
            <w:r w:rsidRPr="00DF6DD6">
              <w:rPr>
                <w:rFonts w:cs="Arial"/>
                <w:lang w:eastAsia="ja-JP"/>
              </w:rPr>
              <w:t>DC_19A-42C_n79A</w:t>
            </w:r>
          </w:p>
          <w:p w14:paraId="4A1664FD" w14:textId="4BA5ACFB" w:rsidR="0095436B" w:rsidRPr="00DF6DD6" w:rsidRDefault="00CE04D0" w:rsidP="00CE04D0">
            <w:pPr>
              <w:pStyle w:val="TAC"/>
              <w:keepNext w:val="0"/>
              <w:rPr>
                <w:noProof/>
                <w:lang w:eastAsia="zh-CN"/>
              </w:rPr>
            </w:pPr>
            <w:r w:rsidRPr="00DF6DD6">
              <w:rPr>
                <w:rFonts w:cs="Arial"/>
                <w:lang w:eastAsia="ja-JP"/>
              </w:rPr>
              <w:t>DC_19A-42C_n79C</w:t>
            </w:r>
          </w:p>
        </w:tc>
        <w:tc>
          <w:tcPr>
            <w:tcW w:w="0" w:type="auto"/>
            <w:vAlign w:val="center"/>
          </w:tcPr>
          <w:p w14:paraId="582D13A1" w14:textId="77777777" w:rsidR="0095436B" w:rsidRPr="00DF6DD6" w:rsidRDefault="0095436B" w:rsidP="00401ADA">
            <w:pPr>
              <w:pStyle w:val="TAC"/>
              <w:keepNext w:val="0"/>
              <w:rPr>
                <w:noProof/>
                <w:lang w:eastAsia="zh-CN"/>
              </w:rPr>
            </w:pPr>
            <w:r w:rsidRPr="00DF6DD6">
              <w:rPr>
                <w:noProof/>
                <w:lang w:eastAsia="zh-CN"/>
              </w:rPr>
              <w:t>DC_19A_n79A</w:t>
            </w:r>
          </w:p>
        </w:tc>
      </w:tr>
      <w:tr w:rsidR="00F55B07" w:rsidRPr="00DF6DD6" w14:paraId="654B1DB4" w14:textId="77777777" w:rsidTr="00EA1C6C">
        <w:trPr>
          <w:gridAfter w:val="1"/>
          <w:wAfter w:w="22" w:type="dxa"/>
          <w:trHeight w:val="288"/>
          <w:jc w:val="center"/>
        </w:trPr>
        <w:tc>
          <w:tcPr>
            <w:tcW w:w="0" w:type="auto"/>
            <w:shd w:val="clear" w:color="auto" w:fill="auto"/>
            <w:noWrap/>
            <w:vAlign w:val="center"/>
          </w:tcPr>
          <w:p w14:paraId="4A59D893" w14:textId="77777777" w:rsidR="0095436B" w:rsidRPr="00DF6DD6" w:rsidRDefault="0095436B" w:rsidP="00401ADA">
            <w:pPr>
              <w:pStyle w:val="TAC"/>
              <w:keepNext w:val="0"/>
            </w:pPr>
            <w:r w:rsidRPr="00DF6DD6">
              <w:rPr>
                <w:rFonts w:eastAsia="Malgun Gothic" w:cs="Arial" w:hint="eastAsia"/>
                <w:lang w:eastAsia="ko-KR"/>
              </w:rPr>
              <w:t>DC_19A_n77A-n79A</w:t>
            </w:r>
          </w:p>
        </w:tc>
        <w:tc>
          <w:tcPr>
            <w:tcW w:w="0" w:type="auto"/>
            <w:vAlign w:val="center"/>
          </w:tcPr>
          <w:p w14:paraId="73D66A9F" w14:textId="77777777" w:rsidR="0095436B" w:rsidRPr="00DF6DD6" w:rsidRDefault="0095436B" w:rsidP="00401ADA">
            <w:pPr>
              <w:pStyle w:val="TAC"/>
              <w:keepNext w:val="0"/>
              <w:rPr>
                <w:rFonts w:eastAsia="Malgun Gothic"/>
                <w:noProof/>
                <w:lang w:eastAsia="ko-KR"/>
              </w:rPr>
            </w:pPr>
            <w:r w:rsidRPr="00DF6DD6">
              <w:rPr>
                <w:rFonts w:eastAsia="Malgun Gothic" w:hint="eastAsia"/>
                <w:noProof/>
                <w:lang w:eastAsia="ko-KR"/>
              </w:rPr>
              <w:t>DC_19A_n77A</w:t>
            </w:r>
          </w:p>
          <w:p w14:paraId="03C55332" w14:textId="77777777" w:rsidR="0095436B" w:rsidRPr="00DF6DD6" w:rsidRDefault="0095436B" w:rsidP="00401ADA">
            <w:pPr>
              <w:pStyle w:val="TAC"/>
              <w:keepNext w:val="0"/>
              <w:rPr>
                <w:lang w:val="en-US" w:eastAsia="fi-FI"/>
              </w:rPr>
            </w:pPr>
            <w:r w:rsidRPr="00DF6DD6">
              <w:rPr>
                <w:rFonts w:eastAsia="Malgun Gothic"/>
                <w:noProof/>
                <w:lang w:eastAsia="ko-KR"/>
              </w:rPr>
              <w:t>DC_19A_n79A</w:t>
            </w:r>
          </w:p>
        </w:tc>
      </w:tr>
      <w:tr w:rsidR="00F55B07" w:rsidRPr="00DF6DD6" w14:paraId="50F1B6D4" w14:textId="77777777" w:rsidTr="00EA1C6C">
        <w:trPr>
          <w:gridAfter w:val="1"/>
          <w:wAfter w:w="22" w:type="dxa"/>
          <w:trHeight w:val="288"/>
          <w:jc w:val="center"/>
        </w:trPr>
        <w:tc>
          <w:tcPr>
            <w:tcW w:w="0" w:type="auto"/>
            <w:shd w:val="clear" w:color="auto" w:fill="auto"/>
            <w:noWrap/>
            <w:vAlign w:val="center"/>
          </w:tcPr>
          <w:p w14:paraId="0DBF5E1C" w14:textId="77777777" w:rsidR="0095436B" w:rsidRPr="00DF6DD6" w:rsidRDefault="0095436B" w:rsidP="00401ADA">
            <w:pPr>
              <w:pStyle w:val="TAC"/>
              <w:keepNext w:val="0"/>
            </w:pPr>
            <w:r w:rsidRPr="00DF6DD6">
              <w:rPr>
                <w:rFonts w:eastAsia="Malgun Gothic" w:cs="Arial" w:hint="eastAsia"/>
                <w:lang w:eastAsia="ko-KR"/>
              </w:rPr>
              <w:t>DC_19A_n78A-n79A</w:t>
            </w:r>
          </w:p>
        </w:tc>
        <w:tc>
          <w:tcPr>
            <w:tcW w:w="0" w:type="auto"/>
            <w:vAlign w:val="center"/>
          </w:tcPr>
          <w:p w14:paraId="018A08E1" w14:textId="77777777" w:rsidR="0095436B" w:rsidRPr="00DF6DD6" w:rsidRDefault="0095436B" w:rsidP="00401ADA">
            <w:pPr>
              <w:pStyle w:val="TAC"/>
              <w:keepNext w:val="0"/>
              <w:rPr>
                <w:rFonts w:eastAsia="Malgun Gothic"/>
                <w:noProof/>
                <w:lang w:eastAsia="ko-KR"/>
              </w:rPr>
            </w:pPr>
            <w:r w:rsidRPr="00DF6DD6">
              <w:rPr>
                <w:rFonts w:eastAsia="Malgun Gothic" w:hint="eastAsia"/>
                <w:noProof/>
                <w:lang w:eastAsia="ko-KR"/>
              </w:rPr>
              <w:t>DC_19A_n78A</w:t>
            </w:r>
          </w:p>
          <w:p w14:paraId="278355C3" w14:textId="77777777" w:rsidR="0095436B" w:rsidRPr="00DF6DD6" w:rsidRDefault="0095436B" w:rsidP="00401ADA">
            <w:pPr>
              <w:pStyle w:val="TAC"/>
              <w:keepNext w:val="0"/>
              <w:rPr>
                <w:lang w:val="en-US" w:eastAsia="fi-FI"/>
              </w:rPr>
            </w:pPr>
            <w:r w:rsidRPr="00DF6DD6">
              <w:rPr>
                <w:rFonts w:eastAsia="Malgun Gothic"/>
                <w:noProof/>
                <w:lang w:eastAsia="ko-KR"/>
              </w:rPr>
              <w:t>DC_19A_n79A</w:t>
            </w:r>
          </w:p>
        </w:tc>
      </w:tr>
      <w:tr w:rsidR="00F55B07" w:rsidRPr="00DF6DD6" w14:paraId="22D8A336" w14:textId="77777777" w:rsidTr="00EA1C6C">
        <w:trPr>
          <w:gridAfter w:val="1"/>
          <w:wAfter w:w="22" w:type="dxa"/>
          <w:trHeight w:val="288"/>
          <w:jc w:val="center"/>
        </w:trPr>
        <w:tc>
          <w:tcPr>
            <w:tcW w:w="0" w:type="auto"/>
            <w:shd w:val="clear" w:color="auto" w:fill="auto"/>
            <w:noWrap/>
            <w:vAlign w:val="center"/>
          </w:tcPr>
          <w:p w14:paraId="63FFC82B" w14:textId="248E9062" w:rsidR="0095436B" w:rsidRPr="00DF6DD6" w:rsidRDefault="0095436B" w:rsidP="00401ADA">
            <w:pPr>
              <w:pStyle w:val="TAC"/>
              <w:keepNext w:val="0"/>
            </w:pPr>
            <w:r w:rsidRPr="00DF6DD6">
              <w:rPr>
                <w:rFonts w:eastAsia="Malgun Gothic" w:cs="Arial" w:hint="eastAsia"/>
                <w:lang w:eastAsia="ko-KR"/>
              </w:rPr>
              <w:t>DC_20A_n8A-n75A</w:t>
            </w:r>
            <w:r w:rsidRPr="00DF6DD6">
              <w:rPr>
                <w:rFonts w:eastAsia="Malgun Gothic" w:cs="Arial"/>
                <w:vertAlign w:val="superscript"/>
                <w:lang w:eastAsia="ko-KR"/>
              </w:rPr>
              <w:t>6</w:t>
            </w:r>
          </w:p>
        </w:tc>
        <w:tc>
          <w:tcPr>
            <w:tcW w:w="0" w:type="auto"/>
            <w:vAlign w:val="center"/>
          </w:tcPr>
          <w:p w14:paraId="66AEFBB3" w14:textId="77777777" w:rsidR="0095436B" w:rsidRPr="00DF6DD6" w:rsidRDefault="0095436B" w:rsidP="00401ADA">
            <w:pPr>
              <w:pStyle w:val="TAC"/>
              <w:keepNext w:val="0"/>
              <w:rPr>
                <w:lang w:val="en-US" w:eastAsia="fi-FI"/>
              </w:rPr>
            </w:pPr>
            <w:r w:rsidRPr="00DF6DD6">
              <w:rPr>
                <w:rFonts w:eastAsia="Malgun Gothic" w:hint="eastAsia"/>
                <w:noProof/>
                <w:lang w:eastAsia="ko-KR"/>
              </w:rPr>
              <w:t>DC_20A_n8A</w:t>
            </w:r>
          </w:p>
        </w:tc>
      </w:tr>
      <w:tr w:rsidR="00F55B07" w:rsidRPr="00DF6DD6" w14:paraId="6F3F91C9" w14:textId="77777777" w:rsidTr="00EA1C6C">
        <w:trPr>
          <w:gridAfter w:val="1"/>
          <w:wAfter w:w="22" w:type="dxa"/>
          <w:trHeight w:val="288"/>
          <w:jc w:val="center"/>
        </w:trPr>
        <w:tc>
          <w:tcPr>
            <w:tcW w:w="0" w:type="auto"/>
            <w:shd w:val="clear" w:color="auto" w:fill="auto"/>
            <w:noWrap/>
            <w:vAlign w:val="center"/>
          </w:tcPr>
          <w:p w14:paraId="6BFA16C5" w14:textId="0C45B70E" w:rsidR="0095436B" w:rsidRPr="00DF6DD6" w:rsidRDefault="0095436B" w:rsidP="00401ADA">
            <w:pPr>
              <w:pStyle w:val="TAC"/>
              <w:keepNext w:val="0"/>
            </w:pPr>
            <w:r w:rsidRPr="00DF6DD6">
              <w:rPr>
                <w:rFonts w:eastAsia="Malgun Gothic" w:cs="Arial" w:hint="eastAsia"/>
                <w:lang w:eastAsia="ko-KR"/>
              </w:rPr>
              <w:t>DC_20A_n28A-n75A</w:t>
            </w:r>
            <w:r w:rsidRPr="00DF6DD6">
              <w:rPr>
                <w:rFonts w:eastAsia="Malgun Gothic" w:cs="Arial"/>
                <w:vertAlign w:val="superscript"/>
                <w:lang w:eastAsia="ko-KR"/>
              </w:rPr>
              <w:t>6</w:t>
            </w:r>
          </w:p>
        </w:tc>
        <w:tc>
          <w:tcPr>
            <w:tcW w:w="0" w:type="auto"/>
            <w:vAlign w:val="center"/>
          </w:tcPr>
          <w:p w14:paraId="744880B2" w14:textId="77777777" w:rsidR="0095436B" w:rsidRPr="00DF6DD6" w:rsidRDefault="0095436B" w:rsidP="00401ADA">
            <w:pPr>
              <w:pStyle w:val="TAC"/>
              <w:keepNext w:val="0"/>
              <w:rPr>
                <w:lang w:val="en-US" w:eastAsia="fi-FI"/>
              </w:rPr>
            </w:pPr>
            <w:r w:rsidRPr="00DF6DD6">
              <w:rPr>
                <w:rFonts w:eastAsia="Malgun Gothic" w:hint="eastAsia"/>
                <w:noProof/>
                <w:lang w:eastAsia="ko-KR"/>
              </w:rPr>
              <w:t>DC_20A_n28A</w:t>
            </w:r>
          </w:p>
        </w:tc>
      </w:tr>
      <w:tr w:rsidR="00F55B07" w:rsidRPr="00DF6DD6" w14:paraId="257D8478" w14:textId="77777777" w:rsidTr="00EA1C6C">
        <w:trPr>
          <w:gridAfter w:val="1"/>
          <w:wAfter w:w="22" w:type="dxa"/>
          <w:trHeight w:val="288"/>
          <w:jc w:val="center"/>
        </w:trPr>
        <w:tc>
          <w:tcPr>
            <w:tcW w:w="0" w:type="auto"/>
            <w:shd w:val="clear" w:color="auto" w:fill="auto"/>
            <w:noWrap/>
            <w:vAlign w:val="center"/>
          </w:tcPr>
          <w:p w14:paraId="74C8B1B2" w14:textId="41EA6206" w:rsidR="0095436B" w:rsidRPr="00DF6DD6" w:rsidRDefault="0095436B" w:rsidP="00401ADA">
            <w:pPr>
              <w:pStyle w:val="TAC"/>
              <w:keepNext w:val="0"/>
            </w:pPr>
            <w:r w:rsidRPr="00DF6DD6">
              <w:rPr>
                <w:rFonts w:eastAsia="Malgun Gothic" w:cs="Arial" w:hint="eastAsia"/>
                <w:lang w:eastAsia="ko-KR"/>
              </w:rPr>
              <w:t>DC_20A_n28A-n7</w:t>
            </w:r>
            <w:r w:rsidRPr="00DF6DD6">
              <w:rPr>
                <w:rFonts w:eastAsia="Malgun Gothic" w:cs="Arial"/>
                <w:lang w:eastAsia="ko-KR"/>
              </w:rPr>
              <w:t>8</w:t>
            </w:r>
            <w:r w:rsidRPr="00DF6DD6">
              <w:rPr>
                <w:rFonts w:eastAsia="Malgun Gothic" w:cs="Arial" w:hint="eastAsia"/>
                <w:lang w:eastAsia="ko-KR"/>
              </w:rPr>
              <w:t>A</w:t>
            </w:r>
            <w:r w:rsidRPr="00DF6DD6">
              <w:rPr>
                <w:rFonts w:eastAsia="Malgun Gothic" w:cs="Arial"/>
                <w:vertAlign w:val="superscript"/>
                <w:lang w:eastAsia="ko-KR"/>
              </w:rPr>
              <w:t>5,6</w:t>
            </w:r>
          </w:p>
        </w:tc>
        <w:tc>
          <w:tcPr>
            <w:tcW w:w="0" w:type="auto"/>
            <w:vAlign w:val="center"/>
          </w:tcPr>
          <w:p w14:paraId="5255E63C" w14:textId="77777777" w:rsidR="0095436B" w:rsidRPr="00DF6DD6" w:rsidRDefault="0095436B" w:rsidP="00401ADA">
            <w:pPr>
              <w:pStyle w:val="TAC"/>
              <w:keepNext w:val="0"/>
              <w:rPr>
                <w:rFonts w:eastAsia="Malgun Gothic"/>
                <w:noProof/>
                <w:lang w:eastAsia="ko-KR"/>
              </w:rPr>
            </w:pPr>
            <w:r w:rsidRPr="00DF6DD6">
              <w:rPr>
                <w:rFonts w:eastAsia="Malgun Gothic" w:hint="eastAsia"/>
                <w:noProof/>
                <w:lang w:eastAsia="ko-KR"/>
              </w:rPr>
              <w:t>DC_20A_n28A</w:t>
            </w:r>
          </w:p>
          <w:p w14:paraId="446E6D47" w14:textId="77777777" w:rsidR="0095436B" w:rsidRPr="00DF6DD6" w:rsidRDefault="0095436B" w:rsidP="00401ADA">
            <w:pPr>
              <w:pStyle w:val="TAC"/>
              <w:keepNext w:val="0"/>
              <w:rPr>
                <w:lang w:val="en-US" w:eastAsia="fi-FI"/>
              </w:rPr>
            </w:pPr>
            <w:r w:rsidRPr="00DF6DD6">
              <w:rPr>
                <w:rFonts w:eastAsia="Malgun Gothic"/>
                <w:noProof/>
                <w:lang w:eastAsia="ko-KR"/>
              </w:rPr>
              <w:t>DC_20A_n78A</w:t>
            </w:r>
          </w:p>
        </w:tc>
      </w:tr>
      <w:tr w:rsidR="00F55B07" w:rsidRPr="00DF6DD6" w14:paraId="64E8C750" w14:textId="77777777" w:rsidTr="00EA1C6C">
        <w:trPr>
          <w:gridAfter w:val="1"/>
          <w:wAfter w:w="22" w:type="dxa"/>
          <w:trHeight w:val="288"/>
          <w:jc w:val="center"/>
        </w:trPr>
        <w:tc>
          <w:tcPr>
            <w:tcW w:w="0" w:type="auto"/>
            <w:shd w:val="clear" w:color="auto" w:fill="auto"/>
            <w:noWrap/>
            <w:vAlign w:val="center"/>
          </w:tcPr>
          <w:p w14:paraId="5B4FAD69" w14:textId="57BF62A2" w:rsidR="0095436B" w:rsidRPr="00DF6DD6" w:rsidRDefault="0095436B" w:rsidP="00401ADA">
            <w:pPr>
              <w:pStyle w:val="TAC"/>
              <w:keepNext w:val="0"/>
            </w:pPr>
            <w:r w:rsidRPr="00DF6DD6">
              <w:rPr>
                <w:rFonts w:eastAsia="Malgun Gothic" w:cs="Arial" w:hint="eastAsia"/>
                <w:lang w:eastAsia="ko-KR"/>
              </w:rPr>
              <w:t>DC_20A_n75A-n7</w:t>
            </w:r>
            <w:r w:rsidRPr="00DF6DD6">
              <w:rPr>
                <w:rFonts w:eastAsia="Malgun Gothic" w:cs="Arial"/>
                <w:lang w:eastAsia="ko-KR"/>
              </w:rPr>
              <w:t>8</w:t>
            </w:r>
            <w:r w:rsidRPr="00DF6DD6">
              <w:rPr>
                <w:rFonts w:eastAsia="Malgun Gothic" w:cs="Arial" w:hint="eastAsia"/>
                <w:lang w:eastAsia="ko-KR"/>
              </w:rPr>
              <w:t>A</w:t>
            </w:r>
            <w:r w:rsidRPr="00DF6DD6">
              <w:rPr>
                <w:noProof/>
                <w:vertAlign w:val="superscript"/>
                <w:lang w:eastAsia="zh-CN"/>
              </w:rPr>
              <w:t>5</w:t>
            </w:r>
          </w:p>
        </w:tc>
        <w:tc>
          <w:tcPr>
            <w:tcW w:w="0" w:type="auto"/>
            <w:vAlign w:val="center"/>
          </w:tcPr>
          <w:p w14:paraId="1ABC695E" w14:textId="77777777" w:rsidR="0095436B" w:rsidRPr="00DF6DD6" w:rsidRDefault="0095436B" w:rsidP="00401ADA">
            <w:pPr>
              <w:pStyle w:val="TAC"/>
              <w:keepNext w:val="0"/>
              <w:rPr>
                <w:lang w:val="en-US" w:eastAsia="fi-FI"/>
              </w:rPr>
            </w:pPr>
            <w:r w:rsidRPr="00DF6DD6">
              <w:rPr>
                <w:rFonts w:eastAsia="Malgun Gothic"/>
                <w:noProof/>
                <w:lang w:eastAsia="ko-KR"/>
              </w:rPr>
              <w:t>DC_20A_n78A</w:t>
            </w:r>
          </w:p>
        </w:tc>
      </w:tr>
      <w:tr w:rsidR="00F55B07" w:rsidRPr="00DF6DD6" w14:paraId="3295DE13" w14:textId="77777777" w:rsidTr="00EA1C6C">
        <w:trPr>
          <w:gridAfter w:val="1"/>
          <w:wAfter w:w="22" w:type="dxa"/>
          <w:trHeight w:val="288"/>
          <w:jc w:val="center"/>
        </w:trPr>
        <w:tc>
          <w:tcPr>
            <w:tcW w:w="0" w:type="auto"/>
            <w:shd w:val="clear" w:color="auto" w:fill="auto"/>
            <w:noWrap/>
            <w:vAlign w:val="center"/>
          </w:tcPr>
          <w:p w14:paraId="513335C2" w14:textId="6437D49D" w:rsidR="0095436B" w:rsidRPr="00DF6DD6" w:rsidRDefault="0095436B" w:rsidP="00401ADA">
            <w:pPr>
              <w:pStyle w:val="TAC"/>
              <w:keepNext w:val="0"/>
            </w:pPr>
            <w:r w:rsidRPr="00DF6DD6">
              <w:rPr>
                <w:rFonts w:eastAsia="Malgun Gothic" w:cs="Arial" w:hint="eastAsia"/>
                <w:lang w:eastAsia="ko-KR"/>
              </w:rPr>
              <w:t>DC_20A_n76A-n7</w:t>
            </w:r>
            <w:r w:rsidRPr="00DF6DD6">
              <w:rPr>
                <w:rFonts w:eastAsia="Malgun Gothic" w:cs="Arial"/>
                <w:lang w:eastAsia="ko-KR"/>
              </w:rPr>
              <w:t>8</w:t>
            </w:r>
            <w:r w:rsidRPr="00DF6DD6">
              <w:rPr>
                <w:rFonts w:eastAsia="Malgun Gothic" w:cs="Arial" w:hint="eastAsia"/>
                <w:lang w:eastAsia="ko-KR"/>
              </w:rPr>
              <w:t>A</w:t>
            </w:r>
            <w:r w:rsidRPr="00DF6DD6">
              <w:rPr>
                <w:noProof/>
                <w:vertAlign w:val="superscript"/>
                <w:lang w:eastAsia="zh-CN"/>
              </w:rPr>
              <w:t>5</w:t>
            </w:r>
          </w:p>
        </w:tc>
        <w:tc>
          <w:tcPr>
            <w:tcW w:w="0" w:type="auto"/>
            <w:vAlign w:val="center"/>
          </w:tcPr>
          <w:p w14:paraId="34A22A52" w14:textId="77777777" w:rsidR="0095436B" w:rsidRPr="00DF6DD6" w:rsidRDefault="0095436B" w:rsidP="00401ADA">
            <w:pPr>
              <w:pStyle w:val="TAC"/>
              <w:keepNext w:val="0"/>
              <w:rPr>
                <w:lang w:val="en-US" w:eastAsia="fi-FI"/>
              </w:rPr>
            </w:pPr>
            <w:r w:rsidRPr="00DF6DD6">
              <w:rPr>
                <w:rFonts w:eastAsia="Malgun Gothic"/>
                <w:noProof/>
                <w:lang w:eastAsia="ko-KR"/>
              </w:rPr>
              <w:t>DC_20A_n78A</w:t>
            </w:r>
          </w:p>
        </w:tc>
      </w:tr>
      <w:tr w:rsidR="00F55B07" w:rsidRPr="00DF6DD6" w14:paraId="133DDBD1" w14:textId="77777777" w:rsidTr="00EA1C6C">
        <w:trPr>
          <w:gridAfter w:val="1"/>
          <w:wAfter w:w="22" w:type="dxa"/>
          <w:trHeight w:val="288"/>
          <w:jc w:val="center"/>
        </w:trPr>
        <w:tc>
          <w:tcPr>
            <w:tcW w:w="0" w:type="auto"/>
            <w:shd w:val="clear" w:color="auto" w:fill="auto"/>
            <w:noWrap/>
            <w:vAlign w:val="center"/>
          </w:tcPr>
          <w:p w14:paraId="3A753E11" w14:textId="4CE47D3A" w:rsidR="0095436B" w:rsidRPr="00DF6DD6" w:rsidRDefault="0095436B" w:rsidP="00401ADA">
            <w:pPr>
              <w:pStyle w:val="TAC"/>
              <w:keepNext w:val="0"/>
              <w:rPr>
                <w:rFonts w:cs="Arial"/>
                <w:lang w:eastAsia="ja-JP"/>
              </w:rPr>
            </w:pPr>
            <w:r w:rsidRPr="00DF6DD6">
              <w:t>DC_</w:t>
            </w:r>
            <w:r w:rsidRPr="00DF6DD6">
              <w:rPr>
                <w:lang w:eastAsia="zh-CN"/>
              </w:rPr>
              <w:t>20A</w:t>
            </w:r>
            <w:r w:rsidRPr="00DF6DD6">
              <w:t>_SUL_n78</w:t>
            </w:r>
            <w:r w:rsidRPr="00DF6DD6">
              <w:rPr>
                <w:lang w:eastAsia="zh-CN"/>
              </w:rPr>
              <w:t>A</w:t>
            </w:r>
            <w:r w:rsidRPr="00DF6DD6">
              <w:t>-n8</w:t>
            </w:r>
            <w:r w:rsidRPr="00DF6DD6">
              <w:rPr>
                <w:lang w:eastAsia="zh-CN"/>
              </w:rPr>
              <w:t>2A</w:t>
            </w:r>
            <w:r w:rsidRPr="00DF6DD6">
              <w:rPr>
                <w:noProof/>
                <w:vertAlign w:val="superscript"/>
                <w:lang w:eastAsia="zh-CN"/>
              </w:rPr>
              <w:t>5</w:t>
            </w:r>
          </w:p>
        </w:tc>
        <w:tc>
          <w:tcPr>
            <w:tcW w:w="0" w:type="auto"/>
            <w:vAlign w:val="center"/>
          </w:tcPr>
          <w:p w14:paraId="3EDAF0BC" w14:textId="5B3A5A02" w:rsidR="0095436B" w:rsidRPr="00DF6DD6" w:rsidRDefault="0095436B" w:rsidP="00401ADA">
            <w:pPr>
              <w:pStyle w:val="TAC"/>
              <w:keepNext w:val="0"/>
              <w:rPr>
                <w:lang w:val="en-US" w:eastAsia="zh-CN"/>
              </w:rPr>
            </w:pPr>
            <w:r w:rsidRPr="00DF6DD6">
              <w:rPr>
                <w:lang w:val="en-US" w:eastAsia="fi-FI"/>
              </w:rPr>
              <w:t>DC_</w:t>
            </w:r>
            <w:r w:rsidRPr="00DF6DD6">
              <w:rPr>
                <w:lang w:val="en-US" w:eastAsia="zh-CN"/>
              </w:rPr>
              <w:t>20A</w:t>
            </w:r>
            <w:r w:rsidRPr="00DF6DD6">
              <w:rPr>
                <w:lang w:val="en-US" w:eastAsia="fi-FI"/>
              </w:rPr>
              <w:t>_n78</w:t>
            </w:r>
            <w:r w:rsidRPr="00DF6DD6">
              <w:rPr>
                <w:lang w:val="en-US" w:eastAsia="zh-CN"/>
              </w:rPr>
              <w:t>A</w:t>
            </w:r>
          </w:p>
          <w:p w14:paraId="70523EFA" w14:textId="689BEDEB" w:rsidR="0095436B" w:rsidRPr="00DF6DD6" w:rsidRDefault="0095436B" w:rsidP="00401ADA">
            <w:pPr>
              <w:pStyle w:val="TAC"/>
              <w:keepNext w:val="0"/>
              <w:rPr>
                <w:lang w:eastAsia="zh-CN"/>
              </w:rPr>
            </w:pPr>
            <w:r w:rsidRPr="00DF6DD6">
              <w:rPr>
                <w:lang w:eastAsia="zh-CN"/>
              </w:rPr>
              <w:t>DC_20A_n82A_ULSUP-TDM_n78A</w:t>
            </w:r>
          </w:p>
          <w:p w14:paraId="1E46DF21" w14:textId="7D5C6D78" w:rsidR="0095436B" w:rsidRPr="00DF6DD6" w:rsidRDefault="0095436B" w:rsidP="00401ADA">
            <w:pPr>
              <w:pStyle w:val="TAC"/>
              <w:keepNext w:val="0"/>
              <w:rPr>
                <w:rFonts w:cs="Arial"/>
                <w:lang w:eastAsia="ja-JP"/>
              </w:rPr>
            </w:pPr>
          </w:p>
        </w:tc>
      </w:tr>
      <w:tr w:rsidR="00F55B07" w:rsidRPr="00DF6DD6" w14:paraId="3331BEEB" w14:textId="77777777" w:rsidTr="00C42558">
        <w:trPr>
          <w:gridAfter w:val="1"/>
          <w:wAfter w:w="22" w:type="dxa"/>
          <w:trHeight w:val="288"/>
          <w:jc w:val="center"/>
        </w:trPr>
        <w:tc>
          <w:tcPr>
            <w:tcW w:w="0" w:type="auto"/>
            <w:shd w:val="clear" w:color="auto" w:fill="auto"/>
            <w:noWrap/>
            <w:vAlign w:val="center"/>
          </w:tcPr>
          <w:p w14:paraId="47269E5E" w14:textId="74A4ED03" w:rsidR="0095436B" w:rsidRPr="00DF6DD6" w:rsidRDefault="0095436B" w:rsidP="00401ADA">
            <w:pPr>
              <w:pStyle w:val="TAC"/>
              <w:keepNext w:val="0"/>
              <w:rPr>
                <w:rFonts w:cs="Arial"/>
                <w:lang w:eastAsia="ja-JP"/>
              </w:rPr>
            </w:pPr>
            <w:r w:rsidRPr="00DF6DD6">
              <w:lastRenderedPageBreak/>
              <w:t>DC_</w:t>
            </w:r>
            <w:r w:rsidRPr="00DF6DD6">
              <w:rPr>
                <w:lang w:eastAsia="zh-CN"/>
              </w:rPr>
              <w:t>20A</w:t>
            </w:r>
            <w:r w:rsidRPr="00DF6DD6">
              <w:t>_SUL_n78</w:t>
            </w:r>
            <w:r w:rsidRPr="00DF6DD6">
              <w:rPr>
                <w:lang w:eastAsia="zh-CN"/>
              </w:rPr>
              <w:t>A</w:t>
            </w:r>
            <w:r w:rsidRPr="00DF6DD6">
              <w:t>-n8</w:t>
            </w:r>
            <w:r w:rsidRPr="00DF6DD6">
              <w:rPr>
                <w:lang w:eastAsia="zh-CN"/>
              </w:rPr>
              <w:t>3A</w:t>
            </w:r>
            <w:r w:rsidRPr="00DF6DD6">
              <w:rPr>
                <w:noProof/>
                <w:vertAlign w:val="superscript"/>
                <w:lang w:eastAsia="zh-CN"/>
              </w:rPr>
              <w:t>5</w:t>
            </w:r>
          </w:p>
        </w:tc>
        <w:tc>
          <w:tcPr>
            <w:tcW w:w="0" w:type="auto"/>
            <w:vAlign w:val="center"/>
          </w:tcPr>
          <w:p w14:paraId="2F9653E4" w14:textId="77777777" w:rsidR="0095436B" w:rsidRPr="00DF6DD6" w:rsidRDefault="0095436B" w:rsidP="00401ADA">
            <w:pPr>
              <w:pStyle w:val="TAC"/>
              <w:keepNext w:val="0"/>
              <w:rPr>
                <w:lang w:val="en-US" w:eastAsia="zh-CN"/>
              </w:rPr>
            </w:pPr>
            <w:r w:rsidRPr="00DF6DD6">
              <w:rPr>
                <w:lang w:val="en-US" w:eastAsia="fi-FI"/>
              </w:rPr>
              <w:t>DC_</w:t>
            </w:r>
            <w:r w:rsidRPr="00DF6DD6">
              <w:rPr>
                <w:lang w:val="en-US" w:eastAsia="zh-CN"/>
              </w:rPr>
              <w:t>20A</w:t>
            </w:r>
            <w:r w:rsidRPr="00DF6DD6">
              <w:rPr>
                <w:lang w:val="en-US" w:eastAsia="fi-FI"/>
              </w:rPr>
              <w:t>_n78</w:t>
            </w:r>
            <w:r w:rsidRPr="00DF6DD6">
              <w:rPr>
                <w:lang w:val="en-US" w:eastAsia="zh-CN"/>
              </w:rPr>
              <w:t>A</w:t>
            </w:r>
          </w:p>
          <w:p w14:paraId="351D2034" w14:textId="77777777" w:rsidR="0095436B" w:rsidRPr="00DF6DD6" w:rsidRDefault="0095436B" w:rsidP="00401ADA">
            <w:pPr>
              <w:pStyle w:val="TAC"/>
              <w:keepNext w:val="0"/>
              <w:rPr>
                <w:rFonts w:cs="Arial"/>
                <w:lang w:eastAsia="ja-JP"/>
              </w:rPr>
            </w:pPr>
            <w:r w:rsidRPr="00DF6DD6">
              <w:rPr>
                <w:lang w:val="en-US" w:eastAsia="fi-FI"/>
              </w:rPr>
              <w:t>DC_</w:t>
            </w:r>
            <w:r w:rsidRPr="00DF6DD6">
              <w:rPr>
                <w:lang w:val="en-US" w:eastAsia="zh-CN"/>
              </w:rPr>
              <w:t>20A</w:t>
            </w:r>
            <w:r w:rsidRPr="00DF6DD6">
              <w:rPr>
                <w:lang w:val="en-US" w:eastAsia="fi-FI"/>
              </w:rPr>
              <w:t>_n83</w:t>
            </w:r>
            <w:r w:rsidRPr="00DF6DD6">
              <w:rPr>
                <w:lang w:val="en-US" w:eastAsia="zh-CN"/>
              </w:rPr>
              <w:t>A</w:t>
            </w:r>
          </w:p>
        </w:tc>
      </w:tr>
      <w:tr w:rsidR="00F55B07" w:rsidRPr="00DF6DD6" w14:paraId="48DD1A36" w14:textId="77777777" w:rsidTr="00C42558">
        <w:trPr>
          <w:gridAfter w:val="1"/>
          <w:wAfter w:w="22" w:type="dxa"/>
          <w:trHeight w:val="288"/>
          <w:jc w:val="center"/>
        </w:trPr>
        <w:tc>
          <w:tcPr>
            <w:tcW w:w="0" w:type="auto"/>
            <w:shd w:val="clear" w:color="auto" w:fill="auto"/>
            <w:noWrap/>
            <w:vAlign w:val="center"/>
          </w:tcPr>
          <w:p w14:paraId="70D2F609" w14:textId="77777777" w:rsidR="0095436B" w:rsidRPr="00DF6DD6" w:rsidRDefault="0095436B" w:rsidP="00401ADA">
            <w:pPr>
              <w:pStyle w:val="TAC"/>
              <w:keepNext w:val="0"/>
            </w:pPr>
            <w:r w:rsidRPr="00DF6DD6">
              <w:t>DC_21A-28A_n77A</w:t>
            </w:r>
          </w:p>
          <w:p w14:paraId="733AFC0B" w14:textId="6835AFD4" w:rsidR="0095436B" w:rsidRPr="00DF6DD6" w:rsidRDefault="0095436B" w:rsidP="00401ADA">
            <w:pPr>
              <w:pStyle w:val="TAC"/>
              <w:keepNext w:val="0"/>
            </w:pPr>
            <w:r w:rsidRPr="00DF6DD6">
              <w:t>DC_21A-28A_n77C</w:t>
            </w:r>
          </w:p>
        </w:tc>
        <w:tc>
          <w:tcPr>
            <w:tcW w:w="0" w:type="auto"/>
            <w:vAlign w:val="center"/>
          </w:tcPr>
          <w:p w14:paraId="6EA73BE4" w14:textId="77777777" w:rsidR="0095436B" w:rsidRPr="00DF6DD6" w:rsidRDefault="0095436B" w:rsidP="00401ADA">
            <w:pPr>
              <w:pStyle w:val="TAC"/>
              <w:keepNext w:val="0"/>
              <w:rPr>
                <w:lang w:val="en-US" w:eastAsia="ja-JP"/>
              </w:rPr>
            </w:pPr>
            <w:r w:rsidRPr="00DF6DD6">
              <w:rPr>
                <w:rFonts w:hint="eastAsia"/>
                <w:lang w:val="en-US" w:eastAsia="ja-JP"/>
              </w:rPr>
              <w:t>D</w:t>
            </w:r>
            <w:r w:rsidRPr="00DF6DD6">
              <w:rPr>
                <w:lang w:val="en-US" w:eastAsia="ja-JP"/>
              </w:rPr>
              <w:t>C_21A_n77A</w:t>
            </w:r>
          </w:p>
          <w:p w14:paraId="38E41D72" w14:textId="20B19EE7" w:rsidR="0095436B" w:rsidRPr="00DF6DD6" w:rsidRDefault="0095436B" w:rsidP="00401ADA">
            <w:pPr>
              <w:pStyle w:val="TAC"/>
              <w:keepNext w:val="0"/>
              <w:rPr>
                <w:lang w:val="en-US" w:eastAsia="fi-FI"/>
              </w:rPr>
            </w:pPr>
            <w:r w:rsidRPr="00DF6DD6">
              <w:rPr>
                <w:rFonts w:hint="eastAsia"/>
                <w:lang w:val="en-US" w:eastAsia="ja-JP"/>
              </w:rPr>
              <w:t>D</w:t>
            </w:r>
            <w:r w:rsidRPr="00DF6DD6">
              <w:rPr>
                <w:lang w:val="en-US" w:eastAsia="ja-JP"/>
              </w:rPr>
              <w:t>C_28A_n77A</w:t>
            </w:r>
          </w:p>
        </w:tc>
      </w:tr>
      <w:tr w:rsidR="00F55B07" w:rsidRPr="00DF6DD6" w14:paraId="47939EC9" w14:textId="77777777" w:rsidTr="00C42558">
        <w:trPr>
          <w:gridAfter w:val="1"/>
          <w:wAfter w:w="22" w:type="dxa"/>
          <w:trHeight w:val="288"/>
          <w:jc w:val="center"/>
        </w:trPr>
        <w:tc>
          <w:tcPr>
            <w:tcW w:w="0" w:type="auto"/>
            <w:shd w:val="clear" w:color="auto" w:fill="auto"/>
            <w:noWrap/>
            <w:vAlign w:val="center"/>
          </w:tcPr>
          <w:p w14:paraId="35069B3D" w14:textId="77777777" w:rsidR="0095436B" w:rsidRPr="00DF6DD6" w:rsidRDefault="0095436B" w:rsidP="00401ADA">
            <w:pPr>
              <w:pStyle w:val="TAC"/>
              <w:keepNext w:val="0"/>
            </w:pPr>
            <w:r w:rsidRPr="00DF6DD6">
              <w:t>DC_21A-28A_n78A</w:t>
            </w:r>
          </w:p>
          <w:p w14:paraId="645B6396" w14:textId="597E35C5" w:rsidR="0095436B" w:rsidRPr="00DF6DD6" w:rsidRDefault="0095436B" w:rsidP="00401ADA">
            <w:pPr>
              <w:pStyle w:val="TAC"/>
              <w:keepNext w:val="0"/>
            </w:pPr>
            <w:r w:rsidRPr="00DF6DD6">
              <w:t>DC_21A-28A_n78C</w:t>
            </w:r>
          </w:p>
        </w:tc>
        <w:tc>
          <w:tcPr>
            <w:tcW w:w="0" w:type="auto"/>
            <w:vAlign w:val="center"/>
          </w:tcPr>
          <w:p w14:paraId="59E1B2C3" w14:textId="77777777" w:rsidR="0095436B" w:rsidRPr="00DF6DD6" w:rsidRDefault="0095436B" w:rsidP="00401ADA">
            <w:pPr>
              <w:pStyle w:val="TAC"/>
              <w:keepNext w:val="0"/>
              <w:rPr>
                <w:lang w:val="en-US" w:eastAsia="ja-JP"/>
              </w:rPr>
            </w:pPr>
            <w:r w:rsidRPr="00DF6DD6">
              <w:rPr>
                <w:rFonts w:hint="eastAsia"/>
                <w:lang w:val="en-US" w:eastAsia="ja-JP"/>
              </w:rPr>
              <w:t>D</w:t>
            </w:r>
            <w:r w:rsidRPr="00DF6DD6">
              <w:rPr>
                <w:lang w:val="en-US" w:eastAsia="ja-JP"/>
              </w:rPr>
              <w:t>C_21A_n78A</w:t>
            </w:r>
          </w:p>
          <w:p w14:paraId="210869D4" w14:textId="4293C7C5" w:rsidR="0095436B" w:rsidRPr="00DF6DD6" w:rsidRDefault="0095436B" w:rsidP="00401ADA">
            <w:pPr>
              <w:pStyle w:val="TAC"/>
              <w:keepNext w:val="0"/>
              <w:rPr>
                <w:lang w:val="en-US" w:eastAsia="fi-FI"/>
              </w:rPr>
            </w:pPr>
            <w:r w:rsidRPr="00DF6DD6">
              <w:rPr>
                <w:rFonts w:hint="eastAsia"/>
                <w:lang w:val="en-US" w:eastAsia="ja-JP"/>
              </w:rPr>
              <w:t>D</w:t>
            </w:r>
            <w:r w:rsidRPr="00DF6DD6">
              <w:rPr>
                <w:lang w:val="en-US" w:eastAsia="ja-JP"/>
              </w:rPr>
              <w:t>C_28A_n78A</w:t>
            </w:r>
          </w:p>
        </w:tc>
      </w:tr>
      <w:tr w:rsidR="00F55B07" w:rsidRPr="00DF6DD6" w14:paraId="1EE4E255" w14:textId="77777777" w:rsidTr="00C42558">
        <w:trPr>
          <w:gridAfter w:val="1"/>
          <w:wAfter w:w="22" w:type="dxa"/>
          <w:trHeight w:val="288"/>
          <w:jc w:val="center"/>
        </w:trPr>
        <w:tc>
          <w:tcPr>
            <w:tcW w:w="0" w:type="auto"/>
            <w:shd w:val="clear" w:color="auto" w:fill="auto"/>
            <w:noWrap/>
            <w:vAlign w:val="center"/>
          </w:tcPr>
          <w:p w14:paraId="0A6E6373" w14:textId="77777777" w:rsidR="0095436B" w:rsidRPr="00DF6DD6" w:rsidRDefault="0095436B" w:rsidP="00401ADA">
            <w:pPr>
              <w:pStyle w:val="TAC"/>
              <w:keepNext w:val="0"/>
            </w:pPr>
            <w:r w:rsidRPr="00DF6DD6">
              <w:t>DC_21A-28A_n79A</w:t>
            </w:r>
          </w:p>
          <w:p w14:paraId="1A3F1259" w14:textId="47E9E4FB" w:rsidR="0095436B" w:rsidRPr="00DF6DD6" w:rsidRDefault="0095436B" w:rsidP="00401ADA">
            <w:pPr>
              <w:pStyle w:val="TAC"/>
              <w:keepNext w:val="0"/>
            </w:pPr>
            <w:r w:rsidRPr="00DF6DD6">
              <w:t>DC_21A-28A_n79C</w:t>
            </w:r>
          </w:p>
        </w:tc>
        <w:tc>
          <w:tcPr>
            <w:tcW w:w="0" w:type="auto"/>
            <w:vAlign w:val="center"/>
          </w:tcPr>
          <w:p w14:paraId="73023F7B" w14:textId="77777777" w:rsidR="0095436B" w:rsidRPr="00DF6DD6" w:rsidRDefault="0095436B" w:rsidP="00401ADA">
            <w:pPr>
              <w:pStyle w:val="TAC"/>
              <w:keepNext w:val="0"/>
              <w:rPr>
                <w:lang w:val="en-US" w:eastAsia="ja-JP"/>
              </w:rPr>
            </w:pPr>
            <w:r w:rsidRPr="00DF6DD6">
              <w:rPr>
                <w:rFonts w:hint="eastAsia"/>
                <w:lang w:val="en-US" w:eastAsia="ja-JP"/>
              </w:rPr>
              <w:t>D</w:t>
            </w:r>
            <w:r w:rsidRPr="00DF6DD6">
              <w:rPr>
                <w:lang w:val="en-US" w:eastAsia="ja-JP"/>
              </w:rPr>
              <w:t>C_21A_n79A</w:t>
            </w:r>
          </w:p>
          <w:p w14:paraId="00AFAB7D" w14:textId="384A4AC5" w:rsidR="0095436B" w:rsidRPr="00DF6DD6" w:rsidRDefault="0095436B" w:rsidP="00401ADA">
            <w:pPr>
              <w:pStyle w:val="TAC"/>
              <w:keepNext w:val="0"/>
              <w:rPr>
                <w:lang w:val="en-US" w:eastAsia="fi-FI"/>
              </w:rPr>
            </w:pPr>
            <w:r w:rsidRPr="00DF6DD6">
              <w:rPr>
                <w:rFonts w:hint="eastAsia"/>
                <w:lang w:val="en-US" w:eastAsia="ja-JP"/>
              </w:rPr>
              <w:t>D</w:t>
            </w:r>
            <w:r w:rsidRPr="00DF6DD6">
              <w:rPr>
                <w:lang w:val="en-US" w:eastAsia="ja-JP"/>
              </w:rPr>
              <w:t>C_28A_n79A</w:t>
            </w:r>
          </w:p>
        </w:tc>
      </w:tr>
      <w:tr w:rsidR="00F55B07" w:rsidRPr="00DF6DD6" w14:paraId="012BBCEE" w14:textId="77777777" w:rsidTr="00C42558">
        <w:trPr>
          <w:gridAfter w:val="1"/>
          <w:wAfter w:w="22" w:type="dxa"/>
          <w:trHeight w:val="288"/>
          <w:jc w:val="center"/>
        </w:trPr>
        <w:tc>
          <w:tcPr>
            <w:tcW w:w="0" w:type="auto"/>
            <w:shd w:val="clear" w:color="auto" w:fill="auto"/>
            <w:noWrap/>
            <w:vAlign w:val="center"/>
          </w:tcPr>
          <w:p w14:paraId="16760ADA" w14:textId="77777777" w:rsidR="0095436B" w:rsidRPr="00DF6DD6" w:rsidRDefault="0095436B" w:rsidP="00401ADA">
            <w:pPr>
              <w:pStyle w:val="TAC"/>
              <w:keepNext w:val="0"/>
              <w:rPr>
                <w:noProof/>
                <w:lang w:eastAsia="zh-CN"/>
              </w:rPr>
            </w:pPr>
            <w:r w:rsidRPr="00DF6DD6">
              <w:rPr>
                <w:noProof/>
                <w:lang w:eastAsia="zh-CN"/>
              </w:rPr>
              <w:t>DC_21A-42A_n77A</w:t>
            </w:r>
          </w:p>
          <w:p w14:paraId="112A5F5F" w14:textId="77777777" w:rsidR="0095436B" w:rsidRPr="00DF6DD6" w:rsidRDefault="0095436B" w:rsidP="00401ADA">
            <w:pPr>
              <w:pStyle w:val="TAC"/>
              <w:keepNext w:val="0"/>
              <w:rPr>
                <w:noProof/>
                <w:lang w:eastAsia="zh-CN"/>
              </w:rPr>
            </w:pPr>
            <w:r w:rsidRPr="00DF6DD6">
              <w:rPr>
                <w:noProof/>
                <w:lang w:eastAsia="zh-CN"/>
              </w:rPr>
              <w:t>DC_21A-42A_n77C</w:t>
            </w:r>
          </w:p>
          <w:p w14:paraId="219984F9" w14:textId="77777777" w:rsidR="0095436B" w:rsidRPr="00DF6DD6" w:rsidRDefault="0095436B" w:rsidP="00401ADA">
            <w:pPr>
              <w:pStyle w:val="TAC"/>
              <w:keepNext w:val="0"/>
              <w:rPr>
                <w:rFonts w:cs="Arial"/>
                <w:lang w:eastAsia="ja-JP"/>
              </w:rPr>
            </w:pPr>
            <w:r w:rsidRPr="00DF6DD6">
              <w:rPr>
                <w:rFonts w:cs="Arial"/>
                <w:lang w:eastAsia="ja-JP"/>
              </w:rPr>
              <w:t>DC_21A-42C_n77A</w:t>
            </w:r>
          </w:p>
          <w:p w14:paraId="498AF9A1" w14:textId="198F068C" w:rsidR="0095436B" w:rsidRPr="00DF6DD6" w:rsidRDefault="0095436B" w:rsidP="00401ADA">
            <w:pPr>
              <w:pStyle w:val="TAC"/>
              <w:keepNext w:val="0"/>
              <w:rPr>
                <w:noProof/>
                <w:lang w:eastAsia="zh-CN"/>
              </w:rPr>
            </w:pPr>
            <w:r w:rsidRPr="00DF6DD6">
              <w:rPr>
                <w:rFonts w:cs="Arial"/>
                <w:lang w:eastAsia="ja-JP"/>
              </w:rPr>
              <w:t>DC_21A-42C_n77C</w:t>
            </w:r>
          </w:p>
        </w:tc>
        <w:tc>
          <w:tcPr>
            <w:tcW w:w="0" w:type="auto"/>
            <w:vAlign w:val="center"/>
          </w:tcPr>
          <w:p w14:paraId="7397644F" w14:textId="77777777" w:rsidR="0095436B" w:rsidRPr="00DF6DD6" w:rsidRDefault="0095436B" w:rsidP="00401ADA">
            <w:pPr>
              <w:pStyle w:val="TAC"/>
              <w:keepNext w:val="0"/>
              <w:rPr>
                <w:noProof/>
                <w:lang w:eastAsia="zh-CN"/>
              </w:rPr>
            </w:pPr>
            <w:r w:rsidRPr="00DF6DD6">
              <w:rPr>
                <w:rFonts w:hint="eastAsia"/>
                <w:noProof/>
                <w:lang w:eastAsia="zh-CN"/>
              </w:rPr>
              <w:t>DC</w:t>
            </w:r>
            <w:r w:rsidRPr="00DF6DD6">
              <w:rPr>
                <w:noProof/>
                <w:lang w:eastAsia="zh-CN"/>
              </w:rPr>
              <w:t>_</w:t>
            </w:r>
            <w:r w:rsidRPr="00DF6DD6">
              <w:rPr>
                <w:rFonts w:hint="eastAsia"/>
                <w:noProof/>
                <w:lang w:eastAsia="zh-CN"/>
              </w:rPr>
              <w:t>21A_n77A</w:t>
            </w:r>
          </w:p>
        </w:tc>
      </w:tr>
      <w:tr w:rsidR="00F55B07" w:rsidRPr="00DF6DD6" w14:paraId="73413CEA" w14:textId="77777777" w:rsidTr="00C42558">
        <w:trPr>
          <w:gridAfter w:val="1"/>
          <w:wAfter w:w="22" w:type="dxa"/>
          <w:trHeight w:val="288"/>
          <w:jc w:val="center"/>
        </w:trPr>
        <w:tc>
          <w:tcPr>
            <w:tcW w:w="0" w:type="auto"/>
            <w:shd w:val="clear" w:color="auto" w:fill="auto"/>
            <w:noWrap/>
            <w:vAlign w:val="center"/>
          </w:tcPr>
          <w:p w14:paraId="05FB9ABB" w14:textId="77777777" w:rsidR="0095436B" w:rsidRPr="00DF6DD6" w:rsidRDefault="0095436B" w:rsidP="00401ADA">
            <w:pPr>
              <w:pStyle w:val="TAC"/>
              <w:keepNext w:val="0"/>
              <w:rPr>
                <w:noProof/>
                <w:lang w:eastAsia="zh-CN"/>
              </w:rPr>
            </w:pPr>
            <w:r w:rsidRPr="00DF6DD6">
              <w:rPr>
                <w:noProof/>
                <w:lang w:eastAsia="zh-CN"/>
              </w:rPr>
              <w:t>DC_21A-42A_n78A</w:t>
            </w:r>
          </w:p>
          <w:p w14:paraId="2288BE90" w14:textId="77777777" w:rsidR="0095436B" w:rsidRPr="00DF6DD6" w:rsidRDefault="0095436B" w:rsidP="00401ADA">
            <w:pPr>
              <w:pStyle w:val="TAC"/>
              <w:keepNext w:val="0"/>
            </w:pPr>
            <w:r w:rsidRPr="00DF6DD6">
              <w:t>DC_21A-42A_n78C</w:t>
            </w:r>
          </w:p>
          <w:p w14:paraId="7303720D" w14:textId="77777777" w:rsidR="0095436B" w:rsidRPr="00DF6DD6" w:rsidRDefault="0095436B" w:rsidP="00401ADA">
            <w:pPr>
              <w:pStyle w:val="TAC"/>
              <w:keepNext w:val="0"/>
            </w:pPr>
            <w:r w:rsidRPr="00DF6DD6">
              <w:t>DC_21A-42C_n78A</w:t>
            </w:r>
          </w:p>
          <w:p w14:paraId="206BA81E" w14:textId="6DD8E9F6" w:rsidR="0095436B" w:rsidRPr="00DF6DD6" w:rsidRDefault="0095436B" w:rsidP="00401ADA">
            <w:pPr>
              <w:pStyle w:val="TAC"/>
              <w:keepNext w:val="0"/>
              <w:rPr>
                <w:noProof/>
                <w:lang w:eastAsia="zh-CN"/>
              </w:rPr>
            </w:pPr>
            <w:r w:rsidRPr="00DF6DD6">
              <w:rPr>
                <w:rFonts w:cs="Arial"/>
                <w:lang w:eastAsia="ja-JP"/>
              </w:rPr>
              <w:t>DC_21A-42C_n78C</w:t>
            </w:r>
          </w:p>
        </w:tc>
        <w:tc>
          <w:tcPr>
            <w:tcW w:w="0" w:type="auto"/>
            <w:vAlign w:val="center"/>
          </w:tcPr>
          <w:p w14:paraId="5D1D3E01" w14:textId="77777777" w:rsidR="0095436B" w:rsidRPr="00DF6DD6" w:rsidRDefault="0095436B" w:rsidP="00401ADA">
            <w:pPr>
              <w:pStyle w:val="TAC"/>
              <w:keepNext w:val="0"/>
              <w:rPr>
                <w:noProof/>
                <w:lang w:eastAsia="zh-CN"/>
              </w:rPr>
            </w:pPr>
            <w:r w:rsidRPr="00DF6DD6">
              <w:rPr>
                <w:rFonts w:hint="eastAsia"/>
                <w:noProof/>
                <w:lang w:eastAsia="zh-CN"/>
              </w:rPr>
              <w:t>DC</w:t>
            </w:r>
            <w:r w:rsidRPr="00DF6DD6">
              <w:rPr>
                <w:noProof/>
                <w:lang w:eastAsia="zh-CN"/>
              </w:rPr>
              <w:t>_</w:t>
            </w:r>
            <w:r w:rsidRPr="00DF6DD6">
              <w:rPr>
                <w:rFonts w:hint="eastAsia"/>
                <w:noProof/>
                <w:lang w:eastAsia="zh-CN"/>
              </w:rPr>
              <w:t>21A_n7</w:t>
            </w:r>
            <w:r w:rsidRPr="00DF6DD6">
              <w:rPr>
                <w:noProof/>
                <w:lang w:eastAsia="zh-CN"/>
              </w:rPr>
              <w:t>8</w:t>
            </w:r>
            <w:r w:rsidRPr="00DF6DD6">
              <w:rPr>
                <w:rFonts w:hint="eastAsia"/>
                <w:noProof/>
                <w:lang w:eastAsia="zh-CN"/>
              </w:rPr>
              <w:t>A</w:t>
            </w:r>
          </w:p>
        </w:tc>
      </w:tr>
      <w:tr w:rsidR="00F55B07" w:rsidRPr="00DF6DD6" w14:paraId="06739ACD" w14:textId="77777777" w:rsidTr="00C42558">
        <w:trPr>
          <w:gridAfter w:val="1"/>
          <w:wAfter w:w="22" w:type="dxa"/>
          <w:trHeight w:val="288"/>
          <w:jc w:val="center"/>
        </w:trPr>
        <w:tc>
          <w:tcPr>
            <w:tcW w:w="0" w:type="auto"/>
            <w:shd w:val="clear" w:color="auto" w:fill="auto"/>
            <w:noWrap/>
            <w:vAlign w:val="center"/>
          </w:tcPr>
          <w:p w14:paraId="28CAC888" w14:textId="77777777" w:rsidR="0095436B" w:rsidRPr="00DF6DD6" w:rsidRDefault="0095436B" w:rsidP="00401ADA">
            <w:pPr>
              <w:pStyle w:val="TAC"/>
              <w:keepNext w:val="0"/>
              <w:rPr>
                <w:noProof/>
                <w:lang w:eastAsia="zh-CN"/>
              </w:rPr>
            </w:pPr>
            <w:r w:rsidRPr="00DF6DD6">
              <w:rPr>
                <w:noProof/>
                <w:lang w:eastAsia="zh-CN"/>
              </w:rPr>
              <w:t>DC_21A-42A_n79A</w:t>
            </w:r>
          </w:p>
          <w:p w14:paraId="6FE4C714" w14:textId="77777777" w:rsidR="0095436B" w:rsidRPr="00DF6DD6" w:rsidRDefault="0095436B" w:rsidP="00401ADA">
            <w:pPr>
              <w:pStyle w:val="TAC"/>
              <w:keepNext w:val="0"/>
              <w:rPr>
                <w:noProof/>
                <w:lang w:eastAsia="zh-CN"/>
              </w:rPr>
            </w:pPr>
            <w:r w:rsidRPr="00DF6DD6">
              <w:rPr>
                <w:noProof/>
                <w:lang w:eastAsia="zh-CN"/>
              </w:rPr>
              <w:t>DC_21A-42A_n79C</w:t>
            </w:r>
          </w:p>
          <w:p w14:paraId="36B63C02" w14:textId="77777777" w:rsidR="0095436B" w:rsidRPr="00DF6DD6" w:rsidRDefault="0095436B" w:rsidP="00401ADA">
            <w:pPr>
              <w:pStyle w:val="TAC"/>
              <w:keepNext w:val="0"/>
              <w:rPr>
                <w:rFonts w:cs="Arial"/>
                <w:lang w:eastAsia="ja-JP"/>
              </w:rPr>
            </w:pPr>
            <w:r w:rsidRPr="00DF6DD6">
              <w:rPr>
                <w:rFonts w:cs="Arial"/>
                <w:lang w:eastAsia="ja-JP"/>
              </w:rPr>
              <w:t>DC_21A-42C_n79A</w:t>
            </w:r>
          </w:p>
          <w:p w14:paraId="067BD610" w14:textId="423D50B1" w:rsidR="0095436B" w:rsidRPr="00DF6DD6" w:rsidRDefault="0095436B" w:rsidP="00401ADA">
            <w:pPr>
              <w:pStyle w:val="TAC"/>
              <w:keepNext w:val="0"/>
              <w:rPr>
                <w:noProof/>
                <w:lang w:eastAsia="zh-CN"/>
              </w:rPr>
            </w:pPr>
            <w:r w:rsidRPr="00DF6DD6">
              <w:rPr>
                <w:rFonts w:cs="Arial"/>
                <w:lang w:eastAsia="ja-JP"/>
              </w:rPr>
              <w:t>DC_21A-42C_n79C</w:t>
            </w:r>
          </w:p>
        </w:tc>
        <w:tc>
          <w:tcPr>
            <w:tcW w:w="0" w:type="auto"/>
            <w:vAlign w:val="center"/>
          </w:tcPr>
          <w:p w14:paraId="57CFD052" w14:textId="77777777" w:rsidR="0095436B" w:rsidRPr="00DF6DD6" w:rsidRDefault="0095436B" w:rsidP="00401ADA">
            <w:pPr>
              <w:pStyle w:val="TAC"/>
              <w:keepNext w:val="0"/>
              <w:rPr>
                <w:noProof/>
                <w:lang w:eastAsia="zh-CN"/>
              </w:rPr>
            </w:pPr>
            <w:r w:rsidRPr="00DF6DD6">
              <w:rPr>
                <w:noProof/>
                <w:lang w:eastAsia="zh-CN"/>
              </w:rPr>
              <w:t>DC_21A_n79A</w:t>
            </w:r>
          </w:p>
        </w:tc>
      </w:tr>
      <w:tr w:rsidR="00F55B07" w:rsidRPr="00DF6DD6" w14:paraId="5DDD54D0" w14:textId="77777777" w:rsidTr="00EA1C6C">
        <w:trPr>
          <w:gridAfter w:val="1"/>
          <w:wAfter w:w="22" w:type="dxa"/>
          <w:trHeight w:val="288"/>
          <w:jc w:val="center"/>
        </w:trPr>
        <w:tc>
          <w:tcPr>
            <w:tcW w:w="0" w:type="auto"/>
            <w:shd w:val="clear" w:color="auto" w:fill="auto"/>
            <w:noWrap/>
            <w:vAlign w:val="center"/>
          </w:tcPr>
          <w:p w14:paraId="12005448" w14:textId="77777777" w:rsidR="0095436B" w:rsidRPr="00DF6DD6" w:rsidRDefault="0095436B" w:rsidP="00401ADA">
            <w:pPr>
              <w:pStyle w:val="TAC"/>
              <w:keepNext w:val="0"/>
            </w:pPr>
            <w:r w:rsidRPr="00DF6DD6">
              <w:rPr>
                <w:rFonts w:eastAsia="Malgun Gothic" w:cs="Arial" w:hint="eastAsia"/>
                <w:lang w:eastAsia="ko-KR"/>
              </w:rPr>
              <w:t>DC_</w:t>
            </w:r>
            <w:r w:rsidRPr="00DF6DD6">
              <w:rPr>
                <w:rFonts w:eastAsia="Malgun Gothic" w:cs="Arial"/>
                <w:lang w:eastAsia="ko-KR"/>
              </w:rPr>
              <w:t>2</w:t>
            </w:r>
            <w:r w:rsidRPr="00DF6DD6">
              <w:rPr>
                <w:rFonts w:eastAsia="Malgun Gothic" w:cs="Arial" w:hint="eastAsia"/>
                <w:lang w:eastAsia="ko-KR"/>
              </w:rPr>
              <w:t>1A_n77A-n79A</w:t>
            </w:r>
          </w:p>
        </w:tc>
        <w:tc>
          <w:tcPr>
            <w:tcW w:w="0" w:type="auto"/>
            <w:vAlign w:val="center"/>
          </w:tcPr>
          <w:p w14:paraId="31AE1171" w14:textId="77777777" w:rsidR="0095436B" w:rsidRPr="00DF6DD6" w:rsidRDefault="0095436B" w:rsidP="00401ADA">
            <w:pPr>
              <w:pStyle w:val="TAC"/>
              <w:keepNext w:val="0"/>
              <w:rPr>
                <w:rFonts w:eastAsia="Malgun Gothic"/>
                <w:noProof/>
                <w:lang w:eastAsia="ko-KR"/>
              </w:rPr>
            </w:pPr>
            <w:r w:rsidRPr="00DF6DD6">
              <w:rPr>
                <w:rFonts w:eastAsia="Malgun Gothic" w:hint="eastAsia"/>
                <w:noProof/>
                <w:lang w:eastAsia="ko-KR"/>
              </w:rPr>
              <w:t>DC_</w:t>
            </w:r>
            <w:r w:rsidRPr="00DF6DD6">
              <w:rPr>
                <w:rFonts w:eastAsia="Malgun Gothic"/>
                <w:noProof/>
                <w:lang w:eastAsia="ko-KR"/>
              </w:rPr>
              <w:t>2</w:t>
            </w:r>
            <w:r w:rsidRPr="00DF6DD6">
              <w:rPr>
                <w:rFonts w:eastAsia="Malgun Gothic" w:hint="eastAsia"/>
                <w:noProof/>
                <w:lang w:eastAsia="ko-KR"/>
              </w:rPr>
              <w:t>1A_n77A</w:t>
            </w:r>
          </w:p>
          <w:p w14:paraId="7DDFFA3B" w14:textId="77777777" w:rsidR="0095436B" w:rsidRPr="00DF6DD6" w:rsidRDefault="0095436B" w:rsidP="00401ADA">
            <w:pPr>
              <w:pStyle w:val="TAC"/>
              <w:keepNext w:val="0"/>
              <w:rPr>
                <w:lang w:val="en-US" w:eastAsia="fi-FI"/>
              </w:rPr>
            </w:pPr>
            <w:r w:rsidRPr="00DF6DD6">
              <w:rPr>
                <w:rFonts w:eastAsia="Malgun Gothic"/>
                <w:noProof/>
                <w:lang w:eastAsia="ko-KR"/>
              </w:rPr>
              <w:t>DC_21A_n79A</w:t>
            </w:r>
          </w:p>
        </w:tc>
      </w:tr>
      <w:tr w:rsidR="00F55B07" w:rsidRPr="00DF6DD6" w14:paraId="7E111893" w14:textId="77777777" w:rsidTr="00EA1C6C">
        <w:trPr>
          <w:gridAfter w:val="1"/>
          <w:wAfter w:w="22" w:type="dxa"/>
          <w:trHeight w:val="288"/>
          <w:jc w:val="center"/>
        </w:trPr>
        <w:tc>
          <w:tcPr>
            <w:tcW w:w="0" w:type="auto"/>
            <w:shd w:val="clear" w:color="auto" w:fill="auto"/>
            <w:noWrap/>
            <w:vAlign w:val="center"/>
          </w:tcPr>
          <w:p w14:paraId="0F0B953E" w14:textId="77777777" w:rsidR="0095436B" w:rsidRPr="00DF6DD6" w:rsidRDefault="0095436B" w:rsidP="00401ADA">
            <w:pPr>
              <w:pStyle w:val="TAC"/>
              <w:keepNext w:val="0"/>
            </w:pPr>
            <w:r w:rsidRPr="00DF6DD6">
              <w:rPr>
                <w:rFonts w:eastAsia="Malgun Gothic" w:cs="Arial" w:hint="eastAsia"/>
                <w:lang w:eastAsia="ko-KR"/>
              </w:rPr>
              <w:t>DC_</w:t>
            </w:r>
            <w:r w:rsidRPr="00DF6DD6">
              <w:rPr>
                <w:rFonts w:eastAsia="Malgun Gothic" w:cs="Arial"/>
                <w:lang w:eastAsia="ko-KR"/>
              </w:rPr>
              <w:t>2</w:t>
            </w:r>
            <w:r w:rsidRPr="00DF6DD6">
              <w:rPr>
                <w:rFonts w:eastAsia="Malgun Gothic" w:cs="Arial" w:hint="eastAsia"/>
                <w:lang w:eastAsia="ko-KR"/>
              </w:rPr>
              <w:t>1A_n78A-n79A</w:t>
            </w:r>
          </w:p>
        </w:tc>
        <w:tc>
          <w:tcPr>
            <w:tcW w:w="0" w:type="auto"/>
            <w:vAlign w:val="center"/>
          </w:tcPr>
          <w:p w14:paraId="4A6931A8" w14:textId="77777777" w:rsidR="0095436B" w:rsidRPr="00DF6DD6" w:rsidRDefault="0095436B" w:rsidP="00401ADA">
            <w:pPr>
              <w:pStyle w:val="TAC"/>
              <w:keepNext w:val="0"/>
              <w:rPr>
                <w:rFonts w:eastAsia="Malgun Gothic"/>
                <w:noProof/>
                <w:lang w:eastAsia="ko-KR"/>
              </w:rPr>
            </w:pPr>
            <w:r w:rsidRPr="00DF6DD6">
              <w:rPr>
                <w:rFonts w:eastAsia="Malgun Gothic" w:hint="eastAsia"/>
                <w:noProof/>
                <w:lang w:eastAsia="ko-KR"/>
              </w:rPr>
              <w:t>DC_</w:t>
            </w:r>
            <w:r w:rsidRPr="00DF6DD6">
              <w:rPr>
                <w:rFonts w:eastAsia="Malgun Gothic"/>
                <w:noProof/>
                <w:lang w:eastAsia="ko-KR"/>
              </w:rPr>
              <w:t>2</w:t>
            </w:r>
            <w:r w:rsidRPr="00DF6DD6">
              <w:rPr>
                <w:rFonts w:eastAsia="Malgun Gothic" w:hint="eastAsia"/>
                <w:noProof/>
                <w:lang w:eastAsia="ko-KR"/>
              </w:rPr>
              <w:t>1A_n78A</w:t>
            </w:r>
          </w:p>
          <w:p w14:paraId="40A2D478" w14:textId="77777777" w:rsidR="0095436B" w:rsidRPr="00DF6DD6" w:rsidRDefault="0095436B" w:rsidP="00401ADA">
            <w:pPr>
              <w:pStyle w:val="TAC"/>
              <w:keepNext w:val="0"/>
              <w:rPr>
                <w:lang w:val="en-US" w:eastAsia="fi-FI"/>
              </w:rPr>
            </w:pPr>
            <w:r w:rsidRPr="00DF6DD6">
              <w:rPr>
                <w:rFonts w:eastAsia="Malgun Gothic"/>
                <w:noProof/>
                <w:lang w:eastAsia="ko-KR"/>
              </w:rPr>
              <w:t>DC_21A_n79A</w:t>
            </w:r>
          </w:p>
        </w:tc>
      </w:tr>
      <w:tr w:rsidR="00F55B07" w:rsidRPr="00DF6DD6" w14:paraId="72767A50" w14:textId="77777777" w:rsidTr="00C42558">
        <w:trPr>
          <w:gridAfter w:val="1"/>
          <w:wAfter w:w="22" w:type="dxa"/>
          <w:trHeight w:val="288"/>
          <w:jc w:val="center"/>
        </w:trPr>
        <w:tc>
          <w:tcPr>
            <w:tcW w:w="0" w:type="auto"/>
            <w:shd w:val="clear" w:color="auto" w:fill="auto"/>
            <w:noWrap/>
            <w:vAlign w:val="center"/>
          </w:tcPr>
          <w:p w14:paraId="14F49D2F" w14:textId="77777777" w:rsidR="0095436B" w:rsidRPr="00DF6DD6" w:rsidRDefault="0095436B" w:rsidP="00401ADA">
            <w:pPr>
              <w:pStyle w:val="TAC"/>
              <w:keepNext w:val="0"/>
              <w:rPr>
                <w:rFonts w:cs="Arial"/>
                <w:lang w:eastAsia="ja-JP"/>
              </w:rPr>
            </w:pPr>
            <w:r w:rsidRPr="00DF6DD6">
              <w:rPr>
                <w:rFonts w:cs="Arial"/>
                <w:lang w:eastAsia="ja-JP"/>
              </w:rPr>
              <w:t>DC_2</w:t>
            </w:r>
            <w:r w:rsidRPr="00DF6DD6">
              <w:rPr>
                <w:rFonts w:cs="Arial"/>
                <w:lang w:eastAsia="zh-CN"/>
              </w:rPr>
              <w:t>8</w:t>
            </w:r>
            <w:r w:rsidRPr="00DF6DD6">
              <w:rPr>
                <w:rFonts w:cs="Arial"/>
                <w:lang w:eastAsia="ja-JP"/>
              </w:rPr>
              <w:t>A-42</w:t>
            </w:r>
            <w:r w:rsidRPr="00DF6DD6">
              <w:rPr>
                <w:rFonts w:cs="Arial"/>
                <w:lang w:eastAsia="zh-CN"/>
              </w:rPr>
              <w:t>A</w:t>
            </w:r>
            <w:r w:rsidRPr="00DF6DD6">
              <w:rPr>
                <w:rFonts w:cs="Arial"/>
                <w:lang w:eastAsia="ja-JP"/>
              </w:rPr>
              <w:t>_n7</w:t>
            </w:r>
            <w:r w:rsidRPr="00DF6DD6">
              <w:rPr>
                <w:rFonts w:cs="Arial"/>
                <w:lang w:eastAsia="zh-CN"/>
              </w:rPr>
              <w:t>7</w:t>
            </w:r>
            <w:r w:rsidRPr="00DF6DD6">
              <w:rPr>
                <w:rFonts w:cs="Arial"/>
                <w:lang w:eastAsia="ja-JP"/>
              </w:rPr>
              <w:t>A</w:t>
            </w:r>
          </w:p>
          <w:p w14:paraId="3027E644" w14:textId="77777777" w:rsidR="0095436B" w:rsidRPr="00DF6DD6" w:rsidRDefault="0095436B" w:rsidP="00401ADA">
            <w:pPr>
              <w:pStyle w:val="TAC"/>
              <w:keepNext w:val="0"/>
              <w:rPr>
                <w:rFonts w:cs="Arial"/>
                <w:lang w:eastAsia="ja-JP"/>
              </w:rPr>
            </w:pPr>
            <w:r w:rsidRPr="00DF6DD6">
              <w:rPr>
                <w:rFonts w:cs="Arial"/>
                <w:lang w:eastAsia="ja-JP"/>
              </w:rPr>
              <w:t>DC_2</w:t>
            </w:r>
            <w:r w:rsidRPr="00DF6DD6">
              <w:rPr>
                <w:rFonts w:cs="Arial"/>
                <w:lang w:eastAsia="zh-CN"/>
              </w:rPr>
              <w:t>8</w:t>
            </w:r>
            <w:r w:rsidRPr="00DF6DD6">
              <w:rPr>
                <w:rFonts w:cs="Arial"/>
                <w:lang w:eastAsia="ja-JP"/>
              </w:rPr>
              <w:t>A-42</w:t>
            </w:r>
            <w:r w:rsidRPr="00DF6DD6">
              <w:rPr>
                <w:rFonts w:cs="Arial"/>
                <w:lang w:eastAsia="zh-CN"/>
              </w:rPr>
              <w:t>A</w:t>
            </w:r>
            <w:r w:rsidRPr="00DF6DD6">
              <w:rPr>
                <w:rFonts w:cs="Arial"/>
                <w:lang w:eastAsia="ja-JP"/>
              </w:rPr>
              <w:t>_n7</w:t>
            </w:r>
            <w:r w:rsidRPr="00DF6DD6">
              <w:rPr>
                <w:rFonts w:cs="Arial"/>
                <w:lang w:eastAsia="zh-CN"/>
              </w:rPr>
              <w:t>7</w:t>
            </w:r>
            <w:r w:rsidRPr="00DF6DD6">
              <w:rPr>
                <w:rFonts w:cs="Arial"/>
                <w:lang w:eastAsia="ja-JP"/>
              </w:rPr>
              <w:t>C</w:t>
            </w:r>
          </w:p>
          <w:p w14:paraId="073ECC80" w14:textId="05B99600" w:rsidR="0095436B" w:rsidRPr="00DF6DD6" w:rsidRDefault="0095436B" w:rsidP="00401ADA">
            <w:pPr>
              <w:pStyle w:val="TAC"/>
              <w:keepNext w:val="0"/>
              <w:rPr>
                <w:noProof/>
                <w:lang w:eastAsia="zh-CN"/>
              </w:rPr>
            </w:pPr>
            <w:r w:rsidRPr="00DF6DD6">
              <w:rPr>
                <w:rFonts w:cs="Arial"/>
                <w:lang w:eastAsia="ja-JP"/>
              </w:rPr>
              <w:t>DC_28A-42C_n77A</w:t>
            </w:r>
          </w:p>
        </w:tc>
        <w:tc>
          <w:tcPr>
            <w:tcW w:w="0" w:type="auto"/>
            <w:vAlign w:val="center"/>
          </w:tcPr>
          <w:p w14:paraId="0F37F55D" w14:textId="77777777" w:rsidR="0095436B" w:rsidRPr="00DF6DD6" w:rsidRDefault="0095436B" w:rsidP="00401ADA">
            <w:pPr>
              <w:pStyle w:val="TAC"/>
              <w:keepNext w:val="0"/>
              <w:rPr>
                <w:noProof/>
                <w:lang w:eastAsia="zh-CN"/>
              </w:rPr>
            </w:pPr>
            <w:r w:rsidRPr="00DF6DD6">
              <w:rPr>
                <w:rFonts w:cs="Arial"/>
                <w:lang w:eastAsia="ja-JP"/>
              </w:rPr>
              <w:t>DC_2</w:t>
            </w:r>
            <w:r w:rsidRPr="00DF6DD6">
              <w:rPr>
                <w:rFonts w:cs="Arial"/>
                <w:lang w:eastAsia="zh-CN"/>
              </w:rPr>
              <w:t>8</w:t>
            </w:r>
            <w:r w:rsidRPr="00DF6DD6">
              <w:rPr>
                <w:rFonts w:cs="Arial"/>
                <w:lang w:eastAsia="ja-JP"/>
              </w:rPr>
              <w:t>A_n7</w:t>
            </w:r>
            <w:r w:rsidRPr="00DF6DD6">
              <w:rPr>
                <w:rFonts w:cs="Arial"/>
                <w:lang w:eastAsia="zh-CN"/>
              </w:rPr>
              <w:t>7</w:t>
            </w:r>
            <w:r w:rsidRPr="00DF6DD6">
              <w:rPr>
                <w:rFonts w:cs="Arial"/>
                <w:lang w:eastAsia="ja-JP"/>
              </w:rPr>
              <w:t>A</w:t>
            </w:r>
          </w:p>
        </w:tc>
      </w:tr>
      <w:tr w:rsidR="00F55B07" w:rsidRPr="00DF6DD6" w14:paraId="1765FFF5" w14:textId="77777777" w:rsidTr="00C42558">
        <w:trPr>
          <w:gridAfter w:val="1"/>
          <w:wAfter w:w="22" w:type="dxa"/>
          <w:trHeight w:val="288"/>
          <w:jc w:val="center"/>
        </w:trPr>
        <w:tc>
          <w:tcPr>
            <w:tcW w:w="0" w:type="auto"/>
            <w:shd w:val="clear" w:color="auto" w:fill="auto"/>
            <w:noWrap/>
            <w:vAlign w:val="center"/>
          </w:tcPr>
          <w:p w14:paraId="463F3E2E" w14:textId="77777777" w:rsidR="0095436B" w:rsidRPr="00DF6DD6" w:rsidRDefault="0095436B" w:rsidP="00401ADA">
            <w:pPr>
              <w:pStyle w:val="TAC"/>
              <w:keepNext w:val="0"/>
              <w:rPr>
                <w:rFonts w:cs="Arial"/>
                <w:lang w:eastAsia="ja-JP"/>
              </w:rPr>
            </w:pPr>
            <w:r w:rsidRPr="00DF6DD6">
              <w:rPr>
                <w:rFonts w:cs="Arial"/>
                <w:lang w:eastAsia="ja-JP"/>
              </w:rPr>
              <w:t>DC_2</w:t>
            </w:r>
            <w:r w:rsidRPr="00DF6DD6">
              <w:rPr>
                <w:rFonts w:cs="Arial"/>
                <w:lang w:eastAsia="zh-CN"/>
              </w:rPr>
              <w:t>8</w:t>
            </w:r>
            <w:r w:rsidRPr="00DF6DD6">
              <w:rPr>
                <w:rFonts w:cs="Arial"/>
                <w:lang w:eastAsia="ja-JP"/>
              </w:rPr>
              <w:t>A-42</w:t>
            </w:r>
            <w:r w:rsidRPr="00DF6DD6">
              <w:rPr>
                <w:rFonts w:cs="Arial"/>
                <w:lang w:eastAsia="zh-CN"/>
              </w:rPr>
              <w:t>A</w:t>
            </w:r>
            <w:r w:rsidRPr="00DF6DD6">
              <w:rPr>
                <w:rFonts w:cs="Arial"/>
                <w:lang w:eastAsia="ja-JP"/>
              </w:rPr>
              <w:t>_n7</w:t>
            </w:r>
            <w:r w:rsidRPr="00DF6DD6">
              <w:rPr>
                <w:rFonts w:cs="Arial"/>
                <w:lang w:eastAsia="zh-CN"/>
              </w:rPr>
              <w:t>8</w:t>
            </w:r>
            <w:r w:rsidRPr="00DF6DD6">
              <w:rPr>
                <w:rFonts w:cs="Arial"/>
                <w:lang w:eastAsia="ja-JP"/>
              </w:rPr>
              <w:t>A</w:t>
            </w:r>
          </w:p>
          <w:p w14:paraId="52195EDE" w14:textId="77777777" w:rsidR="0095436B" w:rsidRPr="00DF6DD6" w:rsidRDefault="0095436B" w:rsidP="00401ADA">
            <w:pPr>
              <w:pStyle w:val="TAC"/>
              <w:keepNext w:val="0"/>
              <w:rPr>
                <w:rFonts w:cs="Arial"/>
                <w:lang w:eastAsia="ja-JP"/>
              </w:rPr>
            </w:pPr>
            <w:r w:rsidRPr="00DF6DD6">
              <w:rPr>
                <w:rFonts w:cs="Arial"/>
                <w:lang w:eastAsia="ja-JP"/>
              </w:rPr>
              <w:t>DC_2</w:t>
            </w:r>
            <w:r w:rsidRPr="00DF6DD6">
              <w:rPr>
                <w:rFonts w:cs="Arial"/>
                <w:lang w:eastAsia="zh-CN"/>
              </w:rPr>
              <w:t>8</w:t>
            </w:r>
            <w:r w:rsidRPr="00DF6DD6">
              <w:rPr>
                <w:rFonts w:cs="Arial"/>
                <w:lang w:eastAsia="ja-JP"/>
              </w:rPr>
              <w:t>A-42</w:t>
            </w:r>
            <w:r w:rsidRPr="00DF6DD6">
              <w:rPr>
                <w:rFonts w:cs="Arial"/>
                <w:lang w:eastAsia="zh-CN"/>
              </w:rPr>
              <w:t>A</w:t>
            </w:r>
            <w:r w:rsidRPr="00DF6DD6">
              <w:rPr>
                <w:rFonts w:cs="Arial"/>
                <w:lang w:eastAsia="ja-JP"/>
              </w:rPr>
              <w:t>_n78C</w:t>
            </w:r>
          </w:p>
          <w:p w14:paraId="034152F1" w14:textId="32595892" w:rsidR="0095436B" w:rsidRPr="00DF6DD6" w:rsidRDefault="0095436B" w:rsidP="00401ADA">
            <w:pPr>
              <w:pStyle w:val="TAC"/>
              <w:keepNext w:val="0"/>
              <w:rPr>
                <w:noProof/>
                <w:lang w:eastAsia="zh-CN"/>
              </w:rPr>
            </w:pPr>
            <w:r w:rsidRPr="00DF6DD6">
              <w:rPr>
                <w:rFonts w:cs="Arial"/>
                <w:lang w:eastAsia="ja-JP"/>
              </w:rPr>
              <w:t>DC_28A-42C_n78A</w:t>
            </w:r>
          </w:p>
        </w:tc>
        <w:tc>
          <w:tcPr>
            <w:tcW w:w="0" w:type="auto"/>
            <w:vAlign w:val="center"/>
          </w:tcPr>
          <w:p w14:paraId="7C178E10" w14:textId="77777777" w:rsidR="0095436B" w:rsidRPr="00DF6DD6" w:rsidRDefault="0095436B" w:rsidP="00401ADA">
            <w:pPr>
              <w:pStyle w:val="TAC"/>
              <w:keepNext w:val="0"/>
              <w:rPr>
                <w:noProof/>
                <w:lang w:eastAsia="zh-CN"/>
              </w:rPr>
            </w:pPr>
            <w:r w:rsidRPr="00DF6DD6">
              <w:rPr>
                <w:rFonts w:cs="Arial"/>
                <w:lang w:eastAsia="ja-JP"/>
              </w:rPr>
              <w:t>DC_2</w:t>
            </w:r>
            <w:r w:rsidRPr="00DF6DD6">
              <w:rPr>
                <w:rFonts w:cs="Arial"/>
                <w:lang w:eastAsia="zh-CN"/>
              </w:rPr>
              <w:t>8</w:t>
            </w:r>
            <w:r w:rsidRPr="00DF6DD6">
              <w:rPr>
                <w:rFonts w:cs="Arial"/>
                <w:lang w:eastAsia="ja-JP"/>
              </w:rPr>
              <w:t>A_n7</w:t>
            </w:r>
            <w:r w:rsidRPr="00DF6DD6">
              <w:rPr>
                <w:rFonts w:cs="Arial"/>
                <w:lang w:eastAsia="zh-CN"/>
              </w:rPr>
              <w:t>8</w:t>
            </w:r>
            <w:r w:rsidRPr="00DF6DD6">
              <w:rPr>
                <w:rFonts w:cs="Arial"/>
                <w:lang w:eastAsia="ja-JP"/>
              </w:rPr>
              <w:t>A</w:t>
            </w:r>
          </w:p>
        </w:tc>
      </w:tr>
      <w:tr w:rsidR="00F55B07" w:rsidRPr="00DF6DD6" w14:paraId="204DE60E" w14:textId="77777777" w:rsidTr="00C42558">
        <w:trPr>
          <w:gridAfter w:val="1"/>
          <w:wAfter w:w="22" w:type="dxa"/>
          <w:trHeight w:val="288"/>
          <w:jc w:val="center"/>
        </w:trPr>
        <w:tc>
          <w:tcPr>
            <w:tcW w:w="0" w:type="auto"/>
            <w:shd w:val="clear" w:color="auto" w:fill="auto"/>
            <w:noWrap/>
            <w:vAlign w:val="center"/>
          </w:tcPr>
          <w:p w14:paraId="3F192229" w14:textId="77777777" w:rsidR="0095436B" w:rsidRPr="00DF6DD6" w:rsidRDefault="0095436B" w:rsidP="00401ADA">
            <w:pPr>
              <w:pStyle w:val="TAC"/>
              <w:keepNext w:val="0"/>
              <w:rPr>
                <w:rFonts w:cs="Malgun Gothic"/>
                <w:lang w:eastAsia="ja-JP"/>
              </w:rPr>
            </w:pPr>
            <w:r w:rsidRPr="00DF6DD6">
              <w:rPr>
                <w:rFonts w:cs="Malgun Gothic"/>
                <w:lang w:eastAsia="ja-JP"/>
              </w:rPr>
              <w:t>DC_2</w:t>
            </w:r>
            <w:r w:rsidRPr="00DF6DD6">
              <w:rPr>
                <w:rFonts w:cs="Malgun Gothic"/>
                <w:lang w:eastAsia="zh-CN"/>
              </w:rPr>
              <w:t>8</w:t>
            </w:r>
            <w:r w:rsidRPr="00DF6DD6">
              <w:rPr>
                <w:rFonts w:cs="Malgun Gothic"/>
                <w:lang w:eastAsia="ja-JP"/>
              </w:rPr>
              <w:t>A-42</w:t>
            </w:r>
            <w:r w:rsidRPr="00DF6DD6">
              <w:rPr>
                <w:rFonts w:cs="Malgun Gothic"/>
                <w:lang w:eastAsia="zh-CN"/>
              </w:rPr>
              <w:t>A</w:t>
            </w:r>
            <w:r w:rsidRPr="00DF6DD6">
              <w:rPr>
                <w:rFonts w:cs="Malgun Gothic"/>
                <w:lang w:eastAsia="ja-JP"/>
              </w:rPr>
              <w:t>_n79A</w:t>
            </w:r>
          </w:p>
          <w:p w14:paraId="1D5033A8" w14:textId="77777777" w:rsidR="0095436B" w:rsidRPr="00DF6DD6" w:rsidRDefault="0095436B" w:rsidP="00401ADA">
            <w:pPr>
              <w:pStyle w:val="TAC"/>
              <w:keepNext w:val="0"/>
              <w:rPr>
                <w:rFonts w:cs="Malgun Gothic"/>
                <w:lang w:eastAsia="ja-JP"/>
              </w:rPr>
            </w:pPr>
            <w:r w:rsidRPr="00DF6DD6">
              <w:rPr>
                <w:rFonts w:cs="Malgun Gothic"/>
                <w:lang w:eastAsia="ja-JP"/>
              </w:rPr>
              <w:t>DC_2</w:t>
            </w:r>
            <w:r w:rsidRPr="00DF6DD6">
              <w:rPr>
                <w:rFonts w:cs="Malgun Gothic"/>
                <w:lang w:eastAsia="zh-CN"/>
              </w:rPr>
              <w:t>8</w:t>
            </w:r>
            <w:r w:rsidRPr="00DF6DD6">
              <w:rPr>
                <w:rFonts w:cs="Malgun Gothic"/>
                <w:lang w:eastAsia="ja-JP"/>
              </w:rPr>
              <w:t>A-42</w:t>
            </w:r>
            <w:r w:rsidRPr="00DF6DD6">
              <w:rPr>
                <w:rFonts w:cs="Malgun Gothic"/>
                <w:lang w:eastAsia="zh-CN"/>
              </w:rPr>
              <w:t>A</w:t>
            </w:r>
            <w:r w:rsidRPr="00DF6DD6">
              <w:rPr>
                <w:rFonts w:cs="Malgun Gothic"/>
                <w:lang w:eastAsia="ja-JP"/>
              </w:rPr>
              <w:t>_n79C</w:t>
            </w:r>
          </w:p>
          <w:p w14:paraId="424055A9" w14:textId="28DA71D9" w:rsidR="0095436B" w:rsidRPr="00DF6DD6" w:rsidRDefault="0095436B" w:rsidP="00401ADA">
            <w:pPr>
              <w:pStyle w:val="TAC"/>
              <w:keepNext w:val="0"/>
              <w:rPr>
                <w:rFonts w:cs="Arial"/>
                <w:lang w:eastAsia="ja-JP"/>
              </w:rPr>
            </w:pPr>
            <w:r w:rsidRPr="00DF6DD6">
              <w:rPr>
                <w:rFonts w:cs="Arial"/>
                <w:lang w:eastAsia="ja-JP"/>
              </w:rPr>
              <w:t>DC_28A-42C_n79A</w:t>
            </w:r>
          </w:p>
        </w:tc>
        <w:tc>
          <w:tcPr>
            <w:tcW w:w="0" w:type="auto"/>
            <w:vAlign w:val="center"/>
          </w:tcPr>
          <w:p w14:paraId="39231B46" w14:textId="77777777" w:rsidR="0095436B" w:rsidRPr="00DF6DD6" w:rsidRDefault="0095436B" w:rsidP="00401ADA">
            <w:pPr>
              <w:pStyle w:val="TAC"/>
              <w:keepNext w:val="0"/>
              <w:rPr>
                <w:rFonts w:cs="Malgun Gothic"/>
                <w:lang w:eastAsia="ja-JP"/>
              </w:rPr>
            </w:pPr>
            <w:r w:rsidRPr="00DF6DD6">
              <w:rPr>
                <w:rFonts w:cs="Malgun Gothic"/>
                <w:lang w:eastAsia="ja-JP"/>
              </w:rPr>
              <w:t>DC_2</w:t>
            </w:r>
            <w:r w:rsidRPr="00DF6DD6">
              <w:rPr>
                <w:rFonts w:cs="Malgun Gothic"/>
                <w:lang w:eastAsia="zh-CN"/>
              </w:rPr>
              <w:t>8</w:t>
            </w:r>
            <w:r w:rsidRPr="00DF6DD6">
              <w:rPr>
                <w:rFonts w:cs="Malgun Gothic"/>
                <w:lang w:eastAsia="ja-JP"/>
              </w:rPr>
              <w:t>A_n79A</w:t>
            </w:r>
          </w:p>
        </w:tc>
      </w:tr>
      <w:tr w:rsidR="00F55B07" w:rsidRPr="00DF6DD6" w14:paraId="201AA8FE" w14:textId="77777777" w:rsidTr="00587160">
        <w:trPr>
          <w:gridAfter w:val="1"/>
          <w:wAfter w:w="22" w:type="dxa"/>
          <w:trHeight w:val="288"/>
          <w:jc w:val="center"/>
        </w:trPr>
        <w:tc>
          <w:tcPr>
            <w:tcW w:w="0" w:type="auto"/>
            <w:shd w:val="clear" w:color="auto" w:fill="auto"/>
            <w:noWrap/>
            <w:vAlign w:val="center"/>
          </w:tcPr>
          <w:p w14:paraId="601D2ADF" w14:textId="3DF33918" w:rsidR="0095436B" w:rsidRPr="00DF6DD6" w:rsidRDefault="0095436B" w:rsidP="00401ADA">
            <w:pPr>
              <w:pStyle w:val="TAC"/>
              <w:keepNext w:val="0"/>
              <w:rPr>
                <w:rFonts w:cs="Arial"/>
                <w:lang w:eastAsia="ja-JP"/>
              </w:rPr>
            </w:pPr>
            <w:r w:rsidRPr="00DF6DD6">
              <w:t>DC_28A_SUL_n78A-n83A</w:t>
            </w:r>
            <w:r w:rsidRPr="00DF6DD6">
              <w:rPr>
                <w:noProof/>
                <w:vertAlign w:val="superscript"/>
                <w:lang w:eastAsia="zh-CN"/>
              </w:rPr>
              <w:t>5</w:t>
            </w:r>
          </w:p>
        </w:tc>
        <w:tc>
          <w:tcPr>
            <w:tcW w:w="0" w:type="auto"/>
            <w:vAlign w:val="center"/>
          </w:tcPr>
          <w:p w14:paraId="6636D44B" w14:textId="77777777" w:rsidR="00CE04D0" w:rsidRPr="00DF6DD6" w:rsidRDefault="00CE04D0" w:rsidP="00CE04D0">
            <w:pPr>
              <w:pStyle w:val="TAC"/>
              <w:keepNext w:val="0"/>
              <w:rPr>
                <w:lang w:eastAsia="zh-CN"/>
              </w:rPr>
            </w:pPr>
            <w:r w:rsidRPr="00DF6DD6">
              <w:t>DC_28A_n78A,</w:t>
            </w:r>
            <w:r w:rsidRPr="00DF6DD6">
              <w:rPr>
                <w:lang w:eastAsia="zh-CN"/>
              </w:rPr>
              <w:t xml:space="preserve"> DC_28A_n83A_ULSUP-TDM_n78A,</w:t>
            </w:r>
          </w:p>
          <w:p w14:paraId="5A02850D" w14:textId="5DE093BF" w:rsidR="0095436B" w:rsidRPr="00DF6DD6" w:rsidRDefault="0095436B" w:rsidP="00CE04D0">
            <w:pPr>
              <w:pStyle w:val="TAC"/>
              <w:keepNext w:val="0"/>
              <w:rPr>
                <w:rFonts w:cs="Arial"/>
                <w:lang w:eastAsia="ja-JP"/>
              </w:rPr>
            </w:pPr>
          </w:p>
        </w:tc>
      </w:tr>
      <w:tr w:rsidR="00F55B07" w:rsidRPr="00DF6DD6" w14:paraId="23F4E395" w14:textId="77777777" w:rsidTr="00C42558">
        <w:trPr>
          <w:gridAfter w:val="1"/>
          <w:wAfter w:w="22" w:type="dxa"/>
          <w:trHeight w:val="288"/>
          <w:jc w:val="center"/>
        </w:trPr>
        <w:tc>
          <w:tcPr>
            <w:tcW w:w="0" w:type="auto"/>
            <w:shd w:val="clear" w:color="auto" w:fill="auto"/>
            <w:noWrap/>
            <w:vAlign w:val="center"/>
          </w:tcPr>
          <w:p w14:paraId="12F27473" w14:textId="77777777" w:rsidR="0095436B" w:rsidRPr="00DF6DD6" w:rsidRDefault="0095436B" w:rsidP="00401ADA">
            <w:pPr>
              <w:pStyle w:val="TAC"/>
              <w:keepNext w:val="0"/>
            </w:pPr>
            <w:r w:rsidRPr="00DF6DD6">
              <w:t>DC_41A-42A_n77A</w:t>
            </w:r>
          </w:p>
          <w:p w14:paraId="7BF4820E" w14:textId="39279E4D" w:rsidR="0095436B" w:rsidRPr="00DF6DD6" w:rsidRDefault="0095436B" w:rsidP="00401ADA">
            <w:pPr>
              <w:pStyle w:val="TAC"/>
              <w:keepNext w:val="0"/>
            </w:pPr>
            <w:r w:rsidRPr="00DF6DD6">
              <w:t>DC_41A-42C_n77A</w:t>
            </w:r>
          </w:p>
          <w:p w14:paraId="3FF0D2CE" w14:textId="24E87B1E" w:rsidR="0095436B" w:rsidRPr="00DF6DD6" w:rsidRDefault="0095436B" w:rsidP="00401ADA">
            <w:pPr>
              <w:pStyle w:val="TAC"/>
              <w:keepNext w:val="0"/>
            </w:pPr>
            <w:r w:rsidRPr="00DF6DD6">
              <w:t>DC_41C-42A_n77A</w:t>
            </w:r>
          </w:p>
          <w:p w14:paraId="34FD7F99" w14:textId="6E2E5217" w:rsidR="0095436B" w:rsidRPr="00DF6DD6" w:rsidRDefault="0095436B" w:rsidP="00401ADA">
            <w:pPr>
              <w:pStyle w:val="TAC"/>
              <w:keepNext w:val="0"/>
              <w:rPr>
                <w:noProof/>
                <w:lang w:eastAsia="zh-CN"/>
              </w:rPr>
            </w:pPr>
            <w:r w:rsidRPr="00DF6DD6">
              <w:t>DC_41C-42C_n77A</w:t>
            </w:r>
          </w:p>
        </w:tc>
        <w:tc>
          <w:tcPr>
            <w:tcW w:w="0" w:type="auto"/>
            <w:vAlign w:val="center"/>
          </w:tcPr>
          <w:p w14:paraId="7C14F1C3" w14:textId="77777777" w:rsidR="0095436B" w:rsidRPr="00DF6DD6" w:rsidRDefault="0095436B" w:rsidP="00401ADA">
            <w:pPr>
              <w:pStyle w:val="TAC"/>
              <w:keepNext w:val="0"/>
              <w:rPr>
                <w:noProof/>
                <w:lang w:eastAsia="zh-CN"/>
              </w:rPr>
            </w:pPr>
            <w:r w:rsidRPr="00DF6DD6">
              <w:rPr>
                <w:rFonts w:cs="Arial"/>
                <w:lang w:eastAsia="ja-JP"/>
              </w:rPr>
              <w:t>DC_</w:t>
            </w:r>
            <w:r w:rsidRPr="00DF6DD6">
              <w:rPr>
                <w:rFonts w:cs="Arial"/>
                <w:lang w:eastAsia="zh-CN"/>
              </w:rPr>
              <w:t>41</w:t>
            </w:r>
            <w:r w:rsidRPr="00DF6DD6">
              <w:rPr>
                <w:rFonts w:cs="Arial"/>
                <w:lang w:eastAsia="ja-JP"/>
              </w:rPr>
              <w:t>A_n7</w:t>
            </w:r>
            <w:r w:rsidRPr="00DF6DD6">
              <w:rPr>
                <w:rFonts w:cs="Arial"/>
                <w:lang w:eastAsia="zh-CN"/>
              </w:rPr>
              <w:t>7</w:t>
            </w:r>
            <w:r w:rsidRPr="00DF6DD6">
              <w:rPr>
                <w:rFonts w:cs="Arial"/>
                <w:lang w:eastAsia="ja-JP"/>
              </w:rPr>
              <w:t>A</w:t>
            </w:r>
          </w:p>
        </w:tc>
      </w:tr>
      <w:tr w:rsidR="00F55B07" w:rsidRPr="00DF6DD6" w14:paraId="16521E07" w14:textId="77777777" w:rsidTr="00C42558">
        <w:trPr>
          <w:gridAfter w:val="1"/>
          <w:wAfter w:w="22" w:type="dxa"/>
          <w:trHeight w:val="288"/>
          <w:jc w:val="center"/>
        </w:trPr>
        <w:tc>
          <w:tcPr>
            <w:tcW w:w="0" w:type="auto"/>
            <w:shd w:val="clear" w:color="auto" w:fill="auto"/>
            <w:noWrap/>
            <w:vAlign w:val="center"/>
          </w:tcPr>
          <w:p w14:paraId="6C2FBEF1" w14:textId="17DB4806" w:rsidR="0095436B" w:rsidRPr="00DF6DD6" w:rsidRDefault="0095436B" w:rsidP="00401ADA">
            <w:pPr>
              <w:pStyle w:val="TAC"/>
              <w:keepNext w:val="0"/>
              <w:rPr>
                <w:rFonts w:cs="Arial"/>
              </w:rPr>
            </w:pPr>
            <w:r w:rsidRPr="00DF6DD6">
              <w:rPr>
                <w:rFonts w:cs="Arial"/>
              </w:rPr>
              <w:t>DC_41A-42A_n7</w:t>
            </w:r>
            <w:r w:rsidRPr="00DF6DD6">
              <w:rPr>
                <w:rFonts w:cs="Arial"/>
                <w:lang w:eastAsia="zh-CN"/>
              </w:rPr>
              <w:t>8</w:t>
            </w:r>
            <w:r w:rsidRPr="00DF6DD6">
              <w:rPr>
                <w:rFonts w:cs="Arial"/>
              </w:rPr>
              <w:t>A</w:t>
            </w:r>
            <w:r w:rsidRPr="00DF6DD6">
              <w:rPr>
                <w:rFonts w:cs="Arial"/>
              </w:rPr>
              <w:br/>
            </w:r>
            <w:r w:rsidRPr="00DF6DD6">
              <w:rPr>
                <w:rFonts w:cs="Arial"/>
                <w:lang w:eastAsia="ja-JP"/>
              </w:rPr>
              <w:t>DC_41A-42C_n78A</w:t>
            </w:r>
          </w:p>
          <w:p w14:paraId="1DF721C2" w14:textId="77777777" w:rsidR="0095436B" w:rsidRPr="00DF6DD6" w:rsidRDefault="0095436B" w:rsidP="00401ADA">
            <w:pPr>
              <w:pStyle w:val="TAC"/>
              <w:keepNext w:val="0"/>
              <w:rPr>
                <w:rFonts w:cs="Arial"/>
                <w:lang w:eastAsia="ja-JP"/>
              </w:rPr>
            </w:pPr>
            <w:r w:rsidRPr="00DF6DD6">
              <w:rPr>
                <w:rFonts w:cs="Arial"/>
                <w:lang w:eastAsia="ja-JP"/>
              </w:rPr>
              <w:t>DC_41C-42A_n78A</w:t>
            </w:r>
          </w:p>
          <w:p w14:paraId="2C53A776" w14:textId="2CD6C02F" w:rsidR="0095436B" w:rsidRPr="00DF6DD6" w:rsidRDefault="0095436B" w:rsidP="00401ADA">
            <w:pPr>
              <w:pStyle w:val="TAC"/>
              <w:keepNext w:val="0"/>
              <w:rPr>
                <w:noProof/>
                <w:lang w:eastAsia="zh-CN"/>
              </w:rPr>
            </w:pPr>
            <w:r w:rsidRPr="00DF6DD6">
              <w:rPr>
                <w:rFonts w:cs="Arial"/>
                <w:lang w:eastAsia="ja-JP"/>
              </w:rPr>
              <w:t>DC_41C-42C_n78A</w:t>
            </w:r>
          </w:p>
        </w:tc>
        <w:tc>
          <w:tcPr>
            <w:tcW w:w="0" w:type="auto"/>
            <w:vAlign w:val="center"/>
          </w:tcPr>
          <w:p w14:paraId="204C30B6" w14:textId="77777777" w:rsidR="0095436B" w:rsidRPr="00DF6DD6" w:rsidRDefault="0095436B" w:rsidP="00401ADA">
            <w:pPr>
              <w:pStyle w:val="TAC"/>
              <w:keepNext w:val="0"/>
              <w:rPr>
                <w:noProof/>
                <w:lang w:eastAsia="zh-CN"/>
              </w:rPr>
            </w:pPr>
            <w:r w:rsidRPr="00DF6DD6">
              <w:rPr>
                <w:rFonts w:cs="Arial"/>
                <w:lang w:eastAsia="ja-JP"/>
              </w:rPr>
              <w:t>DC_</w:t>
            </w:r>
            <w:r w:rsidRPr="00DF6DD6">
              <w:rPr>
                <w:rFonts w:cs="Arial"/>
                <w:lang w:eastAsia="zh-CN"/>
              </w:rPr>
              <w:t>41</w:t>
            </w:r>
            <w:r w:rsidRPr="00DF6DD6">
              <w:rPr>
                <w:rFonts w:cs="Arial"/>
                <w:lang w:eastAsia="ja-JP"/>
              </w:rPr>
              <w:t>A_n7</w:t>
            </w:r>
            <w:r w:rsidRPr="00DF6DD6">
              <w:rPr>
                <w:rFonts w:cs="Arial"/>
                <w:lang w:eastAsia="zh-CN"/>
              </w:rPr>
              <w:t>8</w:t>
            </w:r>
            <w:r w:rsidRPr="00DF6DD6">
              <w:rPr>
                <w:rFonts w:cs="Arial"/>
                <w:lang w:eastAsia="ja-JP"/>
              </w:rPr>
              <w:t>A</w:t>
            </w:r>
          </w:p>
        </w:tc>
      </w:tr>
      <w:tr w:rsidR="00F55B07" w:rsidRPr="00DF6DD6" w14:paraId="09D99148" w14:textId="77777777" w:rsidTr="00C42558">
        <w:trPr>
          <w:gridAfter w:val="1"/>
          <w:wAfter w:w="22" w:type="dxa"/>
          <w:trHeight w:val="288"/>
          <w:jc w:val="center"/>
        </w:trPr>
        <w:tc>
          <w:tcPr>
            <w:tcW w:w="0" w:type="auto"/>
            <w:shd w:val="clear" w:color="auto" w:fill="auto"/>
            <w:noWrap/>
            <w:vAlign w:val="center"/>
          </w:tcPr>
          <w:p w14:paraId="26D10F29" w14:textId="77777777" w:rsidR="0095436B" w:rsidRPr="00DF6DD6" w:rsidRDefault="0095436B" w:rsidP="00401ADA">
            <w:pPr>
              <w:pStyle w:val="TAC"/>
              <w:keepNext w:val="0"/>
              <w:rPr>
                <w:rFonts w:cs="Malgun Gothic"/>
                <w:lang w:eastAsia="ja-JP"/>
              </w:rPr>
            </w:pPr>
            <w:r w:rsidRPr="00DF6DD6">
              <w:rPr>
                <w:rFonts w:cs="Malgun Gothic"/>
                <w:lang w:eastAsia="ja-JP"/>
              </w:rPr>
              <w:t>DC_41A-42A_n79A</w:t>
            </w:r>
          </w:p>
          <w:p w14:paraId="4D8B476C" w14:textId="77777777" w:rsidR="0095436B" w:rsidRPr="00DF6DD6" w:rsidRDefault="0095436B" w:rsidP="00401ADA">
            <w:pPr>
              <w:pStyle w:val="TAC"/>
              <w:keepNext w:val="0"/>
              <w:rPr>
                <w:rFonts w:cs="Arial"/>
                <w:lang w:eastAsia="ja-JP"/>
              </w:rPr>
            </w:pPr>
            <w:r w:rsidRPr="00DF6DD6">
              <w:rPr>
                <w:rFonts w:cs="Arial"/>
                <w:lang w:eastAsia="ja-JP"/>
              </w:rPr>
              <w:t>DC_41A-42C_n79A</w:t>
            </w:r>
          </w:p>
          <w:p w14:paraId="78D3491F" w14:textId="77777777" w:rsidR="0095436B" w:rsidRPr="00DF6DD6" w:rsidRDefault="0095436B" w:rsidP="00401ADA">
            <w:pPr>
              <w:pStyle w:val="TAC"/>
              <w:keepNext w:val="0"/>
              <w:rPr>
                <w:rFonts w:cs="Arial"/>
                <w:lang w:eastAsia="ja-JP"/>
              </w:rPr>
            </w:pPr>
            <w:r w:rsidRPr="00DF6DD6">
              <w:rPr>
                <w:rFonts w:cs="Arial"/>
                <w:lang w:eastAsia="ja-JP"/>
              </w:rPr>
              <w:t>DC_41C-42A_n79A</w:t>
            </w:r>
          </w:p>
          <w:p w14:paraId="3D3F4F1E" w14:textId="5CA92AEA" w:rsidR="0095436B" w:rsidRPr="00DF6DD6" w:rsidRDefault="0095436B" w:rsidP="00401ADA">
            <w:pPr>
              <w:pStyle w:val="TAC"/>
              <w:keepNext w:val="0"/>
              <w:rPr>
                <w:rFonts w:cs="Arial"/>
              </w:rPr>
            </w:pPr>
            <w:r w:rsidRPr="00DF6DD6">
              <w:rPr>
                <w:rFonts w:cs="Arial"/>
                <w:lang w:eastAsia="ja-JP"/>
              </w:rPr>
              <w:t>DC_41C-42C_n79A</w:t>
            </w:r>
          </w:p>
        </w:tc>
        <w:tc>
          <w:tcPr>
            <w:tcW w:w="0" w:type="auto"/>
            <w:vAlign w:val="center"/>
          </w:tcPr>
          <w:p w14:paraId="40CB06B8" w14:textId="77777777" w:rsidR="0095436B" w:rsidRPr="00DF6DD6" w:rsidRDefault="0095436B" w:rsidP="00401ADA">
            <w:pPr>
              <w:pStyle w:val="TAC"/>
              <w:keepNext w:val="0"/>
              <w:rPr>
                <w:rFonts w:cs="Arial"/>
                <w:lang w:eastAsia="ja-JP"/>
              </w:rPr>
            </w:pPr>
            <w:r w:rsidRPr="00DF6DD6">
              <w:rPr>
                <w:rFonts w:cs="Arial"/>
                <w:lang w:eastAsia="ja-JP"/>
              </w:rPr>
              <w:t>DC_41A_n79A</w:t>
            </w:r>
          </w:p>
        </w:tc>
      </w:tr>
      <w:tr w:rsidR="00F55B07" w:rsidRPr="00DF6DD6" w14:paraId="6D3F06D9" w14:textId="77777777" w:rsidTr="00C42558">
        <w:trPr>
          <w:gridAfter w:val="1"/>
          <w:wAfter w:w="22" w:type="dxa"/>
          <w:trHeight w:val="288"/>
          <w:jc w:val="center"/>
        </w:trPr>
        <w:tc>
          <w:tcPr>
            <w:tcW w:w="0" w:type="auto"/>
            <w:shd w:val="clear" w:color="auto" w:fill="auto"/>
            <w:noWrap/>
            <w:vAlign w:val="center"/>
          </w:tcPr>
          <w:p w14:paraId="7A68AE82" w14:textId="7BD42C18" w:rsidR="0095436B" w:rsidRPr="00DF6DD6" w:rsidRDefault="0095436B" w:rsidP="00401ADA">
            <w:pPr>
              <w:pStyle w:val="TAC"/>
              <w:keepNext w:val="0"/>
              <w:rPr>
                <w:noProof/>
                <w:lang w:eastAsia="zh-CN"/>
              </w:rPr>
            </w:pPr>
            <w:r w:rsidRPr="00DF6DD6">
              <w:rPr>
                <w:rFonts w:cs="Arial"/>
                <w:lang w:eastAsia="ja-JP"/>
              </w:rPr>
              <w:t>DC_66A_(n)71AA</w:t>
            </w:r>
          </w:p>
        </w:tc>
        <w:tc>
          <w:tcPr>
            <w:tcW w:w="0" w:type="auto"/>
            <w:vAlign w:val="center"/>
          </w:tcPr>
          <w:p w14:paraId="1CFBB4CE" w14:textId="77777777" w:rsidR="0095436B" w:rsidRPr="00DF6DD6" w:rsidRDefault="0095436B" w:rsidP="00401ADA">
            <w:pPr>
              <w:pStyle w:val="TAC"/>
              <w:keepNext w:val="0"/>
              <w:rPr>
                <w:noProof/>
                <w:lang w:eastAsia="zh-CN"/>
              </w:rPr>
            </w:pPr>
            <w:r w:rsidRPr="00DF6DD6">
              <w:rPr>
                <w:noProof/>
                <w:lang w:eastAsia="zh-CN"/>
              </w:rPr>
              <w:t>DC_66A_n71A</w:t>
            </w:r>
          </w:p>
          <w:p w14:paraId="7F53F4CF" w14:textId="15AC8437" w:rsidR="0095436B" w:rsidRPr="00DF6DD6" w:rsidRDefault="0095436B" w:rsidP="00401ADA">
            <w:pPr>
              <w:pStyle w:val="TAC"/>
              <w:keepNext w:val="0"/>
              <w:rPr>
                <w:noProof/>
                <w:lang w:eastAsia="zh-CN"/>
              </w:rPr>
            </w:pPr>
            <w:r w:rsidRPr="00DF6DD6">
              <w:rPr>
                <w:noProof/>
                <w:lang w:eastAsia="zh-CN"/>
              </w:rPr>
              <w:t>DC_(n)71AA</w:t>
            </w:r>
          </w:p>
        </w:tc>
      </w:tr>
      <w:tr w:rsidR="00F55B07" w:rsidRPr="00DF6DD6" w14:paraId="0FC4C5EC" w14:textId="77777777" w:rsidTr="00C42558">
        <w:trPr>
          <w:gridAfter w:val="1"/>
          <w:wAfter w:w="22" w:type="dxa"/>
          <w:trHeight w:val="288"/>
          <w:jc w:val="center"/>
        </w:trPr>
        <w:tc>
          <w:tcPr>
            <w:tcW w:w="0" w:type="auto"/>
            <w:shd w:val="clear" w:color="auto" w:fill="auto"/>
            <w:noWrap/>
            <w:vAlign w:val="center"/>
          </w:tcPr>
          <w:p w14:paraId="25F6966A" w14:textId="36E232CC" w:rsidR="0095436B" w:rsidRPr="00DF6DD6" w:rsidRDefault="0095436B" w:rsidP="00401ADA">
            <w:pPr>
              <w:pStyle w:val="TAC"/>
              <w:keepNext w:val="0"/>
              <w:rPr>
                <w:noProof/>
                <w:lang w:eastAsia="zh-CN"/>
              </w:rPr>
            </w:pPr>
            <w:r w:rsidRPr="00DF6DD6">
              <w:t>DC_</w:t>
            </w:r>
            <w:r w:rsidRPr="00DF6DD6">
              <w:rPr>
                <w:lang w:eastAsia="zh-CN"/>
              </w:rPr>
              <w:t>66A</w:t>
            </w:r>
            <w:r w:rsidRPr="00DF6DD6">
              <w:t>_SUL_n78</w:t>
            </w:r>
            <w:r w:rsidRPr="00DF6DD6">
              <w:rPr>
                <w:lang w:eastAsia="zh-CN"/>
              </w:rPr>
              <w:t>A</w:t>
            </w:r>
            <w:r w:rsidRPr="00DF6DD6">
              <w:t>-n86</w:t>
            </w:r>
            <w:r w:rsidRPr="00DF6DD6">
              <w:rPr>
                <w:lang w:eastAsia="zh-CN"/>
              </w:rPr>
              <w:t>A</w:t>
            </w:r>
            <w:r w:rsidRPr="00DF6DD6">
              <w:rPr>
                <w:noProof/>
                <w:vertAlign w:val="superscript"/>
                <w:lang w:eastAsia="zh-CN"/>
              </w:rPr>
              <w:t>5</w:t>
            </w:r>
          </w:p>
        </w:tc>
        <w:tc>
          <w:tcPr>
            <w:tcW w:w="0" w:type="auto"/>
            <w:vAlign w:val="center"/>
          </w:tcPr>
          <w:p w14:paraId="7E09EF2E" w14:textId="77777777" w:rsidR="00CE04D0" w:rsidRPr="00DF6DD6" w:rsidRDefault="00CE04D0" w:rsidP="00CE04D0">
            <w:pPr>
              <w:pStyle w:val="TAC"/>
              <w:keepNext w:val="0"/>
              <w:rPr>
                <w:lang w:eastAsia="zh-CN"/>
              </w:rPr>
            </w:pPr>
            <w:r w:rsidRPr="00DF6DD6">
              <w:rPr>
                <w:lang w:eastAsia="zh-CN"/>
              </w:rPr>
              <w:t>DC_66A_n78A</w:t>
            </w:r>
          </w:p>
          <w:p w14:paraId="5E29C0AE" w14:textId="77777777" w:rsidR="00CE04D0" w:rsidRPr="00DF6DD6" w:rsidRDefault="00CE04D0" w:rsidP="00CE04D0">
            <w:pPr>
              <w:pStyle w:val="TAC"/>
              <w:keepNext w:val="0"/>
              <w:rPr>
                <w:lang w:eastAsia="zh-CN"/>
              </w:rPr>
            </w:pPr>
            <w:r w:rsidRPr="00DF6DD6">
              <w:rPr>
                <w:lang w:eastAsia="zh-CN"/>
              </w:rPr>
              <w:t>DC_66A_n86A_ULSUP-TDM_n78A</w:t>
            </w:r>
          </w:p>
          <w:p w14:paraId="4EAF7F36" w14:textId="0B90E9AC" w:rsidR="0095436B" w:rsidRPr="00DF6DD6" w:rsidRDefault="0095436B" w:rsidP="00CE04D0">
            <w:pPr>
              <w:pStyle w:val="TAC"/>
              <w:keepNext w:val="0"/>
              <w:rPr>
                <w:noProof/>
                <w:lang w:eastAsia="zh-CN"/>
              </w:rPr>
            </w:pPr>
          </w:p>
        </w:tc>
      </w:tr>
      <w:tr w:rsidR="00426125" w:rsidRPr="00DF6DD6" w14:paraId="09CC232C" w14:textId="77777777" w:rsidTr="00E223C7">
        <w:trPr>
          <w:trHeight w:val="288"/>
          <w:jc w:val="center"/>
        </w:trPr>
        <w:tc>
          <w:tcPr>
            <w:tcW w:w="7661" w:type="dxa"/>
            <w:gridSpan w:val="3"/>
            <w:shd w:val="clear" w:color="auto" w:fill="auto"/>
            <w:noWrap/>
            <w:vAlign w:val="center"/>
          </w:tcPr>
          <w:p w14:paraId="0AE9ABE1" w14:textId="4A6066FB" w:rsidR="00426125" w:rsidRPr="00DF6DD6" w:rsidRDefault="00426125" w:rsidP="00401ADA">
            <w:pPr>
              <w:pStyle w:val="TAN"/>
              <w:keepNext w:val="0"/>
            </w:pPr>
            <w:r w:rsidRPr="00DF6DD6">
              <w:t>NOTE 1:</w:t>
            </w:r>
            <w:r w:rsidRPr="00DF6DD6">
              <w:tab/>
            </w:r>
            <w:r w:rsidR="00EA13E4" w:rsidRPr="0070079D">
              <w:t xml:space="preserve">Uplink </w:t>
            </w:r>
            <w:r w:rsidR="00EA13E4">
              <w:t>EN-DC</w:t>
            </w:r>
            <w:r w:rsidR="00EA13E4" w:rsidRPr="0070079D">
              <w:t xml:space="preserve"> configurations </w:t>
            </w:r>
            <w:r w:rsidRPr="00DF6DD6">
              <w:t>are the configurations supported by the present release of specifications.</w:t>
            </w:r>
          </w:p>
          <w:p w14:paraId="1C44FCFF" w14:textId="19E20839" w:rsidR="0039435F" w:rsidRPr="00DF6DD6" w:rsidRDefault="0039435F" w:rsidP="00401ADA">
            <w:pPr>
              <w:pStyle w:val="TAN"/>
              <w:keepNext w:val="0"/>
              <w:rPr>
                <w:rFonts w:eastAsia="PMingLiU" w:cs="Arial"/>
                <w:lang w:eastAsia="zh-TW"/>
              </w:rPr>
            </w:pPr>
            <w:r w:rsidRPr="00DF6DD6">
              <w:rPr>
                <w:rFonts w:eastAsia="PMingLiU" w:hint="eastAsia"/>
                <w:lang w:eastAsia="zh-TW"/>
              </w:rPr>
              <w:t>NOTE 2:</w:t>
            </w:r>
            <w:r w:rsidR="00F27CE0" w:rsidRPr="00DF6DD6">
              <w:tab/>
            </w:r>
            <w:r w:rsidRPr="00DF6DD6">
              <w:rPr>
                <w:rFonts w:eastAsia="PMingLiU" w:cs="Arial"/>
                <w:lang w:eastAsia="zh-TW"/>
              </w:rPr>
              <w:t>Only single switched UL is supported in Rel</w:t>
            </w:r>
            <w:r w:rsidR="00C25AB2" w:rsidRPr="00DF6DD6">
              <w:rPr>
                <w:rFonts w:eastAsia="PMingLiU" w:cs="Arial"/>
                <w:lang w:eastAsia="zh-TW"/>
              </w:rPr>
              <w:t>-</w:t>
            </w:r>
            <w:r w:rsidRPr="00DF6DD6">
              <w:rPr>
                <w:rFonts w:eastAsia="PMingLiU" w:cs="Arial"/>
                <w:lang w:eastAsia="zh-TW"/>
              </w:rPr>
              <w:t>15</w:t>
            </w:r>
          </w:p>
          <w:p w14:paraId="307A2A63" w14:textId="77777777" w:rsidR="00B95992" w:rsidRPr="00DF6DD6" w:rsidRDefault="00B95992" w:rsidP="00401ADA">
            <w:pPr>
              <w:pStyle w:val="TAN"/>
              <w:keepNext w:val="0"/>
              <w:rPr>
                <w:rFonts w:cs="Arial"/>
                <w:szCs w:val="18"/>
              </w:rPr>
            </w:pPr>
            <w:r w:rsidRPr="00DF6DD6">
              <w:rPr>
                <w:rFonts w:cs="Arial"/>
                <w:szCs w:val="18"/>
              </w:rPr>
              <w:t>N</w:t>
            </w:r>
            <w:r w:rsidRPr="00DF6DD6">
              <w:rPr>
                <w:rFonts w:cs="Arial"/>
                <w:szCs w:val="18"/>
                <w:lang w:eastAsia="zh-CN"/>
              </w:rPr>
              <w:t xml:space="preserve">OTE </w:t>
            </w:r>
            <w:r w:rsidRPr="00DF6DD6">
              <w:rPr>
                <w:rFonts w:cs="Arial"/>
                <w:szCs w:val="18"/>
              </w:rPr>
              <w:t>3:</w:t>
            </w:r>
            <w:r w:rsidRPr="00DF6DD6">
              <w:rPr>
                <w:rFonts w:cs="Arial"/>
                <w:szCs w:val="18"/>
              </w:rPr>
              <w:tab/>
              <w:t>Restricted to E-UTRA operation when inter-band carrier aggregation is configured. The downlink operating band for Band 46 is paired with the uplink operating band (external E-UTRA band) of the carrier aggregation configuration that is supporting the configured Pcell.</w:t>
            </w:r>
          </w:p>
          <w:p w14:paraId="100B93C9" w14:textId="77777777" w:rsidR="005156D2" w:rsidRPr="00DF6DD6" w:rsidRDefault="005156D2" w:rsidP="00401ADA">
            <w:pPr>
              <w:pStyle w:val="TAN"/>
              <w:keepNext w:val="0"/>
              <w:rPr>
                <w:rFonts w:cs="Arial"/>
                <w:szCs w:val="18"/>
                <w:lang w:val="en-US" w:eastAsia="fi-FI"/>
              </w:rPr>
            </w:pPr>
            <w:r w:rsidRPr="00DF6DD6">
              <w:rPr>
                <w:rFonts w:cs="Arial"/>
                <w:szCs w:val="18"/>
                <w:lang w:val="en-US" w:eastAsia="fi-FI"/>
              </w:rPr>
              <w:t>NOTE 4:</w:t>
            </w:r>
            <w:r w:rsidRPr="00DF6DD6">
              <w:rPr>
                <w:rFonts w:cs="Arial"/>
                <w:szCs w:val="18"/>
                <w:lang w:val="en-US" w:eastAsia="fi-FI"/>
              </w:rPr>
              <w:tab/>
              <w:t>If a UE is configured with both NR UL and NR SUL carriers in a cell, the switching time between NR UL carrier and NR SUL carrier can be up to 140us and placed in SUL resources.</w:t>
            </w:r>
          </w:p>
          <w:p w14:paraId="27314EB4" w14:textId="77777777" w:rsidR="005156D2" w:rsidRPr="00DF6DD6" w:rsidRDefault="005156D2" w:rsidP="00401ADA">
            <w:pPr>
              <w:pStyle w:val="TAN"/>
              <w:keepNext w:val="0"/>
              <w:rPr>
                <w:rFonts w:cs="Arial"/>
                <w:szCs w:val="18"/>
                <w:lang w:val="en-US" w:eastAsia="fi-FI"/>
              </w:rPr>
            </w:pPr>
            <w:r w:rsidRPr="00DF6DD6">
              <w:rPr>
                <w:rFonts w:cs="Arial"/>
                <w:szCs w:val="18"/>
                <w:lang w:val="en-US" w:eastAsia="fi-FI"/>
              </w:rPr>
              <w:t>NOTE 5:</w:t>
            </w:r>
            <w:r w:rsidRPr="00DF6DD6">
              <w:rPr>
                <w:rFonts w:cs="Arial"/>
                <w:szCs w:val="18"/>
                <w:lang w:val="en-US" w:eastAsia="fi-FI"/>
              </w:rPr>
              <w:tab/>
              <w:t>Applicable for UE supporting inter-band EN-DC with mandatory simultaneous Rx/Tx capability</w:t>
            </w:r>
          </w:p>
          <w:p w14:paraId="4173929B" w14:textId="29A50A36" w:rsidR="005156D2" w:rsidRPr="00DF6DD6" w:rsidRDefault="005156D2" w:rsidP="00401ADA">
            <w:pPr>
              <w:pStyle w:val="TAN"/>
              <w:keepNext w:val="0"/>
              <w:rPr>
                <w:rFonts w:cs="Arial"/>
                <w:szCs w:val="18"/>
                <w:lang w:val="en-US" w:eastAsia="fi-FI"/>
              </w:rPr>
            </w:pPr>
            <w:r w:rsidRPr="00DF6DD6">
              <w:rPr>
                <w:rFonts w:cs="Arial"/>
                <w:szCs w:val="18"/>
                <w:lang w:val="en-US" w:eastAsia="fi-FI"/>
              </w:rPr>
              <w:lastRenderedPageBreak/>
              <w:t>NOTE 6:</w:t>
            </w:r>
            <w:r w:rsidRPr="00DF6DD6">
              <w:rPr>
                <w:rFonts w:cs="Arial"/>
                <w:szCs w:val="18"/>
                <w:lang w:val="en-US" w:eastAsia="fi-FI"/>
              </w:rPr>
              <w:tab/>
              <w:t>The frequency range in band n28 is restricted for this band combination to 703-733 MHz for the UL and 758-788 MHz for the DL.</w:t>
            </w:r>
          </w:p>
        </w:tc>
      </w:tr>
    </w:tbl>
    <w:p w14:paraId="776E00CF" w14:textId="77777777" w:rsidR="001310A1" w:rsidRPr="00DF6DD6" w:rsidRDefault="001310A1" w:rsidP="001310A1"/>
    <w:p w14:paraId="5221FD62" w14:textId="1FAE9340" w:rsidR="001310A1" w:rsidRPr="00DF6DD6" w:rsidRDefault="001310A1" w:rsidP="001310A1">
      <w:pPr>
        <w:pStyle w:val="Heading4"/>
      </w:pPr>
      <w:bookmarkStart w:id="699" w:name="_Toc21345415"/>
      <w:bookmarkStart w:id="700" w:name="_Toc29806264"/>
      <w:bookmarkStart w:id="701" w:name="_Toc37255797"/>
      <w:bookmarkStart w:id="702" w:name="_Toc37256138"/>
      <w:bookmarkStart w:id="703" w:name="_Toc45889975"/>
      <w:bookmarkStart w:id="704" w:name="_Toc52381800"/>
      <w:bookmarkStart w:id="705" w:name="_Toc61374899"/>
      <w:bookmarkStart w:id="706" w:name="_Toc67936250"/>
      <w:bookmarkStart w:id="707" w:name="_Toc67937123"/>
      <w:bookmarkStart w:id="708" w:name="_Toc76452359"/>
      <w:bookmarkStart w:id="709" w:name="_Toc76630202"/>
      <w:bookmarkStart w:id="710" w:name="_Toc83742762"/>
      <w:bookmarkStart w:id="711" w:name="_Toc83886876"/>
      <w:bookmarkStart w:id="712" w:name="_Toc83887676"/>
      <w:bookmarkStart w:id="713" w:name="_Toc90588517"/>
      <w:r w:rsidRPr="00DF6DD6">
        <w:t>5.5B.4.3</w:t>
      </w:r>
      <w:r w:rsidRPr="00DF6DD6">
        <w:tab/>
        <w:t xml:space="preserve">Inter-band EN-DC configurations </w:t>
      </w:r>
      <w:r w:rsidR="00586440" w:rsidRPr="00DF6DD6">
        <w:rPr>
          <w:rFonts w:hint="eastAsia"/>
          <w:lang w:eastAsia="zh-CN"/>
        </w:rPr>
        <w:t>within FR</w:t>
      </w:r>
      <w:r w:rsidR="00586440" w:rsidRPr="00DF6DD6">
        <w:rPr>
          <w:lang w:eastAsia="zh-CN"/>
        </w:rPr>
        <w:t xml:space="preserve">1 </w:t>
      </w:r>
      <w:r w:rsidRPr="00DF6DD6">
        <w:t>(four bands)</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14:paraId="7D027FED" w14:textId="06839741" w:rsidR="001310A1" w:rsidRPr="00DF6DD6" w:rsidRDefault="001310A1" w:rsidP="001310A1">
      <w:pPr>
        <w:pStyle w:val="TH"/>
      </w:pPr>
      <w:r w:rsidRPr="00DF6DD6">
        <w:t xml:space="preserve">Table 5.5B.4.3-1: Inter-band EN-DC configurations </w:t>
      </w:r>
      <w:r w:rsidR="00586440" w:rsidRPr="00DF6DD6">
        <w:rPr>
          <w:rFonts w:hint="eastAsia"/>
          <w:lang w:eastAsia="zh-CN"/>
        </w:rPr>
        <w:t>within FR</w:t>
      </w:r>
      <w:r w:rsidR="00586440" w:rsidRPr="00DF6DD6">
        <w:rPr>
          <w:lang w:eastAsia="zh-CN"/>
        </w:rPr>
        <w:t xml:space="preserve">1 </w:t>
      </w:r>
      <w:r w:rsidRPr="00DF6DD6">
        <w:t>(four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61"/>
        <w:gridCol w:w="3514"/>
      </w:tblGrid>
      <w:tr w:rsidR="00F55B07" w:rsidRPr="0045647B" w14:paraId="3A29D826" w14:textId="77777777" w:rsidTr="00A6034C">
        <w:trPr>
          <w:trHeight w:val="105"/>
          <w:tblHeader/>
          <w:jc w:val="center"/>
        </w:trPr>
        <w:tc>
          <w:tcPr>
            <w:tcW w:w="3461" w:type="dxa"/>
            <w:shd w:val="clear" w:color="auto" w:fill="auto"/>
            <w:vAlign w:val="center"/>
            <w:hideMark/>
          </w:tcPr>
          <w:p w14:paraId="63F29371" w14:textId="77777777" w:rsidR="0095436B" w:rsidRPr="00DF6DD6" w:rsidRDefault="0095436B" w:rsidP="003768E0">
            <w:pPr>
              <w:pStyle w:val="TAH"/>
              <w:rPr>
                <w:lang w:val="en-US" w:eastAsia="fi-FI"/>
              </w:rPr>
            </w:pPr>
            <w:r w:rsidRPr="00DF6DD6">
              <w:rPr>
                <w:lang w:val="en-US" w:eastAsia="fi-FI"/>
              </w:rPr>
              <w:t>EN-DC</w:t>
            </w:r>
          </w:p>
          <w:p w14:paraId="6C0F4910" w14:textId="77777777" w:rsidR="0095436B" w:rsidRPr="00DF6DD6" w:rsidRDefault="0095436B" w:rsidP="003768E0">
            <w:pPr>
              <w:pStyle w:val="TAH"/>
              <w:rPr>
                <w:lang w:val="en-US" w:eastAsia="fi-FI"/>
              </w:rPr>
            </w:pPr>
            <w:r w:rsidRPr="00DF6DD6">
              <w:rPr>
                <w:lang w:val="en-US" w:eastAsia="fi-FI"/>
              </w:rPr>
              <w:t>configuration</w:t>
            </w:r>
          </w:p>
        </w:tc>
        <w:tc>
          <w:tcPr>
            <w:tcW w:w="3514" w:type="dxa"/>
            <w:vAlign w:val="center"/>
          </w:tcPr>
          <w:p w14:paraId="2172E40C" w14:textId="77777777" w:rsidR="0095436B" w:rsidRPr="00B94CFE" w:rsidRDefault="0095436B" w:rsidP="003768E0">
            <w:pPr>
              <w:pStyle w:val="TAH"/>
              <w:rPr>
                <w:lang w:val="fr-FR" w:eastAsia="fi-FI"/>
              </w:rPr>
            </w:pPr>
            <w:r w:rsidRPr="00B94CFE">
              <w:rPr>
                <w:lang w:val="fr-FR" w:eastAsia="fi-FI"/>
              </w:rPr>
              <w:t>Uplink EN-DC</w:t>
            </w:r>
          </w:p>
          <w:p w14:paraId="4FA3764D" w14:textId="77777777" w:rsidR="0095436B" w:rsidRPr="00B94CFE" w:rsidRDefault="0095436B" w:rsidP="003768E0">
            <w:pPr>
              <w:pStyle w:val="TAH"/>
              <w:rPr>
                <w:lang w:val="fr-FR" w:eastAsia="fi-FI"/>
              </w:rPr>
            </w:pPr>
            <w:r w:rsidRPr="00B94CFE">
              <w:rPr>
                <w:lang w:val="fr-FR" w:eastAsia="fi-FI"/>
              </w:rPr>
              <w:t>configuration</w:t>
            </w:r>
          </w:p>
          <w:p w14:paraId="4CFE4EEC" w14:textId="77777777" w:rsidR="0095436B" w:rsidRPr="00B94CFE" w:rsidRDefault="0095436B" w:rsidP="003768E0">
            <w:pPr>
              <w:pStyle w:val="TAH"/>
              <w:rPr>
                <w:lang w:val="fr-FR" w:eastAsia="fi-FI"/>
              </w:rPr>
            </w:pPr>
            <w:r w:rsidRPr="00B94CFE">
              <w:rPr>
                <w:lang w:val="fr-FR" w:eastAsia="fi-FI"/>
              </w:rPr>
              <w:t>(NOTE 1)</w:t>
            </w:r>
          </w:p>
        </w:tc>
      </w:tr>
      <w:tr w:rsidR="00F55B07" w:rsidRPr="00DF6DD6" w14:paraId="5F9F6897" w14:textId="77777777" w:rsidTr="00A6034C">
        <w:trPr>
          <w:trHeight w:val="288"/>
          <w:jc w:val="center"/>
        </w:trPr>
        <w:tc>
          <w:tcPr>
            <w:tcW w:w="3461" w:type="dxa"/>
            <w:shd w:val="clear" w:color="auto" w:fill="auto"/>
            <w:noWrap/>
            <w:vAlign w:val="center"/>
          </w:tcPr>
          <w:p w14:paraId="7255F315" w14:textId="0752E9FC" w:rsidR="0095436B" w:rsidRPr="00DF6DD6" w:rsidRDefault="0095436B" w:rsidP="003768E0">
            <w:pPr>
              <w:pStyle w:val="TAC"/>
              <w:keepNext w:val="0"/>
              <w:rPr>
                <w:lang w:val="fi-FI" w:eastAsia="fi-FI"/>
              </w:rPr>
            </w:pPr>
            <w:r w:rsidRPr="00DF6DD6">
              <w:rPr>
                <w:lang w:val="fi-FI" w:eastAsia="fi-FI"/>
              </w:rPr>
              <w:t>DC_1A-3A-5A_n78A</w:t>
            </w:r>
            <w:r w:rsidRPr="00DF6DD6">
              <w:rPr>
                <w:vertAlign w:val="superscript"/>
                <w:lang w:val="fi-FI" w:eastAsia="fi-FI"/>
              </w:rPr>
              <w:t>2</w:t>
            </w:r>
          </w:p>
        </w:tc>
        <w:tc>
          <w:tcPr>
            <w:tcW w:w="3514" w:type="dxa"/>
          </w:tcPr>
          <w:p w14:paraId="665B5F31" w14:textId="77777777" w:rsidR="0095436B" w:rsidRPr="00DF6DD6" w:rsidRDefault="0095436B" w:rsidP="003768E0">
            <w:pPr>
              <w:pStyle w:val="TAC"/>
              <w:keepNext w:val="0"/>
              <w:rPr>
                <w:lang w:val="en-US" w:eastAsia="fi-FI"/>
              </w:rPr>
            </w:pPr>
            <w:r w:rsidRPr="00DF6DD6">
              <w:rPr>
                <w:lang w:val="en-US" w:eastAsia="fi-FI"/>
              </w:rPr>
              <w:t>DC_1A_n78A</w:t>
            </w:r>
          </w:p>
          <w:p w14:paraId="5A5FD0A9" w14:textId="77777777" w:rsidR="0095436B" w:rsidRPr="00DF6DD6" w:rsidRDefault="0095436B" w:rsidP="003768E0">
            <w:pPr>
              <w:pStyle w:val="TAC"/>
              <w:keepNext w:val="0"/>
              <w:rPr>
                <w:lang w:val="en-US" w:eastAsia="fi-FI"/>
              </w:rPr>
            </w:pPr>
            <w:r w:rsidRPr="00DF6DD6">
              <w:rPr>
                <w:lang w:val="en-US" w:eastAsia="fi-FI"/>
              </w:rPr>
              <w:t>DC_3A_n78A</w:t>
            </w:r>
          </w:p>
          <w:p w14:paraId="28D4D8E2" w14:textId="77777777" w:rsidR="0095436B" w:rsidRPr="00DF6DD6" w:rsidRDefault="0095436B" w:rsidP="003768E0">
            <w:pPr>
              <w:pStyle w:val="TAC"/>
              <w:keepNext w:val="0"/>
              <w:rPr>
                <w:lang w:val="en-US" w:eastAsia="fi-FI"/>
              </w:rPr>
            </w:pPr>
            <w:r w:rsidRPr="00DF6DD6">
              <w:rPr>
                <w:lang w:val="en-US" w:eastAsia="fi-FI"/>
              </w:rPr>
              <w:t>DC_5A_n78A</w:t>
            </w:r>
          </w:p>
        </w:tc>
      </w:tr>
      <w:tr w:rsidR="00F55B07" w:rsidRPr="00DF6DD6" w14:paraId="0668CEE8" w14:textId="77777777" w:rsidTr="00A6034C">
        <w:trPr>
          <w:trHeight w:val="288"/>
          <w:jc w:val="center"/>
        </w:trPr>
        <w:tc>
          <w:tcPr>
            <w:tcW w:w="3461" w:type="dxa"/>
            <w:shd w:val="clear" w:color="auto" w:fill="auto"/>
            <w:noWrap/>
            <w:vAlign w:val="center"/>
          </w:tcPr>
          <w:p w14:paraId="017C5FD9" w14:textId="77777777" w:rsidR="0095436B" w:rsidRPr="00DF6DD6" w:rsidRDefault="0095436B" w:rsidP="003768E0">
            <w:pPr>
              <w:pStyle w:val="TAC"/>
              <w:keepNext w:val="0"/>
              <w:rPr>
                <w:lang w:val="fi-FI" w:eastAsia="fi-FI"/>
              </w:rPr>
            </w:pPr>
            <w:r w:rsidRPr="00DF6DD6">
              <w:rPr>
                <w:lang w:val="fi-FI" w:eastAsia="fi-FI"/>
              </w:rPr>
              <w:t>DC_1A-3A-7A_n28A</w:t>
            </w:r>
          </w:p>
        </w:tc>
        <w:tc>
          <w:tcPr>
            <w:tcW w:w="3514" w:type="dxa"/>
          </w:tcPr>
          <w:p w14:paraId="1B75A608" w14:textId="77777777" w:rsidR="0095436B" w:rsidRPr="00DF6DD6" w:rsidRDefault="0095436B" w:rsidP="003768E0">
            <w:pPr>
              <w:pStyle w:val="TAC"/>
              <w:keepNext w:val="0"/>
              <w:rPr>
                <w:lang w:val="en-US" w:eastAsia="fi-FI"/>
              </w:rPr>
            </w:pPr>
            <w:r w:rsidRPr="00DF6DD6">
              <w:rPr>
                <w:lang w:val="en-US" w:eastAsia="fi-FI"/>
              </w:rPr>
              <w:t>DC_1A_n28A</w:t>
            </w:r>
          </w:p>
          <w:p w14:paraId="0B6F3C1B" w14:textId="77777777" w:rsidR="0095436B" w:rsidRPr="00DF6DD6" w:rsidRDefault="0095436B" w:rsidP="003768E0">
            <w:pPr>
              <w:pStyle w:val="TAC"/>
              <w:keepNext w:val="0"/>
              <w:rPr>
                <w:lang w:val="en-US" w:eastAsia="fi-FI"/>
              </w:rPr>
            </w:pPr>
            <w:r w:rsidRPr="00DF6DD6">
              <w:rPr>
                <w:lang w:val="en-US" w:eastAsia="fi-FI"/>
              </w:rPr>
              <w:t>DC_3A_n28A</w:t>
            </w:r>
          </w:p>
          <w:p w14:paraId="45618374" w14:textId="77777777" w:rsidR="0095436B" w:rsidRPr="00DF6DD6" w:rsidRDefault="0095436B" w:rsidP="003768E0">
            <w:pPr>
              <w:pStyle w:val="TAC"/>
              <w:keepNext w:val="0"/>
              <w:rPr>
                <w:lang w:val="en-US" w:eastAsia="fi-FI"/>
              </w:rPr>
            </w:pPr>
            <w:r w:rsidRPr="00DF6DD6">
              <w:rPr>
                <w:lang w:val="en-US" w:eastAsia="fi-FI"/>
              </w:rPr>
              <w:t>DC_7A_n28A</w:t>
            </w:r>
          </w:p>
        </w:tc>
      </w:tr>
      <w:tr w:rsidR="00F55B07" w:rsidRPr="00DF6DD6" w14:paraId="453325FA" w14:textId="77777777" w:rsidTr="00A6034C">
        <w:trPr>
          <w:trHeight w:val="288"/>
          <w:jc w:val="center"/>
        </w:trPr>
        <w:tc>
          <w:tcPr>
            <w:tcW w:w="3461" w:type="dxa"/>
            <w:shd w:val="clear" w:color="auto" w:fill="auto"/>
            <w:noWrap/>
            <w:vAlign w:val="center"/>
          </w:tcPr>
          <w:p w14:paraId="3C43D64B" w14:textId="14A413E0" w:rsidR="0095436B" w:rsidRPr="00DF6DD6" w:rsidRDefault="0095436B" w:rsidP="003768E0">
            <w:pPr>
              <w:pStyle w:val="TAC"/>
              <w:keepNext w:val="0"/>
              <w:rPr>
                <w:lang w:val="en-US" w:eastAsia="fi-FI"/>
              </w:rPr>
            </w:pPr>
            <w:r w:rsidRPr="00DF6DD6">
              <w:rPr>
                <w:lang w:val="en-US" w:eastAsia="fi-FI"/>
              </w:rPr>
              <w:t>DC_1A-3A-7A_n78A</w:t>
            </w:r>
            <w:r w:rsidRPr="00DF6DD6">
              <w:rPr>
                <w:vertAlign w:val="superscript"/>
                <w:lang w:val="en-US" w:eastAsia="fi-FI"/>
              </w:rPr>
              <w:t>2</w:t>
            </w:r>
          </w:p>
          <w:p w14:paraId="7DD64549" w14:textId="3EF42725" w:rsidR="0095436B" w:rsidRPr="00DF6DD6" w:rsidRDefault="0095436B" w:rsidP="003768E0">
            <w:pPr>
              <w:pStyle w:val="TAC"/>
              <w:keepNext w:val="0"/>
              <w:rPr>
                <w:lang w:val="en-US" w:eastAsia="fi-FI"/>
              </w:rPr>
            </w:pPr>
            <w:r w:rsidRPr="00DF6DD6">
              <w:rPr>
                <w:rFonts w:cs="Arial"/>
                <w:szCs w:val="18"/>
                <w:lang w:eastAsia="ja-JP"/>
              </w:rPr>
              <w:t>DC_</w:t>
            </w:r>
            <w:r w:rsidRPr="00DF6DD6">
              <w:rPr>
                <w:rFonts w:eastAsia="Malgun Gothic" w:cs="Arial" w:hint="eastAsia"/>
                <w:szCs w:val="18"/>
                <w:lang w:eastAsia="ko-KR"/>
              </w:rPr>
              <w:t>1A-3</w:t>
            </w:r>
            <w:r w:rsidRPr="00DF6DD6">
              <w:rPr>
                <w:rFonts w:eastAsia="Malgun Gothic" w:cs="Arial"/>
                <w:szCs w:val="18"/>
                <w:lang w:eastAsia="ko-KR"/>
              </w:rPr>
              <w:t>C</w:t>
            </w:r>
            <w:r w:rsidRPr="00DF6DD6">
              <w:rPr>
                <w:rFonts w:cs="Arial"/>
                <w:szCs w:val="18"/>
                <w:lang w:eastAsia="ja-JP"/>
              </w:rPr>
              <w:t>-</w:t>
            </w:r>
            <w:r w:rsidRPr="00DF6DD6">
              <w:rPr>
                <w:rFonts w:eastAsia="Malgun Gothic" w:cs="Arial" w:hint="eastAsia"/>
                <w:szCs w:val="18"/>
                <w:lang w:eastAsia="ko-KR"/>
              </w:rPr>
              <w:t>7A</w:t>
            </w:r>
            <w:r w:rsidRPr="00F27018">
              <w:rPr>
                <w:rFonts w:eastAsia="Malgun Gothic" w:cs="Arial"/>
                <w:szCs w:val="18"/>
                <w:lang w:eastAsia="ko-KR"/>
              </w:rPr>
              <w:t>_</w:t>
            </w:r>
            <w:r w:rsidRPr="00DF6DD6">
              <w:rPr>
                <w:rFonts w:cs="Arial"/>
                <w:szCs w:val="18"/>
                <w:lang w:eastAsia="ja-JP"/>
              </w:rPr>
              <w:t>n78</w:t>
            </w:r>
            <w:r w:rsidRPr="00DF6DD6">
              <w:rPr>
                <w:rFonts w:eastAsia="Malgun Gothic" w:cs="Arial"/>
                <w:szCs w:val="18"/>
                <w:lang w:eastAsia="ko-KR"/>
              </w:rPr>
              <w:t>A</w:t>
            </w:r>
            <w:r w:rsidRPr="00DF6DD6">
              <w:rPr>
                <w:vertAlign w:val="superscript"/>
                <w:lang w:val="en-US" w:eastAsia="fi-FI"/>
              </w:rPr>
              <w:t>2</w:t>
            </w:r>
          </w:p>
        </w:tc>
        <w:tc>
          <w:tcPr>
            <w:tcW w:w="3514" w:type="dxa"/>
          </w:tcPr>
          <w:p w14:paraId="202D0BC4" w14:textId="77777777" w:rsidR="0095436B" w:rsidRPr="00DF6DD6" w:rsidRDefault="0095436B" w:rsidP="003768E0">
            <w:pPr>
              <w:pStyle w:val="TAC"/>
              <w:keepNext w:val="0"/>
              <w:rPr>
                <w:lang w:val="en-US" w:eastAsia="fi-FI"/>
              </w:rPr>
            </w:pPr>
            <w:r w:rsidRPr="00DF6DD6">
              <w:rPr>
                <w:lang w:val="en-US" w:eastAsia="fi-FI"/>
              </w:rPr>
              <w:t>DC_1A_n78A</w:t>
            </w:r>
          </w:p>
          <w:p w14:paraId="7B29169F" w14:textId="77777777" w:rsidR="0095436B" w:rsidRPr="00DF6DD6" w:rsidRDefault="0095436B" w:rsidP="003768E0">
            <w:pPr>
              <w:pStyle w:val="TAC"/>
              <w:keepNext w:val="0"/>
              <w:rPr>
                <w:lang w:val="en-US" w:eastAsia="fi-FI"/>
              </w:rPr>
            </w:pPr>
            <w:r w:rsidRPr="00DF6DD6">
              <w:rPr>
                <w:lang w:val="en-US" w:eastAsia="fi-FI"/>
              </w:rPr>
              <w:t>DC_3A_n78A</w:t>
            </w:r>
          </w:p>
          <w:p w14:paraId="7255C958" w14:textId="77777777" w:rsidR="0095436B" w:rsidRPr="00DF6DD6" w:rsidRDefault="0095436B" w:rsidP="003768E0">
            <w:pPr>
              <w:pStyle w:val="TAC"/>
              <w:keepNext w:val="0"/>
              <w:rPr>
                <w:lang w:val="en-US" w:eastAsia="fi-FI"/>
              </w:rPr>
            </w:pPr>
            <w:r w:rsidRPr="00DF6DD6">
              <w:rPr>
                <w:lang w:val="en-US" w:eastAsia="fi-FI"/>
              </w:rPr>
              <w:t>DC_7A_n78A</w:t>
            </w:r>
          </w:p>
        </w:tc>
      </w:tr>
      <w:tr w:rsidR="00F55B07" w:rsidRPr="00DF6DD6" w14:paraId="5D258390" w14:textId="77777777" w:rsidTr="00A6034C">
        <w:trPr>
          <w:trHeight w:val="288"/>
          <w:jc w:val="center"/>
        </w:trPr>
        <w:tc>
          <w:tcPr>
            <w:tcW w:w="3461" w:type="dxa"/>
            <w:shd w:val="clear" w:color="auto" w:fill="auto"/>
            <w:noWrap/>
            <w:vAlign w:val="center"/>
          </w:tcPr>
          <w:p w14:paraId="5B69960A" w14:textId="0638AAD3" w:rsidR="0095436B" w:rsidRPr="00DF6DD6" w:rsidRDefault="0095436B" w:rsidP="003768E0">
            <w:pPr>
              <w:pStyle w:val="TAC"/>
              <w:keepNext w:val="0"/>
              <w:rPr>
                <w:lang w:val="fi-FI" w:eastAsia="fi-FI"/>
              </w:rPr>
            </w:pPr>
            <w:r w:rsidRPr="00DF6DD6">
              <w:rPr>
                <w:rFonts w:cs="Arial"/>
                <w:szCs w:val="18"/>
                <w:lang w:eastAsia="ja-JP"/>
              </w:rPr>
              <w:t>DC_</w:t>
            </w:r>
            <w:r w:rsidRPr="00DF6DD6">
              <w:rPr>
                <w:rFonts w:eastAsia="Malgun Gothic" w:cs="Arial" w:hint="eastAsia"/>
                <w:szCs w:val="18"/>
                <w:lang w:eastAsia="ko-KR"/>
              </w:rPr>
              <w:t>1A-3</w:t>
            </w:r>
            <w:r w:rsidRPr="00DF6DD6">
              <w:rPr>
                <w:rFonts w:cs="Arial"/>
                <w:szCs w:val="18"/>
                <w:lang w:eastAsia="ja-JP"/>
              </w:rPr>
              <w:t>A-7A-</w:t>
            </w:r>
            <w:r w:rsidRPr="00DF6DD6">
              <w:rPr>
                <w:rFonts w:eastAsia="Malgun Gothic" w:cs="Arial" w:hint="eastAsia"/>
                <w:szCs w:val="18"/>
                <w:lang w:eastAsia="ko-KR"/>
              </w:rPr>
              <w:t>7A_</w:t>
            </w:r>
            <w:r w:rsidRPr="00DF6DD6">
              <w:rPr>
                <w:rFonts w:cs="Arial"/>
                <w:szCs w:val="18"/>
                <w:lang w:eastAsia="ja-JP"/>
              </w:rPr>
              <w:t>n78</w:t>
            </w:r>
            <w:r w:rsidRPr="00DF6DD6">
              <w:rPr>
                <w:rFonts w:eastAsia="Malgun Gothic" w:cs="Arial" w:hint="eastAsia"/>
                <w:szCs w:val="18"/>
                <w:lang w:eastAsia="ko-KR"/>
              </w:rPr>
              <w:t>A</w:t>
            </w:r>
            <w:r w:rsidRPr="00DF6DD6">
              <w:rPr>
                <w:vertAlign w:val="superscript"/>
                <w:lang w:val="fi-FI" w:eastAsia="fi-FI"/>
              </w:rPr>
              <w:t>2</w:t>
            </w:r>
          </w:p>
        </w:tc>
        <w:tc>
          <w:tcPr>
            <w:tcW w:w="3514" w:type="dxa"/>
          </w:tcPr>
          <w:p w14:paraId="7CADDB5D" w14:textId="77777777" w:rsidR="0095436B" w:rsidRPr="00DF6DD6" w:rsidRDefault="0095436B" w:rsidP="003768E0">
            <w:pPr>
              <w:pStyle w:val="TAC"/>
              <w:keepNext w:val="0"/>
              <w:rPr>
                <w:lang w:val="en-US" w:eastAsia="fi-FI"/>
              </w:rPr>
            </w:pPr>
            <w:r w:rsidRPr="00DF6DD6">
              <w:rPr>
                <w:lang w:val="en-US" w:eastAsia="fi-FI"/>
              </w:rPr>
              <w:t>DC_1A_n78A</w:t>
            </w:r>
          </w:p>
          <w:p w14:paraId="34C587E8" w14:textId="77777777" w:rsidR="0095436B" w:rsidRPr="00DF6DD6" w:rsidRDefault="0095436B" w:rsidP="003768E0">
            <w:pPr>
              <w:pStyle w:val="TAC"/>
              <w:keepNext w:val="0"/>
              <w:rPr>
                <w:lang w:val="en-US" w:eastAsia="fi-FI"/>
              </w:rPr>
            </w:pPr>
            <w:r w:rsidRPr="00DF6DD6">
              <w:rPr>
                <w:lang w:val="en-US" w:eastAsia="fi-FI"/>
              </w:rPr>
              <w:t>DC_3A_n78A</w:t>
            </w:r>
          </w:p>
          <w:p w14:paraId="18FB9258" w14:textId="77777777" w:rsidR="0095436B" w:rsidRPr="00DF6DD6" w:rsidRDefault="0095436B" w:rsidP="003768E0">
            <w:pPr>
              <w:pStyle w:val="TAC"/>
              <w:keepNext w:val="0"/>
              <w:rPr>
                <w:lang w:val="en-US" w:eastAsia="fi-FI"/>
              </w:rPr>
            </w:pPr>
            <w:r w:rsidRPr="00DF6DD6">
              <w:rPr>
                <w:lang w:val="en-US" w:eastAsia="fi-FI"/>
              </w:rPr>
              <w:t>DC_7A_n78A</w:t>
            </w:r>
          </w:p>
        </w:tc>
      </w:tr>
      <w:tr w:rsidR="00F55B07" w:rsidRPr="00DF6DD6" w14:paraId="48CB016F" w14:textId="77777777" w:rsidTr="00A6034C">
        <w:trPr>
          <w:trHeight w:val="288"/>
          <w:jc w:val="center"/>
        </w:trPr>
        <w:tc>
          <w:tcPr>
            <w:tcW w:w="3461" w:type="dxa"/>
            <w:shd w:val="clear" w:color="auto" w:fill="auto"/>
            <w:noWrap/>
            <w:vAlign w:val="center"/>
          </w:tcPr>
          <w:p w14:paraId="1DBC11E9" w14:textId="622E48EE" w:rsidR="0095436B" w:rsidRPr="00DF6DD6" w:rsidRDefault="0095436B" w:rsidP="003768E0">
            <w:pPr>
              <w:pStyle w:val="TAC"/>
              <w:keepNext w:val="0"/>
              <w:rPr>
                <w:lang w:val="fi-FI" w:eastAsia="fi-FI"/>
              </w:rPr>
            </w:pPr>
            <w:r w:rsidRPr="00DF6DD6">
              <w:rPr>
                <w:lang w:val="fi-FI" w:eastAsia="fi-FI"/>
              </w:rPr>
              <w:t>DC_1A-3A-8A_n78A</w:t>
            </w:r>
            <w:r w:rsidRPr="00DF6DD6">
              <w:rPr>
                <w:vertAlign w:val="superscript"/>
                <w:lang w:val="fi-FI" w:eastAsia="fi-FI"/>
              </w:rPr>
              <w:t>2</w:t>
            </w:r>
          </w:p>
        </w:tc>
        <w:tc>
          <w:tcPr>
            <w:tcW w:w="3514" w:type="dxa"/>
          </w:tcPr>
          <w:p w14:paraId="5307CDBE" w14:textId="77777777" w:rsidR="0095436B" w:rsidRPr="00DF6DD6" w:rsidRDefault="0095436B" w:rsidP="003768E0">
            <w:pPr>
              <w:pStyle w:val="TAC"/>
              <w:keepNext w:val="0"/>
              <w:rPr>
                <w:lang w:val="en-US" w:eastAsia="fi-FI"/>
              </w:rPr>
            </w:pPr>
            <w:r w:rsidRPr="00DF6DD6">
              <w:rPr>
                <w:lang w:val="en-US" w:eastAsia="fi-FI"/>
              </w:rPr>
              <w:t>DC_1A_n78A</w:t>
            </w:r>
          </w:p>
          <w:p w14:paraId="6D6CD168" w14:textId="77777777" w:rsidR="0095436B" w:rsidRPr="00DF6DD6" w:rsidRDefault="0095436B" w:rsidP="003768E0">
            <w:pPr>
              <w:pStyle w:val="TAC"/>
              <w:keepNext w:val="0"/>
              <w:rPr>
                <w:lang w:val="en-US" w:eastAsia="fi-FI"/>
              </w:rPr>
            </w:pPr>
            <w:r w:rsidRPr="00DF6DD6">
              <w:rPr>
                <w:lang w:val="en-US" w:eastAsia="fi-FI"/>
              </w:rPr>
              <w:t>DC_3A_n78A</w:t>
            </w:r>
          </w:p>
          <w:p w14:paraId="02AA6564" w14:textId="77777777" w:rsidR="0095436B" w:rsidRPr="00DF6DD6" w:rsidRDefault="0095436B" w:rsidP="003768E0">
            <w:pPr>
              <w:pStyle w:val="TAC"/>
              <w:keepNext w:val="0"/>
              <w:rPr>
                <w:lang w:val="en-US" w:eastAsia="fi-FI"/>
              </w:rPr>
            </w:pPr>
            <w:r w:rsidRPr="00DF6DD6">
              <w:rPr>
                <w:lang w:val="en-US" w:eastAsia="fi-FI"/>
              </w:rPr>
              <w:t>DC_8A_n78A</w:t>
            </w:r>
          </w:p>
        </w:tc>
      </w:tr>
      <w:tr w:rsidR="00F55B07" w:rsidRPr="00DF6DD6" w14:paraId="2404D2C0" w14:textId="77777777" w:rsidTr="00A6034C">
        <w:trPr>
          <w:trHeight w:val="288"/>
          <w:jc w:val="center"/>
        </w:trPr>
        <w:tc>
          <w:tcPr>
            <w:tcW w:w="3461" w:type="dxa"/>
            <w:shd w:val="clear" w:color="auto" w:fill="auto"/>
            <w:noWrap/>
            <w:vAlign w:val="center"/>
          </w:tcPr>
          <w:p w14:paraId="41199FF3" w14:textId="5AA6ADC4" w:rsidR="0095436B" w:rsidRPr="00DF6DD6" w:rsidRDefault="0095436B" w:rsidP="003768E0">
            <w:pPr>
              <w:pStyle w:val="TAC"/>
              <w:keepNext w:val="0"/>
              <w:rPr>
                <w:lang w:val="en-US" w:eastAsia="fi-FI"/>
              </w:rPr>
            </w:pPr>
            <w:r w:rsidRPr="00DF6DD6">
              <w:rPr>
                <w:lang w:val="en-US" w:eastAsia="fi-FI"/>
              </w:rPr>
              <w:t>DC_1A-3A-19A_n77A</w:t>
            </w:r>
            <w:r w:rsidRPr="00DF6DD6">
              <w:rPr>
                <w:vertAlign w:val="superscript"/>
                <w:lang w:val="en-US" w:eastAsia="fi-FI"/>
              </w:rPr>
              <w:t>2</w:t>
            </w:r>
          </w:p>
          <w:p w14:paraId="4C97D5B8" w14:textId="47651005" w:rsidR="0095436B" w:rsidRPr="00DF6DD6" w:rsidRDefault="0095436B" w:rsidP="003768E0">
            <w:pPr>
              <w:pStyle w:val="TAC"/>
              <w:keepNext w:val="0"/>
              <w:rPr>
                <w:lang w:val="en-US" w:eastAsia="fi-FI"/>
              </w:rPr>
            </w:pPr>
            <w:r w:rsidRPr="00DF6DD6">
              <w:rPr>
                <w:lang w:val="en-US" w:eastAsia="fi-FI"/>
              </w:rPr>
              <w:t>DC_1A-3A-19A_n77C</w:t>
            </w:r>
            <w:r w:rsidRPr="00DF6DD6">
              <w:rPr>
                <w:vertAlign w:val="superscript"/>
                <w:lang w:val="en-US" w:eastAsia="fi-FI"/>
              </w:rPr>
              <w:t>2</w:t>
            </w:r>
          </w:p>
        </w:tc>
        <w:tc>
          <w:tcPr>
            <w:tcW w:w="3514" w:type="dxa"/>
          </w:tcPr>
          <w:p w14:paraId="05176C95" w14:textId="77777777" w:rsidR="0095436B" w:rsidRPr="00DF6DD6" w:rsidRDefault="0095436B" w:rsidP="003768E0">
            <w:pPr>
              <w:pStyle w:val="TAC"/>
              <w:keepNext w:val="0"/>
              <w:rPr>
                <w:lang w:val="en-US" w:eastAsia="fi-FI"/>
              </w:rPr>
            </w:pPr>
            <w:r w:rsidRPr="00DF6DD6">
              <w:rPr>
                <w:lang w:val="en-US" w:eastAsia="fi-FI"/>
              </w:rPr>
              <w:t>DC_1A_n77A</w:t>
            </w:r>
          </w:p>
          <w:p w14:paraId="6EAD3AC3" w14:textId="77777777" w:rsidR="0095436B" w:rsidRPr="00DF6DD6" w:rsidRDefault="0095436B" w:rsidP="003768E0">
            <w:pPr>
              <w:pStyle w:val="TAC"/>
              <w:keepNext w:val="0"/>
              <w:rPr>
                <w:lang w:val="en-US" w:eastAsia="fi-FI"/>
              </w:rPr>
            </w:pPr>
            <w:r w:rsidRPr="00DF6DD6">
              <w:rPr>
                <w:lang w:val="en-US" w:eastAsia="fi-FI"/>
              </w:rPr>
              <w:t>DC_3A_n77A</w:t>
            </w:r>
          </w:p>
          <w:p w14:paraId="77EECBBB" w14:textId="06B4323F" w:rsidR="0095436B" w:rsidRPr="00DF6DD6" w:rsidRDefault="0095436B" w:rsidP="003768E0">
            <w:pPr>
              <w:pStyle w:val="TAC"/>
              <w:keepNext w:val="0"/>
              <w:rPr>
                <w:lang w:val="en-US" w:eastAsia="fi-FI"/>
              </w:rPr>
            </w:pPr>
            <w:r w:rsidRPr="00DF6DD6">
              <w:rPr>
                <w:lang w:val="en-US" w:eastAsia="fi-FI"/>
              </w:rPr>
              <w:t>DC_19A_n77A</w:t>
            </w:r>
          </w:p>
        </w:tc>
      </w:tr>
      <w:tr w:rsidR="00F55B07" w:rsidRPr="00DF6DD6" w14:paraId="5004ECFD" w14:textId="77777777" w:rsidTr="00A6034C">
        <w:trPr>
          <w:trHeight w:val="288"/>
          <w:jc w:val="center"/>
        </w:trPr>
        <w:tc>
          <w:tcPr>
            <w:tcW w:w="3461" w:type="dxa"/>
            <w:shd w:val="clear" w:color="auto" w:fill="auto"/>
            <w:noWrap/>
            <w:vAlign w:val="center"/>
          </w:tcPr>
          <w:p w14:paraId="767E4553" w14:textId="0E49AB77" w:rsidR="0095436B" w:rsidRPr="00DF6DD6" w:rsidRDefault="0095436B" w:rsidP="003768E0">
            <w:pPr>
              <w:pStyle w:val="TAC"/>
              <w:keepNext w:val="0"/>
              <w:rPr>
                <w:lang w:val="en-US" w:eastAsia="fi-FI"/>
              </w:rPr>
            </w:pPr>
            <w:r w:rsidRPr="00DF6DD6">
              <w:rPr>
                <w:lang w:val="en-US" w:eastAsia="fi-FI"/>
              </w:rPr>
              <w:t>DC_1A-3A-19A_n78A</w:t>
            </w:r>
            <w:r w:rsidRPr="00DF6DD6">
              <w:rPr>
                <w:vertAlign w:val="superscript"/>
                <w:lang w:val="en-US" w:eastAsia="fi-FI"/>
              </w:rPr>
              <w:t>2</w:t>
            </w:r>
          </w:p>
          <w:p w14:paraId="18DAAC80" w14:textId="0B24652A" w:rsidR="0095436B" w:rsidRPr="00DF6DD6" w:rsidRDefault="0095436B" w:rsidP="003768E0">
            <w:pPr>
              <w:pStyle w:val="TAC"/>
              <w:keepNext w:val="0"/>
              <w:rPr>
                <w:lang w:val="en-US" w:eastAsia="fi-FI"/>
              </w:rPr>
            </w:pPr>
            <w:r w:rsidRPr="00DF6DD6">
              <w:rPr>
                <w:lang w:val="en-US" w:eastAsia="fi-FI"/>
              </w:rPr>
              <w:t>DC_1A-3A-19A_n78C</w:t>
            </w:r>
            <w:r w:rsidRPr="00DF6DD6">
              <w:rPr>
                <w:vertAlign w:val="superscript"/>
                <w:lang w:val="en-US" w:eastAsia="fi-FI"/>
              </w:rPr>
              <w:t>2</w:t>
            </w:r>
          </w:p>
        </w:tc>
        <w:tc>
          <w:tcPr>
            <w:tcW w:w="3514" w:type="dxa"/>
          </w:tcPr>
          <w:p w14:paraId="00A0888B" w14:textId="77777777" w:rsidR="0095436B" w:rsidRPr="00DF6DD6" w:rsidRDefault="0095436B" w:rsidP="003768E0">
            <w:pPr>
              <w:pStyle w:val="TAC"/>
              <w:keepNext w:val="0"/>
              <w:rPr>
                <w:lang w:val="en-US" w:eastAsia="fi-FI"/>
              </w:rPr>
            </w:pPr>
            <w:r w:rsidRPr="00DF6DD6">
              <w:rPr>
                <w:lang w:val="en-US" w:eastAsia="fi-FI"/>
              </w:rPr>
              <w:t>DC_1A_n78A</w:t>
            </w:r>
          </w:p>
          <w:p w14:paraId="29A30028" w14:textId="77777777" w:rsidR="0095436B" w:rsidRPr="00DF6DD6" w:rsidRDefault="0095436B" w:rsidP="003768E0">
            <w:pPr>
              <w:pStyle w:val="TAC"/>
              <w:keepNext w:val="0"/>
              <w:rPr>
                <w:lang w:val="en-US" w:eastAsia="fi-FI"/>
              </w:rPr>
            </w:pPr>
            <w:r w:rsidRPr="00DF6DD6">
              <w:rPr>
                <w:lang w:val="en-US" w:eastAsia="fi-FI"/>
              </w:rPr>
              <w:t>DC_3A_n78A</w:t>
            </w:r>
          </w:p>
          <w:p w14:paraId="181879DA" w14:textId="6D49D931" w:rsidR="0095436B" w:rsidRPr="00DF6DD6" w:rsidRDefault="0095436B" w:rsidP="003768E0">
            <w:pPr>
              <w:pStyle w:val="TAC"/>
              <w:keepNext w:val="0"/>
              <w:rPr>
                <w:lang w:val="en-US" w:eastAsia="fi-FI"/>
              </w:rPr>
            </w:pPr>
            <w:r w:rsidRPr="00DF6DD6">
              <w:rPr>
                <w:lang w:val="en-US" w:eastAsia="fi-FI"/>
              </w:rPr>
              <w:t>DC_19A_n78A</w:t>
            </w:r>
          </w:p>
        </w:tc>
      </w:tr>
      <w:tr w:rsidR="00F55B07" w:rsidRPr="00DF6DD6" w14:paraId="5BD447D8" w14:textId="77777777" w:rsidTr="00A6034C">
        <w:trPr>
          <w:trHeight w:val="288"/>
          <w:jc w:val="center"/>
        </w:trPr>
        <w:tc>
          <w:tcPr>
            <w:tcW w:w="3461" w:type="dxa"/>
            <w:shd w:val="clear" w:color="auto" w:fill="auto"/>
            <w:noWrap/>
            <w:vAlign w:val="center"/>
          </w:tcPr>
          <w:p w14:paraId="743EB222" w14:textId="3B43B857" w:rsidR="0095436B" w:rsidRPr="00DF6DD6" w:rsidRDefault="0095436B" w:rsidP="003768E0">
            <w:pPr>
              <w:pStyle w:val="TAC"/>
              <w:keepNext w:val="0"/>
              <w:rPr>
                <w:lang w:val="en-US" w:eastAsia="fi-FI"/>
              </w:rPr>
            </w:pPr>
            <w:r w:rsidRPr="00DF6DD6">
              <w:rPr>
                <w:lang w:val="en-US" w:eastAsia="fi-FI"/>
              </w:rPr>
              <w:t>DC_1A-3A-19A_n79A</w:t>
            </w:r>
            <w:r w:rsidRPr="00DF6DD6">
              <w:rPr>
                <w:vertAlign w:val="superscript"/>
                <w:lang w:val="en-US" w:eastAsia="fi-FI"/>
              </w:rPr>
              <w:t>2</w:t>
            </w:r>
          </w:p>
          <w:p w14:paraId="7C90A0D9" w14:textId="3003BFB7" w:rsidR="0095436B" w:rsidRPr="00DF6DD6" w:rsidRDefault="0095436B" w:rsidP="003768E0">
            <w:pPr>
              <w:pStyle w:val="TAC"/>
              <w:keepNext w:val="0"/>
              <w:rPr>
                <w:lang w:val="en-US" w:eastAsia="fi-FI"/>
              </w:rPr>
            </w:pPr>
            <w:r w:rsidRPr="00DF6DD6">
              <w:rPr>
                <w:lang w:val="en-US" w:eastAsia="fi-FI"/>
              </w:rPr>
              <w:t>DC_1A-3A-19A_n79C</w:t>
            </w:r>
            <w:r w:rsidRPr="00DF6DD6">
              <w:rPr>
                <w:vertAlign w:val="superscript"/>
                <w:lang w:val="en-US" w:eastAsia="fi-FI"/>
              </w:rPr>
              <w:t>2</w:t>
            </w:r>
          </w:p>
        </w:tc>
        <w:tc>
          <w:tcPr>
            <w:tcW w:w="3514" w:type="dxa"/>
          </w:tcPr>
          <w:p w14:paraId="5BA12446" w14:textId="77777777" w:rsidR="0095436B" w:rsidRPr="00DF6DD6" w:rsidRDefault="0095436B" w:rsidP="003768E0">
            <w:pPr>
              <w:pStyle w:val="TAC"/>
              <w:keepNext w:val="0"/>
              <w:rPr>
                <w:lang w:val="en-US" w:eastAsia="fi-FI"/>
              </w:rPr>
            </w:pPr>
            <w:r w:rsidRPr="00DF6DD6">
              <w:rPr>
                <w:lang w:val="en-US" w:eastAsia="fi-FI"/>
              </w:rPr>
              <w:t>DC_1A_n79A</w:t>
            </w:r>
          </w:p>
          <w:p w14:paraId="4FF9845E" w14:textId="77777777" w:rsidR="0095436B" w:rsidRPr="00DF6DD6" w:rsidRDefault="0095436B" w:rsidP="003768E0">
            <w:pPr>
              <w:pStyle w:val="TAC"/>
              <w:keepNext w:val="0"/>
              <w:rPr>
                <w:lang w:val="en-US" w:eastAsia="fi-FI"/>
              </w:rPr>
            </w:pPr>
            <w:r w:rsidRPr="00DF6DD6">
              <w:rPr>
                <w:lang w:val="en-US" w:eastAsia="fi-FI"/>
              </w:rPr>
              <w:t>DC_3A_n79A</w:t>
            </w:r>
          </w:p>
          <w:p w14:paraId="537799A5" w14:textId="3257FC6A" w:rsidR="0095436B" w:rsidRPr="00DF6DD6" w:rsidRDefault="0095436B" w:rsidP="003768E0">
            <w:pPr>
              <w:pStyle w:val="TAC"/>
              <w:keepNext w:val="0"/>
              <w:rPr>
                <w:lang w:val="en-US" w:eastAsia="fi-FI"/>
              </w:rPr>
            </w:pPr>
            <w:r w:rsidRPr="00DF6DD6">
              <w:rPr>
                <w:lang w:val="en-US" w:eastAsia="fi-FI"/>
              </w:rPr>
              <w:t>DC_19A_n79A</w:t>
            </w:r>
          </w:p>
        </w:tc>
      </w:tr>
      <w:tr w:rsidR="00F55B07" w:rsidRPr="00DF6DD6" w14:paraId="401A422A" w14:textId="77777777" w:rsidTr="00A6034C">
        <w:trPr>
          <w:trHeight w:val="288"/>
          <w:jc w:val="center"/>
        </w:trPr>
        <w:tc>
          <w:tcPr>
            <w:tcW w:w="3461" w:type="dxa"/>
            <w:shd w:val="clear" w:color="auto" w:fill="auto"/>
            <w:noWrap/>
            <w:vAlign w:val="center"/>
          </w:tcPr>
          <w:p w14:paraId="2F02CBFA" w14:textId="43A4D062" w:rsidR="0095436B" w:rsidRPr="00DF6DD6" w:rsidRDefault="0095436B" w:rsidP="003768E0">
            <w:pPr>
              <w:pStyle w:val="TAC"/>
              <w:keepNext w:val="0"/>
              <w:rPr>
                <w:lang w:val="fi-FI" w:eastAsia="fi-FI"/>
              </w:rPr>
            </w:pPr>
            <w:r w:rsidRPr="00DF6DD6">
              <w:rPr>
                <w:lang w:val="fi-FI" w:eastAsia="fi-FI"/>
              </w:rPr>
              <w:t>DC_1A-3A-20A_n28A</w:t>
            </w:r>
            <w:r w:rsidRPr="00DF6DD6">
              <w:rPr>
                <w:vertAlign w:val="superscript"/>
                <w:lang w:val="fi-FI" w:eastAsia="fi-FI"/>
              </w:rPr>
              <w:t>3</w:t>
            </w:r>
          </w:p>
        </w:tc>
        <w:tc>
          <w:tcPr>
            <w:tcW w:w="3514" w:type="dxa"/>
          </w:tcPr>
          <w:p w14:paraId="195808B2" w14:textId="77777777" w:rsidR="0095436B" w:rsidRPr="00DF6DD6" w:rsidRDefault="0095436B" w:rsidP="003768E0">
            <w:pPr>
              <w:pStyle w:val="TAC"/>
              <w:keepNext w:val="0"/>
              <w:rPr>
                <w:lang w:val="en-US" w:eastAsia="fi-FI"/>
              </w:rPr>
            </w:pPr>
            <w:r w:rsidRPr="00DF6DD6">
              <w:rPr>
                <w:lang w:val="en-US" w:eastAsia="fi-FI"/>
              </w:rPr>
              <w:t>DC_1A_n28A</w:t>
            </w:r>
          </w:p>
          <w:p w14:paraId="61524418" w14:textId="77777777" w:rsidR="0095436B" w:rsidRPr="00DF6DD6" w:rsidRDefault="0095436B" w:rsidP="003768E0">
            <w:pPr>
              <w:pStyle w:val="TAC"/>
              <w:keepNext w:val="0"/>
              <w:rPr>
                <w:lang w:val="en-US" w:eastAsia="fi-FI"/>
              </w:rPr>
            </w:pPr>
            <w:r w:rsidRPr="00DF6DD6">
              <w:rPr>
                <w:lang w:val="en-US" w:eastAsia="fi-FI"/>
              </w:rPr>
              <w:t>DC_3A_n28A</w:t>
            </w:r>
          </w:p>
          <w:p w14:paraId="2C0B25BC" w14:textId="77777777" w:rsidR="0095436B" w:rsidRPr="00DF6DD6" w:rsidRDefault="0095436B" w:rsidP="003768E0">
            <w:pPr>
              <w:pStyle w:val="TAC"/>
              <w:keepNext w:val="0"/>
              <w:rPr>
                <w:lang w:val="en-US" w:eastAsia="fi-FI"/>
              </w:rPr>
            </w:pPr>
            <w:r w:rsidRPr="00DF6DD6">
              <w:rPr>
                <w:lang w:val="en-US" w:eastAsia="fi-FI"/>
              </w:rPr>
              <w:t>DC_20A_n28A</w:t>
            </w:r>
          </w:p>
        </w:tc>
      </w:tr>
      <w:tr w:rsidR="00F55B07" w:rsidRPr="00DF6DD6" w14:paraId="6C97C593" w14:textId="77777777" w:rsidTr="00A6034C">
        <w:trPr>
          <w:trHeight w:val="288"/>
          <w:jc w:val="center"/>
        </w:trPr>
        <w:tc>
          <w:tcPr>
            <w:tcW w:w="3461" w:type="dxa"/>
            <w:shd w:val="clear" w:color="auto" w:fill="auto"/>
            <w:noWrap/>
            <w:vAlign w:val="center"/>
          </w:tcPr>
          <w:p w14:paraId="4A691176" w14:textId="24DB28E1" w:rsidR="0095436B" w:rsidRPr="00DF6DD6" w:rsidRDefault="0095436B" w:rsidP="003768E0">
            <w:pPr>
              <w:pStyle w:val="TAC"/>
              <w:keepNext w:val="0"/>
              <w:rPr>
                <w:lang w:val="fi-FI" w:eastAsia="fi-FI"/>
              </w:rPr>
            </w:pPr>
            <w:r w:rsidRPr="00DF6DD6">
              <w:rPr>
                <w:lang w:val="fi-FI" w:eastAsia="fi-FI"/>
              </w:rPr>
              <w:t>DC_1A-3A-20A_n78A</w:t>
            </w:r>
            <w:r w:rsidRPr="00DF6DD6">
              <w:rPr>
                <w:vertAlign w:val="superscript"/>
                <w:lang w:val="fi-FI" w:eastAsia="fi-FI"/>
              </w:rPr>
              <w:t>2</w:t>
            </w:r>
          </w:p>
        </w:tc>
        <w:tc>
          <w:tcPr>
            <w:tcW w:w="3514" w:type="dxa"/>
          </w:tcPr>
          <w:p w14:paraId="3BCFAB4B" w14:textId="77777777" w:rsidR="0095436B" w:rsidRPr="00DF6DD6" w:rsidRDefault="0095436B" w:rsidP="003768E0">
            <w:pPr>
              <w:pStyle w:val="TAC"/>
              <w:keepNext w:val="0"/>
              <w:rPr>
                <w:lang w:val="en-US" w:eastAsia="fi-FI"/>
              </w:rPr>
            </w:pPr>
            <w:r w:rsidRPr="00DF6DD6">
              <w:rPr>
                <w:lang w:val="en-US" w:eastAsia="fi-FI"/>
              </w:rPr>
              <w:t>DC_1A_n78A</w:t>
            </w:r>
          </w:p>
          <w:p w14:paraId="28EB2467" w14:textId="77777777" w:rsidR="0095436B" w:rsidRPr="00DF6DD6" w:rsidRDefault="0095436B" w:rsidP="003768E0">
            <w:pPr>
              <w:pStyle w:val="TAC"/>
              <w:keepNext w:val="0"/>
              <w:rPr>
                <w:lang w:val="en-US" w:eastAsia="fi-FI"/>
              </w:rPr>
            </w:pPr>
            <w:r w:rsidRPr="00DF6DD6">
              <w:rPr>
                <w:lang w:val="en-US" w:eastAsia="fi-FI"/>
              </w:rPr>
              <w:t>DC_3A_n78A</w:t>
            </w:r>
          </w:p>
          <w:p w14:paraId="5FE05A2F" w14:textId="77777777" w:rsidR="0095436B" w:rsidRPr="00DF6DD6" w:rsidRDefault="0095436B" w:rsidP="003768E0">
            <w:pPr>
              <w:pStyle w:val="TAC"/>
              <w:keepNext w:val="0"/>
              <w:rPr>
                <w:lang w:val="en-US" w:eastAsia="fi-FI"/>
              </w:rPr>
            </w:pPr>
            <w:r w:rsidRPr="00DF6DD6">
              <w:rPr>
                <w:lang w:val="en-US" w:eastAsia="fi-FI"/>
              </w:rPr>
              <w:t>DC_20A_n78A</w:t>
            </w:r>
          </w:p>
        </w:tc>
      </w:tr>
      <w:tr w:rsidR="00F55B07" w:rsidRPr="00DF6DD6" w14:paraId="06DDFAD7" w14:textId="77777777" w:rsidTr="00A6034C">
        <w:trPr>
          <w:trHeight w:val="288"/>
          <w:jc w:val="center"/>
        </w:trPr>
        <w:tc>
          <w:tcPr>
            <w:tcW w:w="3461" w:type="dxa"/>
            <w:shd w:val="clear" w:color="auto" w:fill="auto"/>
            <w:noWrap/>
            <w:vAlign w:val="center"/>
          </w:tcPr>
          <w:p w14:paraId="65688EA2" w14:textId="06BBFB16" w:rsidR="0095436B" w:rsidRPr="00DF6DD6" w:rsidRDefault="0095436B" w:rsidP="003768E0">
            <w:pPr>
              <w:pStyle w:val="TAC"/>
              <w:keepNext w:val="0"/>
              <w:rPr>
                <w:lang w:val="en-US" w:eastAsia="fi-FI"/>
              </w:rPr>
            </w:pPr>
            <w:r w:rsidRPr="00DF6DD6">
              <w:rPr>
                <w:lang w:val="en-US" w:eastAsia="fi-FI"/>
              </w:rPr>
              <w:t>DC_1A-3A-21A_n77A</w:t>
            </w:r>
            <w:r w:rsidRPr="00DF6DD6">
              <w:rPr>
                <w:vertAlign w:val="superscript"/>
                <w:lang w:val="en-US" w:eastAsia="fi-FI"/>
              </w:rPr>
              <w:t>2</w:t>
            </w:r>
          </w:p>
          <w:p w14:paraId="70AE1A3D" w14:textId="749C2912" w:rsidR="0095436B" w:rsidRPr="00DF6DD6" w:rsidRDefault="0095436B" w:rsidP="003768E0">
            <w:pPr>
              <w:pStyle w:val="TAC"/>
              <w:keepNext w:val="0"/>
              <w:rPr>
                <w:lang w:val="en-US" w:eastAsia="fi-FI"/>
              </w:rPr>
            </w:pPr>
            <w:r w:rsidRPr="00DF6DD6">
              <w:rPr>
                <w:lang w:val="en-US" w:eastAsia="fi-FI"/>
              </w:rPr>
              <w:t>DC_1A-3A-21A_n77C</w:t>
            </w:r>
            <w:r w:rsidRPr="00DF6DD6">
              <w:rPr>
                <w:vertAlign w:val="superscript"/>
                <w:lang w:val="en-US" w:eastAsia="fi-FI"/>
              </w:rPr>
              <w:t>2</w:t>
            </w:r>
          </w:p>
        </w:tc>
        <w:tc>
          <w:tcPr>
            <w:tcW w:w="3514" w:type="dxa"/>
          </w:tcPr>
          <w:p w14:paraId="4AC21537" w14:textId="77777777" w:rsidR="0095436B" w:rsidRPr="00DF6DD6" w:rsidRDefault="0095436B" w:rsidP="003768E0">
            <w:pPr>
              <w:pStyle w:val="TAC"/>
              <w:keepNext w:val="0"/>
              <w:rPr>
                <w:lang w:val="en-US" w:eastAsia="fi-FI"/>
              </w:rPr>
            </w:pPr>
            <w:r w:rsidRPr="00DF6DD6">
              <w:rPr>
                <w:lang w:val="en-US" w:eastAsia="fi-FI"/>
              </w:rPr>
              <w:t>DC_1A_n77A</w:t>
            </w:r>
          </w:p>
          <w:p w14:paraId="12B4AF28" w14:textId="77777777" w:rsidR="0095436B" w:rsidRPr="00DF6DD6" w:rsidRDefault="0095436B" w:rsidP="003768E0">
            <w:pPr>
              <w:pStyle w:val="TAC"/>
              <w:keepNext w:val="0"/>
              <w:rPr>
                <w:lang w:val="en-US" w:eastAsia="fi-FI"/>
              </w:rPr>
            </w:pPr>
            <w:r w:rsidRPr="00DF6DD6">
              <w:rPr>
                <w:lang w:val="en-US" w:eastAsia="fi-FI"/>
              </w:rPr>
              <w:t>DC_3A_n77A</w:t>
            </w:r>
          </w:p>
          <w:p w14:paraId="6231899F" w14:textId="38B052A5" w:rsidR="0095436B" w:rsidRPr="00DF6DD6" w:rsidRDefault="0095436B" w:rsidP="003768E0">
            <w:pPr>
              <w:pStyle w:val="TAC"/>
              <w:keepNext w:val="0"/>
              <w:rPr>
                <w:lang w:val="en-US" w:eastAsia="fi-FI"/>
              </w:rPr>
            </w:pPr>
            <w:r w:rsidRPr="00DF6DD6">
              <w:rPr>
                <w:lang w:val="en-US" w:eastAsia="fi-FI"/>
              </w:rPr>
              <w:t>DC_21A_n77A</w:t>
            </w:r>
          </w:p>
        </w:tc>
      </w:tr>
      <w:tr w:rsidR="00F55B07" w:rsidRPr="00DF6DD6" w14:paraId="1F643957" w14:textId="77777777" w:rsidTr="00A6034C">
        <w:trPr>
          <w:trHeight w:val="288"/>
          <w:jc w:val="center"/>
        </w:trPr>
        <w:tc>
          <w:tcPr>
            <w:tcW w:w="3461" w:type="dxa"/>
            <w:shd w:val="clear" w:color="auto" w:fill="auto"/>
            <w:noWrap/>
            <w:vAlign w:val="center"/>
          </w:tcPr>
          <w:p w14:paraId="3E42BF9A" w14:textId="25E08C94" w:rsidR="0095436B" w:rsidRPr="00DF6DD6" w:rsidRDefault="0095436B" w:rsidP="003768E0">
            <w:pPr>
              <w:pStyle w:val="TAC"/>
              <w:keepNext w:val="0"/>
              <w:rPr>
                <w:lang w:val="en-US" w:eastAsia="fi-FI"/>
              </w:rPr>
            </w:pPr>
            <w:r w:rsidRPr="00DF6DD6">
              <w:rPr>
                <w:lang w:val="en-US" w:eastAsia="fi-FI"/>
              </w:rPr>
              <w:t>DC_1A-3A-21A_n78A</w:t>
            </w:r>
            <w:r w:rsidRPr="00DF6DD6">
              <w:rPr>
                <w:vertAlign w:val="superscript"/>
                <w:lang w:val="en-US" w:eastAsia="fi-FI"/>
              </w:rPr>
              <w:t>2</w:t>
            </w:r>
          </w:p>
          <w:p w14:paraId="3B786115" w14:textId="327DD91E" w:rsidR="0095436B" w:rsidRPr="00DF6DD6" w:rsidRDefault="0095436B" w:rsidP="003768E0">
            <w:pPr>
              <w:pStyle w:val="TAC"/>
              <w:keepNext w:val="0"/>
              <w:rPr>
                <w:lang w:val="en-US" w:eastAsia="fi-FI"/>
              </w:rPr>
            </w:pPr>
            <w:r w:rsidRPr="00DF6DD6">
              <w:rPr>
                <w:lang w:val="en-US" w:eastAsia="fi-FI"/>
              </w:rPr>
              <w:t>DC_1A-3A-21A_n78C</w:t>
            </w:r>
            <w:r w:rsidRPr="00DF6DD6">
              <w:rPr>
                <w:vertAlign w:val="superscript"/>
                <w:lang w:val="en-US" w:eastAsia="fi-FI"/>
              </w:rPr>
              <w:t>2</w:t>
            </w:r>
          </w:p>
        </w:tc>
        <w:tc>
          <w:tcPr>
            <w:tcW w:w="3514" w:type="dxa"/>
          </w:tcPr>
          <w:p w14:paraId="5B99907D" w14:textId="77777777" w:rsidR="0095436B" w:rsidRPr="00DF6DD6" w:rsidRDefault="0095436B" w:rsidP="003768E0">
            <w:pPr>
              <w:pStyle w:val="TAC"/>
              <w:keepNext w:val="0"/>
              <w:rPr>
                <w:lang w:val="en-US" w:eastAsia="fi-FI"/>
              </w:rPr>
            </w:pPr>
            <w:r w:rsidRPr="00DF6DD6">
              <w:rPr>
                <w:lang w:val="en-US" w:eastAsia="fi-FI"/>
              </w:rPr>
              <w:t>DC_1A_n78A</w:t>
            </w:r>
          </w:p>
          <w:p w14:paraId="2D48E0E8" w14:textId="77777777" w:rsidR="0095436B" w:rsidRPr="00DF6DD6" w:rsidRDefault="0095436B" w:rsidP="003768E0">
            <w:pPr>
              <w:pStyle w:val="TAC"/>
              <w:keepNext w:val="0"/>
              <w:rPr>
                <w:lang w:val="en-US" w:eastAsia="fi-FI"/>
              </w:rPr>
            </w:pPr>
            <w:r w:rsidRPr="00DF6DD6">
              <w:rPr>
                <w:lang w:val="en-US" w:eastAsia="fi-FI"/>
              </w:rPr>
              <w:t>DC_3A_n78A</w:t>
            </w:r>
          </w:p>
          <w:p w14:paraId="14313C3F" w14:textId="5FE8E16C" w:rsidR="0095436B" w:rsidRPr="00DF6DD6" w:rsidRDefault="0095436B" w:rsidP="003768E0">
            <w:pPr>
              <w:pStyle w:val="TAC"/>
              <w:keepNext w:val="0"/>
              <w:rPr>
                <w:lang w:val="en-US" w:eastAsia="fi-FI"/>
              </w:rPr>
            </w:pPr>
            <w:r w:rsidRPr="00DF6DD6">
              <w:rPr>
                <w:lang w:val="en-US" w:eastAsia="fi-FI"/>
              </w:rPr>
              <w:t>DC_21A_n78A</w:t>
            </w:r>
          </w:p>
        </w:tc>
      </w:tr>
      <w:tr w:rsidR="00F55B07" w:rsidRPr="00DF6DD6" w14:paraId="55B69338" w14:textId="77777777" w:rsidTr="00A6034C">
        <w:trPr>
          <w:trHeight w:val="288"/>
          <w:jc w:val="center"/>
        </w:trPr>
        <w:tc>
          <w:tcPr>
            <w:tcW w:w="3461" w:type="dxa"/>
            <w:shd w:val="clear" w:color="auto" w:fill="auto"/>
            <w:noWrap/>
            <w:vAlign w:val="center"/>
          </w:tcPr>
          <w:p w14:paraId="73672801" w14:textId="20FF1517" w:rsidR="0095436B" w:rsidRPr="00DF6DD6" w:rsidRDefault="0095436B" w:rsidP="003768E0">
            <w:pPr>
              <w:pStyle w:val="TAC"/>
              <w:keepNext w:val="0"/>
              <w:rPr>
                <w:lang w:val="en-US" w:eastAsia="fi-FI"/>
              </w:rPr>
            </w:pPr>
            <w:r w:rsidRPr="00DF6DD6">
              <w:rPr>
                <w:lang w:val="en-US" w:eastAsia="fi-FI"/>
              </w:rPr>
              <w:t>DC_1A-3A-21A_n79A</w:t>
            </w:r>
            <w:r w:rsidRPr="00DF6DD6">
              <w:rPr>
                <w:vertAlign w:val="superscript"/>
                <w:lang w:val="en-US" w:eastAsia="fi-FI"/>
              </w:rPr>
              <w:t>2</w:t>
            </w:r>
          </w:p>
          <w:p w14:paraId="7B9ACBA1" w14:textId="74D8C7E1" w:rsidR="0095436B" w:rsidRPr="00DF6DD6" w:rsidRDefault="0095436B" w:rsidP="003768E0">
            <w:pPr>
              <w:pStyle w:val="TAC"/>
              <w:keepNext w:val="0"/>
              <w:rPr>
                <w:lang w:val="en-US" w:eastAsia="fi-FI"/>
              </w:rPr>
            </w:pPr>
            <w:r w:rsidRPr="00DF6DD6">
              <w:rPr>
                <w:lang w:val="en-US" w:eastAsia="fi-FI"/>
              </w:rPr>
              <w:t>DC_1A-3A-21A_n79C</w:t>
            </w:r>
            <w:r w:rsidRPr="00DF6DD6">
              <w:rPr>
                <w:vertAlign w:val="superscript"/>
                <w:lang w:val="en-US" w:eastAsia="fi-FI"/>
              </w:rPr>
              <w:t>2</w:t>
            </w:r>
          </w:p>
        </w:tc>
        <w:tc>
          <w:tcPr>
            <w:tcW w:w="3514" w:type="dxa"/>
          </w:tcPr>
          <w:p w14:paraId="7C8808AD" w14:textId="77777777" w:rsidR="0095436B" w:rsidRPr="00DF6DD6" w:rsidRDefault="0095436B" w:rsidP="003768E0">
            <w:pPr>
              <w:pStyle w:val="TAC"/>
              <w:keepNext w:val="0"/>
              <w:rPr>
                <w:lang w:val="en-US" w:eastAsia="fi-FI"/>
              </w:rPr>
            </w:pPr>
            <w:r w:rsidRPr="00DF6DD6">
              <w:rPr>
                <w:lang w:val="en-US" w:eastAsia="fi-FI"/>
              </w:rPr>
              <w:t>DC_1A_n79A</w:t>
            </w:r>
          </w:p>
          <w:p w14:paraId="09C1E28A" w14:textId="77777777" w:rsidR="0095436B" w:rsidRPr="00DF6DD6" w:rsidRDefault="0095436B" w:rsidP="003768E0">
            <w:pPr>
              <w:pStyle w:val="TAC"/>
              <w:keepNext w:val="0"/>
              <w:rPr>
                <w:lang w:val="en-US" w:eastAsia="fi-FI"/>
              </w:rPr>
            </w:pPr>
            <w:r w:rsidRPr="00DF6DD6">
              <w:rPr>
                <w:lang w:val="en-US" w:eastAsia="fi-FI"/>
              </w:rPr>
              <w:t>DC_3A_n79A</w:t>
            </w:r>
          </w:p>
          <w:p w14:paraId="7C82CD08" w14:textId="6E1C8E30" w:rsidR="0095436B" w:rsidRPr="00DF6DD6" w:rsidRDefault="0095436B" w:rsidP="003768E0">
            <w:pPr>
              <w:pStyle w:val="TAC"/>
              <w:keepNext w:val="0"/>
              <w:rPr>
                <w:lang w:val="en-US" w:eastAsia="fi-FI"/>
              </w:rPr>
            </w:pPr>
            <w:r w:rsidRPr="00DF6DD6">
              <w:rPr>
                <w:lang w:val="en-US" w:eastAsia="fi-FI"/>
              </w:rPr>
              <w:t>DC_21A_n79A</w:t>
            </w:r>
          </w:p>
        </w:tc>
      </w:tr>
      <w:tr w:rsidR="00F55B07" w:rsidRPr="00DF6DD6" w14:paraId="3839931F" w14:textId="77777777" w:rsidTr="00A6034C">
        <w:trPr>
          <w:trHeight w:val="288"/>
          <w:jc w:val="center"/>
        </w:trPr>
        <w:tc>
          <w:tcPr>
            <w:tcW w:w="3461" w:type="dxa"/>
            <w:shd w:val="clear" w:color="auto" w:fill="auto"/>
            <w:noWrap/>
            <w:vAlign w:val="center"/>
          </w:tcPr>
          <w:p w14:paraId="15838188" w14:textId="3B78E93E" w:rsidR="0095436B" w:rsidRPr="00DF6DD6" w:rsidRDefault="0095436B" w:rsidP="003768E0">
            <w:pPr>
              <w:pStyle w:val="TAC"/>
              <w:keepNext w:val="0"/>
              <w:rPr>
                <w:lang w:val="fi-FI" w:eastAsia="fi-FI"/>
              </w:rPr>
            </w:pPr>
            <w:r w:rsidRPr="00DF6DD6">
              <w:rPr>
                <w:lang w:val="fi-FI" w:eastAsia="fi-FI"/>
              </w:rPr>
              <w:t>DC_1A-3A-28A_n77A</w:t>
            </w:r>
            <w:r w:rsidRPr="00DF6DD6">
              <w:rPr>
                <w:vertAlign w:val="superscript"/>
                <w:lang w:val="fi-FI" w:eastAsia="fi-FI"/>
              </w:rPr>
              <w:t>2</w:t>
            </w:r>
          </w:p>
        </w:tc>
        <w:tc>
          <w:tcPr>
            <w:tcW w:w="3514" w:type="dxa"/>
          </w:tcPr>
          <w:p w14:paraId="710CEBE3" w14:textId="77777777" w:rsidR="0095436B" w:rsidRPr="00DF6DD6" w:rsidRDefault="0095436B" w:rsidP="003768E0">
            <w:pPr>
              <w:pStyle w:val="TAC"/>
              <w:keepNext w:val="0"/>
              <w:rPr>
                <w:lang w:val="en-US" w:eastAsia="fi-FI"/>
              </w:rPr>
            </w:pPr>
            <w:r w:rsidRPr="00DF6DD6">
              <w:rPr>
                <w:lang w:val="en-US" w:eastAsia="fi-FI"/>
              </w:rPr>
              <w:t>DC_1A_n77A</w:t>
            </w:r>
          </w:p>
          <w:p w14:paraId="17C2471F" w14:textId="77777777" w:rsidR="0095436B" w:rsidRPr="00DF6DD6" w:rsidRDefault="0095436B" w:rsidP="003768E0">
            <w:pPr>
              <w:pStyle w:val="TAC"/>
              <w:keepNext w:val="0"/>
              <w:rPr>
                <w:lang w:val="en-US" w:eastAsia="fi-FI"/>
              </w:rPr>
            </w:pPr>
            <w:r w:rsidRPr="00DF6DD6">
              <w:rPr>
                <w:lang w:val="en-US" w:eastAsia="fi-FI"/>
              </w:rPr>
              <w:t>DC_3A_n77A</w:t>
            </w:r>
          </w:p>
          <w:p w14:paraId="132F3A38" w14:textId="77777777" w:rsidR="0095436B" w:rsidRPr="00DF6DD6" w:rsidRDefault="0095436B" w:rsidP="003768E0">
            <w:pPr>
              <w:pStyle w:val="TAC"/>
              <w:keepNext w:val="0"/>
              <w:rPr>
                <w:lang w:val="en-US" w:eastAsia="fi-FI"/>
              </w:rPr>
            </w:pPr>
            <w:r w:rsidRPr="00DF6DD6">
              <w:rPr>
                <w:lang w:val="en-US" w:eastAsia="fi-FI"/>
              </w:rPr>
              <w:t>DC_28A_n77A</w:t>
            </w:r>
          </w:p>
        </w:tc>
      </w:tr>
      <w:tr w:rsidR="00F55B07" w:rsidRPr="00DF6DD6" w14:paraId="3D49A833" w14:textId="77777777" w:rsidTr="00A6034C">
        <w:trPr>
          <w:trHeight w:val="288"/>
          <w:jc w:val="center"/>
        </w:trPr>
        <w:tc>
          <w:tcPr>
            <w:tcW w:w="3461" w:type="dxa"/>
            <w:shd w:val="clear" w:color="auto" w:fill="auto"/>
            <w:noWrap/>
            <w:vAlign w:val="center"/>
          </w:tcPr>
          <w:p w14:paraId="13CDE9B3" w14:textId="573A1CC2" w:rsidR="0095436B" w:rsidRPr="00DF6DD6" w:rsidRDefault="0095436B" w:rsidP="003768E0">
            <w:pPr>
              <w:pStyle w:val="TAC"/>
              <w:keepNext w:val="0"/>
              <w:rPr>
                <w:lang w:val="fi-FI" w:eastAsia="fi-FI"/>
              </w:rPr>
            </w:pPr>
            <w:r w:rsidRPr="00DF6DD6">
              <w:rPr>
                <w:lang w:val="fi-FI" w:eastAsia="fi-FI"/>
              </w:rPr>
              <w:t>DC_1A-3A-28A_n78A</w:t>
            </w:r>
            <w:r w:rsidRPr="00DF6DD6">
              <w:rPr>
                <w:vertAlign w:val="superscript"/>
                <w:lang w:val="fi-FI" w:eastAsia="fi-FI"/>
              </w:rPr>
              <w:t>2</w:t>
            </w:r>
          </w:p>
        </w:tc>
        <w:tc>
          <w:tcPr>
            <w:tcW w:w="3514" w:type="dxa"/>
          </w:tcPr>
          <w:p w14:paraId="5D8B3EE8" w14:textId="77777777" w:rsidR="0095436B" w:rsidRPr="00DF6DD6" w:rsidRDefault="0095436B" w:rsidP="003768E0">
            <w:pPr>
              <w:pStyle w:val="TAC"/>
              <w:keepNext w:val="0"/>
              <w:rPr>
                <w:lang w:val="en-US" w:eastAsia="fi-FI"/>
              </w:rPr>
            </w:pPr>
            <w:r w:rsidRPr="00DF6DD6">
              <w:rPr>
                <w:lang w:val="en-US" w:eastAsia="fi-FI"/>
              </w:rPr>
              <w:t>DC_1A_n78A</w:t>
            </w:r>
          </w:p>
          <w:p w14:paraId="41F9440A" w14:textId="77777777" w:rsidR="0095436B" w:rsidRPr="00DF6DD6" w:rsidRDefault="0095436B" w:rsidP="003768E0">
            <w:pPr>
              <w:pStyle w:val="TAC"/>
              <w:keepNext w:val="0"/>
              <w:rPr>
                <w:lang w:val="en-US" w:eastAsia="fi-FI"/>
              </w:rPr>
            </w:pPr>
            <w:r w:rsidRPr="00DF6DD6">
              <w:rPr>
                <w:lang w:val="en-US" w:eastAsia="fi-FI"/>
              </w:rPr>
              <w:t>DC_3A_n78A</w:t>
            </w:r>
          </w:p>
          <w:p w14:paraId="12B413D8" w14:textId="77777777" w:rsidR="0095436B" w:rsidRPr="00DF6DD6" w:rsidRDefault="0095436B" w:rsidP="003768E0">
            <w:pPr>
              <w:pStyle w:val="TAC"/>
              <w:keepNext w:val="0"/>
              <w:rPr>
                <w:lang w:val="en-US" w:eastAsia="fi-FI"/>
              </w:rPr>
            </w:pPr>
            <w:r w:rsidRPr="00DF6DD6">
              <w:rPr>
                <w:lang w:val="en-US" w:eastAsia="fi-FI"/>
              </w:rPr>
              <w:t>DC_28A_n78A</w:t>
            </w:r>
          </w:p>
        </w:tc>
      </w:tr>
      <w:tr w:rsidR="00F55B07" w:rsidRPr="00DF6DD6" w14:paraId="72B27270" w14:textId="77777777" w:rsidTr="00A6034C">
        <w:trPr>
          <w:trHeight w:val="288"/>
          <w:jc w:val="center"/>
        </w:trPr>
        <w:tc>
          <w:tcPr>
            <w:tcW w:w="3461" w:type="dxa"/>
            <w:shd w:val="clear" w:color="auto" w:fill="auto"/>
            <w:noWrap/>
            <w:vAlign w:val="center"/>
          </w:tcPr>
          <w:p w14:paraId="4DC67FEC" w14:textId="6B6E1CE2" w:rsidR="0095436B" w:rsidRPr="00DF6DD6" w:rsidRDefault="0095436B" w:rsidP="003768E0">
            <w:pPr>
              <w:pStyle w:val="TAC"/>
              <w:keepNext w:val="0"/>
              <w:rPr>
                <w:lang w:val="fi-FI" w:eastAsia="fi-FI"/>
              </w:rPr>
            </w:pPr>
            <w:r w:rsidRPr="00DF6DD6">
              <w:rPr>
                <w:lang w:val="fi-FI" w:eastAsia="fi-FI"/>
              </w:rPr>
              <w:t>DC_1A-3A-28A_n79A</w:t>
            </w:r>
            <w:r w:rsidRPr="00DF6DD6">
              <w:rPr>
                <w:vertAlign w:val="superscript"/>
                <w:lang w:val="fi-FI" w:eastAsia="fi-FI"/>
              </w:rPr>
              <w:t>2</w:t>
            </w:r>
          </w:p>
        </w:tc>
        <w:tc>
          <w:tcPr>
            <w:tcW w:w="3514" w:type="dxa"/>
          </w:tcPr>
          <w:p w14:paraId="532660F1" w14:textId="77777777" w:rsidR="0095436B" w:rsidRPr="00DF6DD6" w:rsidRDefault="0095436B" w:rsidP="003768E0">
            <w:pPr>
              <w:pStyle w:val="TAC"/>
              <w:keepNext w:val="0"/>
              <w:rPr>
                <w:lang w:val="en-US" w:eastAsia="fi-FI"/>
              </w:rPr>
            </w:pPr>
            <w:r w:rsidRPr="00DF6DD6">
              <w:rPr>
                <w:lang w:val="en-US" w:eastAsia="fi-FI"/>
              </w:rPr>
              <w:t>DC_1A_n79A</w:t>
            </w:r>
          </w:p>
          <w:p w14:paraId="0261E016" w14:textId="77777777" w:rsidR="0095436B" w:rsidRPr="00DF6DD6" w:rsidRDefault="0095436B" w:rsidP="003768E0">
            <w:pPr>
              <w:pStyle w:val="TAC"/>
              <w:keepNext w:val="0"/>
              <w:rPr>
                <w:lang w:val="en-US" w:eastAsia="fi-FI"/>
              </w:rPr>
            </w:pPr>
            <w:r w:rsidRPr="00DF6DD6">
              <w:rPr>
                <w:lang w:val="en-US" w:eastAsia="fi-FI"/>
              </w:rPr>
              <w:t>DC_3A_n79A</w:t>
            </w:r>
          </w:p>
          <w:p w14:paraId="7FDE59FF" w14:textId="77777777" w:rsidR="0095436B" w:rsidRPr="00DF6DD6" w:rsidRDefault="0095436B" w:rsidP="003768E0">
            <w:pPr>
              <w:pStyle w:val="TAC"/>
              <w:keepNext w:val="0"/>
              <w:rPr>
                <w:lang w:val="en-US" w:eastAsia="fi-FI"/>
              </w:rPr>
            </w:pPr>
            <w:r w:rsidRPr="00DF6DD6">
              <w:rPr>
                <w:lang w:val="en-US" w:eastAsia="fi-FI"/>
              </w:rPr>
              <w:t>DC_28A_n79A</w:t>
            </w:r>
          </w:p>
        </w:tc>
      </w:tr>
      <w:tr w:rsidR="00F55B07" w:rsidRPr="00DF6DD6" w14:paraId="47A98DA4" w14:textId="77777777" w:rsidTr="00A6034C">
        <w:trPr>
          <w:trHeight w:val="288"/>
          <w:jc w:val="center"/>
        </w:trPr>
        <w:tc>
          <w:tcPr>
            <w:tcW w:w="3461" w:type="dxa"/>
            <w:shd w:val="clear" w:color="auto" w:fill="auto"/>
            <w:noWrap/>
            <w:vAlign w:val="center"/>
          </w:tcPr>
          <w:p w14:paraId="42DD1A2A" w14:textId="5B7B1001" w:rsidR="0095436B" w:rsidRPr="00DF6DD6" w:rsidRDefault="0095436B" w:rsidP="003768E0">
            <w:pPr>
              <w:pStyle w:val="TAC"/>
              <w:keepNext w:val="0"/>
              <w:rPr>
                <w:lang w:val="fi-FI" w:eastAsia="fi-FI"/>
              </w:rPr>
            </w:pPr>
            <w:r w:rsidRPr="00DF6DD6">
              <w:rPr>
                <w:rFonts w:eastAsia="Malgun Gothic" w:hint="eastAsia"/>
                <w:lang w:val="fi-FI" w:eastAsia="ko-KR"/>
              </w:rPr>
              <w:t>DC_1A-3A_n28A-n78A</w:t>
            </w:r>
            <w:r w:rsidRPr="00DF6DD6">
              <w:rPr>
                <w:vertAlign w:val="superscript"/>
                <w:lang w:val="fi-FI" w:eastAsia="fi-FI"/>
              </w:rPr>
              <w:t>2</w:t>
            </w:r>
          </w:p>
        </w:tc>
        <w:tc>
          <w:tcPr>
            <w:tcW w:w="3514" w:type="dxa"/>
          </w:tcPr>
          <w:p w14:paraId="37419141"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DC_1A_n28A</w:t>
            </w:r>
          </w:p>
          <w:p w14:paraId="696E35D7"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DC_1A_n78A</w:t>
            </w:r>
          </w:p>
          <w:p w14:paraId="44146108"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DC_3A_n28A</w:t>
            </w:r>
          </w:p>
          <w:p w14:paraId="5CDB4745" w14:textId="77777777" w:rsidR="0095436B" w:rsidRPr="00DF6DD6" w:rsidRDefault="0095436B" w:rsidP="003768E0">
            <w:pPr>
              <w:pStyle w:val="TAC"/>
              <w:keepNext w:val="0"/>
              <w:rPr>
                <w:lang w:val="fi-FI" w:eastAsia="fi-FI"/>
              </w:rPr>
            </w:pPr>
            <w:r w:rsidRPr="00DF6DD6">
              <w:rPr>
                <w:rFonts w:eastAsia="Malgun Gothic"/>
                <w:lang w:val="fi-FI" w:eastAsia="ko-KR"/>
              </w:rPr>
              <w:t>DC_3A_n78A</w:t>
            </w:r>
          </w:p>
        </w:tc>
      </w:tr>
      <w:tr w:rsidR="00F55B07" w:rsidRPr="00DF6DD6" w:rsidDel="00522FC8" w14:paraId="199ECF6B" w14:textId="77777777" w:rsidTr="00A6034C">
        <w:trPr>
          <w:trHeight w:val="288"/>
          <w:jc w:val="center"/>
        </w:trPr>
        <w:tc>
          <w:tcPr>
            <w:tcW w:w="3461" w:type="dxa"/>
            <w:shd w:val="clear" w:color="auto" w:fill="auto"/>
            <w:noWrap/>
            <w:vAlign w:val="center"/>
          </w:tcPr>
          <w:p w14:paraId="12B57831" w14:textId="77777777" w:rsidR="0095436B" w:rsidRPr="00DF6DD6" w:rsidRDefault="0095436B" w:rsidP="003768E0">
            <w:pPr>
              <w:pStyle w:val="TAC"/>
              <w:keepNext w:val="0"/>
              <w:rPr>
                <w:lang w:eastAsia="ja-JP"/>
              </w:rPr>
            </w:pPr>
            <w:r w:rsidRPr="00DF6DD6">
              <w:rPr>
                <w:lang w:eastAsia="ja-JP"/>
              </w:rPr>
              <w:lastRenderedPageBreak/>
              <w:t>DC</w:t>
            </w:r>
            <w:r w:rsidRPr="00DF6DD6">
              <w:t>_</w:t>
            </w:r>
            <w:r w:rsidRPr="00DF6DD6">
              <w:rPr>
                <w:lang w:eastAsia="ja-JP"/>
              </w:rPr>
              <w:t>1A-3A-42A_n77A</w:t>
            </w:r>
          </w:p>
          <w:p w14:paraId="39EBA74B" w14:textId="77777777" w:rsidR="0095436B" w:rsidRPr="00DF6DD6" w:rsidRDefault="0095436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1A-3A-42A_n77C</w:t>
            </w:r>
          </w:p>
          <w:p w14:paraId="105D0347"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1A-3A-42C_n77A</w:t>
            </w:r>
          </w:p>
          <w:p w14:paraId="0BB89BE8" w14:textId="5B538100" w:rsidR="0095436B" w:rsidRPr="00DF6DD6" w:rsidDel="00522FC8" w:rsidRDefault="0095436B" w:rsidP="003768E0">
            <w:pPr>
              <w:pStyle w:val="TAC"/>
              <w:keepNext w:val="0"/>
              <w:rPr>
                <w:lang w:val="en-US" w:eastAsia="fi-FI"/>
              </w:rPr>
            </w:pPr>
            <w:r w:rsidRPr="00DF6DD6">
              <w:rPr>
                <w:rFonts w:cs="Arial"/>
                <w:lang w:eastAsia="ja-JP"/>
              </w:rPr>
              <w:t>DC</w:t>
            </w:r>
            <w:r w:rsidRPr="00DF6DD6">
              <w:rPr>
                <w:rFonts w:cs="Arial"/>
              </w:rPr>
              <w:t>_</w:t>
            </w:r>
            <w:r w:rsidRPr="00DF6DD6">
              <w:rPr>
                <w:rFonts w:cs="Arial"/>
                <w:lang w:eastAsia="ja-JP"/>
              </w:rPr>
              <w:t>1A-3A-42C_n77C</w:t>
            </w:r>
          </w:p>
        </w:tc>
        <w:tc>
          <w:tcPr>
            <w:tcW w:w="3514" w:type="dxa"/>
          </w:tcPr>
          <w:p w14:paraId="1D486A24"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1A_n77A</w:t>
            </w:r>
          </w:p>
          <w:p w14:paraId="4441C782" w14:textId="7E1C9CA6" w:rsidR="0095436B" w:rsidRPr="00DF6DD6" w:rsidDel="00522FC8" w:rsidRDefault="0095436B" w:rsidP="003768E0">
            <w:pPr>
              <w:pStyle w:val="TAC"/>
              <w:keepNext w:val="0"/>
              <w:rPr>
                <w:lang w:val="en-US" w:eastAsia="fi-FI"/>
              </w:rPr>
            </w:pPr>
            <w:r w:rsidRPr="00DF6DD6">
              <w:rPr>
                <w:lang w:eastAsia="ja-JP"/>
              </w:rPr>
              <w:t>DC</w:t>
            </w:r>
            <w:r w:rsidRPr="00DF6DD6">
              <w:t>_</w:t>
            </w:r>
            <w:r w:rsidRPr="00DF6DD6">
              <w:rPr>
                <w:lang w:eastAsia="ja-JP"/>
              </w:rPr>
              <w:t>3A_n77A</w:t>
            </w:r>
          </w:p>
        </w:tc>
      </w:tr>
      <w:tr w:rsidR="00F55B07" w:rsidRPr="00DF6DD6" w:rsidDel="00522FC8" w14:paraId="581CD756" w14:textId="77777777" w:rsidTr="00A6034C">
        <w:trPr>
          <w:trHeight w:val="288"/>
          <w:jc w:val="center"/>
        </w:trPr>
        <w:tc>
          <w:tcPr>
            <w:tcW w:w="3461" w:type="dxa"/>
            <w:shd w:val="clear" w:color="auto" w:fill="auto"/>
            <w:noWrap/>
            <w:vAlign w:val="center"/>
          </w:tcPr>
          <w:p w14:paraId="16C200BE"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1A-3A-42A_n78A</w:t>
            </w:r>
          </w:p>
          <w:p w14:paraId="638F0B3C" w14:textId="77777777" w:rsidR="0095436B" w:rsidRPr="00DF6DD6" w:rsidRDefault="0095436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1A-3A-42A_n78C</w:t>
            </w:r>
          </w:p>
          <w:p w14:paraId="785D326C"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1A-3A-42C_n78A</w:t>
            </w:r>
          </w:p>
          <w:p w14:paraId="14E40F00" w14:textId="2A644F66" w:rsidR="0095436B" w:rsidRPr="00DF6DD6" w:rsidDel="00522FC8" w:rsidRDefault="0095436B" w:rsidP="003768E0">
            <w:pPr>
              <w:pStyle w:val="TAC"/>
              <w:keepNext w:val="0"/>
              <w:rPr>
                <w:lang w:val="en-US" w:eastAsia="fi-FI"/>
              </w:rPr>
            </w:pPr>
            <w:r w:rsidRPr="00DF6DD6">
              <w:rPr>
                <w:rFonts w:cs="Arial"/>
                <w:lang w:eastAsia="ja-JP"/>
              </w:rPr>
              <w:t>DC</w:t>
            </w:r>
            <w:r w:rsidRPr="00DF6DD6">
              <w:rPr>
                <w:rFonts w:cs="Arial"/>
              </w:rPr>
              <w:t>_</w:t>
            </w:r>
            <w:r w:rsidRPr="00DF6DD6">
              <w:rPr>
                <w:rFonts w:cs="Arial"/>
                <w:lang w:eastAsia="ja-JP"/>
              </w:rPr>
              <w:t>1A-3A-42C_n78C</w:t>
            </w:r>
          </w:p>
        </w:tc>
        <w:tc>
          <w:tcPr>
            <w:tcW w:w="3514" w:type="dxa"/>
          </w:tcPr>
          <w:p w14:paraId="317E332D"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1A_n78A</w:t>
            </w:r>
          </w:p>
          <w:p w14:paraId="0C202AAD" w14:textId="517E1CB7" w:rsidR="0095436B" w:rsidRPr="00DF6DD6" w:rsidDel="00522FC8" w:rsidRDefault="0095436B" w:rsidP="003768E0">
            <w:pPr>
              <w:pStyle w:val="TAC"/>
              <w:keepNext w:val="0"/>
              <w:rPr>
                <w:lang w:val="en-US" w:eastAsia="fi-FI"/>
              </w:rPr>
            </w:pPr>
            <w:r w:rsidRPr="00DF6DD6">
              <w:rPr>
                <w:lang w:eastAsia="ja-JP"/>
              </w:rPr>
              <w:t>DC</w:t>
            </w:r>
            <w:r w:rsidRPr="00DF6DD6">
              <w:t>_</w:t>
            </w:r>
            <w:r w:rsidRPr="00DF6DD6">
              <w:rPr>
                <w:lang w:eastAsia="ja-JP"/>
              </w:rPr>
              <w:t>3A_n78A</w:t>
            </w:r>
          </w:p>
        </w:tc>
      </w:tr>
      <w:tr w:rsidR="00F55B07" w:rsidRPr="00DF6DD6" w:rsidDel="00522FC8" w14:paraId="507E9C24" w14:textId="77777777" w:rsidTr="00A6034C">
        <w:trPr>
          <w:trHeight w:val="288"/>
          <w:jc w:val="center"/>
        </w:trPr>
        <w:tc>
          <w:tcPr>
            <w:tcW w:w="3461" w:type="dxa"/>
            <w:shd w:val="clear" w:color="auto" w:fill="auto"/>
            <w:noWrap/>
            <w:vAlign w:val="center"/>
          </w:tcPr>
          <w:p w14:paraId="0A1C51C9"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1A-3A-42A_n79A</w:t>
            </w:r>
          </w:p>
          <w:p w14:paraId="24A5500E" w14:textId="77777777" w:rsidR="0095436B" w:rsidRPr="00DF6DD6" w:rsidRDefault="0095436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1A-3A-42A_n79C</w:t>
            </w:r>
          </w:p>
          <w:p w14:paraId="475C492C"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1A-3A-42C_n79A</w:t>
            </w:r>
          </w:p>
          <w:p w14:paraId="662F6E8F" w14:textId="3A6FF64D" w:rsidR="0095436B" w:rsidRPr="00DF6DD6" w:rsidDel="00522FC8" w:rsidRDefault="0095436B" w:rsidP="003768E0">
            <w:pPr>
              <w:pStyle w:val="TAC"/>
              <w:keepNext w:val="0"/>
              <w:rPr>
                <w:lang w:val="en-US" w:eastAsia="fi-FI"/>
              </w:rPr>
            </w:pPr>
            <w:r w:rsidRPr="00DF6DD6">
              <w:rPr>
                <w:rFonts w:cs="Arial"/>
                <w:lang w:eastAsia="ja-JP"/>
              </w:rPr>
              <w:t>DC</w:t>
            </w:r>
            <w:r w:rsidRPr="00DF6DD6">
              <w:rPr>
                <w:rFonts w:cs="Arial"/>
              </w:rPr>
              <w:t>_</w:t>
            </w:r>
            <w:r w:rsidRPr="00DF6DD6">
              <w:rPr>
                <w:rFonts w:cs="Arial"/>
                <w:lang w:eastAsia="ja-JP"/>
              </w:rPr>
              <w:t>1A-3A-42C</w:t>
            </w:r>
            <w:r w:rsidRPr="00DF6DD6">
              <w:rPr>
                <w:rFonts w:cs="Arial" w:hint="eastAsia"/>
                <w:lang w:eastAsia="ja-JP"/>
              </w:rPr>
              <w:t>_n</w:t>
            </w:r>
            <w:r w:rsidRPr="00DF6DD6">
              <w:rPr>
                <w:rFonts w:cs="Arial"/>
                <w:lang w:eastAsia="ja-JP"/>
              </w:rPr>
              <w:t>79C</w:t>
            </w:r>
          </w:p>
        </w:tc>
        <w:tc>
          <w:tcPr>
            <w:tcW w:w="3514" w:type="dxa"/>
          </w:tcPr>
          <w:p w14:paraId="1F07989A"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1A_n79A</w:t>
            </w:r>
          </w:p>
          <w:p w14:paraId="44B14DE6" w14:textId="0175FC21" w:rsidR="0095436B" w:rsidRPr="00DF6DD6" w:rsidDel="00522FC8" w:rsidRDefault="0095436B" w:rsidP="003768E0">
            <w:pPr>
              <w:pStyle w:val="TAC"/>
              <w:keepNext w:val="0"/>
              <w:rPr>
                <w:lang w:val="en-US" w:eastAsia="fi-FI"/>
              </w:rPr>
            </w:pPr>
            <w:r w:rsidRPr="00DF6DD6">
              <w:rPr>
                <w:lang w:eastAsia="ja-JP"/>
              </w:rPr>
              <w:t>DC</w:t>
            </w:r>
            <w:r w:rsidRPr="00DF6DD6">
              <w:t>_</w:t>
            </w:r>
            <w:r w:rsidRPr="00DF6DD6">
              <w:rPr>
                <w:lang w:eastAsia="ja-JP"/>
              </w:rPr>
              <w:t>3A_n79A</w:t>
            </w:r>
          </w:p>
        </w:tc>
      </w:tr>
      <w:tr w:rsidR="00F55B07" w:rsidRPr="00DF6DD6" w14:paraId="13F9906C" w14:textId="77777777" w:rsidTr="00A6034C">
        <w:trPr>
          <w:trHeight w:val="288"/>
          <w:jc w:val="center"/>
        </w:trPr>
        <w:tc>
          <w:tcPr>
            <w:tcW w:w="3461" w:type="dxa"/>
            <w:shd w:val="clear" w:color="auto" w:fill="auto"/>
            <w:noWrap/>
            <w:vAlign w:val="center"/>
          </w:tcPr>
          <w:p w14:paraId="5551713C" w14:textId="77777777" w:rsidR="0095436B" w:rsidRPr="00DF6DD6" w:rsidRDefault="0095436B" w:rsidP="003768E0">
            <w:pPr>
              <w:pStyle w:val="TAC"/>
              <w:keepNext w:val="0"/>
              <w:rPr>
                <w:lang w:val="fi-FI" w:eastAsia="fi-FI"/>
              </w:rPr>
            </w:pPr>
            <w:r w:rsidRPr="00DF6DD6">
              <w:rPr>
                <w:lang w:val="fi-FI" w:eastAsia="fi-FI"/>
              </w:rPr>
              <w:t>DC_1A-5A-7A_n78A</w:t>
            </w:r>
          </w:p>
        </w:tc>
        <w:tc>
          <w:tcPr>
            <w:tcW w:w="3514" w:type="dxa"/>
          </w:tcPr>
          <w:p w14:paraId="3071F50C" w14:textId="77777777" w:rsidR="0095436B" w:rsidRPr="00DF6DD6" w:rsidRDefault="0095436B" w:rsidP="003768E0">
            <w:pPr>
              <w:pStyle w:val="TAC"/>
              <w:keepNext w:val="0"/>
              <w:rPr>
                <w:lang w:val="en-US" w:eastAsia="fi-FI"/>
              </w:rPr>
            </w:pPr>
            <w:r w:rsidRPr="00DF6DD6">
              <w:rPr>
                <w:lang w:val="en-US" w:eastAsia="fi-FI"/>
              </w:rPr>
              <w:t>DC_1A_n78A</w:t>
            </w:r>
          </w:p>
          <w:p w14:paraId="1ED29691" w14:textId="77777777" w:rsidR="0095436B" w:rsidRPr="00DF6DD6" w:rsidRDefault="0095436B" w:rsidP="003768E0">
            <w:pPr>
              <w:pStyle w:val="TAC"/>
              <w:keepNext w:val="0"/>
              <w:rPr>
                <w:lang w:val="en-US" w:eastAsia="fi-FI"/>
              </w:rPr>
            </w:pPr>
            <w:r w:rsidRPr="00DF6DD6">
              <w:rPr>
                <w:lang w:val="en-US" w:eastAsia="fi-FI"/>
              </w:rPr>
              <w:t>DC_5A_n78A</w:t>
            </w:r>
          </w:p>
          <w:p w14:paraId="0FE6FDEA" w14:textId="77777777" w:rsidR="0095436B" w:rsidRPr="00DF6DD6" w:rsidRDefault="0095436B" w:rsidP="003768E0">
            <w:pPr>
              <w:pStyle w:val="TAC"/>
              <w:keepNext w:val="0"/>
              <w:rPr>
                <w:lang w:val="en-US" w:eastAsia="fi-FI"/>
              </w:rPr>
            </w:pPr>
            <w:r w:rsidRPr="00DF6DD6">
              <w:rPr>
                <w:lang w:val="en-US" w:eastAsia="fi-FI"/>
              </w:rPr>
              <w:t>DC_7A_n78A</w:t>
            </w:r>
          </w:p>
        </w:tc>
      </w:tr>
      <w:tr w:rsidR="00F55B07" w:rsidRPr="00DF6DD6" w14:paraId="77349249" w14:textId="77777777" w:rsidTr="00A6034C">
        <w:trPr>
          <w:trHeight w:val="288"/>
          <w:jc w:val="center"/>
        </w:trPr>
        <w:tc>
          <w:tcPr>
            <w:tcW w:w="3461" w:type="dxa"/>
            <w:shd w:val="clear" w:color="auto" w:fill="auto"/>
            <w:noWrap/>
            <w:vAlign w:val="center"/>
          </w:tcPr>
          <w:p w14:paraId="68262DFD" w14:textId="77777777" w:rsidR="0095436B" w:rsidRPr="00DF6DD6" w:rsidRDefault="0095436B" w:rsidP="003768E0">
            <w:pPr>
              <w:pStyle w:val="TAC"/>
              <w:keepNext w:val="0"/>
              <w:rPr>
                <w:lang w:val="fi-FI" w:eastAsia="fi-FI"/>
              </w:rPr>
            </w:pPr>
            <w:r w:rsidRPr="00DF6DD6">
              <w:rPr>
                <w:lang w:val="fi-FI" w:eastAsia="fi-FI"/>
              </w:rPr>
              <w:t>DC_1A-5A-7A-7A_n78A</w:t>
            </w:r>
          </w:p>
        </w:tc>
        <w:tc>
          <w:tcPr>
            <w:tcW w:w="3514" w:type="dxa"/>
          </w:tcPr>
          <w:p w14:paraId="1BBF29F0" w14:textId="77777777" w:rsidR="0095436B" w:rsidRPr="00DF6DD6" w:rsidRDefault="0095436B" w:rsidP="003768E0">
            <w:pPr>
              <w:pStyle w:val="TAC"/>
              <w:keepNext w:val="0"/>
              <w:rPr>
                <w:lang w:val="en-US" w:eastAsia="fi-FI"/>
              </w:rPr>
            </w:pPr>
            <w:r w:rsidRPr="00DF6DD6">
              <w:rPr>
                <w:lang w:val="en-US" w:eastAsia="fi-FI"/>
              </w:rPr>
              <w:t>DC_1A_n78A</w:t>
            </w:r>
          </w:p>
          <w:p w14:paraId="0FB8ACAA" w14:textId="77777777" w:rsidR="0095436B" w:rsidRPr="00DF6DD6" w:rsidRDefault="0095436B" w:rsidP="003768E0">
            <w:pPr>
              <w:pStyle w:val="TAC"/>
              <w:keepNext w:val="0"/>
              <w:rPr>
                <w:lang w:val="en-US" w:eastAsia="fi-FI"/>
              </w:rPr>
            </w:pPr>
            <w:r w:rsidRPr="00DF6DD6">
              <w:rPr>
                <w:lang w:val="en-US" w:eastAsia="fi-FI"/>
              </w:rPr>
              <w:t>DC_5A_n78A</w:t>
            </w:r>
          </w:p>
          <w:p w14:paraId="3AC4AC62" w14:textId="77777777" w:rsidR="0095436B" w:rsidRPr="00DF6DD6" w:rsidRDefault="0095436B" w:rsidP="003768E0">
            <w:pPr>
              <w:pStyle w:val="TAC"/>
              <w:keepNext w:val="0"/>
              <w:rPr>
                <w:lang w:val="en-US" w:eastAsia="fi-FI"/>
              </w:rPr>
            </w:pPr>
            <w:r w:rsidRPr="00DF6DD6">
              <w:rPr>
                <w:lang w:val="en-US" w:eastAsia="fi-FI"/>
              </w:rPr>
              <w:t>DC_7A_n78A</w:t>
            </w:r>
          </w:p>
        </w:tc>
      </w:tr>
      <w:tr w:rsidR="00F55B07" w:rsidRPr="00DF6DD6" w14:paraId="3A6385B0" w14:textId="77777777" w:rsidTr="00A6034C">
        <w:trPr>
          <w:trHeight w:val="288"/>
          <w:jc w:val="center"/>
        </w:trPr>
        <w:tc>
          <w:tcPr>
            <w:tcW w:w="3461" w:type="dxa"/>
            <w:shd w:val="clear" w:color="auto" w:fill="auto"/>
            <w:noWrap/>
            <w:vAlign w:val="center"/>
          </w:tcPr>
          <w:p w14:paraId="36DCF22E" w14:textId="1A5C0837" w:rsidR="0095436B" w:rsidRPr="00DF6DD6" w:rsidRDefault="0095436B" w:rsidP="003768E0">
            <w:pPr>
              <w:pStyle w:val="TAC"/>
              <w:keepNext w:val="0"/>
              <w:rPr>
                <w:lang w:val="fi-FI" w:eastAsia="fi-FI"/>
              </w:rPr>
            </w:pPr>
            <w:r w:rsidRPr="00DF6DD6">
              <w:rPr>
                <w:lang w:val="fi-FI" w:eastAsia="fi-FI"/>
              </w:rPr>
              <w:t>DC_1A-7A-20A_n28A</w:t>
            </w:r>
            <w:r w:rsidRPr="00DF6DD6">
              <w:rPr>
                <w:vertAlign w:val="superscript"/>
                <w:lang w:val="fi-FI" w:eastAsia="fi-FI"/>
              </w:rPr>
              <w:t>3</w:t>
            </w:r>
          </w:p>
        </w:tc>
        <w:tc>
          <w:tcPr>
            <w:tcW w:w="3514" w:type="dxa"/>
          </w:tcPr>
          <w:p w14:paraId="5543ABB2" w14:textId="77777777" w:rsidR="0095436B" w:rsidRPr="00DF6DD6" w:rsidRDefault="0095436B" w:rsidP="003768E0">
            <w:pPr>
              <w:pStyle w:val="TAC"/>
              <w:keepNext w:val="0"/>
              <w:rPr>
                <w:lang w:val="en-US" w:eastAsia="fi-FI"/>
              </w:rPr>
            </w:pPr>
            <w:r w:rsidRPr="00DF6DD6">
              <w:rPr>
                <w:lang w:val="en-US" w:eastAsia="fi-FI"/>
              </w:rPr>
              <w:t>DC_1A_n28A</w:t>
            </w:r>
          </w:p>
          <w:p w14:paraId="201EB577" w14:textId="77777777" w:rsidR="0095436B" w:rsidRPr="00DF6DD6" w:rsidRDefault="0095436B" w:rsidP="003768E0">
            <w:pPr>
              <w:pStyle w:val="TAC"/>
              <w:keepNext w:val="0"/>
              <w:rPr>
                <w:lang w:val="en-US" w:eastAsia="fi-FI"/>
              </w:rPr>
            </w:pPr>
            <w:r w:rsidRPr="00DF6DD6">
              <w:rPr>
                <w:lang w:val="en-US" w:eastAsia="fi-FI"/>
              </w:rPr>
              <w:t>DC_7A_n28A</w:t>
            </w:r>
          </w:p>
          <w:p w14:paraId="55245BFD" w14:textId="77777777" w:rsidR="0095436B" w:rsidRPr="00DF6DD6" w:rsidRDefault="0095436B" w:rsidP="003768E0">
            <w:pPr>
              <w:pStyle w:val="TAC"/>
              <w:keepNext w:val="0"/>
              <w:rPr>
                <w:lang w:val="en-US" w:eastAsia="fi-FI"/>
              </w:rPr>
            </w:pPr>
            <w:r w:rsidRPr="00DF6DD6">
              <w:rPr>
                <w:lang w:val="en-US" w:eastAsia="fi-FI"/>
              </w:rPr>
              <w:t>DC_20A_n28A</w:t>
            </w:r>
          </w:p>
        </w:tc>
      </w:tr>
      <w:tr w:rsidR="00F55B07" w:rsidRPr="00DF6DD6" w14:paraId="08F4D780" w14:textId="77777777" w:rsidTr="00A6034C">
        <w:trPr>
          <w:trHeight w:val="288"/>
          <w:jc w:val="center"/>
        </w:trPr>
        <w:tc>
          <w:tcPr>
            <w:tcW w:w="3461" w:type="dxa"/>
            <w:shd w:val="clear" w:color="auto" w:fill="auto"/>
            <w:noWrap/>
            <w:vAlign w:val="center"/>
          </w:tcPr>
          <w:p w14:paraId="170C7460" w14:textId="2D32F641" w:rsidR="0095436B" w:rsidRPr="00DF6DD6" w:rsidRDefault="0095436B" w:rsidP="003768E0">
            <w:pPr>
              <w:pStyle w:val="TAC"/>
              <w:keepNext w:val="0"/>
              <w:rPr>
                <w:lang w:val="fi-FI" w:eastAsia="fi-FI"/>
              </w:rPr>
            </w:pPr>
            <w:r w:rsidRPr="00DF6DD6">
              <w:rPr>
                <w:lang w:val="fi-FI" w:eastAsia="fi-FI"/>
              </w:rPr>
              <w:t>DC_1A-7A-20A_n78A</w:t>
            </w:r>
            <w:r w:rsidRPr="00DF6DD6">
              <w:rPr>
                <w:vertAlign w:val="superscript"/>
                <w:lang w:val="fi-FI" w:eastAsia="fi-FI"/>
              </w:rPr>
              <w:t>2</w:t>
            </w:r>
          </w:p>
        </w:tc>
        <w:tc>
          <w:tcPr>
            <w:tcW w:w="3514" w:type="dxa"/>
          </w:tcPr>
          <w:p w14:paraId="53D94CA2" w14:textId="77777777" w:rsidR="0095436B" w:rsidRPr="00DF6DD6" w:rsidRDefault="0095436B" w:rsidP="003768E0">
            <w:pPr>
              <w:pStyle w:val="TAC"/>
              <w:keepNext w:val="0"/>
              <w:rPr>
                <w:lang w:val="en-US" w:eastAsia="fi-FI"/>
              </w:rPr>
            </w:pPr>
            <w:r w:rsidRPr="00DF6DD6">
              <w:rPr>
                <w:lang w:val="en-US" w:eastAsia="fi-FI"/>
              </w:rPr>
              <w:t>DC_1A_n78A</w:t>
            </w:r>
          </w:p>
          <w:p w14:paraId="525DC0D0" w14:textId="77777777" w:rsidR="0095436B" w:rsidRPr="00DF6DD6" w:rsidRDefault="0095436B" w:rsidP="003768E0">
            <w:pPr>
              <w:pStyle w:val="TAC"/>
              <w:keepNext w:val="0"/>
              <w:rPr>
                <w:lang w:val="en-US" w:eastAsia="fi-FI"/>
              </w:rPr>
            </w:pPr>
            <w:r w:rsidRPr="00DF6DD6">
              <w:rPr>
                <w:lang w:val="en-US" w:eastAsia="fi-FI"/>
              </w:rPr>
              <w:t>DC_7A_n78A</w:t>
            </w:r>
          </w:p>
          <w:p w14:paraId="71BABCDB" w14:textId="77777777" w:rsidR="0095436B" w:rsidRPr="00DF6DD6" w:rsidRDefault="0095436B" w:rsidP="003768E0">
            <w:pPr>
              <w:pStyle w:val="TAC"/>
              <w:keepNext w:val="0"/>
              <w:rPr>
                <w:lang w:val="en-US" w:eastAsia="fi-FI"/>
              </w:rPr>
            </w:pPr>
            <w:r w:rsidRPr="00DF6DD6">
              <w:rPr>
                <w:lang w:val="en-US" w:eastAsia="fi-FI"/>
              </w:rPr>
              <w:t>DC_20A_n78A</w:t>
            </w:r>
          </w:p>
        </w:tc>
      </w:tr>
      <w:tr w:rsidR="00F55B07" w:rsidRPr="00DF6DD6" w14:paraId="10BCDA12" w14:textId="77777777" w:rsidTr="00A6034C">
        <w:trPr>
          <w:trHeight w:val="288"/>
          <w:jc w:val="center"/>
        </w:trPr>
        <w:tc>
          <w:tcPr>
            <w:tcW w:w="3461" w:type="dxa"/>
            <w:shd w:val="clear" w:color="auto" w:fill="auto"/>
            <w:noWrap/>
            <w:vAlign w:val="center"/>
          </w:tcPr>
          <w:p w14:paraId="33FC00B9" w14:textId="577184F8" w:rsidR="0095436B" w:rsidRPr="00DF6DD6" w:rsidRDefault="0095436B" w:rsidP="003768E0">
            <w:pPr>
              <w:pStyle w:val="TAC"/>
              <w:keepNext w:val="0"/>
              <w:rPr>
                <w:lang w:eastAsia="ja-JP"/>
              </w:rPr>
            </w:pPr>
            <w:r w:rsidRPr="00DF6DD6">
              <w:rPr>
                <w:rFonts w:eastAsia="Malgun Gothic" w:hint="eastAsia"/>
                <w:lang w:val="fi-FI" w:eastAsia="ko-KR"/>
              </w:rPr>
              <w:t>DC_1A-7A_n28A-n78A</w:t>
            </w:r>
            <w:r w:rsidRPr="00DF6DD6">
              <w:rPr>
                <w:vertAlign w:val="superscript"/>
                <w:lang w:val="fi-FI" w:eastAsia="fi-FI"/>
              </w:rPr>
              <w:t>2</w:t>
            </w:r>
          </w:p>
        </w:tc>
        <w:tc>
          <w:tcPr>
            <w:tcW w:w="3514" w:type="dxa"/>
          </w:tcPr>
          <w:p w14:paraId="65B48E06"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DC_1A_n28A</w:t>
            </w:r>
          </w:p>
          <w:p w14:paraId="5AB96DB2"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DC_1A_n78A</w:t>
            </w:r>
          </w:p>
          <w:p w14:paraId="16B226A0"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DC_7A_n28A</w:t>
            </w:r>
          </w:p>
          <w:p w14:paraId="4B807D40" w14:textId="77777777" w:rsidR="0095436B" w:rsidRPr="00DF6DD6" w:rsidRDefault="0095436B" w:rsidP="003768E0">
            <w:pPr>
              <w:pStyle w:val="TAC"/>
              <w:keepNext w:val="0"/>
              <w:rPr>
                <w:lang w:eastAsia="ja-JP"/>
              </w:rPr>
            </w:pPr>
            <w:r w:rsidRPr="00DF6DD6">
              <w:rPr>
                <w:rFonts w:eastAsia="Malgun Gothic"/>
                <w:lang w:val="fi-FI" w:eastAsia="ko-KR"/>
              </w:rPr>
              <w:t>DC_7A_n78A</w:t>
            </w:r>
          </w:p>
        </w:tc>
      </w:tr>
      <w:tr w:rsidR="00F55B07" w:rsidRPr="00DF6DD6" w14:paraId="13158B3B" w14:textId="77777777" w:rsidTr="00A6034C">
        <w:trPr>
          <w:trHeight w:val="288"/>
          <w:jc w:val="center"/>
        </w:trPr>
        <w:tc>
          <w:tcPr>
            <w:tcW w:w="3461" w:type="dxa"/>
            <w:shd w:val="clear" w:color="auto" w:fill="auto"/>
            <w:noWrap/>
            <w:vAlign w:val="center"/>
          </w:tcPr>
          <w:p w14:paraId="3806AF8B"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1A-18A-28A_n77A</w:t>
            </w:r>
          </w:p>
        </w:tc>
        <w:tc>
          <w:tcPr>
            <w:tcW w:w="3514" w:type="dxa"/>
          </w:tcPr>
          <w:p w14:paraId="73893A84"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1A_n77A</w:t>
            </w:r>
          </w:p>
          <w:p w14:paraId="7296BDAE" w14:textId="77777777" w:rsidR="0095436B" w:rsidRPr="00DF6DD6" w:rsidRDefault="0095436B" w:rsidP="003768E0">
            <w:pPr>
              <w:pStyle w:val="TAC"/>
              <w:keepNext w:val="0"/>
              <w:rPr>
                <w:lang w:eastAsia="ja-JP"/>
              </w:rPr>
            </w:pPr>
            <w:r w:rsidRPr="00DF6DD6">
              <w:rPr>
                <w:lang w:eastAsia="ja-JP"/>
              </w:rPr>
              <w:t>DC</w:t>
            </w:r>
            <w:r w:rsidRPr="00DF6DD6">
              <w:t>_18</w:t>
            </w:r>
            <w:r w:rsidRPr="00DF6DD6">
              <w:rPr>
                <w:lang w:eastAsia="ja-JP"/>
              </w:rPr>
              <w:t>A_n77A</w:t>
            </w:r>
          </w:p>
          <w:p w14:paraId="1BF7B36D" w14:textId="77777777" w:rsidR="0095436B" w:rsidRPr="00DF6DD6" w:rsidRDefault="0095436B" w:rsidP="003768E0">
            <w:pPr>
              <w:pStyle w:val="TAC"/>
              <w:keepNext w:val="0"/>
              <w:rPr>
                <w:lang w:eastAsia="ja-JP"/>
              </w:rPr>
            </w:pPr>
            <w:r w:rsidRPr="00DF6DD6">
              <w:rPr>
                <w:lang w:eastAsia="ja-JP"/>
              </w:rPr>
              <w:t>DC</w:t>
            </w:r>
            <w:r w:rsidRPr="00DF6DD6">
              <w:t>_28</w:t>
            </w:r>
            <w:r w:rsidRPr="00DF6DD6">
              <w:rPr>
                <w:lang w:eastAsia="ja-JP"/>
              </w:rPr>
              <w:t>A_n77A</w:t>
            </w:r>
          </w:p>
        </w:tc>
      </w:tr>
      <w:tr w:rsidR="00F55B07" w:rsidRPr="00DF6DD6" w14:paraId="65D2440D" w14:textId="77777777" w:rsidTr="00A6034C">
        <w:trPr>
          <w:trHeight w:val="288"/>
          <w:jc w:val="center"/>
        </w:trPr>
        <w:tc>
          <w:tcPr>
            <w:tcW w:w="3461" w:type="dxa"/>
            <w:shd w:val="clear" w:color="auto" w:fill="auto"/>
            <w:noWrap/>
            <w:vAlign w:val="center"/>
          </w:tcPr>
          <w:p w14:paraId="3C8B2329"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1A-18A-28A_n78A</w:t>
            </w:r>
          </w:p>
        </w:tc>
        <w:tc>
          <w:tcPr>
            <w:tcW w:w="3514" w:type="dxa"/>
          </w:tcPr>
          <w:p w14:paraId="40D0B5BC"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1A_n78A</w:t>
            </w:r>
          </w:p>
          <w:p w14:paraId="21D8BEF9" w14:textId="77777777" w:rsidR="0095436B" w:rsidRPr="00DF6DD6" w:rsidRDefault="0095436B" w:rsidP="003768E0">
            <w:pPr>
              <w:pStyle w:val="TAC"/>
              <w:keepNext w:val="0"/>
              <w:rPr>
                <w:lang w:eastAsia="ja-JP"/>
              </w:rPr>
            </w:pPr>
            <w:r w:rsidRPr="00DF6DD6">
              <w:rPr>
                <w:lang w:eastAsia="ja-JP"/>
              </w:rPr>
              <w:t>DC</w:t>
            </w:r>
            <w:r w:rsidRPr="00DF6DD6">
              <w:t>_18</w:t>
            </w:r>
            <w:r w:rsidRPr="00DF6DD6">
              <w:rPr>
                <w:lang w:eastAsia="ja-JP"/>
              </w:rPr>
              <w:t>A_n78A</w:t>
            </w:r>
          </w:p>
          <w:p w14:paraId="1323097C" w14:textId="77777777" w:rsidR="0095436B" w:rsidRPr="00DF6DD6" w:rsidRDefault="0095436B" w:rsidP="003768E0">
            <w:pPr>
              <w:pStyle w:val="TAC"/>
              <w:keepNext w:val="0"/>
              <w:rPr>
                <w:lang w:eastAsia="ja-JP"/>
              </w:rPr>
            </w:pPr>
            <w:r w:rsidRPr="00DF6DD6">
              <w:rPr>
                <w:lang w:eastAsia="ja-JP"/>
              </w:rPr>
              <w:t>DC</w:t>
            </w:r>
            <w:r w:rsidRPr="00DF6DD6">
              <w:t>_28</w:t>
            </w:r>
            <w:r w:rsidRPr="00DF6DD6">
              <w:rPr>
                <w:lang w:eastAsia="ja-JP"/>
              </w:rPr>
              <w:t>A_n78A</w:t>
            </w:r>
          </w:p>
        </w:tc>
      </w:tr>
      <w:tr w:rsidR="00F55B07" w:rsidRPr="00DF6DD6" w14:paraId="4C2424D4" w14:textId="77777777" w:rsidTr="00A6034C">
        <w:trPr>
          <w:trHeight w:val="288"/>
          <w:jc w:val="center"/>
        </w:trPr>
        <w:tc>
          <w:tcPr>
            <w:tcW w:w="3461" w:type="dxa"/>
            <w:shd w:val="clear" w:color="auto" w:fill="auto"/>
            <w:noWrap/>
            <w:vAlign w:val="center"/>
          </w:tcPr>
          <w:p w14:paraId="4E89879B" w14:textId="3906FCBB" w:rsidR="0095436B" w:rsidRPr="00DF6DD6" w:rsidRDefault="0095436B" w:rsidP="003768E0">
            <w:pPr>
              <w:pStyle w:val="TAC"/>
              <w:keepNext w:val="0"/>
              <w:rPr>
                <w:lang w:val="fi-FI" w:eastAsia="fi-FI"/>
              </w:rPr>
            </w:pPr>
            <w:r w:rsidRPr="00DF6DD6">
              <w:rPr>
                <w:lang w:eastAsia="ja-JP"/>
              </w:rPr>
              <w:t>DC</w:t>
            </w:r>
            <w:r w:rsidRPr="00DF6DD6">
              <w:t>_</w:t>
            </w:r>
            <w:r w:rsidRPr="00DF6DD6">
              <w:rPr>
                <w:lang w:eastAsia="ja-JP"/>
              </w:rPr>
              <w:t>1A-18A-28A_n79A</w:t>
            </w:r>
            <w:r w:rsidRPr="00DF6DD6">
              <w:rPr>
                <w:vertAlign w:val="superscript"/>
                <w:lang w:val="fi-FI" w:eastAsia="fi-FI"/>
              </w:rPr>
              <w:t>2</w:t>
            </w:r>
          </w:p>
        </w:tc>
        <w:tc>
          <w:tcPr>
            <w:tcW w:w="3514" w:type="dxa"/>
          </w:tcPr>
          <w:p w14:paraId="0D2419D5" w14:textId="77777777" w:rsidR="0095436B" w:rsidRPr="00DF6DD6" w:rsidRDefault="0095436B" w:rsidP="003768E0">
            <w:pPr>
              <w:pStyle w:val="TAC"/>
              <w:keepNext w:val="0"/>
              <w:rPr>
                <w:lang w:eastAsia="ja-JP"/>
              </w:rPr>
            </w:pPr>
            <w:r w:rsidRPr="00DF6DD6">
              <w:rPr>
                <w:lang w:eastAsia="ja-JP"/>
              </w:rPr>
              <w:t>DC</w:t>
            </w:r>
            <w:r w:rsidRPr="00DF6DD6">
              <w:t>_</w:t>
            </w:r>
            <w:r w:rsidRPr="00DF6DD6">
              <w:rPr>
                <w:lang w:eastAsia="ja-JP"/>
              </w:rPr>
              <w:t>1A_n79A</w:t>
            </w:r>
          </w:p>
          <w:p w14:paraId="3CFFAFA9" w14:textId="77777777" w:rsidR="0095436B" w:rsidRPr="00DF6DD6" w:rsidRDefault="0095436B" w:rsidP="003768E0">
            <w:pPr>
              <w:pStyle w:val="TAC"/>
              <w:keepNext w:val="0"/>
              <w:rPr>
                <w:lang w:eastAsia="ja-JP"/>
              </w:rPr>
            </w:pPr>
            <w:r w:rsidRPr="00DF6DD6">
              <w:rPr>
                <w:lang w:eastAsia="ja-JP"/>
              </w:rPr>
              <w:t>DC</w:t>
            </w:r>
            <w:r w:rsidRPr="00DF6DD6">
              <w:t>_18</w:t>
            </w:r>
            <w:r w:rsidRPr="00DF6DD6">
              <w:rPr>
                <w:lang w:eastAsia="ja-JP"/>
              </w:rPr>
              <w:t>A_n79A</w:t>
            </w:r>
          </w:p>
          <w:p w14:paraId="3802B179" w14:textId="77777777" w:rsidR="0095436B" w:rsidRPr="00DF6DD6" w:rsidRDefault="0095436B" w:rsidP="003768E0">
            <w:pPr>
              <w:pStyle w:val="TAC"/>
              <w:keepNext w:val="0"/>
              <w:rPr>
                <w:lang w:val="en-US" w:eastAsia="fi-FI"/>
              </w:rPr>
            </w:pPr>
            <w:r w:rsidRPr="00DF6DD6">
              <w:rPr>
                <w:lang w:eastAsia="ja-JP"/>
              </w:rPr>
              <w:t>DC</w:t>
            </w:r>
            <w:r w:rsidRPr="00DF6DD6">
              <w:t>_28</w:t>
            </w:r>
            <w:r w:rsidRPr="00DF6DD6">
              <w:rPr>
                <w:lang w:eastAsia="ja-JP"/>
              </w:rPr>
              <w:t>A_n79A</w:t>
            </w:r>
          </w:p>
        </w:tc>
      </w:tr>
      <w:tr w:rsidR="00F55B07" w:rsidRPr="00DF6DD6" w14:paraId="493E586B" w14:textId="77777777" w:rsidTr="00A6034C">
        <w:trPr>
          <w:trHeight w:val="288"/>
          <w:jc w:val="center"/>
        </w:trPr>
        <w:tc>
          <w:tcPr>
            <w:tcW w:w="3461" w:type="dxa"/>
            <w:shd w:val="clear" w:color="auto" w:fill="auto"/>
            <w:noWrap/>
            <w:vAlign w:val="center"/>
          </w:tcPr>
          <w:p w14:paraId="6C5B6B55" w14:textId="77777777" w:rsidR="0095436B" w:rsidRPr="00DF6DD6" w:rsidRDefault="0095436B" w:rsidP="003768E0">
            <w:pPr>
              <w:pStyle w:val="TAC"/>
              <w:keepNext w:val="0"/>
              <w:rPr>
                <w:lang w:eastAsia="ja-JP"/>
              </w:rPr>
            </w:pPr>
            <w:r w:rsidRPr="00DF6DD6">
              <w:rPr>
                <w:lang w:eastAsia="ja-JP"/>
              </w:rPr>
              <w:t>DC_1A-19A-21A_n77A</w:t>
            </w:r>
          </w:p>
          <w:p w14:paraId="5FF215CC" w14:textId="0A318BAD" w:rsidR="0095436B" w:rsidRPr="00DF6DD6" w:rsidRDefault="0095436B" w:rsidP="003768E0">
            <w:pPr>
              <w:pStyle w:val="TAC"/>
              <w:keepNext w:val="0"/>
              <w:rPr>
                <w:lang w:eastAsia="ja-JP"/>
              </w:rPr>
            </w:pPr>
            <w:r w:rsidRPr="00DF6DD6">
              <w:rPr>
                <w:lang w:eastAsia="ja-JP"/>
              </w:rPr>
              <w:t>DC_1A-19A-21A_n77C</w:t>
            </w:r>
          </w:p>
        </w:tc>
        <w:tc>
          <w:tcPr>
            <w:tcW w:w="3514" w:type="dxa"/>
          </w:tcPr>
          <w:p w14:paraId="29C81FA0" w14:textId="77777777" w:rsidR="0095436B" w:rsidRPr="00DF6DD6" w:rsidRDefault="0095436B" w:rsidP="003768E0">
            <w:pPr>
              <w:pStyle w:val="TAC"/>
              <w:keepNext w:val="0"/>
              <w:rPr>
                <w:lang w:eastAsia="ja-JP"/>
              </w:rPr>
            </w:pPr>
            <w:r w:rsidRPr="00DF6DD6">
              <w:rPr>
                <w:lang w:eastAsia="ja-JP"/>
              </w:rPr>
              <w:t>DC_1A_n77A</w:t>
            </w:r>
          </w:p>
          <w:p w14:paraId="7D72044E" w14:textId="77777777" w:rsidR="0095436B" w:rsidRPr="00DF6DD6" w:rsidRDefault="0095436B" w:rsidP="003768E0">
            <w:pPr>
              <w:pStyle w:val="TAC"/>
              <w:keepNext w:val="0"/>
              <w:rPr>
                <w:lang w:eastAsia="ja-JP"/>
              </w:rPr>
            </w:pPr>
            <w:r w:rsidRPr="00DF6DD6">
              <w:rPr>
                <w:lang w:eastAsia="ja-JP"/>
              </w:rPr>
              <w:t>DC_19A_n77A</w:t>
            </w:r>
          </w:p>
          <w:p w14:paraId="653B145D" w14:textId="1A1C139B" w:rsidR="0095436B" w:rsidRPr="00DF6DD6" w:rsidRDefault="0095436B" w:rsidP="003768E0">
            <w:pPr>
              <w:pStyle w:val="TAC"/>
              <w:keepNext w:val="0"/>
              <w:rPr>
                <w:lang w:eastAsia="ja-JP"/>
              </w:rPr>
            </w:pPr>
            <w:r w:rsidRPr="00DF6DD6">
              <w:rPr>
                <w:lang w:eastAsia="ja-JP"/>
              </w:rPr>
              <w:t>DC_21A_n77A</w:t>
            </w:r>
          </w:p>
        </w:tc>
      </w:tr>
      <w:tr w:rsidR="00F55B07" w:rsidRPr="00DF6DD6" w14:paraId="7ABAB781" w14:textId="77777777" w:rsidTr="00A6034C">
        <w:trPr>
          <w:trHeight w:val="288"/>
          <w:jc w:val="center"/>
        </w:trPr>
        <w:tc>
          <w:tcPr>
            <w:tcW w:w="3461" w:type="dxa"/>
            <w:shd w:val="clear" w:color="auto" w:fill="auto"/>
            <w:noWrap/>
            <w:vAlign w:val="center"/>
          </w:tcPr>
          <w:p w14:paraId="2846704A" w14:textId="77777777" w:rsidR="0095436B" w:rsidRPr="00DF6DD6" w:rsidRDefault="0095436B" w:rsidP="003768E0">
            <w:pPr>
              <w:pStyle w:val="TAC"/>
              <w:keepNext w:val="0"/>
              <w:rPr>
                <w:lang w:eastAsia="ja-JP"/>
              </w:rPr>
            </w:pPr>
            <w:r w:rsidRPr="00DF6DD6">
              <w:rPr>
                <w:lang w:eastAsia="ja-JP"/>
              </w:rPr>
              <w:t>DC_1A-19A-21A_n78A</w:t>
            </w:r>
          </w:p>
          <w:p w14:paraId="217F6DBE" w14:textId="314E7E08" w:rsidR="0095436B" w:rsidRPr="00DF6DD6" w:rsidRDefault="0095436B" w:rsidP="003768E0">
            <w:pPr>
              <w:pStyle w:val="TAC"/>
              <w:keepNext w:val="0"/>
              <w:rPr>
                <w:lang w:eastAsia="ja-JP"/>
              </w:rPr>
            </w:pPr>
            <w:r w:rsidRPr="00DF6DD6">
              <w:rPr>
                <w:lang w:eastAsia="ja-JP"/>
              </w:rPr>
              <w:t>DC_1A-19A-21A_n78C</w:t>
            </w:r>
          </w:p>
        </w:tc>
        <w:tc>
          <w:tcPr>
            <w:tcW w:w="3514" w:type="dxa"/>
          </w:tcPr>
          <w:p w14:paraId="2B45C6C2" w14:textId="77777777" w:rsidR="0095436B" w:rsidRPr="00DF6DD6" w:rsidRDefault="0095436B" w:rsidP="003768E0">
            <w:pPr>
              <w:pStyle w:val="TAC"/>
              <w:keepNext w:val="0"/>
              <w:rPr>
                <w:lang w:eastAsia="ja-JP"/>
              </w:rPr>
            </w:pPr>
            <w:r w:rsidRPr="00DF6DD6">
              <w:rPr>
                <w:lang w:eastAsia="ja-JP"/>
              </w:rPr>
              <w:t>DC_1A_n78A</w:t>
            </w:r>
          </w:p>
          <w:p w14:paraId="2EE6CFC1" w14:textId="77777777" w:rsidR="0095436B" w:rsidRPr="00DF6DD6" w:rsidRDefault="0095436B" w:rsidP="003768E0">
            <w:pPr>
              <w:pStyle w:val="TAC"/>
              <w:keepNext w:val="0"/>
              <w:rPr>
                <w:lang w:eastAsia="ja-JP"/>
              </w:rPr>
            </w:pPr>
            <w:r w:rsidRPr="00DF6DD6">
              <w:rPr>
                <w:lang w:eastAsia="ja-JP"/>
              </w:rPr>
              <w:t>DC_19A_n78A</w:t>
            </w:r>
          </w:p>
          <w:p w14:paraId="30A1C5A6" w14:textId="67BCD955" w:rsidR="0095436B" w:rsidRPr="00DF6DD6" w:rsidRDefault="0095436B" w:rsidP="003768E0">
            <w:pPr>
              <w:pStyle w:val="TAC"/>
              <w:keepNext w:val="0"/>
              <w:rPr>
                <w:lang w:eastAsia="ja-JP"/>
              </w:rPr>
            </w:pPr>
            <w:r w:rsidRPr="00DF6DD6">
              <w:rPr>
                <w:lang w:eastAsia="ja-JP"/>
              </w:rPr>
              <w:t>DC_21A_n78A</w:t>
            </w:r>
          </w:p>
        </w:tc>
      </w:tr>
      <w:tr w:rsidR="00F55B07" w:rsidRPr="00DF6DD6" w14:paraId="687FBA02" w14:textId="77777777" w:rsidTr="00A6034C">
        <w:trPr>
          <w:trHeight w:val="288"/>
          <w:jc w:val="center"/>
        </w:trPr>
        <w:tc>
          <w:tcPr>
            <w:tcW w:w="3461" w:type="dxa"/>
            <w:shd w:val="clear" w:color="auto" w:fill="auto"/>
            <w:noWrap/>
            <w:vAlign w:val="center"/>
          </w:tcPr>
          <w:p w14:paraId="0B07BF39" w14:textId="77777777" w:rsidR="0095436B" w:rsidRPr="00DF6DD6" w:rsidRDefault="0095436B" w:rsidP="003768E0">
            <w:pPr>
              <w:pStyle w:val="TAC"/>
              <w:keepNext w:val="0"/>
              <w:rPr>
                <w:lang w:eastAsia="ja-JP"/>
              </w:rPr>
            </w:pPr>
            <w:r w:rsidRPr="00DF6DD6">
              <w:rPr>
                <w:lang w:eastAsia="ja-JP"/>
              </w:rPr>
              <w:t>DC_1A-19A-21A_n79A</w:t>
            </w:r>
          </w:p>
          <w:p w14:paraId="2145B96E" w14:textId="433FA621" w:rsidR="0095436B" w:rsidRPr="00DF6DD6" w:rsidRDefault="0095436B" w:rsidP="003768E0">
            <w:pPr>
              <w:pStyle w:val="TAC"/>
              <w:keepNext w:val="0"/>
              <w:rPr>
                <w:lang w:eastAsia="ja-JP"/>
              </w:rPr>
            </w:pPr>
            <w:r w:rsidRPr="00DF6DD6">
              <w:rPr>
                <w:lang w:eastAsia="ja-JP"/>
              </w:rPr>
              <w:t>DC_1A-19A-21A_n79C</w:t>
            </w:r>
          </w:p>
        </w:tc>
        <w:tc>
          <w:tcPr>
            <w:tcW w:w="3514" w:type="dxa"/>
          </w:tcPr>
          <w:p w14:paraId="7BD51135" w14:textId="77777777" w:rsidR="0095436B" w:rsidRPr="00DF6DD6" w:rsidRDefault="0095436B" w:rsidP="003768E0">
            <w:pPr>
              <w:pStyle w:val="TAC"/>
              <w:keepNext w:val="0"/>
              <w:rPr>
                <w:lang w:eastAsia="ja-JP"/>
              </w:rPr>
            </w:pPr>
            <w:r w:rsidRPr="00DF6DD6">
              <w:rPr>
                <w:lang w:eastAsia="ja-JP"/>
              </w:rPr>
              <w:t>DC_1A_n79A</w:t>
            </w:r>
          </w:p>
          <w:p w14:paraId="38021A90" w14:textId="77777777" w:rsidR="0095436B" w:rsidRPr="00DF6DD6" w:rsidRDefault="0095436B" w:rsidP="003768E0">
            <w:pPr>
              <w:pStyle w:val="TAC"/>
              <w:keepNext w:val="0"/>
              <w:rPr>
                <w:lang w:eastAsia="ja-JP"/>
              </w:rPr>
            </w:pPr>
            <w:r w:rsidRPr="00DF6DD6">
              <w:rPr>
                <w:lang w:eastAsia="ja-JP"/>
              </w:rPr>
              <w:t>DC_19A_n79A</w:t>
            </w:r>
          </w:p>
          <w:p w14:paraId="0AE77347" w14:textId="43C1C6FA" w:rsidR="0095436B" w:rsidRPr="00DF6DD6" w:rsidRDefault="0095436B" w:rsidP="003768E0">
            <w:pPr>
              <w:pStyle w:val="TAC"/>
              <w:keepNext w:val="0"/>
              <w:rPr>
                <w:lang w:eastAsia="ja-JP"/>
              </w:rPr>
            </w:pPr>
            <w:r w:rsidRPr="00DF6DD6">
              <w:rPr>
                <w:lang w:eastAsia="ja-JP"/>
              </w:rPr>
              <w:t>DC_21A_n79A</w:t>
            </w:r>
          </w:p>
        </w:tc>
      </w:tr>
      <w:tr w:rsidR="00F55B07" w:rsidRPr="00DF6DD6" w14:paraId="5D097851" w14:textId="77777777" w:rsidTr="00A6034C">
        <w:trPr>
          <w:trHeight w:val="288"/>
          <w:jc w:val="center"/>
        </w:trPr>
        <w:tc>
          <w:tcPr>
            <w:tcW w:w="3461" w:type="dxa"/>
            <w:shd w:val="clear" w:color="auto" w:fill="auto"/>
            <w:noWrap/>
          </w:tcPr>
          <w:p w14:paraId="4E905F4C" w14:textId="77777777" w:rsidR="0095436B" w:rsidRPr="00DF6DD6" w:rsidRDefault="0095436B" w:rsidP="003768E0">
            <w:pPr>
              <w:pStyle w:val="TAC"/>
              <w:keepNext w:val="0"/>
            </w:pPr>
            <w:r w:rsidRPr="00DF6DD6">
              <w:t>DC_1A-19A-42A_n77A</w:t>
            </w:r>
          </w:p>
          <w:p w14:paraId="13E5BB48" w14:textId="77777777" w:rsidR="0095436B" w:rsidRPr="00DF6DD6" w:rsidRDefault="0095436B" w:rsidP="003768E0">
            <w:pPr>
              <w:pStyle w:val="TAC"/>
              <w:keepNext w:val="0"/>
            </w:pPr>
            <w:r w:rsidRPr="00DF6DD6">
              <w:t>DC_1A-19A-42A_n77C</w:t>
            </w:r>
          </w:p>
          <w:p w14:paraId="1E2560B0" w14:textId="77777777" w:rsidR="0095436B" w:rsidRPr="00DF6DD6" w:rsidRDefault="0095436B" w:rsidP="003768E0">
            <w:pPr>
              <w:pStyle w:val="TAC"/>
              <w:keepNext w:val="0"/>
            </w:pPr>
            <w:r w:rsidRPr="00DF6DD6">
              <w:t>DC_1A-19A-42C_n77A</w:t>
            </w:r>
          </w:p>
          <w:p w14:paraId="21A5A7FE" w14:textId="1AFAF01E" w:rsidR="0095436B" w:rsidRPr="00DF6DD6" w:rsidRDefault="0095436B" w:rsidP="003768E0">
            <w:pPr>
              <w:pStyle w:val="TAC"/>
              <w:keepNext w:val="0"/>
              <w:rPr>
                <w:lang w:val="en-US" w:eastAsia="fi-FI"/>
              </w:rPr>
            </w:pPr>
            <w:r w:rsidRPr="00DF6DD6">
              <w:rPr>
                <w:rFonts w:cs="Arial"/>
                <w:lang w:eastAsia="ja-JP"/>
              </w:rPr>
              <w:t>DC_1A-19A-42C_n77C</w:t>
            </w:r>
          </w:p>
        </w:tc>
        <w:tc>
          <w:tcPr>
            <w:tcW w:w="3514" w:type="dxa"/>
          </w:tcPr>
          <w:p w14:paraId="6B2A7FFB" w14:textId="77777777" w:rsidR="0095436B" w:rsidRPr="00DF6DD6" w:rsidRDefault="0095436B" w:rsidP="003768E0">
            <w:pPr>
              <w:pStyle w:val="TAC"/>
              <w:keepNext w:val="0"/>
            </w:pPr>
            <w:r w:rsidRPr="00DF6DD6">
              <w:t>DC_1A_n77A</w:t>
            </w:r>
          </w:p>
          <w:p w14:paraId="587CAFAD" w14:textId="77777777" w:rsidR="0095436B" w:rsidRPr="00DF6DD6" w:rsidRDefault="0095436B" w:rsidP="003768E0">
            <w:pPr>
              <w:pStyle w:val="TAC"/>
              <w:keepNext w:val="0"/>
              <w:rPr>
                <w:lang w:val="en-US" w:eastAsia="fi-FI"/>
              </w:rPr>
            </w:pPr>
            <w:r w:rsidRPr="00DF6DD6">
              <w:t>DC_19A_n77A</w:t>
            </w:r>
          </w:p>
        </w:tc>
      </w:tr>
      <w:tr w:rsidR="00F55B07" w:rsidRPr="00DF6DD6" w14:paraId="524CEF00" w14:textId="77777777" w:rsidTr="00A6034C">
        <w:trPr>
          <w:trHeight w:val="288"/>
          <w:jc w:val="center"/>
        </w:trPr>
        <w:tc>
          <w:tcPr>
            <w:tcW w:w="3461" w:type="dxa"/>
            <w:shd w:val="clear" w:color="auto" w:fill="auto"/>
            <w:noWrap/>
          </w:tcPr>
          <w:p w14:paraId="31585A62" w14:textId="77777777" w:rsidR="0095436B" w:rsidRPr="00DF6DD6" w:rsidRDefault="0095436B" w:rsidP="003768E0">
            <w:pPr>
              <w:pStyle w:val="TAC"/>
              <w:keepNext w:val="0"/>
            </w:pPr>
            <w:r w:rsidRPr="00DF6DD6">
              <w:t>DC_1A-19A-42A_n78A</w:t>
            </w:r>
          </w:p>
          <w:p w14:paraId="0CE9A655" w14:textId="69681FD6" w:rsidR="0095436B" w:rsidRPr="00DF6DD6" w:rsidRDefault="0095436B" w:rsidP="003768E0">
            <w:pPr>
              <w:pStyle w:val="TAC"/>
              <w:keepNext w:val="0"/>
            </w:pPr>
            <w:r w:rsidRPr="00DF6DD6">
              <w:t>DC_1A-19A-42A_n78C</w:t>
            </w:r>
          </w:p>
          <w:p w14:paraId="5A9A5611" w14:textId="6DE4B7A5" w:rsidR="0095436B" w:rsidRPr="00DF6DD6" w:rsidRDefault="0095436B" w:rsidP="003768E0">
            <w:pPr>
              <w:pStyle w:val="TAC"/>
              <w:keepNext w:val="0"/>
            </w:pPr>
            <w:r w:rsidRPr="00DF6DD6">
              <w:t>DC_1A-19A-42C_n78A</w:t>
            </w:r>
          </w:p>
          <w:p w14:paraId="4F59993C" w14:textId="7A9EC6AB" w:rsidR="0095436B" w:rsidRPr="00DF6DD6" w:rsidRDefault="0095436B" w:rsidP="003768E0">
            <w:pPr>
              <w:pStyle w:val="TAC"/>
              <w:keepNext w:val="0"/>
              <w:rPr>
                <w:lang w:val="en-US" w:eastAsia="fi-FI"/>
              </w:rPr>
            </w:pPr>
            <w:r w:rsidRPr="00DF6DD6">
              <w:rPr>
                <w:rFonts w:cs="Arial"/>
                <w:lang w:eastAsia="ja-JP"/>
              </w:rPr>
              <w:t>DC_1A-19A-42C_n78C</w:t>
            </w:r>
          </w:p>
        </w:tc>
        <w:tc>
          <w:tcPr>
            <w:tcW w:w="3514" w:type="dxa"/>
          </w:tcPr>
          <w:p w14:paraId="3B587C85" w14:textId="77777777" w:rsidR="0095436B" w:rsidRPr="00DF6DD6" w:rsidRDefault="0095436B" w:rsidP="003768E0">
            <w:pPr>
              <w:pStyle w:val="TAC"/>
              <w:keepNext w:val="0"/>
            </w:pPr>
            <w:r w:rsidRPr="00DF6DD6">
              <w:t>DC_1A_n78A</w:t>
            </w:r>
          </w:p>
          <w:p w14:paraId="4CADDF78" w14:textId="77777777" w:rsidR="0095436B" w:rsidRPr="00DF6DD6" w:rsidRDefault="0095436B" w:rsidP="003768E0">
            <w:pPr>
              <w:pStyle w:val="TAC"/>
              <w:keepNext w:val="0"/>
              <w:rPr>
                <w:lang w:val="en-US" w:eastAsia="fi-FI"/>
              </w:rPr>
            </w:pPr>
            <w:r w:rsidRPr="00DF6DD6">
              <w:t>DC_19A_n78A</w:t>
            </w:r>
          </w:p>
        </w:tc>
      </w:tr>
      <w:tr w:rsidR="00F55B07" w:rsidRPr="00DF6DD6" w14:paraId="6E532B4E" w14:textId="77777777" w:rsidTr="00A6034C">
        <w:trPr>
          <w:trHeight w:val="288"/>
          <w:jc w:val="center"/>
        </w:trPr>
        <w:tc>
          <w:tcPr>
            <w:tcW w:w="3461" w:type="dxa"/>
            <w:shd w:val="clear" w:color="auto" w:fill="auto"/>
            <w:noWrap/>
          </w:tcPr>
          <w:p w14:paraId="27B88192" w14:textId="77777777" w:rsidR="0095436B" w:rsidRPr="00DF6DD6" w:rsidRDefault="0095436B" w:rsidP="003768E0">
            <w:pPr>
              <w:pStyle w:val="TAC"/>
              <w:keepNext w:val="0"/>
            </w:pPr>
            <w:r w:rsidRPr="00DF6DD6">
              <w:t>DC_1A-19A-42A_n79A</w:t>
            </w:r>
          </w:p>
          <w:p w14:paraId="0821A017" w14:textId="77777777" w:rsidR="0095436B" w:rsidRPr="00DF6DD6" w:rsidRDefault="0095436B" w:rsidP="003768E0">
            <w:pPr>
              <w:pStyle w:val="TAC"/>
              <w:keepNext w:val="0"/>
            </w:pPr>
            <w:r w:rsidRPr="00DF6DD6">
              <w:t>DC_1A-19A-42A_n79C</w:t>
            </w:r>
          </w:p>
          <w:p w14:paraId="05EE8AF1" w14:textId="77777777" w:rsidR="0095436B" w:rsidRPr="00DF6DD6" w:rsidRDefault="0095436B" w:rsidP="003768E0">
            <w:pPr>
              <w:pStyle w:val="TAC"/>
              <w:keepNext w:val="0"/>
            </w:pPr>
            <w:r w:rsidRPr="00DF6DD6">
              <w:t>DC_1A-19A-42C_n79A</w:t>
            </w:r>
          </w:p>
          <w:p w14:paraId="6C79A425" w14:textId="2B54EF35" w:rsidR="0095436B" w:rsidRPr="00DF6DD6" w:rsidRDefault="0095436B" w:rsidP="003768E0">
            <w:pPr>
              <w:pStyle w:val="TAC"/>
              <w:keepNext w:val="0"/>
              <w:rPr>
                <w:lang w:val="en-US" w:eastAsia="fi-FI"/>
              </w:rPr>
            </w:pPr>
            <w:r w:rsidRPr="00DF6DD6">
              <w:rPr>
                <w:rFonts w:cs="Arial"/>
                <w:lang w:eastAsia="ja-JP"/>
              </w:rPr>
              <w:t>DC_1A-19A-42C_n79C</w:t>
            </w:r>
          </w:p>
        </w:tc>
        <w:tc>
          <w:tcPr>
            <w:tcW w:w="3514" w:type="dxa"/>
          </w:tcPr>
          <w:p w14:paraId="119B14C8" w14:textId="77777777" w:rsidR="0095436B" w:rsidRPr="00DF6DD6" w:rsidRDefault="0095436B" w:rsidP="003768E0">
            <w:pPr>
              <w:pStyle w:val="TAC"/>
              <w:keepNext w:val="0"/>
            </w:pPr>
            <w:r w:rsidRPr="00DF6DD6">
              <w:t>DC_1A_n79A</w:t>
            </w:r>
          </w:p>
          <w:p w14:paraId="05790185" w14:textId="77777777" w:rsidR="0095436B" w:rsidRPr="00DF6DD6" w:rsidRDefault="0095436B" w:rsidP="003768E0">
            <w:pPr>
              <w:pStyle w:val="TAC"/>
              <w:keepNext w:val="0"/>
              <w:rPr>
                <w:lang w:val="en-US" w:eastAsia="fi-FI"/>
              </w:rPr>
            </w:pPr>
            <w:r w:rsidRPr="00DF6DD6">
              <w:t>DC_19A_n79A</w:t>
            </w:r>
          </w:p>
        </w:tc>
      </w:tr>
      <w:tr w:rsidR="00F55B07" w:rsidRPr="00DF6DD6" w14:paraId="19E46957" w14:textId="77777777" w:rsidTr="00A6034C">
        <w:trPr>
          <w:trHeight w:val="288"/>
          <w:jc w:val="center"/>
        </w:trPr>
        <w:tc>
          <w:tcPr>
            <w:tcW w:w="3461" w:type="dxa"/>
            <w:shd w:val="clear" w:color="auto" w:fill="auto"/>
            <w:noWrap/>
            <w:vAlign w:val="center"/>
          </w:tcPr>
          <w:p w14:paraId="5DECCC6C" w14:textId="25EBAF7F" w:rsidR="0095436B" w:rsidRPr="00DF6DD6" w:rsidRDefault="0095436B" w:rsidP="003768E0">
            <w:pPr>
              <w:pStyle w:val="TAC"/>
              <w:keepNext w:val="0"/>
            </w:pPr>
            <w:r w:rsidRPr="00DF6DD6">
              <w:rPr>
                <w:rFonts w:eastAsia="Malgun Gothic" w:hint="eastAsia"/>
                <w:lang w:val="fi-FI" w:eastAsia="ko-KR"/>
              </w:rPr>
              <w:t>DC_1A-20A_n28A-n78A</w:t>
            </w:r>
            <w:r w:rsidRPr="00DF6DD6">
              <w:rPr>
                <w:rFonts w:eastAsia="Malgun Gothic"/>
                <w:vertAlign w:val="superscript"/>
                <w:lang w:val="fi-FI" w:eastAsia="ko-KR"/>
              </w:rPr>
              <w:t>2,3</w:t>
            </w:r>
          </w:p>
        </w:tc>
        <w:tc>
          <w:tcPr>
            <w:tcW w:w="3514" w:type="dxa"/>
          </w:tcPr>
          <w:p w14:paraId="606B33E8"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DC_1A_n28A</w:t>
            </w:r>
          </w:p>
          <w:p w14:paraId="0BB341F9"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DC_1A_n78A</w:t>
            </w:r>
          </w:p>
          <w:p w14:paraId="76F69624"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DC_20A_n28A</w:t>
            </w:r>
          </w:p>
          <w:p w14:paraId="6CEAD51E" w14:textId="77777777" w:rsidR="0095436B" w:rsidRPr="00DF6DD6" w:rsidRDefault="0095436B" w:rsidP="003768E0">
            <w:pPr>
              <w:pStyle w:val="TAC"/>
              <w:keepNext w:val="0"/>
            </w:pPr>
            <w:r w:rsidRPr="00DF6DD6">
              <w:rPr>
                <w:rFonts w:eastAsia="Malgun Gothic"/>
                <w:lang w:val="fi-FI" w:eastAsia="ko-KR"/>
              </w:rPr>
              <w:t>DC_20A_n78A</w:t>
            </w:r>
          </w:p>
        </w:tc>
      </w:tr>
      <w:tr w:rsidR="00F55B07" w:rsidRPr="00DF6DD6" w14:paraId="58A3A3F4" w14:textId="77777777" w:rsidTr="00A6034C">
        <w:trPr>
          <w:trHeight w:val="288"/>
          <w:jc w:val="center"/>
        </w:trPr>
        <w:tc>
          <w:tcPr>
            <w:tcW w:w="3461" w:type="dxa"/>
            <w:shd w:val="clear" w:color="auto" w:fill="auto"/>
            <w:noWrap/>
            <w:vAlign w:val="center"/>
          </w:tcPr>
          <w:p w14:paraId="6AA9DE08" w14:textId="339BAC59" w:rsidR="0095436B" w:rsidRPr="00DF6DD6" w:rsidRDefault="0095436B" w:rsidP="003768E0">
            <w:pPr>
              <w:pStyle w:val="TAC"/>
              <w:keepNext w:val="0"/>
            </w:pPr>
            <w:r w:rsidRPr="00DF6DD6">
              <w:t>DC_1A-21A-28A_n77A</w:t>
            </w:r>
            <w:r w:rsidRPr="00DF6DD6">
              <w:rPr>
                <w:vertAlign w:val="superscript"/>
              </w:rPr>
              <w:t>2</w:t>
            </w:r>
          </w:p>
        </w:tc>
        <w:tc>
          <w:tcPr>
            <w:tcW w:w="3514" w:type="dxa"/>
          </w:tcPr>
          <w:p w14:paraId="11B7D84A" w14:textId="77777777" w:rsidR="0095436B" w:rsidRPr="00DF6DD6" w:rsidRDefault="0095436B" w:rsidP="003768E0">
            <w:pPr>
              <w:pStyle w:val="TAC"/>
              <w:keepNext w:val="0"/>
            </w:pPr>
            <w:r w:rsidRPr="00DF6DD6">
              <w:t>DC_1A_n77A</w:t>
            </w:r>
          </w:p>
          <w:p w14:paraId="54F13A44" w14:textId="77777777" w:rsidR="0095436B" w:rsidRPr="00DF6DD6" w:rsidRDefault="0095436B" w:rsidP="003768E0">
            <w:pPr>
              <w:pStyle w:val="TAC"/>
              <w:keepNext w:val="0"/>
            </w:pPr>
            <w:r w:rsidRPr="00DF6DD6">
              <w:t>DC_21A_n77A</w:t>
            </w:r>
          </w:p>
          <w:p w14:paraId="45552310" w14:textId="77777777" w:rsidR="0095436B" w:rsidRPr="00DF6DD6" w:rsidRDefault="0095436B" w:rsidP="003768E0">
            <w:pPr>
              <w:pStyle w:val="TAC"/>
              <w:keepNext w:val="0"/>
            </w:pPr>
            <w:r w:rsidRPr="00DF6DD6">
              <w:t>DC_28A_n77A</w:t>
            </w:r>
          </w:p>
        </w:tc>
      </w:tr>
      <w:tr w:rsidR="00F55B07" w:rsidRPr="00DF6DD6" w14:paraId="389F3062" w14:textId="77777777" w:rsidTr="00A6034C">
        <w:trPr>
          <w:trHeight w:val="288"/>
          <w:jc w:val="center"/>
        </w:trPr>
        <w:tc>
          <w:tcPr>
            <w:tcW w:w="3461" w:type="dxa"/>
            <w:shd w:val="clear" w:color="auto" w:fill="auto"/>
            <w:noWrap/>
            <w:vAlign w:val="center"/>
          </w:tcPr>
          <w:p w14:paraId="18D5BA49" w14:textId="53CA6AD0" w:rsidR="0095436B" w:rsidRPr="00DF6DD6" w:rsidRDefault="0095436B" w:rsidP="003768E0">
            <w:pPr>
              <w:pStyle w:val="TAC"/>
              <w:keepNext w:val="0"/>
            </w:pPr>
            <w:r w:rsidRPr="00DF6DD6">
              <w:lastRenderedPageBreak/>
              <w:t>DC_1A-21A-28A_n78A</w:t>
            </w:r>
            <w:r w:rsidRPr="00DF6DD6">
              <w:rPr>
                <w:vertAlign w:val="superscript"/>
              </w:rPr>
              <w:t>2</w:t>
            </w:r>
          </w:p>
        </w:tc>
        <w:tc>
          <w:tcPr>
            <w:tcW w:w="3514" w:type="dxa"/>
          </w:tcPr>
          <w:p w14:paraId="5A58328C" w14:textId="77777777" w:rsidR="0095436B" w:rsidRPr="00DF6DD6" w:rsidRDefault="0095436B" w:rsidP="003768E0">
            <w:pPr>
              <w:pStyle w:val="TAC"/>
              <w:keepNext w:val="0"/>
            </w:pPr>
            <w:r w:rsidRPr="00DF6DD6">
              <w:t>DC_1A_n78A</w:t>
            </w:r>
          </w:p>
          <w:p w14:paraId="04980F43" w14:textId="77777777" w:rsidR="0095436B" w:rsidRPr="00DF6DD6" w:rsidRDefault="0095436B" w:rsidP="003768E0">
            <w:pPr>
              <w:pStyle w:val="TAC"/>
              <w:keepNext w:val="0"/>
            </w:pPr>
            <w:r w:rsidRPr="00DF6DD6">
              <w:t>DC_21A_n78A</w:t>
            </w:r>
          </w:p>
          <w:p w14:paraId="588E2E1E" w14:textId="77777777" w:rsidR="0095436B" w:rsidRPr="00DF6DD6" w:rsidRDefault="0095436B" w:rsidP="003768E0">
            <w:pPr>
              <w:pStyle w:val="TAC"/>
              <w:keepNext w:val="0"/>
            </w:pPr>
            <w:r w:rsidRPr="00DF6DD6">
              <w:t>DC_28A_n78A</w:t>
            </w:r>
          </w:p>
        </w:tc>
      </w:tr>
      <w:tr w:rsidR="00F55B07" w:rsidRPr="00DF6DD6" w14:paraId="072B2F7E" w14:textId="77777777" w:rsidTr="00A6034C">
        <w:trPr>
          <w:trHeight w:val="288"/>
          <w:jc w:val="center"/>
        </w:trPr>
        <w:tc>
          <w:tcPr>
            <w:tcW w:w="3461" w:type="dxa"/>
            <w:shd w:val="clear" w:color="auto" w:fill="auto"/>
            <w:noWrap/>
            <w:vAlign w:val="center"/>
          </w:tcPr>
          <w:p w14:paraId="4E0FF70B" w14:textId="17709484" w:rsidR="0095436B" w:rsidRPr="00DF6DD6" w:rsidRDefault="0095436B" w:rsidP="003768E0">
            <w:pPr>
              <w:pStyle w:val="TAC"/>
              <w:keepNext w:val="0"/>
            </w:pPr>
            <w:r w:rsidRPr="00DF6DD6">
              <w:t>DC_1A-21A-28A_n79A</w:t>
            </w:r>
            <w:r w:rsidRPr="00DF6DD6">
              <w:rPr>
                <w:vertAlign w:val="superscript"/>
              </w:rPr>
              <w:t>2</w:t>
            </w:r>
          </w:p>
        </w:tc>
        <w:tc>
          <w:tcPr>
            <w:tcW w:w="3514" w:type="dxa"/>
          </w:tcPr>
          <w:p w14:paraId="558539DC" w14:textId="77777777" w:rsidR="0095436B" w:rsidRPr="00DF6DD6" w:rsidRDefault="0095436B" w:rsidP="003768E0">
            <w:pPr>
              <w:pStyle w:val="TAC"/>
              <w:keepNext w:val="0"/>
            </w:pPr>
            <w:r w:rsidRPr="00DF6DD6">
              <w:t>DC_1A_n79A</w:t>
            </w:r>
          </w:p>
          <w:p w14:paraId="73099718" w14:textId="77777777" w:rsidR="0095436B" w:rsidRPr="00DF6DD6" w:rsidRDefault="0095436B" w:rsidP="003768E0">
            <w:pPr>
              <w:pStyle w:val="TAC"/>
              <w:keepNext w:val="0"/>
            </w:pPr>
            <w:r w:rsidRPr="00DF6DD6">
              <w:t>DC_21A_n79A</w:t>
            </w:r>
          </w:p>
          <w:p w14:paraId="51F65C51" w14:textId="77777777" w:rsidR="0095436B" w:rsidRPr="00DF6DD6" w:rsidRDefault="0095436B" w:rsidP="003768E0">
            <w:pPr>
              <w:pStyle w:val="TAC"/>
              <w:keepNext w:val="0"/>
            </w:pPr>
            <w:r w:rsidRPr="00DF6DD6">
              <w:t>DC_28A_n79A</w:t>
            </w:r>
          </w:p>
        </w:tc>
      </w:tr>
      <w:tr w:rsidR="00F55B07" w:rsidRPr="00DF6DD6" w14:paraId="5721F577" w14:textId="77777777" w:rsidTr="00A6034C">
        <w:trPr>
          <w:trHeight w:val="288"/>
          <w:jc w:val="center"/>
        </w:trPr>
        <w:tc>
          <w:tcPr>
            <w:tcW w:w="3461" w:type="dxa"/>
            <w:shd w:val="clear" w:color="auto" w:fill="auto"/>
            <w:noWrap/>
          </w:tcPr>
          <w:p w14:paraId="285DA939" w14:textId="77777777" w:rsidR="0095436B" w:rsidRPr="00DF6DD6" w:rsidRDefault="0095436B" w:rsidP="003768E0">
            <w:pPr>
              <w:pStyle w:val="TAC"/>
              <w:keepNext w:val="0"/>
            </w:pPr>
            <w:r w:rsidRPr="00DF6DD6">
              <w:t>DC_1A-21A-42A_n77A</w:t>
            </w:r>
          </w:p>
          <w:p w14:paraId="60E2AFFC" w14:textId="77777777" w:rsidR="0095436B" w:rsidRPr="00DF6DD6" w:rsidRDefault="0095436B" w:rsidP="003768E0">
            <w:pPr>
              <w:pStyle w:val="TAC"/>
              <w:keepNext w:val="0"/>
            </w:pPr>
            <w:r w:rsidRPr="00DF6DD6">
              <w:t>DC_1A-21A-42A_n77C</w:t>
            </w:r>
          </w:p>
          <w:p w14:paraId="64221800" w14:textId="77777777" w:rsidR="0095436B" w:rsidRPr="00DF6DD6" w:rsidRDefault="0095436B" w:rsidP="003768E0">
            <w:pPr>
              <w:pStyle w:val="TAC"/>
              <w:keepNext w:val="0"/>
            </w:pPr>
            <w:r w:rsidRPr="00DF6DD6">
              <w:t>DC_1A-21A-42C_n77A</w:t>
            </w:r>
          </w:p>
          <w:p w14:paraId="1EC9A4E1" w14:textId="0AFF93B7" w:rsidR="0095436B" w:rsidRPr="00DF6DD6" w:rsidRDefault="0095436B" w:rsidP="003768E0">
            <w:pPr>
              <w:pStyle w:val="TAC"/>
              <w:keepNext w:val="0"/>
              <w:rPr>
                <w:lang w:val="en-US" w:eastAsia="fi-FI"/>
              </w:rPr>
            </w:pPr>
            <w:r w:rsidRPr="00DF6DD6">
              <w:rPr>
                <w:rFonts w:cs="Arial"/>
                <w:lang w:eastAsia="ja-JP"/>
              </w:rPr>
              <w:t>DC</w:t>
            </w:r>
            <w:r w:rsidRPr="00DF6DD6">
              <w:rPr>
                <w:rFonts w:cs="Arial"/>
              </w:rPr>
              <w:t>_</w:t>
            </w:r>
            <w:r w:rsidRPr="00DF6DD6">
              <w:rPr>
                <w:rFonts w:cs="Arial"/>
                <w:lang w:eastAsia="ja-JP"/>
              </w:rPr>
              <w:t>1A-21A-42C_n77C</w:t>
            </w:r>
          </w:p>
        </w:tc>
        <w:tc>
          <w:tcPr>
            <w:tcW w:w="3514" w:type="dxa"/>
          </w:tcPr>
          <w:p w14:paraId="38C716BE" w14:textId="77777777" w:rsidR="0095436B" w:rsidRPr="00DF6DD6" w:rsidRDefault="0095436B" w:rsidP="003768E0">
            <w:pPr>
              <w:pStyle w:val="TAC"/>
              <w:keepNext w:val="0"/>
            </w:pPr>
            <w:r w:rsidRPr="00DF6DD6">
              <w:t>DC_1A_n77A</w:t>
            </w:r>
          </w:p>
          <w:p w14:paraId="48C04A0B" w14:textId="77777777" w:rsidR="0095436B" w:rsidRPr="00DF6DD6" w:rsidRDefault="0095436B" w:rsidP="003768E0">
            <w:pPr>
              <w:pStyle w:val="TAC"/>
              <w:keepNext w:val="0"/>
              <w:rPr>
                <w:lang w:val="en-US" w:eastAsia="fi-FI"/>
              </w:rPr>
            </w:pPr>
            <w:r w:rsidRPr="00DF6DD6">
              <w:t>DC_21A_n77A</w:t>
            </w:r>
          </w:p>
        </w:tc>
      </w:tr>
      <w:tr w:rsidR="00F55B07" w:rsidRPr="00DF6DD6" w14:paraId="79265952" w14:textId="77777777" w:rsidTr="00A6034C">
        <w:trPr>
          <w:trHeight w:val="288"/>
          <w:jc w:val="center"/>
        </w:trPr>
        <w:tc>
          <w:tcPr>
            <w:tcW w:w="3461" w:type="dxa"/>
            <w:shd w:val="clear" w:color="auto" w:fill="auto"/>
            <w:noWrap/>
          </w:tcPr>
          <w:p w14:paraId="0D38EF98" w14:textId="77777777" w:rsidR="0095436B" w:rsidRPr="00DF6DD6" w:rsidRDefault="0095436B" w:rsidP="003768E0">
            <w:pPr>
              <w:pStyle w:val="TAC"/>
              <w:keepNext w:val="0"/>
            </w:pPr>
            <w:r w:rsidRPr="00DF6DD6">
              <w:t>DC_1A-21A-42A_n78A</w:t>
            </w:r>
          </w:p>
          <w:p w14:paraId="2E082F77" w14:textId="77777777" w:rsidR="0095436B" w:rsidRPr="00DF6DD6" w:rsidRDefault="0095436B" w:rsidP="003768E0">
            <w:pPr>
              <w:pStyle w:val="TAC"/>
              <w:keepNext w:val="0"/>
            </w:pPr>
            <w:r w:rsidRPr="00DF6DD6">
              <w:t>DC_1A-21A-42A_n78C</w:t>
            </w:r>
          </w:p>
          <w:p w14:paraId="6310772F" w14:textId="4115781C" w:rsidR="0095436B" w:rsidRPr="00DF6DD6" w:rsidRDefault="0095436B" w:rsidP="003768E0">
            <w:pPr>
              <w:pStyle w:val="TAC"/>
              <w:keepNext w:val="0"/>
            </w:pPr>
            <w:r w:rsidRPr="00DF6DD6">
              <w:t>DC_1A-21A-42C_n78A</w:t>
            </w:r>
          </w:p>
          <w:p w14:paraId="4CD2AF8B" w14:textId="351035EC" w:rsidR="0095436B" w:rsidRPr="00DF6DD6" w:rsidRDefault="0095436B" w:rsidP="003768E0">
            <w:pPr>
              <w:pStyle w:val="TAC"/>
              <w:keepNext w:val="0"/>
            </w:pPr>
            <w:r w:rsidRPr="00DF6DD6">
              <w:t>DC_1A-21A-42C_n78C</w:t>
            </w:r>
          </w:p>
        </w:tc>
        <w:tc>
          <w:tcPr>
            <w:tcW w:w="3514" w:type="dxa"/>
          </w:tcPr>
          <w:p w14:paraId="49A5551E" w14:textId="77777777" w:rsidR="0095436B" w:rsidRPr="00DF6DD6" w:rsidRDefault="0095436B" w:rsidP="003768E0">
            <w:pPr>
              <w:pStyle w:val="TAC"/>
              <w:keepNext w:val="0"/>
            </w:pPr>
            <w:r w:rsidRPr="00DF6DD6">
              <w:t>DC_1A_n78A</w:t>
            </w:r>
          </w:p>
          <w:p w14:paraId="66BF2FC5" w14:textId="77777777" w:rsidR="0095436B" w:rsidRPr="00DF6DD6" w:rsidRDefault="0095436B" w:rsidP="003768E0">
            <w:pPr>
              <w:pStyle w:val="TAC"/>
              <w:keepNext w:val="0"/>
              <w:rPr>
                <w:lang w:val="en-US" w:eastAsia="fi-FI"/>
              </w:rPr>
            </w:pPr>
            <w:r w:rsidRPr="00DF6DD6">
              <w:t>DC_21A_n78A</w:t>
            </w:r>
          </w:p>
        </w:tc>
      </w:tr>
      <w:tr w:rsidR="00F55B07" w:rsidRPr="00DF6DD6" w14:paraId="2DB53179" w14:textId="77777777" w:rsidTr="00A6034C">
        <w:trPr>
          <w:trHeight w:val="288"/>
          <w:jc w:val="center"/>
        </w:trPr>
        <w:tc>
          <w:tcPr>
            <w:tcW w:w="3461" w:type="dxa"/>
            <w:shd w:val="clear" w:color="auto" w:fill="auto"/>
            <w:noWrap/>
          </w:tcPr>
          <w:p w14:paraId="78783E5F" w14:textId="77777777" w:rsidR="0095436B" w:rsidRPr="00DF6DD6" w:rsidRDefault="0095436B" w:rsidP="003768E0">
            <w:pPr>
              <w:pStyle w:val="TAC"/>
              <w:keepNext w:val="0"/>
            </w:pPr>
            <w:r w:rsidRPr="00DF6DD6">
              <w:t>DC_1A-21A-42A_n79A</w:t>
            </w:r>
          </w:p>
          <w:p w14:paraId="35D46895" w14:textId="77777777" w:rsidR="0095436B" w:rsidRPr="00DF6DD6" w:rsidRDefault="0095436B" w:rsidP="003768E0">
            <w:pPr>
              <w:pStyle w:val="TAC"/>
              <w:keepNext w:val="0"/>
            </w:pPr>
            <w:r w:rsidRPr="00DF6DD6">
              <w:t>DC_1A-21A-42A_n79C</w:t>
            </w:r>
          </w:p>
          <w:p w14:paraId="7C635789" w14:textId="77777777" w:rsidR="0095436B" w:rsidRPr="00DF6DD6" w:rsidRDefault="0095436B" w:rsidP="003768E0">
            <w:pPr>
              <w:pStyle w:val="TAC"/>
              <w:keepNext w:val="0"/>
            </w:pPr>
            <w:r w:rsidRPr="00DF6DD6">
              <w:t>DC_1A-21A-42C_n79A</w:t>
            </w:r>
          </w:p>
          <w:p w14:paraId="4F3D98EC" w14:textId="0A222D3E" w:rsidR="0095436B" w:rsidRPr="00DF6DD6" w:rsidRDefault="0095436B" w:rsidP="003768E0">
            <w:pPr>
              <w:pStyle w:val="TAC"/>
              <w:keepNext w:val="0"/>
              <w:rPr>
                <w:lang w:val="en-US" w:eastAsia="fi-FI"/>
              </w:rPr>
            </w:pPr>
            <w:r w:rsidRPr="00DF6DD6">
              <w:rPr>
                <w:rFonts w:cs="Arial"/>
                <w:lang w:eastAsia="ja-JP"/>
              </w:rPr>
              <w:t>DC</w:t>
            </w:r>
            <w:r w:rsidRPr="00DF6DD6">
              <w:rPr>
                <w:rFonts w:cs="Arial"/>
              </w:rPr>
              <w:t>_</w:t>
            </w:r>
            <w:r w:rsidRPr="00DF6DD6">
              <w:rPr>
                <w:rFonts w:cs="Arial"/>
                <w:lang w:eastAsia="ja-JP"/>
              </w:rPr>
              <w:t>1A-21A-42C</w:t>
            </w:r>
            <w:r w:rsidRPr="00DF6DD6">
              <w:rPr>
                <w:rFonts w:cs="Arial" w:hint="eastAsia"/>
                <w:lang w:eastAsia="ja-JP"/>
              </w:rPr>
              <w:t>_n79</w:t>
            </w:r>
            <w:r w:rsidRPr="00DF6DD6">
              <w:rPr>
                <w:rFonts w:cs="Arial"/>
                <w:lang w:eastAsia="ja-JP"/>
              </w:rPr>
              <w:t>C</w:t>
            </w:r>
          </w:p>
        </w:tc>
        <w:tc>
          <w:tcPr>
            <w:tcW w:w="3514" w:type="dxa"/>
          </w:tcPr>
          <w:p w14:paraId="09207293" w14:textId="77777777" w:rsidR="0095436B" w:rsidRPr="00DF6DD6" w:rsidRDefault="0095436B" w:rsidP="003768E0">
            <w:pPr>
              <w:pStyle w:val="TAC"/>
              <w:keepNext w:val="0"/>
            </w:pPr>
            <w:r w:rsidRPr="00DF6DD6">
              <w:t>DC_1A_n79A</w:t>
            </w:r>
          </w:p>
          <w:p w14:paraId="3CD826E7" w14:textId="77777777" w:rsidR="0095436B" w:rsidRPr="00DF6DD6" w:rsidRDefault="0095436B" w:rsidP="003768E0">
            <w:pPr>
              <w:pStyle w:val="TAC"/>
              <w:keepNext w:val="0"/>
              <w:rPr>
                <w:lang w:val="en-US" w:eastAsia="fi-FI"/>
              </w:rPr>
            </w:pPr>
            <w:r w:rsidRPr="00DF6DD6">
              <w:t>DC_21A_n79A</w:t>
            </w:r>
          </w:p>
        </w:tc>
      </w:tr>
      <w:tr w:rsidR="00F55B07" w:rsidRPr="00DF6DD6" w14:paraId="045A6B8F" w14:textId="77777777" w:rsidTr="00A6034C">
        <w:trPr>
          <w:trHeight w:val="288"/>
          <w:jc w:val="center"/>
        </w:trPr>
        <w:tc>
          <w:tcPr>
            <w:tcW w:w="3461" w:type="dxa"/>
            <w:shd w:val="clear" w:color="auto" w:fill="auto"/>
            <w:noWrap/>
            <w:vAlign w:val="center"/>
          </w:tcPr>
          <w:p w14:paraId="11A7C7AB" w14:textId="77777777" w:rsidR="0095436B" w:rsidRPr="00DF6DD6" w:rsidRDefault="0095436B" w:rsidP="003768E0">
            <w:pPr>
              <w:pStyle w:val="TAC"/>
              <w:keepNext w:val="0"/>
            </w:pPr>
            <w:r w:rsidRPr="00DF6DD6">
              <w:t>DC_1A-28A-42A_n77A</w:t>
            </w:r>
          </w:p>
          <w:p w14:paraId="54E8D38F" w14:textId="6CA3A2F1" w:rsidR="0095436B" w:rsidRPr="00DF6DD6" w:rsidRDefault="0095436B" w:rsidP="003768E0">
            <w:pPr>
              <w:pStyle w:val="TAC"/>
              <w:keepNext w:val="0"/>
            </w:pPr>
            <w:r w:rsidRPr="00DF6DD6">
              <w:rPr>
                <w:rFonts w:cs="Arial"/>
                <w:szCs w:val="18"/>
                <w:lang w:eastAsia="ja-JP"/>
              </w:rPr>
              <w:t>DC_1A-28A-42C_n77A</w:t>
            </w:r>
          </w:p>
        </w:tc>
        <w:tc>
          <w:tcPr>
            <w:tcW w:w="3514" w:type="dxa"/>
          </w:tcPr>
          <w:p w14:paraId="0308F948" w14:textId="77777777" w:rsidR="0095436B" w:rsidRPr="00DF6DD6" w:rsidRDefault="0095436B" w:rsidP="003768E0">
            <w:pPr>
              <w:pStyle w:val="TAC"/>
              <w:keepNext w:val="0"/>
            </w:pPr>
            <w:r w:rsidRPr="00DF6DD6">
              <w:t>DC_1A_n77A</w:t>
            </w:r>
          </w:p>
          <w:p w14:paraId="0A4FFAF4" w14:textId="77777777" w:rsidR="0095436B" w:rsidRPr="00DF6DD6" w:rsidRDefault="0095436B" w:rsidP="003768E0">
            <w:pPr>
              <w:pStyle w:val="TAC"/>
              <w:keepNext w:val="0"/>
            </w:pPr>
            <w:r w:rsidRPr="00DF6DD6">
              <w:t>DC_28A_n77A</w:t>
            </w:r>
          </w:p>
        </w:tc>
      </w:tr>
      <w:tr w:rsidR="00F55B07" w:rsidRPr="00DF6DD6" w14:paraId="610ACE14" w14:textId="77777777" w:rsidTr="00A6034C">
        <w:trPr>
          <w:trHeight w:val="288"/>
          <w:jc w:val="center"/>
        </w:trPr>
        <w:tc>
          <w:tcPr>
            <w:tcW w:w="3461" w:type="dxa"/>
            <w:shd w:val="clear" w:color="auto" w:fill="auto"/>
            <w:noWrap/>
            <w:vAlign w:val="center"/>
          </w:tcPr>
          <w:p w14:paraId="25774D4D" w14:textId="77777777" w:rsidR="0095436B" w:rsidRPr="00DF6DD6" w:rsidRDefault="0095436B" w:rsidP="003768E0">
            <w:pPr>
              <w:pStyle w:val="TAC"/>
              <w:keepNext w:val="0"/>
            </w:pPr>
            <w:r w:rsidRPr="00DF6DD6">
              <w:t>DC_1A-28A-42A_n78A</w:t>
            </w:r>
          </w:p>
          <w:p w14:paraId="1BDD1050" w14:textId="6CDD3E04" w:rsidR="0095436B" w:rsidRPr="00DF6DD6" w:rsidRDefault="0095436B" w:rsidP="003768E0">
            <w:pPr>
              <w:pStyle w:val="TAC"/>
              <w:keepNext w:val="0"/>
            </w:pPr>
            <w:r w:rsidRPr="00DF6DD6">
              <w:rPr>
                <w:rFonts w:cs="Arial"/>
                <w:szCs w:val="18"/>
                <w:lang w:eastAsia="ja-JP"/>
              </w:rPr>
              <w:t>DC_1A-28A-42C_n78A</w:t>
            </w:r>
          </w:p>
        </w:tc>
        <w:tc>
          <w:tcPr>
            <w:tcW w:w="3514" w:type="dxa"/>
          </w:tcPr>
          <w:p w14:paraId="0AC78BDB" w14:textId="77777777" w:rsidR="0095436B" w:rsidRPr="00DF6DD6" w:rsidRDefault="0095436B" w:rsidP="003768E0">
            <w:pPr>
              <w:pStyle w:val="TAC"/>
              <w:keepNext w:val="0"/>
            </w:pPr>
            <w:r w:rsidRPr="00DF6DD6">
              <w:t>DC_1A_n78A</w:t>
            </w:r>
          </w:p>
          <w:p w14:paraId="244D0C47" w14:textId="77777777" w:rsidR="0095436B" w:rsidRPr="00DF6DD6" w:rsidRDefault="0095436B" w:rsidP="003768E0">
            <w:pPr>
              <w:pStyle w:val="TAC"/>
              <w:keepNext w:val="0"/>
            </w:pPr>
            <w:r w:rsidRPr="00DF6DD6">
              <w:t>DC_28A_n78A</w:t>
            </w:r>
          </w:p>
        </w:tc>
      </w:tr>
      <w:tr w:rsidR="00F55B07" w:rsidRPr="00DF6DD6" w14:paraId="3EB9411B" w14:textId="77777777" w:rsidTr="00A6034C">
        <w:trPr>
          <w:trHeight w:val="288"/>
          <w:jc w:val="center"/>
        </w:trPr>
        <w:tc>
          <w:tcPr>
            <w:tcW w:w="3461" w:type="dxa"/>
            <w:shd w:val="clear" w:color="auto" w:fill="auto"/>
            <w:noWrap/>
            <w:vAlign w:val="center"/>
          </w:tcPr>
          <w:p w14:paraId="5138FC94" w14:textId="77777777" w:rsidR="0095436B" w:rsidRPr="00DF6DD6" w:rsidRDefault="0095436B" w:rsidP="003768E0">
            <w:pPr>
              <w:pStyle w:val="TAC"/>
              <w:keepNext w:val="0"/>
            </w:pPr>
            <w:r w:rsidRPr="00DF6DD6">
              <w:t>DC_1A-28A-42A_n79A</w:t>
            </w:r>
          </w:p>
          <w:p w14:paraId="7690C3A2" w14:textId="123E8CDD" w:rsidR="0095436B" w:rsidRPr="00DF6DD6" w:rsidRDefault="0095436B" w:rsidP="003768E0">
            <w:pPr>
              <w:pStyle w:val="TAC"/>
              <w:keepNext w:val="0"/>
            </w:pPr>
            <w:r w:rsidRPr="00DF6DD6">
              <w:rPr>
                <w:rFonts w:cs="Arial"/>
                <w:szCs w:val="18"/>
                <w:lang w:eastAsia="ja-JP"/>
              </w:rPr>
              <w:t>DC_1A-28A-42C_n79A</w:t>
            </w:r>
          </w:p>
        </w:tc>
        <w:tc>
          <w:tcPr>
            <w:tcW w:w="3514" w:type="dxa"/>
          </w:tcPr>
          <w:p w14:paraId="2AAE0D0C" w14:textId="77777777" w:rsidR="0095436B" w:rsidRPr="00DF6DD6" w:rsidRDefault="0095436B" w:rsidP="003768E0">
            <w:pPr>
              <w:pStyle w:val="TAC"/>
              <w:keepNext w:val="0"/>
            </w:pPr>
            <w:r w:rsidRPr="00DF6DD6">
              <w:t>DC_1A_n79A</w:t>
            </w:r>
          </w:p>
          <w:p w14:paraId="72374E1D" w14:textId="77777777" w:rsidR="0095436B" w:rsidRPr="00DF6DD6" w:rsidRDefault="0095436B" w:rsidP="003768E0">
            <w:pPr>
              <w:pStyle w:val="TAC"/>
              <w:keepNext w:val="0"/>
            </w:pPr>
            <w:r w:rsidRPr="00DF6DD6">
              <w:t>DC_28A_n79A</w:t>
            </w:r>
          </w:p>
        </w:tc>
      </w:tr>
      <w:tr w:rsidR="00F55B07" w:rsidRPr="00DF6DD6" w14:paraId="325C9C04" w14:textId="77777777" w:rsidTr="00A6034C">
        <w:trPr>
          <w:trHeight w:val="288"/>
          <w:jc w:val="center"/>
        </w:trPr>
        <w:tc>
          <w:tcPr>
            <w:tcW w:w="3461" w:type="dxa"/>
            <w:shd w:val="clear" w:color="auto" w:fill="auto"/>
            <w:noWrap/>
            <w:vAlign w:val="center"/>
          </w:tcPr>
          <w:p w14:paraId="62ED1E8C" w14:textId="77777777" w:rsidR="0095436B" w:rsidRPr="00DF6DD6" w:rsidRDefault="0095436B" w:rsidP="003768E0">
            <w:pPr>
              <w:pStyle w:val="TAC"/>
              <w:keepNext w:val="0"/>
            </w:pPr>
            <w:r w:rsidRPr="00DF6DD6">
              <w:t>DC_1A-41A-42A_n77A</w:t>
            </w:r>
          </w:p>
          <w:p w14:paraId="23EE3C1C" w14:textId="77777777" w:rsidR="0095436B" w:rsidRPr="00DF6DD6" w:rsidRDefault="0095436B" w:rsidP="003768E0">
            <w:pPr>
              <w:pStyle w:val="TAC"/>
              <w:keepNext w:val="0"/>
              <w:rPr>
                <w:rFonts w:cs="Arial"/>
                <w:lang w:eastAsia="ja-JP"/>
              </w:rPr>
            </w:pPr>
            <w:r w:rsidRPr="00DF6DD6">
              <w:rPr>
                <w:rFonts w:cs="Arial"/>
                <w:lang w:eastAsia="ja-JP"/>
              </w:rPr>
              <w:t>DC_1A-41A-42C_n77A</w:t>
            </w:r>
          </w:p>
          <w:p w14:paraId="7BFA317D" w14:textId="77777777" w:rsidR="0095436B" w:rsidRPr="00DF6DD6" w:rsidRDefault="0095436B" w:rsidP="003768E0">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hint="eastAsia"/>
                <w:lang w:eastAsia="ja-JP"/>
              </w:rPr>
              <w:t>1A-41C-42A</w:t>
            </w:r>
            <w:r w:rsidRPr="00F27018">
              <w:rPr>
                <w:rFonts w:cs="Arial"/>
                <w:lang w:eastAsia="ja-JP"/>
              </w:rPr>
              <w:t>_</w:t>
            </w:r>
            <w:r w:rsidRPr="00DF6DD6">
              <w:rPr>
                <w:rFonts w:cs="Arial" w:hint="eastAsia"/>
                <w:lang w:eastAsia="ja-JP"/>
              </w:rPr>
              <w:t>n77A</w:t>
            </w:r>
          </w:p>
          <w:p w14:paraId="6275E931" w14:textId="481E0570" w:rsidR="0095436B" w:rsidRPr="00DF6DD6" w:rsidRDefault="0095436B" w:rsidP="003768E0">
            <w:pPr>
              <w:pStyle w:val="TAC"/>
              <w:keepNext w:val="0"/>
            </w:pPr>
            <w:r w:rsidRPr="00DF6DD6">
              <w:t>DC_1A-41C-42C_n77A</w:t>
            </w:r>
          </w:p>
        </w:tc>
        <w:tc>
          <w:tcPr>
            <w:tcW w:w="3514" w:type="dxa"/>
          </w:tcPr>
          <w:p w14:paraId="607FEBD8" w14:textId="77777777" w:rsidR="0095436B" w:rsidRPr="00DF6DD6" w:rsidRDefault="0095436B" w:rsidP="003768E0">
            <w:pPr>
              <w:pStyle w:val="TAC"/>
              <w:keepNext w:val="0"/>
            </w:pPr>
            <w:r w:rsidRPr="00DF6DD6">
              <w:t>DC_1A_n77A</w:t>
            </w:r>
          </w:p>
          <w:p w14:paraId="26879EA7" w14:textId="77777777" w:rsidR="0095436B" w:rsidRPr="00DF6DD6" w:rsidRDefault="0095436B" w:rsidP="003768E0">
            <w:pPr>
              <w:pStyle w:val="TAC"/>
              <w:keepNext w:val="0"/>
            </w:pPr>
            <w:r w:rsidRPr="00DF6DD6">
              <w:t>DC_41A_n77A</w:t>
            </w:r>
          </w:p>
        </w:tc>
      </w:tr>
      <w:tr w:rsidR="00F55B07" w:rsidRPr="00DF6DD6" w14:paraId="6A7A3396" w14:textId="77777777" w:rsidTr="00A6034C">
        <w:trPr>
          <w:trHeight w:val="288"/>
          <w:jc w:val="center"/>
        </w:trPr>
        <w:tc>
          <w:tcPr>
            <w:tcW w:w="3461" w:type="dxa"/>
            <w:shd w:val="clear" w:color="auto" w:fill="auto"/>
            <w:noWrap/>
            <w:vAlign w:val="center"/>
          </w:tcPr>
          <w:p w14:paraId="0C02246B" w14:textId="77777777" w:rsidR="0095436B" w:rsidRPr="00DF6DD6" w:rsidRDefault="0095436B" w:rsidP="003768E0">
            <w:pPr>
              <w:pStyle w:val="TAC"/>
              <w:keepNext w:val="0"/>
            </w:pPr>
            <w:r w:rsidRPr="00DF6DD6">
              <w:t>DC_1A-41A-42A_n78A</w:t>
            </w:r>
          </w:p>
          <w:p w14:paraId="682BF31B" w14:textId="77777777" w:rsidR="0095436B" w:rsidRPr="00DF6DD6" w:rsidRDefault="0095436B" w:rsidP="003768E0">
            <w:pPr>
              <w:pStyle w:val="TAC"/>
              <w:keepNext w:val="0"/>
              <w:rPr>
                <w:rFonts w:cs="Arial"/>
                <w:lang w:eastAsia="ja-JP"/>
              </w:rPr>
            </w:pPr>
            <w:r w:rsidRPr="00DF6DD6">
              <w:rPr>
                <w:rFonts w:cs="Arial"/>
                <w:lang w:eastAsia="ja-JP"/>
              </w:rPr>
              <w:t>DC_1A-41A-42C_n78A</w:t>
            </w:r>
          </w:p>
          <w:p w14:paraId="33863E05" w14:textId="77777777" w:rsidR="0095436B" w:rsidRPr="00DF6DD6" w:rsidRDefault="0095436B" w:rsidP="003768E0">
            <w:pPr>
              <w:pStyle w:val="TAC"/>
              <w:keepNext w:val="0"/>
              <w:rPr>
                <w:rFonts w:cs="Arial"/>
                <w:lang w:eastAsia="ja-JP"/>
              </w:rPr>
            </w:pPr>
            <w:r w:rsidRPr="00DF6DD6">
              <w:rPr>
                <w:rFonts w:cs="Arial"/>
                <w:lang w:eastAsia="ja-JP"/>
              </w:rPr>
              <w:t>DC_1A-41C-42A_n78A</w:t>
            </w:r>
          </w:p>
          <w:p w14:paraId="0892A4EA" w14:textId="0FAD3D07" w:rsidR="0095436B" w:rsidRPr="00DF6DD6" w:rsidRDefault="0095436B" w:rsidP="003768E0">
            <w:pPr>
              <w:pStyle w:val="TAC"/>
              <w:keepNext w:val="0"/>
            </w:pPr>
            <w:r w:rsidRPr="00DF6DD6">
              <w:t>DC_1A-41C-42C_n78A</w:t>
            </w:r>
          </w:p>
        </w:tc>
        <w:tc>
          <w:tcPr>
            <w:tcW w:w="3514" w:type="dxa"/>
          </w:tcPr>
          <w:p w14:paraId="7CCD5841" w14:textId="77777777" w:rsidR="0095436B" w:rsidRPr="00DF6DD6" w:rsidRDefault="0095436B" w:rsidP="003768E0">
            <w:pPr>
              <w:pStyle w:val="TAC"/>
              <w:keepNext w:val="0"/>
            </w:pPr>
            <w:r w:rsidRPr="00DF6DD6">
              <w:t>DC_1A_n78A</w:t>
            </w:r>
          </w:p>
          <w:p w14:paraId="6CBFBF1B" w14:textId="77777777" w:rsidR="0095436B" w:rsidRPr="00DF6DD6" w:rsidRDefault="0095436B" w:rsidP="003768E0">
            <w:pPr>
              <w:pStyle w:val="TAC"/>
              <w:keepNext w:val="0"/>
            </w:pPr>
            <w:r w:rsidRPr="00DF6DD6">
              <w:t>DC_41A_n78A</w:t>
            </w:r>
          </w:p>
        </w:tc>
      </w:tr>
      <w:tr w:rsidR="00F55B07" w:rsidRPr="00DF6DD6" w14:paraId="4FD9D00A" w14:textId="77777777" w:rsidTr="00A6034C">
        <w:trPr>
          <w:trHeight w:val="288"/>
          <w:jc w:val="center"/>
        </w:trPr>
        <w:tc>
          <w:tcPr>
            <w:tcW w:w="3461" w:type="dxa"/>
            <w:shd w:val="clear" w:color="auto" w:fill="auto"/>
            <w:noWrap/>
            <w:vAlign w:val="center"/>
          </w:tcPr>
          <w:p w14:paraId="22AE445E" w14:textId="77777777" w:rsidR="0095436B" w:rsidRPr="00DF6DD6" w:rsidRDefault="0095436B" w:rsidP="003768E0">
            <w:pPr>
              <w:pStyle w:val="TAC"/>
              <w:keepNext w:val="0"/>
            </w:pPr>
            <w:r w:rsidRPr="00DF6DD6">
              <w:t>DC_1A-41A-42A_n79A</w:t>
            </w:r>
          </w:p>
          <w:p w14:paraId="13B73B7A" w14:textId="77777777" w:rsidR="0095436B" w:rsidRPr="00DF6DD6" w:rsidRDefault="0095436B" w:rsidP="003768E0">
            <w:pPr>
              <w:pStyle w:val="TAC"/>
              <w:keepNext w:val="0"/>
            </w:pPr>
            <w:r w:rsidRPr="00DF6DD6">
              <w:t>DC_1A-41A-42C_n79A</w:t>
            </w:r>
          </w:p>
          <w:p w14:paraId="139F9FAD" w14:textId="77777777" w:rsidR="0095436B" w:rsidRPr="00DF6DD6" w:rsidRDefault="0095436B" w:rsidP="003768E0">
            <w:pPr>
              <w:pStyle w:val="TAC"/>
              <w:keepNext w:val="0"/>
            </w:pPr>
            <w:r w:rsidRPr="00DF6DD6">
              <w:t>DC_1A-41C-42A_n79A</w:t>
            </w:r>
          </w:p>
          <w:p w14:paraId="24281D83" w14:textId="6DBD7561" w:rsidR="0095436B" w:rsidRPr="00DF6DD6" w:rsidRDefault="0095436B" w:rsidP="003768E0">
            <w:pPr>
              <w:pStyle w:val="TAC"/>
              <w:keepNext w:val="0"/>
            </w:pPr>
            <w:r w:rsidRPr="00DF6DD6">
              <w:rPr>
                <w:rFonts w:cs="Arial" w:hint="eastAsia"/>
                <w:lang w:eastAsia="ja-JP"/>
              </w:rPr>
              <w:t>DC</w:t>
            </w:r>
            <w:r w:rsidRPr="00DF6DD6">
              <w:rPr>
                <w:rFonts w:cs="Arial"/>
              </w:rPr>
              <w:t>_</w:t>
            </w:r>
            <w:r w:rsidRPr="00DF6DD6">
              <w:rPr>
                <w:rFonts w:cs="Arial" w:hint="eastAsia"/>
                <w:lang w:eastAsia="ja-JP"/>
              </w:rPr>
              <w:t>1A-41C-42</w:t>
            </w:r>
            <w:r w:rsidRPr="00DF6DD6">
              <w:rPr>
                <w:rFonts w:cs="Arial" w:hint="eastAsia"/>
                <w:lang w:eastAsia="zh-CN"/>
              </w:rPr>
              <w:t>C</w:t>
            </w:r>
            <w:r w:rsidRPr="00F27018">
              <w:rPr>
                <w:rFonts w:cs="Arial"/>
                <w:lang w:eastAsia="ja-JP"/>
              </w:rPr>
              <w:t>_</w:t>
            </w:r>
            <w:r w:rsidRPr="00DF6DD6">
              <w:rPr>
                <w:rFonts w:cs="Arial" w:hint="eastAsia"/>
                <w:lang w:eastAsia="ja-JP"/>
              </w:rPr>
              <w:t>n7</w:t>
            </w:r>
            <w:r w:rsidRPr="00DF6DD6">
              <w:rPr>
                <w:rFonts w:cs="Arial" w:hint="eastAsia"/>
                <w:lang w:eastAsia="zh-CN"/>
              </w:rPr>
              <w:t>9</w:t>
            </w:r>
            <w:r w:rsidRPr="00DF6DD6">
              <w:rPr>
                <w:rFonts w:cs="Arial" w:hint="eastAsia"/>
                <w:lang w:eastAsia="ja-JP"/>
              </w:rPr>
              <w:t>A</w:t>
            </w:r>
          </w:p>
        </w:tc>
        <w:tc>
          <w:tcPr>
            <w:tcW w:w="3514" w:type="dxa"/>
          </w:tcPr>
          <w:p w14:paraId="3200F140" w14:textId="77777777" w:rsidR="0095436B" w:rsidRPr="00DF6DD6" w:rsidRDefault="0095436B" w:rsidP="003768E0">
            <w:pPr>
              <w:pStyle w:val="TAC"/>
              <w:keepNext w:val="0"/>
            </w:pPr>
            <w:r w:rsidRPr="00DF6DD6">
              <w:t>DC_1A_n79A</w:t>
            </w:r>
          </w:p>
          <w:p w14:paraId="6933E2BD" w14:textId="77777777" w:rsidR="0095436B" w:rsidRPr="00DF6DD6" w:rsidRDefault="0095436B" w:rsidP="003768E0">
            <w:pPr>
              <w:pStyle w:val="TAC"/>
              <w:keepNext w:val="0"/>
            </w:pPr>
            <w:r w:rsidRPr="00DF6DD6">
              <w:t>DC_41A_n79A</w:t>
            </w:r>
          </w:p>
        </w:tc>
      </w:tr>
      <w:tr w:rsidR="00F55B07" w:rsidRPr="00DF6DD6" w14:paraId="3B0FCA3D" w14:textId="77777777" w:rsidTr="00A6034C">
        <w:trPr>
          <w:trHeight w:val="288"/>
          <w:jc w:val="center"/>
        </w:trPr>
        <w:tc>
          <w:tcPr>
            <w:tcW w:w="3461" w:type="dxa"/>
            <w:shd w:val="clear" w:color="auto" w:fill="auto"/>
            <w:noWrap/>
            <w:vAlign w:val="center"/>
          </w:tcPr>
          <w:p w14:paraId="37705234" w14:textId="215134B6" w:rsidR="0095436B" w:rsidRPr="00DF6DD6" w:rsidRDefault="0095436B" w:rsidP="003768E0">
            <w:pPr>
              <w:pStyle w:val="TAC"/>
              <w:keepNext w:val="0"/>
              <w:rPr>
                <w:rFonts w:cs="Arial"/>
                <w:lang w:eastAsia="ja-JP"/>
              </w:rPr>
            </w:pPr>
            <w:r w:rsidRPr="00DF6DD6">
              <w:rPr>
                <w:rFonts w:cs="Arial" w:hint="eastAsia"/>
                <w:lang w:eastAsia="zh-CN"/>
              </w:rPr>
              <w:t>DC</w:t>
            </w:r>
            <w:r w:rsidRPr="00DF6DD6">
              <w:rPr>
                <w:rFonts w:cs="Arial"/>
              </w:rPr>
              <w:t>_</w:t>
            </w:r>
            <w:r w:rsidRPr="00DF6DD6">
              <w:rPr>
                <w:rFonts w:cs="Arial" w:hint="eastAsia"/>
                <w:lang w:eastAsia="zh-CN"/>
              </w:rPr>
              <w:t>2</w:t>
            </w:r>
            <w:r w:rsidRPr="00DF6DD6">
              <w:rPr>
                <w:rFonts w:cs="Arial"/>
              </w:rPr>
              <w:t>A-</w:t>
            </w:r>
            <w:r w:rsidRPr="00DF6DD6">
              <w:rPr>
                <w:rFonts w:cs="Arial" w:hint="eastAsia"/>
                <w:lang w:eastAsia="zh-CN"/>
              </w:rPr>
              <w:t>66A-(</w:t>
            </w:r>
            <w:r w:rsidRPr="00DF6DD6">
              <w:rPr>
                <w:rFonts w:cs="Arial"/>
              </w:rPr>
              <w:t>n</w:t>
            </w:r>
            <w:r w:rsidRPr="00DF6DD6">
              <w:rPr>
                <w:rFonts w:cs="Arial" w:hint="eastAsia"/>
                <w:lang w:eastAsia="zh-CN"/>
              </w:rPr>
              <w:t>)71</w:t>
            </w:r>
            <w:r w:rsidRPr="00DF6DD6">
              <w:rPr>
                <w:rFonts w:cs="Arial"/>
                <w:lang w:eastAsia="zh-CN"/>
              </w:rPr>
              <w:t>AA</w:t>
            </w:r>
          </w:p>
        </w:tc>
        <w:tc>
          <w:tcPr>
            <w:tcW w:w="3514" w:type="dxa"/>
          </w:tcPr>
          <w:p w14:paraId="6B0E5D58" w14:textId="77777777" w:rsidR="0095436B" w:rsidRPr="00DF6DD6" w:rsidRDefault="0095436B" w:rsidP="003768E0">
            <w:pPr>
              <w:pStyle w:val="TAC"/>
              <w:keepNext w:val="0"/>
              <w:rPr>
                <w:noProof/>
                <w:lang w:eastAsia="zh-CN"/>
              </w:rPr>
            </w:pPr>
            <w:r w:rsidRPr="00DF6DD6">
              <w:rPr>
                <w:noProof/>
                <w:lang w:eastAsia="zh-CN"/>
              </w:rPr>
              <w:t>DC_2A_n71</w:t>
            </w:r>
            <w:r w:rsidRPr="00DF6DD6">
              <w:rPr>
                <w:rFonts w:hint="eastAsia"/>
                <w:noProof/>
                <w:lang w:eastAsia="zh-CN"/>
              </w:rPr>
              <w:t>A</w:t>
            </w:r>
          </w:p>
          <w:p w14:paraId="211FEB9C" w14:textId="77777777" w:rsidR="0095436B" w:rsidRPr="00DF6DD6" w:rsidRDefault="0095436B" w:rsidP="003768E0">
            <w:pPr>
              <w:pStyle w:val="TAC"/>
              <w:keepNext w:val="0"/>
              <w:rPr>
                <w:noProof/>
                <w:lang w:eastAsia="zh-CN"/>
              </w:rPr>
            </w:pPr>
            <w:r w:rsidRPr="00DF6DD6">
              <w:rPr>
                <w:noProof/>
                <w:lang w:eastAsia="zh-CN"/>
              </w:rPr>
              <w:t>DC_66A_n71</w:t>
            </w:r>
            <w:r w:rsidRPr="00DF6DD6">
              <w:rPr>
                <w:rFonts w:hint="eastAsia"/>
                <w:noProof/>
                <w:lang w:eastAsia="zh-CN"/>
              </w:rPr>
              <w:t>A</w:t>
            </w:r>
          </w:p>
          <w:p w14:paraId="609E9636" w14:textId="435FDF9E" w:rsidR="0095436B" w:rsidRPr="00DF6DD6" w:rsidRDefault="0095436B" w:rsidP="003768E0">
            <w:pPr>
              <w:pStyle w:val="TAC"/>
              <w:keepNext w:val="0"/>
            </w:pPr>
            <w:r w:rsidRPr="00DF6DD6">
              <w:rPr>
                <w:rFonts w:hint="eastAsia"/>
                <w:noProof/>
                <w:lang w:eastAsia="zh-CN"/>
              </w:rPr>
              <w:t>DC_(n)71</w:t>
            </w:r>
            <w:r w:rsidRPr="00DF6DD6">
              <w:rPr>
                <w:noProof/>
                <w:lang w:eastAsia="zh-CN"/>
              </w:rPr>
              <w:t>AA</w:t>
            </w:r>
          </w:p>
        </w:tc>
      </w:tr>
      <w:tr w:rsidR="00F55B07" w:rsidRPr="00DF6DD6" w14:paraId="6B3E421B" w14:textId="77777777" w:rsidTr="00A6034C">
        <w:trPr>
          <w:trHeight w:val="288"/>
          <w:jc w:val="center"/>
        </w:trPr>
        <w:tc>
          <w:tcPr>
            <w:tcW w:w="3461" w:type="dxa"/>
            <w:shd w:val="clear" w:color="auto" w:fill="auto"/>
            <w:noWrap/>
            <w:vAlign w:val="center"/>
          </w:tcPr>
          <w:p w14:paraId="3C2BDED5" w14:textId="65CE666E" w:rsidR="0095436B" w:rsidRPr="00DF6DD6" w:rsidRDefault="0095436B" w:rsidP="003768E0">
            <w:pPr>
              <w:pStyle w:val="TAC"/>
              <w:keepNext w:val="0"/>
              <w:rPr>
                <w:rFonts w:cs="Arial"/>
                <w:lang w:eastAsia="zh-CN"/>
              </w:rPr>
            </w:pPr>
            <w:r w:rsidRPr="00DF6DD6">
              <w:rPr>
                <w:lang w:val="fi-FI" w:eastAsia="fi-FI"/>
              </w:rPr>
              <w:t>DC_3A-5A-7A_n78A</w:t>
            </w:r>
          </w:p>
        </w:tc>
        <w:tc>
          <w:tcPr>
            <w:tcW w:w="3514" w:type="dxa"/>
          </w:tcPr>
          <w:p w14:paraId="3A3C88BE" w14:textId="77777777" w:rsidR="0095436B" w:rsidRPr="00DF6DD6" w:rsidRDefault="0095436B" w:rsidP="003768E0">
            <w:pPr>
              <w:pStyle w:val="TAC"/>
              <w:keepNext w:val="0"/>
              <w:rPr>
                <w:lang w:val="en-US" w:eastAsia="fi-FI"/>
              </w:rPr>
            </w:pPr>
            <w:r w:rsidRPr="00DF6DD6">
              <w:rPr>
                <w:lang w:val="en-US" w:eastAsia="fi-FI"/>
              </w:rPr>
              <w:t>DC_3A_n78A</w:t>
            </w:r>
          </w:p>
          <w:p w14:paraId="3F56A163" w14:textId="77777777" w:rsidR="0095436B" w:rsidRPr="00DF6DD6" w:rsidRDefault="0095436B" w:rsidP="003768E0">
            <w:pPr>
              <w:pStyle w:val="TAC"/>
              <w:keepNext w:val="0"/>
              <w:rPr>
                <w:lang w:val="en-US" w:eastAsia="fi-FI"/>
              </w:rPr>
            </w:pPr>
            <w:r w:rsidRPr="00DF6DD6">
              <w:rPr>
                <w:lang w:val="en-US" w:eastAsia="fi-FI"/>
              </w:rPr>
              <w:t>DC_5A_n78A</w:t>
            </w:r>
          </w:p>
          <w:p w14:paraId="7A105EDA" w14:textId="797A2DED" w:rsidR="0095436B" w:rsidRPr="00DF6DD6" w:rsidRDefault="0095436B" w:rsidP="003768E0">
            <w:pPr>
              <w:pStyle w:val="TAC"/>
              <w:keepNext w:val="0"/>
              <w:rPr>
                <w:noProof/>
                <w:lang w:eastAsia="zh-CN"/>
              </w:rPr>
            </w:pPr>
            <w:r w:rsidRPr="00DF6DD6">
              <w:rPr>
                <w:lang w:val="en-US" w:eastAsia="fi-FI"/>
              </w:rPr>
              <w:t>DC_7A_n78A</w:t>
            </w:r>
          </w:p>
        </w:tc>
      </w:tr>
      <w:tr w:rsidR="00F55B07" w:rsidRPr="00DF6DD6" w14:paraId="08EF0865" w14:textId="77777777" w:rsidTr="00A6034C">
        <w:trPr>
          <w:trHeight w:val="288"/>
          <w:jc w:val="center"/>
        </w:trPr>
        <w:tc>
          <w:tcPr>
            <w:tcW w:w="3461" w:type="dxa"/>
            <w:shd w:val="clear" w:color="auto" w:fill="auto"/>
            <w:noWrap/>
            <w:vAlign w:val="center"/>
          </w:tcPr>
          <w:p w14:paraId="67CE5369" w14:textId="77777777" w:rsidR="0095436B" w:rsidRPr="00DF6DD6" w:rsidRDefault="0095436B" w:rsidP="003768E0">
            <w:pPr>
              <w:pStyle w:val="TAC"/>
              <w:keepNext w:val="0"/>
              <w:rPr>
                <w:lang w:val="fi-FI" w:eastAsia="fi-FI"/>
              </w:rPr>
            </w:pPr>
            <w:r w:rsidRPr="00DF6DD6">
              <w:rPr>
                <w:lang w:val="fi-FI" w:eastAsia="fi-FI"/>
              </w:rPr>
              <w:t>DC_3A-5A-7A-7A_n78A</w:t>
            </w:r>
          </w:p>
        </w:tc>
        <w:tc>
          <w:tcPr>
            <w:tcW w:w="3514" w:type="dxa"/>
          </w:tcPr>
          <w:p w14:paraId="7162C765" w14:textId="77777777" w:rsidR="0095436B" w:rsidRPr="00DF6DD6" w:rsidRDefault="0095436B" w:rsidP="003768E0">
            <w:pPr>
              <w:pStyle w:val="TAC"/>
              <w:keepNext w:val="0"/>
              <w:rPr>
                <w:lang w:val="en-US" w:eastAsia="fi-FI"/>
              </w:rPr>
            </w:pPr>
            <w:r w:rsidRPr="00DF6DD6">
              <w:rPr>
                <w:lang w:val="en-US" w:eastAsia="fi-FI"/>
              </w:rPr>
              <w:t>DC_3A_n78A</w:t>
            </w:r>
          </w:p>
          <w:p w14:paraId="75886F3D" w14:textId="77777777" w:rsidR="0095436B" w:rsidRPr="00DF6DD6" w:rsidRDefault="0095436B" w:rsidP="003768E0">
            <w:pPr>
              <w:pStyle w:val="TAC"/>
              <w:keepNext w:val="0"/>
              <w:rPr>
                <w:lang w:val="en-US" w:eastAsia="fi-FI"/>
              </w:rPr>
            </w:pPr>
            <w:r w:rsidRPr="00DF6DD6">
              <w:rPr>
                <w:lang w:val="en-US" w:eastAsia="fi-FI"/>
              </w:rPr>
              <w:t>DC_5A_n78A</w:t>
            </w:r>
          </w:p>
          <w:p w14:paraId="0E20799D" w14:textId="77777777" w:rsidR="0095436B" w:rsidRPr="00DF6DD6" w:rsidRDefault="0095436B" w:rsidP="003768E0">
            <w:pPr>
              <w:pStyle w:val="TAC"/>
              <w:keepNext w:val="0"/>
              <w:rPr>
                <w:lang w:val="en-US" w:eastAsia="fi-FI"/>
              </w:rPr>
            </w:pPr>
            <w:r w:rsidRPr="00DF6DD6">
              <w:rPr>
                <w:lang w:val="en-US" w:eastAsia="fi-FI"/>
              </w:rPr>
              <w:t>DC_7A_n78A</w:t>
            </w:r>
          </w:p>
        </w:tc>
      </w:tr>
      <w:tr w:rsidR="00F55B07" w:rsidRPr="00DF6DD6" w14:paraId="5D1E89B8" w14:textId="77777777" w:rsidTr="00A6034C">
        <w:trPr>
          <w:trHeight w:val="288"/>
          <w:jc w:val="center"/>
        </w:trPr>
        <w:tc>
          <w:tcPr>
            <w:tcW w:w="3461" w:type="dxa"/>
            <w:shd w:val="clear" w:color="auto" w:fill="auto"/>
            <w:noWrap/>
            <w:vAlign w:val="center"/>
          </w:tcPr>
          <w:p w14:paraId="01668B53" w14:textId="4B1E17B7" w:rsidR="0095436B" w:rsidRPr="00DF6DD6" w:rsidRDefault="0095436B" w:rsidP="003768E0">
            <w:pPr>
              <w:pStyle w:val="TAC"/>
              <w:keepNext w:val="0"/>
            </w:pPr>
            <w:r w:rsidRPr="00DF6DD6">
              <w:rPr>
                <w:lang w:val="fi-FI" w:eastAsia="fi-FI"/>
              </w:rPr>
              <w:t>DC_3A-7A-20A_n28A</w:t>
            </w:r>
            <w:r w:rsidRPr="00DF6DD6">
              <w:rPr>
                <w:vertAlign w:val="superscript"/>
                <w:lang w:val="fi-FI" w:eastAsia="fi-FI"/>
              </w:rPr>
              <w:t>3</w:t>
            </w:r>
          </w:p>
        </w:tc>
        <w:tc>
          <w:tcPr>
            <w:tcW w:w="3514" w:type="dxa"/>
          </w:tcPr>
          <w:p w14:paraId="55FB91FE" w14:textId="77777777" w:rsidR="0095436B" w:rsidRPr="00DF6DD6" w:rsidRDefault="0095436B" w:rsidP="003768E0">
            <w:pPr>
              <w:pStyle w:val="TAC"/>
              <w:keepNext w:val="0"/>
              <w:rPr>
                <w:lang w:val="en-US" w:eastAsia="fi-FI"/>
              </w:rPr>
            </w:pPr>
            <w:r w:rsidRPr="00DF6DD6">
              <w:rPr>
                <w:lang w:val="en-US" w:eastAsia="fi-FI"/>
              </w:rPr>
              <w:t>DC_3A_n28A</w:t>
            </w:r>
          </w:p>
          <w:p w14:paraId="2F1CA8DF" w14:textId="77777777" w:rsidR="0095436B" w:rsidRPr="00DF6DD6" w:rsidRDefault="0095436B" w:rsidP="003768E0">
            <w:pPr>
              <w:pStyle w:val="TAC"/>
              <w:keepNext w:val="0"/>
              <w:rPr>
                <w:lang w:val="en-US" w:eastAsia="fi-FI"/>
              </w:rPr>
            </w:pPr>
            <w:r w:rsidRPr="00DF6DD6">
              <w:rPr>
                <w:lang w:val="en-US" w:eastAsia="fi-FI"/>
              </w:rPr>
              <w:t>DC_7A_n28A</w:t>
            </w:r>
          </w:p>
          <w:p w14:paraId="79875205" w14:textId="77777777" w:rsidR="0095436B" w:rsidRPr="00DF6DD6" w:rsidRDefault="0095436B" w:rsidP="003768E0">
            <w:pPr>
              <w:pStyle w:val="TAC"/>
              <w:keepNext w:val="0"/>
            </w:pPr>
            <w:r w:rsidRPr="00DF6DD6">
              <w:rPr>
                <w:lang w:val="en-US" w:eastAsia="fi-FI"/>
              </w:rPr>
              <w:t>DC_20A_n28A</w:t>
            </w:r>
          </w:p>
        </w:tc>
      </w:tr>
      <w:tr w:rsidR="00F55B07" w:rsidRPr="00DF6DD6" w14:paraId="4726B064" w14:textId="77777777" w:rsidTr="00A6034C">
        <w:trPr>
          <w:trHeight w:val="288"/>
          <w:jc w:val="center"/>
        </w:trPr>
        <w:tc>
          <w:tcPr>
            <w:tcW w:w="3461" w:type="dxa"/>
            <w:shd w:val="clear" w:color="auto" w:fill="auto"/>
            <w:noWrap/>
            <w:vAlign w:val="center"/>
          </w:tcPr>
          <w:p w14:paraId="7796392C" w14:textId="5C80AA76" w:rsidR="0095436B" w:rsidRPr="00DF6DD6" w:rsidRDefault="0095436B" w:rsidP="003768E0">
            <w:pPr>
              <w:pStyle w:val="TAC"/>
              <w:keepNext w:val="0"/>
              <w:rPr>
                <w:lang w:val="fi-FI" w:eastAsia="fi-FI"/>
              </w:rPr>
            </w:pPr>
            <w:r w:rsidRPr="00DF6DD6">
              <w:t>DC_3A-7A-20A_n78A</w:t>
            </w:r>
            <w:r w:rsidRPr="00DF6DD6">
              <w:rPr>
                <w:vertAlign w:val="superscript"/>
              </w:rPr>
              <w:t>2</w:t>
            </w:r>
          </w:p>
        </w:tc>
        <w:tc>
          <w:tcPr>
            <w:tcW w:w="3514" w:type="dxa"/>
          </w:tcPr>
          <w:p w14:paraId="591C4B50" w14:textId="77777777" w:rsidR="0095436B" w:rsidRPr="00DF6DD6" w:rsidRDefault="0095436B" w:rsidP="003768E0">
            <w:pPr>
              <w:pStyle w:val="TAC"/>
              <w:keepNext w:val="0"/>
            </w:pPr>
            <w:r w:rsidRPr="00DF6DD6">
              <w:t>DC_3A_n78A</w:t>
            </w:r>
          </w:p>
          <w:p w14:paraId="2D821F7E" w14:textId="50127E66" w:rsidR="0095436B" w:rsidRPr="00DF6DD6" w:rsidRDefault="0095436B" w:rsidP="003768E0">
            <w:pPr>
              <w:pStyle w:val="TAC"/>
              <w:keepNext w:val="0"/>
            </w:pPr>
            <w:r w:rsidRPr="00DF6DD6">
              <w:t>DC_20A_n78A</w:t>
            </w:r>
          </w:p>
          <w:p w14:paraId="73FF0009" w14:textId="77777777" w:rsidR="0095436B" w:rsidRPr="00DF6DD6" w:rsidRDefault="0095436B" w:rsidP="003768E0">
            <w:pPr>
              <w:pStyle w:val="TAC"/>
              <w:keepNext w:val="0"/>
              <w:rPr>
                <w:lang w:val="en-US" w:eastAsia="fi-FI"/>
              </w:rPr>
            </w:pPr>
            <w:r w:rsidRPr="00DF6DD6">
              <w:t>DC_7A_n78A</w:t>
            </w:r>
            <w:r w:rsidRPr="00DF6DD6" w:rsidDel="00F90513">
              <w:t xml:space="preserve"> </w:t>
            </w:r>
          </w:p>
        </w:tc>
      </w:tr>
      <w:tr w:rsidR="00F55B07" w:rsidRPr="00DF6DD6" w14:paraId="654D4125" w14:textId="77777777" w:rsidTr="00A6034C">
        <w:trPr>
          <w:trHeight w:val="288"/>
          <w:jc w:val="center"/>
        </w:trPr>
        <w:tc>
          <w:tcPr>
            <w:tcW w:w="3461" w:type="dxa"/>
            <w:shd w:val="clear" w:color="auto" w:fill="auto"/>
            <w:noWrap/>
            <w:vAlign w:val="center"/>
          </w:tcPr>
          <w:p w14:paraId="34092925" w14:textId="47986D62" w:rsidR="0095436B" w:rsidRPr="00DF6DD6" w:rsidRDefault="0095436B" w:rsidP="003768E0">
            <w:pPr>
              <w:pStyle w:val="TAC"/>
              <w:keepNext w:val="0"/>
            </w:pPr>
            <w:r w:rsidRPr="00DF6DD6">
              <w:t>DC_3A-7A-28A_n78A</w:t>
            </w:r>
            <w:r w:rsidRPr="00DF6DD6">
              <w:rPr>
                <w:vertAlign w:val="superscript"/>
              </w:rPr>
              <w:t>2</w:t>
            </w:r>
          </w:p>
          <w:p w14:paraId="3249BDC7" w14:textId="3DA93087" w:rsidR="0095436B" w:rsidRPr="00DF6DD6" w:rsidRDefault="0095436B" w:rsidP="003768E0">
            <w:pPr>
              <w:pStyle w:val="TAC"/>
              <w:keepNext w:val="0"/>
            </w:pPr>
            <w:r w:rsidRPr="00DF6DD6">
              <w:rPr>
                <w:rFonts w:cs="Arial"/>
                <w:szCs w:val="18"/>
                <w:lang w:eastAsia="ja-JP"/>
              </w:rPr>
              <w:t>DC_3A-7C-28A_n78</w:t>
            </w:r>
            <w:r w:rsidRPr="00DF6DD6">
              <w:rPr>
                <w:rFonts w:cs="Arial" w:hint="eastAsia"/>
                <w:szCs w:val="18"/>
                <w:lang w:eastAsia="zh-CN"/>
              </w:rPr>
              <w:t>A</w:t>
            </w:r>
            <w:r w:rsidRPr="00DF6DD6">
              <w:rPr>
                <w:vertAlign w:val="superscript"/>
              </w:rPr>
              <w:t>2</w:t>
            </w:r>
          </w:p>
        </w:tc>
        <w:tc>
          <w:tcPr>
            <w:tcW w:w="3514" w:type="dxa"/>
          </w:tcPr>
          <w:p w14:paraId="52023FC7" w14:textId="7087EC43" w:rsidR="0095436B" w:rsidRPr="00DF6DD6" w:rsidRDefault="0095436B" w:rsidP="003768E0">
            <w:pPr>
              <w:pStyle w:val="TAC"/>
              <w:keepNext w:val="0"/>
            </w:pPr>
            <w:r w:rsidRPr="00DF6DD6">
              <w:t>DC_3A_n78A</w:t>
            </w:r>
          </w:p>
          <w:p w14:paraId="3B558FE2" w14:textId="297FC50C" w:rsidR="0095436B" w:rsidRPr="00DF6DD6" w:rsidRDefault="0095436B" w:rsidP="003768E0">
            <w:pPr>
              <w:pStyle w:val="TAC"/>
              <w:keepNext w:val="0"/>
            </w:pPr>
            <w:r w:rsidRPr="00DF6DD6">
              <w:t>DC_7A_n78A</w:t>
            </w:r>
          </w:p>
          <w:p w14:paraId="5C7D9BBB" w14:textId="25B716D5" w:rsidR="0095436B" w:rsidRPr="00DF6DD6" w:rsidRDefault="0095436B" w:rsidP="003768E0">
            <w:pPr>
              <w:pStyle w:val="TAC"/>
              <w:keepNext w:val="0"/>
            </w:pPr>
            <w:r w:rsidRPr="00DF6DD6">
              <w:t>DC_28A_n78A</w:t>
            </w:r>
          </w:p>
        </w:tc>
      </w:tr>
      <w:tr w:rsidR="00F55B07" w:rsidRPr="00DF6DD6" w14:paraId="2A2885EB" w14:textId="77777777" w:rsidTr="00A6034C">
        <w:trPr>
          <w:trHeight w:val="288"/>
          <w:jc w:val="center"/>
        </w:trPr>
        <w:tc>
          <w:tcPr>
            <w:tcW w:w="3461" w:type="dxa"/>
            <w:shd w:val="clear" w:color="auto" w:fill="auto"/>
            <w:noWrap/>
            <w:vAlign w:val="center"/>
          </w:tcPr>
          <w:p w14:paraId="1487FFA7" w14:textId="1EB78269" w:rsidR="0095436B" w:rsidRPr="00DF6DD6" w:rsidRDefault="0095436B" w:rsidP="003768E0">
            <w:pPr>
              <w:pStyle w:val="TAC"/>
              <w:keepNext w:val="0"/>
              <w:rPr>
                <w:lang w:val="fi-FI" w:eastAsia="fi-FI"/>
              </w:rPr>
            </w:pPr>
            <w:r w:rsidRPr="00DF6DD6">
              <w:rPr>
                <w:rFonts w:eastAsia="Malgun Gothic" w:hint="eastAsia"/>
                <w:lang w:val="fi-FI" w:eastAsia="ko-KR"/>
              </w:rPr>
              <w:t>DC_3A-7A_n28A-n78A</w:t>
            </w:r>
            <w:r w:rsidRPr="00DF6DD6">
              <w:rPr>
                <w:vertAlign w:val="superscript"/>
              </w:rPr>
              <w:t>2</w:t>
            </w:r>
          </w:p>
        </w:tc>
        <w:tc>
          <w:tcPr>
            <w:tcW w:w="3514" w:type="dxa"/>
          </w:tcPr>
          <w:p w14:paraId="406757E6"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DC_3A_n28A</w:t>
            </w:r>
          </w:p>
          <w:p w14:paraId="57A3EF2A"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DC_3A_n78A</w:t>
            </w:r>
          </w:p>
          <w:p w14:paraId="471B0B94"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DC_7A_n28A</w:t>
            </w:r>
          </w:p>
          <w:p w14:paraId="73980720" w14:textId="77777777" w:rsidR="0095436B" w:rsidRPr="00DF6DD6" w:rsidRDefault="0095436B" w:rsidP="003768E0">
            <w:pPr>
              <w:pStyle w:val="TAC"/>
              <w:keepNext w:val="0"/>
              <w:rPr>
                <w:lang w:val="fi-FI" w:eastAsia="fi-FI"/>
              </w:rPr>
            </w:pPr>
            <w:r w:rsidRPr="00DF6DD6">
              <w:rPr>
                <w:rFonts w:eastAsia="Malgun Gothic"/>
                <w:lang w:val="fi-FI" w:eastAsia="ko-KR"/>
              </w:rPr>
              <w:t>DC_7A_n78A</w:t>
            </w:r>
          </w:p>
        </w:tc>
      </w:tr>
      <w:tr w:rsidR="00F55B07" w:rsidRPr="00DF6DD6" w14:paraId="055124FE" w14:textId="77777777" w:rsidTr="00A6034C">
        <w:trPr>
          <w:trHeight w:val="288"/>
          <w:jc w:val="center"/>
        </w:trPr>
        <w:tc>
          <w:tcPr>
            <w:tcW w:w="3461" w:type="dxa"/>
            <w:shd w:val="clear" w:color="auto" w:fill="auto"/>
            <w:noWrap/>
            <w:vAlign w:val="center"/>
          </w:tcPr>
          <w:p w14:paraId="6F7A5555" w14:textId="7CE3C7A1" w:rsidR="0095436B" w:rsidRPr="00DF6DD6" w:rsidRDefault="0095436B" w:rsidP="003768E0">
            <w:pPr>
              <w:pStyle w:val="TAC"/>
              <w:keepNext w:val="0"/>
              <w:rPr>
                <w:lang w:val="en-US" w:eastAsia="fi-FI"/>
              </w:rPr>
            </w:pPr>
            <w:r w:rsidRPr="00DF6DD6">
              <w:rPr>
                <w:lang w:val="en-US" w:eastAsia="fi-FI"/>
              </w:rPr>
              <w:t>DC_3A-19A-21A_n77A</w:t>
            </w:r>
            <w:r w:rsidRPr="00DF6DD6">
              <w:rPr>
                <w:vertAlign w:val="superscript"/>
              </w:rPr>
              <w:t>2</w:t>
            </w:r>
          </w:p>
          <w:p w14:paraId="6FA65DB6" w14:textId="496E732F" w:rsidR="0095436B" w:rsidRPr="00DF6DD6" w:rsidRDefault="0095436B" w:rsidP="003768E0">
            <w:pPr>
              <w:pStyle w:val="TAC"/>
              <w:keepNext w:val="0"/>
              <w:rPr>
                <w:lang w:val="en-US" w:eastAsia="fi-FI"/>
              </w:rPr>
            </w:pPr>
            <w:r w:rsidRPr="00DF6DD6">
              <w:rPr>
                <w:lang w:val="en-US" w:eastAsia="fi-FI"/>
              </w:rPr>
              <w:t>DC_3A-19A-21A_n77C</w:t>
            </w:r>
            <w:r w:rsidRPr="00DF6DD6">
              <w:rPr>
                <w:vertAlign w:val="superscript"/>
              </w:rPr>
              <w:t>2</w:t>
            </w:r>
          </w:p>
        </w:tc>
        <w:tc>
          <w:tcPr>
            <w:tcW w:w="3514" w:type="dxa"/>
          </w:tcPr>
          <w:p w14:paraId="5C660B0C" w14:textId="77777777" w:rsidR="0095436B" w:rsidRPr="00DF6DD6" w:rsidRDefault="0095436B" w:rsidP="003768E0">
            <w:pPr>
              <w:pStyle w:val="TAC"/>
              <w:keepNext w:val="0"/>
              <w:rPr>
                <w:lang w:val="en-US" w:eastAsia="fi-FI"/>
              </w:rPr>
            </w:pPr>
            <w:r w:rsidRPr="00DF6DD6">
              <w:rPr>
                <w:lang w:val="en-US" w:eastAsia="fi-FI"/>
              </w:rPr>
              <w:t>DC_3A_n77A</w:t>
            </w:r>
          </w:p>
          <w:p w14:paraId="51C2B5FB" w14:textId="77777777" w:rsidR="0095436B" w:rsidRPr="00DF6DD6" w:rsidRDefault="0095436B" w:rsidP="003768E0">
            <w:pPr>
              <w:pStyle w:val="TAC"/>
              <w:keepNext w:val="0"/>
              <w:rPr>
                <w:lang w:val="en-US" w:eastAsia="fi-FI"/>
              </w:rPr>
            </w:pPr>
            <w:r w:rsidRPr="00DF6DD6">
              <w:rPr>
                <w:lang w:val="en-US" w:eastAsia="fi-FI"/>
              </w:rPr>
              <w:t>DC_19A_n77A</w:t>
            </w:r>
          </w:p>
          <w:p w14:paraId="35CC4A3B" w14:textId="77777777" w:rsidR="0095436B" w:rsidRPr="00DF6DD6" w:rsidRDefault="0095436B" w:rsidP="003768E0">
            <w:pPr>
              <w:pStyle w:val="TAC"/>
              <w:keepNext w:val="0"/>
              <w:rPr>
                <w:lang w:val="en-US" w:eastAsia="fi-FI"/>
              </w:rPr>
            </w:pPr>
            <w:r w:rsidRPr="00DF6DD6">
              <w:rPr>
                <w:lang w:val="en-US" w:eastAsia="fi-FI"/>
              </w:rPr>
              <w:t>DC_21A_n77A</w:t>
            </w:r>
          </w:p>
        </w:tc>
      </w:tr>
      <w:tr w:rsidR="00F55B07" w:rsidRPr="00DF6DD6" w14:paraId="0A69E161" w14:textId="77777777" w:rsidTr="00A6034C">
        <w:trPr>
          <w:trHeight w:val="288"/>
          <w:jc w:val="center"/>
        </w:trPr>
        <w:tc>
          <w:tcPr>
            <w:tcW w:w="3461" w:type="dxa"/>
            <w:shd w:val="clear" w:color="auto" w:fill="auto"/>
            <w:noWrap/>
            <w:vAlign w:val="center"/>
          </w:tcPr>
          <w:p w14:paraId="1BA348B9" w14:textId="2D45AA1E" w:rsidR="0095436B" w:rsidRPr="00DF6DD6" w:rsidRDefault="0095436B" w:rsidP="003768E0">
            <w:pPr>
              <w:pStyle w:val="TAC"/>
              <w:keepNext w:val="0"/>
              <w:rPr>
                <w:lang w:val="en-US" w:eastAsia="fi-FI"/>
              </w:rPr>
            </w:pPr>
            <w:r w:rsidRPr="00DF6DD6">
              <w:rPr>
                <w:lang w:val="en-US" w:eastAsia="fi-FI"/>
              </w:rPr>
              <w:t>DC_3A-19A-21A_n78A</w:t>
            </w:r>
            <w:r w:rsidRPr="00DF6DD6">
              <w:rPr>
                <w:vertAlign w:val="superscript"/>
              </w:rPr>
              <w:t>2</w:t>
            </w:r>
          </w:p>
          <w:p w14:paraId="1504E457" w14:textId="649C04C8" w:rsidR="0095436B" w:rsidRPr="00DF6DD6" w:rsidRDefault="0095436B" w:rsidP="003768E0">
            <w:pPr>
              <w:pStyle w:val="TAC"/>
              <w:keepNext w:val="0"/>
              <w:rPr>
                <w:lang w:val="en-US" w:eastAsia="fi-FI"/>
              </w:rPr>
            </w:pPr>
            <w:r w:rsidRPr="00DF6DD6">
              <w:rPr>
                <w:lang w:val="en-US" w:eastAsia="fi-FI"/>
              </w:rPr>
              <w:t>DC_3A-19A-21A_n78C</w:t>
            </w:r>
            <w:r w:rsidRPr="00DF6DD6">
              <w:rPr>
                <w:vertAlign w:val="superscript"/>
              </w:rPr>
              <w:t>2</w:t>
            </w:r>
          </w:p>
        </w:tc>
        <w:tc>
          <w:tcPr>
            <w:tcW w:w="3514" w:type="dxa"/>
          </w:tcPr>
          <w:p w14:paraId="77B89CB1" w14:textId="77777777" w:rsidR="0095436B" w:rsidRPr="00DF6DD6" w:rsidRDefault="0095436B" w:rsidP="003768E0">
            <w:pPr>
              <w:pStyle w:val="TAC"/>
              <w:keepNext w:val="0"/>
              <w:rPr>
                <w:lang w:val="en-US" w:eastAsia="fi-FI"/>
              </w:rPr>
            </w:pPr>
            <w:r w:rsidRPr="00DF6DD6">
              <w:rPr>
                <w:lang w:val="en-US" w:eastAsia="fi-FI"/>
              </w:rPr>
              <w:t>DC_3A_n78A</w:t>
            </w:r>
          </w:p>
          <w:p w14:paraId="00603042" w14:textId="77777777" w:rsidR="0095436B" w:rsidRPr="00DF6DD6" w:rsidRDefault="0095436B" w:rsidP="003768E0">
            <w:pPr>
              <w:pStyle w:val="TAC"/>
              <w:keepNext w:val="0"/>
              <w:rPr>
                <w:lang w:val="en-US" w:eastAsia="fi-FI"/>
              </w:rPr>
            </w:pPr>
            <w:r w:rsidRPr="00DF6DD6">
              <w:rPr>
                <w:lang w:val="en-US" w:eastAsia="fi-FI"/>
              </w:rPr>
              <w:t>DC_19A_n78A</w:t>
            </w:r>
          </w:p>
          <w:p w14:paraId="0528147E" w14:textId="77777777" w:rsidR="0095436B" w:rsidRPr="00DF6DD6" w:rsidRDefault="0095436B" w:rsidP="003768E0">
            <w:pPr>
              <w:pStyle w:val="TAC"/>
              <w:keepNext w:val="0"/>
              <w:rPr>
                <w:lang w:val="en-US" w:eastAsia="fi-FI"/>
              </w:rPr>
            </w:pPr>
            <w:r w:rsidRPr="00DF6DD6">
              <w:rPr>
                <w:lang w:val="en-US" w:eastAsia="fi-FI"/>
              </w:rPr>
              <w:t>DC_21A_n78A</w:t>
            </w:r>
          </w:p>
        </w:tc>
      </w:tr>
      <w:tr w:rsidR="00F55B07" w:rsidRPr="00DF6DD6" w14:paraId="5F20281F" w14:textId="77777777" w:rsidTr="00A6034C">
        <w:trPr>
          <w:trHeight w:val="288"/>
          <w:jc w:val="center"/>
        </w:trPr>
        <w:tc>
          <w:tcPr>
            <w:tcW w:w="3461" w:type="dxa"/>
            <w:shd w:val="clear" w:color="auto" w:fill="auto"/>
            <w:noWrap/>
            <w:vAlign w:val="center"/>
          </w:tcPr>
          <w:p w14:paraId="71987F77" w14:textId="50705C39" w:rsidR="0095436B" w:rsidRPr="00DF6DD6" w:rsidRDefault="0095436B" w:rsidP="003768E0">
            <w:pPr>
              <w:pStyle w:val="TAC"/>
              <w:keepNext w:val="0"/>
              <w:rPr>
                <w:lang w:val="en-US" w:eastAsia="fi-FI"/>
              </w:rPr>
            </w:pPr>
            <w:r w:rsidRPr="00DF6DD6">
              <w:rPr>
                <w:lang w:val="en-US" w:eastAsia="fi-FI"/>
              </w:rPr>
              <w:lastRenderedPageBreak/>
              <w:t>DC_3A-19A-21A_n79A</w:t>
            </w:r>
            <w:r w:rsidRPr="00DF6DD6">
              <w:rPr>
                <w:vertAlign w:val="superscript"/>
              </w:rPr>
              <w:t>2</w:t>
            </w:r>
          </w:p>
          <w:p w14:paraId="1AF7EBB4" w14:textId="018EE24F" w:rsidR="0095436B" w:rsidRPr="00DF6DD6" w:rsidRDefault="0095436B" w:rsidP="003768E0">
            <w:pPr>
              <w:pStyle w:val="TAC"/>
              <w:keepNext w:val="0"/>
              <w:rPr>
                <w:lang w:val="en-US" w:eastAsia="fi-FI"/>
              </w:rPr>
            </w:pPr>
            <w:r w:rsidRPr="00DF6DD6">
              <w:rPr>
                <w:lang w:val="en-US" w:eastAsia="fi-FI"/>
              </w:rPr>
              <w:t>DC_3A-19A-21A_n79C</w:t>
            </w:r>
            <w:r w:rsidRPr="00DF6DD6">
              <w:rPr>
                <w:vertAlign w:val="superscript"/>
              </w:rPr>
              <w:t>2</w:t>
            </w:r>
          </w:p>
        </w:tc>
        <w:tc>
          <w:tcPr>
            <w:tcW w:w="3514" w:type="dxa"/>
          </w:tcPr>
          <w:p w14:paraId="341A2B56" w14:textId="77777777" w:rsidR="0095436B" w:rsidRPr="00DF6DD6" w:rsidRDefault="0095436B" w:rsidP="003768E0">
            <w:pPr>
              <w:pStyle w:val="TAC"/>
              <w:keepNext w:val="0"/>
              <w:rPr>
                <w:lang w:val="en-US" w:eastAsia="fi-FI"/>
              </w:rPr>
            </w:pPr>
            <w:r w:rsidRPr="00DF6DD6">
              <w:rPr>
                <w:lang w:val="en-US" w:eastAsia="fi-FI"/>
              </w:rPr>
              <w:t>DC_3A_n79A</w:t>
            </w:r>
          </w:p>
          <w:p w14:paraId="6AFD5F00" w14:textId="77777777" w:rsidR="0095436B" w:rsidRPr="00DF6DD6" w:rsidRDefault="0095436B" w:rsidP="003768E0">
            <w:pPr>
              <w:pStyle w:val="TAC"/>
              <w:keepNext w:val="0"/>
              <w:rPr>
                <w:lang w:val="en-US" w:eastAsia="fi-FI"/>
              </w:rPr>
            </w:pPr>
            <w:r w:rsidRPr="00DF6DD6">
              <w:rPr>
                <w:lang w:val="en-US" w:eastAsia="fi-FI"/>
              </w:rPr>
              <w:t>DC_19A_n79A</w:t>
            </w:r>
          </w:p>
          <w:p w14:paraId="15327E43" w14:textId="77777777" w:rsidR="0095436B" w:rsidRPr="00DF6DD6" w:rsidRDefault="0095436B" w:rsidP="003768E0">
            <w:pPr>
              <w:pStyle w:val="TAC"/>
              <w:keepNext w:val="0"/>
              <w:rPr>
                <w:lang w:val="en-US" w:eastAsia="fi-FI"/>
              </w:rPr>
            </w:pPr>
            <w:r w:rsidRPr="00DF6DD6">
              <w:rPr>
                <w:lang w:val="en-US" w:eastAsia="fi-FI"/>
              </w:rPr>
              <w:t>DC_21A_n79A</w:t>
            </w:r>
          </w:p>
        </w:tc>
      </w:tr>
      <w:tr w:rsidR="00F55B07" w:rsidRPr="00DF6DD6" w14:paraId="00E9C3B2" w14:textId="77777777" w:rsidTr="00A6034C">
        <w:trPr>
          <w:trHeight w:val="288"/>
          <w:jc w:val="center"/>
        </w:trPr>
        <w:tc>
          <w:tcPr>
            <w:tcW w:w="3461" w:type="dxa"/>
            <w:shd w:val="clear" w:color="auto" w:fill="auto"/>
            <w:noWrap/>
            <w:vAlign w:val="center"/>
          </w:tcPr>
          <w:p w14:paraId="2958F03C" w14:textId="77777777" w:rsidR="0095436B" w:rsidRPr="00DF6DD6" w:rsidRDefault="0095436B" w:rsidP="003768E0">
            <w:pPr>
              <w:pStyle w:val="TAC"/>
              <w:keepNext w:val="0"/>
              <w:rPr>
                <w:lang w:val="en-US" w:eastAsia="fi-FI"/>
              </w:rPr>
            </w:pPr>
            <w:r w:rsidRPr="00DF6DD6">
              <w:rPr>
                <w:lang w:val="en-US" w:eastAsia="fi-FI"/>
              </w:rPr>
              <w:t>DC_3A-19A-42A_n77A</w:t>
            </w:r>
          </w:p>
          <w:p w14:paraId="21B22F09" w14:textId="77777777" w:rsidR="0095436B" w:rsidRPr="00DF6DD6" w:rsidRDefault="0095436B" w:rsidP="003768E0">
            <w:pPr>
              <w:pStyle w:val="TAC"/>
              <w:keepNext w:val="0"/>
              <w:rPr>
                <w:lang w:val="en-US" w:eastAsia="fi-FI"/>
              </w:rPr>
            </w:pPr>
            <w:r w:rsidRPr="00DF6DD6">
              <w:rPr>
                <w:lang w:val="en-US" w:eastAsia="fi-FI"/>
              </w:rPr>
              <w:t>DC_3A-19A-42A_n77C</w:t>
            </w:r>
          </w:p>
          <w:p w14:paraId="4BC32F2E" w14:textId="77777777" w:rsidR="0095436B" w:rsidRPr="00DF6DD6" w:rsidRDefault="0095436B" w:rsidP="003768E0">
            <w:pPr>
              <w:pStyle w:val="TAC"/>
              <w:keepNext w:val="0"/>
            </w:pPr>
            <w:r w:rsidRPr="00DF6DD6">
              <w:rPr>
                <w:rFonts w:hint="eastAsia"/>
                <w:lang w:eastAsia="ja-JP"/>
              </w:rPr>
              <w:t>DC</w:t>
            </w:r>
            <w:r w:rsidRPr="00DF6DD6">
              <w:t>_</w:t>
            </w:r>
            <w:r w:rsidRPr="00DF6DD6">
              <w:rPr>
                <w:rFonts w:hint="eastAsia"/>
                <w:lang w:eastAsia="ja-JP"/>
              </w:rPr>
              <w:t>3A-19A-42C</w:t>
            </w:r>
            <w:r w:rsidRPr="00DF6DD6">
              <w:rPr>
                <w:lang w:eastAsia="ja-JP"/>
              </w:rPr>
              <w:t>_n7</w:t>
            </w:r>
            <w:r w:rsidRPr="00DF6DD6">
              <w:rPr>
                <w:rFonts w:hint="eastAsia"/>
                <w:lang w:eastAsia="ja-JP"/>
              </w:rPr>
              <w:t>7</w:t>
            </w:r>
            <w:r w:rsidRPr="00DF6DD6">
              <w:t>A</w:t>
            </w:r>
          </w:p>
          <w:p w14:paraId="6FB021FF" w14:textId="19F5D96C" w:rsidR="0095436B" w:rsidRPr="00DF6DD6" w:rsidRDefault="0095436B" w:rsidP="003768E0">
            <w:pPr>
              <w:pStyle w:val="TAC"/>
              <w:keepNext w:val="0"/>
              <w:rPr>
                <w:lang w:val="en-US" w:eastAsia="fi-FI"/>
              </w:rPr>
            </w:pPr>
            <w:r w:rsidRPr="00DF6DD6">
              <w:rPr>
                <w:rFonts w:hint="eastAsia"/>
                <w:lang w:eastAsia="ja-JP"/>
              </w:rPr>
              <w:t>DC</w:t>
            </w:r>
            <w:r w:rsidRPr="00DF6DD6">
              <w:t>_</w:t>
            </w:r>
            <w:r w:rsidRPr="00DF6DD6">
              <w:rPr>
                <w:rFonts w:hint="eastAsia"/>
                <w:lang w:eastAsia="ja-JP"/>
              </w:rPr>
              <w:t>3A-19A-42C</w:t>
            </w:r>
            <w:r w:rsidRPr="00DF6DD6">
              <w:rPr>
                <w:lang w:eastAsia="ja-JP"/>
              </w:rPr>
              <w:t>_n7</w:t>
            </w:r>
            <w:r w:rsidRPr="00DF6DD6">
              <w:rPr>
                <w:rFonts w:hint="eastAsia"/>
                <w:lang w:eastAsia="ja-JP"/>
              </w:rPr>
              <w:t>7</w:t>
            </w:r>
            <w:r w:rsidRPr="00DF6DD6">
              <w:t>C</w:t>
            </w:r>
          </w:p>
        </w:tc>
        <w:tc>
          <w:tcPr>
            <w:tcW w:w="3514" w:type="dxa"/>
          </w:tcPr>
          <w:p w14:paraId="531533B0" w14:textId="77777777" w:rsidR="0095436B" w:rsidRPr="00DF6DD6" w:rsidRDefault="0095436B" w:rsidP="003768E0">
            <w:pPr>
              <w:pStyle w:val="TAC"/>
              <w:keepNext w:val="0"/>
              <w:rPr>
                <w:lang w:val="en-US" w:eastAsia="fi-FI"/>
              </w:rPr>
            </w:pPr>
            <w:r w:rsidRPr="00DF6DD6">
              <w:rPr>
                <w:lang w:val="en-US" w:eastAsia="fi-FI"/>
              </w:rPr>
              <w:t>DC_3A_n77A</w:t>
            </w:r>
          </w:p>
          <w:p w14:paraId="6F6CD11C" w14:textId="77777777" w:rsidR="0095436B" w:rsidRPr="00DF6DD6" w:rsidRDefault="0095436B" w:rsidP="003768E0">
            <w:pPr>
              <w:pStyle w:val="TAC"/>
              <w:keepNext w:val="0"/>
              <w:rPr>
                <w:lang w:val="en-US" w:eastAsia="fi-FI"/>
              </w:rPr>
            </w:pPr>
            <w:r w:rsidRPr="00DF6DD6">
              <w:rPr>
                <w:lang w:val="en-US" w:eastAsia="fi-FI"/>
              </w:rPr>
              <w:t>DC_19A_n77A</w:t>
            </w:r>
          </w:p>
        </w:tc>
      </w:tr>
      <w:tr w:rsidR="00F55B07" w:rsidRPr="00DF6DD6" w14:paraId="175F6CB1" w14:textId="77777777" w:rsidTr="00A6034C">
        <w:trPr>
          <w:trHeight w:val="288"/>
          <w:jc w:val="center"/>
        </w:trPr>
        <w:tc>
          <w:tcPr>
            <w:tcW w:w="3461" w:type="dxa"/>
            <w:shd w:val="clear" w:color="auto" w:fill="auto"/>
            <w:noWrap/>
            <w:vAlign w:val="center"/>
          </w:tcPr>
          <w:p w14:paraId="5560D19E" w14:textId="77777777" w:rsidR="0095436B" w:rsidRPr="00DF6DD6" w:rsidRDefault="0095436B" w:rsidP="003768E0">
            <w:pPr>
              <w:pStyle w:val="TAC"/>
              <w:keepNext w:val="0"/>
              <w:rPr>
                <w:lang w:val="en-US" w:eastAsia="fi-FI"/>
              </w:rPr>
            </w:pPr>
            <w:r w:rsidRPr="00DF6DD6">
              <w:rPr>
                <w:lang w:val="en-US" w:eastAsia="fi-FI"/>
              </w:rPr>
              <w:t>DC_3A-19A-42A_n78A</w:t>
            </w:r>
          </w:p>
          <w:p w14:paraId="42885BD2" w14:textId="77777777" w:rsidR="0095436B" w:rsidRPr="00DF6DD6" w:rsidRDefault="0095436B" w:rsidP="003768E0">
            <w:pPr>
              <w:pStyle w:val="TAC"/>
              <w:keepNext w:val="0"/>
              <w:rPr>
                <w:lang w:val="en-US" w:eastAsia="fi-FI"/>
              </w:rPr>
            </w:pPr>
            <w:r w:rsidRPr="00DF6DD6">
              <w:rPr>
                <w:lang w:val="en-US" w:eastAsia="fi-FI"/>
              </w:rPr>
              <w:t>DC_3A-19A-42A_n78C</w:t>
            </w:r>
          </w:p>
          <w:p w14:paraId="04375A3D" w14:textId="77777777" w:rsidR="0095436B" w:rsidRPr="00DF6DD6" w:rsidRDefault="0095436B" w:rsidP="003768E0">
            <w:pPr>
              <w:pStyle w:val="TAC"/>
              <w:keepNext w:val="0"/>
            </w:pPr>
            <w:r w:rsidRPr="00DF6DD6">
              <w:rPr>
                <w:rFonts w:hint="eastAsia"/>
                <w:lang w:eastAsia="ja-JP"/>
              </w:rPr>
              <w:t>DC</w:t>
            </w:r>
            <w:r w:rsidRPr="00DF6DD6">
              <w:t>_</w:t>
            </w:r>
            <w:r w:rsidRPr="00DF6DD6">
              <w:rPr>
                <w:rFonts w:hint="eastAsia"/>
                <w:lang w:eastAsia="ja-JP"/>
              </w:rPr>
              <w:t>3A-19A-42C</w:t>
            </w:r>
            <w:r w:rsidRPr="00DF6DD6">
              <w:rPr>
                <w:lang w:eastAsia="ja-JP"/>
              </w:rPr>
              <w:t>_n7</w:t>
            </w:r>
            <w:r w:rsidRPr="00DF6DD6">
              <w:rPr>
                <w:rFonts w:hint="eastAsia"/>
                <w:lang w:eastAsia="ja-JP"/>
              </w:rPr>
              <w:t>8</w:t>
            </w:r>
            <w:r w:rsidRPr="00DF6DD6">
              <w:t>A</w:t>
            </w:r>
          </w:p>
          <w:p w14:paraId="4BC75819" w14:textId="5A8D8C8F" w:rsidR="0095436B" w:rsidRPr="00DF6DD6" w:rsidRDefault="0095436B" w:rsidP="003768E0">
            <w:pPr>
              <w:pStyle w:val="TAC"/>
              <w:keepNext w:val="0"/>
              <w:rPr>
                <w:lang w:val="en-US" w:eastAsia="fi-FI"/>
              </w:rPr>
            </w:pPr>
            <w:r w:rsidRPr="00DF6DD6">
              <w:rPr>
                <w:rFonts w:cs="Arial"/>
                <w:lang w:eastAsia="ja-JP"/>
              </w:rPr>
              <w:t>DC</w:t>
            </w:r>
            <w:r w:rsidRPr="00DF6DD6">
              <w:rPr>
                <w:rFonts w:cs="Arial"/>
              </w:rPr>
              <w:t>_</w:t>
            </w:r>
            <w:r w:rsidRPr="00DF6DD6">
              <w:rPr>
                <w:rFonts w:cs="Arial"/>
                <w:lang w:eastAsia="ja-JP"/>
              </w:rPr>
              <w:t>3A-19A-42C</w:t>
            </w:r>
            <w:r w:rsidRPr="00DF6DD6">
              <w:rPr>
                <w:rFonts w:cs="Arial" w:hint="eastAsia"/>
                <w:lang w:eastAsia="ja-JP"/>
              </w:rPr>
              <w:t>_n78</w:t>
            </w:r>
            <w:r w:rsidRPr="00DF6DD6">
              <w:rPr>
                <w:rFonts w:cs="Arial"/>
                <w:lang w:eastAsia="ja-JP"/>
              </w:rPr>
              <w:t>C</w:t>
            </w:r>
          </w:p>
        </w:tc>
        <w:tc>
          <w:tcPr>
            <w:tcW w:w="3514" w:type="dxa"/>
          </w:tcPr>
          <w:p w14:paraId="398B9738" w14:textId="77777777" w:rsidR="0095436B" w:rsidRPr="00DF6DD6" w:rsidRDefault="0095436B" w:rsidP="003768E0">
            <w:pPr>
              <w:pStyle w:val="TAC"/>
              <w:keepNext w:val="0"/>
              <w:rPr>
                <w:lang w:val="en-US" w:eastAsia="fi-FI"/>
              </w:rPr>
            </w:pPr>
            <w:r w:rsidRPr="00DF6DD6">
              <w:rPr>
                <w:lang w:val="en-US" w:eastAsia="fi-FI"/>
              </w:rPr>
              <w:t>DC_3A_n78A</w:t>
            </w:r>
          </w:p>
          <w:p w14:paraId="3B350B8C" w14:textId="77777777" w:rsidR="0095436B" w:rsidRPr="00DF6DD6" w:rsidRDefault="0095436B" w:rsidP="003768E0">
            <w:pPr>
              <w:pStyle w:val="TAC"/>
              <w:keepNext w:val="0"/>
              <w:rPr>
                <w:lang w:val="en-US" w:eastAsia="fi-FI"/>
              </w:rPr>
            </w:pPr>
            <w:r w:rsidRPr="00DF6DD6">
              <w:rPr>
                <w:lang w:val="en-US" w:eastAsia="fi-FI"/>
              </w:rPr>
              <w:t>DC_19A_n78A</w:t>
            </w:r>
          </w:p>
        </w:tc>
      </w:tr>
      <w:tr w:rsidR="00F55B07" w:rsidRPr="00DF6DD6" w14:paraId="48744D90" w14:textId="77777777" w:rsidTr="00A6034C">
        <w:trPr>
          <w:trHeight w:val="288"/>
          <w:jc w:val="center"/>
        </w:trPr>
        <w:tc>
          <w:tcPr>
            <w:tcW w:w="3461" w:type="dxa"/>
            <w:shd w:val="clear" w:color="auto" w:fill="auto"/>
            <w:noWrap/>
            <w:vAlign w:val="center"/>
          </w:tcPr>
          <w:p w14:paraId="2063AF0D" w14:textId="4E1201BB" w:rsidR="0095436B" w:rsidRPr="00DF6DD6" w:rsidRDefault="0095436B" w:rsidP="003768E0">
            <w:pPr>
              <w:pStyle w:val="TAC"/>
              <w:keepNext w:val="0"/>
              <w:rPr>
                <w:lang w:val="en-US" w:eastAsia="fi-FI"/>
              </w:rPr>
            </w:pPr>
            <w:r w:rsidRPr="00DF6DD6">
              <w:rPr>
                <w:lang w:val="en-US" w:eastAsia="fi-FI"/>
              </w:rPr>
              <w:t>DC_3A-19A-42A_n79A</w:t>
            </w:r>
            <w:r w:rsidRPr="00DF6DD6">
              <w:rPr>
                <w:vertAlign w:val="superscript"/>
                <w:lang w:val="en-US" w:eastAsia="fi-FI"/>
              </w:rPr>
              <w:t>2</w:t>
            </w:r>
          </w:p>
          <w:p w14:paraId="7F2326D5" w14:textId="47CCDD58" w:rsidR="0095436B" w:rsidRPr="00DF6DD6" w:rsidRDefault="0095436B" w:rsidP="003768E0">
            <w:pPr>
              <w:pStyle w:val="TAC"/>
              <w:keepNext w:val="0"/>
              <w:rPr>
                <w:lang w:val="en-US" w:eastAsia="fi-FI"/>
              </w:rPr>
            </w:pPr>
            <w:r w:rsidRPr="00DF6DD6">
              <w:rPr>
                <w:lang w:val="en-US" w:eastAsia="fi-FI"/>
              </w:rPr>
              <w:t>DC_3A-19A-42A_n79C</w:t>
            </w:r>
            <w:r w:rsidRPr="00DF6DD6">
              <w:rPr>
                <w:vertAlign w:val="superscript"/>
                <w:lang w:val="en-US" w:eastAsia="fi-FI"/>
              </w:rPr>
              <w:t>2</w:t>
            </w:r>
          </w:p>
          <w:p w14:paraId="0295AE45" w14:textId="19544267" w:rsidR="0095436B" w:rsidRPr="00DF6DD6" w:rsidRDefault="0095436B" w:rsidP="003768E0">
            <w:pPr>
              <w:pStyle w:val="TAC"/>
              <w:keepNext w:val="0"/>
            </w:pPr>
            <w:r w:rsidRPr="00DF6DD6">
              <w:rPr>
                <w:rFonts w:hint="eastAsia"/>
                <w:lang w:eastAsia="ja-JP"/>
              </w:rPr>
              <w:t>DC</w:t>
            </w:r>
            <w:r w:rsidRPr="00DF6DD6">
              <w:t>_</w:t>
            </w:r>
            <w:r w:rsidRPr="00DF6DD6">
              <w:rPr>
                <w:rFonts w:hint="eastAsia"/>
                <w:lang w:eastAsia="ja-JP"/>
              </w:rPr>
              <w:t>3A-19A-42C</w:t>
            </w:r>
            <w:r w:rsidRPr="00DF6DD6">
              <w:rPr>
                <w:lang w:eastAsia="ja-JP"/>
              </w:rPr>
              <w:t>_n7</w:t>
            </w:r>
            <w:r w:rsidRPr="00DF6DD6">
              <w:rPr>
                <w:rFonts w:hint="eastAsia"/>
                <w:lang w:eastAsia="ja-JP"/>
              </w:rPr>
              <w:t>9</w:t>
            </w:r>
            <w:r w:rsidRPr="00DF6DD6">
              <w:t>A</w:t>
            </w:r>
            <w:r w:rsidRPr="00DF6DD6">
              <w:rPr>
                <w:vertAlign w:val="superscript"/>
                <w:lang w:val="en-US" w:eastAsia="fi-FI"/>
              </w:rPr>
              <w:t>2</w:t>
            </w:r>
          </w:p>
          <w:p w14:paraId="3D1DB66F" w14:textId="50841D31" w:rsidR="0095436B" w:rsidRPr="00DF6DD6" w:rsidRDefault="0095436B" w:rsidP="003768E0">
            <w:pPr>
              <w:pStyle w:val="TAC"/>
              <w:keepNext w:val="0"/>
              <w:rPr>
                <w:lang w:val="en-US" w:eastAsia="fi-FI"/>
              </w:rPr>
            </w:pPr>
            <w:r w:rsidRPr="00DF6DD6">
              <w:rPr>
                <w:rFonts w:cs="Arial"/>
                <w:lang w:eastAsia="ja-JP"/>
              </w:rPr>
              <w:t>DC</w:t>
            </w:r>
            <w:r w:rsidRPr="00DF6DD6">
              <w:rPr>
                <w:rFonts w:cs="Arial"/>
              </w:rPr>
              <w:t>_</w:t>
            </w:r>
            <w:r w:rsidRPr="00DF6DD6">
              <w:rPr>
                <w:rFonts w:cs="Arial"/>
                <w:lang w:eastAsia="ja-JP"/>
              </w:rPr>
              <w:t>3A-19A-42C</w:t>
            </w:r>
            <w:r w:rsidRPr="00DF6DD6">
              <w:rPr>
                <w:rFonts w:cs="Arial" w:hint="eastAsia"/>
                <w:lang w:eastAsia="ja-JP"/>
              </w:rPr>
              <w:t>_n79</w:t>
            </w:r>
            <w:r w:rsidRPr="00DF6DD6">
              <w:rPr>
                <w:rFonts w:cs="Arial"/>
                <w:lang w:eastAsia="ja-JP"/>
              </w:rPr>
              <w:t>C</w:t>
            </w:r>
            <w:r w:rsidRPr="00DF6DD6">
              <w:rPr>
                <w:vertAlign w:val="superscript"/>
                <w:lang w:val="en-US" w:eastAsia="fi-FI"/>
              </w:rPr>
              <w:t>2</w:t>
            </w:r>
          </w:p>
        </w:tc>
        <w:tc>
          <w:tcPr>
            <w:tcW w:w="3514" w:type="dxa"/>
          </w:tcPr>
          <w:p w14:paraId="37EC92F9" w14:textId="77777777" w:rsidR="0095436B" w:rsidRPr="00DF6DD6" w:rsidRDefault="0095436B" w:rsidP="003768E0">
            <w:pPr>
              <w:pStyle w:val="TAC"/>
              <w:keepNext w:val="0"/>
              <w:rPr>
                <w:lang w:val="en-US" w:eastAsia="fi-FI"/>
              </w:rPr>
            </w:pPr>
            <w:r w:rsidRPr="00DF6DD6">
              <w:rPr>
                <w:lang w:val="en-US" w:eastAsia="fi-FI"/>
              </w:rPr>
              <w:t>DC_3A_n79A</w:t>
            </w:r>
          </w:p>
          <w:p w14:paraId="09CF1B59" w14:textId="77777777" w:rsidR="0095436B" w:rsidRPr="00DF6DD6" w:rsidRDefault="0095436B" w:rsidP="003768E0">
            <w:pPr>
              <w:pStyle w:val="TAC"/>
              <w:keepNext w:val="0"/>
              <w:rPr>
                <w:lang w:val="en-US" w:eastAsia="fi-FI"/>
              </w:rPr>
            </w:pPr>
            <w:r w:rsidRPr="00DF6DD6">
              <w:rPr>
                <w:lang w:val="en-US" w:eastAsia="fi-FI"/>
              </w:rPr>
              <w:t>DC_19A_n79A</w:t>
            </w:r>
          </w:p>
        </w:tc>
      </w:tr>
      <w:tr w:rsidR="00F55B07" w:rsidRPr="00DF6DD6" w14:paraId="78A84028" w14:textId="77777777" w:rsidTr="00A6034C">
        <w:trPr>
          <w:trHeight w:val="288"/>
          <w:jc w:val="center"/>
        </w:trPr>
        <w:tc>
          <w:tcPr>
            <w:tcW w:w="3461" w:type="dxa"/>
            <w:shd w:val="clear" w:color="auto" w:fill="auto"/>
            <w:noWrap/>
            <w:vAlign w:val="center"/>
          </w:tcPr>
          <w:p w14:paraId="307E4660" w14:textId="3944F4F6" w:rsidR="0095436B" w:rsidRPr="00DF6DD6" w:rsidRDefault="0095436B" w:rsidP="003768E0">
            <w:pPr>
              <w:pStyle w:val="TAC"/>
              <w:keepNext w:val="0"/>
              <w:rPr>
                <w:lang w:val="fi-FI" w:eastAsia="fi-FI"/>
              </w:rPr>
            </w:pPr>
            <w:r w:rsidRPr="00DF6DD6">
              <w:rPr>
                <w:rFonts w:eastAsia="Malgun Gothic" w:hint="eastAsia"/>
                <w:lang w:val="fi-FI" w:eastAsia="ko-KR"/>
              </w:rPr>
              <w:t>DC_3A-20A_n28A-n78A</w:t>
            </w:r>
            <w:r w:rsidRPr="00DF6DD6">
              <w:rPr>
                <w:vertAlign w:val="superscript"/>
                <w:lang w:val="fi-FI" w:eastAsia="fi-FI"/>
              </w:rPr>
              <w:t>2,3</w:t>
            </w:r>
          </w:p>
        </w:tc>
        <w:tc>
          <w:tcPr>
            <w:tcW w:w="3514" w:type="dxa"/>
          </w:tcPr>
          <w:p w14:paraId="775E8FA9"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DC_3A_n28A</w:t>
            </w:r>
          </w:p>
          <w:p w14:paraId="01BA4ED8"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DC_3A_n78A</w:t>
            </w:r>
          </w:p>
          <w:p w14:paraId="636F5F1A"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DC_20A_n28A</w:t>
            </w:r>
          </w:p>
          <w:p w14:paraId="42A04FD9" w14:textId="77777777" w:rsidR="0095436B" w:rsidRPr="00DF6DD6" w:rsidRDefault="0095436B" w:rsidP="003768E0">
            <w:pPr>
              <w:pStyle w:val="TAC"/>
              <w:keepNext w:val="0"/>
              <w:rPr>
                <w:lang w:val="fi-FI" w:eastAsia="fi-FI"/>
              </w:rPr>
            </w:pPr>
            <w:r w:rsidRPr="00DF6DD6">
              <w:rPr>
                <w:rFonts w:eastAsia="Malgun Gothic"/>
                <w:lang w:val="fi-FI" w:eastAsia="ko-KR"/>
              </w:rPr>
              <w:t>DC_20A_n78A</w:t>
            </w:r>
          </w:p>
        </w:tc>
      </w:tr>
      <w:tr w:rsidR="00F55B07" w:rsidRPr="00DF6DD6" w14:paraId="42209E16" w14:textId="77777777" w:rsidTr="00A6034C">
        <w:trPr>
          <w:trHeight w:val="288"/>
          <w:jc w:val="center"/>
        </w:trPr>
        <w:tc>
          <w:tcPr>
            <w:tcW w:w="3461" w:type="dxa"/>
            <w:shd w:val="clear" w:color="auto" w:fill="auto"/>
            <w:noWrap/>
            <w:vAlign w:val="center"/>
          </w:tcPr>
          <w:p w14:paraId="336F6DFA" w14:textId="77777777" w:rsidR="0095436B" w:rsidRPr="00DF6DD6" w:rsidRDefault="0095436B" w:rsidP="003768E0">
            <w:pPr>
              <w:pStyle w:val="TAC"/>
              <w:keepNext w:val="0"/>
            </w:pPr>
            <w:r w:rsidRPr="00DF6DD6">
              <w:rPr>
                <w:lang w:eastAsia="ja-JP"/>
              </w:rPr>
              <w:t>DC</w:t>
            </w:r>
            <w:r w:rsidRPr="00DF6DD6">
              <w:t>_</w:t>
            </w:r>
            <w:r w:rsidRPr="00DF6DD6">
              <w:rPr>
                <w:lang w:eastAsia="ja-JP"/>
              </w:rPr>
              <w:t>3A-21A-42A_n77</w:t>
            </w:r>
            <w:r w:rsidRPr="00DF6DD6">
              <w:t>A</w:t>
            </w:r>
          </w:p>
          <w:p w14:paraId="3E689B37" w14:textId="77777777" w:rsidR="0095436B" w:rsidRPr="00DF6DD6" w:rsidRDefault="0095436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3A-21A-42A_n77C</w:t>
            </w:r>
          </w:p>
          <w:p w14:paraId="37B224F0" w14:textId="77777777" w:rsidR="0095436B" w:rsidRPr="00DF6DD6" w:rsidRDefault="0095436B" w:rsidP="003768E0">
            <w:pPr>
              <w:pStyle w:val="TAC"/>
              <w:keepNext w:val="0"/>
            </w:pPr>
            <w:r w:rsidRPr="00DF6DD6">
              <w:rPr>
                <w:rFonts w:hint="eastAsia"/>
                <w:lang w:eastAsia="ja-JP"/>
              </w:rPr>
              <w:t>DC</w:t>
            </w:r>
            <w:r w:rsidRPr="00DF6DD6">
              <w:t>_</w:t>
            </w:r>
            <w:r w:rsidRPr="00DF6DD6">
              <w:rPr>
                <w:rFonts w:hint="eastAsia"/>
                <w:lang w:eastAsia="ja-JP"/>
              </w:rPr>
              <w:t>3A-21A-42C</w:t>
            </w:r>
            <w:r w:rsidRPr="00DF6DD6">
              <w:rPr>
                <w:lang w:eastAsia="ja-JP"/>
              </w:rPr>
              <w:t>_n7</w:t>
            </w:r>
            <w:r w:rsidRPr="00DF6DD6">
              <w:rPr>
                <w:rFonts w:hint="eastAsia"/>
                <w:lang w:eastAsia="ja-JP"/>
              </w:rPr>
              <w:t>7</w:t>
            </w:r>
            <w:r w:rsidRPr="00DF6DD6">
              <w:t>A</w:t>
            </w:r>
          </w:p>
          <w:p w14:paraId="2D7974A7" w14:textId="483FD537" w:rsidR="0095436B" w:rsidRPr="00DF6DD6" w:rsidRDefault="0095436B" w:rsidP="003768E0">
            <w:pPr>
              <w:pStyle w:val="TAC"/>
              <w:keepNext w:val="0"/>
              <w:rPr>
                <w:rFonts w:eastAsia="Malgun Gothic"/>
                <w:lang w:val="en-US" w:eastAsia="ko-KR"/>
              </w:rPr>
            </w:pPr>
            <w:r w:rsidRPr="00DF6DD6">
              <w:rPr>
                <w:rFonts w:cs="Arial" w:hint="eastAsia"/>
                <w:lang w:eastAsia="ja-JP"/>
              </w:rPr>
              <w:t>DC</w:t>
            </w:r>
            <w:r w:rsidRPr="00DF6DD6">
              <w:rPr>
                <w:rFonts w:cs="Arial"/>
              </w:rPr>
              <w:t>_</w:t>
            </w:r>
            <w:r w:rsidRPr="00DF6DD6">
              <w:rPr>
                <w:rFonts w:cs="Arial" w:hint="eastAsia"/>
                <w:lang w:eastAsia="ja-JP"/>
              </w:rPr>
              <w:t>3A-21A-42C</w:t>
            </w:r>
            <w:r w:rsidRPr="00DF6DD6">
              <w:rPr>
                <w:rFonts w:cs="Arial"/>
                <w:lang w:eastAsia="ja-JP"/>
              </w:rPr>
              <w:t>_</w:t>
            </w:r>
            <w:r w:rsidRPr="00DF6DD6">
              <w:rPr>
                <w:rFonts w:cs="Arial" w:hint="eastAsia"/>
                <w:lang w:eastAsia="ja-JP"/>
              </w:rPr>
              <w:t>n77</w:t>
            </w:r>
            <w:r w:rsidRPr="00DF6DD6">
              <w:rPr>
                <w:rFonts w:cs="Arial"/>
                <w:lang w:eastAsia="ja-JP"/>
              </w:rPr>
              <w:t>C</w:t>
            </w:r>
          </w:p>
        </w:tc>
        <w:tc>
          <w:tcPr>
            <w:tcW w:w="3514" w:type="dxa"/>
          </w:tcPr>
          <w:p w14:paraId="6E429E8E" w14:textId="77777777" w:rsidR="0095436B" w:rsidRPr="00DF6DD6" w:rsidRDefault="0095436B" w:rsidP="003768E0">
            <w:pPr>
              <w:pStyle w:val="TAC"/>
              <w:keepNext w:val="0"/>
            </w:pPr>
            <w:r w:rsidRPr="00DF6DD6">
              <w:rPr>
                <w:lang w:eastAsia="ja-JP"/>
              </w:rPr>
              <w:t>DC</w:t>
            </w:r>
            <w:r w:rsidRPr="00DF6DD6">
              <w:t>_</w:t>
            </w:r>
            <w:r w:rsidRPr="00DF6DD6">
              <w:rPr>
                <w:lang w:eastAsia="ja-JP"/>
              </w:rPr>
              <w:t>3A_n77</w:t>
            </w:r>
            <w:r w:rsidRPr="00DF6DD6">
              <w:t>A</w:t>
            </w:r>
          </w:p>
          <w:p w14:paraId="277CEB55" w14:textId="0CC997D6" w:rsidR="0095436B" w:rsidRPr="00DF6DD6" w:rsidRDefault="0095436B" w:rsidP="003768E0">
            <w:pPr>
              <w:pStyle w:val="TAC"/>
              <w:keepNext w:val="0"/>
              <w:rPr>
                <w:rFonts w:eastAsia="Malgun Gothic"/>
                <w:lang w:val="en-US" w:eastAsia="ko-KR"/>
              </w:rPr>
            </w:pPr>
            <w:r w:rsidRPr="00DF6DD6">
              <w:rPr>
                <w:lang w:eastAsia="ja-JP"/>
              </w:rPr>
              <w:t>DC</w:t>
            </w:r>
            <w:r w:rsidRPr="00DF6DD6">
              <w:t>_</w:t>
            </w:r>
            <w:r w:rsidRPr="00DF6DD6">
              <w:rPr>
                <w:lang w:eastAsia="ja-JP"/>
              </w:rPr>
              <w:t>21A_n77</w:t>
            </w:r>
            <w:r w:rsidRPr="00DF6DD6">
              <w:t>A</w:t>
            </w:r>
          </w:p>
        </w:tc>
      </w:tr>
      <w:tr w:rsidR="00F55B07" w:rsidRPr="00DF6DD6" w14:paraId="1D6B55DB" w14:textId="77777777" w:rsidTr="00A6034C">
        <w:trPr>
          <w:trHeight w:val="288"/>
          <w:jc w:val="center"/>
        </w:trPr>
        <w:tc>
          <w:tcPr>
            <w:tcW w:w="3461" w:type="dxa"/>
            <w:shd w:val="clear" w:color="auto" w:fill="auto"/>
            <w:noWrap/>
            <w:vAlign w:val="center"/>
          </w:tcPr>
          <w:p w14:paraId="34A997E7" w14:textId="77777777" w:rsidR="0095436B" w:rsidRPr="00DF6DD6" w:rsidRDefault="0095436B" w:rsidP="003768E0">
            <w:pPr>
              <w:pStyle w:val="TAC"/>
              <w:keepNext w:val="0"/>
            </w:pPr>
            <w:r w:rsidRPr="00DF6DD6">
              <w:rPr>
                <w:lang w:eastAsia="ja-JP"/>
              </w:rPr>
              <w:t>DC</w:t>
            </w:r>
            <w:r w:rsidRPr="00DF6DD6">
              <w:t>_</w:t>
            </w:r>
            <w:r w:rsidRPr="00DF6DD6">
              <w:rPr>
                <w:lang w:eastAsia="ja-JP"/>
              </w:rPr>
              <w:t>3A-21A-42A_n78</w:t>
            </w:r>
            <w:r w:rsidRPr="00DF6DD6">
              <w:t>A</w:t>
            </w:r>
          </w:p>
          <w:p w14:paraId="59AC23D1" w14:textId="77777777" w:rsidR="0095436B" w:rsidRPr="00DF6DD6" w:rsidRDefault="0095436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3A-21A-42A_n78C</w:t>
            </w:r>
          </w:p>
          <w:p w14:paraId="6DEE860A" w14:textId="77777777" w:rsidR="0095436B" w:rsidRPr="00DF6DD6" w:rsidRDefault="0095436B" w:rsidP="003768E0">
            <w:pPr>
              <w:pStyle w:val="TAC"/>
              <w:keepNext w:val="0"/>
            </w:pPr>
            <w:r w:rsidRPr="00DF6DD6">
              <w:rPr>
                <w:rFonts w:hint="eastAsia"/>
                <w:lang w:eastAsia="ja-JP"/>
              </w:rPr>
              <w:t>DC</w:t>
            </w:r>
            <w:r w:rsidRPr="00DF6DD6">
              <w:t>_</w:t>
            </w:r>
            <w:r w:rsidRPr="00DF6DD6">
              <w:rPr>
                <w:rFonts w:hint="eastAsia"/>
                <w:lang w:eastAsia="ja-JP"/>
              </w:rPr>
              <w:t>3A-21A-42C</w:t>
            </w:r>
            <w:r w:rsidRPr="00DF6DD6">
              <w:rPr>
                <w:lang w:eastAsia="ja-JP"/>
              </w:rPr>
              <w:t>_n7</w:t>
            </w:r>
            <w:r w:rsidRPr="00DF6DD6">
              <w:rPr>
                <w:rFonts w:hint="eastAsia"/>
                <w:lang w:eastAsia="ja-JP"/>
              </w:rPr>
              <w:t>8</w:t>
            </w:r>
            <w:r w:rsidRPr="00DF6DD6">
              <w:t>A</w:t>
            </w:r>
          </w:p>
          <w:p w14:paraId="5329F6F0" w14:textId="72991A0D" w:rsidR="0095436B" w:rsidRPr="00DF6DD6" w:rsidRDefault="0095436B" w:rsidP="003768E0">
            <w:pPr>
              <w:pStyle w:val="TAC"/>
              <w:keepNext w:val="0"/>
              <w:rPr>
                <w:rFonts w:eastAsia="Malgun Gothic"/>
                <w:lang w:val="en-US" w:eastAsia="ko-KR"/>
              </w:rPr>
            </w:pPr>
            <w:r w:rsidRPr="00DF6DD6">
              <w:rPr>
                <w:rFonts w:cs="Arial" w:hint="eastAsia"/>
                <w:lang w:eastAsia="ja-JP"/>
              </w:rPr>
              <w:t>DC</w:t>
            </w:r>
            <w:r w:rsidRPr="00DF6DD6">
              <w:rPr>
                <w:rFonts w:cs="Arial"/>
              </w:rPr>
              <w:t>_</w:t>
            </w:r>
            <w:r w:rsidRPr="00DF6DD6">
              <w:rPr>
                <w:rFonts w:cs="Arial" w:hint="eastAsia"/>
                <w:lang w:eastAsia="ja-JP"/>
              </w:rPr>
              <w:t>3A-21A-42C</w:t>
            </w:r>
            <w:r w:rsidRPr="00DF6DD6">
              <w:rPr>
                <w:rFonts w:cs="Arial"/>
                <w:lang w:eastAsia="ja-JP"/>
              </w:rPr>
              <w:t>_</w:t>
            </w:r>
            <w:r w:rsidRPr="00DF6DD6">
              <w:rPr>
                <w:rFonts w:cs="Arial" w:hint="eastAsia"/>
                <w:lang w:eastAsia="ja-JP"/>
              </w:rPr>
              <w:t>n78</w:t>
            </w:r>
            <w:r w:rsidRPr="00DF6DD6">
              <w:rPr>
                <w:rFonts w:cs="Arial"/>
                <w:lang w:eastAsia="ja-JP"/>
              </w:rPr>
              <w:t>C</w:t>
            </w:r>
          </w:p>
        </w:tc>
        <w:tc>
          <w:tcPr>
            <w:tcW w:w="3514" w:type="dxa"/>
          </w:tcPr>
          <w:p w14:paraId="3CB7B988" w14:textId="77777777" w:rsidR="0095436B" w:rsidRPr="00DF6DD6" w:rsidRDefault="0095436B" w:rsidP="003768E0">
            <w:pPr>
              <w:pStyle w:val="TAC"/>
              <w:keepNext w:val="0"/>
            </w:pPr>
            <w:r w:rsidRPr="00DF6DD6">
              <w:rPr>
                <w:lang w:eastAsia="ja-JP"/>
              </w:rPr>
              <w:t>DC</w:t>
            </w:r>
            <w:r w:rsidRPr="00DF6DD6">
              <w:t>_</w:t>
            </w:r>
            <w:r w:rsidRPr="00DF6DD6">
              <w:rPr>
                <w:lang w:eastAsia="ja-JP"/>
              </w:rPr>
              <w:t>3A_n78</w:t>
            </w:r>
            <w:r w:rsidRPr="00DF6DD6">
              <w:t>A</w:t>
            </w:r>
          </w:p>
          <w:p w14:paraId="0BF33792" w14:textId="6F555AD0" w:rsidR="0095436B" w:rsidRPr="00DF6DD6" w:rsidRDefault="0095436B" w:rsidP="003768E0">
            <w:pPr>
              <w:pStyle w:val="TAC"/>
              <w:keepNext w:val="0"/>
              <w:rPr>
                <w:rFonts w:eastAsia="Malgun Gothic"/>
                <w:lang w:val="en-US" w:eastAsia="ko-KR"/>
              </w:rPr>
            </w:pPr>
            <w:r w:rsidRPr="00DF6DD6">
              <w:rPr>
                <w:lang w:eastAsia="ja-JP"/>
              </w:rPr>
              <w:t>DC</w:t>
            </w:r>
            <w:r w:rsidRPr="00DF6DD6">
              <w:t>_</w:t>
            </w:r>
            <w:r w:rsidRPr="00DF6DD6">
              <w:rPr>
                <w:lang w:eastAsia="ja-JP"/>
              </w:rPr>
              <w:t>21A_n78</w:t>
            </w:r>
            <w:r w:rsidRPr="00DF6DD6">
              <w:t>A</w:t>
            </w:r>
          </w:p>
        </w:tc>
      </w:tr>
      <w:tr w:rsidR="00F55B07" w:rsidRPr="00DF6DD6" w14:paraId="1C6E0CD4" w14:textId="77777777" w:rsidTr="00A6034C">
        <w:trPr>
          <w:trHeight w:val="288"/>
          <w:jc w:val="center"/>
        </w:trPr>
        <w:tc>
          <w:tcPr>
            <w:tcW w:w="3461" w:type="dxa"/>
            <w:shd w:val="clear" w:color="auto" w:fill="auto"/>
            <w:noWrap/>
            <w:vAlign w:val="center"/>
          </w:tcPr>
          <w:p w14:paraId="0CEDAF9A" w14:textId="77777777" w:rsidR="0095436B" w:rsidRPr="00DF6DD6" w:rsidRDefault="0095436B" w:rsidP="003768E0">
            <w:pPr>
              <w:pStyle w:val="TAC"/>
              <w:keepNext w:val="0"/>
            </w:pPr>
            <w:r w:rsidRPr="00DF6DD6">
              <w:rPr>
                <w:lang w:eastAsia="ja-JP"/>
              </w:rPr>
              <w:t>DC</w:t>
            </w:r>
            <w:r w:rsidRPr="00DF6DD6">
              <w:t>_</w:t>
            </w:r>
            <w:r w:rsidRPr="00DF6DD6">
              <w:rPr>
                <w:lang w:eastAsia="ja-JP"/>
              </w:rPr>
              <w:t>3A-21A-42A_n79</w:t>
            </w:r>
            <w:r w:rsidRPr="00DF6DD6">
              <w:t>A</w:t>
            </w:r>
          </w:p>
          <w:p w14:paraId="0F5DCF30" w14:textId="77777777" w:rsidR="0095436B" w:rsidRPr="00DF6DD6" w:rsidRDefault="0095436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3A-21A-42A_n79C</w:t>
            </w:r>
          </w:p>
          <w:p w14:paraId="61B8C63A" w14:textId="77777777" w:rsidR="0095436B" w:rsidRPr="00DF6DD6" w:rsidRDefault="0095436B" w:rsidP="003768E0">
            <w:pPr>
              <w:pStyle w:val="TAC"/>
              <w:keepNext w:val="0"/>
            </w:pPr>
            <w:r w:rsidRPr="00DF6DD6">
              <w:rPr>
                <w:rFonts w:hint="eastAsia"/>
                <w:lang w:eastAsia="ja-JP"/>
              </w:rPr>
              <w:t>DC</w:t>
            </w:r>
            <w:r w:rsidRPr="00DF6DD6">
              <w:t>_</w:t>
            </w:r>
            <w:r w:rsidRPr="00DF6DD6">
              <w:rPr>
                <w:rFonts w:hint="eastAsia"/>
                <w:lang w:eastAsia="ja-JP"/>
              </w:rPr>
              <w:t>3A-21A-42C</w:t>
            </w:r>
            <w:r w:rsidRPr="00DF6DD6">
              <w:rPr>
                <w:lang w:eastAsia="ja-JP"/>
              </w:rPr>
              <w:t>_n7</w:t>
            </w:r>
            <w:r w:rsidRPr="00DF6DD6">
              <w:rPr>
                <w:rFonts w:hint="eastAsia"/>
                <w:lang w:eastAsia="ja-JP"/>
              </w:rPr>
              <w:t>9</w:t>
            </w:r>
            <w:r w:rsidRPr="00DF6DD6">
              <w:t>A</w:t>
            </w:r>
          </w:p>
          <w:p w14:paraId="7A8AF239" w14:textId="0899868D" w:rsidR="0095436B" w:rsidRPr="00DF6DD6" w:rsidRDefault="0095436B" w:rsidP="003768E0">
            <w:pPr>
              <w:pStyle w:val="TAC"/>
              <w:keepNext w:val="0"/>
              <w:rPr>
                <w:rFonts w:eastAsia="Malgun Gothic"/>
                <w:lang w:val="en-US" w:eastAsia="ko-KR"/>
              </w:rPr>
            </w:pPr>
            <w:r w:rsidRPr="00DF6DD6">
              <w:rPr>
                <w:rFonts w:cs="Arial" w:hint="eastAsia"/>
                <w:lang w:eastAsia="ja-JP"/>
              </w:rPr>
              <w:t>DC</w:t>
            </w:r>
            <w:r w:rsidRPr="00DF6DD6">
              <w:rPr>
                <w:rFonts w:cs="Arial"/>
              </w:rPr>
              <w:t>_</w:t>
            </w:r>
            <w:r w:rsidRPr="00DF6DD6">
              <w:rPr>
                <w:rFonts w:cs="Arial" w:hint="eastAsia"/>
                <w:lang w:eastAsia="ja-JP"/>
              </w:rPr>
              <w:t>3A-21A-42C</w:t>
            </w:r>
            <w:r w:rsidRPr="00DF6DD6">
              <w:rPr>
                <w:rFonts w:cs="Arial"/>
                <w:lang w:eastAsia="ja-JP"/>
              </w:rPr>
              <w:t>_</w:t>
            </w:r>
            <w:r w:rsidRPr="00DF6DD6">
              <w:rPr>
                <w:rFonts w:cs="Arial" w:hint="eastAsia"/>
                <w:lang w:eastAsia="ja-JP"/>
              </w:rPr>
              <w:t>n79</w:t>
            </w:r>
            <w:r w:rsidRPr="00DF6DD6">
              <w:rPr>
                <w:rFonts w:cs="Arial"/>
                <w:lang w:eastAsia="ja-JP"/>
              </w:rPr>
              <w:t>C</w:t>
            </w:r>
          </w:p>
        </w:tc>
        <w:tc>
          <w:tcPr>
            <w:tcW w:w="3514" w:type="dxa"/>
          </w:tcPr>
          <w:p w14:paraId="79EA8238" w14:textId="77777777" w:rsidR="0095436B" w:rsidRPr="00DF6DD6" w:rsidRDefault="0095436B" w:rsidP="003768E0">
            <w:pPr>
              <w:pStyle w:val="TAC"/>
              <w:keepNext w:val="0"/>
            </w:pPr>
            <w:r w:rsidRPr="00DF6DD6">
              <w:rPr>
                <w:lang w:eastAsia="ja-JP"/>
              </w:rPr>
              <w:t>DC</w:t>
            </w:r>
            <w:r w:rsidRPr="00DF6DD6">
              <w:t>_</w:t>
            </w:r>
            <w:r w:rsidRPr="00DF6DD6">
              <w:rPr>
                <w:lang w:eastAsia="ja-JP"/>
              </w:rPr>
              <w:t>3A_n79</w:t>
            </w:r>
            <w:r w:rsidRPr="00DF6DD6">
              <w:t>A</w:t>
            </w:r>
          </w:p>
          <w:p w14:paraId="3F7B65A0" w14:textId="3492A391" w:rsidR="0095436B" w:rsidRPr="00DF6DD6" w:rsidRDefault="0095436B" w:rsidP="003768E0">
            <w:pPr>
              <w:pStyle w:val="TAC"/>
              <w:keepNext w:val="0"/>
              <w:rPr>
                <w:rFonts w:eastAsia="Malgun Gothic"/>
                <w:lang w:val="en-US" w:eastAsia="ko-KR"/>
              </w:rPr>
            </w:pPr>
            <w:r w:rsidRPr="00DF6DD6">
              <w:rPr>
                <w:lang w:eastAsia="ja-JP"/>
              </w:rPr>
              <w:t>DC</w:t>
            </w:r>
            <w:r w:rsidRPr="00DF6DD6">
              <w:t>_</w:t>
            </w:r>
            <w:r w:rsidRPr="00DF6DD6">
              <w:rPr>
                <w:lang w:eastAsia="ja-JP"/>
              </w:rPr>
              <w:t>21A_n79</w:t>
            </w:r>
            <w:r w:rsidRPr="00DF6DD6">
              <w:t>A</w:t>
            </w:r>
          </w:p>
        </w:tc>
      </w:tr>
      <w:tr w:rsidR="00F55B07" w:rsidRPr="00DF6DD6" w14:paraId="0CCC1C8C" w14:textId="77777777" w:rsidTr="00A6034C">
        <w:trPr>
          <w:trHeight w:val="288"/>
          <w:jc w:val="center"/>
        </w:trPr>
        <w:tc>
          <w:tcPr>
            <w:tcW w:w="3461" w:type="dxa"/>
            <w:shd w:val="clear" w:color="auto" w:fill="auto"/>
            <w:noWrap/>
            <w:vAlign w:val="center"/>
          </w:tcPr>
          <w:p w14:paraId="0492BE60" w14:textId="77777777" w:rsidR="0095436B" w:rsidRPr="00DF6DD6" w:rsidRDefault="0095436B" w:rsidP="003768E0">
            <w:pPr>
              <w:pStyle w:val="TAC"/>
              <w:keepNext w:val="0"/>
              <w:rPr>
                <w:lang w:val="en-US" w:eastAsia="fi-FI"/>
              </w:rPr>
            </w:pPr>
            <w:r w:rsidRPr="00DF6DD6">
              <w:rPr>
                <w:lang w:val="en-US" w:eastAsia="fi-FI"/>
              </w:rPr>
              <w:t>DC_3A-28A-42A_n77A</w:t>
            </w:r>
          </w:p>
          <w:p w14:paraId="60041A43" w14:textId="0C9E1D1A" w:rsidR="0095436B" w:rsidRPr="00DF6DD6" w:rsidRDefault="0095436B" w:rsidP="003768E0">
            <w:pPr>
              <w:pStyle w:val="TAC"/>
              <w:keepNext w:val="0"/>
              <w:rPr>
                <w:rFonts w:cs="Arial"/>
                <w:lang w:eastAsia="ja-JP"/>
              </w:rPr>
            </w:pPr>
            <w:r w:rsidRPr="00DF6DD6">
              <w:rPr>
                <w:rFonts w:cs="Arial"/>
                <w:szCs w:val="18"/>
                <w:lang w:eastAsia="ja-JP"/>
              </w:rPr>
              <w:t>DC_3A-28A-42C_n77A</w:t>
            </w:r>
          </w:p>
        </w:tc>
        <w:tc>
          <w:tcPr>
            <w:tcW w:w="3514" w:type="dxa"/>
          </w:tcPr>
          <w:p w14:paraId="18706099" w14:textId="77777777" w:rsidR="0095436B" w:rsidRPr="00DF6DD6" w:rsidRDefault="0095436B" w:rsidP="003768E0">
            <w:pPr>
              <w:pStyle w:val="TAC"/>
              <w:keepNext w:val="0"/>
              <w:rPr>
                <w:lang w:val="en-US" w:eastAsia="fi-FI"/>
              </w:rPr>
            </w:pPr>
            <w:r w:rsidRPr="00DF6DD6">
              <w:rPr>
                <w:lang w:val="en-US" w:eastAsia="fi-FI"/>
              </w:rPr>
              <w:t>DC_3A_n77A</w:t>
            </w:r>
          </w:p>
          <w:p w14:paraId="2A368268" w14:textId="77777777" w:rsidR="0095436B" w:rsidRPr="00DF6DD6" w:rsidRDefault="0095436B" w:rsidP="003768E0">
            <w:pPr>
              <w:pStyle w:val="TAC"/>
              <w:keepNext w:val="0"/>
              <w:rPr>
                <w:lang w:eastAsia="ja-JP"/>
              </w:rPr>
            </w:pPr>
            <w:r w:rsidRPr="00DF6DD6">
              <w:rPr>
                <w:lang w:val="en-US" w:eastAsia="fi-FI"/>
              </w:rPr>
              <w:t>DC_28A_n77A</w:t>
            </w:r>
          </w:p>
        </w:tc>
      </w:tr>
      <w:tr w:rsidR="00F55B07" w:rsidRPr="00DF6DD6" w14:paraId="5AB5A18E" w14:textId="77777777" w:rsidTr="00A6034C">
        <w:trPr>
          <w:trHeight w:val="288"/>
          <w:jc w:val="center"/>
        </w:trPr>
        <w:tc>
          <w:tcPr>
            <w:tcW w:w="3461" w:type="dxa"/>
            <w:shd w:val="clear" w:color="auto" w:fill="auto"/>
            <w:noWrap/>
            <w:vAlign w:val="center"/>
          </w:tcPr>
          <w:p w14:paraId="1BB8E964" w14:textId="77777777" w:rsidR="0095436B" w:rsidRPr="00DF6DD6" w:rsidRDefault="0095436B" w:rsidP="003768E0">
            <w:pPr>
              <w:pStyle w:val="TAC"/>
              <w:keepNext w:val="0"/>
              <w:rPr>
                <w:lang w:val="en-US" w:eastAsia="fi-FI"/>
              </w:rPr>
            </w:pPr>
            <w:r w:rsidRPr="00DF6DD6">
              <w:rPr>
                <w:lang w:val="en-US" w:eastAsia="fi-FI"/>
              </w:rPr>
              <w:t>DC_3A-28A-42A_n78A</w:t>
            </w:r>
          </w:p>
          <w:p w14:paraId="0D6FD997" w14:textId="1FDE6E95" w:rsidR="0095436B" w:rsidRPr="00DF6DD6" w:rsidRDefault="0095436B" w:rsidP="003768E0">
            <w:pPr>
              <w:pStyle w:val="TAC"/>
              <w:keepNext w:val="0"/>
              <w:rPr>
                <w:rFonts w:cs="Arial"/>
                <w:lang w:eastAsia="ja-JP"/>
              </w:rPr>
            </w:pPr>
            <w:r w:rsidRPr="00DF6DD6">
              <w:rPr>
                <w:rFonts w:cs="Arial"/>
                <w:szCs w:val="18"/>
                <w:lang w:eastAsia="ja-JP"/>
              </w:rPr>
              <w:t>DC_3A-28A-42C_n78A</w:t>
            </w:r>
          </w:p>
        </w:tc>
        <w:tc>
          <w:tcPr>
            <w:tcW w:w="3514" w:type="dxa"/>
          </w:tcPr>
          <w:p w14:paraId="16FB2836" w14:textId="77777777" w:rsidR="0095436B" w:rsidRPr="00DF6DD6" w:rsidRDefault="0095436B" w:rsidP="003768E0">
            <w:pPr>
              <w:pStyle w:val="TAC"/>
              <w:keepNext w:val="0"/>
              <w:rPr>
                <w:lang w:val="en-US" w:eastAsia="fi-FI"/>
              </w:rPr>
            </w:pPr>
            <w:r w:rsidRPr="00DF6DD6">
              <w:rPr>
                <w:lang w:val="en-US" w:eastAsia="fi-FI"/>
              </w:rPr>
              <w:t>DC_3A_n78A</w:t>
            </w:r>
          </w:p>
          <w:p w14:paraId="3C42557E" w14:textId="77777777" w:rsidR="0095436B" w:rsidRPr="00DF6DD6" w:rsidRDefault="0095436B" w:rsidP="003768E0">
            <w:pPr>
              <w:pStyle w:val="TAC"/>
              <w:keepNext w:val="0"/>
              <w:rPr>
                <w:lang w:eastAsia="ja-JP"/>
              </w:rPr>
            </w:pPr>
            <w:r w:rsidRPr="00DF6DD6">
              <w:rPr>
                <w:lang w:val="en-US" w:eastAsia="fi-FI"/>
              </w:rPr>
              <w:t>DC_28A_n78A</w:t>
            </w:r>
          </w:p>
        </w:tc>
      </w:tr>
      <w:tr w:rsidR="00F55B07" w:rsidRPr="00DF6DD6" w14:paraId="219F2080" w14:textId="77777777" w:rsidTr="00A6034C">
        <w:trPr>
          <w:trHeight w:val="288"/>
          <w:jc w:val="center"/>
        </w:trPr>
        <w:tc>
          <w:tcPr>
            <w:tcW w:w="3461" w:type="dxa"/>
            <w:shd w:val="clear" w:color="auto" w:fill="auto"/>
            <w:noWrap/>
            <w:vAlign w:val="center"/>
          </w:tcPr>
          <w:p w14:paraId="5FE5A788" w14:textId="77777777" w:rsidR="0095436B" w:rsidRPr="00DF6DD6" w:rsidRDefault="0095436B" w:rsidP="003768E0">
            <w:pPr>
              <w:pStyle w:val="TAC"/>
              <w:keepNext w:val="0"/>
              <w:rPr>
                <w:lang w:val="en-US" w:eastAsia="fi-FI"/>
              </w:rPr>
            </w:pPr>
            <w:r w:rsidRPr="00DF6DD6">
              <w:rPr>
                <w:lang w:val="en-US" w:eastAsia="fi-FI"/>
              </w:rPr>
              <w:t>DC_3A-28A-42A_n79A</w:t>
            </w:r>
          </w:p>
          <w:p w14:paraId="0503B91A" w14:textId="0858E580" w:rsidR="0095436B" w:rsidRPr="00DF6DD6" w:rsidRDefault="0095436B" w:rsidP="003768E0">
            <w:pPr>
              <w:pStyle w:val="TAC"/>
              <w:keepNext w:val="0"/>
              <w:rPr>
                <w:rFonts w:cs="Arial"/>
                <w:lang w:eastAsia="ja-JP"/>
              </w:rPr>
            </w:pPr>
            <w:r w:rsidRPr="00DF6DD6">
              <w:rPr>
                <w:rFonts w:cs="Arial"/>
                <w:szCs w:val="18"/>
                <w:lang w:eastAsia="ja-JP"/>
              </w:rPr>
              <w:t>DC_3A-28A-42C_n79A</w:t>
            </w:r>
          </w:p>
        </w:tc>
        <w:tc>
          <w:tcPr>
            <w:tcW w:w="3514" w:type="dxa"/>
          </w:tcPr>
          <w:p w14:paraId="7AE0DF3A" w14:textId="77777777" w:rsidR="0095436B" w:rsidRPr="00DF6DD6" w:rsidRDefault="0095436B" w:rsidP="003768E0">
            <w:pPr>
              <w:pStyle w:val="TAC"/>
              <w:keepNext w:val="0"/>
              <w:rPr>
                <w:lang w:val="en-US" w:eastAsia="fi-FI"/>
              </w:rPr>
            </w:pPr>
            <w:r w:rsidRPr="00DF6DD6">
              <w:rPr>
                <w:lang w:val="en-US" w:eastAsia="fi-FI"/>
              </w:rPr>
              <w:t>DC_3A_n79A</w:t>
            </w:r>
          </w:p>
          <w:p w14:paraId="1FE0AA89" w14:textId="77777777" w:rsidR="0095436B" w:rsidRPr="00DF6DD6" w:rsidRDefault="0095436B" w:rsidP="003768E0">
            <w:pPr>
              <w:pStyle w:val="TAC"/>
              <w:keepNext w:val="0"/>
              <w:rPr>
                <w:lang w:eastAsia="ja-JP"/>
              </w:rPr>
            </w:pPr>
            <w:r w:rsidRPr="00DF6DD6">
              <w:rPr>
                <w:lang w:val="en-US" w:eastAsia="fi-FI"/>
              </w:rPr>
              <w:t>DC_28A_n79A</w:t>
            </w:r>
          </w:p>
        </w:tc>
      </w:tr>
      <w:tr w:rsidR="00F55B07" w:rsidRPr="00DF6DD6" w14:paraId="6E5697EF" w14:textId="77777777" w:rsidTr="00A6034C">
        <w:trPr>
          <w:trHeight w:val="288"/>
          <w:jc w:val="center"/>
        </w:trPr>
        <w:tc>
          <w:tcPr>
            <w:tcW w:w="3461" w:type="dxa"/>
            <w:shd w:val="clear" w:color="auto" w:fill="auto"/>
            <w:noWrap/>
            <w:vAlign w:val="center"/>
          </w:tcPr>
          <w:p w14:paraId="719ADA8E" w14:textId="6FBBFBB9" w:rsidR="0095436B" w:rsidRPr="00DF6DD6" w:rsidRDefault="0095436B" w:rsidP="003768E0">
            <w:pPr>
              <w:pStyle w:val="TAC"/>
              <w:keepNext w:val="0"/>
            </w:pPr>
            <w:r w:rsidRPr="00DF6DD6">
              <w:rPr>
                <w:rFonts w:eastAsia="Malgun Gothic" w:hint="eastAsia"/>
                <w:lang w:val="fi-FI" w:eastAsia="ko-KR"/>
              </w:rPr>
              <w:t>DC_7A-20A_n28A-n78A</w:t>
            </w:r>
            <w:r w:rsidRPr="00DF6DD6">
              <w:rPr>
                <w:rFonts w:eastAsia="Malgun Gothic"/>
                <w:vertAlign w:val="superscript"/>
                <w:lang w:val="fi-FI" w:eastAsia="ko-KR"/>
              </w:rPr>
              <w:t>2,3</w:t>
            </w:r>
          </w:p>
        </w:tc>
        <w:tc>
          <w:tcPr>
            <w:tcW w:w="3514" w:type="dxa"/>
          </w:tcPr>
          <w:p w14:paraId="5CBF5D3D"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DC_7A_n28A</w:t>
            </w:r>
          </w:p>
          <w:p w14:paraId="3468DD7B"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DC_7A_n78A</w:t>
            </w:r>
          </w:p>
          <w:p w14:paraId="360575E0" w14:textId="77777777" w:rsidR="0095436B" w:rsidRPr="00DF6DD6" w:rsidRDefault="0095436B" w:rsidP="003768E0">
            <w:pPr>
              <w:pStyle w:val="TAC"/>
              <w:keepNext w:val="0"/>
              <w:rPr>
                <w:rFonts w:eastAsia="Malgun Gothic"/>
                <w:lang w:val="en-US" w:eastAsia="ko-KR"/>
              </w:rPr>
            </w:pPr>
            <w:r w:rsidRPr="00DF6DD6">
              <w:rPr>
                <w:rFonts w:eastAsia="Malgun Gothic"/>
                <w:lang w:val="en-US" w:eastAsia="ko-KR"/>
              </w:rPr>
              <w:t>DC_20A_n28A</w:t>
            </w:r>
          </w:p>
          <w:p w14:paraId="0A87E314" w14:textId="77777777" w:rsidR="0095436B" w:rsidRPr="00DF6DD6" w:rsidRDefault="0095436B" w:rsidP="003768E0">
            <w:pPr>
              <w:pStyle w:val="TAC"/>
              <w:keepNext w:val="0"/>
            </w:pPr>
            <w:r w:rsidRPr="00DF6DD6">
              <w:rPr>
                <w:rFonts w:eastAsia="Malgun Gothic"/>
                <w:lang w:val="fi-FI" w:eastAsia="ko-KR"/>
              </w:rPr>
              <w:t>DC_20A_n78A</w:t>
            </w:r>
          </w:p>
        </w:tc>
      </w:tr>
      <w:tr w:rsidR="00F55B07" w:rsidRPr="00DF6DD6" w14:paraId="053BB8E7" w14:textId="77777777" w:rsidTr="00A6034C">
        <w:trPr>
          <w:trHeight w:val="288"/>
          <w:jc w:val="center"/>
        </w:trPr>
        <w:tc>
          <w:tcPr>
            <w:tcW w:w="3461" w:type="dxa"/>
            <w:shd w:val="clear" w:color="auto" w:fill="auto"/>
            <w:noWrap/>
          </w:tcPr>
          <w:p w14:paraId="56DEC6E9" w14:textId="77777777" w:rsidR="0095436B" w:rsidRPr="00DF6DD6" w:rsidRDefault="0095436B" w:rsidP="003768E0">
            <w:pPr>
              <w:pStyle w:val="TAC"/>
              <w:keepNext w:val="0"/>
            </w:pPr>
            <w:r w:rsidRPr="00DF6DD6">
              <w:t>DC_19A-21A-42A_n77A</w:t>
            </w:r>
          </w:p>
          <w:p w14:paraId="4B7E8E97" w14:textId="77777777" w:rsidR="0095436B" w:rsidRPr="00DF6DD6" w:rsidRDefault="0095436B" w:rsidP="003768E0">
            <w:pPr>
              <w:pStyle w:val="TAC"/>
              <w:keepNext w:val="0"/>
            </w:pPr>
            <w:r w:rsidRPr="00DF6DD6">
              <w:t>DC_19A-21A-42A_n77C</w:t>
            </w:r>
          </w:p>
          <w:p w14:paraId="6C61229D" w14:textId="77777777" w:rsidR="0095436B" w:rsidRPr="00DF6DD6" w:rsidRDefault="0095436B" w:rsidP="003768E0">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hint="eastAsia"/>
                <w:lang w:eastAsia="ja-JP"/>
              </w:rPr>
              <w:t>19A-21A-42C_n77A</w:t>
            </w:r>
          </w:p>
          <w:p w14:paraId="0B0FA596" w14:textId="6579C609" w:rsidR="0095436B" w:rsidRPr="00DF6DD6" w:rsidRDefault="0095436B" w:rsidP="003768E0">
            <w:pPr>
              <w:pStyle w:val="TAC"/>
              <w:keepNext w:val="0"/>
            </w:pPr>
            <w:r w:rsidRPr="00DF6DD6">
              <w:rPr>
                <w:rFonts w:cs="Arial" w:hint="eastAsia"/>
                <w:lang w:eastAsia="ja-JP"/>
              </w:rPr>
              <w:t>DC</w:t>
            </w:r>
            <w:r w:rsidRPr="00DF6DD6">
              <w:rPr>
                <w:rFonts w:cs="Arial"/>
              </w:rPr>
              <w:t>_</w:t>
            </w:r>
            <w:r w:rsidRPr="00DF6DD6">
              <w:rPr>
                <w:rFonts w:cs="Arial" w:hint="eastAsia"/>
                <w:lang w:eastAsia="ja-JP"/>
              </w:rPr>
              <w:t>19A-21A-42C_n77</w:t>
            </w:r>
            <w:r w:rsidRPr="00DF6DD6">
              <w:rPr>
                <w:rFonts w:cs="Arial"/>
                <w:lang w:eastAsia="ja-JP"/>
              </w:rPr>
              <w:t>C</w:t>
            </w:r>
          </w:p>
        </w:tc>
        <w:tc>
          <w:tcPr>
            <w:tcW w:w="3514" w:type="dxa"/>
          </w:tcPr>
          <w:p w14:paraId="72502569" w14:textId="77777777" w:rsidR="0095436B" w:rsidRPr="00DF6DD6" w:rsidRDefault="0095436B" w:rsidP="003768E0">
            <w:pPr>
              <w:pStyle w:val="TAC"/>
              <w:keepNext w:val="0"/>
            </w:pPr>
            <w:r w:rsidRPr="00DF6DD6">
              <w:t>DC_19A_n77A</w:t>
            </w:r>
          </w:p>
          <w:p w14:paraId="07B816A6" w14:textId="77777777" w:rsidR="0095436B" w:rsidRPr="00DF6DD6" w:rsidRDefault="0095436B" w:rsidP="003768E0">
            <w:pPr>
              <w:pStyle w:val="TAC"/>
              <w:keepNext w:val="0"/>
              <w:rPr>
                <w:lang w:val="en-US" w:eastAsia="fi-FI"/>
              </w:rPr>
            </w:pPr>
            <w:r w:rsidRPr="00DF6DD6">
              <w:t>DC_21A_n77A</w:t>
            </w:r>
          </w:p>
        </w:tc>
      </w:tr>
      <w:tr w:rsidR="00F55B07" w:rsidRPr="00DF6DD6" w14:paraId="5A11FA07" w14:textId="77777777" w:rsidTr="00A6034C">
        <w:trPr>
          <w:trHeight w:val="288"/>
          <w:jc w:val="center"/>
        </w:trPr>
        <w:tc>
          <w:tcPr>
            <w:tcW w:w="3461" w:type="dxa"/>
            <w:shd w:val="clear" w:color="auto" w:fill="auto"/>
            <w:noWrap/>
          </w:tcPr>
          <w:p w14:paraId="7F4D3A25" w14:textId="77777777" w:rsidR="0095436B" w:rsidRPr="00DF6DD6" w:rsidRDefault="0095436B" w:rsidP="003768E0">
            <w:pPr>
              <w:pStyle w:val="TAC"/>
              <w:keepNext w:val="0"/>
            </w:pPr>
            <w:r w:rsidRPr="00DF6DD6">
              <w:t>DC_19A-21A-42A_n78A</w:t>
            </w:r>
          </w:p>
          <w:p w14:paraId="588CCA54" w14:textId="77777777" w:rsidR="0095436B" w:rsidRPr="00DF6DD6" w:rsidRDefault="0095436B" w:rsidP="003768E0">
            <w:pPr>
              <w:pStyle w:val="TAC"/>
              <w:keepNext w:val="0"/>
            </w:pPr>
            <w:r w:rsidRPr="00DF6DD6">
              <w:t>DC_19A-21A-42A_n78C</w:t>
            </w:r>
          </w:p>
          <w:p w14:paraId="431F2251" w14:textId="77777777" w:rsidR="0095436B" w:rsidRPr="00DF6DD6" w:rsidRDefault="0095436B" w:rsidP="003768E0">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hint="eastAsia"/>
                <w:lang w:eastAsia="ja-JP"/>
              </w:rPr>
              <w:t>19A-21A-42C_n78A</w:t>
            </w:r>
          </w:p>
          <w:p w14:paraId="5F313AA0" w14:textId="1C744EE0" w:rsidR="0095436B" w:rsidRPr="00DF6DD6" w:rsidRDefault="0095436B" w:rsidP="003768E0">
            <w:pPr>
              <w:pStyle w:val="TAC"/>
              <w:keepNext w:val="0"/>
              <w:rPr>
                <w:lang w:val="en-US" w:eastAsia="fi-FI"/>
              </w:rPr>
            </w:pPr>
            <w:r w:rsidRPr="00DF6DD6">
              <w:rPr>
                <w:rFonts w:cs="Arial" w:hint="eastAsia"/>
                <w:lang w:eastAsia="ja-JP"/>
              </w:rPr>
              <w:t>DC</w:t>
            </w:r>
            <w:r w:rsidRPr="00DF6DD6">
              <w:rPr>
                <w:rFonts w:cs="Arial"/>
              </w:rPr>
              <w:t>_</w:t>
            </w:r>
            <w:r w:rsidRPr="00DF6DD6">
              <w:rPr>
                <w:rFonts w:cs="Arial" w:hint="eastAsia"/>
                <w:lang w:eastAsia="ja-JP"/>
              </w:rPr>
              <w:t>19A-21A-42C_n78</w:t>
            </w:r>
            <w:r w:rsidRPr="00DF6DD6">
              <w:rPr>
                <w:rFonts w:cs="Arial"/>
                <w:lang w:eastAsia="ja-JP"/>
              </w:rPr>
              <w:t>C</w:t>
            </w:r>
          </w:p>
        </w:tc>
        <w:tc>
          <w:tcPr>
            <w:tcW w:w="3514" w:type="dxa"/>
          </w:tcPr>
          <w:p w14:paraId="7EA2FB9D" w14:textId="77777777" w:rsidR="0095436B" w:rsidRPr="00DF6DD6" w:rsidRDefault="0095436B" w:rsidP="003768E0">
            <w:pPr>
              <w:pStyle w:val="TAC"/>
              <w:keepNext w:val="0"/>
            </w:pPr>
            <w:r w:rsidRPr="00DF6DD6">
              <w:t>DC_19A_n78A</w:t>
            </w:r>
          </w:p>
          <w:p w14:paraId="4D9BC107" w14:textId="77777777" w:rsidR="0095436B" w:rsidRPr="00DF6DD6" w:rsidRDefault="0095436B" w:rsidP="003768E0">
            <w:pPr>
              <w:pStyle w:val="TAC"/>
              <w:keepNext w:val="0"/>
              <w:rPr>
                <w:lang w:val="en-US" w:eastAsia="fi-FI"/>
              </w:rPr>
            </w:pPr>
            <w:r w:rsidRPr="00DF6DD6">
              <w:t>DC_21A_n78A</w:t>
            </w:r>
          </w:p>
        </w:tc>
      </w:tr>
      <w:tr w:rsidR="00F55B07" w:rsidRPr="00DF6DD6" w14:paraId="5C2F433A" w14:textId="77777777" w:rsidTr="00A6034C">
        <w:trPr>
          <w:trHeight w:val="288"/>
          <w:jc w:val="center"/>
        </w:trPr>
        <w:tc>
          <w:tcPr>
            <w:tcW w:w="3461" w:type="dxa"/>
            <w:shd w:val="clear" w:color="auto" w:fill="auto"/>
            <w:noWrap/>
          </w:tcPr>
          <w:p w14:paraId="34537F20" w14:textId="77777777" w:rsidR="0095436B" w:rsidRPr="00DF6DD6" w:rsidRDefault="0095436B" w:rsidP="003768E0">
            <w:pPr>
              <w:pStyle w:val="TAC"/>
              <w:keepNext w:val="0"/>
            </w:pPr>
            <w:r w:rsidRPr="00DF6DD6">
              <w:t>DC_19A-21A-42A_n79A</w:t>
            </w:r>
          </w:p>
          <w:p w14:paraId="3DB74753" w14:textId="77777777" w:rsidR="0095436B" w:rsidRPr="00DF6DD6" w:rsidRDefault="0095436B" w:rsidP="003768E0">
            <w:pPr>
              <w:pStyle w:val="TAC"/>
              <w:keepNext w:val="0"/>
            </w:pPr>
            <w:r w:rsidRPr="00DF6DD6">
              <w:t>DC_19A-21A-42A_n79C</w:t>
            </w:r>
          </w:p>
          <w:p w14:paraId="6A22CD09" w14:textId="77777777" w:rsidR="0095436B" w:rsidRPr="00DF6DD6" w:rsidRDefault="0095436B" w:rsidP="003768E0">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hint="eastAsia"/>
                <w:lang w:eastAsia="ja-JP"/>
              </w:rPr>
              <w:t>19A-21A-42C_n79A</w:t>
            </w:r>
          </w:p>
          <w:p w14:paraId="7EB1D693" w14:textId="5420B300" w:rsidR="0095436B" w:rsidRPr="00DF6DD6" w:rsidRDefault="0095436B" w:rsidP="003768E0">
            <w:pPr>
              <w:pStyle w:val="TAC"/>
              <w:keepNext w:val="0"/>
              <w:rPr>
                <w:lang w:val="en-US" w:eastAsia="fi-FI"/>
              </w:rPr>
            </w:pPr>
            <w:r w:rsidRPr="00DF6DD6">
              <w:rPr>
                <w:rFonts w:cs="Arial" w:hint="eastAsia"/>
                <w:lang w:eastAsia="ja-JP"/>
              </w:rPr>
              <w:t>DC</w:t>
            </w:r>
            <w:r w:rsidRPr="00DF6DD6">
              <w:rPr>
                <w:rFonts w:cs="Arial"/>
              </w:rPr>
              <w:t>_</w:t>
            </w:r>
            <w:r w:rsidRPr="00DF6DD6">
              <w:rPr>
                <w:rFonts w:cs="Arial" w:hint="eastAsia"/>
                <w:lang w:eastAsia="ja-JP"/>
              </w:rPr>
              <w:t>19A-21A-42C_n79</w:t>
            </w:r>
            <w:r w:rsidRPr="00DF6DD6">
              <w:rPr>
                <w:rFonts w:cs="Arial"/>
                <w:lang w:eastAsia="ja-JP"/>
              </w:rPr>
              <w:t>C</w:t>
            </w:r>
          </w:p>
        </w:tc>
        <w:tc>
          <w:tcPr>
            <w:tcW w:w="3514" w:type="dxa"/>
          </w:tcPr>
          <w:p w14:paraId="0781C529" w14:textId="77777777" w:rsidR="0095436B" w:rsidRPr="00DF6DD6" w:rsidRDefault="0095436B" w:rsidP="003768E0">
            <w:pPr>
              <w:pStyle w:val="TAC"/>
              <w:keepNext w:val="0"/>
            </w:pPr>
            <w:r w:rsidRPr="00DF6DD6">
              <w:t>DC_19A_n79A</w:t>
            </w:r>
          </w:p>
          <w:p w14:paraId="18755DD6" w14:textId="77777777" w:rsidR="0095436B" w:rsidRPr="00DF6DD6" w:rsidRDefault="0095436B" w:rsidP="003768E0">
            <w:pPr>
              <w:pStyle w:val="TAC"/>
              <w:keepNext w:val="0"/>
              <w:rPr>
                <w:lang w:val="en-US" w:eastAsia="fi-FI"/>
              </w:rPr>
            </w:pPr>
            <w:r w:rsidRPr="00DF6DD6">
              <w:t>DC_21A_n79A</w:t>
            </w:r>
          </w:p>
        </w:tc>
      </w:tr>
      <w:tr w:rsidR="00F55B07" w:rsidRPr="00DF6DD6" w14:paraId="125E8210" w14:textId="77777777" w:rsidTr="00A6034C">
        <w:trPr>
          <w:trHeight w:val="288"/>
          <w:jc w:val="center"/>
        </w:trPr>
        <w:tc>
          <w:tcPr>
            <w:tcW w:w="3461" w:type="dxa"/>
            <w:shd w:val="clear" w:color="auto" w:fill="auto"/>
            <w:noWrap/>
            <w:vAlign w:val="center"/>
          </w:tcPr>
          <w:p w14:paraId="4588164D" w14:textId="77777777" w:rsidR="0095436B" w:rsidRPr="00DF6DD6" w:rsidRDefault="0095436B" w:rsidP="003768E0">
            <w:pPr>
              <w:pStyle w:val="TAC"/>
              <w:keepNext w:val="0"/>
              <w:rPr>
                <w:lang w:val="en-US" w:eastAsia="fi-FI"/>
              </w:rPr>
            </w:pPr>
            <w:r w:rsidRPr="00DF6DD6">
              <w:rPr>
                <w:lang w:val="en-US" w:eastAsia="fi-FI"/>
              </w:rPr>
              <w:t>DC_21A-28A-42A_n77A</w:t>
            </w:r>
          </w:p>
          <w:p w14:paraId="22C3C45E" w14:textId="10CC5F0B" w:rsidR="0095436B" w:rsidRPr="00DF6DD6" w:rsidRDefault="0095436B" w:rsidP="003768E0">
            <w:pPr>
              <w:pStyle w:val="TAC"/>
              <w:keepNext w:val="0"/>
              <w:rPr>
                <w:rFonts w:cs="Arial"/>
                <w:lang w:eastAsia="ja-JP"/>
              </w:rPr>
            </w:pPr>
            <w:r w:rsidRPr="00DF6DD6">
              <w:rPr>
                <w:rFonts w:cs="Arial"/>
                <w:szCs w:val="18"/>
                <w:lang w:eastAsia="ja-JP"/>
              </w:rPr>
              <w:t>DC_21A-28A-42C_n77A</w:t>
            </w:r>
          </w:p>
        </w:tc>
        <w:tc>
          <w:tcPr>
            <w:tcW w:w="3514" w:type="dxa"/>
          </w:tcPr>
          <w:p w14:paraId="4B511740" w14:textId="77777777" w:rsidR="0095436B" w:rsidRPr="00DF6DD6" w:rsidRDefault="0095436B" w:rsidP="003768E0">
            <w:pPr>
              <w:pStyle w:val="TAC"/>
              <w:keepNext w:val="0"/>
              <w:rPr>
                <w:lang w:val="en-US" w:eastAsia="fi-FI"/>
              </w:rPr>
            </w:pPr>
            <w:r w:rsidRPr="00DF6DD6">
              <w:rPr>
                <w:lang w:val="en-US" w:eastAsia="fi-FI"/>
              </w:rPr>
              <w:t>DC_21A_n77A</w:t>
            </w:r>
          </w:p>
          <w:p w14:paraId="00F5C892" w14:textId="77777777" w:rsidR="0095436B" w:rsidRPr="00DF6DD6" w:rsidRDefault="0095436B" w:rsidP="003768E0">
            <w:pPr>
              <w:pStyle w:val="TAC"/>
              <w:keepNext w:val="0"/>
              <w:rPr>
                <w:rFonts w:cs="Arial"/>
                <w:lang w:eastAsia="ja-JP"/>
              </w:rPr>
            </w:pPr>
            <w:r w:rsidRPr="00DF6DD6">
              <w:rPr>
                <w:lang w:val="en-US" w:eastAsia="fi-FI"/>
              </w:rPr>
              <w:t>DC_28A_n77A</w:t>
            </w:r>
          </w:p>
        </w:tc>
      </w:tr>
      <w:tr w:rsidR="00F55B07" w:rsidRPr="00DF6DD6" w14:paraId="01AEB15A" w14:textId="77777777" w:rsidTr="00A6034C">
        <w:trPr>
          <w:trHeight w:val="288"/>
          <w:jc w:val="center"/>
        </w:trPr>
        <w:tc>
          <w:tcPr>
            <w:tcW w:w="3461" w:type="dxa"/>
            <w:shd w:val="clear" w:color="auto" w:fill="auto"/>
            <w:noWrap/>
            <w:vAlign w:val="center"/>
          </w:tcPr>
          <w:p w14:paraId="56FF9707" w14:textId="77777777" w:rsidR="0095436B" w:rsidRPr="00DF6DD6" w:rsidRDefault="0095436B" w:rsidP="003768E0">
            <w:pPr>
              <w:pStyle w:val="TAC"/>
              <w:keepNext w:val="0"/>
              <w:rPr>
                <w:lang w:val="en-US" w:eastAsia="fi-FI"/>
              </w:rPr>
            </w:pPr>
            <w:r w:rsidRPr="00DF6DD6">
              <w:rPr>
                <w:lang w:val="en-US" w:eastAsia="fi-FI"/>
              </w:rPr>
              <w:t>DC_21A-28A-42A_n78A</w:t>
            </w:r>
          </w:p>
          <w:p w14:paraId="4EB05037" w14:textId="2651CFD8" w:rsidR="0095436B" w:rsidRPr="00DF6DD6" w:rsidRDefault="0095436B" w:rsidP="003768E0">
            <w:pPr>
              <w:pStyle w:val="TAC"/>
              <w:keepNext w:val="0"/>
              <w:rPr>
                <w:lang w:val="en-US" w:eastAsia="fi-FI"/>
              </w:rPr>
            </w:pPr>
            <w:r w:rsidRPr="00DF6DD6">
              <w:rPr>
                <w:rFonts w:cs="Arial"/>
                <w:szCs w:val="18"/>
                <w:lang w:eastAsia="ja-JP"/>
              </w:rPr>
              <w:t>DC_21A-28A-42C_n78A</w:t>
            </w:r>
          </w:p>
        </w:tc>
        <w:tc>
          <w:tcPr>
            <w:tcW w:w="3514" w:type="dxa"/>
          </w:tcPr>
          <w:p w14:paraId="5D0234DB" w14:textId="77777777" w:rsidR="0095436B" w:rsidRPr="00DF6DD6" w:rsidRDefault="0095436B" w:rsidP="003768E0">
            <w:pPr>
              <w:pStyle w:val="TAC"/>
              <w:keepNext w:val="0"/>
              <w:rPr>
                <w:lang w:val="en-US" w:eastAsia="fi-FI"/>
              </w:rPr>
            </w:pPr>
            <w:r w:rsidRPr="00DF6DD6">
              <w:rPr>
                <w:lang w:val="en-US" w:eastAsia="fi-FI"/>
              </w:rPr>
              <w:t>DC_21A_n78A</w:t>
            </w:r>
          </w:p>
          <w:p w14:paraId="38B29E75" w14:textId="77777777" w:rsidR="0095436B" w:rsidRPr="00DF6DD6" w:rsidRDefault="0095436B" w:rsidP="003768E0">
            <w:pPr>
              <w:pStyle w:val="TAC"/>
              <w:keepNext w:val="0"/>
              <w:rPr>
                <w:lang w:val="en-US" w:eastAsia="fi-FI"/>
              </w:rPr>
            </w:pPr>
            <w:r w:rsidRPr="00DF6DD6">
              <w:rPr>
                <w:lang w:val="en-US" w:eastAsia="fi-FI"/>
              </w:rPr>
              <w:t>DC_28A_n78A</w:t>
            </w:r>
          </w:p>
        </w:tc>
      </w:tr>
      <w:tr w:rsidR="00F55B07" w:rsidRPr="00DF6DD6" w14:paraId="6A6CA349" w14:textId="77777777" w:rsidTr="00A6034C">
        <w:trPr>
          <w:trHeight w:val="288"/>
          <w:jc w:val="center"/>
        </w:trPr>
        <w:tc>
          <w:tcPr>
            <w:tcW w:w="3461" w:type="dxa"/>
            <w:shd w:val="clear" w:color="auto" w:fill="auto"/>
            <w:noWrap/>
            <w:vAlign w:val="center"/>
          </w:tcPr>
          <w:p w14:paraId="48C465AD" w14:textId="77777777" w:rsidR="0095436B" w:rsidRPr="00DF6DD6" w:rsidRDefault="0095436B" w:rsidP="003768E0">
            <w:pPr>
              <w:pStyle w:val="TAC"/>
              <w:keepNext w:val="0"/>
              <w:rPr>
                <w:lang w:val="en-US" w:eastAsia="fi-FI"/>
              </w:rPr>
            </w:pPr>
            <w:r w:rsidRPr="00DF6DD6">
              <w:rPr>
                <w:lang w:val="en-US" w:eastAsia="fi-FI"/>
              </w:rPr>
              <w:t>DC_21A-28A-42A_n79A</w:t>
            </w:r>
          </w:p>
          <w:p w14:paraId="25D68424" w14:textId="317D68A1" w:rsidR="0095436B" w:rsidRPr="00DF6DD6" w:rsidRDefault="0095436B" w:rsidP="003768E0">
            <w:pPr>
              <w:pStyle w:val="TAC"/>
              <w:keepNext w:val="0"/>
              <w:rPr>
                <w:lang w:val="en-US" w:eastAsia="fi-FI"/>
              </w:rPr>
            </w:pPr>
            <w:r w:rsidRPr="00DF6DD6">
              <w:rPr>
                <w:rFonts w:cs="Arial"/>
                <w:szCs w:val="18"/>
                <w:lang w:eastAsia="ja-JP"/>
              </w:rPr>
              <w:t>DC_21A-28A-42C_n79A</w:t>
            </w:r>
          </w:p>
        </w:tc>
        <w:tc>
          <w:tcPr>
            <w:tcW w:w="3514" w:type="dxa"/>
          </w:tcPr>
          <w:p w14:paraId="319826A2" w14:textId="77777777" w:rsidR="0095436B" w:rsidRPr="00DF6DD6" w:rsidRDefault="0095436B" w:rsidP="003768E0">
            <w:pPr>
              <w:pStyle w:val="TAC"/>
              <w:keepNext w:val="0"/>
              <w:rPr>
                <w:lang w:val="en-US" w:eastAsia="fi-FI"/>
              </w:rPr>
            </w:pPr>
            <w:r w:rsidRPr="00DF6DD6">
              <w:rPr>
                <w:lang w:val="en-US" w:eastAsia="fi-FI"/>
              </w:rPr>
              <w:t>DC_21A_n79A</w:t>
            </w:r>
          </w:p>
          <w:p w14:paraId="350EDF42" w14:textId="77777777" w:rsidR="0095436B" w:rsidRPr="00DF6DD6" w:rsidRDefault="0095436B" w:rsidP="003768E0">
            <w:pPr>
              <w:pStyle w:val="TAC"/>
              <w:keepNext w:val="0"/>
              <w:rPr>
                <w:lang w:val="en-US" w:eastAsia="fi-FI"/>
              </w:rPr>
            </w:pPr>
            <w:r w:rsidRPr="00DF6DD6">
              <w:rPr>
                <w:lang w:val="en-US" w:eastAsia="fi-FI"/>
              </w:rPr>
              <w:t>DC_28A_n79A</w:t>
            </w:r>
          </w:p>
        </w:tc>
      </w:tr>
      <w:tr w:rsidR="001B2D78" w:rsidRPr="00DF6DD6" w:rsidDel="00C25AB2" w14:paraId="15A44276" w14:textId="77777777" w:rsidTr="001B2D78">
        <w:trPr>
          <w:trHeight w:val="288"/>
          <w:jc w:val="center"/>
        </w:trPr>
        <w:tc>
          <w:tcPr>
            <w:tcW w:w="6975" w:type="dxa"/>
            <w:gridSpan w:val="2"/>
            <w:shd w:val="clear" w:color="auto" w:fill="auto"/>
            <w:noWrap/>
            <w:vAlign w:val="center"/>
          </w:tcPr>
          <w:p w14:paraId="171E764B" w14:textId="6F5B8B9D" w:rsidR="001B2D78" w:rsidRPr="00DF6DD6" w:rsidRDefault="001B2D78" w:rsidP="003768E0">
            <w:pPr>
              <w:pStyle w:val="TAN"/>
              <w:keepNext w:val="0"/>
            </w:pPr>
            <w:r w:rsidRPr="00DF6DD6">
              <w:t>NOTE 1:</w:t>
            </w:r>
            <w:r w:rsidRPr="00DF6DD6">
              <w:tab/>
            </w:r>
            <w:r w:rsidR="00544E78" w:rsidRPr="0070079D">
              <w:t xml:space="preserve">Uplink </w:t>
            </w:r>
            <w:r w:rsidR="00544E78">
              <w:t xml:space="preserve">EN-DC </w:t>
            </w:r>
            <w:r w:rsidR="00544E78" w:rsidRPr="0070079D">
              <w:t xml:space="preserve">configurations </w:t>
            </w:r>
            <w:r w:rsidRPr="00DF6DD6">
              <w:t>are the configurations supported by the present release of specifications.</w:t>
            </w:r>
          </w:p>
          <w:p w14:paraId="06ACD6BE" w14:textId="77777777" w:rsidR="001B2D78" w:rsidRPr="00DF6DD6" w:rsidRDefault="001B2D78" w:rsidP="003768E0">
            <w:pPr>
              <w:pStyle w:val="TAN"/>
              <w:keepNext w:val="0"/>
            </w:pPr>
            <w:r w:rsidRPr="00DF6DD6">
              <w:t>NOTE 2:</w:t>
            </w:r>
            <w:r w:rsidRPr="00DF6DD6">
              <w:tab/>
              <w:t>Applicable for UE supporting inter-band EN-DC with mandatory simultaneous Rx/Tx capability</w:t>
            </w:r>
          </w:p>
          <w:p w14:paraId="4B3A4635" w14:textId="2FB6F30B" w:rsidR="001B2D78" w:rsidRPr="00DF6DD6" w:rsidDel="00C25AB2" w:rsidRDefault="001B2D78" w:rsidP="003768E0">
            <w:pPr>
              <w:pStyle w:val="TAN"/>
              <w:keepNext w:val="0"/>
              <w:rPr>
                <w:lang w:val="en-US" w:eastAsia="fi-FI"/>
              </w:rPr>
            </w:pPr>
            <w:r w:rsidRPr="00DF6DD6">
              <w:t>NOTE 3:</w:t>
            </w:r>
            <w:r w:rsidRPr="00DF6DD6">
              <w:tab/>
              <w:t>The frequency range in band n28 is restricted for this band combination to 703-733 MHz for the UL and 758-788 MHz for the DL.</w:t>
            </w:r>
          </w:p>
        </w:tc>
      </w:tr>
    </w:tbl>
    <w:p w14:paraId="442FA19F" w14:textId="77777777" w:rsidR="001310A1" w:rsidRPr="00DF6DD6" w:rsidRDefault="001310A1" w:rsidP="001310A1"/>
    <w:p w14:paraId="725837B6" w14:textId="27F21EF5" w:rsidR="001310A1" w:rsidRPr="00DF6DD6" w:rsidRDefault="001310A1" w:rsidP="001310A1">
      <w:pPr>
        <w:pStyle w:val="Heading4"/>
      </w:pPr>
      <w:bookmarkStart w:id="714" w:name="_Toc21345416"/>
      <w:bookmarkStart w:id="715" w:name="_Toc29806265"/>
      <w:bookmarkStart w:id="716" w:name="_Toc37255798"/>
      <w:bookmarkStart w:id="717" w:name="_Toc37256139"/>
      <w:bookmarkStart w:id="718" w:name="_Toc45889976"/>
      <w:bookmarkStart w:id="719" w:name="_Toc52381801"/>
      <w:bookmarkStart w:id="720" w:name="_Toc61374900"/>
      <w:bookmarkStart w:id="721" w:name="_Toc67936251"/>
      <w:bookmarkStart w:id="722" w:name="_Toc67937124"/>
      <w:bookmarkStart w:id="723" w:name="_Toc76452360"/>
      <w:bookmarkStart w:id="724" w:name="_Toc76630203"/>
      <w:bookmarkStart w:id="725" w:name="_Toc83742763"/>
      <w:bookmarkStart w:id="726" w:name="_Toc83886877"/>
      <w:bookmarkStart w:id="727" w:name="_Toc83887677"/>
      <w:bookmarkStart w:id="728" w:name="_Toc90588518"/>
      <w:r w:rsidRPr="00DF6DD6">
        <w:t>5.5B.4.4</w:t>
      </w:r>
      <w:r w:rsidRPr="00DF6DD6">
        <w:tab/>
        <w:t xml:space="preserve">Inter-band EN-DC configurations </w:t>
      </w:r>
      <w:r w:rsidR="00C1633F" w:rsidRPr="00DF6DD6">
        <w:t xml:space="preserve">within FR1 </w:t>
      </w:r>
      <w:r w:rsidRPr="00DF6DD6">
        <w:t>(five bands)</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14:paraId="3D5E30FC" w14:textId="230706CF" w:rsidR="001310A1" w:rsidRPr="00DF6DD6" w:rsidRDefault="001310A1" w:rsidP="001310A1">
      <w:pPr>
        <w:pStyle w:val="TH"/>
      </w:pPr>
      <w:r w:rsidRPr="00DF6DD6">
        <w:t xml:space="preserve">Table 5.5B.4.4-1: Inter-band EN-DC configurations </w:t>
      </w:r>
      <w:r w:rsidR="00C1633F" w:rsidRPr="00DF6DD6">
        <w:t xml:space="preserve">within FR1 </w:t>
      </w:r>
      <w:r w:rsidRPr="00DF6DD6">
        <w:t>(five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3544"/>
      </w:tblGrid>
      <w:tr w:rsidR="00F55B07" w:rsidRPr="0045647B" w14:paraId="43836637" w14:textId="77777777" w:rsidTr="00A6034C">
        <w:trPr>
          <w:trHeight w:val="47"/>
          <w:tblHeader/>
          <w:jc w:val="center"/>
        </w:trPr>
        <w:tc>
          <w:tcPr>
            <w:tcW w:w="3397" w:type="dxa"/>
            <w:vAlign w:val="center"/>
            <w:hideMark/>
          </w:tcPr>
          <w:p w14:paraId="618A14BA" w14:textId="77777777" w:rsidR="00F177CB" w:rsidRPr="00DF6DD6" w:rsidRDefault="00F177CB" w:rsidP="003768E0">
            <w:pPr>
              <w:pStyle w:val="TAH"/>
              <w:keepNext w:val="0"/>
              <w:rPr>
                <w:lang w:val="en-US" w:eastAsia="fi-FI"/>
              </w:rPr>
            </w:pPr>
            <w:r w:rsidRPr="00DF6DD6">
              <w:rPr>
                <w:lang w:val="en-US" w:eastAsia="fi-FI"/>
              </w:rPr>
              <w:t>EN-DC</w:t>
            </w:r>
          </w:p>
          <w:p w14:paraId="094A13F7" w14:textId="77777777" w:rsidR="00F177CB" w:rsidRPr="00DF6DD6" w:rsidRDefault="00F177CB" w:rsidP="003768E0">
            <w:pPr>
              <w:pStyle w:val="TAH"/>
              <w:keepNext w:val="0"/>
              <w:rPr>
                <w:lang w:val="en-US" w:eastAsia="fi-FI"/>
              </w:rPr>
            </w:pPr>
            <w:r w:rsidRPr="00DF6DD6">
              <w:rPr>
                <w:lang w:val="en-US" w:eastAsia="fi-FI"/>
              </w:rPr>
              <w:t>configuration</w:t>
            </w:r>
          </w:p>
        </w:tc>
        <w:tc>
          <w:tcPr>
            <w:tcW w:w="3544" w:type="dxa"/>
            <w:shd w:val="clear" w:color="auto" w:fill="auto"/>
            <w:vAlign w:val="center"/>
          </w:tcPr>
          <w:p w14:paraId="79ECAFE3" w14:textId="77777777" w:rsidR="00F177CB" w:rsidRPr="00B94CFE" w:rsidRDefault="00F177CB" w:rsidP="003768E0">
            <w:pPr>
              <w:pStyle w:val="TAH"/>
              <w:keepNext w:val="0"/>
              <w:rPr>
                <w:lang w:val="fr-FR" w:eastAsia="fi-FI"/>
              </w:rPr>
            </w:pPr>
            <w:r w:rsidRPr="00B94CFE">
              <w:rPr>
                <w:lang w:val="fr-FR" w:eastAsia="fi-FI"/>
              </w:rPr>
              <w:t>Uplink EN-DC</w:t>
            </w:r>
          </w:p>
          <w:p w14:paraId="08248A69" w14:textId="77777777" w:rsidR="00F177CB" w:rsidRPr="00B94CFE" w:rsidRDefault="00F177CB" w:rsidP="003768E0">
            <w:pPr>
              <w:pStyle w:val="TAH"/>
              <w:keepNext w:val="0"/>
              <w:rPr>
                <w:lang w:val="fr-FR" w:eastAsia="fi-FI"/>
              </w:rPr>
            </w:pPr>
            <w:r w:rsidRPr="00B94CFE">
              <w:rPr>
                <w:lang w:val="fr-FR" w:eastAsia="fi-FI"/>
              </w:rPr>
              <w:t>configuration</w:t>
            </w:r>
          </w:p>
          <w:p w14:paraId="7CDE83D5" w14:textId="77777777" w:rsidR="00F177CB" w:rsidRPr="00B94CFE" w:rsidDel="00C35823" w:rsidRDefault="00F177CB" w:rsidP="003768E0">
            <w:pPr>
              <w:pStyle w:val="TAH"/>
              <w:keepNext w:val="0"/>
              <w:rPr>
                <w:lang w:val="fr-FR" w:eastAsia="fi-FI"/>
              </w:rPr>
            </w:pPr>
            <w:r w:rsidRPr="00B94CFE">
              <w:rPr>
                <w:lang w:val="fr-FR" w:eastAsia="fi-FI"/>
              </w:rPr>
              <w:t>(NOTE 1)</w:t>
            </w:r>
          </w:p>
        </w:tc>
      </w:tr>
      <w:tr w:rsidR="00F55B07" w:rsidRPr="00DF6DD6" w14:paraId="62BCC8B3" w14:textId="77777777" w:rsidTr="00A6034C">
        <w:trPr>
          <w:trHeight w:val="288"/>
          <w:jc w:val="center"/>
        </w:trPr>
        <w:tc>
          <w:tcPr>
            <w:tcW w:w="3397" w:type="dxa"/>
            <w:noWrap/>
            <w:vAlign w:val="center"/>
          </w:tcPr>
          <w:p w14:paraId="22F51244" w14:textId="77777777" w:rsidR="00F177CB" w:rsidRPr="00DF6DD6" w:rsidRDefault="00F177CB" w:rsidP="003768E0">
            <w:pPr>
              <w:pStyle w:val="TAC"/>
              <w:keepNext w:val="0"/>
              <w:rPr>
                <w:lang w:val="fi-FI" w:eastAsia="fi-FI"/>
              </w:rPr>
            </w:pPr>
            <w:r w:rsidRPr="00DF6DD6">
              <w:rPr>
                <w:rFonts w:hint="eastAsia"/>
              </w:rPr>
              <w:t>DC</w:t>
            </w:r>
            <w:r w:rsidRPr="00DF6DD6">
              <w:t>_</w:t>
            </w:r>
            <w:r w:rsidRPr="00DF6DD6">
              <w:rPr>
                <w:rFonts w:hint="eastAsia"/>
              </w:rPr>
              <w:t>1A-3A-5</w:t>
            </w:r>
            <w:r w:rsidRPr="00DF6DD6">
              <w:t>A</w:t>
            </w:r>
            <w:r w:rsidRPr="00DF6DD6">
              <w:rPr>
                <w:rFonts w:hint="eastAsia"/>
              </w:rPr>
              <w:t>-7A_n78A</w:t>
            </w:r>
          </w:p>
        </w:tc>
        <w:tc>
          <w:tcPr>
            <w:tcW w:w="3544" w:type="dxa"/>
            <w:shd w:val="clear" w:color="auto" w:fill="auto"/>
          </w:tcPr>
          <w:p w14:paraId="2ECA7CB7"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1A_n78A</w:t>
            </w:r>
          </w:p>
          <w:p w14:paraId="291F534C" w14:textId="77777777" w:rsidR="00F177CB" w:rsidRPr="00DF6DD6" w:rsidRDefault="00F177CB" w:rsidP="003768E0">
            <w:pPr>
              <w:pStyle w:val="TAC"/>
              <w:keepNext w:val="0"/>
            </w:pPr>
            <w:r w:rsidRPr="00DF6DD6">
              <w:rPr>
                <w:rFonts w:hint="eastAsia"/>
              </w:rPr>
              <w:t>DC</w:t>
            </w:r>
            <w:r w:rsidRPr="00DF6DD6">
              <w:t>_</w:t>
            </w:r>
            <w:r w:rsidRPr="00DF6DD6">
              <w:rPr>
                <w:rFonts w:hint="eastAsia"/>
              </w:rPr>
              <w:t>3A</w:t>
            </w:r>
            <w:r w:rsidRPr="00DF6DD6">
              <w:t>_</w:t>
            </w:r>
            <w:r w:rsidRPr="00DF6DD6">
              <w:rPr>
                <w:rFonts w:hint="eastAsia"/>
              </w:rPr>
              <w:t>n78A</w:t>
            </w:r>
          </w:p>
          <w:p w14:paraId="31CB43C8" w14:textId="77777777" w:rsidR="00F177CB" w:rsidRPr="00DF6DD6" w:rsidRDefault="00F177CB" w:rsidP="003768E0">
            <w:pPr>
              <w:pStyle w:val="TAC"/>
              <w:keepNext w:val="0"/>
            </w:pPr>
            <w:r w:rsidRPr="00DF6DD6">
              <w:rPr>
                <w:rFonts w:hint="eastAsia"/>
              </w:rPr>
              <w:t>DC</w:t>
            </w:r>
            <w:r w:rsidRPr="00DF6DD6">
              <w:t>_</w:t>
            </w:r>
            <w:r w:rsidRPr="00DF6DD6">
              <w:rPr>
                <w:rFonts w:hint="eastAsia"/>
              </w:rPr>
              <w:t>5</w:t>
            </w:r>
            <w:r w:rsidRPr="00DF6DD6">
              <w:t>A_</w:t>
            </w:r>
            <w:r w:rsidRPr="00DF6DD6">
              <w:rPr>
                <w:rFonts w:hint="eastAsia"/>
              </w:rPr>
              <w:t>n78A</w:t>
            </w:r>
          </w:p>
          <w:p w14:paraId="5DF419D5" w14:textId="77777777" w:rsidR="00F177CB" w:rsidRPr="00DF6DD6" w:rsidRDefault="00F177CB" w:rsidP="003768E0">
            <w:pPr>
              <w:pStyle w:val="TAC"/>
              <w:keepNext w:val="0"/>
              <w:rPr>
                <w:rFonts w:eastAsia="MS PGothic"/>
                <w:lang w:val="en-US"/>
              </w:rPr>
            </w:pPr>
            <w:r w:rsidRPr="00DF6DD6">
              <w:rPr>
                <w:rFonts w:hint="eastAsia"/>
              </w:rPr>
              <w:t>DC</w:t>
            </w:r>
            <w:r w:rsidRPr="00DF6DD6">
              <w:t>_</w:t>
            </w:r>
            <w:r w:rsidRPr="00DF6DD6">
              <w:rPr>
                <w:rFonts w:hint="eastAsia"/>
              </w:rPr>
              <w:t>7A_n78A</w:t>
            </w:r>
          </w:p>
        </w:tc>
      </w:tr>
      <w:tr w:rsidR="00F55B07" w:rsidRPr="00DF6DD6" w14:paraId="0D18DC15" w14:textId="77777777" w:rsidTr="00A6034C">
        <w:trPr>
          <w:trHeight w:val="288"/>
          <w:jc w:val="center"/>
        </w:trPr>
        <w:tc>
          <w:tcPr>
            <w:tcW w:w="3397" w:type="dxa"/>
            <w:noWrap/>
            <w:vAlign w:val="center"/>
          </w:tcPr>
          <w:p w14:paraId="2BEC4DC2" w14:textId="22C2B26D" w:rsidR="00F177CB" w:rsidRPr="00DF6DD6" w:rsidRDefault="00F177CB" w:rsidP="003768E0">
            <w:pPr>
              <w:pStyle w:val="TAC"/>
              <w:keepNext w:val="0"/>
            </w:pPr>
            <w:r w:rsidRPr="00DF6DD6">
              <w:rPr>
                <w:rFonts w:hint="eastAsia"/>
              </w:rPr>
              <w:t>DC</w:t>
            </w:r>
            <w:r w:rsidRPr="00DF6DD6">
              <w:t>_</w:t>
            </w:r>
            <w:r w:rsidRPr="00DF6DD6">
              <w:rPr>
                <w:rFonts w:hint="eastAsia"/>
              </w:rPr>
              <w:t>1A-3A-5</w:t>
            </w:r>
            <w:r w:rsidRPr="00DF6DD6">
              <w:t>A</w:t>
            </w:r>
            <w:r w:rsidRPr="00DF6DD6">
              <w:rPr>
                <w:rFonts w:hint="eastAsia"/>
              </w:rPr>
              <w:t>-7A</w:t>
            </w:r>
            <w:r w:rsidRPr="00DF6DD6">
              <w:rPr>
                <w:rFonts w:hint="eastAsia"/>
                <w:lang w:eastAsia="zh-CN"/>
              </w:rPr>
              <w:t>-7A_</w:t>
            </w:r>
            <w:r w:rsidRPr="00DF6DD6">
              <w:rPr>
                <w:rFonts w:hint="eastAsia"/>
              </w:rPr>
              <w:t>n78A</w:t>
            </w:r>
          </w:p>
        </w:tc>
        <w:tc>
          <w:tcPr>
            <w:tcW w:w="3544" w:type="dxa"/>
            <w:shd w:val="clear" w:color="auto" w:fill="auto"/>
          </w:tcPr>
          <w:p w14:paraId="2243C1FC"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1A_n78A</w:t>
            </w:r>
          </w:p>
          <w:p w14:paraId="1C75B7D7" w14:textId="77777777" w:rsidR="00F177CB" w:rsidRPr="00DF6DD6" w:rsidRDefault="00F177CB" w:rsidP="003768E0">
            <w:pPr>
              <w:pStyle w:val="TAC"/>
              <w:keepNext w:val="0"/>
            </w:pPr>
            <w:r w:rsidRPr="00DF6DD6">
              <w:rPr>
                <w:rFonts w:hint="eastAsia"/>
              </w:rPr>
              <w:t>DC</w:t>
            </w:r>
            <w:r w:rsidRPr="00DF6DD6">
              <w:t>_</w:t>
            </w:r>
            <w:r w:rsidRPr="00DF6DD6">
              <w:rPr>
                <w:rFonts w:hint="eastAsia"/>
              </w:rPr>
              <w:t>3A</w:t>
            </w:r>
            <w:r w:rsidRPr="00DF6DD6">
              <w:t>_</w:t>
            </w:r>
            <w:r w:rsidRPr="00DF6DD6">
              <w:rPr>
                <w:rFonts w:hint="eastAsia"/>
              </w:rPr>
              <w:t>n78A</w:t>
            </w:r>
          </w:p>
          <w:p w14:paraId="6B1A7E08" w14:textId="77777777" w:rsidR="00F177CB" w:rsidRPr="00DF6DD6" w:rsidRDefault="00F177CB" w:rsidP="003768E0">
            <w:pPr>
              <w:pStyle w:val="TAC"/>
              <w:keepNext w:val="0"/>
            </w:pPr>
            <w:r w:rsidRPr="00DF6DD6">
              <w:rPr>
                <w:rFonts w:hint="eastAsia"/>
              </w:rPr>
              <w:t>DC</w:t>
            </w:r>
            <w:r w:rsidRPr="00DF6DD6">
              <w:t>_</w:t>
            </w:r>
            <w:r w:rsidRPr="00DF6DD6">
              <w:rPr>
                <w:rFonts w:hint="eastAsia"/>
              </w:rPr>
              <w:t>5</w:t>
            </w:r>
            <w:r w:rsidRPr="00DF6DD6">
              <w:t>A_</w:t>
            </w:r>
            <w:r w:rsidRPr="00DF6DD6">
              <w:rPr>
                <w:rFonts w:hint="eastAsia"/>
              </w:rPr>
              <w:t>n78A</w:t>
            </w:r>
          </w:p>
          <w:p w14:paraId="236FCCE4" w14:textId="7261EB52" w:rsidR="00F177CB" w:rsidRPr="00DF6DD6" w:rsidRDefault="00F177CB" w:rsidP="003768E0">
            <w:pPr>
              <w:pStyle w:val="TAC"/>
              <w:keepNext w:val="0"/>
            </w:pPr>
            <w:r w:rsidRPr="00DF6DD6">
              <w:rPr>
                <w:rFonts w:hint="eastAsia"/>
              </w:rPr>
              <w:t>DC</w:t>
            </w:r>
            <w:r w:rsidRPr="00DF6DD6">
              <w:t>_</w:t>
            </w:r>
            <w:r w:rsidRPr="00DF6DD6">
              <w:rPr>
                <w:rFonts w:hint="eastAsia"/>
              </w:rPr>
              <w:t>7A_n78A</w:t>
            </w:r>
          </w:p>
        </w:tc>
      </w:tr>
      <w:tr w:rsidR="00F55B07" w:rsidRPr="00DF6DD6" w14:paraId="4AC80FF2" w14:textId="77777777" w:rsidTr="00A6034C">
        <w:trPr>
          <w:trHeight w:val="288"/>
          <w:jc w:val="center"/>
        </w:trPr>
        <w:tc>
          <w:tcPr>
            <w:tcW w:w="3397" w:type="dxa"/>
            <w:noWrap/>
            <w:vAlign w:val="center"/>
          </w:tcPr>
          <w:p w14:paraId="7F6C7442" w14:textId="31DA2669" w:rsidR="00F177CB" w:rsidRPr="00DF6DD6" w:rsidRDefault="00F177CB" w:rsidP="003768E0">
            <w:pPr>
              <w:pStyle w:val="TAC"/>
              <w:keepNext w:val="0"/>
            </w:pPr>
            <w:r w:rsidRPr="00DF6DD6">
              <w:rPr>
                <w:rFonts w:eastAsia="MS Mincho" w:cs="Arial"/>
                <w:szCs w:val="18"/>
                <w:lang w:eastAsia="ja-JP"/>
              </w:rPr>
              <w:t>DC_1A-3A-7A-20A_n28A</w:t>
            </w:r>
            <w:r w:rsidRPr="00DF6DD6">
              <w:rPr>
                <w:rFonts w:eastAsia="MS Mincho" w:cs="Arial"/>
                <w:szCs w:val="18"/>
                <w:vertAlign w:val="superscript"/>
                <w:lang w:eastAsia="ja-JP"/>
              </w:rPr>
              <w:t>3</w:t>
            </w:r>
          </w:p>
        </w:tc>
        <w:tc>
          <w:tcPr>
            <w:tcW w:w="3544" w:type="dxa"/>
            <w:shd w:val="clear" w:color="auto" w:fill="auto"/>
          </w:tcPr>
          <w:p w14:paraId="7EB50421" w14:textId="77777777" w:rsidR="00F177CB" w:rsidRPr="00DF6DD6" w:rsidRDefault="00F177CB" w:rsidP="003768E0">
            <w:pPr>
              <w:pStyle w:val="TAC"/>
              <w:keepNext w:val="0"/>
            </w:pPr>
            <w:r w:rsidRPr="00DF6DD6">
              <w:rPr>
                <w:rFonts w:hint="eastAsia"/>
              </w:rPr>
              <w:t>DC</w:t>
            </w:r>
            <w:r w:rsidRPr="00DF6DD6">
              <w:t>_</w:t>
            </w:r>
            <w:r w:rsidRPr="00DF6DD6">
              <w:rPr>
                <w:rFonts w:hint="eastAsia"/>
              </w:rPr>
              <w:t>1A_n28A</w:t>
            </w:r>
          </w:p>
          <w:p w14:paraId="016C6572" w14:textId="77777777" w:rsidR="00F177CB" w:rsidRPr="00DF6DD6" w:rsidRDefault="00F177CB" w:rsidP="003768E0">
            <w:pPr>
              <w:pStyle w:val="TAC"/>
              <w:keepNext w:val="0"/>
            </w:pPr>
            <w:r w:rsidRPr="00DF6DD6">
              <w:t>DC_3A_n28A</w:t>
            </w:r>
          </w:p>
          <w:p w14:paraId="367C78D7" w14:textId="77777777" w:rsidR="00F177CB" w:rsidRPr="00DF6DD6" w:rsidRDefault="00F177CB" w:rsidP="003768E0">
            <w:pPr>
              <w:pStyle w:val="TAC"/>
              <w:keepNext w:val="0"/>
            </w:pPr>
            <w:r w:rsidRPr="00DF6DD6">
              <w:t>DC_7A_n28A</w:t>
            </w:r>
          </w:p>
          <w:p w14:paraId="6034B34F" w14:textId="77777777" w:rsidR="00F177CB" w:rsidRPr="00DF6DD6" w:rsidRDefault="00F177CB" w:rsidP="003768E0">
            <w:pPr>
              <w:pStyle w:val="TAC"/>
              <w:keepNext w:val="0"/>
            </w:pPr>
            <w:r w:rsidRPr="00DF6DD6">
              <w:t>DC_20A_n28A</w:t>
            </w:r>
          </w:p>
        </w:tc>
      </w:tr>
      <w:tr w:rsidR="00F55B07" w:rsidRPr="00DF6DD6" w14:paraId="1D28EE3D" w14:textId="77777777" w:rsidTr="00A6034C">
        <w:trPr>
          <w:trHeight w:val="288"/>
          <w:jc w:val="center"/>
        </w:trPr>
        <w:tc>
          <w:tcPr>
            <w:tcW w:w="3397" w:type="dxa"/>
            <w:noWrap/>
            <w:vAlign w:val="center"/>
          </w:tcPr>
          <w:p w14:paraId="746E2DFD" w14:textId="497A11B6" w:rsidR="00F177CB" w:rsidRPr="00DF6DD6" w:rsidRDefault="00F177CB" w:rsidP="003768E0">
            <w:pPr>
              <w:pStyle w:val="TAC"/>
              <w:keepNext w:val="0"/>
            </w:pPr>
            <w:r w:rsidRPr="00DF6DD6">
              <w:rPr>
                <w:rFonts w:eastAsia="MS Mincho" w:cs="Arial"/>
                <w:szCs w:val="18"/>
                <w:lang w:eastAsia="ja-JP"/>
              </w:rPr>
              <w:t>DC_1A-3A-7A-20A</w:t>
            </w:r>
            <w:r w:rsidRPr="00DF6DD6">
              <w:rPr>
                <w:rFonts w:eastAsia="MS Mincho" w:cs="Arial"/>
                <w:szCs w:val="18"/>
                <w:lang w:val="fi-FI" w:eastAsia="ja-JP"/>
              </w:rPr>
              <w:t>_</w:t>
            </w:r>
            <w:r w:rsidRPr="00DF6DD6">
              <w:rPr>
                <w:rFonts w:eastAsia="MS Mincho" w:cs="Arial"/>
                <w:szCs w:val="18"/>
                <w:lang w:eastAsia="ja-JP"/>
              </w:rPr>
              <w:t>n78A</w:t>
            </w:r>
            <w:r w:rsidRPr="00DF6DD6">
              <w:rPr>
                <w:rFonts w:eastAsia="MS Mincho" w:cs="Arial"/>
                <w:szCs w:val="18"/>
                <w:vertAlign w:val="superscript"/>
                <w:lang w:eastAsia="ja-JP"/>
              </w:rPr>
              <w:t>2</w:t>
            </w:r>
          </w:p>
        </w:tc>
        <w:tc>
          <w:tcPr>
            <w:tcW w:w="3544" w:type="dxa"/>
            <w:shd w:val="clear" w:color="auto" w:fill="auto"/>
          </w:tcPr>
          <w:p w14:paraId="41E745A9"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1A_n78A</w:t>
            </w:r>
          </w:p>
          <w:p w14:paraId="60683CE2" w14:textId="77777777" w:rsidR="00F177CB" w:rsidRPr="00DF6DD6" w:rsidRDefault="00F177CB" w:rsidP="003768E0">
            <w:pPr>
              <w:pStyle w:val="TAC"/>
              <w:keepNext w:val="0"/>
            </w:pPr>
            <w:r w:rsidRPr="00DF6DD6">
              <w:rPr>
                <w:rFonts w:hint="eastAsia"/>
              </w:rPr>
              <w:t>DC</w:t>
            </w:r>
            <w:r w:rsidRPr="00DF6DD6">
              <w:t>_</w:t>
            </w:r>
            <w:r w:rsidRPr="00DF6DD6">
              <w:rPr>
                <w:rFonts w:hint="eastAsia"/>
              </w:rPr>
              <w:t>3A</w:t>
            </w:r>
            <w:r w:rsidRPr="00DF6DD6">
              <w:t>_</w:t>
            </w:r>
            <w:r w:rsidRPr="00DF6DD6">
              <w:rPr>
                <w:rFonts w:hint="eastAsia"/>
              </w:rPr>
              <w:t>n78A</w:t>
            </w:r>
          </w:p>
          <w:p w14:paraId="19F497CD" w14:textId="77777777" w:rsidR="00F177CB" w:rsidRPr="00DF6DD6" w:rsidRDefault="00F177CB" w:rsidP="003768E0">
            <w:pPr>
              <w:pStyle w:val="TAC"/>
              <w:keepNext w:val="0"/>
            </w:pPr>
            <w:r w:rsidRPr="00DF6DD6">
              <w:rPr>
                <w:rFonts w:hint="eastAsia"/>
              </w:rPr>
              <w:t>DC</w:t>
            </w:r>
            <w:r w:rsidRPr="00DF6DD6">
              <w:t>_</w:t>
            </w:r>
            <w:r w:rsidRPr="00DF6DD6">
              <w:rPr>
                <w:rFonts w:hint="eastAsia"/>
              </w:rPr>
              <w:t>7</w:t>
            </w:r>
            <w:r w:rsidRPr="00DF6DD6">
              <w:t>A_</w:t>
            </w:r>
            <w:r w:rsidRPr="00DF6DD6">
              <w:rPr>
                <w:rFonts w:hint="eastAsia"/>
              </w:rPr>
              <w:t>n78A</w:t>
            </w:r>
          </w:p>
          <w:p w14:paraId="577043F3" w14:textId="77777777" w:rsidR="00F177CB" w:rsidRPr="00DF6DD6" w:rsidRDefault="00F177CB" w:rsidP="003768E0">
            <w:pPr>
              <w:pStyle w:val="TAC"/>
              <w:keepNext w:val="0"/>
            </w:pPr>
            <w:r w:rsidRPr="00DF6DD6">
              <w:rPr>
                <w:rFonts w:hint="eastAsia"/>
              </w:rPr>
              <w:t>DC</w:t>
            </w:r>
            <w:r w:rsidRPr="00DF6DD6">
              <w:t>_20</w:t>
            </w:r>
            <w:r w:rsidRPr="00DF6DD6">
              <w:rPr>
                <w:rFonts w:hint="eastAsia"/>
              </w:rPr>
              <w:t>A_n78A</w:t>
            </w:r>
          </w:p>
        </w:tc>
      </w:tr>
      <w:tr w:rsidR="00F55B07" w:rsidRPr="00DF6DD6" w14:paraId="294F56D7" w14:textId="77777777" w:rsidTr="00A6034C">
        <w:trPr>
          <w:trHeight w:val="288"/>
          <w:jc w:val="center"/>
        </w:trPr>
        <w:tc>
          <w:tcPr>
            <w:tcW w:w="3397" w:type="dxa"/>
            <w:noWrap/>
            <w:vAlign w:val="center"/>
          </w:tcPr>
          <w:p w14:paraId="46485953" w14:textId="6B8F6700" w:rsidR="00F177CB" w:rsidRPr="00DF6DD6" w:rsidRDefault="00F177CB" w:rsidP="003768E0">
            <w:pPr>
              <w:pStyle w:val="TAC"/>
              <w:keepNext w:val="0"/>
              <w:rPr>
                <w:rFonts w:cs="Arial"/>
                <w:lang w:eastAsia="ja-JP"/>
              </w:rPr>
            </w:pPr>
            <w:r w:rsidRPr="00DF6DD6">
              <w:rPr>
                <w:rFonts w:cs="Arial" w:hint="eastAsia"/>
                <w:szCs w:val="18"/>
                <w:lang w:eastAsia="ko-KR"/>
              </w:rPr>
              <w:t>DC_1A-3A-7A_n28A-n78A</w:t>
            </w:r>
            <w:r w:rsidRPr="00DF6DD6">
              <w:rPr>
                <w:rFonts w:eastAsia="MS Mincho" w:cs="Arial"/>
                <w:szCs w:val="18"/>
                <w:vertAlign w:val="superscript"/>
                <w:lang w:eastAsia="ja-JP"/>
              </w:rPr>
              <w:t>2</w:t>
            </w:r>
          </w:p>
        </w:tc>
        <w:tc>
          <w:tcPr>
            <w:tcW w:w="3544" w:type="dxa"/>
            <w:shd w:val="clear" w:color="auto" w:fill="auto"/>
          </w:tcPr>
          <w:p w14:paraId="6097A3B6" w14:textId="77777777" w:rsidR="00F177CB" w:rsidRPr="00DF6DD6" w:rsidRDefault="00F177CB" w:rsidP="003768E0">
            <w:pPr>
              <w:pStyle w:val="TAC"/>
              <w:keepNext w:val="0"/>
              <w:rPr>
                <w:lang w:eastAsia="ko-KR"/>
              </w:rPr>
            </w:pPr>
            <w:r w:rsidRPr="00DF6DD6">
              <w:rPr>
                <w:rFonts w:hint="eastAsia"/>
                <w:lang w:eastAsia="ko-KR"/>
              </w:rPr>
              <w:t>DC_1A_n28A</w:t>
            </w:r>
          </w:p>
          <w:p w14:paraId="34705FCC" w14:textId="77777777" w:rsidR="00F177CB" w:rsidRPr="00DF6DD6" w:rsidRDefault="00F177CB" w:rsidP="003768E0">
            <w:pPr>
              <w:pStyle w:val="TAC"/>
              <w:keepNext w:val="0"/>
              <w:rPr>
                <w:lang w:eastAsia="ko-KR"/>
              </w:rPr>
            </w:pPr>
            <w:r w:rsidRPr="00DF6DD6">
              <w:rPr>
                <w:lang w:eastAsia="ko-KR"/>
              </w:rPr>
              <w:t>DC_1A_n78A</w:t>
            </w:r>
          </w:p>
          <w:p w14:paraId="5617F76A" w14:textId="77777777" w:rsidR="00F177CB" w:rsidRPr="00DF6DD6" w:rsidRDefault="00F177CB" w:rsidP="003768E0">
            <w:pPr>
              <w:pStyle w:val="TAC"/>
              <w:keepNext w:val="0"/>
              <w:rPr>
                <w:lang w:eastAsia="ko-KR"/>
              </w:rPr>
            </w:pPr>
            <w:r w:rsidRPr="00DF6DD6">
              <w:rPr>
                <w:lang w:eastAsia="ko-KR"/>
              </w:rPr>
              <w:t>DC_3A_n28A</w:t>
            </w:r>
          </w:p>
          <w:p w14:paraId="707B8355" w14:textId="77777777" w:rsidR="00F177CB" w:rsidRPr="00DF6DD6" w:rsidRDefault="00F177CB" w:rsidP="003768E0">
            <w:pPr>
              <w:pStyle w:val="TAC"/>
              <w:keepNext w:val="0"/>
              <w:rPr>
                <w:lang w:eastAsia="ko-KR"/>
              </w:rPr>
            </w:pPr>
            <w:r w:rsidRPr="00DF6DD6">
              <w:rPr>
                <w:lang w:eastAsia="ko-KR"/>
              </w:rPr>
              <w:t>DC_3A_n78A</w:t>
            </w:r>
          </w:p>
          <w:p w14:paraId="4D6A4E50" w14:textId="77777777" w:rsidR="00F177CB" w:rsidRPr="00DF6DD6" w:rsidRDefault="00F177CB" w:rsidP="003768E0">
            <w:pPr>
              <w:pStyle w:val="TAC"/>
              <w:keepNext w:val="0"/>
              <w:rPr>
                <w:lang w:eastAsia="ko-KR"/>
              </w:rPr>
            </w:pPr>
            <w:r w:rsidRPr="00DF6DD6">
              <w:rPr>
                <w:lang w:eastAsia="ko-KR"/>
              </w:rPr>
              <w:t>DC_7A_n28A</w:t>
            </w:r>
          </w:p>
          <w:p w14:paraId="024B256A" w14:textId="77777777" w:rsidR="00F177CB" w:rsidRPr="00DF6DD6" w:rsidRDefault="00F177CB" w:rsidP="003768E0">
            <w:pPr>
              <w:pStyle w:val="TAC"/>
              <w:keepNext w:val="0"/>
            </w:pPr>
            <w:r w:rsidRPr="00DF6DD6">
              <w:rPr>
                <w:lang w:eastAsia="ko-KR"/>
              </w:rPr>
              <w:t>DC_7A_n78A</w:t>
            </w:r>
          </w:p>
        </w:tc>
      </w:tr>
      <w:tr w:rsidR="00F55B07" w:rsidRPr="00DF6DD6" w14:paraId="6957D5F1" w14:textId="77777777" w:rsidTr="00A6034C">
        <w:trPr>
          <w:trHeight w:val="288"/>
          <w:jc w:val="center"/>
        </w:trPr>
        <w:tc>
          <w:tcPr>
            <w:tcW w:w="3397" w:type="dxa"/>
            <w:noWrap/>
            <w:vAlign w:val="center"/>
          </w:tcPr>
          <w:p w14:paraId="0D1E044B" w14:textId="5B2199C1" w:rsidR="00F177CB" w:rsidRPr="00DF6DD6" w:rsidRDefault="00F177CB" w:rsidP="003768E0">
            <w:pPr>
              <w:pStyle w:val="TAC"/>
              <w:keepNext w:val="0"/>
              <w:rPr>
                <w:rFonts w:cs="Arial"/>
                <w:lang w:eastAsia="ja-JP"/>
              </w:rPr>
            </w:pPr>
            <w:r w:rsidRPr="00DF6DD6">
              <w:rPr>
                <w:rFonts w:cs="Arial"/>
                <w:lang w:eastAsia="ja-JP"/>
              </w:rPr>
              <w:t>DC_1A-3A-19A-21A_n77A</w:t>
            </w:r>
            <w:r w:rsidRPr="00DF6DD6">
              <w:rPr>
                <w:rFonts w:cs="Arial"/>
                <w:vertAlign w:val="superscript"/>
                <w:lang w:eastAsia="ja-JP"/>
              </w:rPr>
              <w:t>2</w:t>
            </w:r>
          </w:p>
          <w:p w14:paraId="63C33FAF" w14:textId="48A66603" w:rsidR="00F177CB" w:rsidRPr="00DF6DD6" w:rsidRDefault="00F177CB" w:rsidP="003768E0">
            <w:pPr>
              <w:pStyle w:val="TAC"/>
              <w:keepNext w:val="0"/>
              <w:rPr>
                <w:lang w:val="en-US" w:eastAsia="fi-FI"/>
              </w:rPr>
            </w:pPr>
            <w:r w:rsidRPr="00DF6DD6">
              <w:rPr>
                <w:rFonts w:cs="Arial" w:hint="eastAsia"/>
                <w:lang w:eastAsia="ja-JP"/>
              </w:rPr>
              <w:t>DC</w:t>
            </w:r>
            <w:r w:rsidRPr="00DF6DD6">
              <w:rPr>
                <w:rFonts w:cs="Arial"/>
              </w:rPr>
              <w:t>_1A-</w:t>
            </w:r>
            <w:r w:rsidRPr="00DF6DD6">
              <w:rPr>
                <w:rFonts w:cs="Arial" w:hint="eastAsia"/>
                <w:lang w:eastAsia="ja-JP"/>
              </w:rPr>
              <w:t>3A-19A-21A</w:t>
            </w:r>
            <w:r w:rsidRPr="00DF6DD6">
              <w:rPr>
                <w:rFonts w:cs="Arial"/>
                <w:lang w:val="en-US" w:eastAsia="ja-JP"/>
              </w:rPr>
              <w:t>_</w:t>
            </w:r>
            <w:r w:rsidRPr="00DF6DD6">
              <w:rPr>
                <w:rFonts w:cs="Arial" w:hint="eastAsia"/>
                <w:lang w:eastAsia="ja-JP"/>
              </w:rPr>
              <w:t>n77</w:t>
            </w:r>
            <w:r w:rsidRPr="00DF6DD6">
              <w:rPr>
                <w:rFonts w:cs="Arial"/>
                <w:lang w:eastAsia="ja-JP"/>
              </w:rPr>
              <w:t>C</w:t>
            </w:r>
            <w:r w:rsidRPr="00DF6DD6">
              <w:rPr>
                <w:rFonts w:cs="Arial"/>
                <w:vertAlign w:val="superscript"/>
                <w:lang w:eastAsia="ja-JP"/>
              </w:rPr>
              <w:t>2</w:t>
            </w:r>
          </w:p>
        </w:tc>
        <w:tc>
          <w:tcPr>
            <w:tcW w:w="3544" w:type="dxa"/>
            <w:shd w:val="clear" w:color="auto" w:fill="auto"/>
          </w:tcPr>
          <w:p w14:paraId="546F04A6"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1A_n77A</w:t>
            </w:r>
          </w:p>
          <w:p w14:paraId="4212399C" w14:textId="77777777" w:rsidR="00F177CB" w:rsidRPr="00DF6DD6" w:rsidRDefault="00F177CB" w:rsidP="003768E0">
            <w:pPr>
              <w:pStyle w:val="TAC"/>
              <w:keepNext w:val="0"/>
            </w:pPr>
            <w:r w:rsidRPr="00DF6DD6">
              <w:rPr>
                <w:rFonts w:hint="eastAsia"/>
              </w:rPr>
              <w:t>DC</w:t>
            </w:r>
            <w:r w:rsidRPr="00DF6DD6">
              <w:t>_</w:t>
            </w:r>
            <w:r w:rsidRPr="00DF6DD6">
              <w:rPr>
                <w:rFonts w:hint="eastAsia"/>
              </w:rPr>
              <w:t>3A_n77A</w:t>
            </w:r>
          </w:p>
          <w:p w14:paraId="5038DF53" w14:textId="77777777" w:rsidR="00F177CB" w:rsidRPr="00DF6DD6" w:rsidRDefault="00F177CB" w:rsidP="003768E0">
            <w:pPr>
              <w:pStyle w:val="TAC"/>
              <w:keepNext w:val="0"/>
            </w:pPr>
            <w:r w:rsidRPr="00DF6DD6">
              <w:rPr>
                <w:rFonts w:hint="eastAsia"/>
              </w:rPr>
              <w:t>DC</w:t>
            </w:r>
            <w:r w:rsidRPr="00DF6DD6">
              <w:t>_</w:t>
            </w:r>
            <w:r w:rsidRPr="00DF6DD6">
              <w:rPr>
                <w:rFonts w:hint="eastAsia"/>
              </w:rPr>
              <w:t>1</w:t>
            </w:r>
            <w:r w:rsidRPr="00DF6DD6">
              <w:t>9</w:t>
            </w:r>
            <w:r w:rsidRPr="00DF6DD6">
              <w:rPr>
                <w:rFonts w:hint="eastAsia"/>
              </w:rPr>
              <w:t>A_n77A</w:t>
            </w:r>
          </w:p>
          <w:p w14:paraId="30DC6233" w14:textId="77777777" w:rsidR="00F177CB" w:rsidRPr="00DF6DD6" w:rsidRDefault="00F177CB" w:rsidP="003768E0">
            <w:pPr>
              <w:pStyle w:val="TAC"/>
              <w:keepNext w:val="0"/>
              <w:rPr>
                <w:rFonts w:eastAsia="MS PGothic"/>
                <w:lang w:val="en-US"/>
              </w:rPr>
            </w:pPr>
            <w:r w:rsidRPr="00DF6DD6">
              <w:rPr>
                <w:rFonts w:hint="eastAsia"/>
              </w:rPr>
              <w:t>DC</w:t>
            </w:r>
            <w:r w:rsidRPr="00DF6DD6">
              <w:t>_2</w:t>
            </w:r>
            <w:r w:rsidRPr="00DF6DD6">
              <w:rPr>
                <w:rFonts w:hint="eastAsia"/>
              </w:rPr>
              <w:t>1A_n77A</w:t>
            </w:r>
          </w:p>
        </w:tc>
      </w:tr>
      <w:tr w:rsidR="00F55B07" w:rsidRPr="00DF6DD6" w14:paraId="6EE76DCF" w14:textId="77777777" w:rsidTr="00A6034C">
        <w:trPr>
          <w:trHeight w:val="288"/>
          <w:jc w:val="center"/>
        </w:trPr>
        <w:tc>
          <w:tcPr>
            <w:tcW w:w="3397" w:type="dxa"/>
            <w:noWrap/>
            <w:vAlign w:val="center"/>
          </w:tcPr>
          <w:p w14:paraId="577D63BD" w14:textId="5833DF78" w:rsidR="00F177CB" w:rsidRPr="00DF6DD6" w:rsidRDefault="00F177CB" w:rsidP="003768E0">
            <w:pPr>
              <w:pStyle w:val="TAC"/>
              <w:keepNext w:val="0"/>
              <w:rPr>
                <w:rFonts w:cs="Arial"/>
                <w:lang w:eastAsia="ja-JP"/>
              </w:rPr>
            </w:pPr>
            <w:r w:rsidRPr="00DF6DD6">
              <w:rPr>
                <w:rFonts w:cs="Arial"/>
                <w:lang w:eastAsia="ja-JP"/>
              </w:rPr>
              <w:t>DC_1A-3A-19A-21A_n78A</w:t>
            </w:r>
            <w:r w:rsidRPr="00DF6DD6">
              <w:rPr>
                <w:rFonts w:cs="Arial"/>
                <w:vertAlign w:val="superscript"/>
                <w:lang w:eastAsia="ja-JP"/>
              </w:rPr>
              <w:t>2</w:t>
            </w:r>
          </w:p>
          <w:p w14:paraId="4A217BE2" w14:textId="5910D103" w:rsidR="00F177CB" w:rsidRPr="00DF6DD6" w:rsidRDefault="00F177CB" w:rsidP="003768E0">
            <w:pPr>
              <w:pStyle w:val="TAC"/>
              <w:keepNext w:val="0"/>
              <w:rPr>
                <w:lang w:val="en-US" w:eastAsia="fi-FI"/>
              </w:rPr>
            </w:pPr>
            <w:r w:rsidRPr="00DF6DD6">
              <w:rPr>
                <w:rFonts w:cs="Arial" w:hint="eastAsia"/>
                <w:lang w:eastAsia="ja-JP"/>
              </w:rPr>
              <w:t>DC</w:t>
            </w:r>
            <w:r w:rsidRPr="00DF6DD6">
              <w:rPr>
                <w:rFonts w:cs="Arial"/>
              </w:rPr>
              <w:t>_1A</w:t>
            </w:r>
            <w:r w:rsidRPr="00DF6DD6">
              <w:rPr>
                <w:rFonts w:cs="Arial" w:hint="eastAsia"/>
                <w:lang w:eastAsia="ja-JP"/>
              </w:rPr>
              <w:t>-3A-19A-21A</w:t>
            </w:r>
            <w:r w:rsidRPr="00DF6DD6">
              <w:rPr>
                <w:rFonts w:cs="Arial"/>
                <w:lang w:val="en-US" w:eastAsia="ja-JP"/>
              </w:rPr>
              <w:t>_</w:t>
            </w:r>
            <w:r w:rsidRPr="00DF6DD6">
              <w:rPr>
                <w:rFonts w:cs="Arial" w:hint="eastAsia"/>
                <w:lang w:eastAsia="ja-JP"/>
              </w:rPr>
              <w:t>n78</w:t>
            </w:r>
            <w:r w:rsidRPr="00DF6DD6">
              <w:rPr>
                <w:rFonts w:cs="Arial"/>
                <w:lang w:eastAsia="ja-JP"/>
              </w:rPr>
              <w:t>C</w:t>
            </w:r>
            <w:r w:rsidRPr="00DF6DD6">
              <w:rPr>
                <w:rFonts w:cs="Arial"/>
                <w:vertAlign w:val="superscript"/>
                <w:lang w:eastAsia="ja-JP"/>
              </w:rPr>
              <w:t>2</w:t>
            </w:r>
          </w:p>
        </w:tc>
        <w:tc>
          <w:tcPr>
            <w:tcW w:w="3544" w:type="dxa"/>
            <w:shd w:val="clear" w:color="auto" w:fill="auto"/>
          </w:tcPr>
          <w:p w14:paraId="019A6FB6"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1A_n78A</w:t>
            </w:r>
          </w:p>
          <w:p w14:paraId="1CBC4E18" w14:textId="77777777" w:rsidR="00F177CB" w:rsidRPr="00DF6DD6" w:rsidRDefault="00F177CB" w:rsidP="003768E0">
            <w:pPr>
              <w:pStyle w:val="TAC"/>
              <w:keepNext w:val="0"/>
            </w:pPr>
            <w:r w:rsidRPr="00DF6DD6">
              <w:rPr>
                <w:rFonts w:hint="eastAsia"/>
              </w:rPr>
              <w:t>DC</w:t>
            </w:r>
            <w:r w:rsidRPr="00DF6DD6">
              <w:t>_</w:t>
            </w:r>
            <w:r w:rsidRPr="00DF6DD6">
              <w:rPr>
                <w:rFonts w:hint="eastAsia"/>
              </w:rPr>
              <w:t>3A_n78A</w:t>
            </w:r>
          </w:p>
          <w:p w14:paraId="7F0CB24D" w14:textId="77777777" w:rsidR="00F177CB" w:rsidRPr="00DF6DD6" w:rsidRDefault="00F177CB" w:rsidP="003768E0">
            <w:pPr>
              <w:pStyle w:val="TAC"/>
              <w:keepNext w:val="0"/>
            </w:pPr>
            <w:r w:rsidRPr="00DF6DD6">
              <w:rPr>
                <w:rFonts w:hint="eastAsia"/>
              </w:rPr>
              <w:t>DC</w:t>
            </w:r>
            <w:r w:rsidRPr="00DF6DD6">
              <w:t>_</w:t>
            </w:r>
            <w:r w:rsidRPr="00DF6DD6">
              <w:rPr>
                <w:rFonts w:hint="eastAsia"/>
              </w:rPr>
              <w:t>1</w:t>
            </w:r>
            <w:r w:rsidRPr="00DF6DD6">
              <w:t>9</w:t>
            </w:r>
            <w:r w:rsidRPr="00DF6DD6">
              <w:rPr>
                <w:rFonts w:hint="eastAsia"/>
              </w:rPr>
              <w:t>A_n78A</w:t>
            </w:r>
          </w:p>
          <w:p w14:paraId="25213989" w14:textId="77777777" w:rsidR="00F177CB" w:rsidRPr="00DF6DD6" w:rsidRDefault="00F177CB" w:rsidP="003768E0">
            <w:pPr>
              <w:pStyle w:val="TAC"/>
              <w:keepNext w:val="0"/>
              <w:rPr>
                <w:rFonts w:eastAsia="MS PGothic"/>
                <w:lang w:val="en-US"/>
              </w:rPr>
            </w:pPr>
            <w:r w:rsidRPr="00DF6DD6">
              <w:rPr>
                <w:rFonts w:hint="eastAsia"/>
              </w:rPr>
              <w:t>DC</w:t>
            </w:r>
            <w:r w:rsidRPr="00DF6DD6">
              <w:t>_2</w:t>
            </w:r>
            <w:r w:rsidRPr="00DF6DD6">
              <w:rPr>
                <w:rFonts w:hint="eastAsia"/>
              </w:rPr>
              <w:t>1A_n78A</w:t>
            </w:r>
          </w:p>
        </w:tc>
      </w:tr>
      <w:tr w:rsidR="00F55B07" w:rsidRPr="00DF6DD6" w14:paraId="1B281C52" w14:textId="77777777" w:rsidTr="00A6034C">
        <w:trPr>
          <w:trHeight w:val="288"/>
          <w:jc w:val="center"/>
        </w:trPr>
        <w:tc>
          <w:tcPr>
            <w:tcW w:w="3397" w:type="dxa"/>
            <w:noWrap/>
            <w:vAlign w:val="center"/>
          </w:tcPr>
          <w:p w14:paraId="2A295BAE" w14:textId="64AEA851" w:rsidR="00F177CB" w:rsidRPr="00DF6DD6" w:rsidRDefault="00F177CB" w:rsidP="003768E0">
            <w:pPr>
              <w:pStyle w:val="TAC"/>
              <w:keepNext w:val="0"/>
              <w:rPr>
                <w:rFonts w:cs="Arial"/>
                <w:lang w:eastAsia="ja-JP"/>
              </w:rPr>
            </w:pPr>
            <w:r w:rsidRPr="00DF6DD6">
              <w:rPr>
                <w:rFonts w:cs="Arial" w:hint="eastAsia"/>
                <w:lang w:eastAsia="ja-JP"/>
              </w:rPr>
              <w:t>DC</w:t>
            </w:r>
            <w:r w:rsidRPr="00DF6DD6">
              <w:rPr>
                <w:rFonts w:cs="Arial"/>
              </w:rPr>
              <w:t>_1A-</w:t>
            </w:r>
            <w:r w:rsidRPr="00DF6DD6">
              <w:rPr>
                <w:rFonts w:cs="Arial" w:hint="eastAsia"/>
                <w:lang w:eastAsia="ja-JP"/>
              </w:rPr>
              <w:t>3A-19A-21A</w:t>
            </w:r>
            <w:r w:rsidRPr="00DF6DD6">
              <w:rPr>
                <w:rFonts w:cs="Arial"/>
                <w:lang w:val="en-US" w:eastAsia="ja-JP"/>
              </w:rPr>
              <w:t>_</w:t>
            </w:r>
            <w:r w:rsidRPr="00DF6DD6">
              <w:rPr>
                <w:rFonts w:cs="Arial" w:hint="eastAsia"/>
                <w:lang w:eastAsia="ja-JP"/>
              </w:rPr>
              <w:t>n79A</w:t>
            </w:r>
            <w:r w:rsidRPr="00DF6DD6">
              <w:rPr>
                <w:rFonts w:cs="Arial"/>
                <w:vertAlign w:val="superscript"/>
                <w:lang w:val="en-US" w:eastAsia="ja-JP"/>
              </w:rPr>
              <w:t>2</w:t>
            </w:r>
          </w:p>
          <w:p w14:paraId="2F8A3E5B" w14:textId="430BDE4E" w:rsidR="00F177CB" w:rsidRPr="00DF6DD6" w:rsidRDefault="00F177CB" w:rsidP="003768E0">
            <w:pPr>
              <w:pStyle w:val="TAC"/>
              <w:keepNext w:val="0"/>
              <w:rPr>
                <w:lang w:val="en-US" w:eastAsia="fi-FI"/>
              </w:rPr>
            </w:pPr>
            <w:r w:rsidRPr="00DF6DD6">
              <w:rPr>
                <w:rFonts w:cs="Arial" w:hint="eastAsia"/>
                <w:lang w:eastAsia="ja-JP"/>
              </w:rPr>
              <w:t>DC</w:t>
            </w:r>
            <w:r w:rsidRPr="00DF6DD6">
              <w:rPr>
                <w:rFonts w:cs="Arial"/>
              </w:rPr>
              <w:t>_1A-</w:t>
            </w:r>
            <w:r w:rsidRPr="00DF6DD6">
              <w:rPr>
                <w:rFonts w:cs="Arial" w:hint="eastAsia"/>
                <w:lang w:eastAsia="ja-JP"/>
              </w:rPr>
              <w:t>3A-19A-21A</w:t>
            </w:r>
            <w:r w:rsidRPr="00DF6DD6">
              <w:rPr>
                <w:rFonts w:cs="Arial"/>
                <w:lang w:val="en-US" w:eastAsia="ja-JP"/>
              </w:rPr>
              <w:t>_</w:t>
            </w:r>
            <w:r w:rsidRPr="00DF6DD6">
              <w:rPr>
                <w:rFonts w:cs="Arial" w:hint="eastAsia"/>
                <w:lang w:eastAsia="ja-JP"/>
              </w:rPr>
              <w:t>n79</w:t>
            </w:r>
            <w:r w:rsidRPr="00DF6DD6">
              <w:rPr>
                <w:rFonts w:cs="Arial"/>
                <w:lang w:val="en-US" w:eastAsia="ja-JP"/>
              </w:rPr>
              <w:t>C</w:t>
            </w:r>
            <w:r w:rsidRPr="00DF6DD6">
              <w:rPr>
                <w:rFonts w:cs="Arial"/>
                <w:vertAlign w:val="superscript"/>
                <w:lang w:val="en-US" w:eastAsia="ja-JP"/>
              </w:rPr>
              <w:t>2</w:t>
            </w:r>
          </w:p>
        </w:tc>
        <w:tc>
          <w:tcPr>
            <w:tcW w:w="3544" w:type="dxa"/>
            <w:shd w:val="clear" w:color="auto" w:fill="auto"/>
          </w:tcPr>
          <w:p w14:paraId="6586F901" w14:textId="77777777" w:rsidR="00F177CB" w:rsidRPr="00DF6DD6" w:rsidRDefault="00F177CB" w:rsidP="003768E0">
            <w:pPr>
              <w:pStyle w:val="TAC"/>
              <w:keepNext w:val="0"/>
            </w:pPr>
            <w:r w:rsidRPr="00DF6DD6">
              <w:t>DC_1A_n79A</w:t>
            </w:r>
          </w:p>
          <w:p w14:paraId="060B944D" w14:textId="77777777" w:rsidR="00F177CB" w:rsidRPr="00DF6DD6" w:rsidRDefault="00F177CB" w:rsidP="003768E0">
            <w:pPr>
              <w:pStyle w:val="TAC"/>
              <w:keepNext w:val="0"/>
            </w:pPr>
            <w:r w:rsidRPr="00DF6DD6">
              <w:t>DC_3A_n79A</w:t>
            </w:r>
          </w:p>
          <w:p w14:paraId="054507E5" w14:textId="77777777" w:rsidR="00F177CB" w:rsidRPr="00DF6DD6" w:rsidRDefault="00F177CB" w:rsidP="003768E0">
            <w:pPr>
              <w:pStyle w:val="TAC"/>
              <w:keepNext w:val="0"/>
            </w:pPr>
            <w:r w:rsidRPr="00DF6DD6">
              <w:t>DC_19A_n79A</w:t>
            </w:r>
          </w:p>
          <w:p w14:paraId="444C9F54" w14:textId="77777777" w:rsidR="00F177CB" w:rsidRPr="00DF6DD6" w:rsidRDefault="00F177CB" w:rsidP="003768E0">
            <w:pPr>
              <w:pStyle w:val="TAC"/>
              <w:keepNext w:val="0"/>
              <w:rPr>
                <w:rFonts w:eastAsia="MS PGothic"/>
                <w:lang w:val="en-US"/>
              </w:rPr>
            </w:pPr>
            <w:r w:rsidRPr="00DF6DD6">
              <w:t>DC_21A_n79A</w:t>
            </w:r>
          </w:p>
        </w:tc>
      </w:tr>
      <w:tr w:rsidR="00F55B07" w:rsidRPr="00DF6DD6" w14:paraId="049006F6" w14:textId="77777777" w:rsidTr="00A6034C">
        <w:trPr>
          <w:trHeight w:val="288"/>
          <w:jc w:val="center"/>
        </w:trPr>
        <w:tc>
          <w:tcPr>
            <w:tcW w:w="3397" w:type="dxa"/>
            <w:noWrap/>
            <w:vAlign w:val="center"/>
          </w:tcPr>
          <w:p w14:paraId="49BB4F39" w14:textId="77777777" w:rsidR="00F177CB" w:rsidRPr="00DF6DD6" w:rsidRDefault="00F177CB" w:rsidP="003768E0">
            <w:pPr>
              <w:pStyle w:val="TAC"/>
              <w:keepNext w:val="0"/>
              <w:rPr>
                <w:rFonts w:cs="Arial"/>
                <w:lang w:eastAsia="ja-JP"/>
              </w:rPr>
            </w:pPr>
            <w:r w:rsidRPr="00DF6DD6">
              <w:rPr>
                <w:rFonts w:cs="Arial"/>
                <w:lang w:eastAsia="ja-JP"/>
              </w:rPr>
              <w:t>DC_1A-3A-19A-42A_n77A</w:t>
            </w:r>
          </w:p>
          <w:p w14:paraId="7A8AC551"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1A-3A-19A-42A</w:t>
            </w:r>
            <w:r w:rsidRPr="00DF6DD6">
              <w:rPr>
                <w:rFonts w:cs="Arial" w:hint="eastAsia"/>
                <w:lang w:eastAsia="ja-JP"/>
              </w:rPr>
              <w:t>_n77</w:t>
            </w:r>
            <w:r w:rsidRPr="00DF6DD6">
              <w:rPr>
                <w:rFonts w:cs="Arial"/>
                <w:lang w:eastAsia="ja-JP"/>
              </w:rPr>
              <w:t>C</w:t>
            </w:r>
          </w:p>
          <w:p w14:paraId="38C09FA6" w14:textId="77777777" w:rsidR="00F177CB" w:rsidRPr="00DF6DD6" w:rsidRDefault="00F177CB" w:rsidP="003768E0">
            <w:pPr>
              <w:pStyle w:val="TAC"/>
              <w:keepNext w:val="0"/>
              <w:rPr>
                <w:rFonts w:cs="Arial"/>
                <w:lang w:eastAsia="ja-JP"/>
              </w:rPr>
            </w:pPr>
            <w:r w:rsidRPr="00DF6DD6">
              <w:rPr>
                <w:rFonts w:cs="Arial"/>
                <w:lang w:eastAsia="ja-JP"/>
              </w:rPr>
              <w:t>DC_1A-3A-19A-42</w:t>
            </w:r>
            <w:r w:rsidRPr="00DF6DD6">
              <w:rPr>
                <w:rFonts w:cs="Arial" w:hint="eastAsia"/>
                <w:lang w:eastAsia="zh-CN"/>
              </w:rPr>
              <w:t>C</w:t>
            </w:r>
            <w:r w:rsidRPr="00DF6DD6">
              <w:rPr>
                <w:rFonts w:cs="Arial"/>
                <w:lang w:eastAsia="ja-JP"/>
              </w:rPr>
              <w:t>_n77A</w:t>
            </w:r>
          </w:p>
          <w:p w14:paraId="100F561B" w14:textId="50B97A72" w:rsidR="00F177CB" w:rsidRPr="00DF6DD6" w:rsidRDefault="00F177CB" w:rsidP="003768E0">
            <w:pPr>
              <w:pStyle w:val="TAC"/>
              <w:keepNext w:val="0"/>
              <w:rPr>
                <w:rFonts w:cs="Arial"/>
                <w:lang w:eastAsia="ja-JP"/>
              </w:rPr>
            </w:pPr>
            <w:r w:rsidRPr="00DF6DD6">
              <w:rPr>
                <w:rFonts w:cs="Arial"/>
                <w:lang w:eastAsia="ja-JP"/>
              </w:rPr>
              <w:t>DC_1A-3A-19A-42</w:t>
            </w:r>
            <w:r w:rsidRPr="00DF6DD6">
              <w:rPr>
                <w:rFonts w:cs="Arial" w:hint="eastAsia"/>
                <w:lang w:eastAsia="zh-CN"/>
              </w:rPr>
              <w:t>C</w:t>
            </w:r>
            <w:r w:rsidRPr="00DF6DD6">
              <w:rPr>
                <w:rFonts w:cs="Arial"/>
                <w:lang w:eastAsia="ja-JP"/>
              </w:rPr>
              <w:t>_n77</w:t>
            </w:r>
            <w:r w:rsidRPr="00DF6DD6">
              <w:rPr>
                <w:rFonts w:cs="Arial" w:hint="eastAsia"/>
              </w:rPr>
              <w:t>C</w:t>
            </w:r>
          </w:p>
        </w:tc>
        <w:tc>
          <w:tcPr>
            <w:tcW w:w="3544" w:type="dxa"/>
            <w:shd w:val="clear" w:color="auto" w:fill="auto"/>
            <w:vAlign w:val="center"/>
          </w:tcPr>
          <w:p w14:paraId="37671437"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1A_n77A</w:t>
            </w:r>
          </w:p>
          <w:p w14:paraId="087F439F" w14:textId="77777777" w:rsidR="00F177CB" w:rsidRPr="00DF6DD6" w:rsidRDefault="00F177CB" w:rsidP="003768E0">
            <w:pPr>
              <w:pStyle w:val="TAC"/>
              <w:keepNext w:val="0"/>
            </w:pPr>
            <w:r w:rsidRPr="00DF6DD6">
              <w:rPr>
                <w:rFonts w:hint="eastAsia"/>
              </w:rPr>
              <w:t>DC</w:t>
            </w:r>
            <w:r w:rsidRPr="00DF6DD6">
              <w:t>_</w:t>
            </w:r>
            <w:r w:rsidRPr="00DF6DD6">
              <w:rPr>
                <w:rFonts w:hint="eastAsia"/>
              </w:rPr>
              <w:t>3A_n77A</w:t>
            </w:r>
          </w:p>
          <w:p w14:paraId="1551E2BC" w14:textId="77777777" w:rsidR="00F177CB" w:rsidRPr="00DF6DD6" w:rsidRDefault="00F177CB" w:rsidP="003768E0">
            <w:pPr>
              <w:pStyle w:val="TAC"/>
              <w:keepNext w:val="0"/>
            </w:pPr>
            <w:r w:rsidRPr="00DF6DD6">
              <w:rPr>
                <w:rFonts w:hint="eastAsia"/>
              </w:rPr>
              <w:t>DC</w:t>
            </w:r>
            <w:r w:rsidRPr="00DF6DD6">
              <w:t>_</w:t>
            </w:r>
            <w:r w:rsidRPr="00DF6DD6">
              <w:rPr>
                <w:rFonts w:hint="eastAsia"/>
              </w:rPr>
              <w:t>1</w:t>
            </w:r>
            <w:r w:rsidRPr="00DF6DD6">
              <w:t>9</w:t>
            </w:r>
            <w:r w:rsidRPr="00DF6DD6">
              <w:rPr>
                <w:rFonts w:hint="eastAsia"/>
              </w:rPr>
              <w:t>A_n77A</w:t>
            </w:r>
          </w:p>
        </w:tc>
      </w:tr>
      <w:tr w:rsidR="00F55B07" w:rsidRPr="00DF6DD6" w14:paraId="3D08D199" w14:textId="77777777" w:rsidTr="00A6034C">
        <w:trPr>
          <w:trHeight w:val="288"/>
          <w:jc w:val="center"/>
        </w:trPr>
        <w:tc>
          <w:tcPr>
            <w:tcW w:w="3397" w:type="dxa"/>
            <w:noWrap/>
            <w:vAlign w:val="center"/>
          </w:tcPr>
          <w:p w14:paraId="55EDE072" w14:textId="77777777" w:rsidR="00F177CB" w:rsidRPr="00DF6DD6" w:rsidRDefault="00F177CB" w:rsidP="003768E0">
            <w:pPr>
              <w:pStyle w:val="TAC"/>
              <w:keepNext w:val="0"/>
              <w:rPr>
                <w:rFonts w:cs="Arial"/>
                <w:lang w:eastAsia="ja-JP"/>
              </w:rPr>
            </w:pPr>
            <w:r w:rsidRPr="00DF6DD6">
              <w:rPr>
                <w:rFonts w:cs="Arial"/>
                <w:lang w:eastAsia="ja-JP"/>
              </w:rPr>
              <w:t>DC_1A-3A-19A-42A_n78A</w:t>
            </w:r>
          </w:p>
          <w:p w14:paraId="3848341C"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1A-3A-19A-42A</w:t>
            </w:r>
            <w:r w:rsidRPr="00DF6DD6">
              <w:rPr>
                <w:rFonts w:cs="Arial" w:hint="eastAsia"/>
                <w:lang w:eastAsia="ja-JP"/>
              </w:rPr>
              <w:t>_n78</w:t>
            </w:r>
            <w:r w:rsidRPr="00DF6DD6">
              <w:rPr>
                <w:rFonts w:cs="Arial"/>
                <w:lang w:eastAsia="ja-JP"/>
              </w:rPr>
              <w:t>C</w:t>
            </w:r>
          </w:p>
          <w:p w14:paraId="58E7197E" w14:textId="77777777" w:rsidR="00F177CB" w:rsidRPr="00DF6DD6" w:rsidRDefault="00F177CB" w:rsidP="003768E0">
            <w:pPr>
              <w:pStyle w:val="TAC"/>
              <w:keepNext w:val="0"/>
              <w:rPr>
                <w:rFonts w:cs="Arial"/>
                <w:lang w:eastAsia="ja-JP"/>
              </w:rPr>
            </w:pPr>
            <w:r w:rsidRPr="00DF6DD6">
              <w:rPr>
                <w:rFonts w:cs="Arial"/>
                <w:lang w:eastAsia="ja-JP"/>
              </w:rPr>
              <w:t>DC_1A-3A-19A-42</w:t>
            </w:r>
            <w:r w:rsidRPr="00DF6DD6">
              <w:rPr>
                <w:rFonts w:cs="Arial" w:hint="eastAsia"/>
                <w:lang w:eastAsia="zh-CN"/>
              </w:rPr>
              <w:t>C</w:t>
            </w:r>
            <w:r w:rsidRPr="00DF6DD6">
              <w:rPr>
                <w:rFonts w:cs="Arial"/>
                <w:lang w:eastAsia="ja-JP"/>
              </w:rPr>
              <w:t>_n78A</w:t>
            </w:r>
          </w:p>
          <w:p w14:paraId="07F7A0C3" w14:textId="34C9CF57" w:rsidR="00F177CB" w:rsidRPr="00DF6DD6" w:rsidRDefault="00F177CB" w:rsidP="003768E0">
            <w:pPr>
              <w:pStyle w:val="TAC"/>
              <w:keepNext w:val="0"/>
              <w:rPr>
                <w:rFonts w:cs="Arial"/>
                <w:lang w:eastAsia="ja-JP"/>
              </w:rPr>
            </w:pPr>
            <w:r w:rsidRPr="00DF6DD6">
              <w:rPr>
                <w:rFonts w:cs="Arial"/>
                <w:lang w:eastAsia="ja-JP"/>
              </w:rPr>
              <w:t>DC_1A-3A-19A-42</w:t>
            </w:r>
            <w:r w:rsidRPr="00DF6DD6">
              <w:rPr>
                <w:rFonts w:cs="Arial" w:hint="eastAsia"/>
                <w:lang w:eastAsia="zh-CN"/>
              </w:rPr>
              <w:t>C</w:t>
            </w:r>
            <w:r w:rsidRPr="00DF6DD6">
              <w:rPr>
                <w:rFonts w:cs="Arial"/>
                <w:lang w:eastAsia="ja-JP"/>
              </w:rPr>
              <w:t>_n78</w:t>
            </w:r>
            <w:r w:rsidRPr="00DF6DD6">
              <w:rPr>
                <w:rFonts w:cs="Arial" w:hint="eastAsia"/>
              </w:rPr>
              <w:t>C</w:t>
            </w:r>
          </w:p>
        </w:tc>
        <w:tc>
          <w:tcPr>
            <w:tcW w:w="3544" w:type="dxa"/>
            <w:shd w:val="clear" w:color="auto" w:fill="auto"/>
          </w:tcPr>
          <w:p w14:paraId="41DF1CA6"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1A_n78A</w:t>
            </w:r>
          </w:p>
          <w:p w14:paraId="275AF4E8" w14:textId="77777777" w:rsidR="00F177CB" w:rsidRPr="00DF6DD6" w:rsidRDefault="00F177CB" w:rsidP="003768E0">
            <w:pPr>
              <w:pStyle w:val="TAC"/>
              <w:keepNext w:val="0"/>
            </w:pPr>
            <w:r w:rsidRPr="00DF6DD6">
              <w:rPr>
                <w:rFonts w:hint="eastAsia"/>
              </w:rPr>
              <w:t>DC</w:t>
            </w:r>
            <w:r w:rsidRPr="00DF6DD6">
              <w:t>_</w:t>
            </w:r>
            <w:r w:rsidRPr="00DF6DD6">
              <w:rPr>
                <w:rFonts w:hint="eastAsia"/>
              </w:rPr>
              <w:t>3A_n78A</w:t>
            </w:r>
          </w:p>
          <w:p w14:paraId="677231A2" w14:textId="77777777" w:rsidR="00F177CB" w:rsidRPr="00DF6DD6" w:rsidRDefault="00F177CB" w:rsidP="003768E0">
            <w:pPr>
              <w:pStyle w:val="TAC"/>
              <w:keepNext w:val="0"/>
            </w:pPr>
            <w:r w:rsidRPr="00DF6DD6">
              <w:rPr>
                <w:rFonts w:hint="eastAsia"/>
              </w:rPr>
              <w:t>DC</w:t>
            </w:r>
            <w:r w:rsidRPr="00DF6DD6">
              <w:t>_</w:t>
            </w:r>
            <w:r w:rsidRPr="00DF6DD6">
              <w:rPr>
                <w:rFonts w:hint="eastAsia"/>
              </w:rPr>
              <w:t>1</w:t>
            </w:r>
            <w:r w:rsidRPr="00DF6DD6">
              <w:t>9</w:t>
            </w:r>
            <w:r w:rsidRPr="00DF6DD6">
              <w:rPr>
                <w:rFonts w:hint="eastAsia"/>
              </w:rPr>
              <w:t>A_n78A</w:t>
            </w:r>
          </w:p>
        </w:tc>
      </w:tr>
      <w:tr w:rsidR="00F55B07" w:rsidRPr="00DF6DD6" w14:paraId="75DEBDC3" w14:textId="77777777" w:rsidTr="00A6034C">
        <w:trPr>
          <w:trHeight w:val="288"/>
          <w:jc w:val="center"/>
        </w:trPr>
        <w:tc>
          <w:tcPr>
            <w:tcW w:w="3397" w:type="dxa"/>
            <w:noWrap/>
            <w:vAlign w:val="center"/>
          </w:tcPr>
          <w:p w14:paraId="5A5D0D78" w14:textId="77777777" w:rsidR="00F177CB" w:rsidRPr="00DF6DD6" w:rsidRDefault="00F177CB" w:rsidP="003768E0">
            <w:pPr>
              <w:pStyle w:val="TAC"/>
              <w:keepNext w:val="0"/>
              <w:rPr>
                <w:rFonts w:cs="Arial"/>
                <w:lang w:eastAsia="ja-JP"/>
              </w:rPr>
            </w:pPr>
            <w:r w:rsidRPr="00DF6DD6">
              <w:rPr>
                <w:rFonts w:cs="Arial"/>
                <w:lang w:eastAsia="ja-JP"/>
              </w:rPr>
              <w:t>DC_1A-3A-19A-42A_n79A</w:t>
            </w:r>
          </w:p>
          <w:p w14:paraId="029D7FB7"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1A-3A-19A-42A</w:t>
            </w:r>
            <w:r w:rsidRPr="00DF6DD6">
              <w:rPr>
                <w:rFonts w:cs="Arial" w:hint="eastAsia"/>
                <w:lang w:eastAsia="ja-JP"/>
              </w:rPr>
              <w:t>_n79</w:t>
            </w:r>
            <w:r w:rsidRPr="00DF6DD6">
              <w:rPr>
                <w:rFonts w:cs="Arial"/>
                <w:lang w:eastAsia="ja-JP"/>
              </w:rPr>
              <w:t>C</w:t>
            </w:r>
          </w:p>
          <w:p w14:paraId="757285FD" w14:textId="77777777" w:rsidR="00F177CB" w:rsidRPr="00DF6DD6" w:rsidRDefault="00F177CB" w:rsidP="003768E0">
            <w:pPr>
              <w:pStyle w:val="TAC"/>
              <w:keepNext w:val="0"/>
              <w:rPr>
                <w:rFonts w:cs="Arial"/>
                <w:lang w:eastAsia="ja-JP"/>
              </w:rPr>
            </w:pPr>
            <w:r w:rsidRPr="00DF6DD6">
              <w:rPr>
                <w:rFonts w:cs="Arial"/>
                <w:lang w:eastAsia="ja-JP"/>
              </w:rPr>
              <w:t>DC_1A-3A-19A-42</w:t>
            </w:r>
            <w:r w:rsidRPr="00DF6DD6">
              <w:rPr>
                <w:rFonts w:cs="Arial" w:hint="eastAsia"/>
                <w:lang w:eastAsia="zh-CN"/>
              </w:rPr>
              <w:t>C</w:t>
            </w:r>
            <w:r w:rsidRPr="00DF6DD6">
              <w:rPr>
                <w:rFonts w:cs="Arial"/>
                <w:lang w:eastAsia="ja-JP"/>
              </w:rPr>
              <w:t>_n79A</w:t>
            </w:r>
          </w:p>
          <w:p w14:paraId="552DA2AB" w14:textId="458B2B4D" w:rsidR="00F177CB" w:rsidRPr="00DF6DD6" w:rsidRDefault="00F177CB" w:rsidP="003768E0">
            <w:pPr>
              <w:pStyle w:val="TAC"/>
              <w:keepNext w:val="0"/>
              <w:rPr>
                <w:rFonts w:cs="Arial"/>
                <w:lang w:eastAsia="ja-JP"/>
              </w:rPr>
            </w:pPr>
            <w:r w:rsidRPr="00DF6DD6">
              <w:rPr>
                <w:rFonts w:cs="Arial"/>
                <w:lang w:eastAsia="ja-JP"/>
              </w:rPr>
              <w:t>DC_1A-3A-19A-42</w:t>
            </w:r>
            <w:r w:rsidRPr="00DF6DD6">
              <w:rPr>
                <w:rFonts w:cs="Arial" w:hint="eastAsia"/>
                <w:lang w:eastAsia="zh-CN"/>
              </w:rPr>
              <w:t>C</w:t>
            </w:r>
            <w:r w:rsidRPr="00DF6DD6">
              <w:rPr>
                <w:rFonts w:cs="Arial"/>
                <w:lang w:eastAsia="ja-JP"/>
              </w:rPr>
              <w:t>_n79</w:t>
            </w:r>
            <w:r w:rsidRPr="00DF6DD6">
              <w:rPr>
                <w:rFonts w:cs="Arial" w:hint="eastAsia"/>
              </w:rPr>
              <w:t>C</w:t>
            </w:r>
          </w:p>
        </w:tc>
        <w:tc>
          <w:tcPr>
            <w:tcW w:w="3544" w:type="dxa"/>
            <w:shd w:val="clear" w:color="auto" w:fill="auto"/>
          </w:tcPr>
          <w:p w14:paraId="52C64E57"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1A_n79A</w:t>
            </w:r>
          </w:p>
          <w:p w14:paraId="1CB83FBE" w14:textId="77777777" w:rsidR="00F177CB" w:rsidRPr="00DF6DD6" w:rsidRDefault="00F177CB" w:rsidP="003768E0">
            <w:pPr>
              <w:pStyle w:val="TAC"/>
              <w:keepNext w:val="0"/>
            </w:pPr>
            <w:r w:rsidRPr="00DF6DD6">
              <w:rPr>
                <w:rFonts w:hint="eastAsia"/>
              </w:rPr>
              <w:t>DC</w:t>
            </w:r>
            <w:r w:rsidRPr="00DF6DD6">
              <w:t>_</w:t>
            </w:r>
            <w:r w:rsidRPr="00DF6DD6">
              <w:rPr>
                <w:rFonts w:hint="eastAsia"/>
              </w:rPr>
              <w:t>3A_n79A</w:t>
            </w:r>
          </w:p>
          <w:p w14:paraId="63721138" w14:textId="77777777" w:rsidR="00F177CB" w:rsidRPr="00DF6DD6" w:rsidRDefault="00F177CB" w:rsidP="003768E0">
            <w:pPr>
              <w:pStyle w:val="TAC"/>
              <w:keepNext w:val="0"/>
            </w:pPr>
            <w:r w:rsidRPr="00DF6DD6">
              <w:rPr>
                <w:rFonts w:hint="eastAsia"/>
              </w:rPr>
              <w:t>DC</w:t>
            </w:r>
            <w:r w:rsidRPr="00DF6DD6">
              <w:t>_</w:t>
            </w:r>
            <w:r w:rsidRPr="00DF6DD6">
              <w:rPr>
                <w:rFonts w:hint="eastAsia"/>
              </w:rPr>
              <w:t>1</w:t>
            </w:r>
            <w:r w:rsidRPr="00DF6DD6">
              <w:t>9</w:t>
            </w:r>
            <w:r w:rsidRPr="00DF6DD6">
              <w:rPr>
                <w:rFonts w:hint="eastAsia"/>
              </w:rPr>
              <w:t>A_n79A</w:t>
            </w:r>
          </w:p>
        </w:tc>
      </w:tr>
      <w:tr w:rsidR="00F55B07" w:rsidRPr="00DF6DD6" w14:paraId="2CD6FD1C" w14:textId="77777777" w:rsidTr="00A6034C">
        <w:trPr>
          <w:trHeight w:val="288"/>
          <w:jc w:val="center"/>
        </w:trPr>
        <w:tc>
          <w:tcPr>
            <w:tcW w:w="3397" w:type="dxa"/>
            <w:noWrap/>
            <w:vAlign w:val="center"/>
          </w:tcPr>
          <w:p w14:paraId="456F5ABB" w14:textId="7E73F2F5" w:rsidR="00F177CB" w:rsidRPr="00DF6DD6" w:rsidRDefault="00F177CB" w:rsidP="003768E0">
            <w:pPr>
              <w:pStyle w:val="TAC"/>
              <w:keepNext w:val="0"/>
              <w:rPr>
                <w:rFonts w:cs="Arial"/>
              </w:rPr>
            </w:pPr>
            <w:r w:rsidRPr="00DF6DD6">
              <w:rPr>
                <w:rFonts w:cs="Arial" w:hint="eastAsia"/>
                <w:szCs w:val="18"/>
                <w:lang w:eastAsia="ko-KR"/>
              </w:rPr>
              <w:t>DC_1A-3A-20A_n28A-n78A</w:t>
            </w:r>
            <w:r w:rsidRPr="00DF6DD6">
              <w:rPr>
                <w:rFonts w:cs="Arial"/>
                <w:szCs w:val="18"/>
                <w:vertAlign w:val="superscript"/>
                <w:lang w:eastAsia="ko-KR"/>
              </w:rPr>
              <w:t>2,3</w:t>
            </w:r>
          </w:p>
        </w:tc>
        <w:tc>
          <w:tcPr>
            <w:tcW w:w="3544" w:type="dxa"/>
            <w:shd w:val="clear" w:color="auto" w:fill="auto"/>
          </w:tcPr>
          <w:p w14:paraId="5BF88B7A" w14:textId="77777777" w:rsidR="00F177CB" w:rsidRPr="00DF6DD6" w:rsidRDefault="00F177CB" w:rsidP="003768E0">
            <w:pPr>
              <w:pStyle w:val="TAC"/>
              <w:keepNext w:val="0"/>
              <w:rPr>
                <w:lang w:eastAsia="ko-KR"/>
              </w:rPr>
            </w:pPr>
            <w:r w:rsidRPr="00DF6DD6">
              <w:rPr>
                <w:rFonts w:hint="eastAsia"/>
                <w:lang w:eastAsia="ko-KR"/>
              </w:rPr>
              <w:t>DC_1A_n28A</w:t>
            </w:r>
          </w:p>
          <w:p w14:paraId="690BB576" w14:textId="77777777" w:rsidR="00F177CB" w:rsidRPr="00DF6DD6" w:rsidRDefault="00F177CB" w:rsidP="003768E0">
            <w:pPr>
              <w:pStyle w:val="TAC"/>
              <w:keepNext w:val="0"/>
              <w:rPr>
                <w:lang w:eastAsia="ko-KR"/>
              </w:rPr>
            </w:pPr>
            <w:r w:rsidRPr="00DF6DD6">
              <w:rPr>
                <w:lang w:eastAsia="ko-KR"/>
              </w:rPr>
              <w:t>DC_1A_n78A</w:t>
            </w:r>
          </w:p>
          <w:p w14:paraId="013D7086" w14:textId="77777777" w:rsidR="00F177CB" w:rsidRPr="00DF6DD6" w:rsidRDefault="00F177CB" w:rsidP="003768E0">
            <w:pPr>
              <w:pStyle w:val="TAC"/>
              <w:keepNext w:val="0"/>
              <w:rPr>
                <w:lang w:eastAsia="ko-KR"/>
              </w:rPr>
            </w:pPr>
            <w:r w:rsidRPr="00DF6DD6">
              <w:rPr>
                <w:lang w:eastAsia="ko-KR"/>
              </w:rPr>
              <w:t>DC_3A_n28A</w:t>
            </w:r>
          </w:p>
          <w:p w14:paraId="2D127370" w14:textId="77777777" w:rsidR="00F177CB" w:rsidRPr="00DF6DD6" w:rsidRDefault="00F177CB" w:rsidP="003768E0">
            <w:pPr>
              <w:pStyle w:val="TAC"/>
              <w:keepNext w:val="0"/>
              <w:rPr>
                <w:lang w:eastAsia="ko-KR"/>
              </w:rPr>
            </w:pPr>
            <w:r w:rsidRPr="00DF6DD6">
              <w:rPr>
                <w:lang w:eastAsia="ko-KR"/>
              </w:rPr>
              <w:t>DC_3A_n78A</w:t>
            </w:r>
          </w:p>
          <w:p w14:paraId="37E3505A" w14:textId="77777777" w:rsidR="00F177CB" w:rsidRPr="00DF6DD6" w:rsidRDefault="00F177CB" w:rsidP="003768E0">
            <w:pPr>
              <w:pStyle w:val="TAC"/>
              <w:keepNext w:val="0"/>
              <w:rPr>
                <w:lang w:eastAsia="ko-KR"/>
              </w:rPr>
            </w:pPr>
            <w:r w:rsidRPr="00DF6DD6">
              <w:rPr>
                <w:lang w:eastAsia="ko-KR"/>
              </w:rPr>
              <w:t>DC_20A_n28A</w:t>
            </w:r>
          </w:p>
          <w:p w14:paraId="268E68AC" w14:textId="77777777" w:rsidR="00F177CB" w:rsidRPr="00DF6DD6" w:rsidRDefault="00F177CB" w:rsidP="003768E0">
            <w:pPr>
              <w:pStyle w:val="TAC"/>
              <w:keepNext w:val="0"/>
            </w:pPr>
            <w:r w:rsidRPr="00DF6DD6">
              <w:rPr>
                <w:lang w:eastAsia="ko-KR"/>
              </w:rPr>
              <w:t>DC_20A_n78A</w:t>
            </w:r>
          </w:p>
        </w:tc>
      </w:tr>
      <w:tr w:rsidR="00F55B07" w:rsidRPr="00DF6DD6" w14:paraId="51E09306" w14:textId="77777777" w:rsidTr="00A6034C">
        <w:trPr>
          <w:trHeight w:val="288"/>
          <w:jc w:val="center"/>
        </w:trPr>
        <w:tc>
          <w:tcPr>
            <w:tcW w:w="3397" w:type="dxa"/>
            <w:noWrap/>
            <w:vAlign w:val="center"/>
          </w:tcPr>
          <w:p w14:paraId="1CB4F30A" w14:textId="77777777" w:rsidR="00F177CB" w:rsidRPr="00DF6DD6" w:rsidRDefault="00F177CB" w:rsidP="003768E0">
            <w:pPr>
              <w:pStyle w:val="TAC"/>
              <w:keepNext w:val="0"/>
              <w:rPr>
                <w:rFonts w:cs="Arial"/>
              </w:rPr>
            </w:pPr>
            <w:r w:rsidRPr="00DF6DD6">
              <w:rPr>
                <w:rFonts w:cs="Arial"/>
              </w:rPr>
              <w:t>DC_1A-3A-21A-42A_n77A</w:t>
            </w:r>
          </w:p>
          <w:p w14:paraId="13F0AE16" w14:textId="77777777" w:rsidR="00F177CB" w:rsidRPr="00DF6DD6" w:rsidRDefault="00F177CB" w:rsidP="003768E0">
            <w:pPr>
              <w:pStyle w:val="TAC"/>
              <w:keepNext w:val="0"/>
              <w:rPr>
                <w:rFonts w:cs="Arial"/>
              </w:rPr>
            </w:pPr>
            <w:r w:rsidRPr="00DF6DD6">
              <w:rPr>
                <w:rFonts w:cs="Arial"/>
              </w:rPr>
              <w:t>DC_1A-3A-21A-42A_n77C</w:t>
            </w:r>
          </w:p>
          <w:p w14:paraId="7F9DF10B" w14:textId="77777777"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1A-3A-21A-42C</w:t>
            </w:r>
            <w:r w:rsidRPr="00DF6DD6">
              <w:rPr>
                <w:rFonts w:cs="Arial"/>
              </w:rPr>
              <w:t>_n7</w:t>
            </w:r>
            <w:r w:rsidRPr="00DF6DD6">
              <w:rPr>
                <w:rFonts w:cs="Arial" w:hint="eastAsia"/>
              </w:rPr>
              <w:t>7</w:t>
            </w:r>
            <w:r w:rsidRPr="00DF6DD6">
              <w:rPr>
                <w:rFonts w:cs="Arial"/>
              </w:rPr>
              <w:t>A</w:t>
            </w:r>
          </w:p>
          <w:p w14:paraId="42574B32" w14:textId="6935391E" w:rsidR="00F177CB" w:rsidRPr="00DF6DD6" w:rsidRDefault="00F177CB" w:rsidP="003768E0">
            <w:pPr>
              <w:pStyle w:val="TAC"/>
              <w:keepNext w:val="0"/>
              <w:rPr>
                <w:rFonts w:cs="Arial"/>
                <w:szCs w:val="18"/>
                <w:lang w:eastAsia="ko-KR"/>
              </w:rPr>
            </w:pPr>
            <w:r w:rsidRPr="00DF6DD6">
              <w:rPr>
                <w:rFonts w:cs="Arial" w:hint="eastAsia"/>
              </w:rPr>
              <w:t>DC</w:t>
            </w:r>
            <w:r w:rsidRPr="00DF6DD6">
              <w:rPr>
                <w:rFonts w:cs="Arial"/>
              </w:rPr>
              <w:t>_</w:t>
            </w:r>
            <w:r w:rsidRPr="00DF6DD6">
              <w:rPr>
                <w:rFonts w:cs="Arial" w:hint="eastAsia"/>
              </w:rPr>
              <w:t>1A-3A-21A-42C</w:t>
            </w:r>
            <w:r w:rsidRPr="00DF6DD6">
              <w:rPr>
                <w:rFonts w:cs="Arial"/>
              </w:rPr>
              <w:t>_n7</w:t>
            </w:r>
            <w:r w:rsidRPr="00DF6DD6">
              <w:rPr>
                <w:rFonts w:cs="Arial" w:hint="eastAsia"/>
              </w:rPr>
              <w:t>7C</w:t>
            </w:r>
          </w:p>
        </w:tc>
        <w:tc>
          <w:tcPr>
            <w:tcW w:w="3544" w:type="dxa"/>
            <w:shd w:val="clear" w:color="auto" w:fill="auto"/>
          </w:tcPr>
          <w:p w14:paraId="7DC0423D" w14:textId="77777777" w:rsidR="00F177CB" w:rsidRPr="00DF6DD6" w:rsidRDefault="00F177CB" w:rsidP="003768E0">
            <w:pPr>
              <w:pStyle w:val="TAC"/>
              <w:keepNext w:val="0"/>
            </w:pPr>
            <w:r w:rsidRPr="00DF6DD6">
              <w:t>DC_1A_n77A</w:t>
            </w:r>
          </w:p>
          <w:p w14:paraId="53BA233B" w14:textId="77777777" w:rsidR="00F177CB" w:rsidRPr="00DF6DD6" w:rsidRDefault="00F177CB" w:rsidP="003768E0">
            <w:pPr>
              <w:pStyle w:val="TAC"/>
              <w:keepNext w:val="0"/>
            </w:pPr>
            <w:r w:rsidRPr="00DF6DD6">
              <w:t>DC_3A_n77A</w:t>
            </w:r>
          </w:p>
          <w:p w14:paraId="29ECA76A" w14:textId="26E67F0D" w:rsidR="00F177CB" w:rsidRPr="00DF6DD6" w:rsidRDefault="00F177CB" w:rsidP="003768E0">
            <w:pPr>
              <w:pStyle w:val="TAC"/>
              <w:keepNext w:val="0"/>
              <w:rPr>
                <w:lang w:eastAsia="ko-KR"/>
              </w:rPr>
            </w:pPr>
            <w:r w:rsidRPr="00DF6DD6">
              <w:t>DC_21A_n77A</w:t>
            </w:r>
          </w:p>
        </w:tc>
      </w:tr>
      <w:tr w:rsidR="00F55B07" w:rsidRPr="00DF6DD6" w14:paraId="5F990A6D" w14:textId="77777777" w:rsidTr="00A6034C">
        <w:trPr>
          <w:trHeight w:val="288"/>
          <w:jc w:val="center"/>
        </w:trPr>
        <w:tc>
          <w:tcPr>
            <w:tcW w:w="3397" w:type="dxa"/>
            <w:noWrap/>
            <w:vAlign w:val="center"/>
          </w:tcPr>
          <w:p w14:paraId="65226E37" w14:textId="77777777" w:rsidR="00F177CB" w:rsidRPr="00DF6DD6" w:rsidRDefault="00F177CB" w:rsidP="003768E0">
            <w:pPr>
              <w:pStyle w:val="TAC"/>
              <w:keepNext w:val="0"/>
              <w:rPr>
                <w:rFonts w:cs="Arial"/>
              </w:rPr>
            </w:pPr>
            <w:r w:rsidRPr="00DF6DD6">
              <w:rPr>
                <w:rFonts w:cs="Arial"/>
              </w:rPr>
              <w:t>DC_1A-3A-21A-42A_n7</w:t>
            </w:r>
            <w:r w:rsidRPr="00DF6DD6">
              <w:rPr>
                <w:rFonts w:cs="Arial"/>
                <w:lang w:eastAsia="zh-CN"/>
              </w:rPr>
              <w:t>8</w:t>
            </w:r>
            <w:r w:rsidRPr="00DF6DD6">
              <w:rPr>
                <w:rFonts w:cs="Arial"/>
              </w:rPr>
              <w:t>A</w:t>
            </w:r>
          </w:p>
          <w:p w14:paraId="0261C741" w14:textId="77777777" w:rsidR="00F177CB" w:rsidRPr="00DF6DD6" w:rsidRDefault="00F177CB" w:rsidP="003768E0">
            <w:pPr>
              <w:pStyle w:val="TAC"/>
              <w:keepNext w:val="0"/>
              <w:rPr>
                <w:rFonts w:cs="Arial"/>
              </w:rPr>
            </w:pPr>
            <w:r w:rsidRPr="00DF6DD6">
              <w:rPr>
                <w:rFonts w:cs="Arial"/>
              </w:rPr>
              <w:t>DC_1A-3A-21A-42A_n7</w:t>
            </w:r>
            <w:r w:rsidRPr="00DF6DD6">
              <w:rPr>
                <w:rFonts w:cs="Arial"/>
                <w:lang w:eastAsia="zh-CN"/>
              </w:rPr>
              <w:t>8</w:t>
            </w:r>
            <w:r w:rsidRPr="00DF6DD6">
              <w:rPr>
                <w:rFonts w:cs="Arial"/>
              </w:rPr>
              <w:t>C</w:t>
            </w:r>
          </w:p>
          <w:p w14:paraId="34FE9801" w14:textId="77777777" w:rsidR="00F177CB" w:rsidRPr="00DF6DD6" w:rsidRDefault="00F177CB" w:rsidP="003768E0">
            <w:pPr>
              <w:pStyle w:val="TAC"/>
              <w:keepNext w:val="0"/>
              <w:rPr>
                <w:rFonts w:cs="Arial"/>
              </w:rPr>
            </w:pPr>
            <w:r w:rsidRPr="00DF6DD6">
              <w:rPr>
                <w:rFonts w:cs="Arial" w:hint="eastAsia"/>
              </w:rPr>
              <w:lastRenderedPageBreak/>
              <w:t>DC</w:t>
            </w:r>
            <w:r w:rsidRPr="00DF6DD6">
              <w:rPr>
                <w:rFonts w:cs="Arial"/>
              </w:rPr>
              <w:t>_</w:t>
            </w:r>
            <w:r w:rsidRPr="00DF6DD6">
              <w:rPr>
                <w:rFonts w:cs="Arial" w:hint="eastAsia"/>
              </w:rPr>
              <w:t>1A-3A-21A-42C</w:t>
            </w:r>
            <w:r w:rsidRPr="00DF6DD6">
              <w:rPr>
                <w:rFonts w:cs="Arial"/>
              </w:rPr>
              <w:t>_n7</w:t>
            </w:r>
            <w:r w:rsidRPr="00DF6DD6">
              <w:rPr>
                <w:rFonts w:cs="Arial" w:hint="eastAsia"/>
                <w:lang w:eastAsia="zh-CN"/>
              </w:rPr>
              <w:t>8</w:t>
            </w:r>
            <w:r w:rsidRPr="00DF6DD6">
              <w:rPr>
                <w:rFonts w:cs="Arial"/>
              </w:rPr>
              <w:t>A</w:t>
            </w:r>
          </w:p>
          <w:p w14:paraId="0D618C06" w14:textId="261A265F"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1A-3A-21A-42C</w:t>
            </w:r>
            <w:r w:rsidRPr="00DF6DD6">
              <w:rPr>
                <w:rFonts w:cs="Arial"/>
              </w:rPr>
              <w:t>_n7</w:t>
            </w:r>
            <w:r w:rsidRPr="00DF6DD6">
              <w:rPr>
                <w:rFonts w:cs="Arial" w:hint="eastAsia"/>
                <w:lang w:eastAsia="zh-CN"/>
              </w:rPr>
              <w:t>8</w:t>
            </w:r>
            <w:r w:rsidRPr="00DF6DD6">
              <w:rPr>
                <w:rFonts w:cs="Arial" w:hint="eastAsia"/>
              </w:rPr>
              <w:t>C</w:t>
            </w:r>
          </w:p>
        </w:tc>
        <w:tc>
          <w:tcPr>
            <w:tcW w:w="3544" w:type="dxa"/>
            <w:shd w:val="clear" w:color="auto" w:fill="auto"/>
          </w:tcPr>
          <w:p w14:paraId="7D71A9ED" w14:textId="77777777" w:rsidR="00F177CB" w:rsidRPr="00DF6DD6" w:rsidRDefault="00F177CB" w:rsidP="003768E0">
            <w:pPr>
              <w:pStyle w:val="TAC"/>
              <w:keepNext w:val="0"/>
            </w:pPr>
            <w:r w:rsidRPr="00DF6DD6">
              <w:lastRenderedPageBreak/>
              <w:t>DC_1A_n7</w:t>
            </w:r>
            <w:r w:rsidRPr="00DF6DD6">
              <w:rPr>
                <w:lang w:eastAsia="zh-CN"/>
              </w:rPr>
              <w:t>8</w:t>
            </w:r>
            <w:r w:rsidRPr="00DF6DD6">
              <w:t>A</w:t>
            </w:r>
          </w:p>
          <w:p w14:paraId="0C90DA9E" w14:textId="77777777" w:rsidR="00F177CB" w:rsidRPr="00DF6DD6" w:rsidRDefault="00F177CB" w:rsidP="003768E0">
            <w:pPr>
              <w:pStyle w:val="TAC"/>
              <w:keepNext w:val="0"/>
            </w:pPr>
            <w:r w:rsidRPr="00DF6DD6">
              <w:t>DC_3A_n7</w:t>
            </w:r>
            <w:r w:rsidRPr="00DF6DD6">
              <w:rPr>
                <w:lang w:eastAsia="zh-CN"/>
              </w:rPr>
              <w:t>8</w:t>
            </w:r>
            <w:r w:rsidRPr="00DF6DD6">
              <w:t>A</w:t>
            </w:r>
          </w:p>
          <w:p w14:paraId="72458264" w14:textId="2C1F9A12" w:rsidR="00F177CB" w:rsidRPr="00DF6DD6" w:rsidRDefault="00F177CB" w:rsidP="003768E0">
            <w:pPr>
              <w:pStyle w:val="TAC"/>
              <w:keepNext w:val="0"/>
            </w:pPr>
            <w:r w:rsidRPr="00DF6DD6">
              <w:lastRenderedPageBreak/>
              <w:t>DC_21A_n7</w:t>
            </w:r>
            <w:r w:rsidRPr="00DF6DD6">
              <w:rPr>
                <w:lang w:eastAsia="zh-CN"/>
              </w:rPr>
              <w:t>8</w:t>
            </w:r>
            <w:r w:rsidRPr="00DF6DD6">
              <w:t>A</w:t>
            </w:r>
          </w:p>
        </w:tc>
      </w:tr>
      <w:tr w:rsidR="00F55B07" w:rsidRPr="00DF6DD6" w14:paraId="3258B4B6" w14:textId="77777777" w:rsidTr="00A6034C">
        <w:trPr>
          <w:trHeight w:val="288"/>
          <w:jc w:val="center"/>
        </w:trPr>
        <w:tc>
          <w:tcPr>
            <w:tcW w:w="3397" w:type="dxa"/>
            <w:noWrap/>
            <w:vAlign w:val="center"/>
          </w:tcPr>
          <w:p w14:paraId="00C9FDF9" w14:textId="77777777" w:rsidR="00F177CB" w:rsidRPr="00DF6DD6" w:rsidRDefault="00F177CB" w:rsidP="003768E0">
            <w:pPr>
              <w:pStyle w:val="TAC"/>
              <w:keepNext w:val="0"/>
              <w:rPr>
                <w:rFonts w:cs="Arial"/>
              </w:rPr>
            </w:pPr>
            <w:r w:rsidRPr="00DF6DD6">
              <w:rPr>
                <w:rFonts w:cs="Arial"/>
              </w:rPr>
              <w:lastRenderedPageBreak/>
              <w:t>DC_1A-3A-21A-42A_n7</w:t>
            </w:r>
            <w:r w:rsidRPr="00DF6DD6">
              <w:rPr>
                <w:rFonts w:cs="Arial"/>
                <w:lang w:eastAsia="zh-CN"/>
              </w:rPr>
              <w:t>9</w:t>
            </w:r>
            <w:r w:rsidRPr="00DF6DD6">
              <w:rPr>
                <w:rFonts w:cs="Arial"/>
              </w:rPr>
              <w:t>A</w:t>
            </w:r>
          </w:p>
          <w:p w14:paraId="7D2D44E7" w14:textId="77777777" w:rsidR="00F177CB" w:rsidRPr="00DF6DD6" w:rsidRDefault="00F177CB" w:rsidP="003768E0">
            <w:pPr>
              <w:pStyle w:val="TAC"/>
              <w:keepNext w:val="0"/>
              <w:rPr>
                <w:rFonts w:cs="Arial"/>
              </w:rPr>
            </w:pPr>
            <w:r w:rsidRPr="00DF6DD6">
              <w:rPr>
                <w:rFonts w:cs="Arial"/>
              </w:rPr>
              <w:t>DC_1A-3A-21A-42A_n7</w:t>
            </w:r>
            <w:r w:rsidRPr="00DF6DD6">
              <w:rPr>
                <w:rFonts w:cs="Arial"/>
                <w:lang w:eastAsia="zh-CN"/>
              </w:rPr>
              <w:t>9</w:t>
            </w:r>
            <w:r w:rsidRPr="00DF6DD6">
              <w:rPr>
                <w:rFonts w:cs="Arial"/>
              </w:rPr>
              <w:t>C</w:t>
            </w:r>
          </w:p>
          <w:p w14:paraId="5C8B846E" w14:textId="77777777"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1A-3A-21A-42C</w:t>
            </w:r>
            <w:r w:rsidRPr="00DF6DD6">
              <w:rPr>
                <w:rFonts w:cs="Arial"/>
              </w:rPr>
              <w:t>_n7</w:t>
            </w:r>
            <w:r w:rsidRPr="00DF6DD6">
              <w:rPr>
                <w:rFonts w:cs="Arial" w:hint="eastAsia"/>
                <w:lang w:eastAsia="zh-CN"/>
              </w:rPr>
              <w:t>9</w:t>
            </w:r>
            <w:r w:rsidRPr="00DF6DD6">
              <w:rPr>
                <w:rFonts w:cs="Arial"/>
              </w:rPr>
              <w:t>A</w:t>
            </w:r>
          </w:p>
          <w:p w14:paraId="6D22000E" w14:textId="6F645496"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1A-3A-21A-42C</w:t>
            </w:r>
            <w:r w:rsidRPr="00DF6DD6">
              <w:rPr>
                <w:rFonts w:cs="Arial"/>
              </w:rPr>
              <w:t>_n7</w:t>
            </w:r>
            <w:r w:rsidRPr="00DF6DD6">
              <w:rPr>
                <w:rFonts w:cs="Arial" w:hint="eastAsia"/>
                <w:lang w:eastAsia="zh-CN"/>
              </w:rPr>
              <w:t>9</w:t>
            </w:r>
            <w:r w:rsidRPr="00DF6DD6">
              <w:rPr>
                <w:rFonts w:cs="Arial" w:hint="eastAsia"/>
              </w:rPr>
              <w:t>C</w:t>
            </w:r>
          </w:p>
        </w:tc>
        <w:tc>
          <w:tcPr>
            <w:tcW w:w="3544" w:type="dxa"/>
            <w:shd w:val="clear" w:color="auto" w:fill="auto"/>
          </w:tcPr>
          <w:p w14:paraId="6B53914E" w14:textId="77777777" w:rsidR="00F177CB" w:rsidRPr="00DF6DD6" w:rsidRDefault="00F177CB" w:rsidP="003768E0">
            <w:pPr>
              <w:pStyle w:val="TAC"/>
              <w:keepNext w:val="0"/>
            </w:pPr>
            <w:r w:rsidRPr="00DF6DD6">
              <w:t>DC_1A_n7</w:t>
            </w:r>
            <w:r w:rsidRPr="00DF6DD6">
              <w:rPr>
                <w:lang w:eastAsia="zh-CN"/>
              </w:rPr>
              <w:t>9</w:t>
            </w:r>
            <w:r w:rsidRPr="00DF6DD6">
              <w:t>A</w:t>
            </w:r>
          </w:p>
          <w:p w14:paraId="7FFA43D6" w14:textId="77777777" w:rsidR="00F177CB" w:rsidRPr="00DF6DD6" w:rsidRDefault="00F177CB" w:rsidP="003768E0">
            <w:pPr>
              <w:pStyle w:val="TAC"/>
              <w:keepNext w:val="0"/>
            </w:pPr>
            <w:r w:rsidRPr="00DF6DD6">
              <w:t>DC_3A_n7</w:t>
            </w:r>
            <w:r w:rsidRPr="00DF6DD6">
              <w:rPr>
                <w:lang w:eastAsia="zh-CN"/>
              </w:rPr>
              <w:t>9</w:t>
            </w:r>
            <w:r w:rsidRPr="00DF6DD6">
              <w:t>A</w:t>
            </w:r>
          </w:p>
          <w:p w14:paraId="4C690DC0" w14:textId="7E0608AD" w:rsidR="00F177CB" w:rsidRPr="00DF6DD6" w:rsidRDefault="00F177CB" w:rsidP="003768E0">
            <w:pPr>
              <w:pStyle w:val="TAC"/>
              <w:keepNext w:val="0"/>
            </w:pPr>
            <w:r w:rsidRPr="00DF6DD6">
              <w:t>DC_</w:t>
            </w:r>
            <w:r w:rsidR="00E8770D" w:rsidRPr="00DF6DD6">
              <w:t>21A</w:t>
            </w:r>
            <w:r w:rsidRPr="00DF6DD6">
              <w:t>_n7</w:t>
            </w:r>
            <w:r w:rsidRPr="00DF6DD6">
              <w:rPr>
                <w:lang w:eastAsia="zh-CN"/>
              </w:rPr>
              <w:t>9</w:t>
            </w:r>
            <w:r w:rsidRPr="00DF6DD6">
              <w:t>A</w:t>
            </w:r>
          </w:p>
        </w:tc>
      </w:tr>
      <w:tr w:rsidR="00F55B07" w:rsidRPr="00DF6DD6" w14:paraId="24BDA094" w14:textId="77777777" w:rsidTr="00A6034C">
        <w:trPr>
          <w:trHeight w:val="288"/>
          <w:jc w:val="center"/>
        </w:trPr>
        <w:tc>
          <w:tcPr>
            <w:tcW w:w="3397" w:type="dxa"/>
            <w:noWrap/>
            <w:vAlign w:val="center"/>
          </w:tcPr>
          <w:p w14:paraId="08116A33" w14:textId="77777777" w:rsidR="00F177CB" w:rsidRPr="00DF6DD6" w:rsidRDefault="00F177CB" w:rsidP="003768E0">
            <w:pPr>
              <w:pStyle w:val="TAC"/>
              <w:keepNext w:val="0"/>
              <w:rPr>
                <w:rFonts w:cs="Arial"/>
                <w:szCs w:val="18"/>
                <w:lang w:eastAsia="ja-JP"/>
              </w:rPr>
            </w:pPr>
            <w:r w:rsidRPr="00DF6DD6">
              <w:rPr>
                <w:rFonts w:cs="Arial"/>
                <w:szCs w:val="18"/>
                <w:lang w:eastAsia="ja-JP"/>
              </w:rPr>
              <w:t>DC_1A-3A-28A-42A_n77A</w:t>
            </w:r>
          </w:p>
          <w:p w14:paraId="01A249EF" w14:textId="1F23CF5E"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1A-3A-2</w:t>
            </w:r>
            <w:r w:rsidRPr="00DF6DD6">
              <w:rPr>
                <w:rFonts w:cs="Arial" w:hint="eastAsia"/>
                <w:lang w:eastAsia="zh-CN"/>
              </w:rPr>
              <w:t>8</w:t>
            </w:r>
            <w:r w:rsidRPr="00DF6DD6">
              <w:rPr>
                <w:rFonts w:cs="Arial" w:hint="eastAsia"/>
              </w:rPr>
              <w:t>A-42C</w:t>
            </w:r>
            <w:r w:rsidRPr="00DF6DD6">
              <w:rPr>
                <w:rFonts w:cs="Arial"/>
              </w:rPr>
              <w:t>_n7</w:t>
            </w:r>
            <w:r w:rsidRPr="00DF6DD6">
              <w:rPr>
                <w:rFonts w:cs="Arial" w:hint="eastAsia"/>
              </w:rPr>
              <w:t>7</w:t>
            </w:r>
            <w:r w:rsidRPr="00DF6DD6">
              <w:rPr>
                <w:rFonts w:cs="Arial"/>
              </w:rPr>
              <w:t>A</w:t>
            </w:r>
          </w:p>
        </w:tc>
        <w:tc>
          <w:tcPr>
            <w:tcW w:w="3544" w:type="dxa"/>
            <w:shd w:val="clear" w:color="auto" w:fill="auto"/>
          </w:tcPr>
          <w:p w14:paraId="49FB0AA6"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1A_n77A</w:t>
            </w:r>
          </w:p>
          <w:p w14:paraId="3ED45E51" w14:textId="77777777" w:rsidR="00F177CB" w:rsidRPr="00DF6DD6" w:rsidRDefault="00F177CB" w:rsidP="003768E0">
            <w:pPr>
              <w:pStyle w:val="TAC"/>
              <w:keepNext w:val="0"/>
            </w:pPr>
            <w:r w:rsidRPr="00DF6DD6">
              <w:t>DC_3A_n77A</w:t>
            </w:r>
          </w:p>
          <w:p w14:paraId="743330D3" w14:textId="77777777" w:rsidR="00F177CB" w:rsidRPr="00DF6DD6" w:rsidRDefault="00F177CB" w:rsidP="003768E0">
            <w:pPr>
              <w:pStyle w:val="TAC"/>
              <w:keepNext w:val="0"/>
            </w:pPr>
            <w:r w:rsidRPr="00DF6DD6">
              <w:t>DC_28A_n77A</w:t>
            </w:r>
          </w:p>
        </w:tc>
      </w:tr>
      <w:tr w:rsidR="00F55B07" w:rsidRPr="00DF6DD6" w14:paraId="32458EB7" w14:textId="77777777" w:rsidTr="00A6034C">
        <w:trPr>
          <w:trHeight w:val="288"/>
          <w:jc w:val="center"/>
        </w:trPr>
        <w:tc>
          <w:tcPr>
            <w:tcW w:w="3397" w:type="dxa"/>
            <w:noWrap/>
            <w:vAlign w:val="center"/>
          </w:tcPr>
          <w:p w14:paraId="7E76D2B9" w14:textId="77777777" w:rsidR="00F177CB" w:rsidRPr="00DF6DD6" w:rsidRDefault="00F177CB" w:rsidP="003768E0">
            <w:pPr>
              <w:pStyle w:val="TAC"/>
              <w:keepNext w:val="0"/>
              <w:rPr>
                <w:rFonts w:cs="Arial"/>
                <w:szCs w:val="18"/>
                <w:lang w:eastAsia="ja-JP"/>
              </w:rPr>
            </w:pPr>
            <w:r w:rsidRPr="00DF6DD6">
              <w:rPr>
                <w:rFonts w:cs="Arial"/>
                <w:szCs w:val="18"/>
                <w:lang w:eastAsia="ja-JP"/>
              </w:rPr>
              <w:t>DC_1A-3A-28A-42A_n78A</w:t>
            </w:r>
          </w:p>
          <w:p w14:paraId="19C604D7" w14:textId="2F7F0429"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1A-3A-2</w:t>
            </w:r>
            <w:r w:rsidRPr="00DF6DD6">
              <w:rPr>
                <w:rFonts w:cs="Arial" w:hint="eastAsia"/>
                <w:lang w:eastAsia="zh-CN"/>
              </w:rPr>
              <w:t>8</w:t>
            </w:r>
            <w:r w:rsidRPr="00DF6DD6">
              <w:rPr>
                <w:rFonts w:cs="Arial" w:hint="eastAsia"/>
              </w:rPr>
              <w:t>A-42C</w:t>
            </w:r>
            <w:r w:rsidRPr="00DF6DD6">
              <w:rPr>
                <w:rFonts w:cs="Arial"/>
              </w:rPr>
              <w:t>_n7</w:t>
            </w:r>
            <w:r w:rsidRPr="00DF6DD6">
              <w:rPr>
                <w:rFonts w:cs="Arial" w:hint="eastAsia"/>
                <w:lang w:eastAsia="zh-CN"/>
              </w:rPr>
              <w:t>8</w:t>
            </w:r>
            <w:r w:rsidRPr="00DF6DD6">
              <w:rPr>
                <w:rFonts w:cs="Arial"/>
              </w:rPr>
              <w:t>A</w:t>
            </w:r>
          </w:p>
        </w:tc>
        <w:tc>
          <w:tcPr>
            <w:tcW w:w="3544" w:type="dxa"/>
            <w:shd w:val="clear" w:color="auto" w:fill="auto"/>
          </w:tcPr>
          <w:p w14:paraId="5CB472FC"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1A_n78A</w:t>
            </w:r>
          </w:p>
          <w:p w14:paraId="11AC274F" w14:textId="77777777" w:rsidR="00F177CB" w:rsidRPr="00DF6DD6" w:rsidRDefault="00F177CB" w:rsidP="003768E0">
            <w:pPr>
              <w:pStyle w:val="TAC"/>
              <w:keepNext w:val="0"/>
            </w:pPr>
            <w:r w:rsidRPr="00DF6DD6">
              <w:rPr>
                <w:rFonts w:hint="eastAsia"/>
              </w:rPr>
              <w:t>DC</w:t>
            </w:r>
            <w:r w:rsidRPr="00DF6DD6">
              <w:t>_</w:t>
            </w:r>
            <w:r w:rsidRPr="00DF6DD6">
              <w:rPr>
                <w:rFonts w:hint="eastAsia"/>
              </w:rPr>
              <w:t>3A_n78A</w:t>
            </w:r>
          </w:p>
          <w:p w14:paraId="146CBB8C" w14:textId="77777777" w:rsidR="00F177CB" w:rsidRPr="00DF6DD6" w:rsidRDefault="00F177CB" w:rsidP="003768E0">
            <w:pPr>
              <w:pStyle w:val="TAC"/>
              <w:keepNext w:val="0"/>
            </w:pPr>
            <w:r w:rsidRPr="00DF6DD6">
              <w:rPr>
                <w:rFonts w:hint="eastAsia"/>
              </w:rPr>
              <w:t>DC</w:t>
            </w:r>
            <w:r w:rsidRPr="00DF6DD6">
              <w:t>_</w:t>
            </w:r>
            <w:r w:rsidRPr="00DF6DD6">
              <w:rPr>
                <w:rFonts w:hint="eastAsia"/>
              </w:rPr>
              <w:t>28A_n78A</w:t>
            </w:r>
          </w:p>
        </w:tc>
      </w:tr>
      <w:tr w:rsidR="00F55B07" w:rsidRPr="00DF6DD6" w14:paraId="2EF7DED1" w14:textId="77777777" w:rsidTr="00A6034C">
        <w:trPr>
          <w:trHeight w:val="288"/>
          <w:jc w:val="center"/>
        </w:trPr>
        <w:tc>
          <w:tcPr>
            <w:tcW w:w="3397" w:type="dxa"/>
            <w:noWrap/>
            <w:vAlign w:val="center"/>
          </w:tcPr>
          <w:p w14:paraId="41B1F26F" w14:textId="77777777" w:rsidR="00F177CB" w:rsidRPr="00DF6DD6" w:rsidRDefault="00F177CB" w:rsidP="003768E0">
            <w:pPr>
              <w:pStyle w:val="TAC"/>
              <w:keepNext w:val="0"/>
              <w:rPr>
                <w:rFonts w:cs="Arial"/>
                <w:szCs w:val="18"/>
                <w:lang w:eastAsia="ja-JP"/>
              </w:rPr>
            </w:pPr>
            <w:r w:rsidRPr="00DF6DD6">
              <w:rPr>
                <w:rFonts w:cs="Arial"/>
                <w:szCs w:val="18"/>
                <w:lang w:eastAsia="ja-JP"/>
              </w:rPr>
              <w:t>DC_1A-3A-28A-42A_n79A</w:t>
            </w:r>
          </w:p>
          <w:p w14:paraId="3180D5CD" w14:textId="62AE6D81"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1A-3A-2</w:t>
            </w:r>
            <w:r w:rsidRPr="00DF6DD6">
              <w:rPr>
                <w:rFonts w:cs="Arial" w:hint="eastAsia"/>
                <w:lang w:eastAsia="zh-CN"/>
              </w:rPr>
              <w:t>8</w:t>
            </w:r>
            <w:r w:rsidRPr="00DF6DD6">
              <w:rPr>
                <w:rFonts w:cs="Arial" w:hint="eastAsia"/>
              </w:rPr>
              <w:t>A-42C</w:t>
            </w:r>
            <w:r w:rsidRPr="00DF6DD6">
              <w:rPr>
                <w:rFonts w:cs="Arial"/>
              </w:rPr>
              <w:t>_n7</w:t>
            </w:r>
            <w:r w:rsidRPr="00DF6DD6">
              <w:rPr>
                <w:rFonts w:cs="Arial" w:hint="eastAsia"/>
                <w:lang w:eastAsia="zh-CN"/>
              </w:rPr>
              <w:t>9</w:t>
            </w:r>
            <w:r w:rsidRPr="00DF6DD6">
              <w:rPr>
                <w:rFonts w:cs="Arial"/>
              </w:rPr>
              <w:t>A</w:t>
            </w:r>
          </w:p>
        </w:tc>
        <w:tc>
          <w:tcPr>
            <w:tcW w:w="3544" w:type="dxa"/>
            <w:shd w:val="clear" w:color="auto" w:fill="auto"/>
          </w:tcPr>
          <w:p w14:paraId="3696F2B7"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1A_n79A</w:t>
            </w:r>
          </w:p>
          <w:p w14:paraId="57EA16C5" w14:textId="77777777" w:rsidR="00F177CB" w:rsidRPr="00DF6DD6" w:rsidRDefault="00F177CB" w:rsidP="003768E0">
            <w:pPr>
              <w:pStyle w:val="TAC"/>
              <w:keepNext w:val="0"/>
            </w:pPr>
            <w:r w:rsidRPr="00DF6DD6">
              <w:rPr>
                <w:rFonts w:hint="eastAsia"/>
              </w:rPr>
              <w:t>DC</w:t>
            </w:r>
            <w:r w:rsidRPr="00DF6DD6">
              <w:t>_</w:t>
            </w:r>
            <w:r w:rsidRPr="00DF6DD6">
              <w:rPr>
                <w:rFonts w:hint="eastAsia"/>
              </w:rPr>
              <w:t>3A_n79A</w:t>
            </w:r>
          </w:p>
          <w:p w14:paraId="4A785790" w14:textId="77777777" w:rsidR="00F177CB" w:rsidRPr="00DF6DD6" w:rsidRDefault="00F177CB" w:rsidP="003768E0">
            <w:pPr>
              <w:pStyle w:val="TAC"/>
              <w:keepNext w:val="0"/>
            </w:pPr>
            <w:r w:rsidRPr="00DF6DD6">
              <w:rPr>
                <w:rFonts w:hint="eastAsia"/>
              </w:rPr>
              <w:t>DC</w:t>
            </w:r>
            <w:r w:rsidRPr="00DF6DD6">
              <w:t>_</w:t>
            </w:r>
            <w:r w:rsidRPr="00DF6DD6">
              <w:rPr>
                <w:rFonts w:hint="eastAsia"/>
              </w:rPr>
              <w:t>28A_n79A</w:t>
            </w:r>
          </w:p>
        </w:tc>
      </w:tr>
      <w:tr w:rsidR="00F55B07" w:rsidRPr="00DF6DD6" w14:paraId="6B169599" w14:textId="77777777" w:rsidTr="00A6034C">
        <w:trPr>
          <w:trHeight w:val="288"/>
          <w:jc w:val="center"/>
        </w:trPr>
        <w:tc>
          <w:tcPr>
            <w:tcW w:w="3397" w:type="dxa"/>
            <w:noWrap/>
            <w:vAlign w:val="center"/>
          </w:tcPr>
          <w:p w14:paraId="05FC3310" w14:textId="04F41819" w:rsidR="00F177CB" w:rsidRPr="00DF6DD6" w:rsidRDefault="00F177CB" w:rsidP="003768E0">
            <w:pPr>
              <w:pStyle w:val="TAC"/>
              <w:keepNext w:val="0"/>
              <w:rPr>
                <w:rFonts w:cs="Arial"/>
                <w:lang w:eastAsia="ja-JP"/>
              </w:rPr>
            </w:pPr>
            <w:r w:rsidRPr="00DF6DD6">
              <w:rPr>
                <w:rFonts w:cs="Arial" w:hint="eastAsia"/>
                <w:szCs w:val="18"/>
                <w:lang w:eastAsia="ko-KR"/>
              </w:rPr>
              <w:t>DC_1A-7A-20A_n28A-n78A</w:t>
            </w:r>
            <w:r w:rsidRPr="00DF6DD6">
              <w:rPr>
                <w:rFonts w:cs="Arial"/>
                <w:szCs w:val="18"/>
                <w:vertAlign w:val="superscript"/>
                <w:lang w:eastAsia="ko-KR"/>
              </w:rPr>
              <w:t>2,3</w:t>
            </w:r>
          </w:p>
        </w:tc>
        <w:tc>
          <w:tcPr>
            <w:tcW w:w="3544" w:type="dxa"/>
            <w:shd w:val="clear" w:color="auto" w:fill="auto"/>
          </w:tcPr>
          <w:p w14:paraId="373F913B" w14:textId="77777777" w:rsidR="00F177CB" w:rsidRPr="00DF6DD6" w:rsidRDefault="00F177CB" w:rsidP="003768E0">
            <w:pPr>
              <w:pStyle w:val="TAC"/>
              <w:keepNext w:val="0"/>
              <w:rPr>
                <w:lang w:eastAsia="ko-KR"/>
              </w:rPr>
            </w:pPr>
            <w:r w:rsidRPr="00DF6DD6">
              <w:rPr>
                <w:rFonts w:hint="eastAsia"/>
                <w:lang w:eastAsia="ko-KR"/>
              </w:rPr>
              <w:t>DC_1A_n28A</w:t>
            </w:r>
          </w:p>
          <w:p w14:paraId="1CB3428D" w14:textId="77777777" w:rsidR="00F177CB" w:rsidRPr="00DF6DD6" w:rsidRDefault="00F177CB" w:rsidP="003768E0">
            <w:pPr>
              <w:pStyle w:val="TAC"/>
              <w:keepNext w:val="0"/>
              <w:rPr>
                <w:lang w:eastAsia="ko-KR"/>
              </w:rPr>
            </w:pPr>
            <w:r w:rsidRPr="00DF6DD6">
              <w:rPr>
                <w:lang w:eastAsia="ko-KR"/>
              </w:rPr>
              <w:t>DC_1A_n78A</w:t>
            </w:r>
          </w:p>
          <w:p w14:paraId="240CE4F4" w14:textId="77777777" w:rsidR="00F177CB" w:rsidRPr="00DF6DD6" w:rsidRDefault="00F177CB" w:rsidP="003768E0">
            <w:pPr>
              <w:pStyle w:val="TAC"/>
              <w:keepNext w:val="0"/>
              <w:rPr>
                <w:lang w:eastAsia="ko-KR"/>
              </w:rPr>
            </w:pPr>
            <w:r w:rsidRPr="00DF6DD6">
              <w:rPr>
                <w:lang w:eastAsia="ko-KR"/>
              </w:rPr>
              <w:t>DC_7A_n28A</w:t>
            </w:r>
          </w:p>
          <w:p w14:paraId="1DB8344B" w14:textId="77777777" w:rsidR="00F177CB" w:rsidRPr="00DF6DD6" w:rsidRDefault="00F177CB" w:rsidP="003768E0">
            <w:pPr>
              <w:pStyle w:val="TAC"/>
              <w:keepNext w:val="0"/>
              <w:rPr>
                <w:lang w:eastAsia="ko-KR"/>
              </w:rPr>
            </w:pPr>
            <w:r w:rsidRPr="00DF6DD6">
              <w:rPr>
                <w:lang w:eastAsia="ko-KR"/>
              </w:rPr>
              <w:t>DC_7A_n78A</w:t>
            </w:r>
          </w:p>
          <w:p w14:paraId="3EBAD7F2" w14:textId="77777777" w:rsidR="00F177CB" w:rsidRPr="00DF6DD6" w:rsidRDefault="00F177CB" w:rsidP="003768E0">
            <w:pPr>
              <w:pStyle w:val="TAC"/>
              <w:keepNext w:val="0"/>
              <w:rPr>
                <w:lang w:eastAsia="ko-KR"/>
              </w:rPr>
            </w:pPr>
            <w:r w:rsidRPr="00DF6DD6">
              <w:rPr>
                <w:lang w:eastAsia="ko-KR"/>
              </w:rPr>
              <w:t>DC_20A_n28A</w:t>
            </w:r>
          </w:p>
          <w:p w14:paraId="20FB2952" w14:textId="77777777" w:rsidR="00F177CB" w:rsidRPr="00DF6DD6" w:rsidRDefault="00F177CB" w:rsidP="003768E0">
            <w:pPr>
              <w:pStyle w:val="TAC"/>
              <w:keepNext w:val="0"/>
              <w:rPr>
                <w:rFonts w:cs="Arial"/>
                <w:lang w:eastAsia="ja-JP"/>
              </w:rPr>
            </w:pPr>
            <w:r w:rsidRPr="00DF6DD6">
              <w:rPr>
                <w:lang w:eastAsia="ko-KR"/>
              </w:rPr>
              <w:t>DC_20A_n78A</w:t>
            </w:r>
          </w:p>
        </w:tc>
      </w:tr>
      <w:tr w:rsidR="00F55B07" w:rsidRPr="00DF6DD6" w14:paraId="413968A3" w14:textId="77777777" w:rsidTr="00A6034C">
        <w:trPr>
          <w:trHeight w:val="288"/>
          <w:jc w:val="center"/>
        </w:trPr>
        <w:tc>
          <w:tcPr>
            <w:tcW w:w="3397" w:type="dxa"/>
            <w:noWrap/>
            <w:vAlign w:val="center"/>
          </w:tcPr>
          <w:p w14:paraId="772FF60C"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w:t>
            </w:r>
            <w:r w:rsidRPr="00DF6DD6">
              <w:rPr>
                <w:rFonts w:cs="Arial" w:hint="eastAsia"/>
                <w:lang w:eastAsia="ja-JP"/>
              </w:rPr>
              <w:t>19A-</w:t>
            </w:r>
            <w:r w:rsidRPr="00DF6DD6">
              <w:rPr>
                <w:rFonts w:cs="Arial"/>
                <w:lang w:eastAsia="ja-JP"/>
              </w:rPr>
              <w:t>21A-42</w:t>
            </w:r>
            <w:r w:rsidRPr="00DF6DD6">
              <w:rPr>
                <w:rFonts w:cs="Arial" w:hint="eastAsia"/>
                <w:lang w:eastAsia="ja-JP"/>
              </w:rPr>
              <w:t>A_n77</w:t>
            </w:r>
            <w:r w:rsidRPr="00DF6DD6">
              <w:rPr>
                <w:rFonts w:cs="Arial"/>
                <w:lang w:eastAsia="ja-JP"/>
              </w:rPr>
              <w:t>A</w:t>
            </w:r>
          </w:p>
          <w:p w14:paraId="27DB268F"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w:t>
            </w:r>
            <w:r w:rsidRPr="00DF6DD6">
              <w:rPr>
                <w:rFonts w:cs="Arial" w:hint="eastAsia"/>
                <w:lang w:eastAsia="ja-JP"/>
              </w:rPr>
              <w:t>19A-</w:t>
            </w:r>
            <w:r w:rsidRPr="00DF6DD6">
              <w:rPr>
                <w:rFonts w:cs="Arial"/>
                <w:lang w:eastAsia="ja-JP"/>
              </w:rPr>
              <w:t>21A-42</w:t>
            </w:r>
            <w:r w:rsidRPr="00DF6DD6">
              <w:rPr>
                <w:rFonts w:cs="Arial" w:hint="eastAsia"/>
                <w:lang w:eastAsia="ja-JP"/>
              </w:rPr>
              <w:t>A_n77</w:t>
            </w:r>
            <w:r w:rsidRPr="00DF6DD6">
              <w:rPr>
                <w:rFonts w:cs="Arial"/>
                <w:lang w:eastAsia="ja-JP"/>
              </w:rPr>
              <w:t>C</w:t>
            </w:r>
          </w:p>
          <w:p w14:paraId="6FE327AA" w14:textId="77777777"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1A-19A-21A-42C_n77</w:t>
            </w:r>
            <w:r w:rsidRPr="00DF6DD6">
              <w:rPr>
                <w:rFonts w:cs="Arial"/>
              </w:rPr>
              <w:t>A</w:t>
            </w:r>
          </w:p>
          <w:p w14:paraId="5C75FD40" w14:textId="7875A82E" w:rsidR="00F177CB" w:rsidRPr="00DF6DD6" w:rsidRDefault="00F177CB" w:rsidP="003768E0">
            <w:pPr>
              <w:pStyle w:val="TAC"/>
              <w:keepNext w:val="0"/>
              <w:rPr>
                <w:lang w:eastAsia="ja-JP"/>
              </w:rPr>
            </w:pPr>
            <w:r w:rsidRPr="00DF6DD6">
              <w:rPr>
                <w:rFonts w:cs="Arial" w:hint="eastAsia"/>
              </w:rPr>
              <w:t>DC</w:t>
            </w:r>
            <w:r w:rsidRPr="00DF6DD6">
              <w:rPr>
                <w:rFonts w:cs="Arial"/>
              </w:rPr>
              <w:t>_</w:t>
            </w:r>
            <w:r w:rsidRPr="00DF6DD6">
              <w:rPr>
                <w:rFonts w:cs="Arial" w:hint="eastAsia"/>
              </w:rPr>
              <w:t>1A-19A-21A-42C_n77</w:t>
            </w:r>
            <w:r w:rsidRPr="00DF6DD6">
              <w:rPr>
                <w:rFonts w:cs="Arial" w:hint="eastAsia"/>
                <w:lang w:eastAsia="zh-CN"/>
              </w:rPr>
              <w:t>C</w:t>
            </w:r>
          </w:p>
        </w:tc>
        <w:tc>
          <w:tcPr>
            <w:tcW w:w="3544" w:type="dxa"/>
            <w:shd w:val="clear" w:color="auto" w:fill="auto"/>
          </w:tcPr>
          <w:p w14:paraId="35816508"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1A_</w:t>
            </w:r>
            <w:r w:rsidRPr="00DF6DD6">
              <w:rPr>
                <w:rFonts w:cs="Arial" w:hint="eastAsia"/>
                <w:lang w:eastAsia="ja-JP"/>
              </w:rPr>
              <w:t>n77</w:t>
            </w:r>
            <w:r w:rsidRPr="00DF6DD6">
              <w:rPr>
                <w:rFonts w:cs="Arial"/>
                <w:lang w:eastAsia="ja-JP"/>
              </w:rPr>
              <w:t>A</w:t>
            </w:r>
          </w:p>
          <w:p w14:paraId="400DA325"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hint="eastAsia"/>
                <w:lang w:eastAsia="ja-JP"/>
              </w:rPr>
              <w:t>19A_n77</w:t>
            </w:r>
            <w:r w:rsidRPr="00DF6DD6">
              <w:rPr>
                <w:rFonts w:cs="Arial"/>
                <w:lang w:eastAsia="ja-JP"/>
              </w:rPr>
              <w:t>A</w:t>
            </w:r>
          </w:p>
          <w:p w14:paraId="6638A7F8" w14:textId="77777777" w:rsidR="00F177CB" w:rsidRPr="00DF6DD6" w:rsidRDefault="00F177CB" w:rsidP="003768E0">
            <w:pPr>
              <w:pStyle w:val="TAC"/>
              <w:keepNext w:val="0"/>
              <w:rPr>
                <w:lang w:eastAsia="ja-JP"/>
              </w:rPr>
            </w:pPr>
            <w:r w:rsidRPr="00DF6DD6">
              <w:rPr>
                <w:rFonts w:cs="Arial"/>
                <w:lang w:eastAsia="ja-JP"/>
              </w:rPr>
              <w:t>DC</w:t>
            </w:r>
            <w:r w:rsidRPr="00DF6DD6">
              <w:rPr>
                <w:rFonts w:cs="Arial"/>
              </w:rPr>
              <w:t>_</w:t>
            </w:r>
            <w:r w:rsidRPr="00DF6DD6">
              <w:rPr>
                <w:rFonts w:cs="Arial"/>
                <w:lang w:eastAsia="ja-JP"/>
              </w:rPr>
              <w:t>21A_</w:t>
            </w:r>
            <w:r w:rsidRPr="00DF6DD6">
              <w:rPr>
                <w:rFonts w:cs="Arial" w:hint="eastAsia"/>
                <w:lang w:eastAsia="ja-JP"/>
              </w:rPr>
              <w:t>n77</w:t>
            </w:r>
            <w:r w:rsidRPr="00DF6DD6">
              <w:rPr>
                <w:rFonts w:cs="Arial"/>
                <w:lang w:eastAsia="ja-JP"/>
              </w:rPr>
              <w:t>A</w:t>
            </w:r>
          </w:p>
        </w:tc>
      </w:tr>
      <w:tr w:rsidR="00F55B07" w:rsidRPr="00DF6DD6" w14:paraId="2C3DF954" w14:textId="77777777" w:rsidTr="00A6034C">
        <w:trPr>
          <w:trHeight w:val="288"/>
          <w:jc w:val="center"/>
        </w:trPr>
        <w:tc>
          <w:tcPr>
            <w:tcW w:w="3397" w:type="dxa"/>
            <w:noWrap/>
            <w:vAlign w:val="center"/>
          </w:tcPr>
          <w:p w14:paraId="4D7D37D1"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w:t>
            </w:r>
            <w:r w:rsidRPr="00DF6DD6">
              <w:rPr>
                <w:rFonts w:cs="Arial" w:hint="eastAsia"/>
                <w:lang w:eastAsia="ja-JP"/>
              </w:rPr>
              <w:t>19A-</w:t>
            </w:r>
            <w:r w:rsidRPr="00DF6DD6">
              <w:rPr>
                <w:rFonts w:cs="Arial"/>
                <w:lang w:eastAsia="ja-JP"/>
              </w:rPr>
              <w:t>21A-42</w:t>
            </w:r>
            <w:r w:rsidRPr="00DF6DD6">
              <w:rPr>
                <w:rFonts w:cs="Arial" w:hint="eastAsia"/>
                <w:lang w:eastAsia="ja-JP"/>
              </w:rPr>
              <w:t>A_n78</w:t>
            </w:r>
            <w:r w:rsidRPr="00DF6DD6">
              <w:rPr>
                <w:rFonts w:cs="Arial"/>
                <w:lang w:eastAsia="ja-JP"/>
              </w:rPr>
              <w:t>A</w:t>
            </w:r>
          </w:p>
          <w:p w14:paraId="5F29E483"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w:t>
            </w:r>
            <w:r w:rsidRPr="00DF6DD6">
              <w:rPr>
                <w:rFonts w:cs="Arial" w:hint="eastAsia"/>
                <w:lang w:eastAsia="ja-JP"/>
              </w:rPr>
              <w:t>19A-</w:t>
            </w:r>
            <w:r w:rsidRPr="00DF6DD6">
              <w:rPr>
                <w:rFonts w:cs="Arial"/>
                <w:lang w:eastAsia="ja-JP"/>
              </w:rPr>
              <w:t>21A-42</w:t>
            </w:r>
            <w:r w:rsidRPr="00DF6DD6">
              <w:rPr>
                <w:rFonts w:cs="Arial" w:hint="eastAsia"/>
                <w:lang w:eastAsia="ja-JP"/>
              </w:rPr>
              <w:t>A_n78</w:t>
            </w:r>
            <w:r w:rsidRPr="00DF6DD6">
              <w:rPr>
                <w:rFonts w:cs="Arial"/>
                <w:lang w:eastAsia="ja-JP"/>
              </w:rPr>
              <w:t>C</w:t>
            </w:r>
          </w:p>
          <w:p w14:paraId="19866644" w14:textId="77777777"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1A-19A-21A-42C_n7</w:t>
            </w:r>
            <w:r w:rsidRPr="00DF6DD6">
              <w:rPr>
                <w:rFonts w:cs="Arial" w:hint="eastAsia"/>
                <w:lang w:eastAsia="zh-CN"/>
              </w:rPr>
              <w:t>8</w:t>
            </w:r>
            <w:r w:rsidRPr="00DF6DD6">
              <w:rPr>
                <w:rFonts w:cs="Arial"/>
              </w:rPr>
              <w:t>A</w:t>
            </w:r>
          </w:p>
          <w:p w14:paraId="52701B0B" w14:textId="540E1013" w:rsidR="00F177CB" w:rsidRPr="00DF6DD6" w:rsidRDefault="00F177CB" w:rsidP="003768E0">
            <w:pPr>
              <w:pStyle w:val="TAC"/>
              <w:keepNext w:val="0"/>
              <w:rPr>
                <w:lang w:eastAsia="ja-JP"/>
              </w:rPr>
            </w:pPr>
            <w:r w:rsidRPr="00DF6DD6">
              <w:rPr>
                <w:rFonts w:cs="Arial" w:hint="eastAsia"/>
              </w:rPr>
              <w:t>DC</w:t>
            </w:r>
            <w:r w:rsidRPr="00DF6DD6">
              <w:rPr>
                <w:rFonts w:cs="Arial"/>
              </w:rPr>
              <w:t>_</w:t>
            </w:r>
            <w:r w:rsidRPr="00DF6DD6">
              <w:rPr>
                <w:rFonts w:cs="Arial" w:hint="eastAsia"/>
              </w:rPr>
              <w:t>1A-19A-21A-42C_n7</w:t>
            </w:r>
            <w:r w:rsidRPr="00DF6DD6">
              <w:rPr>
                <w:rFonts w:cs="Arial" w:hint="eastAsia"/>
                <w:lang w:eastAsia="zh-CN"/>
              </w:rPr>
              <w:t>8C</w:t>
            </w:r>
          </w:p>
        </w:tc>
        <w:tc>
          <w:tcPr>
            <w:tcW w:w="3544" w:type="dxa"/>
            <w:shd w:val="clear" w:color="auto" w:fill="auto"/>
          </w:tcPr>
          <w:p w14:paraId="31CA4911"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1A_</w:t>
            </w:r>
            <w:r w:rsidRPr="00DF6DD6">
              <w:rPr>
                <w:rFonts w:cs="Arial" w:hint="eastAsia"/>
                <w:lang w:eastAsia="ja-JP"/>
              </w:rPr>
              <w:t>n78</w:t>
            </w:r>
            <w:r w:rsidRPr="00DF6DD6">
              <w:rPr>
                <w:rFonts w:cs="Arial"/>
                <w:lang w:eastAsia="ja-JP"/>
              </w:rPr>
              <w:t>A</w:t>
            </w:r>
          </w:p>
          <w:p w14:paraId="3861E35F"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hint="eastAsia"/>
                <w:lang w:eastAsia="ja-JP"/>
              </w:rPr>
              <w:t>19A_n78</w:t>
            </w:r>
            <w:r w:rsidRPr="00DF6DD6">
              <w:rPr>
                <w:rFonts w:cs="Arial"/>
                <w:lang w:eastAsia="ja-JP"/>
              </w:rPr>
              <w:t>A</w:t>
            </w:r>
          </w:p>
          <w:p w14:paraId="1E5C9752" w14:textId="77777777" w:rsidR="00F177CB" w:rsidRPr="00DF6DD6" w:rsidRDefault="00F177CB" w:rsidP="003768E0">
            <w:pPr>
              <w:pStyle w:val="TAC"/>
              <w:keepNext w:val="0"/>
              <w:rPr>
                <w:lang w:eastAsia="ja-JP"/>
              </w:rPr>
            </w:pPr>
            <w:r w:rsidRPr="00DF6DD6">
              <w:rPr>
                <w:rFonts w:cs="Arial"/>
                <w:lang w:eastAsia="ja-JP"/>
              </w:rPr>
              <w:t>DC</w:t>
            </w:r>
            <w:r w:rsidRPr="00DF6DD6">
              <w:rPr>
                <w:rFonts w:cs="Arial"/>
              </w:rPr>
              <w:t>_</w:t>
            </w:r>
            <w:r w:rsidRPr="00DF6DD6">
              <w:rPr>
                <w:rFonts w:cs="Arial"/>
                <w:lang w:eastAsia="ja-JP"/>
              </w:rPr>
              <w:t>21A_</w:t>
            </w:r>
            <w:r w:rsidRPr="00DF6DD6">
              <w:rPr>
                <w:rFonts w:cs="Arial" w:hint="eastAsia"/>
                <w:lang w:eastAsia="ja-JP"/>
              </w:rPr>
              <w:t>n78</w:t>
            </w:r>
            <w:r w:rsidRPr="00DF6DD6">
              <w:rPr>
                <w:rFonts w:cs="Arial"/>
                <w:lang w:eastAsia="ja-JP"/>
              </w:rPr>
              <w:t>A</w:t>
            </w:r>
          </w:p>
        </w:tc>
      </w:tr>
      <w:tr w:rsidR="00F55B07" w:rsidRPr="00DF6DD6" w14:paraId="40C4DABC" w14:textId="77777777" w:rsidTr="00A6034C">
        <w:trPr>
          <w:trHeight w:val="288"/>
          <w:jc w:val="center"/>
        </w:trPr>
        <w:tc>
          <w:tcPr>
            <w:tcW w:w="3397" w:type="dxa"/>
            <w:noWrap/>
            <w:vAlign w:val="center"/>
          </w:tcPr>
          <w:p w14:paraId="2133AF5F"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w:t>
            </w:r>
            <w:r w:rsidRPr="00DF6DD6">
              <w:rPr>
                <w:rFonts w:cs="Arial" w:hint="eastAsia"/>
                <w:lang w:eastAsia="ja-JP"/>
              </w:rPr>
              <w:t>19A-</w:t>
            </w:r>
            <w:r w:rsidRPr="00DF6DD6">
              <w:rPr>
                <w:rFonts w:cs="Arial"/>
                <w:lang w:eastAsia="ja-JP"/>
              </w:rPr>
              <w:t>21A-42</w:t>
            </w:r>
            <w:r w:rsidRPr="00DF6DD6">
              <w:rPr>
                <w:rFonts w:cs="Arial" w:hint="eastAsia"/>
                <w:lang w:eastAsia="ja-JP"/>
              </w:rPr>
              <w:t>A_n79</w:t>
            </w:r>
            <w:r w:rsidRPr="00DF6DD6">
              <w:rPr>
                <w:rFonts w:cs="Arial"/>
                <w:lang w:eastAsia="ja-JP"/>
              </w:rPr>
              <w:t>A</w:t>
            </w:r>
          </w:p>
          <w:p w14:paraId="5069AB9E"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w:t>
            </w:r>
            <w:r w:rsidRPr="00DF6DD6">
              <w:rPr>
                <w:rFonts w:cs="Arial" w:hint="eastAsia"/>
                <w:lang w:eastAsia="ja-JP"/>
              </w:rPr>
              <w:t>19A-</w:t>
            </w:r>
            <w:r w:rsidRPr="00DF6DD6">
              <w:rPr>
                <w:rFonts w:cs="Arial"/>
                <w:lang w:eastAsia="ja-JP"/>
              </w:rPr>
              <w:t>21A-42</w:t>
            </w:r>
            <w:r w:rsidRPr="00DF6DD6">
              <w:rPr>
                <w:rFonts w:cs="Arial" w:hint="eastAsia"/>
                <w:lang w:eastAsia="ja-JP"/>
              </w:rPr>
              <w:t>A_n79</w:t>
            </w:r>
            <w:r w:rsidRPr="00DF6DD6">
              <w:rPr>
                <w:rFonts w:cs="Arial"/>
                <w:lang w:eastAsia="ja-JP"/>
              </w:rPr>
              <w:t>C</w:t>
            </w:r>
          </w:p>
          <w:p w14:paraId="25D00691" w14:textId="77777777"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1A-19A-21A-42C_n7</w:t>
            </w:r>
            <w:r w:rsidRPr="00DF6DD6">
              <w:rPr>
                <w:rFonts w:cs="Arial" w:hint="eastAsia"/>
                <w:lang w:eastAsia="zh-CN"/>
              </w:rPr>
              <w:t>9</w:t>
            </w:r>
            <w:r w:rsidRPr="00DF6DD6">
              <w:rPr>
                <w:rFonts w:cs="Arial"/>
              </w:rPr>
              <w:t>A</w:t>
            </w:r>
          </w:p>
          <w:p w14:paraId="6092CF40" w14:textId="3898C1B1" w:rsidR="00F177CB" w:rsidRPr="00DF6DD6" w:rsidRDefault="00F177CB" w:rsidP="003768E0">
            <w:pPr>
              <w:pStyle w:val="TAC"/>
              <w:keepNext w:val="0"/>
              <w:rPr>
                <w:lang w:eastAsia="ja-JP"/>
              </w:rPr>
            </w:pPr>
            <w:r w:rsidRPr="00DF6DD6">
              <w:rPr>
                <w:rFonts w:cs="Arial" w:hint="eastAsia"/>
              </w:rPr>
              <w:t>DC</w:t>
            </w:r>
            <w:r w:rsidRPr="00DF6DD6">
              <w:rPr>
                <w:rFonts w:cs="Arial"/>
              </w:rPr>
              <w:t>_</w:t>
            </w:r>
            <w:r w:rsidRPr="00DF6DD6">
              <w:rPr>
                <w:rFonts w:cs="Arial" w:hint="eastAsia"/>
              </w:rPr>
              <w:t>1A-19A-21A-42C_n7</w:t>
            </w:r>
            <w:r w:rsidRPr="00DF6DD6">
              <w:rPr>
                <w:rFonts w:cs="Arial" w:hint="eastAsia"/>
                <w:lang w:eastAsia="zh-CN"/>
              </w:rPr>
              <w:t>9C</w:t>
            </w:r>
          </w:p>
        </w:tc>
        <w:tc>
          <w:tcPr>
            <w:tcW w:w="3544" w:type="dxa"/>
            <w:shd w:val="clear" w:color="auto" w:fill="auto"/>
          </w:tcPr>
          <w:p w14:paraId="7B25ABE1"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lang w:eastAsia="ja-JP"/>
              </w:rPr>
              <w:t>1A_</w:t>
            </w:r>
            <w:r w:rsidRPr="00DF6DD6">
              <w:rPr>
                <w:rFonts w:cs="Arial" w:hint="eastAsia"/>
                <w:lang w:eastAsia="ja-JP"/>
              </w:rPr>
              <w:t>n79</w:t>
            </w:r>
            <w:r w:rsidRPr="00DF6DD6">
              <w:rPr>
                <w:rFonts w:cs="Arial"/>
                <w:lang w:eastAsia="ja-JP"/>
              </w:rPr>
              <w:t>A</w:t>
            </w:r>
          </w:p>
          <w:p w14:paraId="6F3FCA93" w14:textId="77777777" w:rsidR="00F177CB" w:rsidRPr="00DF6DD6" w:rsidRDefault="00F177CB" w:rsidP="003768E0">
            <w:pPr>
              <w:pStyle w:val="TAC"/>
              <w:keepNext w:val="0"/>
              <w:rPr>
                <w:rFonts w:cs="Arial"/>
                <w:lang w:eastAsia="ja-JP"/>
              </w:rPr>
            </w:pPr>
            <w:r w:rsidRPr="00DF6DD6">
              <w:rPr>
                <w:rFonts w:cs="Arial"/>
                <w:lang w:eastAsia="ja-JP"/>
              </w:rPr>
              <w:t>DC</w:t>
            </w:r>
            <w:r w:rsidRPr="00DF6DD6">
              <w:rPr>
                <w:rFonts w:cs="Arial"/>
              </w:rPr>
              <w:t>_</w:t>
            </w:r>
            <w:r w:rsidRPr="00DF6DD6">
              <w:rPr>
                <w:rFonts w:cs="Arial" w:hint="eastAsia"/>
                <w:lang w:eastAsia="ja-JP"/>
              </w:rPr>
              <w:t>19A_n79</w:t>
            </w:r>
            <w:r w:rsidRPr="00DF6DD6">
              <w:rPr>
                <w:rFonts w:cs="Arial"/>
                <w:lang w:eastAsia="ja-JP"/>
              </w:rPr>
              <w:t>A</w:t>
            </w:r>
          </w:p>
          <w:p w14:paraId="7D4B62B5" w14:textId="77777777" w:rsidR="00F177CB" w:rsidRPr="00DF6DD6" w:rsidRDefault="00F177CB" w:rsidP="003768E0">
            <w:pPr>
              <w:pStyle w:val="TAC"/>
              <w:keepNext w:val="0"/>
              <w:rPr>
                <w:lang w:eastAsia="ja-JP"/>
              </w:rPr>
            </w:pPr>
            <w:r w:rsidRPr="00DF6DD6">
              <w:rPr>
                <w:rFonts w:cs="Arial"/>
                <w:lang w:eastAsia="ja-JP"/>
              </w:rPr>
              <w:t>DC</w:t>
            </w:r>
            <w:r w:rsidRPr="00DF6DD6">
              <w:rPr>
                <w:rFonts w:cs="Arial"/>
              </w:rPr>
              <w:t>_</w:t>
            </w:r>
            <w:r w:rsidRPr="00DF6DD6">
              <w:rPr>
                <w:rFonts w:cs="Arial"/>
                <w:lang w:eastAsia="ja-JP"/>
              </w:rPr>
              <w:t>21A_</w:t>
            </w:r>
            <w:r w:rsidRPr="00DF6DD6">
              <w:rPr>
                <w:rFonts w:cs="Arial" w:hint="eastAsia"/>
                <w:lang w:eastAsia="ja-JP"/>
              </w:rPr>
              <w:t>n79</w:t>
            </w:r>
            <w:r w:rsidRPr="00DF6DD6">
              <w:rPr>
                <w:rFonts w:cs="Arial"/>
                <w:lang w:eastAsia="ja-JP"/>
              </w:rPr>
              <w:t>A</w:t>
            </w:r>
          </w:p>
        </w:tc>
      </w:tr>
      <w:tr w:rsidR="00F55B07" w:rsidRPr="00DF6DD6" w14:paraId="789B0AFE" w14:textId="77777777" w:rsidTr="00A6034C">
        <w:trPr>
          <w:trHeight w:val="288"/>
          <w:jc w:val="center"/>
        </w:trPr>
        <w:tc>
          <w:tcPr>
            <w:tcW w:w="3397" w:type="dxa"/>
            <w:noWrap/>
            <w:vAlign w:val="center"/>
          </w:tcPr>
          <w:p w14:paraId="73DB63BF" w14:textId="77777777" w:rsidR="00F177CB" w:rsidRPr="00DF6DD6" w:rsidRDefault="00F177CB" w:rsidP="003768E0">
            <w:pPr>
              <w:pStyle w:val="TAC"/>
              <w:keepNext w:val="0"/>
              <w:rPr>
                <w:rFonts w:cs="Arial"/>
                <w:szCs w:val="18"/>
                <w:lang w:eastAsia="ja-JP"/>
              </w:rPr>
            </w:pPr>
            <w:r w:rsidRPr="00DF6DD6">
              <w:rPr>
                <w:rFonts w:cs="Arial"/>
                <w:szCs w:val="18"/>
                <w:lang w:eastAsia="ja-JP"/>
              </w:rPr>
              <w:t>DC_1A-21A-28A-42A_n77A</w:t>
            </w:r>
          </w:p>
          <w:p w14:paraId="6D92859E" w14:textId="428E9E62"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w:t>
            </w:r>
            <w:r w:rsidRPr="00DF6DD6">
              <w:rPr>
                <w:rFonts w:cs="Arial" w:hint="eastAsia"/>
                <w:lang w:eastAsia="zh-CN"/>
              </w:rPr>
              <w:t>21</w:t>
            </w:r>
            <w:r w:rsidRPr="00DF6DD6">
              <w:rPr>
                <w:rFonts w:cs="Arial" w:hint="eastAsia"/>
              </w:rPr>
              <w:t>A-2</w:t>
            </w:r>
            <w:r w:rsidRPr="00DF6DD6">
              <w:rPr>
                <w:rFonts w:cs="Arial" w:hint="eastAsia"/>
                <w:lang w:eastAsia="zh-CN"/>
              </w:rPr>
              <w:t>8</w:t>
            </w:r>
            <w:r w:rsidRPr="00DF6DD6">
              <w:rPr>
                <w:rFonts w:cs="Arial" w:hint="eastAsia"/>
              </w:rPr>
              <w:t>A-42C</w:t>
            </w:r>
            <w:r w:rsidRPr="00DF6DD6">
              <w:rPr>
                <w:rFonts w:cs="Arial"/>
              </w:rPr>
              <w:t>_n7</w:t>
            </w:r>
            <w:r w:rsidRPr="00DF6DD6">
              <w:rPr>
                <w:rFonts w:cs="Arial" w:hint="eastAsia"/>
              </w:rPr>
              <w:t>7</w:t>
            </w:r>
            <w:r w:rsidRPr="00DF6DD6">
              <w:rPr>
                <w:rFonts w:cs="Arial"/>
              </w:rPr>
              <w:t>A</w:t>
            </w:r>
          </w:p>
        </w:tc>
        <w:tc>
          <w:tcPr>
            <w:tcW w:w="3544" w:type="dxa"/>
            <w:shd w:val="clear" w:color="auto" w:fill="auto"/>
          </w:tcPr>
          <w:p w14:paraId="291CF071"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w:t>
            </w:r>
            <w:r w:rsidRPr="00DF6DD6">
              <w:rPr>
                <w:rFonts w:hint="eastAsia"/>
                <w:lang w:eastAsia="zh-CN"/>
              </w:rPr>
              <w:t>7</w:t>
            </w:r>
            <w:r w:rsidRPr="00DF6DD6">
              <w:rPr>
                <w:rFonts w:hint="eastAsia"/>
              </w:rPr>
              <w:t>A</w:t>
            </w:r>
          </w:p>
          <w:p w14:paraId="5640E435" w14:textId="77777777" w:rsidR="00F177CB" w:rsidRPr="00DF6DD6" w:rsidRDefault="00F177CB" w:rsidP="003768E0">
            <w:pPr>
              <w:pStyle w:val="TAC"/>
              <w:keepNext w:val="0"/>
            </w:pPr>
            <w:r w:rsidRPr="00DF6DD6">
              <w:t>DC_</w:t>
            </w:r>
            <w:r w:rsidRPr="00DF6DD6">
              <w:rPr>
                <w:lang w:eastAsia="zh-CN"/>
              </w:rPr>
              <w:t>21</w:t>
            </w:r>
            <w:r w:rsidRPr="00DF6DD6">
              <w:t>A_n7</w:t>
            </w:r>
            <w:r w:rsidRPr="00DF6DD6">
              <w:rPr>
                <w:lang w:eastAsia="zh-CN"/>
              </w:rPr>
              <w:t>7</w:t>
            </w:r>
            <w:r w:rsidRPr="00DF6DD6">
              <w:t>A</w:t>
            </w:r>
          </w:p>
          <w:p w14:paraId="127FB832" w14:textId="77777777" w:rsidR="00F177CB" w:rsidRPr="00DF6DD6" w:rsidRDefault="00F177CB" w:rsidP="003768E0">
            <w:pPr>
              <w:pStyle w:val="TAC"/>
              <w:keepNext w:val="0"/>
            </w:pPr>
            <w:r w:rsidRPr="00DF6DD6">
              <w:t>DC_</w:t>
            </w:r>
            <w:r w:rsidRPr="00DF6DD6">
              <w:rPr>
                <w:lang w:eastAsia="zh-CN"/>
              </w:rPr>
              <w:t>28</w:t>
            </w:r>
            <w:r w:rsidRPr="00DF6DD6">
              <w:t>A_n7</w:t>
            </w:r>
            <w:r w:rsidRPr="00DF6DD6">
              <w:rPr>
                <w:lang w:eastAsia="zh-CN"/>
              </w:rPr>
              <w:t>7</w:t>
            </w:r>
            <w:r w:rsidRPr="00DF6DD6">
              <w:t>A</w:t>
            </w:r>
          </w:p>
        </w:tc>
      </w:tr>
      <w:tr w:rsidR="00F55B07" w:rsidRPr="00DF6DD6" w14:paraId="1C50A238" w14:textId="77777777" w:rsidTr="00A6034C">
        <w:trPr>
          <w:trHeight w:val="288"/>
          <w:jc w:val="center"/>
        </w:trPr>
        <w:tc>
          <w:tcPr>
            <w:tcW w:w="3397" w:type="dxa"/>
            <w:noWrap/>
            <w:vAlign w:val="center"/>
          </w:tcPr>
          <w:p w14:paraId="6ACC4EA7" w14:textId="77777777" w:rsidR="00F177CB" w:rsidRPr="00DF6DD6" w:rsidRDefault="00F177CB" w:rsidP="003768E0">
            <w:pPr>
              <w:pStyle w:val="TAC"/>
              <w:keepNext w:val="0"/>
              <w:rPr>
                <w:rFonts w:cs="Arial"/>
                <w:szCs w:val="18"/>
                <w:lang w:eastAsia="ja-JP"/>
              </w:rPr>
            </w:pPr>
            <w:r w:rsidRPr="00DF6DD6">
              <w:rPr>
                <w:rFonts w:cs="Arial"/>
                <w:szCs w:val="18"/>
                <w:lang w:eastAsia="ja-JP"/>
              </w:rPr>
              <w:t>DC_1A-21A-28A-42A_n78A</w:t>
            </w:r>
          </w:p>
          <w:p w14:paraId="6F01ADE7" w14:textId="3AF25FF1" w:rsidR="00F177CB" w:rsidRPr="00DF6DD6" w:rsidRDefault="00F177CB" w:rsidP="003768E0">
            <w:pPr>
              <w:pStyle w:val="TAC"/>
              <w:keepNext w:val="0"/>
              <w:rPr>
                <w:rFonts w:cs="Arial"/>
              </w:rPr>
            </w:pPr>
            <w:r w:rsidRPr="00DF6DD6">
              <w:rPr>
                <w:rFonts w:cs="Arial" w:hint="eastAsia"/>
              </w:rPr>
              <w:t>DC</w:t>
            </w:r>
            <w:r w:rsidRPr="00DF6DD6">
              <w:rPr>
                <w:rFonts w:cs="Arial"/>
              </w:rPr>
              <w:t>_</w:t>
            </w:r>
            <w:r w:rsidRPr="00DF6DD6">
              <w:rPr>
                <w:rFonts w:cs="Arial" w:hint="eastAsia"/>
              </w:rPr>
              <w:t>1A-</w:t>
            </w:r>
            <w:r w:rsidRPr="00DF6DD6">
              <w:rPr>
                <w:rFonts w:cs="Arial" w:hint="eastAsia"/>
                <w:lang w:eastAsia="zh-CN"/>
              </w:rPr>
              <w:t>21</w:t>
            </w:r>
            <w:r w:rsidRPr="00DF6DD6">
              <w:rPr>
                <w:rFonts w:cs="Arial" w:hint="eastAsia"/>
              </w:rPr>
              <w:t>A-2</w:t>
            </w:r>
            <w:r w:rsidRPr="00DF6DD6">
              <w:rPr>
                <w:rFonts w:cs="Arial" w:hint="eastAsia"/>
                <w:lang w:eastAsia="zh-CN"/>
              </w:rPr>
              <w:t>8</w:t>
            </w:r>
            <w:r w:rsidRPr="00DF6DD6">
              <w:rPr>
                <w:rFonts w:cs="Arial" w:hint="eastAsia"/>
              </w:rPr>
              <w:t>A-42C</w:t>
            </w:r>
            <w:r w:rsidRPr="00DF6DD6">
              <w:rPr>
                <w:rFonts w:cs="Arial"/>
              </w:rPr>
              <w:t>_n7</w:t>
            </w:r>
            <w:r w:rsidRPr="00DF6DD6">
              <w:rPr>
                <w:rFonts w:cs="Arial" w:hint="eastAsia"/>
                <w:lang w:eastAsia="zh-CN"/>
              </w:rPr>
              <w:t>8</w:t>
            </w:r>
            <w:r w:rsidRPr="00DF6DD6">
              <w:rPr>
                <w:rFonts w:cs="Arial"/>
              </w:rPr>
              <w:t>A</w:t>
            </w:r>
          </w:p>
        </w:tc>
        <w:tc>
          <w:tcPr>
            <w:tcW w:w="3544" w:type="dxa"/>
            <w:shd w:val="clear" w:color="auto" w:fill="auto"/>
          </w:tcPr>
          <w:p w14:paraId="2E796C08"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w:t>
            </w:r>
            <w:r w:rsidRPr="00DF6DD6">
              <w:rPr>
                <w:rFonts w:hint="eastAsia"/>
                <w:lang w:eastAsia="zh-CN"/>
              </w:rPr>
              <w:t>8</w:t>
            </w:r>
            <w:r w:rsidRPr="00DF6DD6">
              <w:rPr>
                <w:rFonts w:hint="eastAsia"/>
              </w:rPr>
              <w:t>A</w:t>
            </w:r>
          </w:p>
          <w:p w14:paraId="03324527" w14:textId="77777777" w:rsidR="00F177CB" w:rsidRPr="00DF6DD6" w:rsidRDefault="00F177CB" w:rsidP="003768E0">
            <w:pPr>
              <w:pStyle w:val="TAC"/>
              <w:keepNext w:val="0"/>
            </w:pPr>
            <w:r w:rsidRPr="00DF6DD6">
              <w:t>DC_</w:t>
            </w:r>
            <w:r w:rsidRPr="00DF6DD6">
              <w:rPr>
                <w:lang w:eastAsia="zh-CN"/>
              </w:rPr>
              <w:t>21</w:t>
            </w:r>
            <w:r w:rsidRPr="00DF6DD6">
              <w:t>A_n7</w:t>
            </w:r>
            <w:r w:rsidRPr="00DF6DD6">
              <w:rPr>
                <w:lang w:eastAsia="zh-CN"/>
              </w:rPr>
              <w:t>8</w:t>
            </w:r>
            <w:r w:rsidRPr="00DF6DD6">
              <w:t>A</w:t>
            </w:r>
          </w:p>
          <w:p w14:paraId="3A939F44" w14:textId="77777777" w:rsidR="00F177CB" w:rsidRPr="00DF6DD6" w:rsidRDefault="00F177CB" w:rsidP="003768E0">
            <w:pPr>
              <w:pStyle w:val="TAC"/>
              <w:keepNext w:val="0"/>
            </w:pPr>
            <w:r w:rsidRPr="00DF6DD6">
              <w:t>DC_</w:t>
            </w:r>
            <w:r w:rsidRPr="00DF6DD6">
              <w:rPr>
                <w:lang w:eastAsia="zh-CN"/>
              </w:rPr>
              <w:t>28</w:t>
            </w:r>
            <w:r w:rsidRPr="00DF6DD6">
              <w:t>A_n7</w:t>
            </w:r>
            <w:r w:rsidRPr="00DF6DD6">
              <w:rPr>
                <w:lang w:eastAsia="zh-CN"/>
              </w:rPr>
              <w:t>8</w:t>
            </w:r>
            <w:r w:rsidRPr="00DF6DD6">
              <w:t>A</w:t>
            </w:r>
          </w:p>
        </w:tc>
      </w:tr>
      <w:tr w:rsidR="00F55B07" w:rsidRPr="00DF6DD6" w14:paraId="151E6EFE" w14:textId="77777777" w:rsidTr="00A6034C">
        <w:trPr>
          <w:trHeight w:val="288"/>
          <w:jc w:val="center"/>
        </w:trPr>
        <w:tc>
          <w:tcPr>
            <w:tcW w:w="3397" w:type="dxa"/>
            <w:noWrap/>
            <w:vAlign w:val="center"/>
          </w:tcPr>
          <w:p w14:paraId="69F2F9A6" w14:textId="77777777" w:rsidR="00F177CB" w:rsidRPr="00DF6DD6" w:rsidRDefault="00F177CB" w:rsidP="003768E0">
            <w:pPr>
              <w:pStyle w:val="TAC"/>
              <w:keepNext w:val="0"/>
              <w:rPr>
                <w:rFonts w:cs="Arial"/>
                <w:szCs w:val="18"/>
                <w:lang w:eastAsia="ja-JP"/>
              </w:rPr>
            </w:pPr>
            <w:r w:rsidRPr="00DF6DD6">
              <w:rPr>
                <w:rFonts w:cs="Arial"/>
                <w:szCs w:val="18"/>
                <w:lang w:eastAsia="ja-JP"/>
              </w:rPr>
              <w:t>DC_1A-21A-28A-42A_n79A</w:t>
            </w:r>
          </w:p>
          <w:p w14:paraId="2FB890A9" w14:textId="29603570" w:rsidR="00F177CB" w:rsidRPr="00DF6DD6" w:rsidRDefault="00F177CB" w:rsidP="003768E0">
            <w:pPr>
              <w:pStyle w:val="TAC"/>
              <w:keepNext w:val="0"/>
              <w:rPr>
                <w:rFonts w:cs="Arial"/>
                <w:szCs w:val="18"/>
                <w:lang w:eastAsia="ja-JP"/>
              </w:rPr>
            </w:pPr>
            <w:r w:rsidRPr="00DF6DD6">
              <w:rPr>
                <w:rFonts w:cs="Arial" w:hint="eastAsia"/>
              </w:rPr>
              <w:t>DC</w:t>
            </w:r>
            <w:r w:rsidRPr="00DF6DD6">
              <w:rPr>
                <w:rFonts w:cs="Arial"/>
              </w:rPr>
              <w:t>_</w:t>
            </w:r>
            <w:r w:rsidRPr="00DF6DD6">
              <w:rPr>
                <w:rFonts w:cs="Arial" w:hint="eastAsia"/>
              </w:rPr>
              <w:t>1A-</w:t>
            </w:r>
            <w:r w:rsidRPr="00DF6DD6">
              <w:rPr>
                <w:rFonts w:cs="Arial" w:hint="eastAsia"/>
                <w:lang w:eastAsia="zh-CN"/>
              </w:rPr>
              <w:t>21</w:t>
            </w:r>
            <w:r w:rsidRPr="00DF6DD6">
              <w:rPr>
                <w:rFonts w:cs="Arial" w:hint="eastAsia"/>
              </w:rPr>
              <w:t>A-2</w:t>
            </w:r>
            <w:r w:rsidRPr="00DF6DD6">
              <w:rPr>
                <w:rFonts w:cs="Arial" w:hint="eastAsia"/>
                <w:lang w:eastAsia="zh-CN"/>
              </w:rPr>
              <w:t>8</w:t>
            </w:r>
            <w:r w:rsidRPr="00DF6DD6">
              <w:rPr>
                <w:rFonts w:cs="Arial" w:hint="eastAsia"/>
              </w:rPr>
              <w:t>A-42C</w:t>
            </w:r>
            <w:r w:rsidRPr="00DF6DD6">
              <w:rPr>
                <w:rFonts w:cs="Arial"/>
              </w:rPr>
              <w:t>_n7</w:t>
            </w:r>
            <w:r w:rsidRPr="00DF6DD6">
              <w:rPr>
                <w:rFonts w:cs="Arial" w:hint="eastAsia"/>
                <w:lang w:eastAsia="zh-CN"/>
              </w:rPr>
              <w:t>9</w:t>
            </w:r>
            <w:r w:rsidRPr="00DF6DD6">
              <w:rPr>
                <w:rFonts w:cs="Arial"/>
              </w:rPr>
              <w:t>A</w:t>
            </w:r>
          </w:p>
        </w:tc>
        <w:tc>
          <w:tcPr>
            <w:tcW w:w="3544" w:type="dxa"/>
            <w:shd w:val="clear" w:color="auto" w:fill="auto"/>
          </w:tcPr>
          <w:p w14:paraId="6AEEE53F" w14:textId="77777777" w:rsidR="00F177CB" w:rsidRPr="00DF6DD6" w:rsidRDefault="00F177CB" w:rsidP="003768E0">
            <w:pPr>
              <w:pStyle w:val="TAC"/>
              <w:keepNext w:val="0"/>
            </w:pPr>
            <w:r w:rsidRPr="00DF6DD6">
              <w:rPr>
                <w:rFonts w:hint="eastAsia"/>
              </w:rPr>
              <w:t>DC</w:t>
            </w:r>
            <w:r w:rsidRPr="00DF6DD6">
              <w:t>_</w:t>
            </w:r>
            <w:r w:rsidRPr="00DF6DD6">
              <w:rPr>
                <w:rFonts w:hint="eastAsia"/>
              </w:rPr>
              <w:t>1A_n7</w:t>
            </w:r>
            <w:r w:rsidRPr="00DF6DD6">
              <w:rPr>
                <w:rFonts w:hint="eastAsia"/>
                <w:lang w:eastAsia="zh-CN"/>
              </w:rPr>
              <w:t>9</w:t>
            </w:r>
            <w:r w:rsidRPr="00DF6DD6">
              <w:rPr>
                <w:rFonts w:hint="eastAsia"/>
              </w:rPr>
              <w:t>A</w:t>
            </w:r>
          </w:p>
          <w:p w14:paraId="69DDA0BD" w14:textId="77777777" w:rsidR="00F177CB" w:rsidRPr="00DF6DD6" w:rsidRDefault="00F177CB" w:rsidP="003768E0">
            <w:pPr>
              <w:pStyle w:val="TAC"/>
              <w:keepNext w:val="0"/>
            </w:pPr>
            <w:r w:rsidRPr="00DF6DD6">
              <w:t>DC_</w:t>
            </w:r>
            <w:r w:rsidRPr="00DF6DD6">
              <w:rPr>
                <w:lang w:eastAsia="zh-CN"/>
              </w:rPr>
              <w:t>21</w:t>
            </w:r>
            <w:r w:rsidRPr="00DF6DD6">
              <w:t>A_n7</w:t>
            </w:r>
            <w:r w:rsidRPr="00DF6DD6">
              <w:rPr>
                <w:lang w:eastAsia="zh-CN"/>
              </w:rPr>
              <w:t>9</w:t>
            </w:r>
            <w:r w:rsidRPr="00DF6DD6">
              <w:t>A</w:t>
            </w:r>
          </w:p>
          <w:p w14:paraId="56927DAF" w14:textId="766C606D" w:rsidR="00F177CB" w:rsidRPr="00DF6DD6" w:rsidRDefault="00F177CB" w:rsidP="003768E0">
            <w:pPr>
              <w:pStyle w:val="TAC"/>
              <w:keepNext w:val="0"/>
            </w:pPr>
            <w:r w:rsidRPr="00DF6DD6">
              <w:t>DC_</w:t>
            </w:r>
            <w:r w:rsidRPr="00DF6DD6">
              <w:rPr>
                <w:lang w:eastAsia="zh-CN"/>
              </w:rPr>
              <w:t>28</w:t>
            </w:r>
            <w:r w:rsidRPr="00DF6DD6">
              <w:t>A_n7</w:t>
            </w:r>
            <w:r w:rsidRPr="00DF6DD6">
              <w:rPr>
                <w:lang w:eastAsia="zh-CN"/>
              </w:rPr>
              <w:t>9</w:t>
            </w:r>
            <w:r w:rsidRPr="00DF6DD6">
              <w:t>A</w:t>
            </w:r>
          </w:p>
        </w:tc>
      </w:tr>
      <w:tr w:rsidR="00F55B07" w:rsidRPr="00DF6DD6" w14:paraId="37079272" w14:textId="77777777" w:rsidTr="00A6034C">
        <w:trPr>
          <w:trHeight w:val="288"/>
          <w:jc w:val="center"/>
        </w:trPr>
        <w:tc>
          <w:tcPr>
            <w:tcW w:w="3397" w:type="dxa"/>
            <w:noWrap/>
            <w:vAlign w:val="center"/>
          </w:tcPr>
          <w:p w14:paraId="01B00AC0" w14:textId="5A23A79A" w:rsidR="00F177CB" w:rsidRPr="00DF6DD6" w:rsidRDefault="00F177CB" w:rsidP="003768E0">
            <w:pPr>
              <w:pStyle w:val="TAC"/>
              <w:keepNext w:val="0"/>
              <w:rPr>
                <w:rFonts w:cs="Arial"/>
                <w:szCs w:val="18"/>
                <w:lang w:eastAsia="ja-JP"/>
              </w:rPr>
            </w:pPr>
            <w:r w:rsidRPr="00DF6DD6">
              <w:rPr>
                <w:rFonts w:cs="Arial" w:hint="eastAsia"/>
                <w:szCs w:val="18"/>
                <w:lang w:eastAsia="ko-KR"/>
              </w:rPr>
              <w:t>DC_3A-7A-20A_n28A-n78A</w:t>
            </w:r>
            <w:r w:rsidRPr="00DF6DD6">
              <w:rPr>
                <w:rFonts w:cs="Arial"/>
                <w:szCs w:val="18"/>
                <w:vertAlign w:val="superscript"/>
                <w:lang w:eastAsia="ko-KR"/>
              </w:rPr>
              <w:t>2,3</w:t>
            </w:r>
          </w:p>
        </w:tc>
        <w:tc>
          <w:tcPr>
            <w:tcW w:w="3544" w:type="dxa"/>
            <w:shd w:val="clear" w:color="auto" w:fill="auto"/>
          </w:tcPr>
          <w:p w14:paraId="24E1ABE5" w14:textId="77777777" w:rsidR="00F177CB" w:rsidRPr="00DF6DD6" w:rsidRDefault="00F177CB" w:rsidP="003768E0">
            <w:pPr>
              <w:pStyle w:val="TAC"/>
              <w:keepNext w:val="0"/>
              <w:rPr>
                <w:lang w:eastAsia="ko-KR"/>
              </w:rPr>
            </w:pPr>
            <w:r w:rsidRPr="00DF6DD6">
              <w:rPr>
                <w:rFonts w:hint="eastAsia"/>
                <w:lang w:eastAsia="ko-KR"/>
              </w:rPr>
              <w:t>DC_3A_n28A</w:t>
            </w:r>
          </w:p>
          <w:p w14:paraId="008C27B8" w14:textId="77777777" w:rsidR="00F177CB" w:rsidRPr="00DF6DD6" w:rsidRDefault="00F177CB" w:rsidP="003768E0">
            <w:pPr>
              <w:pStyle w:val="TAC"/>
              <w:keepNext w:val="0"/>
              <w:rPr>
                <w:lang w:eastAsia="ko-KR"/>
              </w:rPr>
            </w:pPr>
            <w:r w:rsidRPr="00DF6DD6">
              <w:rPr>
                <w:lang w:eastAsia="ko-KR"/>
              </w:rPr>
              <w:t>DC_3A_n78A</w:t>
            </w:r>
          </w:p>
          <w:p w14:paraId="1BDC61D0" w14:textId="77777777" w:rsidR="00F177CB" w:rsidRPr="00DF6DD6" w:rsidRDefault="00F177CB" w:rsidP="003768E0">
            <w:pPr>
              <w:pStyle w:val="TAC"/>
              <w:keepNext w:val="0"/>
              <w:rPr>
                <w:lang w:eastAsia="ko-KR"/>
              </w:rPr>
            </w:pPr>
            <w:r w:rsidRPr="00DF6DD6">
              <w:rPr>
                <w:lang w:eastAsia="ko-KR"/>
              </w:rPr>
              <w:t>DC_7A_n28A</w:t>
            </w:r>
          </w:p>
          <w:p w14:paraId="70A1233B" w14:textId="77777777" w:rsidR="00F177CB" w:rsidRPr="00DF6DD6" w:rsidRDefault="00F177CB" w:rsidP="003768E0">
            <w:pPr>
              <w:pStyle w:val="TAC"/>
              <w:keepNext w:val="0"/>
              <w:rPr>
                <w:lang w:eastAsia="ko-KR"/>
              </w:rPr>
            </w:pPr>
            <w:r w:rsidRPr="00DF6DD6">
              <w:rPr>
                <w:lang w:eastAsia="ko-KR"/>
              </w:rPr>
              <w:t>DC_7A_n78A</w:t>
            </w:r>
          </w:p>
          <w:p w14:paraId="70D17C63" w14:textId="77777777" w:rsidR="00F177CB" w:rsidRPr="00DF6DD6" w:rsidRDefault="00F177CB" w:rsidP="003768E0">
            <w:pPr>
              <w:pStyle w:val="TAC"/>
              <w:keepNext w:val="0"/>
              <w:rPr>
                <w:lang w:eastAsia="ko-KR"/>
              </w:rPr>
            </w:pPr>
            <w:r w:rsidRPr="00DF6DD6">
              <w:rPr>
                <w:lang w:eastAsia="ko-KR"/>
              </w:rPr>
              <w:t>DC_20A_n28A</w:t>
            </w:r>
          </w:p>
          <w:p w14:paraId="599905F2" w14:textId="2F9DE46B" w:rsidR="00F177CB" w:rsidRPr="00DF6DD6" w:rsidRDefault="00F177CB" w:rsidP="003768E0">
            <w:pPr>
              <w:pStyle w:val="TAC"/>
              <w:keepNext w:val="0"/>
            </w:pPr>
            <w:r w:rsidRPr="00DF6DD6">
              <w:rPr>
                <w:lang w:eastAsia="ko-KR"/>
              </w:rPr>
              <w:t>DC_20A_n78A</w:t>
            </w:r>
          </w:p>
        </w:tc>
      </w:tr>
      <w:tr w:rsidR="00F177CB" w:rsidRPr="00DF6DD6" w14:paraId="2379CF1C" w14:textId="77777777" w:rsidTr="00A6034C">
        <w:trPr>
          <w:trHeight w:val="288"/>
          <w:jc w:val="center"/>
        </w:trPr>
        <w:tc>
          <w:tcPr>
            <w:tcW w:w="6941" w:type="dxa"/>
            <w:gridSpan w:val="2"/>
            <w:noWrap/>
            <w:vAlign w:val="center"/>
          </w:tcPr>
          <w:p w14:paraId="5C4FAAB5" w14:textId="2607FD79" w:rsidR="00F177CB" w:rsidRPr="00DF6DD6" w:rsidRDefault="00F177CB" w:rsidP="003768E0">
            <w:pPr>
              <w:pStyle w:val="TAN"/>
              <w:keepNext w:val="0"/>
            </w:pPr>
            <w:r w:rsidRPr="00DF6DD6">
              <w:t>NOTE 1:</w:t>
            </w:r>
            <w:r w:rsidRPr="00DF6DD6">
              <w:tab/>
            </w:r>
            <w:r w:rsidR="0052718D" w:rsidRPr="0070079D">
              <w:t xml:space="preserve">Uplink </w:t>
            </w:r>
            <w:r w:rsidR="0052718D">
              <w:t>EN-DC</w:t>
            </w:r>
            <w:r w:rsidR="0052718D" w:rsidRPr="0070079D">
              <w:t xml:space="preserve"> configurations </w:t>
            </w:r>
            <w:r w:rsidRPr="00DF6DD6">
              <w:t>are the configurations supported by the present release of specifications.</w:t>
            </w:r>
          </w:p>
          <w:p w14:paraId="7754C0D6" w14:textId="77777777" w:rsidR="00F177CB" w:rsidRPr="00DF6DD6" w:rsidRDefault="00F177CB" w:rsidP="003768E0">
            <w:pPr>
              <w:pStyle w:val="TAN"/>
              <w:keepNext w:val="0"/>
              <w:rPr>
                <w:rFonts w:eastAsia="MS PGothic"/>
                <w:lang w:val="en-US"/>
              </w:rPr>
            </w:pPr>
            <w:r w:rsidRPr="00DF6DD6">
              <w:rPr>
                <w:rFonts w:eastAsia="MS PGothic"/>
                <w:lang w:val="en-US"/>
              </w:rPr>
              <w:t>NOTE 2:</w:t>
            </w:r>
            <w:r w:rsidRPr="00DF6DD6">
              <w:rPr>
                <w:rFonts w:eastAsia="MS PGothic"/>
                <w:lang w:val="en-US"/>
              </w:rPr>
              <w:tab/>
              <w:t>Applicable for UE supporting inter-band EN-DC with mandatory simultaneous Rx/Tx capability</w:t>
            </w:r>
          </w:p>
          <w:p w14:paraId="10A84C0A" w14:textId="0976BED7" w:rsidR="00F177CB" w:rsidRPr="00DF6DD6" w:rsidRDefault="00F177CB" w:rsidP="003768E0">
            <w:pPr>
              <w:pStyle w:val="TAN"/>
              <w:keepNext w:val="0"/>
              <w:rPr>
                <w:rFonts w:eastAsia="Malgun Gothic"/>
                <w:lang w:eastAsia="ko-KR"/>
              </w:rPr>
            </w:pPr>
            <w:r w:rsidRPr="00DF6DD6">
              <w:rPr>
                <w:rFonts w:eastAsia="MS PGothic"/>
                <w:lang w:val="en-US"/>
              </w:rPr>
              <w:t>NOTE 3:</w:t>
            </w:r>
            <w:r w:rsidRPr="00DF6DD6">
              <w:rPr>
                <w:rFonts w:eastAsia="MS PGothic"/>
                <w:lang w:val="en-US"/>
              </w:rPr>
              <w:tab/>
              <w:t>The frequency range in band n28 is restricted for this band combination to 703-733 MHz for the UL and 758-788 MHz for the DL</w:t>
            </w:r>
          </w:p>
        </w:tc>
      </w:tr>
    </w:tbl>
    <w:p w14:paraId="468A3F01" w14:textId="77777777" w:rsidR="00F177CB" w:rsidRPr="00DF6DD6" w:rsidRDefault="00F177CB"/>
    <w:p w14:paraId="395DA4A6" w14:textId="4806469E" w:rsidR="001310A1" w:rsidRPr="00DF6DD6" w:rsidRDefault="001310A1" w:rsidP="001310A1">
      <w:pPr>
        <w:pStyle w:val="Heading4"/>
      </w:pPr>
      <w:bookmarkStart w:id="729" w:name="_Toc21345417"/>
      <w:bookmarkStart w:id="730" w:name="_Toc29806266"/>
      <w:bookmarkStart w:id="731" w:name="_Toc37255799"/>
      <w:bookmarkStart w:id="732" w:name="_Toc37256140"/>
      <w:bookmarkStart w:id="733" w:name="_Toc45889977"/>
      <w:bookmarkStart w:id="734" w:name="_Toc52381802"/>
      <w:bookmarkStart w:id="735" w:name="_Toc61374901"/>
      <w:bookmarkStart w:id="736" w:name="_Toc67936252"/>
      <w:bookmarkStart w:id="737" w:name="_Toc67937125"/>
      <w:bookmarkStart w:id="738" w:name="_Toc76452361"/>
      <w:bookmarkStart w:id="739" w:name="_Toc76630204"/>
      <w:bookmarkStart w:id="740" w:name="_Toc83742764"/>
      <w:bookmarkStart w:id="741" w:name="_Toc83886878"/>
      <w:bookmarkStart w:id="742" w:name="_Toc83887678"/>
      <w:bookmarkStart w:id="743" w:name="_Toc90588519"/>
      <w:r w:rsidRPr="00DF6DD6">
        <w:lastRenderedPageBreak/>
        <w:t>5.5B.4.5</w:t>
      </w:r>
      <w:r w:rsidRPr="00DF6DD6">
        <w:tab/>
        <w:t xml:space="preserve">Inter-band EN-DC configurations </w:t>
      </w:r>
      <w:r w:rsidR="004E43EE" w:rsidRPr="00DF6DD6">
        <w:t xml:space="preserve">within FR1 </w:t>
      </w:r>
      <w:r w:rsidRPr="00DF6DD6">
        <w:t>(six bands)</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14:paraId="58824873" w14:textId="6B373C6A" w:rsidR="001310A1" w:rsidRPr="00DF6DD6" w:rsidRDefault="001310A1" w:rsidP="001310A1">
      <w:pPr>
        <w:pStyle w:val="TH"/>
      </w:pPr>
      <w:r w:rsidRPr="00DF6DD6">
        <w:t xml:space="preserve">Table 5.5B.4.5-1: Inter-band EN-DC configurations </w:t>
      </w:r>
      <w:r w:rsidR="004E43EE" w:rsidRPr="00DF6DD6">
        <w:t xml:space="preserve">within FR1 </w:t>
      </w:r>
      <w:r w:rsidRPr="00DF6DD6">
        <w:t>(six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9"/>
        <w:gridCol w:w="3544"/>
      </w:tblGrid>
      <w:tr w:rsidR="00F55B07" w:rsidRPr="0045647B" w14:paraId="7436000F" w14:textId="77777777" w:rsidTr="00A6034C">
        <w:trPr>
          <w:trHeight w:val="47"/>
          <w:jc w:val="center"/>
        </w:trPr>
        <w:tc>
          <w:tcPr>
            <w:tcW w:w="3539" w:type="dxa"/>
            <w:shd w:val="clear" w:color="auto" w:fill="auto"/>
            <w:vAlign w:val="center"/>
            <w:hideMark/>
          </w:tcPr>
          <w:p w14:paraId="19223CF2" w14:textId="77777777" w:rsidR="00F177CB" w:rsidRPr="00DF6DD6" w:rsidRDefault="00F177CB" w:rsidP="001310A1">
            <w:pPr>
              <w:pStyle w:val="TAH"/>
              <w:rPr>
                <w:lang w:val="en-US" w:eastAsia="fi-FI"/>
              </w:rPr>
            </w:pPr>
            <w:r w:rsidRPr="00DF6DD6">
              <w:rPr>
                <w:lang w:val="en-US" w:eastAsia="fi-FI"/>
              </w:rPr>
              <w:t>EN-DC</w:t>
            </w:r>
          </w:p>
          <w:p w14:paraId="5188C93C" w14:textId="77777777" w:rsidR="00F177CB" w:rsidRPr="00DF6DD6" w:rsidRDefault="00F177CB" w:rsidP="001310A1">
            <w:pPr>
              <w:pStyle w:val="TAH"/>
              <w:rPr>
                <w:lang w:val="en-US" w:eastAsia="fi-FI"/>
              </w:rPr>
            </w:pPr>
            <w:r w:rsidRPr="00DF6DD6">
              <w:rPr>
                <w:lang w:val="en-US" w:eastAsia="fi-FI"/>
              </w:rPr>
              <w:t>configuration</w:t>
            </w:r>
          </w:p>
        </w:tc>
        <w:tc>
          <w:tcPr>
            <w:tcW w:w="3544" w:type="dxa"/>
            <w:vAlign w:val="center"/>
          </w:tcPr>
          <w:p w14:paraId="079CDAEB" w14:textId="77777777" w:rsidR="00F177CB" w:rsidRPr="00B94CFE" w:rsidRDefault="00F177CB" w:rsidP="001310A1">
            <w:pPr>
              <w:pStyle w:val="TAH"/>
              <w:rPr>
                <w:lang w:val="fr-FR" w:eastAsia="fi-FI"/>
              </w:rPr>
            </w:pPr>
            <w:r w:rsidRPr="00B94CFE">
              <w:rPr>
                <w:lang w:val="fr-FR" w:eastAsia="fi-FI"/>
              </w:rPr>
              <w:t>Uplink EN-DC</w:t>
            </w:r>
          </w:p>
          <w:p w14:paraId="27870DDD" w14:textId="77777777" w:rsidR="00F177CB" w:rsidRPr="00B94CFE" w:rsidRDefault="00F177CB" w:rsidP="001310A1">
            <w:pPr>
              <w:pStyle w:val="TAH"/>
              <w:rPr>
                <w:lang w:val="fr-FR" w:eastAsia="fi-FI"/>
              </w:rPr>
            </w:pPr>
            <w:r w:rsidRPr="00B94CFE">
              <w:rPr>
                <w:lang w:val="fr-FR" w:eastAsia="fi-FI"/>
              </w:rPr>
              <w:t>configuration</w:t>
            </w:r>
          </w:p>
          <w:p w14:paraId="032B9C60" w14:textId="77777777" w:rsidR="00F177CB" w:rsidRPr="00B94CFE" w:rsidDel="00C35823" w:rsidRDefault="00F177CB" w:rsidP="001310A1">
            <w:pPr>
              <w:pStyle w:val="TAH"/>
              <w:rPr>
                <w:lang w:val="fr-FR" w:eastAsia="fi-FI"/>
              </w:rPr>
            </w:pPr>
            <w:r w:rsidRPr="00B94CFE">
              <w:rPr>
                <w:lang w:val="fr-FR" w:eastAsia="fi-FI"/>
              </w:rPr>
              <w:t>(NOTE 1)</w:t>
            </w:r>
          </w:p>
        </w:tc>
      </w:tr>
      <w:tr w:rsidR="00F55B07" w:rsidRPr="00DF6DD6" w14:paraId="51D9BE3F" w14:textId="77777777" w:rsidTr="00A6034C">
        <w:trPr>
          <w:trHeight w:val="288"/>
          <w:jc w:val="center"/>
        </w:trPr>
        <w:tc>
          <w:tcPr>
            <w:tcW w:w="3539" w:type="dxa"/>
            <w:shd w:val="clear" w:color="auto" w:fill="auto"/>
            <w:noWrap/>
            <w:vAlign w:val="center"/>
          </w:tcPr>
          <w:p w14:paraId="56AD38E8" w14:textId="352A25D0" w:rsidR="00F177CB" w:rsidRPr="00DF6DD6" w:rsidRDefault="00F177CB" w:rsidP="00A6034C">
            <w:pPr>
              <w:pStyle w:val="TAC"/>
              <w:rPr>
                <w:lang w:val="en-US" w:eastAsia="fi-FI"/>
              </w:rPr>
            </w:pPr>
            <w:r w:rsidRPr="00DF6DD6">
              <w:rPr>
                <w:rFonts w:hint="eastAsia"/>
                <w:lang w:eastAsia="ko-KR"/>
              </w:rPr>
              <w:t>DC_</w:t>
            </w:r>
            <w:r w:rsidRPr="00DF6DD6">
              <w:rPr>
                <w:lang w:eastAsia="ko-KR"/>
              </w:rPr>
              <w:t>1A-</w:t>
            </w:r>
            <w:r w:rsidRPr="00DF6DD6">
              <w:rPr>
                <w:rFonts w:hint="eastAsia"/>
                <w:lang w:eastAsia="ko-KR"/>
              </w:rPr>
              <w:t>3A-7A-20A_n28A-n78A</w:t>
            </w:r>
            <w:r w:rsidRPr="00DF6DD6">
              <w:rPr>
                <w:vertAlign w:val="superscript"/>
                <w:lang w:eastAsia="ko-KR"/>
              </w:rPr>
              <w:t>2,3</w:t>
            </w:r>
          </w:p>
        </w:tc>
        <w:tc>
          <w:tcPr>
            <w:tcW w:w="3544" w:type="dxa"/>
          </w:tcPr>
          <w:p w14:paraId="4E6D070E" w14:textId="77777777" w:rsidR="00F177CB" w:rsidRPr="00DF6DD6" w:rsidRDefault="00F177CB" w:rsidP="00A6034C">
            <w:pPr>
              <w:pStyle w:val="TAC"/>
              <w:rPr>
                <w:lang w:eastAsia="ko-KR"/>
              </w:rPr>
            </w:pPr>
            <w:r w:rsidRPr="00DF6DD6">
              <w:rPr>
                <w:rFonts w:hint="eastAsia"/>
                <w:lang w:eastAsia="ko-KR"/>
              </w:rPr>
              <w:t>DC_1A_n28A</w:t>
            </w:r>
          </w:p>
          <w:p w14:paraId="47B477B5" w14:textId="77777777" w:rsidR="00F177CB" w:rsidRPr="00DF6DD6" w:rsidRDefault="00F177CB" w:rsidP="00A6034C">
            <w:pPr>
              <w:pStyle w:val="TAC"/>
              <w:rPr>
                <w:lang w:eastAsia="ko-KR"/>
              </w:rPr>
            </w:pPr>
            <w:r w:rsidRPr="00DF6DD6">
              <w:rPr>
                <w:lang w:eastAsia="ko-KR"/>
              </w:rPr>
              <w:t>DC_1A_n78A</w:t>
            </w:r>
          </w:p>
          <w:p w14:paraId="71612980" w14:textId="77777777" w:rsidR="00F177CB" w:rsidRPr="00DF6DD6" w:rsidRDefault="00F177CB" w:rsidP="00A6034C">
            <w:pPr>
              <w:pStyle w:val="TAC"/>
              <w:rPr>
                <w:lang w:eastAsia="ko-KR"/>
              </w:rPr>
            </w:pPr>
            <w:r w:rsidRPr="00DF6DD6">
              <w:rPr>
                <w:rFonts w:hint="eastAsia"/>
                <w:lang w:eastAsia="ko-KR"/>
              </w:rPr>
              <w:t>DC_3A_n28A</w:t>
            </w:r>
          </w:p>
          <w:p w14:paraId="37821008" w14:textId="77777777" w:rsidR="00F177CB" w:rsidRPr="00DF6DD6" w:rsidRDefault="00F177CB" w:rsidP="00A6034C">
            <w:pPr>
              <w:pStyle w:val="TAC"/>
              <w:rPr>
                <w:lang w:eastAsia="ko-KR"/>
              </w:rPr>
            </w:pPr>
            <w:r w:rsidRPr="00DF6DD6">
              <w:rPr>
                <w:lang w:eastAsia="ko-KR"/>
              </w:rPr>
              <w:t>DC_3A_n78A</w:t>
            </w:r>
          </w:p>
          <w:p w14:paraId="13ADD88D" w14:textId="77777777" w:rsidR="00F177CB" w:rsidRPr="00DF6DD6" w:rsidRDefault="00F177CB" w:rsidP="00A6034C">
            <w:pPr>
              <w:pStyle w:val="TAC"/>
              <w:rPr>
                <w:lang w:eastAsia="ko-KR"/>
              </w:rPr>
            </w:pPr>
            <w:r w:rsidRPr="00DF6DD6">
              <w:rPr>
                <w:lang w:eastAsia="ko-KR"/>
              </w:rPr>
              <w:t>DC_7A_n28A</w:t>
            </w:r>
          </w:p>
          <w:p w14:paraId="0F59644E" w14:textId="77777777" w:rsidR="00F177CB" w:rsidRPr="00DF6DD6" w:rsidRDefault="00F177CB" w:rsidP="00A6034C">
            <w:pPr>
              <w:pStyle w:val="TAC"/>
              <w:rPr>
                <w:lang w:eastAsia="ko-KR"/>
              </w:rPr>
            </w:pPr>
            <w:r w:rsidRPr="00DF6DD6">
              <w:rPr>
                <w:lang w:eastAsia="ko-KR"/>
              </w:rPr>
              <w:t>DC_7A_n78A</w:t>
            </w:r>
          </w:p>
          <w:p w14:paraId="7369B7F5" w14:textId="77777777" w:rsidR="00F177CB" w:rsidRPr="00DF6DD6" w:rsidRDefault="00F177CB" w:rsidP="00A6034C">
            <w:pPr>
              <w:pStyle w:val="TAC"/>
              <w:rPr>
                <w:lang w:eastAsia="ko-KR"/>
              </w:rPr>
            </w:pPr>
            <w:r w:rsidRPr="00DF6DD6">
              <w:rPr>
                <w:lang w:eastAsia="ko-KR"/>
              </w:rPr>
              <w:t>DC_20A_n28A</w:t>
            </w:r>
          </w:p>
          <w:p w14:paraId="39C337FA" w14:textId="77777777" w:rsidR="00F177CB" w:rsidRPr="00DF6DD6" w:rsidRDefault="00F177CB" w:rsidP="00A6034C">
            <w:pPr>
              <w:pStyle w:val="TAC"/>
              <w:rPr>
                <w:rFonts w:eastAsia="MS PGothic"/>
                <w:lang w:val="en-US"/>
              </w:rPr>
            </w:pPr>
            <w:r w:rsidRPr="00DF6DD6">
              <w:rPr>
                <w:lang w:eastAsia="ko-KR"/>
              </w:rPr>
              <w:t>DC_20A_n78A</w:t>
            </w:r>
          </w:p>
        </w:tc>
      </w:tr>
      <w:tr w:rsidR="00F177CB" w:rsidRPr="00DF6DD6" w14:paraId="76BB1336" w14:textId="77777777" w:rsidTr="004D05EA">
        <w:trPr>
          <w:trHeight w:val="288"/>
          <w:jc w:val="center"/>
        </w:trPr>
        <w:tc>
          <w:tcPr>
            <w:tcW w:w="7083" w:type="dxa"/>
            <w:gridSpan w:val="2"/>
            <w:shd w:val="clear" w:color="auto" w:fill="auto"/>
            <w:noWrap/>
            <w:vAlign w:val="center"/>
          </w:tcPr>
          <w:p w14:paraId="31FECE82" w14:textId="1B93D31E" w:rsidR="00F177CB" w:rsidRPr="00DF6DD6" w:rsidRDefault="00F177CB" w:rsidP="00F177CB">
            <w:pPr>
              <w:pStyle w:val="TAN"/>
            </w:pPr>
            <w:r w:rsidRPr="00DF6DD6">
              <w:t>NOTE 1:</w:t>
            </w:r>
            <w:r w:rsidRPr="00DF6DD6">
              <w:tab/>
            </w:r>
            <w:r w:rsidR="008370B5" w:rsidRPr="0070079D">
              <w:t xml:space="preserve">Uplink </w:t>
            </w:r>
            <w:r w:rsidR="008370B5">
              <w:t>EN-DC</w:t>
            </w:r>
            <w:r w:rsidR="008370B5" w:rsidRPr="0070079D">
              <w:t xml:space="preserve"> </w:t>
            </w:r>
            <w:r w:rsidRPr="00DF6DD6">
              <w:t>configurations are the configurations supported by the present release of specifications.</w:t>
            </w:r>
          </w:p>
          <w:p w14:paraId="174526A6" w14:textId="77777777" w:rsidR="00F177CB" w:rsidRPr="00DF6DD6" w:rsidRDefault="00F177CB" w:rsidP="00F177CB">
            <w:pPr>
              <w:pStyle w:val="TAN"/>
              <w:rPr>
                <w:rFonts w:eastAsia="MS PGothic"/>
                <w:lang w:val="en-US"/>
              </w:rPr>
            </w:pPr>
            <w:r w:rsidRPr="00DF6DD6">
              <w:rPr>
                <w:rFonts w:eastAsia="MS PGothic"/>
                <w:lang w:val="en-US"/>
              </w:rPr>
              <w:t>NOTE 2:</w:t>
            </w:r>
            <w:r w:rsidRPr="00DF6DD6">
              <w:rPr>
                <w:rFonts w:eastAsia="MS PGothic"/>
                <w:lang w:val="en-US"/>
              </w:rPr>
              <w:tab/>
              <w:t>Applicable for UE supporting inter-band EN-DC with mandatory simultaneous Rx/Tx capability</w:t>
            </w:r>
          </w:p>
          <w:p w14:paraId="62A533A4" w14:textId="52E8647A" w:rsidR="00F177CB" w:rsidRPr="00DF6DD6" w:rsidRDefault="00F177CB" w:rsidP="00F177CB">
            <w:pPr>
              <w:pStyle w:val="TAN"/>
              <w:rPr>
                <w:rFonts w:eastAsia="Malgun Gothic"/>
                <w:lang w:eastAsia="ko-KR"/>
              </w:rPr>
            </w:pPr>
            <w:r w:rsidRPr="00DF6DD6">
              <w:rPr>
                <w:rFonts w:eastAsia="MS PGothic"/>
                <w:lang w:val="en-US"/>
              </w:rPr>
              <w:t>NOTE 3:</w:t>
            </w:r>
            <w:r w:rsidRPr="00DF6DD6">
              <w:rPr>
                <w:rFonts w:eastAsia="MS PGothic"/>
                <w:lang w:val="en-US"/>
              </w:rPr>
              <w:tab/>
              <w:t>The frequency range in band n28 is restricted for this band combination to 703-733 MHz for the UL and 758-788 MHz for the DL</w:t>
            </w:r>
          </w:p>
        </w:tc>
      </w:tr>
    </w:tbl>
    <w:p w14:paraId="43424145" w14:textId="1E3AC065" w:rsidR="00F177CB" w:rsidRPr="00DF6DD6" w:rsidRDefault="00F177CB"/>
    <w:p w14:paraId="61581A4A" w14:textId="7DFEDCF3" w:rsidR="004D4582" w:rsidRPr="00DF6DD6" w:rsidRDefault="004D4582" w:rsidP="004D4582">
      <w:pPr>
        <w:pStyle w:val="Heading3"/>
      </w:pPr>
      <w:bookmarkStart w:id="744" w:name="_Toc21345418"/>
      <w:bookmarkStart w:id="745" w:name="_Toc29806267"/>
      <w:bookmarkStart w:id="746" w:name="_Toc37255800"/>
      <w:bookmarkStart w:id="747" w:name="_Toc37256141"/>
      <w:bookmarkStart w:id="748" w:name="_Toc45889978"/>
      <w:bookmarkStart w:id="749" w:name="_Toc52381803"/>
      <w:bookmarkStart w:id="750" w:name="_Toc61374902"/>
      <w:bookmarkStart w:id="751" w:name="_Toc67936253"/>
      <w:bookmarkStart w:id="752" w:name="_Toc67937126"/>
      <w:bookmarkStart w:id="753" w:name="_Toc76452362"/>
      <w:bookmarkStart w:id="754" w:name="_Toc76630205"/>
      <w:bookmarkStart w:id="755" w:name="_Toc83742765"/>
      <w:bookmarkStart w:id="756" w:name="_Toc83886879"/>
      <w:bookmarkStart w:id="757" w:name="_Toc83887679"/>
      <w:bookmarkStart w:id="758" w:name="_Toc90588520"/>
      <w:r w:rsidRPr="00DF6DD6">
        <w:t>5.5B.4a</w:t>
      </w:r>
      <w:r w:rsidRPr="00DF6DD6">
        <w:tab/>
        <w:t>Inter-band NE-DC within FR1</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14:paraId="0AE65E16" w14:textId="0F62383E" w:rsidR="004D4582" w:rsidRPr="00DF6DD6" w:rsidRDefault="004D4582" w:rsidP="00A6034C">
      <w:pPr>
        <w:pStyle w:val="Heading4"/>
      </w:pPr>
      <w:bookmarkStart w:id="759" w:name="_Toc21345419"/>
      <w:bookmarkStart w:id="760" w:name="_Toc29806268"/>
      <w:bookmarkStart w:id="761" w:name="_Toc37255801"/>
      <w:bookmarkStart w:id="762" w:name="_Toc37256142"/>
      <w:bookmarkStart w:id="763" w:name="_Toc45889979"/>
      <w:bookmarkStart w:id="764" w:name="_Toc52381804"/>
      <w:bookmarkStart w:id="765" w:name="_Toc61374903"/>
      <w:bookmarkStart w:id="766" w:name="_Toc67936254"/>
      <w:bookmarkStart w:id="767" w:name="_Toc67937127"/>
      <w:bookmarkStart w:id="768" w:name="_Toc76452363"/>
      <w:bookmarkStart w:id="769" w:name="_Toc76630206"/>
      <w:bookmarkStart w:id="770" w:name="_Toc83742766"/>
      <w:bookmarkStart w:id="771" w:name="_Toc83886880"/>
      <w:bookmarkStart w:id="772" w:name="_Toc83887680"/>
      <w:bookmarkStart w:id="773" w:name="_Toc90588521"/>
      <w:r w:rsidRPr="00DF6DD6">
        <w:t>5.5B.4a.1</w:t>
      </w:r>
      <w:r w:rsidRPr="00DF6DD6">
        <w:tab/>
        <w:t xml:space="preserve">Inter-band </w:t>
      </w:r>
      <w:r w:rsidR="00C25AB2" w:rsidRPr="00DF6DD6">
        <w:t>NE</w:t>
      </w:r>
      <w:r w:rsidRPr="00DF6DD6">
        <w:t>-DC configurations within FR1 (two bands)</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14:paraId="6FE74416" w14:textId="46146B94" w:rsidR="004D4582" w:rsidRPr="00DF6DD6" w:rsidRDefault="004D4582" w:rsidP="00A6034C">
      <w:pPr>
        <w:pStyle w:val="TH"/>
      </w:pPr>
      <w:r w:rsidRPr="00DF6DD6">
        <w:t xml:space="preserve">Table 5.5B.4a.1-1: Inter-band </w:t>
      </w:r>
      <w:r w:rsidR="00C25AB2" w:rsidRPr="00DF6DD6">
        <w:t>NE</w:t>
      </w:r>
      <w:r w:rsidRPr="00DF6DD6">
        <w:t>-DC configurations within FR1 (two bands)</w:t>
      </w:r>
    </w:p>
    <w:tbl>
      <w:tblPr>
        <w:tblW w:w="7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5"/>
        <w:gridCol w:w="2279"/>
        <w:gridCol w:w="2638"/>
      </w:tblGrid>
      <w:tr w:rsidR="00F55B07" w:rsidRPr="00DF6DD6" w14:paraId="74790E93" w14:textId="77777777" w:rsidTr="00A6034C">
        <w:trPr>
          <w:trHeight w:val="47"/>
          <w:jc w:val="center"/>
        </w:trPr>
        <w:tc>
          <w:tcPr>
            <w:tcW w:w="2535" w:type="dxa"/>
            <w:shd w:val="clear" w:color="auto" w:fill="auto"/>
            <w:hideMark/>
          </w:tcPr>
          <w:p w14:paraId="79E1DF89" w14:textId="186FEA6E" w:rsidR="004D4582" w:rsidRPr="00DF6DD6" w:rsidRDefault="00C25AB2" w:rsidP="00A6034C">
            <w:pPr>
              <w:pStyle w:val="TAH"/>
              <w:rPr>
                <w:lang w:val="en-US" w:eastAsia="fi-FI"/>
              </w:rPr>
            </w:pPr>
            <w:r w:rsidRPr="00DF6DD6">
              <w:rPr>
                <w:lang w:val="en-US" w:eastAsia="fi-FI"/>
              </w:rPr>
              <w:t>NE</w:t>
            </w:r>
            <w:r w:rsidR="004D4582" w:rsidRPr="00DF6DD6">
              <w:rPr>
                <w:lang w:val="en-US" w:eastAsia="fi-FI"/>
              </w:rPr>
              <w:t>-DC</w:t>
            </w:r>
          </w:p>
          <w:p w14:paraId="69497BFC" w14:textId="77777777" w:rsidR="004D4582" w:rsidRPr="00DF6DD6" w:rsidRDefault="004D4582" w:rsidP="00A6034C">
            <w:pPr>
              <w:pStyle w:val="TAH"/>
              <w:rPr>
                <w:lang w:val="en-US" w:eastAsia="fi-FI"/>
              </w:rPr>
            </w:pPr>
            <w:r w:rsidRPr="00DF6DD6">
              <w:rPr>
                <w:lang w:val="en-US" w:eastAsia="fi-FI"/>
              </w:rPr>
              <w:t>configuration</w:t>
            </w:r>
          </w:p>
        </w:tc>
        <w:tc>
          <w:tcPr>
            <w:tcW w:w="2279" w:type="dxa"/>
            <w:shd w:val="clear" w:color="auto" w:fill="auto"/>
            <w:hideMark/>
          </w:tcPr>
          <w:p w14:paraId="43265E12" w14:textId="18813363" w:rsidR="004D4582" w:rsidRPr="00DF6DD6" w:rsidRDefault="004D4582" w:rsidP="00A6034C">
            <w:pPr>
              <w:pStyle w:val="TAH"/>
              <w:rPr>
                <w:lang w:val="fr-FR" w:eastAsia="fi-FI"/>
              </w:rPr>
            </w:pPr>
            <w:r w:rsidRPr="00DF6DD6">
              <w:rPr>
                <w:lang w:val="fr-FR" w:eastAsia="fi-FI"/>
              </w:rPr>
              <w:t xml:space="preserve">Uplink </w:t>
            </w:r>
            <w:r w:rsidR="00C25AB2" w:rsidRPr="00DF6DD6">
              <w:rPr>
                <w:lang w:val="fr-FR" w:eastAsia="fi-FI"/>
              </w:rPr>
              <w:t>NE</w:t>
            </w:r>
            <w:r w:rsidRPr="00DF6DD6">
              <w:rPr>
                <w:lang w:val="fr-FR" w:eastAsia="fi-FI"/>
              </w:rPr>
              <w:t>-DC</w:t>
            </w:r>
          </w:p>
          <w:p w14:paraId="31F3A51E" w14:textId="77777777" w:rsidR="004D4582" w:rsidRPr="00DF6DD6" w:rsidRDefault="004D4582" w:rsidP="00A6034C">
            <w:pPr>
              <w:pStyle w:val="TAH"/>
              <w:rPr>
                <w:lang w:val="fr-FR" w:eastAsia="fi-FI"/>
              </w:rPr>
            </w:pPr>
            <w:r w:rsidRPr="00DF6DD6">
              <w:rPr>
                <w:lang w:val="fr-FR" w:eastAsia="fi-FI"/>
              </w:rPr>
              <w:t>configuration</w:t>
            </w:r>
          </w:p>
          <w:p w14:paraId="6B123BCC" w14:textId="77777777" w:rsidR="004D4582" w:rsidRPr="00DF6DD6" w:rsidRDefault="004D4582" w:rsidP="00A6034C">
            <w:pPr>
              <w:pStyle w:val="TAH"/>
              <w:rPr>
                <w:lang w:val="fr-FR" w:eastAsia="fi-FI"/>
              </w:rPr>
            </w:pPr>
            <w:r w:rsidRPr="00DF6DD6">
              <w:rPr>
                <w:lang w:val="fr-FR" w:eastAsia="fi-FI"/>
              </w:rPr>
              <w:t>(NOTE 1)</w:t>
            </w:r>
          </w:p>
        </w:tc>
        <w:tc>
          <w:tcPr>
            <w:tcW w:w="2638" w:type="dxa"/>
            <w:shd w:val="clear" w:color="auto" w:fill="auto"/>
            <w:hideMark/>
          </w:tcPr>
          <w:p w14:paraId="358D0163" w14:textId="77777777" w:rsidR="004D4582" w:rsidRPr="00DF6DD6" w:rsidRDefault="004D4582" w:rsidP="00A6034C">
            <w:pPr>
              <w:pStyle w:val="TAH"/>
              <w:rPr>
                <w:lang w:val="en-US" w:eastAsia="fi-FI"/>
              </w:rPr>
            </w:pPr>
            <w:r w:rsidRPr="00DF6DD6">
              <w:rPr>
                <w:lang w:eastAsia="fi-FI"/>
              </w:rPr>
              <w:t>Single UL allowed</w:t>
            </w:r>
          </w:p>
        </w:tc>
      </w:tr>
      <w:tr w:rsidR="00F55B07" w:rsidRPr="00DF6DD6" w14:paraId="158C6494" w14:textId="77777777" w:rsidTr="00A6034C">
        <w:trPr>
          <w:trHeight w:val="47"/>
          <w:jc w:val="center"/>
        </w:trPr>
        <w:tc>
          <w:tcPr>
            <w:tcW w:w="2535" w:type="dxa"/>
            <w:shd w:val="clear" w:color="auto" w:fill="auto"/>
            <w:hideMark/>
          </w:tcPr>
          <w:p w14:paraId="63311283" w14:textId="77777777" w:rsidR="004D4582" w:rsidRPr="00DF6DD6" w:rsidRDefault="004D4582" w:rsidP="00A6034C">
            <w:pPr>
              <w:pStyle w:val="TAC"/>
              <w:rPr>
                <w:lang w:val="en-US" w:eastAsia="fi-FI"/>
              </w:rPr>
            </w:pPr>
            <w:r w:rsidRPr="00DF6DD6">
              <w:rPr>
                <w:lang w:val="fi-FI" w:eastAsia="fi-FI"/>
              </w:rPr>
              <w:t>DC_n1A_28A</w:t>
            </w:r>
          </w:p>
        </w:tc>
        <w:tc>
          <w:tcPr>
            <w:tcW w:w="2279" w:type="dxa"/>
            <w:shd w:val="clear" w:color="auto" w:fill="auto"/>
            <w:hideMark/>
          </w:tcPr>
          <w:p w14:paraId="6CA02831" w14:textId="77777777" w:rsidR="004D4582" w:rsidRPr="00DF6DD6" w:rsidRDefault="004D4582" w:rsidP="00A6034C">
            <w:pPr>
              <w:pStyle w:val="TAC"/>
              <w:rPr>
                <w:lang w:val="en-US" w:eastAsia="fi-FI"/>
              </w:rPr>
            </w:pPr>
            <w:r w:rsidRPr="00DF6DD6">
              <w:rPr>
                <w:lang w:val="fi-FI" w:eastAsia="fi-FI"/>
              </w:rPr>
              <w:t>DC_n1A_28A</w:t>
            </w:r>
          </w:p>
        </w:tc>
        <w:tc>
          <w:tcPr>
            <w:tcW w:w="2638" w:type="dxa"/>
            <w:shd w:val="clear" w:color="auto" w:fill="auto"/>
            <w:hideMark/>
          </w:tcPr>
          <w:p w14:paraId="5732E2A0" w14:textId="77777777" w:rsidR="004D4582" w:rsidRPr="00DF6DD6" w:rsidRDefault="004D4582" w:rsidP="00A6034C">
            <w:pPr>
              <w:pStyle w:val="TAC"/>
              <w:rPr>
                <w:lang w:eastAsia="fi-FI"/>
              </w:rPr>
            </w:pPr>
            <w:r w:rsidRPr="00DF6DD6">
              <w:rPr>
                <w:lang w:val="fi-FI" w:eastAsia="fi-FI"/>
              </w:rPr>
              <w:t>No</w:t>
            </w:r>
          </w:p>
        </w:tc>
      </w:tr>
      <w:tr w:rsidR="004D4582" w:rsidRPr="00DF6DD6" w14:paraId="0424373A" w14:textId="77777777" w:rsidTr="00A6034C">
        <w:trPr>
          <w:trHeight w:val="47"/>
          <w:jc w:val="center"/>
        </w:trPr>
        <w:tc>
          <w:tcPr>
            <w:tcW w:w="7452" w:type="dxa"/>
            <w:gridSpan w:val="3"/>
            <w:shd w:val="clear" w:color="auto" w:fill="auto"/>
          </w:tcPr>
          <w:p w14:paraId="74ABF6B3" w14:textId="1116D64E" w:rsidR="004D4582" w:rsidRPr="00DF6DD6" w:rsidRDefault="004D4582" w:rsidP="00A6034C">
            <w:pPr>
              <w:pStyle w:val="TAN"/>
              <w:rPr>
                <w:lang w:val="en-US" w:eastAsia="fi-FI"/>
              </w:rPr>
            </w:pPr>
            <w:r w:rsidRPr="00DF6DD6">
              <w:rPr>
                <w:lang w:val="en-US" w:eastAsia="fi-FI"/>
              </w:rPr>
              <w:t>NOTE 1:</w:t>
            </w:r>
            <w:r w:rsidRPr="00DF6DD6">
              <w:rPr>
                <w:lang w:val="en-US" w:eastAsia="fi-FI"/>
              </w:rPr>
              <w:tab/>
            </w:r>
            <w:r w:rsidR="006C5448" w:rsidRPr="0074124D">
              <w:rPr>
                <w:lang w:val="en-US" w:eastAsia="fi-FI"/>
              </w:rPr>
              <w:t xml:space="preserve">Uplink </w:t>
            </w:r>
            <w:r w:rsidR="006C5448">
              <w:rPr>
                <w:lang w:val="en-US" w:eastAsia="fi-FI"/>
              </w:rPr>
              <w:t>NE-DC</w:t>
            </w:r>
            <w:r w:rsidR="006C5448" w:rsidRPr="0074124D">
              <w:rPr>
                <w:lang w:val="en-US" w:eastAsia="fi-FI"/>
              </w:rPr>
              <w:t xml:space="preserve"> </w:t>
            </w:r>
            <w:r w:rsidRPr="00DF6DD6">
              <w:rPr>
                <w:lang w:val="en-US" w:eastAsia="fi-FI"/>
              </w:rPr>
              <w:t>configurations are the configurations supported by the present release of specifications.</w:t>
            </w:r>
          </w:p>
        </w:tc>
      </w:tr>
    </w:tbl>
    <w:p w14:paraId="669E6A61" w14:textId="77777777" w:rsidR="004D4582" w:rsidRPr="00DF6DD6" w:rsidRDefault="004D4582" w:rsidP="004D4582"/>
    <w:p w14:paraId="01F4FA0A" w14:textId="77777777" w:rsidR="001310A1" w:rsidRPr="00DF6DD6" w:rsidRDefault="001310A1" w:rsidP="001310A1">
      <w:pPr>
        <w:pStyle w:val="Heading3"/>
      </w:pPr>
      <w:bookmarkStart w:id="774" w:name="_Toc21345420"/>
      <w:bookmarkStart w:id="775" w:name="_Toc29806269"/>
      <w:bookmarkStart w:id="776" w:name="_Toc37255802"/>
      <w:bookmarkStart w:id="777" w:name="_Toc37256143"/>
      <w:bookmarkStart w:id="778" w:name="_Toc45889980"/>
      <w:bookmarkStart w:id="779" w:name="_Toc52381805"/>
      <w:bookmarkStart w:id="780" w:name="_Toc61374904"/>
      <w:bookmarkStart w:id="781" w:name="_Toc67936255"/>
      <w:bookmarkStart w:id="782" w:name="_Toc67937128"/>
      <w:bookmarkStart w:id="783" w:name="_Toc76452364"/>
      <w:bookmarkStart w:id="784" w:name="_Toc76630207"/>
      <w:bookmarkStart w:id="785" w:name="_Toc83742767"/>
      <w:bookmarkStart w:id="786" w:name="_Toc83886881"/>
      <w:bookmarkStart w:id="787" w:name="_Toc83887681"/>
      <w:bookmarkStart w:id="788" w:name="_Toc90588522"/>
      <w:r w:rsidRPr="00DF6DD6">
        <w:t>5.5B.5</w:t>
      </w:r>
      <w:r w:rsidRPr="00DF6DD6">
        <w:tab/>
        <w:t>Inter-band EN-DC including FR2</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14:paraId="76C71411" w14:textId="4FB36A14" w:rsidR="001310A1" w:rsidRPr="00DF6DD6" w:rsidRDefault="001310A1" w:rsidP="001310A1">
      <w:pPr>
        <w:pStyle w:val="Heading4"/>
      </w:pPr>
      <w:bookmarkStart w:id="789" w:name="_Toc21345421"/>
      <w:bookmarkStart w:id="790" w:name="_Toc29806270"/>
      <w:bookmarkStart w:id="791" w:name="_Toc37255803"/>
      <w:bookmarkStart w:id="792" w:name="_Toc37256144"/>
      <w:bookmarkStart w:id="793" w:name="_Toc45889981"/>
      <w:bookmarkStart w:id="794" w:name="_Toc52381806"/>
      <w:bookmarkStart w:id="795" w:name="_Toc61374905"/>
      <w:bookmarkStart w:id="796" w:name="_Toc67936256"/>
      <w:bookmarkStart w:id="797" w:name="_Toc67937129"/>
      <w:bookmarkStart w:id="798" w:name="_Toc76452365"/>
      <w:bookmarkStart w:id="799" w:name="_Toc76630208"/>
      <w:bookmarkStart w:id="800" w:name="_Toc83742768"/>
      <w:bookmarkStart w:id="801" w:name="_Toc83886882"/>
      <w:bookmarkStart w:id="802" w:name="_Toc83887682"/>
      <w:bookmarkStart w:id="803" w:name="_Toc90588523"/>
      <w:r w:rsidRPr="00DF6DD6">
        <w:t>5.5B.5.1</w:t>
      </w:r>
      <w:r w:rsidRPr="00DF6DD6">
        <w:tab/>
        <w:t xml:space="preserve">Inter-band EN-DC configurations </w:t>
      </w:r>
      <w:r w:rsidR="00E7556C" w:rsidRPr="00DF6DD6">
        <w:t xml:space="preserve">including FR2 </w:t>
      </w:r>
      <w:r w:rsidRPr="00DF6DD6">
        <w:t>(two bands)</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14:paraId="4E59CE34" w14:textId="4D1AE81F" w:rsidR="001310A1" w:rsidRPr="00DF6DD6" w:rsidRDefault="001310A1" w:rsidP="001310A1">
      <w:pPr>
        <w:pStyle w:val="TH"/>
      </w:pPr>
      <w:r w:rsidRPr="00DF6DD6">
        <w:t xml:space="preserve">Table 5.5B.5.1-1: Inter-band EN-DC configurations </w:t>
      </w:r>
      <w:r w:rsidR="00E7556C" w:rsidRPr="00DF6DD6">
        <w:t xml:space="preserve">including FR2 </w:t>
      </w:r>
      <w:r w:rsidRPr="00DF6DD6">
        <w:t>(two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22"/>
        <w:gridCol w:w="4544"/>
      </w:tblGrid>
      <w:tr w:rsidR="00F55B07" w:rsidRPr="0045647B" w14:paraId="00B0BAF5" w14:textId="77777777" w:rsidTr="00CE04D0">
        <w:trPr>
          <w:trHeight w:val="47"/>
          <w:tblHeader/>
          <w:jc w:val="center"/>
        </w:trPr>
        <w:tc>
          <w:tcPr>
            <w:tcW w:w="0" w:type="auto"/>
            <w:shd w:val="clear" w:color="auto" w:fill="auto"/>
            <w:vAlign w:val="center"/>
            <w:hideMark/>
          </w:tcPr>
          <w:p w14:paraId="66488ECF" w14:textId="77777777" w:rsidR="00F177CB" w:rsidRPr="00DF6DD6" w:rsidRDefault="00F177CB" w:rsidP="003768E0">
            <w:pPr>
              <w:pStyle w:val="TAH"/>
              <w:keepNext w:val="0"/>
              <w:rPr>
                <w:lang w:val="en-US" w:eastAsia="fi-FI"/>
              </w:rPr>
            </w:pPr>
            <w:r w:rsidRPr="00DF6DD6">
              <w:rPr>
                <w:lang w:val="en-US" w:eastAsia="fi-FI"/>
              </w:rPr>
              <w:t>EN-DC</w:t>
            </w:r>
          </w:p>
          <w:p w14:paraId="089B86F3" w14:textId="77777777" w:rsidR="00F177CB" w:rsidRPr="00DF6DD6" w:rsidRDefault="00F177CB" w:rsidP="003768E0">
            <w:pPr>
              <w:pStyle w:val="TAH"/>
              <w:keepNext w:val="0"/>
              <w:rPr>
                <w:lang w:val="en-US" w:eastAsia="fi-FI"/>
              </w:rPr>
            </w:pPr>
            <w:r w:rsidRPr="00DF6DD6">
              <w:rPr>
                <w:lang w:val="en-US" w:eastAsia="fi-FI"/>
              </w:rPr>
              <w:t>configuration</w:t>
            </w:r>
          </w:p>
        </w:tc>
        <w:tc>
          <w:tcPr>
            <w:tcW w:w="4514" w:type="dxa"/>
            <w:vAlign w:val="center"/>
          </w:tcPr>
          <w:p w14:paraId="5194D365" w14:textId="77777777" w:rsidR="00F177CB" w:rsidRPr="00B94CFE" w:rsidRDefault="00F177CB" w:rsidP="003768E0">
            <w:pPr>
              <w:pStyle w:val="TAH"/>
              <w:keepNext w:val="0"/>
              <w:rPr>
                <w:lang w:val="fr-FR" w:eastAsia="fi-FI"/>
              </w:rPr>
            </w:pPr>
            <w:r w:rsidRPr="00B94CFE">
              <w:rPr>
                <w:lang w:val="fr-FR" w:eastAsia="fi-FI"/>
              </w:rPr>
              <w:t>Uplink EN-DC</w:t>
            </w:r>
          </w:p>
          <w:p w14:paraId="557EAF98" w14:textId="77777777" w:rsidR="00F177CB" w:rsidRPr="00B94CFE" w:rsidRDefault="00F177CB" w:rsidP="003768E0">
            <w:pPr>
              <w:pStyle w:val="TAH"/>
              <w:keepNext w:val="0"/>
              <w:rPr>
                <w:lang w:val="fr-FR" w:eastAsia="fi-FI"/>
              </w:rPr>
            </w:pPr>
            <w:r w:rsidRPr="00B94CFE">
              <w:rPr>
                <w:lang w:val="fr-FR" w:eastAsia="fi-FI"/>
              </w:rPr>
              <w:t>configuration</w:t>
            </w:r>
          </w:p>
          <w:p w14:paraId="78233541" w14:textId="77777777" w:rsidR="00F177CB" w:rsidRPr="00B94CFE" w:rsidDel="00C35823" w:rsidRDefault="00F177CB" w:rsidP="003768E0">
            <w:pPr>
              <w:pStyle w:val="TAH"/>
              <w:keepNext w:val="0"/>
              <w:rPr>
                <w:lang w:val="fr-FR" w:eastAsia="fi-FI"/>
              </w:rPr>
            </w:pPr>
            <w:r w:rsidRPr="00B94CFE">
              <w:rPr>
                <w:lang w:val="fr-FR" w:eastAsia="fi-FI"/>
              </w:rPr>
              <w:t>(NOTE 1)</w:t>
            </w:r>
          </w:p>
        </w:tc>
      </w:tr>
      <w:tr w:rsidR="00F55B07" w:rsidRPr="00DF6DD6" w14:paraId="054C8786" w14:textId="77777777" w:rsidTr="00CE04D0">
        <w:trPr>
          <w:trHeight w:val="288"/>
          <w:jc w:val="center"/>
        </w:trPr>
        <w:tc>
          <w:tcPr>
            <w:tcW w:w="0" w:type="auto"/>
            <w:shd w:val="clear" w:color="auto" w:fill="auto"/>
            <w:noWrap/>
            <w:vAlign w:val="center"/>
          </w:tcPr>
          <w:p w14:paraId="17010181" w14:textId="77777777" w:rsidR="00F177CB" w:rsidRPr="00DF6DD6" w:rsidRDefault="00F177CB" w:rsidP="003768E0">
            <w:pPr>
              <w:pStyle w:val="TAC"/>
              <w:keepNext w:val="0"/>
              <w:rPr>
                <w:lang w:val="en-US" w:eastAsia="fi-FI"/>
              </w:rPr>
            </w:pPr>
            <w:r w:rsidRPr="00DF6DD6">
              <w:rPr>
                <w:lang w:val="en-US" w:eastAsia="fi-FI"/>
              </w:rPr>
              <w:t>DC_1A_n257A</w:t>
            </w:r>
          </w:p>
          <w:p w14:paraId="1CA363B2" w14:textId="77777777" w:rsidR="00F177CB" w:rsidRPr="00DF6DD6" w:rsidRDefault="00F177CB" w:rsidP="003768E0">
            <w:pPr>
              <w:pStyle w:val="TAC"/>
              <w:keepNext w:val="0"/>
              <w:rPr>
                <w:lang w:val="en-US" w:eastAsia="fi-FI"/>
              </w:rPr>
            </w:pPr>
            <w:r w:rsidRPr="00DF6DD6">
              <w:t>DC_1A_n257D</w:t>
            </w:r>
            <w:r w:rsidRPr="00DF6DD6">
              <w:br/>
              <w:t>DC_1A_n257E</w:t>
            </w:r>
            <w:r w:rsidRPr="00DF6DD6">
              <w:br/>
              <w:t>DC_1A_n257F</w:t>
            </w:r>
          </w:p>
        </w:tc>
        <w:tc>
          <w:tcPr>
            <w:tcW w:w="4514" w:type="dxa"/>
            <w:vAlign w:val="center"/>
          </w:tcPr>
          <w:p w14:paraId="43345AA0" w14:textId="77777777" w:rsidR="00F177CB" w:rsidRPr="00DF6DD6" w:rsidRDefault="00F177CB" w:rsidP="003768E0">
            <w:pPr>
              <w:pStyle w:val="TAC"/>
              <w:keepNext w:val="0"/>
              <w:rPr>
                <w:lang w:val="fi-FI" w:eastAsia="fi-FI"/>
              </w:rPr>
            </w:pPr>
            <w:r w:rsidRPr="00DF6DD6">
              <w:rPr>
                <w:lang w:val="fi-FI" w:eastAsia="fi-FI"/>
              </w:rPr>
              <w:t>DC_1A_n257A</w:t>
            </w:r>
          </w:p>
        </w:tc>
      </w:tr>
      <w:tr w:rsidR="00F55B07" w:rsidRPr="00DF6DD6" w14:paraId="3B66D43B" w14:textId="77777777" w:rsidTr="00CE04D0">
        <w:trPr>
          <w:trHeight w:val="288"/>
          <w:jc w:val="center"/>
        </w:trPr>
        <w:tc>
          <w:tcPr>
            <w:tcW w:w="0" w:type="auto"/>
            <w:shd w:val="clear" w:color="auto" w:fill="auto"/>
            <w:noWrap/>
            <w:vAlign w:val="center"/>
          </w:tcPr>
          <w:p w14:paraId="63F7C9F0" w14:textId="079E076B" w:rsidR="00F177CB" w:rsidRPr="00DF6DD6" w:rsidRDefault="00F177CB" w:rsidP="003768E0">
            <w:pPr>
              <w:pStyle w:val="TAC"/>
              <w:keepNext w:val="0"/>
              <w:rPr>
                <w:lang w:val="en-US" w:eastAsia="fi-FI"/>
              </w:rPr>
            </w:pPr>
            <w:r w:rsidRPr="00DF6DD6">
              <w:rPr>
                <w:lang w:val="en-US" w:eastAsia="fi-FI"/>
              </w:rPr>
              <w:t>DC_2A_n257A</w:t>
            </w:r>
          </w:p>
          <w:p w14:paraId="340AE71C" w14:textId="2F9D2400" w:rsidR="00F177CB" w:rsidRPr="00DF6DD6" w:rsidRDefault="00F177CB" w:rsidP="003768E0">
            <w:pPr>
              <w:pStyle w:val="TAC"/>
              <w:keepNext w:val="0"/>
              <w:rPr>
                <w:lang w:val="en-US" w:eastAsia="fi-FI"/>
              </w:rPr>
            </w:pPr>
            <w:r w:rsidRPr="00DF6DD6">
              <w:rPr>
                <w:noProof/>
                <w:lang w:eastAsia="zh-CN"/>
              </w:rPr>
              <w:t>DC_2C_n257A</w:t>
            </w:r>
          </w:p>
        </w:tc>
        <w:tc>
          <w:tcPr>
            <w:tcW w:w="4514" w:type="dxa"/>
            <w:vAlign w:val="center"/>
          </w:tcPr>
          <w:p w14:paraId="2150FEBB" w14:textId="77777777" w:rsidR="00F177CB" w:rsidRPr="00DF6DD6" w:rsidRDefault="00F177CB" w:rsidP="003768E0">
            <w:pPr>
              <w:pStyle w:val="TAC"/>
              <w:keepNext w:val="0"/>
              <w:rPr>
                <w:lang w:val="fi-FI" w:eastAsia="fi-FI"/>
              </w:rPr>
            </w:pPr>
            <w:r w:rsidRPr="00DF6DD6">
              <w:rPr>
                <w:lang w:val="fi-FI" w:eastAsia="fi-FI"/>
              </w:rPr>
              <w:t>DC_2A_n257A</w:t>
            </w:r>
          </w:p>
        </w:tc>
      </w:tr>
      <w:tr w:rsidR="00F55B07" w:rsidRPr="00DF6DD6" w14:paraId="36CAFFBD" w14:textId="77777777" w:rsidTr="00CE04D0">
        <w:trPr>
          <w:trHeight w:val="288"/>
          <w:jc w:val="center"/>
        </w:trPr>
        <w:tc>
          <w:tcPr>
            <w:tcW w:w="0" w:type="auto"/>
            <w:shd w:val="clear" w:color="auto" w:fill="auto"/>
            <w:noWrap/>
            <w:vAlign w:val="center"/>
          </w:tcPr>
          <w:p w14:paraId="325887F0" w14:textId="2E6EC11D" w:rsidR="00F177CB" w:rsidRPr="00DF6DD6" w:rsidRDefault="00F177CB" w:rsidP="003768E0">
            <w:pPr>
              <w:pStyle w:val="TAC"/>
              <w:keepNext w:val="0"/>
              <w:rPr>
                <w:lang w:val="fi-FI" w:eastAsia="fi-FI"/>
              </w:rPr>
            </w:pPr>
            <w:r w:rsidRPr="00DF6DD6">
              <w:t>DC_2A_n257(2A)</w:t>
            </w:r>
          </w:p>
        </w:tc>
        <w:tc>
          <w:tcPr>
            <w:tcW w:w="4514" w:type="dxa"/>
            <w:vAlign w:val="center"/>
          </w:tcPr>
          <w:p w14:paraId="0963DC08" w14:textId="69F34F72" w:rsidR="00F177CB" w:rsidRPr="00DF6DD6" w:rsidRDefault="00F177CB" w:rsidP="003768E0">
            <w:pPr>
              <w:pStyle w:val="TAC"/>
              <w:keepNext w:val="0"/>
              <w:rPr>
                <w:lang w:val="fi-FI" w:eastAsia="fi-FI"/>
              </w:rPr>
            </w:pPr>
            <w:r w:rsidRPr="00DF6DD6">
              <w:t>DC_2A_n257A</w:t>
            </w:r>
          </w:p>
        </w:tc>
      </w:tr>
      <w:tr w:rsidR="00F55B07" w:rsidRPr="00DF6DD6" w14:paraId="33CDAAE8" w14:textId="77777777" w:rsidTr="00CE04D0">
        <w:trPr>
          <w:trHeight w:val="288"/>
          <w:jc w:val="center"/>
        </w:trPr>
        <w:tc>
          <w:tcPr>
            <w:tcW w:w="0" w:type="auto"/>
            <w:shd w:val="clear" w:color="auto" w:fill="auto"/>
            <w:noWrap/>
            <w:vAlign w:val="center"/>
          </w:tcPr>
          <w:p w14:paraId="72E8A203" w14:textId="77777777" w:rsidR="00F177CB" w:rsidRPr="00DF6DD6" w:rsidRDefault="00F177CB" w:rsidP="003768E0">
            <w:pPr>
              <w:pStyle w:val="TAC"/>
              <w:keepNext w:val="0"/>
              <w:rPr>
                <w:lang w:val="fi-FI" w:eastAsia="fi-FI"/>
              </w:rPr>
            </w:pPr>
            <w:r w:rsidRPr="00DF6DD6">
              <w:rPr>
                <w:noProof/>
                <w:lang w:eastAsia="zh-CN"/>
              </w:rPr>
              <w:t>DC_2A-2A_n257A</w:t>
            </w:r>
          </w:p>
        </w:tc>
        <w:tc>
          <w:tcPr>
            <w:tcW w:w="4514" w:type="dxa"/>
            <w:vAlign w:val="center"/>
          </w:tcPr>
          <w:p w14:paraId="619C5156" w14:textId="287ADDD1" w:rsidR="00F177CB" w:rsidRPr="00DF6DD6" w:rsidRDefault="00F177CB" w:rsidP="003768E0">
            <w:pPr>
              <w:pStyle w:val="TAC"/>
              <w:keepNext w:val="0"/>
              <w:rPr>
                <w:lang w:val="fi-FI" w:eastAsia="fi-FI"/>
              </w:rPr>
            </w:pPr>
            <w:r w:rsidRPr="00DF6DD6">
              <w:rPr>
                <w:noProof/>
                <w:lang w:eastAsia="zh-CN"/>
              </w:rPr>
              <w:t>DC_2A_n257A</w:t>
            </w:r>
          </w:p>
        </w:tc>
      </w:tr>
      <w:tr w:rsidR="00F55B07" w:rsidRPr="00DF6DD6" w14:paraId="30EAA097" w14:textId="77777777" w:rsidTr="00CE04D0">
        <w:trPr>
          <w:trHeight w:val="288"/>
          <w:jc w:val="center"/>
        </w:trPr>
        <w:tc>
          <w:tcPr>
            <w:tcW w:w="0" w:type="auto"/>
            <w:shd w:val="clear" w:color="auto" w:fill="auto"/>
            <w:noWrap/>
            <w:vAlign w:val="center"/>
          </w:tcPr>
          <w:p w14:paraId="4C74105C" w14:textId="1ECE4E32" w:rsidR="00F177CB" w:rsidRPr="00DF6DD6" w:rsidRDefault="00F177CB" w:rsidP="003768E0">
            <w:pPr>
              <w:pStyle w:val="TAC"/>
              <w:keepNext w:val="0"/>
              <w:rPr>
                <w:lang w:val="en-US" w:eastAsia="fi-FI"/>
              </w:rPr>
            </w:pPr>
            <w:r w:rsidRPr="00DF6DD6">
              <w:rPr>
                <w:lang w:val="en-US" w:eastAsia="fi-FI"/>
              </w:rPr>
              <w:t>DC_2A_n260A</w:t>
            </w:r>
          </w:p>
          <w:p w14:paraId="5B136386" w14:textId="77777777" w:rsidR="00F177CB" w:rsidRPr="00DF6DD6" w:rsidRDefault="00F177CB" w:rsidP="003768E0">
            <w:pPr>
              <w:pStyle w:val="TAC"/>
              <w:keepNext w:val="0"/>
              <w:rPr>
                <w:lang w:val="en-US" w:eastAsia="fi-FI"/>
              </w:rPr>
            </w:pPr>
            <w:r w:rsidRPr="00DF6DD6">
              <w:rPr>
                <w:lang w:val="en-US" w:eastAsia="fi-FI"/>
              </w:rPr>
              <w:t>DC_2A_n260G</w:t>
            </w:r>
          </w:p>
          <w:p w14:paraId="11DDF508" w14:textId="77777777" w:rsidR="00F177CB" w:rsidRPr="00DF6DD6" w:rsidRDefault="00F177CB" w:rsidP="003768E0">
            <w:pPr>
              <w:pStyle w:val="TAC"/>
              <w:keepNext w:val="0"/>
              <w:rPr>
                <w:lang w:val="en-US" w:eastAsia="fi-FI"/>
              </w:rPr>
            </w:pPr>
            <w:r w:rsidRPr="00DF6DD6">
              <w:rPr>
                <w:lang w:val="en-US" w:eastAsia="fi-FI"/>
              </w:rPr>
              <w:t>DC_2A_n260H</w:t>
            </w:r>
          </w:p>
          <w:p w14:paraId="0B0DF639" w14:textId="77777777" w:rsidR="00F177CB" w:rsidRPr="00DF6DD6" w:rsidRDefault="00F177CB" w:rsidP="003768E0">
            <w:pPr>
              <w:pStyle w:val="TAC"/>
              <w:keepNext w:val="0"/>
              <w:rPr>
                <w:lang w:val="en-US" w:eastAsia="fi-FI"/>
              </w:rPr>
            </w:pPr>
            <w:r w:rsidRPr="00DF6DD6">
              <w:rPr>
                <w:lang w:val="en-US" w:eastAsia="fi-FI"/>
              </w:rPr>
              <w:t>DC_2A_n260I</w:t>
            </w:r>
          </w:p>
          <w:p w14:paraId="31AB92AB" w14:textId="77777777" w:rsidR="00F177CB" w:rsidRPr="00DF6DD6" w:rsidRDefault="00F177CB" w:rsidP="003768E0">
            <w:pPr>
              <w:pStyle w:val="TAC"/>
              <w:keepNext w:val="0"/>
              <w:rPr>
                <w:lang w:val="en-US" w:eastAsia="fi-FI"/>
              </w:rPr>
            </w:pPr>
            <w:r w:rsidRPr="00DF6DD6">
              <w:rPr>
                <w:lang w:val="en-US" w:eastAsia="fi-FI"/>
              </w:rPr>
              <w:t>DC_2A_n260J</w:t>
            </w:r>
          </w:p>
          <w:p w14:paraId="1E26792C" w14:textId="77777777" w:rsidR="00F177CB" w:rsidRPr="00DF6DD6" w:rsidRDefault="00F177CB" w:rsidP="003768E0">
            <w:pPr>
              <w:pStyle w:val="TAC"/>
              <w:keepNext w:val="0"/>
              <w:rPr>
                <w:lang w:val="en-US" w:eastAsia="fi-FI"/>
              </w:rPr>
            </w:pPr>
            <w:r w:rsidRPr="00DF6DD6">
              <w:rPr>
                <w:lang w:val="en-US" w:eastAsia="fi-FI"/>
              </w:rPr>
              <w:t>DC_2A_n260K</w:t>
            </w:r>
          </w:p>
          <w:p w14:paraId="450358A9" w14:textId="77777777" w:rsidR="00F177CB" w:rsidRPr="00DF6DD6" w:rsidRDefault="00F177CB" w:rsidP="003768E0">
            <w:pPr>
              <w:pStyle w:val="TAC"/>
              <w:keepNext w:val="0"/>
              <w:rPr>
                <w:lang w:val="en-US" w:eastAsia="fi-FI"/>
              </w:rPr>
            </w:pPr>
            <w:r w:rsidRPr="00DF6DD6">
              <w:rPr>
                <w:lang w:val="en-US" w:eastAsia="fi-FI"/>
              </w:rPr>
              <w:t>DC_2A_n260L</w:t>
            </w:r>
          </w:p>
          <w:p w14:paraId="12B23E79" w14:textId="4C470FB3" w:rsidR="00F177CB" w:rsidRPr="00DF6DD6" w:rsidRDefault="00F177CB" w:rsidP="003768E0">
            <w:pPr>
              <w:pStyle w:val="TAC"/>
              <w:keepNext w:val="0"/>
              <w:rPr>
                <w:lang w:val="en-US" w:eastAsia="fi-FI"/>
              </w:rPr>
            </w:pPr>
            <w:r w:rsidRPr="00DF6DD6">
              <w:rPr>
                <w:lang w:val="en-US" w:eastAsia="fi-FI"/>
              </w:rPr>
              <w:t>DC_2A_n260M</w:t>
            </w:r>
          </w:p>
          <w:p w14:paraId="1BA47D3B" w14:textId="3A7ACEF8" w:rsidR="00F177CB" w:rsidRPr="00DF6DD6" w:rsidRDefault="00F177CB" w:rsidP="003768E0">
            <w:pPr>
              <w:pStyle w:val="TAC"/>
              <w:keepNext w:val="0"/>
              <w:rPr>
                <w:noProof/>
                <w:lang w:eastAsia="zh-CN"/>
              </w:rPr>
            </w:pPr>
            <w:r w:rsidRPr="00DF6DD6">
              <w:rPr>
                <w:noProof/>
                <w:lang w:eastAsia="zh-CN"/>
              </w:rPr>
              <w:lastRenderedPageBreak/>
              <w:t>DC_2C_n260A</w:t>
            </w:r>
          </w:p>
        </w:tc>
        <w:tc>
          <w:tcPr>
            <w:tcW w:w="4514" w:type="dxa"/>
            <w:vAlign w:val="center"/>
          </w:tcPr>
          <w:p w14:paraId="1064F1D1" w14:textId="77777777" w:rsidR="00F177CB" w:rsidRPr="00DF6DD6" w:rsidRDefault="00F177CB" w:rsidP="003768E0">
            <w:pPr>
              <w:pStyle w:val="TAC"/>
              <w:keepNext w:val="0"/>
              <w:rPr>
                <w:noProof/>
                <w:lang w:eastAsia="zh-CN"/>
              </w:rPr>
            </w:pPr>
            <w:r w:rsidRPr="00DF6DD6">
              <w:rPr>
                <w:lang w:val="fi-FI" w:eastAsia="fi-FI"/>
              </w:rPr>
              <w:lastRenderedPageBreak/>
              <w:t>DC_2A_n260A</w:t>
            </w:r>
          </w:p>
        </w:tc>
      </w:tr>
      <w:tr w:rsidR="00F55B07" w:rsidRPr="00DF6DD6" w14:paraId="76420AAE" w14:textId="77777777" w:rsidTr="00CE04D0">
        <w:trPr>
          <w:trHeight w:val="288"/>
          <w:jc w:val="center"/>
        </w:trPr>
        <w:tc>
          <w:tcPr>
            <w:tcW w:w="0" w:type="auto"/>
            <w:shd w:val="clear" w:color="auto" w:fill="auto"/>
            <w:noWrap/>
            <w:vAlign w:val="center"/>
          </w:tcPr>
          <w:p w14:paraId="1AFD05FB" w14:textId="5EA0BC74" w:rsidR="00F177CB" w:rsidRPr="00DF6DD6" w:rsidRDefault="00F177CB" w:rsidP="003768E0">
            <w:pPr>
              <w:pStyle w:val="TAC"/>
              <w:keepNext w:val="0"/>
              <w:rPr>
                <w:lang w:val="fi-FI" w:eastAsia="fi-FI"/>
              </w:rPr>
            </w:pPr>
            <w:r w:rsidRPr="00DF6DD6">
              <w:rPr>
                <w:lang w:val="fi-FI" w:eastAsia="fi-FI"/>
              </w:rPr>
              <w:t>DC_2A_n260(2A)</w:t>
            </w:r>
          </w:p>
        </w:tc>
        <w:tc>
          <w:tcPr>
            <w:tcW w:w="4514" w:type="dxa"/>
            <w:vAlign w:val="center"/>
          </w:tcPr>
          <w:p w14:paraId="77DB2135" w14:textId="519728B6" w:rsidR="00F177CB" w:rsidRPr="00DF6DD6" w:rsidRDefault="00F177CB" w:rsidP="003768E0">
            <w:pPr>
              <w:pStyle w:val="TAC"/>
              <w:keepNext w:val="0"/>
              <w:rPr>
                <w:lang w:val="fi-FI" w:eastAsia="fi-FI"/>
              </w:rPr>
            </w:pPr>
            <w:r w:rsidRPr="00DF6DD6">
              <w:rPr>
                <w:lang w:val="fi-FI" w:eastAsia="fi-FI"/>
              </w:rPr>
              <w:t>DC_2A_n260</w:t>
            </w:r>
          </w:p>
        </w:tc>
      </w:tr>
      <w:tr w:rsidR="00F55B07" w:rsidRPr="00DF6DD6" w14:paraId="7EF46821" w14:textId="77777777" w:rsidTr="00CE04D0">
        <w:trPr>
          <w:trHeight w:val="288"/>
          <w:jc w:val="center"/>
        </w:trPr>
        <w:tc>
          <w:tcPr>
            <w:tcW w:w="0" w:type="auto"/>
            <w:shd w:val="clear" w:color="auto" w:fill="auto"/>
            <w:noWrap/>
            <w:vAlign w:val="center"/>
          </w:tcPr>
          <w:p w14:paraId="35AFB79B" w14:textId="0D5C5545" w:rsidR="00F177CB" w:rsidRPr="00DF6DD6" w:rsidRDefault="00F177CB" w:rsidP="003768E0">
            <w:pPr>
              <w:pStyle w:val="TAC"/>
              <w:keepNext w:val="0"/>
              <w:rPr>
                <w:noProof/>
                <w:lang w:eastAsia="zh-CN"/>
              </w:rPr>
            </w:pPr>
            <w:r w:rsidRPr="00DF6DD6">
              <w:rPr>
                <w:noProof/>
                <w:lang w:eastAsia="zh-CN"/>
              </w:rPr>
              <w:t>DC_2A-2A_n260A</w:t>
            </w:r>
          </w:p>
          <w:p w14:paraId="6FD79534"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2A-</w:t>
            </w:r>
            <w:r w:rsidRPr="00DF6DD6">
              <w:rPr>
                <w:lang w:val="en-US" w:eastAsia="fi-FI"/>
              </w:rPr>
              <w:t>2A_n260G</w:t>
            </w:r>
          </w:p>
          <w:p w14:paraId="3C83D192"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2A-</w:t>
            </w:r>
            <w:r w:rsidRPr="00DF6DD6">
              <w:rPr>
                <w:lang w:val="en-US" w:eastAsia="fi-FI"/>
              </w:rPr>
              <w:t>2A_n260H</w:t>
            </w:r>
          </w:p>
          <w:p w14:paraId="280B9440"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2A-</w:t>
            </w:r>
            <w:r w:rsidRPr="00DF6DD6">
              <w:rPr>
                <w:lang w:val="en-US" w:eastAsia="fi-FI"/>
              </w:rPr>
              <w:t>2A_n260I</w:t>
            </w:r>
          </w:p>
          <w:p w14:paraId="5F43164B"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2A-</w:t>
            </w:r>
            <w:r w:rsidRPr="00DF6DD6">
              <w:rPr>
                <w:lang w:val="en-US" w:eastAsia="fi-FI"/>
              </w:rPr>
              <w:t>2A_n260J</w:t>
            </w:r>
          </w:p>
          <w:p w14:paraId="2BBB1A2F"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2A-</w:t>
            </w:r>
            <w:r w:rsidRPr="00DF6DD6">
              <w:rPr>
                <w:lang w:val="en-US" w:eastAsia="fi-FI"/>
              </w:rPr>
              <w:t>2A_n260K</w:t>
            </w:r>
          </w:p>
          <w:p w14:paraId="43E835DF"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2A-</w:t>
            </w:r>
            <w:r w:rsidRPr="00DF6DD6">
              <w:rPr>
                <w:lang w:val="en-US" w:eastAsia="fi-FI"/>
              </w:rPr>
              <w:t>2A_n260L</w:t>
            </w:r>
          </w:p>
          <w:p w14:paraId="341F8E55" w14:textId="2CF4A0FC"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2A-</w:t>
            </w:r>
            <w:r w:rsidRPr="00DF6DD6">
              <w:rPr>
                <w:lang w:val="en-US" w:eastAsia="fi-FI"/>
              </w:rPr>
              <w:t>2A_n260M</w:t>
            </w:r>
          </w:p>
        </w:tc>
        <w:tc>
          <w:tcPr>
            <w:tcW w:w="4514" w:type="dxa"/>
            <w:vAlign w:val="center"/>
          </w:tcPr>
          <w:p w14:paraId="39A425AD" w14:textId="77777777" w:rsidR="00F177CB" w:rsidRPr="00DF6DD6" w:rsidRDefault="00F177CB" w:rsidP="003768E0">
            <w:pPr>
              <w:pStyle w:val="TAC"/>
              <w:keepNext w:val="0"/>
              <w:rPr>
                <w:lang w:val="fi-FI" w:eastAsia="fi-FI"/>
              </w:rPr>
            </w:pPr>
            <w:r w:rsidRPr="00DF6DD6">
              <w:rPr>
                <w:noProof/>
                <w:lang w:eastAsia="zh-CN"/>
              </w:rPr>
              <w:t>DC_2A_n260A</w:t>
            </w:r>
          </w:p>
        </w:tc>
      </w:tr>
      <w:tr w:rsidR="00F55B07" w:rsidRPr="00DF6DD6" w14:paraId="44A40D2E" w14:textId="77777777" w:rsidTr="00CE04D0">
        <w:trPr>
          <w:trHeight w:val="288"/>
          <w:jc w:val="center"/>
        </w:trPr>
        <w:tc>
          <w:tcPr>
            <w:tcW w:w="0" w:type="auto"/>
            <w:shd w:val="clear" w:color="auto" w:fill="auto"/>
            <w:noWrap/>
            <w:vAlign w:val="center"/>
          </w:tcPr>
          <w:p w14:paraId="7FBE768B" w14:textId="77777777" w:rsidR="00F177CB" w:rsidRPr="00DF6DD6" w:rsidRDefault="00F177CB" w:rsidP="003768E0">
            <w:pPr>
              <w:pStyle w:val="TAC"/>
              <w:keepNext w:val="0"/>
              <w:rPr>
                <w:lang w:val="en-US" w:eastAsia="fi-FI"/>
              </w:rPr>
            </w:pPr>
            <w:r w:rsidRPr="00DF6DD6">
              <w:rPr>
                <w:lang w:val="en-US" w:eastAsia="fi-FI"/>
              </w:rPr>
              <w:t>DC_3A_n257A</w:t>
            </w:r>
          </w:p>
          <w:p w14:paraId="48D6AD87" w14:textId="77777777" w:rsidR="00F177CB" w:rsidRPr="00DF6DD6" w:rsidRDefault="00F177CB" w:rsidP="003768E0">
            <w:pPr>
              <w:pStyle w:val="TAC"/>
              <w:keepNext w:val="0"/>
              <w:rPr>
                <w:lang w:val="en-US" w:eastAsia="fi-FI"/>
              </w:rPr>
            </w:pPr>
            <w:r w:rsidRPr="00DF6DD6">
              <w:rPr>
                <w:lang w:val="en-US" w:eastAsia="fi-FI"/>
              </w:rPr>
              <w:t>DC_3A_n257D</w:t>
            </w:r>
          </w:p>
          <w:p w14:paraId="6ECBF7C5" w14:textId="77777777" w:rsidR="00F177CB" w:rsidRPr="00DF6DD6" w:rsidRDefault="00F177CB" w:rsidP="003768E0">
            <w:pPr>
              <w:pStyle w:val="TAC"/>
              <w:keepNext w:val="0"/>
              <w:rPr>
                <w:lang w:val="en-US" w:eastAsia="fi-FI"/>
              </w:rPr>
            </w:pPr>
            <w:r w:rsidRPr="00DF6DD6">
              <w:rPr>
                <w:lang w:val="en-US" w:eastAsia="fi-FI"/>
              </w:rPr>
              <w:t>DC_3A_n257E</w:t>
            </w:r>
          </w:p>
          <w:p w14:paraId="21ED37B4" w14:textId="77777777" w:rsidR="00F177CB" w:rsidRPr="00DF6DD6" w:rsidRDefault="00F177CB" w:rsidP="003768E0">
            <w:pPr>
              <w:pStyle w:val="TAC"/>
              <w:keepNext w:val="0"/>
              <w:rPr>
                <w:lang w:val="fi-FI" w:eastAsia="fi-FI"/>
              </w:rPr>
            </w:pPr>
            <w:r w:rsidRPr="00DF6DD6">
              <w:rPr>
                <w:lang w:val="fi-FI" w:eastAsia="fi-FI"/>
              </w:rPr>
              <w:t>DC_3A_n257F</w:t>
            </w:r>
          </w:p>
        </w:tc>
        <w:tc>
          <w:tcPr>
            <w:tcW w:w="4514" w:type="dxa"/>
            <w:vAlign w:val="center"/>
          </w:tcPr>
          <w:p w14:paraId="247EC70A" w14:textId="77777777" w:rsidR="00F177CB" w:rsidRPr="00DF6DD6" w:rsidRDefault="00F177CB" w:rsidP="003768E0">
            <w:pPr>
              <w:pStyle w:val="TAC"/>
              <w:keepNext w:val="0"/>
              <w:rPr>
                <w:lang w:val="fi-FI" w:eastAsia="fi-FI"/>
              </w:rPr>
            </w:pPr>
            <w:r w:rsidRPr="00DF6DD6">
              <w:rPr>
                <w:lang w:val="fi-FI" w:eastAsia="fi-FI"/>
              </w:rPr>
              <w:t>DC_3A_n257A</w:t>
            </w:r>
          </w:p>
        </w:tc>
      </w:tr>
      <w:tr w:rsidR="00F55B07" w:rsidRPr="00DF6DD6" w14:paraId="5628D46B" w14:textId="77777777" w:rsidTr="00CE04D0">
        <w:trPr>
          <w:trHeight w:val="288"/>
          <w:jc w:val="center"/>
        </w:trPr>
        <w:tc>
          <w:tcPr>
            <w:tcW w:w="0" w:type="auto"/>
            <w:shd w:val="clear" w:color="auto" w:fill="auto"/>
            <w:noWrap/>
            <w:vAlign w:val="center"/>
          </w:tcPr>
          <w:p w14:paraId="649A74A0" w14:textId="77777777" w:rsidR="00F177CB" w:rsidRPr="00DF6DD6" w:rsidRDefault="00F177CB" w:rsidP="003768E0">
            <w:pPr>
              <w:pStyle w:val="TAC"/>
              <w:keepNext w:val="0"/>
              <w:rPr>
                <w:lang w:val="fi-FI" w:eastAsia="fi-FI"/>
              </w:rPr>
            </w:pPr>
            <w:r w:rsidRPr="00DF6DD6">
              <w:t>DC_3A_n258A</w:t>
            </w:r>
          </w:p>
        </w:tc>
        <w:tc>
          <w:tcPr>
            <w:tcW w:w="4514" w:type="dxa"/>
            <w:vAlign w:val="center"/>
          </w:tcPr>
          <w:p w14:paraId="147912F1" w14:textId="77777777" w:rsidR="00F177CB" w:rsidRPr="00DF6DD6" w:rsidRDefault="00F177CB" w:rsidP="003768E0">
            <w:pPr>
              <w:pStyle w:val="TAC"/>
              <w:keepNext w:val="0"/>
              <w:rPr>
                <w:lang w:val="fi-FI" w:eastAsia="fi-FI"/>
              </w:rPr>
            </w:pPr>
            <w:r w:rsidRPr="00DF6DD6">
              <w:t>DC_3A_n258A</w:t>
            </w:r>
          </w:p>
        </w:tc>
      </w:tr>
      <w:tr w:rsidR="00F55B07" w:rsidRPr="00DF6DD6" w14:paraId="3427AD00" w14:textId="77777777" w:rsidTr="00CE04D0">
        <w:trPr>
          <w:trHeight w:val="288"/>
          <w:jc w:val="center"/>
        </w:trPr>
        <w:tc>
          <w:tcPr>
            <w:tcW w:w="0" w:type="auto"/>
            <w:shd w:val="clear" w:color="auto" w:fill="auto"/>
            <w:noWrap/>
            <w:vAlign w:val="center"/>
          </w:tcPr>
          <w:p w14:paraId="1F8206C4" w14:textId="77777777" w:rsidR="00F177CB" w:rsidRPr="00DF6DD6" w:rsidRDefault="00F177CB" w:rsidP="003768E0">
            <w:pPr>
              <w:pStyle w:val="TAC"/>
              <w:keepNext w:val="0"/>
              <w:rPr>
                <w:lang w:val="en-US" w:eastAsia="fi-FI"/>
              </w:rPr>
            </w:pPr>
            <w:r w:rsidRPr="00DF6DD6">
              <w:rPr>
                <w:lang w:val="en-US" w:eastAsia="fi-FI"/>
              </w:rPr>
              <w:t>DC_5A_n257A</w:t>
            </w:r>
          </w:p>
          <w:p w14:paraId="5C6E09D4" w14:textId="2EFD9FE0" w:rsidR="00F177CB" w:rsidRPr="00DF6DD6" w:rsidRDefault="00F177CB" w:rsidP="003768E0">
            <w:pPr>
              <w:pStyle w:val="TAC"/>
              <w:keepNext w:val="0"/>
              <w:rPr>
                <w:lang w:val="en-US" w:eastAsia="fi-FI"/>
              </w:rPr>
            </w:pPr>
            <w:r w:rsidRPr="00DF6DD6">
              <w:rPr>
                <w:lang w:val="en-US" w:eastAsia="fi-FI"/>
              </w:rPr>
              <w:t>DC_5B_n257A</w:t>
            </w:r>
          </w:p>
        </w:tc>
        <w:tc>
          <w:tcPr>
            <w:tcW w:w="4514" w:type="dxa"/>
            <w:vAlign w:val="center"/>
          </w:tcPr>
          <w:p w14:paraId="241F1CBB" w14:textId="77777777" w:rsidR="00F177CB" w:rsidRPr="00DF6DD6" w:rsidRDefault="00F177CB" w:rsidP="003768E0">
            <w:pPr>
              <w:pStyle w:val="TAC"/>
              <w:keepNext w:val="0"/>
              <w:rPr>
                <w:lang w:val="en-US" w:eastAsia="fi-FI"/>
              </w:rPr>
            </w:pPr>
            <w:r w:rsidRPr="00DF6DD6">
              <w:rPr>
                <w:lang w:val="en-US" w:eastAsia="fi-FI"/>
              </w:rPr>
              <w:t>DC_5A_n257A</w:t>
            </w:r>
          </w:p>
          <w:p w14:paraId="047BF1F2" w14:textId="589DFB83" w:rsidR="00F177CB" w:rsidRPr="00DF6DD6" w:rsidRDefault="00F177CB" w:rsidP="003768E0">
            <w:pPr>
              <w:pStyle w:val="TAC"/>
              <w:keepNext w:val="0"/>
              <w:rPr>
                <w:lang w:val="en-US" w:eastAsia="fi-FI"/>
              </w:rPr>
            </w:pPr>
            <w:r w:rsidRPr="00DF6DD6">
              <w:rPr>
                <w:lang w:val="en-US" w:eastAsia="fi-FI"/>
              </w:rPr>
              <w:t>DC_5B_n257A</w:t>
            </w:r>
          </w:p>
        </w:tc>
      </w:tr>
      <w:tr w:rsidR="00F55B07" w:rsidRPr="00DF6DD6" w14:paraId="094479F9" w14:textId="77777777" w:rsidTr="00CE04D0">
        <w:trPr>
          <w:trHeight w:val="288"/>
          <w:jc w:val="center"/>
        </w:trPr>
        <w:tc>
          <w:tcPr>
            <w:tcW w:w="0" w:type="auto"/>
            <w:shd w:val="clear" w:color="auto" w:fill="auto"/>
            <w:noWrap/>
            <w:vAlign w:val="center"/>
          </w:tcPr>
          <w:p w14:paraId="486FED51" w14:textId="63610127" w:rsidR="00F177CB" w:rsidRPr="00DF6DD6" w:rsidRDefault="00F177CB" w:rsidP="003768E0">
            <w:pPr>
              <w:pStyle w:val="TAC"/>
              <w:keepNext w:val="0"/>
              <w:rPr>
                <w:lang w:val="fi-FI" w:eastAsia="fi-FI"/>
              </w:rPr>
            </w:pPr>
            <w:r w:rsidRPr="00DF6DD6">
              <w:rPr>
                <w:noProof/>
                <w:lang w:eastAsia="zh-CN"/>
              </w:rPr>
              <w:t>DC_5A-5A_n257A</w:t>
            </w:r>
          </w:p>
        </w:tc>
        <w:tc>
          <w:tcPr>
            <w:tcW w:w="4514" w:type="dxa"/>
            <w:vAlign w:val="center"/>
          </w:tcPr>
          <w:p w14:paraId="08F00FF9" w14:textId="1B761BF9" w:rsidR="00F177CB" w:rsidRPr="00DF6DD6" w:rsidRDefault="00F177CB" w:rsidP="003768E0">
            <w:pPr>
              <w:pStyle w:val="TAC"/>
              <w:keepNext w:val="0"/>
              <w:rPr>
                <w:lang w:val="fi-FI" w:eastAsia="fi-FI"/>
              </w:rPr>
            </w:pPr>
            <w:r w:rsidRPr="00DF6DD6">
              <w:rPr>
                <w:noProof/>
                <w:lang w:eastAsia="zh-CN"/>
              </w:rPr>
              <w:t>DC_5A_n257A</w:t>
            </w:r>
          </w:p>
        </w:tc>
      </w:tr>
      <w:tr w:rsidR="00F55B07" w:rsidRPr="00DF6DD6" w14:paraId="2E11AD71" w14:textId="77777777" w:rsidTr="00CE04D0">
        <w:trPr>
          <w:trHeight w:val="288"/>
          <w:jc w:val="center"/>
        </w:trPr>
        <w:tc>
          <w:tcPr>
            <w:tcW w:w="0" w:type="auto"/>
            <w:shd w:val="clear" w:color="auto" w:fill="auto"/>
            <w:noWrap/>
            <w:vAlign w:val="center"/>
          </w:tcPr>
          <w:p w14:paraId="71249ADC" w14:textId="77777777" w:rsidR="00F177CB" w:rsidRPr="00DF6DD6" w:rsidRDefault="00F177CB" w:rsidP="003768E0">
            <w:pPr>
              <w:pStyle w:val="TAC"/>
              <w:keepNext w:val="0"/>
              <w:rPr>
                <w:lang w:val="en-US" w:eastAsia="fi-FI"/>
              </w:rPr>
            </w:pPr>
            <w:r w:rsidRPr="00DF6DD6">
              <w:rPr>
                <w:lang w:val="en-US" w:eastAsia="fi-FI"/>
              </w:rPr>
              <w:t>DC_5A_n260A</w:t>
            </w:r>
          </w:p>
          <w:p w14:paraId="2455DD2A" w14:textId="77777777" w:rsidR="00F177CB" w:rsidRPr="00DF6DD6" w:rsidRDefault="00F177CB" w:rsidP="003768E0">
            <w:pPr>
              <w:pStyle w:val="TAC"/>
              <w:keepNext w:val="0"/>
              <w:rPr>
                <w:lang w:val="en-US" w:eastAsia="fi-FI"/>
              </w:rPr>
            </w:pPr>
            <w:r w:rsidRPr="00DF6DD6">
              <w:rPr>
                <w:lang w:val="en-US" w:eastAsia="fi-FI"/>
              </w:rPr>
              <w:t>DC_5A_n260B</w:t>
            </w:r>
          </w:p>
          <w:p w14:paraId="0D1255D3" w14:textId="77777777" w:rsidR="00F177CB" w:rsidRPr="00DF6DD6" w:rsidRDefault="00F177CB" w:rsidP="003768E0">
            <w:pPr>
              <w:pStyle w:val="TAC"/>
              <w:keepNext w:val="0"/>
              <w:rPr>
                <w:lang w:val="en-US" w:eastAsia="fi-FI"/>
              </w:rPr>
            </w:pPr>
            <w:r w:rsidRPr="00DF6DD6">
              <w:rPr>
                <w:lang w:val="en-US" w:eastAsia="fi-FI"/>
              </w:rPr>
              <w:t>DC_5A_n260C</w:t>
            </w:r>
          </w:p>
          <w:p w14:paraId="137330A9" w14:textId="77777777" w:rsidR="00F177CB" w:rsidRPr="00DF6DD6" w:rsidRDefault="00F177CB" w:rsidP="003768E0">
            <w:pPr>
              <w:pStyle w:val="TAC"/>
              <w:keepNext w:val="0"/>
              <w:rPr>
                <w:lang w:val="en-US" w:eastAsia="fi-FI"/>
              </w:rPr>
            </w:pPr>
            <w:r w:rsidRPr="00DF6DD6">
              <w:rPr>
                <w:lang w:val="en-US" w:eastAsia="fi-FI"/>
              </w:rPr>
              <w:t>DC_5A_n260D</w:t>
            </w:r>
          </w:p>
          <w:p w14:paraId="451E6EEE" w14:textId="77777777" w:rsidR="00F177CB" w:rsidRPr="00DF6DD6" w:rsidRDefault="00F177CB" w:rsidP="003768E0">
            <w:pPr>
              <w:pStyle w:val="TAC"/>
              <w:keepNext w:val="0"/>
              <w:rPr>
                <w:lang w:val="en-US" w:eastAsia="fi-FI"/>
              </w:rPr>
            </w:pPr>
            <w:r w:rsidRPr="00DF6DD6">
              <w:rPr>
                <w:lang w:val="en-US" w:eastAsia="fi-FI"/>
              </w:rPr>
              <w:t>DC_5A_n260E</w:t>
            </w:r>
          </w:p>
          <w:p w14:paraId="3B926865" w14:textId="77777777" w:rsidR="00F177CB" w:rsidRPr="00DF6DD6" w:rsidRDefault="00F177CB" w:rsidP="003768E0">
            <w:pPr>
              <w:pStyle w:val="TAC"/>
              <w:keepNext w:val="0"/>
              <w:rPr>
                <w:lang w:val="en-US" w:eastAsia="fi-FI"/>
              </w:rPr>
            </w:pPr>
            <w:r w:rsidRPr="00DF6DD6">
              <w:rPr>
                <w:lang w:val="en-US" w:eastAsia="fi-FI"/>
              </w:rPr>
              <w:t>DC_5A_n260F</w:t>
            </w:r>
          </w:p>
          <w:p w14:paraId="7ABBAC8D" w14:textId="77777777" w:rsidR="00F177CB" w:rsidRPr="00DF6DD6" w:rsidRDefault="00F177CB" w:rsidP="003768E0">
            <w:pPr>
              <w:pStyle w:val="TAC"/>
              <w:keepNext w:val="0"/>
              <w:rPr>
                <w:lang w:val="en-US" w:eastAsia="fi-FI"/>
              </w:rPr>
            </w:pPr>
            <w:r w:rsidRPr="00DF6DD6">
              <w:rPr>
                <w:lang w:val="en-US" w:eastAsia="fi-FI"/>
              </w:rPr>
              <w:t>DC_5A_n260G</w:t>
            </w:r>
          </w:p>
          <w:p w14:paraId="0CD79077" w14:textId="77777777" w:rsidR="00F177CB" w:rsidRPr="00DF6DD6" w:rsidRDefault="00F177CB" w:rsidP="003768E0">
            <w:pPr>
              <w:pStyle w:val="TAC"/>
              <w:keepNext w:val="0"/>
              <w:rPr>
                <w:lang w:val="en-US" w:eastAsia="fi-FI"/>
              </w:rPr>
            </w:pPr>
            <w:r w:rsidRPr="00DF6DD6">
              <w:rPr>
                <w:lang w:val="en-US" w:eastAsia="fi-FI"/>
              </w:rPr>
              <w:t>DC_5A_n260H</w:t>
            </w:r>
          </w:p>
          <w:p w14:paraId="44CDE6CB" w14:textId="77777777" w:rsidR="00F177CB" w:rsidRPr="00DF6DD6" w:rsidRDefault="00F177CB" w:rsidP="003768E0">
            <w:pPr>
              <w:pStyle w:val="TAC"/>
              <w:keepNext w:val="0"/>
              <w:rPr>
                <w:lang w:val="en-US" w:eastAsia="fi-FI"/>
              </w:rPr>
            </w:pPr>
            <w:r w:rsidRPr="00DF6DD6">
              <w:rPr>
                <w:lang w:val="en-US" w:eastAsia="fi-FI"/>
              </w:rPr>
              <w:t>DC_5A_n260I</w:t>
            </w:r>
          </w:p>
          <w:p w14:paraId="2A1BD11D" w14:textId="77777777" w:rsidR="00F177CB" w:rsidRPr="00DF6DD6" w:rsidRDefault="00F177CB" w:rsidP="003768E0">
            <w:pPr>
              <w:pStyle w:val="TAC"/>
              <w:keepNext w:val="0"/>
              <w:rPr>
                <w:lang w:val="en-US" w:eastAsia="fi-FI"/>
              </w:rPr>
            </w:pPr>
            <w:r w:rsidRPr="00DF6DD6">
              <w:rPr>
                <w:lang w:val="en-US" w:eastAsia="fi-FI"/>
              </w:rPr>
              <w:t>DC_5A_n260J</w:t>
            </w:r>
          </w:p>
          <w:p w14:paraId="0832176F" w14:textId="77777777" w:rsidR="00F177CB" w:rsidRPr="00DF6DD6" w:rsidRDefault="00F177CB" w:rsidP="003768E0">
            <w:pPr>
              <w:pStyle w:val="TAC"/>
              <w:keepNext w:val="0"/>
              <w:rPr>
                <w:lang w:val="en-US" w:eastAsia="fi-FI"/>
              </w:rPr>
            </w:pPr>
            <w:r w:rsidRPr="00DF6DD6">
              <w:rPr>
                <w:lang w:val="en-US" w:eastAsia="fi-FI"/>
              </w:rPr>
              <w:t>DC_5A_n260K</w:t>
            </w:r>
          </w:p>
          <w:p w14:paraId="04B9C542" w14:textId="77777777" w:rsidR="00F177CB" w:rsidRPr="00DF6DD6" w:rsidRDefault="00F177CB" w:rsidP="003768E0">
            <w:pPr>
              <w:pStyle w:val="TAC"/>
              <w:keepNext w:val="0"/>
              <w:rPr>
                <w:lang w:val="en-US" w:eastAsia="fi-FI"/>
              </w:rPr>
            </w:pPr>
            <w:r w:rsidRPr="00DF6DD6">
              <w:rPr>
                <w:lang w:val="en-US" w:eastAsia="fi-FI"/>
              </w:rPr>
              <w:t>DC_5A_n260L</w:t>
            </w:r>
          </w:p>
          <w:p w14:paraId="65D136D6" w14:textId="77777777" w:rsidR="00F177CB" w:rsidRPr="00DF6DD6" w:rsidRDefault="00F177CB" w:rsidP="003768E0">
            <w:pPr>
              <w:pStyle w:val="TAC"/>
              <w:keepNext w:val="0"/>
              <w:rPr>
                <w:lang w:val="en-US" w:eastAsia="fi-FI"/>
              </w:rPr>
            </w:pPr>
            <w:r w:rsidRPr="00DF6DD6">
              <w:rPr>
                <w:lang w:val="en-US" w:eastAsia="fi-FI"/>
              </w:rPr>
              <w:t>DC_5A_n260M</w:t>
            </w:r>
          </w:p>
          <w:p w14:paraId="2631A2FC" w14:textId="77777777" w:rsidR="00F177CB" w:rsidRPr="00DF6DD6" w:rsidRDefault="00F177CB" w:rsidP="003768E0">
            <w:pPr>
              <w:pStyle w:val="TAC"/>
              <w:keepNext w:val="0"/>
              <w:rPr>
                <w:lang w:val="en-US" w:eastAsia="fi-FI"/>
              </w:rPr>
            </w:pPr>
            <w:r w:rsidRPr="00DF6DD6">
              <w:rPr>
                <w:lang w:val="en-US" w:eastAsia="fi-FI"/>
              </w:rPr>
              <w:t>DC_5A_n260O</w:t>
            </w:r>
          </w:p>
          <w:p w14:paraId="59465EF5" w14:textId="77777777" w:rsidR="00F177CB" w:rsidRPr="00DF6DD6" w:rsidRDefault="00F177CB" w:rsidP="003768E0">
            <w:pPr>
              <w:pStyle w:val="TAC"/>
              <w:keepNext w:val="0"/>
              <w:rPr>
                <w:lang w:val="en-US" w:eastAsia="fi-FI"/>
              </w:rPr>
            </w:pPr>
            <w:r w:rsidRPr="00DF6DD6">
              <w:rPr>
                <w:lang w:val="en-US" w:eastAsia="fi-FI"/>
              </w:rPr>
              <w:t>DC_5A_n260P</w:t>
            </w:r>
          </w:p>
          <w:p w14:paraId="7BB5CCCB" w14:textId="3B21FF30" w:rsidR="00F177CB" w:rsidRPr="00DF6DD6" w:rsidRDefault="00F177CB" w:rsidP="003768E0">
            <w:pPr>
              <w:pStyle w:val="TAC"/>
              <w:keepNext w:val="0"/>
              <w:rPr>
                <w:lang w:val="en-US" w:eastAsia="fi-FI"/>
              </w:rPr>
            </w:pPr>
            <w:r w:rsidRPr="00DF6DD6">
              <w:rPr>
                <w:lang w:val="en-US" w:eastAsia="fi-FI"/>
              </w:rPr>
              <w:t>DC_5A_n260Q</w:t>
            </w:r>
          </w:p>
          <w:p w14:paraId="59B89C49" w14:textId="43FDDBA0" w:rsidR="00F177CB" w:rsidRPr="00DF6DD6" w:rsidRDefault="00F177CB" w:rsidP="003768E0">
            <w:pPr>
              <w:pStyle w:val="TAC"/>
              <w:keepNext w:val="0"/>
              <w:rPr>
                <w:lang w:val="en-US" w:eastAsia="fi-FI"/>
              </w:rPr>
            </w:pPr>
            <w:r w:rsidRPr="00DF6DD6">
              <w:rPr>
                <w:noProof/>
                <w:lang w:eastAsia="zh-CN"/>
              </w:rPr>
              <w:t>DC_5B_n260A</w:t>
            </w:r>
          </w:p>
        </w:tc>
        <w:tc>
          <w:tcPr>
            <w:tcW w:w="4514" w:type="dxa"/>
            <w:vAlign w:val="center"/>
          </w:tcPr>
          <w:p w14:paraId="359DBEA3" w14:textId="77777777" w:rsidR="00F177CB" w:rsidRPr="00DF6DD6" w:rsidRDefault="00F177CB" w:rsidP="003768E0">
            <w:pPr>
              <w:pStyle w:val="TAC"/>
              <w:keepNext w:val="0"/>
              <w:rPr>
                <w:lang w:val="en-US" w:eastAsia="fi-FI"/>
              </w:rPr>
            </w:pPr>
            <w:r w:rsidRPr="00DF6DD6">
              <w:rPr>
                <w:lang w:val="en-US" w:eastAsia="fi-FI"/>
              </w:rPr>
              <w:t>DC_5A_n260A</w:t>
            </w:r>
          </w:p>
          <w:p w14:paraId="1A5094B5" w14:textId="7FA74C4D" w:rsidR="00F177CB" w:rsidRPr="00DF6DD6" w:rsidRDefault="00F177CB" w:rsidP="003768E0">
            <w:pPr>
              <w:pStyle w:val="TAC"/>
              <w:keepNext w:val="0"/>
              <w:rPr>
                <w:lang w:val="en-US" w:eastAsia="fi-FI"/>
              </w:rPr>
            </w:pPr>
            <w:r w:rsidRPr="00DF6DD6">
              <w:rPr>
                <w:noProof/>
                <w:lang w:eastAsia="zh-CN"/>
              </w:rPr>
              <w:t>DC_5B_n260A</w:t>
            </w:r>
          </w:p>
        </w:tc>
      </w:tr>
      <w:tr w:rsidR="00F55B07" w:rsidRPr="00DF6DD6" w14:paraId="554C3740" w14:textId="77777777" w:rsidTr="00CE04D0">
        <w:trPr>
          <w:trHeight w:val="288"/>
          <w:jc w:val="center"/>
        </w:trPr>
        <w:tc>
          <w:tcPr>
            <w:tcW w:w="0" w:type="auto"/>
            <w:shd w:val="clear" w:color="auto" w:fill="auto"/>
            <w:noWrap/>
            <w:vAlign w:val="center"/>
          </w:tcPr>
          <w:p w14:paraId="12B29299" w14:textId="77777777" w:rsidR="00F177CB" w:rsidRPr="00DF6DD6" w:rsidRDefault="00F177CB" w:rsidP="003768E0">
            <w:pPr>
              <w:pStyle w:val="TAC"/>
              <w:keepNext w:val="0"/>
              <w:rPr>
                <w:lang w:val="en-US" w:eastAsia="fi-FI"/>
              </w:rPr>
            </w:pPr>
            <w:r w:rsidRPr="00DF6DD6">
              <w:rPr>
                <w:lang w:val="en-US" w:eastAsia="fi-FI"/>
              </w:rPr>
              <w:t>DC_5A_n260(2A)</w:t>
            </w:r>
          </w:p>
          <w:p w14:paraId="67AEBEE9" w14:textId="77777777" w:rsidR="00F177CB" w:rsidRPr="00DF6DD6" w:rsidRDefault="00F177CB" w:rsidP="003768E0">
            <w:pPr>
              <w:pStyle w:val="TAC"/>
              <w:keepNext w:val="0"/>
              <w:rPr>
                <w:lang w:val="en-US" w:eastAsia="fi-FI"/>
              </w:rPr>
            </w:pPr>
            <w:r w:rsidRPr="00DF6DD6">
              <w:rPr>
                <w:lang w:val="en-US" w:eastAsia="fi-FI"/>
              </w:rPr>
              <w:t>DC_5A_n260(3A)</w:t>
            </w:r>
          </w:p>
          <w:p w14:paraId="35DEEDDA" w14:textId="77777777" w:rsidR="00F177CB" w:rsidRPr="00DF6DD6" w:rsidRDefault="00F177CB" w:rsidP="003768E0">
            <w:pPr>
              <w:pStyle w:val="TAC"/>
              <w:keepNext w:val="0"/>
              <w:rPr>
                <w:lang w:val="en-US" w:eastAsia="fi-FI"/>
              </w:rPr>
            </w:pPr>
            <w:r w:rsidRPr="00DF6DD6">
              <w:rPr>
                <w:lang w:val="en-US" w:eastAsia="fi-FI"/>
              </w:rPr>
              <w:t>DC_5A_n260(4A)</w:t>
            </w:r>
          </w:p>
          <w:p w14:paraId="44578BAD" w14:textId="77777777" w:rsidR="00F177CB" w:rsidRPr="00DF6DD6" w:rsidRDefault="00F177CB" w:rsidP="003768E0">
            <w:pPr>
              <w:pStyle w:val="TAC"/>
              <w:keepNext w:val="0"/>
              <w:rPr>
                <w:lang w:val="en-US" w:eastAsia="fi-FI"/>
              </w:rPr>
            </w:pPr>
            <w:r w:rsidRPr="00DF6DD6">
              <w:rPr>
                <w:lang w:val="en-US" w:eastAsia="fi-FI"/>
              </w:rPr>
              <w:t>DC_5A_n260(A-I)</w:t>
            </w:r>
          </w:p>
          <w:p w14:paraId="6D9650A0" w14:textId="77777777" w:rsidR="00F177CB" w:rsidRPr="00DF6DD6" w:rsidRDefault="00F177CB" w:rsidP="003768E0">
            <w:pPr>
              <w:pStyle w:val="TAC"/>
              <w:keepNext w:val="0"/>
              <w:rPr>
                <w:lang w:val="en-US" w:eastAsia="fi-FI"/>
              </w:rPr>
            </w:pPr>
            <w:r w:rsidRPr="00DF6DD6">
              <w:rPr>
                <w:lang w:val="en-US" w:eastAsia="fi-FI"/>
              </w:rPr>
              <w:t>DC_5A_n260(D-G)</w:t>
            </w:r>
          </w:p>
          <w:p w14:paraId="3A9FEFBA" w14:textId="77777777" w:rsidR="00F177CB" w:rsidRPr="00DF6DD6" w:rsidRDefault="00F177CB" w:rsidP="003768E0">
            <w:pPr>
              <w:pStyle w:val="TAC"/>
              <w:keepNext w:val="0"/>
              <w:rPr>
                <w:lang w:val="en-US" w:eastAsia="fi-FI"/>
              </w:rPr>
            </w:pPr>
            <w:r w:rsidRPr="00DF6DD6">
              <w:rPr>
                <w:lang w:val="en-US" w:eastAsia="fi-FI"/>
              </w:rPr>
              <w:t>DC_5A_n260(D-H)</w:t>
            </w:r>
          </w:p>
          <w:p w14:paraId="24BC981A" w14:textId="77777777" w:rsidR="00F177CB" w:rsidRPr="00DF6DD6" w:rsidRDefault="00F177CB" w:rsidP="003768E0">
            <w:pPr>
              <w:pStyle w:val="TAC"/>
              <w:keepNext w:val="0"/>
              <w:rPr>
                <w:lang w:val="en-US" w:eastAsia="fi-FI"/>
              </w:rPr>
            </w:pPr>
            <w:r w:rsidRPr="00DF6DD6">
              <w:rPr>
                <w:lang w:val="en-US" w:eastAsia="fi-FI"/>
              </w:rPr>
              <w:t>DC_5A_n260(D-I)</w:t>
            </w:r>
          </w:p>
          <w:p w14:paraId="7223D5A4" w14:textId="77777777" w:rsidR="00F177CB" w:rsidRPr="00DF6DD6" w:rsidRDefault="00F177CB" w:rsidP="003768E0">
            <w:pPr>
              <w:pStyle w:val="TAC"/>
              <w:keepNext w:val="0"/>
              <w:rPr>
                <w:lang w:val="en-US" w:eastAsia="fi-FI"/>
              </w:rPr>
            </w:pPr>
            <w:r w:rsidRPr="00DF6DD6">
              <w:rPr>
                <w:lang w:val="en-US" w:eastAsia="fi-FI"/>
              </w:rPr>
              <w:t>DC_5A_n260(D-O)</w:t>
            </w:r>
          </w:p>
          <w:p w14:paraId="63C7D742" w14:textId="77777777" w:rsidR="00F177CB" w:rsidRPr="00DF6DD6" w:rsidRDefault="00F177CB" w:rsidP="003768E0">
            <w:pPr>
              <w:pStyle w:val="TAC"/>
              <w:keepNext w:val="0"/>
              <w:rPr>
                <w:lang w:val="en-US" w:eastAsia="fi-FI"/>
              </w:rPr>
            </w:pPr>
            <w:r w:rsidRPr="00DF6DD6">
              <w:rPr>
                <w:lang w:val="en-US" w:eastAsia="fi-FI"/>
              </w:rPr>
              <w:t>DC_5A_n260(D-P)</w:t>
            </w:r>
          </w:p>
          <w:p w14:paraId="0499E15D" w14:textId="77777777" w:rsidR="00F177CB" w:rsidRPr="00DF6DD6" w:rsidRDefault="00F177CB" w:rsidP="003768E0">
            <w:pPr>
              <w:pStyle w:val="TAC"/>
              <w:keepNext w:val="0"/>
              <w:rPr>
                <w:lang w:val="en-US" w:eastAsia="fi-FI"/>
              </w:rPr>
            </w:pPr>
            <w:r w:rsidRPr="00DF6DD6">
              <w:rPr>
                <w:lang w:val="en-US" w:eastAsia="fi-FI"/>
              </w:rPr>
              <w:t>DC_5A_n260(D-Q)</w:t>
            </w:r>
          </w:p>
          <w:p w14:paraId="1E674CDB" w14:textId="77777777" w:rsidR="00F177CB" w:rsidRPr="00DF6DD6" w:rsidRDefault="00F177CB" w:rsidP="003768E0">
            <w:pPr>
              <w:pStyle w:val="TAC"/>
              <w:keepNext w:val="0"/>
              <w:rPr>
                <w:lang w:val="en-US" w:eastAsia="fi-FI"/>
              </w:rPr>
            </w:pPr>
            <w:r w:rsidRPr="00DF6DD6">
              <w:rPr>
                <w:lang w:val="en-US" w:eastAsia="fi-FI"/>
              </w:rPr>
              <w:t>DC_5A_n260(E-O)</w:t>
            </w:r>
          </w:p>
          <w:p w14:paraId="7BFC3D81" w14:textId="77777777" w:rsidR="00F177CB" w:rsidRPr="00DF6DD6" w:rsidRDefault="00F177CB" w:rsidP="003768E0">
            <w:pPr>
              <w:pStyle w:val="TAC"/>
              <w:keepNext w:val="0"/>
              <w:rPr>
                <w:lang w:val="en-US" w:eastAsia="fi-FI"/>
              </w:rPr>
            </w:pPr>
            <w:r w:rsidRPr="00DF6DD6">
              <w:rPr>
                <w:lang w:val="en-US" w:eastAsia="fi-FI"/>
              </w:rPr>
              <w:t>DC_5A_n260(E-P)</w:t>
            </w:r>
          </w:p>
          <w:p w14:paraId="16D076CD" w14:textId="77777777" w:rsidR="00F177CB" w:rsidRPr="00DF6DD6" w:rsidRDefault="00F177CB" w:rsidP="003768E0">
            <w:pPr>
              <w:pStyle w:val="TAC"/>
              <w:keepNext w:val="0"/>
              <w:rPr>
                <w:lang w:val="en-US" w:eastAsia="fi-FI"/>
              </w:rPr>
            </w:pPr>
            <w:r w:rsidRPr="00DF6DD6">
              <w:rPr>
                <w:lang w:val="en-US" w:eastAsia="fi-FI"/>
              </w:rPr>
              <w:t>DC_5A_n260(E-Q)</w:t>
            </w:r>
          </w:p>
          <w:p w14:paraId="55076433" w14:textId="566A508B" w:rsidR="00F177CB" w:rsidRPr="00DF6DD6" w:rsidRDefault="00F177CB" w:rsidP="003768E0">
            <w:pPr>
              <w:pStyle w:val="TAC"/>
              <w:keepNext w:val="0"/>
              <w:rPr>
                <w:lang w:val="en-US" w:eastAsia="fi-FI"/>
              </w:rPr>
            </w:pPr>
            <w:r w:rsidRPr="00DF6DD6">
              <w:rPr>
                <w:lang w:val="en-US" w:eastAsia="fi-FI"/>
              </w:rPr>
              <w:t>DC_5A_n260(G-I)</w:t>
            </w:r>
          </w:p>
        </w:tc>
        <w:tc>
          <w:tcPr>
            <w:tcW w:w="4514" w:type="dxa"/>
            <w:vAlign w:val="center"/>
          </w:tcPr>
          <w:p w14:paraId="179BD837" w14:textId="3BCD44A1" w:rsidR="00F177CB" w:rsidRPr="00DF6DD6" w:rsidRDefault="00F177CB" w:rsidP="003768E0">
            <w:pPr>
              <w:pStyle w:val="TAC"/>
              <w:keepNext w:val="0"/>
              <w:rPr>
                <w:lang w:val="fi-FI" w:eastAsia="fi-FI"/>
              </w:rPr>
            </w:pPr>
            <w:r w:rsidRPr="00DF6DD6">
              <w:rPr>
                <w:lang w:val="fi-FI" w:eastAsia="fi-FI"/>
              </w:rPr>
              <w:t>DC_5A_n260A</w:t>
            </w:r>
          </w:p>
        </w:tc>
      </w:tr>
      <w:tr w:rsidR="00F55B07" w:rsidRPr="00DF6DD6" w14:paraId="7D6F4025" w14:textId="77777777" w:rsidTr="00CE04D0">
        <w:trPr>
          <w:trHeight w:val="288"/>
          <w:jc w:val="center"/>
        </w:trPr>
        <w:tc>
          <w:tcPr>
            <w:tcW w:w="0" w:type="auto"/>
            <w:shd w:val="clear" w:color="auto" w:fill="auto"/>
            <w:noWrap/>
            <w:vAlign w:val="center"/>
          </w:tcPr>
          <w:p w14:paraId="125CFA80" w14:textId="7DE6A467" w:rsidR="00F177CB" w:rsidRPr="00DF6DD6" w:rsidRDefault="00F177CB" w:rsidP="003768E0">
            <w:pPr>
              <w:pStyle w:val="TAC"/>
              <w:keepNext w:val="0"/>
              <w:rPr>
                <w:lang w:val="fi-FI" w:eastAsia="fi-FI"/>
              </w:rPr>
            </w:pPr>
            <w:r w:rsidRPr="00DF6DD6">
              <w:rPr>
                <w:noProof/>
                <w:lang w:eastAsia="zh-CN"/>
              </w:rPr>
              <w:t>DC_5A-5A_n260A</w:t>
            </w:r>
          </w:p>
        </w:tc>
        <w:tc>
          <w:tcPr>
            <w:tcW w:w="4514" w:type="dxa"/>
            <w:vAlign w:val="center"/>
          </w:tcPr>
          <w:p w14:paraId="1402C5F6" w14:textId="143E0F16" w:rsidR="00F177CB" w:rsidRPr="00DF6DD6" w:rsidRDefault="00F177CB" w:rsidP="003768E0">
            <w:pPr>
              <w:pStyle w:val="TAC"/>
              <w:keepNext w:val="0"/>
              <w:rPr>
                <w:lang w:val="fi-FI" w:eastAsia="fi-FI"/>
              </w:rPr>
            </w:pPr>
            <w:r w:rsidRPr="00DF6DD6">
              <w:rPr>
                <w:noProof/>
                <w:lang w:eastAsia="zh-CN"/>
              </w:rPr>
              <w:t>DC_5A_n260A</w:t>
            </w:r>
          </w:p>
        </w:tc>
      </w:tr>
      <w:tr w:rsidR="00F55B07" w:rsidRPr="00DF6DD6" w14:paraId="0B70A495" w14:textId="77777777" w:rsidTr="00CE04D0">
        <w:trPr>
          <w:trHeight w:val="288"/>
          <w:jc w:val="center"/>
        </w:trPr>
        <w:tc>
          <w:tcPr>
            <w:tcW w:w="0" w:type="auto"/>
            <w:shd w:val="clear" w:color="auto" w:fill="auto"/>
            <w:noWrap/>
            <w:vAlign w:val="center"/>
          </w:tcPr>
          <w:p w14:paraId="77379227" w14:textId="77777777" w:rsidR="00F177CB" w:rsidRPr="00DF6DD6" w:rsidRDefault="00F177CB" w:rsidP="003768E0">
            <w:pPr>
              <w:pStyle w:val="TAC"/>
              <w:keepNext w:val="0"/>
              <w:rPr>
                <w:lang w:val="en-US" w:eastAsia="fi-FI"/>
              </w:rPr>
            </w:pPr>
            <w:r w:rsidRPr="00DF6DD6">
              <w:rPr>
                <w:lang w:val="en-US" w:eastAsia="fi-FI"/>
              </w:rPr>
              <w:t>DC_5A_n261A</w:t>
            </w:r>
          </w:p>
          <w:p w14:paraId="29EED4A9" w14:textId="77777777" w:rsidR="00F177CB" w:rsidRPr="00DF6DD6" w:rsidRDefault="00F177CB" w:rsidP="003768E0">
            <w:pPr>
              <w:pStyle w:val="TAC"/>
              <w:keepNext w:val="0"/>
              <w:rPr>
                <w:lang w:val="en-US" w:eastAsia="fi-FI"/>
              </w:rPr>
            </w:pPr>
            <w:r w:rsidRPr="00DF6DD6">
              <w:rPr>
                <w:lang w:val="en-US" w:eastAsia="fi-FI"/>
              </w:rPr>
              <w:t>DC_5A_n261B</w:t>
            </w:r>
          </w:p>
          <w:p w14:paraId="4A611FDA" w14:textId="77777777" w:rsidR="00F177CB" w:rsidRPr="00DF6DD6" w:rsidRDefault="00F177CB" w:rsidP="003768E0">
            <w:pPr>
              <w:pStyle w:val="TAC"/>
              <w:keepNext w:val="0"/>
              <w:rPr>
                <w:lang w:val="en-US" w:eastAsia="fi-FI"/>
              </w:rPr>
            </w:pPr>
            <w:r w:rsidRPr="00DF6DD6">
              <w:rPr>
                <w:lang w:val="en-US" w:eastAsia="fi-FI"/>
              </w:rPr>
              <w:t>DC_5A_n261C</w:t>
            </w:r>
          </w:p>
          <w:p w14:paraId="0B0FBA7A" w14:textId="77777777" w:rsidR="00F177CB" w:rsidRPr="00DF6DD6" w:rsidRDefault="00F177CB" w:rsidP="003768E0">
            <w:pPr>
              <w:pStyle w:val="TAC"/>
              <w:keepNext w:val="0"/>
              <w:rPr>
                <w:lang w:val="en-US" w:eastAsia="fi-FI"/>
              </w:rPr>
            </w:pPr>
            <w:r w:rsidRPr="00DF6DD6">
              <w:rPr>
                <w:lang w:val="en-US" w:eastAsia="fi-FI"/>
              </w:rPr>
              <w:t>DC_5A_n261D</w:t>
            </w:r>
          </w:p>
          <w:p w14:paraId="75718A59" w14:textId="77777777" w:rsidR="00F177CB" w:rsidRPr="00DF6DD6" w:rsidRDefault="00F177CB" w:rsidP="003768E0">
            <w:pPr>
              <w:pStyle w:val="TAC"/>
              <w:keepNext w:val="0"/>
              <w:rPr>
                <w:lang w:val="en-US" w:eastAsia="fi-FI"/>
              </w:rPr>
            </w:pPr>
            <w:r w:rsidRPr="00DF6DD6">
              <w:rPr>
                <w:lang w:val="en-US" w:eastAsia="fi-FI"/>
              </w:rPr>
              <w:t>DC_5A_n261E</w:t>
            </w:r>
          </w:p>
          <w:p w14:paraId="1FD562BC" w14:textId="77777777" w:rsidR="00F177CB" w:rsidRPr="00DF6DD6" w:rsidRDefault="00F177CB" w:rsidP="003768E0">
            <w:pPr>
              <w:pStyle w:val="TAC"/>
              <w:keepNext w:val="0"/>
              <w:rPr>
                <w:lang w:val="en-US" w:eastAsia="fi-FI"/>
              </w:rPr>
            </w:pPr>
            <w:r w:rsidRPr="00DF6DD6">
              <w:rPr>
                <w:lang w:val="en-US" w:eastAsia="fi-FI"/>
              </w:rPr>
              <w:t>DC_5A_n261F</w:t>
            </w:r>
          </w:p>
          <w:p w14:paraId="58397713" w14:textId="77777777" w:rsidR="00F177CB" w:rsidRPr="00DF6DD6" w:rsidRDefault="00F177CB" w:rsidP="003768E0">
            <w:pPr>
              <w:pStyle w:val="TAC"/>
              <w:keepNext w:val="0"/>
              <w:rPr>
                <w:lang w:val="en-US" w:eastAsia="fi-FI"/>
              </w:rPr>
            </w:pPr>
            <w:r w:rsidRPr="00DF6DD6">
              <w:rPr>
                <w:lang w:val="en-US" w:eastAsia="fi-FI"/>
              </w:rPr>
              <w:t>DC_5A_n261G</w:t>
            </w:r>
          </w:p>
          <w:p w14:paraId="2F99F742" w14:textId="77777777" w:rsidR="00F177CB" w:rsidRPr="00DF6DD6" w:rsidRDefault="00F177CB" w:rsidP="003768E0">
            <w:pPr>
              <w:pStyle w:val="TAC"/>
              <w:keepNext w:val="0"/>
              <w:rPr>
                <w:lang w:val="en-US" w:eastAsia="fi-FI"/>
              </w:rPr>
            </w:pPr>
            <w:r w:rsidRPr="00DF6DD6">
              <w:rPr>
                <w:lang w:val="en-US" w:eastAsia="fi-FI"/>
              </w:rPr>
              <w:t>DC_5A_n261H</w:t>
            </w:r>
          </w:p>
          <w:p w14:paraId="40AF7345" w14:textId="77777777" w:rsidR="00F177CB" w:rsidRPr="00DF6DD6" w:rsidRDefault="00F177CB" w:rsidP="003768E0">
            <w:pPr>
              <w:pStyle w:val="TAC"/>
              <w:keepNext w:val="0"/>
              <w:rPr>
                <w:lang w:val="en-US" w:eastAsia="fi-FI"/>
              </w:rPr>
            </w:pPr>
            <w:r w:rsidRPr="00DF6DD6">
              <w:rPr>
                <w:lang w:val="en-US" w:eastAsia="fi-FI"/>
              </w:rPr>
              <w:t>DC_5A_n261I</w:t>
            </w:r>
          </w:p>
          <w:p w14:paraId="25E6052B" w14:textId="77777777" w:rsidR="00F177CB" w:rsidRPr="00DF6DD6" w:rsidRDefault="00F177CB" w:rsidP="003768E0">
            <w:pPr>
              <w:pStyle w:val="TAC"/>
              <w:keepNext w:val="0"/>
              <w:rPr>
                <w:lang w:val="en-US" w:eastAsia="fi-FI"/>
              </w:rPr>
            </w:pPr>
            <w:r w:rsidRPr="00DF6DD6">
              <w:rPr>
                <w:lang w:val="en-US" w:eastAsia="fi-FI"/>
              </w:rPr>
              <w:t>DC_5A_n261J</w:t>
            </w:r>
          </w:p>
          <w:p w14:paraId="04611A11" w14:textId="77777777" w:rsidR="00F177CB" w:rsidRPr="00DF6DD6" w:rsidRDefault="00F177CB" w:rsidP="003768E0">
            <w:pPr>
              <w:pStyle w:val="TAC"/>
              <w:keepNext w:val="0"/>
              <w:rPr>
                <w:lang w:val="en-US" w:eastAsia="fi-FI"/>
              </w:rPr>
            </w:pPr>
            <w:r w:rsidRPr="00DF6DD6">
              <w:rPr>
                <w:lang w:val="en-US" w:eastAsia="fi-FI"/>
              </w:rPr>
              <w:t>DC_5A_n261K</w:t>
            </w:r>
          </w:p>
          <w:p w14:paraId="1C31B0AE" w14:textId="77777777" w:rsidR="00F177CB" w:rsidRPr="00DF6DD6" w:rsidRDefault="00F177CB" w:rsidP="003768E0">
            <w:pPr>
              <w:pStyle w:val="TAC"/>
              <w:keepNext w:val="0"/>
              <w:rPr>
                <w:lang w:val="en-US" w:eastAsia="fi-FI"/>
              </w:rPr>
            </w:pPr>
            <w:r w:rsidRPr="00DF6DD6">
              <w:rPr>
                <w:lang w:val="en-US" w:eastAsia="fi-FI"/>
              </w:rPr>
              <w:t>DC_5A_n261L</w:t>
            </w:r>
          </w:p>
          <w:p w14:paraId="3953C706" w14:textId="77777777" w:rsidR="00F177CB" w:rsidRPr="00DF6DD6" w:rsidRDefault="00F177CB" w:rsidP="003768E0">
            <w:pPr>
              <w:pStyle w:val="TAC"/>
              <w:keepNext w:val="0"/>
              <w:rPr>
                <w:lang w:val="en-US" w:eastAsia="fi-FI"/>
              </w:rPr>
            </w:pPr>
            <w:r w:rsidRPr="00DF6DD6">
              <w:rPr>
                <w:lang w:val="en-US" w:eastAsia="fi-FI"/>
              </w:rPr>
              <w:t>DC_5A_n261M</w:t>
            </w:r>
          </w:p>
          <w:p w14:paraId="5E06F36A" w14:textId="77777777" w:rsidR="00F177CB" w:rsidRPr="00DF6DD6" w:rsidRDefault="00F177CB" w:rsidP="003768E0">
            <w:pPr>
              <w:pStyle w:val="TAC"/>
              <w:keepNext w:val="0"/>
              <w:rPr>
                <w:lang w:val="en-US" w:eastAsia="fi-FI"/>
              </w:rPr>
            </w:pPr>
            <w:r w:rsidRPr="00DF6DD6">
              <w:rPr>
                <w:lang w:val="en-US" w:eastAsia="fi-FI"/>
              </w:rPr>
              <w:lastRenderedPageBreak/>
              <w:t>DC_5A_n261O</w:t>
            </w:r>
          </w:p>
          <w:p w14:paraId="4BB5193A" w14:textId="77777777" w:rsidR="00F177CB" w:rsidRPr="00DF6DD6" w:rsidRDefault="00F177CB" w:rsidP="003768E0">
            <w:pPr>
              <w:pStyle w:val="TAC"/>
              <w:keepNext w:val="0"/>
              <w:rPr>
                <w:lang w:val="en-US" w:eastAsia="fi-FI"/>
              </w:rPr>
            </w:pPr>
            <w:r w:rsidRPr="00DF6DD6">
              <w:rPr>
                <w:lang w:val="en-US" w:eastAsia="fi-FI"/>
              </w:rPr>
              <w:t>DC_5A_n261P</w:t>
            </w:r>
          </w:p>
          <w:p w14:paraId="7F654F42" w14:textId="02C9E801" w:rsidR="00F177CB" w:rsidRPr="00DF6DD6" w:rsidRDefault="00F177CB" w:rsidP="003768E0">
            <w:pPr>
              <w:pStyle w:val="TAC"/>
              <w:keepNext w:val="0"/>
              <w:rPr>
                <w:lang w:val="fi-FI" w:eastAsia="fi-FI"/>
              </w:rPr>
            </w:pPr>
            <w:r w:rsidRPr="00DF6DD6">
              <w:rPr>
                <w:lang w:val="fi-FI" w:eastAsia="fi-FI"/>
              </w:rPr>
              <w:t xml:space="preserve">DC_5A_n261Q </w:t>
            </w:r>
          </w:p>
        </w:tc>
        <w:tc>
          <w:tcPr>
            <w:tcW w:w="4514" w:type="dxa"/>
            <w:vAlign w:val="center"/>
          </w:tcPr>
          <w:p w14:paraId="6C9E8BD3" w14:textId="77777777" w:rsidR="00F177CB" w:rsidRPr="00DF6DD6" w:rsidRDefault="00F177CB" w:rsidP="003768E0">
            <w:pPr>
              <w:pStyle w:val="TAC"/>
              <w:keepNext w:val="0"/>
              <w:rPr>
                <w:lang w:val="fi-FI" w:eastAsia="fi-FI"/>
              </w:rPr>
            </w:pPr>
            <w:r w:rsidRPr="00DF6DD6">
              <w:rPr>
                <w:lang w:val="fi-FI" w:eastAsia="fi-FI"/>
              </w:rPr>
              <w:lastRenderedPageBreak/>
              <w:t>DC_5A_n261A</w:t>
            </w:r>
          </w:p>
        </w:tc>
      </w:tr>
      <w:tr w:rsidR="00F55B07" w:rsidRPr="00DF6DD6" w14:paraId="61700006" w14:textId="77777777" w:rsidTr="00CE04D0">
        <w:trPr>
          <w:trHeight w:val="288"/>
          <w:jc w:val="center"/>
        </w:trPr>
        <w:tc>
          <w:tcPr>
            <w:tcW w:w="0" w:type="auto"/>
            <w:shd w:val="clear" w:color="auto" w:fill="auto"/>
            <w:noWrap/>
            <w:vAlign w:val="center"/>
          </w:tcPr>
          <w:p w14:paraId="20BDCA83" w14:textId="77777777" w:rsidR="00F177CB" w:rsidRPr="00DF6DD6" w:rsidRDefault="00F177CB" w:rsidP="003768E0">
            <w:pPr>
              <w:pStyle w:val="TAC"/>
              <w:keepNext w:val="0"/>
              <w:rPr>
                <w:lang w:val="en-US" w:eastAsia="fi-FI"/>
              </w:rPr>
            </w:pPr>
            <w:r w:rsidRPr="00DF6DD6">
              <w:rPr>
                <w:lang w:val="en-US" w:eastAsia="fi-FI"/>
              </w:rPr>
              <w:t>DC_5A_n261(2A)</w:t>
            </w:r>
          </w:p>
          <w:p w14:paraId="2C0EBF62" w14:textId="77777777" w:rsidR="00F177CB" w:rsidRPr="00DF6DD6" w:rsidRDefault="00F177CB" w:rsidP="003768E0">
            <w:pPr>
              <w:pStyle w:val="TAC"/>
              <w:keepNext w:val="0"/>
              <w:rPr>
                <w:lang w:val="en-US" w:eastAsia="fi-FI"/>
              </w:rPr>
            </w:pPr>
            <w:r w:rsidRPr="00DF6DD6">
              <w:rPr>
                <w:lang w:val="en-US" w:eastAsia="fi-FI"/>
              </w:rPr>
              <w:t>DC_5A_n261(3A)</w:t>
            </w:r>
          </w:p>
          <w:p w14:paraId="4CD0EA7E" w14:textId="77777777" w:rsidR="00F177CB" w:rsidRPr="00DF6DD6" w:rsidRDefault="00F177CB" w:rsidP="003768E0">
            <w:pPr>
              <w:pStyle w:val="TAC"/>
              <w:keepNext w:val="0"/>
              <w:rPr>
                <w:lang w:val="en-US" w:eastAsia="fi-FI"/>
              </w:rPr>
            </w:pPr>
            <w:r w:rsidRPr="00DF6DD6">
              <w:rPr>
                <w:lang w:val="en-US" w:eastAsia="fi-FI"/>
              </w:rPr>
              <w:t>DC_5A_n261(4A)</w:t>
            </w:r>
          </w:p>
          <w:p w14:paraId="05C0C017" w14:textId="77777777" w:rsidR="00F177CB" w:rsidRPr="00DF6DD6" w:rsidRDefault="00F177CB" w:rsidP="003768E0">
            <w:pPr>
              <w:pStyle w:val="TAC"/>
              <w:keepNext w:val="0"/>
              <w:rPr>
                <w:lang w:val="en-US" w:eastAsia="fi-FI"/>
              </w:rPr>
            </w:pPr>
            <w:r w:rsidRPr="00DF6DD6">
              <w:rPr>
                <w:lang w:val="en-US" w:eastAsia="fi-FI"/>
              </w:rPr>
              <w:t>DC_5A_n261(D-G)</w:t>
            </w:r>
          </w:p>
          <w:p w14:paraId="4E95DD70" w14:textId="77777777" w:rsidR="00F177CB" w:rsidRPr="00DF6DD6" w:rsidRDefault="00F177CB" w:rsidP="003768E0">
            <w:pPr>
              <w:pStyle w:val="TAC"/>
              <w:keepNext w:val="0"/>
              <w:rPr>
                <w:lang w:val="en-US" w:eastAsia="fi-FI"/>
              </w:rPr>
            </w:pPr>
            <w:r w:rsidRPr="00DF6DD6">
              <w:rPr>
                <w:lang w:val="en-US" w:eastAsia="fi-FI"/>
              </w:rPr>
              <w:t>DC_5A_n261(D-H)</w:t>
            </w:r>
          </w:p>
          <w:p w14:paraId="665CFC89" w14:textId="77777777" w:rsidR="00F177CB" w:rsidRPr="00DF6DD6" w:rsidRDefault="00F177CB" w:rsidP="003768E0">
            <w:pPr>
              <w:pStyle w:val="TAC"/>
              <w:keepNext w:val="0"/>
              <w:rPr>
                <w:lang w:val="en-US" w:eastAsia="fi-FI"/>
              </w:rPr>
            </w:pPr>
            <w:r w:rsidRPr="00DF6DD6">
              <w:rPr>
                <w:lang w:val="en-US" w:eastAsia="fi-FI"/>
              </w:rPr>
              <w:t>DC_5A_n261(D-I)</w:t>
            </w:r>
          </w:p>
          <w:p w14:paraId="1850EE5C" w14:textId="77777777" w:rsidR="00F177CB" w:rsidRPr="00DF6DD6" w:rsidRDefault="00F177CB" w:rsidP="003768E0">
            <w:pPr>
              <w:pStyle w:val="TAC"/>
              <w:keepNext w:val="0"/>
              <w:rPr>
                <w:lang w:val="en-US" w:eastAsia="fi-FI"/>
              </w:rPr>
            </w:pPr>
            <w:r w:rsidRPr="00DF6DD6">
              <w:rPr>
                <w:lang w:val="en-US" w:eastAsia="fi-FI"/>
              </w:rPr>
              <w:t>DC_5A_n261(D-O)</w:t>
            </w:r>
          </w:p>
          <w:p w14:paraId="73D50A0C" w14:textId="77777777" w:rsidR="00F177CB" w:rsidRPr="00DF6DD6" w:rsidRDefault="00F177CB" w:rsidP="003768E0">
            <w:pPr>
              <w:pStyle w:val="TAC"/>
              <w:keepNext w:val="0"/>
              <w:rPr>
                <w:lang w:val="en-US" w:eastAsia="fi-FI"/>
              </w:rPr>
            </w:pPr>
            <w:r w:rsidRPr="00DF6DD6">
              <w:rPr>
                <w:lang w:val="en-US" w:eastAsia="fi-FI"/>
              </w:rPr>
              <w:t>DC_5A_n261(D-P)</w:t>
            </w:r>
          </w:p>
          <w:p w14:paraId="4EEF6B44" w14:textId="77777777" w:rsidR="00F177CB" w:rsidRPr="00DF6DD6" w:rsidRDefault="00F177CB" w:rsidP="003768E0">
            <w:pPr>
              <w:pStyle w:val="TAC"/>
              <w:keepNext w:val="0"/>
              <w:rPr>
                <w:lang w:val="en-US" w:eastAsia="fi-FI"/>
              </w:rPr>
            </w:pPr>
            <w:r w:rsidRPr="00DF6DD6">
              <w:rPr>
                <w:lang w:val="en-US" w:eastAsia="fi-FI"/>
              </w:rPr>
              <w:t>DC_5A_n261(D-Q)</w:t>
            </w:r>
          </w:p>
          <w:p w14:paraId="51F2E1C0" w14:textId="77777777" w:rsidR="00F177CB" w:rsidRPr="00DF6DD6" w:rsidRDefault="00F177CB" w:rsidP="003768E0">
            <w:pPr>
              <w:pStyle w:val="TAC"/>
              <w:keepNext w:val="0"/>
              <w:rPr>
                <w:lang w:val="en-US" w:eastAsia="fi-FI"/>
              </w:rPr>
            </w:pPr>
            <w:r w:rsidRPr="00DF6DD6">
              <w:rPr>
                <w:lang w:val="en-US" w:eastAsia="fi-FI"/>
              </w:rPr>
              <w:t>DC_5A_n261(E-O)</w:t>
            </w:r>
          </w:p>
          <w:p w14:paraId="6DCB589E" w14:textId="77777777" w:rsidR="00F177CB" w:rsidRPr="00DF6DD6" w:rsidRDefault="00F177CB" w:rsidP="003768E0">
            <w:pPr>
              <w:pStyle w:val="TAC"/>
              <w:keepNext w:val="0"/>
              <w:rPr>
                <w:lang w:val="en-US" w:eastAsia="fi-FI"/>
              </w:rPr>
            </w:pPr>
            <w:r w:rsidRPr="00DF6DD6">
              <w:rPr>
                <w:lang w:val="en-US" w:eastAsia="fi-FI"/>
              </w:rPr>
              <w:t>DC_5A_n261(E-P)</w:t>
            </w:r>
          </w:p>
          <w:p w14:paraId="5F85CEEC" w14:textId="2D138562" w:rsidR="00F177CB" w:rsidRPr="00DF6DD6" w:rsidRDefault="00F177CB" w:rsidP="003768E0">
            <w:pPr>
              <w:pStyle w:val="TAC"/>
              <w:keepNext w:val="0"/>
              <w:rPr>
                <w:lang w:val="en-US" w:eastAsia="fi-FI"/>
              </w:rPr>
            </w:pPr>
            <w:r w:rsidRPr="00DF6DD6">
              <w:rPr>
                <w:lang w:val="en-US" w:eastAsia="fi-FI"/>
              </w:rPr>
              <w:t>DC_5A_n261(E-Q)</w:t>
            </w:r>
          </w:p>
        </w:tc>
        <w:tc>
          <w:tcPr>
            <w:tcW w:w="4514" w:type="dxa"/>
            <w:vAlign w:val="center"/>
          </w:tcPr>
          <w:p w14:paraId="2B601C90" w14:textId="14ECD347" w:rsidR="00F177CB" w:rsidRPr="00DF6DD6" w:rsidRDefault="00F177CB" w:rsidP="003768E0">
            <w:pPr>
              <w:pStyle w:val="TAC"/>
              <w:keepNext w:val="0"/>
              <w:rPr>
                <w:lang w:val="fi-FI" w:eastAsia="fi-FI"/>
              </w:rPr>
            </w:pPr>
            <w:r w:rsidRPr="00DF6DD6">
              <w:rPr>
                <w:lang w:val="fi-FI" w:eastAsia="fi-FI"/>
              </w:rPr>
              <w:t>DC_5A_n261A</w:t>
            </w:r>
          </w:p>
        </w:tc>
      </w:tr>
      <w:tr w:rsidR="00F55B07" w:rsidRPr="00DF6DD6" w14:paraId="53BBD09B" w14:textId="77777777" w:rsidTr="00CE04D0">
        <w:trPr>
          <w:trHeight w:val="288"/>
          <w:jc w:val="center"/>
        </w:trPr>
        <w:tc>
          <w:tcPr>
            <w:tcW w:w="0" w:type="auto"/>
            <w:shd w:val="clear" w:color="auto" w:fill="auto"/>
            <w:noWrap/>
            <w:vAlign w:val="center"/>
          </w:tcPr>
          <w:p w14:paraId="1ECCD0BA" w14:textId="0FA5E9ED" w:rsidR="00F177CB" w:rsidRPr="00DF6DD6" w:rsidRDefault="00F177CB" w:rsidP="003768E0">
            <w:pPr>
              <w:pStyle w:val="TAC"/>
              <w:keepNext w:val="0"/>
              <w:rPr>
                <w:lang w:val="fi-FI" w:eastAsia="fi-FI"/>
              </w:rPr>
            </w:pPr>
            <w:r w:rsidRPr="00DF6DD6">
              <w:rPr>
                <w:lang w:val="fi-FI" w:eastAsia="fi-FI"/>
              </w:rPr>
              <w:t>DC_7A_n257A</w:t>
            </w:r>
          </w:p>
        </w:tc>
        <w:tc>
          <w:tcPr>
            <w:tcW w:w="4514" w:type="dxa"/>
            <w:vAlign w:val="center"/>
          </w:tcPr>
          <w:p w14:paraId="327042BE" w14:textId="6B0BD2FB" w:rsidR="00F177CB" w:rsidRPr="00DF6DD6" w:rsidRDefault="00F177CB" w:rsidP="003768E0">
            <w:pPr>
              <w:pStyle w:val="TAC"/>
              <w:keepNext w:val="0"/>
              <w:rPr>
                <w:lang w:val="fi-FI" w:eastAsia="fi-FI"/>
              </w:rPr>
            </w:pPr>
            <w:r w:rsidRPr="00DF6DD6">
              <w:rPr>
                <w:lang w:val="fi-FI" w:eastAsia="fi-FI"/>
              </w:rPr>
              <w:t>DC_7A_n257A</w:t>
            </w:r>
          </w:p>
        </w:tc>
      </w:tr>
      <w:tr w:rsidR="00F55B07" w:rsidRPr="00DF6DD6" w14:paraId="60901CA7" w14:textId="77777777" w:rsidTr="00CE04D0">
        <w:trPr>
          <w:trHeight w:val="288"/>
          <w:jc w:val="center"/>
        </w:trPr>
        <w:tc>
          <w:tcPr>
            <w:tcW w:w="0" w:type="auto"/>
            <w:shd w:val="clear" w:color="auto" w:fill="auto"/>
            <w:noWrap/>
            <w:vAlign w:val="center"/>
          </w:tcPr>
          <w:p w14:paraId="2A2EF4CB" w14:textId="77777777" w:rsidR="00F177CB" w:rsidRPr="00DF6DD6" w:rsidRDefault="00F177CB" w:rsidP="003768E0">
            <w:pPr>
              <w:pStyle w:val="TAC"/>
              <w:keepNext w:val="0"/>
              <w:rPr>
                <w:lang w:val="fi-FI" w:eastAsia="fi-FI"/>
              </w:rPr>
            </w:pPr>
            <w:r w:rsidRPr="00DF6DD6">
              <w:rPr>
                <w:noProof/>
                <w:lang w:eastAsia="zh-CN"/>
              </w:rPr>
              <w:t>DC_7A-7A_n257A</w:t>
            </w:r>
          </w:p>
        </w:tc>
        <w:tc>
          <w:tcPr>
            <w:tcW w:w="4514" w:type="dxa"/>
            <w:vAlign w:val="center"/>
          </w:tcPr>
          <w:p w14:paraId="6671CC70" w14:textId="77777777" w:rsidR="00F177CB" w:rsidRPr="00DF6DD6" w:rsidRDefault="00F177CB" w:rsidP="003768E0">
            <w:pPr>
              <w:pStyle w:val="TAC"/>
              <w:keepNext w:val="0"/>
              <w:rPr>
                <w:lang w:val="fi-FI" w:eastAsia="fi-FI"/>
              </w:rPr>
            </w:pPr>
            <w:r w:rsidRPr="00DF6DD6">
              <w:rPr>
                <w:noProof/>
                <w:lang w:eastAsia="zh-CN"/>
              </w:rPr>
              <w:t>DC_7A_n257A</w:t>
            </w:r>
          </w:p>
        </w:tc>
      </w:tr>
      <w:tr w:rsidR="00F55B07" w:rsidRPr="00DF6DD6" w14:paraId="149E652D" w14:textId="77777777" w:rsidTr="00CE04D0">
        <w:trPr>
          <w:trHeight w:val="288"/>
          <w:jc w:val="center"/>
        </w:trPr>
        <w:tc>
          <w:tcPr>
            <w:tcW w:w="0" w:type="auto"/>
            <w:shd w:val="clear" w:color="auto" w:fill="auto"/>
            <w:noWrap/>
            <w:vAlign w:val="center"/>
          </w:tcPr>
          <w:p w14:paraId="6C450443" w14:textId="77777777" w:rsidR="00F177CB" w:rsidRPr="00DF6DD6" w:rsidRDefault="00F177CB" w:rsidP="003768E0">
            <w:pPr>
              <w:pStyle w:val="TAC"/>
              <w:keepNext w:val="0"/>
              <w:rPr>
                <w:lang w:val="fi-FI" w:eastAsia="fi-FI"/>
              </w:rPr>
            </w:pPr>
            <w:r w:rsidRPr="00DF6DD6">
              <w:t>DC_7A_n258A</w:t>
            </w:r>
          </w:p>
        </w:tc>
        <w:tc>
          <w:tcPr>
            <w:tcW w:w="4514" w:type="dxa"/>
            <w:vAlign w:val="center"/>
          </w:tcPr>
          <w:p w14:paraId="2EC17840" w14:textId="77777777" w:rsidR="00F177CB" w:rsidRPr="00DF6DD6" w:rsidRDefault="00F177CB" w:rsidP="003768E0">
            <w:pPr>
              <w:pStyle w:val="TAC"/>
              <w:keepNext w:val="0"/>
              <w:rPr>
                <w:lang w:val="fi-FI" w:eastAsia="fi-FI"/>
              </w:rPr>
            </w:pPr>
            <w:r w:rsidRPr="00DF6DD6">
              <w:t>DC_7A_n258A</w:t>
            </w:r>
          </w:p>
        </w:tc>
      </w:tr>
      <w:tr w:rsidR="00F55B07" w:rsidRPr="00DF6DD6" w14:paraId="3867E7C0" w14:textId="77777777" w:rsidTr="00CE04D0">
        <w:trPr>
          <w:trHeight w:val="288"/>
          <w:jc w:val="center"/>
        </w:trPr>
        <w:tc>
          <w:tcPr>
            <w:tcW w:w="0" w:type="auto"/>
            <w:shd w:val="clear" w:color="auto" w:fill="auto"/>
            <w:noWrap/>
            <w:vAlign w:val="center"/>
          </w:tcPr>
          <w:p w14:paraId="1B9C3063" w14:textId="77777777" w:rsidR="00F177CB" w:rsidRPr="00DF6DD6" w:rsidRDefault="00F177CB" w:rsidP="003768E0">
            <w:pPr>
              <w:pStyle w:val="TAC"/>
              <w:keepNext w:val="0"/>
              <w:rPr>
                <w:lang w:val="fi-FI" w:eastAsia="fi-FI"/>
              </w:rPr>
            </w:pPr>
            <w:r w:rsidRPr="00DF6DD6">
              <w:t>DC_8A_n257A</w:t>
            </w:r>
          </w:p>
        </w:tc>
        <w:tc>
          <w:tcPr>
            <w:tcW w:w="4514" w:type="dxa"/>
            <w:vAlign w:val="center"/>
          </w:tcPr>
          <w:p w14:paraId="51F912EA" w14:textId="77777777" w:rsidR="00F177CB" w:rsidRPr="00DF6DD6" w:rsidRDefault="00F177CB" w:rsidP="003768E0">
            <w:pPr>
              <w:pStyle w:val="TAC"/>
              <w:keepNext w:val="0"/>
              <w:rPr>
                <w:lang w:val="fi-FI" w:eastAsia="fi-FI"/>
              </w:rPr>
            </w:pPr>
            <w:r w:rsidRPr="00DF6DD6">
              <w:t>DC_8A_n257A</w:t>
            </w:r>
          </w:p>
        </w:tc>
      </w:tr>
      <w:tr w:rsidR="00F55B07" w:rsidRPr="00DF6DD6" w14:paraId="50C40F9F" w14:textId="77777777" w:rsidTr="00CE04D0">
        <w:trPr>
          <w:trHeight w:val="288"/>
          <w:jc w:val="center"/>
        </w:trPr>
        <w:tc>
          <w:tcPr>
            <w:tcW w:w="0" w:type="auto"/>
            <w:shd w:val="clear" w:color="auto" w:fill="auto"/>
            <w:noWrap/>
            <w:vAlign w:val="center"/>
          </w:tcPr>
          <w:p w14:paraId="0532746A" w14:textId="77777777" w:rsidR="00F177CB" w:rsidRPr="00DF6DD6" w:rsidRDefault="00F177CB" w:rsidP="003768E0">
            <w:pPr>
              <w:pStyle w:val="TAC"/>
              <w:keepNext w:val="0"/>
              <w:rPr>
                <w:lang w:val="fi-FI" w:eastAsia="fi-FI"/>
              </w:rPr>
            </w:pPr>
            <w:r w:rsidRPr="00DF6DD6">
              <w:t>DC_8A_n258A</w:t>
            </w:r>
          </w:p>
        </w:tc>
        <w:tc>
          <w:tcPr>
            <w:tcW w:w="4514" w:type="dxa"/>
            <w:vAlign w:val="center"/>
          </w:tcPr>
          <w:p w14:paraId="7BA8BACE" w14:textId="77777777" w:rsidR="00F177CB" w:rsidRPr="00DF6DD6" w:rsidRDefault="00F177CB" w:rsidP="003768E0">
            <w:pPr>
              <w:pStyle w:val="TAC"/>
              <w:keepNext w:val="0"/>
              <w:rPr>
                <w:lang w:val="fi-FI" w:eastAsia="fi-FI"/>
              </w:rPr>
            </w:pPr>
            <w:r w:rsidRPr="00DF6DD6">
              <w:t>DC_8A_n258A</w:t>
            </w:r>
          </w:p>
        </w:tc>
      </w:tr>
      <w:tr w:rsidR="00F55B07" w:rsidRPr="00DF6DD6" w14:paraId="43C2FBD7" w14:textId="77777777" w:rsidTr="00CE04D0">
        <w:trPr>
          <w:trHeight w:val="288"/>
          <w:jc w:val="center"/>
        </w:trPr>
        <w:tc>
          <w:tcPr>
            <w:tcW w:w="0" w:type="auto"/>
            <w:shd w:val="clear" w:color="auto" w:fill="auto"/>
            <w:noWrap/>
            <w:vAlign w:val="center"/>
          </w:tcPr>
          <w:p w14:paraId="0C983463" w14:textId="77777777" w:rsidR="00F177CB" w:rsidRPr="00DF6DD6" w:rsidRDefault="00F177CB" w:rsidP="003768E0">
            <w:pPr>
              <w:pStyle w:val="TAC"/>
              <w:keepNext w:val="0"/>
              <w:rPr>
                <w:lang w:val="fi-FI" w:eastAsia="fi-FI"/>
              </w:rPr>
            </w:pPr>
            <w:r w:rsidRPr="00DF6DD6">
              <w:rPr>
                <w:rFonts w:hint="eastAsia"/>
                <w:lang w:eastAsia="ja-JP"/>
              </w:rPr>
              <w:t>DC_1</w:t>
            </w:r>
            <w:r w:rsidRPr="00DF6DD6">
              <w:rPr>
                <w:lang w:eastAsia="ja-JP"/>
              </w:rPr>
              <w:t>1A_n257A</w:t>
            </w:r>
          </w:p>
        </w:tc>
        <w:tc>
          <w:tcPr>
            <w:tcW w:w="4514" w:type="dxa"/>
            <w:vAlign w:val="center"/>
          </w:tcPr>
          <w:p w14:paraId="461E637A" w14:textId="77777777" w:rsidR="00F177CB" w:rsidRPr="00DF6DD6" w:rsidRDefault="00F177CB" w:rsidP="003768E0">
            <w:pPr>
              <w:pStyle w:val="TAC"/>
              <w:keepNext w:val="0"/>
              <w:rPr>
                <w:lang w:val="fi-FI" w:eastAsia="fi-FI"/>
              </w:rPr>
            </w:pPr>
            <w:r w:rsidRPr="00DF6DD6">
              <w:rPr>
                <w:lang w:eastAsia="ja-JP"/>
              </w:rPr>
              <w:t>DC_11A_n257A</w:t>
            </w:r>
          </w:p>
        </w:tc>
      </w:tr>
      <w:tr w:rsidR="00F55B07" w:rsidRPr="00DF6DD6" w14:paraId="4D2B64BF" w14:textId="77777777" w:rsidTr="00CE04D0">
        <w:trPr>
          <w:trHeight w:val="288"/>
          <w:jc w:val="center"/>
        </w:trPr>
        <w:tc>
          <w:tcPr>
            <w:tcW w:w="0" w:type="auto"/>
            <w:shd w:val="clear" w:color="auto" w:fill="auto"/>
            <w:noWrap/>
            <w:vAlign w:val="center"/>
          </w:tcPr>
          <w:p w14:paraId="1F4F68C1" w14:textId="77777777" w:rsidR="00F177CB" w:rsidRPr="00DF6DD6" w:rsidRDefault="00F177CB" w:rsidP="003768E0">
            <w:pPr>
              <w:pStyle w:val="TAC"/>
              <w:keepNext w:val="0"/>
              <w:rPr>
                <w:lang w:eastAsia="ja-JP"/>
              </w:rPr>
            </w:pPr>
            <w:r w:rsidRPr="00DF6DD6">
              <w:rPr>
                <w:rFonts w:hint="eastAsia"/>
                <w:lang w:eastAsia="ja-JP"/>
              </w:rPr>
              <w:t>DC_1</w:t>
            </w:r>
            <w:r w:rsidRPr="00DF6DD6">
              <w:rPr>
                <w:lang w:eastAsia="ja-JP"/>
              </w:rPr>
              <w:t>2A_n260A</w:t>
            </w:r>
          </w:p>
          <w:p w14:paraId="0C609A48" w14:textId="77777777" w:rsidR="00F177CB" w:rsidRPr="00DF6DD6" w:rsidRDefault="00F177CB" w:rsidP="003768E0">
            <w:pPr>
              <w:pStyle w:val="TAC"/>
              <w:keepNext w:val="0"/>
              <w:rPr>
                <w:lang w:val="en-US" w:eastAsia="fi-FI"/>
              </w:rPr>
            </w:pPr>
            <w:r w:rsidRPr="00DF6DD6">
              <w:rPr>
                <w:lang w:val="en-US" w:eastAsia="fi-FI"/>
              </w:rPr>
              <w:t>DC_12A_n260G</w:t>
            </w:r>
          </w:p>
          <w:p w14:paraId="710B7B65" w14:textId="77777777" w:rsidR="00F177CB" w:rsidRPr="00DF6DD6" w:rsidRDefault="00F177CB" w:rsidP="003768E0">
            <w:pPr>
              <w:pStyle w:val="TAC"/>
              <w:keepNext w:val="0"/>
              <w:rPr>
                <w:lang w:val="en-US" w:eastAsia="fi-FI"/>
              </w:rPr>
            </w:pPr>
            <w:r w:rsidRPr="00DF6DD6">
              <w:rPr>
                <w:lang w:val="en-US" w:eastAsia="fi-FI"/>
              </w:rPr>
              <w:t>DC_12A_n260H</w:t>
            </w:r>
          </w:p>
          <w:p w14:paraId="6089B738" w14:textId="77777777" w:rsidR="00F177CB" w:rsidRPr="00DF6DD6" w:rsidRDefault="00F177CB" w:rsidP="003768E0">
            <w:pPr>
              <w:pStyle w:val="TAC"/>
              <w:keepNext w:val="0"/>
              <w:rPr>
                <w:lang w:val="en-US" w:eastAsia="fi-FI"/>
              </w:rPr>
            </w:pPr>
            <w:r w:rsidRPr="00DF6DD6">
              <w:rPr>
                <w:lang w:val="en-US" w:eastAsia="fi-FI"/>
              </w:rPr>
              <w:t>DC_12A_n260I</w:t>
            </w:r>
          </w:p>
          <w:p w14:paraId="1E46BDFB" w14:textId="77777777" w:rsidR="00F177CB" w:rsidRPr="00DF6DD6" w:rsidRDefault="00F177CB" w:rsidP="003768E0">
            <w:pPr>
              <w:pStyle w:val="TAC"/>
              <w:keepNext w:val="0"/>
              <w:rPr>
                <w:lang w:val="en-US" w:eastAsia="fi-FI"/>
              </w:rPr>
            </w:pPr>
            <w:r w:rsidRPr="00DF6DD6">
              <w:rPr>
                <w:lang w:val="en-US" w:eastAsia="fi-FI"/>
              </w:rPr>
              <w:t>DC_12A_n260J</w:t>
            </w:r>
          </w:p>
          <w:p w14:paraId="1AF30979" w14:textId="77777777" w:rsidR="00F177CB" w:rsidRPr="00DF6DD6" w:rsidRDefault="00F177CB" w:rsidP="003768E0">
            <w:pPr>
              <w:pStyle w:val="TAC"/>
              <w:keepNext w:val="0"/>
              <w:rPr>
                <w:lang w:val="en-US" w:eastAsia="fi-FI"/>
              </w:rPr>
            </w:pPr>
            <w:r w:rsidRPr="00DF6DD6">
              <w:rPr>
                <w:lang w:val="en-US" w:eastAsia="fi-FI"/>
              </w:rPr>
              <w:t>DC_12A_n260K</w:t>
            </w:r>
          </w:p>
          <w:p w14:paraId="78BF1EC7" w14:textId="77777777" w:rsidR="00F177CB" w:rsidRPr="00DF6DD6" w:rsidRDefault="00F177CB" w:rsidP="003768E0">
            <w:pPr>
              <w:pStyle w:val="TAC"/>
              <w:keepNext w:val="0"/>
              <w:rPr>
                <w:lang w:val="en-US" w:eastAsia="fi-FI"/>
              </w:rPr>
            </w:pPr>
            <w:r w:rsidRPr="00DF6DD6">
              <w:rPr>
                <w:lang w:val="en-US" w:eastAsia="fi-FI"/>
              </w:rPr>
              <w:t>DC_12A_n260L</w:t>
            </w:r>
          </w:p>
          <w:p w14:paraId="2A443AF4" w14:textId="35921849" w:rsidR="00F177CB" w:rsidRPr="00DF6DD6" w:rsidRDefault="00F177CB" w:rsidP="003768E0">
            <w:pPr>
              <w:pStyle w:val="TAC"/>
              <w:keepNext w:val="0"/>
              <w:rPr>
                <w:lang w:eastAsia="ja-JP"/>
              </w:rPr>
            </w:pPr>
            <w:r w:rsidRPr="00DF6DD6">
              <w:rPr>
                <w:lang w:val="en-US" w:eastAsia="fi-FI"/>
              </w:rPr>
              <w:t>DC_12A_n260M</w:t>
            </w:r>
          </w:p>
        </w:tc>
        <w:tc>
          <w:tcPr>
            <w:tcW w:w="4514" w:type="dxa"/>
            <w:vAlign w:val="center"/>
          </w:tcPr>
          <w:p w14:paraId="16965FEF" w14:textId="77777777" w:rsidR="00F177CB" w:rsidRPr="00DF6DD6" w:rsidRDefault="00F177CB" w:rsidP="003768E0">
            <w:pPr>
              <w:pStyle w:val="TAC"/>
              <w:keepNext w:val="0"/>
              <w:rPr>
                <w:lang w:eastAsia="ja-JP"/>
              </w:rPr>
            </w:pPr>
            <w:r w:rsidRPr="00DF6DD6">
              <w:rPr>
                <w:lang w:eastAsia="ja-JP"/>
              </w:rPr>
              <w:t>DC_12A_n260A</w:t>
            </w:r>
          </w:p>
        </w:tc>
      </w:tr>
      <w:tr w:rsidR="00F55B07" w:rsidRPr="00DF6DD6" w14:paraId="445E4ACE" w14:textId="77777777" w:rsidTr="00CE04D0">
        <w:trPr>
          <w:trHeight w:val="288"/>
          <w:jc w:val="center"/>
        </w:trPr>
        <w:tc>
          <w:tcPr>
            <w:tcW w:w="0" w:type="auto"/>
            <w:shd w:val="clear" w:color="auto" w:fill="auto"/>
            <w:noWrap/>
            <w:vAlign w:val="center"/>
          </w:tcPr>
          <w:p w14:paraId="7068A4CA" w14:textId="77777777" w:rsidR="00F177CB" w:rsidRPr="00DF6DD6" w:rsidRDefault="00F177CB" w:rsidP="003768E0">
            <w:pPr>
              <w:pStyle w:val="TAC"/>
              <w:keepNext w:val="0"/>
              <w:rPr>
                <w:lang w:val="en-US" w:eastAsia="fi-FI"/>
              </w:rPr>
            </w:pPr>
            <w:r w:rsidRPr="00DF6DD6">
              <w:rPr>
                <w:lang w:val="en-US" w:eastAsia="fi-FI"/>
              </w:rPr>
              <w:t>DC_12A_n260(A-I)</w:t>
            </w:r>
          </w:p>
          <w:p w14:paraId="3A8FE016" w14:textId="7986BF0F" w:rsidR="00F177CB" w:rsidRPr="00DF6DD6" w:rsidRDefault="00F177CB" w:rsidP="003768E0">
            <w:pPr>
              <w:pStyle w:val="TAC"/>
              <w:keepNext w:val="0"/>
              <w:rPr>
                <w:lang w:eastAsia="ja-JP"/>
              </w:rPr>
            </w:pPr>
            <w:r w:rsidRPr="00DF6DD6">
              <w:rPr>
                <w:lang w:val="en-US" w:eastAsia="fi-FI"/>
              </w:rPr>
              <w:t>DC_12A_n260(G-I)</w:t>
            </w:r>
          </w:p>
        </w:tc>
        <w:tc>
          <w:tcPr>
            <w:tcW w:w="4514" w:type="dxa"/>
            <w:vAlign w:val="center"/>
          </w:tcPr>
          <w:p w14:paraId="3C947A4B" w14:textId="3DA771B8" w:rsidR="00F177CB" w:rsidRPr="00DF6DD6" w:rsidRDefault="00F177CB" w:rsidP="003768E0">
            <w:pPr>
              <w:pStyle w:val="TAC"/>
              <w:keepNext w:val="0"/>
              <w:rPr>
                <w:lang w:eastAsia="ja-JP"/>
              </w:rPr>
            </w:pPr>
            <w:r w:rsidRPr="00DF6DD6">
              <w:rPr>
                <w:lang w:eastAsia="ja-JP"/>
              </w:rPr>
              <w:t>DC_12A_n260A</w:t>
            </w:r>
          </w:p>
        </w:tc>
      </w:tr>
      <w:tr w:rsidR="00F55B07" w:rsidRPr="00DF6DD6" w14:paraId="0537D4D0" w14:textId="77777777" w:rsidTr="00CE04D0">
        <w:trPr>
          <w:trHeight w:val="288"/>
          <w:jc w:val="center"/>
        </w:trPr>
        <w:tc>
          <w:tcPr>
            <w:tcW w:w="0" w:type="auto"/>
            <w:shd w:val="clear" w:color="auto" w:fill="auto"/>
            <w:noWrap/>
            <w:vAlign w:val="center"/>
          </w:tcPr>
          <w:p w14:paraId="14C4E488" w14:textId="77777777" w:rsidR="00F177CB" w:rsidRPr="00DF6DD6" w:rsidRDefault="00F177CB" w:rsidP="003768E0">
            <w:pPr>
              <w:pStyle w:val="TAC"/>
              <w:keepNext w:val="0"/>
              <w:rPr>
                <w:lang w:val="fi-FI" w:eastAsia="fi-FI"/>
              </w:rPr>
            </w:pPr>
            <w:r w:rsidRPr="00DF6DD6">
              <w:rPr>
                <w:rFonts w:cs="Arial"/>
                <w:lang w:eastAsia="ja-JP"/>
              </w:rPr>
              <w:t>DC_13A_n257A</w:t>
            </w:r>
          </w:p>
        </w:tc>
        <w:tc>
          <w:tcPr>
            <w:tcW w:w="4514" w:type="dxa"/>
            <w:vAlign w:val="center"/>
          </w:tcPr>
          <w:p w14:paraId="607FF385" w14:textId="77777777" w:rsidR="00F177CB" w:rsidRPr="00DF6DD6" w:rsidRDefault="00F177CB" w:rsidP="003768E0">
            <w:pPr>
              <w:pStyle w:val="TAC"/>
              <w:keepNext w:val="0"/>
              <w:rPr>
                <w:lang w:val="fi-FI" w:eastAsia="fi-FI"/>
              </w:rPr>
            </w:pPr>
            <w:r w:rsidRPr="00DF6DD6">
              <w:rPr>
                <w:rFonts w:cs="Arial"/>
                <w:lang w:eastAsia="ja-JP"/>
              </w:rPr>
              <w:t>DC_13A_n257A</w:t>
            </w:r>
          </w:p>
        </w:tc>
      </w:tr>
      <w:tr w:rsidR="00F55B07" w:rsidRPr="00DF6DD6" w14:paraId="631741B8" w14:textId="77777777" w:rsidTr="00CE04D0">
        <w:trPr>
          <w:trHeight w:val="288"/>
          <w:jc w:val="center"/>
        </w:trPr>
        <w:tc>
          <w:tcPr>
            <w:tcW w:w="0" w:type="auto"/>
            <w:shd w:val="clear" w:color="auto" w:fill="auto"/>
            <w:noWrap/>
            <w:vAlign w:val="center"/>
          </w:tcPr>
          <w:p w14:paraId="49EBD39A" w14:textId="77777777" w:rsidR="00F177CB" w:rsidRPr="00DF6DD6" w:rsidRDefault="00F177CB" w:rsidP="003768E0">
            <w:pPr>
              <w:pStyle w:val="TAC"/>
              <w:keepNext w:val="0"/>
              <w:rPr>
                <w:lang w:val="fi-FI" w:eastAsia="fi-FI"/>
              </w:rPr>
            </w:pPr>
            <w:r w:rsidRPr="00DF6DD6">
              <w:rPr>
                <w:rFonts w:cs="Arial"/>
                <w:lang w:eastAsia="ja-JP"/>
              </w:rPr>
              <w:t>DC_13A_n260A</w:t>
            </w:r>
          </w:p>
        </w:tc>
        <w:tc>
          <w:tcPr>
            <w:tcW w:w="4514" w:type="dxa"/>
            <w:vAlign w:val="center"/>
          </w:tcPr>
          <w:p w14:paraId="7721A2F1" w14:textId="77777777" w:rsidR="00F177CB" w:rsidRPr="00DF6DD6" w:rsidRDefault="00F177CB" w:rsidP="003768E0">
            <w:pPr>
              <w:pStyle w:val="TAC"/>
              <w:keepNext w:val="0"/>
              <w:rPr>
                <w:lang w:val="fi-FI" w:eastAsia="fi-FI"/>
              </w:rPr>
            </w:pPr>
            <w:r w:rsidRPr="00DF6DD6">
              <w:rPr>
                <w:rFonts w:cs="Arial"/>
                <w:lang w:eastAsia="ja-JP"/>
              </w:rPr>
              <w:t>DC_13A_n260A</w:t>
            </w:r>
          </w:p>
        </w:tc>
      </w:tr>
      <w:tr w:rsidR="00F55B07" w:rsidRPr="00DF6DD6" w14:paraId="2CC844D8" w14:textId="77777777" w:rsidTr="00CE04D0">
        <w:trPr>
          <w:trHeight w:val="288"/>
          <w:jc w:val="center"/>
        </w:trPr>
        <w:tc>
          <w:tcPr>
            <w:tcW w:w="0" w:type="auto"/>
            <w:shd w:val="clear" w:color="auto" w:fill="auto"/>
            <w:noWrap/>
            <w:vAlign w:val="center"/>
          </w:tcPr>
          <w:p w14:paraId="0E41106F" w14:textId="77777777" w:rsidR="00F177CB" w:rsidRPr="00DF6DD6" w:rsidRDefault="00F177CB" w:rsidP="003768E0">
            <w:pPr>
              <w:pStyle w:val="TAC"/>
              <w:keepNext w:val="0"/>
              <w:rPr>
                <w:lang w:val="fi-FI" w:eastAsia="fi-FI"/>
              </w:rPr>
            </w:pPr>
            <w:r w:rsidRPr="00DF6DD6">
              <w:rPr>
                <w:rFonts w:hint="eastAsia"/>
                <w:lang w:eastAsia="ja-JP"/>
              </w:rPr>
              <w:t>DC_1</w:t>
            </w:r>
            <w:r w:rsidRPr="00DF6DD6">
              <w:rPr>
                <w:lang w:eastAsia="ja-JP"/>
              </w:rPr>
              <w:t>8A_n257A</w:t>
            </w:r>
          </w:p>
        </w:tc>
        <w:tc>
          <w:tcPr>
            <w:tcW w:w="4514" w:type="dxa"/>
            <w:vAlign w:val="center"/>
          </w:tcPr>
          <w:p w14:paraId="71201B9B" w14:textId="77777777" w:rsidR="00F177CB" w:rsidRPr="00DF6DD6" w:rsidRDefault="00F177CB" w:rsidP="003768E0">
            <w:pPr>
              <w:pStyle w:val="TAC"/>
              <w:keepNext w:val="0"/>
              <w:rPr>
                <w:lang w:val="fi-FI" w:eastAsia="fi-FI"/>
              </w:rPr>
            </w:pPr>
            <w:r w:rsidRPr="00DF6DD6">
              <w:rPr>
                <w:lang w:eastAsia="ja-JP"/>
              </w:rPr>
              <w:t>DC_18A_n257A</w:t>
            </w:r>
          </w:p>
        </w:tc>
      </w:tr>
      <w:tr w:rsidR="00F55B07" w:rsidRPr="00DF6DD6" w14:paraId="79E25877" w14:textId="77777777" w:rsidTr="00CE04D0">
        <w:trPr>
          <w:trHeight w:val="288"/>
          <w:jc w:val="center"/>
        </w:trPr>
        <w:tc>
          <w:tcPr>
            <w:tcW w:w="0" w:type="auto"/>
            <w:shd w:val="clear" w:color="auto" w:fill="auto"/>
            <w:noWrap/>
            <w:vAlign w:val="center"/>
          </w:tcPr>
          <w:p w14:paraId="1A05EF88" w14:textId="77777777" w:rsidR="00F177CB" w:rsidRPr="00DF6DD6" w:rsidRDefault="00F177CB" w:rsidP="003768E0">
            <w:pPr>
              <w:pStyle w:val="TAC"/>
              <w:keepNext w:val="0"/>
              <w:rPr>
                <w:lang w:val="en-US" w:eastAsia="fi-FI"/>
              </w:rPr>
            </w:pPr>
            <w:r w:rsidRPr="00DF6DD6">
              <w:rPr>
                <w:lang w:val="en-US" w:eastAsia="fi-FI"/>
              </w:rPr>
              <w:t>DC_19A_n257A</w:t>
            </w:r>
          </w:p>
          <w:p w14:paraId="70C2FECF" w14:textId="77777777" w:rsidR="00F177CB" w:rsidRPr="00DF6DD6" w:rsidRDefault="00F177CB" w:rsidP="003768E0">
            <w:pPr>
              <w:pStyle w:val="TAC"/>
              <w:keepNext w:val="0"/>
              <w:rPr>
                <w:lang w:val="en-US" w:eastAsia="fi-FI"/>
              </w:rPr>
            </w:pPr>
            <w:r w:rsidRPr="00DF6DD6">
              <w:rPr>
                <w:lang w:val="en-US" w:eastAsia="fi-FI"/>
              </w:rPr>
              <w:t>DC_19A_n257D</w:t>
            </w:r>
          </w:p>
          <w:p w14:paraId="03B63334" w14:textId="77777777" w:rsidR="00F177CB" w:rsidRPr="00DF6DD6" w:rsidRDefault="00F177CB" w:rsidP="003768E0">
            <w:pPr>
              <w:pStyle w:val="TAC"/>
              <w:keepNext w:val="0"/>
              <w:rPr>
                <w:lang w:val="en-US" w:eastAsia="fi-FI"/>
              </w:rPr>
            </w:pPr>
            <w:r w:rsidRPr="00DF6DD6">
              <w:rPr>
                <w:lang w:val="en-US" w:eastAsia="fi-FI"/>
              </w:rPr>
              <w:t>DC_19A_n257E</w:t>
            </w:r>
          </w:p>
          <w:p w14:paraId="7FD709DC" w14:textId="77777777" w:rsidR="00F177CB" w:rsidRPr="00DF6DD6" w:rsidRDefault="00F177CB" w:rsidP="003768E0">
            <w:pPr>
              <w:pStyle w:val="TAC"/>
              <w:keepNext w:val="0"/>
              <w:rPr>
                <w:lang w:val="fi-FI" w:eastAsia="fi-FI"/>
              </w:rPr>
            </w:pPr>
            <w:r w:rsidRPr="00DF6DD6">
              <w:rPr>
                <w:lang w:val="fi-FI" w:eastAsia="fi-FI"/>
              </w:rPr>
              <w:t>DC_19A_n257F</w:t>
            </w:r>
          </w:p>
        </w:tc>
        <w:tc>
          <w:tcPr>
            <w:tcW w:w="4514" w:type="dxa"/>
            <w:vAlign w:val="center"/>
          </w:tcPr>
          <w:p w14:paraId="77A2310F" w14:textId="77777777" w:rsidR="00F177CB" w:rsidRPr="00DF6DD6" w:rsidRDefault="00F177CB" w:rsidP="003768E0">
            <w:pPr>
              <w:pStyle w:val="TAC"/>
              <w:keepNext w:val="0"/>
              <w:rPr>
                <w:lang w:val="fi-FI" w:eastAsia="fi-FI"/>
              </w:rPr>
            </w:pPr>
            <w:r w:rsidRPr="00DF6DD6">
              <w:rPr>
                <w:lang w:val="fi-FI" w:eastAsia="fi-FI"/>
              </w:rPr>
              <w:t>DC_19A_n257A</w:t>
            </w:r>
          </w:p>
        </w:tc>
      </w:tr>
      <w:tr w:rsidR="00F55B07" w:rsidRPr="00DF6DD6" w14:paraId="0A24EEA4" w14:textId="77777777" w:rsidTr="00CE04D0">
        <w:trPr>
          <w:trHeight w:val="288"/>
          <w:jc w:val="center"/>
        </w:trPr>
        <w:tc>
          <w:tcPr>
            <w:tcW w:w="0" w:type="auto"/>
            <w:shd w:val="clear" w:color="auto" w:fill="auto"/>
            <w:noWrap/>
            <w:vAlign w:val="center"/>
          </w:tcPr>
          <w:p w14:paraId="7B68B41B" w14:textId="77777777" w:rsidR="00F177CB" w:rsidRPr="00DF6DD6" w:rsidRDefault="00F177CB" w:rsidP="003768E0">
            <w:pPr>
              <w:pStyle w:val="TAC"/>
              <w:keepNext w:val="0"/>
              <w:rPr>
                <w:lang w:val="fi-FI" w:eastAsia="fi-FI"/>
              </w:rPr>
            </w:pPr>
            <w:r w:rsidRPr="00DF6DD6">
              <w:rPr>
                <w:lang w:val="fi-FI" w:eastAsia="fi-FI"/>
              </w:rPr>
              <w:t>DC_20A_n258A</w:t>
            </w:r>
          </w:p>
        </w:tc>
        <w:tc>
          <w:tcPr>
            <w:tcW w:w="4514" w:type="dxa"/>
            <w:vAlign w:val="center"/>
          </w:tcPr>
          <w:p w14:paraId="7AD258C8" w14:textId="77777777" w:rsidR="00F177CB" w:rsidRPr="00DF6DD6" w:rsidRDefault="00F177CB" w:rsidP="003768E0">
            <w:pPr>
              <w:pStyle w:val="TAC"/>
              <w:keepNext w:val="0"/>
              <w:rPr>
                <w:lang w:val="fi-FI" w:eastAsia="fi-FI"/>
              </w:rPr>
            </w:pPr>
            <w:r w:rsidRPr="00DF6DD6">
              <w:rPr>
                <w:lang w:val="fi-FI" w:eastAsia="fi-FI"/>
              </w:rPr>
              <w:t>DC_20A_n258A</w:t>
            </w:r>
          </w:p>
        </w:tc>
      </w:tr>
      <w:tr w:rsidR="00F55B07" w:rsidRPr="00DF6DD6" w14:paraId="694F2D45" w14:textId="77777777" w:rsidTr="00CE04D0">
        <w:trPr>
          <w:trHeight w:val="288"/>
          <w:jc w:val="center"/>
        </w:trPr>
        <w:tc>
          <w:tcPr>
            <w:tcW w:w="0" w:type="auto"/>
            <w:shd w:val="clear" w:color="auto" w:fill="auto"/>
            <w:noWrap/>
            <w:vAlign w:val="center"/>
          </w:tcPr>
          <w:p w14:paraId="45E3C3B9" w14:textId="77777777" w:rsidR="00F177CB" w:rsidRPr="00DF6DD6" w:rsidRDefault="00F177CB" w:rsidP="003768E0">
            <w:pPr>
              <w:pStyle w:val="TAC"/>
              <w:keepNext w:val="0"/>
              <w:rPr>
                <w:lang w:val="en-US" w:eastAsia="fi-FI"/>
              </w:rPr>
            </w:pPr>
            <w:r w:rsidRPr="00DF6DD6">
              <w:rPr>
                <w:lang w:val="en-US" w:eastAsia="fi-FI"/>
              </w:rPr>
              <w:t>DC_21A_n257A</w:t>
            </w:r>
          </w:p>
          <w:p w14:paraId="4DD8683F" w14:textId="77777777" w:rsidR="00F177CB" w:rsidRPr="00DF6DD6" w:rsidRDefault="00F177CB" w:rsidP="003768E0">
            <w:pPr>
              <w:pStyle w:val="TAC"/>
              <w:keepNext w:val="0"/>
              <w:rPr>
                <w:lang w:val="en-US" w:eastAsia="fi-FI"/>
              </w:rPr>
            </w:pPr>
            <w:r w:rsidRPr="00DF6DD6">
              <w:rPr>
                <w:lang w:val="en-US" w:eastAsia="fi-FI"/>
              </w:rPr>
              <w:t>DC_21A_n257D</w:t>
            </w:r>
          </w:p>
          <w:p w14:paraId="02242324" w14:textId="77777777" w:rsidR="00F177CB" w:rsidRPr="00DF6DD6" w:rsidRDefault="00F177CB" w:rsidP="003768E0">
            <w:pPr>
              <w:pStyle w:val="TAC"/>
              <w:keepNext w:val="0"/>
              <w:rPr>
                <w:lang w:val="en-US" w:eastAsia="fi-FI"/>
              </w:rPr>
            </w:pPr>
            <w:r w:rsidRPr="00DF6DD6">
              <w:rPr>
                <w:lang w:val="en-US" w:eastAsia="fi-FI"/>
              </w:rPr>
              <w:t>DC_21A_n257E</w:t>
            </w:r>
          </w:p>
          <w:p w14:paraId="3F64BEEC" w14:textId="77777777" w:rsidR="00F177CB" w:rsidRPr="00DF6DD6" w:rsidRDefault="00F177CB" w:rsidP="003768E0">
            <w:pPr>
              <w:pStyle w:val="TAC"/>
              <w:keepNext w:val="0"/>
              <w:rPr>
                <w:lang w:val="fi-FI" w:eastAsia="fi-FI"/>
              </w:rPr>
            </w:pPr>
            <w:r w:rsidRPr="00DF6DD6">
              <w:rPr>
                <w:lang w:val="fi-FI" w:eastAsia="fi-FI"/>
              </w:rPr>
              <w:t>DC_21A_n257F</w:t>
            </w:r>
          </w:p>
        </w:tc>
        <w:tc>
          <w:tcPr>
            <w:tcW w:w="4514" w:type="dxa"/>
            <w:vAlign w:val="center"/>
          </w:tcPr>
          <w:p w14:paraId="16FD28F9" w14:textId="77777777" w:rsidR="00F177CB" w:rsidRPr="00DF6DD6" w:rsidRDefault="00F177CB" w:rsidP="003768E0">
            <w:pPr>
              <w:pStyle w:val="TAC"/>
              <w:keepNext w:val="0"/>
              <w:rPr>
                <w:lang w:val="fi-FI" w:eastAsia="fi-FI"/>
              </w:rPr>
            </w:pPr>
            <w:r w:rsidRPr="00DF6DD6">
              <w:rPr>
                <w:lang w:val="fi-FI" w:eastAsia="fi-FI"/>
              </w:rPr>
              <w:t>DC_21A_n257A</w:t>
            </w:r>
          </w:p>
        </w:tc>
      </w:tr>
      <w:tr w:rsidR="00F55B07" w:rsidRPr="00DF6DD6" w14:paraId="74EA841F" w14:textId="77777777" w:rsidTr="00CE04D0">
        <w:trPr>
          <w:trHeight w:val="288"/>
          <w:jc w:val="center"/>
        </w:trPr>
        <w:tc>
          <w:tcPr>
            <w:tcW w:w="0" w:type="auto"/>
            <w:shd w:val="clear" w:color="auto" w:fill="auto"/>
            <w:noWrap/>
            <w:vAlign w:val="center"/>
          </w:tcPr>
          <w:p w14:paraId="1D88AF13" w14:textId="77777777" w:rsidR="00F177CB" w:rsidRPr="00DF6DD6" w:rsidRDefault="00F177CB" w:rsidP="003768E0">
            <w:pPr>
              <w:pStyle w:val="TAC"/>
              <w:keepNext w:val="0"/>
              <w:rPr>
                <w:lang w:val="fi-FI" w:eastAsia="fi-FI"/>
              </w:rPr>
            </w:pPr>
            <w:r w:rsidRPr="00DF6DD6">
              <w:rPr>
                <w:rFonts w:hint="eastAsia"/>
                <w:lang w:eastAsia="ja-JP"/>
              </w:rPr>
              <w:t>DC_</w:t>
            </w:r>
            <w:r w:rsidRPr="00DF6DD6">
              <w:rPr>
                <w:lang w:eastAsia="ja-JP"/>
              </w:rPr>
              <w:t>26A_n257A</w:t>
            </w:r>
          </w:p>
        </w:tc>
        <w:tc>
          <w:tcPr>
            <w:tcW w:w="4514" w:type="dxa"/>
            <w:vAlign w:val="center"/>
          </w:tcPr>
          <w:p w14:paraId="1FB11ACF" w14:textId="77777777" w:rsidR="00F177CB" w:rsidRPr="00DF6DD6" w:rsidRDefault="00F177CB" w:rsidP="003768E0">
            <w:pPr>
              <w:pStyle w:val="TAC"/>
              <w:keepNext w:val="0"/>
              <w:rPr>
                <w:lang w:val="fi-FI" w:eastAsia="fi-FI"/>
              </w:rPr>
            </w:pPr>
            <w:r w:rsidRPr="00DF6DD6">
              <w:rPr>
                <w:lang w:eastAsia="ja-JP"/>
              </w:rPr>
              <w:t>DC_26A_n257A</w:t>
            </w:r>
          </w:p>
        </w:tc>
      </w:tr>
      <w:tr w:rsidR="00F55B07" w:rsidRPr="00DF6DD6" w14:paraId="05D34455" w14:textId="77777777" w:rsidTr="00CE04D0">
        <w:trPr>
          <w:trHeight w:val="288"/>
          <w:jc w:val="center"/>
        </w:trPr>
        <w:tc>
          <w:tcPr>
            <w:tcW w:w="0" w:type="auto"/>
            <w:shd w:val="clear" w:color="auto" w:fill="auto"/>
            <w:noWrap/>
            <w:vAlign w:val="center"/>
          </w:tcPr>
          <w:p w14:paraId="63DBA261" w14:textId="77777777" w:rsidR="00F177CB" w:rsidRPr="00DF6DD6" w:rsidRDefault="00F177CB" w:rsidP="003768E0">
            <w:pPr>
              <w:pStyle w:val="TAC"/>
              <w:keepNext w:val="0"/>
              <w:rPr>
                <w:lang w:val="en-US" w:eastAsia="fi-FI"/>
              </w:rPr>
            </w:pPr>
            <w:r w:rsidRPr="00DF6DD6">
              <w:rPr>
                <w:lang w:val="en-US" w:eastAsia="fi-FI"/>
              </w:rPr>
              <w:t>DC_28A_n257A</w:t>
            </w:r>
          </w:p>
          <w:p w14:paraId="7BF14CA9" w14:textId="77777777" w:rsidR="00F177CB" w:rsidRPr="00DF6DD6" w:rsidRDefault="00F177CB" w:rsidP="003768E0">
            <w:pPr>
              <w:pStyle w:val="TAC"/>
              <w:keepNext w:val="0"/>
              <w:rPr>
                <w:lang w:val="en-US" w:eastAsia="fi-FI"/>
              </w:rPr>
            </w:pPr>
            <w:r w:rsidRPr="00DF6DD6">
              <w:rPr>
                <w:lang w:val="en-US" w:eastAsia="fi-FI"/>
              </w:rPr>
              <w:t>DC_28A_n257D</w:t>
            </w:r>
          </w:p>
          <w:p w14:paraId="7316DF09" w14:textId="77777777" w:rsidR="00F177CB" w:rsidRPr="00DF6DD6" w:rsidRDefault="00F177CB" w:rsidP="003768E0">
            <w:pPr>
              <w:pStyle w:val="TAC"/>
              <w:keepNext w:val="0"/>
              <w:rPr>
                <w:lang w:val="en-US" w:eastAsia="fi-FI"/>
              </w:rPr>
            </w:pPr>
            <w:r w:rsidRPr="00DF6DD6">
              <w:rPr>
                <w:lang w:val="en-US" w:eastAsia="fi-FI"/>
              </w:rPr>
              <w:t>DC_28A_n257E</w:t>
            </w:r>
          </w:p>
          <w:p w14:paraId="4F774EFC" w14:textId="77777777" w:rsidR="00F177CB" w:rsidRPr="00DF6DD6" w:rsidRDefault="00F177CB" w:rsidP="003768E0">
            <w:pPr>
              <w:pStyle w:val="TAC"/>
              <w:keepNext w:val="0"/>
              <w:rPr>
                <w:lang w:val="fi-FI" w:eastAsia="fi-FI"/>
              </w:rPr>
            </w:pPr>
            <w:r w:rsidRPr="00DF6DD6">
              <w:rPr>
                <w:lang w:val="fi-FI" w:eastAsia="fi-FI"/>
              </w:rPr>
              <w:t>DC_28A_n257F</w:t>
            </w:r>
          </w:p>
        </w:tc>
        <w:tc>
          <w:tcPr>
            <w:tcW w:w="4514" w:type="dxa"/>
            <w:vAlign w:val="center"/>
          </w:tcPr>
          <w:p w14:paraId="2F1DF6FC" w14:textId="77777777" w:rsidR="00F177CB" w:rsidRPr="00DF6DD6" w:rsidRDefault="00F177CB" w:rsidP="003768E0">
            <w:pPr>
              <w:pStyle w:val="TAC"/>
              <w:keepNext w:val="0"/>
              <w:rPr>
                <w:lang w:val="fi-FI" w:eastAsia="fi-FI"/>
              </w:rPr>
            </w:pPr>
            <w:r w:rsidRPr="00DF6DD6">
              <w:rPr>
                <w:lang w:val="fi-FI" w:eastAsia="fi-FI"/>
              </w:rPr>
              <w:t>DC_28A_n257A</w:t>
            </w:r>
          </w:p>
        </w:tc>
      </w:tr>
      <w:tr w:rsidR="00F55B07" w:rsidRPr="00DF6DD6" w14:paraId="3F0A745A" w14:textId="77777777" w:rsidTr="00CE04D0">
        <w:trPr>
          <w:trHeight w:val="288"/>
          <w:jc w:val="center"/>
        </w:trPr>
        <w:tc>
          <w:tcPr>
            <w:tcW w:w="0" w:type="auto"/>
            <w:shd w:val="clear" w:color="auto" w:fill="auto"/>
            <w:noWrap/>
            <w:vAlign w:val="center"/>
          </w:tcPr>
          <w:p w14:paraId="14F11DD7" w14:textId="77777777" w:rsidR="00F177CB" w:rsidRPr="00DF6DD6" w:rsidRDefault="00F177CB" w:rsidP="003768E0">
            <w:pPr>
              <w:pStyle w:val="TAC"/>
              <w:keepNext w:val="0"/>
              <w:rPr>
                <w:lang w:val="fi-FI" w:eastAsia="fi-FI"/>
              </w:rPr>
            </w:pPr>
            <w:r w:rsidRPr="00DF6DD6">
              <w:t>DC_28A_n258A</w:t>
            </w:r>
          </w:p>
        </w:tc>
        <w:tc>
          <w:tcPr>
            <w:tcW w:w="4514" w:type="dxa"/>
            <w:vAlign w:val="center"/>
          </w:tcPr>
          <w:p w14:paraId="011273FC" w14:textId="77777777" w:rsidR="00F177CB" w:rsidRPr="00DF6DD6" w:rsidRDefault="00F177CB" w:rsidP="003768E0">
            <w:pPr>
              <w:pStyle w:val="TAC"/>
              <w:keepNext w:val="0"/>
              <w:rPr>
                <w:lang w:val="fi-FI" w:eastAsia="fi-FI"/>
              </w:rPr>
            </w:pPr>
            <w:r w:rsidRPr="00DF6DD6">
              <w:t>DC_28A_n258A</w:t>
            </w:r>
          </w:p>
        </w:tc>
      </w:tr>
      <w:tr w:rsidR="00F55B07" w:rsidRPr="00DF6DD6" w14:paraId="42079C6F" w14:textId="77777777" w:rsidTr="00CE04D0">
        <w:trPr>
          <w:trHeight w:val="288"/>
          <w:jc w:val="center"/>
        </w:trPr>
        <w:tc>
          <w:tcPr>
            <w:tcW w:w="0" w:type="auto"/>
            <w:shd w:val="clear" w:color="auto" w:fill="auto"/>
            <w:noWrap/>
            <w:vAlign w:val="center"/>
          </w:tcPr>
          <w:p w14:paraId="20F1A49C" w14:textId="77777777" w:rsidR="00F177CB" w:rsidRPr="00DF6DD6" w:rsidRDefault="00F177CB" w:rsidP="003768E0">
            <w:pPr>
              <w:pStyle w:val="TAC"/>
              <w:keepNext w:val="0"/>
            </w:pPr>
            <w:r w:rsidRPr="00DF6DD6">
              <w:t>DC_30A_n260A</w:t>
            </w:r>
          </w:p>
          <w:p w14:paraId="5A4D75FE" w14:textId="77777777" w:rsidR="00F177CB" w:rsidRPr="00DF6DD6" w:rsidRDefault="00F177CB" w:rsidP="003768E0">
            <w:pPr>
              <w:pStyle w:val="TAC"/>
              <w:keepNext w:val="0"/>
              <w:rPr>
                <w:lang w:val="en-US" w:eastAsia="fi-FI"/>
              </w:rPr>
            </w:pPr>
            <w:r w:rsidRPr="00DF6DD6">
              <w:rPr>
                <w:lang w:val="en-US" w:eastAsia="fi-FI"/>
              </w:rPr>
              <w:t>DC_30A_n260G</w:t>
            </w:r>
          </w:p>
          <w:p w14:paraId="68B47646" w14:textId="77777777" w:rsidR="00F177CB" w:rsidRPr="00DF6DD6" w:rsidRDefault="00F177CB" w:rsidP="003768E0">
            <w:pPr>
              <w:pStyle w:val="TAC"/>
              <w:keepNext w:val="0"/>
              <w:rPr>
                <w:lang w:val="en-US" w:eastAsia="fi-FI"/>
              </w:rPr>
            </w:pPr>
            <w:r w:rsidRPr="00DF6DD6">
              <w:rPr>
                <w:lang w:val="en-US" w:eastAsia="fi-FI"/>
              </w:rPr>
              <w:t>DC_30A_n260H</w:t>
            </w:r>
          </w:p>
          <w:p w14:paraId="6E2A55EF" w14:textId="77777777" w:rsidR="00F177CB" w:rsidRPr="00DF6DD6" w:rsidRDefault="00F177CB" w:rsidP="003768E0">
            <w:pPr>
              <w:pStyle w:val="TAC"/>
              <w:keepNext w:val="0"/>
              <w:rPr>
                <w:lang w:val="en-US" w:eastAsia="fi-FI"/>
              </w:rPr>
            </w:pPr>
            <w:r w:rsidRPr="00DF6DD6">
              <w:rPr>
                <w:lang w:val="en-US" w:eastAsia="fi-FI"/>
              </w:rPr>
              <w:t>DC_30A_n260I</w:t>
            </w:r>
          </w:p>
          <w:p w14:paraId="692FB15A" w14:textId="77777777" w:rsidR="00F177CB" w:rsidRPr="00DF6DD6" w:rsidRDefault="00F177CB" w:rsidP="003768E0">
            <w:pPr>
              <w:pStyle w:val="TAC"/>
              <w:keepNext w:val="0"/>
              <w:rPr>
                <w:lang w:val="en-US" w:eastAsia="fi-FI"/>
              </w:rPr>
            </w:pPr>
            <w:r w:rsidRPr="00DF6DD6">
              <w:rPr>
                <w:lang w:val="en-US" w:eastAsia="fi-FI"/>
              </w:rPr>
              <w:t>DC_30A_n260J</w:t>
            </w:r>
          </w:p>
          <w:p w14:paraId="65B3A987" w14:textId="77777777" w:rsidR="00F177CB" w:rsidRPr="00DF6DD6" w:rsidRDefault="00F177CB" w:rsidP="003768E0">
            <w:pPr>
              <w:pStyle w:val="TAC"/>
              <w:keepNext w:val="0"/>
              <w:rPr>
                <w:lang w:val="en-US" w:eastAsia="fi-FI"/>
              </w:rPr>
            </w:pPr>
            <w:r w:rsidRPr="00DF6DD6">
              <w:rPr>
                <w:lang w:val="en-US" w:eastAsia="fi-FI"/>
              </w:rPr>
              <w:t>DC_30A_n260K</w:t>
            </w:r>
          </w:p>
          <w:p w14:paraId="387B8619" w14:textId="77777777" w:rsidR="00F177CB" w:rsidRPr="00DF6DD6" w:rsidRDefault="00F177CB" w:rsidP="003768E0">
            <w:pPr>
              <w:pStyle w:val="TAC"/>
              <w:keepNext w:val="0"/>
              <w:rPr>
                <w:lang w:val="en-US" w:eastAsia="fi-FI"/>
              </w:rPr>
            </w:pPr>
            <w:r w:rsidRPr="00DF6DD6">
              <w:rPr>
                <w:lang w:val="en-US" w:eastAsia="fi-FI"/>
              </w:rPr>
              <w:t>DC_30A_n260L</w:t>
            </w:r>
          </w:p>
          <w:p w14:paraId="0F1E809B" w14:textId="2E8C4151" w:rsidR="00F177CB" w:rsidRPr="00DF6DD6" w:rsidRDefault="00F177CB" w:rsidP="003768E0">
            <w:pPr>
              <w:pStyle w:val="TAC"/>
              <w:keepNext w:val="0"/>
            </w:pPr>
            <w:r w:rsidRPr="00DF6DD6">
              <w:rPr>
                <w:lang w:val="en-US" w:eastAsia="fi-FI"/>
              </w:rPr>
              <w:t>DC_30A_n260M</w:t>
            </w:r>
          </w:p>
        </w:tc>
        <w:tc>
          <w:tcPr>
            <w:tcW w:w="4514" w:type="dxa"/>
            <w:vAlign w:val="center"/>
          </w:tcPr>
          <w:p w14:paraId="203880F8" w14:textId="77777777" w:rsidR="00F177CB" w:rsidRPr="00DF6DD6" w:rsidRDefault="00F177CB" w:rsidP="003768E0">
            <w:pPr>
              <w:pStyle w:val="TAC"/>
              <w:keepNext w:val="0"/>
            </w:pPr>
            <w:r w:rsidRPr="00DF6DD6">
              <w:t>DC_30A_n260A</w:t>
            </w:r>
          </w:p>
        </w:tc>
      </w:tr>
      <w:tr w:rsidR="00F55B07" w:rsidRPr="00DF6DD6" w14:paraId="1F75D2E7" w14:textId="77777777" w:rsidTr="00CE04D0">
        <w:trPr>
          <w:trHeight w:val="288"/>
          <w:jc w:val="center"/>
        </w:trPr>
        <w:tc>
          <w:tcPr>
            <w:tcW w:w="0" w:type="auto"/>
            <w:shd w:val="clear" w:color="auto" w:fill="auto"/>
            <w:noWrap/>
            <w:vAlign w:val="center"/>
          </w:tcPr>
          <w:p w14:paraId="0628AF1B" w14:textId="77777777" w:rsidR="00F177CB" w:rsidRPr="00DF6DD6" w:rsidRDefault="00F177CB" w:rsidP="003768E0">
            <w:pPr>
              <w:pStyle w:val="TAC"/>
              <w:keepNext w:val="0"/>
              <w:rPr>
                <w:lang w:val="en-US" w:eastAsia="fi-FI"/>
              </w:rPr>
            </w:pPr>
            <w:r w:rsidRPr="00DF6DD6">
              <w:rPr>
                <w:lang w:val="en-US" w:eastAsia="fi-FI"/>
              </w:rPr>
              <w:t>DC_30A_n260(A-I)</w:t>
            </w:r>
          </w:p>
          <w:p w14:paraId="10BA57CE" w14:textId="61D24159" w:rsidR="00F177CB" w:rsidRPr="00DF6DD6" w:rsidRDefault="00F177CB" w:rsidP="003768E0">
            <w:pPr>
              <w:pStyle w:val="TAC"/>
              <w:keepNext w:val="0"/>
            </w:pPr>
            <w:r w:rsidRPr="00DF6DD6">
              <w:rPr>
                <w:lang w:val="en-US" w:eastAsia="fi-FI"/>
              </w:rPr>
              <w:t>DC_30A_n260(G-I)</w:t>
            </w:r>
          </w:p>
        </w:tc>
        <w:tc>
          <w:tcPr>
            <w:tcW w:w="4514" w:type="dxa"/>
            <w:vAlign w:val="center"/>
          </w:tcPr>
          <w:p w14:paraId="57C746B6" w14:textId="645E1133" w:rsidR="00F177CB" w:rsidRPr="00DF6DD6" w:rsidRDefault="00F177CB" w:rsidP="003768E0">
            <w:pPr>
              <w:pStyle w:val="TAC"/>
              <w:keepNext w:val="0"/>
            </w:pPr>
            <w:r w:rsidRPr="00DF6DD6">
              <w:t>DC_30A_n260A</w:t>
            </w:r>
          </w:p>
        </w:tc>
      </w:tr>
      <w:tr w:rsidR="00F55B07" w:rsidRPr="00DF6DD6" w14:paraId="2CF03414" w14:textId="77777777" w:rsidTr="00CE04D0">
        <w:trPr>
          <w:trHeight w:val="288"/>
          <w:jc w:val="center"/>
        </w:trPr>
        <w:tc>
          <w:tcPr>
            <w:tcW w:w="0" w:type="auto"/>
            <w:shd w:val="clear" w:color="auto" w:fill="auto"/>
            <w:noWrap/>
            <w:vAlign w:val="center"/>
          </w:tcPr>
          <w:p w14:paraId="39092D42" w14:textId="77777777" w:rsidR="00F177CB" w:rsidRPr="00DF6DD6" w:rsidRDefault="00F177CB" w:rsidP="003768E0">
            <w:pPr>
              <w:pStyle w:val="TAC"/>
              <w:keepNext w:val="0"/>
            </w:pPr>
            <w:r w:rsidRPr="00DF6DD6">
              <w:rPr>
                <w:rFonts w:eastAsia="MS Mincho" w:cs="Arial"/>
                <w:lang w:eastAsia="ja-JP"/>
              </w:rPr>
              <w:lastRenderedPageBreak/>
              <w:t>DC_39A_n</w:t>
            </w:r>
            <w:r w:rsidRPr="00DF6DD6">
              <w:rPr>
                <w:rFonts w:cs="Arial"/>
                <w:lang w:eastAsia="zh-CN"/>
              </w:rPr>
              <w:t>258</w:t>
            </w:r>
            <w:r w:rsidRPr="00DF6DD6">
              <w:rPr>
                <w:rFonts w:eastAsia="MS Mincho" w:cs="Arial"/>
                <w:lang w:eastAsia="ja-JP"/>
              </w:rPr>
              <w:t>A</w:t>
            </w:r>
          </w:p>
        </w:tc>
        <w:tc>
          <w:tcPr>
            <w:tcW w:w="4514" w:type="dxa"/>
            <w:vAlign w:val="center"/>
          </w:tcPr>
          <w:p w14:paraId="301A1C23" w14:textId="77777777" w:rsidR="00F177CB" w:rsidRPr="00DF6DD6" w:rsidRDefault="00F177CB" w:rsidP="003768E0">
            <w:pPr>
              <w:pStyle w:val="TAC"/>
              <w:keepNext w:val="0"/>
            </w:pPr>
            <w:r w:rsidRPr="00DF6DD6">
              <w:rPr>
                <w:rFonts w:eastAsia="MS Mincho" w:cs="Arial"/>
                <w:lang w:eastAsia="ja-JP"/>
              </w:rPr>
              <w:t>DC_39A_n</w:t>
            </w:r>
            <w:r w:rsidRPr="00DF6DD6">
              <w:rPr>
                <w:rFonts w:cs="Arial"/>
                <w:lang w:eastAsia="zh-CN"/>
              </w:rPr>
              <w:t>258</w:t>
            </w:r>
            <w:r w:rsidRPr="00DF6DD6">
              <w:rPr>
                <w:rFonts w:eastAsia="MS Mincho" w:cs="Arial"/>
                <w:lang w:eastAsia="ja-JP"/>
              </w:rPr>
              <w:t>A</w:t>
            </w:r>
          </w:p>
        </w:tc>
      </w:tr>
      <w:tr w:rsidR="00F55B07" w:rsidRPr="00DF6DD6" w14:paraId="3B18467B" w14:textId="77777777" w:rsidTr="00CE04D0">
        <w:trPr>
          <w:trHeight w:val="288"/>
          <w:jc w:val="center"/>
        </w:trPr>
        <w:tc>
          <w:tcPr>
            <w:tcW w:w="0" w:type="auto"/>
            <w:shd w:val="clear" w:color="auto" w:fill="auto"/>
            <w:noWrap/>
            <w:vAlign w:val="center"/>
          </w:tcPr>
          <w:p w14:paraId="160AC187" w14:textId="77777777" w:rsidR="00F177CB" w:rsidRPr="00DF6DD6" w:rsidRDefault="00F177CB" w:rsidP="003768E0">
            <w:pPr>
              <w:pStyle w:val="TAC"/>
              <w:keepNext w:val="0"/>
              <w:rPr>
                <w:lang w:val="en-US" w:eastAsia="fi-FI"/>
              </w:rPr>
            </w:pPr>
            <w:r w:rsidRPr="00DF6DD6">
              <w:rPr>
                <w:lang w:val="en-US" w:eastAsia="fi-FI"/>
              </w:rPr>
              <w:t>DC_41A_n257A</w:t>
            </w:r>
          </w:p>
          <w:p w14:paraId="35AF1EDA" w14:textId="77777777" w:rsidR="00F177CB" w:rsidRPr="00DF6DD6" w:rsidRDefault="00F177CB" w:rsidP="003768E0">
            <w:pPr>
              <w:pStyle w:val="TAC"/>
              <w:keepNext w:val="0"/>
              <w:rPr>
                <w:lang w:val="en-US" w:eastAsia="fi-FI"/>
              </w:rPr>
            </w:pPr>
            <w:r w:rsidRPr="00DF6DD6">
              <w:rPr>
                <w:lang w:val="en-US" w:eastAsia="fi-FI"/>
              </w:rPr>
              <w:t>DC_41C_n257A</w:t>
            </w:r>
          </w:p>
        </w:tc>
        <w:tc>
          <w:tcPr>
            <w:tcW w:w="4514" w:type="dxa"/>
            <w:vAlign w:val="center"/>
          </w:tcPr>
          <w:p w14:paraId="374C37F7" w14:textId="77777777" w:rsidR="00F177CB" w:rsidRPr="00DF6DD6" w:rsidRDefault="00F177CB" w:rsidP="003768E0">
            <w:pPr>
              <w:pStyle w:val="TAC"/>
              <w:keepNext w:val="0"/>
              <w:rPr>
                <w:lang w:val="en-US" w:eastAsia="fi-FI"/>
              </w:rPr>
            </w:pPr>
            <w:r w:rsidRPr="00DF6DD6">
              <w:rPr>
                <w:lang w:val="en-US" w:eastAsia="fi-FI"/>
              </w:rPr>
              <w:t>DC_41A_n257A</w:t>
            </w:r>
          </w:p>
          <w:p w14:paraId="1A3F5DA0" w14:textId="12A75C26" w:rsidR="00034290" w:rsidRPr="00DF6DD6" w:rsidRDefault="00034290" w:rsidP="003768E0">
            <w:pPr>
              <w:pStyle w:val="TAC"/>
              <w:keepNext w:val="0"/>
              <w:rPr>
                <w:lang w:val="en-US" w:eastAsia="fi-FI"/>
              </w:rPr>
            </w:pPr>
            <w:r w:rsidRPr="00DF6DD6">
              <w:rPr>
                <w:lang w:val="en-US" w:eastAsia="fi-FI"/>
              </w:rPr>
              <w:t>DC_41C_n257A</w:t>
            </w:r>
          </w:p>
        </w:tc>
      </w:tr>
      <w:tr w:rsidR="00F55B07" w:rsidRPr="00DF6DD6" w14:paraId="3668FF59" w14:textId="77777777" w:rsidTr="00CE04D0">
        <w:trPr>
          <w:trHeight w:val="288"/>
          <w:jc w:val="center"/>
        </w:trPr>
        <w:tc>
          <w:tcPr>
            <w:tcW w:w="0" w:type="auto"/>
            <w:shd w:val="clear" w:color="auto" w:fill="auto"/>
            <w:noWrap/>
            <w:vAlign w:val="center"/>
          </w:tcPr>
          <w:p w14:paraId="2D54B8FF" w14:textId="77777777" w:rsidR="00F177CB" w:rsidRPr="00DF6DD6" w:rsidRDefault="00F177CB" w:rsidP="003768E0">
            <w:pPr>
              <w:pStyle w:val="TAC"/>
              <w:keepNext w:val="0"/>
              <w:rPr>
                <w:lang w:val="fi-FI" w:eastAsia="fi-FI"/>
              </w:rPr>
            </w:pPr>
            <w:r w:rsidRPr="00DF6DD6">
              <w:rPr>
                <w:lang w:val="fi-FI" w:eastAsia="fi-FI"/>
              </w:rPr>
              <w:t>DC_41A_n258A</w:t>
            </w:r>
          </w:p>
        </w:tc>
        <w:tc>
          <w:tcPr>
            <w:tcW w:w="4514" w:type="dxa"/>
            <w:vAlign w:val="center"/>
          </w:tcPr>
          <w:p w14:paraId="2649E016" w14:textId="77777777" w:rsidR="00F177CB" w:rsidRPr="00DF6DD6" w:rsidRDefault="00F177CB" w:rsidP="003768E0">
            <w:pPr>
              <w:pStyle w:val="TAC"/>
              <w:keepNext w:val="0"/>
              <w:rPr>
                <w:lang w:val="fi-FI" w:eastAsia="fi-FI"/>
              </w:rPr>
            </w:pPr>
            <w:r w:rsidRPr="00DF6DD6">
              <w:rPr>
                <w:lang w:val="fi-FI" w:eastAsia="fi-FI"/>
              </w:rPr>
              <w:t>DC_41A_n258A</w:t>
            </w:r>
          </w:p>
        </w:tc>
      </w:tr>
      <w:tr w:rsidR="00F55B07" w:rsidRPr="00DF6DD6" w14:paraId="5D1A378E" w14:textId="77777777" w:rsidTr="00CE04D0">
        <w:trPr>
          <w:trHeight w:val="288"/>
          <w:jc w:val="center"/>
        </w:trPr>
        <w:tc>
          <w:tcPr>
            <w:tcW w:w="0" w:type="auto"/>
            <w:shd w:val="clear" w:color="auto" w:fill="auto"/>
            <w:noWrap/>
            <w:vAlign w:val="center"/>
          </w:tcPr>
          <w:p w14:paraId="1332E35C" w14:textId="77777777" w:rsidR="00F177CB" w:rsidRPr="00DF6DD6" w:rsidRDefault="00F177CB" w:rsidP="003768E0">
            <w:pPr>
              <w:pStyle w:val="TAC"/>
              <w:keepNext w:val="0"/>
              <w:rPr>
                <w:lang w:val="en-US" w:eastAsia="fi-FI"/>
              </w:rPr>
            </w:pPr>
            <w:r w:rsidRPr="00DF6DD6">
              <w:rPr>
                <w:lang w:val="en-US" w:eastAsia="fi-FI"/>
              </w:rPr>
              <w:t>DC_42A_n257A</w:t>
            </w:r>
          </w:p>
          <w:p w14:paraId="2249067B" w14:textId="77777777" w:rsidR="00F177CB" w:rsidRPr="00DF6DD6" w:rsidRDefault="00F177CB" w:rsidP="003768E0">
            <w:pPr>
              <w:pStyle w:val="TAC"/>
              <w:keepNext w:val="0"/>
              <w:rPr>
                <w:rFonts w:eastAsia="MS Mincho"/>
                <w:lang w:val="en-US" w:eastAsia="ja-JP"/>
              </w:rPr>
            </w:pPr>
            <w:r w:rsidRPr="00DF6DD6">
              <w:rPr>
                <w:rFonts w:eastAsia="MS Mincho"/>
                <w:lang w:val="en-US" w:eastAsia="ja-JP"/>
              </w:rPr>
              <w:t>DC_42C_n257A</w:t>
            </w:r>
          </w:p>
          <w:p w14:paraId="668A7027" w14:textId="77777777" w:rsidR="00F177CB" w:rsidRPr="00DF6DD6" w:rsidRDefault="00F177CB" w:rsidP="003768E0">
            <w:pPr>
              <w:pStyle w:val="TAC"/>
              <w:keepNext w:val="0"/>
              <w:rPr>
                <w:lang w:val="en-US" w:eastAsia="fi-FI"/>
              </w:rPr>
            </w:pPr>
            <w:r w:rsidRPr="00DF6DD6">
              <w:rPr>
                <w:lang w:val="en-US" w:eastAsia="fi-FI"/>
              </w:rPr>
              <w:t>DC_42A_n257D</w:t>
            </w:r>
          </w:p>
          <w:p w14:paraId="67FD6F58" w14:textId="77777777" w:rsidR="00F177CB" w:rsidRPr="004055F3" w:rsidRDefault="00F177CB" w:rsidP="003768E0">
            <w:pPr>
              <w:pStyle w:val="TAC"/>
              <w:keepNext w:val="0"/>
              <w:rPr>
                <w:lang w:eastAsia="fi-FI"/>
              </w:rPr>
            </w:pPr>
            <w:r w:rsidRPr="004055F3">
              <w:rPr>
                <w:lang w:eastAsia="fi-FI"/>
              </w:rPr>
              <w:t>DC_42A_n257E</w:t>
            </w:r>
          </w:p>
          <w:p w14:paraId="03157CE3" w14:textId="77777777" w:rsidR="00F177CB" w:rsidRPr="004055F3" w:rsidRDefault="00F177CB" w:rsidP="003768E0">
            <w:pPr>
              <w:pStyle w:val="TAC"/>
              <w:keepNext w:val="0"/>
              <w:rPr>
                <w:lang w:eastAsia="fi-FI"/>
              </w:rPr>
            </w:pPr>
            <w:r w:rsidRPr="004055F3">
              <w:rPr>
                <w:lang w:eastAsia="fi-FI"/>
              </w:rPr>
              <w:t>DC_42A_n257F</w:t>
            </w:r>
          </w:p>
          <w:p w14:paraId="36D1E552" w14:textId="77777777" w:rsidR="00F177CB" w:rsidRPr="00DF6DD6" w:rsidRDefault="00F177CB" w:rsidP="003768E0">
            <w:pPr>
              <w:pStyle w:val="TAC"/>
              <w:keepNext w:val="0"/>
              <w:rPr>
                <w:lang w:val="en-US" w:eastAsia="fi-FI"/>
              </w:rPr>
            </w:pPr>
            <w:r w:rsidRPr="00DF6DD6">
              <w:rPr>
                <w:lang w:val="en-US" w:eastAsia="fi-FI"/>
              </w:rPr>
              <w:t>DC_42C_n257D</w:t>
            </w:r>
          </w:p>
          <w:p w14:paraId="2D574E56" w14:textId="77777777" w:rsidR="00F177CB" w:rsidRPr="00DF6DD6" w:rsidRDefault="00F177CB" w:rsidP="003768E0">
            <w:pPr>
              <w:pStyle w:val="TAC"/>
              <w:keepNext w:val="0"/>
              <w:rPr>
                <w:lang w:val="en-US" w:eastAsia="fi-FI"/>
              </w:rPr>
            </w:pPr>
            <w:r w:rsidRPr="00DF6DD6">
              <w:rPr>
                <w:lang w:val="en-US" w:eastAsia="fi-FI"/>
              </w:rPr>
              <w:t>DC_42C_n257E</w:t>
            </w:r>
          </w:p>
          <w:p w14:paraId="4E33B5FB" w14:textId="77777777" w:rsidR="00F177CB" w:rsidRPr="00DF6DD6" w:rsidRDefault="00F177CB" w:rsidP="003768E0">
            <w:pPr>
              <w:pStyle w:val="TAC"/>
              <w:keepNext w:val="0"/>
              <w:rPr>
                <w:lang w:val="en-US" w:eastAsia="fi-FI"/>
              </w:rPr>
            </w:pPr>
            <w:r w:rsidRPr="00DF6DD6">
              <w:rPr>
                <w:lang w:val="en-US" w:eastAsia="fi-FI"/>
              </w:rPr>
              <w:t>DC_42C_n257F</w:t>
            </w:r>
          </w:p>
          <w:p w14:paraId="603F8903" w14:textId="77777777" w:rsidR="00F177CB" w:rsidRPr="00DF6DD6" w:rsidRDefault="00F177CB" w:rsidP="003768E0">
            <w:pPr>
              <w:pStyle w:val="TAC"/>
              <w:keepNext w:val="0"/>
              <w:rPr>
                <w:noProof/>
                <w:lang w:eastAsia="zh-CN"/>
              </w:rPr>
            </w:pPr>
            <w:r w:rsidRPr="00DF6DD6">
              <w:rPr>
                <w:noProof/>
                <w:lang w:eastAsia="zh-CN"/>
              </w:rPr>
              <w:t>DC_42D_n257A</w:t>
            </w:r>
          </w:p>
          <w:p w14:paraId="00A56162" w14:textId="00781980" w:rsidR="00F177CB" w:rsidRPr="00DF6DD6" w:rsidRDefault="00F177CB" w:rsidP="003768E0">
            <w:pPr>
              <w:pStyle w:val="TAC"/>
              <w:keepNext w:val="0"/>
              <w:rPr>
                <w:lang w:val="fi-FI" w:eastAsia="fi-FI"/>
              </w:rPr>
            </w:pPr>
            <w:r w:rsidRPr="00DF6DD6">
              <w:rPr>
                <w:lang w:val="fi-FI" w:eastAsia="fi-FI"/>
              </w:rPr>
              <w:t>DC_42E_n257A</w:t>
            </w:r>
          </w:p>
        </w:tc>
        <w:tc>
          <w:tcPr>
            <w:tcW w:w="4514" w:type="dxa"/>
            <w:vAlign w:val="center"/>
          </w:tcPr>
          <w:p w14:paraId="7265874A" w14:textId="77777777" w:rsidR="00F177CB" w:rsidRPr="00DF6DD6" w:rsidRDefault="00F177CB" w:rsidP="003768E0">
            <w:pPr>
              <w:pStyle w:val="TAC"/>
              <w:keepNext w:val="0"/>
              <w:rPr>
                <w:lang w:val="en-US" w:eastAsia="fi-FI"/>
              </w:rPr>
            </w:pPr>
            <w:r w:rsidRPr="00DF6DD6">
              <w:rPr>
                <w:lang w:val="en-US" w:eastAsia="fi-FI"/>
              </w:rPr>
              <w:t>DC_42A_n257A</w:t>
            </w:r>
          </w:p>
          <w:p w14:paraId="63959AFB" w14:textId="3C040C82" w:rsidR="00F177CB" w:rsidRPr="00DF6DD6" w:rsidRDefault="00F177CB" w:rsidP="003768E0">
            <w:pPr>
              <w:pStyle w:val="TAC"/>
              <w:keepNext w:val="0"/>
              <w:rPr>
                <w:lang w:val="en-US" w:eastAsia="fi-FI"/>
              </w:rPr>
            </w:pPr>
            <w:r w:rsidRPr="00DF6DD6">
              <w:rPr>
                <w:rFonts w:cs="Arial"/>
                <w:noProof/>
                <w:szCs w:val="18"/>
                <w:lang w:eastAsia="zh-CN"/>
              </w:rPr>
              <w:t>DC_42C_n257A</w:t>
            </w:r>
          </w:p>
        </w:tc>
      </w:tr>
      <w:tr w:rsidR="00F55B07" w:rsidRPr="00DF6DD6" w14:paraId="4AF075AD" w14:textId="77777777" w:rsidTr="00CE04D0">
        <w:trPr>
          <w:trHeight w:val="288"/>
          <w:jc w:val="center"/>
        </w:trPr>
        <w:tc>
          <w:tcPr>
            <w:tcW w:w="0" w:type="auto"/>
            <w:shd w:val="clear" w:color="auto" w:fill="auto"/>
            <w:noWrap/>
            <w:vAlign w:val="center"/>
          </w:tcPr>
          <w:p w14:paraId="58A6966F" w14:textId="77777777" w:rsidR="00F177CB" w:rsidRPr="00DF6DD6" w:rsidRDefault="00F177CB" w:rsidP="003768E0">
            <w:pPr>
              <w:pStyle w:val="TAC"/>
              <w:keepNext w:val="0"/>
              <w:rPr>
                <w:rFonts w:cs="Arial"/>
                <w:szCs w:val="18"/>
                <w:lang w:eastAsia="ja-JP"/>
              </w:rPr>
            </w:pPr>
            <w:r w:rsidRPr="00DF6DD6">
              <w:rPr>
                <w:rFonts w:cs="Arial"/>
                <w:szCs w:val="18"/>
                <w:lang w:eastAsia="ja-JP"/>
              </w:rPr>
              <w:t>DC_48A_n257A</w:t>
            </w:r>
          </w:p>
          <w:p w14:paraId="6C0CD3FD" w14:textId="4858C620" w:rsidR="00F177CB" w:rsidRPr="00DF6DD6" w:rsidRDefault="00F177CB" w:rsidP="003768E0">
            <w:pPr>
              <w:pStyle w:val="TAC"/>
              <w:keepNext w:val="0"/>
              <w:rPr>
                <w:lang w:val="en-US" w:eastAsia="fi-FI"/>
              </w:rPr>
            </w:pPr>
            <w:r w:rsidRPr="00DF6DD6">
              <w:rPr>
                <w:noProof/>
                <w:lang w:eastAsia="zh-CN"/>
              </w:rPr>
              <w:t>DC_48C_n257A</w:t>
            </w:r>
          </w:p>
        </w:tc>
        <w:tc>
          <w:tcPr>
            <w:tcW w:w="4514" w:type="dxa"/>
            <w:vAlign w:val="center"/>
          </w:tcPr>
          <w:p w14:paraId="4A8AD0AC" w14:textId="77777777" w:rsidR="00F177CB" w:rsidRPr="00DF6DD6" w:rsidRDefault="00F177CB" w:rsidP="003768E0">
            <w:pPr>
              <w:pStyle w:val="TAC"/>
              <w:keepNext w:val="0"/>
              <w:rPr>
                <w:rFonts w:cs="Arial"/>
                <w:szCs w:val="18"/>
                <w:lang w:eastAsia="ja-JP"/>
              </w:rPr>
            </w:pPr>
            <w:r w:rsidRPr="00DF6DD6">
              <w:rPr>
                <w:rFonts w:cs="Arial"/>
                <w:szCs w:val="18"/>
                <w:lang w:eastAsia="ja-JP"/>
              </w:rPr>
              <w:t>DC_48A_n257A</w:t>
            </w:r>
          </w:p>
          <w:p w14:paraId="432D8C2B" w14:textId="4A743E42" w:rsidR="00F177CB" w:rsidRPr="00DF6DD6" w:rsidRDefault="00F177CB" w:rsidP="003768E0">
            <w:pPr>
              <w:pStyle w:val="TAC"/>
              <w:keepNext w:val="0"/>
              <w:rPr>
                <w:lang w:val="en-US" w:eastAsia="fi-FI"/>
              </w:rPr>
            </w:pPr>
            <w:r w:rsidRPr="00DF6DD6">
              <w:rPr>
                <w:noProof/>
                <w:lang w:eastAsia="zh-CN"/>
              </w:rPr>
              <w:t>DC_48C_n257A</w:t>
            </w:r>
          </w:p>
        </w:tc>
      </w:tr>
      <w:tr w:rsidR="00F55B07" w:rsidRPr="00DF6DD6" w14:paraId="1954EDEF" w14:textId="77777777" w:rsidTr="00CE04D0">
        <w:trPr>
          <w:trHeight w:val="288"/>
          <w:jc w:val="center"/>
        </w:trPr>
        <w:tc>
          <w:tcPr>
            <w:tcW w:w="0" w:type="auto"/>
            <w:shd w:val="clear" w:color="auto" w:fill="auto"/>
            <w:noWrap/>
            <w:vAlign w:val="center"/>
          </w:tcPr>
          <w:p w14:paraId="05DF3C3A" w14:textId="55B282E3" w:rsidR="00F177CB" w:rsidRPr="00DF6DD6" w:rsidRDefault="00F177CB" w:rsidP="003768E0">
            <w:pPr>
              <w:pStyle w:val="TAC"/>
              <w:keepNext w:val="0"/>
              <w:rPr>
                <w:rFonts w:cs="Arial"/>
                <w:szCs w:val="18"/>
                <w:lang w:eastAsia="ja-JP"/>
              </w:rPr>
            </w:pPr>
            <w:r w:rsidRPr="00DF6DD6">
              <w:rPr>
                <w:noProof/>
                <w:lang w:eastAsia="zh-CN"/>
              </w:rPr>
              <w:t>DC_48A-48A_n257A</w:t>
            </w:r>
          </w:p>
        </w:tc>
        <w:tc>
          <w:tcPr>
            <w:tcW w:w="4514" w:type="dxa"/>
            <w:vAlign w:val="center"/>
          </w:tcPr>
          <w:p w14:paraId="60163065" w14:textId="3C541CBA" w:rsidR="00F177CB" w:rsidRPr="00DF6DD6" w:rsidRDefault="00F177CB" w:rsidP="003768E0">
            <w:pPr>
              <w:pStyle w:val="TAC"/>
              <w:keepNext w:val="0"/>
              <w:rPr>
                <w:rFonts w:cs="Arial"/>
                <w:szCs w:val="18"/>
                <w:lang w:eastAsia="ja-JP"/>
              </w:rPr>
            </w:pPr>
            <w:r w:rsidRPr="00DF6DD6">
              <w:rPr>
                <w:noProof/>
                <w:lang w:eastAsia="zh-CN"/>
              </w:rPr>
              <w:t>DC_48A_n257A</w:t>
            </w:r>
          </w:p>
        </w:tc>
      </w:tr>
      <w:tr w:rsidR="00F55B07" w:rsidRPr="00DF6DD6" w14:paraId="38E7A0E0" w14:textId="77777777" w:rsidTr="00CE04D0">
        <w:trPr>
          <w:trHeight w:val="288"/>
          <w:jc w:val="center"/>
        </w:trPr>
        <w:tc>
          <w:tcPr>
            <w:tcW w:w="0" w:type="auto"/>
            <w:shd w:val="clear" w:color="auto" w:fill="auto"/>
            <w:noWrap/>
            <w:vAlign w:val="center"/>
          </w:tcPr>
          <w:p w14:paraId="2A598A97" w14:textId="77777777" w:rsidR="00F177CB" w:rsidRPr="00DF6DD6" w:rsidRDefault="00F177CB" w:rsidP="003768E0">
            <w:pPr>
              <w:pStyle w:val="TAC"/>
              <w:keepNext w:val="0"/>
              <w:rPr>
                <w:noProof/>
                <w:lang w:eastAsia="zh-CN"/>
              </w:rPr>
            </w:pPr>
            <w:r w:rsidRPr="00DF6DD6">
              <w:rPr>
                <w:rFonts w:cs="Arial"/>
                <w:szCs w:val="18"/>
                <w:lang w:eastAsia="ja-JP"/>
              </w:rPr>
              <w:t>DC_48A_n260A</w:t>
            </w:r>
            <w:r w:rsidRPr="00DF6DD6">
              <w:rPr>
                <w:noProof/>
                <w:lang w:eastAsia="zh-CN"/>
              </w:rPr>
              <w:t xml:space="preserve"> </w:t>
            </w:r>
          </w:p>
          <w:p w14:paraId="6A389641" w14:textId="4D07411B" w:rsidR="00F177CB" w:rsidRPr="00DF6DD6" w:rsidRDefault="00F177CB" w:rsidP="003768E0">
            <w:pPr>
              <w:pStyle w:val="TAC"/>
              <w:keepNext w:val="0"/>
              <w:rPr>
                <w:rFonts w:cs="Arial"/>
                <w:szCs w:val="18"/>
                <w:lang w:eastAsia="ja-JP"/>
              </w:rPr>
            </w:pPr>
            <w:r w:rsidRPr="00DF6DD6">
              <w:rPr>
                <w:noProof/>
                <w:lang w:eastAsia="zh-CN"/>
              </w:rPr>
              <w:t>DC_48C_n260A</w:t>
            </w:r>
          </w:p>
        </w:tc>
        <w:tc>
          <w:tcPr>
            <w:tcW w:w="4514" w:type="dxa"/>
            <w:vAlign w:val="center"/>
          </w:tcPr>
          <w:p w14:paraId="5E5D22C3" w14:textId="77777777" w:rsidR="00F177CB" w:rsidRPr="00DF6DD6" w:rsidRDefault="00F177CB" w:rsidP="003768E0">
            <w:pPr>
              <w:pStyle w:val="TAC"/>
              <w:keepNext w:val="0"/>
              <w:rPr>
                <w:noProof/>
                <w:lang w:eastAsia="zh-CN"/>
              </w:rPr>
            </w:pPr>
            <w:r w:rsidRPr="00DF6DD6">
              <w:rPr>
                <w:rFonts w:cs="Arial"/>
                <w:szCs w:val="18"/>
                <w:lang w:eastAsia="ja-JP"/>
              </w:rPr>
              <w:t>DC_48A_n260A</w:t>
            </w:r>
            <w:r w:rsidRPr="00DF6DD6">
              <w:rPr>
                <w:noProof/>
                <w:lang w:eastAsia="zh-CN"/>
              </w:rPr>
              <w:t xml:space="preserve"> </w:t>
            </w:r>
          </w:p>
          <w:p w14:paraId="17E930CE" w14:textId="27901AB4" w:rsidR="00F177CB" w:rsidRPr="00DF6DD6" w:rsidRDefault="00F177CB" w:rsidP="003768E0">
            <w:pPr>
              <w:pStyle w:val="TAC"/>
              <w:keepNext w:val="0"/>
              <w:rPr>
                <w:rFonts w:cs="Arial"/>
                <w:szCs w:val="18"/>
                <w:lang w:eastAsia="ja-JP"/>
              </w:rPr>
            </w:pPr>
            <w:r w:rsidRPr="00DF6DD6">
              <w:rPr>
                <w:noProof/>
                <w:lang w:eastAsia="zh-CN"/>
              </w:rPr>
              <w:t>DC_48C_n260A</w:t>
            </w:r>
          </w:p>
        </w:tc>
      </w:tr>
      <w:tr w:rsidR="00F55B07" w:rsidRPr="00DF6DD6" w14:paraId="5F888666" w14:textId="77777777" w:rsidTr="00CE04D0">
        <w:trPr>
          <w:trHeight w:val="288"/>
          <w:jc w:val="center"/>
        </w:trPr>
        <w:tc>
          <w:tcPr>
            <w:tcW w:w="0" w:type="auto"/>
            <w:shd w:val="clear" w:color="auto" w:fill="auto"/>
            <w:noWrap/>
            <w:vAlign w:val="center"/>
          </w:tcPr>
          <w:p w14:paraId="29139016" w14:textId="01DED262" w:rsidR="00F177CB" w:rsidRPr="00DF6DD6" w:rsidRDefault="00F177CB" w:rsidP="003768E0">
            <w:pPr>
              <w:pStyle w:val="TAC"/>
              <w:keepNext w:val="0"/>
              <w:rPr>
                <w:lang w:val="fi-FI" w:eastAsia="fi-FI"/>
              </w:rPr>
            </w:pPr>
            <w:r w:rsidRPr="00DF6DD6">
              <w:rPr>
                <w:noProof/>
                <w:lang w:eastAsia="zh-CN"/>
              </w:rPr>
              <w:t>DC_48A-48A_n260A</w:t>
            </w:r>
          </w:p>
        </w:tc>
        <w:tc>
          <w:tcPr>
            <w:tcW w:w="4514" w:type="dxa"/>
            <w:vAlign w:val="center"/>
          </w:tcPr>
          <w:p w14:paraId="6E8B663E" w14:textId="5C399FAA" w:rsidR="00F177CB" w:rsidRPr="00DF6DD6" w:rsidRDefault="00F177CB" w:rsidP="003768E0">
            <w:pPr>
              <w:pStyle w:val="TAC"/>
              <w:keepNext w:val="0"/>
              <w:rPr>
                <w:lang w:val="fi-FI" w:eastAsia="fi-FI"/>
              </w:rPr>
            </w:pPr>
            <w:r w:rsidRPr="00DF6DD6">
              <w:rPr>
                <w:noProof/>
                <w:lang w:eastAsia="zh-CN"/>
              </w:rPr>
              <w:t>DC_48A_n260A</w:t>
            </w:r>
          </w:p>
        </w:tc>
      </w:tr>
      <w:tr w:rsidR="00F55B07" w:rsidRPr="00DF6DD6" w14:paraId="7F104E2F" w14:textId="77777777" w:rsidTr="00CE04D0">
        <w:trPr>
          <w:trHeight w:val="288"/>
          <w:jc w:val="center"/>
        </w:trPr>
        <w:tc>
          <w:tcPr>
            <w:tcW w:w="0" w:type="auto"/>
            <w:shd w:val="clear" w:color="auto" w:fill="auto"/>
            <w:noWrap/>
            <w:vAlign w:val="center"/>
          </w:tcPr>
          <w:p w14:paraId="6A180497" w14:textId="77777777" w:rsidR="00CE04D0" w:rsidRPr="00DF6DD6" w:rsidRDefault="00CE04D0" w:rsidP="00CE04D0">
            <w:pPr>
              <w:pStyle w:val="TAC"/>
              <w:keepNext w:val="0"/>
              <w:rPr>
                <w:lang w:val="en-US" w:eastAsia="fi-FI"/>
              </w:rPr>
            </w:pPr>
            <w:r w:rsidRPr="00DF6DD6">
              <w:rPr>
                <w:lang w:val="en-US" w:eastAsia="fi-FI"/>
              </w:rPr>
              <w:t>DC_66A_n257A</w:t>
            </w:r>
          </w:p>
          <w:p w14:paraId="41A2158E" w14:textId="77777777" w:rsidR="00CE04D0" w:rsidRPr="00DF6DD6" w:rsidRDefault="00CE04D0" w:rsidP="00CE04D0">
            <w:pPr>
              <w:pStyle w:val="TAC"/>
              <w:keepNext w:val="0"/>
              <w:rPr>
                <w:lang w:val="en-US" w:eastAsia="fi-FI"/>
              </w:rPr>
            </w:pPr>
            <w:r w:rsidRPr="00DF6DD6">
              <w:rPr>
                <w:lang w:val="en-US" w:eastAsia="fi-FI"/>
              </w:rPr>
              <w:t>DC_66A_n257G</w:t>
            </w:r>
          </w:p>
          <w:p w14:paraId="0221D29D" w14:textId="77777777" w:rsidR="00CE04D0" w:rsidRPr="00DF6DD6" w:rsidRDefault="00CE04D0" w:rsidP="00CE04D0">
            <w:pPr>
              <w:pStyle w:val="TAC"/>
              <w:keepNext w:val="0"/>
              <w:rPr>
                <w:lang w:val="en-US" w:eastAsia="fi-FI"/>
              </w:rPr>
            </w:pPr>
            <w:r w:rsidRPr="00DF6DD6">
              <w:rPr>
                <w:lang w:val="en-US" w:eastAsia="fi-FI"/>
              </w:rPr>
              <w:t>DC_66A_n257H</w:t>
            </w:r>
          </w:p>
          <w:p w14:paraId="66998555" w14:textId="77777777" w:rsidR="00CE04D0" w:rsidRPr="00DF6DD6" w:rsidRDefault="00CE04D0" w:rsidP="00CE04D0">
            <w:pPr>
              <w:pStyle w:val="TAC"/>
              <w:keepNext w:val="0"/>
              <w:rPr>
                <w:lang w:val="en-US" w:eastAsia="fi-FI"/>
              </w:rPr>
            </w:pPr>
            <w:r w:rsidRPr="00DF6DD6">
              <w:rPr>
                <w:lang w:val="en-US" w:eastAsia="fi-FI"/>
              </w:rPr>
              <w:t>DC_66A_n257I</w:t>
            </w:r>
          </w:p>
          <w:p w14:paraId="2A9D05D8" w14:textId="77777777" w:rsidR="00CE04D0" w:rsidRPr="00DF6DD6" w:rsidRDefault="00CE04D0" w:rsidP="00CE04D0">
            <w:pPr>
              <w:pStyle w:val="TAC"/>
              <w:keepNext w:val="0"/>
              <w:rPr>
                <w:lang w:val="en-US" w:eastAsia="fi-FI"/>
              </w:rPr>
            </w:pPr>
            <w:r w:rsidRPr="00DF6DD6">
              <w:rPr>
                <w:lang w:val="en-US" w:eastAsia="fi-FI"/>
              </w:rPr>
              <w:t>DC_66A_n257J</w:t>
            </w:r>
          </w:p>
          <w:p w14:paraId="64F5F287" w14:textId="77777777" w:rsidR="00CE04D0" w:rsidRPr="00DF6DD6" w:rsidRDefault="00CE04D0" w:rsidP="00CE04D0">
            <w:pPr>
              <w:pStyle w:val="TAC"/>
              <w:keepNext w:val="0"/>
              <w:rPr>
                <w:lang w:val="en-US" w:eastAsia="fi-FI"/>
              </w:rPr>
            </w:pPr>
            <w:r w:rsidRPr="00DF6DD6">
              <w:rPr>
                <w:lang w:val="en-US" w:eastAsia="fi-FI"/>
              </w:rPr>
              <w:t>DC_66A_n257K</w:t>
            </w:r>
          </w:p>
          <w:p w14:paraId="4A6614B0" w14:textId="77777777" w:rsidR="00CE04D0" w:rsidRPr="00DF6DD6" w:rsidRDefault="00CE04D0" w:rsidP="00CE04D0">
            <w:pPr>
              <w:pStyle w:val="TAC"/>
              <w:keepNext w:val="0"/>
              <w:rPr>
                <w:lang w:val="en-US" w:eastAsia="fi-FI"/>
              </w:rPr>
            </w:pPr>
            <w:r w:rsidRPr="00DF6DD6">
              <w:rPr>
                <w:lang w:val="en-US" w:eastAsia="fi-FI"/>
              </w:rPr>
              <w:t>DC_66A_n257L</w:t>
            </w:r>
          </w:p>
          <w:p w14:paraId="49347024" w14:textId="77777777" w:rsidR="00CE04D0" w:rsidRPr="00DF6DD6" w:rsidRDefault="00CE04D0" w:rsidP="00CE04D0">
            <w:pPr>
              <w:pStyle w:val="TAC"/>
              <w:keepNext w:val="0"/>
              <w:rPr>
                <w:lang w:val="en-US" w:eastAsia="fi-FI"/>
              </w:rPr>
            </w:pPr>
            <w:r w:rsidRPr="00DF6DD6">
              <w:rPr>
                <w:lang w:val="en-US" w:eastAsia="fi-FI"/>
              </w:rPr>
              <w:t>DC_66A_n257M</w:t>
            </w:r>
          </w:p>
          <w:p w14:paraId="01F83F9D" w14:textId="7BBEE480" w:rsidR="00F177CB" w:rsidRPr="00DF6DD6" w:rsidRDefault="00CE04D0" w:rsidP="00CE04D0">
            <w:pPr>
              <w:pStyle w:val="TAC"/>
              <w:keepNext w:val="0"/>
              <w:rPr>
                <w:lang w:val="en-US" w:eastAsia="fi-FI"/>
              </w:rPr>
            </w:pPr>
            <w:r w:rsidRPr="00DF6DD6">
              <w:rPr>
                <w:noProof/>
                <w:lang w:eastAsia="zh-CN"/>
              </w:rPr>
              <w:t>DC_66C_n257A</w:t>
            </w:r>
          </w:p>
        </w:tc>
        <w:tc>
          <w:tcPr>
            <w:tcW w:w="4514" w:type="dxa"/>
            <w:vAlign w:val="center"/>
          </w:tcPr>
          <w:p w14:paraId="2BAD2228" w14:textId="77777777" w:rsidR="00F177CB" w:rsidRPr="00DF6DD6" w:rsidRDefault="00F177CB" w:rsidP="003768E0">
            <w:pPr>
              <w:pStyle w:val="TAC"/>
              <w:keepNext w:val="0"/>
              <w:rPr>
                <w:lang w:val="fi-FI" w:eastAsia="fi-FI"/>
              </w:rPr>
            </w:pPr>
            <w:r w:rsidRPr="00DF6DD6">
              <w:rPr>
                <w:lang w:val="fi-FI" w:eastAsia="fi-FI"/>
              </w:rPr>
              <w:t>DC_66A_n257A</w:t>
            </w:r>
          </w:p>
        </w:tc>
      </w:tr>
      <w:tr w:rsidR="00CE04D0" w:rsidRPr="00DF6DD6" w14:paraId="21B43EBC" w14:textId="77777777" w:rsidTr="00CE04D0">
        <w:trPr>
          <w:trHeight w:val="288"/>
          <w:jc w:val="center"/>
        </w:trPr>
        <w:tc>
          <w:tcPr>
            <w:tcW w:w="0" w:type="auto"/>
            <w:shd w:val="clear" w:color="auto" w:fill="auto"/>
            <w:noWrap/>
            <w:vAlign w:val="center"/>
          </w:tcPr>
          <w:p w14:paraId="6A7C41AF" w14:textId="23F01B94" w:rsidR="00CE04D0" w:rsidRPr="00DF6DD6" w:rsidRDefault="00CE04D0" w:rsidP="00CE04D0">
            <w:pPr>
              <w:pStyle w:val="TAC"/>
              <w:keepNext w:val="0"/>
              <w:rPr>
                <w:noProof/>
                <w:lang w:eastAsia="zh-CN"/>
              </w:rPr>
            </w:pPr>
            <w:r w:rsidRPr="00DF6DD6">
              <w:rPr>
                <w:lang w:val="en-US" w:eastAsia="fi-FI"/>
              </w:rPr>
              <w:t>DC_66A_n257(2A)</w:t>
            </w:r>
          </w:p>
        </w:tc>
        <w:tc>
          <w:tcPr>
            <w:tcW w:w="4514" w:type="dxa"/>
            <w:vAlign w:val="center"/>
          </w:tcPr>
          <w:p w14:paraId="3BF0D8A6" w14:textId="4D5EBB8E" w:rsidR="00CE04D0" w:rsidRPr="00DF6DD6" w:rsidRDefault="00CE04D0" w:rsidP="00CE04D0">
            <w:pPr>
              <w:pStyle w:val="TAC"/>
              <w:keepNext w:val="0"/>
              <w:rPr>
                <w:noProof/>
                <w:lang w:eastAsia="zh-CN"/>
              </w:rPr>
            </w:pPr>
            <w:r w:rsidRPr="00DF6DD6">
              <w:rPr>
                <w:lang w:val="fi-FI" w:eastAsia="fi-FI"/>
              </w:rPr>
              <w:t>DC_66A_n257A</w:t>
            </w:r>
          </w:p>
        </w:tc>
      </w:tr>
      <w:tr w:rsidR="00F55B07" w:rsidRPr="00DF6DD6" w14:paraId="2650AAA9" w14:textId="77777777" w:rsidTr="00CE04D0">
        <w:trPr>
          <w:trHeight w:val="288"/>
          <w:jc w:val="center"/>
        </w:trPr>
        <w:tc>
          <w:tcPr>
            <w:tcW w:w="0" w:type="auto"/>
            <w:shd w:val="clear" w:color="auto" w:fill="auto"/>
            <w:noWrap/>
            <w:vAlign w:val="center"/>
          </w:tcPr>
          <w:p w14:paraId="0628E5A3" w14:textId="381FF1F7" w:rsidR="00F177CB" w:rsidRPr="00DF6DD6" w:rsidRDefault="00F177CB" w:rsidP="003768E0">
            <w:pPr>
              <w:pStyle w:val="TAC"/>
              <w:keepNext w:val="0"/>
              <w:rPr>
                <w:lang w:val="fi-FI" w:eastAsia="fi-FI"/>
              </w:rPr>
            </w:pPr>
            <w:r w:rsidRPr="00DF6DD6">
              <w:rPr>
                <w:noProof/>
                <w:lang w:eastAsia="zh-CN"/>
              </w:rPr>
              <w:t>DC_66A-66A_n257A</w:t>
            </w:r>
          </w:p>
        </w:tc>
        <w:tc>
          <w:tcPr>
            <w:tcW w:w="4514" w:type="dxa"/>
            <w:vAlign w:val="center"/>
          </w:tcPr>
          <w:p w14:paraId="69FE5715" w14:textId="3C9272BD" w:rsidR="00F177CB" w:rsidRPr="00DF6DD6" w:rsidRDefault="00F177CB" w:rsidP="003768E0">
            <w:pPr>
              <w:pStyle w:val="TAC"/>
              <w:keepNext w:val="0"/>
              <w:rPr>
                <w:lang w:val="fi-FI" w:eastAsia="fi-FI"/>
              </w:rPr>
            </w:pPr>
            <w:r w:rsidRPr="00DF6DD6">
              <w:rPr>
                <w:noProof/>
                <w:lang w:eastAsia="zh-CN"/>
              </w:rPr>
              <w:t>DC_66A_n257A</w:t>
            </w:r>
          </w:p>
        </w:tc>
      </w:tr>
      <w:tr w:rsidR="00F55B07" w:rsidRPr="00DF6DD6" w14:paraId="269DFE9E" w14:textId="77777777" w:rsidTr="00CE04D0">
        <w:trPr>
          <w:trHeight w:val="288"/>
          <w:jc w:val="center"/>
        </w:trPr>
        <w:tc>
          <w:tcPr>
            <w:tcW w:w="0" w:type="auto"/>
            <w:shd w:val="clear" w:color="auto" w:fill="auto"/>
            <w:noWrap/>
            <w:vAlign w:val="center"/>
          </w:tcPr>
          <w:p w14:paraId="2F94622D" w14:textId="77777777" w:rsidR="00F177CB" w:rsidRPr="00DF6DD6" w:rsidRDefault="00F177CB" w:rsidP="003768E0">
            <w:pPr>
              <w:pStyle w:val="TAC"/>
              <w:keepNext w:val="0"/>
              <w:rPr>
                <w:lang w:val="en-US" w:eastAsia="fi-FI"/>
              </w:rPr>
            </w:pPr>
            <w:r w:rsidRPr="00DF6DD6">
              <w:rPr>
                <w:lang w:val="en-US" w:eastAsia="fi-FI"/>
              </w:rPr>
              <w:t>DC_66A_n260A</w:t>
            </w:r>
          </w:p>
          <w:p w14:paraId="6A8730FC" w14:textId="77777777" w:rsidR="00F177CB" w:rsidRPr="00DF6DD6" w:rsidRDefault="00F177CB" w:rsidP="003768E0">
            <w:pPr>
              <w:pStyle w:val="TAC"/>
              <w:keepNext w:val="0"/>
              <w:rPr>
                <w:lang w:val="en-US" w:eastAsia="fi-FI"/>
              </w:rPr>
            </w:pPr>
            <w:r w:rsidRPr="00DF6DD6">
              <w:rPr>
                <w:lang w:val="en-US" w:eastAsia="fi-FI"/>
              </w:rPr>
              <w:t>DC_66A_n260D</w:t>
            </w:r>
          </w:p>
          <w:p w14:paraId="5F6F2F2D" w14:textId="77777777" w:rsidR="00F177CB" w:rsidRPr="00DF6DD6" w:rsidRDefault="00F177CB" w:rsidP="003768E0">
            <w:pPr>
              <w:pStyle w:val="TAC"/>
              <w:keepNext w:val="0"/>
              <w:rPr>
                <w:lang w:val="en-US" w:eastAsia="fi-FI"/>
              </w:rPr>
            </w:pPr>
            <w:r w:rsidRPr="00DF6DD6">
              <w:rPr>
                <w:lang w:val="en-US" w:eastAsia="fi-FI"/>
              </w:rPr>
              <w:t>DC_66A_n260E</w:t>
            </w:r>
          </w:p>
          <w:p w14:paraId="4771C650" w14:textId="77777777" w:rsidR="00F177CB" w:rsidRPr="00DF6DD6" w:rsidRDefault="00F177CB" w:rsidP="003768E0">
            <w:pPr>
              <w:pStyle w:val="TAC"/>
              <w:keepNext w:val="0"/>
              <w:rPr>
                <w:lang w:val="en-US" w:eastAsia="fi-FI"/>
              </w:rPr>
            </w:pPr>
            <w:r w:rsidRPr="00DF6DD6">
              <w:rPr>
                <w:lang w:val="en-US" w:eastAsia="fi-FI"/>
              </w:rPr>
              <w:t>DC_66A_n260F</w:t>
            </w:r>
          </w:p>
          <w:p w14:paraId="72D1B34A" w14:textId="77777777" w:rsidR="00F177CB" w:rsidRPr="00DF6DD6" w:rsidRDefault="00F177CB" w:rsidP="003768E0">
            <w:pPr>
              <w:pStyle w:val="TAC"/>
              <w:keepNext w:val="0"/>
              <w:rPr>
                <w:lang w:val="en-US" w:eastAsia="fi-FI"/>
              </w:rPr>
            </w:pPr>
            <w:r w:rsidRPr="00DF6DD6">
              <w:rPr>
                <w:lang w:val="en-US" w:eastAsia="fi-FI"/>
              </w:rPr>
              <w:t>DC_66A_n260G</w:t>
            </w:r>
          </w:p>
          <w:p w14:paraId="71D821FB" w14:textId="77777777" w:rsidR="00F177CB" w:rsidRPr="00DF6DD6" w:rsidRDefault="00F177CB" w:rsidP="003768E0">
            <w:pPr>
              <w:pStyle w:val="TAC"/>
              <w:keepNext w:val="0"/>
              <w:rPr>
                <w:lang w:val="en-US" w:eastAsia="fi-FI"/>
              </w:rPr>
            </w:pPr>
            <w:r w:rsidRPr="00DF6DD6">
              <w:rPr>
                <w:lang w:val="en-US" w:eastAsia="fi-FI"/>
              </w:rPr>
              <w:t>DC_66A_n260H</w:t>
            </w:r>
          </w:p>
          <w:p w14:paraId="0B9C7D04" w14:textId="77777777" w:rsidR="00F177CB" w:rsidRPr="00DF6DD6" w:rsidRDefault="00F177CB" w:rsidP="003768E0">
            <w:pPr>
              <w:pStyle w:val="TAC"/>
              <w:keepNext w:val="0"/>
              <w:rPr>
                <w:lang w:val="en-US" w:eastAsia="fi-FI"/>
              </w:rPr>
            </w:pPr>
            <w:r w:rsidRPr="00DF6DD6">
              <w:rPr>
                <w:lang w:val="en-US" w:eastAsia="fi-FI"/>
              </w:rPr>
              <w:t>DC_66A_n260I</w:t>
            </w:r>
          </w:p>
          <w:p w14:paraId="0D74CC69" w14:textId="77777777" w:rsidR="00F177CB" w:rsidRPr="00DF6DD6" w:rsidRDefault="00F177CB" w:rsidP="003768E0">
            <w:pPr>
              <w:pStyle w:val="TAC"/>
              <w:keepNext w:val="0"/>
              <w:rPr>
                <w:lang w:val="en-US" w:eastAsia="fi-FI"/>
              </w:rPr>
            </w:pPr>
            <w:r w:rsidRPr="00DF6DD6">
              <w:rPr>
                <w:lang w:val="en-US" w:eastAsia="fi-FI"/>
              </w:rPr>
              <w:t>DC_66A_n260J</w:t>
            </w:r>
          </w:p>
          <w:p w14:paraId="54D29656" w14:textId="77777777" w:rsidR="00F177CB" w:rsidRPr="00DF6DD6" w:rsidRDefault="00F177CB" w:rsidP="003768E0">
            <w:pPr>
              <w:pStyle w:val="TAC"/>
              <w:keepNext w:val="0"/>
              <w:rPr>
                <w:lang w:val="en-US" w:eastAsia="fi-FI"/>
              </w:rPr>
            </w:pPr>
            <w:r w:rsidRPr="00DF6DD6">
              <w:rPr>
                <w:lang w:val="en-US" w:eastAsia="fi-FI"/>
              </w:rPr>
              <w:t>DC_66A_n260K</w:t>
            </w:r>
          </w:p>
          <w:p w14:paraId="2DDE31F1" w14:textId="77777777" w:rsidR="00F177CB" w:rsidRPr="00DF6DD6" w:rsidRDefault="00F177CB" w:rsidP="003768E0">
            <w:pPr>
              <w:pStyle w:val="TAC"/>
              <w:keepNext w:val="0"/>
              <w:rPr>
                <w:lang w:val="en-US" w:eastAsia="fi-FI"/>
              </w:rPr>
            </w:pPr>
            <w:r w:rsidRPr="00DF6DD6">
              <w:rPr>
                <w:lang w:val="en-US" w:eastAsia="fi-FI"/>
              </w:rPr>
              <w:t>DC_66A_n260L</w:t>
            </w:r>
          </w:p>
          <w:p w14:paraId="402EB614" w14:textId="77777777" w:rsidR="00F177CB" w:rsidRPr="00DF6DD6" w:rsidRDefault="00F177CB" w:rsidP="003768E0">
            <w:pPr>
              <w:pStyle w:val="TAC"/>
              <w:keepNext w:val="0"/>
              <w:rPr>
                <w:lang w:val="en-US" w:eastAsia="fi-FI"/>
              </w:rPr>
            </w:pPr>
            <w:r w:rsidRPr="00DF6DD6">
              <w:rPr>
                <w:lang w:val="en-US" w:eastAsia="fi-FI"/>
              </w:rPr>
              <w:t>DC_66A_n260M</w:t>
            </w:r>
          </w:p>
          <w:p w14:paraId="5B0BFAB3" w14:textId="77777777" w:rsidR="00F177CB" w:rsidRPr="00DF6DD6" w:rsidRDefault="00F177CB" w:rsidP="003768E0">
            <w:pPr>
              <w:pStyle w:val="TAC"/>
              <w:keepNext w:val="0"/>
              <w:rPr>
                <w:lang w:val="en-US" w:eastAsia="fi-FI"/>
              </w:rPr>
            </w:pPr>
            <w:r w:rsidRPr="00DF6DD6">
              <w:rPr>
                <w:lang w:val="en-US" w:eastAsia="fi-FI"/>
              </w:rPr>
              <w:t>DC_66A_n260O</w:t>
            </w:r>
          </w:p>
          <w:p w14:paraId="759D9245" w14:textId="77777777" w:rsidR="00F177CB" w:rsidRPr="00DF6DD6" w:rsidRDefault="00F177CB" w:rsidP="003768E0">
            <w:pPr>
              <w:pStyle w:val="TAC"/>
              <w:keepNext w:val="0"/>
              <w:rPr>
                <w:lang w:val="en-US" w:eastAsia="fi-FI"/>
              </w:rPr>
            </w:pPr>
            <w:r w:rsidRPr="00DF6DD6">
              <w:rPr>
                <w:lang w:val="en-US" w:eastAsia="fi-FI"/>
              </w:rPr>
              <w:t>DC_66A_n260P</w:t>
            </w:r>
          </w:p>
          <w:p w14:paraId="79AC6B8C" w14:textId="1B33EBFA" w:rsidR="00F177CB" w:rsidRPr="00DF6DD6" w:rsidRDefault="00F177CB" w:rsidP="003768E0">
            <w:pPr>
              <w:pStyle w:val="TAC"/>
              <w:keepNext w:val="0"/>
              <w:rPr>
                <w:lang w:val="en-US" w:eastAsia="fi-FI"/>
              </w:rPr>
            </w:pPr>
            <w:r w:rsidRPr="00DF6DD6">
              <w:rPr>
                <w:lang w:val="en-US" w:eastAsia="fi-FI"/>
              </w:rPr>
              <w:t>DC_66A_n260Q</w:t>
            </w:r>
          </w:p>
        </w:tc>
        <w:tc>
          <w:tcPr>
            <w:tcW w:w="4514" w:type="dxa"/>
            <w:vAlign w:val="center"/>
          </w:tcPr>
          <w:p w14:paraId="66A6DBDC" w14:textId="77777777" w:rsidR="00F177CB" w:rsidRPr="00DF6DD6" w:rsidRDefault="00F177CB" w:rsidP="003768E0">
            <w:pPr>
              <w:pStyle w:val="TAC"/>
              <w:keepNext w:val="0"/>
              <w:rPr>
                <w:lang w:val="fi-FI" w:eastAsia="fi-FI"/>
              </w:rPr>
            </w:pPr>
            <w:r w:rsidRPr="00DF6DD6">
              <w:rPr>
                <w:lang w:val="fi-FI" w:eastAsia="fi-FI"/>
              </w:rPr>
              <w:t>DC_66A_n260A</w:t>
            </w:r>
          </w:p>
        </w:tc>
      </w:tr>
      <w:tr w:rsidR="00F55B07" w:rsidRPr="00DF6DD6" w14:paraId="06614114" w14:textId="77777777" w:rsidTr="00CE04D0">
        <w:trPr>
          <w:trHeight w:val="288"/>
          <w:jc w:val="center"/>
        </w:trPr>
        <w:tc>
          <w:tcPr>
            <w:tcW w:w="0" w:type="auto"/>
            <w:shd w:val="clear" w:color="auto" w:fill="auto"/>
            <w:noWrap/>
            <w:vAlign w:val="center"/>
          </w:tcPr>
          <w:p w14:paraId="5C0A47A6" w14:textId="77777777" w:rsidR="00F177CB" w:rsidRPr="00DF6DD6" w:rsidRDefault="00F177CB" w:rsidP="003768E0">
            <w:pPr>
              <w:pStyle w:val="TAC"/>
              <w:keepNext w:val="0"/>
              <w:rPr>
                <w:lang w:val="en-US" w:eastAsia="fi-FI"/>
              </w:rPr>
            </w:pPr>
            <w:r w:rsidRPr="00DF6DD6">
              <w:rPr>
                <w:lang w:val="en-US" w:eastAsia="fi-FI"/>
              </w:rPr>
              <w:t>DC_66A_n260(2A)</w:t>
            </w:r>
          </w:p>
          <w:p w14:paraId="116B8BAA" w14:textId="77777777" w:rsidR="00F177CB" w:rsidRPr="00DF6DD6" w:rsidRDefault="00F177CB" w:rsidP="003768E0">
            <w:pPr>
              <w:pStyle w:val="TAC"/>
              <w:keepNext w:val="0"/>
              <w:rPr>
                <w:lang w:val="en-US" w:eastAsia="fi-FI"/>
              </w:rPr>
            </w:pPr>
            <w:r w:rsidRPr="00DF6DD6">
              <w:rPr>
                <w:lang w:val="en-US" w:eastAsia="fi-FI"/>
              </w:rPr>
              <w:t>DC_66A_n260(3A)</w:t>
            </w:r>
          </w:p>
          <w:p w14:paraId="65D9C2DC" w14:textId="77777777" w:rsidR="00F177CB" w:rsidRPr="00DF6DD6" w:rsidRDefault="00F177CB" w:rsidP="003768E0">
            <w:pPr>
              <w:pStyle w:val="TAC"/>
              <w:keepNext w:val="0"/>
              <w:rPr>
                <w:lang w:val="en-US" w:eastAsia="fi-FI"/>
              </w:rPr>
            </w:pPr>
            <w:r w:rsidRPr="00DF6DD6">
              <w:rPr>
                <w:lang w:val="en-US" w:eastAsia="fi-FI"/>
              </w:rPr>
              <w:t>DC_66A_n260(4A)</w:t>
            </w:r>
          </w:p>
          <w:p w14:paraId="6E156469" w14:textId="77777777" w:rsidR="00F177CB" w:rsidRPr="00DF6DD6" w:rsidRDefault="00F177CB" w:rsidP="003768E0">
            <w:pPr>
              <w:pStyle w:val="TAC"/>
              <w:keepNext w:val="0"/>
              <w:rPr>
                <w:lang w:val="en-US" w:eastAsia="fi-FI"/>
              </w:rPr>
            </w:pPr>
            <w:r w:rsidRPr="00DF6DD6">
              <w:rPr>
                <w:lang w:val="en-US" w:eastAsia="fi-FI"/>
              </w:rPr>
              <w:t>DC_66A_n260(A-I)</w:t>
            </w:r>
          </w:p>
          <w:p w14:paraId="45B9FEF7" w14:textId="77777777" w:rsidR="00F177CB" w:rsidRPr="00DF6DD6" w:rsidRDefault="00F177CB" w:rsidP="003768E0">
            <w:pPr>
              <w:pStyle w:val="TAC"/>
              <w:keepNext w:val="0"/>
              <w:rPr>
                <w:lang w:val="en-US" w:eastAsia="fi-FI"/>
              </w:rPr>
            </w:pPr>
            <w:r w:rsidRPr="00DF6DD6">
              <w:rPr>
                <w:lang w:val="en-US" w:eastAsia="fi-FI"/>
              </w:rPr>
              <w:t>DC_66A_n260(D-G)</w:t>
            </w:r>
          </w:p>
          <w:p w14:paraId="0B771616" w14:textId="77777777" w:rsidR="00F177CB" w:rsidRPr="00DF6DD6" w:rsidRDefault="00F177CB" w:rsidP="003768E0">
            <w:pPr>
              <w:pStyle w:val="TAC"/>
              <w:keepNext w:val="0"/>
              <w:rPr>
                <w:lang w:val="en-US" w:eastAsia="fi-FI"/>
              </w:rPr>
            </w:pPr>
            <w:r w:rsidRPr="00DF6DD6">
              <w:rPr>
                <w:lang w:val="en-US" w:eastAsia="fi-FI"/>
              </w:rPr>
              <w:t>DC_66A_n260(D-H)</w:t>
            </w:r>
          </w:p>
          <w:p w14:paraId="729700FD" w14:textId="77777777" w:rsidR="00F177CB" w:rsidRPr="00DF6DD6" w:rsidRDefault="00F177CB" w:rsidP="003768E0">
            <w:pPr>
              <w:pStyle w:val="TAC"/>
              <w:keepNext w:val="0"/>
              <w:rPr>
                <w:lang w:val="en-US" w:eastAsia="fi-FI"/>
              </w:rPr>
            </w:pPr>
            <w:r w:rsidRPr="00DF6DD6">
              <w:rPr>
                <w:lang w:val="en-US" w:eastAsia="fi-FI"/>
              </w:rPr>
              <w:t>DC_66A_n260(D-I)</w:t>
            </w:r>
          </w:p>
          <w:p w14:paraId="260DD030" w14:textId="77777777" w:rsidR="00F177CB" w:rsidRPr="00DF6DD6" w:rsidRDefault="00F177CB" w:rsidP="003768E0">
            <w:pPr>
              <w:pStyle w:val="TAC"/>
              <w:keepNext w:val="0"/>
              <w:rPr>
                <w:lang w:val="en-US" w:eastAsia="fi-FI"/>
              </w:rPr>
            </w:pPr>
            <w:r w:rsidRPr="00DF6DD6">
              <w:rPr>
                <w:lang w:val="en-US" w:eastAsia="fi-FI"/>
              </w:rPr>
              <w:t>DC_66A_n260(D-O)</w:t>
            </w:r>
          </w:p>
          <w:p w14:paraId="7AF89907" w14:textId="77777777" w:rsidR="00F177CB" w:rsidRPr="00DF6DD6" w:rsidRDefault="00F177CB" w:rsidP="003768E0">
            <w:pPr>
              <w:pStyle w:val="TAC"/>
              <w:keepNext w:val="0"/>
              <w:rPr>
                <w:lang w:val="en-US" w:eastAsia="fi-FI"/>
              </w:rPr>
            </w:pPr>
            <w:r w:rsidRPr="00DF6DD6">
              <w:rPr>
                <w:lang w:val="en-US" w:eastAsia="fi-FI"/>
              </w:rPr>
              <w:t>DC_66A_n260(D-P)</w:t>
            </w:r>
          </w:p>
          <w:p w14:paraId="2E138859" w14:textId="77777777" w:rsidR="00F177CB" w:rsidRPr="00DF6DD6" w:rsidRDefault="00F177CB" w:rsidP="003768E0">
            <w:pPr>
              <w:pStyle w:val="TAC"/>
              <w:keepNext w:val="0"/>
              <w:rPr>
                <w:lang w:val="en-US" w:eastAsia="fi-FI"/>
              </w:rPr>
            </w:pPr>
            <w:r w:rsidRPr="00DF6DD6">
              <w:rPr>
                <w:lang w:val="en-US" w:eastAsia="fi-FI"/>
              </w:rPr>
              <w:t>DC_66A_n260(D-Q)</w:t>
            </w:r>
          </w:p>
          <w:p w14:paraId="3E6279E7" w14:textId="77777777" w:rsidR="00F177CB" w:rsidRPr="00DF6DD6" w:rsidRDefault="00F177CB" w:rsidP="003768E0">
            <w:pPr>
              <w:pStyle w:val="TAC"/>
              <w:keepNext w:val="0"/>
              <w:rPr>
                <w:lang w:val="en-US" w:eastAsia="fi-FI"/>
              </w:rPr>
            </w:pPr>
            <w:r w:rsidRPr="00DF6DD6">
              <w:rPr>
                <w:lang w:val="en-US" w:eastAsia="fi-FI"/>
              </w:rPr>
              <w:t>DC_66A_n260(E-O)</w:t>
            </w:r>
          </w:p>
          <w:p w14:paraId="62EB55E7" w14:textId="77777777" w:rsidR="00F177CB" w:rsidRPr="00DF6DD6" w:rsidRDefault="00F177CB" w:rsidP="003768E0">
            <w:pPr>
              <w:pStyle w:val="TAC"/>
              <w:keepNext w:val="0"/>
              <w:rPr>
                <w:lang w:val="en-US" w:eastAsia="fi-FI"/>
              </w:rPr>
            </w:pPr>
            <w:r w:rsidRPr="00DF6DD6">
              <w:rPr>
                <w:lang w:val="en-US" w:eastAsia="fi-FI"/>
              </w:rPr>
              <w:t>DC_66A_n260(E-P)</w:t>
            </w:r>
          </w:p>
          <w:p w14:paraId="794B6797" w14:textId="77777777" w:rsidR="00F177CB" w:rsidRPr="00DF6DD6" w:rsidRDefault="00F177CB" w:rsidP="003768E0">
            <w:pPr>
              <w:pStyle w:val="TAC"/>
              <w:keepNext w:val="0"/>
              <w:rPr>
                <w:lang w:val="en-US" w:eastAsia="fi-FI"/>
              </w:rPr>
            </w:pPr>
            <w:r w:rsidRPr="00DF6DD6">
              <w:rPr>
                <w:lang w:val="en-US" w:eastAsia="fi-FI"/>
              </w:rPr>
              <w:t>DC_66A_n260(E-Q)</w:t>
            </w:r>
          </w:p>
          <w:p w14:paraId="22244653" w14:textId="5CD2028A" w:rsidR="00F177CB" w:rsidRPr="00DF6DD6" w:rsidRDefault="00F177CB" w:rsidP="003768E0">
            <w:pPr>
              <w:pStyle w:val="TAC"/>
              <w:keepNext w:val="0"/>
              <w:rPr>
                <w:lang w:val="en-US" w:eastAsia="fi-FI"/>
              </w:rPr>
            </w:pPr>
            <w:r w:rsidRPr="00DF6DD6">
              <w:rPr>
                <w:lang w:val="en-US" w:eastAsia="fi-FI"/>
              </w:rPr>
              <w:t>DC_66A_n260(G-I)</w:t>
            </w:r>
          </w:p>
        </w:tc>
        <w:tc>
          <w:tcPr>
            <w:tcW w:w="4514" w:type="dxa"/>
            <w:vAlign w:val="center"/>
          </w:tcPr>
          <w:p w14:paraId="64AAA555" w14:textId="61B147B7" w:rsidR="00F177CB" w:rsidRPr="00DF6DD6" w:rsidRDefault="00F177CB" w:rsidP="003768E0">
            <w:pPr>
              <w:pStyle w:val="TAC"/>
              <w:keepNext w:val="0"/>
              <w:rPr>
                <w:lang w:val="fi-FI" w:eastAsia="fi-FI"/>
              </w:rPr>
            </w:pPr>
            <w:r w:rsidRPr="00DF6DD6">
              <w:rPr>
                <w:lang w:val="fi-FI" w:eastAsia="fi-FI"/>
              </w:rPr>
              <w:t>DC_66A_n260A</w:t>
            </w:r>
          </w:p>
        </w:tc>
      </w:tr>
      <w:tr w:rsidR="00F55B07" w:rsidRPr="00DF6DD6" w14:paraId="6AC0E525" w14:textId="77777777" w:rsidTr="00CE04D0">
        <w:trPr>
          <w:trHeight w:val="288"/>
          <w:jc w:val="center"/>
        </w:trPr>
        <w:tc>
          <w:tcPr>
            <w:tcW w:w="0" w:type="auto"/>
            <w:shd w:val="clear" w:color="auto" w:fill="auto"/>
            <w:noWrap/>
            <w:vAlign w:val="center"/>
          </w:tcPr>
          <w:p w14:paraId="2B2CBF58" w14:textId="77777777" w:rsidR="00F177CB" w:rsidRPr="00DF6DD6" w:rsidRDefault="00F177CB" w:rsidP="003768E0">
            <w:pPr>
              <w:pStyle w:val="TAC"/>
              <w:keepNext w:val="0"/>
              <w:rPr>
                <w:noProof/>
                <w:lang w:eastAsia="zh-CN"/>
              </w:rPr>
            </w:pPr>
            <w:r w:rsidRPr="00DF6DD6">
              <w:rPr>
                <w:noProof/>
                <w:lang w:eastAsia="zh-CN"/>
              </w:rPr>
              <w:t>DC_66A-66A_n260A</w:t>
            </w:r>
          </w:p>
          <w:p w14:paraId="6EB5616B"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66A-</w:t>
            </w:r>
            <w:r w:rsidRPr="00DF6DD6">
              <w:rPr>
                <w:lang w:val="en-US" w:eastAsia="fi-FI"/>
              </w:rPr>
              <w:t>66A_n260G</w:t>
            </w:r>
          </w:p>
          <w:p w14:paraId="3F672687"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66A-</w:t>
            </w:r>
            <w:r w:rsidRPr="00DF6DD6">
              <w:rPr>
                <w:lang w:val="en-US" w:eastAsia="fi-FI"/>
              </w:rPr>
              <w:t>66A_n260H</w:t>
            </w:r>
          </w:p>
          <w:p w14:paraId="733DEF2B" w14:textId="77777777" w:rsidR="00F177CB" w:rsidRPr="00DF6DD6" w:rsidRDefault="00F177CB" w:rsidP="003768E0">
            <w:pPr>
              <w:pStyle w:val="TAC"/>
              <w:keepNext w:val="0"/>
              <w:rPr>
                <w:lang w:val="en-US" w:eastAsia="fi-FI"/>
              </w:rPr>
            </w:pPr>
            <w:r w:rsidRPr="00DF6DD6">
              <w:rPr>
                <w:lang w:val="en-US" w:eastAsia="fi-FI"/>
              </w:rPr>
              <w:lastRenderedPageBreak/>
              <w:t>DC_</w:t>
            </w:r>
            <w:r w:rsidRPr="00DF6DD6">
              <w:rPr>
                <w:noProof/>
                <w:lang w:eastAsia="zh-CN"/>
              </w:rPr>
              <w:t>66A-</w:t>
            </w:r>
            <w:r w:rsidRPr="00DF6DD6">
              <w:rPr>
                <w:lang w:val="en-US" w:eastAsia="fi-FI"/>
              </w:rPr>
              <w:t>66A_n260I</w:t>
            </w:r>
          </w:p>
          <w:p w14:paraId="2A0D3491"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66A-</w:t>
            </w:r>
            <w:r w:rsidRPr="00DF6DD6">
              <w:rPr>
                <w:lang w:val="en-US" w:eastAsia="fi-FI"/>
              </w:rPr>
              <w:t>66A_n260J</w:t>
            </w:r>
          </w:p>
          <w:p w14:paraId="57A66089"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66A-</w:t>
            </w:r>
            <w:r w:rsidRPr="00DF6DD6">
              <w:rPr>
                <w:lang w:val="en-US" w:eastAsia="fi-FI"/>
              </w:rPr>
              <w:t>66A_n260K</w:t>
            </w:r>
          </w:p>
          <w:p w14:paraId="24D25B03" w14:textId="77777777"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66A-</w:t>
            </w:r>
            <w:r w:rsidRPr="00DF6DD6">
              <w:rPr>
                <w:lang w:val="en-US" w:eastAsia="fi-FI"/>
              </w:rPr>
              <w:t>66A_n260L</w:t>
            </w:r>
          </w:p>
          <w:p w14:paraId="163DB3FD" w14:textId="31F0A59F" w:rsidR="00F177CB" w:rsidRPr="00DF6DD6" w:rsidRDefault="00F177CB" w:rsidP="003768E0">
            <w:pPr>
              <w:pStyle w:val="TAC"/>
              <w:keepNext w:val="0"/>
              <w:rPr>
                <w:lang w:val="en-US" w:eastAsia="fi-FI"/>
              </w:rPr>
            </w:pPr>
            <w:r w:rsidRPr="00DF6DD6">
              <w:rPr>
                <w:lang w:val="en-US" w:eastAsia="fi-FI"/>
              </w:rPr>
              <w:t>DC_</w:t>
            </w:r>
            <w:r w:rsidRPr="00DF6DD6">
              <w:rPr>
                <w:noProof/>
                <w:lang w:eastAsia="zh-CN"/>
              </w:rPr>
              <w:t>66A-</w:t>
            </w:r>
            <w:r w:rsidRPr="00DF6DD6">
              <w:rPr>
                <w:lang w:val="en-US" w:eastAsia="fi-FI"/>
              </w:rPr>
              <w:t>66A_n260M</w:t>
            </w:r>
          </w:p>
        </w:tc>
        <w:tc>
          <w:tcPr>
            <w:tcW w:w="4514" w:type="dxa"/>
            <w:vAlign w:val="center"/>
          </w:tcPr>
          <w:p w14:paraId="582EBA6A" w14:textId="780E8965" w:rsidR="00F177CB" w:rsidRPr="00DF6DD6" w:rsidRDefault="00F177CB" w:rsidP="003768E0">
            <w:pPr>
              <w:pStyle w:val="TAC"/>
              <w:keepNext w:val="0"/>
              <w:rPr>
                <w:lang w:val="fi-FI" w:eastAsia="fi-FI"/>
              </w:rPr>
            </w:pPr>
            <w:r w:rsidRPr="00DF6DD6">
              <w:rPr>
                <w:noProof/>
                <w:lang w:eastAsia="zh-CN"/>
              </w:rPr>
              <w:lastRenderedPageBreak/>
              <w:t>DC_66A_n260A</w:t>
            </w:r>
          </w:p>
        </w:tc>
      </w:tr>
      <w:tr w:rsidR="00F55B07" w:rsidRPr="00DF6DD6" w14:paraId="51D3E57B" w14:textId="77777777" w:rsidTr="00CE04D0">
        <w:trPr>
          <w:trHeight w:val="288"/>
          <w:jc w:val="center"/>
        </w:trPr>
        <w:tc>
          <w:tcPr>
            <w:tcW w:w="0" w:type="auto"/>
            <w:shd w:val="clear" w:color="auto" w:fill="auto"/>
            <w:noWrap/>
            <w:vAlign w:val="center"/>
          </w:tcPr>
          <w:p w14:paraId="0523AF03" w14:textId="77777777" w:rsidR="00F177CB" w:rsidRPr="00DF6DD6" w:rsidRDefault="00F177CB" w:rsidP="003768E0">
            <w:pPr>
              <w:pStyle w:val="TAC"/>
              <w:keepNext w:val="0"/>
              <w:rPr>
                <w:lang w:val="en-US" w:eastAsia="fi-FI"/>
              </w:rPr>
            </w:pPr>
            <w:r w:rsidRPr="00DF6DD6">
              <w:rPr>
                <w:lang w:val="en-US" w:eastAsia="fi-FI"/>
              </w:rPr>
              <w:t>DC_66A_n261A</w:t>
            </w:r>
          </w:p>
          <w:p w14:paraId="44FDAF27" w14:textId="77777777" w:rsidR="00F177CB" w:rsidRPr="00DF6DD6" w:rsidRDefault="00F177CB" w:rsidP="003768E0">
            <w:pPr>
              <w:pStyle w:val="TAC"/>
              <w:keepNext w:val="0"/>
              <w:rPr>
                <w:lang w:val="en-US" w:eastAsia="fi-FI"/>
              </w:rPr>
            </w:pPr>
            <w:r w:rsidRPr="00DF6DD6">
              <w:rPr>
                <w:lang w:val="en-US" w:eastAsia="fi-FI"/>
              </w:rPr>
              <w:t>DC_66A_n261D</w:t>
            </w:r>
          </w:p>
          <w:p w14:paraId="53353353" w14:textId="77777777" w:rsidR="00F177CB" w:rsidRPr="00DF6DD6" w:rsidRDefault="00F177CB" w:rsidP="003768E0">
            <w:pPr>
              <w:pStyle w:val="TAC"/>
              <w:keepNext w:val="0"/>
              <w:rPr>
                <w:lang w:val="en-US" w:eastAsia="fi-FI"/>
              </w:rPr>
            </w:pPr>
            <w:r w:rsidRPr="00DF6DD6">
              <w:rPr>
                <w:lang w:val="en-US" w:eastAsia="fi-FI"/>
              </w:rPr>
              <w:t>DC_66A_n261E</w:t>
            </w:r>
          </w:p>
          <w:p w14:paraId="3AFECDEC" w14:textId="77777777" w:rsidR="00F177CB" w:rsidRPr="00DF6DD6" w:rsidRDefault="00F177CB" w:rsidP="003768E0">
            <w:pPr>
              <w:pStyle w:val="TAC"/>
              <w:keepNext w:val="0"/>
              <w:rPr>
                <w:lang w:val="en-US" w:eastAsia="fi-FI"/>
              </w:rPr>
            </w:pPr>
            <w:r w:rsidRPr="00DF6DD6">
              <w:rPr>
                <w:lang w:val="en-US" w:eastAsia="fi-FI"/>
              </w:rPr>
              <w:t>DC_66A_n261F</w:t>
            </w:r>
          </w:p>
          <w:p w14:paraId="5C2E973F" w14:textId="77777777" w:rsidR="00F177CB" w:rsidRPr="00DF6DD6" w:rsidRDefault="00F177CB" w:rsidP="003768E0">
            <w:pPr>
              <w:pStyle w:val="TAC"/>
              <w:keepNext w:val="0"/>
              <w:rPr>
                <w:lang w:val="en-US" w:eastAsia="fi-FI"/>
              </w:rPr>
            </w:pPr>
            <w:r w:rsidRPr="00DF6DD6">
              <w:rPr>
                <w:lang w:val="en-US" w:eastAsia="fi-FI"/>
              </w:rPr>
              <w:t>DC_66A_n261G</w:t>
            </w:r>
          </w:p>
          <w:p w14:paraId="026D34CA" w14:textId="77777777" w:rsidR="00F177CB" w:rsidRPr="00DF6DD6" w:rsidRDefault="00F177CB" w:rsidP="003768E0">
            <w:pPr>
              <w:pStyle w:val="TAC"/>
              <w:keepNext w:val="0"/>
              <w:rPr>
                <w:lang w:val="en-US" w:eastAsia="fi-FI"/>
              </w:rPr>
            </w:pPr>
            <w:r w:rsidRPr="00DF6DD6">
              <w:rPr>
                <w:lang w:val="en-US" w:eastAsia="fi-FI"/>
              </w:rPr>
              <w:t>DC_66A_n261H</w:t>
            </w:r>
          </w:p>
          <w:p w14:paraId="328EE840" w14:textId="77777777" w:rsidR="00F177CB" w:rsidRPr="00DF6DD6" w:rsidRDefault="00F177CB" w:rsidP="003768E0">
            <w:pPr>
              <w:pStyle w:val="TAC"/>
              <w:keepNext w:val="0"/>
              <w:rPr>
                <w:lang w:val="en-US" w:eastAsia="fi-FI"/>
              </w:rPr>
            </w:pPr>
            <w:r w:rsidRPr="00DF6DD6">
              <w:rPr>
                <w:lang w:val="en-US" w:eastAsia="fi-FI"/>
              </w:rPr>
              <w:t>DC_66A_n261I</w:t>
            </w:r>
          </w:p>
          <w:p w14:paraId="2F70A1F1" w14:textId="77777777" w:rsidR="00F177CB" w:rsidRPr="00DF6DD6" w:rsidRDefault="00F177CB" w:rsidP="003768E0">
            <w:pPr>
              <w:pStyle w:val="TAC"/>
              <w:keepNext w:val="0"/>
              <w:rPr>
                <w:lang w:val="en-US" w:eastAsia="fi-FI"/>
              </w:rPr>
            </w:pPr>
            <w:r w:rsidRPr="00DF6DD6">
              <w:rPr>
                <w:lang w:val="en-US" w:eastAsia="fi-FI"/>
              </w:rPr>
              <w:t>DC_66A_n261J</w:t>
            </w:r>
          </w:p>
          <w:p w14:paraId="0F0157FF" w14:textId="77777777" w:rsidR="00F177CB" w:rsidRPr="00DF6DD6" w:rsidRDefault="00F177CB" w:rsidP="003768E0">
            <w:pPr>
              <w:pStyle w:val="TAC"/>
              <w:keepNext w:val="0"/>
              <w:rPr>
                <w:lang w:val="en-US" w:eastAsia="fi-FI"/>
              </w:rPr>
            </w:pPr>
            <w:r w:rsidRPr="00DF6DD6">
              <w:rPr>
                <w:lang w:val="en-US" w:eastAsia="fi-FI"/>
              </w:rPr>
              <w:t>DC_66A_n261K</w:t>
            </w:r>
          </w:p>
          <w:p w14:paraId="41998304" w14:textId="77777777" w:rsidR="00F177CB" w:rsidRPr="00DF6DD6" w:rsidRDefault="00F177CB" w:rsidP="003768E0">
            <w:pPr>
              <w:pStyle w:val="TAC"/>
              <w:keepNext w:val="0"/>
              <w:rPr>
                <w:lang w:val="en-US" w:eastAsia="fi-FI"/>
              </w:rPr>
            </w:pPr>
            <w:r w:rsidRPr="00DF6DD6">
              <w:rPr>
                <w:lang w:val="en-US" w:eastAsia="fi-FI"/>
              </w:rPr>
              <w:t>DC_66A_n261L</w:t>
            </w:r>
          </w:p>
          <w:p w14:paraId="3943FED4" w14:textId="77777777" w:rsidR="00F177CB" w:rsidRPr="00DF6DD6" w:rsidRDefault="00F177CB" w:rsidP="003768E0">
            <w:pPr>
              <w:pStyle w:val="TAC"/>
              <w:keepNext w:val="0"/>
              <w:rPr>
                <w:lang w:val="en-US" w:eastAsia="fi-FI"/>
              </w:rPr>
            </w:pPr>
            <w:r w:rsidRPr="00DF6DD6">
              <w:rPr>
                <w:lang w:val="en-US" w:eastAsia="fi-FI"/>
              </w:rPr>
              <w:t>DC_66A_n261M</w:t>
            </w:r>
          </w:p>
          <w:p w14:paraId="0093E4B6" w14:textId="77777777" w:rsidR="00F177CB" w:rsidRPr="00DF6DD6" w:rsidRDefault="00F177CB" w:rsidP="003768E0">
            <w:pPr>
              <w:pStyle w:val="TAC"/>
              <w:keepNext w:val="0"/>
              <w:rPr>
                <w:lang w:val="en-US" w:eastAsia="fi-FI"/>
              </w:rPr>
            </w:pPr>
            <w:r w:rsidRPr="00DF6DD6">
              <w:rPr>
                <w:lang w:val="en-US" w:eastAsia="fi-FI"/>
              </w:rPr>
              <w:t>DC_66A_n261O</w:t>
            </w:r>
          </w:p>
          <w:p w14:paraId="44B9B77D" w14:textId="77777777" w:rsidR="00F177CB" w:rsidRPr="00DF6DD6" w:rsidRDefault="00F177CB" w:rsidP="003768E0">
            <w:pPr>
              <w:pStyle w:val="TAC"/>
              <w:keepNext w:val="0"/>
              <w:rPr>
                <w:lang w:val="en-US" w:eastAsia="fi-FI"/>
              </w:rPr>
            </w:pPr>
            <w:r w:rsidRPr="00DF6DD6">
              <w:rPr>
                <w:lang w:val="en-US" w:eastAsia="fi-FI"/>
              </w:rPr>
              <w:t>DC_66A_n261P</w:t>
            </w:r>
          </w:p>
          <w:p w14:paraId="194E7A9B" w14:textId="541FE50F" w:rsidR="00F177CB" w:rsidRPr="00DF6DD6" w:rsidRDefault="00F177CB" w:rsidP="003768E0">
            <w:pPr>
              <w:pStyle w:val="TAC"/>
              <w:keepNext w:val="0"/>
              <w:rPr>
                <w:noProof/>
                <w:lang w:eastAsia="zh-CN"/>
              </w:rPr>
            </w:pPr>
            <w:r w:rsidRPr="00DF6DD6">
              <w:rPr>
                <w:lang w:val="en-US" w:eastAsia="fi-FI"/>
              </w:rPr>
              <w:t>DC_66A_n261Q</w:t>
            </w:r>
            <w:r w:rsidRPr="00DF6DD6">
              <w:rPr>
                <w:noProof/>
                <w:lang w:eastAsia="zh-CN"/>
              </w:rPr>
              <w:t xml:space="preserve"> </w:t>
            </w:r>
          </w:p>
        </w:tc>
        <w:tc>
          <w:tcPr>
            <w:tcW w:w="4514" w:type="dxa"/>
            <w:vAlign w:val="center"/>
          </w:tcPr>
          <w:p w14:paraId="72C259F8" w14:textId="77777777" w:rsidR="00F177CB" w:rsidRPr="00DF6DD6" w:rsidRDefault="00F177CB" w:rsidP="003768E0">
            <w:pPr>
              <w:pStyle w:val="TAC"/>
              <w:keepNext w:val="0"/>
              <w:rPr>
                <w:noProof/>
                <w:lang w:eastAsia="zh-CN"/>
              </w:rPr>
            </w:pPr>
            <w:r w:rsidRPr="00DF6DD6">
              <w:rPr>
                <w:lang w:val="fi-FI" w:eastAsia="fi-FI"/>
              </w:rPr>
              <w:t>DC_66A_n261A</w:t>
            </w:r>
          </w:p>
        </w:tc>
      </w:tr>
      <w:tr w:rsidR="00F55B07" w:rsidRPr="00DF6DD6" w14:paraId="0F48DEAB" w14:textId="77777777" w:rsidTr="00CE04D0">
        <w:trPr>
          <w:trHeight w:val="288"/>
          <w:jc w:val="center"/>
        </w:trPr>
        <w:tc>
          <w:tcPr>
            <w:tcW w:w="0" w:type="auto"/>
            <w:shd w:val="clear" w:color="auto" w:fill="auto"/>
            <w:noWrap/>
            <w:vAlign w:val="center"/>
          </w:tcPr>
          <w:p w14:paraId="7992F22D" w14:textId="77777777" w:rsidR="00F177CB" w:rsidRPr="00DF6DD6" w:rsidRDefault="00F177CB" w:rsidP="003768E0">
            <w:pPr>
              <w:pStyle w:val="TAC"/>
              <w:keepNext w:val="0"/>
              <w:rPr>
                <w:noProof/>
                <w:lang w:eastAsia="zh-CN"/>
              </w:rPr>
            </w:pPr>
            <w:r w:rsidRPr="00DF6DD6">
              <w:rPr>
                <w:noProof/>
                <w:lang w:eastAsia="zh-CN"/>
              </w:rPr>
              <w:t>DC_66A_n261(2A)</w:t>
            </w:r>
          </w:p>
          <w:p w14:paraId="1561A10F" w14:textId="77777777" w:rsidR="00F177CB" w:rsidRPr="00DF6DD6" w:rsidRDefault="00F177CB" w:rsidP="003768E0">
            <w:pPr>
              <w:pStyle w:val="TAC"/>
              <w:keepNext w:val="0"/>
              <w:rPr>
                <w:noProof/>
                <w:lang w:eastAsia="zh-CN"/>
              </w:rPr>
            </w:pPr>
            <w:r w:rsidRPr="00DF6DD6">
              <w:rPr>
                <w:noProof/>
                <w:lang w:eastAsia="zh-CN"/>
              </w:rPr>
              <w:t>DC_66A_n261(3A)</w:t>
            </w:r>
          </w:p>
          <w:p w14:paraId="5D6C87E7" w14:textId="77777777" w:rsidR="00F177CB" w:rsidRPr="00DF6DD6" w:rsidRDefault="00F177CB" w:rsidP="003768E0">
            <w:pPr>
              <w:pStyle w:val="TAC"/>
              <w:keepNext w:val="0"/>
              <w:rPr>
                <w:noProof/>
                <w:lang w:eastAsia="zh-CN"/>
              </w:rPr>
            </w:pPr>
            <w:r w:rsidRPr="00DF6DD6">
              <w:rPr>
                <w:noProof/>
                <w:lang w:eastAsia="zh-CN"/>
              </w:rPr>
              <w:t>DC_66A_n261(4A)</w:t>
            </w:r>
          </w:p>
          <w:p w14:paraId="27A67F63" w14:textId="77777777" w:rsidR="00F177CB" w:rsidRPr="00DF6DD6" w:rsidRDefault="00F177CB" w:rsidP="003768E0">
            <w:pPr>
              <w:pStyle w:val="TAC"/>
              <w:keepNext w:val="0"/>
              <w:rPr>
                <w:noProof/>
                <w:lang w:eastAsia="zh-CN"/>
              </w:rPr>
            </w:pPr>
            <w:r w:rsidRPr="00DF6DD6">
              <w:rPr>
                <w:noProof/>
                <w:lang w:eastAsia="zh-CN"/>
              </w:rPr>
              <w:t>DC_66A_n261(D-G)</w:t>
            </w:r>
          </w:p>
          <w:p w14:paraId="3971C3F8" w14:textId="77777777" w:rsidR="00F177CB" w:rsidRPr="00DF6DD6" w:rsidRDefault="00F177CB" w:rsidP="003768E0">
            <w:pPr>
              <w:pStyle w:val="TAC"/>
              <w:keepNext w:val="0"/>
              <w:rPr>
                <w:noProof/>
                <w:lang w:eastAsia="zh-CN"/>
              </w:rPr>
            </w:pPr>
            <w:r w:rsidRPr="00DF6DD6">
              <w:rPr>
                <w:noProof/>
                <w:lang w:eastAsia="zh-CN"/>
              </w:rPr>
              <w:t>DC_66A_n261(D-H)</w:t>
            </w:r>
          </w:p>
          <w:p w14:paraId="5C77D41D" w14:textId="77777777" w:rsidR="00F177CB" w:rsidRPr="00DF6DD6" w:rsidRDefault="00F177CB" w:rsidP="003768E0">
            <w:pPr>
              <w:pStyle w:val="TAC"/>
              <w:keepNext w:val="0"/>
              <w:rPr>
                <w:noProof/>
                <w:lang w:eastAsia="zh-CN"/>
              </w:rPr>
            </w:pPr>
            <w:r w:rsidRPr="00DF6DD6">
              <w:rPr>
                <w:noProof/>
                <w:lang w:eastAsia="zh-CN"/>
              </w:rPr>
              <w:t>DC_66A_n261(D-I)</w:t>
            </w:r>
          </w:p>
          <w:p w14:paraId="7C114043" w14:textId="77777777" w:rsidR="00F177CB" w:rsidRPr="00DF6DD6" w:rsidRDefault="00F177CB" w:rsidP="003768E0">
            <w:pPr>
              <w:pStyle w:val="TAC"/>
              <w:keepNext w:val="0"/>
              <w:rPr>
                <w:noProof/>
                <w:lang w:eastAsia="zh-CN"/>
              </w:rPr>
            </w:pPr>
            <w:r w:rsidRPr="00DF6DD6">
              <w:rPr>
                <w:noProof/>
                <w:lang w:eastAsia="zh-CN"/>
              </w:rPr>
              <w:t>DC_66A_n261(D-O)</w:t>
            </w:r>
          </w:p>
          <w:p w14:paraId="3CDB417A" w14:textId="77777777" w:rsidR="00F177CB" w:rsidRPr="00DF6DD6" w:rsidRDefault="00F177CB" w:rsidP="003768E0">
            <w:pPr>
              <w:pStyle w:val="TAC"/>
              <w:keepNext w:val="0"/>
              <w:rPr>
                <w:noProof/>
                <w:lang w:eastAsia="zh-CN"/>
              </w:rPr>
            </w:pPr>
            <w:r w:rsidRPr="00DF6DD6">
              <w:rPr>
                <w:noProof/>
                <w:lang w:eastAsia="zh-CN"/>
              </w:rPr>
              <w:t>DC_66A_n261(D-P)</w:t>
            </w:r>
          </w:p>
          <w:p w14:paraId="426BB7F7" w14:textId="77777777" w:rsidR="00F177CB" w:rsidRPr="00DF6DD6" w:rsidRDefault="00F177CB" w:rsidP="003768E0">
            <w:pPr>
              <w:pStyle w:val="TAC"/>
              <w:keepNext w:val="0"/>
              <w:rPr>
                <w:noProof/>
                <w:lang w:eastAsia="zh-CN"/>
              </w:rPr>
            </w:pPr>
            <w:r w:rsidRPr="00DF6DD6">
              <w:rPr>
                <w:noProof/>
                <w:lang w:eastAsia="zh-CN"/>
              </w:rPr>
              <w:t>DC_66A_n261(D-Q)</w:t>
            </w:r>
          </w:p>
          <w:p w14:paraId="397D65FB" w14:textId="77777777" w:rsidR="00F177CB" w:rsidRPr="00DF6DD6" w:rsidRDefault="00F177CB" w:rsidP="003768E0">
            <w:pPr>
              <w:pStyle w:val="TAC"/>
              <w:keepNext w:val="0"/>
              <w:rPr>
                <w:noProof/>
                <w:lang w:eastAsia="zh-CN"/>
              </w:rPr>
            </w:pPr>
            <w:r w:rsidRPr="00DF6DD6">
              <w:rPr>
                <w:noProof/>
                <w:lang w:eastAsia="zh-CN"/>
              </w:rPr>
              <w:t>DC_66A_n261(E-O)</w:t>
            </w:r>
          </w:p>
          <w:p w14:paraId="1ABE3390" w14:textId="77777777" w:rsidR="00F177CB" w:rsidRPr="00DF6DD6" w:rsidRDefault="00F177CB" w:rsidP="003768E0">
            <w:pPr>
              <w:pStyle w:val="TAC"/>
              <w:keepNext w:val="0"/>
              <w:rPr>
                <w:noProof/>
                <w:lang w:eastAsia="zh-CN"/>
              </w:rPr>
            </w:pPr>
            <w:r w:rsidRPr="00DF6DD6">
              <w:rPr>
                <w:noProof/>
                <w:lang w:eastAsia="zh-CN"/>
              </w:rPr>
              <w:t>DC_66A_n261(E-P)</w:t>
            </w:r>
          </w:p>
          <w:p w14:paraId="7219620B" w14:textId="0DCCEBF0" w:rsidR="00F177CB" w:rsidRPr="00DF6DD6" w:rsidRDefault="00F177CB" w:rsidP="003768E0">
            <w:pPr>
              <w:pStyle w:val="TAC"/>
              <w:keepNext w:val="0"/>
              <w:rPr>
                <w:lang w:val="en-US" w:eastAsia="fi-FI"/>
              </w:rPr>
            </w:pPr>
            <w:r w:rsidRPr="00DF6DD6">
              <w:rPr>
                <w:noProof/>
                <w:lang w:eastAsia="zh-CN"/>
              </w:rPr>
              <w:t>DC_66A_n261(E-Q)</w:t>
            </w:r>
          </w:p>
        </w:tc>
        <w:tc>
          <w:tcPr>
            <w:tcW w:w="4514" w:type="dxa"/>
            <w:vAlign w:val="center"/>
          </w:tcPr>
          <w:p w14:paraId="52D34285" w14:textId="082EF46D" w:rsidR="00F177CB" w:rsidRPr="00DF6DD6" w:rsidRDefault="00F177CB" w:rsidP="003768E0">
            <w:pPr>
              <w:pStyle w:val="TAC"/>
              <w:keepNext w:val="0"/>
              <w:rPr>
                <w:lang w:val="fi-FI" w:eastAsia="fi-FI"/>
              </w:rPr>
            </w:pPr>
            <w:r w:rsidRPr="00DF6DD6">
              <w:rPr>
                <w:lang w:val="fi-FI" w:eastAsia="fi-FI"/>
              </w:rPr>
              <w:t>DC_66A_n261A</w:t>
            </w:r>
          </w:p>
        </w:tc>
      </w:tr>
      <w:tr w:rsidR="00F177CB" w:rsidRPr="00DF6DD6" w14:paraId="7F79719C" w14:textId="77777777" w:rsidTr="00A6034C">
        <w:trPr>
          <w:trHeight w:val="288"/>
          <w:jc w:val="center"/>
        </w:trPr>
        <w:tc>
          <w:tcPr>
            <w:tcW w:w="7366" w:type="dxa"/>
            <w:gridSpan w:val="2"/>
            <w:shd w:val="clear" w:color="auto" w:fill="auto"/>
            <w:noWrap/>
            <w:vAlign w:val="center"/>
          </w:tcPr>
          <w:p w14:paraId="761A5C76" w14:textId="791F51F5" w:rsidR="00F177CB" w:rsidRPr="00DF6DD6" w:rsidRDefault="00F177CB" w:rsidP="003768E0">
            <w:pPr>
              <w:pStyle w:val="TAN"/>
              <w:keepNext w:val="0"/>
              <w:rPr>
                <w:rStyle w:val="TALChar"/>
                <w:rFonts w:cs="Times New Roman"/>
              </w:rPr>
            </w:pPr>
            <w:r w:rsidRPr="00DF6DD6">
              <w:rPr>
                <w:rStyle w:val="TALChar"/>
                <w:rFonts w:cs="Times New Roman"/>
              </w:rPr>
              <w:t>NOTE 1:</w:t>
            </w:r>
            <w:r w:rsidRPr="00DF6DD6">
              <w:rPr>
                <w:rStyle w:val="TALChar"/>
                <w:rFonts w:cs="Times New Roman"/>
              </w:rPr>
              <w:tab/>
            </w:r>
            <w:r w:rsidR="0093068C" w:rsidRPr="0070079D">
              <w:rPr>
                <w:rStyle w:val="TALChar"/>
              </w:rPr>
              <w:t xml:space="preserve">Uplink </w:t>
            </w:r>
            <w:r w:rsidR="0093068C">
              <w:rPr>
                <w:rStyle w:val="TALChar"/>
              </w:rPr>
              <w:t>EN-DC</w:t>
            </w:r>
            <w:r w:rsidR="0093068C" w:rsidRPr="0070079D">
              <w:rPr>
                <w:rStyle w:val="TALChar"/>
              </w:rPr>
              <w:t xml:space="preserve"> </w:t>
            </w:r>
            <w:r w:rsidRPr="00DF6DD6">
              <w:rPr>
                <w:rStyle w:val="TALChar"/>
                <w:rFonts w:cs="Times New Roman"/>
              </w:rPr>
              <w:t>configurations are the configurations supported by the present release of specifications.</w:t>
            </w:r>
          </w:p>
          <w:p w14:paraId="55AD96A7" w14:textId="6C5A0078" w:rsidR="00F177CB" w:rsidRPr="00DF6DD6" w:rsidRDefault="00F177CB" w:rsidP="003768E0">
            <w:pPr>
              <w:pStyle w:val="TAN"/>
              <w:keepNext w:val="0"/>
              <w:rPr>
                <w:lang w:val="en-US" w:eastAsia="fi-FI"/>
              </w:rPr>
            </w:pPr>
            <w:r w:rsidRPr="00DF6DD6">
              <w:rPr>
                <w:rStyle w:val="TALChar"/>
                <w:rFonts w:cs="Times New Roman"/>
              </w:rPr>
              <w:t>NOTE 2:</w:t>
            </w:r>
            <w:r w:rsidRPr="00DF6DD6">
              <w:rPr>
                <w:rStyle w:val="TALChar"/>
                <w:rFonts w:cs="Times New Roman"/>
              </w:rPr>
              <w:tab/>
              <w:t>Applicable for UE supporting inter-band EN-DC with mandatory simultaneous Rx/Tx capability for all of the above combinations</w:t>
            </w:r>
          </w:p>
        </w:tc>
      </w:tr>
    </w:tbl>
    <w:p w14:paraId="6037E4C0" w14:textId="77777777" w:rsidR="00F177CB" w:rsidRPr="00DF6DD6" w:rsidRDefault="00F177CB" w:rsidP="001310A1"/>
    <w:p w14:paraId="1D981363" w14:textId="5B846D16" w:rsidR="001310A1" w:rsidRPr="00DF6DD6" w:rsidRDefault="001310A1" w:rsidP="001310A1">
      <w:pPr>
        <w:pStyle w:val="Heading4"/>
      </w:pPr>
      <w:bookmarkStart w:id="804" w:name="_Toc21345422"/>
      <w:bookmarkStart w:id="805" w:name="_Toc29806271"/>
      <w:bookmarkStart w:id="806" w:name="_Toc37255804"/>
      <w:bookmarkStart w:id="807" w:name="_Toc37256145"/>
      <w:bookmarkStart w:id="808" w:name="_Toc45889982"/>
      <w:bookmarkStart w:id="809" w:name="_Toc52381807"/>
      <w:bookmarkStart w:id="810" w:name="_Toc61374906"/>
      <w:bookmarkStart w:id="811" w:name="_Toc67936257"/>
      <w:bookmarkStart w:id="812" w:name="_Toc67937130"/>
      <w:bookmarkStart w:id="813" w:name="_Toc76452366"/>
      <w:bookmarkStart w:id="814" w:name="_Toc76630209"/>
      <w:bookmarkStart w:id="815" w:name="_Toc83742769"/>
      <w:bookmarkStart w:id="816" w:name="_Toc83886883"/>
      <w:bookmarkStart w:id="817" w:name="_Toc83887683"/>
      <w:bookmarkStart w:id="818" w:name="_Toc90588524"/>
      <w:r w:rsidRPr="00DF6DD6">
        <w:t>5.5B.5.2</w:t>
      </w:r>
      <w:r w:rsidRPr="00DF6DD6">
        <w:tab/>
        <w:t xml:space="preserve">Inter-band EN-DC configurations </w:t>
      </w:r>
      <w:r w:rsidR="00B12C86" w:rsidRPr="00DF6DD6">
        <w:t xml:space="preserve">including FR2 </w:t>
      </w:r>
      <w:r w:rsidRPr="00DF6DD6">
        <w:t>(three bands)</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14:paraId="6E2C784E" w14:textId="1397CDD8" w:rsidR="001310A1" w:rsidRPr="00DF6DD6" w:rsidRDefault="001310A1" w:rsidP="001310A1">
      <w:pPr>
        <w:pStyle w:val="TH"/>
      </w:pPr>
      <w:r w:rsidRPr="00DF6DD6">
        <w:t xml:space="preserve">Table 5.5B.5.2-1: Inter-band EN-DC configurations </w:t>
      </w:r>
      <w:r w:rsidR="00B12C86" w:rsidRPr="00DF6DD6">
        <w:t xml:space="preserve">including FR2 </w:t>
      </w:r>
      <w:r w:rsidRPr="00DF6DD6">
        <w:t>(three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69"/>
        <w:gridCol w:w="3969"/>
      </w:tblGrid>
      <w:tr w:rsidR="00F55B07" w:rsidRPr="007D2423" w14:paraId="79455AAD" w14:textId="77777777" w:rsidTr="006500C3">
        <w:trPr>
          <w:trHeight w:val="227"/>
          <w:tblHeader/>
          <w:jc w:val="center"/>
        </w:trPr>
        <w:tc>
          <w:tcPr>
            <w:tcW w:w="3969" w:type="dxa"/>
            <w:shd w:val="clear" w:color="auto" w:fill="auto"/>
            <w:tcMar>
              <w:top w:w="28" w:type="dxa"/>
              <w:left w:w="28" w:type="dxa"/>
              <w:bottom w:w="28" w:type="dxa"/>
              <w:right w:w="28" w:type="dxa"/>
            </w:tcMar>
            <w:vAlign w:val="center"/>
            <w:hideMark/>
          </w:tcPr>
          <w:p w14:paraId="14DB3DDA" w14:textId="77777777" w:rsidR="00EC1415" w:rsidRPr="00DF6DD6" w:rsidRDefault="00EC1415" w:rsidP="003768E0">
            <w:pPr>
              <w:pStyle w:val="TAH"/>
              <w:keepNext w:val="0"/>
              <w:rPr>
                <w:lang w:val="en-US" w:eastAsia="fi-FI"/>
              </w:rPr>
            </w:pPr>
            <w:r w:rsidRPr="00DF6DD6">
              <w:rPr>
                <w:lang w:val="en-US" w:eastAsia="fi-FI"/>
              </w:rPr>
              <w:t>EN-DC</w:t>
            </w:r>
            <w:r w:rsidRPr="00DF6DD6">
              <w:rPr>
                <w:rFonts w:hint="eastAsia"/>
                <w:lang w:val="en-US" w:eastAsia="zh-CN"/>
              </w:rPr>
              <w:t xml:space="preserve"> </w:t>
            </w:r>
            <w:r w:rsidRPr="00DF6DD6">
              <w:rPr>
                <w:lang w:val="en-US" w:eastAsia="fi-FI"/>
              </w:rPr>
              <w:t>configuration</w:t>
            </w:r>
          </w:p>
        </w:tc>
        <w:tc>
          <w:tcPr>
            <w:tcW w:w="3969" w:type="dxa"/>
            <w:tcMar>
              <w:top w:w="28" w:type="dxa"/>
              <w:left w:w="28" w:type="dxa"/>
              <w:bottom w:w="28" w:type="dxa"/>
              <w:right w:w="28" w:type="dxa"/>
            </w:tcMar>
            <w:vAlign w:val="center"/>
          </w:tcPr>
          <w:p w14:paraId="39E09F20" w14:textId="77777777" w:rsidR="00EC1415" w:rsidRPr="00B94CFE" w:rsidDel="00C35823" w:rsidRDefault="00EC1415" w:rsidP="003768E0">
            <w:pPr>
              <w:pStyle w:val="TAH"/>
              <w:keepNext w:val="0"/>
              <w:rPr>
                <w:lang w:val="fr-FR" w:eastAsia="fi-FI"/>
              </w:rPr>
            </w:pPr>
            <w:r w:rsidRPr="00B94CFE">
              <w:rPr>
                <w:lang w:val="fr-FR" w:eastAsia="fi-FI"/>
              </w:rPr>
              <w:t>Uplink EN-DC</w:t>
            </w:r>
            <w:r w:rsidRPr="00B94CFE">
              <w:rPr>
                <w:lang w:val="fr-FR" w:eastAsia="zh-CN"/>
              </w:rPr>
              <w:t xml:space="preserve"> </w:t>
            </w:r>
            <w:r w:rsidRPr="00B94CFE">
              <w:rPr>
                <w:lang w:val="fr-FR" w:eastAsia="fi-FI"/>
              </w:rPr>
              <w:t>configuration</w:t>
            </w:r>
            <w:r w:rsidRPr="00B94CFE">
              <w:rPr>
                <w:lang w:val="fr-FR" w:eastAsia="zh-CN"/>
              </w:rPr>
              <w:t xml:space="preserve"> </w:t>
            </w:r>
            <w:r w:rsidRPr="00B94CFE">
              <w:rPr>
                <w:lang w:val="fr-FR" w:eastAsia="fi-FI"/>
              </w:rPr>
              <w:t>(NOTE 1)</w:t>
            </w:r>
          </w:p>
        </w:tc>
      </w:tr>
      <w:tr w:rsidR="00F55B07" w:rsidRPr="00DF6DD6" w14:paraId="26878B80"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4B486B2" w14:textId="77777777" w:rsidR="00EC1415" w:rsidRPr="00DF6DD6" w:rsidRDefault="00EC1415" w:rsidP="003768E0">
            <w:pPr>
              <w:pStyle w:val="TAC"/>
              <w:keepNext w:val="0"/>
              <w:rPr>
                <w:noProof/>
                <w:lang w:eastAsia="zh-CN"/>
              </w:rPr>
            </w:pPr>
            <w:r w:rsidRPr="00DF6DD6">
              <w:rPr>
                <w:noProof/>
                <w:lang w:eastAsia="zh-CN"/>
              </w:rPr>
              <w:t>DC_1A-3A_n257A</w:t>
            </w:r>
            <w:r w:rsidRPr="00DF6DD6">
              <w:rPr>
                <w:rFonts w:hint="eastAsia"/>
                <w:noProof/>
                <w:vertAlign w:val="superscript"/>
                <w:lang w:eastAsia="zh-CN"/>
              </w:rPr>
              <w:t>2</w:t>
            </w:r>
          </w:p>
          <w:p w14:paraId="4CA05193" w14:textId="77777777" w:rsidR="00EC1415" w:rsidRPr="00DF6DD6" w:rsidRDefault="00EC1415" w:rsidP="003768E0">
            <w:pPr>
              <w:pStyle w:val="TAC"/>
              <w:keepNext w:val="0"/>
              <w:rPr>
                <w:noProof/>
                <w:lang w:eastAsia="zh-CN"/>
              </w:rPr>
            </w:pPr>
            <w:r w:rsidRPr="00DF6DD6">
              <w:rPr>
                <w:noProof/>
                <w:lang w:eastAsia="zh-CN"/>
              </w:rPr>
              <w:t>DC_1A-3A_n257D</w:t>
            </w:r>
            <w:r w:rsidRPr="00DF6DD6">
              <w:rPr>
                <w:rFonts w:hint="eastAsia"/>
                <w:noProof/>
                <w:vertAlign w:val="superscript"/>
                <w:lang w:eastAsia="zh-CN"/>
              </w:rPr>
              <w:t>2</w:t>
            </w:r>
          </w:p>
          <w:p w14:paraId="3D66586F" w14:textId="77777777" w:rsidR="00EC1415" w:rsidRPr="00DF6DD6" w:rsidRDefault="00EC1415" w:rsidP="003768E0">
            <w:pPr>
              <w:pStyle w:val="TAC"/>
              <w:keepNext w:val="0"/>
              <w:rPr>
                <w:noProof/>
                <w:lang w:eastAsia="zh-CN"/>
              </w:rPr>
            </w:pPr>
            <w:r w:rsidRPr="00DF6DD6">
              <w:rPr>
                <w:noProof/>
                <w:lang w:eastAsia="zh-CN"/>
              </w:rPr>
              <w:t>DC_1A-3A_n257E</w:t>
            </w:r>
            <w:r w:rsidRPr="00DF6DD6">
              <w:rPr>
                <w:rFonts w:hint="eastAsia"/>
                <w:noProof/>
                <w:vertAlign w:val="superscript"/>
                <w:lang w:eastAsia="zh-CN"/>
              </w:rPr>
              <w:t>2</w:t>
            </w:r>
          </w:p>
          <w:p w14:paraId="1A5B609C" w14:textId="77777777" w:rsidR="00EC1415" w:rsidRPr="00DF6DD6" w:rsidRDefault="00EC1415" w:rsidP="003768E0">
            <w:pPr>
              <w:pStyle w:val="TAC"/>
              <w:keepNext w:val="0"/>
              <w:rPr>
                <w:noProof/>
                <w:lang w:eastAsia="zh-CN"/>
              </w:rPr>
            </w:pPr>
            <w:r w:rsidRPr="00DF6DD6">
              <w:rPr>
                <w:noProof/>
                <w:lang w:eastAsia="zh-CN"/>
              </w:rPr>
              <w:t>DC_1A-3A_n257F</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3E9602AF" w14:textId="77777777" w:rsidR="00EC1415" w:rsidRPr="00DF6DD6" w:rsidRDefault="00EC1415" w:rsidP="003768E0">
            <w:pPr>
              <w:pStyle w:val="TAC"/>
              <w:keepNext w:val="0"/>
              <w:rPr>
                <w:noProof/>
                <w:lang w:eastAsia="zh-CN"/>
              </w:rPr>
            </w:pPr>
            <w:r w:rsidRPr="00DF6DD6">
              <w:rPr>
                <w:noProof/>
                <w:lang w:eastAsia="zh-CN"/>
              </w:rPr>
              <w:t>DC_1A_n257A</w:t>
            </w:r>
          </w:p>
          <w:p w14:paraId="1BF1CE64" w14:textId="77777777" w:rsidR="00EC1415" w:rsidRPr="00DF6DD6" w:rsidRDefault="00EC1415" w:rsidP="003768E0">
            <w:pPr>
              <w:pStyle w:val="TAC"/>
              <w:keepNext w:val="0"/>
              <w:rPr>
                <w:noProof/>
                <w:lang w:eastAsia="zh-CN"/>
              </w:rPr>
            </w:pPr>
            <w:r w:rsidRPr="00DF6DD6">
              <w:rPr>
                <w:noProof/>
                <w:lang w:eastAsia="zh-CN"/>
              </w:rPr>
              <w:t>DC_3A_n257A</w:t>
            </w:r>
          </w:p>
        </w:tc>
      </w:tr>
      <w:tr w:rsidR="00F55B07" w:rsidRPr="00DF6DD6" w14:paraId="044E5DE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8FF77AE" w14:textId="77777777" w:rsidR="00EC1415" w:rsidRPr="00DF6DD6" w:rsidRDefault="00EC1415" w:rsidP="003768E0">
            <w:pPr>
              <w:pStyle w:val="TAC"/>
              <w:keepNext w:val="0"/>
              <w:rPr>
                <w:noProof/>
                <w:lang w:eastAsia="zh-CN"/>
              </w:rPr>
            </w:pPr>
            <w:r w:rsidRPr="00DF6DD6">
              <w:rPr>
                <w:noProof/>
                <w:lang w:eastAsia="zh-CN"/>
              </w:rPr>
              <w:t>DC_1A-5A_n257A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3B9F214F" w14:textId="77777777" w:rsidR="00EC1415" w:rsidRPr="00DF6DD6" w:rsidRDefault="00EC1415" w:rsidP="003768E0">
            <w:pPr>
              <w:pStyle w:val="TAC"/>
              <w:keepNext w:val="0"/>
              <w:rPr>
                <w:noProof/>
                <w:lang w:eastAsia="zh-CN"/>
              </w:rPr>
            </w:pPr>
            <w:r w:rsidRPr="00DF6DD6">
              <w:rPr>
                <w:noProof/>
                <w:lang w:eastAsia="zh-CN"/>
              </w:rPr>
              <w:t>DC_1A_n257A</w:t>
            </w:r>
          </w:p>
          <w:p w14:paraId="62CD9808" w14:textId="77777777" w:rsidR="00EC1415" w:rsidRPr="00DF6DD6" w:rsidRDefault="00EC1415" w:rsidP="003768E0">
            <w:pPr>
              <w:pStyle w:val="TAC"/>
              <w:keepNext w:val="0"/>
              <w:rPr>
                <w:noProof/>
                <w:lang w:eastAsia="zh-CN"/>
              </w:rPr>
            </w:pPr>
            <w:r w:rsidRPr="00DF6DD6">
              <w:rPr>
                <w:noProof/>
                <w:lang w:eastAsia="zh-CN"/>
              </w:rPr>
              <w:t>DC_5A_n257A</w:t>
            </w:r>
          </w:p>
        </w:tc>
      </w:tr>
      <w:tr w:rsidR="00F55B07" w:rsidRPr="00DF6DD6" w14:paraId="345DF39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D75F99B" w14:textId="77777777" w:rsidR="00EC1415" w:rsidRPr="00DF6DD6" w:rsidRDefault="00EC1415" w:rsidP="003768E0">
            <w:pPr>
              <w:pStyle w:val="TAC"/>
              <w:keepNext w:val="0"/>
              <w:rPr>
                <w:noProof/>
                <w:lang w:eastAsia="zh-CN"/>
              </w:rPr>
            </w:pPr>
            <w:r w:rsidRPr="00DF6DD6">
              <w:rPr>
                <w:noProof/>
                <w:lang w:eastAsia="zh-CN"/>
              </w:rPr>
              <w:t>DC_1A-7A_n257A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41F5851A" w14:textId="77777777" w:rsidR="00EC1415" w:rsidRPr="00DF6DD6" w:rsidRDefault="00EC1415" w:rsidP="003768E0">
            <w:pPr>
              <w:pStyle w:val="TAC"/>
              <w:keepNext w:val="0"/>
              <w:rPr>
                <w:noProof/>
                <w:lang w:eastAsia="zh-CN"/>
              </w:rPr>
            </w:pPr>
            <w:r w:rsidRPr="00DF6DD6">
              <w:rPr>
                <w:noProof/>
                <w:lang w:eastAsia="zh-CN"/>
              </w:rPr>
              <w:t>DC_1A_n257A</w:t>
            </w:r>
          </w:p>
          <w:p w14:paraId="03000F77" w14:textId="77777777" w:rsidR="00EC1415" w:rsidRPr="00DF6DD6" w:rsidRDefault="00EC1415" w:rsidP="003768E0">
            <w:pPr>
              <w:pStyle w:val="TAC"/>
              <w:keepNext w:val="0"/>
              <w:rPr>
                <w:noProof/>
                <w:lang w:eastAsia="zh-CN"/>
              </w:rPr>
            </w:pPr>
            <w:r w:rsidRPr="00DF6DD6">
              <w:rPr>
                <w:noProof/>
                <w:lang w:eastAsia="zh-CN"/>
              </w:rPr>
              <w:t>DC_7A_n257A</w:t>
            </w:r>
          </w:p>
        </w:tc>
      </w:tr>
      <w:tr w:rsidR="00F55B07" w:rsidRPr="00DF6DD6" w14:paraId="6D0AC10C"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357AE66" w14:textId="77777777" w:rsidR="00EC1415" w:rsidRPr="00DF6DD6" w:rsidRDefault="00EC1415" w:rsidP="003768E0">
            <w:pPr>
              <w:pStyle w:val="TAC"/>
              <w:keepNext w:val="0"/>
              <w:rPr>
                <w:noProof/>
                <w:lang w:eastAsia="zh-CN"/>
              </w:rPr>
            </w:pPr>
            <w:r w:rsidRPr="00DF6DD6">
              <w:rPr>
                <w:noProof/>
                <w:lang w:eastAsia="zh-CN"/>
              </w:rPr>
              <w:t>DC_1A-7A-7A_n257A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25CA39CD" w14:textId="77777777" w:rsidR="00EC1415" w:rsidRPr="00DF6DD6" w:rsidRDefault="00EC1415" w:rsidP="003768E0">
            <w:pPr>
              <w:pStyle w:val="TAC"/>
              <w:keepNext w:val="0"/>
              <w:rPr>
                <w:noProof/>
                <w:lang w:eastAsia="zh-CN"/>
              </w:rPr>
            </w:pPr>
            <w:r w:rsidRPr="00DF6DD6">
              <w:rPr>
                <w:noProof/>
                <w:lang w:eastAsia="zh-CN"/>
              </w:rPr>
              <w:t>DC_1A_n257A</w:t>
            </w:r>
          </w:p>
          <w:p w14:paraId="5A183088" w14:textId="77777777" w:rsidR="00EC1415" w:rsidRPr="00DF6DD6" w:rsidRDefault="00EC1415" w:rsidP="003768E0">
            <w:pPr>
              <w:pStyle w:val="TAC"/>
              <w:keepNext w:val="0"/>
              <w:rPr>
                <w:noProof/>
                <w:lang w:eastAsia="zh-CN"/>
              </w:rPr>
            </w:pPr>
            <w:r w:rsidRPr="00DF6DD6">
              <w:rPr>
                <w:noProof/>
                <w:lang w:eastAsia="zh-CN"/>
              </w:rPr>
              <w:t>DC_7A_n257A</w:t>
            </w:r>
          </w:p>
        </w:tc>
      </w:tr>
      <w:tr w:rsidR="00F55B07" w:rsidRPr="00DF6DD6" w14:paraId="576BB06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09CDBED" w14:textId="77777777" w:rsidR="00EC1415" w:rsidRPr="00DF6DD6" w:rsidRDefault="00EC1415" w:rsidP="003768E0">
            <w:pPr>
              <w:pStyle w:val="TAC"/>
              <w:keepNext w:val="0"/>
              <w:rPr>
                <w:noProof/>
                <w:lang w:eastAsia="zh-CN"/>
              </w:rPr>
            </w:pPr>
            <w:r w:rsidRPr="00DF6DD6">
              <w:rPr>
                <w:noProof/>
                <w:lang w:eastAsia="zh-CN"/>
              </w:rPr>
              <w:t>DC_1A-8A_n257A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2CADE299" w14:textId="77777777" w:rsidR="00EC1415" w:rsidRPr="00DF6DD6" w:rsidRDefault="00EC1415" w:rsidP="003768E0">
            <w:pPr>
              <w:pStyle w:val="TAC"/>
              <w:keepNext w:val="0"/>
              <w:rPr>
                <w:noProof/>
                <w:lang w:eastAsia="zh-CN"/>
              </w:rPr>
            </w:pPr>
            <w:r w:rsidRPr="00DF6DD6">
              <w:rPr>
                <w:noProof/>
                <w:lang w:eastAsia="zh-CN"/>
              </w:rPr>
              <w:t>DC_1A_n257A</w:t>
            </w:r>
          </w:p>
          <w:p w14:paraId="25DAD6B5" w14:textId="77777777" w:rsidR="00EC1415" w:rsidRPr="00DF6DD6" w:rsidRDefault="00EC1415" w:rsidP="003768E0">
            <w:pPr>
              <w:pStyle w:val="TAC"/>
              <w:keepNext w:val="0"/>
              <w:rPr>
                <w:noProof/>
                <w:lang w:eastAsia="zh-CN"/>
              </w:rPr>
            </w:pPr>
            <w:r w:rsidRPr="00DF6DD6">
              <w:rPr>
                <w:noProof/>
                <w:lang w:eastAsia="zh-CN"/>
              </w:rPr>
              <w:t>DC_8A_n257A</w:t>
            </w:r>
          </w:p>
        </w:tc>
      </w:tr>
      <w:tr w:rsidR="00F55B07" w:rsidRPr="00DF6DD6" w14:paraId="58D2965E"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95B204E" w14:textId="77777777" w:rsidR="00EC1415" w:rsidRPr="00DF6DD6" w:rsidRDefault="00EC1415" w:rsidP="003768E0">
            <w:pPr>
              <w:pStyle w:val="TAC"/>
              <w:keepNext w:val="0"/>
              <w:rPr>
                <w:noProof/>
                <w:lang w:eastAsia="zh-CN"/>
              </w:rPr>
            </w:pPr>
            <w:r w:rsidRPr="00DF6DD6">
              <w:rPr>
                <w:noProof/>
                <w:lang w:eastAsia="zh-CN"/>
              </w:rPr>
              <w:t>DC_1A-1</w:t>
            </w:r>
            <w:r w:rsidRPr="00DF6DD6">
              <w:rPr>
                <w:rFonts w:hint="eastAsia"/>
                <w:noProof/>
                <w:lang w:eastAsia="zh-CN"/>
              </w:rPr>
              <w:t>8</w:t>
            </w:r>
            <w:r w:rsidRPr="00DF6DD6">
              <w:rPr>
                <w:noProof/>
                <w:lang w:eastAsia="zh-CN"/>
              </w:rPr>
              <w:t>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17F335B7" w14:textId="77777777" w:rsidR="00EC1415" w:rsidRPr="00DF6DD6" w:rsidRDefault="00EC1415" w:rsidP="003768E0">
            <w:pPr>
              <w:pStyle w:val="TAC"/>
              <w:keepNext w:val="0"/>
              <w:rPr>
                <w:noProof/>
                <w:lang w:eastAsia="zh-CN"/>
              </w:rPr>
            </w:pPr>
            <w:r w:rsidRPr="00DF6DD6">
              <w:rPr>
                <w:noProof/>
                <w:lang w:eastAsia="zh-CN"/>
              </w:rPr>
              <w:t>DC_1A_n257A</w:t>
            </w:r>
          </w:p>
          <w:p w14:paraId="68607E1A" w14:textId="77777777" w:rsidR="00EC1415" w:rsidRPr="00DF6DD6" w:rsidRDefault="00EC1415" w:rsidP="003768E0">
            <w:pPr>
              <w:pStyle w:val="TAC"/>
              <w:keepNext w:val="0"/>
              <w:rPr>
                <w:noProof/>
                <w:lang w:eastAsia="zh-CN"/>
              </w:rPr>
            </w:pPr>
            <w:r w:rsidRPr="00DF6DD6">
              <w:rPr>
                <w:noProof/>
                <w:lang w:eastAsia="zh-CN"/>
              </w:rPr>
              <w:t>DC_1</w:t>
            </w:r>
            <w:r w:rsidRPr="00DF6DD6">
              <w:rPr>
                <w:rFonts w:hint="eastAsia"/>
                <w:noProof/>
                <w:lang w:eastAsia="zh-CN"/>
              </w:rPr>
              <w:t>8</w:t>
            </w:r>
            <w:r w:rsidRPr="00DF6DD6">
              <w:rPr>
                <w:noProof/>
                <w:lang w:eastAsia="zh-CN"/>
              </w:rPr>
              <w:t>A_n257A</w:t>
            </w:r>
          </w:p>
        </w:tc>
      </w:tr>
      <w:tr w:rsidR="00F55B07" w:rsidRPr="00DF6DD6" w14:paraId="49CCA5D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21DF75B5" w14:textId="77777777" w:rsidR="00EC1415" w:rsidRPr="00DF6DD6" w:rsidRDefault="00EC1415" w:rsidP="003768E0">
            <w:pPr>
              <w:pStyle w:val="TAC"/>
              <w:keepNext w:val="0"/>
              <w:rPr>
                <w:noProof/>
                <w:lang w:eastAsia="zh-CN"/>
              </w:rPr>
            </w:pPr>
            <w:r w:rsidRPr="00DF6DD6">
              <w:rPr>
                <w:noProof/>
                <w:lang w:eastAsia="zh-CN"/>
              </w:rPr>
              <w:t>DC_1A-19A_n257A</w:t>
            </w:r>
            <w:r w:rsidRPr="00DF6DD6">
              <w:rPr>
                <w:rFonts w:hint="eastAsia"/>
                <w:noProof/>
                <w:vertAlign w:val="superscript"/>
                <w:lang w:eastAsia="zh-CN"/>
              </w:rPr>
              <w:t>2</w:t>
            </w:r>
          </w:p>
          <w:p w14:paraId="14B36744" w14:textId="77777777" w:rsidR="00EC1415" w:rsidRPr="00DF6DD6" w:rsidRDefault="00EC1415" w:rsidP="003768E0">
            <w:pPr>
              <w:pStyle w:val="TAC"/>
              <w:keepNext w:val="0"/>
              <w:rPr>
                <w:noProof/>
                <w:lang w:eastAsia="zh-CN"/>
              </w:rPr>
            </w:pPr>
            <w:r w:rsidRPr="00DF6DD6">
              <w:rPr>
                <w:noProof/>
                <w:lang w:eastAsia="zh-CN"/>
              </w:rPr>
              <w:t>DC_1A-19A_n257D</w:t>
            </w:r>
            <w:r w:rsidRPr="00DF6DD6">
              <w:rPr>
                <w:rFonts w:hint="eastAsia"/>
                <w:noProof/>
                <w:vertAlign w:val="superscript"/>
                <w:lang w:eastAsia="zh-CN"/>
              </w:rPr>
              <w:t>2</w:t>
            </w:r>
          </w:p>
          <w:p w14:paraId="418D4C42" w14:textId="77777777" w:rsidR="00EC1415" w:rsidRPr="00DF6DD6" w:rsidRDefault="00EC1415" w:rsidP="003768E0">
            <w:pPr>
              <w:pStyle w:val="TAC"/>
              <w:keepNext w:val="0"/>
              <w:rPr>
                <w:noProof/>
                <w:lang w:eastAsia="zh-CN"/>
              </w:rPr>
            </w:pPr>
            <w:r w:rsidRPr="00DF6DD6">
              <w:rPr>
                <w:noProof/>
                <w:lang w:eastAsia="zh-CN"/>
              </w:rPr>
              <w:t>DC_1A-19A_n257E</w:t>
            </w:r>
            <w:r w:rsidRPr="00DF6DD6">
              <w:rPr>
                <w:rFonts w:hint="eastAsia"/>
                <w:noProof/>
                <w:vertAlign w:val="superscript"/>
                <w:lang w:eastAsia="zh-CN"/>
              </w:rPr>
              <w:t>2</w:t>
            </w:r>
          </w:p>
          <w:p w14:paraId="64B34E6D" w14:textId="77777777" w:rsidR="00EC1415" w:rsidRPr="00DF6DD6" w:rsidRDefault="00EC1415" w:rsidP="003768E0">
            <w:pPr>
              <w:pStyle w:val="TAC"/>
              <w:keepNext w:val="0"/>
              <w:rPr>
                <w:noProof/>
                <w:lang w:eastAsia="zh-CN"/>
              </w:rPr>
            </w:pPr>
            <w:r w:rsidRPr="00DF6DD6">
              <w:rPr>
                <w:noProof/>
                <w:lang w:eastAsia="zh-CN"/>
              </w:rPr>
              <w:t>DC_1A-19A_n257F</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4DD48C41" w14:textId="77777777" w:rsidR="00EC1415" w:rsidRPr="00DF6DD6" w:rsidRDefault="00EC1415" w:rsidP="003768E0">
            <w:pPr>
              <w:pStyle w:val="TAC"/>
              <w:keepNext w:val="0"/>
              <w:rPr>
                <w:noProof/>
                <w:lang w:eastAsia="zh-CN"/>
              </w:rPr>
            </w:pPr>
            <w:r w:rsidRPr="00DF6DD6">
              <w:rPr>
                <w:noProof/>
                <w:lang w:eastAsia="zh-CN"/>
              </w:rPr>
              <w:t>DC_1A_n257A</w:t>
            </w:r>
          </w:p>
          <w:p w14:paraId="6E157F97" w14:textId="77777777" w:rsidR="00EC1415" w:rsidRPr="00DF6DD6" w:rsidRDefault="00EC1415" w:rsidP="003768E0">
            <w:pPr>
              <w:pStyle w:val="TAC"/>
              <w:keepNext w:val="0"/>
              <w:rPr>
                <w:noProof/>
                <w:lang w:eastAsia="zh-CN"/>
              </w:rPr>
            </w:pPr>
            <w:r w:rsidRPr="00DF6DD6">
              <w:rPr>
                <w:noProof/>
                <w:lang w:eastAsia="zh-CN"/>
              </w:rPr>
              <w:t>DC_19A_n257A</w:t>
            </w:r>
          </w:p>
        </w:tc>
      </w:tr>
      <w:tr w:rsidR="00F55B07" w:rsidRPr="00DF6DD6" w14:paraId="605BFBD4"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B03D93D" w14:textId="77777777" w:rsidR="00EC1415" w:rsidRPr="00DF6DD6" w:rsidRDefault="00EC1415" w:rsidP="003768E0">
            <w:pPr>
              <w:pStyle w:val="TAC"/>
              <w:keepNext w:val="0"/>
              <w:rPr>
                <w:noProof/>
                <w:lang w:eastAsia="zh-CN"/>
              </w:rPr>
            </w:pPr>
            <w:r w:rsidRPr="00DF6DD6">
              <w:rPr>
                <w:noProof/>
                <w:lang w:eastAsia="zh-CN"/>
              </w:rPr>
              <w:t>DC_1A-21A_n257A</w:t>
            </w:r>
            <w:r w:rsidRPr="00DF6DD6">
              <w:rPr>
                <w:rFonts w:hint="eastAsia"/>
                <w:noProof/>
                <w:vertAlign w:val="superscript"/>
                <w:lang w:eastAsia="zh-CN"/>
              </w:rPr>
              <w:t>2</w:t>
            </w:r>
          </w:p>
          <w:p w14:paraId="6DB1DDB6" w14:textId="77777777" w:rsidR="00EC1415" w:rsidRPr="00DF6DD6" w:rsidRDefault="00EC1415" w:rsidP="003768E0">
            <w:pPr>
              <w:pStyle w:val="TAC"/>
              <w:keepNext w:val="0"/>
              <w:rPr>
                <w:noProof/>
                <w:lang w:eastAsia="zh-CN"/>
              </w:rPr>
            </w:pPr>
            <w:r w:rsidRPr="00DF6DD6">
              <w:rPr>
                <w:noProof/>
                <w:lang w:eastAsia="zh-CN"/>
              </w:rPr>
              <w:lastRenderedPageBreak/>
              <w:t>DC_1A-21A_n257D</w:t>
            </w:r>
            <w:r w:rsidRPr="00DF6DD6">
              <w:rPr>
                <w:rFonts w:hint="eastAsia"/>
                <w:noProof/>
                <w:vertAlign w:val="superscript"/>
                <w:lang w:eastAsia="zh-CN"/>
              </w:rPr>
              <w:t>2</w:t>
            </w:r>
          </w:p>
          <w:p w14:paraId="5B93862D" w14:textId="77777777" w:rsidR="00EC1415" w:rsidRPr="00DF6DD6" w:rsidRDefault="00EC1415" w:rsidP="003768E0">
            <w:pPr>
              <w:pStyle w:val="TAC"/>
              <w:keepNext w:val="0"/>
              <w:rPr>
                <w:noProof/>
                <w:lang w:eastAsia="zh-CN"/>
              </w:rPr>
            </w:pPr>
            <w:r w:rsidRPr="00DF6DD6">
              <w:rPr>
                <w:noProof/>
                <w:lang w:eastAsia="zh-CN"/>
              </w:rPr>
              <w:t>DC_1A-21A_n257E</w:t>
            </w:r>
            <w:r w:rsidRPr="00DF6DD6">
              <w:rPr>
                <w:rFonts w:hint="eastAsia"/>
                <w:noProof/>
                <w:vertAlign w:val="superscript"/>
                <w:lang w:eastAsia="zh-CN"/>
              </w:rPr>
              <w:t>2</w:t>
            </w:r>
          </w:p>
          <w:p w14:paraId="458F5E50" w14:textId="77777777" w:rsidR="00EC1415" w:rsidRPr="00DF6DD6" w:rsidRDefault="00EC1415" w:rsidP="003768E0">
            <w:pPr>
              <w:pStyle w:val="TAC"/>
              <w:keepNext w:val="0"/>
              <w:rPr>
                <w:noProof/>
                <w:lang w:eastAsia="zh-CN"/>
              </w:rPr>
            </w:pPr>
            <w:r w:rsidRPr="00DF6DD6">
              <w:rPr>
                <w:noProof/>
                <w:lang w:eastAsia="zh-CN"/>
              </w:rPr>
              <w:t>DC_1A-21A_n257F</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28220778" w14:textId="77777777" w:rsidR="00EC1415" w:rsidRPr="00DF6DD6" w:rsidRDefault="00EC1415" w:rsidP="003768E0">
            <w:pPr>
              <w:pStyle w:val="TAC"/>
              <w:keepNext w:val="0"/>
              <w:rPr>
                <w:noProof/>
                <w:lang w:eastAsia="zh-CN"/>
              </w:rPr>
            </w:pPr>
            <w:r w:rsidRPr="00DF6DD6">
              <w:rPr>
                <w:noProof/>
                <w:lang w:eastAsia="zh-CN"/>
              </w:rPr>
              <w:lastRenderedPageBreak/>
              <w:t>DC_1A_n257A</w:t>
            </w:r>
          </w:p>
          <w:p w14:paraId="3C85495B" w14:textId="77777777" w:rsidR="00EC1415" w:rsidRPr="00DF6DD6" w:rsidRDefault="00EC1415" w:rsidP="003768E0">
            <w:pPr>
              <w:pStyle w:val="TAC"/>
              <w:keepNext w:val="0"/>
              <w:rPr>
                <w:noProof/>
                <w:lang w:eastAsia="zh-CN"/>
              </w:rPr>
            </w:pPr>
            <w:r w:rsidRPr="00DF6DD6">
              <w:rPr>
                <w:noProof/>
                <w:lang w:eastAsia="zh-CN"/>
              </w:rPr>
              <w:lastRenderedPageBreak/>
              <w:t>DC_21A_n257A</w:t>
            </w:r>
          </w:p>
        </w:tc>
      </w:tr>
      <w:tr w:rsidR="00F55B07" w:rsidRPr="00DF6DD6" w14:paraId="326EA88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3D8D0B4" w14:textId="77777777" w:rsidR="00EC1415" w:rsidRPr="00DF6DD6" w:rsidRDefault="00EC1415" w:rsidP="003768E0">
            <w:pPr>
              <w:pStyle w:val="TAC"/>
              <w:keepNext w:val="0"/>
              <w:rPr>
                <w:noProof/>
                <w:lang w:eastAsia="zh-CN"/>
              </w:rPr>
            </w:pPr>
            <w:r w:rsidRPr="00DF6DD6">
              <w:rPr>
                <w:noProof/>
                <w:lang w:eastAsia="zh-CN"/>
              </w:rPr>
              <w:lastRenderedPageBreak/>
              <w:t>DC_1A-28A_n257A</w:t>
            </w:r>
            <w:r w:rsidRPr="00DF6DD6">
              <w:rPr>
                <w:rFonts w:hint="eastAsia"/>
                <w:noProof/>
                <w:vertAlign w:val="superscript"/>
                <w:lang w:eastAsia="zh-CN"/>
              </w:rPr>
              <w:t>2</w:t>
            </w:r>
          </w:p>
          <w:p w14:paraId="6FCB5750" w14:textId="77777777" w:rsidR="00EC1415" w:rsidRPr="00DF6DD6" w:rsidRDefault="00EC1415" w:rsidP="003768E0">
            <w:pPr>
              <w:pStyle w:val="TAC"/>
              <w:keepNext w:val="0"/>
              <w:rPr>
                <w:noProof/>
                <w:lang w:eastAsia="zh-CN"/>
              </w:rPr>
            </w:pPr>
            <w:r w:rsidRPr="00DF6DD6">
              <w:rPr>
                <w:noProof/>
                <w:lang w:eastAsia="zh-CN"/>
              </w:rPr>
              <w:t>DC_1A-28A_n257D</w:t>
            </w:r>
            <w:r w:rsidRPr="00DF6DD6">
              <w:rPr>
                <w:rFonts w:hint="eastAsia"/>
                <w:noProof/>
                <w:vertAlign w:val="superscript"/>
                <w:lang w:eastAsia="zh-CN"/>
              </w:rPr>
              <w:t>2</w:t>
            </w:r>
          </w:p>
          <w:p w14:paraId="66E194AB" w14:textId="77777777" w:rsidR="00EC1415" w:rsidRPr="00DF6DD6" w:rsidRDefault="00EC1415" w:rsidP="003768E0">
            <w:pPr>
              <w:pStyle w:val="TAC"/>
              <w:keepNext w:val="0"/>
              <w:rPr>
                <w:noProof/>
                <w:lang w:eastAsia="zh-CN"/>
              </w:rPr>
            </w:pPr>
            <w:r w:rsidRPr="00DF6DD6">
              <w:rPr>
                <w:noProof/>
                <w:lang w:eastAsia="zh-CN"/>
              </w:rPr>
              <w:t>DC_1A-28A_n257E</w:t>
            </w:r>
            <w:r w:rsidRPr="00DF6DD6">
              <w:rPr>
                <w:rFonts w:hint="eastAsia"/>
                <w:noProof/>
                <w:vertAlign w:val="superscript"/>
                <w:lang w:eastAsia="zh-CN"/>
              </w:rPr>
              <w:t>2</w:t>
            </w:r>
          </w:p>
          <w:p w14:paraId="771140A8" w14:textId="77777777" w:rsidR="00EC1415" w:rsidRPr="00DF6DD6" w:rsidRDefault="00EC1415" w:rsidP="003768E0">
            <w:pPr>
              <w:pStyle w:val="TAC"/>
              <w:keepNext w:val="0"/>
              <w:rPr>
                <w:noProof/>
                <w:lang w:eastAsia="zh-CN"/>
              </w:rPr>
            </w:pPr>
            <w:r w:rsidRPr="00DF6DD6">
              <w:rPr>
                <w:noProof/>
                <w:lang w:eastAsia="zh-CN"/>
              </w:rPr>
              <w:t>DC_1A-28A_n257F</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6BEA5362" w14:textId="77777777" w:rsidR="00EC1415" w:rsidRPr="00DF6DD6" w:rsidRDefault="00EC1415" w:rsidP="003768E0">
            <w:pPr>
              <w:pStyle w:val="TAC"/>
              <w:keepNext w:val="0"/>
              <w:rPr>
                <w:noProof/>
                <w:lang w:eastAsia="zh-CN"/>
              </w:rPr>
            </w:pPr>
            <w:r w:rsidRPr="00DF6DD6">
              <w:rPr>
                <w:noProof/>
                <w:lang w:eastAsia="zh-CN"/>
              </w:rPr>
              <w:t>DC_1A_n257A</w:t>
            </w:r>
          </w:p>
          <w:p w14:paraId="178DB53D" w14:textId="77777777" w:rsidR="00EC1415" w:rsidRPr="00DF6DD6" w:rsidRDefault="00EC1415" w:rsidP="003768E0">
            <w:pPr>
              <w:pStyle w:val="TAC"/>
              <w:keepNext w:val="0"/>
              <w:rPr>
                <w:noProof/>
                <w:lang w:eastAsia="zh-CN"/>
              </w:rPr>
            </w:pPr>
            <w:r w:rsidRPr="00DF6DD6">
              <w:rPr>
                <w:noProof/>
                <w:lang w:eastAsia="zh-CN"/>
              </w:rPr>
              <w:t>DC_2</w:t>
            </w:r>
            <w:r w:rsidRPr="00DF6DD6">
              <w:rPr>
                <w:rFonts w:hint="eastAsia"/>
                <w:noProof/>
                <w:lang w:eastAsia="zh-CN"/>
              </w:rPr>
              <w:t>8</w:t>
            </w:r>
            <w:r w:rsidRPr="00DF6DD6">
              <w:rPr>
                <w:noProof/>
                <w:lang w:eastAsia="zh-CN"/>
              </w:rPr>
              <w:t>A_n257A</w:t>
            </w:r>
          </w:p>
        </w:tc>
      </w:tr>
      <w:tr w:rsidR="00F55B07" w:rsidRPr="00DF6DD6" w14:paraId="12828110"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A43DB78" w14:textId="77777777" w:rsidR="00EC1415" w:rsidRPr="00DF6DD6" w:rsidRDefault="00EC1415" w:rsidP="003768E0">
            <w:pPr>
              <w:pStyle w:val="TAC"/>
              <w:keepNext w:val="0"/>
              <w:rPr>
                <w:noProof/>
                <w:lang w:eastAsia="zh-CN"/>
              </w:rPr>
            </w:pPr>
            <w:r w:rsidRPr="00DF6DD6">
              <w:rPr>
                <w:noProof/>
                <w:lang w:eastAsia="zh-CN"/>
              </w:rPr>
              <w:t>DC_</w:t>
            </w:r>
            <w:r w:rsidRPr="00DF6DD6">
              <w:rPr>
                <w:rFonts w:hint="eastAsia"/>
                <w:noProof/>
                <w:lang w:eastAsia="zh-CN"/>
              </w:rPr>
              <w:t>1</w:t>
            </w:r>
            <w:r w:rsidRPr="00DF6DD6">
              <w:rPr>
                <w:noProof/>
                <w:lang w:eastAsia="zh-CN"/>
              </w:rPr>
              <w:t>A-</w:t>
            </w:r>
            <w:r w:rsidRPr="00DF6DD6">
              <w:rPr>
                <w:rFonts w:hint="eastAsia"/>
                <w:noProof/>
                <w:lang w:eastAsia="zh-CN"/>
              </w:rPr>
              <w:t>41A_n</w:t>
            </w:r>
            <w:r w:rsidRPr="00DF6DD6">
              <w:rPr>
                <w:noProof/>
                <w:lang w:eastAsia="zh-CN"/>
              </w:rPr>
              <w:t>257A</w:t>
            </w:r>
          </w:p>
          <w:p w14:paraId="78476CAC" w14:textId="77777777" w:rsidR="00EC1415" w:rsidRPr="00DF6DD6" w:rsidRDefault="00EC1415" w:rsidP="003768E0">
            <w:pPr>
              <w:pStyle w:val="TAC"/>
              <w:keepNext w:val="0"/>
              <w:rPr>
                <w:noProof/>
                <w:lang w:eastAsia="zh-CN"/>
              </w:rPr>
            </w:pPr>
            <w:r w:rsidRPr="00DF6DD6">
              <w:rPr>
                <w:noProof/>
                <w:lang w:eastAsia="zh-CN"/>
              </w:rPr>
              <w:t>DC_</w:t>
            </w:r>
            <w:r w:rsidRPr="00DF6DD6">
              <w:rPr>
                <w:rFonts w:hint="eastAsia"/>
                <w:noProof/>
                <w:lang w:eastAsia="zh-CN"/>
              </w:rPr>
              <w:t>1</w:t>
            </w:r>
            <w:r w:rsidRPr="00DF6DD6">
              <w:rPr>
                <w:noProof/>
                <w:lang w:eastAsia="zh-CN"/>
              </w:rPr>
              <w:t>A-</w:t>
            </w:r>
            <w:r w:rsidRPr="00DF6DD6">
              <w:rPr>
                <w:rFonts w:hint="eastAsia"/>
                <w:noProof/>
                <w:lang w:eastAsia="zh-CN"/>
              </w:rPr>
              <w:t>41</w:t>
            </w:r>
            <w:r w:rsidRPr="00DF6DD6">
              <w:rPr>
                <w:noProof/>
                <w:lang w:eastAsia="zh-CN"/>
              </w:rPr>
              <w:t>C</w:t>
            </w:r>
            <w:r w:rsidRPr="00DF6DD6">
              <w:rPr>
                <w:rFonts w:hint="eastAsia"/>
                <w:noProof/>
                <w:lang w:eastAsia="zh-CN"/>
              </w:rPr>
              <w:t>_n</w:t>
            </w:r>
            <w:r w:rsidRPr="00DF6DD6">
              <w:rPr>
                <w:noProof/>
                <w:lang w:eastAsia="zh-CN"/>
              </w:rPr>
              <w:t>257A</w:t>
            </w:r>
          </w:p>
        </w:tc>
        <w:tc>
          <w:tcPr>
            <w:tcW w:w="3969" w:type="dxa"/>
            <w:tcMar>
              <w:top w:w="28" w:type="dxa"/>
              <w:left w:w="28" w:type="dxa"/>
              <w:bottom w:w="28" w:type="dxa"/>
              <w:right w:w="28" w:type="dxa"/>
            </w:tcMar>
            <w:vAlign w:val="center"/>
          </w:tcPr>
          <w:p w14:paraId="6720F9C5" w14:textId="77777777" w:rsidR="00EC1415" w:rsidRPr="00DF6DD6" w:rsidRDefault="00EC1415" w:rsidP="003768E0">
            <w:pPr>
              <w:pStyle w:val="TAC"/>
              <w:keepNext w:val="0"/>
              <w:rPr>
                <w:noProof/>
                <w:lang w:eastAsia="zh-CN"/>
              </w:rPr>
            </w:pPr>
            <w:r w:rsidRPr="00DF6DD6">
              <w:rPr>
                <w:noProof/>
                <w:lang w:eastAsia="zh-CN"/>
              </w:rPr>
              <w:t>DC_</w:t>
            </w:r>
            <w:r w:rsidRPr="00DF6DD6">
              <w:rPr>
                <w:rFonts w:hint="eastAsia"/>
                <w:noProof/>
                <w:lang w:eastAsia="zh-CN"/>
              </w:rPr>
              <w:t>1</w:t>
            </w:r>
            <w:r w:rsidRPr="00DF6DD6">
              <w:rPr>
                <w:noProof/>
                <w:lang w:eastAsia="zh-CN"/>
              </w:rPr>
              <w:t>A_n257A</w:t>
            </w:r>
          </w:p>
          <w:p w14:paraId="771ADAFF" w14:textId="77777777" w:rsidR="00EC1415" w:rsidRPr="00DF6DD6" w:rsidRDefault="00EC1415" w:rsidP="003768E0">
            <w:pPr>
              <w:pStyle w:val="TAC"/>
              <w:keepNext w:val="0"/>
              <w:rPr>
                <w:noProof/>
                <w:lang w:eastAsia="zh-CN"/>
              </w:rPr>
            </w:pPr>
            <w:r w:rsidRPr="00DF6DD6">
              <w:rPr>
                <w:noProof/>
                <w:lang w:eastAsia="zh-CN"/>
              </w:rPr>
              <w:t>DC_</w:t>
            </w:r>
            <w:r w:rsidRPr="00DF6DD6">
              <w:rPr>
                <w:rFonts w:hint="eastAsia"/>
                <w:noProof/>
                <w:lang w:eastAsia="zh-CN"/>
              </w:rPr>
              <w:t>41A_n</w:t>
            </w:r>
            <w:r w:rsidRPr="00DF6DD6">
              <w:rPr>
                <w:noProof/>
                <w:lang w:eastAsia="zh-CN"/>
              </w:rPr>
              <w:t>257A</w:t>
            </w:r>
          </w:p>
          <w:p w14:paraId="5C506012" w14:textId="77777777" w:rsidR="00EC1415" w:rsidRPr="00DF6DD6" w:rsidRDefault="00EC1415" w:rsidP="003768E0">
            <w:pPr>
              <w:pStyle w:val="TAC"/>
              <w:keepNext w:val="0"/>
              <w:rPr>
                <w:noProof/>
                <w:lang w:eastAsia="zh-CN"/>
              </w:rPr>
            </w:pPr>
            <w:r w:rsidRPr="00DF6DD6">
              <w:t>DC_41C_n257A</w:t>
            </w:r>
          </w:p>
        </w:tc>
      </w:tr>
      <w:tr w:rsidR="00F55B07" w:rsidRPr="00DF6DD6" w14:paraId="34F5C751"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39DF338" w14:textId="77777777" w:rsidR="00EC1415" w:rsidRPr="00DF6DD6" w:rsidRDefault="00EC1415" w:rsidP="003768E0">
            <w:pPr>
              <w:pStyle w:val="TAC"/>
              <w:keepNext w:val="0"/>
              <w:rPr>
                <w:noProof/>
                <w:lang w:eastAsia="zh-CN"/>
              </w:rPr>
            </w:pPr>
            <w:r w:rsidRPr="00DF6DD6">
              <w:rPr>
                <w:noProof/>
                <w:lang w:eastAsia="zh-CN"/>
              </w:rPr>
              <w:t>DC_1A-42A_n257A</w:t>
            </w:r>
          </w:p>
          <w:p w14:paraId="4D886BDB" w14:textId="77777777" w:rsidR="00EC1415" w:rsidRPr="00DF6DD6" w:rsidRDefault="00EC1415" w:rsidP="003768E0">
            <w:pPr>
              <w:pStyle w:val="TAC"/>
              <w:keepNext w:val="0"/>
              <w:rPr>
                <w:noProof/>
                <w:lang w:eastAsia="zh-CN"/>
              </w:rPr>
            </w:pPr>
            <w:r w:rsidRPr="00DF6DD6">
              <w:rPr>
                <w:noProof/>
                <w:lang w:eastAsia="zh-CN"/>
              </w:rPr>
              <w:t>DC_1A-42A_n257D</w:t>
            </w:r>
          </w:p>
          <w:p w14:paraId="059E9976" w14:textId="77777777" w:rsidR="00EC1415" w:rsidRPr="00DF6DD6" w:rsidRDefault="00EC1415" w:rsidP="003768E0">
            <w:pPr>
              <w:pStyle w:val="TAC"/>
              <w:keepNext w:val="0"/>
              <w:rPr>
                <w:noProof/>
                <w:lang w:eastAsia="zh-CN"/>
              </w:rPr>
            </w:pPr>
            <w:r w:rsidRPr="00DF6DD6">
              <w:rPr>
                <w:noProof/>
                <w:lang w:eastAsia="zh-CN"/>
              </w:rPr>
              <w:t>DC_1A-42A_n257E</w:t>
            </w:r>
          </w:p>
          <w:p w14:paraId="307202BC" w14:textId="77777777" w:rsidR="00EC1415" w:rsidRPr="00DF6DD6" w:rsidRDefault="00EC1415" w:rsidP="003768E0">
            <w:pPr>
              <w:pStyle w:val="TAC"/>
              <w:keepNext w:val="0"/>
              <w:rPr>
                <w:noProof/>
                <w:lang w:eastAsia="zh-CN"/>
              </w:rPr>
            </w:pPr>
            <w:r w:rsidRPr="00DF6DD6">
              <w:rPr>
                <w:noProof/>
                <w:lang w:eastAsia="zh-CN"/>
              </w:rPr>
              <w:t>DC_1A-42A_n257F</w:t>
            </w:r>
          </w:p>
          <w:p w14:paraId="20DFA8FC" w14:textId="3D05B13E" w:rsidR="00EC1415" w:rsidRPr="00DF6DD6" w:rsidRDefault="00EC1415" w:rsidP="003768E0">
            <w:pPr>
              <w:pStyle w:val="TAC"/>
              <w:keepNext w:val="0"/>
            </w:pPr>
            <w:r w:rsidRPr="00DF6DD6">
              <w:t>DC_1A-42C_n257A</w:t>
            </w:r>
          </w:p>
          <w:p w14:paraId="1E6D7D34" w14:textId="752956C4" w:rsidR="007E4EA1" w:rsidRPr="00DF6DD6" w:rsidRDefault="007E4EA1" w:rsidP="003768E0">
            <w:pPr>
              <w:pStyle w:val="TAC"/>
              <w:keepNext w:val="0"/>
              <w:rPr>
                <w:lang w:eastAsia="zh-CN"/>
              </w:rPr>
            </w:pPr>
            <w:r w:rsidRPr="00DF6DD6">
              <w:rPr>
                <w:lang w:eastAsia="zh-CN"/>
              </w:rPr>
              <w:t>DC_1A-42C_n257D</w:t>
            </w:r>
          </w:p>
          <w:p w14:paraId="31B32259" w14:textId="77777777" w:rsidR="007E4EA1" w:rsidRPr="00DF6DD6" w:rsidRDefault="007E4EA1" w:rsidP="003768E0">
            <w:pPr>
              <w:pStyle w:val="TAC"/>
              <w:keepNext w:val="0"/>
              <w:rPr>
                <w:lang w:eastAsia="zh-CN"/>
              </w:rPr>
            </w:pPr>
            <w:r w:rsidRPr="00DF6DD6">
              <w:rPr>
                <w:lang w:eastAsia="zh-CN"/>
              </w:rPr>
              <w:t>DC_1A-42C_n257E</w:t>
            </w:r>
          </w:p>
          <w:p w14:paraId="4DF28188" w14:textId="4039799D" w:rsidR="007E4EA1" w:rsidRPr="00DF6DD6" w:rsidRDefault="007E4EA1" w:rsidP="003768E0">
            <w:pPr>
              <w:pStyle w:val="TAC"/>
              <w:keepNext w:val="0"/>
              <w:rPr>
                <w:lang w:eastAsia="zh-CN"/>
              </w:rPr>
            </w:pPr>
            <w:r w:rsidRPr="00DF6DD6">
              <w:rPr>
                <w:lang w:eastAsia="zh-CN"/>
              </w:rPr>
              <w:t>DC_1A-42C_n257F</w:t>
            </w:r>
          </w:p>
          <w:p w14:paraId="3F629859" w14:textId="77777777" w:rsidR="00EC1415" w:rsidRPr="00DF6DD6" w:rsidRDefault="00EC1415" w:rsidP="003768E0">
            <w:pPr>
              <w:pStyle w:val="TAC"/>
              <w:keepNext w:val="0"/>
              <w:rPr>
                <w:rFonts w:cs="Arial"/>
                <w:lang w:eastAsia="zh-CN"/>
              </w:rPr>
            </w:pPr>
            <w:r w:rsidRPr="00DF6DD6">
              <w:rPr>
                <w:rFonts w:cs="Arial"/>
                <w:lang w:eastAsia="ja-JP"/>
              </w:rPr>
              <w:t>DC</w:t>
            </w:r>
            <w:r w:rsidRPr="00DF6DD6">
              <w:rPr>
                <w:rFonts w:cs="Arial"/>
              </w:rPr>
              <w:t>_</w:t>
            </w:r>
            <w:r w:rsidRPr="00DF6DD6">
              <w:rPr>
                <w:rFonts w:cs="Arial" w:hint="eastAsia"/>
                <w:lang w:eastAsia="ja-JP"/>
              </w:rPr>
              <w:t>1</w:t>
            </w:r>
            <w:r w:rsidRPr="00DF6DD6">
              <w:rPr>
                <w:rFonts w:cs="Arial"/>
                <w:lang w:eastAsia="ja-JP"/>
              </w:rPr>
              <w:t>A-42</w:t>
            </w:r>
            <w:r w:rsidRPr="00DF6DD6">
              <w:rPr>
                <w:rFonts w:cs="Arial" w:hint="eastAsia"/>
                <w:lang w:eastAsia="ja-JP"/>
              </w:rPr>
              <w:t>D_n257</w:t>
            </w:r>
            <w:r w:rsidRPr="00DF6DD6">
              <w:rPr>
                <w:rFonts w:cs="Arial"/>
                <w:lang w:eastAsia="ja-JP"/>
              </w:rPr>
              <w:t>A</w:t>
            </w:r>
          </w:p>
          <w:p w14:paraId="447B6F24" w14:textId="77777777" w:rsidR="00EC1415" w:rsidRPr="00DF6DD6" w:rsidRDefault="00EC1415" w:rsidP="003768E0">
            <w:pPr>
              <w:pStyle w:val="TAC"/>
              <w:keepNext w:val="0"/>
              <w:rPr>
                <w:noProof/>
                <w:lang w:eastAsia="zh-CN"/>
              </w:rPr>
            </w:pPr>
            <w:r w:rsidRPr="00DF6DD6">
              <w:t>DC_1A-42</w:t>
            </w:r>
            <w:r w:rsidRPr="00DF6DD6">
              <w:rPr>
                <w:rFonts w:hint="eastAsia"/>
                <w:lang w:eastAsia="zh-CN"/>
              </w:rPr>
              <w:t>E</w:t>
            </w:r>
            <w:r w:rsidRPr="00DF6DD6">
              <w:t>_n257A</w:t>
            </w:r>
          </w:p>
        </w:tc>
        <w:tc>
          <w:tcPr>
            <w:tcW w:w="3969" w:type="dxa"/>
            <w:tcMar>
              <w:top w:w="28" w:type="dxa"/>
              <w:left w:w="28" w:type="dxa"/>
              <w:bottom w:w="28" w:type="dxa"/>
              <w:right w:w="28" w:type="dxa"/>
            </w:tcMar>
            <w:vAlign w:val="center"/>
          </w:tcPr>
          <w:p w14:paraId="4E6385A1" w14:textId="77777777" w:rsidR="00EC1415" w:rsidRPr="00DF6DD6" w:rsidRDefault="00EC1415" w:rsidP="003768E0">
            <w:pPr>
              <w:pStyle w:val="TAC"/>
              <w:keepNext w:val="0"/>
            </w:pPr>
            <w:r w:rsidRPr="00DF6DD6">
              <w:t>DC_1A_n257A</w:t>
            </w:r>
          </w:p>
          <w:p w14:paraId="5B0A4B40" w14:textId="77777777" w:rsidR="00EC1415" w:rsidRPr="00DF6DD6" w:rsidRDefault="00EC1415" w:rsidP="003768E0">
            <w:pPr>
              <w:pStyle w:val="TAC"/>
              <w:keepNext w:val="0"/>
            </w:pPr>
            <w:r w:rsidRPr="00DF6DD6">
              <w:t>DC_42A_n257A</w:t>
            </w:r>
          </w:p>
        </w:tc>
      </w:tr>
      <w:tr w:rsidR="00F55B07" w:rsidRPr="00DF6DD6" w14:paraId="73E71EDC"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3EC4BEF" w14:textId="77777777" w:rsidR="00EC1415" w:rsidRPr="00DF6DD6" w:rsidRDefault="00EC1415" w:rsidP="003768E0">
            <w:pPr>
              <w:pStyle w:val="TAC"/>
              <w:keepNext w:val="0"/>
              <w:rPr>
                <w:noProof/>
                <w:lang w:eastAsia="zh-CN"/>
              </w:rPr>
            </w:pPr>
            <w:r w:rsidRPr="00DF6DD6">
              <w:rPr>
                <w:noProof/>
                <w:lang w:eastAsia="zh-CN"/>
              </w:rPr>
              <w:t>DC_2A-5A_n257A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2B2A040A" w14:textId="77777777" w:rsidR="00EC1415" w:rsidRPr="00DF6DD6" w:rsidRDefault="00EC1415" w:rsidP="003768E0">
            <w:pPr>
              <w:pStyle w:val="TAC"/>
              <w:keepNext w:val="0"/>
              <w:rPr>
                <w:noProof/>
                <w:lang w:eastAsia="zh-CN"/>
              </w:rPr>
            </w:pPr>
            <w:r w:rsidRPr="00DF6DD6">
              <w:rPr>
                <w:noProof/>
                <w:lang w:eastAsia="zh-CN"/>
              </w:rPr>
              <w:t>DC_2A_n257A</w:t>
            </w:r>
          </w:p>
          <w:p w14:paraId="05E9C2E9" w14:textId="77777777" w:rsidR="00EC1415" w:rsidRPr="00DF6DD6" w:rsidRDefault="00EC1415" w:rsidP="003768E0">
            <w:pPr>
              <w:pStyle w:val="TAC"/>
              <w:keepNext w:val="0"/>
              <w:rPr>
                <w:noProof/>
                <w:lang w:eastAsia="zh-CN"/>
              </w:rPr>
            </w:pPr>
            <w:r w:rsidRPr="00DF6DD6">
              <w:rPr>
                <w:noProof/>
                <w:lang w:eastAsia="zh-CN"/>
              </w:rPr>
              <w:t>DC_5A_n257A</w:t>
            </w:r>
          </w:p>
        </w:tc>
      </w:tr>
      <w:tr w:rsidR="00F55B07" w:rsidRPr="00DF6DD6" w14:paraId="3A9CDA64"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497E34C" w14:textId="77777777" w:rsidR="00EC1415" w:rsidRPr="00DF6DD6" w:rsidRDefault="00EC1415" w:rsidP="003768E0">
            <w:pPr>
              <w:pStyle w:val="TAC"/>
              <w:keepNext w:val="0"/>
              <w:rPr>
                <w:noProof/>
                <w:lang w:eastAsia="zh-CN"/>
              </w:rPr>
            </w:pPr>
            <w:r w:rsidRPr="00DF6DD6">
              <w:rPr>
                <w:noProof/>
                <w:lang w:eastAsia="zh-CN"/>
              </w:rPr>
              <w:t>DC_2A-5A_n260A</w:t>
            </w:r>
          </w:p>
          <w:p w14:paraId="51F79A5F" w14:textId="77777777" w:rsidR="00EC1415" w:rsidRPr="00DF6DD6" w:rsidRDefault="00EC1415" w:rsidP="003768E0">
            <w:pPr>
              <w:pStyle w:val="TAC"/>
              <w:keepNext w:val="0"/>
              <w:rPr>
                <w:lang w:val="en-US" w:eastAsia="fi-FI"/>
              </w:rPr>
            </w:pPr>
            <w:r w:rsidRPr="00DF6DD6">
              <w:rPr>
                <w:lang w:val="en-US" w:eastAsia="fi-FI"/>
              </w:rPr>
              <w:t>DC_2</w:t>
            </w:r>
            <w:r w:rsidRPr="00DF6DD6">
              <w:rPr>
                <w:rFonts w:cs="Arial"/>
                <w:szCs w:val="18"/>
                <w:lang w:val="en-US" w:eastAsia="fi-FI"/>
              </w:rPr>
              <w:t>A</w:t>
            </w:r>
            <w:r w:rsidRPr="00DF6DD6">
              <w:rPr>
                <w:rFonts w:cs="Arial"/>
                <w:noProof/>
                <w:szCs w:val="18"/>
              </w:rPr>
              <w:t>-5A</w:t>
            </w:r>
            <w:r w:rsidRPr="00DF6DD6">
              <w:rPr>
                <w:rFonts w:cs="Arial"/>
                <w:szCs w:val="18"/>
                <w:lang w:val="en-US" w:eastAsia="fi-FI"/>
              </w:rPr>
              <w:t>_</w:t>
            </w:r>
            <w:r w:rsidRPr="00DF6DD6">
              <w:rPr>
                <w:lang w:val="en-US" w:eastAsia="fi-FI"/>
              </w:rPr>
              <w:t>n260G</w:t>
            </w:r>
          </w:p>
          <w:p w14:paraId="22EA1E75"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-5A</w:t>
            </w:r>
            <w:r w:rsidRPr="00DF6DD6">
              <w:rPr>
                <w:lang w:val="en-US" w:eastAsia="fi-FI"/>
              </w:rPr>
              <w:t>_n260H</w:t>
            </w:r>
          </w:p>
          <w:p w14:paraId="0A9F3038"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-5A</w:t>
            </w:r>
            <w:r w:rsidRPr="00DF6DD6">
              <w:rPr>
                <w:lang w:val="en-US" w:eastAsia="fi-FI"/>
              </w:rPr>
              <w:t>_n260I</w:t>
            </w:r>
          </w:p>
          <w:p w14:paraId="18099349"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-5A</w:t>
            </w:r>
            <w:r w:rsidRPr="00DF6DD6">
              <w:rPr>
                <w:lang w:val="en-US" w:eastAsia="fi-FI"/>
              </w:rPr>
              <w:t>_n260J</w:t>
            </w:r>
          </w:p>
          <w:p w14:paraId="4264212D"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-5A</w:t>
            </w:r>
            <w:r w:rsidRPr="00DF6DD6">
              <w:rPr>
                <w:lang w:val="en-US" w:eastAsia="fi-FI"/>
              </w:rPr>
              <w:t>_n260K</w:t>
            </w:r>
          </w:p>
          <w:p w14:paraId="16598408"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-5A</w:t>
            </w:r>
            <w:r w:rsidRPr="00DF6DD6">
              <w:rPr>
                <w:lang w:val="en-US" w:eastAsia="fi-FI"/>
              </w:rPr>
              <w:t>_n260L</w:t>
            </w:r>
          </w:p>
          <w:p w14:paraId="032AE1BB" w14:textId="77777777" w:rsidR="00EC1415" w:rsidRPr="00DF6DD6" w:rsidRDefault="00EC1415" w:rsidP="003768E0">
            <w:pPr>
              <w:pStyle w:val="TAC"/>
              <w:keepNext w:val="0"/>
              <w:rPr>
                <w:noProof/>
                <w:lang w:eastAsia="zh-CN"/>
              </w:rPr>
            </w:pPr>
            <w:r w:rsidRPr="00DF6DD6">
              <w:rPr>
                <w:lang w:val="en-US" w:eastAsia="fi-FI"/>
              </w:rPr>
              <w:t>DC_2A</w:t>
            </w:r>
            <w:r w:rsidRPr="00DF6DD6">
              <w:rPr>
                <w:rFonts w:cs="Arial"/>
                <w:noProof/>
                <w:szCs w:val="18"/>
                <w:lang w:eastAsia="zh-CN"/>
              </w:rPr>
              <w:t>-5A</w:t>
            </w:r>
            <w:r w:rsidRPr="00DF6DD6">
              <w:rPr>
                <w:lang w:val="en-US" w:eastAsia="fi-FI"/>
              </w:rPr>
              <w:t>_n260M</w:t>
            </w:r>
          </w:p>
        </w:tc>
        <w:tc>
          <w:tcPr>
            <w:tcW w:w="3969" w:type="dxa"/>
            <w:tcMar>
              <w:top w:w="28" w:type="dxa"/>
              <w:left w:w="28" w:type="dxa"/>
              <w:bottom w:w="28" w:type="dxa"/>
              <w:right w:w="28" w:type="dxa"/>
            </w:tcMar>
            <w:vAlign w:val="center"/>
          </w:tcPr>
          <w:p w14:paraId="1F22669A" w14:textId="77777777" w:rsidR="00EC1415" w:rsidRPr="00DF6DD6" w:rsidRDefault="00EC1415" w:rsidP="003768E0">
            <w:pPr>
              <w:pStyle w:val="TAC"/>
              <w:keepNext w:val="0"/>
              <w:rPr>
                <w:noProof/>
                <w:lang w:eastAsia="zh-CN"/>
              </w:rPr>
            </w:pPr>
            <w:r w:rsidRPr="00DF6DD6">
              <w:rPr>
                <w:noProof/>
                <w:lang w:eastAsia="zh-CN"/>
              </w:rPr>
              <w:t>DC_2A_n260A</w:t>
            </w:r>
          </w:p>
          <w:p w14:paraId="05C6E71C" w14:textId="77777777" w:rsidR="00EC1415" w:rsidRPr="00DF6DD6" w:rsidRDefault="00EC1415" w:rsidP="003768E0">
            <w:pPr>
              <w:pStyle w:val="TAC"/>
              <w:keepNext w:val="0"/>
              <w:rPr>
                <w:noProof/>
                <w:lang w:eastAsia="zh-CN"/>
              </w:rPr>
            </w:pPr>
            <w:r w:rsidRPr="00DF6DD6">
              <w:rPr>
                <w:noProof/>
                <w:lang w:eastAsia="zh-CN"/>
              </w:rPr>
              <w:t>DC_5A_n260A</w:t>
            </w:r>
          </w:p>
        </w:tc>
      </w:tr>
      <w:tr w:rsidR="00F55B07" w:rsidRPr="00DF6DD6" w14:paraId="305A413E"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2E72F12A" w14:textId="77777777" w:rsidR="00EC1415" w:rsidRPr="00DF6DD6" w:rsidRDefault="00EC1415" w:rsidP="003768E0">
            <w:pPr>
              <w:pStyle w:val="TAC"/>
              <w:keepNext w:val="0"/>
              <w:rPr>
                <w:noProof/>
                <w:lang w:eastAsia="zh-CN"/>
              </w:rPr>
            </w:pPr>
            <w:r w:rsidRPr="00DF6DD6">
              <w:rPr>
                <w:noProof/>
                <w:lang w:eastAsia="zh-CN"/>
              </w:rPr>
              <w:t>DC_2A-12A_n260A</w:t>
            </w:r>
          </w:p>
          <w:p w14:paraId="0A9AB300" w14:textId="77777777" w:rsidR="00EC1415" w:rsidRPr="00DF6DD6" w:rsidRDefault="00EC1415" w:rsidP="003768E0">
            <w:pPr>
              <w:pStyle w:val="TAC"/>
              <w:keepNext w:val="0"/>
              <w:rPr>
                <w:lang w:val="en-US" w:eastAsia="fi-FI"/>
              </w:rPr>
            </w:pPr>
            <w:r w:rsidRPr="00DF6DD6">
              <w:rPr>
                <w:lang w:val="en-US" w:eastAsia="fi-FI"/>
              </w:rPr>
              <w:t>DC_2</w:t>
            </w:r>
            <w:r w:rsidRPr="00DF6DD6">
              <w:rPr>
                <w:rFonts w:cs="Arial"/>
                <w:szCs w:val="18"/>
                <w:lang w:val="en-US" w:eastAsia="fi-FI"/>
              </w:rPr>
              <w:t>A</w:t>
            </w:r>
            <w:r w:rsidRPr="00DF6DD6">
              <w:rPr>
                <w:rFonts w:cs="Arial"/>
                <w:noProof/>
                <w:szCs w:val="18"/>
              </w:rPr>
              <w:t>-12A</w:t>
            </w:r>
            <w:r w:rsidRPr="00DF6DD6">
              <w:rPr>
                <w:rFonts w:cs="Arial"/>
                <w:szCs w:val="18"/>
                <w:lang w:val="en-US" w:eastAsia="fi-FI"/>
              </w:rPr>
              <w:t>_</w:t>
            </w:r>
            <w:r w:rsidRPr="00DF6DD6">
              <w:rPr>
                <w:lang w:val="en-US" w:eastAsia="fi-FI"/>
              </w:rPr>
              <w:t>n260G</w:t>
            </w:r>
          </w:p>
          <w:p w14:paraId="6BD1B933"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-12A</w:t>
            </w:r>
            <w:r w:rsidRPr="00DF6DD6">
              <w:rPr>
                <w:lang w:val="en-US" w:eastAsia="fi-FI"/>
              </w:rPr>
              <w:t>_n260H</w:t>
            </w:r>
          </w:p>
          <w:p w14:paraId="67BACE30"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-12A</w:t>
            </w:r>
            <w:r w:rsidRPr="00DF6DD6">
              <w:rPr>
                <w:lang w:val="en-US" w:eastAsia="fi-FI"/>
              </w:rPr>
              <w:t>_n260I</w:t>
            </w:r>
          </w:p>
          <w:p w14:paraId="0485009A"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-12A</w:t>
            </w:r>
            <w:r w:rsidRPr="00DF6DD6">
              <w:rPr>
                <w:lang w:val="en-US" w:eastAsia="fi-FI"/>
              </w:rPr>
              <w:t>_n260J</w:t>
            </w:r>
          </w:p>
          <w:p w14:paraId="7D74BC67"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-12A</w:t>
            </w:r>
            <w:r w:rsidRPr="00DF6DD6">
              <w:rPr>
                <w:lang w:val="en-US" w:eastAsia="fi-FI"/>
              </w:rPr>
              <w:t>_n260K</w:t>
            </w:r>
          </w:p>
          <w:p w14:paraId="026CBEEC"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-12A</w:t>
            </w:r>
            <w:r w:rsidRPr="00DF6DD6">
              <w:rPr>
                <w:lang w:val="en-US" w:eastAsia="fi-FI"/>
              </w:rPr>
              <w:t>_n260L</w:t>
            </w:r>
          </w:p>
          <w:p w14:paraId="20E50ED2" w14:textId="77777777" w:rsidR="00EC1415" w:rsidRPr="00DF6DD6" w:rsidRDefault="00EC1415" w:rsidP="003768E0">
            <w:pPr>
              <w:pStyle w:val="TAC"/>
              <w:keepNext w:val="0"/>
              <w:rPr>
                <w:noProof/>
                <w:lang w:eastAsia="zh-CN"/>
              </w:rPr>
            </w:pPr>
            <w:r w:rsidRPr="00DF6DD6">
              <w:rPr>
                <w:lang w:val="en-US" w:eastAsia="fi-FI"/>
              </w:rPr>
              <w:t>DC_2A</w:t>
            </w:r>
            <w:r w:rsidRPr="00DF6DD6">
              <w:rPr>
                <w:rFonts w:cs="Arial"/>
                <w:noProof/>
                <w:szCs w:val="18"/>
                <w:lang w:eastAsia="zh-CN"/>
              </w:rPr>
              <w:t>-12A</w:t>
            </w:r>
            <w:r w:rsidRPr="00DF6DD6">
              <w:rPr>
                <w:lang w:val="en-US" w:eastAsia="fi-FI"/>
              </w:rPr>
              <w:t>_n260M</w:t>
            </w:r>
          </w:p>
        </w:tc>
        <w:tc>
          <w:tcPr>
            <w:tcW w:w="3969" w:type="dxa"/>
            <w:tcMar>
              <w:top w:w="28" w:type="dxa"/>
              <w:left w:w="28" w:type="dxa"/>
              <w:bottom w:w="28" w:type="dxa"/>
              <w:right w:w="28" w:type="dxa"/>
            </w:tcMar>
            <w:vAlign w:val="center"/>
          </w:tcPr>
          <w:p w14:paraId="0E7652C7" w14:textId="77777777" w:rsidR="00EC1415" w:rsidRPr="00DF6DD6" w:rsidRDefault="00EC1415" w:rsidP="003768E0">
            <w:pPr>
              <w:pStyle w:val="TAC"/>
              <w:keepNext w:val="0"/>
              <w:rPr>
                <w:noProof/>
                <w:lang w:eastAsia="zh-CN"/>
              </w:rPr>
            </w:pPr>
            <w:r w:rsidRPr="00DF6DD6">
              <w:rPr>
                <w:noProof/>
                <w:lang w:eastAsia="zh-CN"/>
              </w:rPr>
              <w:t>DC_2A_n260A</w:t>
            </w:r>
          </w:p>
          <w:p w14:paraId="6C526785" w14:textId="77777777" w:rsidR="00EC1415" w:rsidRPr="00DF6DD6" w:rsidRDefault="00EC1415" w:rsidP="003768E0">
            <w:pPr>
              <w:pStyle w:val="TAC"/>
              <w:keepNext w:val="0"/>
              <w:rPr>
                <w:noProof/>
                <w:lang w:eastAsia="zh-CN"/>
              </w:rPr>
            </w:pPr>
            <w:r w:rsidRPr="00DF6DD6">
              <w:rPr>
                <w:noProof/>
                <w:lang w:eastAsia="zh-CN"/>
              </w:rPr>
              <w:t>DC_12A_n260A</w:t>
            </w:r>
          </w:p>
        </w:tc>
      </w:tr>
      <w:tr w:rsidR="00F55B07" w:rsidRPr="00DF6DD6" w14:paraId="7EF7A3E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185BEF8" w14:textId="77777777" w:rsidR="00EC1415" w:rsidRPr="00DF6DD6" w:rsidRDefault="00EC1415" w:rsidP="003768E0">
            <w:pPr>
              <w:pStyle w:val="TAC"/>
              <w:keepNext w:val="0"/>
              <w:rPr>
                <w:noProof/>
                <w:lang w:eastAsia="zh-CN"/>
              </w:rPr>
            </w:pPr>
            <w:r w:rsidRPr="00DF6DD6">
              <w:rPr>
                <w:noProof/>
                <w:lang w:eastAsia="zh-CN"/>
              </w:rPr>
              <w:t>DC_2A-13A_n257A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52FBE298" w14:textId="77777777" w:rsidR="00EC1415" w:rsidRPr="00DF6DD6" w:rsidRDefault="00EC1415" w:rsidP="003768E0">
            <w:pPr>
              <w:pStyle w:val="TAC"/>
              <w:keepNext w:val="0"/>
              <w:rPr>
                <w:noProof/>
                <w:lang w:eastAsia="zh-CN"/>
              </w:rPr>
            </w:pPr>
            <w:r w:rsidRPr="00DF6DD6">
              <w:rPr>
                <w:noProof/>
                <w:lang w:eastAsia="zh-CN"/>
              </w:rPr>
              <w:t>DC_2A_n257A</w:t>
            </w:r>
          </w:p>
          <w:p w14:paraId="2430CB65" w14:textId="77777777" w:rsidR="00EC1415" w:rsidRPr="00DF6DD6" w:rsidRDefault="00EC1415" w:rsidP="003768E0">
            <w:pPr>
              <w:pStyle w:val="TAC"/>
              <w:keepNext w:val="0"/>
              <w:rPr>
                <w:noProof/>
                <w:lang w:eastAsia="zh-CN"/>
              </w:rPr>
            </w:pPr>
            <w:r w:rsidRPr="00DF6DD6">
              <w:rPr>
                <w:noProof/>
                <w:lang w:eastAsia="zh-CN"/>
              </w:rPr>
              <w:t>DC_13A_n257A</w:t>
            </w:r>
          </w:p>
        </w:tc>
      </w:tr>
      <w:tr w:rsidR="00F55B07" w:rsidRPr="00DF6DD6" w14:paraId="30686942"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D58AAD0" w14:textId="77777777" w:rsidR="00EC1415" w:rsidRPr="00DF6DD6" w:rsidRDefault="00EC1415" w:rsidP="003768E0">
            <w:pPr>
              <w:pStyle w:val="TAC"/>
              <w:keepNext w:val="0"/>
              <w:rPr>
                <w:noProof/>
                <w:lang w:eastAsia="zh-CN"/>
              </w:rPr>
            </w:pPr>
            <w:r w:rsidRPr="00DF6DD6">
              <w:rPr>
                <w:noProof/>
                <w:lang w:eastAsia="zh-CN"/>
              </w:rPr>
              <w:t>DC_2A-13A_n260A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4D9DE72C" w14:textId="77777777" w:rsidR="00EC1415" w:rsidRPr="00DF6DD6" w:rsidRDefault="00EC1415" w:rsidP="003768E0">
            <w:pPr>
              <w:pStyle w:val="TAC"/>
              <w:keepNext w:val="0"/>
              <w:rPr>
                <w:noProof/>
                <w:lang w:eastAsia="zh-CN"/>
              </w:rPr>
            </w:pPr>
            <w:r w:rsidRPr="00DF6DD6">
              <w:rPr>
                <w:noProof/>
                <w:lang w:eastAsia="zh-CN"/>
              </w:rPr>
              <w:t>DC_2A_n260A</w:t>
            </w:r>
          </w:p>
          <w:p w14:paraId="3DBA5555" w14:textId="77777777" w:rsidR="00EC1415" w:rsidRPr="00DF6DD6" w:rsidRDefault="00EC1415" w:rsidP="003768E0">
            <w:pPr>
              <w:pStyle w:val="TAC"/>
              <w:keepNext w:val="0"/>
              <w:rPr>
                <w:noProof/>
                <w:lang w:eastAsia="zh-CN"/>
              </w:rPr>
            </w:pPr>
            <w:r w:rsidRPr="00DF6DD6">
              <w:rPr>
                <w:noProof/>
                <w:lang w:eastAsia="zh-CN"/>
              </w:rPr>
              <w:t>DC_13A_n260A</w:t>
            </w:r>
          </w:p>
        </w:tc>
      </w:tr>
      <w:tr w:rsidR="00F55B07" w:rsidRPr="00DF6DD6" w14:paraId="42E0BAB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09AD87A" w14:textId="77777777" w:rsidR="00EC1415" w:rsidRPr="00DF6DD6" w:rsidRDefault="00EC1415" w:rsidP="003768E0">
            <w:pPr>
              <w:pStyle w:val="TAC"/>
              <w:keepNext w:val="0"/>
              <w:rPr>
                <w:noProof/>
                <w:lang w:eastAsia="zh-CN"/>
              </w:rPr>
            </w:pPr>
            <w:r w:rsidRPr="00DF6DD6">
              <w:rPr>
                <w:noProof/>
                <w:lang w:eastAsia="zh-CN"/>
              </w:rPr>
              <w:t>DC_2A-30A_n260A</w:t>
            </w:r>
          </w:p>
          <w:p w14:paraId="3F6F8F72" w14:textId="77777777" w:rsidR="00EC1415" w:rsidRPr="00DF6DD6" w:rsidRDefault="00EC1415" w:rsidP="003768E0">
            <w:pPr>
              <w:pStyle w:val="TAC"/>
              <w:keepNext w:val="0"/>
              <w:rPr>
                <w:lang w:val="en-US" w:eastAsia="fi-FI"/>
              </w:rPr>
            </w:pPr>
            <w:r w:rsidRPr="00DF6DD6">
              <w:rPr>
                <w:lang w:val="en-US" w:eastAsia="fi-FI"/>
              </w:rPr>
              <w:t>DC_2</w:t>
            </w:r>
            <w:r w:rsidRPr="00DF6DD6">
              <w:rPr>
                <w:rFonts w:cs="Arial"/>
                <w:szCs w:val="18"/>
                <w:lang w:val="en-US" w:eastAsia="fi-FI"/>
              </w:rPr>
              <w:t>A</w:t>
            </w:r>
            <w:r w:rsidRPr="00DF6DD6">
              <w:rPr>
                <w:rFonts w:cs="Arial"/>
                <w:noProof/>
                <w:szCs w:val="18"/>
              </w:rPr>
              <w:t>-30A</w:t>
            </w:r>
            <w:r w:rsidRPr="00DF6DD6">
              <w:rPr>
                <w:rFonts w:cs="Arial"/>
                <w:szCs w:val="18"/>
                <w:lang w:val="en-US" w:eastAsia="fi-FI"/>
              </w:rPr>
              <w:t>_</w:t>
            </w:r>
            <w:r w:rsidRPr="00DF6DD6">
              <w:rPr>
                <w:lang w:val="en-US" w:eastAsia="fi-FI"/>
              </w:rPr>
              <w:t>n260G</w:t>
            </w:r>
          </w:p>
          <w:p w14:paraId="35DEDB10"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-30A</w:t>
            </w:r>
            <w:r w:rsidRPr="00DF6DD6">
              <w:rPr>
                <w:lang w:val="en-US" w:eastAsia="fi-FI"/>
              </w:rPr>
              <w:t>_n260H</w:t>
            </w:r>
          </w:p>
          <w:p w14:paraId="4186B5B3"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-30A</w:t>
            </w:r>
            <w:r w:rsidRPr="00DF6DD6">
              <w:rPr>
                <w:lang w:val="en-US" w:eastAsia="fi-FI"/>
              </w:rPr>
              <w:t>_n260I</w:t>
            </w:r>
          </w:p>
          <w:p w14:paraId="67F57967"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-30A</w:t>
            </w:r>
            <w:r w:rsidRPr="00DF6DD6">
              <w:rPr>
                <w:lang w:val="en-US" w:eastAsia="fi-FI"/>
              </w:rPr>
              <w:t>_n260J</w:t>
            </w:r>
          </w:p>
          <w:p w14:paraId="4F3F5B67"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-30A</w:t>
            </w:r>
            <w:r w:rsidRPr="00DF6DD6">
              <w:rPr>
                <w:lang w:val="en-US" w:eastAsia="fi-FI"/>
              </w:rPr>
              <w:t>_n260K</w:t>
            </w:r>
          </w:p>
          <w:p w14:paraId="4CA26957"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-30A</w:t>
            </w:r>
            <w:r w:rsidRPr="00DF6DD6">
              <w:rPr>
                <w:lang w:val="en-US" w:eastAsia="fi-FI"/>
              </w:rPr>
              <w:t>_n260L</w:t>
            </w:r>
          </w:p>
          <w:p w14:paraId="0DB0102A" w14:textId="77777777" w:rsidR="00EC1415" w:rsidRPr="00DF6DD6" w:rsidRDefault="00EC1415" w:rsidP="003768E0">
            <w:pPr>
              <w:pStyle w:val="TAC"/>
              <w:keepNext w:val="0"/>
              <w:rPr>
                <w:noProof/>
                <w:lang w:eastAsia="zh-CN"/>
              </w:rPr>
            </w:pPr>
            <w:r w:rsidRPr="00DF6DD6">
              <w:rPr>
                <w:lang w:val="en-US" w:eastAsia="fi-FI"/>
              </w:rPr>
              <w:t>DC_2A</w:t>
            </w:r>
            <w:r w:rsidRPr="00DF6DD6">
              <w:rPr>
                <w:rFonts w:cs="Arial"/>
                <w:noProof/>
                <w:szCs w:val="18"/>
                <w:lang w:eastAsia="zh-CN"/>
              </w:rPr>
              <w:t>-30A</w:t>
            </w:r>
            <w:r w:rsidRPr="00DF6DD6">
              <w:rPr>
                <w:lang w:val="en-US" w:eastAsia="fi-FI"/>
              </w:rPr>
              <w:t>_n260M</w:t>
            </w:r>
          </w:p>
        </w:tc>
        <w:tc>
          <w:tcPr>
            <w:tcW w:w="3969" w:type="dxa"/>
            <w:tcMar>
              <w:top w:w="28" w:type="dxa"/>
              <w:left w:w="28" w:type="dxa"/>
              <w:bottom w:w="28" w:type="dxa"/>
              <w:right w:w="28" w:type="dxa"/>
            </w:tcMar>
            <w:vAlign w:val="center"/>
          </w:tcPr>
          <w:p w14:paraId="3668E1C4" w14:textId="77777777" w:rsidR="00EC1415" w:rsidRPr="00DF6DD6" w:rsidRDefault="00EC1415" w:rsidP="003768E0">
            <w:pPr>
              <w:pStyle w:val="TAC"/>
              <w:keepNext w:val="0"/>
              <w:rPr>
                <w:noProof/>
                <w:lang w:eastAsia="zh-CN"/>
              </w:rPr>
            </w:pPr>
            <w:r w:rsidRPr="00DF6DD6">
              <w:rPr>
                <w:noProof/>
                <w:lang w:eastAsia="zh-CN"/>
              </w:rPr>
              <w:t>DC_2A_n260A</w:t>
            </w:r>
          </w:p>
          <w:p w14:paraId="70A9F31E" w14:textId="77777777" w:rsidR="00EC1415" w:rsidRPr="00DF6DD6" w:rsidRDefault="00EC1415" w:rsidP="003768E0">
            <w:pPr>
              <w:pStyle w:val="TAC"/>
              <w:keepNext w:val="0"/>
              <w:rPr>
                <w:noProof/>
                <w:lang w:eastAsia="zh-CN"/>
              </w:rPr>
            </w:pPr>
            <w:r w:rsidRPr="00DF6DD6">
              <w:rPr>
                <w:noProof/>
                <w:lang w:eastAsia="zh-CN"/>
              </w:rPr>
              <w:t>DC_30A_n260A</w:t>
            </w:r>
          </w:p>
        </w:tc>
      </w:tr>
      <w:tr w:rsidR="00F55B07" w:rsidRPr="00DF6DD6" w14:paraId="7D96F009"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267B8DA" w14:textId="77777777" w:rsidR="00EC1415" w:rsidRPr="00DF6DD6" w:rsidRDefault="00EC1415" w:rsidP="003768E0">
            <w:pPr>
              <w:pStyle w:val="TAC"/>
              <w:keepNext w:val="0"/>
              <w:rPr>
                <w:noProof/>
                <w:lang w:eastAsia="zh-CN"/>
              </w:rPr>
            </w:pPr>
            <w:r w:rsidRPr="00DF6DD6">
              <w:rPr>
                <w:noProof/>
                <w:lang w:eastAsia="zh-CN"/>
              </w:rPr>
              <w:t>DC_2A-66A_n257A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202B49C8" w14:textId="77777777" w:rsidR="00EC1415" w:rsidRPr="00DF6DD6" w:rsidRDefault="00EC1415" w:rsidP="003768E0">
            <w:pPr>
              <w:pStyle w:val="TAC"/>
              <w:keepNext w:val="0"/>
              <w:rPr>
                <w:noProof/>
                <w:lang w:eastAsia="zh-CN"/>
              </w:rPr>
            </w:pPr>
            <w:r w:rsidRPr="00DF6DD6">
              <w:rPr>
                <w:noProof/>
                <w:lang w:eastAsia="zh-CN"/>
              </w:rPr>
              <w:t>DC_2A_n257A</w:t>
            </w:r>
          </w:p>
          <w:p w14:paraId="37BA352E" w14:textId="77777777" w:rsidR="00EC1415" w:rsidRPr="00DF6DD6" w:rsidRDefault="00EC1415" w:rsidP="003768E0">
            <w:pPr>
              <w:pStyle w:val="TAC"/>
              <w:keepNext w:val="0"/>
              <w:rPr>
                <w:noProof/>
                <w:lang w:eastAsia="zh-CN"/>
              </w:rPr>
            </w:pPr>
            <w:r w:rsidRPr="00DF6DD6">
              <w:rPr>
                <w:noProof/>
                <w:lang w:eastAsia="zh-CN"/>
              </w:rPr>
              <w:t>DC_66A_n257A</w:t>
            </w:r>
          </w:p>
        </w:tc>
      </w:tr>
      <w:tr w:rsidR="00F55B07" w:rsidRPr="00DF6DD6" w14:paraId="5CAA8CE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228390AB" w14:textId="77777777" w:rsidR="00EC1415" w:rsidRPr="00DF6DD6" w:rsidRDefault="00EC1415" w:rsidP="003768E0">
            <w:pPr>
              <w:pStyle w:val="TAC"/>
              <w:keepNext w:val="0"/>
              <w:rPr>
                <w:noProof/>
                <w:lang w:eastAsia="zh-CN"/>
              </w:rPr>
            </w:pPr>
            <w:r w:rsidRPr="00DF6DD6">
              <w:rPr>
                <w:noProof/>
                <w:lang w:eastAsia="zh-CN"/>
              </w:rPr>
              <w:t>DC_2A-66A_n260A</w:t>
            </w:r>
          </w:p>
          <w:p w14:paraId="2C51AC4A" w14:textId="77777777" w:rsidR="00EC1415" w:rsidRPr="00DF6DD6" w:rsidRDefault="00EC1415" w:rsidP="003768E0">
            <w:pPr>
              <w:pStyle w:val="TAC"/>
              <w:keepNext w:val="0"/>
              <w:rPr>
                <w:lang w:val="en-US" w:eastAsia="fi-FI"/>
              </w:rPr>
            </w:pPr>
            <w:r w:rsidRPr="00DF6DD6">
              <w:rPr>
                <w:lang w:val="en-US" w:eastAsia="fi-FI"/>
              </w:rPr>
              <w:t>DC_2</w:t>
            </w:r>
            <w:r w:rsidRPr="00DF6DD6">
              <w:rPr>
                <w:rFonts w:cs="Arial"/>
                <w:szCs w:val="18"/>
                <w:lang w:val="en-US" w:eastAsia="fi-FI"/>
              </w:rPr>
              <w:t>A</w:t>
            </w:r>
            <w:r w:rsidRPr="00DF6DD6">
              <w:rPr>
                <w:rFonts w:cs="Arial"/>
                <w:noProof/>
                <w:szCs w:val="18"/>
              </w:rPr>
              <w:t>-66A</w:t>
            </w:r>
            <w:r w:rsidRPr="00DF6DD6">
              <w:rPr>
                <w:rFonts w:cs="Arial"/>
                <w:szCs w:val="18"/>
                <w:lang w:val="en-US" w:eastAsia="fi-FI"/>
              </w:rPr>
              <w:t>_</w:t>
            </w:r>
            <w:r w:rsidRPr="00DF6DD6">
              <w:rPr>
                <w:lang w:val="en-US" w:eastAsia="fi-FI"/>
              </w:rPr>
              <w:t>n260G</w:t>
            </w:r>
          </w:p>
          <w:p w14:paraId="544B6740"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-66A</w:t>
            </w:r>
            <w:r w:rsidRPr="00DF6DD6">
              <w:rPr>
                <w:lang w:val="en-US" w:eastAsia="fi-FI"/>
              </w:rPr>
              <w:t>_n260H</w:t>
            </w:r>
          </w:p>
          <w:p w14:paraId="6BC4F051"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-66A</w:t>
            </w:r>
            <w:r w:rsidRPr="00DF6DD6">
              <w:rPr>
                <w:lang w:val="en-US" w:eastAsia="fi-FI"/>
              </w:rPr>
              <w:t>_n260I</w:t>
            </w:r>
          </w:p>
          <w:p w14:paraId="7D444D1B"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-66A</w:t>
            </w:r>
            <w:r w:rsidRPr="00DF6DD6">
              <w:rPr>
                <w:lang w:val="en-US" w:eastAsia="fi-FI"/>
              </w:rPr>
              <w:t>_n260J</w:t>
            </w:r>
          </w:p>
          <w:p w14:paraId="404F0469"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-66A</w:t>
            </w:r>
            <w:r w:rsidRPr="00DF6DD6">
              <w:rPr>
                <w:lang w:val="en-US" w:eastAsia="fi-FI"/>
              </w:rPr>
              <w:t>_n260K</w:t>
            </w:r>
          </w:p>
          <w:p w14:paraId="326916DF" w14:textId="77777777" w:rsidR="00EC1415" w:rsidRPr="00DF6DD6" w:rsidRDefault="00EC1415" w:rsidP="003768E0">
            <w:pPr>
              <w:pStyle w:val="TAC"/>
              <w:keepNext w:val="0"/>
              <w:rPr>
                <w:lang w:val="en-US" w:eastAsia="fi-FI"/>
              </w:rPr>
            </w:pPr>
            <w:r w:rsidRPr="00DF6DD6">
              <w:rPr>
                <w:lang w:val="en-US" w:eastAsia="fi-FI"/>
              </w:rPr>
              <w:t>DC_2A</w:t>
            </w:r>
            <w:r w:rsidRPr="00DF6DD6">
              <w:rPr>
                <w:rFonts w:cs="Arial"/>
                <w:noProof/>
                <w:szCs w:val="18"/>
              </w:rPr>
              <w:t>-66A</w:t>
            </w:r>
            <w:r w:rsidRPr="00DF6DD6">
              <w:rPr>
                <w:lang w:val="en-US" w:eastAsia="fi-FI"/>
              </w:rPr>
              <w:t>_n260L</w:t>
            </w:r>
          </w:p>
          <w:p w14:paraId="049F43FB" w14:textId="77777777" w:rsidR="00EC1415" w:rsidRPr="00DF6DD6" w:rsidRDefault="00EC1415" w:rsidP="003768E0">
            <w:pPr>
              <w:pStyle w:val="TAC"/>
              <w:keepNext w:val="0"/>
              <w:rPr>
                <w:noProof/>
                <w:lang w:eastAsia="zh-CN"/>
              </w:rPr>
            </w:pPr>
            <w:r w:rsidRPr="00DF6DD6">
              <w:rPr>
                <w:lang w:val="en-US" w:eastAsia="fi-FI"/>
              </w:rPr>
              <w:t>DC_2A</w:t>
            </w:r>
            <w:r w:rsidRPr="00DF6DD6">
              <w:rPr>
                <w:rFonts w:cs="Arial"/>
                <w:noProof/>
                <w:szCs w:val="18"/>
                <w:lang w:eastAsia="zh-CN"/>
              </w:rPr>
              <w:t>-66A</w:t>
            </w:r>
            <w:r w:rsidRPr="00DF6DD6">
              <w:rPr>
                <w:lang w:val="en-US" w:eastAsia="fi-FI"/>
              </w:rPr>
              <w:t>_n260M</w:t>
            </w:r>
          </w:p>
        </w:tc>
        <w:tc>
          <w:tcPr>
            <w:tcW w:w="3969" w:type="dxa"/>
            <w:tcMar>
              <w:top w:w="28" w:type="dxa"/>
              <w:left w:w="28" w:type="dxa"/>
              <w:bottom w:w="28" w:type="dxa"/>
              <w:right w:w="28" w:type="dxa"/>
            </w:tcMar>
            <w:vAlign w:val="center"/>
          </w:tcPr>
          <w:p w14:paraId="6CFF94ED" w14:textId="77777777" w:rsidR="00EC1415" w:rsidRPr="00DF6DD6" w:rsidRDefault="00EC1415" w:rsidP="003768E0">
            <w:pPr>
              <w:pStyle w:val="TAC"/>
              <w:keepNext w:val="0"/>
              <w:rPr>
                <w:noProof/>
                <w:lang w:eastAsia="zh-CN"/>
              </w:rPr>
            </w:pPr>
            <w:r w:rsidRPr="00DF6DD6">
              <w:rPr>
                <w:noProof/>
                <w:lang w:eastAsia="zh-CN"/>
              </w:rPr>
              <w:t>DC_2A_n260A</w:t>
            </w:r>
          </w:p>
          <w:p w14:paraId="24013066" w14:textId="77777777" w:rsidR="00EC1415" w:rsidRPr="00DF6DD6" w:rsidRDefault="00EC1415" w:rsidP="003768E0">
            <w:pPr>
              <w:pStyle w:val="TAC"/>
              <w:keepNext w:val="0"/>
              <w:rPr>
                <w:noProof/>
                <w:lang w:eastAsia="zh-CN"/>
              </w:rPr>
            </w:pPr>
            <w:r w:rsidRPr="00DF6DD6">
              <w:rPr>
                <w:noProof/>
                <w:lang w:eastAsia="zh-CN"/>
              </w:rPr>
              <w:t>DC_66A_n260A</w:t>
            </w:r>
          </w:p>
        </w:tc>
      </w:tr>
      <w:tr w:rsidR="00F55B07" w:rsidRPr="00DF6DD6" w14:paraId="1D8D1123"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5EC3736" w14:textId="77777777" w:rsidR="00EC1415" w:rsidRPr="00DF6DD6" w:rsidRDefault="00EC1415" w:rsidP="003768E0">
            <w:pPr>
              <w:pStyle w:val="TAC"/>
              <w:keepNext w:val="0"/>
              <w:rPr>
                <w:noProof/>
                <w:lang w:eastAsia="zh-CN"/>
              </w:rPr>
            </w:pPr>
            <w:r w:rsidRPr="00DF6DD6">
              <w:rPr>
                <w:noProof/>
                <w:lang w:eastAsia="zh-CN"/>
              </w:rPr>
              <w:t>DC_3A-5A_n257A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220EDC6C" w14:textId="77777777" w:rsidR="00EC1415" w:rsidRPr="00DF6DD6" w:rsidRDefault="00EC1415" w:rsidP="003768E0">
            <w:pPr>
              <w:pStyle w:val="TAC"/>
              <w:keepNext w:val="0"/>
              <w:rPr>
                <w:noProof/>
                <w:lang w:eastAsia="zh-CN"/>
              </w:rPr>
            </w:pPr>
            <w:r w:rsidRPr="00DF6DD6">
              <w:rPr>
                <w:noProof/>
                <w:lang w:eastAsia="zh-CN"/>
              </w:rPr>
              <w:t>DC_3A_n257A</w:t>
            </w:r>
          </w:p>
          <w:p w14:paraId="2F2AF1DA" w14:textId="77777777" w:rsidR="00EC1415" w:rsidRPr="00DF6DD6" w:rsidRDefault="00EC1415" w:rsidP="003768E0">
            <w:pPr>
              <w:pStyle w:val="TAC"/>
              <w:keepNext w:val="0"/>
              <w:rPr>
                <w:noProof/>
                <w:lang w:eastAsia="zh-CN"/>
              </w:rPr>
            </w:pPr>
            <w:r w:rsidRPr="00DF6DD6">
              <w:rPr>
                <w:noProof/>
                <w:lang w:eastAsia="zh-CN"/>
              </w:rPr>
              <w:t>DC_5A_n257A</w:t>
            </w:r>
          </w:p>
        </w:tc>
      </w:tr>
      <w:tr w:rsidR="00F55B07" w:rsidRPr="00DF6DD6" w14:paraId="50D78E9E"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7D7367E" w14:textId="77777777" w:rsidR="00EC1415" w:rsidRPr="00DF6DD6" w:rsidRDefault="00EC1415" w:rsidP="003768E0">
            <w:pPr>
              <w:pStyle w:val="TAC"/>
              <w:keepNext w:val="0"/>
              <w:rPr>
                <w:noProof/>
                <w:lang w:eastAsia="zh-CN"/>
              </w:rPr>
            </w:pPr>
            <w:r w:rsidRPr="00DF6DD6">
              <w:rPr>
                <w:noProof/>
                <w:lang w:eastAsia="zh-CN"/>
              </w:rPr>
              <w:t>DC_3A-7A_n257A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26526441" w14:textId="77777777" w:rsidR="00EC1415" w:rsidRPr="00DF6DD6" w:rsidRDefault="00EC1415" w:rsidP="003768E0">
            <w:pPr>
              <w:pStyle w:val="TAC"/>
              <w:keepNext w:val="0"/>
              <w:rPr>
                <w:noProof/>
                <w:lang w:eastAsia="zh-CN"/>
              </w:rPr>
            </w:pPr>
            <w:r w:rsidRPr="00DF6DD6">
              <w:rPr>
                <w:noProof/>
                <w:lang w:eastAsia="zh-CN"/>
              </w:rPr>
              <w:t>DC_3A_n257A</w:t>
            </w:r>
          </w:p>
          <w:p w14:paraId="41DCDB58" w14:textId="77777777" w:rsidR="00EC1415" w:rsidRPr="00DF6DD6" w:rsidRDefault="00EC1415" w:rsidP="003768E0">
            <w:pPr>
              <w:pStyle w:val="TAC"/>
              <w:keepNext w:val="0"/>
              <w:rPr>
                <w:noProof/>
                <w:lang w:eastAsia="zh-CN"/>
              </w:rPr>
            </w:pPr>
            <w:r w:rsidRPr="00DF6DD6">
              <w:rPr>
                <w:noProof/>
                <w:lang w:eastAsia="zh-CN"/>
              </w:rPr>
              <w:lastRenderedPageBreak/>
              <w:t>DC_7A_n257A</w:t>
            </w:r>
          </w:p>
        </w:tc>
      </w:tr>
      <w:tr w:rsidR="00F55B07" w:rsidRPr="00DF6DD6" w14:paraId="42C3CE75"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8872075" w14:textId="77777777" w:rsidR="00EC1415" w:rsidRPr="00DF6DD6" w:rsidRDefault="00EC1415" w:rsidP="003768E0">
            <w:pPr>
              <w:pStyle w:val="TAC"/>
              <w:keepNext w:val="0"/>
              <w:rPr>
                <w:noProof/>
                <w:lang w:eastAsia="zh-CN"/>
              </w:rPr>
            </w:pPr>
            <w:r w:rsidRPr="00DF6DD6">
              <w:rPr>
                <w:noProof/>
                <w:lang w:eastAsia="zh-CN"/>
              </w:rPr>
              <w:lastRenderedPageBreak/>
              <w:t>DC_3A-7A-7A_n257A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72F51945" w14:textId="77777777" w:rsidR="00EC1415" w:rsidRPr="00DF6DD6" w:rsidRDefault="00EC1415" w:rsidP="003768E0">
            <w:pPr>
              <w:pStyle w:val="TAC"/>
              <w:keepNext w:val="0"/>
              <w:rPr>
                <w:noProof/>
                <w:lang w:eastAsia="zh-CN"/>
              </w:rPr>
            </w:pPr>
            <w:r w:rsidRPr="00DF6DD6">
              <w:rPr>
                <w:noProof/>
                <w:lang w:eastAsia="zh-CN"/>
              </w:rPr>
              <w:t>DC_3A_n257A</w:t>
            </w:r>
          </w:p>
          <w:p w14:paraId="3FD75424" w14:textId="77777777" w:rsidR="00EC1415" w:rsidRPr="00DF6DD6" w:rsidRDefault="00EC1415" w:rsidP="003768E0">
            <w:pPr>
              <w:pStyle w:val="TAC"/>
              <w:keepNext w:val="0"/>
              <w:rPr>
                <w:noProof/>
                <w:lang w:eastAsia="zh-CN"/>
              </w:rPr>
            </w:pPr>
            <w:r w:rsidRPr="00DF6DD6">
              <w:rPr>
                <w:noProof/>
                <w:lang w:eastAsia="zh-CN"/>
              </w:rPr>
              <w:t>DC_7A_n257A</w:t>
            </w:r>
          </w:p>
        </w:tc>
      </w:tr>
      <w:tr w:rsidR="00F55B07" w:rsidRPr="00DF6DD6" w14:paraId="03B48D37"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CD42F20" w14:textId="77777777" w:rsidR="00EC1415" w:rsidRPr="00DF6DD6" w:rsidRDefault="00EC1415" w:rsidP="003768E0">
            <w:pPr>
              <w:pStyle w:val="TAC"/>
              <w:keepNext w:val="0"/>
              <w:rPr>
                <w:noProof/>
                <w:lang w:eastAsia="zh-CN"/>
              </w:rPr>
            </w:pPr>
            <w:r w:rsidRPr="00DF6DD6">
              <w:rPr>
                <w:noProof/>
                <w:lang w:eastAsia="zh-CN"/>
              </w:rPr>
              <w:t>DC_3A-19A_n257A</w:t>
            </w:r>
            <w:r w:rsidRPr="00DF6DD6">
              <w:rPr>
                <w:rFonts w:hint="eastAsia"/>
                <w:noProof/>
                <w:vertAlign w:val="superscript"/>
                <w:lang w:eastAsia="zh-CN"/>
              </w:rPr>
              <w:t>2</w:t>
            </w:r>
          </w:p>
          <w:p w14:paraId="2320C98D" w14:textId="77777777" w:rsidR="00EC1415" w:rsidRPr="00DF6DD6" w:rsidRDefault="00EC1415" w:rsidP="003768E0">
            <w:pPr>
              <w:pStyle w:val="TAC"/>
              <w:keepNext w:val="0"/>
              <w:rPr>
                <w:noProof/>
                <w:lang w:eastAsia="zh-CN"/>
              </w:rPr>
            </w:pPr>
            <w:r w:rsidRPr="00DF6DD6">
              <w:rPr>
                <w:noProof/>
                <w:lang w:eastAsia="zh-CN"/>
              </w:rPr>
              <w:t>DC_3A-19A_n257D</w:t>
            </w:r>
            <w:r w:rsidRPr="00DF6DD6">
              <w:rPr>
                <w:rFonts w:hint="eastAsia"/>
                <w:noProof/>
                <w:vertAlign w:val="superscript"/>
                <w:lang w:eastAsia="zh-CN"/>
              </w:rPr>
              <w:t>2</w:t>
            </w:r>
          </w:p>
          <w:p w14:paraId="3BE0E17E" w14:textId="77777777" w:rsidR="00EC1415" w:rsidRPr="00DF6DD6" w:rsidRDefault="00EC1415" w:rsidP="003768E0">
            <w:pPr>
              <w:pStyle w:val="TAC"/>
              <w:keepNext w:val="0"/>
              <w:rPr>
                <w:noProof/>
                <w:lang w:eastAsia="zh-CN"/>
              </w:rPr>
            </w:pPr>
            <w:r w:rsidRPr="00DF6DD6">
              <w:rPr>
                <w:noProof/>
                <w:lang w:eastAsia="zh-CN"/>
              </w:rPr>
              <w:t>DC_3A-19A_n257E</w:t>
            </w:r>
            <w:r w:rsidRPr="00DF6DD6">
              <w:rPr>
                <w:rFonts w:hint="eastAsia"/>
                <w:noProof/>
                <w:vertAlign w:val="superscript"/>
                <w:lang w:eastAsia="zh-CN"/>
              </w:rPr>
              <w:t>2</w:t>
            </w:r>
          </w:p>
          <w:p w14:paraId="3D376C40" w14:textId="77777777" w:rsidR="00EC1415" w:rsidRPr="00DF6DD6" w:rsidRDefault="00EC1415" w:rsidP="003768E0">
            <w:pPr>
              <w:pStyle w:val="TAC"/>
              <w:keepNext w:val="0"/>
              <w:rPr>
                <w:noProof/>
                <w:lang w:eastAsia="zh-CN"/>
              </w:rPr>
            </w:pPr>
            <w:r w:rsidRPr="00DF6DD6">
              <w:rPr>
                <w:noProof/>
                <w:lang w:eastAsia="zh-CN"/>
              </w:rPr>
              <w:t>DC_3A-19A_n257F</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1240A60D" w14:textId="77777777" w:rsidR="00EC1415" w:rsidRPr="00DF6DD6" w:rsidRDefault="00EC1415" w:rsidP="003768E0">
            <w:pPr>
              <w:pStyle w:val="TAC"/>
              <w:keepNext w:val="0"/>
              <w:rPr>
                <w:noProof/>
                <w:lang w:eastAsia="zh-CN"/>
              </w:rPr>
            </w:pPr>
            <w:r w:rsidRPr="00DF6DD6">
              <w:rPr>
                <w:noProof/>
                <w:lang w:eastAsia="zh-CN"/>
              </w:rPr>
              <w:t>DC_3A_n257A</w:t>
            </w:r>
          </w:p>
          <w:p w14:paraId="552EE92F" w14:textId="77777777" w:rsidR="00EC1415" w:rsidRPr="00DF6DD6" w:rsidRDefault="00EC1415" w:rsidP="003768E0">
            <w:pPr>
              <w:pStyle w:val="TAC"/>
              <w:keepNext w:val="0"/>
              <w:rPr>
                <w:noProof/>
                <w:lang w:eastAsia="zh-CN"/>
              </w:rPr>
            </w:pPr>
            <w:r w:rsidRPr="00DF6DD6">
              <w:rPr>
                <w:noProof/>
                <w:lang w:eastAsia="zh-CN"/>
              </w:rPr>
              <w:t>DC_19A_n257A</w:t>
            </w:r>
          </w:p>
        </w:tc>
      </w:tr>
      <w:tr w:rsidR="00F55B07" w:rsidRPr="00DF6DD6" w14:paraId="34006C4B"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09A21FD" w14:textId="77777777" w:rsidR="00EC1415" w:rsidRPr="00DF6DD6" w:rsidRDefault="00EC1415" w:rsidP="003768E0">
            <w:pPr>
              <w:pStyle w:val="TAC"/>
              <w:keepNext w:val="0"/>
              <w:rPr>
                <w:noProof/>
                <w:lang w:eastAsia="zh-CN"/>
              </w:rPr>
            </w:pPr>
            <w:r w:rsidRPr="00DF6DD6">
              <w:rPr>
                <w:noProof/>
                <w:lang w:eastAsia="zh-CN"/>
              </w:rPr>
              <w:t>DC_3A-21A_n257A</w:t>
            </w:r>
            <w:r w:rsidRPr="00DF6DD6">
              <w:rPr>
                <w:rFonts w:hint="eastAsia"/>
                <w:noProof/>
                <w:vertAlign w:val="superscript"/>
                <w:lang w:eastAsia="zh-CN"/>
              </w:rPr>
              <w:t>2</w:t>
            </w:r>
          </w:p>
          <w:p w14:paraId="7416CAC9" w14:textId="77777777" w:rsidR="00EC1415" w:rsidRPr="00DF6DD6" w:rsidRDefault="00EC1415" w:rsidP="003768E0">
            <w:pPr>
              <w:pStyle w:val="TAC"/>
              <w:keepNext w:val="0"/>
              <w:rPr>
                <w:noProof/>
                <w:lang w:eastAsia="zh-CN"/>
              </w:rPr>
            </w:pPr>
            <w:r w:rsidRPr="00DF6DD6">
              <w:rPr>
                <w:noProof/>
                <w:lang w:eastAsia="zh-CN"/>
              </w:rPr>
              <w:t>DC_3A-21A_n257D</w:t>
            </w:r>
            <w:r w:rsidRPr="00DF6DD6">
              <w:rPr>
                <w:rFonts w:hint="eastAsia"/>
                <w:noProof/>
                <w:vertAlign w:val="superscript"/>
                <w:lang w:eastAsia="zh-CN"/>
              </w:rPr>
              <w:t>2</w:t>
            </w:r>
          </w:p>
          <w:p w14:paraId="296E8618" w14:textId="77777777" w:rsidR="00EC1415" w:rsidRPr="00DF6DD6" w:rsidRDefault="00EC1415" w:rsidP="003768E0">
            <w:pPr>
              <w:pStyle w:val="TAC"/>
              <w:keepNext w:val="0"/>
              <w:rPr>
                <w:noProof/>
                <w:lang w:eastAsia="zh-CN"/>
              </w:rPr>
            </w:pPr>
            <w:r w:rsidRPr="00DF6DD6">
              <w:rPr>
                <w:noProof/>
                <w:lang w:eastAsia="zh-CN"/>
              </w:rPr>
              <w:t>DC_3A-21A_n257E</w:t>
            </w:r>
            <w:r w:rsidRPr="00DF6DD6">
              <w:rPr>
                <w:rFonts w:hint="eastAsia"/>
                <w:noProof/>
                <w:vertAlign w:val="superscript"/>
                <w:lang w:eastAsia="zh-CN"/>
              </w:rPr>
              <w:t>2</w:t>
            </w:r>
          </w:p>
          <w:p w14:paraId="101B10FA" w14:textId="77777777" w:rsidR="00EC1415" w:rsidRPr="00DF6DD6" w:rsidRDefault="00EC1415" w:rsidP="003768E0">
            <w:pPr>
              <w:pStyle w:val="TAC"/>
              <w:keepNext w:val="0"/>
              <w:rPr>
                <w:noProof/>
                <w:lang w:eastAsia="zh-CN"/>
              </w:rPr>
            </w:pPr>
            <w:r w:rsidRPr="00DF6DD6">
              <w:rPr>
                <w:noProof/>
                <w:lang w:eastAsia="zh-CN"/>
              </w:rPr>
              <w:t>DC_3A-21A_n257F</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7966FA85" w14:textId="77777777" w:rsidR="00EC1415" w:rsidRPr="00DF6DD6" w:rsidRDefault="00EC1415" w:rsidP="003768E0">
            <w:pPr>
              <w:pStyle w:val="TAC"/>
              <w:keepNext w:val="0"/>
              <w:rPr>
                <w:noProof/>
                <w:lang w:eastAsia="zh-CN"/>
              </w:rPr>
            </w:pPr>
            <w:r w:rsidRPr="00DF6DD6">
              <w:rPr>
                <w:noProof/>
                <w:lang w:eastAsia="zh-CN"/>
              </w:rPr>
              <w:t>DC_3A_n257A</w:t>
            </w:r>
          </w:p>
          <w:p w14:paraId="7EA5A6E4" w14:textId="77777777" w:rsidR="00EC1415" w:rsidRPr="00DF6DD6" w:rsidRDefault="00EC1415" w:rsidP="003768E0">
            <w:pPr>
              <w:pStyle w:val="TAC"/>
              <w:keepNext w:val="0"/>
              <w:rPr>
                <w:noProof/>
                <w:lang w:eastAsia="zh-CN"/>
              </w:rPr>
            </w:pPr>
            <w:r w:rsidRPr="00DF6DD6">
              <w:rPr>
                <w:noProof/>
                <w:lang w:eastAsia="zh-CN"/>
              </w:rPr>
              <w:t>DC_21A_n257A</w:t>
            </w:r>
          </w:p>
        </w:tc>
      </w:tr>
      <w:tr w:rsidR="00F55B07" w:rsidRPr="00DF6DD6" w14:paraId="31FF7E4A"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F474FA4" w14:textId="77777777" w:rsidR="00EC1415" w:rsidRPr="00DF6DD6" w:rsidRDefault="00EC1415" w:rsidP="003768E0">
            <w:pPr>
              <w:pStyle w:val="TAC"/>
              <w:keepNext w:val="0"/>
              <w:rPr>
                <w:noProof/>
                <w:lang w:eastAsia="zh-CN"/>
              </w:rPr>
            </w:pPr>
            <w:r w:rsidRPr="00DF6DD6">
              <w:rPr>
                <w:noProof/>
                <w:lang w:eastAsia="zh-CN"/>
              </w:rPr>
              <w:t>DC_3A-28A_n257A</w:t>
            </w:r>
            <w:r w:rsidRPr="00DF6DD6">
              <w:rPr>
                <w:rFonts w:hint="eastAsia"/>
                <w:noProof/>
                <w:vertAlign w:val="superscript"/>
                <w:lang w:eastAsia="zh-CN"/>
              </w:rPr>
              <w:t>2</w:t>
            </w:r>
          </w:p>
          <w:p w14:paraId="3DC70A9D" w14:textId="77777777" w:rsidR="00EC1415" w:rsidRPr="00DF6DD6" w:rsidRDefault="00EC1415" w:rsidP="003768E0">
            <w:pPr>
              <w:pStyle w:val="TAC"/>
              <w:keepNext w:val="0"/>
              <w:rPr>
                <w:noProof/>
                <w:lang w:eastAsia="zh-CN"/>
              </w:rPr>
            </w:pPr>
            <w:r w:rsidRPr="00DF6DD6">
              <w:rPr>
                <w:noProof/>
                <w:lang w:eastAsia="zh-CN"/>
              </w:rPr>
              <w:t>DC_3A-28A_n257D</w:t>
            </w:r>
            <w:r w:rsidRPr="00DF6DD6">
              <w:rPr>
                <w:rFonts w:hint="eastAsia"/>
                <w:noProof/>
                <w:vertAlign w:val="superscript"/>
                <w:lang w:eastAsia="zh-CN"/>
              </w:rPr>
              <w:t>2</w:t>
            </w:r>
          </w:p>
          <w:p w14:paraId="17EF002E" w14:textId="77777777" w:rsidR="00EC1415" w:rsidRPr="00DF6DD6" w:rsidRDefault="00EC1415" w:rsidP="003768E0">
            <w:pPr>
              <w:pStyle w:val="TAC"/>
              <w:keepNext w:val="0"/>
              <w:rPr>
                <w:noProof/>
                <w:lang w:eastAsia="zh-CN"/>
              </w:rPr>
            </w:pPr>
            <w:r w:rsidRPr="00DF6DD6">
              <w:rPr>
                <w:noProof/>
                <w:lang w:eastAsia="zh-CN"/>
              </w:rPr>
              <w:t>DC_3A-28A_n257E</w:t>
            </w:r>
            <w:r w:rsidRPr="00DF6DD6">
              <w:rPr>
                <w:rFonts w:hint="eastAsia"/>
                <w:noProof/>
                <w:vertAlign w:val="superscript"/>
                <w:lang w:eastAsia="zh-CN"/>
              </w:rPr>
              <w:t>2</w:t>
            </w:r>
          </w:p>
          <w:p w14:paraId="46E6A1B4" w14:textId="77777777" w:rsidR="00EC1415" w:rsidRPr="00DF6DD6" w:rsidRDefault="00EC1415" w:rsidP="003768E0">
            <w:pPr>
              <w:pStyle w:val="TAC"/>
              <w:keepNext w:val="0"/>
              <w:rPr>
                <w:noProof/>
                <w:lang w:eastAsia="zh-CN"/>
              </w:rPr>
            </w:pPr>
            <w:r w:rsidRPr="00DF6DD6">
              <w:rPr>
                <w:noProof/>
                <w:lang w:eastAsia="zh-CN"/>
              </w:rPr>
              <w:t>DC_3A-28A_n257F</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18D64AB0" w14:textId="77777777" w:rsidR="00EC1415" w:rsidRPr="00DF6DD6" w:rsidRDefault="00EC1415" w:rsidP="003768E0">
            <w:pPr>
              <w:pStyle w:val="TAC"/>
              <w:keepNext w:val="0"/>
              <w:rPr>
                <w:noProof/>
                <w:lang w:eastAsia="zh-CN"/>
              </w:rPr>
            </w:pPr>
            <w:r w:rsidRPr="00DF6DD6">
              <w:rPr>
                <w:rFonts w:hint="eastAsia"/>
                <w:noProof/>
                <w:lang w:eastAsia="zh-CN"/>
              </w:rPr>
              <w:t>DC</w:t>
            </w:r>
            <w:r w:rsidRPr="00DF6DD6">
              <w:rPr>
                <w:noProof/>
                <w:lang w:eastAsia="zh-CN"/>
              </w:rPr>
              <w:t>_3</w:t>
            </w:r>
            <w:r w:rsidRPr="00DF6DD6">
              <w:rPr>
                <w:rFonts w:hint="eastAsia"/>
                <w:noProof/>
                <w:lang w:eastAsia="zh-CN"/>
              </w:rPr>
              <w:t>A</w:t>
            </w:r>
            <w:r w:rsidRPr="00DF6DD6">
              <w:rPr>
                <w:noProof/>
                <w:lang w:eastAsia="zh-CN"/>
              </w:rPr>
              <w:t>_</w:t>
            </w:r>
            <w:r w:rsidRPr="00DF6DD6">
              <w:rPr>
                <w:rFonts w:hint="eastAsia"/>
                <w:noProof/>
                <w:lang w:eastAsia="zh-CN"/>
              </w:rPr>
              <w:t>n257A</w:t>
            </w:r>
          </w:p>
          <w:p w14:paraId="6FFC02AC" w14:textId="77777777" w:rsidR="00EC1415" w:rsidRPr="00DF6DD6" w:rsidRDefault="00EC1415" w:rsidP="003768E0">
            <w:pPr>
              <w:pStyle w:val="TAC"/>
              <w:keepNext w:val="0"/>
              <w:rPr>
                <w:noProof/>
                <w:lang w:eastAsia="zh-CN"/>
              </w:rPr>
            </w:pPr>
            <w:r w:rsidRPr="00DF6DD6">
              <w:rPr>
                <w:rFonts w:hint="eastAsia"/>
                <w:noProof/>
                <w:lang w:eastAsia="zh-CN"/>
              </w:rPr>
              <w:t>DC</w:t>
            </w:r>
            <w:r w:rsidRPr="00DF6DD6">
              <w:rPr>
                <w:noProof/>
                <w:lang w:eastAsia="zh-CN"/>
              </w:rPr>
              <w:t>_</w:t>
            </w:r>
            <w:r w:rsidRPr="00DF6DD6">
              <w:rPr>
                <w:rFonts w:hint="eastAsia"/>
                <w:noProof/>
                <w:lang w:eastAsia="zh-CN"/>
              </w:rPr>
              <w:t>28A</w:t>
            </w:r>
            <w:r w:rsidRPr="00DF6DD6">
              <w:rPr>
                <w:noProof/>
                <w:lang w:eastAsia="zh-CN"/>
              </w:rPr>
              <w:t>_</w:t>
            </w:r>
            <w:r w:rsidRPr="00DF6DD6">
              <w:rPr>
                <w:rFonts w:hint="eastAsia"/>
                <w:noProof/>
                <w:lang w:eastAsia="zh-CN"/>
              </w:rPr>
              <w:t>n257A</w:t>
            </w:r>
          </w:p>
        </w:tc>
      </w:tr>
      <w:tr w:rsidR="00F55B07" w:rsidRPr="00DF6DD6" w14:paraId="5BE492C7"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19CB5D3" w14:textId="77777777" w:rsidR="00EC1415" w:rsidRPr="00DF6DD6" w:rsidRDefault="00EC1415" w:rsidP="003768E0">
            <w:pPr>
              <w:pStyle w:val="TAC"/>
              <w:keepNext w:val="0"/>
              <w:rPr>
                <w:noProof/>
                <w:lang w:eastAsia="zh-CN"/>
              </w:rPr>
            </w:pPr>
            <w:r w:rsidRPr="00DF6DD6">
              <w:rPr>
                <w:noProof/>
                <w:lang w:eastAsia="zh-CN"/>
              </w:rPr>
              <w:t>DC_3A-41A_n257A</w:t>
            </w:r>
          </w:p>
        </w:tc>
        <w:tc>
          <w:tcPr>
            <w:tcW w:w="3969" w:type="dxa"/>
            <w:tcMar>
              <w:top w:w="28" w:type="dxa"/>
              <w:left w:w="28" w:type="dxa"/>
              <w:bottom w:w="28" w:type="dxa"/>
              <w:right w:w="28" w:type="dxa"/>
            </w:tcMar>
            <w:vAlign w:val="center"/>
          </w:tcPr>
          <w:p w14:paraId="63F82A6E" w14:textId="77777777" w:rsidR="00EC1415" w:rsidRPr="00DF6DD6" w:rsidRDefault="00EC1415" w:rsidP="003768E0">
            <w:pPr>
              <w:pStyle w:val="TAC"/>
              <w:keepNext w:val="0"/>
              <w:rPr>
                <w:noProof/>
                <w:lang w:eastAsia="zh-CN"/>
              </w:rPr>
            </w:pPr>
            <w:r w:rsidRPr="00DF6DD6">
              <w:rPr>
                <w:noProof/>
                <w:lang w:eastAsia="zh-CN"/>
              </w:rPr>
              <w:t>DC_3A_n257A</w:t>
            </w:r>
          </w:p>
          <w:p w14:paraId="4280A271" w14:textId="77777777" w:rsidR="00EC1415" w:rsidRPr="00DF6DD6" w:rsidRDefault="00EC1415" w:rsidP="003768E0">
            <w:pPr>
              <w:pStyle w:val="TAC"/>
              <w:keepNext w:val="0"/>
              <w:rPr>
                <w:noProof/>
                <w:lang w:eastAsia="zh-CN"/>
              </w:rPr>
            </w:pPr>
            <w:r w:rsidRPr="00DF6DD6">
              <w:rPr>
                <w:noProof/>
                <w:lang w:eastAsia="zh-CN"/>
              </w:rPr>
              <w:t>DC_41A_n257A</w:t>
            </w:r>
          </w:p>
        </w:tc>
      </w:tr>
      <w:tr w:rsidR="00F55B07" w:rsidRPr="00DF6DD6" w14:paraId="6A49EEF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ADFD24E" w14:textId="77777777" w:rsidR="00EC1415" w:rsidRPr="00DF6DD6" w:rsidRDefault="00EC1415" w:rsidP="003768E0">
            <w:pPr>
              <w:pStyle w:val="TAC"/>
              <w:keepNext w:val="0"/>
              <w:rPr>
                <w:noProof/>
                <w:lang w:eastAsia="zh-CN"/>
              </w:rPr>
            </w:pPr>
            <w:r w:rsidRPr="00DF6DD6">
              <w:rPr>
                <w:noProof/>
                <w:lang w:eastAsia="zh-CN"/>
              </w:rPr>
              <w:t>DC_3A-42A_n257A</w:t>
            </w:r>
            <w:r w:rsidRPr="00DF6DD6">
              <w:rPr>
                <w:rFonts w:hint="eastAsia"/>
                <w:noProof/>
                <w:vertAlign w:val="superscript"/>
                <w:lang w:eastAsia="zh-CN"/>
              </w:rPr>
              <w:t>2</w:t>
            </w:r>
          </w:p>
          <w:p w14:paraId="2793D766" w14:textId="77777777" w:rsidR="00EC1415" w:rsidRPr="00DF6DD6" w:rsidRDefault="00EC1415" w:rsidP="003768E0">
            <w:pPr>
              <w:pStyle w:val="TAC"/>
              <w:keepNext w:val="0"/>
              <w:rPr>
                <w:noProof/>
                <w:lang w:eastAsia="zh-CN"/>
              </w:rPr>
            </w:pPr>
            <w:r w:rsidRPr="00DF6DD6">
              <w:rPr>
                <w:noProof/>
                <w:lang w:eastAsia="zh-CN"/>
              </w:rPr>
              <w:t>DC_3A-42A_n257D</w:t>
            </w:r>
            <w:r w:rsidRPr="00DF6DD6">
              <w:rPr>
                <w:rFonts w:hint="eastAsia"/>
                <w:noProof/>
                <w:vertAlign w:val="superscript"/>
                <w:lang w:eastAsia="zh-CN"/>
              </w:rPr>
              <w:t>2</w:t>
            </w:r>
          </w:p>
          <w:p w14:paraId="6DBB2E9B" w14:textId="77777777" w:rsidR="00EC1415" w:rsidRPr="00DF6DD6" w:rsidRDefault="00EC1415" w:rsidP="003768E0">
            <w:pPr>
              <w:pStyle w:val="TAC"/>
              <w:keepNext w:val="0"/>
              <w:rPr>
                <w:noProof/>
                <w:lang w:eastAsia="zh-CN"/>
              </w:rPr>
            </w:pPr>
            <w:r w:rsidRPr="00DF6DD6">
              <w:rPr>
                <w:noProof/>
                <w:lang w:eastAsia="zh-CN"/>
              </w:rPr>
              <w:t>DC_3A-42A_n257E</w:t>
            </w:r>
            <w:r w:rsidRPr="00DF6DD6">
              <w:rPr>
                <w:rFonts w:hint="eastAsia"/>
                <w:noProof/>
                <w:vertAlign w:val="superscript"/>
                <w:lang w:eastAsia="zh-CN"/>
              </w:rPr>
              <w:t>2</w:t>
            </w:r>
          </w:p>
          <w:p w14:paraId="40F7E63F" w14:textId="77777777" w:rsidR="00EC1415" w:rsidRPr="00DF6DD6" w:rsidRDefault="00EC1415" w:rsidP="003768E0">
            <w:pPr>
              <w:pStyle w:val="TAC"/>
              <w:keepNext w:val="0"/>
              <w:rPr>
                <w:noProof/>
                <w:lang w:eastAsia="zh-CN"/>
              </w:rPr>
            </w:pPr>
            <w:r w:rsidRPr="00DF6DD6">
              <w:rPr>
                <w:noProof/>
                <w:lang w:eastAsia="zh-CN"/>
              </w:rPr>
              <w:t>DC_3A-42A_n257F</w:t>
            </w:r>
            <w:r w:rsidRPr="00DF6DD6">
              <w:rPr>
                <w:rFonts w:hint="eastAsia"/>
                <w:noProof/>
                <w:vertAlign w:val="superscript"/>
                <w:lang w:eastAsia="zh-CN"/>
              </w:rPr>
              <w:t>2</w:t>
            </w:r>
          </w:p>
          <w:p w14:paraId="0148D522" w14:textId="77777777" w:rsidR="00EC1415" w:rsidRPr="00DF6DD6" w:rsidRDefault="00EC1415" w:rsidP="003768E0">
            <w:pPr>
              <w:pStyle w:val="TAC"/>
              <w:keepNext w:val="0"/>
              <w:rPr>
                <w:lang w:eastAsia="zh-CN"/>
              </w:rPr>
            </w:pPr>
            <w:r w:rsidRPr="00DF6DD6">
              <w:t>DC_3A-42C_n257A</w:t>
            </w:r>
            <w:r w:rsidRPr="00DF6DD6">
              <w:rPr>
                <w:rFonts w:hint="eastAsia"/>
                <w:noProof/>
                <w:vertAlign w:val="superscript"/>
                <w:lang w:eastAsia="zh-CN"/>
              </w:rPr>
              <w:t>2</w:t>
            </w:r>
          </w:p>
          <w:p w14:paraId="7D679E36" w14:textId="408E05B5" w:rsidR="007E4EA1" w:rsidRPr="00DF6DD6" w:rsidRDefault="007E4EA1" w:rsidP="003768E0">
            <w:pPr>
              <w:pStyle w:val="TAC"/>
              <w:keepNext w:val="0"/>
              <w:rPr>
                <w:rFonts w:cs="Arial"/>
                <w:lang w:eastAsia="ja-JP"/>
              </w:rPr>
            </w:pPr>
            <w:r w:rsidRPr="00DF6DD6">
              <w:rPr>
                <w:rFonts w:cs="Arial"/>
                <w:lang w:eastAsia="ja-JP"/>
              </w:rPr>
              <w:t>DC_3A-42C_n257D</w:t>
            </w:r>
            <w:r w:rsidRPr="00DF6DD6">
              <w:rPr>
                <w:rFonts w:hint="eastAsia"/>
                <w:noProof/>
                <w:vertAlign w:val="superscript"/>
                <w:lang w:eastAsia="zh-CN"/>
              </w:rPr>
              <w:t>2</w:t>
            </w:r>
          </w:p>
          <w:p w14:paraId="0B2D762E" w14:textId="237DD755" w:rsidR="007E4EA1" w:rsidRPr="00DF6DD6" w:rsidRDefault="007E4EA1" w:rsidP="003768E0">
            <w:pPr>
              <w:pStyle w:val="TAC"/>
              <w:keepNext w:val="0"/>
              <w:rPr>
                <w:rFonts w:cs="Arial"/>
                <w:lang w:eastAsia="ja-JP"/>
              </w:rPr>
            </w:pPr>
            <w:r w:rsidRPr="00DF6DD6">
              <w:rPr>
                <w:rFonts w:cs="Arial"/>
                <w:lang w:eastAsia="ja-JP"/>
              </w:rPr>
              <w:t>DC_3A-42C_n257E</w:t>
            </w:r>
            <w:r w:rsidRPr="00DF6DD6">
              <w:rPr>
                <w:rFonts w:hint="eastAsia"/>
                <w:noProof/>
                <w:vertAlign w:val="superscript"/>
                <w:lang w:eastAsia="zh-CN"/>
              </w:rPr>
              <w:t>2</w:t>
            </w:r>
          </w:p>
          <w:p w14:paraId="37EDCE73" w14:textId="2DBAA4E8" w:rsidR="007E4EA1" w:rsidRPr="00DF6DD6" w:rsidRDefault="007E4EA1" w:rsidP="003768E0">
            <w:pPr>
              <w:pStyle w:val="TAC"/>
              <w:keepNext w:val="0"/>
              <w:rPr>
                <w:rFonts w:cs="Arial"/>
                <w:lang w:eastAsia="ja-JP"/>
              </w:rPr>
            </w:pPr>
            <w:r w:rsidRPr="00DF6DD6">
              <w:rPr>
                <w:rFonts w:cs="Arial"/>
                <w:lang w:eastAsia="ja-JP"/>
              </w:rPr>
              <w:t>DC_3A-42C_n257F</w:t>
            </w:r>
            <w:r w:rsidRPr="00DF6DD6">
              <w:rPr>
                <w:rFonts w:hint="eastAsia"/>
                <w:noProof/>
                <w:vertAlign w:val="superscript"/>
                <w:lang w:eastAsia="zh-CN"/>
              </w:rPr>
              <w:t>2</w:t>
            </w:r>
          </w:p>
          <w:p w14:paraId="62252F73" w14:textId="29BC4D4A" w:rsidR="00EC1415" w:rsidRPr="00DF6DD6" w:rsidRDefault="00EC1415" w:rsidP="003768E0">
            <w:pPr>
              <w:pStyle w:val="TAC"/>
              <w:keepNext w:val="0"/>
              <w:rPr>
                <w:rFonts w:cs="Arial"/>
                <w:lang w:eastAsia="zh-CN"/>
              </w:rPr>
            </w:pPr>
            <w:r w:rsidRPr="00DF6DD6">
              <w:rPr>
                <w:rFonts w:cs="Arial"/>
                <w:lang w:eastAsia="ja-JP"/>
              </w:rPr>
              <w:t>DC</w:t>
            </w:r>
            <w:r w:rsidRPr="00DF6DD6">
              <w:rPr>
                <w:rFonts w:cs="Arial"/>
              </w:rPr>
              <w:t>_</w:t>
            </w:r>
            <w:r w:rsidRPr="00DF6DD6">
              <w:rPr>
                <w:rFonts w:cs="Arial" w:hint="eastAsia"/>
                <w:lang w:eastAsia="ja-JP"/>
              </w:rPr>
              <w:t>3A</w:t>
            </w:r>
            <w:r w:rsidRPr="00DF6DD6">
              <w:rPr>
                <w:rFonts w:cs="Arial"/>
                <w:lang w:eastAsia="ja-JP"/>
              </w:rPr>
              <w:t>-42</w:t>
            </w:r>
            <w:r w:rsidRPr="00DF6DD6">
              <w:rPr>
                <w:rFonts w:cs="Arial" w:hint="eastAsia"/>
                <w:lang w:eastAsia="ja-JP"/>
              </w:rPr>
              <w:t>D_n257</w:t>
            </w:r>
            <w:r w:rsidRPr="00DF6DD6">
              <w:rPr>
                <w:rFonts w:cs="Arial"/>
                <w:lang w:eastAsia="ja-JP"/>
              </w:rPr>
              <w:t>A</w:t>
            </w:r>
            <w:r w:rsidRPr="00DF6DD6">
              <w:rPr>
                <w:rFonts w:hint="eastAsia"/>
                <w:noProof/>
                <w:vertAlign w:val="superscript"/>
                <w:lang w:eastAsia="zh-CN"/>
              </w:rPr>
              <w:t>2</w:t>
            </w:r>
          </w:p>
          <w:p w14:paraId="479A2E29" w14:textId="77777777" w:rsidR="00EC1415" w:rsidRPr="00DF6DD6" w:rsidRDefault="00EC1415" w:rsidP="003768E0">
            <w:pPr>
              <w:pStyle w:val="TAC"/>
              <w:keepNext w:val="0"/>
              <w:rPr>
                <w:noProof/>
                <w:lang w:eastAsia="zh-CN"/>
              </w:rPr>
            </w:pPr>
            <w:r w:rsidRPr="00DF6DD6">
              <w:t>DC_3A-42</w:t>
            </w:r>
            <w:r w:rsidRPr="00DF6DD6">
              <w:rPr>
                <w:rFonts w:hint="eastAsia"/>
                <w:lang w:eastAsia="zh-CN"/>
              </w:rPr>
              <w:t>E</w:t>
            </w:r>
            <w:r w:rsidRPr="00DF6DD6">
              <w:t>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00E9C8F8" w14:textId="77777777" w:rsidR="00EC1415" w:rsidRPr="00DF6DD6" w:rsidRDefault="00EC1415" w:rsidP="003768E0">
            <w:pPr>
              <w:pStyle w:val="TAC"/>
              <w:keepNext w:val="0"/>
              <w:rPr>
                <w:noProof/>
                <w:lang w:eastAsia="zh-CN"/>
              </w:rPr>
            </w:pPr>
            <w:r w:rsidRPr="00DF6DD6">
              <w:rPr>
                <w:rFonts w:hint="eastAsia"/>
                <w:noProof/>
                <w:lang w:eastAsia="zh-CN"/>
              </w:rPr>
              <w:t>DC</w:t>
            </w:r>
            <w:r w:rsidRPr="00DF6DD6">
              <w:rPr>
                <w:noProof/>
                <w:lang w:eastAsia="zh-CN"/>
              </w:rPr>
              <w:t>_3</w:t>
            </w:r>
            <w:r w:rsidRPr="00DF6DD6">
              <w:rPr>
                <w:rFonts w:hint="eastAsia"/>
                <w:noProof/>
                <w:lang w:eastAsia="zh-CN"/>
              </w:rPr>
              <w:t>A</w:t>
            </w:r>
            <w:r w:rsidRPr="00DF6DD6">
              <w:rPr>
                <w:noProof/>
                <w:lang w:eastAsia="zh-CN"/>
              </w:rPr>
              <w:t>_</w:t>
            </w:r>
            <w:r w:rsidRPr="00DF6DD6">
              <w:rPr>
                <w:rFonts w:hint="eastAsia"/>
                <w:noProof/>
                <w:lang w:eastAsia="zh-CN"/>
              </w:rPr>
              <w:t>n257A</w:t>
            </w:r>
          </w:p>
          <w:p w14:paraId="23CF7F0E" w14:textId="77777777" w:rsidR="00EC1415" w:rsidRPr="00DF6DD6" w:rsidRDefault="00EC1415" w:rsidP="003768E0">
            <w:pPr>
              <w:pStyle w:val="TAC"/>
              <w:keepNext w:val="0"/>
              <w:rPr>
                <w:noProof/>
                <w:lang w:eastAsia="zh-CN"/>
              </w:rPr>
            </w:pPr>
            <w:r w:rsidRPr="00DF6DD6">
              <w:rPr>
                <w:rFonts w:hint="eastAsia"/>
                <w:noProof/>
                <w:lang w:eastAsia="zh-CN"/>
              </w:rPr>
              <w:t>DC</w:t>
            </w:r>
            <w:r w:rsidRPr="00DF6DD6">
              <w:rPr>
                <w:noProof/>
                <w:lang w:eastAsia="zh-CN"/>
              </w:rPr>
              <w:t>_</w:t>
            </w:r>
            <w:r w:rsidRPr="00DF6DD6">
              <w:rPr>
                <w:rFonts w:hint="eastAsia"/>
                <w:noProof/>
                <w:lang w:eastAsia="zh-CN"/>
              </w:rPr>
              <w:t>42A</w:t>
            </w:r>
            <w:r w:rsidRPr="00DF6DD6">
              <w:rPr>
                <w:noProof/>
                <w:lang w:eastAsia="zh-CN"/>
              </w:rPr>
              <w:t>_</w:t>
            </w:r>
            <w:r w:rsidRPr="00DF6DD6">
              <w:rPr>
                <w:rFonts w:hint="eastAsia"/>
                <w:noProof/>
                <w:lang w:eastAsia="zh-CN"/>
              </w:rPr>
              <w:t>n257A</w:t>
            </w:r>
          </w:p>
        </w:tc>
      </w:tr>
      <w:tr w:rsidR="00F55B07" w:rsidRPr="00DF6DD6" w14:paraId="2E2BFA90"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1614586" w14:textId="77777777" w:rsidR="00EC1415" w:rsidRPr="00DF6DD6" w:rsidDel="00410919" w:rsidRDefault="00EC1415" w:rsidP="003768E0">
            <w:pPr>
              <w:pStyle w:val="TAC"/>
              <w:keepNext w:val="0"/>
            </w:pPr>
            <w:r w:rsidRPr="00DF6DD6">
              <w:rPr>
                <w:noProof/>
                <w:lang w:eastAsia="zh-CN"/>
              </w:rPr>
              <w:t>DC_5A-7A_n257A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7BB4E1EB" w14:textId="77777777" w:rsidR="00EC1415" w:rsidRPr="00DF6DD6" w:rsidRDefault="00EC1415" w:rsidP="003768E0">
            <w:pPr>
              <w:pStyle w:val="TAC"/>
              <w:keepNext w:val="0"/>
              <w:rPr>
                <w:noProof/>
                <w:lang w:eastAsia="zh-CN"/>
              </w:rPr>
            </w:pPr>
            <w:r w:rsidRPr="00DF6DD6">
              <w:rPr>
                <w:noProof/>
                <w:lang w:eastAsia="zh-CN"/>
              </w:rPr>
              <w:t>DC_5A_n257A</w:t>
            </w:r>
          </w:p>
          <w:p w14:paraId="654BF612" w14:textId="77777777" w:rsidR="00EC1415" w:rsidRPr="00DF6DD6" w:rsidDel="00410919" w:rsidRDefault="00EC1415" w:rsidP="003768E0">
            <w:pPr>
              <w:pStyle w:val="TAC"/>
              <w:keepNext w:val="0"/>
            </w:pPr>
            <w:r w:rsidRPr="00DF6DD6">
              <w:rPr>
                <w:noProof/>
                <w:lang w:eastAsia="zh-CN"/>
              </w:rPr>
              <w:t>DC_7A_n257A</w:t>
            </w:r>
          </w:p>
        </w:tc>
      </w:tr>
      <w:tr w:rsidR="00F55B07" w:rsidRPr="00DF6DD6" w14:paraId="29D16698"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83840F9" w14:textId="77777777" w:rsidR="00EC1415" w:rsidRPr="00DF6DD6" w:rsidRDefault="00EC1415" w:rsidP="003768E0">
            <w:pPr>
              <w:pStyle w:val="TAC"/>
              <w:keepNext w:val="0"/>
              <w:rPr>
                <w:noProof/>
                <w:lang w:eastAsia="zh-CN"/>
              </w:rPr>
            </w:pPr>
            <w:r w:rsidRPr="00DF6DD6">
              <w:rPr>
                <w:noProof/>
                <w:lang w:eastAsia="zh-CN"/>
              </w:rPr>
              <w:t>DC_5A-7A-7A_n257A</w:t>
            </w:r>
          </w:p>
        </w:tc>
        <w:tc>
          <w:tcPr>
            <w:tcW w:w="3969" w:type="dxa"/>
            <w:tcMar>
              <w:top w:w="28" w:type="dxa"/>
              <w:left w:w="28" w:type="dxa"/>
              <w:bottom w:w="28" w:type="dxa"/>
              <w:right w:w="28" w:type="dxa"/>
            </w:tcMar>
            <w:vAlign w:val="center"/>
          </w:tcPr>
          <w:p w14:paraId="5121886B" w14:textId="77777777" w:rsidR="00EC1415" w:rsidRPr="00DF6DD6" w:rsidRDefault="00EC1415" w:rsidP="003768E0">
            <w:pPr>
              <w:pStyle w:val="TAC"/>
              <w:keepNext w:val="0"/>
              <w:rPr>
                <w:noProof/>
                <w:lang w:eastAsia="zh-CN"/>
              </w:rPr>
            </w:pPr>
            <w:r w:rsidRPr="00DF6DD6">
              <w:rPr>
                <w:noProof/>
                <w:lang w:eastAsia="zh-CN"/>
              </w:rPr>
              <w:t>DC_5A_n257A</w:t>
            </w:r>
          </w:p>
          <w:p w14:paraId="0E7B434C" w14:textId="77777777" w:rsidR="00EC1415" w:rsidRPr="00DF6DD6" w:rsidRDefault="00EC1415" w:rsidP="003768E0">
            <w:pPr>
              <w:pStyle w:val="TAC"/>
              <w:keepNext w:val="0"/>
              <w:rPr>
                <w:noProof/>
                <w:lang w:eastAsia="zh-CN"/>
              </w:rPr>
            </w:pPr>
            <w:r w:rsidRPr="00DF6DD6">
              <w:rPr>
                <w:noProof/>
                <w:lang w:eastAsia="zh-CN"/>
              </w:rPr>
              <w:t>DC_7A_n257A</w:t>
            </w:r>
          </w:p>
        </w:tc>
      </w:tr>
      <w:tr w:rsidR="00F55B07" w:rsidRPr="00DF6DD6" w:rsidDel="00EC339E" w14:paraId="7C4D690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159A098" w14:textId="77777777" w:rsidR="00EC1415" w:rsidRPr="00DF6DD6" w:rsidRDefault="00EC1415" w:rsidP="003768E0">
            <w:pPr>
              <w:pStyle w:val="TAC"/>
              <w:keepNext w:val="0"/>
              <w:rPr>
                <w:noProof/>
                <w:lang w:eastAsia="zh-CN"/>
              </w:rPr>
            </w:pPr>
            <w:r w:rsidRPr="00DF6DD6">
              <w:rPr>
                <w:noProof/>
                <w:lang w:eastAsia="zh-CN"/>
              </w:rPr>
              <w:t>DC_5A-30A_n260A</w:t>
            </w:r>
          </w:p>
          <w:p w14:paraId="4672DD15" w14:textId="77777777" w:rsidR="00EC1415" w:rsidRPr="00DF6DD6" w:rsidRDefault="00EC1415" w:rsidP="003768E0">
            <w:pPr>
              <w:pStyle w:val="TAC"/>
              <w:keepNext w:val="0"/>
              <w:rPr>
                <w:lang w:val="en-US" w:eastAsia="fi-FI"/>
              </w:rPr>
            </w:pPr>
            <w:r w:rsidRPr="00DF6DD6">
              <w:rPr>
                <w:lang w:val="en-US" w:eastAsia="fi-FI"/>
              </w:rPr>
              <w:t>DC_5</w:t>
            </w:r>
            <w:r w:rsidRPr="00DF6DD6">
              <w:rPr>
                <w:rFonts w:cs="Arial"/>
                <w:szCs w:val="18"/>
                <w:lang w:val="en-US" w:eastAsia="fi-FI"/>
              </w:rPr>
              <w:t>A</w:t>
            </w:r>
            <w:r w:rsidRPr="00DF6DD6">
              <w:rPr>
                <w:rFonts w:cs="Arial"/>
                <w:noProof/>
                <w:szCs w:val="18"/>
              </w:rPr>
              <w:t>-30A</w:t>
            </w:r>
            <w:r w:rsidRPr="00DF6DD6">
              <w:rPr>
                <w:rFonts w:cs="Arial"/>
                <w:szCs w:val="18"/>
                <w:lang w:val="en-US" w:eastAsia="fi-FI"/>
              </w:rPr>
              <w:t>_</w:t>
            </w:r>
            <w:r w:rsidRPr="00DF6DD6">
              <w:rPr>
                <w:lang w:val="en-US" w:eastAsia="fi-FI"/>
              </w:rPr>
              <w:t>n260G</w:t>
            </w:r>
          </w:p>
          <w:p w14:paraId="3F983DC1" w14:textId="77777777" w:rsidR="00EC1415" w:rsidRPr="00DF6DD6" w:rsidRDefault="00EC1415" w:rsidP="003768E0">
            <w:pPr>
              <w:pStyle w:val="TAC"/>
              <w:keepNext w:val="0"/>
              <w:rPr>
                <w:lang w:val="en-US" w:eastAsia="fi-FI"/>
              </w:rPr>
            </w:pPr>
            <w:r w:rsidRPr="00DF6DD6">
              <w:rPr>
                <w:lang w:val="en-US" w:eastAsia="fi-FI"/>
              </w:rPr>
              <w:t>DC_5A</w:t>
            </w:r>
            <w:r w:rsidRPr="00DF6DD6">
              <w:rPr>
                <w:rFonts w:cs="Arial"/>
                <w:noProof/>
                <w:szCs w:val="18"/>
              </w:rPr>
              <w:t>-30A</w:t>
            </w:r>
            <w:r w:rsidRPr="00DF6DD6">
              <w:rPr>
                <w:lang w:val="en-US" w:eastAsia="fi-FI"/>
              </w:rPr>
              <w:t>_n260H</w:t>
            </w:r>
          </w:p>
          <w:p w14:paraId="4E85E7C2" w14:textId="77777777" w:rsidR="00EC1415" w:rsidRPr="00DF6DD6" w:rsidRDefault="00EC1415" w:rsidP="003768E0">
            <w:pPr>
              <w:pStyle w:val="TAC"/>
              <w:keepNext w:val="0"/>
              <w:rPr>
                <w:lang w:val="en-US" w:eastAsia="fi-FI"/>
              </w:rPr>
            </w:pPr>
            <w:r w:rsidRPr="00DF6DD6">
              <w:rPr>
                <w:lang w:val="en-US" w:eastAsia="fi-FI"/>
              </w:rPr>
              <w:t>DC_5A</w:t>
            </w:r>
            <w:r w:rsidRPr="00DF6DD6">
              <w:rPr>
                <w:rFonts w:cs="Arial"/>
                <w:noProof/>
                <w:szCs w:val="18"/>
              </w:rPr>
              <w:t>-30A</w:t>
            </w:r>
            <w:r w:rsidRPr="00DF6DD6">
              <w:rPr>
                <w:lang w:val="en-US" w:eastAsia="fi-FI"/>
              </w:rPr>
              <w:t>_n260I</w:t>
            </w:r>
          </w:p>
          <w:p w14:paraId="0218E4BB" w14:textId="77777777" w:rsidR="00EC1415" w:rsidRPr="00DF6DD6" w:rsidRDefault="00EC1415" w:rsidP="003768E0">
            <w:pPr>
              <w:pStyle w:val="TAC"/>
              <w:keepNext w:val="0"/>
              <w:rPr>
                <w:lang w:val="en-US" w:eastAsia="fi-FI"/>
              </w:rPr>
            </w:pPr>
            <w:r w:rsidRPr="00DF6DD6">
              <w:rPr>
                <w:lang w:val="en-US" w:eastAsia="fi-FI"/>
              </w:rPr>
              <w:t>DC_5A</w:t>
            </w:r>
            <w:r w:rsidRPr="00DF6DD6">
              <w:rPr>
                <w:rFonts w:cs="Arial"/>
                <w:noProof/>
                <w:szCs w:val="18"/>
              </w:rPr>
              <w:t>-30A</w:t>
            </w:r>
            <w:r w:rsidRPr="00DF6DD6">
              <w:rPr>
                <w:lang w:val="en-US" w:eastAsia="fi-FI"/>
              </w:rPr>
              <w:t>_n260J</w:t>
            </w:r>
          </w:p>
          <w:p w14:paraId="100B98F4" w14:textId="77777777" w:rsidR="00EC1415" w:rsidRPr="00DF6DD6" w:rsidRDefault="00EC1415" w:rsidP="003768E0">
            <w:pPr>
              <w:pStyle w:val="TAC"/>
              <w:keepNext w:val="0"/>
              <w:rPr>
                <w:lang w:val="en-US" w:eastAsia="fi-FI"/>
              </w:rPr>
            </w:pPr>
            <w:r w:rsidRPr="00DF6DD6">
              <w:rPr>
                <w:lang w:val="en-US" w:eastAsia="fi-FI"/>
              </w:rPr>
              <w:t>DC_5A</w:t>
            </w:r>
            <w:r w:rsidRPr="00DF6DD6">
              <w:rPr>
                <w:rFonts w:cs="Arial"/>
                <w:noProof/>
                <w:szCs w:val="18"/>
              </w:rPr>
              <w:t>-30A</w:t>
            </w:r>
            <w:r w:rsidRPr="00DF6DD6">
              <w:rPr>
                <w:lang w:val="en-US" w:eastAsia="fi-FI"/>
              </w:rPr>
              <w:t>_n260K</w:t>
            </w:r>
          </w:p>
          <w:p w14:paraId="27F772E8" w14:textId="77777777" w:rsidR="00EC1415" w:rsidRPr="00DF6DD6" w:rsidRDefault="00EC1415" w:rsidP="003768E0">
            <w:pPr>
              <w:pStyle w:val="TAC"/>
              <w:keepNext w:val="0"/>
              <w:rPr>
                <w:lang w:val="en-US" w:eastAsia="fi-FI"/>
              </w:rPr>
            </w:pPr>
            <w:r w:rsidRPr="00DF6DD6">
              <w:rPr>
                <w:lang w:val="en-US" w:eastAsia="fi-FI"/>
              </w:rPr>
              <w:t>DC_5A</w:t>
            </w:r>
            <w:r w:rsidRPr="00DF6DD6">
              <w:rPr>
                <w:rFonts w:cs="Arial"/>
                <w:noProof/>
                <w:szCs w:val="18"/>
              </w:rPr>
              <w:t>-30A</w:t>
            </w:r>
            <w:r w:rsidRPr="00DF6DD6">
              <w:rPr>
                <w:lang w:val="en-US" w:eastAsia="fi-FI"/>
              </w:rPr>
              <w:t>_n260L</w:t>
            </w:r>
          </w:p>
          <w:p w14:paraId="5AFFE37B" w14:textId="77777777" w:rsidR="00EC1415" w:rsidRPr="00DF6DD6" w:rsidDel="00EC339E" w:rsidRDefault="00EC1415" w:rsidP="003768E0">
            <w:pPr>
              <w:pStyle w:val="TAC"/>
              <w:keepNext w:val="0"/>
              <w:rPr>
                <w:noProof/>
                <w:lang w:eastAsia="zh-CN"/>
              </w:rPr>
            </w:pPr>
            <w:r w:rsidRPr="00DF6DD6">
              <w:rPr>
                <w:lang w:val="en-US" w:eastAsia="fi-FI"/>
              </w:rPr>
              <w:t>DC_5A</w:t>
            </w:r>
            <w:r w:rsidRPr="00DF6DD6">
              <w:rPr>
                <w:rFonts w:cs="Arial"/>
                <w:noProof/>
                <w:szCs w:val="18"/>
                <w:lang w:eastAsia="zh-CN"/>
              </w:rPr>
              <w:t>-30A</w:t>
            </w:r>
            <w:r w:rsidRPr="00DF6DD6">
              <w:rPr>
                <w:lang w:val="en-US" w:eastAsia="fi-FI"/>
              </w:rPr>
              <w:t>_n260M</w:t>
            </w:r>
          </w:p>
        </w:tc>
        <w:tc>
          <w:tcPr>
            <w:tcW w:w="3969" w:type="dxa"/>
            <w:tcMar>
              <w:top w:w="28" w:type="dxa"/>
              <w:left w:w="28" w:type="dxa"/>
              <w:bottom w:w="28" w:type="dxa"/>
              <w:right w:w="28" w:type="dxa"/>
            </w:tcMar>
            <w:vAlign w:val="center"/>
          </w:tcPr>
          <w:p w14:paraId="25C6BE2D" w14:textId="77777777" w:rsidR="00EC1415" w:rsidRPr="00DF6DD6" w:rsidRDefault="00EC1415" w:rsidP="003768E0">
            <w:pPr>
              <w:pStyle w:val="TAC"/>
              <w:keepNext w:val="0"/>
              <w:rPr>
                <w:noProof/>
                <w:lang w:eastAsia="zh-CN"/>
              </w:rPr>
            </w:pPr>
            <w:r w:rsidRPr="00DF6DD6">
              <w:rPr>
                <w:noProof/>
                <w:lang w:eastAsia="zh-CN"/>
              </w:rPr>
              <w:t>DC_5A_n260A</w:t>
            </w:r>
          </w:p>
          <w:p w14:paraId="547A8BAE" w14:textId="77777777" w:rsidR="00EC1415" w:rsidRPr="00DF6DD6" w:rsidDel="00EC339E" w:rsidRDefault="00EC1415" w:rsidP="003768E0">
            <w:pPr>
              <w:pStyle w:val="TAC"/>
              <w:keepNext w:val="0"/>
              <w:rPr>
                <w:noProof/>
                <w:lang w:eastAsia="zh-CN"/>
              </w:rPr>
            </w:pPr>
            <w:r w:rsidRPr="00DF6DD6">
              <w:rPr>
                <w:noProof/>
                <w:lang w:eastAsia="zh-CN"/>
              </w:rPr>
              <w:t>DC_30A_n260A</w:t>
            </w:r>
          </w:p>
        </w:tc>
      </w:tr>
      <w:tr w:rsidR="00F55B07" w:rsidRPr="00DF6DD6" w14:paraId="558DED55"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0C40591" w14:textId="77777777" w:rsidR="00EC1415" w:rsidRPr="00DF6DD6" w:rsidRDefault="00EC1415" w:rsidP="003768E0">
            <w:pPr>
              <w:pStyle w:val="TAC"/>
              <w:keepNext w:val="0"/>
              <w:rPr>
                <w:noProof/>
                <w:lang w:eastAsia="zh-CN"/>
              </w:rPr>
            </w:pPr>
            <w:r w:rsidRPr="00DF6DD6">
              <w:rPr>
                <w:noProof/>
                <w:lang w:eastAsia="zh-CN"/>
              </w:rPr>
              <w:t>DC_5A-66A_n257A</w:t>
            </w:r>
          </w:p>
        </w:tc>
        <w:tc>
          <w:tcPr>
            <w:tcW w:w="3969" w:type="dxa"/>
            <w:tcMar>
              <w:top w:w="28" w:type="dxa"/>
              <w:left w:w="28" w:type="dxa"/>
              <w:bottom w:w="28" w:type="dxa"/>
              <w:right w:w="28" w:type="dxa"/>
            </w:tcMar>
            <w:vAlign w:val="center"/>
          </w:tcPr>
          <w:p w14:paraId="3B16709B" w14:textId="77777777" w:rsidR="00EC1415" w:rsidRPr="00DF6DD6" w:rsidRDefault="00EC1415" w:rsidP="003768E0">
            <w:pPr>
              <w:pStyle w:val="TAC"/>
              <w:keepNext w:val="0"/>
              <w:rPr>
                <w:noProof/>
                <w:lang w:eastAsia="zh-CN"/>
              </w:rPr>
            </w:pPr>
            <w:r w:rsidRPr="00DF6DD6">
              <w:rPr>
                <w:noProof/>
                <w:lang w:eastAsia="zh-CN"/>
              </w:rPr>
              <w:t>DC_5A_n257A</w:t>
            </w:r>
          </w:p>
          <w:p w14:paraId="66EAB77C" w14:textId="77777777" w:rsidR="00EC1415" w:rsidRPr="00DF6DD6" w:rsidRDefault="00EC1415" w:rsidP="003768E0">
            <w:pPr>
              <w:pStyle w:val="TAC"/>
              <w:keepNext w:val="0"/>
              <w:rPr>
                <w:noProof/>
                <w:lang w:eastAsia="zh-CN"/>
              </w:rPr>
            </w:pPr>
            <w:r w:rsidRPr="00DF6DD6">
              <w:rPr>
                <w:noProof/>
                <w:lang w:eastAsia="zh-CN"/>
              </w:rPr>
              <w:t>DC_66A_n257A</w:t>
            </w:r>
          </w:p>
        </w:tc>
      </w:tr>
      <w:tr w:rsidR="00F55B07" w:rsidRPr="00DF6DD6" w14:paraId="36A7D0A5"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0D6B530" w14:textId="77777777" w:rsidR="00EC1415" w:rsidRPr="00DF6DD6" w:rsidRDefault="00EC1415" w:rsidP="003768E0">
            <w:pPr>
              <w:pStyle w:val="TAC"/>
              <w:keepNext w:val="0"/>
              <w:rPr>
                <w:noProof/>
                <w:lang w:eastAsia="zh-CN"/>
              </w:rPr>
            </w:pPr>
            <w:r w:rsidRPr="00DF6DD6">
              <w:rPr>
                <w:noProof/>
                <w:lang w:eastAsia="zh-CN"/>
              </w:rPr>
              <w:t>DC_5A-66A_n260A</w:t>
            </w:r>
          </w:p>
          <w:p w14:paraId="07F1CE14" w14:textId="77777777" w:rsidR="00EC1415" w:rsidRPr="00DF6DD6" w:rsidRDefault="00EC1415" w:rsidP="003768E0">
            <w:pPr>
              <w:pStyle w:val="TAC"/>
              <w:keepNext w:val="0"/>
              <w:rPr>
                <w:lang w:val="en-US" w:eastAsia="fi-FI"/>
              </w:rPr>
            </w:pPr>
            <w:r w:rsidRPr="00DF6DD6">
              <w:rPr>
                <w:lang w:val="en-US" w:eastAsia="fi-FI"/>
              </w:rPr>
              <w:t>DC_5</w:t>
            </w:r>
            <w:r w:rsidRPr="00DF6DD6">
              <w:rPr>
                <w:rFonts w:cs="Arial"/>
                <w:szCs w:val="18"/>
                <w:lang w:val="en-US" w:eastAsia="fi-FI"/>
              </w:rPr>
              <w:t>A</w:t>
            </w:r>
            <w:r w:rsidRPr="00DF6DD6">
              <w:rPr>
                <w:rFonts w:cs="Arial"/>
                <w:noProof/>
                <w:szCs w:val="18"/>
              </w:rPr>
              <w:t>-66A</w:t>
            </w:r>
            <w:r w:rsidRPr="00DF6DD6">
              <w:rPr>
                <w:rFonts w:cs="Arial"/>
                <w:szCs w:val="18"/>
                <w:lang w:val="en-US" w:eastAsia="fi-FI"/>
              </w:rPr>
              <w:t>_</w:t>
            </w:r>
            <w:r w:rsidRPr="00DF6DD6">
              <w:rPr>
                <w:lang w:val="en-US" w:eastAsia="fi-FI"/>
              </w:rPr>
              <w:t>n260G</w:t>
            </w:r>
          </w:p>
          <w:p w14:paraId="627B8E5C" w14:textId="77777777" w:rsidR="00EC1415" w:rsidRPr="00DF6DD6" w:rsidRDefault="00EC1415" w:rsidP="003768E0">
            <w:pPr>
              <w:pStyle w:val="TAC"/>
              <w:keepNext w:val="0"/>
              <w:rPr>
                <w:lang w:val="en-US" w:eastAsia="fi-FI"/>
              </w:rPr>
            </w:pPr>
            <w:r w:rsidRPr="00DF6DD6">
              <w:rPr>
                <w:lang w:val="en-US" w:eastAsia="fi-FI"/>
              </w:rPr>
              <w:t>DC_5A</w:t>
            </w:r>
            <w:r w:rsidRPr="00DF6DD6">
              <w:rPr>
                <w:rFonts w:cs="Arial"/>
                <w:noProof/>
                <w:szCs w:val="18"/>
              </w:rPr>
              <w:t>-66A</w:t>
            </w:r>
            <w:r w:rsidRPr="00DF6DD6">
              <w:rPr>
                <w:lang w:val="en-US" w:eastAsia="fi-FI"/>
              </w:rPr>
              <w:t>_n260H</w:t>
            </w:r>
          </w:p>
          <w:p w14:paraId="391148FF" w14:textId="77777777" w:rsidR="00EC1415" w:rsidRPr="00DF6DD6" w:rsidRDefault="00EC1415" w:rsidP="003768E0">
            <w:pPr>
              <w:pStyle w:val="TAC"/>
              <w:keepNext w:val="0"/>
              <w:rPr>
                <w:lang w:val="en-US" w:eastAsia="fi-FI"/>
              </w:rPr>
            </w:pPr>
            <w:r w:rsidRPr="00DF6DD6">
              <w:rPr>
                <w:lang w:val="en-US" w:eastAsia="fi-FI"/>
              </w:rPr>
              <w:t>DC_5A</w:t>
            </w:r>
            <w:r w:rsidRPr="00DF6DD6">
              <w:rPr>
                <w:rFonts w:cs="Arial"/>
                <w:noProof/>
                <w:szCs w:val="18"/>
              </w:rPr>
              <w:t>-66A</w:t>
            </w:r>
            <w:r w:rsidRPr="00DF6DD6">
              <w:rPr>
                <w:lang w:val="en-US" w:eastAsia="fi-FI"/>
              </w:rPr>
              <w:t>_n260I</w:t>
            </w:r>
          </w:p>
          <w:p w14:paraId="672A35DA" w14:textId="77777777" w:rsidR="00EC1415" w:rsidRPr="00DF6DD6" w:rsidRDefault="00EC1415" w:rsidP="003768E0">
            <w:pPr>
              <w:pStyle w:val="TAC"/>
              <w:keepNext w:val="0"/>
              <w:rPr>
                <w:lang w:val="en-US" w:eastAsia="fi-FI"/>
              </w:rPr>
            </w:pPr>
            <w:r w:rsidRPr="00DF6DD6">
              <w:rPr>
                <w:lang w:val="en-US" w:eastAsia="fi-FI"/>
              </w:rPr>
              <w:t>DC_5A</w:t>
            </w:r>
            <w:r w:rsidRPr="00DF6DD6">
              <w:rPr>
                <w:rFonts w:cs="Arial"/>
                <w:noProof/>
                <w:szCs w:val="18"/>
              </w:rPr>
              <w:t>-66A</w:t>
            </w:r>
            <w:r w:rsidRPr="00DF6DD6">
              <w:rPr>
                <w:lang w:val="en-US" w:eastAsia="fi-FI"/>
              </w:rPr>
              <w:t>_n260J</w:t>
            </w:r>
          </w:p>
          <w:p w14:paraId="5960D684" w14:textId="77777777" w:rsidR="00EC1415" w:rsidRPr="00DF6DD6" w:rsidRDefault="00EC1415" w:rsidP="003768E0">
            <w:pPr>
              <w:pStyle w:val="TAC"/>
              <w:keepNext w:val="0"/>
              <w:rPr>
                <w:lang w:val="en-US" w:eastAsia="fi-FI"/>
              </w:rPr>
            </w:pPr>
            <w:r w:rsidRPr="00DF6DD6">
              <w:rPr>
                <w:lang w:val="en-US" w:eastAsia="fi-FI"/>
              </w:rPr>
              <w:t>DC_5A</w:t>
            </w:r>
            <w:r w:rsidRPr="00DF6DD6">
              <w:rPr>
                <w:rFonts w:cs="Arial"/>
                <w:noProof/>
                <w:szCs w:val="18"/>
              </w:rPr>
              <w:t>-66A</w:t>
            </w:r>
            <w:r w:rsidRPr="00DF6DD6">
              <w:rPr>
                <w:lang w:val="en-US" w:eastAsia="fi-FI"/>
              </w:rPr>
              <w:t>_n260K</w:t>
            </w:r>
          </w:p>
          <w:p w14:paraId="73127C7D" w14:textId="77777777" w:rsidR="00EC1415" w:rsidRPr="00DF6DD6" w:rsidRDefault="00EC1415" w:rsidP="003768E0">
            <w:pPr>
              <w:pStyle w:val="TAC"/>
              <w:keepNext w:val="0"/>
              <w:rPr>
                <w:lang w:val="en-US" w:eastAsia="fi-FI"/>
              </w:rPr>
            </w:pPr>
            <w:r w:rsidRPr="00DF6DD6">
              <w:rPr>
                <w:lang w:val="en-US" w:eastAsia="fi-FI"/>
              </w:rPr>
              <w:t>DC_5A</w:t>
            </w:r>
            <w:r w:rsidRPr="00DF6DD6">
              <w:rPr>
                <w:rFonts w:cs="Arial"/>
                <w:noProof/>
                <w:szCs w:val="18"/>
              </w:rPr>
              <w:t>-66A</w:t>
            </w:r>
            <w:r w:rsidRPr="00DF6DD6">
              <w:rPr>
                <w:lang w:val="en-US" w:eastAsia="fi-FI"/>
              </w:rPr>
              <w:t>_n260L</w:t>
            </w:r>
          </w:p>
          <w:p w14:paraId="273EAEE3" w14:textId="77777777" w:rsidR="00EC1415" w:rsidRPr="00DF6DD6" w:rsidRDefault="00EC1415" w:rsidP="003768E0">
            <w:pPr>
              <w:pStyle w:val="TAC"/>
              <w:keepNext w:val="0"/>
              <w:rPr>
                <w:noProof/>
                <w:lang w:eastAsia="zh-CN"/>
              </w:rPr>
            </w:pPr>
            <w:r w:rsidRPr="00DF6DD6">
              <w:rPr>
                <w:lang w:val="en-US" w:eastAsia="fi-FI"/>
              </w:rPr>
              <w:t>DC_5A</w:t>
            </w:r>
            <w:r w:rsidRPr="00DF6DD6">
              <w:rPr>
                <w:rFonts w:cs="Arial"/>
                <w:noProof/>
                <w:szCs w:val="18"/>
                <w:lang w:eastAsia="zh-CN"/>
              </w:rPr>
              <w:t>-66A</w:t>
            </w:r>
            <w:r w:rsidRPr="00DF6DD6">
              <w:rPr>
                <w:lang w:val="en-US" w:eastAsia="fi-FI"/>
              </w:rPr>
              <w:t>_n260M</w:t>
            </w:r>
          </w:p>
        </w:tc>
        <w:tc>
          <w:tcPr>
            <w:tcW w:w="3969" w:type="dxa"/>
            <w:tcMar>
              <w:top w:w="28" w:type="dxa"/>
              <w:left w:w="28" w:type="dxa"/>
              <w:bottom w:w="28" w:type="dxa"/>
              <w:right w:w="28" w:type="dxa"/>
            </w:tcMar>
            <w:vAlign w:val="center"/>
          </w:tcPr>
          <w:p w14:paraId="2AC80E76" w14:textId="77777777" w:rsidR="00EC1415" w:rsidRPr="00DF6DD6" w:rsidRDefault="00EC1415" w:rsidP="003768E0">
            <w:pPr>
              <w:pStyle w:val="TAC"/>
              <w:keepNext w:val="0"/>
              <w:rPr>
                <w:noProof/>
                <w:lang w:eastAsia="zh-CN"/>
              </w:rPr>
            </w:pPr>
            <w:r w:rsidRPr="00DF6DD6">
              <w:rPr>
                <w:noProof/>
                <w:lang w:eastAsia="zh-CN"/>
              </w:rPr>
              <w:t>DC_5A_n260A</w:t>
            </w:r>
          </w:p>
          <w:p w14:paraId="57DF9018" w14:textId="77777777" w:rsidR="00EC1415" w:rsidRPr="00DF6DD6" w:rsidRDefault="00EC1415" w:rsidP="003768E0">
            <w:pPr>
              <w:pStyle w:val="TAC"/>
              <w:keepNext w:val="0"/>
              <w:rPr>
                <w:noProof/>
                <w:lang w:eastAsia="zh-CN"/>
              </w:rPr>
            </w:pPr>
            <w:r w:rsidRPr="00DF6DD6">
              <w:rPr>
                <w:noProof/>
                <w:lang w:eastAsia="zh-CN"/>
              </w:rPr>
              <w:t>DC_66A_n260A</w:t>
            </w:r>
          </w:p>
        </w:tc>
      </w:tr>
      <w:tr w:rsidR="00F55B07" w:rsidRPr="00DF6DD6" w14:paraId="4C3B16F8"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EFC214E" w14:textId="77777777" w:rsidR="00EC1415" w:rsidRPr="00DF6DD6" w:rsidRDefault="00EC1415" w:rsidP="003768E0">
            <w:pPr>
              <w:pStyle w:val="TAC"/>
              <w:keepNext w:val="0"/>
              <w:rPr>
                <w:noProof/>
                <w:lang w:eastAsia="zh-CN"/>
              </w:rPr>
            </w:pPr>
            <w:r w:rsidRPr="00DF6DD6">
              <w:rPr>
                <w:noProof/>
                <w:lang w:eastAsia="zh-CN"/>
              </w:rPr>
              <w:t>DC_12A-30A_n260A</w:t>
            </w:r>
          </w:p>
          <w:p w14:paraId="0996A599" w14:textId="77777777" w:rsidR="00EC1415" w:rsidRPr="00DF6DD6" w:rsidRDefault="00EC1415" w:rsidP="003768E0">
            <w:pPr>
              <w:pStyle w:val="TAC"/>
              <w:keepNext w:val="0"/>
              <w:rPr>
                <w:lang w:val="en-US" w:eastAsia="fi-FI"/>
              </w:rPr>
            </w:pPr>
            <w:r w:rsidRPr="00DF6DD6">
              <w:rPr>
                <w:lang w:val="en-US" w:eastAsia="fi-FI"/>
              </w:rPr>
              <w:t>DC_12</w:t>
            </w:r>
            <w:r w:rsidRPr="00DF6DD6">
              <w:rPr>
                <w:rFonts w:cs="Arial"/>
                <w:szCs w:val="18"/>
                <w:lang w:val="en-US" w:eastAsia="fi-FI"/>
              </w:rPr>
              <w:t>A</w:t>
            </w:r>
            <w:r w:rsidRPr="00DF6DD6">
              <w:rPr>
                <w:rFonts w:cs="Arial"/>
                <w:noProof/>
                <w:szCs w:val="18"/>
              </w:rPr>
              <w:t>-30A</w:t>
            </w:r>
            <w:r w:rsidRPr="00DF6DD6">
              <w:rPr>
                <w:rFonts w:cs="Arial"/>
                <w:szCs w:val="18"/>
                <w:lang w:val="en-US" w:eastAsia="fi-FI"/>
              </w:rPr>
              <w:t>_</w:t>
            </w:r>
            <w:r w:rsidRPr="00DF6DD6">
              <w:rPr>
                <w:lang w:val="en-US" w:eastAsia="fi-FI"/>
              </w:rPr>
              <w:t>n260G</w:t>
            </w:r>
          </w:p>
          <w:p w14:paraId="735BA683" w14:textId="77777777" w:rsidR="00EC1415" w:rsidRPr="00DF6DD6" w:rsidRDefault="00EC1415" w:rsidP="003768E0">
            <w:pPr>
              <w:pStyle w:val="TAC"/>
              <w:keepNext w:val="0"/>
              <w:rPr>
                <w:lang w:val="en-US" w:eastAsia="fi-FI"/>
              </w:rPr>
            </w:pPr>
            <w:r w:rsidRPr="00DF6DD6">
              <w:rPr>
                <w:lang w:val="en-US" w:eastAsia="fi-FI"/>
              </w:rPr>
              <w:t>DC_12A</w:t>
            </w:r>
            <w:r w:rsidRPr="00DF6DD6">
              <w:rPr>
                <w:rFonts w:cs="Arial"/>
                <w:noProof/>
                <w:szCs w:val="18"/>
              </w:rPr>
              <w:t>-30A</w:t>
            </w:r>
            <w:r w:rsidRPr="00DF6DD6">
              <w:rPr>
                <w:lang w:val="en-US" w:eastAsia="fi-FI"/>
              </w:rPr>
              <w:t>_n260H</w:t>
            </w:r>
          </w:p>
          <w:p w14:paraId="1E0FD7D1" w14:textId="77777777" w:rsidR="00EC1415" w:rsidRPr="00DF6DD6" w:rsidRDefault="00EC1415" w:rsidP="003768E0">
            <w:pPr>
              <w:pStyle w:val="TAC"/>
              <w:keepNext w:val="0"/>
              <w:rPr>
                <w:lang w:val="en-US" w:eastAsia="fi-FI"/>
              </w:rPr>
            </w:pPr>
            <w:r w:rsidRPr="00DF6DD6">
              <w:rPr>
                <w:lang w:val="en-US" w:eastAsia="fi-FI"/>
              </w:rPr>
              <w:t>DC_12A</w:t>
            </w:r>
            <w:r w:rsidRPr="00DF6DD6">
              <w:rPr>
                <w:rFonts w:cs="Arial"/>
                <w:noProof/>
                <w:szCs w:val="18"/>
              </w:rPr>
              <w:t>-30A</w:t>
            </w:r>
            <w:r w:rsidRPr="00DF6DD6">
              <w:rPr>
                <w:lang w:val="en-US" w:eastAsia="fi-FI"/>
              </w:rPr>
              <w:t>_n260I</w:t>
            </w:r>
          </w:p>
          <w:p w14:paraId="60D739E0" w14:textId="77777777" w:rsidR="00EC1415" w:rsidRPr="00DF6DD6" w:rsidRDefault="00EC1415" w:rsidP="003768E0">
            <w:pPr>
              <w:pStyle w:val="TAC"/>
              <w:keepNext w:val="0"/>
              <w:rPr>
                <w:lang w:val="en-US" w:eastAsia="fi-FI"/>
              </w:rPr>
            </w:pPr>
            <w:r w:rsidRPr="00DF6DD6">
              <w:rPr>
                <w:lang w:val="en-US" w:eastAsia="fi-FI"/>
              </w:rPr>
              <w:t>DC_12A</w:t>
            </w:r>
            <w:r w:rsidRPr="00DF6DD6">
              <w:rPr>
                <w:rFonts w:cs="Arial"/>
                <w:noProof/>
                <w:szCs w:val="18"/>
              </w:rPr>
              <w:t>-30A</w:t>
            </w:r>
            <w:r w:rsidRPr="00DF6DD6">
              <w:rPr>
                <w:lang w:val="en-US" w:eastAsia="fi-FI"/>
              </w:rPr>
              <w:t>_n260J</w:t>
            </w:r>
          </w:p>
          <w:p w14:paraId="3BD4351F" w14:textId="77777777" w:rsidR="00EC1415" w:rsidRPr="00DF6DD6" w:rsidRDefault="00EC1415" w:rsidP="003768E0">
            <w:pPr>
              <w:pStyle w:val="TAC"/>
              <w:keepNext w:val="0"/>
              <w:rPr>
                <w:lang w:val="en-US" w:eastAsia="fi-FI"/>
              </w:rPr>
            </w:pPr>
            <w:r w:rsidRPr="00DF6DD6">
              <w:rPr>
                <w:lang w:val="en-US" w:eastAsia="fi-FI"/>
              </w:rPr>
              <w:t>DC_12A</w:t>
            </w:r>
            <w:r w:rsidRPr="00DF6DD6">
              <w:rPr>
                <w:rFonts w:cs="Arial"/>
                <w:noProof/>
                <w:szCs w:val="18"/>
              </w:rPr>
              <w:t>-30A</w:t>
            </w:r>
            <w:r w:rsidRPr="00DF6DD6">
              <w:rPr>
                <w:lang w:val="en-US" w:eastAsia="fi-FI"/>
              </w:rPr>
              <w:t>_n260K</w:t>
            </w:r>
          </w:p>
          <w:p w14:paraId="5706AB92" w14:textId="77777777" w:rsidR="00EC1415" w:rsidRPr="00DF6DD6" w:rsidRDefault="00EC1415" w:rsidP="003768E0">
            <w:pPr>
              <w:pStyle w:val="TAC"/>
              <w:keepNext w:val="0"/>
              <w:rPr>
                <w:lang w:val="en-US" w:eastAsia="fi-FI"/>
              </w:rPr>
            </w:pPr>
            <w:r w:rsidRPr="00DF6DD6">
              <w:rPr>
                <w:lang w:val="en-US" w:eastAsia="fi-FI"/>
              </w:rPr>
              <w:t>DC_12A</w:t>
            </w:r>
            <w:r w:rsidRPr="00DF6DD6">
              <w:rPr>
                <w:rFonts w:cs="Arial"/>
                <w:noProof/>
                <w:szCs w:val="18"/>
              </w:rPr>
              <w:t>-30A</w:t>
            </w:r>
            <w:r w:rsidRPr="00DF6DD6">
              <w:rPr>
                <w:lang w:val="en-US" w:eastAsia="fi-FI"/>
              </w:rPr>
              <w:t>_n260L</w:t>
            </w:r>
          </w:p>
          <w:p w14:paraId="35F0DA8E" w14:textId="77777777" w:rsidR="00EC1415" w:rsidRPr="00DF6DD6" w:rsidRDefault="00EC1415" w:rsidP="003768E0">
            <w:pPr>
              <w:pStyle w:val="TAC"/>
              <w:keepNext w:val="0"/>
              <w:rPr>
                <w:rFonts w:eastAsia="Malgun Gothic"/>
                <w:noProof/>
                <w:lang w:eastAsia="ko-KR"/>
              </w:rPr>
            </w:pPr>
            <w:r w:rsidRPr="00DF6DD6">
              <w:rPr>
                <w:lang w:val="en-US" w:eastAsia="fi-FI"/>
              </w:rPr>
              <w:t>DC_12A</w:t>
            </w:r>
            <w:r w:rsidRPr="00DF6DD6">
              <w:rPr>
                <w:rFonts w:cs="Arial"/>
                <w:noProof/>
                <w:szCs w:val="18"/>
                <w:lang w:eastAsia="zh-CN"/>
              </w:rPr>
              <w:t>-30A</w:t>
            </w:r>
            <w:r w:rsidRPr="00DF6DD6">
              <w:rPr>
                <w:lang w:val="en-US" w:eastAsia="fi-FI"/>
              </w:rPr>
              <w:t>_n260M</w:t>
            </w:r>
          </w:p>
        </w:tc>
        <w:tc>
          <w:tcPr>
            <w:tcW w:w="3969" w:type="dxa"/>
            <w:tcMar>
              <w:top w:w="28" w:type="dxa"/>
              <w:left w:w="28" w:type="dxa"/>
              <w:bottom w:w="28" w:type="dxa"/>
              <w:right w:w="28" w:type="dxa"/>
            </w:tcMar>
            <w:vAlign w:val="center"/>
          </w:tcPr>
          <w:p w14:paraId="73FD3D3E" w14:textId="77777777" w:rsidR="00EC1415" w:rsidRPr="00DF6DD6" w:rsidRDefault="00EC1415" w:rsidP="003768E0">
            <w:pPr>
              <w:pStyle w:val="TAC"/>
              <w:keepNext w:val="0"/>
              <w:rPr>
                <w:noProof/>
                <w:lang w:eastAsia="zh-CN"/>
              </w:rPr>
            </w:pPr>
            <w:r w:rsidRPr="00DF6DD6">
              <w:rPr>
                <w:noProof/>
                <w:lang w:eastAsia="zh-CN"/>
              </w:rPr>
              <w:t>DC_12A_n260A</w:t>
            </w:r>
          </w:p>
          <w:p w14:paraId="5523748D" w14:textId="77777777" w:rsidR="00EC1415" w:rsidRPr="00DF6DD6" w:rsidRDefault="00EC1415" w:rsidP="003768E0">
            <w:pPr>
              <w:pStyle w:val="TAC"/>
              <w:keepNext w:val="0"/>
              <w:rPr>
                <w:noProof/>
                <w:lang w:eastAsia="zh-CN"/>
              </w:rPr>
            </w:pPr>
            <w:r w:rsidRPr="00DF6DD6">
              <w:rPr>
                <w:noProof/>
                <w:lang w:eastAsia="zh-CN"/>
              </w:rPr>
              <w:t>DC_30A_n260A</w:t>
            </w:r>
          </w:p>
        </w:tc>
      </w:tr>
      <w:tr w:rsidR="00F55B07" w:rsidRPr="00DF6DD6" w14:paraId="0960A14B"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1ED0874" w14:textId="77777777" w:rsidR="00EC1415" w:rsidRPr="00DF6DD6" w:rsidRDefault="00EC1415" w:rsidP="003768E0">
            <w:pPr>
              <w:pStyle w:val="TAC"/>
              <w:keepNext w:val="0"/>
              <w:rPr>
                <w:noProof/>
                <w:lang w:eastAsia="zh-CN"/>
              </w:rPr>
            </w:pPr>
            <w:r w:rsidRPr="00DF6DD6">
              <w:rPr>
                <w:noProof/>
                <w:lang w:eastAsia="zh-CN"/>
              </w:rPr>
              <w:t>DC_12A-66A_n260A</w:t>
            </w:r>
          </w:p>
          <w:p w14:paraId="4D6A143F" w14:textId="77777777" w:rsidR="00EC1415" w:rsidRPr="00DF6DD6" w:rsidRDefault="00EC1415" w:rsidP="003768E0">
            <w:pPr>
              <w:pStyle w:val="TAC"/>
              <w:keepNext w:val="0"/>
              <w:rPr>
                <w:lang w:val="en-US" w:eastAsia="fi-FI"/>
              </w:rPr>
            </w:pPr>
            <w:r w:rsidRPr="00DF6DD6">
              <w:rPr>
                <w:lang w:val="en-US" w:eastAsia="fi-FI"/>
              </w:rPr>
              <w:t>DC_12</w:t>
            </w:r>
            <w:r w:rsidRPr="00DF6DD6">
              <w:rPr>
                <w:rFonts w:cs="Arial"/>
                <w:szCs w:val="18"/>
                <w:lang w:val="en-US" w:eastAsia="fi-FI"/>
              </w:rPr>
              <w:t>A</w:t>
            </w:r>
            <w:r w:rsidRPr="00DF6DD6">
              <w:rPr>
                <w:rFonts w:cs="Arial"/>
                <w:noProof/>
                <w:szCs w:val="18"/>
              </w:rPr>
              <w:t>-66A</w:t>
            </w:r>
            <w:r w:rsidRPr="00DF6DD6">
              <w:rPr>
                <w:rFonts w:cs="Arial"/>
                <w:szCs w:val="18"/>
                <w:lang w:val="en-US" w:eastAsia="fi-FI"/>
              </w:rPr>
              <w:t>_</w:t>
            </w:r>
            <w:r w:rsidRPr="00DF6DD6">
              <w:rPr>
                <w:lang w:val="en-US" w:eastAsia="fi-FI"/>
              </w:rPr>
              <w:t>n260G</w:t>
            </w:r>
          </w:p>
          <w:p w14:paraId="79978103" w14:textId="77777777" w:rsidR="00EC1415" w:rsidRPr="00DF6DD6" w:rsidRDefault="00EC1415" w:rsidP="003768E0">
            <w:pPr>
              <w:pStyle w:val="TAC"/>
              <w:keepNext w:val="0"/>
              <w:rPr>
                <w:lang w:val="en-US" w:eastAsia="fi-FI"/>
              </w:rPr>
            </w:pPr>
            <w:r w:rsidRPr="00DF6DD6">
              <w:rPr>
                <w:lang w:val="en-US" w:eastAsia="fi-FI"/>
              </w:rPr>
              <w:t>DC_12A</w:t>
            </w:r>
            <w:r w:rsidRPr="00DF6DD6">
              <w:rPr>
                <w:rFonts w:cs="Arial"/>
                <w:noProof/>
                <w:szCs w:val="18"/>
              </w:rPr>
              <w:t>-66A</w:t>
            </w:r>
            <w:r w:rsidRPr="00DF6DD6">
              <w:rPr>
                <w:lang w:val="en-US" w:eastAsia="fi-FI"/>
              </w:rPr>
              <w:t>_n260H</w:t>
            </w:r>
          </w:p>
          <w:p w14:paraId="443D3EE9" w14:textId="77777777" w:rsidR="00EC1415" w:rsidRPr="00DF6DD6" w:rsidRDefault="00EC1415" w:rsidP="003768E0">
            <w:pPr>
              <w:pStyle w:val="TAC"/>
              <w:keepNext w:val="0"/>
              <w:rPr>
                <w:lang w:val="en-US" w:eastAsia="fi-FI"/>
              </w:rPr>
            </w:pPr>
            <w:r w:rsidRPr="00DF6DD6">
              <w:rPr>
                <w:lang w:val="en-US" w:eastAsia="fi-FI"/>
              </w:rPr>
              <w:t>DC_12A</w:t>
            </w:r>
            <w:r w:rsidRPr="00DF6DD6">
              <w:rPr>
                <w:rFonts w:cs="Arial"/>
                <w:noProof/>
                <w:szCs w:val="18"/>
              </w:rPr>
              <w:t>-66A</w:t>
            </w:r>
            <w:r w:rsidRPr="00DF6DD6">
              <w:rPr>
                <w:lang w:val="en-US" w:eastAsia="fi-FI"/>
              </w:rPr>
              <w:t>_n260I</w:t>
            </w:r>
          </w:p>
          <w:p w14:paraId="7CA33CFE" w14:textId="77777777" w:rsidR="00EC1415" w:rsidRPr="00DF6DD6" w:rsidRDefault="00EC1415" w:rsidP="003768E0">
            <w:pPr>
              <w:pStyle w:val="TAC"/>
              <w:keepNext w:val="0"/>
              <w:rPr>
                <w:lang w:val="en-US" w:eastAsia="fi-FI"/>
              </w:rPr>
            </w:pPr>
            <w:r w:rsidRPr="00DF6DD6">
              <w:rPr>
                <w:lang w:val="en-US" w:eastAsia="fi-FI"/>
              </w:rPr>
              <w:t>DC_12A</w:t>
            </w:r>
            <w:r w:rsidRPr="00DF6DD6">
              <w:rPr>
                <w:rFonts w:cs="Arial"/>
                <w:noProof/>
                <w:szCs w:val="18"/>
              </w:rPr>
              <w:t>-66A</w:t>
            </w:r>
            <w:r w:rsidRPr="00DF6DD6">
              <w:rPr>
                <w:lang w:val="en-US" w:eastAsia="fi-FI"/>
              </w:rPr>
              <w:t>_n260J</w:t>
            </w:r>
          </w:p>
          <w:p w14:paraId="1D67E000" w14:textId="77777777" w:rsidR="00EC1415" w:rsidRPr="00DF6DD6" w:rsidRDefault="00EC1415" w:rsidP="003768E0">
            <w:pPr>
              <w:pStyle w:val="TAC"/>
              <w:keepNext w:val="0"/>
              <w:rPr>
                <w:lang w:val="en-US" w:eastAsia="fi-FI"/>
              </w:rPr>
            </w:pPr>
            <w:r w:rsidRPr="00DF6DD6">
              <w:rPr>
                <w:lang w:val="en-US" w:eastAsia="fi-FI"/>
              </w:rPr>
              <w:t>DC_12A</w:t>
            </w:r>
            <w:r w:rsidRPr="00DF6DD6">
              <w:rPr>
                <w:rFonts w:cs="Arial"/>
                <w:noProof/>
                <w:szCs w:val="18"/>
              </w:rPr>
              <w:t>-66A</w:t>
            </w:r>
            <w:r w:rsidRPr="00DF6DD6">
              <w:rPr>
                <w:lang w:val="en-US" w:eastAsia="fi-FI"/>
              </w:rPr>
              <w:t>_n260K</w:t>
            </w:r>
          </w:p>
          <w:p w14:paraId="35092011" w14:textId="77777777" w:rsidR="00EC1415" w:rsidRPr="00DF6DD6" w:rsidRDefault="00EC1415" w:rsidP="003768E0">
            <w:pPr>
              <w:pStyle w:val="TAC"/>
              <w:keepNext w:val="0"/>
              <w:rPr>
                <w:lang w:val="en-US" w:eastAsia="fi-FI"/>
              </w:rPr>
            </w:pPr>
            <w:r w:rsidRPr="00DF6DD6">
              <w:rPr>
                <w:lang w:val="en-US" w:eastAsia="fi-FI"/>
              </w:rPr>
              <w:lastRenderedPageBreak/>
              <w:t>DC_12A</w:t>
            </w:r>
            <w:r w:rsidRPr="00DF6DD6">
              <w:rPr>
                <w:rFonts w:cs="Arial"/>
                <w:noProof/>
                <w:szCs w:val="18"/>
              </w:rPr>
              <w:t>-66A</w:t>
            </w:r>
            <w:r w:rsidRPr="00DF6DD6">
              <w:rPr>
                <w:lang w:val="en-US" w:eastAsia="fi-FI"/>
              </w:rPr>
              <w:t>_n260L</w:t>
            </w:r>
          </w:p>
          <w:p w14:paraId="3A1FEB44" w14:textId="77777777" w:rsidR="00EC1415" w:rsidRPr="00DF6DD6" w:rsidRDefault="00EC1415" w:rsidP="003768E0">
            <w:pPr>
              <w:pStyle w:val="TAC"/>
              <w:keepNext w:val="0"/>
              <w:rPr>
                <w:rFonts w:eastAsia="Malgun Gothic"/>
                <w:noProof/>
                <w:lang w:eastAsia="ko-KR"/>
              </w:rPr>
            </w:pPr>
            <w:r w:rsidRPr="00DF6DD6">
              <w:rPr>
                <w:lang w:val="en-US" w:eastAsia="fi-FI"/>
              </w:rPr>
              <w:t>DC_12A</w:t>
            </w:r>
            <w:r w:rsidRPr="00DF6DD6">
              <w:rPr>
                <w:rFonts w:cs="Arial"/>
                <w:noProof/>
                <w:szCs w:val="18"/>
                <w:lang w:eastAsia="zh-CN"/>
              </w:rPr>
              <w:t>-66A</w:t>
            </w:r>
            <w:r w:rsidRPr="00DF6DD6">
              <w:rPr>
                <w:lang w:val="en-US" w:eastAsia="fi-FI"/>
              </w:rPr>
              <w:t>_n260M</w:t>
            </w:r>
          </w:p>
        </w:tc>
        <w:tc>
          <w:tcPr>
            <w:tcW w:w="3969" w:type="dxa"/>
            <w:tcMar>
              <w:top w:w="28" w:type="dxa"/>
              <w:left w:w="28" w:type="dxa"/>
              <w:bottom w:w="28" w:type="dxa"/>
              <w:right w:w="28" w:type="dxa"/>
            </w:tcMar>
            <w:vAlign w:val="center"/>
          </w:tcPr>
          <w:p w14:paraId="7591674B" w14:textId="77777777" w:rsidR="00EC1415" w:rsidRPr="00DF6DD6" w:rsidRDefault="00EC1415" w:rsidP="003768E0">
            <w:pPr>
              <w:pStyle w:val="TAC"/>
              <w:keepNext w:val="0"/>
              <w:rPr>
                <w:noProof/>
                <w:lang w:eastAsia="zh-CN"/>
              </w:rPr>
            </w:pPr>
            <w:r w:rsidRPr="00DF6DD6">
              <w:rPr>
                <w:noProof/>
                <w:lang w:eastAsia="zh-CN"/>
              </w:rPr>
              <w:lastRenderedPageBreak/>
              <w:t>DC_12A_n260A</w:t>
            </w:r>
          </w:p>
          <w:p w14:paraId="66348F0C" w14:textId="77777777" w:rsidR="00EC1415" w:rsidRPr="00DF6DD6" w:rsidRDefault="00EC1415" w:rsidP="003768E0">
            <w:pPr>
              <w:pStyle w:val="TAC"/>
              <w:keepNext w:val="0"/>
              <w:rPr>
                <w:noProof/>
                <w:lang w:eastAsia="zh-CN"/>
              </w:rPr>
            </w:pPr>
            <w:r w:rsidRPr="00DF6DD6">
              <w:rPr>
                <w:noProof/>
                <w:lang w:eastAsia="zh-CN"/>
              </w:rPr>
              <w:t>DC_66A_n260A</w:t>
            </w:r>
          </w:p>
        </w:tc>
      </w:tr>
      <w:tr w:rsidR="00F55B07" w:rsidRPr="00DF6DD6" w14:paraId="798FC22F"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B187D3B" w14:textId="77777777" w:rsidR="00EC1415" w:rsidRPr="00DF6DD6" w:rsidRDefault="00EC1415" w:rsidP="003768E0">
            <w:pPr>
              <w:pStyle w:val="TAC"/>
              <w:keepNext w:val="0"/>
              <w:rPr>
                <w:noProof/>
                <w:lang w:eastAsia="zh-CN"/>
              </w:rPr>
            </w:pPr>
            <w:r w:rsidRPr="00DF6DD6">
              <w:rPr>
                <w:noProof/>
                <w:lang w:eastAsia="zh-CN"/>
              </w:rPr>
              <w:t>DC_13A-66A_n257A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5589291C" w14:textId="77777777" w:rsidR="00EC1415" w:rsidRPr="00DF6DD6" w:rsidRDefault="00EC1415" w:rsidP="003768E0">
            <w:pPr>
              <w:pStyle w:val="TAC"/>
              <w:keepNext w:val="0"/>
              <w:rPr>
                <w:noProof/>
                <w:lang w:eastAsia="zh-CN"/>
              </w:rPr>
            </w:pPr>
            <w:r w:rsidRPr="00DF6DD6">
              <w:rPr>
                <w:noProof/>
                <w:lang w:eastAsia="zh-CN"/>
              </w:rPr>
              <w:t>DC_13A_n257A</w:t>
            </w:r>
          </w:p>
          <w:p w14:paraId="09FAE780" w14:textId="77777777" w:rsidR="00EC1415" w:rsidRPr="00DF6DD6" w:rsidRDefault="00EC1415" w:rsidP="003768E0">
            <w:pPr>
              <w:pStyle w:val="TAC"/>
              <w:keepNext w:val="0"/>
              <w:rPr>
                <w:noProof/>
                <w:lang w:eastAsia="zh-CN"/>
              </w:rPr>
            </w:pPr>
            <w:r w:rsidRPr="00DF6DD6">
              <w:rPr>
                <w:noProof/>
                <w:lang w:eastAsia="zh-CN"/>
              </w:rPr>
              <w:t>DC_66A_n257A</w:t>
            </w:r>
          </w:p>
        </w:tc>
      </w:tr>
      <w:tr w:rsidR="00F55B07" w:rsidRPr="00DF6DD6" w14:paraId="6886EB71"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B19771E" w14:textId="77777777" w:rsidR="00EC1415" w:rsidRPr="00DF6DD6" w:rsidRDefault="00EC1415" w:rsidP="003768E0">
            <w:pPr>
              <w:pStyle w:val="TAC"/>
              <w:keepNext w:val="0"/>
              <w:rPr>
                <w:noProof/>
                <w:lang w:eastAsia="zh-CN"/>
              </w:rPr>
            </w:pPr>
            <w:r w:rsidRPr="00DF6DD6">
              <w:rPr>
                <w:noProof/>
                <w:lang w:eastAsia="zh-CN"/>
              </w:rPr>
              <w:t>DC_13A-66A_n260A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3AFB7F0F" w14:textId="77777777" w:rsidR="00EC1415" w:rsidRPr="00DF6DD6" w:rsidRDefault="00EC1415" w:rsidP="003768E0">
            <w:pPr>
              <w:pStyle w:val="TAC"/>
              <w:keepNext w:val="0"/>
              <w:rPr>
                <w:noProof/>
                <w:lang w:eastAsia="zh-CN"/>
              </w:rPr>
            </w:pPr>
            <w:r w:rsidRPr="00DF6DD6">
              <w:rPr>
                <w:noProof/>
                <w:lang w:eastAsia="zh-CN"/>
              </w:rPr>
              <w:t>DC_13A_n260A</w:t>
            </w:r>
          </w:p>
          <w:p w14:paraId="5D462F06" w14:textId="77777777" w:rsidR="00EC1415" w:rsidRPr="00DF6DD6" w:rsidRDefault="00EC1415" w:rsidP="003768E0">
            <w:pPr>
              <w:pStyle w:val="TAC"/>
              <w:keepNext w:val="0"/>
              <w:rPr>
                <w:noProof/>
                <w:lang w:eastAsia="zh-CN"/>
              </w:rPr>
            </w:pPr>
            <w:r w:rsidRPr="00DF6DD6">
              <w:rPr>
                <w:noProof/>
                <w:lang w:eastAsia="zh-CN"/>
              </w:rPr>
              <w:t>DC_66A_n260A</w:t>
            </w:r>
          </w:p>
        </w:tc>
      </w:tr>
      <w:tr w:rsidR="00F55B07" w:rsidRPr="00DF6DD6" w14:paraId="013FDB14"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B034E55" w14:textId="77777777" w:rsidR="00EC1415" w:rsidRPr="00DF6DD6" w:rsidRDefault="00EC1415" w:rsidP="003768E0">
            <w:pPr>
              <w:pStyle w:val="TAC"/>
              <w:keepNext w:val="0"/>
              <w:rPr>
                <w:noProof/>
                <w:lang w:eastAsia="zh-CN"/>
              </w:rPr>
            </w:pPr>
            <w:r w:rsidRPr="00DF6DD6">
              <w:rPr>
                <w:rFonts w:cs="Arial"/>
              </w:rPr>
              <w:t>DC_1</w:t>
            </w:r>
            <w:r w:rsidRPr="00DF6DD6">
              <w:rPr>
                <w:rFonts w:cs="Arial" w:hint="eastAsia"/>
                <w:lang w:eastAsia="ja-JP"/>
              </w:rPr>
              <w:t>8</w:t>
            </w:r>
            <w:r w:rsidRPr="00DF6DD6">
              <w:rPr>
                <w:rFonts w:cs="Arial"/>
              </w:rPr>
              <w:t>A-</w:t>
            </w:r>
            <w:r w:rsidRPr="00DF6DD6">
              <w:rPr>
                <w:rFonts w:cs="Arial" w:hint="eastAsia"/>
                <w:lang w:eastAsia="ja-JP"/>
              </w:rPr>
              <w:t>2</w:t>
            </w:r>
            <w:r w:rsidRPr="00DF6DD6">
              <w:rPr>
                <w:rFonts w:cs="Arial"/>
              </w:rPr>
              <w:t>8A_n</w:t>
            </w:r>
            <w:r w:rsidRPr="00DF6DD6">
              <w:rPr>
                <w:rFonts w:cs="Arial" w:hint="eastAsia"/>
                <w:lang w:eastAsia="ja-JP"/>
              </w:rPr>
              <w:t>257</w:t>
            </w:r>
            <w:r w:rsidRPr="00DF6DD6">
              <w:rPr>
                <w:rFonts w:cs="Arial"/>
              </w:rPr>
              <w:t>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68E0C527" w14:textId="77777777" w:rsidR="00EC1415" w:rsidRPr="00DF6DD6" w:rsidRDefault="00EC1415" w:rsidP="003768E0">
            <w:pPr>
              <w:pStyle w:val="TAC"/>
              <w:keepNext w:val="0"/>
              <w:rPr>
                <w:noProof/>
                <w:lang w:eastAsia="zh-CN"/>
              </w:rPr>
            </w:pPr>
            <w:r w:rsidRPr="00DF6DD6">
              <w:rPr>
                <w:noProof/>
                <w:lang w:eastAsia="zh-CN"/>
              </w:rPr>
              <w:t>DC_1</w:t>
            </w:r>
            <w:r w:rsidRPr="00DF6DD6">
              <w:rPr>
                <w:rFonts w:hint="eastAsia"/>
                <w:noProof/>
                <w:lang w:eastAsia="zh-CN"/>
              </w:rPr>
              <w:t>8</w:t>
            </w:r>
            <w:r w:rsidRPr="00DF6DD6">
              <w:rPr>
                <w:noProof/>
                <w:lang w:eastAsia="zh-CN"/>
              </w:rPr>
              <w:t>A_n</w:t>
            </w:r>
            <w:r w:rsidRPr="00DF6DD6">
              <w:rPr>
                <w:rFonts w:hint="eastAsia"/>
                <w:noProof/>
                <w:lang w:eastAsia="zh-CN"/>
              </w:rPr>
              <w:t>257</w:t>
            </w:r>
            <w:r w:rsidRPr="00DF6DD6">
              <w:rPr>
                <w:noProof/>
                <w:lang w:eastAsia="zh-CN"/>
              </w:rPr>
              <w:t>A</w:t>
            </w:r>
          </w:p>
          <w:p w14:paraId="11F864CE" w14:textId="77777777" w:rsidR="00EC1415" w:rsidRPr="00DF6DD6" w:rsidRDefault="00EC1415" w:rsidP="003768E0">
            <w:pPr>
              <w:pStyle w:val="TAC"/>
              <w:keepNext w:val="0"/>
              <w:rPr>
                <w:noProof/>
                <w:lang w:eastAsia="zh-CN"/>
              </w:rPr>
            </w:pPr>
            <w:r w:rsidRPr="00DF6DD6">
              <w:rPr>
                <w:noProof/>
                <w:lang w:eastAsia="zh-CN"/>
              </w:rPr>
              <w:t>DC_</w:t>
            </w:r>
            <w:r w:rsidRPr="00DF6DD6">
              <w:rPr>
                <w:rFonts w:hint="eastAsia"/>
                <w:noProof/>
                <w:lang w:eastAsia="zh-CN"/>
              </w:rPr>
              <w:t>28</w:t>
            </w:r>
            <w:r w:rsidRPr="00DF6DD6">
              <w:rPr>
                <w:noProof/>
                <w:lang w:eastAsia="zh-CN"/>
              </w:rPr>
              <w:t>A_n</w:t>
            </w:r>
            <w:r w:rsidRPr="00DF6DD6">
              <w:rPr>
                <w:rFonts w:hint="eastAsia"/>
                <w:noProof/>
                <w:lang w:eastAsia="zh-CN"/>
              </w:rPr>
              <w:t>257</w:t>
            </w:r>
            <w:r w:rsidRPr="00DF6DD6">
              <w:rPr>
                <w:noProof/>
                <w:lang w:eastAsia="zh-CN"/>
              </w:rPr>
              <w:t>A</w:t>
            </w:r>
          </w:p>
        </w:tc>
      </w:tr>
      <w:tr w:rsidR="00F55B07" w:rsidRPr="00DF6DD6" w14:paraId="60DF4A6A"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9C43023" w14:textId="77777777" w:rsidR="00EC1415" w:rsidRPr="00DF6DD6" w:rsidRDefault="00EC1415" w:rsidP="003768E0">
            <w:pPr>
              <w:pStyle w:val="TAC"/>
              <w:keepNext w:val="0"/>
              <w:rPr>
                <w:noProof/>
                <w:lang w:eastAsia="zh-CN"/>
              </w:rPr>
            </w:pPr>
            <w:r w:rsidRPr="00DF6DD6">
              <w:rPr>
                <w:noProof/>
                <w:lang w:eastAsia="zh-CN"/>
              </w:rPr>
              <w:t>DC_19A-21A_n257A</w:t>
            </w:r>
            <w:r w:rsidRPr="00DF6DD6">
              <w:rPr>
                <w:rFonts w:hint="eastAsia"/>
                <w:noProof/>
                <w:vertAlign w:val="superscript"/>
                <w:lang w:eastAsia="zh-CN"/>
              </w:rPr>
              <w:t>2</w:t>
            </w:r>
          </w:p>
          <w:p w14:paraId="46776617" w14:textId="77777777" w:rsidR="00EC1415" w:rsidRPr="00DF6DD6" w:rsidRDefault="00EC1415" w:rsidP="003768E0">
            <w:pPr>
              <w:pStyle w:val="TAC"/>
              <w:keepNext w:val="0"/>
              <w:rPr>
                <w:noProof/>
                <w:lang w:eastAsia="zh-CN"/>
              </w:rPr>
            </w:pPr>
            <w:r w:rsidRPr="00DF6DD6">
              <w:rPr>
                <w:noProof/>
                <w:lang w:eastAsia="zh-CN"/>
              </w:rPr>
              <w:t>DC_19A-21A_n257D</w:t>
            </w:r>
            <w:r w:rsidRPr="00DF6DD6">
              <w:rPr>
                <w:rFonts w:hint="eastAsia"/>
                <w:noProof/>
                <w:vertAlign w:val="superscript"/>
                <w:lang w:eastAsia="zh-CN"/>
              </w:rPr>
              <w:t>2</w:t>
            </w:r>
          </w:p>
          <w:p w14:paraId="6D94483F" w14:textId="77777777" w:rsidR="00EC1415" w:rsidRPr="00DF6DD6" w:rsidRDefault="00EC1415" w:rsidP="003768E0">
            <w:pPr>
              <w:pStyle w:val="TAC"/>
              <w:keepNext w:val="0"/>
              <w:rPr>
                <w:noProof/>
                <w:lang w:eastAsia="zh-CN"/>
              </w:rPr>
            </w:pPr>
            <w:r w:rsidRPr="00DF6DD6">
              <w:rPr>
                <w:noProof/>
                <w:lang w:eastAsia="zh-CN"/>
              </w:rPr>
              <w:t>DC_19A-21A_n257E</w:t>
            </w:r>
            <w:r w:rsidRPr="00DF6DD6">
              <w:rPr>
                <w:rFonts w:hint="eastAsia"/>
                <w:noProof/>
                <w:vertAlign w:val="superscript"/>
                <w:lang w:eastAsia="zh-CN"/>
              </w:rPr>
              <w:t>2</w:t>
            </w:r>
          </w:p>
          <w:p w14:paraId="6CA490C5" w14:textId="77777777" w:rsidR="00EC1415" w:rsidRPr="00DF6DD6" w:rsidRDefault="00EC1415" w:rsidP="003768E0">
            <w:pPr>
              <w:pStyle w:val="TAC"/>
              <w:keepNext w:val="0"/>
              <w:rPr>
                <w:rFonts w:cs="Arial"/>
              </w:rPr>
            </w:pPr>
            <w:r w:rsidRPr="00DF6DD6">
              <w:rPr>
                <w:noProof/>
                <w:lang w:eastAsia="zh-CN"/>
              </w:rPr>
              <w:t>DC_19A-21A_n257F</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0052C763" w14:textId="77777777" w:rsidR="00EC1415" w:rsidRPr="00DF6DD6" w:rsidRDefault="00EC1415" w:rsidP="003768E0">
            <w:pPr>
              <w:pStyle w:val="TAC"/>
              <w:keepNext w:val="0"/>
              <w:rPr>
                <w:noProof/>
                <w:lang w:eastAsia="zh-CN"/>
              </w:rPr>
            </w:pPr>
            <w:r w:rsidRPr="00DF6DD6">
              <w:rPr>
                <w:noProof/>
                <w:lang w:eastAsia="zh-CN"/>
              </w:rPr>
              <w:t>DC_19A_n257A</w:t>
            </w:r>
          </w:p>
          <w:p w14:paraId="02B7D126" w14:textId="77777777" w:rsidR="00EC1415" w:rsidRPr="00DF6DD6" w:rsidRDefault="00EC1415" w:rsidP="003768E0">
            <w:pPr>
              <w:pStyle w:val="TAC"/>
              <w:keepNext w:val="0"/>
              <w:rPr>
                <w:noProof/>
                <w:lang w:eastAsia="zh-CN"/>
              </w:rPr>
            </w:pPr>
            <w:r w:rsidRPr="00DF6DD6">
              <w:rPr>
                <w:noProof/>
                <w:lang w:eastAsia="zh-CN"/>
              </w:rPr>
              <w:t>DC_21A_n257A</w:t>
            </w:r>
          </w:p>
        </w:tc>
      </w:tr>
      <w:tr w:rsidR="00F55B07" w:rsidRPr="00DF6DD6" w14:paraId="2F93C9FC"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136A1C7" w14:textId="77777777" w:rsidR="00EC1415" w:rsidRPr="00DF6DD6" w:rsidRDefault="00EC1415" w:rsidP="003768E0">
            <w:pPr>
              <w:pStyle w:val="TAC"/>
              <w:keepNext w:val="0"/>
              <w:rPr>
                <w:noProof/>
                <w:lang w:eastAsia="zh-CN"/>
              </w:rPr>
            </w:pPr>
            <w:r w:rsidRPr="00DF6DD6">
              <w:rPr>
                <w:noProof/>
                <w:lang w:eastAsia="zh-CN"/>
              </w:rPr>
              <w:t>DC_19A-42A_n</w:t>
            </w:r>
            <w:r w:rsidRPr="00DF6DD6">
              <w:rPr>
                <w:rFonts w:hint="eastAsia"/>
                <w:noProof/>
                <w:lang w:eastAsia="zh-CN"/>
              </w:rPr>
              <w:t>257</w:t>
            </w:r>
            <w:r w:rsidRPr="00DF6DD6">
              <w:rPr>
                <w:noProof/>
                <w:lang w:eastAsia="zh-CN"/>
              </w:rPr>
              <w:t>A</w:t>
            </w:r>
            <w:r w:rsidRPr="00DF6DD6">
              <w:rPr>
                <w:rFonts w:hint="eastAsia"/>
                <w:noProof/>
                <w:vertAlign w:val="superscript"/>
                <w:lang w:eastAsia="zh-CN"/>
              </w:rPr>
              <w:t>2</w:t>
            </w:r>
          </w:p>
          <w:p w14:paraId="57E9550A" w14:textId="77777777" w:rsidR="00EC1415" w:rsidRPr="00DF6DD6" w:rsidRDefault="00EC1415" w:rsidP="003768E0">
            <w:pPr>
              <w:pStyle w:val="TAC"/>
              <w:keepNext w:val="0"/>
              <w:rPr>
                <w:noProof/>
                <w:lang w:eastAsia="zh-CN"/>
              </w:rPr>
            </w:pPr>
            <w:r w:rsidRPr="00DF6DD6">
              <w:rPr>
                <w:noProof/>
                <w:lang w:eastAsia="zh-CN"/>
              </w:rPr>
              <w:t>DC_19A-42A_n257D</w:t>
            </w:r>
            <w:r w:rsidRPr="00DF6DD6">
              <w:rPr>
                <w:rFonts w:hint="eastAsia"/>
                <w:noProof/>
                <w:vertAlign w:val="superscript"/>
                <w:lang w:eastAsia="zh-CN"/>
              </w:rPr>
              <w:t>2</w:t>
            </w:r>
          </w:p>
          <w:p w14:paraId="2D704351" w14:textId="77777777" w:rsidR="00EC1415" w:rsidRPr="00DF6DD6" w:rsidRDefault="00EC1415" w:rsidP="003768E0">
            <w:pPr>
              <w:pStyle w:val="TAC"/>
              <w:keepNext w:val="0"/>
              <w:rPr>
                <w:noProof/>
                <w:lang w:eastAsia="zh-CN"/>
              </w:rPr>
            </w:pPr>
            <w:r w:rsidRPr="00DF6DD6">
              <w:rPr>
                <w:noProof/>
                <w:lang w:eastAsia="zh-CN"/>
              </w:rPr>
              <w:t>DC_19A-42A_n257E</w:t>
            </w:r>
            <w:r w:rsidRPr="00DF6DD6">
              <w:rPr>
                <w:rFonts w:hint="eastAsia"/>
                <w:noProof/>
                <w:vertAlign w:val="superscript"/>
                <w:lang w:eastAsia="zh-CN"/>
              </w:rPr>
              <w:t>2</w:t>
            </w:r>
          </w:p>
          <w:p w14:paraId="46D3365E" w14:textId="77777777" w:rsidR="00EC1415" w:rsidRPr="00DF6DD6" w:rsidRDefault="00EC1415" w:rsidP="003768E0">
            <w:pPr>
              <w:pStyle w:val="TAC"/>
              <w:keepNext w:val="0"/>
              <w:rPr>
                <w:noProof/>
                <w:lang w:eastAsia="zh-CN"/>
              </w:rPr>
            </w:pPr>
            <w:r w:rsidRPr="00DF6DD6">
              <w:rPr>
                <w:noProof/>
                <w:lang w:eastAsia="zh-CN"/>
              </w:rPr>
              <w:t>DC_19A-42A_n257F</w:t>
            </w:r>
            <w:r w:rsidRPr="00DF6DD6">
              <w:rPr>
                <w:rFonts w:hint="eastAsia"/>
                <w:noProof/>
                <w:vertAlign w:val="superscript"/>
                <w:lang w:eastAsia="zh-CN"/>
              </w:rPr>
              <w:t>2</w:t>
            </w:r>
          </w:p>
          <w:p w14:paraId="2FD999FA" w14:textId="77777777" w:rsidR="00EC1415" w:rsidRPr="00DF6DD6" w:rsidRDefault="00EC1415" w:rsidP="003768E0">
            <w:pPr>
              <w:pStyle w:val="TAC"/>
              <w:keepNext w:val="0"/>
              <w:rPr>
                <w:noProof/>
                <w:lang w:eastAsia="zh-CN"/>
              </w:rPr>
            </w:pPr>
            <w:r w:rsidRPr="00DF6DD6">
              <w:t>DC_19A-42C_n257A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49F4DFE4" w14:textId="77777777" w:rsidR="00EC1415" w:rsidRPr="00DF6DD6" w:rsidRDefault="00EC1415" w:rsidP="003768E0">
            <w:pPr>
              <w:pStyle w:val="TAC"/>
              <w:keepNext w:val="0"/>
              <w:rPr>
                <w:noProof/>
                <w:lang w:eastAsia="zh-CN"/>
              </w:rPr>
            </w:pPr>
            <w:r w:rsidRPr="00DF6DD6">
              <w:rPr>
                <w:noProof/>
                <w:lang w:eastAsia="zh-CN"/>
              </w:rPr>
              <w:t>DC_19A_n</w:t>
            </w:r>
            <w:r w:rsidRPr="00DF6DD6">
              <w:rPr>
                <w:rFonts w:hint="eastAsia"/>
                <w:noProof/>
                <w:lang w:eastAsia="zh-CN"/>
              </w:rPr>
              <w:t>257</w:t>
            </w:r>
            <w:r w:rsidRPr="00DF6DD6">
              <w:rPr>
                <w:noProof/>
                <w:lang w:eastAsia="zh-CN"/>
              </w:rPr>
              <w:t>A</w:t>
            </w:r>
          </w:p>
          <w:p w14:paraId="523E0006" w14:textId="77777777" w:rsidR="00EC1415" w:rsidRPr="00DF6DD6" w:rsidRDefault="00EC1415" w:rsidP="003768E0">
            <w:pPr>
              <w:pStyle w:val="TAC"/>
              <w:keepNext w:val="0"/>
              <w:rPr>
                <w:noProof/>
                <w:lang w:eastAsia="zh-CN"/>
              </w:rPr>
            </w:pPr>
            <w:r w:rsidRPr="00DF6DD6">
              <w:rPr>
                <w:noProof/>
                <w:lang w:eastAsia="zh-CN"/>
              </w:rPr>
              <w:t>DC_42A_n</w:t>
            </w:r>
            <w:r w:rsidRPr="00DF6DD6">
              <w:rPr>
                <w:rFonts w:hint="eastAsia"/>
                <w:noProof/>
                <w:lang w:eastAsia="zh-CN"/>
              </w:rPr>
              <w:t>257</w:t>
            </w:r>
            <w:r w:rsidRPr="00DF6DD6">
              <w:rPr>
                <w:noProof/>
                <w:lang w:eastAsia="zh-CN"/>
              </w:rPr>
              <w:t>A</w:t>
            </w:r>
          </w:p>
        </w:tc>
      </w:tr>
      <w:tr w:rsidR="00F55B07" w:rsidRPr="00DF6DD6" w14:paraId="2B419FCB"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3B8A049" w14:textId="77777777" w:rsidR="00EC1415" w:rsidRPr="00DF6DD6" w:rsidRDefault="00EC1415" w:rsidP="003768E0">
            <w:pPr>
              <w:pStyle w:val="TAC"/>
              <w:keepNext w:val="0"/>
              <w:rPr>
                <w:noProof/>
                <w:lang w:eastAsia="zh-CN"/>
              </w:rPr>
            </w:pPr>
            <w:r w:rsidRPr="00DF6DD6">
              <w:rPr>
                <w:noProof/>
                <w:lang w:eastAsia="zh-CN"/>
              </w:rPr>
              <w:t>DC_21A-28A_n257A</w:t>
            </w:r>
            <w:r w:rsidRPr="00DF6DD6">
              <w:rPr>
                <w:rFonts w:hint="eastAsia"/>
                <w:noProof/>
                <w:vertAlign w:val="superscript"/>
                <w:lang w:eastAsia="zh-CN"/>
              </w:rPr>
              <w:t>2</w:t>
            </w:r>
          </w:p>
          <w:p w14:paraId="6CEA0541" w14:textId="77777777" w:rsidR="00EC1415" w:rsidRPr="00DF6DD6" w:rsidRDefault="00EC1415" w:rsidP="003768E0">
            <w:pPr>
              <w:pStyle w:val="TAC"/>
              <w:keepNext w:val="0"/>
              <w:rPr>
                <w:noProof/>
                <w:lang w:eastAsia="zh-CN"/>
              </w:rPr>
            </w:pPr>
            <w:r w:rsidRPr="00DF6DD6">
              <w:rPr>
                <w:noProof/>
                <w:lang w:eastAsia="zh-CN"/>
              </w:rPr>
              <w:t>DC_21A-28A_n257D</w:t>
            </w:r>
            <w:r w:rsidRPr="00DF6DD6">
              <w:rPr>
                <w:rFonts w:hint="eastAsia"/>
                <w:noProof/>
                <w:vertAlign w:val="superscript"/>
                <w:lang w:eastAsia="zh-CN"/>
              </w:rPr>
              <w:t>2</w:t>
            </w:r>
          </w:p>
          <w:p w14:paraId="68D88EAA" w14:textId="77777777" w:rsidR="00EC1415" w:rsidRPr="00DF6DD6" w:rsidRDefault="00EC1415" w:rsidP="003768E0">
            <w:pPr>
              <w:pStyle w:val="TAC"/>
              <w:keepNext w:val="0"/>
              <w:rPr>
                <w:noProof/>
                <w:lang w:eastAsia="zh-CN"/>
              </w:rPr>
            </w:pPr>
            <w:r w:rsidRPr="00DF6DD6">
              <w:rPr>
                <w:noProof/>
                <w:lang w:eastAsia="zh-CN"/>
              </w:rPr>
              <w:t>DC_21A-28A_n257E</w:t>
            </w:r>
            <w:r w:rsidRPr="00DF6DD6">
              <w:rPr>
                <w:rFonts w:hint="eastAsia"/>
                <w:noProof/>
                <w:vertAlign w:val="superscript"/>
                <w:lang w:eastAsia="zh-CN"/>
              </w:rPr>
              <w:t>2</w:t>
            </w:r>
          </w:p>
          <w:p w14:paraId="56E5F9EE" w14:textId="77777777" w:rsidR="00EC1415" w:rsidRPr="00DF6DD6" w:rsidRDefault="00EC1415" w:rsidP="003768E0">
            <w:pPr>
              <w:pStyle w:val="TAC"/>
              <w:keepNext w:val="0"/>
              <w:rPr>
                <w:noProof/>
                <w:lang w:eastAsia="zh-CN"/>
              </w:rPr>
            </w:pPr>
            <w:r w:rsidRPr="00DF6DD6">
              <w:rPr>
                <w:noProof/>
                <w:lang w:eastAsia="zh-CN"/>
              </w:rPr>
              <w:t>DC_21A-28A_n257F</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4FB2080F" w14:textId="77777777" w:rsidR="00EC1415" w:rsidRPr="00DF6DD6" w:rsidRDefault="00EC1415" w:rsidP="003768E0">
            <w:pPr>
              <w:pStyle w:val="TAC"/>
              <w:keepNext w:val="0"/>
              <w:rPr>
                <w:noProof/>
                <w:lang w:eastAsia="zh-CN"/>
              </w:rPr>
            </w:pPr>
            <w:r w:rsidRPr="00DF6DD6">
              <w:rPr>
                <w:rFonts w:hint="eastAsia"/>
                <w:noProof/>
                <w:lang w:eastAsia="zh-CN"/>
              </w:rPr>
              <w:t>DC</w:t>
            </w:r>
            <w:r w:rsidRPr="00DF6DD6">
              <w:rPr>
                <w:noProof/>
                <w:lang w:eastAsia="zh-CN"/>
              </w:rPr>
              <w:t>_</w:t>
            </w:r>
            <w:r w:rsidRPr="00DF6DD6">
              <w:rPr>
                <w:rFonts w:hint="eastAsia"/>
                <w:noProof/>
                <w:lang w:eastAsia="zh-CN"/>
              </w:rPr>
              <w:t>21A_n257A</w:t>
            </w:r>
          </w:p>
          <w:p w14:paraId="7BEC172A" w14:textId="77777777" w:rsidR="00EC1415" w:rsidRPr="00DF6DD6" w:rsidRDefault="00EC1415" w:rsidP="003768E0">
            <w:pPr>
              <w:pStyle w:val="TAC"/>
              <w:keepNext w:val="0"/>
              <w:rPr>
                <w:noProof/>
                <w:lang w:eastAsia="zh-CN"/>
              </w:rPr>
            </w:pPr>
            <w:r w:rsidRPr="00DF6DD6">
              <w:rPr>
                <w:rFonts w:hint="eastAsia"/>
                <w:noProof/>
                <w:lang w:eastAsia="zh-CN"/>
              </w:rPr>
              <w:t>DC</w:t>
            </w:r>
            <w:r w:rsidRPr="00DF6DD6">
              <w:rPr>
                <w:noProof/>
                <w:lang w:eastAsia="zh-CN"/>
              </w:rPr>
              <w:t>_</w:t>
            </w:r>
            <w:r w:rsidRPr="00DF6DD6">
              <w:rPr>
                <w:rFonts w:hint="eastAsia"/>
                <w:noProof/>
                <w:lang w:eastAsia="zh-CN"/>
              </w:rPr>
              <w:t>28A_n257A</w:t>
            </w:r>
          </w:p>
        </w:tc>
      </w:tr>
      <w:tr w:rsidR="00F55B07" w:rsidRPr="00DF6DD6" w14:paraId="578EA21F"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F9BFA34" w14:textId="77777777" w:rsidR="00EC1415" w:rsidRPr="00DF6DD6" w:rsidRDefault="00EC1415" w:rsidP="003768E0">
            <w:pPr>
              <w:pStyle w:val="TAC"/>
              <w:keepNext w:val="0"/>
              <w:rPr>
                <w:noProof/>
                <w:lang w:eastAsia="zh-CN"/>
              </w:rPr>
            </w:pPr>
            <w:r w:rsidRPr="00DF6DD6">
              <w:rPr>
                <w:rFonts w:hint="eastAsia"/>
                <w:noProof/>
                <w:lang w:eastAsia="zh-CN"/>
              </w:rPr>
              <w:t>DC</w:t>
            </w:r>
            <w:r w:rsidRPr="00DF6DD6">
              <w:rPr>
                <w:noProof/>
                <w:lang w:eastAsia="zh-CN"/>
              </w:rPr>
              <w:t>_</w:t>
            </w:r>
            <w:r w:rsidRPr="00DF6DD6">
              <w:rPr>
                <w:rFonts w:hint="eastAsia"/>
                <w:noProof/>
                <w:lang w:eastAsia="zh-CN"/>
              </w:rPr>
              <w:t>21A-42A_n257A</w:t>
            </w:r>
            <w:r w:rsidRPr="00DF6DD6">
              <w:rPr>
                <w:rFonts w:hint="eastAsia"/>
                <w:noProof/>
                <w:vertAlign w:val="superscript"/>
                <w:lang w:eastAsia="zh-CN"/>
              </w:rPr>
              <w:t>2</w:t>
            </w:r>
          </w:p>
          <w:p w14:paraId="6DDA4CFE" w14:textId="77777777" w:rsidR="00EC1415" w:rsidRPr="00DF6DD6" w:rsidRDefault="00EC1415" w:rsidP="003768E0">
            <w:pPr>
              <w:pStyle w:val="TAC"/>
              <w:keepNext w:val="0"/>
              <w:rPr>
                <w:noProof/>
                <w:lang w:eastAsia="zh-CN"/>
              </w:rPr>
            </w:pPr>
            <w:r w:rsidRPr="00DF6DD6">
              <w:rPr>
                <w:noProof/>
                <w:lang w:eastAsia="zh-CN"/>
              </w:rPr>
              <w:t>DC_21A-42A_n257D</w:t>
            </w:r>
            <w:r w:rsidRPr="00DF6DD6">
              <w:rPr>
                <w:rFonts w:hint="eastAsia"/>
                <w:noProof/>
                <w:vertAlign w:val="superscript"/>
                <w:lang w:eastAsia="zh-CN"/>
              </w:rPr>
              <w:t>2</w:t>
            </w:r>
          </w:p>
          <w:p w14:paraId="6AC89DA3" w14:textId="77777777" w:rsidR="00EC1415" w:rsidRPr="00DF6DD6" w:rsidRDefault="00EC1415" w:rsidP="003768E0">
            <w:pPr>
              <w:pStyle w:val="TAC"/>
              <w:keepNext w:val="0"/>
              <w:rPr>
                <w:noProof/>
                <w:lang w:eastAsia="zh-CN"/>
              </w:rPr>
            </w:pPr>
            <w:r w:rsidRPr="00DF6DD6">
              <w:rPr>
                <w:noProof/>
                <w:lang w:eastAsia="zh-CN"/>
              </w:rPr>
              <w:t>DC_21A-42A_n257E</w:t>
            </w:r>
            <w:r w:rsidRPr="00DF6DD6">
              <w:rPr>
                <w:rFonts w:hint="eastAsia"/>
                <w:noProof/>
                <w:vertAlign w:val="superscript"/>
                <w:lang w:eastAsia="zh-CN"/>
              </w:rPr>
              <w:t>2</w:t>
            </w:r>
          </w:p>
          <w:p w14:paraId="2D546FAD" w14:textId="77777777" w:rsidR="00EC1415" w:rsidRPr="00DF6DD6" w:rsidRDefault="00EC1415" w:rsidP="003768E0">
            <w:pPr>
              <w:pStyle w:val="TAC"/>
              <w:keepNext w:val="0"/>
              <w:rPr>
                <w:noProof/>
                <w:lang w:eastAsia="zh-CN"/>
              </w:rPr>
            </w:pPr>
            <w:r w:rsidRPr="00DF6DD6">
              <w:rPr>
                <w:noProof/>
                <w:lang w:eastAsia="zh-CN"/>
              </w:rPr>
              <w:t>DC_21A-42A_n257F</w:t>
            </w:r>
            <w:r w:rsidRPr="00DF6DD6">
              <w:rPr>
                <w:rFonts w:hint="eastAsia"/>
                <w:noProof/>
                <w:vertAlign w:val="superscript"/>
                <w:lang w:eastAsia="zh-CN"/>
              </w:rPr>
              <w:t>2</w:t>
            </w:r>
          </w:p>
          <w:p w14:paraId="1B4D0442" w14:textId="77777777" w:rsidR="00EC1415" w:rsidRPr="00DF6DD6" w:rsidRDefault="00EC1415" w:rsidP="003768E0">
            <w:pPr>
              <w:pStyle w:val="TAC"/>
              <w:keepNext w:val="0"/>
              <w:rPr>
                <w:noProof/>
                <w:lang w:eastAsia="zh-CN"/>
              </w:rPr>
            </w:pPr>
            <w:r w:rsidRPr="00DF6DD6">
              <w:t>DC_21A-42C_n257A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74A92B98" w14:textId="77777777" w:rsidR="00EC1415" w:rsidRPr="00DF6DD6" w:rsidRDefault="00EC1415" w:rsidP="003768E0">
            <w:pPr>
              <w:pStyle w:val="TAC"/>
              <w:keepNext w:val="0"/>
              <w:rPr>
                <w:noProof/>
                <w:lang w:eastAsia="zh-CN"/>
              </w:rPr>
            </w:pPr>
            <w:r w:rsidRPr="00DF6DD6">
              <w:rPr>
                <w:rFonts w:hint="eastAsia"/>
                <w:noProof/>
                <w:lang w:eastAsia="zh-CN"/>
              </w:rPr>
              <w:t>DC</w:t>
            </w:r>
            <w:r w:rsidRPr="00DF6DD6">
              <w:rPr>
                <w:noProof/>
                <w:lang w:eastAsia="zh-CN"/>
              </w:rPr>
              <w:t>_</w:t>
            </w:r>
            <w:r w:rsidRPr="00DF6DD6">
              <w:rPr>
                <w:rFonts w:hint="eastAsia"/>
                <w:noProof/>
                <w:lang w:eastAsia="zh-CN"/>
              </w:rPr>
              <w:t>21A_n257A</w:t>
            </w:r>
          </w:p>
          <w:p w14:paraId="18FA5B56" w14:textId="77777777" w:rsidR="00EC1415" w:rsidRPr="00DF6DD6" w:rsidRDefault="00EC1415" w:rsidP="003768E0">
            <w:pPr>
              <w:pStyle w:val="TAC"/>
              <w:keepNext w:val="0"/>
              <w:rPr>
                <w:noProof/>
                <w:lang w:eastAsia="zh-CN"/>
              </w:rPr>
            </w:pPr>
            <w:r w:rsidRPr="00DF6DD6">
              <w:rPr>
                <w:rFonts w:hint="eastAsia"/>
                <w:noProof/>
                <w:lang w:eastAsia="zh-CN"/>
              </w:rPr>
              <w:t>DC</w:t>
            </w:r>
            <w:r w:rsidRPr="00DF6DD6">
              <w:rPr>
                <w:noProof/>
                <w:lang w:eastAsia="zh-CN"/>
              </w:rPr>
              <w:t>_</w:t>
            </w:r>
            <w:r w:rsidRPr="00DF6DD6">
              <w:rPr>
                <w:rFonts w:hint="eastAsia"/>
                <w:noProof/>
                <w:lang w:eastAsia="zh-CN"/>
              </w:rPr>
              <w:t>42A_n257A</w:t>
            </w:r>
          </w:p>
        </w:tc>
      </w:tr>
      <w:tr w:rsidR="00F55B07" w:rsidRPr="00DF6DD6" w14:paraId="7601F4D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5EE5BBA" w14:textId="77777777" w:rsidR="00EC1415" w:rsidRPr="00DF6DD6" w:rsidRDefault="00EC1415" w:rsidP="003768E0">
            <w:pPr>
              <w:pStyle w:val="TAC"/>
              <w:keepNext w:val="0"/>
              <w:rPr>
                <w:lang w:eastAsia="zh-CN"/>
              </w:rPr>
            </w:pPr>
            <w:r w:rsidRPr="00DF6DD6">
              <w:t>DC_28A-42C_n257A</w:t>
            </w:r>
            <w:r w:rsidRPr="00DF6DD6">
              <w:rPr>
                <w:rFonts w:hint="eastAsia"/>
                <w:noProof/>
                <w:vertAlign w:val="superscript"/>
                <w:lang w:eastAsia="zh-CN"/>
              </w:rPr>
              <w:t>2</w:t>
            </w:r>
          </w:p>
          <w:p w14:paraId="7441A796" w14:textId="77777777" w:rsidR="00EC1415" w:rsidRPr="00DF6DD6" w:rsidRDefault="00EC1415" w:rsidP="003768E0">
            <w:pPr>
              <w:pStyle w:val="TAC"/>
              <w:keepNext w:val="0"/>
              <w:rPr>
                <w:lang w:eastAsia="zh-CN"/>
              </w:rPr>
            </w:pPr>
            <w:r w:rsidRPr="00DF6DD6">
              <w:t>DC_2</w:t>
            </w:r>
            <w:r w:rsidRPr="00DF6DD6">
              <w:rPr>
                <w:rFonts w:hint="eastAsia"/>
                <w:lang w:eastAsia="zh-CN"/>
              </w:rPr>
              <w:t>8</w:t>
            </w:r>
            <w:r w:rsidRPr="00DF6DD6">
              <w:t>A-42</w:t>
            </w:r>
            <w:r w:rsidRPr="00DF6DD6">
              <w:rPr>
                <w:rFonts w:hint="eastAsia"/>
                <w:lang w:eastAsia="zh-CN"/>
              </w:rPr>
              <w:t>A</w:t>
            </w:r>
            <w:r w:rsidRPr="00DF6DD6">
              <w:t>_n257A</w:t>
            </w:r>
            <w:r w:rsidRPr="00DF6DD6">
              <w:rPr>
                <w:rFonts w:hint="eastAsia"/>
                <w:noProof/>
                <w:vertAlign w:val="superscript"/>
                <w:lang w:eastAsia="zh-CN"/>
              </w:rPr>
              <w:t>2</w:t>
            </w:r>
          </w:p>
        </w:tc>
        <w:tc>
          <w:tcPr>
            <w:tcW w:w="3969" w:type="dxa"/>
            <w:tcMar>
              <w:top w:w="28" w:type="dxa"/>
              <w:left w:w="28" w:type="dxa"/>
              <w:bottom w:w="28" w:type="dxa"/>
              <w:right w:w="28" w:type="dxa"/>
            </w:tcMar>
            <w:vAlign w:val="center"/>
          </w:tcPr>
          <w:p w14:paraId="15C72E77" w14:textId="77777777" w:rsidR="00EC1415" w:rsidRPr="00DF6DD6" w:rsidRDefault="00EC1415" w:rsidP="003768E0">
            <w:pPr>
              <w:pStyle w:val="TAC"/>
              <w:keepNext w:val="0"/>
            </w:pPr>
            <w:r w:rsidRPr="00DF6DD6">
              <w:t>DC_28A_n257A</w:t>
            </w:r>
          </w:p>
          <w:p w14:paraId="154E4035" w14:textId="77777777" w:rsidR="00EC1415" w:rsidRPr="00DF6DD6" w:rsidRDefault="00EC1415" w:rsidP="003768E0">
            <w:pPr>
              <w:pStyle w:val="TAC"/>
              <w:keepNext w:val="0"/>
            </w:pPr>
            <w:r w:rsidRPr="00DF6DD6">
              <w:t>DC_42A_n257A</w:t>
            </w:r>
          </w:p>
        </w:tc>
      </w:tr>
      <w:tr w:rsidR="00F55B07" w:rsidRPr="00DF6DD6" w14:paraId="4165EB11"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41AAFCD" w14:textId="77777777" w:rsidR="00EC1415" w:rsidRPr="00DF6DD6" w:rsidRDefault="00EC1415" w:rsidP="003768E0">
            <w:pPr>
              <w:pStyle w:val="TAC"/>
              <w:keepNext w:val="0"/>
              <w:rPr>
                <w:noProof/>
                <w:lang w:eastAsia="zh-CN"/>
              </w:rPr>
            </w:pPr>
            <w:r w:rsidRPr="00DF6DD6">
              <w:rPr>
                <w:noProof/>
                <w:lang w:eastAsia="zh-CN"/>
              </w:rPr>
              <w:t>DC_30A-66A_n260A</w:t>
            </w:r>
          </w:p>
          <w:p w14:paraId="4ED72144" w14:textId="77777777" w:rsidR="00EC1415" w:rsidRPr="00DF6DD6" w:rsidRDefault="00EC1415" w:rsidP="003768E0">
            <w:pPr>
              <w:pStyle w:val="TAC"/>
              <w:keepNext w:val="0"/>
              <w:rPr>
                <w:lang w:val="en-US" w:eastAsia="fi-FI"/>
              </w:rPr>
            </w:pPr>
            <w:r w:rsidRPr="00DF6DD6">
              <w:rPr>
                <w:lang w:val="en-US" w:eastAsia="fi-FI"/>
              </w:rPr>
              <w:t>DC_30</w:t>
            </w:r>
            <w:r w:rsidRPr="00DF6DD6">
              <w:rPr>
                <w:rFonts w:cs="Arial"/>
                <w:szCs w:val="18"/>
                <w:lang w:val="en-US" w:eastAsia="fi-FI"/>
              </w:rPr>
              <w:t>A</w:t>
            </w:r>
            <w:r w:rsidRPr="00DF6DD6">
              <w:rPr>
                <w:rFonts w:cs="Arial"/>
                <w:noProof/>
                <w:szCs w:val="18"/>
              </w:rPr>
              <w:t>-66A</w:t>
            </w:r>
            <w:r w:rsidRPr="00DF6DD6">
              <w:rPr>
                <w:rFonts w:cs="Arial"/>
                <w:szCs w:val="18"/>
                <w:lang w:val="en-US" w:eastAsia="fi-FI"/>
              </w:rPr>
              <w:t>_</w:t>
            </w:r>
            <w:r w:rsidRPr="00DF6DD6">
              <w:rPr>
                <w:lang w:val="en-US" w:eastAsia="fi-FI"/>
              </w:rPr>
              <w:t>n260G</w:t>
            </w:r>
          </w:p>
          <w:p w14:paraId="2E2406B8" w14:textId="77777777" w:rsidR="00EC1415" w:rsidRPr="00DF6DD6" w:rsidRDefault="00EC1415" w:rsidP="003768E0">
            <w:pPr>
              <w:pStyle w:val="TAC"/>
              <w:keepNext w:val="0"/>
              <w:rPr>
                <w:lang w:val="en-US" w:eastAsia="fi-FI"/>
              </w:rPr>
            </w:pPr>
            <w:r w:rsidRPr="00DF6DD6">
              <w:rPr>
                <w:lang w:val="en-US" w:eastAsia="fi-FI"/>
              </w:rPr>
              <w:t>DC_30A</w:t>
            </w:r>
            <w:r w:rsidRPr="00DF6DD6">
              <w:rPr>
                <w:rFonts w:cs="Arial"/>
                <w:noProof/>
                <w:szCs w:val="18"/>
              </w:rPr>
              <w:t>-66A</w:t>
            </w:r>
            <w:r w:rsidRPr="00DF6DD6">
              <w:rPr>
                <w:lang w:val="en-US" w:eastAsia="fi-FI"/>
              </w:rPr>
              <w:t>_n260H</w:t>
            </w:r>
          </w:p>
          <w:p w14:paraId="37229297" w14:textId="77777777" w:rsidR="00EC1415" w:rsidRPr="00DF6DD6" w:rsidRDefault="00EC1415" w:rsidP="003768E0">
            <w:pPr>
              <w:pStyle w:val="TAC"/>
              <w:keepNext w:val="0"/>
              <w:rPr>
                <w:lang w:val="en-US" w:eastAsia="fi-FI"/>
              </w:rPr>
            </w:pPr>
            <w:r w:rsidRPr="00DF6DD6">
              <w:rPr>
                <w:lang w:val="en-US" w:eastAsia="fi-FI"/>
              </w:rPr>
              <w:t>DC_30A</w:t>
            </w:r>
            <w:r w:rsidRPr="00DF6DD6">
              <w:rPr>
                <w:rFonts w:cs="Arial"/>
                <w:noProof/>
                <w:szCs w:val="18"/>
              </w:rPr>
              <w:t>-66A</w:t>
            </w:r>
            <w:r w:rsidRPr="00DF6DD6">
              <w:rPr>
                <w:lang w:val="en-US" w:eastAsia="fi-FI"/>
              </w:rPr>
              <w:t>_n260I</w:t>
            </w:r>
          </w:p>
          <w:p w14:paraId="445E8B37" w14:textId="77777777" w:rsidR="00EC1415" w:rsidRPr="00DF6DD6" w:rsidRDefault="00EC1415" w:rsidP="003768E0">
            <w:pPr>
              <w:pStyle w:val="TAC"/>
              <w:keepNext w:val="0"/>
              <w:rPr>
                <w:lang w:val="en-US" w:eastAsia="fi-FI"/>
              </w:rPr>
            </w:pPr>
            <w:r w:rsidRPr="00DF6DD6">
              <w:rPr>
                <w:lang w:val="en-US" w:eastAsia="fi-FI"/>
              </w:rPr>
              <w:t>DC_30A</w:t>
            </w:r>
            <w:r w:rsidRPr="00DF6DD6">
              <w:rPr>
                <w:rFonts w:cs="Arial"/>
                <w:noProof/>
                <w:szCs w:val="18"/>
              </w:rPr>
              <w:t>-66A</w:t>
            </w:r>
            <w:r w:rsidRPr="00DF6DD6">
              <w:rPr>
                <w:lang w:val="en-US" w:eastAsia="fi-FI"/>
              </w:rPr>
              <w:t>_n260J</w:t>
            </w:r>
          </w:p>
          <w:p w14:paraId="7A0F8715" w14:textId="77777777" w:rsidR="00EC1415" w:rsidRPr="00DF6DD6" w:rsidRDefault="00EC1415" w:rsidP="003768E0">
            <w:pPr>
              <w:pStyle w:val="TAC"/>
              <w:keepNext w:val="0"/>
              <w:rPr>
                <w:lang w:val="en-US" w:eastAsia="fi-FI"/>
              </w:rPr>
            </w:pPr>
            <w:r w:rsidRPr="00DF6DD6">
              <w:rPr>
                <w:lang w:val="en-US" w:eastAsia="fi-FI"/>
              </w:rPr>
              <w:t>DC_30A</w:t>
            </w:r>
            <w:r w:rsidRPr="00DF6DD6">
              <w:rPr>
                <w:rFonts w:cs="Arial"/>
                <w:noProof/>
                <w:szCs w:val="18"/>
              </w:rPr>
              <w:t>-66A</w:t>
            </w:r>
            <w:r w:rsidRPr="00DF6DD6">
              <w:rPr>
                <w:lang w:val="en-US" w:eastAsia="fi-FI"/>
              </w:rPr>
              <w:t>_n260K</w:t>
            </w:r>
          </w:p>
          <w:p w14:paraId="40BE231F" w14:textId="77777777" w:rsidR="00EC1415" w:rsidRPr="00DF6DD6" w:rsidRDefault="00EC1415" w:rsidP="003768E0">
            <w:pPr>
              <w:pStyle w:val="TAC"/>
              <w:keepNext w:val="0"/>
              <w:rPr>
                <w:lang w:val="en-US" w:eastAsia="fi-FI"/>
              </w:rPr>
            </w:pPr>
            <w:r w:rsidRPr="00DF6DD6">
              <w:rPr>
                <w:lang w:val="en-US" w:eastAsia="fi-FI"/>
              </w:rPr>
              <w:t>DC_30A</w:t>
            </w:r>
            <w:r w:rsidRPr="00DF6DD6">
              <w:rPr>
                <w:rFonts w:cs="Arial"/>
                <w:noProof/>
                <w:szCs w:val="18"/>
              </w:rPr>
              <w:t>-66A</w:t>
            </w:r>
            <w:r w:rsidRPr="00DF6DD6">
              <w:rPr>
                <w:lang w:val="en-US" w:eastAsia="fi-FI"/>
              </w:rPr>
              <w:t>_n260L</w:t>
            </w:r>
          </w:p>
          <w:p w14:paraId="595624B7" w14:textId="77777777" w:rsidR="00EC1415" w:rsidRPr="00DF6DD6" w:rsidRDefault="00EC1415" w:rsidP="003768E0">
            <w:pPr>
              <w:pStyle w:val="TAC"/>
              <w:keepNext w:val="0"/>
            </w:pPr>
            <w:r w:rsidRPr="00DF6DD6">
              <w:rPr>
                <w:lang w:val="en-US" w:eastAsia="fi-FI"/>
              </w:rPr>
              <w:t>DC_30A</w:t>
            </w:r>
            <w:r w:rsidRPr="00DF6DD6">
              <w:rPr>
                <w:rFonts w:cs="Arial"/>
                <w:noProof/>
                <w:szCs w:val="18"/>
                <w:lang w:eastAsia="zh-CN"/>
              </w:rPr>
              <w:t>-66A</w:t>
            </w:r>
            <w:r w:rsidRPr="00DF6DD6">
              <w:rPr>
                <w:lang w:val="en-US" w:eastAsia="fi-FI"/>
              </w:rPr>
              <w:t>_n260M</w:t>
            </w:r>
          </w:p>
        </w:tc>
        <w:tc>
          <w:tcPr>
            <w:tcW w:w="3969" w:type="dxa"/>
            <w:tcMar>
              <w:top w:w="28" w:type="dxa"/>
              <w:left w:w="28" w:type="dxa"/>
              <w:bottom w:w="28" w:type="dxa"/>
              <w:right w:w="28" w:type="dxa"/>
            </w:tcMar>
            <w:vAlign w:val="center"/>
          </w:tcPr>
          <w:p w14:paraId="58CB731F" w14:textId="77777777" w:rsidR="00EC1415" w:rsidRPr="00DF6DD6" w:rsidRDefault="00EC1415" w:rsidP="003768E0">
            <w:pPr>
              <w:pStyle w:val="TAC"/>
              <w:keepNext w:val="0"/>
              <w:rPr>
                <w:noProof/>
                <w:lang w:eastAsia="zh-CN"/>
              </w:rPr>
            </w:pPr>
            <w:r w:rsidRPr="00DF6DD6">
              <w:rPr>
                <w:noProof/>
                <w:lang w:eastAsia="zh-CN"/>
              </w:rPr>
              <w:t>DC_30A_n260A</w:t>
            </w:r>
          </w:p>
          <w:p w14:paraId="100C42A8" w14:textId="77777777" w:rsidR="00EC1415" w:rsidRPr="00DF6DD6" w:rsidRDefault="00EC1415" w:rsidP="003768E0">
            <w:pPr>
              <w:pStyle w:val="TAC"/>
              <w:keepNext w:val="0"/>
            </w:pPr>
            <w:r w:rsidRPr="00DF6DD6">
              <w:rPr>
                <w:noProof/>
                <w:lang w:eastAsia="zh-CN"/>
              </w:rPr>
              <w:t>DC_66A_n260A</w:t>
            </w:r>
          </w:p>
        </w:tc>
      </w:tr>
      <w:tr w:rsidR="00F55B07" w:rsidRPr="00DF6DD6" w14:paraId="12860EB0"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DF7C250" w14:textId="77777777" w:rsidR="00EC1415" w:rsidRPr="00DF6DD6" w:rsidRDefault="00EC1415" w:rsidP="003768E0">
            <w:pPr>
              <w:pStyle w:val="TAC"/>
              <w:keepNext w:val="0"/>
              <w:rPr>
                <w:noProof/>
                <w:lang w:eastAsia="zh-CN"/>
              </w:rPr>
            </w:pPr>
            <w:r w:rsidRPr="00DF6DD6">
              <w:rPr>
                <w:noProof/>
                <w:lang w:eastAsia="zh-CN"/>
              </w:rPr>
              <w:t>DC_</w:t>
            </w:r>
            <w:r w:rsidRPr="00DF6DD6">
              <w:rPr>
                <w:rFonts w:hint="eastAsia"/>
                <w:noProof/>
                <w:lang w:eastAsia="zh-CN"/>
              </w:rPr>
              <w:t>41</w:t>
            </w:r>
            <w:r w:rsidRPr="00DF6DD6">
              <w:rPr>
                <w:noProof/>
                <w:lang w:eastAsia="zh-CN"/>
              </w:rPr>
              <w:t>A-</w:t>
            </w:r>
            <w:r w:rsidRPr="00DF6DD6">
              <w:rPr>
                <w:rFonts w:hint="eastAsia"/>
                <w:noProof/>
                <w:lang w:eastAsia="zh-CN"/>
              </w:rPr>
              <w:t>42A_n257</w:t>
            </w:r>
            <w:r w:rsidRPr="00DF6DD6">
              <w:rPr>
                <w:noProof/>
                <w:lang w:eastAsia="zh-CN"/>
              </w:rPr>
              <w:t>A</w:t>
            </w:r>
          </w:p>
          <w:p w14:paraId="24E680C8" w14:textId="77777777" w:rsidR="00EC1415" w:rsidRPr="00DF6DD6" w:rsidRDefault="00EC1415" w:rsidP="003768E0">
            <w:pPr>
              <w:pStyle w:val="TAC"/>
              <w:keepNext w:val="0"/>
              <w:rPr>
                <w:noProof/>
                <w:lang w:eastAsia="zh-CN"/>
              </w:rPr>
            </w:pPr>
            <w:r w:rsidRPr="00DF6DD6">
              <w:rPr>
                <w:noProof/>
                <w:lang w:eastAsia="zh-CN"/>
              </w:rPr>
              <w:t>DC_</w:t>
            </w:r>
            <w:r w:rsidRPr="00DF6DD6">
              <w:rPr>
                <w:rFonts w:hint="eastAsia"/>
                <w:noProof/>
                <w:lang w:eastAsia="zh-CN"/>
              </w:rPr>
              <w:t>41</w:t>
            </w:r>
            <w:r w:rsidRPr="00DF6DD6">
              <w:rPr>
                <w:noProof/>
                <w:lang w:eastAsia="zh-CN"/>
              </w:rPr>
              <w:t>A-</w:t>
            </w:r>
            <w:r w:rsidRPr="00DF6DD6">
              <w:rPr>
                <w:rFonts w:hint="eastAsia"/>
                <w:noProof/>
                <w:lang w:eastAsia="zh-CN"/>
              </w:rPr>
              <w:t>42</w:t>
            </w:r>
            <w:r w:rsidRPr="00DF6DD6">
              <w:rPr>
                <w:noProof/>
                <w:lang w:eastAsia="zh-CN"/>
              </w:rPr>
              <w:t>C</w:t>
            </w:r>
            <w:r w:rsidRPr="00DF6DD6">
              <w:rPr>
                <w:rFonts w:hint="eastAsia"/>
                <w:noProof/>
                <w:lang w:eastAsia="zh-CN"/>
              </w:rPr>
              <w:t>_n257</w:t>
            </w:r>
            <w:r w:rsidRPr="00DF6DD6">
              <w:rPr>
                <w:noProof/>
                <w:lang w:eastAsia="zh-CN"/>
              </w:rPr>
              <w:t>A</w:t>
            </w:r>
          </w:p>
          <w:p w14:paraId="39E74D1A" w14:textId="77777777" w:rsidR="00EC1415" w:rsidRPr="00DF6DD6" w:rsidRDefault="00EC1415" w:rsidP="003768E0">
            <w:pPr>
              <w:pStyle w:val="TAC"/>
              <w:keepNext w:val="0"/>
              <w:rPr>
                <w:noProof/>
                <w:lang w:eastAsia="zh-CN"/>
              </w:rPr>
            </w:pPr>
            <w:r w:rsidRPr="00DF6DD6">
              <w:rPr>
                <w:noProof/>
                <w:lang w:eastAsia="zh-CN"/>
              </w:rPr>
              <w:t>DC_</w:t>
            </w:r>
            <w:r w:rsidRPr="00DF6DD6">
              <w:rPr>
                <w:rFonts w:hint="eastAsia"/>
                <w:noProof/>
                <w:lang w:eastAsia="zh-CN"/>
              </w:rPr>
              <w:t>41</w:t>
            </w:r>
            <w:r w:rsidRPr="00DF6DD6">
              <w:rPr>
                <w:noProof/>
                <w:lang w:eastAsia="zh-CN"/>
              </w:rPr>
              <w:t>C-</w:t>
            </w:r>
            <w:r w:rsidRPr="00DF6DD6">
              <w:rPr>
                <w:rFonts w:hint="eastAsia"/>
                <w:noProof/>
                <w:lang w:eastAsia="zh-CN"/>
              </w:rPr>
              <w:t>42</w:t>
            </w:r>
            <w:r w:rsidRPr="00DF6DD6">
              <w:rPr>
                <w:noProof/>
                <w:lang w:eastAsia="zh-CN"/>
              </w:rPr>
              <w:t>A</w:t>
            </w:r>
            <w:r w:rsidRPr="00DF6DD6">
              <w:rPr>
                <w:rFonts w:hint="eastAsia"/>
                <w:noProof/>
                <w:lang w:eastAsia="zh-CN"/>
              </w:rPr>
              <w:t>_n257</w:t>
            </w:r>
            <w:r w:rsidRPr="00DF6DD6">
              <w:rPr>
                <w:noProof/>
                <w:lang w:eastAsia="zh-CN"/>
              </w:rPr>
              <w:t>A</w:t>
            </w:r>
          </w:p>
          <w:p w14:paraId="7985AD1E" w14:textId="77777777" w:rsidR="00EC1415" w:rsidRPr="00DF6DD6" w:rsidRDefault="00EC1415" w:rsidP="003768E0">
            <w:pPr>
              <w:pStyle w:val="TAC"/>
              <w:keepNext w:val="0"/>
              <w:rPr>
                <w:noProof/>
                <w:lang w:eastAsia="zh-CN"/>
              </w:rPr>
            </w:pPr>
            <w:r w:rsidRPr="00DF6DD6">
              <w:rPr>
                <w:rFonts w:cs="Arial"/>
              </w:rPr>
              <w:t>DC_41C-42C_n257A</w:t>
            </w:r>
          </w:p>
        </w:tc>
        <w:tc>
          <w:tcPr>
            <w:tcW w:w="3969" w:type="dxa"/>
            <w:tcMar>
              <w:top w:w="28" w:type="dxa"/>
              <w:left w:w="28" w:type="dxa"/>
              <w:bottom w:w="28" w:type="dxa"/>
              <w:right w:w="28" w:type="dxa"/>
            </w:tcMar>
            <w:vAlign w:val="center"/>
          </w:tcPr>
          <w:p w14:paraId="184F4D77" w14:textId="77777777" w:rsidR="00EC1415" w:rsidRPr="00DF6DD6" w:rsidRDefault="00EC1415" w:rsidP="003768E0">
            <w:pPr>
              <w:pStyle w:val="TAC"/>
              <w:keepNext w:val="0"/>
              <w:rPr>
                <w:noProof/>
                <w:lang w:eastAsia="zh-CN"/>
              </w:rPr>
            </w:pPr>
            <w:r w:rsidRPr="00DF6DD6">
              <w:rPr>
                <w:noProof/>
                <w:lang w:eastAsia="zh-CN"/>
              </w:rPr>
              <w:t>DC_</w:t>
            </w:r>
            <w:r w:rsidRPr="00DF6DD6">
              <w:rPr>
                <w:rFonts w:hint="eastAsia"/>
                <w:noProof/>
                <w:lang w:eastAsia="zh-CN"/>
              </w:rPr>
              <w:t>4</w:t>
            </w:r>
            <w:r w:rsidRPr="00DF6DD6">
              <w:rPr>
                <w:noProof/>
                <w:lang w:eastAsia="zh-CN"/>
              </w:rPr>
              <w:t>1</w:t>
            </w:r>
            <w:r w:rsidRPr="00DF6DD6">
              <w:rPr>
                <w:rFonts w:hint="eastAsia"/>
                <w:noProof/>
                <w:lang w:eastAsia="zh-CN"/>
              </w:rPr>
              <w:t>A_n257</w:t>
            </w:r>
            <w:r w:rsidRPr="00DF6DD6">
              <w:rPr>
                <w:noProof/>
                <w:lang w:eastAsia="zh-CN"/>
              </w:rPr>
              <w:t>A</w:t>
            </w:r>
          </w:p>
          <w:p w14:paraId="355B818F" w14:textId="77777777" w:rsidR="00EC1415" w:rsidRPr="00DF6DD6" w:rsidRDefault="00EC1415" w:rsidP="003768E0">
            <w:pPr>
              <w:pStyle w:val="TAC"/>
              <w:keepNext w:val="0"/>
              <w:rPr>
                <w:noProof/>
                <w:lang w:eastAsia="zh-CN"/>
              </w:rPr>
            </w:pPr>
            <w:r w:rsidRPr="00DF6DD6">
              <w:rPr>
                <w:noProof/>
                <w:lang w:eastAsia="zh-CN"/>
              </w:rPr>
              <w:t>DC_</w:t>
            </w:r>
            <w:r w:rsidRPr="00DF6DD6">
              <w:rPr>
                <w:rFonts w:hint="eastAsia"/>
                <w:noProof/>
                <w:lang w:eastAsia="zh-CN"/>
              </w:rPr>
              <w:t>42A_n257</w:t>
            </w:r>
            <w:r w:rsidRPr="00DF6DD6">
              <w:rPr>
                <w:noProof/>
                <w:lang w:eastAsia="zh-CN"/>
              </w:rPr>
              <w:t>A</w:t>
            </w:r>
          </w:p>
        </w:tc>
      </w:tr>
      <w:tr w:rsidR="00EC1415" w:rsidRPr="00DF6DD6" w14:paraId="7D1757BA" w14:textId="77777777" w:rsidTr="006500C3">
        <w:trPr>
          <w:trHeight w:val="227"/>
          <w:jc w:val="center"/>
        </w:trPr>
        <w:tc>
          <w:tcPr>
            <w:tcW w:w="7938" w:type="dxa"/>
            <w:gridSpan w:val="2"/>
            <w:shd w:val="clear" w:color="auto" w:fill="auto"/>
            <w:noWrap/>
            <w:tcMar>
              <w:top w:w="28" w:type="dxa"/>
              <w:left w:w="28" w:type="dxa"/>
              <w:bottom w:w="28" w:type="dxa"/>
              <w:right w:w="28" w:type="dxa"/>
            </w:tcMar>
            <w:vAlign w:val="center"/>
          </w:tcPr>
          <w:p w14:paraId="3BEE3135" w14:textId="41981838" w:rsidR="00EC1415" w:rsidRPr="00DF6DD6" w:rsidRDefault="00EC1415" w:rsidP="003768E0">
            <w:pPr>
              <w:pStyle w:val="TAN"/>
              <w:keepNext w:val="0"/>
              <w:rPr>
                <w:lang w:eastAsia="zh-CN"/>
              </w:rPr>
            </w:pPr>
            <w:r w:rsidRPr="00DF6DD6">
              <w:t>NOTE 1:</w:t>
            </w:r>
            <w:r w:rsidRPr="00DF6DD6">
              <w:tab/>
            </w:r>
            <w:r w:rsidR="002D1ED0" w:rsidRPr="0070079D">
              <w:t xml:space="preserve">Uplink </w:t>
            </w:r>
            <w:r w:rsidR="002D1ED0">
              <w:t>EN-DC</w:t>
            </w:r>
            <w:r w:rsidR="002D1ED0" w:rsidRPr="0070079D">
              <w:t xml:space="preserve"> </w:t>
            </w:r>
            <w:r w:rsidRPr="00DF6DD6">
              <w:t>configurations are the configurations supported by the present release of specifications.</w:t>
            </w:r>
          </w:p>
          <w:p w14:paraId="3BE28BBB" w14:textId="77777777" w:rsidR="00EC1415" w:rsidRPr="00DF6DD6" w:rsidRDefault="00EC1415" w:rsidP="003768E0">
            <w:pPr>
              <w:pStyle w:val="TAN"/>
              <w:keepNext w:val="0"/>
              <w:rPr>
                <w:lang w:val="en-US" w:eastAsia="zh-CN"/>
              </w:rPr>
            </w:pPr>
            <w:r w:rsidRPr="00DF6DD6">
              <w:t xml:space="preserve">NOTE </w:t>
            </w:r>
            <w:r w:rsidRPr="00DF6DD6">
              <w:rPr>
                <w:rFonts w:hint="eastAsia"/>
                <w:lang w:eastAsia="zh-CN"/>
              </w:rPr>
              <w:t>2</w:t>
            </w:r>
            <w:r w:rsidRPr="00DF6DD6">
              <w:t>:</w:t>
            </w:r>
            <w:r w:rsidRPr="00DF6DD6">
              <w:tab/>
              <w:t>Applicable for UE supporting inter-band EN-DC with mandatory simultaneous Rx/Tx capability</w:t>
            </w:r>
          </w:p>
        </w:tc>
      </w:tr>
    </w:tbl>
    <w:p w14:paraId="7AE7F2E8" w14:textId="77777777" w:rsidR="001310A1" w:rsidRPr="00DF6DD6" w:rsidRDefault="001310A1" w:rsidP="001310A1"/>
    <w:p w14:paraId="2F5EA5F1" w14:textId="383E2F5D" w:rsidR="001310A1" w:rsidRPr="00DF6DD6" w:rsidRDefault="001310A1" w:rsidP="001310A1">
      <w:pPr>
        <w:pStyle w:val="Heading4"/>
      </w:pPr>
      <w:bookmarkStart w:id="819" w:name="_Toc21345423"/>
      <w:bookmarkStart w:id="820" w:name="_Toc29806272"/>
      <w:bookmarkStart w:id="821" w:name="_Toc37255805"/>
      <w:bookmarkStart w:id="822" w:name="_Toc37256146"/>
      <w:bookmarkStart w:id="823" w:name="_Toc45889983"/>
      <w:bookmarkStart w:id="824" w:name="_Toc52381808"/>
      <w:bookmarkStart w:id="825" w:name="_Toc61374907"/>
      <w:bookmarkStart w:id="826" w:name="_Toc67936258"/>
      <w:bookmarkStart w:id="827" w:name="_Toc67937131"/>
      <w:bookmarkStart w:id="828" w:name="_Toc76452367"/>
      <w:bookmarkStart w:id="829" w:name="_Toc76630210"/>
      <w:bookmarkStart w:id="830" w:name="_Toc83742770"/>
      <w:bookmarkStart w:id="831" w:name="_Toc83886884"/>
      <w:bookmarkStart w:id="832" w:name="_Toc83887684"/>
      <w:bookmarkStart w:id="833" w:name="_Toc90588525"/>
      <w:r w:rsidRPr="00DF6DD6">
        <w:t>5.5B.5.3</w:t>
      </w:r>
      <w:r w:rsidRPr="00DF6DD6">
        <w:tab/>
        <w:t xml:space="preserve">Inter-band EN-DC configurations </w:t>
      </w:r>
      <w:r w:rsidR="00782B81" w:rsidRPr="00DF6DD6">
        <w:t xml:space="preserve">including FR2 </w:t>
      </w:r>
      <w:r w:rsidRPr="00DF6DD6">
        <w:t>(four bands)</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14:paraId="5D10EB89" w14:textId="10BE8D68" w:rsidR="001310A1" w:rsidRPr="00DF6DD6" w:rsidRDefault="001310A1" w:rsidP="001310A1">
      <w:pPr>
        <w:pStyle w:val="TH"/>
      </w:pPr>
      <w:r w:rsidRPr="00DF6DD6">
        <w:t xml:space="preserve">Table 5.5B.5.3-1: Inter-band EN-DC configurations </w:t>
      </w:r>
      <w:r w:rsidR="00782B81" w:rsidRPr="00DF6DD6">
        <w:t xml:space="preserve">including FR2 </w:t>
      </w:r>
      <w:r w:rsidRPr="00DF6DD6">
        <w:t>(four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69"/>
        <w:gridCol w:w="3969"/>
      </w:tblGrid>
      <w:tr w:rsidR="00F55B07" w:rsidRPr="007C77F4" w14:paraId="660AFEDA" w14:textId="77777777" w:rsidTr="006500C3">
        <w:trPr>
          <w:trHeight w:val="227"/>
          <w:tblHeader/>
          <w:jc w:val="center"/>
        </w:trPr>
        <w:tc>
          <w:tcPr>
            <w:tcW w:w="3969" w:type="dxa"/>
            <w:shd w:val="clear" w:color="auto" w:fill="auto"/>
            <w:tcMar>
              <w:top w:w="28" w:type="dxa"/>
              <w:left w:w="28" w:type="dxa"/>
              <w:bottom w:w="28" w:type="dxa"/>
              <w:right w:w="28" w:type="dxa"/>
            </w:tcMar>
            <w:vAlign w:val="center"/>
            <w:hideMark/>
          </w:tcPr>
          <w:p w14:paraId="2D78D4B2" w14:textId="77777777" w:rsidR="00E82A1B" w:rsidRPr="00DF6DD6" w:rsidRDefault="00E82A1B" w:rsidP="003768E0">
            <w:pPr>
              <w:pStyle w:val="TAH"/>
              <w:keepNext w:val="0"/>
              <w:rPr>
                <w:lang w:val="en-US" w:eastAsia="fi-FI"/>
              </w:rPr>
            </w:pPr>
            <w:r w:rsidRPr="00DF6DD6">
              <w:rPr>
                <w:lang w:val="en-US" w:eastAsia="fi-FI"/>
              </w:rPr>
              <w:t>EN-DC</w:t>
            </w:r>
            <w:r w:rsidRPr="00DF6DD6">
              <w:rPr>
                <w:rFonts w:hint="eastAsia"/>
                <w:lang w:val="en-US" w:eastAsia="zh-CN"/>
              </w:rPr>
              <w:t xml:space="preserve"> </w:t>
            </w:r>
            <w:r w:rsidRPr="00DF6DD6">
              <w:rPr>
                <w:lang w:val="en-US" w:eastAsia="fi-FI"/>
              </w:rPr>
              <w:t>configuration</w:t>
            </w:r>
          </w:p>
        </w:tc>
        <w:tc>
          <w:tcPr>
            <w:tcW w:w="3969" w:type="dxa"/>
            <w:tcMar>
              <w:top w:w="28" w:type="dxa"/>
              <w:left w:w="28" w:type="dxa"/>
              <w:bottom w:w="28" w:type="dxa"/>
              <w:right w:w="28" w:type="dxa"/>
            </w:tcMar>
            <w:vAlign w:val="center"/>
          </w:tcPr>
          <w:p w14:paraId="0F846B09" w14:textId="77777777" w:rsidR="00E82A1B" w:rsidRPr="00B94CFE" w:rsidDel="00C35823" w:rsidRDefault="00E82A1B" w:rsidP="003768E0">
            <w:pPr>
              <w:pStyle w:val="TAH"/>
              <w:keepNext w:val="0"/>
              <w:rPr>
                <w:lang w:val="fr-FR" w:eastAsia="fi-FI"/>
              </w:rPr>
            </w:pPr>
            <w:r w:rsidRPr="00B94CFE">
              <w:rPr>
                <w:lang w:val="fr-FR" w:eastAsia="fi-FI"/>
              </w:rPr>
              <w:t>Uplink EN-DC</w:t>
            </w:r>
            <w:r w:rsidRPr="00B94CFE">
              <w:rPr>
                <w:lang w:val="fr-FR" w:eastAsia="zh-CN"/>
              </w:rPr>
              <w:t xml:space="preserve"> </w:t>
            </w:r>
            <w:r w:rsidRPr="00B94CFE">
              <w:rPr>
                <w:lang w:val="fr-FR" w:eastAsia="fi-FI"/>
              </w:rPr>
              <w:t>configuration</w:t>
            </w:r>
            <w:r w:rsidRPr="00B94CFE">
              <w:rPr>
                <w:lang w:val="fr-FR" w:eastAsia="zh-CN"/>
              </w:rPr>
              <w:t xml:space="preserve"> </w:t>
            </w:r>
            <w:r w:rsidRPr="00B94CFE">
              <w:rPr>
                <w:lang w:val="fr-FR" w:eastAsia="fi-FI"/>
              </w:rPr>
              <w:t>(NOTE 1)</w:t>
            </w:r>
          </w:p>
        </w:tc>
      </w:tr>
      <w:tr w:rsidR="00F55B07" w:rsidRPr="00DF6DD6" w14:paraId="3349FDD8"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EDFCF14" w14:textId="77777777" w:rsidR="00E82A1B" w:rsidRPr="00DF6DD6" w:rsidRDefault="00E82A1B" w:rsidP="003768E0">
            <w:pPr>
              <w:pStyle w:val="TAC"/>
              <w:keepNext w:val="0"/>
              <w:rPr>
                <w:noProof/>
                <w:lang w:eastAsia="zh-CN"/>
              </w:rPr>
            </w:pPr>
            <w:r w:rsidRPr="00DF6DD6">
              <w:rPr>
                <w:lang w:val="fi-FI" w:eastAsia="fi-FI"/>
              </w:rPr>
              <w:t>DC_1A-3A-5A_n257A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7B1822F4" w14:textId="77777777" w:rsidR="00E82A1B" w:rsidRPr="00DF6DD6" w:rsidRDefault="00E82A1B" w:rsidP="003768E0">
            <w:pPr>
              <w:pStyle w:val="TAC"/>
              <w:keepNext w:val="0"/>
              <w:rPr>
                <w:lang w:val="en-US" w:eastAsia="fi-FI"/>
              </w:rPr>
            </w:pPr>
            <w:r w:rsidRPr="00DF6DD6">
              <w:rPr>
                <w:lang w:val="en-US" w:eastAsia="fi-FI"/>
              </w:rPr>
              <w:t>DC_1A_n257A</w:t>
            </w:r>
          </w:p>
          <w:p w14:paraId="6801F209" w14:textId="77777777" w:rsidR="00E82A1B" w:rsidRPr="00DF6DD6" w:rsidRDefault="00E82A1B" w:rsidP="003768E0">
            <w:pPr>
              <w:pStyle w:val="TAC"/>
              <w:keepNext w:val="0"/>
              <w:rPr>
                <w:lang w:val="en-US" w:eastAsia="fi-FI"/>
              </w:rPr>
            </w:pPr>
            <w:r w:rsidRPr="00DF6DD6">
              <w:rPr>
                <w:lang w:val="en-US" w:eastAsia="fi-FI"/>
              </w:rPr>
              <w:t>DC_3A_n257A</w:t>
            </w:r>
          </w:p>
          <w:p w14:paraId="2DAF25CD" w14:textId="77777777" w:rsidR="00E82A1B" w:rsidRPr="00DF6DD6" w:rsidRDefault="00E82A1B" w:rsidP="003768E0">
            <w:pPr>
              <w:pStyle w:val="TAC"/>
              <w:keepNext w:val="0"/>
              <w:rPr>
                <w:noProof/>
                <w:lang w:eastAsia="zh-CN"/>
              </w:rPr>
            </w:pPr>
            <w:r w:rsidRPr="00DF6DD6">
              <w:rPr>
                <w:lang w:val="en-US" w:eastAsia="fi-FI"/>
              </w:rPr>
              <w:t>DC_5A_n257A</w:t>
            </w:r>
          </w:p>
        </w:tc>
      </w:tr>
      <w:tr w:rsidR="00F55B07" w:rsidRPr="00DF6DD6" w14:paraId="1E86B1E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89C0F2D" w14:textId="77777777" w:rsidR="00E82A1B" w:rsidRPr="00DF6DD6" w:rsidRDefault="00E82A1B" w:rsidP="003768E0">
            <w:pPr>
              <w:pStyle w:val="TAC"/>
              <w:keepNext w:val="0"/>
              <w:rPr>
                <w:noProof/>
                <w:lang w:eastAsia="zh-CN"/>
              </w:rPr>
            </w:pPr>
            <w:r w:rsidRPr="00DF6DD6">
              <w:rPr>
                <w:lang w:val="fi-FI" w:eastAsia="fi-FI"/>
              </w:rPr>
              <w:t>DC_1A-3A-7A_n257A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55FF04AB" w14:textId="77777777" w:rsidR="00E82A1B" w:rsidRPr="00DF6DD6" w:rsidRDefault="00E82A1B" w:rsidP="003768E0">
            <w:pPr>
              <w:pStyle w:val="TAC"/>
              <w:keepNext w:val="0"/>
              <w:rPr>
                <w:lang w:val="en-US" w:eastAsia="fi-FI"/>
              </w:rPr>
            </w:pPr>
            <w:r w:rsidRPr="00DF6DD6">
              <w:rPr>
                <w:lang w:val="en-US" w:eastAsia="fi-FI"/>
              </w:rPr>
              <w:t>DC_1A_n257A</w:t>
            </w:r>
          </w:p>
          <w:p w14:paraId="3362ED5D" w14:textId="77777777" w:rsidR="00E82A1B" w:rsidRPr="00DF6DD6" w:rsidRDefault="00E82A1B" w:rsidP="003768E0">
            <w:pPr>
              <w:pStyle w:val="TAC"/>
              <w:keepNext w:val="0"/>
              <w:rPr>
                <w:lang w:val="en-US" w:eastAsia="fi-FI"/>
              </w:rPr>
            </w:pPr>
            <w:r w:rsidRPr="00DF6DD6">
              <w:rPr>
                <w:lang w:val="en-US" w:eastAsia="fi-FI"/>
              </w:rPr>
              <w:t>DC_3A_n257A</w:t>
            </w:r>
          </w:p>
          <w:p w14:paraId="7538C912" w14:textId="77777777" w:rsidR="00E82A1B" w:rsidRPr="00DF6DD6" w:rsidRDefault="00E82A1B" w:rsidP="003768E0">
            <w:pPr>
              <w:pStyle w:val="TAC"/>
              <w:keepNext w:val="0"/>
              <w:rPr>
                <w:noProof/>
                <w:lang w:eastAsia="zh-CN"/>
              </w:rPr>
            </w:pPr>
            <w:r w:rsidRPr="00DF6DD6">
              <w:rPr>
                <w:lang w:val="en-US" w:eastAsia="fi-FI"/>
              </w:rPr>
              <w:t>DC_7A_n257A</w:t>
            </w:r>
          </w:p>
        </w:tc>
      </w:tr>
      <w:tr w:rsidR="00F55B07" w:rsidRPr="00DF6DD6" w14:paraId="27A2EC84"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0638FDC" w14:textId="77777777" w:rsidR="00E82A1B" w:rsidRPr="00DF6DD6" w:rsidRDefault="00E82A1B" w:rsidP="003768E0">
            <w:pPr>
              <w:pStyle w:val="TAC"/>
              <w:keepNext w:val="0"/>
              <w:rPr>
                <w:noProof/>
                <w:lang w:eastAsia="zh-CN"/>
              </w:rPr>
            </w:pPr>
            <w:r w:rsidRPr="00DF6DD6">
              <w:rPr>
                <w:rFonts w:cs="Arial" w:hint="eastAsia"/>
                <w:lang w:eastAsia="ja-JP"/>
              </w:rPr>
              <w:t>DC</w:t>
            </w:r>
            <w:r w:rsidRPr="00DF6DD6">
              <w:rPr>
                <w:rFonts w:cs="Arial"/>
              </w:rPr>
              <w:t>_</w:t>
            </w:r>
            <w:r w:rsidRPr="00DF6DD6">
              <w:rPr>
                <w:rFonts w:eastAsia="Malgun Gothic" w:cs="Arial" w:hint="eastAsia"/>
                <w:lang w:eastAsia="ko-KR"/>
              </w:rPr>
              <w:t>1A-3A-</w:t>
            </w:r>
            <w:r w:rsidRPr="00DF6DD6">
              <w:rPr>
                <w:rFonts w:eastAsia="Malgun Gothic" w:cs="Arial"/>
                <w:lang w:eastAsia="ko-KR"/>
              </w:rPr>
              <w:t>7</w:t>
            </w:r>
            <w:r w:rsidRPr="00DF6DD6">
              <w:rPr>
                <w:rFonts w:eastAsia="Malgun Gothic" w:cs="Arial" w:hint="eastAsia"/>
                <w:lang w:eastAsia="ko-KR"/>
              </w:rPr>
              <w:t>A-7A</w:t>
            </w:r>
            <w:r w:rsidRPr="00DF6DD6">
              <w:rPr>
                <w:rFonts w:eastAsia="Malgun Gothic" w:cs="Arial"/>
                <w:lang w:eastAsia="ko-KR"/>
              </w:rPr>
              <w:t>_</w:t>
            </w:r>
            <w:r w:rsidRPr="00DF6DD6">
              <w:rPr>
                <w:rFonts w:eastAsia="Malgun Gothic" w:cs="Arial" w:hint="eastAsia"/>
                <w:lang w:eastAsia="ko-KR"/>
              </w:rPr>
              <w:t>n257A</w:t>
            </w:r>
          </w:p>
        </w:tc>
        <w:tc>
          <w:tcPr>
            <w:tcW w:w="3969" w:type="dxa"/>
            <w:tcMar>
              <w:top w:w="28" w:type="dxa"/>
              <w:left w:w="28" w:type="dxa"/>
              <w:bottom w:w="28" w:type="dxa"/>
              <w:right w:w="28" w:type="dxa"/>
            </w:tcMar>
            <w:vAlign w:val="center"/>
          </w:tcPr>
          <w:p w14:paraId="7692B373" w14:textId="77777777" w:rsidR="00E82A1B" w:rsidRPr="00DF6DD6" w:rsidRDefault="00E82A1B" w:rsidP="003768E0">
            <w:pPr>
              <w:pStyle w:val="TAC"/>
              <w:keepNext w:val="0"/>
              <w:rPr>
                <w:lang w:val="en-US" w:eastAsia="fi-FI"/>
              </w:rPr>
            </w:pPr>
            <w:r w:rsidRPr="00DF6DD6">
              <w:rPr>
                <w:lang w:val="en-US" w:eastAsia="fi-FI"/>
              </w:rPr>
              <w:t>DC_1A_n257A</w:t>
            </w:r>
          </w:p>
          <w:p w14:paraId="74FB3C62" w14:textId="77777777" w:rsidR="00E82A1B" w:rsidRPr="00DF6DD6" w:rsidRDefault="00E82A1B" w:rsidP="003768E0">
            <w:pPr>
              <w:pStyle w:val="TAC"/>
              <w:keepNext w:val="0"/>
              <w:rPr>
                <w:lang w:val="en-US" w:eastAsia="fi-FI"/>
              </w:rPr>
            </w:pPr>
            <w:r w:rsidRPr="00DF6DD6">
              <w:rPr>
                <w:lang w:val="en-US" w:eastAsia="fi-FI"/>
              </w:rPr>
              <w:t>DC_3A_n257A</w:t>
            </w:r>
          </w:p>
          <w:p w14:paraId="6548744F" w14:textId="77777777" w:rsidR="00E82A1B" w:rsidRPr="00DF6DD6" w:rsidRDefault="00E82A1B" w:rsidP="003768E0">
            <w:pPr>
              <w:pStyle w:val="TAC"/>
              <w:keepNext w:val="0"/>
              <w:rPr>
                <w:noProof/>
                <w:lang w:eastAsia="zh-CN"/>
              </w:rPr>
            </w:pPr>
            <w:r w:rsidRPr="00DF6DD6">
              <w:rPr>
                <w:lang w:val="en-US" w:eastAsia="fi-FI"/>
              </w:rPr>
              <w:t>DC_7A_n257A</w:t>
            </w:r>
          </w:p>
        </w:tc>
      </w:tr>
      <w:tr w:rsidR="00F55B07" w:rsidRPr="00DF6DD6" w14:paraId="22CFB2D3"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0585A6C" w14:textId="77777777" w:rsidR="00E82A1B" w:rsidRPr="00DF6DD6" w:rsidRDefault="00E82A1B" w:rsidP="003768E0">
            <w:pPr>
              <w:pStyle w:val="TAC"/>
              <w:keepNext w:val="0"/>
              <w:rPr>
                <w:noProof/>
                <w:lang w:eastAsia="zh-CN"/>
              </w:rPr>
            </w:pPr>
            <w:r w:rsidRPr="00DF6DD6">
              <w:rPr>
                <w:lang w:val="fi-FI" w:eastAsia="fi-FI"/>
              </w:rPr>
              <w:lastRenderedPageBreak/>
              <w:t>DC_1A-3A-19A_n257A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4891AC3D" w14:textId="77777777" w:rsidR="00E82A1B" w:rsidRPr="00DF6DD6" w:rsidRDefault="00E82A1B" w:rsidP="003768E0">
            <w:pPr>
              <w:pStyle w:val="TAC"/>
              <w:keepNext w:val="0"/>
              <w:rPr>
                <w:lang w:val="en-US" w:eastAsia="fi-FI"/>
              </w:rPr>
            </w:pPr>
            <w:r w:rsidRPr="00DF6DD6">
              <w:rPr>
                <w:lang w:val="en-US" w:eastAsia="fi-FI"/>
              </w:rPr>
              <w:t>DC_1A_n257A</w:t>
            </w:r>
          </w:p>
          <w:p w14:paraId="1789732F" w14:textId="77777777" w:rsidR="00E82A1B" w:rsidRPr="00DF6DD6" w:rsidRDefault="00E82A1B" w:rsidP="003768E0">
            <w:pPr>
              <w:pStyle w:val="TAC"/>
              <w:keepNext w:val="0"/>
              <w:rPr>
                <w:lang w:val="en-US" w:eastAsia="fi-FI"/>
              </w:rPr>
            </w:pPr>
            <w:r w:rsidRPr="00DF6DD6">
              <w:rPr>
                <w:lang w:val="en-US" w:eastAsia="fi-FI"/>
              </w:rPr>
              <w:t>DC_3A_n257A</w:t>
            </w:r>
          </w:p>
          <w:p w14:paraId="0F148F72" w14:textId="77777777" w:rsidR="00E82A1B" w:rsidRPr="00DF6DD6" w:rsidRDefault="00E82A1B" w:rsidP="003768E0">
            <w:pPr>
              <w:pStyle w:val="TAC"/>
              <w:keepNext w:val="0"/>
              <w:rPr>
                <w:noProof/>
                <w:lang w:eastAsia="zh-CN"/>
              </w:rPr>
            </w:pPr>
            <w:r w:rsidRPr="00DF6DD6">
              <w:rPr>
                <w:lang w:val="en-US" w:eastAsia="fi-FI"/>
              </w:rPr>
              <w:t>DC_19A_n257A</w:t>
            </w:r>
          </w:p>
        </w:tc>
      </w:tr>
      <w:tr w:rsidR="00F55B07" w:rsidRPr="00DF6DD6" w14:paraId="064AB768"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50C1B27" w14:textId="77777777" w:rsidR="00E82A1B" w:rsidRPr="00DF6DD6" w:rsidRDefault="00E82A1B" w:rsidP="003768E0">
            <w:pPr>
              <w:pStyle w:val="TAC"/>
              <w:keepNext w:val="0"/>
              <w:rPr>
                <w:noProof/>
                <w:lang w:eastAsia="zh-CN"/>
              </w:rPr>
            </w:pPr>
            <w:r w:rsidRPr="00DF6DD6">
              <w:rPr>
                <w:lang w:val="fi-FI" w:eastAsia="fi-FI"/>
              </w:rPr>
              <w:t>DC_1A-3A-21A_n257A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0C7A5A1F" w14:textId="77777777" w:rsidR="00E82A1B" w:rsidRPr="00DF6DD6" w:rsidRDefault="00E82A1B" w:rsidP="003768E0">
            <w:pPr>
              <w:pStyle w:val="TAC"/>
              <w:keepNext w:val="0"/>
              <w:rPr>
                <w:lang w:val="en-US" w:eastAsia="fi-FI"/>
              </w:rPr>
            </w:pPr>
            <w:r w:rsidRPr="00DF6DD6">
              <w:rPr>
                <w:lang w:val="en-US" w:eastAsia="fi-FI"/>
              </w:rPr>
              <w:t>DC_1A_n257A</w:t>
            </w:r>
          </w:p>
          <w:p w14:paraId="4CE01E85" w14:textId="77777777" w:rsidR="00E82A1B" w:rsidRPr="00DF6DD6" w:rsidRDefault="00E82A1B" w:rsidP="003768E0">
            <w:pPr>
              <w:pStyle w:val="TAC"/>
              <w:keepNext w:val="0"/>
              <w:rPr>
                <w:lang w:val="en-US" w:eastAsia="fi-FI"/>
              </w:rPr>
            </w:pPr>
            <w:r w:rsidRPr="00DF6DD6">
              <w:rPr>
                <w:lang w:val="en-US" w:eastAsia="fi-FI"/>
              </w:rPr>
              <w:t>DC_3A_n257A</w:t>
            </w:r>
          </w:p>
          <w:p w14:paraId="4CFFA431" w14:textId="77777777" w:rsidR="00E82A1B" w:rsidRPr="00DF6DD6" w:rsidRDefault="00E82A1B" w:rsidP="003768E0">
            <w:pPr>
              <w:pStyle w:val="TAC"/>
              <w:keepNext w:val="0"/>
              <w:rPr>
                <w:noProof/>
                <w:lang w:eastAsia="zh-CN"/>
              </w:rPr>
            </w:pPr>
            <w:r w:rsidRPr="00DF6DD6">
              <w:rPr>
                <w:lang w:val="en-US" w:eastAsia="fi-FI"/>
              </w:rPr>
              <w:t>DC_21A_n257A</w:t>
            </w:r>
          </w:p>
        </w:tc>
      </w:tr>
      <w:tr w:rsidR="00F55B07" w:rsidRPr="00DF6DD6" w14:paraId="45921F80"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B6ACED2" w14:textId="77777777" w:rsidR="00E82A1B" w:rsidRPr="00DF6DD6" w:rsidRDefault="00E82A1B" w:rsidP="003768E0">
            <w:pPr>
              <w:pStyle w:val="TAC"/>
              <w:keepNext w:val="0"/>
              <w:rPr>
                <w:noProof/>
                <w:lang w:eastAsia="zh-CN"/>
              </w:rPr>
            </w:pPr>
            <w:r w:rsidRPr="00DF6DD6">
              <w:rPr>
                <w:lang w:val="fi-FI" w:eastAsia="fi-FI"/>
              </w:rPr>
              <w:t>DC_1A-3A-28A_n257A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4B8D376A" w14:textId="77777777" w:rsidR="00E82A1B" w:rsidRPr="00DF6DD6" w:rsidRDefault="00E82A1B" w:rsidP="003768E0">
            <w:pPr>
              <w:pStyle w:val="TAC"/>
              <w:keepNext w:val="0"/>
              <w:rPr>
                <w:lang w:val="en-US" w:eastAsia="fi-FI"/>
              </w:rPr>
            </w:pPr>
            <w:r w:rsidRPr="00DF6DD6">
              <w:rPr>
                <w:lang w:val="en-US" w:eastAsia="fi-FI"/>
              </w:rPr>
              <w:t>DC_1A_n257A</w:t>
            </w:r>
          </w:p>
          <w:p w14:paraId="0393B15B" w14:textId="77777777" w:rsidR="00E82A1B" w:rsidRPr="00DF6DD6" w:rsidRDefault="00E82A1B" w:rsidP="003768E0">
            <w:pPr>
              <w:pStyle w:val="TAC"/>
              <w:keepNext w:val="0"/>
              <w:rPr>
                <w:lang w:val="en-US" w:eastAsia="fi-FI"/>
              </w:rPr>
            </w:pPr>
            <w:r w:rsidRPr="00DF6DD6">
              <w:rPr>
                <w:lang w:val="en-US" w:eastAsia="fi-FI"/>
              </w:rPr>
              <w:t>DC_3A_n257A</w:t>
            </w:r>
          </w:p>
          <w:p w14:paraId="5407AD59" w14:textId="77777777" w:rsidR="00E82A1B" w:rsidRPr="00DF6DD6" w:rsidRDefault="00E82A1B" w:rsidP="003768E0">
            <w:pPr>
              <w:pStyle w:val="TAC"/>
              <w:keepNext w:val="0"/>
              <w:rPr>
                <w:noProof/>
                <w:lang w:eastAsia="zh-CN"/>
              </w:rPr>
            </w:pPr>
            <w:r w:rsidRPr="00DF6DD6">
              <w:rPr>
                <w:lang w:val="en-US" w:eastAsia="fi-FI"/>
              </w:rPr>
              <w:t>DC_28A_n257A</w:t>
            </w:r>
          </w:p>
        </w:tc>
      </w:tr>
      <w:tr w:rsidR="00F55B07" w:rsidRPr="00DF6DD6" w14:paraId="2B9EF4D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1CF481F" w14:textId="77777777" w:rsidR="00E82A1B" w:rsidRPr="00DF6DD6" w:rsidRDefault="00E82A1B" w:rsidP="003768E0">
            <w:pPr>
              <w:pStyle w:val="TAC"/>
              <w:keepNext w:val="0"/>
              <w:rPr>
                <w:lang w:eastAsia="zh-CN"/>
              </w:rPr>
            </w:pPr>
            <w:r w:rsidRPr="00DF6DD6">
              <w:rPr>
                <w:lang w:eastAsia="ja-JP"/>
              </w:rPr>
              <w:t>DC</w:t>
            </w:r>
            <w:r w:rsidRPr="00DF6DD6">
              <w:t>_</w:t>
            </w:r>
            <w:r w:rsidRPr="00DF6DD6">
              <w:rPr>
                <w:lang w:eastAsia="ja-JP"/>
              </w:rPr>
              <w:t>1A-3A-42A_n257A</w:t>
            </w:r>
          </w:p>
          <w:p w14:paraId="580E7FD6" w14:textId="77777777" w:rsidR="00E82A1B" w:rsidRPr="00DF6DD6" w:rsidRDefault="00E82A1B" w:rsidP="003768E0">
            <w:pPr>
              <w:pStyle w:val="TAC"/>
              <w:keepNext w:val="0"/>
              <w:rPr>
                <w:lang w:eastAsia="zh-CN"/>
              </w:rPr>
            </w:pPr>
            <w:r w:rsidRPr="00DF6DD6">
              <w:rPr>
                <w:lang w:eastAsia="ja-JP"/>
              </w:rPr>
              <w:t>DC</w:t>
            </w:r>
            <w:r w:rsidRPr="00DF6DD6">
              <w:t>_</w:t>
            </w:r>
            <w:r w:rsidRPr="00DF6DD6">
              <w:rPr>
                <w:lang w:eastAsia="ja-JP"/>
              </w:rPr>
              <w:t>1A-3A-42C_n257A</w:t>
            </w:r>
          </w:p>
          <w:p w14:paraId="3F4B25E2"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DF6DD6">
              <w:rPr>
                <w:rFonts w:cs="Arial" w:hint="eastAsia"/>
                <w:lang w:eastAsia="ja-JP"/>
              </w:rPr>
              <w:t>1A-3A-42C</w:t>
            </w:r>
            <w:r w:rsidRPr="00DF6DD6">
              <w:rPr>
                <w:rFonts w:cs="Arial"/>
                <w:lang w:eastAsia="ja-JP"/>
              </w:rPr>
              <w:t>_</w:t>
            </w:r>
            <w:r w:rsidRPr="00DF6DD6">
              <w:rPr>
                <w:rFonts w:cs="Arial" w:hint="eastAsia"/>
                <w:lang w:eastAsia="ja-JP"/>
              </w:rPr>
              <w:t>n257</w:t>
            </w:r>
            <w:r w:rsidRPr="00DF6DD6">
              <w:rPr>
                <w:rFonts w:cs="Arial"/>
                <w:lang w:eastAsia="ja-JP"/>
              </w:rPr>
              <w:t>D</w:t>
            </w:r>
          </w:p>
          <w:p w14:paraId="40F93395"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DF6DD6">
              <w:rPr>
                <w:rFonts w:cs="Arial" w:hint="eastAsia"/>
                <w:lang w:eastAsia="ja-JP"/>
              </w:rPr>
              <w:t>1A-3A-42C</w:t>
            </w:r>
            <w:r w:rsidRPr="00DF6DD6">
              <w:rPr>
                <w:rFonts w:cs="Arial"/>
                <w:lang w:eastAsia="ja-JP"/>
              </w:rPr>
              <w:t>_</w:t>
            </w:r>
            <w:r w:rsidRPr="00DF6DD6">
              <w:rPr>
                <w:rFonts w:cs="Arial" w:hint="eastAsia"/>
                <w:lang w:eastAsia="ja-JP"/>
              </w:rPr>
              <w:t>n257</w:t>
            </w:r>
            <w:r w:rsidRPr="00DF6DD6">
              <w:rPr>
                <w:rFonts w:cs="Arial"/>
                <w:lang w:eastAsia="ja-JP"/>
              </w:rPr>
              <w:t>E</w:t>
            </w:r>
          </w:p>
          <w:p w14:paraId="333CA4DC" w14:textId="77777777" w:rsidR="00E82A1B" w:rsidRPr="00DF6DD6" w:rsidRDefault="00E82A1B" w:rsidP="003768E0">
            <w:pPr>
              <w:pStyle w:val="TAC"/>
              <w:keepNext w:val="0"/>
              <w:rPr>
                <w:noProof/>
                <w:lang w:eastAsia="zh-CN"/>
              </w:rPr>
            </w:pPr>
            <w:r w:rsidRPr="00DF6DD6">
              <w:rPr>
                <w:rFonts w:cs="Arial" w:hint="eastAsia"/>
                <w:lang w:eastAsia="ja-JP"/>
              </w:rPr>
              <w:t>DC</w:t>
            </w:r>
            <w:r w:rsidRPr="00DF6DD6">
              <w:rPr>
                <w:rFonts w:cs="Arial"/>
              </w:rPr>
              <w:t>_</w:t>
            </w:r>
            <w:r w:rsidRPr="00DF6DD6">
              <w:rPr>
                <w:rFonts w:cs="Arial" w:hint="eastAsia"/>
                <w:lang w:eastAsia="ja-JP"/>
              </w:rPr>
              <w:t>1A-3A-42C</w:t>
            </w:r>
            <w:r w:rsidRPr="00DF6DD6">
              <w:rPr>
                <w:rFonts w:cs="Arial"/>
                <w:lang w:eastAsia="ja-JP"/>
              </w:rPr>
              <w:t>_</w:t>
            </w:r>
            <w:r w:rsidRPr="00DF6DD6">
              <w:rPr>
                <w:rFonts w:cs="Arial" w:hint="eastAsia"/>
                <w:lang w:eastAsia="ja-JP"/>
              </w:rPr>
              <w:t>n257</w:t>
            </w:r>
            <w:r w:rsidRPr="00DF6DD6">
              <w:rPr>
                <w:rFonts w:cs="Arial"/>
                <w:lang w:eastAsia="ja-JP"/>
              </w:rPr>
              <w:t>F</w:t>
            </w:r>
          </w:p>
        </w:tc>
        <w:tc>
          <w:tcPr>
            <w:tcW w:w="3969" w:type="dxa"/>
            <w:tcMar>
              <w:top w:w="28" w:type="dxa"/>
              <w:left w:w="28" w:type="dxa"/>
              <w:bottom w:w="28" w:type="dxa"/>
              <w:right w:w="28" w:type="dxa"/>
            </w:tcMar>
            <w:vAlign w:val="center"/>
          </w:tcPr>
          <w:p w14:paraId="388D5B92" w14:textId="77777777" w:rsidR="00E82A1B" w:rsidRPr="00DF6DD6" w:rsidRDefault="00E82A1B" w:rsidP="003768E0">
            <w:pPr>
              <w:pStyle w:val="TAC"/>
              <w:keepNext w:val="0"/>
              <w:rPr>
                <w:lang w:eastAsia="ja-JP"/>
              </w:rPr>
            </w:pPr>
            <w:r w:rsidRPr="00DF6DD6">
              <w:rPr>
                <w:lang w:eastAsia="ja-JP"/>
              </w:rPr>
              <w:t>DC</w:t>
            </w:r>
            <w:r w:rsidRPr="00DF6DD6">
              <w:t>_</w:t>
            </w:r>
            <w:r w:rsidRPr="00DF6DD6">
              <w:rPr>
                <w:lang w:eastAsia="ja-JP"/>
              </w:rPr>
              <w:t>1A_n257A</w:t>
            </w:r>
          </w:p>
          <w:p w14:paraId="21FECD1A" w14:textId="77777777" w:rsidR="00E82A1B" w:rsidRPr="00DF6DD6" w:rsidRDefault="00E82A1B" w:rsidP="003768E0">
            <w:pPr>
              <w:pStyle w:val="TAC"/>
              <w:keepNext w:val="0"/>
              <w:rPr>
                <w:lang w:eastAsia="ja-JP"/>
              </w:rPr>
            </w:pPr>
            <w:r w:rsidRPr="00DF6DD6">
              <w:rPr>
                <w:lang w:eastAsia="ja-JP"/>
              </w:rPr>
              <w:t>DC</w:t>
            </w:r>
            <w:r w:rsidRPr="00DF6DD6">
              <w:t>_</w:t>
            </w:r>
            <w:r w:rsidRPr="00DF6DD6">
              <w:rPr>
                <w:lang w:eastAsia="ja-JP"/>
              </w:rPr>
              <w:t>3A_n257A</w:t>
            </w:r>
          </w:p>
          <w:p w14:paraId="470F28D9" w14:textId="77777777" w:rsidR="00E82A1B" w:rsidRPr="00DF6DD6" w:rsidRDefault="00E82A1B" w:rsidP="003768E0">
            <w:pPr>
              <w:pStyle w:val="TAC"/>
              <w:keepNext w:val="0"/>
              <w:rPr>
                <w:noProof/>
                <w:lang w:eastAsia="zh-CN"/>
              </w:rPr>
            </w:pPr>
            <w:r w:rsidRPr="00DF6DD6">
              <w:rPr>
                <w:lang w:eastAsia="ja-JP"/>
              </w:rPr>
              <w:t>DC</w:t>
            </w:r>
            <w:r w:rsidRPr="00DF6DD6">
              <w:t>_</w:t>
            </w:r>
            <w:r w:rsidRPr="00DF6DD6">
              <w:rPr>
                <w:lang w:eastAsia="ja-JP"/>
              </w:rPr>
              <w:t>42A_n257A</w:t>
            </w:r>
          </w:p>
        </w:tc>
      </w:tr>
      <w:tr w:rsidR="00F55B07" w:rsidRPr="00DF6DD6" w14:paraId="5945378E"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C236DB8" w14:textId="77777777" w:rsidR="00E82A1B" w:rsidRPr="00DF6DD6" w:rsidRDefault="00E82A1B" w:rsidP="003768E0">
            <w:pPr>
              <w:pStyle w:val="TAC"/>
              <w:keepNext w:val="0"/>
              <w:rPr>
                <w:noProof/>
                <w:lang w:eastAsia="zh-CN"/>
              </w:rPr>
            </w:pPr>
            <w:r w:rsidRPr="00DF6DD6">
              <w:rPr>
                <w:lang w:val="fi-FI" w:eastAsia="fi-FI"/>
              </w:rPr>
              <w:t>DC_1A-5A-7A_n257A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4634D342" w14:textId="77777777" w:rsidR="00E82A1B" w:rsidRPr="00DF6DD6" w:rsidRDefault="00E82A1B" w:rsidP="003768E0">
            <w:pPr>
              <w:pStyle w:val="TAC"/>
              <w:keepNext w:val="0"/>
              <w:rPr>
                <w:lang w:val="en-US" w:eastAsia="fi-FI"/>
              </w:rPr>
            </w:pPr>
            <w:r w:rsidRPr="00DF6DD6">
              <w:rPr>
                <w:lang w:val="en-US" w:eastAsia="fi-FI"/>
              </w:rPr>
              <w:t>DC_1A_n257A</w:t>
            </w:r>
          </w:p>
          <w:p w14:paraId="73995348" w14:textId="77777777" w:rsidR="00E82A1B" w:rsidRPr="00DF6DD6" w:rsidRDefault="00E82A1B" w:rsidP="003768E0">
            <w:pPr>
              <w:pStyle w:val="TAC"/>
              <w:keepNext w:val="0"/>
              <w:rPr>
                <w:lang w:val="en-US" w:eastAsia="fi-FI"/>
              </w:rPr>
            </w:pPr>
            <w:r w:rsidRPr="00DF6DD6">
              <w:rPr>
                <w:lang w:val="en-US" w:eastAsia="fi-FI"/>
              </w:rPr>
              <w:t>DC_5A_n257A</w:t>
            </w:r>
          </w:p>
          <w:p w14:paraId="5C1CD5DC" w14:textId="77777777" w:rsidR="00E82A1B" w:rsidRPr="00DF6DD6" w:rsidRDefault="00E82A1B" w:rsidP="003768E0">
            <w:pPr>
              <w:pStyle w:val="TAC"/>
              <w:keepNext w:val="0"/>
              <w:rPr>
                <w:noProof/>
                <w:lang w:eastAsia="zh-CN"/>
              </w:rPr>
            </w:pPr>
            <w:r w:rsidRPr="00DF6DD6">
              <w:rPr>
                <w:lang w:val="en-US" w:eastAsia="fi-FI"/>
              </w:rPr>
              <w:t>DC_7A_n257A</w:t>
            </w:r>
          </w:p>
        </w:tc>
      </w:tr>
      <w:tr w:rsidR="00F55B07" w:rsidRPr="00DF6DD6" w14:paraId="70CDE19E"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F712C3C" w14:textId="77777777" w:rsidR="00E82A1B" w:rsidRPr="00DF6DD6" w:rsidRDefault="00E82A1B" w:rsidP="003768E0">
            <w:pPr>
              <w:pStyle w:val="TAC"/>
              <w:keepNext w:val="0"/>
              <w:rPr>
                <w:noProof/>
                <w:lang w:eastAsia="zh-CN"/>
              </w:rPr>
            </w:pPr>
            <w:r w:rsidRPr="00DF6DD6">
              <w:rPr>
                <w:lang w:eastAsia="ja-JP"/>
              </w:rPr>
              <w:t>DC_1A-5A-7A-7A_n257A</w:t>
            </w:r>
          </w:p>
        </w:tc>
        <w:tc>
          <w:tcPr>
            <w:tcW w:w="3969" w:type="dxa"/>
            <w:tcMar>
              <w:top w:w="28" w:type="dxa"/>
              <w:left w:w="28" w:type="dxa"/>
              <w:bottom w:w="28" w:type="dxa"/>
              <w:right w:w="28" w:type="dxa"/>
            </w:tcMar>
            <w:vAlign w:val="center"/>
          </w:tcPr>
          <w:p w14:paraId="43BAD7FB" w14:textId="77777777" w:rsidR="00E82A1B" w:rsidRPr="00DF6DD6" w:rsidRDefault="00E82A1B" w:rsidP="003768E0">
            <w:pPr>
              <w:pStyle w:val="TAC"/>
              <w:keepNext w:val="0"/>
              <w:rPr>
                <w:lang w:val="en-US" w:eastAsia="fi-FI"/>
              </w:rPr>
            </w:pPr>
            <w:r w:rsidRPr="00DF6DD6">
              <w:rPr>
                <w:lang w:val="en-US" w:eastAsia="fi-FI"/>
              </w:rPr>
              <w:t>DC_1A_n257A</w:t>
            </w:r>
          </w:p>
          <w:p w14:paraId="71FC9E62" w14:textId="77777777" w:rsidR="00E82A1B" w:rsidRPr="00DF6DD6" w:rsidRDefault="00E82A1B" w:rsidP="003768E0">
            <w:pPr>
              <w:pStyle w:val="TAC"/>
              <w:keepNext w:val="0"/>
              <w:rPr>
                <w:lang w:val="en-US" w:eastAsia="fi-FI"/>
              </w:rPr>
            </w:pPr>
            <w:r w:rsidRPr="00DF6DD6">
              <w:rPr>
                <w:lang w:val="en-US" w:eastAsia="fi-FI"/>
              </w:rPr>
              <w:t>DC_5A_n257A</w:t>
            </w:r>
          </w:p>
          <w:p w14:paraId="03550C84" w14:textId="77777777" w:rsidR="00E82A1B" w:rsidRPr="00DF6DD6" w:rsidRDefault="00E82A1B" w:rsidP="003768E0">
            <w:pPr>
              <w:pStyle w:val="TAC"/>
              <w:keepNext w:val="0"/>
              <w:rPr>
                <w:noProof/>
                <w:lang w:eastAsia="zh-CN"/>
              </w:rPr>
            </w:pPr>
            <w:r w:rsidRPr="00DF6DD6">
              <w:rPr>
                <w:lang w:val="en-US" w:eastAsia="fi-FI"/>
              </w:rPr>
              <w:t>DC_7A_n257A</w:t>
            </w:r>
          </w:p>
        </w:tc>
      </w:tr>
      <w:tr w:rsidR="00F55B07" w:rsidRPr="00DF6DD6" w14:paraId="3F093792"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2555570C" w14:textId="77777777" w:rsidR="00E82A1B" w:rsidRPr="00DF6DD6" w:rsidRDefault="00E82A1B" w:rsidP="003768E0">
            <w:pPr>
              <w:pStyle w:val="TAC"/>
              <w:keepNext w:val="0"/>
              <w:rPr>
                <w:noProof/>
                <w:lang w:eastAsia="zh-CN"/>
              </w:rPr>
            </w:pPr>
            <w:r w:rsidRPr="00DF6DD6">
              <w:rPr>
                <w:lang w:eastAsia="ja-JP"/>
              </w:rPr>
              <w:t>DC</w:t>
            </w:r>
            <w:r w:rsidRPr="00DF6DD6">
              <w:t>_</w:t>
            </w:r>
            <w:r w:rsidRPr="00DF6DD6">
              <w:rPr>
                <w:lang w:eastAsia="ja-JP"/>
              </w:rPr>
              <w:t>1A-18A-28A_n257A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55F94073" w14:textId="77777777" w:rsidR="00E82A1B" w:rsidRPr="00DF6DD6" w:rsidRDefault="00E82A1B" w:rsidP="003768E0">
            <w:pPr>
              <w:pStyle w:val="TAC"/>
              <w:keepNext w:val="0"/>
              <w:rPr>
                <w:lang w:eastAsia="ja-JP"/>
              </w:rPr>
            </w:pPr>
            <w:r w:rsidRPr="00DF6DD6">
              <w:rPr>
                <w:lang w:eastAsia="ja-JP"/>
              </w:rPr>
              <w:t>DC</w:t>
            </w:r>
            <w:r w:rsidRPr="00DF6DD6">
              <w:t>_</w:t>
            </w:r>
            <w:r w:rsidRPr="00DF6DD6">
              <w:rPr>
                <w:lang w:eastAsia="ja-JP"/>
              </w:rPr>
              <w:t>1A_n257A</w:t>
            </w:r>
          </w:p>
          <w:p w14:paraId="562A547E" w14:textId="77777777" w:rsidR="00E82A1B" w:rsidRPr="00DF6DD6" w:rsidRDefault="00E82A1B" w:rsidP="003768E0">
            <w:pPr>
              <w:pStyle w:val="TAC"/>
              <w:keepNext w:val="0"/>
              <w:rPr>
                <w:lang w:eastAsia="ja-JP"/>
              </w:rPr>
            </w:pPr>
            <w:r w:rsidRPr="00DF6DD6">
              <w:rPr>
                <w:lang w:eastAsia="ja-JP"/>
              </w:rPr>
              <w:t>DC</w:t>
            </w:r>
            <w:r w:rsidRPr="00DF6DD6">
              <w:t>_18</w:t>
            </w:r>
            <w:r w:rsidRPr="00DF6DD6">
              <w:rPr>
                <w:lang w:eastAsia="ja-JP"/>
              </w:rPr>
              <w:t>A_n257A</w:t>
            </w:r>
          </w:p>
          <w:p w14:paraId="30F84203" w14:textId="77777777" w:rsidR="00E82A1B" w:rsidRPr="00DF6DD6" w:rsidRDefault="00E82A1B" w:rsidP="003768E0">
            <w:pPr>
              <w:pStyle w:val="TAC"/>
              <w:keepNext w:val="0"/>
              <w:rPr>
                <w:noProof/>
                <w:lang w:eastAsia="zh-CN"/>
              </w:rPr>
            </w:pPr>
            <w:r w:rsidRPr="00DF6DD6">
              <w:rPr>
                <w:lang w:eastAsia="ja-JP"/>
              </w:rPr>
              <w:t>DC</w:t>
            </w:r>
            <w:r w:rsidRPr="00DF6DD6">
              <w:t>_28</w:t>
            </w:r>
            <w:r w:rsidRPr="00DF6DD6">
              <w:rPr>
                <w:lang w:eastAsia="ja-JP"/>
              </w:rPr>
              <w:t>A_n257A</w:t>
            </w:r>
          </w:p>
        </w:tc>
      </w:tr>
      <w:tr w:rsidR="00F55B07" w:rsidRPr="00DF6DD6" w14:paraId="65B402EB"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FA5A4A5" w14:textId="77777777" w:rsidR="00E82A1B" w:rsidRPr="00DF6DD6" w:rsidRDefault="00E82A1B" w:rsidP="003768E0">
            <w:pPr>
              <w:pStyle w:val="TAC"/>
              <w:keepNext w:val="0"/>
              <w:rPr>
                <w:lang w:eastAsia="ja-JP"/>
              </w:rPr>
            </w:pPr>
            <w:r w:rsidRPr="00DF6DD6">
              <w:rPr>
                <w:lang w:eastAsia="ja-JP"/>
              </w:rPr>
              <w:t>DC_1A-19A-21A_n257A</w:t>
            </w:r>
          </w:p>
          <w:p w14:paraId="70AA2827" w14:textId="77777777" w:rsidR="00E82A1B" w:rsidRPr="00DF6DD6" w:rsidRDefault="00E82A1B" w:rsidP="003768E0">
            <w:pPr>
              <w:pStyle w:val="TAC"/>
              <w:keepNext w:val="0"/>
              <w:rPr>
                <w:lang w:eastAsia="ja-JP"/>
              </w:rPr>
            </w:pPr>
            <w:r w:rsidRPr="00DF6DD6">
              <w:rPr>
                <w:lang w:eastAsia="ja-JP"/>
              </w:rPr>
              <w:t>DC_1A-19A-21A_n257D</w:t>
            </w:r>
          </w:p>
          <w:p w14:paraId="4AD354AE" w14:textId="77777777" w:rsidR="00E82A1B" w:rsidRPr="00DF6DD6" w:rsidRDefault="00E82A1B" w:rsidP="003768E0">
            <w:pPr>
              <w:pStyle w:val="TAC"/>
              <w:keepNext w:val="0"/>
              <w:rPr>
                <w:lang w:eastAsia="ja-JP"/>
              </w:rPr>
            </w:pPr>
            <w:r w:rsidRPr="00DF6DD6">
              <w:rPr>
                <w:lang w:eastAsia="ja-JP"/>
              </w:rPr>
              <w:t>DC_1A-19A-21A_n257E</w:t>
            </w:r>
          </w:p>
          <w:p w14:paraId="2864826F" w14:textId="77777777" w:rsidR="00E82A1B" w:rsidRPr="00DF6DD6" w:rsidRDefault="00E82A1B" w:rsidP="003768E0">
            <w:pPr>
              <w:pStyle w:val="TAC"/>
              <w:keepNext w:val="0"/>
              <w:rPr>
                <w:noProof/>
                <w:lang w:eastAsia="zh-CN"/>
              </w:rPr>
            </w:pPr>
            <w:r w:rsidRPr="00DF6DD6">
              <w:rPr>
                <w:lang w:eastAsia="ja-JP"/>
              </w:rPr>
              <w:t>DC_1A-19A-21A_n257F</w:t>
            </w:r>
          </w:p>
        </w:tc>
        <w:tc>
          <w:tcPr>
            <w:tcW w:w="3969" w:type="dxa"/>
            <w:tcMar>
              <w:top w:w="28" w:type="dxa"/>
              <w:left w:w="28" w:type="dxa"/>
              <w:bottom w:w="28" w:type="dxa"/>
              <w:right w:w="28" w:type="dxa"/>
            </w:tcMar>
            <w:vAlign w:val="center"/>
          </w:tcPr>
          <w:p w14:paraId="32ECB364" w14:textId="77777777" w:rsidR="00E82A1B" w:rsidRPr="00DF6DD6" w:rsidRDefault="00E82A1B" w:rsidP="003768E0">
            <w:pPr>
              <w:pStyle w:val="TAC"/>
              <w:keepNext w:val="0"/>
              <w:rPr>
                <w:lang w:eastAsia="ja-JP"/>
              </w:rPr>
            </w:pPr>
            <w:r w:rsidRPr="00DF6DD6">
              <w:rPr>
                <w:lang w:eastAsia="ja-JP"/>
              </w:rPr>
              <w:t>DC_1A_n257A</w:t>
            </w:r>
          </w:p>
          <w:p w14:paraId="3DAADFB7" w14:textId="77777777" w:rsidR="00E82A1B" w:rsidRPr="00DF6DD6" w:rsidRDefault="00E82A1B" w:rsidP="003768E0">
            <w:pPr>
              <w:pStyle w:val="TAC"/>
              <w:keepNext w:val="0"/>
              <w:rPr>
                <w:lang w:eastAsia="ja-JP"/>
              </w:rPr>
            </w:pPr>
            <w:r w:rsidRPr="00DF6DD6">
              <w:rPr>
                <w:lang w:eastAsia="ja-JP"/>
              </w:rPr>
              <w:t>DC_19A_n257A</w:t>
            </w:r>
          </w:p>
          <w:p w14:paraId="5F5547E5" w14:textId="77777777" w:rsidR="00E82A1B" w:rsidRPr="00DF6DD6" w:rsidRDefault="00E82A1B" w:rsidP="003768E0">
            <w:pPr>
              <w:pStyle w:val="TAC"/>
              <w:keepNext w:val="0"/>
            </w:pPr>
            <w:r w:rsidRPr="00DF6DD6">
              <w:rPr>
                <w:lang w:eastAsia="ja-JP"/>
              </w:rPr>
              <w:t>DC_21A_n257A</w:t>
            </w:r>
          </w:p>
        </w:tc>
      </w:tr>
      <w:tr w:rsidR="00F55B07" w:rsidRPr="00DF6DD6" w14:paraId="2917986E"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5E0CC56" w14:textId="77777777" w:rsidR="00E82A1B" w:rsidRPr="00DF6DD6" w:rsidRDefault="00E82A1B" w:rsidP="003768E0">
            <w:pPr>
              <w:pStyle w:val="TAC"/>
              <w:keepNext w:val="0"/>
              <w:rPr>
                <w:lang w:eastAsia="zh-CN"/>
              </w:rPr>
            </w:pPr>
            <w:r w:rsidRPr="00DF6DD6">
              <w:t>DC_1A-19A-42A_n257A</w:t>
            </w:r>
          </w:p>
          <w:p w14:paraId="5C0BC659" w14:textId="77777777" w:rsidR="00E82A1B" w:rsidRPr="00DF6DD6" w:rsidRDefault="00E82A1B" w:rsidP="003768E0">
            <w:pPr>
              <w:pStyle w:val="TAC"/>
              <w:keepNext w:val="0"/>
              <w:rPr>
                <w:lang w:eastAsia="zh-CN"/>
              </w:rPr>
            </w:pPr>
            <w:r w:rsidRPr="00DF6DD6">
              <w:t>DC_1A-19A-42C_n257A</w:t>
            </w:r>
          </w:p>
          <w:p w14:paraId="4AC52CA2" w14:textId="77777777" w:rsidR="00E82A1B" w:rsidRPr="00DF6DD6" w:rsidRDefault="00E82A1B" w:rsidP="003768E0">
            <w:pPr>
              <w:pStyle w:val="TAC"/>
              <w:keepNext w:val="0"/>
              <w:rPr>
                <w:rFonts w:cs="Arial"/>
                <w:lang w:eastAsia="zh-CN"/>
              </w:rPr>
            </w:pPr>
            <w:r w:rsidRPr="00DF6DD6">
              <w:rPr>
                <w:rFonts w:cs="Arial"/>
                <w:lang w:eastAsia="ja-JP"/>
              </w:rPr>
              <w:t>DC_1A-19A-42C_n257D</w:t>
            </w:r>
          </w:p>
          <w:p w14:paraId="094E16B3" w14:textId="77777777" w:rsidR="00E82A1B" w:rsidRPr="00DF6DD6" w:rsidRDefault="00E82A1B" w:rsidP="003768E0">
            <w:pPr>
              <w:pStyle w:val="TAC"/>
              <w:keepNext w:val="0"/>
              <w:rPr>
                <w:rFonts w:cs="Arial"/>
                <w:lang w:eastAsia="zh-CN"/>
              </w:rPr>
            </w:pPr>
            <w:r w:rsidRPr="00DF6DD6">
              <w:rPr>
                <w:rFonts w:cs="Arial"/>
                <w:lang w:eastAsia="ja-JP"/>
              </w:rPr>
              <w:t>DC_1A-19A-42C_n257E</w:t>
            </w:r>
          </w:p>
          <w:p w14:paraId="13C98E52" w14:textId="77777777" w:rsidR="00E82A1B" w:rsidRPr="00DF6DD6" w:rsidRDefault="00E82A1B" w:rsidP="003768E0">
            <w:pPr>
              <w:pStyle w:val="TAC"/>
              <w:keepNext w:val="0"/>
              <w:rPr>
                <w:noProof/>
                <w:lang w:eastAsia="zh-CN"/>
              </w:rPr>
            </w:pPr>
            <w:r w:rsidRPr="00DF6DD6">
              <w:rPr>
                <w:rFonts w:cs="Arial"/>
                <w:lang w:eastAsia="ja-JP"/>
              </w:rPr>
              <w:t>DC_1A-19A-42C_n257F</w:t>
            </w:r>
          </w:p>
        </w:tc>
        <w:tc>
          <w:tcPr>
            <w:tcW w:w="3969" w:type="dxa"/>
            <w:tcMar>
              <w:top w:w="28" w:type="dxa"/>
              <w:left w:w="28" w:type="dxa"/>
              <w:bottom w:w="28" w:type="dxa"/>
              <w:right w:w="28" w:type="dxa"/>
            </w:tcMar>
            <w:vAlign w:val="center"/>
          </w:tcPr>
          <w:p w14:paraId="3665A998" w14:textId="77777777" w:rsidR="00E82A1B" w:rsidRPr="00DF6DD6" w:rsidRDefault="00E82A1B" w:rsidP="003768E0">
            <w:pPr>
              <w:pStyle w:val="TAC"/>
              <w:keepNext w:val="0"/>
            </w:pPr>
            <w:r w:rsidRPr="00DF6DD6">
              <w:t>DC_1A_n257A</w:t>
            </w:r>
          </w:p>
          <w:p w14:paraId="752802D5" w14:textId="77777777" w:rsidR="00E82A1B" w:rsidRPr="00DF6DD6" w:rsidRDefault="00E82A1B" w:rsidP="003768E0">
            <w:pPr>
              <w:pStyle w:val="TAC"/>
              <w:keepNext w:val="0"/>
            </w:pPr>
            <w:r w:rsidRPr="00DF6DD6">
              <w:t>DC_19A_n257A</w:t>
            </w:r>
          </w:p>
          <w:p w14:paraId="1B01A4AF" w14:textId="77777777" w:rsidR="00E82A1B" w:rsidRPr="00DF6DD6" w:rsidRDefault="00E82A1B" w:rsidP="003768E0">
            <w:pPr>
              <w:pStyle w:val="TAC"/>
              <w:keepNext w:val="0"/>
              <w:rPr>
                <w:noProof/>
                <w:lang w:eastAsia="zh-CN"/>
              </w:rPr>
            </w:pPr>
            <w:r w:rsidRPr="00DF6DD6">
              <w:t>DC_42A_n257A</w:t>
            </w:r>
          </w:p>
        </w:tc>
      </w:tr>
      <w:tr w:rsidR="00F55B07" w:rsidRPr="00DF6DD6" w14:paraId="6B5B84EC"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93F790C" w14:textId="77777777" w:rsidR="00E82A1B" w:rsidRPr="00DF6DD6" w:rsidRDefault="00E82A1B" w:rsidP="003768E0">
            <w:pPr>
              <w:pStyle w:val="TAC"/>
              <w:keepNext w:val="0"/>
              <w:rPr>
                <w:noProof/>
                <w:lang w:eastAsia="zh-CN"/>
              </w:rPr>
            </w:pPr>
            <w:r w:rsidRPr="00DF6DD6">
              <w:t>DC_1A-21A-28A_n257A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631386F7" w14:textId="77777777" w:rsidR="00E82A1B" w:rsidRPr="00DF6DD6" w:rsidRDefault="00E82A1B" w:rsidP="003768E0">
            <w:pPr>
              <w:pStyle w:val="TAC"/>
              <w:keepNext w:val="0"/>
            </w:pPr>
            <w:r w:rsidRPr="00DF6DD6">
              <w:t>DC_1A_n257A</w:t>
            </w:r>
          </w:p>
          <w:p w14:paraId="7F2DA81D" w14:textId="77777777" w:rsidR="00E82A1B" w:rsidRPr="00DF6DD6" w:rsidRDefault="00E82A1B" w:rsidP="003768E0">
            <w:pPr>
              <w:pStyle w:val="TAC"/>
              <w:keepNext w:val="0"/>
            </w:pPr>
            <w:r w:rsidRPr="00DF6DD6">
              <w:t>DC_21A_n257A</w:t>
            </w:r>
          </w:p>
          <w:p w14:paraId="15976071" w14:textId="77777777" w:rsidR="00E82A1B" w:rsidRPr="00DF6DD6" w:rsidRDefault="00E82A1B" w:rsidP="003768E0">
            <w:pPr>
              <w:pStyle w:val="TAC"/>
              <w:keepNext w:val="0"/>
              <w:rPr>
                <w:noProof/>
                <w:lang w:eastAsia="zh-CN"/>
              </w:rPr>
            </w:pPr>
            <w:r w:rsidRPr="00DF6DD6">
              <w:t>DC_28A_n257A</w:t>
            </w:r>
          </w:p>
        </w:tc>
      </w:tr>
      <w:tr w:rsidR="00F55B07" w:rsidRPr="00DF6DD6" w14:paraId="21BFA778"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1074294" w14:textId="77777777" w:rsidR="00E82A1B" w:rsidRPr="00DF6DD6" w:rsidRDefault="00E82A1B" w:rsidP="003768E0">
            <w:pPr>
              <w:pStyle w:val="TAC"/>
              <w:keepNext w:val="0"/>
              <w:rPr>
                <w:lang w:eastAsia="zh-CN"/>
              </w:rPr>
            </w:pPr>
            <w:r w:rsidRPr="00DF6DD6">
              <w:t>DC_1A-21A-42A_n257A</w:t>
            </w:r>
          </w:p>
          <w:p w14:paraId="7E91F084" w14:textId="77777777" w:rsidR="00E82A1B" w:rsidRPr="00DF6DD6" w:rsidRDefault="00E82A1B" w:rsidP="003768E0">
            <w:pPr>
              <w:pStyle w:val="TAC"/>
              <w:keepNext w:val="0"/>
              <w:rPr>
                <w:lang w:eastAsia="zh-CN"/>
              </w:rPr>
            </w:pPr>
            <w:r w:rsidRPr="00DF6DD6">
              <w:t>DC_1A-21A-42C_n257A</w:t>
            </w:r>
          </w:p>
          <w:p w14:paraId="3FC50678" w14:textId="77777777" w:rsidR="00E82A1B" w:rsidRPr="00DF6DD6" w:rsidRDefault="00E82A1B" w:rsidP="003768E0">
            <w:pPr>
              <w:pStyle w:val="TAC"/>
              <w:keepNext w:val="0"/>
              <w:rPr>
                <w:rFonts w:cs="Arial"/>
                <w:lang w:eastAsia="zh-CN"/>
              </w:rPr>
            </w:pPr>
            <w:r w:rsidRPr="00DF6DD6">
              <w:rPr>
                <w:rFonts w:cs="Arial"/>
                <w:lang w:eastAsia="ja-JP"/>
              </w:rPr>
              <w:t>DC</w:t>
            </w:r>
            <w:r w:rsidRPr="00DF6DD6">
              <w:rPr>
                <w:rFonts w:cs="Arial"/>
              </w:rPr>
              <w:t>_</w:t>
            </w:r>
            <w:r w:rsidRPr="00DF6DD6">
              <w:rPr>
                <w:rFonts w:cs="Arial"/>
                <w:lang w:eastAsia="ja-JP"/>
              </w:rPr>
              <w:t>1A-21A-42C_n257D</w:t>
            </w:r>
          </w:p>
          <w:p w14:paraId="0495EFA8" w14:textId="77777777" w:rsidR="00E82A1B" w:rsidRPr="00DF6DD6" w:rsidRDefault="00E82A1B" w:rsidP="003768E0">
            <w:pPr>
              <w:pStyle w:val="TAC"/>
              <w:keepNext w:val="0"/>
              <w:rPr>
                <w:rFonts w:cs="Arial"/>
                <w:lang w:eastAsia="zh-CN"/>
              </w:rPr>
            </w:pPr>
            <w:r w:rsidRPr="00DF6DD6">
              <w:rPr>
                <w:rFonts w:cs="Arial"/>
                <w:lang w:eastAsia="ja-JP"/>
              </w:rPr>
              <w:t>DC</w:t>
            </w:r>
            <w:r w:rsidRPr="00DF6DD6">
              <w:rPr>
                <w:rFonts w:cs="Arial"/>
              </w:rPr>
              <w:t>_</w:t>
            </w:r>
            <w:r w:rsidRPr="00DF6DD6">
              <w:rPr>
                <w:rFonts w:cs="Arial"/>
                <w:lang w:eastAsia="ja-JP"/>
              </w:rPr>
              <w:t>1A-21A-42C_n257E</w:t>
            </w:r>
          </w:p>
          <w:p w14:paraId="0717AD24" w14:textId="77777777" w:rsidR="00E82A1B" w:rsidRPr="00DF6DD6" w:rsidRDefault="00E82A1B" w:rsidP="003768E0">
            <w:pPr>
              <w:pStyle w:val="TAC"/>
              <w:keepNext w:val="0"/>
              <w:rPr>
                <w:noProof/>
                <w:lang w:eastAsia="zh-CN"/>
              </w:rPr>
            </w:pPr>
            <w:r w:rsidRPr="00DF6DD6">
              <w:rPr>
                <w:rFonts w:cs="Arial"/>
                <w:lang w:eastAsia="ja-JP"/>
              </w:rPr>
              <w:t>DC</w:t>
            </w:r>
            <w:r w:rsidRPr="00DF6DD6">
              <w:rPr>
                <w:rFonts w:cs="Arial"/>
              </w:rPr>
              <w:t>_</w:t>
            </w:r>
            <w:r w:rsidRPr="00DF6DD6">
              <w:rPr>
                <w:rFonts w:cs="Arial"/>
                <w:lang w:eastAsia="ja-JP"/>
              </w:rPr>
              <w:t>1A-21A-42C_n257F</w:t>
            </w:r>
          </w:p>
        </w:tc>
        <w:tc>
          <w:tcPr>
            <w:tcW w:w="3969" w:type="dxa"/>
            <w:tcMar>
              <w:top w:w="28" w:type="dxa"/>
              <w:left w:w="28" w:type="dxa"/>
              <w:bottom w:w="28" w:type="dxa"/>
              <w:right w:w="28" w:type="dxa"/>
            </w:tcMar>
            <w:vAlign w:val="center"/>
          </w:tcPr>
          <w:p w14:paraId="3259FEE4" w14:textId="77777777" w:rsidR="00E82A1B" w:rsidRPr="00DF6DD6" w:rsidRDefault="00E82A1B" w:rsidP="003768E0">
            <w:pPr>
              <w:pStyle w:val="TAC"/>
              <w:keepNext w:val="0"/>
            </w:pPr>
            <w:r w:rsidRPr="00DF6DD6">
              <w:t>DC_1A_n257A</w:t>
            </w:r>
          </w:p>
          <w:p w14:paraId="41944F3D" w14:textId="77777777" w:rsidR="00E82A1B" w:rsidRPr="00DF6DD6" w:rsidRDefault="00E82A1B" w:rsidP="003768E0">
            <w:pPr>
              <w:pStyle w:val="TAC"/>
              <w:keepNext w:val="0"/>
            </w:pPr>
            <w:r w:rsidRPr="00DF6DD6">
              <w:t>DC_21A_n257A</w:t>
            </w:r>
          </w:p>
          <w:p w14:paraId="71B0ABE7" w14:textId="77777777" w:rsidR="00E82A1B" w:rsidRPr="00DF6DD6" w:rsidRDefault="00E82A1B" w:rsidP="003768E0">
            <w:pPr>
              <w:pStyle w:val="TAC"/>
              <w:keepNext w:val="0"/>
              <w:rPr>
                <w:noProof/>
                <w:lang w:eastAsia="zh-CN"/>
              </w:rPr>
            </w:pPr>
            <w:r w:rsidRPr="00DF6DD6">
              <w:t>DC_42A_n257A</w:t>
            </w:r>
          </w:p>
        </w:tc>
      </w:tr>
      <w:tr w:rsidR="00F55B07" w:rsidRPr="00DF6DD6" w14:paraId="54B0498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0886575"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4055F3">
              <w:rPr>
                <w:rFonts w:cs="Arial"/>
                <w:lang w:eastAsia="ja-JP"/>
              </w:rPr>
              <w:t>1</w:t>
            </w:r>
            <w:r w:rsidRPr="00DF6DD6">
              <w:rPr>
                <w:rFonts w:cs="Arial" w:hint="eastAsia"/>
                <w:lang w:eastAsia="ja-JP"/>
              </w:rPr>
              <w:t>A-2</w:t>
            </w:r>
            <w:r w:rsidRPr="004055F3">
              <w:rPr>
                <w:rFonts w:cs="Arial"/>
                <w:lang w:eastAsia="ja-JP"/>
              </w:rPr>
              <w:t>8</w:t>
            </w:r>
            <w:r w:rsidRPr="00DF6DD6">
              <w:rPr>
                <w:rFonts w:cs="Arial" w:hint="eastAsia"/>
                <w:lang w:eastAsia="ja-JP"/>
              </w:rPr>
              <w:t>A-42</w:t>
            </w:r>
            <w:r w:rsidRPr="004055F3">
              <w:rPr>
                <w:rFonts w:cs="Arial"/>
                <w:lang w:eastAsia="ja-JP"/>
              </w:rPr>
              <w:t>A</w:t>
            </w:r>
            <w:r w:rsidRPr="00DF6DD6">
              <w:rPr>
                <w:rFonts w:cs="Arial" w:hint="eastAsia"/>
                <w:lang w:eastAsia="ja-JP"/>
              </w:rPr>
              <w:t>_n257A</w:t>
            </w:r>
          </w:p>
          <w:p w14:paraId="1BA9228E" w14:textId="77777777" w:rsidR="00E82A1B" w:rsidRPr="00DF6DD6" w:rsidRDefault="00E82A1B" w:rsidP="003768E0">
            <w:pPr>
              <w:pStyle w:val="TAC"/>
              <w:keepNext w:val="0"/>
              <w:rPr>
                <w:noProof/>
                <w:lang w:eastAsia="zh-CN"/>
              </w:rPr>
            </w:pPr>
            <w:r w:rsidRPr="00DF6DD6">
              <w:rPr>
                <w:rFonts w:cs="Arial"/>
                <w:szCs w:val="18"/>
              </w:rPr>
              <w:t>DC_1A-28A-42C_n257A</w:t>
            </w:r>
          </w:p>
        </w:tc>
        <w:tc>
          <w:tcPr>
            <w:tcW w:w="3969" w:type="dxa"/>
            <w:tcMar>
              <w:top w:w="28" w:type="dxa"/>
              <w:left w:w="28" w:type="dxa"/>
              <w:bottom w:w="28" w:type="dxa"/>
              <w:right w:w="28" w:type="dxa"/>
            </w:tcMar>
            <w:vAlign w:val="center"/>
          </w:tcPr>
          <w:p w14:paraId="429F6E63" w14:textId="77777777" w:rsidR="00E82A1B" w:rsidRPr="00DF6DD6" w:rsidRDefault="00E82A1B" w:rsidP="003768E0">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lang w:val="en-US"/>
              </w:rPr>
              <w:t>1</w:t>
            </w:r>
            <w:r w:rsidRPr="00DF6DD6">
              <w:rPr>
                <w:rFonts w:cs="Arial" w:hint="eastAsia"/>
                <w:lang w:eastAsia="ja-JP"/>
              </w:rPr>
              <w:t>A_n257A</w:t>
            </w:r>
          </w:p>
          <w:p w14:paraId="795AACC5" w14:textId="77777777" w:rsidR="00E82A1B" w:rsidRPr="00DF6DD6" w:rsidRDefault="00E82A1B" w:rsidP="003768E0">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hint="eastAsia"/>
                <w:lang w:eastAsia="ja-JP"/>
              </w:rPr>
              <w:t>2</w:t>
            </w:r>
            <w:r w:rsidRPr="00DF6DD6">
              <w:rPr>
                <w:rFonts w:cs="Arial"/>
                <w:lang w:val="en-US" w:eastAsia="ja-JP"/>
              </w:rPr>
              <w:t>8</w:t>
            </w:r>
            <w:r w:rsidRPr="00DF6DD6">
              <w:rPr>
                <w:rFonts w:cs="Arial" w:hint="eastAsia"/>
                <w:lang w:eastAsia="ja-JP"/>
              </w:rPr>
              <w:t>A_n257A</w:t>
            </w:r>
          </w:p>
          <w:p w14:paraId="26A2F57B" w14:textId="77777777" w:rsidR="00E82A1B" w:rsidRPr="00DF6DD6" w:rsidRDefault="00E82A1B" w:rsidP="003768E0">
            <w:pPr>
              <w:pStyle w:val="TAC"/>
              <w:keepNext w:val="0"/>
              <w:rPr>
                <w:noProof/>
                <w:lang w:eastAsia="zh-CN"/>
              </w:rPr>
            </w:pPr>
            <w:r w:rsidRPr="00DF6DD6">
              <w:rPr>
                <w:rFonts w:cs="Arial" w:hint="eastAsia"/>
                <w:lang w:eastAsia="ja-JP"/>
              </w:rPr>
              <w:t>DC</w:t>
            </w:r>
            <w:r w:rsidRPr="00DF6DD6">
              <w:rPr>
                <w:rFonts w:cs="Arial"/>
              </w:rPr>
              <w:t>_</w:t>
            </w:r>
            <w:r w:rsidRPr="00DF6DD6">
              <w:rPr>
                <w:rFonts w:cs="Arial" w:hint="eastAsia"/>
                <w:lang w:eastAsia="ja-JP"/>
              </w:rPr>
              <w:t>42A_n257A</w:t>
            </w:r>
          </w:p>
        </w:tc>
      </w:tr>
      <w:tr w:rsidR="00F55B07" w:rsidRPr="00DF6DD6" w14:paraId="388811B3"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A016B5B"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4055F3">
              <w:rPr>
                <w:rFonts w:cs="Arial"/>
                <w:lang w:eastAsia="ja-JP"/>
              </w:rPr>
              <w:t>1</w:t>
            </w:r>
            <w:r w:rsidRPr="00DF6DD6">
              <w:rPr>
                <w:rFonts w:cs="Arial" w:hint="eastAsia"/>
                <w:lang w:eastAsia="ja-JP"/>
              </w:rPr>
              <w:t>A-</w:t>
            </w:r>
            <w:r w:rsidRPr="004055F3">
              <w:rPr>
                <w:rFonts w:cs="Arial"/>
                <w:lang w:eastAsia="ja-JP"/>
              </w:rPr>
              <w:t>41</w:t>
            </w:r>
            <w:r w:rsidRPr="00DF6DD6">
              <w:rPr>
                <w:rFonts w:cs="Arial" w:hint="eastAsia"/>
                <w:lang w:eastAsia="ja-JP"/>
              </w:rPr>
              <w:t>A-42</w:t>
            </w:r>
            <w:r w:rsidRPr="004055F3">
              <w:rPr>
                <w:rFonts w:cs="Arial"/>
                <w:lang w:eastAsia="ja-JP"/>
              </w:rPr>
              <w:t>A</w:t>
            </w:r>
            <w:r w:rsidRPr="00DF6DD6">
              <w:rPr>
                <w:rFonts w:cs="Arial" w:hint="eastAsia"/>
                <w:lang w:eastAsia="ja-JP"/>
              </w:rPr>
              <w:t>_n257A</w:t>
            </w:r>
          </w:p>
          <w:p w14:paraId="73803515" w14:textId="77777777" w:rsidR="00E82A1B" w:rsidRPr="00DF6DD6" w:rsidRDefault="00E82A1B" w:rsidP="003768E0">
            <w:pPr>
              <w:pStyle w:val="TAC"/>
              <w:keepNext w:val="0"/>
              <w:rPr>
                <w:rFonts w:cs="Arial"/>
                <w:lang w:eastAsia="zh-CN"/>
              </w:rPr>
            </w:pPr>
            <w:r w:rsidRPr="00DF6DD6">
              <w:rPr>
                <w:rFonts w:cs="Arial"/>
                <w:lang w:eastAsia="ja-JP"/>
              </w:rPr>
              <w:t>DC_1A-41</w:t>
            </w:r>
            <w:r w:rsidRPr="00DF6DD6">
              <w:rPr>
                <w:rFonts w:cs="Arial"/>
                <w:lang w:val="en-US" w:eastAsia="ja-JP"/>
              </w:rPr>
              <w:t>A</w:t>
            </w:r>
            <w:r w:rsidRPr="00DF6DD6">
              <w:rPr>
                <w:rFonts w:cs="Arial"/>
                <w:lang w:eastAsia="ja-JP"/>
              </w:rPr>
              <w:t>-42</w:t>
            </w:r>
            <w:r w:rsidRPr="00DF6DD6">
              <w:rPr>
                <w:rFonts w:cs="Arial"/>
                <w:lang w:val="en-US" w:eastAsia="ja-JP"/>
              </w:rPr>
              <w:t>C_</w:t>
            </w:r>
            <w:r w:rsidRPr="00DF6DD6">
              <w:rPr>
                <w:rFonts w:cs="Arial"/>
                <w:lang w:eastAsia="ja-JP"/>
              </w:rPr>
              <w:t>n257A</w:t>
            </w:r>
          </w:p>
          <w:p w14:paraId="18815B38" w14:textId="77777777" w:rsidR="00E82A1B" w:rsidRPr="00DF6DD6" w:rsidRDefault="00E82A1B" w:rsidP="003768E0">
            <w:pPr>
              <w:pStyle w:val="TAC"/>
              <w:keepNext w:val="0"/>
              <w:rPr>
                <w:rFonts w:cs="Arial"/>
                <w:lang w:eastAsia="zh-CN"/>
              </w:rPr>
            </w:pPr>
            <w:r w:rsidRPr="00DF6DD6">
              <w:rPr>
                <w:rFonts w:cs="Arial"/>
                <w:lang w:eastAsia="ja-JP"/>
              </w:rPr>
              <w:t>DC_1A-41C-42A</w:t>
            </w:r>
            <w:r w:rsidRPr="00DF6DD6">
              <w:rPr>
                <w:rFonts w:cs="Arial"/>
                <w:lang w:val="en-US" w:eastAsia="ja-JP"/>
              </w:rPr>
              <w:t>_</w:t>
            </w:r>
            <w:r w:rsidRPr="00DF6DD6">
              <w:rPr>
                <w:rFonts w:cs="Arial"/>
                <w:lang w:eastAsia="ja-JP"/>
              </w:rPr>
              <w:t>n257A</w:t>
            </w:r>
          </w:p>
          <w:p w14:paraId="35953F19" w14:textId="77777777" w:rsidR="00E82A1B" w:rsidRPr="00DF6DD6" w:rsidRDefault="00E82A1B" w:rsidP="003768E0">
            <w:pPr>
              <w:pStyle w:val="TAC"/>
              <w:keepNext w:val="0"/>
              <w:rPr>
                <w:noProof/>
                <w:lang w:eastAsia="zh-CN"/>
              </w:rPr>
            </w:pPr>
            <w:r w:rsidRPr="00DF6DD6">
              <w:rPr>
                <w:rFonts w:cs="Arial"/>
                <w:lang w:eastAsia="ja-JP"/>
              </w:rPr>
              <w:t>DC_1A-41C-42</w:t>
            </w:r>
            <w:r w:rsidRPr="00DF6DD6">
              <w:rPr>
                <w:rFonts w:cs="Arial" w:hint="eastAsia"/>
                <w:lang w:eastAsia="zh-CN"/>
              </w:rPr>
              <w:t>C</w:t>
            </w:r>
            <w:r w:rsidRPr="00DF6DD6">
              <w:rPr>
                <w:rFonts w:cs="Arial"/>
                <w:lang w:val="en-US" w:eastAsia="ja-JP"/>
              </w:rPr>
              <w:t>_</w:t>
            </w:r>
            <w:r w:rsidRPr="00DF6DD6">
              <w:rPr>
                <w:rFonts w:cs="Arial"/>
                <w:lang w:eastAsia="ja-JP"/>
              </w:rPr>
              <w:t>n257A</w:t>
            </w:r>
          </w:p>
        </w:tc>
        <w:tc>
          <w:tcPr>
            <w:tcW w:w="3969" w:type="dxa"/>
            <w:tcMar>
              <w:top w:w="28" w:type="dxa"/>
              <w:left w:w="28" w:type="dxa"/>
              <w:bottom w:w="28" w:type="dxa"/>
              <w:right w:w="28" w:type="dxa"/>
            </w:tcMar>
            <w:vAlign w:val="center"/>
          </w:tcPr>
          <w:p w14:paraId="39A26E0F" w14:textId="77777777" w:rsidR="00E82A1B" w:rsidRPr="00DF6DD6" w:rsidRDefault="00E82A1B" w:rsidP="003768E0">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lang w:val="en-US"/>
              </w:rPr>
              <w:t>1</w:t>
            </w:r>
            <w:r w:rsidRPr="00DF6DD6">
              <w:rPr>
                <w:rFonts w:cs="Arial" w:hint="eastAsia"/>
                <w:lang w:eastAsia="ja-JP"/>
              </w:rPr>
              <w:t>A_n257A</w:t>
            </w:r>
          </w:p>
          <w:p w14:paraId="27651655" w14:textId="77777777" w:rsidR="00E82A1B" w:rsidRPr="00DF6DD6" w:rsidRDefault="00E82A1B" w:rsidP="003768E0">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lang w:val="en-US"/>
              </w:rPr>
              <w:t>41</w:t>
            </w:r>
            <w:r w:rsidRPr="00DF6DD6">
              <w:rPr>
                <w:rFonts w:cs="Arial" w:hint="eastAsia"/>
                <w:lang w:eastAsia="ja-JP"/>
              </w:rPr>
              <w:t>A_n257A</w:t>
            </w:r>
          </w:p>
          <w:p w14:paraId="6C168F65" w14:textId="77777777" w:rsidR="00E82A1B" w:rsidRPr="00DF6DD6" w:rsidRDefault="00E82A1B" w:rsidP="003768E0">
            <w:pPr>
              <w:pStyle w:val="TAC"/>
              <w:keepNext w:val="0"/>
              <w:rPr>
                <w:noProof/>
                <w:lang w:eastAsia="zh-CN"/>
              </w:rPr>
            </w:pPr>
            <w:r w:rsidRPr="00DF6DD6">
              <w:rPr>
                <w:rFonts w:cs="Arial" w:hint="eastAsia"/>
                <w:lang w:eastAsia="ja-JP"/>
              </w:rPr>
              <w:t>DC</w:t>
            </w:r>
            <w:r w:rsidRPr="00DF6DD6">
              <w:rPr>
                <w:rFonts w:cs="Arial"/>
              </w:rPr>
              <w:t>_</w:t>
            </w:r>
            <w:r w:rsidRPr="00DF6DD6">
              <w:rPr>
                <w:rFonts w:cs="Arial" w:hint="eastAsia"/>
                <w:lang w:eastAsia="ja-JP"/>
              </w:rPr>
              <w:t>42A_n257A</w:t>
            </w:r>
          </w:p>
        </w:tc>
      </w:tr>
      <w:tr w:rsidR="00F55B07" w:rsidRPr="00DF6DD6" w14:paraId="5A549A9E"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71BCB2E" w14:textId="77777777" w:rsidR="00E82A1B" w:rsidRPr="00DF6DD6" w:rsidRDefault="00E82A1B" w:rsidP="003768E0">
            <w:pPr>
              <w:pStyle w:val="TAC"/>
              <w:keepNext w:val="0"/>
              <w:rPr>
                <w:noProof/>
                <w:lang w:eastAsia="zh-CN"/>
              </w:rPr>
            </w:pPr>
            <w:r w:rsidRPr="00DF6DD6">
              <w:rPr>
                <w:lang w:val="fi-FI" w:eastAsia="fi-FI"/>
              </w:rPr>
              <w:t>DC_3A-5A-7A_n257A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604E84AB" w14:textId="77777777" w:rsidR="00E82A1B" w:rsidRPr="00DF6DD6" w:rsidRDefault="00E82A1B" w:rsidP="003768E0">
            <w:pPr>
              <w:pStyle w:val="TAC"/>
              <w:keepNext w:val="0"/>
              <w:rPr>
                <w:lang w:val="en-US" w:eastAsia="fi-FI"/>
              </w:rPr>
            </w:pPr>
            <w:r w:rsidRPr="00DF6DD6">
              <w:rPr>
                <w:lang w:val="en-US" w:eastAsia="fi-FI"/>
              </w:rPr>
              <w:t>DC_3A_n257A</w:t>
            </w:r>
          </w:p>
          <w:p w14:paraId="3F446F9C" w14:textId="77777777" w:rsidR="00E82A1B" w:rsidRPr="00DF6DD6" w:rsidRDefault="00E82A1B" w:rsidP="003768E0">
            <w:pPr>
              <w:pStyle w:val="TAC"/>
              <w:keepNext w:val="0"/>
              <w:rPr>
                <w:lang w:val="en-US" w:eastAsia="fi-FI"/>
              </w:rPr>
            </w:pPr>
            <w:r w:rsidRPr="00DF6DD6">
              <w:rPr>
                <w:lang w:val="en-US" w:eastAsia="fi-FI"/>
              </w:rPr>
              <w:t>DC_5A_n257A</w:t>
            </w:r>
          </w:p>
          <w:p w14:paraId="3F7A8532" w14:textId="77777777" w:rsidR="00E82A1B" w:rsidRPr="00DF6DD6" w:rsidRDefault="00E82A1B" w:rsidP="003768E0">
            <w:pPr>
              <w:pStyle w:val="TAC"/>
              <w:keepNext w:val="0"/>
              <w:rPr>
                <w:noProof/>
                <w:lang w:eastAsia="zh-CN"/>
              </w:rPr>
            </w:pPr>
            <w:r w:rsidRPr="00DF6DD6">
              <w:rPr>
                <w:lang w:val="en-US" w:eastAsia="fi-FI"/>
              </w:rPr>
              <w:t>DC_7A_n257A</w:t>
            </w:r>
          </w:p>
        </w:tc>
      </w:tr>
      <w:tr w:rsidR="00F55B07" w:rsidRPr="00DF6DD6" w14:paraId="6B1B62C8"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ABC75DD" w14:textId="77777777" w:rsidR="00E82A1B" w:rsidRPr="00DF6DD6" w:rsidRDefault="00E82A1B" w:rsidP="003768E0">
            <w:pPr>
              <w:pStyle w:val="TAC"/>
              <w:keepNext w:val="0"/>
              <w:rPr>
                <w:noProof/>
                <w:lang w:eastAsia="zh-CN"/>
              </w:rPr>
            </w:pPr>
            <w:r w:rsidRPr="00DF6DD6">
              <w:rPr>
                <w:lang w:val="fi-FI" w:eastAsia="fi-FI"/>
              </w:rPr>
              <w:t>DC_3A-5A-7A-7A_n257A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2B0290A7" w14:textId="77777777" w:rsidR="00E82A1B" w:rsidRPr="00DF6DD6" w:rsidRDefault="00E82A1B" w:rsidP="003768E0">
            <w:pPr>
              <w:pStyle w:val="TAC"/>
              <w:keepNext w:val="0"/>
              <w:rPr>
                <w:lang w:val="en-US" w:eastAsia="fi-FI"/>
              </w:rPr>
            </w:pPr>
            <w:r w:rsidRPr="00DF6DD6">
              <w:rPr>
                <w:lang w:val="en-US" w:eastAsia="fi-FI"/>
              </w:rPr>
              <w:t>DC_3A_n257A</w:t>
            </w:r>
          </w:p>
          <w:p w14:paraId="1C7429C4" w14:textId="77777777" w:rsidR="00E82A1B" w:rsidRPr="00DF6DD6" w:rsidRDefault="00E82A1B" w:rsidP="003768E0">
            <w:pPr>
              <w:pStyle w:val="TAC"/>
              <w:keepNext w:val="0"/>
              <w:rPr>
                <w:lang w:val="en-US" w:eastAsia="fi-FI"/>
              </w:rPr>
            </w:pPr>
            <w:r w:rsidRPr="00DF6DD6">
              <w:rPr>
                <w:lang w:val="en-US" w:eastAsia="fi-FI"/>
              </w:rPr>
              <w:t>DC_5A_n257A</w:t>
            </w:r>
          </w:p>
          <w:p w14:paraId="2F73088A" w14:textId="77777777" w:rsidR="00E82A1B" w:rsidRPr="00DF6DD6" w:rsidRDefault="00E82A1B" w:rsidP="003768E0">
            <w:pPr>
              <w:pStyle w:val="TAC"/>
              <w:keepNext w:val="0"/>
              <w:rPr>
                <w:noProof/>
                <w:lang w:eastAsia="zh-CN"/>
              </w:rPr>
            </w:pPr>
            <w:r w:rsidRPr="00DF6DD6">
              <w:rPr>
                <w:lang w:val="en-US" w:eastAsia="fi-FI"/>
              </w:rPr>
              <w:t>DC_7A_n257A</w:t>
            </w:r>
          </w:p>
        </w:tc>
      </w:tr>
      <w:tr w:rsidR="00F55B07" w:rsidRPr="00DF6DD6" w14:paraId="40861B65"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4A98BE5" w14:textId="77777777" w:rsidR="00E82A1B" w:rsidRPr="00DF6DD6" w:rsidRDefault="00E82A1B" w:rsidP="003768E0">
            <w:pPr>
              <w:pStyle w:val="TAC"/>
              <w:keepNext w:val="0"/>
              <w:rPr>
                <w:noProof/>
                <w:lang w:eastAsia="zh-CN"/>
              </w:rPr>
            </w:pPr>
            <w:r w:rsidRPr="00DF6DD6">
              <w:rPr>
                <w:lang w:val="fi-FI" w:eastAsia="fi-FI"/>
              </w:rPr>
              <w:t>DC_3A-19A-21A_n257A</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47687FC5" w14:textId="77777777" w:rsidR="00E82A1B" w:rsidRPr="00DF6DD6" w:rsidRDefault="00E82A1B" w:rsidP="003768E0">
            <w:pPr>
              <w:pStyle w:val="TAC"/>
              <w:keepNext w:val="0"/>
              <w:rPr>
                <w:lang w:val="en-US" w:eastAsia="fi-FI"/>
              </w:rPr>
            </w:pPr>
            <w:r w:rsidRPr="00DF6DD6">
              <w:rPr>
                <w:lang w:val="en-US" w:eastAsia="fi-FI"/>
              </w:rPr>
              <w:t>DC_3A_n257A</w:t>
            </w:r>
          </w:p>
          <w:p w14:paraId="0EFA8F85" w14:textId="77777777" w:rsidR="00E82A1B" w:rsidRPr="00DF6DD6" w:rsidRDefault="00E82A1B" w:rsidP="003768E0">
            <w:pPr>
              <w:pStyle w:val="TAC"/>
              <w:keepNext w:val="0"/>
              <w:rPr>
                <w:lang w:val="en-US" w:eastAsia="fi-FI"/>
              </w:rPr>
            </w:pPr>
            <w:r w:rsidRPr="00DF6DD6">
              <w:rPr>
                <w:lang w:val="en-US" w:eastAsia="fi-FI"/>
              </w:rPr>
              <w:t>DC_19A_n257A</w:t>
            </w:r>
          </w:p>
          <w:p w14:paraId="3D60AAD2" w14:textId="77777777" w:rsidR="00E82A1B" w:rsidRPr="00DF6DD6" w:rsidRDefault="00E82A1B" w:rsidP="003768E0">
            <w:pPr>
              <w:pStyle w:val="TAC"/>
              <w:keepNext w:val="0"/>
              <w:rPr>
                <w:noProof/>
                <w:lang w:eastAsia="zh-CN"/>
              </w:rPr>
            </w:pPr>
            <w:r w:rsidRPr="00DF6DD6">
              <w:rPr>
                <w:lang w:val="en-US" w:eastAsia="fi-FI"/>
              </w:rPr>
              <w:t>DC_21A_n257A</w:t>
            </w:r>
          </w:p>
        </w:tc>
      </w:tr>
      <w:tr w:rsidR="00F55B07" w:rsidRPr="00DF6DD6" w14:paraId="646C086A"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3D5DB1D" w14:textId="77777777" w:rsidR="00E82A1B" w:rsidRPr="00DF6DD6" w:rsidRDefault="00E82A1B" w:rsidP="003768E0">
            <w:pPr>
              <w:pStyle w:val="TAC"/>
              <w:keepNext w:val="0"/>
              <w:rPr>
                <w:lang w:val="en-US" w:eastAsia="zh-CN"/>
              </w:rPr>
            </w:pPr>
            <w:r w:rsidRPr="00DF6DD6">
              <w:rPr>
                <w:lang w:val="en-US" w:eastAsia="fi-FI"/>
              </w:rPr>
              <w:t>DC_3A-19A-42A_n257A</w:t>
            </w:r>
          </w:p>
          <w:p w14:paraId="6E43D72D"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DF6DD6">
              <w:rPr>
                <w:rFonts w:cs="Arial"/>
                <w:lang w:eastAsia="ja-JP"/>
              </w:rPr>
              <w:t>3A-19A-42C</w:t>
            </w:r>
            <w:r w:rsidRPr="00DF6DD6">
              <w:rPr>
                <w:rFonts w:cs="Arial" w:hint="eastAsia"/>
                <w:lang w:eastAsia="ja-JP"/>
              </w:rPr>
              <w:t>_n257A</w:t>
            </w:r>
          </w:p>
          <w:p w14:paraId="3BA2CC10"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DF6DD6">
              <w:rPr>
                <w:rFonts w:cs="Arial"/>
                <w:lang w:eastAsia="ja-JP"/>
              </w:rPr>
              <w:t>3A-19A-42C</w:t>
            </w:r>
            <w:r w:rsidRPr="00DF6DD6">
              <w:rPr>
                <w:rFonts w:cs="Arial" w:hint="eastAsia"/>
                <w:lang w:eastAsia="ja-JP"/>
              </w:rPr>
              <w:t>_n257</w:t>
            </w:r>
            <w:r w:rsidRPr="00DF6DD6">
              <w:rPr>
                <w:rFonts w:cs="Arial"/>
                <w:lang w:eastAsia="ja-JP"/>
              </w:rPr>
              <w:t>D</w:t>
            </w:r>
          </w:p>
          <w:p w14:paraId="6F7B5F3F"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DF6DD6">
              <w:rPr>
                <w:rFonts w:cs="Arial"/>
                <w:lang w:eastAsia="ja-JP"/>
              </w:rPr>
              <w:t>3A-19A-42C</w:t>
            </w:r>
            <w:r w:rsidRPr="00DF6DD6">
              <w:rPr>
                <w:rFonts w:cs="Arial" w:hint="eastAsia"/>
                <w:lang w:eastAsia="ja-JP"/>
              </w:rPr>
              <w:t>_n257</w:t>
            </w:r>
            <w:r w:rsidRPr="00DF6DD6">
              <w:rPr>
                <w:rFonts w:cs="Arial"/>
                <w:lang w:eastAsia="ja-JP"/>
              </w:rPr>
              <w:t>E</w:t>
            </w:r>
          </w:p>
          <w:p w14:paraId="6B01E121" w14:textId="77777777" w:rsidR="00E82A1B" w:rsidRPr="00DF6DD6" w:rsidRDefault="00E82A1B" w:rsidP="003768E0">
            <w:pPr>
              <w:pStyle w:val="TAC"/>
              <w:keepNext w:val="0"/>
              <w:rPr>
                <w:noProof/>
                <w:lang w:eastAsia="zh-CN"/>
              </w:rPr>
            </w:pPr>
            <w:r w:rsidRPr="00DF6DD6">
              <w:rPr>
                <w:rFonts w:cs="Arial" w:hint="eastAsia"/>
                <w:lang w:eastAsia="ja-JP"/>
              </w:rPr>
              <w:t>DC</w:t>
            </w:r>
            <w:r w:rsidRPr="00DF6DD6">
              <w:rPr>
                <w:rFonts w:cs="Arial"/>
              </w:rPr>
              <w:t>_</w:t>
            </w:r>
            <w:r w:rsidRPr="00DF6DD6">
              <w:rPr>
                <w:rFonts w:cs="Arial"/>
                <w:lang w:eastAsia="ja-JP"/>
              </w:rPr>
              <w:t>3A-19A-42C</w:t>
            </w:r>
            <w:r w:rsidRPr="00DF6DD6">
              <w:rPr>
                <w:rFonts w:cs="Arial" w:hint="eastAsia"/>
                <w:lang w:eastAsia="ja-JP"/>
              </w:rPr>
              <w:t>_n257</w:t>
            </w:r>
            <w:r w:rsidRPr="00DF6DD6">
              <w:rPr>
                <w:rFonts w:cs="Arial"/>
                <w:lang w:eastAsia="ja-JP"/>
              </w:rPr>
              <w:t>F</w:t>
            </w:r>
          </w:p>
        </w:tc>
        <w:tc>
          <w:tcPr>
            <w:tcW w:w="3969" w:type="dxa"/>
            <w:tcMar>
              <w:top w:w="28" w:type="dxa"/>
              <w:left w:w="28" w:type="dxa"/>
              <w:bottom w:w="28" w:type="dxa"/>
              <w:right w:w="28" w:type="dxa"/>
            </w:tcMar>
            <w:vAlign w:val="center"/>
          </w:tcPr>
          <w:p w14:paraId="4226A8E6" w14:textId="77777777" w:rsidR="00E82A1B" w:rsidRPr="00DF6DD6" w:rsidRDefault="00E82A1B" w:rsidP="003768E0">
            <w:pPr>
              <w:pStyle w:val="TAC"/>
              <w:keepNext w:val="0"/>
              <w:rPr>
                <w:lang w:val="en-US" w:eastAsia="fi-FI"/>
              </w:rPr>
            </w:pPr>
            <w:r w:rsidRPr="00DF6DD6">
              <w:rPr>
                <w:lang w:val="en-US" w:eastAsia="fi-FI"/>
              </w:rPr>
              <w:t>DC_3A_n257A</w:t>
            </w:r>
          </w:p>
          <w:p w14:paraId="602A4769" w14:textId="77777777" w:rsidR="00E82A1B" w:rsidRPr="00DF6DD6" w:rsidRDefault="00E82A1B" w:rsidP="003768E0">
            <w:pPr>
              <w:pStyle w:val="TAC"/>
              <w:keepNext w:val="0"/>
              <w:rPr>
                <w:lang w:val="en-US" w:eastAsia="fi-FI"/>
              </w:rPr>
            </w:pPr>
            <w:r w:rsidRPr="00DF6DD6">
              <w:rPr>
                <w:lang w:val="en-US" w:eastAsia="fi-FI"/>
              </w:rPr>
              <w:t>DC_19A_n257A</w:t>
            </w:r>
          </w:p>
          <w:p w14:paraId="51026867" w14:textId="77777777" w:rsidR="00E82A1B" w:rsidRPr="00DF6DD6" w:rsidRDefault="00E82A1B" w:rsidP="003768E0">
            <w:pPr>
              <w:pStyle w:val="TAC"/>
              <w:keepNext w:val="0"/>
              <w:rPr>
                <w:noProof/>
                <w:lang w:eastAsia="zh-CN"/>
              </w:rPr>
            </w:pPr>
            <w:r w:rsidRPr="00DF6DD6">
              <w:rPr>
                <w:lang w:val="en-US" w:eastAsia="fi-FI"/>
              </w:rPr>
              <w:t>DC_42A_n257A</w:t>
            </w:r>
          </w:p>
        </w:tc>
      </w:tr>
      <w:tr w:rsidR="00F55B07" w:rsidRPr="00DF6DD6" w14:paraId="7998AE3C"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F8BB1E9" w14:textId="77777777" w:rsidR="00E82A1B" w:rsidRPr="00DF6DD6" w:rsidRDefault="00E82A1B" w:rsidP="003768E0">
            <w:pPr>
              <w:pStyle w:val="TAC"/>
              <w:keepNext w:val="0"/>
              <w:rPr>
                <w:lang w:eastAsia="zh-CN"/>
              </w:rPr>
            </w:pPr>
            <w:r w:rsidRPr="00DF6DD6">
              <w:rPr>
                <w:lang w:eastAsia="ja-JP"/>
              </w:rPr>
              <w:lastRenderedPageBreak/>
              <w:t>DC</w:t>
            </w:r>
            <w:r w:rsidRPr="00DF6DD6">
              <w:t>_</w:t>
            </w:r>
            <w:r w:rsidRPr="00DF6DD6">
              <w:rPr>
                <w:lang w:eastAsia="ja-JP"/>
              </w:rPr>
              <w:t>3A-21A-42A_n257</w:t>
            </w:r>
            <w:r w:rsidRPr="00DF6DD6">
              <w:t>A</w:t>
            </w:r>
          </w:p>
          <w:p w14:paraId="4D350498" w14:textId="77777777" w:rsidR="00E82A1B" w:rsidRPr="00DF6DD6" w:rsidRDefault="00E82A1B" w:rsidP="003768E0">
            <w:pPr>
              <w:pStyle w:val="TAC"/>
              <w:keepNext w:val="0"/>
              <w:rPr>
                <w:lang w:eastAsia="zh-CN"/>
              </w:rPr>
            </w:pPr>
            <w:r w:rsidRPr="00DF6DD6">
              <w:rPr>
                <w:rFonts w:hint="eastAsia"/>
                <w:lang w:eastAsia="ja-JP"/>
              </w:rPr>
              <w:t>DC</w:t>
            </w:r>
            <w:r w:rsidRPr="00DF6DD6">
              <w:t>_</w:t>
            </w:r>
            <w:r w:rsidRPr="00DF6DD6">
              <w:rPr>
                <w:rFonts w:hint="eastAsia"/>
                <w:lang w:eastAsia="ja-JP"/>
              </w:rPr>
              <w:t>3A-21A-42C</w:t>
            </w:r>
            <w:r w:rsidRPr="00DF6DD6">
              <w:rPr>
                <w:lang w:eastAsia="ja-JP"/>
              </w:rPr>
              <w:t>_n257</w:t>
            </w:r>
            <w:r w:rsidRPr="00DF6DD6">
              <w:t>A</w:t>
            </w:r>
          </w:p>
          <w:p w14:paraId="05FE29F7"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DF6DD6">
              <w:rPr>
                <w:rFonts w:cs="Arial" w:hint="eastAsia"/>
                <w:lang w:eastAsia="ja-JP"/>
              </w:rPr>
              <w:t>3A-21A-42C</w:t>
            </w:r>
            <w:r w:rsidRPr="00DF6DD6">
              <w:rPr>
                <w:rFonts w:cs="Arial"/>
                <w:lang w:eastAsia="ja-JP"/>
              </w:rPr>
              <w:t>_</w:t>
            </w:r>
            <w:r w:rsidRPr="00DF6DD6">
              <w:rPr>
                <w:rFonts w:cs="Arial" w:hint="eastAsia"/>
                <w:lang w:eastAsia="ja-JP"/>
              </w:rPr>
              <w:t>n257</w:t>
            </w:r>
            <w:r w:rsidRPr="00DF6DD6">
              <w:rPr>
                <w:rFonts w:cs="Arial"/>
                <w:lang w:eastAsia="ja-JP"/>
              </w:rPr>
              <w:t>D</w:t>
            </w:r>
          </w:p>
          <w:p w14:paraId="029CAE0B"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DF6DD6">
              <w:rPr>
                <w:rFonts w:cs="Arial" w:hint="eastAsia"/>
                <w:lang w:eastAsia="ja-JP"/>
              </w:rPr>
              <w:t>3A-21A-42C</w:t>
            </w:r>
            <w:r w:rsidRPr="00DF6DD6">
              <w:rPr>
                <w:rFonts w:cs="Arial"/>
                <w:lang w:eastAsia="ja-JP"/>
              </w:rPr>
              <w:t>_</w:t>
            </w:r>
            <w:r w:rsidRPr="00DF6DD6">
              <w:rPr>
                <w:rFonts w:cs="Arial" w:hint="eastAsia"/>
                <w:lang w:eastAsia="ja-JP"/>
              </w:rPr>
              <w:t>n257</w:t>
            </w:r>
            <w:r w:rsidRPr="00DF6DD6">
              <w:rPr>
                <w:rFonts w:cs="Arial"/>
                <w:lang w:eastAsia="ja-JP"/>
              </w:rPr>
              <w:t>E</w:t>
            </w:r>
          </w:p>
          <w:p w14:paraId="4FCD9025" w14:textId="77777777" w:rsidR="00E82A1B" w:rsidRPr="00DF6DD6" w:rsidRDefault="00E82A1B" w:rsidP="003768E0">
            <w:pPr>
              <w:pStyle w:val="TAC"/>
              <w:keepNext w:val="0"/>
              <w:rPr>
                <w:noProof/>
                <w:lang w:eastAsia="zh-CN"/>
              </w:rPr>
            </w:pPr>
            <w:r w:rsidRPr="00DF6DD6">
              <w:rPr>
                <w:rFonts w:cs="Arial" w:hint="eastAsia"/>
                <w:lang w:eastAsia="ja-JP"/>
              </w:rPr>
              <w:t>DC</w:t>
            </w:r>
            <w:r w:rsidRPr="00DF6DD6">
              <w:rPr>
                <w:rFonts w:cs="Arial"/>
              </w:rPr>
              <w:t>_</w:t>
            </w:r>
            <w:r w:rsidRPr="00DF6DD6">
              <w:rPr>
                <w:rFonts w:cs="Arial" w:hint="eastAsia"/>
                <w:lang w:eastAsia="ja-JP"/>
              </w:rPr>
              <w:t>3A-21A-42C</w:t>
            </w:r>
            <w:r w:rsidRPr="00DF6DD6">
              <w:rPr>
                <w:rFonts w:cs="Arial"/>
                <w:lang w:eastAsia="ja-JP"/>
              </w:rPr>
              <w:t>_</w:t>
            </w:r>
            <w:r w:rsidRPr="00DF6DD6">
              <w:rPr>
                <w:rFonts w:cs="Arial" w:hint="eastAsia"/>
                <w:lang w:eastAsia="ja-JP"/>
              </w:rPr>
              <w:t>n257</w:t>
            </w:r>
            <w:r w:rsidRPr="00DF6DD6">
              <w:rPr>
                <w:rFonts w:cs="Arial"/>
                <w:lang w:eastAsia="ja-JP"/>
              </w:rPr>
              <w:t>F</w:t>
            </w:r>
          </w:p>
        </w:tc>
        <w:tc>
          <w:tcPr>
            <w:tcW w:w="3969" w:type="dxa"/>
            <w:tcMar>
              <w:top w:w="28" w:type="dxa"/>
              <w:left w:w="28" w:type="dxa"/>
              <w:bottom w:w="28" w:type="dxa"/>
              <w:right w:w="28" w:type="dxa"/>
            </w:tcMar>
            <w:vAlign w:val="center"/>
          </w:tcPr>
          <w:p w14:paraId="1C1FC578" w14:textId="77777777" w:rsidR="00E82A1B" w:rsidRPr="00DF6DD6" w:rsidRDefault="00E82A1B" w:rsidP="003768E0">
            <w:pPr>
              <w:pStyle w:val="TAC"/>
              <w:keepNext w:val="0"/>
            </w:pPr>
            <w:r w:rsidRPr="00DF6DD6">
              <w:rPr>
                <w:lang w:eastAsia="ja-JP"/>
              </w:rPr>
              <w:t>DC</w:t>
            </w:r>
            <w:r w:rsidRPr="00DF6DD6">
              <w:t>_</w:t>
            </w:r>
            <w:r w:rsidRPr="00DF6DD6">
              <w:rPr>
                <w:lang w:eastAsia="ja-JP"/>
              </w:rPr>
              <w:t>3A_n257</w:t>
            </w:r>
            <w:r w:rsidRPr="00DF6DD6">
              <w:t>A</w:t>
            </w:r>
          </w:p>
          <w:p w14:paraId="09E757E6" w14:textId="77777777" w:rsidR="00E82A1B" w:rsidRPr="00DF6DD6" w:rsidRDefault="00E82A1B" w:rsidP="003768E0">
            <w:pPr>
              <w:pStyle w:val="TAC"/>
              <w:keepNext w:val="0"/>
            </w:pPr>
            <w:r w:rsidRPr="00DF6DD6">
              <w:rPr>
                <w:lang w:eastAsia="ja-JP"/>
              </w:rPr>
              <w:t>DC</w:t>
            </w:r>
            <w:r w:rsidRPr="00DF6DD6">
              <w:t>_</w:t>
            </w:r>
            <w:r w:rsidRPr="00DF6DD6">
              <w:rPr>
                <w:lang w:eastAsia="ja-JP"/>
              </w:rPr>
              <w:t>21A_n257</w:t>
            </w:r>
            <w:r w:rsidRPr="00DF6DD6">
              <w:t>A</w:t>
            </w:r>
          </w:p>
          <w:p w14:paraId="0B23DB17" w14:textId="77777777" w:rsidR="00E82A1B" w:rsidRPr="00DF6DD6" w:rsidRDefault="00E82A1B" w:rsidP="003768E0">
            <w:pPr>
              <w:pStyle w:val="TAC"/>
              <w:keepNext w:val="0"/>
              <w:rPr>
                <w:noProof/>
                <w:lang w:eastAsia="zh-CN"/>
              </w:rPr>
            </w:pPr>
            <w:r w:rsidRPr="00DF6DD6">
              <w:rPr>
                <w:lang w:eastAsia="ja-JP"/>
              </w:rPr>
              <w:t>DC</w:t>
            </w:r>
            <w:r w:rsidRPr="00DF6DD6">
              <w:t>_</w:t>
            </w:r>
            <w:r w:rsidRPr="00DF6DD6">
              <w:rPr>
                <w:lang w:eastAsia="ja-JP"/>
              </w:rPr>
              <w:t>42A_n257</w:t>
            </w:r>
            <w:r w:rsidRPr="00DF6DD6">
              <w:t>A</w:t>
            </w:r>
          </w:p>
        </w:tc>
      </w:tr>
      <w:tr w:rsidR="00F55B07" w:rsidRPr="00DF6DD6" w14:paraId="0EBEB26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1612C6E" w14:textId="77777777" w:rsidR="00E82A1B" w:rsidRPr="00DF6DD6" w:rsidRDefault="00E82A1B" w:rsidP="003768E0">
            <w:pPr>
              <w:pStyle w:val="TAC"/>
              <w:keepNext w:val="0"/>
              <w:rPr>
                <w:lang w:val="en-US" w:eastAsia="zh-CN"/>
              </w:rPr>
            </w:pPr>
            <w:r w:rsidRPr="00DF6DD6">
              <w:rPr>
                <w:lang w:val="en-US" w:eastAsia="fi-FI"/>
              </w:rPr>
              <w:t>DC_3A-28A-42A_n257A</w:t>
            </w:r>
          </w:p>
          <w:p w14:paraId="37F262E2" w14:textId="77777777" w:rsidR="00E82A1B" w:rsidRPr="00DF6DD6" w:rsidRDefault="00E82A1B" w:rsidP="003768E0">
            <w:pPr>
              <w:pStyle w:val="TAC"/>
              <w:keepNext w:val="0"/>
              <w:rPr>
                <w:noProof/>
                <w:lang w:eastAsia="zh-CN"/>
              </w:rPr>
            </w:pPr>
            <w:r w:rsidRPr="00DF6DD6">
              <w:rPr>
                <w:lang w:val="en-US" w:eastAsia="fi-FI"/>
              </w:rPr>
              <w:t>DC_3A-28A-42C_n257A</w:t>
            </w:r>
          </w:p>
        </w:tc>
        <w:tc>
          <w:tcPr>
            <w:tcW w:w="3969" w:type="dxa"/>
            <w:tcMar>
              <w:top w:w="28" w:type="dxa"/>
              <w:left w:w="28" w:type="dxa"/>
              <w:bottom w:w="28" w:type="dxa"/>
              <w:right w:w="28" w:type="dxa"/>
            </w:tcMar>
            <w:vAlign w:val="center"/>
          </w:tcPr>
          <w:p w14:paraId="68C859BB" w14:textId="77777777" w:rsidR="00E82A1B" w:rsidRPr="00DF6DD6" w:rsidRDefault="00E82A1B" w:rsidP="003768E0">
            <w:pPr>
              <w:pStyle w:val="TAC"/>
              <w:keepNext w:val="0"/>
              <w:rPr>
                <w:lang w:val="en-US" w:eastAsia="fi-FI"/>
              </w:rPr>
            </w:pPr>
            <w:r w:rsidRPr="00DF6DD6">
              <w:rPr>
                <w:lang w:val="en-US" w:eastAsia="fi-FI"/>
              </w:rPr>
              <w:t>DC_3A_n257A</w:t>
            </w:r>
          </w:p>
          <w:p w14:paraId="69274EC5" w14:textId="77777777" w:rsidR="00E82A1B" w:rsidRPr="00DF6DD6" w:rsidRDefault="00E82A1B" w:rsidP="003768E0">
            <w:pPr>
              <w:pStyle w:val="TAC"/>
              <w:keepNext w:val="0"/>
              <w:rPr>
                <w:lang w:val="en-US" w:eastAsia="fi-FI"/>
              </w:rPr>
            </w:pPr>
            <w:r w:rsidRPr="00DF6DD6">
              <w:rPr>
                <w:lang w:val="en-US" w:eastAsia="fi-FI"/>
              </w:rPr>
              <w:t>DC_28A_n257A</w:t>
            </w:r>
          </w:p>
          <w:p w14:paraId="2405D4BA" w14:textId="77777777" w:rsidR="00E82A1B" w:rsidRPr="00DF6DD6" w:rsidRDefault="00E82A1B" w:rsidP="003768E0">
            <w:pPr>
              <w:pStyle w:val="TAC"/>
              <w:keepNext w:val="0"/>
              <w:rPr>
                <w:noProof/>
                <w:lang w:eastAsia="zh-CN"/>
              </w:rPr>
            </w:pPr>
            <w:r w:rsidRPr="00DF6DD6">
              <w:rPr>
                <w:lang w:val="en-US" w:eastAsia="fi-FI"/>
              </w:rPr>
              <w:t>DC_42A_n257A</w:t>
            </w:r>
          </w:p>
        </w:tc>
      </w:tr>
      <w:tr w:rsidR="00F55B07" w:rsidRPr="00DF6DD6" w14:paraId="1DC69EEF"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4CEA9D4" w14:textId="77777777" w:rsidR="00E82A1B" w:rsidRPr="00DF6DD6" w:rsidRDefault="00E82A1B" w:rsidP="003768E0">
            <w:pPr>
              <w:pStyle w:val="TAC"/>
              <w:keepNext w:val="0"/>
              <w:rPr>
                <w:lang w:eastAsia="zh-CN"/>
              </w:rPr>
            </w:pPr>
            <w:r w:rsidRPr="00DF6DD6">
              <w:t>DC_19A-21A-42A_n257A</w:t>
            </w:r>
            <w:r w:rsidRPr="00DF6DD6">
              <w:rPr>
                <w:vertAlign w:val="superscript"/>
                <w:lang w:val="en-US" w:eastAsia="zh-CN"/>
              </w:rPr>
              <w:t>2</w:t>
            </w:r>
          </w:p>
          <w:p w14:paraId="4755FB63" w14:textId="77777777" w:rsidR="00E82A1B" w:rsidRPr="00DF6DD6" w:rsidRDefault="00E82A1B" w:rsidP="003768E0">
            <w:pPr>
              <w:pStyle w:val="TAC"/>
              <w:keepNext w:val="0"/>
              <w:rPr>
                <w:lang w:eastAsia="zh-CN"/>
              </w:rPr>
            </w:pPr>
            <w:r w:rsidRPr="00DF6DD6">
              <w:rPr>
                <w:rFonts w:cs="Arial" w:hint="eastAsia"/>
                <w:lang w:eastAsia="ja-JP"/>
              </w:rPr>
              <w:t>DC</w:t>
            </w:r>
            <w:r w:rsidRPr="00DF6DD6">
              <w:rPr>
                <w:rFonts w:cs="Arial"/>
              </w:rPr>
              <w:t>_</w:t>
            </w:r>
            <w:r w:rsidRPr="00DF6DD6">
              <w:rPr>
                <w:rFonts w:cs="Arial" w:hint="eastAsia"/>
                <w:lang w:eastAsia="ja-JP"/>
              </w:rPr>
              <w:t>19A-21A-42C_n257A</w:t>
            </w:r>
            <w:r w:rsidRPr="00DF6DD6">
              <w:rPr>
                <w:vertAlign w:val="superscript"/>
                <w:lang w:val="en-US" w:eastAsia="zh-CN"/>
              </w:rPr>
              <w:t>2</w:t>
            </w:r>
          </w:p>
          <w:p w14:paraId="4899E8D8"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DF6DD6">
              <w:rPr>
                <w:rFonts w:cs="Arial" w:hint="eastAsia"/>
                <w:lang w:eastAsia="ja-JP"/>
              </w:rPr>
              <w:t>19A-21A-42C_n257</w:t>
            </w:r>
            <w:r w:rsidRPr="00DF6DD6">
              <w:rPr>
                <w:rFonts w:cs="Arial"/>
                <w:lang w:eastAsia="ja-JP"/>
              </w:rPr>
              <w:t>D</w:t>
            </w:r>
            <w:r w:rsidRPr="00DF6DD6">
              <w:rPr>
                <w:vertAlign w:val="superscript"/>
                <w:lang w:val="en-US" w:eastAsia="zh-CN"/>
              </w:rPr>
              <w:t>2</w:t>
            </w:r>
          </w:p>
          <w:p w14:paraId="5386852D" w14:textId="77777777" w:rsidR="00E82A1B" w:rsidRPr="00DF6DD6" w:rsidRDefault="00E82A1B" w:rsidP="003768E0">
            <w:pPr>
              <w:pStyle w:val="TAC"/>
              <w:keepNext w:val="0"/>
              <w:rPr>
                <w:rFonts w:cs="Arial"/>
                <w:lang w:eastAsia="zh-CN"/>
              </w:rPr>
            </w:pPr>
            <w:r w:rsidRPr="00DF6DD6">
              <w:rPr>
                <w:rFonts w:cs="Arial" w:hint="eastAsia"/>
                <w:lang w:eastAsia="ja-JP"/>
              </w:rPr>
              <w:t>DC</w:t>
            </w:r>
            <w:r w:rsidRPr="00DF6DD6">
              <w:rPr>
                <w:rFonts w:cs="Arial"/>
              </w:rPr>
              <w:t>_</w:t>
            </w:r>
            <w:r w:rsidRPr="00DF6DD6">
              <w:rPr>
                <w:rFonts w:cs="Arial" w:hint="eastAsia"/>
                <w:lang w:eastAsia="ja-JP"/>
              </w:rPr>
              <w:t>19A-21A-42C_n257</w:t>
            </w:r>
            <w:r w:rsidRPr="00DF6DD6">
              <w:rPr>
                <w:rFonts w:cs="Arial"/>
                <w:lang w:eastAsia="ja-JP"/>
              </w:rPr>
              <w:t>E</w:t>
            </w:r>
            <w:r w:rsidRPr="00DF6DD6">
              <w:rPr>
                <w:vertAlign w:val="superscript"/>
                <w:lang w:val="en-US" w:eastAsia="zh-CN"/>
              </w:rPr>
              <w:t>2</w:t>
            </w:r>
          </w:p>
          <w:p w14:paraId="6AAFFFF6" w14:textId="77777777" w:rsidR="00E82A1B" w:rsidRPr="00DF6DD6" w:rsidRDefault="00E82A1B" w:rsidP="003768E0">
            <w:pPr>
              <w:pStyle w:val="TAC"/>
              <w:keepNext w:val="0"/>
              <w:rPr>
                <w:noProof/>
                <w:lang w:eastAsia="zh-CN"/>
              </w:rPr>
            </w:pPr>
            <w:r w:rsidRPr="00DF6DD6">
              <w:rPr>
                <w:rFonts w:cs="Arial" w:hint="eastAsia"/>
                <w:lang w:eastAsia="ja-JP"/>
              </w:rPr>
              <w:t>DC</w:t>
            </w:r>
            <w:r w:rsidRPr="00DF6DD6">
              <w:rPr>
                <w:rFonts w:cs="Arial"/>
              </w:rPr>
              <w:t>_</w:t>
            </w:r>
            <w:r w:rsidRPr="00DF6DD6">
              <w:rPr>
                <w:rFonts w:cs="Arial" w:hint="eastAsia"/>
                <w:lang w:eastAsia="ja-JP"/>
              </w:rPr>
              <w:t>19A-21A-42C_n257</w:t>
            </w:r>
            <w:r w:rsidRPr="00DF6DD6">
              <w:rPr>
                <w:rFonts w:cs="Arial"/>
                <w:lang w:eastAsia="ja-JP"/>
              </w:rPr>
              <w:t>F</w:t>
            </w:r>
            <w:r w:rsidRPr="00DF6DD6">
              <w:rPr>
                <w:rFonts w:hint="eastAsia"/>
                <w:vertAlign w:val="superscript"/>
                <w:lang w:val="fi-FI" w:eastAsia="zh-CN"/>
              </w:rPr>
              <w:t>2</w:t>
            </w:r>
          </w:p>
        </w:tc>
        <w:tc>
          <w:tcPr>
            <w:tcW w:w="3969" w:type="dxa"/>
            <w:tcMar>
              <w:top w:w="28" w:type="dxa"/>
              <w:left w:w="28" w:type="dxa"/>
              <w:bottom w:w="28" w:type="dxa"/>
              <w:right w:w="28" w:type="dxa"/>
            </w:tcMar>
            <w:vAlign w:val="center"/>
          </w:tcPr>
          <w:p w14:paraId="7CFB80CA" w14:textId="77777777" w:rsidR="00E82A1B" w:rsidRPr="00DF6DD6" w:rsidRDefault="00E82A1B" w:rsidP="003768E0">
            <w:pPr>
              <w:pStyle w:val="TAC"/>
              <w:keepNext w:val="0"/>
            </w:pPr>
            <w:r w:rsidRPr="00DF6DD6">
              <w:t>DC_19A_n257A</w:t>
            </w:r>
          </w:p>
          <w:p w14:paraId="5788D252" w14:textId="77777777" w:rsidR="00E82A1B" w:rsidRPr="00DF6DD6" w:rsidRDefault="00E82A1B" w:rsidP="003768E0">
            <w:pPr>
              <w:pStyle w:val="TAC"/>
              <w:keepNext w:val="0"/>
            </w:pPr>
            <w:r w:rsidRPr="00DF6DD6">
              <w:t>DC_21A_n257A</w:t>
            </w:r>
          </w:p>
          <w:p w14:paraId="36F98741" w14:textId="77777777" w:rsidR="00E82A1B" w:rsidRPr="00DF6DD6" w:rsidRDefault="00E82A1B" w:rsidP="003768E0">
            <w:pPr>
              <w:pStyle w:val="TAC"/>
              <w:keepNext w:val="0"/>
              <w:rPr>
                <w:noProof/>
                <w:lang w:eastAsia="zh-CN"/>
              </w:rPr>
            </w:pPr>
            <w:r w:rsidRPr="00DF6DD6">
              <w:t>DC_42A_n257A</w:t>
            </w:r>
          </w:p>
        </w:tc>
      </w:tr>
      <w:tr w:rsidR="00F55B07" w:rsidRPr="00DF6DD6" w14:paraId="35ABDE51"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7CBF3E4" w14:textId="77777777" w:rsidR="00E82A1B" w:rsidRPr="00DF6DD6" w:rsidRDefault="00E82A1B" w:rsidP="003768E0">
            <w:pPr>
              <w:pStyle w:val="TAC"/>
              <w:keepNext w:val="0"/>
              <w:rPr>
                <w:lang w:val="en-US" w:eastAsia="zh-CN"/>
              </w:rPr>
            </w:pPr>
            <w:r w:rsidRPr="00DF6DD6">
              <w:rPr>
                <w:lang w:val="en-US" w:eastAsia="fi-FI"/>
              </w:rPr>
              <w:t>DC_21A-28A-42A_n257A</w:t>
            </w:r>
            <w:r w:rsidRPr="00DF6DD6">
              <w:rPr>
                <w:vertAlign w:val="superscript"/>
                <w:lang w:val="en-US" w:eastAsia="zh-CN"/>
              </w:rPr>
              <w:t>2</w:t>
            </w:r>
          </w:p>
          <w:p w14:paraId="16584D18" w14:textId="77777777" w:rsidR="00E82A1B" w:rsidRPr="00DF6DD6" w:rsidRDefault="00E82A1B" w:rsidP="003768E0">
            <w:pPr>
              <w:pStyle w:val="TAC"/>
              <w:keepNext w:val="0"/>
              <w:rPr>
                <w:noProof/>
                <w:lang w:eastAsia="zh-CN"/>
              </w:rPr>
            </w:pPr>
            <w:r w:rsidRPr="00DF6DD6">
              <w:rPr>
                <w:rFonts w:cs="Arial"/>
                <w:szCs w:val="18"/>
                <w:lang w:eastAsia="ja-JP"/>
              </w:rPr>
              <w:t>DC_21A-28A-42C_n257A</w:t>
            </w:r>
            <w:r w:rsidRPr="00DF6DD6">
              <w:rPr>
                <w:vertAlign w:val="superscript"/>
                <w:lang w:val="en-US" w:eastAsia="zh-CN"/>
              </w:rPr>
              <w:t>2</w:t>
            </w:r>
          </w:p>
        </w:tc>
        <w:tc>
          <w:tcPr>
            <w:tcW w:w="3969" w:type="dxa"/>
            <w:tcMar>
              <w:top w:w="28" w:type="dxa"/>
              <w:left w:w="28" w:type="dxa"/>
              <w:bottom w:w="28" w:type="dxa"/>
              <w:right w:w="28" w:type="dxa"/>
            </w:tcMar>
            <w:vAlign w:val="center"/>
          </w:tcPr>
          <w:p w14:paraId="54924E56" w14:textId="77777777" w:rsidR="00E82A1B" w:rsidRPr="00DF6DD6" w:rsidRDefault="00E82A1B" w:rsidP="003768E0">
            <w:pPr>
              <w:pStyle w:val="TAC"/>
              <w:keepNext w:val="0"/>
              <w:rPr>
                <w:lang w:val="en-US" w:eastAsia="fi-FI"/>
              </w:rPr>
            </w:pPr>
            <w:r w:rsidRPr="00DF6DD6">
              <w:rPr>
                <w:lang w:val="en-US" w:eastAsia="fi-FI"/>
              </w:rPr>
              <w:t>DC_21A_n257A</w:t>
            </w:r>
          </w:p>
          <w:p w14:paraId="0BD41110" w14:textId="77777777" w:rsidR="00E82A1B" w:rsidRPr="00DF6DD6" w:rsidRDefault="00E82A1B" w:rsidP="003768E0">
            <w:pPr>
              <w:pStyle w:val="TAC"/>
              <w:keepNext w:val="0"/>
              <w:rPr>
                <w:lang w:val="en-US" w:eastAsia="fi-FI"/>
              </w:rPr>
            </w:pPr>
            <w:r w:rsidRPr="00DF6DD6">
              <w:rPr>
                <w:lang w:val="en-US" w:eastAsia="fi-FI"/>
              </w:rPr>
              <w:t>DC_28A_n257A</w:t>
            </w:r>
          </w:p>
          <w:p w14:paraId="619F41CA" w14:textId="77777777" w:rsidR="00E82A1B" w:rsidRPr="00DF6DD6" w:rsidRDefault="00E82A1B" w:rsidP="003768E0">
            <w:pPr>
              <w:pStyle w:val="TAC"/>
              <w:keepNext w:val="0"/>
              <w:rPr>
                <w:noProof/>
                <w:lang w:eastAsia="zh-CN"/>
              </w:rPr>
            </w:pPr>
            <w:r w:rsidRPr="00DF6DD6">
              <w:rPr>
                <w:lang w:val="en-US" w:eastAsia="fi-FI"/>
              </w:rPr>
              <w:t>DC_42A_n257A</w:t>
            </w:r>
          </w:p>
        </w:tc>
      </w:tr>
      <w:tr w:rsidR="00E82A1B" w:rsidRPr="00DF6DD6" w14:paraId="3931FCF9" w14:textId="77777777" w:rsidTr="006500C3">
        <w:trPr>
          <w:trHeight w:val="227"/>
          <w:jc w:val="center"/>
        </w:trPr>
        <w:tc>
          <w:tcPr>
            <w:tcW w:w="7938" w:type="dxa"/>
            <w:gridSpan w:val="2"/>
            <w:shd w:val="clear" w:color="auto" w:fill="auto"/>
            <w:noWrap/>
            <w:tcMar>
              <w:top w:w="28" w:type="dxa"/>
              <w:left w:w="28" w:type="dxa"/>
              <w:bottom w:w="28" w:type="dxa"/>
              <w:right w:w="28" w:type="dxa"/>
            </w:tcMar>
            <w:vAlign w:val="center"/>
          </w:tcPr>
          <w:p w14:paraId="1D7C8D8A" w14:textId="02E5EBB2" w:rsidR="00E82A1B" w:rsidRPr="00DF6DD6" w:rsidRDefault="00E82A1B" w:rsidP="003768E0">
            <w:pPr>
              <w:pStyle w:val="TAN"/>
              <w:keepNext w:val="0"/>
              <w:rPr>
                <w:lang w:eastAsia="zh-CN"/>
              </w:rPr>
            </w:pPr>
            <w:r w:rsidRPr="00DF6DD6">
              <w:t>NOTE 1:</w:t>
            </w:r>
            <w:r w:rsidRPr="00DF6DD6">
              <w:tab/>
            </w:r>
            <w:r w:rsidR="00312007" w:rsidRPr="0070079D">
              <w:t xml:space="preserve">Uplink </w:t>
            </w:r>
            <w:r w:rsidR="00312007">
              <w:t>EN-DC</w:t>
            </w:r>
            <w:r w:rsidR="00312007" w:rsidRPr="0070079D">
              <w:t xml:space="preserve"> </w:t>
            </w:r>
            <w:r w:rsidRPr="00DF6DD6">
              <w:t>configurations are the configurations supported by the present release of specifications.</w:t>
            </w:r>
          </w:p>
          <w:p w14:paraId="4E4E9EE1" w14:textId="77777777" w:rsidR="00E82A1B" w:rsidRPr="00DF6DD6" w:rsidRDefault="00E82A1B" w:rsidP="003768E0">
            <w:pPr>
              <w:pStyle w:val="TAN"/>
              <w:keepNext w:val="0"/>
              <w:rPr>
                <w:lang w:val="en-US" w:eastAsia="zh-CN"/>
              </w:rPr>
            </w:pPr>
            <w:r w:rsidRPr="00DF6DD6">
              <w:t xml:space="preserve">NOTE </w:t>
            </w:r>
            <w:r w:rsidRPr="00DF6DD6">
              <w:rPr>
                <w:rFonts w:hint="eastAsia"/>
                <w:lang w:eastAsia="zh-CN"/>
              </w:rPr>
              <w:t>2</w:t>
            </w:r>
            <w:r w:rsidRPr="00DF6DD6">
              <w:t>:</w:t>
            </w:r>
            <w:r w:rsidRPr="00DF6DD6">
              <w:tab/>
              <w:t>Applicable for UE supporting inter-band EN-DC with mandatory simultaneous Rx/Tx capability</w:t>
            </w:r>
          </w:p>
        </w:tc>
      </w:tr>
    </w:tbl>
    <w:p w14:paraId="178FEB4F" w14:textId="66A3415F" w:rsidR="001310A1" w:rsidRPr="00DF6DD6" w:rsidRDefault="001310A1" w:rsidP="001310A1"/>
    <w:p w14:paraId="0742F34B" w14:textId="5C2E9DAF" w:rsidR="001310A1" w:rsidRPr="00DF6DD6" w:rsidRDefault="001310A1" w:rsidP="001310A1">
      <w:pPr>
        <w:pStyle w:val="Heading4"/>
      </w:pPr>
      <w:bookmarkStart w:id="834" w:name="_Toc21345424"/>
      <w:bookmarkStart w:id="835" w:name="_Toc29806273"/>
      <w:bookmarkStart w:id="836" w:name="_Toc37255806"/>
      <w:bookmarkStart w:id="837" w:name="_Toc37256147"/>
      <w:bookmarkStart w:id="838" w:name="_Toc45889984"/>
      <w:bookmarkStart w:id="839" w:name="_Toc52381809"/>
      <w:bookmarkStart w:id="840" w:name="_Toc61374908"/>
      <w:bookmarkStart w:id="841" w:name="_Toc67936259"/>
      <w:bookmarkStart w:id="842" w:name="_Toc67937132"/>
      <w:bookmarkStart w:id="843" w:name="_Toc76452368"/>
      <w:bookmarkStart w:id="844" w:name="_Toc76630211"/>
      <w:bookmarkStart w:id="845" w:name="_Toc83742771"/>
      <w:bookmarkStart w:id="846" w:name="_Toc83886885"/>
      <w:bookmarkStart w:id="847" w:name="_Toc83887685"/>
      <w:bookmarkStart w:id="848" w:name="_Toc90588526"/>
      <w:r w:rsidRPr="00DF6DD6">
        <w:t>5.5B.5.4</w:t>
      </w:r>
      <w:r w:rsidRPr="00DF6DD6">
        <w:tab/>
        <w:t xml:space="preserve">Inter-band EN-DC configurations </w:t>
      </w:r>
      <w:r w:rsidR="0042691E" w:rsidRPr="00DF6DD6">
        <w:t xml:space="preserve">including FR2 </w:t>
      </w:r>
      <w:r w:rsidRPr="00DF6DD6">
        <w:t>(five bands)</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14:paraId="2E7C4390" w14:textId="2243BA6D" w:rsidR="001310A1" w:rsidRPr="00DF6DD6" w:rsidRDefault="001310A1" w:rsidP="001310A1">
      <w:pPr>
        <w:pStyle w:val="TH"/>
      </w:pPr>
      <w:r w:rsidRPr="00DF6DD6">
        <w:t xml:space="preserve">Table 5.5B.5.4-1: Inter-band EN-DC configurations </w:t>
      </w:r>
      <w:r w:rsidR="0042691E" w:rsidRPr="00DF6DD6">
        <w:t xml:space="preserve">including FR2 </w:t>
      </w:r>
      <w:r w:rsidRPr="00DF6DD6">
        <w:t>(five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69"/>
        <w:gridCol w:w="3969"/>
      </w:tblGrid>
      <w:tr w:rsidR="00F55B07" w:rsidRPr="001920FC" w14:paraId="4DD2B035" w14:textId="77777777" w:rsidTr="006500C3">
        <w:trPr>
          <w:trHeight w:val="227"/>
          <w:tblHeader/>
          <w:jc w:val="center"/>
        </w:trPr>
        <w:tc>
          <w:tcPr>
            <w:tcW w:w="3969" w:type="dxa"/>
            <w:shd w:val="clear" w:color="auto" w:fill="auto"/>
            <w:tcMar>
              <w:top w:w="28" w:type="dxa"/>
              <w:left w:w="28" w:type="dxa"/>
              <w:bottom w:w="28" w:type="dxa"/>
              <w:right w:w="28" w:type="dxa"/>
            </w:tcMar>
            <w:vAlign w:val="center"/>
            <w:hideMark/>
          </w:tcPr>
          <w:p w14:paraId="76284341" w14:textId="77777777" w:rsidR="00F87FDA" w:rsidRPr="00DF6DD6" w:rsidRDefault="00F87FDA" w:rsidP="00A6034C">
            <w:pPr>
              <w:pStyle w:val="TAH"/>
              <w:keepNext w:val="0"/>
              <w:rPr>
                <w:lang w:val="en-US" w:eastAsia="fi-FI"/>
              </w:rPr>
            </w:pPr>
            <w:r w:rsidRPr="00DF6DD6">
              <w:rPr>
                <w:lang w:val="en-US" w:eastAsia="fi-FI"/>
              </w:rPr>
              <w:t>EN-DC</w:t>
            </w:r>
            <w:r w:rsidRPr="00DF6DD6">
              <w:rPr>
                <w:rFonts w:hint="eastAsia"/>
                <w:lang w:val="en-US" w:eastAsia="zh-CN"/>
              </w:rPr>
              <w:t xml:space="preserve"> </w:t>
            </w:r>
            <w:r w:rsidRPr="00DF6DD6">
              <w:rPr>
                <w:lang w:val="en-US" w:eastAsia="fi-FI"/>
              </w:rPr>
              <w:t>configuration</w:t>
            </w:r>
          </w:p>
        </w:tc>
        <w:tc>
          <w:tcPr>
            <w:tcW w:w="3969" w:type="dxa"/>
            <w:tcMar>
              <w:top w:w="28" w:type="dxa"/>
              <w:left w:w="28" w:type="dxa"/>
              <w:bottom w:w="28" w:type="dxa"/>
              <w:right w:w="28" w:type="dxa"/>
            </w:tcMar>
            <w:vAlign w:val="center"/>
          </w:tcPr>
          <w:p w14:paraId="01A90FE0" w14:textId="77777777" w:rsidR="00F87FDA" w:rsidRPr="00B94CFE" w:rsidDel="00C35823" w:rsidRDefault="00F87FDA" w:rsidP="00A6034C">
            <w:pPr>
              <w:pStyle w:val="TAH"/>
              <w:keepNext w:val="0"/>
              <w:rPr>
                <w:lang w:val="fr-FR" w:eastAsia="fi-FI"/>
              </w:rPr>
            </w:pPr>
            <w:r w:rsidRPr="00B94CFE">
              <w:rPr>
                <w:lang w:val="fr-FR" w:eastAsia="fi-FI"/>
              </w:rPr>
              <w:t>Uplink EN-DC</w:t>
            </w:r>
            <w:r w:rsidRPr="00B94CFE">
              <w:rPr>
                <w:lang w:val="fr-FR" w:eastAsia="zh-CN"/>
              </w:rPr>
              <w:t xml:space="preserve"> </w:t>
            </w:r>
            <w:r w:rsidRPr="00B94CFE">
              <w:rPr>
                <w:lang w:val="fr-FR" w:eastAsia="fi-FI"/>
              </w:rPr>
              <w:t>configuration</w:t>
            </w:r>
            <w:r w:rsidRPr="00B94CFE">
              <w:rPr>
                <w:lang w:val="fr-FR" w:eastAsia="zh-CN"/>
              </w:rPr>
              <w:t xml:space="preserve"> </w:t>
            </w:r>
            <w:r w:rsidRPr="00B94CFE">
              <w:rPr>
                <w:lang w:val="fr-FR" w:eastAsia="fi-FI"/>
              </w:rPr>
              <w:t>(NOTE 1)</w:t>
            </w:r>
          </w:p>
        </w:tc>
      </w:tr>
      <w:tr w:rsidR="00F55B07" w:rsidRPr="00DF6DD6" w14:paraId="3D1722B4"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0675548" w14:textId="78AA7D26" w:rsidR="00034290" w:rsidRPr="00DF6DD6" w:rsidRDefault="00626057" w:rsidP="00A6034C">
            <w:pPr>
              <w:pStyle w:val="TAC"/>
              <w:keepNext w:val="0"/>
              <w:rPr>
                <w:lang w:val="fi-FI" w:eastAsia="fi-FI"/>
              </w:rPr>
            </w:pPr>
            <w:r w:rsidRPr="00DF6DD6">
              <w:rPr>
                <w:lang w:val="fi-FI" w:eastAsia="fi-FI"/>
              </w:rPr>
              <w:t>DC_1A-3A-5A-7A_n257A</w:t>
            </w:r>
          </w:p>
        </w:tc>
        <w:tc>
          <w:tcPr>
            <w:tcW w:w="3969" w:type="dxa"/>
            <w:tcMar>
              <w:top w:w="28" w:type="dxa"/>
              <w:left w:w="28" w:type="dxa"/>
              <w:bottom w:w="28" w:type="dxa"/>
              <w:right w:w="28" w:type="dxa"/>
            </w:tcMar>
            <w:vAlign w:val="center"/>
          </w:tcPr>
          <w:p w14:paraId="6245C1FD" w14:textId="77777777" w:rsidR="00626057" w:rsidRPr="00DF6DD6" w:rsidRDefault="00626057" w:rsidP="00626057">
            <w:pPr>
              <w:pStyle w:val="TAC"/>
              <w:rPr>
                <w:lang w:val="en-US" w:eastAsia="fi-FI"/>
              </w:rPr>
            </w:pPr>
            <w:r w:rsidRPr="00DF6DD6">
              <w:rPr>
                <w:lang w:val="en-US" w:eastAsia="fi-FI"/>
              </w:rPr>
              <w:t>DC_1A_n257A</w:t>
            </w:r>
          </w:p>
          <w:p w14:paraId="292FFF3F" w14:textId="77777777" w:rsidR="00626057" w:rsidRPr="00DF6DD6" w:rsidRDefault="00626057" w:rsidP="00626057">
            <w:pPr>
              <w:pStyle w:val="TAC"/>
              <w:rPr>
                <w:lang w:val="en-US" w:eastAsia="fi-FI"/>
              </w:rPr>
            </w:pPr>
            <w:r w:rsidRPr="00DF6DD6">
              <w:rPr>
                <w:lang w:val="en-US" w:eastAsia="fi-FI"/>
              </w:rPr>
              <w:t>DC_3A_n257A</w:t>
            </w:r>
          </w:p>
          <w:p w14:paraId="315FE2CA" w14:textId="77777777" w:rsidR="00626057" w:rsidRPr="00DF6DD6" w:rsidRDefault="00626057" w:rsidP="00626057">
            <w:pPr>
              <w:pStyle w:val="TAC"/>
              <w:rPr>
                <w:lang w:val="en-US" w:eastAsia="fi-FI"/>
              </w:rPr>
            </w:pPr>
            <w:r w:rsidRPr="00DF6DD6">
              <w:rPr>
                <w:lang w:val="en-US" w:eastAsia="fi-FI"/>
              </w:rPr>
              <w:t>DC_5A_n257A</w:t>
            </w:r>
          </w:p>
          <w:p w14:paraId="573F93D4" w14:textId="468C1D20" w:rsidR="00034290" w:rsidRPr="00DF6DD6" w:rsidRDefault="00626057" w:rsidP="00626057">
            <w:pPr>
              <w:pStyle w:val="TAC"/>
              <w:keepNext w:val="0"/>
              <w:rPr>
                <w:lang w:val="fi-FI" w:eastAsia="fi-FI"/>
              </w:rPr>
            </w:pPr>
            <w:r w:rsidRPr="00DF6DD6">
              <w:rPr>
                <w:lang w:val="fi-FI" w:eastAsia="fi-FI"/>
              </w:rPr>
              <w:t>DC_7A_n257A</w:t>
            </w:r>
          </w:p>
        </w:tc>
      </w:tr>
      <w:tr w:rsidR="00F55B07" w:rsidRPr="00DF6DD6" w14:paraId="4641AAC1"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2DCCD13C" w14:textId="39B11D52" w:rsidR="00034290" w:rsidRPr="00DF6DD6" w:rsidRDefault="00626057" w:rsidP="00A6034C">
            <w:pPr>
              <w:pStyle w:val="TAC"/>
              <w:keepNext w:val="0"/>
              <w:rPr>
                <w:lang w:val="fi-FI" w:eastAsia="fi-FI"/>
              </w:rPr>
            </w:pPr>
            <w:r w:rsidRPr="00DF6DD6">
              <w:rPr>
                <w:lang w:val="fi-FI" w:eastAsia="fi-FI"/>
              </w:rPr>
              <w:t>DC_1A-3A-5A-7A-7A_n257A</w:t>
            </w:r>
          </w:p>
        </w:tc>
        <w:tc>
          <w:tcPr>
            <w:tcW w:w="3969" w:type="dxa"/>
            <w:tcMar>
              <w:top w:w="28" w:type="dxa"/>
              <w:left w:w="28" w:type="dxa"/>
              <w:bottom w:w="28" w:type="dxa"/>
              <w:right w:w="28" w:type="dxa"/>
            </w:tcMar>
            <w:vAlign w:val="center"/>
          </w:tcPr>
          <w:p w14:paraId="59210209" w14:textId="77777777" w:rsidR="00626057" w:rsidRPr="00DF6DD6" w:rsidRDefault="00626057" w:rsidP="00626057">
            <w:pPr>
              <w:pStyle w:val="TAC"/>
              <w:rPr>
                <w:lang w:val="en-US" w:eastAsia="fi-FI"/>
              </w:rPr>
            </w:pPr>
            <w:r w:rsidRPr="00DF6DD6">
              <w:rPr>
                <w:lang w:val="en-US" w:eastAsia="fi-FI"/>
              </w:rPr>
              <w:t>DC_1A_n257A</w:t>
            </w:r>
          </w:p>
          <w:p w14:paraId="6257FC3E" w14:textId="77777777" w:rsidR="00626057" w:rsidRPr="00DF6DD6" w:rsidRDefault="00626057" w:rsidP="00626057">
            <w:pPr>
              <w:pStyle w:val="TAC"/>
              <w:rPr>
                <w:lang w:val="en-US" w:eastAsia="fi-FI"/>
              </w:rPr>
            </w:pPr>
            <w:r w:rsidRPr="00DF6DD6">
              <w:rPr>
                <w:lang w:val="en-US" w:eastAsia="fi-FI"/>
              </w:rPr>
              <w:t>DC_3A_n257A</w:t>
            </w:r>
          </w:p>
          <w:p w14:paraId="6474C2B8" w14:textId="77777777" w:rsidR="00626057" w:rsidRPr="00DF6DD6" w:rsidRDefault="00626057" w:rsidP="00626057">
            <w:pPr>
              <w:pStyle w:val="TAC"/>
              <w:rPr>
                <w:lang w:val="en-US" w:eastAsia="fi-FI"/>
              </w:rPr>
            </w:pPr>
            <w:r w:rsidRPr="00DF6DD6">
              <w:rPr>
                <w:lang w:val="en-US" w:eastAsia="fi-FI"/>
              </w:rPr>
              <w:t>DC_5A_n257A</w:t>
            </w:r>
          </w:p>
          <w:p w14:paraId="2583A445" w14:textId="6E5EF1C5" w:rsidR="00034290" w:rsidRPr="00DF6DD6" w:rsidRDefault="00626057" w:rsidP="00626057">
            <w:pPr>
              <w:pStyle w:val="TAC"/>
              <w:keepNext w:val="0"/>
              <w:rPr>
                <w:lang w:val="fi-FI" w:eastAsia="fi-FI"/>
              </w:rPr>
            </w:pPr>
            <w:r w:rsidRPr="00DF6DD6">
              <w:rPr>
                <w:lang w:val="fi-FI" w:eastAsia="fi-FI"/>
              </w:rPr>
              <w:t>DC_7A_n257A</w:t>
            </w:r>
          </w:p>
        </w:tc>
      </w:tr>
      <w:tr w:rsidR="00847A85" w:rsidRPr="00DF6DD6" w14:paraId="088582F1"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51227C1" w14:textId="77777777" w:rsidR="00847A85" w:rsidRPr="00726130" w:rsidRDefault="00847A85" w:rsidP="00847A85">
            <w:pPr>
              <w:pStyle w:val="TAC"/>
              <w:keepNext w:val="0"/>
              <w:rPr>
                <w:lang w:eastAsia="fi-FI"/>
              </w:rPr>
            </w:pPr>
            <w:r w:rsidRPr="00726130">
              <w:rPr>
                <w:lang w:eastAsia="fi-FI"/>
              </w:rPr>
              <w:t>DC_1A-3A-19A-21A_n257A</w:t>
            </w:r>
          </w:p>
          <w:p w14:paraId="748BCB69" w14:textId="77777777" w:rsidR="00847A85" w:rsidRPr="00726130" w:rsidRDefault="00847A85" w:rsidP="00847A85">
            <w:pPr>
              <w:pStyle w:val="TAC"/>
              <w:keepNext w:val="0"/>
              <w:rPr>
                <w:lang w:eastAsia="fi-FI"/>
              </w:rPr>
            </w:pPr>
            <w:r w:rsidRPr="00726130">
              <w:rPr>
                <w:lang w:eastAsia="fi-FI"/>
              </w:rPr>
              <w:t>DC_1A-3A-19A-21A_n257D</w:t>
            </w:r>
          </w:p>
          <w:p w14:paraId="3207731B" w14:textId="77777777" w:rsidR="00847A85" w:rsidRPr="00726130" w:rsidRDefault="00847A85" w:rsidP="00847A85">
            <w:pPr>
              <w:pStyle w:val="TAC"/>
              <w:keepNext w:val="0"/>
              <w:rPr>
                <w:lang w:eastAsia="fi-FI"/>
              </w:rPr>
            </w:pPr>
            <w:r w:rsidRPr="00726130">
              <w:rPr>
                <w:lang w:eastAsia="fi-FI"/>
              </w:rPr>
              <w:t>DC_1A-3A-19A-21A_n257E</w:t>
            </w:r>
          </w:p>
          <w:p w14:paraId="7E54CAFD" w14:textId="62D7A54E" w:rsidR="00847A85" w:rsidRPr="00847A85" w:rsidRDefault="00847A85" w:rsidP="00847A85">
            <w:pPr>
              <w:pStyle w:val="TAC"/>
              <w:keepNext w:val="0"/>
              <w:rPr>
                <w:lang w:eastAsia="fi-FI"/>
              </w:rPr>
            </w:pPr>
            <w:r w:rsidRPr="00726130">
              <w:rPr>
                <w:lang w:eastAsia="fi-FI"/>
              </w:rPr>
              <w:t>DC_1A-3A-19A-21A_n257F</w:t>
            </w:r>
          </w:p>
        </w:tc>
        <w:tc>
          <w:tcPr>
            <w:tcW w:w="3969" w:type="dxa"/>
            <w:tcMar>
              <w:top w:w="28" w:type="dxa"/>
              <w:left w:w="28" w:type="dxa"/>
              <w:bottom w:w="28" w:type="dxa"/>
              <w:right w:w="28" w:type="dxa"/>
            </w:tcMar>
            <w:vAlign w:val="center"/>
          </w:tcPr>
          <w:p w14:paraId="02871FEE" w14:textId="77777777" w:rsidR="00847A85" w:rsidRPr="00726130" w:rsidRDefault="00847A85" w:rsidP="00847A85">
            <w:pPr>
              <w:pStyle w:val="TAC"/>
              <w:rPr>
                <w:lang w:val="en-US" w:eastAsia="fi-FI"/>
              </w:rPr>
            </w:pPr>
            <w:r w:rsidRPr="00726130">
              <w:rPr>
                <w:lang w:val="en-US" w:eastAsia="fi-FI"/>
              </w:rPr>
              <w:t>DC_1A_n257A</w:t>
            </w:r>
          </w:p>
          <w:p w14:paraId="14E096F9" w14:textId="77777777" w:rsidR="00847A85" w:rsidRPr="00726130" w:rsidRDefault="00847A85" w:rsidP="00847A85">
            <w:pPr>
              <w:pStyle w:val="TAC"/>
              <w:rPr>
                <w:lang w:val="en-US" w:eastAsia="fi-FI"/>
              </w:rPr>
            </w:pPr>
            <w:r w:rsidRPr="00726130">
              <w:rPr>
                <w:lang w:val="en-US" w:eastAsia="fi-FI"/>
              </w:rPr>
              <w:t>DC_3A_n257A</w:t>
            </w:r>
          </w:p>
          <w:p w14:paraId="070C9A11" w14:textId="77777777" w:rsidR="00847A85" w:rsidRPr="00726130" w:rsidRDefault="00847A85" w:rsidP="00847A85">
            <w:pPr>
              <w:pStyle w:val="TAC"/>
              <w:rPr>
                <w:lang w:val="en-US" w:eastAsia="fi-FI"/>
              </w:rPr>
            </w:pPr>
            <w:r w:rsidRPr="00726130">
              <w:rPr>
                <w:lang w:val="en-US" w:eastAsia="fi-FI"/>
              </w:rPr>
              <w:t>DC_19A_n257A</w:t>
            </w:r>
          </w:p>
          <w:p w14:paraId="15FC3B8E" w14:textId="097F2CDC" w:rsidR="00847A85" w:rsidRPr="00DF6DD6" w:rsidRDefault="00847A85" w:rsidP="00847A85">
            <w:pPr>
              <w:pStyle w:val="TAC"/>
              <w:keepNext w:val="0"/>
              <w:rPr>
                <w:lang w:val="fi-FI" w:eastAsia="fi-FI"/>
              </w:rPr>
            </w:pPr>
            <w:r w:rsidRPr="00726130">
              <w:rPr>
                <w:lang w:val="fi-FI" w:eastAsia="fi-FI"/>
              </w:rPr>
              <w:t>DC_21A_n257A</w:t>
            </w:r>
          </w:p>
        </w:tc>
      </w:tr>
      <w:tr w:rsidR="000F4D44" w:rsidRPr="00DF6DD6" w14:paraId="20BDDFF0"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5DB776D" w14:textId="77777777" w:rsidR="000F4D44" w:rsidRPr="00726130" w:rsidRDefault="000F4D44" w:rsidP="000F4D44">
            <w:pPr>
              <w:pStyle w:val="TAC"/>
              <w:keepNext w:val="0"/>
              <w:rPr>
                <w:lang w:eastAsia="fi-FI"/>
              </w:rPr>
            </w:pPr>
            <w:r w:rsidRPr="00726130">
              <w:rPr>
                <w:lang w:eastAsia="fi-FI"/>
              </w:rPr>
              <w:t>DC_1A-3A-19A-42A_n257A</w:t>
            </w:r>
          </w:p>
          <w:p w14:paraId="5F81747A" w14:textId="77777777" w:rsidR="000F4D44" w:rsidRPr="00726130" w:rsidRDefault="000F4D44" w:rsidP="000F4D44">
            <w:pPr>
              <w:pStyle w:val="TAC"/>
              <w:keepNext w:val="0"/>
              <w:rPr>
                <w:lang w:eastAsia="fi-FI"/>
              </w:rPr>
            </w:pPr>
            <w:r w:rsidRPr="00726130">
              <w:rPr>
                <w:lang w:eastAsia="fi-FI"/>
              </w:rPr>
              <w:t>DC_1A-3A-19A-42A_n257D</w:t>
            </w:r>
          </w:p>
          <w:p w14:paraId="045E4B09" w14:textId="77777777" w:rsidR="000F4D44" w:rsidRPr="00726130" w:rsidRDefault="000F4D44" w:rsidP="000F4D44">
            <w:pPr>
              <w:pStyle w:val="TAC"/>
              <w:keepNext w:val="0"/>
              <w:rPr>
                <w:lang w:eastAsia="fi-FI"/>
              </w:rPr>
            </w:pPr>
            <w:r w:rsidRPr="00726130">
              <w:rPr>
                <w:lang w:eastAsia="fi-FI"/>
              </w:rPr>
              <w:t>DC_1A-3A-19A-42A_n257E</w:t>
            </w:r>
          </w:p>
          <w:p w14:paraId="30713C29" w14:textId="77777777" w:rsidR="000F4D44" w:rsidRPr="00726130" w:rsidRDefault="000F4D44" w:rsidP="000F4D44">
            <w:pPr>
              <w:pStyle w:val="TAC"/>
              <w:keepNext w:val="0"/>
              <w:rPr>
                <w:lang w:eastAsia="fi-FI"/>
              </w:rPr>
            </w:pPr>
            <w:r w:rsidRPr="00726130">
              <w:rPr>
                <w:lang w:eastAsia="fi-FI"/>
              </w:rPr>
              <w:t>DC_1A-3A-19A-42A_n257F</w:t>
            </w:r>
          </w:p>
          <w:p w14:paraId="031DCAF6" w14:textId="77777777" w:rsidR="000F4D44" w:rsidRPr="00726130" w:rsidRDefault="000F4D44" w:rsidP="000F4D44">
            <w:pPr>
              <w:pStyle w:val="TAC"/>
              <w:keepNext w:val="0"/>
              <w:rPr>
                <w:lang w:eastAsia="fi-FI"/>
              </w:rPr>
            </w:pPr>
            <w:r w:rsidRPr="00726130">
              <w:rPr>
                <w:lang w:eastAsia="fi-FI"/>
              </w:rPr>
              <w:t>DC_1A-3A-19A-42C_n257A</w:t>
            </w:r>
          </w:p>
          <w:p w14:paraId="28FFFF95" w14:textId="77777777" w:rsidR="000F4D44" w:rsidRPr="00726130" w:rsidRDefault="000F4D44" w:rsidP="000F4D44">
            <w:pPr>
              <w:pStyle w:val="TAC"/>
              <w:keepNext w:val="0"/>
              <w:rPr>
                <w:lang w:eastAsia="fi-FI"/>
              </w:rPr>
            </w:pPr>
            <w:r w:rsidRPr="00726130">
              <w:rPr>
                <w:lang w:eastAsia="fi-FI"/>
              </w:rPr>
              <w:t>DC_1A-3A-19A-42C_n257D</w:t>
            </w:r>
          </w:p>
          <w:p w14:paraId="7FFCC427" w14:textId="77777777" w:rsidR="000F4D44" w:rsidRPr="00726130" w:rsidRDefault="000F4D44" w:rsidP="000F4D44">
            <w:pPr>
              <w:pStyle w:val="TAC"/>
              <w:keepNext w:val="0"/>
              <w:rPr>
                <w:lang w:eastAsia="fi-FI"/>
              </w:rPr>
            </w:pPr>
            <w:r w:rsidRPr="00726130">
              <w:rPr>
                <w:lang w:eastAsia="fi-FI"/>
              </w:rPr>
              <w:t>DC_1A-3A-19A-42C_n257E</w:t>
            </w:r>
          </w:p>
          <w:p w14:paraId="793505BC" w14:textId="1EFE18E3" w:rsidR="000F4D44" w:rsidRPr="000F4D44" w:rsidRDefault="000F4D44" w:rsidP="000F4D44">
            <w:pPr>
              <w:pStyle w:val="TAC"/>
              <w:keepNext w:val="0"/>
              <w:rPr>
                <w:lang w:eastAsia="fi-FI"/>
              </w:rPr>
            </w:pPr>
            <w:r w:rsidRPr="00726130">
              <w:rPr>
                <w:lang w:eastAsia="fi-FI"/>
              </w:rPr>
              <w:t>DC_1A-3A-19A-42C_n257F</w:t>
            </w:r>
          </w:p>
        </w:tc>
        <w:tc>
          <w:tcPr>
            <w:tcW w:w="3969" w:type="dxa"/>
            <w:tcMar>
              <w:top w:w="28" w:type="dxa"/>
              <w:left w:w="28" w:type="dxa"/>
              <w:bottom w:w="28" w:type="dxa"/>
              <w:right w:w="28" w:type="dxa"/>
            </w:tcMar>
            <w:vAlign w:val="center"/>
          </w:tcPr>
          <w:p w14:paraId="404439F2" w14:textId="77777777" w:rsidR="000F4D44" w:rsidRPr="00726130" w:rsidRDefault="000F4D44" w:rsidP="000F4D44">
            <w:pPr>
              <w:pStyle w:val="TAC"/>
              <w:rPr>
                <w:lang w:val="en-US" w:eastAsia="fi-FI"/>
              </w:rPr>
            </w:pPr>
            <w:r w:rsidRPr="00726130">
              <w:rPr>
                <w:lang w:val="en-US" w:eastAsia="fi-FI"/>
              </w:rPr>
              <w:t>DC_1A_n257A</w:t>
            </w:r>
          </w:p>
          <w:p w14:paraId="146FD71A" w14:textId="77777777" w:rsidR="000F4D44" w:rsidRPr="00726130" w:rsidRDefault="000F4D44" w:rsidP="000F4D44">
            <w:pPr>
              <w:pStyle w:val="TAC"/>
              <w:rPr>
                <w:lang w:val="en-US" w:eastAsia="fi-FI"/>
              </w:rPr>
            </w:pPr>
            <w:r w:rsidRPr="00726130">
              <w:rPr>
                <w:lang w:val="en-US" w:eastAsia="fi-FI"/>
              </w:rPr>
              <w:t>DC_3A_n257A</w:t>
            </w:r>
          </w:p>
          <w:p w14:paraId="219BC049" w14:textId="77777777" w:rsidR="000F4D44" w:rsidRPr="00726130" w:rsidRDefault="000F4D44" w:rsidP="000F4D44">
            <w:pPr>
              <w:pStyle w:val="TAC"/>
              <w:rPr>
                <w:lang w:val="en-US" w:eastAsia="fi-FI"/>
              </w:rPr>
            </w:pPr>
            <w:r w:rsidRPr="00726130">
              <w:rPr>
                <w:lang w:val="en-US" w:eastAsia="fi-FI"/>
              </w:rPr>
              <w:t>DC_19A_n257A</w:t>
            </w:r>
          </w:p>
          <w:p w14:paraId="022A02E6" w14:textId="6F2C8111" w:rsidR="000F4D44" w:rsidRPr="00DF6DD6" w:rsidRDefault="000F4D44" w:rsidP="000F4D44">
            <w:pPr>
              <w:pStyle w:val="TAC"/>
              <w:keepNext w:val="0"/>
              <w:rPr>
                <w:lang w:val="fi-FI" w:eastAsia="fi-FI"/>
              </w:rPr>
            </w:pPr>
            <w:r w:rsidRPr="00726130">
              <w:rPr>
                <w:lang w:val="fi-FI" w:eastAsia="fi-FI"/>
              </w:rPr>
              <w:t>DC_42A_n257A</w:t>
            </w:r>
          </w:p>
        </w:tc>
      </w:tr>
      <w:tr w:rsidR="00F55B07" w:rsidRPr="00DF6DD6" w14:paraId="43C23CF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276B54A" w14:textId="77777777" w:rsidR="007B7AD0" w:rsidRPr="00726130" w:rsidRDefault="007B7AD0" w:rsidP="007B7AD0">
            <w:pPr>
              <w:pStyle w:val="TAC"/>
              <w:keepNext w:val="0"/>
              <w:rPr>
                <w:lang w:eastAsia="fi-FI"/>
              </w:rPr>
            </w:pPr>
            <w:r w:rsidRPr="00726130">
              <w:rPr>
                <w:lang w:eastAsia="fi-FI"/>
              </w:rPr>
              <w:t>DC_1A-3A-21A-42A_n257A</w:t>
            </w:r>
          </w:p>
          <w:p w14:paraId="1F1576E8" w14:textId="77777777" w:rsidR="007B7AD0" w:rsidRPr="00726130" w:rsidRDefault="007B7AD0" w:rsidP="007B7AD0">
            <w:pPr>
              <w:pStyle w:val="TAC"/>
              <w:keepNext w:val="0"/>
              <w:rPr>
                <w:lang w:eastAsia="fi-FI"/>
              </w:rPr>
            </w:pPr>
            <w:r w:rsidRPr="00726130">
              <w:rPr>
                <w:lang w:eastAsia="fi-FI"/>
              </w:rPr>
              <w:t>DC_1A-3A-21A-42C_n257A</w:t>
            </w:r>
          </w:p>
          <w:p w14:paraId="157F5D68" w14:textId="77777777" w:rsidR="007B7AD0" w:rsidRPr="00726130" w:rsidRDefault="007B7AD0" w:rsidP="007B7AD0">
            <w:pPr>
              <w:pStyle w:val="TAC"/>
              <w:keepNext w:val="0"/>
              <w:rPr>
                <w:lang w:eastAsia="fi-FI"/>
              </w:rPr>
            </w:pPr>
            <w:r w:rsidRPr="00726130">
              <w:rPr>
                <w:lang w:eastAsia="fi-FI"/>
              </w:rPr>
              <w:t>DC_1A-3A-21A-42C_n257D</w:t>
            </w:r>
          </w:p>
          <w:p w14:paraId="522F0EF6" w14:textId="77777777" w:rsidR="007B7AD0" w:rsidRPr="00726130" w:rsidRDefault="007B7AD0" w:rsidP="007B7AD0">
            <w:pPr>
              <w:pStyle w:val="TAC"/>
              <w:keepNext w:val="0"/>
              <w:rPr>
                <w:lang w:eastAsia="fi-FI"/>
              </w:rPr>
            </w:pPr>
            <w:r w:rsidRPr="00726130">
              <w:rPr>
                <w:lang w:eastAsia="fi-FI"/>
              </w:rPr>
              <w:t>DC_1A-3A-21A-42C_n257E</w:t>
            </w:r>
          </w:p>
          <w:p w14:paraId="3515BFD1" w14:textId="725DC556" w:rsidR="00626057" w:rsidRPr="00DF6DD6" w:rsidRDefault="007B7AD0" w:rsidP="007B7AD0">
            <w:pPr>
              <w:pStyle w:val="TAC"/>
              <w:keepNext w:val="0"/>
              <w:rPr>
                <w:lang w:val="fi-FI" w:eastAsia="fi-FI"/>
              </w:rPr>
            </w:pPr>
            <w:r w:rsidRPr="00726130">
              <w:rPr>
                <w:lang w:val="fi-FI" w:eastAsia="fi-FI"/>
              </w:rPr>
              <w:t>DC_1A-3A-21A-42C_n257F</w:t>
            </w:r>
          </w:p>
        </w:tc>
        <w:tc>
          <w:tcPr>
            <w:tcW w:w="3969" w:type="dxa"/>
            <w:tcMar>
              <w:top w:w="28" w:type="dxa"/>
              <w:left w:w="28" w:type="dxa"/>
              <w:bottom w:w="28" w:type="dxa"/>
              <w:right w:w="28" w:type="dxa"/>
            </w:tcMar>
            <w:vAlign w:val="center"/>
          </w:tcPr>
          <w:p w14:paraId="4BCCB8FC" w14:textId="77777777" w:rsidR="0075319C" w:rsidRPr="00DF6DD6" w:rsidRDefault="0075319C" w:rsidP="0075319C">
            <w:pPr>
              <w:pStyle w:val="TAC"/>
              <w:rPr>
                <w:lang w:val="en-US" w:eastAsia="fi-FI"/>
              </w:rPr>
            </w:pPr>
            <w:r w:rsidRPr="00DF6DD6">
              <w:rPr>
                <w:lang w:val="en-US" w:eastAsia="fi-FI"/>
              </w:rPr>
              <w:t>DC_1A_n257A</w:t>
            </w:r>
          </w:p>
          <w:p w14:paraId="07E18340" w14:textId="77777777" w:rsidR="0075319C" w:rsidRPr="00DF6DD6" w:rsidRDefault="0075319C" w:rsidP="0075319C">
            <w:pPr>
              <w:pStyle w:val="TAC"/>
              <w:rPr>
                <w:lang w:val="en-US" w:eastAsia="fi-FI"/>
              </w:rPr>
            </w:pPr>
            <w:r w:rsidRPr="00DF6DD6">
              <w:rPr>
                <w:lang w:val="en-US" w:eastAsia="fi-FI"/>
              </w:rPr>
              <w:t>DC_3A_n257A</w:t>
            </w:r>
          </w:p>
          <w:p w14:paraId="7174F0B5" w14:textId="77777777" w:rsidR="0075319C" w:rsidRPr="00DF6DD6" w:rsidRDefault="0075319C" w:rsidP="0075319C">
            <w:pPr>
              <w:pStyle w:val="TAC"/>
              <w:rPr>
                <w:lang w:val="en-US" w:eastAsia="fi-FI"/>
              </w:rPr>
            </w:pPr>
            <w:r w:rsidRPr="00DF6DD6">
              <w:rPr>
                <w:lang w:val="en-US" w:eastAsia="fi-FI"/>
              </w:rPr>
              <w:t>DC_21A_n257A</w:t>
            </w:r>
          </w:p>
          <w:p w14:paraId="1E6C81F4" w14:textId="2E435461" w:rsidR="00626057" w:rsidRPr="00DF6DD6" w:rsidRDefault="0075319C" w:rsidP="0075319C">
            <w:pPr>
              <w:pStyle w:val="TAC"/>
              <w:keepNext w:val="0"/>
              <w:rPr>
                <w:lang w:val="fi-FI" w:eastAsia="fi-FI"/>
              </w:rPr>
            </w:pPr>
            <w:r w:rsidRPr="00DF6DD6">
              <w:rPr>
                <w:lang w:val="fi-FI" w:eastAsia="fi-FI"/>
              </w:rPr>
              <w:t>DC_42A_n257A</w:t>
            </w:r>
          </w:p>
        </w:tc>
      </w:tr>
      <w:tr w:rsidR="00F55B07" w:rsidRPr="00DF6DD6" w14:paraId="679BD373"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93F1640" w14:textId="77777777" w:rsidR="004D4ACE" w:rsidRPr="00726130" w:rsidRDefault="004D4ACE" w:rsidP="004D4ACE">
            <w:pPr>
              <w:pStyle w:val="TAC"/>
              <w:keepNext w:val="0"/>
              <w:rPr>
                <w:lang w:eastAsia="fi-FI"/>
              </w:rPr>
            </w:pPr>
            <w:r w:rsidRPr="00726130">
              <w:rPr>
                <w:lang w:eastAsia="fi-FI"/>
              </w:rPr>
              <w:t>DC_1A-3A-28A-42A_n257A</w:t>
            </w:r>
          </w:p>
          <w:p w14:paraId="08497DE1" w14:textId="3445868B" w:rsidR="0075319C" w:rsidRPr="004D4ACE" w:rsidRDefault="004D4ACE" w:rsidP="004D4ACE">
            <w:pPr>
              <w:pStyle w:val="TAC"/>
              <w:keepNext w:val="0"/>
              <w:rPr>
                <w:lang w:eastAsia="fi-FI"/>
              </w:rPr>
            </w:pPr>
            <w:r w:rsidRPr="00726130">
              <w:rPr>
                <w:lang w:eastAsia="fi-FI"/>
              </w:rPr>
              <w:t>DC_1A-3A-28A-42C_n257A</w:t>
            </w:r>
          </w:p>
        </w:tc>
        <w:tc>
          <w:tcPr>
            <w:tcW w:w="3969" w:type="dxa"/>
            <w:tcMar>
              <w:top w:w="28" w:type="dxa"/>
              <w:left w:w="28" w:type="dxa"/>
              <w:bottom w:w="28" w:type="dxa"/>
              <w:right w:w="28" w:type="dxa"/>
            </w:tcMar>
            <w:vAlign w:val="center"/>
          </w:tcPr>
          <w:p w14:paraId="27A25219" w14:textId="77777777" w:rsidR="0075319C" w:rsidRPr="00DF6DD6" w:rsidRDefault="0075319C" w:rsidP="0075319C">
            <w:pPr>
              <w:pStyle w:val="TAC"/>
              <w:rPr>
                <w:lang w:val="en-US" w:eastAsia="fi-FI"/>
              </w:rPr>
            </w:pPr>
            <w:r w:rsidRPr="00DF6DD6">
              <w:rPr>
                <w:lang w:val="en-US" w:eastAsia="fi-FI"/>
              </w:rPr>
              <w:t>DC_1A_n257A</w:t>
            </w:r>
          </w:p>
          <w:p w14:paraId="193450A4" w14:textId="77777777" w:rsidR="0075319C" w:rsidRPr="00DF6DD6" w:rsidRDefault="0075319C" w:rsidP="0075319C">
            <w:pPr>
              <w:pStyle w:val="TAC"/>
              <w:rPr>
                <w:lang w:val="en-US" w:eastAsia="fi-FI"/>
              </w:rPr>
            </w:pPr>
            <w:r w:rsidRPr="00DF6DD6">
              <w:rPr>
                <w:lang w:val="en-US" w:eastAsia="fi-FI"/>
              </w:rPr>
              <w:t>DC_3A_n257A</w:t>
            </w:r>
          </w:p>
          <w:p w14:paraId="070668F7" w14:textId="77777777" w:rsidR="0075319C" w:rsidRPr="00DF6DD6" w:rsidRDefault="0075319C" w:rsidP="0075319C">
            <w:pPr>
              <w:pStyle w:val="TAC"/>
              <w:rPr>
                <w:lang w:val="en-US" w:eastAsia="fi-FI"/>
              </w:rPr>
            </w:pPr>
            <w:r w:rsidRPr="00DF6DD6">
              <w:rPr>
                <w:lang w:val="en-US" w:eastAsia="fi-FI"/>
              </w:rPr>
              <w:t>DC_28A_n257A</w:t>
            </w:r>
          </w:p>
          <w:p w14:paraId="066EE6E0" w14:textId="1BF586DA" w:rsidR="0075319C" w:rsidRPr="00DF6DD6" w:rsidRDefault="0075319C" w:rsidP="0075319C">
            <w:pPr>
              <w:pStyle w:val="TAC"/>
              <w:keepNext w:val="0"/>
              <w:rPr>
                <w:lang w:val="fi-FI" w:eastAsia="fi-FI"/>
              </w:rPr>
            </w:pPr>
            <w:r w:rsidRPr="00DF6DD6">
              <w:rPr>
                <w:lang w:val="fi-FI" w:eastAsia="fi-FI"/>
              </w:rPr>
              <w:t>DC_42A_n257A</w:t>
            </w:r>
          </w:p>
        </w:tc>
      </w:tr>
      <w:tr w:rsidR="00F55B07" w:rsidRPr="00DF6DD6" w14:paraId="45721BF7"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1E2FB12" w14:textId="77777777" w:rsidR="00150235" w:rsidRPr="00726130" w:rsidRDefault="00150235" w:rsidP="00150235">
            <w:pPr>
              <w:pStyle w:val="TAC"/>
              <w:keepNext w:val="0"/>
              <w:rPr>
                <w:lang w:eastAsia="fi-FI"/>
              </w:rPr>
            </w:pPr>
            <w:r w:rsidRPr="00726130">
              <w:rPr>
                <w:lang w:eastAsia="fi-FI"/>
              </w:rPr>
              <w:t>DC_1A-19A-21A-42A_n257A</w:t>
            </w:r>
          </w:p>
          <w:p w14:paraId="5BC6BF46" w14:textId="77777777" w:rsidR="00150235" w:rsidRPr="00726130" w:rsidRDefault="00150235" w:rsidP="00150235">
            <w:pPr>
              <w:pStyle w:val="TAC"/>
              <w:keepNext w:val="0"/>
              <w:rPr>
                <w:lang w:eastAsia="fi-FI"/>
              </w:rPr>
            </w:pPr>
            <w:r w:rsidRPr="00726130">
              <w:rPr>
                <w:lang w:eastAsia="fi-FI"/>
              </w:rPr>
              <w:t>DC_1A-19A-21A-42A_n257D</w:t>
            </w:r>
          </w:p>
          <w:p w14:paraId="72A4C32F" w14:textId="77777777" w:rsidR="00150235" w:rsidRPr="00726130" w:rsidRDefault="00150235" w:rsidP="00150235">
            <w:pPr>
              <w:pStyle w:val="TAC"/>
              <w:keepNext w:val="0"/>
              <w:rPr>
                <w:lang w:eastAsia="fi-FI"/>
              </w:rPr>
            </w:pPr>
            <w:r w:rsidRPr="00726130">
              <w:rPr>
                <w:lang w:eastAsia="fi-FI"/>
              </w:rPr>
              <w:t>DC_1A-19A-21A-42A_n257E</w:t>
            </w:r>
          </w:p>
          <w:p w14:paraId="35E0CB59" w14:textId="77777777" w:rsidR="00150235" w:rsidRPr="00726130" w:rsidRDefault="00150235" w:rsidP="00150235">
            <w:pPr>
              <w:pStyle w:val="TAC"/>
              <w:keepNext w:val="0"/>
              <w:rPr>
                <w:lang w:eastAsia="fi-FI"/>
              </w:rPr>
            </w:pPr>
            <w:r w:rsidRPr="00726130">
              <w:rPr>
                <w:lang w:eastAsia="fi-FI"/>
              </w:rPr>
              <w:t>DC_1A-19A-21A-42A_n257F</w:t>
            </w:r>
          </w:p>
          <w:p w14:paraId="0BE5F71E" w14:textId="77777777" w:rsidR="00150235" w:rsidRPr="00726130" w:rsidRDefault="00150235" w:rsidP="00150235">
            <w:pPr>
              <w:pStyle w:val="TAC"/>
              <w:keepNext w:val="0"/>
              <w:rPr>
                <w:lang w:eastAsia="fi-FI"/>
              </w:rPr>
            </w:pPr>
            <w:r w:rsidRPr="00726130">
              <w:rPr>
                <w:lang w:eastAsia="fi-FI"/>
              </w:rPr>
              <w:t>DC_1A-19A-21A-42C_n257A</w:t>
            </w:r>
          </w:p>
          <w:p w14:paraId="1045EEF3" w14:textId="77777777" w:rsidR="00150235" w:rsidRPr="00726130" w:rsidRDefault="00150235" w:rsidP="00150235">
            <w:pPr>
              <w:pStyle w:val="TAC"/>
              <w:keepNext w:val="0"/>
              <w:rPr>
                <w:lang w:eastAsia="fi-FI"/>
              </w:rPr>
            </w:pPr>
            <w:r w:rsidRPr="00726130">
              <w:rPr>
                <w:lang w:eastAsia="fi-FI"/>
              </w:rPr>
              <w:t>DC_1A-19A-21A-42C_n257D</w:t>
            </w:r>
          </w:p>
          <w:p w14:paraId="65ECAAD4" w14:textId="77777777" w:rsidR="00150235" w:rsidRPr="00726130" w:rsidRDefault="00150235" w:rsidP="00150235">
            <w:pPr>
              <w:pStyle w:val="TAC"/>
              <w:keepNext w:val="0"/>
              <w:rPr>
                <w:lang w:eastAsia="fi-FI"/>
              </w:rPr>
            </w:pPr>
            <w:r w:rsidRPr="00726130">
              <w:rPr>
                <w:lang w:eastAsia="fi-FI"/>
              </w:rPr>
              <w:lastRenderedPageBreak/>
              <w:t>DC_1A-19A-21A-42C_n257E</w:t>
            </w:r>
          </w:p>
          <w:p w14:paraId="3AC5C071" w14:textId="43627CF4" w:rsidR="0075319C" w:rsidRPr="00143DEE" w:rsidRDefault="00150235" w:rsidP="00150235">
            <w:pPr>
              <w:pStyle w:val="TAC"/>
              <w:keepNext w:val="0"/>
              <w:rPr>
                <w:lang w:eastAsia="fi-FI"/>
              </w:rPr>
            </w:pPr>
            <w:r w:rsidRPr="00726130">
              <w:rPr>
                <w:lang w:eastAsia="fi-FI"/>
              </w:rPr>
              <w:t>DC_1A-19A-21A-42C_n257F</w:t>
            </w:r>
          </w:p>
        </w:tc>
        <w:tc>
          <w:tcPr>
            <w:tcW w:w="3969" w:type="dxa"/>
            <w:tcMar>
              <w:top w:w="28" w:type="dxa"/>
              <w:left w:w="28" w:type="dxa"/>
              <w:bottom w:w="28" w:type="dxa"/>
              <w:right w:w="28" w:type="dxa"/>
            </w:tcMar>
            <w:vAlign w:val="center"/>
          </w:tcPr>
          <w:p w14:paraId="787D8EE0" w14:textId="77777777" w:rsidR="0075319C" w:rsidRPr="00DF6DD6" w:rsidRDefault="0075319C" w:rsidP="0075319C">
            <w:pPr>
              <w:pStyle w:val="TAC"/>
              <w:rPr>
                <w:lang w:val="en-US" w:eastAsia="fi-FI"/>
              </w:rPr>
            </w:pPr>
            <w:r w:rsidRPr="00DF6DD6">
              <w:rPr>
                <w:lang w:val="en-US" w:eastAsia="fi-FI"/>
              </w:rPr>
              <w:lastRenderedPageBreak/>
              <w:t>DC_1A_n257A</w:t>
            </w:r>
          </w:p>
          <w:p w14:paraId="03DF1021" w14:textId="77777777" w:rsidR="0075319C" w:rsidRPr="00DF6DD6" w:rsidRDefault="0075319C" w:rsidP="0075319C">
            <w:pPr>
              <w:pStyle w:val="TAC"/>
              <w:rPr>
                <w:lang w:val="en-US" w:eastAsia="fi-FI"/>
              </w:rPr>
            </w:pPr>
            <w:r w:rsidRPr="00DF6DD6">
              <w:rPr>
                <w:lang w:val="en-US" w:eastAsia="fi-FI"/>
              </w:rPr>
              <w:t>DC_19A_n257A</w:t>
            </w:r>
          </w:p>
          <w:p w14:paraId="1F7A7312" w14:textId="77777777" w:rsidR="0075319C" w:rsidRPr="00DF6DD6" w:rsidRDefault="0075319C" w:rsidP="0075319C">
            <w:pPr>
              <w:pStyle w:val="TAC"/>
              <w:rPr>
                <w:lang w:val="en-US" w:eastAsia="fi-FI"/>
              </w:rPr>
            </w:pPr>
            <w:r w:rsidRPr="00DF6DD6">
              <w:rPr>
                <w:lang w:val="en-US" w:eastAsia="fi-FI"/>
              </w:rPr>
              <w:t>DC_21A_n257A</w:t>
            </w:r>
          </w:p>
          <w:p w14:paraId="4F748DD6" w14:textId="379D2C0B" w:rsidR="0075319C" w:rsidRPr="00DF6DD6" w:rsidRDefault="0075319C" w:rsidP="0075319C">
            <w:pPr>
              <w:pStyle w:val="TAC"/>
              <w:keepNext w:val="0"/>
              <w:rPr>
                <w:lang w:val="fi-FI" w:eastAsia="fi-FI"/>
              </w:rPr>
            </w:pPr>
            <w:r w:rsidRPr="00DF6DD6">
              <w:rPr>
                <w:lang w:val="fi-FI" w:eastAsia="fi-FI"/>
              </w:rPr>
              <w:t>DC_42A_n257A</w:t>
            </w:r>
          </w:p>
        </w:tc>
      </w:tr>
      <w:tr w:rsidR="00F55B07" w:rsidRPr="00DF6DD6" w14:paraId="3642C81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BCC1492" w14:textId="3080818D" w:rsidR="00CC7BB3" w:rsidRPr="00DF6DD6" w:rsidRDefault="00CC7BB3" w:rsidP="00A6034C">
            <w:pPr>
              <w:pStyle w:val="TAC"/>
              <w:keepNext w:val="0"/>
              <w:rPr>
                <w:lang w:val="fi-FI" w:eastAsia="fi-FI"/>
              </w:rPr>
            </w:pPr>
            <w:r w:rsidRPr="00DF6DD6">
              <w:rPr>
                <w:lang w:val="fi-FI" w:eastAsia="fi-FI"/>
              </w:rPr>
              <w:t>DC_1A-19A-28A-42C_n257A</w:t>
            </w:r>
          </w:p>
        </w:tc>
        <w:tc>
          <w:tcPr>
            <w:tcW w:w="3969" w:type="dxa"/>
            <w:tcMar>
              <w:top w:w="28" w:type="dxa"/>
              <w:left w:w="28" w:type="dxa"/>
              <w:bottom w:w="28" w:type="dxa"/>
              <w:right w:w="28" w:type="dxa"/>
            </w:tcMar>
            <w:vAlign w:val="center"/>
          </w:tcPr>
          <w:p w14:paraId="527C5DC1" w14:textId="77777777" w:rsidR="00CC7BB3" w:rsidRPr="00DF6DD6" w:rsidRDefault="00CC7BB3" w:rsidP="00CC7BB3">
            <w:pPr>
              <w:pStyle w:val="TAC"/>
              <w:rPr>
                <w:lang w:val="en-US" w:eastAsia="fi-FI"/>
              </w:rPr>
            </w:pPr>
            <w:r w:rsidRPr="00DF6DD6">
              <w:rPr>
                <w:lang w:val="en-US" w:eastAsia="fi-FI"/>
              </w:rPr>
              <w:t>DC_1A_n257A</w:t>
            </w:r>
          </w:p>
          <w:p w14:paraId="08258C1C" w14:textId="77777777" w:rsidR="00CC7BB3" w:rsidRPr="00DF6DD6" w:rsidRDefault="00CC7BB3" w:rsidP="00CC7BB3">
            <w:pPr>
              <w:pStyle w:val="TAC"/>
              <w:rPr>
                <w:lang w:val="en-US" w:eastAsia="fi-FI"/>
              </w:rPr>
            </w:pPr>
            <w:r w:rsidRPr="00DF6DD6">
              <w:rPr>
                <w:lang w:val="en-US" w:eastAsia="fi-FI"/>
              </w:rPr>
              <w:t>DC_19A_n257A</w:t>
            </w:r>
          </w:p>
          <w:p w14:paraId="237CBD3B" w14:textId="77777777" w:rsidR="00CC7BB3" w:rsidRPr="00DF6DD6" w:rsidRDefault="00CC7BB3" w:rsidP="00CC7BB3">
            <w:pPr>
              <w:pStyle w:val="TAC"/>
              <w:rPr>
                <w:lang w:val="en-US" w:eastAsia="fi-FI"/>
              </w:rPr>
            </w:pPr>
            <w:r w:rsidRPr="00DF6DD6">
              <w:rPr>
                <w:lang w:val="en-US" w:eastAsia="fi-FI"/>
              </w:rPr>
              <w:t>DC_28A_n257A</w:t>
            </w:r>
          </w:p>
          <w:p w14:paraId="6F3DF090" w14:textId="0374369C" w:rsidR="00CC7BB3" w:rsidRPr="00DF6DD6" w:rsidRDefault="00CC7BB3" w:rsidP="00CC7BB3">
            <w:pPr>
              <w:pStyle w:val="TAC"/>
              <w:rPr>
                <w:lang w:val="fi-FI" w:eastAsia="fi-FI"/>
              </w:rPr>
            </w:pPr>
            <w:r w:rsidRPr="00DF6DD6">
              <w:rPr>
                <w:lang w:val="fi-FI" w:eastAsia="fi-FI"/>
              </w:rPr>
              <w:t>DC_42A_n257A</w:t>
            </w:r>
          </w:p>
        </w:tc>
      </w:tr>
      <w:tr w:rsidR="00F55B07" w:rsidRPr="00DF6DD6" w14:paraId="0A564E18"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1D167C3" w14:textId="0664F35E" w:rsidR="00626057" w:rsidRPr="00DF6DD6" w:rsidRDefault="00CC7BB3" w:rsidP="00A6034C">
            <w:pPr>
              <w:pStyle w:val="TAC"/>
              <w:keepNext w:val="0"/>
              <w:rPr>
                <w:lang w:val="fi-FI" w:eastAsia="fi-FI"/>
              </w:rPr>
            </w:pPr>
            <w:r w:rsidRPr="00DF6DD6">
              <w:rPr>
                <w:lang w:val="fi-FI" w:eastAsia="fi-FI"/>
              </w:rPr>
              <w:t>DC_1A-21A-28A-42A_n257A</w:t>
            </w:r>
          </w:p>
        </w:tc>
        <w:tc>
          <w:tcPr>
            <w:tcW w:w="3969" w:type="dxa"/>
            <w:tcMar>
              <w:top w:w="28" w:type="dxa"/>
              <w:left w:w="28" w:type="dxa"/>
              <w:bottom w:w="28" w:type="dxa"/>
              <w:right w:w="28" w:type="dxa"/>
            </w:tcMar>
            <w:vAlign w:val="center"/>
          </w:tcPr>
          <w:p w14:paraId="65AAEC0F" w14:textId="77777777" w:rsidR="00CC7BB3" w:rsidRPr="00DF6DD6" w:rsidRDefault="00CC7BB3" w:rsidP="00CC7BB3">
            <w:pPr>
              <w:pStyle w:val="TAC"/>
              <w:rPr>
                <w:lang w:val="en-US" w:eastAsia="fi-FI"/>
              </w:rPr>
            </w:pPr>
            <w:r w:rsidRPr="00DF6DD6">
              <w:rPr>
                <w:lang w:val="en-US" w:eastAsia="fi-FI"/>
              </w:rPr>
              <w:t>DC_1A_n257A</w:t>
            </w:r>
          </w:p>
          <w:p w14:paraId="692EEE63" w14:textId="77777777" w:rsidR="00CC7BB3" w:rsidRPr="00DF6DD6" w:rsidRDefault="00CC7BB3" w:rsidP="00CC7BB3">
            <w:pPr>
              <w:pStyle w:val="TAC"/>
              <w:rPr>
                <w:lang w:val="en-US" w:eastAsia="fi-FI"/>
              </w:rPr>
            </w:pPr>
            <w:r w:rsidRPr="00DF6DD6">
              <w:rPr>
                <w:lang w:val="en-US" w:eastAsia="fi-FI"/>
              </w:rPr>
              <w:t>DC_21A_n257A</w:t>
            </w:r>
          </w:p>
          <w:p w14:paraId="487C3E3B" w14:textId="77777777" w:rsidR="00CC7BB3" w:rsidRPr="00DF6DD6" w:rsidRDefault="00CC7BB3" w:rsidP="00CC7BB3">
            <w:pPr>
              <w:pStyle w:val="TAC"/>
              <w:rPr>
                <w:lang w:val="en-US" w:eastAsia="fi-FI"/>
              </w:rPr>
            </w:pPr>
            <w:r w:rsidRPr="00DF6DD6">
              <w:rPr>
                <w:lang w:val="en-US" w:eastAsia="fi-FI"/>
              </w:rPr>
              <w:t>DC_28A_n257A</w:t>
            </w:r>
          </w:p>
          <w:p w14:paraId="09869031" w14:textId="616C3759" w:rsidR="00626057" w:rsidRPr="00DF6DD6" w:rsidRDefault="00CC7BB3" w:rsidP="00CC7BB3">
            <w:pPr>
              <w:pStyle w:val="TAC"/>
              <w:keepNext w:val="0"/>
              <w:rPr>
                <w:lang w:val="fi-FI" w:eastAsia="fi-FI"/>
              </w:rPr>
            </w:pPr>
            <w:r w:rsidRPr="00DF6DD6">
              <w:rPr>
                <w:lang w:val="fi-FI" w:eastAsia="fi-FI"/>
              </w:rPr>
              <w:t>DC_42A_n257A</w:t>
            </w:r>
          </w:p>
        </w:tc>
      </w:tr>
      <w:tr w:rsidR="00F87FDA" w:rsidRPr="00DF6DD6" w14:paraId="7D42956F" w14:textId="77777777" w:rsidTr="006500C3">
        <w:trPr>
          <w:trHeight w:val="227"/>
          <w:jc w:val="center"/>
        </w:trPr>
        <w:tc>
          <w:tcPr>
            <w:tcW w:w="7938" w:type="dxa"/>
            <w:gridSpan w:val="2"/>
            <w:shd w:val="clear" w:color="auto" w:fill="auto"/>
            <w:noWrap/>
            <w:tcMar>
              <w:top w:w="28" w:type="dxa"/>
              <w:left w:w="28" w:type="dxa"/>
              <w:bottom w:w="28" w:type="dxa"/>
              <w:right w:w="28" w:type="dxa"/>
            </w:tcMar>
            <w:vAlign w:val="center"/>
          </w:tcPr>
          <w:p w14:paraId="6AACABAA" w14:textId="2BDEBB6B" w:rsidR="00F87FDA" w:rsidRPr="00DF6DD6" w:rsidRDefault="00F87FDA">
            <w:pPr>
              <w:pStyle w:val="TAN"/>
              <w:keepNext w:val="0"/>
              <w:rPr>
                <w:lang w:val="en-US" w:eastAsia="zh-CN"/>
              </w:rPr>
            </w:pPr>
            <w:r w:rsidRPr="00DF6DD6">
              <w:t>NOTE 1:</w:t>
            </w:r>
            <w:r w:rsidRPr="00DF6DD6">
              <w:tab/>
            </w:r>
            <w:r w:rsidR="00312007" w:rsidRPr="0070079D">
              <w:t xml:space="preserve">Uplink </w:t>
            </w:r>
            <w:r w:rsidR="00312007">
              <w:t>EN-DC</w:t>
            </w:r>
            <w:r w:rsidR="00312007" w:rsidRPr="0070079D">
              <w:t xml:space="preserve"> </w:t>
            </w:r>
            <w:r w:rsidRPr="00DF6DD6">
              <w:t xml:space="preserve">configurations are the configurations supported by the present release of specifications.NOTE </w:t>
            </w:r>
            <w:r w:rsidRPr="00DF6DD6">
              <w:rPr>
                <w:rFonts w:hint="eastAsia"/>
                <w:lang w:eastAsia="zh-CN"/>
              </w:rPr>
              <w:t>2</w:t>
            </w:r>
            <w:r w:rsidRPr="00DF6DD6">
              <w:t>:</w:t>
            </w:r>
            <w:r w:rsidRPr="00DF6DD6">
              <w:tab/>
            </w:r>
            <w:r w:rsidR="00402EE8" w:rsidRPr="00DF6DD6">
              <w:t>Void</w:t>
            </w:r>
          </w:p>
        </w:tc>
      </w:tr>
    </w:tbl>
    <w:p w14:paraId="76559658" w14:textId="77777777" w:rsidR="00F177CB" w:rsidRPr="00DF6DD6" w:rsidRDefault="00F177CB" w:rsidP="001310A1"/>
    <w:p w14:paraId="6EB68509" w14:textId="68039E33" w:rsidR="001310A1" w:rsidRPr="00DF6DD6" w:rsidRDefault="001310A1" w:rsidP="001310A1">
      <w:pPr>
        <w:pStyle w:val="Heading4"/>
      </w:pPr>
      <w:bookmarkStart w:id="849" w:name="_Toc21345425"/>
      <w:bookmarkStart w:id="850" w:name="_Toc29806274"/>
      <w:bookmarkStart w:id="851" w:name="_Toc37255807"/>
      <w:bookmarkStart w:id="852" w:name="_Toc37256148"/>
      <w:bookmarkStart w:id="853" w:name="_Toc45889985"/>
      <w:bookmarkStart w:id="854" w:name="_Toc52381810"/>
      <w:bookmarkStart w:id="855" w:name="_Toc61374909"/>
      <w:bookmarkStart w:id="856" w:name="_Toc67936260"/>
      <w:bookmarkStart w:id="857" w:name="_Toc67937133"/>
      <w:bookmarkStart w:id="858" w:name="_Toc76452369"/>
      <w:bookmarkStart w:id="859" w:name="_Toc76630212"/>
      <w:bookmarkStart w:id="860" w:name="_Toc83742772"/>
      <w:bookmarkStart w:id="861" w:name="_Toc83886886"/>
      <w:bookmarkStart w:id="862" w:name="_Toc83887686"/>
      <w:bookmarkStart w:id="863" w:name="_Toc90588527"/>
      <w:bookmarkStart w:id="864" w:name="_Hlk9522711"/>
      <w:r w:rsidRPr="00DF6DD6">
        <w:t>5.5B.5.5</w:t>
      </w:r>
      <w:r w:rsidRPr="00DF6DD6">
        <w:tab/>
      </w:r>
      <w:r w:rsidR="00C25AB2" w:rsidRPr="00DF6DD6">
        <w:t>Void</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p w14:paraId="35DD2E06" w14:textId="77777777" w:rsidR="003C504E" w:rsidRPr="00DF6DD6" w:rsidRDefault="003C504E" w:rsidP="003C504E">
      <w:pPr>
        <w:pStyle w:val="Heading3"/>
      </w:pPr>
      <w:bookmarkStart w:id="865" w:name="_Toc21345426"/>
      <w:bookmarkStart w:id="866" w:name="_Toc29806275"/>
      <w:bookmarkStart w:id="867" w:name="_Toc37255808"/>
      <w:bookmarkStart w:id="868" w:name="_Toc37256149"/>
      <w:bookmarkStart w:id="869" w:name="_Toc45889986"/>
      <w:bookmarkStart w:id="870" w:name="_Toc52381811"/>
      <w:bookmarkStart w:id="871" w:name="_Toc61374910"/>
      <w:bookmarkStart w:id="872" w:name="_Toc67936261"/>
      <w:bookmarkStart w:id="873" w:name="_Toc67937134"/>
      <w:bookmarkStart w:id="874" w:name="_Toc76452370"/>
      <w:bookmarkStart w:id="875" w:name="_Toc76630213"/>
      <w:bookmarkStart w:id="876" w:name="_Toc83742773"/>
      <w:bookmarkStart w:id="877" w:name="_Toc83886887"/>
      <w:bookmarkStart w:id="878" w:name="_Toc83887687"/>
      <w:bookmarkStart w:id="879" w:name="_Toc90588528"/>
      <w:bookmarkEnd w:id="864"/>
      <w:r w:rsidRPr="00DF6DD6">
        <w:t>5.5B.6</w:t>
      </w:r>
      <w:r w:rsidRPr="00DF6DD6">
        <w:tab/>
        <w:t>Inter-band EN-DC including FR1 and FR2</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14:paraId="61900AF6" w14:textId="4554B4D1" w:rsidR="003C504E" w:rsidRPr="00DF6DD6" w:rsidRDefault="003C504E" w:rsidP="003C504E">
      <w:pPr>
        <w:pStyle w:val="Heading4"/>
      </w:pPr>
      <w:bookmarkStart w:id="880" w:name="_Toc21345427"/>
      <w:bookmarkStart w:id="881" w:name="_Toc29806276"/>
      <w:bookmarkStart w:id="882" w:name="_Toc37255809"/>
      <w:bookmarkStart w:id="883" w:name="_Toc37256150"/>
      <w:bookmarkStart w:id="884" w:name="_Toc45889987"/>
      <w:bookmarkStart w:id="885" w:name="_Toc52381812"/>
      <w:bookmarkStart w:id="886" w:name="_Toc61374911"/>
      <w:bookmarkStart w:id="887" w:name="_Toc67936262"/>
      <w:bookmarkStart w:id="888" w:name="_Toc67937135"/>
      <w:bookmarkStart w:id="889" w:name="_Toc76452371"/>
      <w:bookmarkStart w:id="890" w:name="_Toc76630214"/>
      <w:bookmarkStart w:id="891" w:name="_Toc83742774"/>
      <w:bookmarkStart w:id="892" w:name="_Toc83886888"/>
      <w:bookmarkStart w:id="893" w:name="_Toc83887688"/>
      <w:bookmarkStart w:id="894" w:name="_Toc90588529"/>
      <w:r w:rsidRPr="00DF6DD6">
        <w:t>5.5B.6.1</w:t>
      </w:r>
      <w:r w:rsidRPr="00DF6DD6">
        <w:tab/>
      </w:r>
      <w:r w:rsidR="00E55544" w:rsidRPr="00DF6DD6">
        <w:t>Void</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14:paraId="46187442" w14:textId="7D91231B" w:rsidR="00FB41B6" w:rsidRPr="00DF6DD6" w:rsidRDefault="00FB41B6" w:rsidP="00FB41B6">
      <w:pPr>
        <w:pStyle w:val="Heading4"/>
      </w:pPr>
      <w:bookmarkStart w:id="895" w:name="_Toc21345428"/>
      <w:bookmarkStart w:id="896" w:name="_Toc29806277"/>
      <w:bookmarkStart w:id="897" w:name="_Toc37255810"/>
      <w:bookmarkStart w:id="898" w:name="_Toc37256151"/>
      <w:bookmarkStart w:id="899" w:name="_Toc45889988"/>
      <w:bookmarkStart w:id="900" w:name="_Toc52381813"/>
      <w:bookmarkStart w:id="901" w:name="_Toc61374912"/>
      <w:bookmarkStart w:id="902" w:name="_Toc67936263"/>
      <w:bookmarkStart w:id="903" w:name="_Toc67937136"/>
      <w:bookmarkStart w:id="904" w:name="_Toc76452372"/>
      <w:bookmarkStart w:id="905" w:name="_Toc76630215"/>
      <w:bookmarkStart w:id="906" w:name="_Toc83742775"/>
      <w:bookmarkStart w:id="907" w:name="_Toc83886889"/>
      <w:bookmarkStart w:id="908" w:name="_Toc83887689"/>
      <w:bookmarkStart w:id="909" w:name="_Toc90588530"/>
      <w:r w:rsidRPr="00DF6DD6">
        <w:t>5.5B.</w:t>
      </w:r>
      <w:r w:rsidR="003C504E" w:rsidRPr="00DF6DD6">
        <w:t>6</w:t>
      </w:r>
      <w:r w:rsidRPr="00DF6DD6">
        <w:t>.</w:t>
      </w:r>
      <w:r w:rsidR="003C504E" w:rsidRPr="00DF6DD6">
        <w:t>2</w:t>
      </w:r>
      <w:r w:rsidRPr="00DF6DD6">
        <w:tab/>
        <w:t xml:space="preserve">Inter-band EN-DC configurations </w:t>
      </w:r>
      <w:r w:rsidR="00C313E7" w:rsidRPr="00DF6DD6">
        <w:t xml:space="preserve">including FR1 and FR2 </w:t>
      </w:r>
      <w:r w:rsidRPr="00DF6DD6">
        <w:t>(three bands)</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14:paraId="3330E9E9" w14:textId="5ECAD9DB" w:rsidR="00FB41B6" w:rsidRPr="00DF6DD6" w:rsidRDefault="00FB41B6" w:rsidP="00380415">
      <w:pPr>
        <w:pStyle w:val="TH"/>
      </w:pPr>
      <w:r w:rsidRPr="00DF6DD6">
        <w:t>Table 5.5B</w:t>
      </w:r>
      <w:r w:rsidR="003C504E" w:rsidRPr="00DF6DD6">
        <w:t>.</w:t>
      </w:r>
      <w:r w:rsidRPr="00DF6DD6">
        <w:t>6</w:t>
      </w:r>
      <w:r w:rsidR="003C504E" w:rsidRPr="00DF6DD6">
        <w:t>.2</w:t>
      </w:r>
      <w:r w:rsidRPr="00DF6DD6">
        <w:t xml:space="preserve">-1: Inter-band EN-DC configurations </w:t>
      </w:r>
      <w:r w:rsidR="00C313E7" w:rsidRPr="00DF6DD6">
        <w:t xml:space="preserve">including FR1 and FR2 </w:t>
      </w:r>
      <w:r w:rsidRPr="00DF6DD6">
        <w:t>(three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3969"/>
      </w:tblGrid>
      <w:tr w:rsidR="00F55B07" w:rsidRPr="00A3607D" w14:paraId="2EA4D482" w14:textId="77777777" w:rsidTr="006500C3">
        <w:trPr>
          <w:trHeight w:val="227"/>
          <w:tblHeader/>
          <w:jc w:val="center"/>
        </w:trPr>
        <w:tc>
          <w:tcPr>
            <w:tcW w:w="3969" w:type="dxa"/>
            <w:shd w:val="clear" w:color="auto" w:fill="auto"/>
            <w:tcMar>
              <w:top w:w="28" w:type="dxa"/>
              <w:left w:w="28" w:type="dxa"/>
              <w:bottom w:w="28" w:type="dxa"/>
              <w:right w:w="28" w:type="dxa"/>
            </w:tcMar>
            <w:vAlign w:val="center"/>
            <w:hideMark/>
          </w:tcPr>
          <w:p w14:paraId="59D36C1D" w14:textId="77777777" w:rsidR="001728BC" w:rsidRPr="00DF6DD6" w:rsidRDefault="001728BC" w:rsidP="003768E0">
            <w:pPr>
              <w:pStyle w:val="TAH"/>
              <w:keepNext w:val="0"/>
              <w:rPr>
                <w:lang w:val="en-US" w:eastAsia="fi-FI"/>
              </w:rPr>
            </w:pPr>
            <w:r w:rsidRPr="00DF6DD6">
              <w:rPr>
                <w:lang w:val="en-US" w:eastAsia="fi-FI"/>
              </w:rPr>
              <w:t>EN-DC</w:t>
            </w:r>
            <w:r w:rsidRPr="00DF6DD6">
              <w:rPr>
                <w:rFonts w:hint="eastAsia"/>
                <w:lang w:val="en-US" w:eastAsia="zh-CN"/>
              </w:rPr>
              <w:t xml:space="preserve"> </w:t>
            </w:r>
            <w:r w:rsidRPr="00DF6DD6">
              <w:rPr>
                <w:lang w:val="en-US" w:eastAsia="fi-FI"/>
              </w:rPr>
              <w:t>configuration</w:t>
            </w:r>
          </w:p>
        </w:tc>
        <w:tc>
          <w:tcPr>
            <w:tcW w:w="3969" w:type="dxa"/>
            <w:tcMar>
              <w:top w:w="28" w:type="dxa"/>
              <w:left w:w="28" w:type="dxa"/>
              <w:bottom w:w="28" w:type="dxa"/>
              <w:right w:w="28" w:type="dxa"/>
            </w:tcMar>
            <w:vAlign w:val="center"/>
          </w:tcPr>
          <w:p w14:paraId="1EE7689B" w14:textId="77777777" w:rsidR="001728BC" w:rsidRPr="00B94CFE" w:rsidDel="00C35823" w:rsidRDefault="001728BC" w:rsidP="003768E0">
            <w:pPr>
              <w:pStyle w:val="TAH"/>
              <w:keepNext w:val="0"/>
              <w:rPr>
                <w:lang w:val="fr-FR" w:eastAsia="fi-FI"/>
              </w:rPr>
            </w:pPr>
            <w:r w:rsidRPr="00B94CFE">
              <w:rPr>
                <w:lang w:val="fr-FR" w:eastAsia="fi-FI"/>
              </w:rPr>
              <w:t>Uplink EN-DC</w:t>
            </w:r>
            <w:r w:rsidRPr="00B94CFE">
              <w:rPr>
                <w:lang w:val="fr-FR" w:eastAsia="zh-CN"/>
              </w:rPr>
              <w:t xml:space="preserve"> </w:t>
            </w:r>
            <w:r w:rsidRPr="00B94CFE">
              <w:rPr>
                <w:lang w:val="fr-FR" w:eastAsia="fi-FI"/>
              </w:rPr>
              <w:t>configuration</w:t>
            </w:r>
            <w:r w:rsidRPr="00B94CFE">
              <w:rPr>
                <w:lang w:val="fr-FR" w:eastAsia="zh-CN"/>
              </w:rPr>
              <w:t xml:space="preserve"> </w:t>
            </w:r>
            <w:r w:rsidRPr="00B94CFE">
              <w:rPr>
                <w:lang w:val="fr-FR" w:eastAsia="fi-FI"/>
              </w:rPr>
              <w:t>(NOTE 1)</w:t>
            </w:r>
          </w:p>
        </w:tc>
      </w:tr>
      <w:tr w:rsidR="00F55B07" w:rsidRPr="00DF6DD6" w14:paraId="13EB6F7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4793CAC" w14:textId="77777777" w:rsidR="001728BC" w:rsidRPr="00DF6DD6" w:rsidRDefault="001728BC" w:rsidP="003768E0">
            <w:pPr>
              <w:pStyle w:val="TAC"/>
              <w:keepNext w:val="0"/>
              <w:rPr>
                <w:noProof/>
              </w:rPr>
            </w:pPr>
            <w:r w:rsidRPr="00DF6DD6">
              <w:rPr>
                <w:noProof/>
              </w:rPr>
              <w:t>DC_1A_n77A-n257A</w:t>
            </w:r>
          </w:p>
          <w:p w14:paraId="3A1943DD" w14:textId="77777777" w:rsidR="001728BC" w:rsidRPr="00DF6DD6" w:rsidRDefault="001728BC" w:rsidP="003768E0">
            <w:pPr>
              <w:pStyle w:val="TAC"/>
              <w:keepNext w:val="0"/>
              <w:rPr>
                <w:noProof/>
              </w:rPr>
            </w:pPr>
            <w:r w:rsidRPr="00DF6DD6">
              <w:rPr>
                <w:noProof/>
              </w:rPr>
              <w:t>DC_1A_n77A-n257D</w:t>
            </w:r>
          </w:p>
          <w:p w14:paraId="764D43A8" w14:textId="77777777" w:rsidR="001728BC" w:rsidRPr="00DF6DD6" w:rsidRDefault="001728BC" w:rsidP="003768E0">
            <w:pPr>
              <w:pStyle w:val="TAC"/>
              <w:keepNext w:val="0"/>
              <w:rPr>
                <w:noProof/>
              </w:rPr>
            </w:pPr>
            <w:r w:rsidRPr="00DF6DD6">
              <w:rPr>
                <w:noProof/>
              </w:rPr>
              <w:t>DC_1A_n77A-n257E</w:t>
            </w:r>
          </w:p>
          <w:p w14:paraId="0D298416" w14:textId="77777777" w:rsidR="001728BC" w:rsidRPr="00DF6DD6" w:rsidRDefault="001728BC" w:rsidP="003768E0">
            <w:pPr>
              <w:pStyle w:val="TAC"/>
              <w:keepNext w:val="0"/>
              <w:rPr>
                <w:noProof/>
              </w:rPr>
            </w:pPr>
            <w:r w:rsidRPr="00DF6DD6">
              <w:rPr>
                <w:noProof/>
              </w:rPr>
              <w:t>DC_1A_n77A-n257F</w:t>
            </w:r>
          </w:p>
          <w:p w14:paraId="0CBD03CE" w14:textId="77777777" w:rsidR="001728BC" w:rsidRPr="00DF6DD6" w:rsidRDefault="001728BC" w:rsidP="003768E0">
            <w:pPr>
              <w:pStyle w:val="TAC"/>
              <w:keepNext w:val="0"/>
              <w:rPr>
                <w:noProof/>
              </w:rPr>
            </w:pPr>
            <w:r w:rsidRPr="00DF6DD6">
              <w:rPr>
                <w:noProof/>
              </w:rPr>
              <w:t>DC_1A_n77C-n257A</w:t>
            </w:r>
          </w:p>
          <w:p w14:paraId="4A47B812" w14:textId="77777777" w:rsidR="001728BC" w:rsidRPr="00DF6DD6" w:rsidRDefault="001728BC" w:rsidP="003768E0">
            <w:pPr>
              <w:pStyle w:val="TAC"/>
              <w:keepNext w:val="0"/>
              <w:rPr>
                <w:noProof/>
              </w:rPr>
            </w:pPr>
            <w:r w:rsidRPr="00DF6DD6">
              <w:rPr>
                <w:noProof/>
              </w:rPr>
              <w:t>DC_1A_n77C-n257D</w:t>
            </w:r>
          </w:p>
          <w:p w14:paraId="3C6D7A42" w14:textId="77777777" w:rsidR="001728BC" w:rsidRPr="00DF6DD6" w:rsidRDefault="001728BC" w:rsidP="003768E0">
            <w:pPr>
              <w:pStyle w:val="TAC"/>
              <w:keepNext w:val="0"/>
              <w:rPr>
                <w:noProof/>
              </w:rPr>
            </w:pPr>
            <w:r w:rsidRPr="00DF6DD6">
              <w:rPr>
                <w:noProof/>
              </w:rPr>
              <w:t>DC_1A_n77C-n257E</w:t>
            </w:r>
          </w:p>
          <w:p w14:paraId="4EF80925" w14:textId="77777777" w:rsidR="001728BC" w:rsidRPr="00DF6DD6" w:rsidRDefault="001728BC" w:rsidP="003768E0">
            <w:pPr>
              <w:pStyle w:val="TAC"/>
              <w:keepNext w:val="0"/>
              <w:rPr>
                <w:noProof/>
              </w:rPr>
            </w:pPr>
            <w:r w:rsidRPr="00DF6DD6">
              <w:rPr>
                <w:noProof/>
              </w:rPr>
              <w:t>DC_1A_n77C-n257F</w:t>
            </w:r>
          </w:p>
        </w:tc>
        <w:tc>
          <w:tcPr>
            <w:tcW w:w="3969" w:type="dxa"/>
            <w:tcMar>
              <w:top w:w="28" w:type="dxa"/>
              <w:left w:w="28" w:type="dxa"/>
              <w:bottom w:w="28" w:type="dxa"/>
              <w:right w:w="28" w:type="dxa"/>
            </w:tcMar>
            <w:vAlign w:val="center"/>
          </w:tcPr>
          <w:p w14:paraId="1C83C21C" w14:textId="77777777" w:rsidR="001728BC" w:rsidRPr="00DF6DD6" w:rsidRDefault="001728BC" w:rsidP="003768E0">
            <w:pPr>
              <w:pStyle w:val="TAC"/>
              <w:keepNext w:val="0"/>
              <w:rPr>
                <w:noProof/>
              </w:rPr>
            </w:pPr>
            <w:r w:rsidRPr="00DF6DD6">
              <w:rPr>
                <w:noProof/>
              </w:rPr>
              <w:t>DC_1A_n77A</w:t>
            </w:r>
          </w:p>
          <w:p w14:paraId="05BA74B5" w14:textId="77777777" w:rsidR="001728BC" w:rsidRPr="00DF6DD6" w:rsidRDefault="001728BC" w:rsidP="003768E0">
            <w:pPr>
              <w:pStyle w:val="TAC"/>
              <w:keepNext w:val="0"/>
              <w:rPr>
                <w:noProof/>
              </w:rPr>
            </w:pPr>
            <w:r w:rsidRPr="00DF6DD6">
              <w:rPr>
                <w:noProof/>
              </w:rPr>
              <w:t>DC_1A_n257A</w:t>
            </w:r>
          </w:p>
          <w:p w14:paraId="5D1BF0A2" w14:textId="77777777" w:rsidR="001728BC" w:rsidRPr="00DF6DD6" w:rsidRDefault="001728BC" w:rsidP="003768E0">
            <w:pPr>
              <w:pStyle w:val="TAC"/>
              <w:keepNext w:val="0"/>
              <w:rPr>
                <w:noProof/>
              </w:rPr>
            </w:pPr>
            <w:r w:rsidRPr="00DF6DD6">
              <w:rPr>
                <w:noProof/>
              </w:rPr>
              <w:t>DC_1A_n77A-n257A</w:t>
            </w:r>
          </w:p>
        </w:tc>
      </w:tr>
      <w:tr w:rsidR="00F55B07" w:rsidRPr="00DF6DD6" w14:paraId="55ECCBDC"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A20D2D2" w14:textId="77777777" w:rsidR="001728BC" w:rsidRPr="00DF6DD6" w:rsidRDefault="001728BC" w:rsidP="003768E0">
            <w:pPr>
              <w:pStyle w:val="TAC"/>
              <w:keepNext w:val="0"/>
              <w:rPr>
                <w:noProof/>
              </w:rPr>
            </w:pPr>
            <w:r w:rsidRPr="00DF6DD6">
              <w:rPr>
                <w:noProof/>
              </w:rPr>
              <w:t>DC_1A_n78A-n257A</w:t>
            </w:r>
          </w:p>
          <w:p w14:paraId="684495E8" w14:textId="77777777" w:rsidR="001728BC" w:rsidRPr="00DF6DD6" w:rsidRDefault="001728BC" w:rsidP="003768E0">
            <w:pPr>
              <w:pStyle w:val="TAC"/>
              <w:keepNext w:val="0"/>
              <w:rPr>
                <w:noProof/>
              </w:rPr>
            </w:pPr>
            <w:r w:rsidRPr="00DF6DD6">
              <w:rPr>
                <w:noProof/>
              </w:rPr>
              <w:t>DC_1A_n78A-n257D</w:t>
            </w:r>
          </w:p>
          <w:p w14:paraId="2A37DA65" w14:textId="77777777" w:rsidR="001728BC" w:rsidRPr="00DF6DD6" w:rsidRDefault="001728BC" w:rsidP="003768E0">
            <w:pPr>
              <w:pStyle w:val="TAC"/>
              <w:keepNext w:val="0"/>
              <w:rPr>
                <w:noProof/>
              </w:rPr>
            </w:pPr>
            <w:r w:rsidRPr="00DF6DD6">
              <w:rPr>
                <w:noProof/>
              </w:rPr>
              <w:t>DC_1A_n78A-n257E</w:t>
            </w:r>
          </w:p>
          <w:p w14:paraId="3BC22ADC" w14:textId="77777777" w:rsidR="001728BC" w:rsidRPr="00DF6DD6" w:rsidRDefault="001728BC" w:rsidP="003768E0">
            <w:pPr>
              <w:pStyle w:val="TAC"/>
              <w:keepNext w:val="0"/>
              <w:rPr>
                <w:noProof/>
              </w:rPr>
            </w:pPr>
            <w:r w:rsidRPr="00DF6DD6">
              <w:rPr>
                <w:noProof/>
              </w:rPr>
              <w:t>DC_1A_n78A-n257F</w:t>
            </w:r>
          </w:p>
          <w:p w14:paraId="22F30F6B" w14:textId="77777777" w:rsidR="001728BC" w:rsidRPr="00DF6DD6" w:rsidRDefault="001728BC" w:rsidP="003768E0">
            <w:pPr>
              <w:pStyle w:val="TAC"/>
              <w:keepNext w:val="0"/>
              <w:rPr>
                <w:noProof/>
              </w:rPr>
            </w:pPr>
            <w:r w:rsidRPr="00DF6DD6">
              <w:rPr>
                <w:noProof/>
              </w:rPr>
              <w:t>DC_1A_n78C-n257A</w:t>
            </w:r>
          </w:p>
          <w:p w14:paraId="61A33903" w14:textId="77777777" w:rsidR="001728BC" w:rsidRPr="00DF6DD6" w:rsidRDefault="001728BC" w:rsidP="003768E0">
            <w:pPr>
              <w:pStyle w:val="TAC"/>
              <w:keepNext w:val="0"/>
              <w:rPr>
                <w:noProof/>
              </w:rPr>
            </w:pPr>
            <w:r w:rsidRPr="00DF6DD6">
              <w:rPr>
                <w:noProof/>
              </w:rPr>
              <w:t>DC_1A_n78C-n257D</w:t>
            </w:r>
          </w:p>
          <w:p w14:paraId="4DCF0A52" w14:textId="77777777" w:rsidR="001728BC" w:rsidRPr="00DF6DD6" w:rsidRDefault="001728BC" w:rsidP="003768E0">
            <w:pPr>
              <w:pStyle w:val="TAC"/>
              <w:keepNext w:val="0"/>
              <w:rPr>
                <w:noProof/>
              </w:rPr>
            </w:pPr>
            <w:r w:rsidRPr="00DF6DD6">
              <w:rPr>
                <w:noProof/>
              </w:rPr>
              <w:t>DC_1A_n78C-n257E</w:t>
            </w:r>
          </w:p>
          <w:p w14:paraId="1ACBCAA7" w14:textId="77777777" w:rsidR="001728BC" w:rsidRPr="00DF6DD6" w:rsidRDefault="001728BC" w:rsidP="003768E0">
            <w:pPr>
              <w:pStyle w:val="TAC"/>
              <w:keepNext w:val="0"/>
              <w:rPr>
                <w:noProof/>
              </w:rPr>
            </w:pPr>
            <w:r w:rsidRPr="00DF6DD6">
              <w:rPr>
                <w:noProof/>
              </w:rPr>
              <w:t>DC_1A_n78C-n257F</w:t>
            </w:r>
          </w:p>
        </w:tc>
        <w:tc>
          <w:tcPr>
            <w:tcW w:w="3969" w:type="dxa"/>
            <w:tcMar>
              <w:top w:w="28" w:type="dxa"/>
              <w:left w:w="28" w:type="dxa"/>
              <w:bottom w:w="28" w:type="dxa"/>
              <w:right w:w="28" w:type="dxa"/>
            </w:tcMar>
            <w:vAlign w:val="center"/>
          </w:tcPr>
          <w:p w14:paraId="172A1A80" w14:textId="77777777" w:rsidR="001728BC" w:rsidRPr="00DF6DD6" w:rsidRDefault="001728BC" w:rsidP="003768E0">
            <w:pPr>
              <w:pStyle w:val="TAC"/>
              <w:keepNext w:val="0"/>
              <w:rPr>
                <w:noProof/>
              </w:rPr>
            </w:pPr>
            <w:r w:rsidRPr="00DF6DD6">
              <w:rPr>
                <w:noProof/>
              </w:rPr>
              <w:t>DC_1A_n78A</w:t>
            </w:r>
          </w:p>
          <w:p w14:paraId="45474BF5" w14:textId="77777777" w:rsidR="001728BC" w:rsidRPr="00DF6DD6" w:rsidRDefault="001728BC" w:rsidP="003768E0">
            <w:pPr>
              <w:pStyle w:val="TAC"/>
              <w:keepNext w:val="0"/>
              <w:rPr>
                <w:noProof/>
              </w:rPr>
            </w:pPr>
            <w:r w:rsidRPr="00DF6DD6">
              <w:rPr>
                <w:noProof/>
              </w:rPr>
              <w:t>DC_1A_n257A</w:t>
            </w:r>
          </w:p>
          <w:p w14:paraId="5B39DD54" w14:textId="77777777" w:rsidR="001728BC" w:rsidRPr="00DF6DD6" w:rsidRDefault="001728BC" w:rsidP="003768E0">
            <w:pPr>
              <w:pStyle w:val="TAC"/>
              <w:keepNext w:val="0"/>
              <w:rPr>
                <w:noProof/>
              </w:rPr>
            </w:pPr>
            <w:r w:rsidRPr="00DF6DD6">
              <w:rPr>
                <w:noProof/>
              </w:rPr>
              <w:t>DC_1A_n78A-n257A</w:t>
            </w:r>
          </w:p>
        </w:tc>
      </w:tr>
      <w:tr w:rsidR="00F55B07" w:rsidRPr="00DF6DD6" w14:paraId="6DD577DE"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855A9C9" w14:textId="77777777" w:rsidR="001728BC" w:rsidRPr="00DF6DD6" w:rsidRDefault="001728BC" w:rsidP="003768E0">
            <w:pPr>
              <w:pStyle w:val="TAC"/>
              <w:keepNext w:val="0"/>
              <w:rPr>
                <w:noProof/>
              </w:rPr>
            </w:pPr>
            <w:r w:rsidRPr="00DF6DD6">
              <w:rPr>
                <w:noProof/>
              </w:rPr>
              <w:t>DC_1A_n79A-n257A</w:t>
            </w:r>
          </w:p>
          <w:p w14:paraId="095F6F52" w14:textId="77777777" w:rsidR="001728BC" w:rsidRPr="00DF6DD6" w:rsidRDefault="001728BC" w:rsidP="003768E0">
            <w:pPr>
              <w:pStyle w:val="TAC"/>
              <w:keepNext w:val="0"/>
              <w:rPr>
                <w:noProof/>
              </w:rPr>
            </w:pPr>
            <w:r w:rsidRPr="00DF6DD6">
              <w:rPr>
                <w:noProof/>
              </w:rPr>
              <w:t>DC_1A_n79A-n257D</w:t>
            </w:r>
          </w:p>
          <w:p w14:paraId="2D3E5476" w14:textId="77777777" w:rsidR="001728BC" w:rsidRPr="00DF6DD6" w:rsidRDefault="001728BC" w:rsidP="003768E0">
            <w:pPr>
              <w:pStyle w:val="TAC"/>
              <w:keepNext w:val="0"/>
              <w:rPr>
                <w:noProof/>
              </w:rPr>
            </w:pPr>
            <w:r w:rsidRPr="00DF6DD6">
              <w:rPr>
                <w:noProof/>
              </w:rPr>
              <w:t>DC_1A_n79A-n257E</w:t>
            </w:r>
          </w:p>
          <w:p w14:paraId="4B3B0B22" w14:textId="77777777" w:rsidR="001728BC" w:rsidRPr="00DF6DD6" w:rsidRDefault="001728BC" w:rsidP="003768E0">
            <w:pPr>
              <w:pStyle w:val="TAC"/>
              <w:keepNext w:val="0"/>
              <w:rPr>
                <w:noProof/>
              </w:rPr>
            </w:pPr>
            <w:r w:rsidRPr="00DF6DD6">
              <w:rPr>
                <w:noProof/>
              </w:rPr>
              <w:t>DC_1A_n79A-n257F</w:t>
            </w:r>
          </w:p>
          <w:p w14:paraId="3326F025" w14:textId="77777777" w:rsidR="001728BC" w:rsidRPr="00DF6DD6" w:rsidRDefault="001728BC" w:rsidP="003768E0">
            <w:pPr>
              <w:pStyle w:val="TAC"/>
              <w:keepNext w:val="0"/>
              <w:rPr>
                <w:noProof/>
              </w:rPr>
            </w:pPr>
            <w:r w:rsidRPr="00DF6DD6">
              <w:rPr>
                <w:noProof/>
              </w:rPr>
              <w:t>DC_1A_n79C-n257A</w:t>
            </w:r>
          </w:p>
          <w:p w14:paraId="77D77848" w14:textId="77777777" w:rsidR="001728BC" w:rsidRPr="00DF6DD6" w:rsidRDefault="001728BC" w:rsidP="003768E0">
            <w:pPr>
              <w:pStyle w:val="TAC"/>
              <w:keepNext w:val="0"/>
              <w:rPr>
                <w:noProof/>
              </w:rPr>
            </w:pPr>
            <w:r w:rsidRPr="00DF6DD6">
              <w:rPr>
                <w:noProof/>
              </w:rPr>
              <w:t>DC_1A_n79C-n257D</w:t>
            </w:r>
          </w:p>
          <w:p w14:paraId="202E4EE1" w14:textId="77777777" w:rsidR="001728BC" w:rsidRPr="00DF6DD6" w:rsidRDefault="001728BC" w:rsidP="003768E0">
            <w:pPr>
              <w:pStyle w:val="TAC"/>
              <w:keepNext w:val="0"/>
              <w:rPr>
                <w:noProof/>
              </w:rPr>
            </w:pPr>
            <w:r w:rsidRPr="00DF6DD6">
              <w:rPr>
                <w:noProof/>
              </w:rPr>
              <w:t>DC_1A_n79C-n257E</w:t>
            </w:r>
          </w:p>
          <w:p w14:paraId="2B94D6CC" w14:textId="77777777" w:rsidR="001728BC" w:rsidRPr="00DF6DD6" w:rsidRDefault="001728BC" w:rsidP="003768E0">
            <w:pPr>
              <w:pStyle w:val="TAC"/>
              <w:keepNext w:val="0"/>
              <w:rPr>
                <w:noProof/>
              </w:rPr>
            </w:pPr>
            <w:r w:rsidRPr="00DF6DD6">
              <w:rPr>
                <w:noProof/>
              </w:rPr>
              <w:t>DC_1A_n79C-n257F</w:t>
            </w:r>
          </w:p>
        </w:tc>
        <w:tc>
          <w:tcPr>
            <w:tcW w:w="3969" w:type="dxa"/>
            <w:tcMar>
              <w:top w:w="28" w:type="dxa"/>
              <w:left w:w="28" w:type="dxa"/>
              <w:bottom w:w="28" w:type="dxa"/>
              <w:right w:w="28" w:type="dxa"/>
            </w:tcMar>
            <w:vAlign w:val="center"/>
          </w:tcPr>
          <w:p w14:paraId="08010769" w14:textId="77777777" w:rsidR="001728BC" w:rsidRPr="00DF6DD6" w:rsidRDefault="001728BC" w:rsidP="003768E0">
            <w:pPr>
              <w:pStyle w:val="TAC"/>
              <w:keepNext w:val="0"/>
              <w:rPr>
                <w:noProof/>
              </w:rPr>
            </w:pPr>
            <w:r w:rsidRPr="00DF6DD6">
              <w:rPr>
                <w:noProof/>
              </w:rPr>
              <w:t>DC_1A_n79A</w:t>
            </w:r>
          </w:p>
          <w:p w14:paraId="2A85FC92" w14:textId="77777777" w:rsidR="001728BC" w:rsidRPr="00DF6DD6" w:rsidRDefault="001728BC" w:rsidP="003768E0">
            <w:pPr>
              <w:pStyle w:val="TAC"/>
              <w:keepNext w:val="0"/>
              <w:rPr>
                <w:noProof/>
              </w:rPr>
            </w:pPr>
            <w:r w:rsidRPr="00DF6DD6">
              <w:rPr>
                <w:noProof/>
              </w:rPr>
              <w:t>DC_1A_n257A</w:t>
            </w:r>
          </w:p>
          <w:p w14:paraId="71373412" w14:textId="77777777" w:rsidR="001728BC" w:rsidRPr="00DF6DD6" w:rsidRDefault="001728BC" w:rsidP="003768E0">
            <w:pPr>
              <w:pStyle w:val="TAC"/>
              <w:keepNext w:val="0"/>
              <w:rPr>
                <w:noProof/>
              </w:rPr>
            </w:pPr>
            <w:r w:rsidRPr="00DF6DD6">
              <w:rPr>
                <w:noProof/>
              </w:rPr>
              <w:t>DC_1A_n79A-n257A</w:t>
            </w:r>
          </w:p>
        </w:tc>
      </w:tr>
      <w:tr w:rsidR="00F55B07" w:rsidRPr="00DF6DD6" w14:paraId="353C60D9"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1647E0E" w14:textId="77777777" w:rsidR="001728BC" w:rsidRPr="00DF6DD6" w:rsidRDefault="001728BC" w:rsidP="003768E0">
            <w:pPr>
              <w:pStyle w:val="TAC"/>
              <w:keepNext w:val="0"/>
              <w:rPr>
                <w:noProof/>
              </w:rPr>
            </w:pPr>
            <w:r w:rsidRPr="00DF6DD6">
              <w:rPr>
                <w:noProof/>
              </w:rPr>
              <w:t>DC_3A_n77A-n257A</w:t>
            </w:r>
          </w:p>
          <w:p w14:paraId="7744A30B" w14:textId="77777777" w:rsidR="001728BC" w:rsidRPr="00DF6DD6" w:rsidRDefault="001728BC" w:rsidP="003768E0">
            <w:pPr>
              <w:pStyle w:val="TAC"/>
              <w:keepNext w:val="0"/>
              <w:rPr>
                <w:noProof/>
              </w:rPr>
            </w:pPr>
            <w:r w:rsidRPr="00DF6DD6">
              <w:rPr>
                <w:noProof/>
              </w:rPr>
              <w:t>DC_3A_n77A-n257D</w:t>
            </w:r>
          </w:p>
          <w:p w14:paraId="1F2FD389" w14:textId="77777777" w:rsidR="001728BC" w:rsidRPr="00DF6DD6" w:rsidRDefault="001728BC" w:rsidP="003768E0">
            <w:pPr>
              <w:pStyle w:val="TAC"/>
              <w:keepNext w:val="0"/>
              <w:rPr>
                <w:noProof/>
              </w:rPr>
            </w:pPr>
            <w:r w:rsidRPr="00DF6DD6">
              <w:rPr>
                <w:noProof/>
              </w:rPr>
              <w:t>DC_3A_n77A-n257E</w:t>
            </w:r>
          </w:p>
          <w:p w14:paraId="08D2F009" w14:textId="77777777" w:rsidR="001728BC" w:rsidRPr="00DF6DD6" w:rsidRDefault="001728BC" w:rsidP="003768E0">
            <w:pPr>
              <w:pStyle w:val="TAC"/>
              <w:keepNext w:val="0"/>
              <w:rPr>
                <w:noProof/>
              </w:rPr>
            </w:pPr>
            <w:r w:rsidRPr="00DF6DD6">
              <w:rPr>
                <w:noProof/>
              </w:rPr>
              <w:t>DC_3A_n77A-n257F</w:t>
            </w:r>
          </w:p>
          <w:p w14:paraId="1F4F44C4" w14:textId="77777777" w:rsidR="001728BC" w:rsidRPr="00DF6DD6" w:rsidRDefault="001728BC" w:rsidP="003768E0">
            <w:pPr>
              <w:pStyle w:val="TAC"/>
              <w:keepNext w:val="0"/>
              <w:rPr>
                <w:noProof/>
              </w:rPr>
            </w:pPr>
            <w:r w:rsidRPr="00DF6DD6">
              <w:rPr>
                <w:noProof/>
              </w:rPr>
              <w:t>DC_3A_n77C-n257A</w:t>
            </w:r>
          </w:p>
          <w:p w14:paraId="3F0DCF39" w14:textId="77777777" w:rsidR="001728BC" w:rsidRPr="00DF6DD6" w:rsidRDefault="001728BC" w:rsidP="003768E0">
            <w:pPr>
              <w:pStyle w:val="TAC"/>
              <w:keepNext w:val="0"/>
              <w:rPr>
                <w:noProof/>
              </w:rPr>
            </w:pPr>
            <w:r w:rsidRPr="00DF6DD6">
              <w:rPr>
                <w:noProof/>
              </w:rPr>
              <w:t>DC_3A_n77C-n257D</w:t>
            </w:r>
          </w:p>
          <w:p w14:paraId="0FD38425" w14:textId="77777777" w:rsidR="001728BC" w:rsidRPr="00DF6DD6" w:rsidRDefault="001728BC" w:rsidP="003768E0">
            <w:pPr>
              <w:pStyle w:val="TAC"/>
              <w:keepNext w:val="0"/>
              <w:rPr>
                <w:noProof/>
              </w:rPr>
            </w:pPr>
            <w:r w:rsidRPr="00DF6DD6">
              <w:rPr>
                <w:noProof/>
              </w:rPr>
              <w:t>DC_3A_n77C-n257E</w:t>
            </w:r>
          </w:p>
          <w:p w14:paraId="40812907" w14:textId="77777777" w:rsidR="001728BC" w:rsidRPr="00DF6DD6" w:rsidRDefault="001728BC" w:rsidP="003768E0">
            <w:pPr>
              <w:pStyle w:val="TAC"/>
              <w:keepNext w:val="0"/>
              <w:rPr>
                <w:noProof/>
              </w:rPr>
            </w:pPr>
            <w:r w:rsidRPr="00DF6DD6">
              <w:rPr>
                <w:noProof/>
              </w:rPr>
              <w:t>DC_3A_n77C-n257F</w:t>
            </w:r>
          </w:p>
        </w:tc>
        <w:tc>
          <w:tcPr>
            <w:tcW w:w="3969" w:type="dxa"/>
            <w:tcMar>
              <w:top w:w="28" w:type="dxa"/>
              <w:left w:w="28" w:type="dxa"/>
              <w:bottom w:w="28" w:type="dxa"/>
              <w:right w:w="28" w:type="dxa"/>
            </w:tcMar>
            <w:vAlign w:val="center"/>
          </w:tcPr>
          <w:p w14:paraId="360FC41D" w14:textId="77777777" w:rsidR="001728BC" w:rsidRPr="00DF6DD6" w:rsidRDefault="001728BC" w:rsidP="003768E0">
            <w:pPr>
              <w:pStyle w:val="TAC"/>
              <w:keepNext w:val="0"/>
              <w:rPr>
                <w:noProof/>
              </w:rPr>
            </w:pPr>
            <w:r w:rsidRPr="00DF6DD6">
              <w:rPr>
                <w:noProof/>
              </w:rPr>
              <w:t>DC_3A_n77A</w:t>
            </w:r>
          </w:p>
          <w:p w14:paraId="15E36CD2" w14:textId="77777777" w:rsidR="001728BC" w:rsidRPr="00DF6DD6" w:rsidRDefault="001728BC" w:rsidP="003768E0">
            <w:pPr>
              <w:pStyle w:val="TAC"/>
              <w:keepNext w:val="0"/>
              <w:rPr>
                <w:noProof/>
              </w:rPr>
            </w:pPr>
            <w:r w:rsidRPr="00DF6DD6">
              <w:rPr>
                <w:noProof/>
              </w:rPr>
              <w:t>DC_3A_n257A</w:t>
            </w:r>
          </w:p>
          <w:p w14:paraId="50D2776D" w14:textId="77777777" w:rsidR="001728BC" w:rsidRPr="00DF6DD6" w:rsidRDefault="001728BC" w:rsidP="003768E0">
            <w:pPr>
              <w:pStyle w:val="TAC"/>
              <w:keepNext w:val="0"/>
              <w:rPr>
                <w:noProof/>
              </w:rPr>
            </w:pPr>
            <w:r w:rsidRPr="00DF6DD6">
              <w:rPr>
                <w:noProof/>
              </w:rPr>
              <w:t>DC_3A_n77A-n257A</w:t>
            </w:r>
          </w:p>
        </w:tc>
      </w:tr>
      <w:tr w:rsidR="00F55B07" w:rsidRPr="00DF6DD6" w14:paraId="4F566DF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85C2CE9" w14:textId="77777777" w:rsidR="001728BC" w:rsidRPr="00DF6DD6" w:rsidRDefault="001728BC" w:rsidP="003768E0">
            <w:pPr>
              <w:pStyle w:val="TAC"/>
              <w:keepNext w:val="0"/>
              <w:rPr>
                <w:noProof/>
              </w:rPr>
            </w:pPr>
            <w:r w:rsidRPr="00DF6DD6">
              <w:rPr>
                <w:noProof/>
              </w:rPr>
              <w:t>DC_3A_n78A-n257A</w:t>
            </w:r>
          </w:p>
          <w:p w14:paraId="3333DCCF" w14:textId="77777777" w:rsidR="001728BC" w:rsidRPr="00DF6DD6" w:rsidRDefault="001728BC" w:rsidP="003768E0">
            <w:pPr>
              <w:pStyle w:val="TAC"/>
              <w:keepNext w:val="0"/>
              <w:rPr>
                <w:noProof/>
              </w:rPr>
            </w:pPr>
            <w:r w:rsidRPr="00DF6DD6">
              <w:rPr>
                <w:noProof/>
              </w:rPr>
              <w:t>DC_3A_n78A-n257D</w:t>
            </w:r>
          </w:p>
          <w:p w14:paraId="67AAB5D5" w14:textId="77777777" w:rsidR="001728BC" w:rsidRPr="00DF6DD6" w:rsidRDefault="001728BC" w:rsidP="003768E0">
            <w:pPr>
              <w:pStyle w:val="TAC"/>
              <w:keepNext w:val="0"/>
              <w:rPr>
                <w:noProof/>
              </w:rPr>
            </w:pPr>
            <w:r w:rsidRPr="00DF6DD6">
              <w:rPr>
                <w:noProof/>
              </w:rPr>
              <w:t>DC_3A_n78A-n257E</w:t>
            </w:r>
          </w:p>
          <w:p w14:paraId="1B0E94E8" w14:textId="77777777" w:rsidR="001728BC" w:rsidRPr="00DF6DD6" w:rsidRDefault="001728BC" w:rsidP="003768E0">
            <w:pPr>
              <w:pStyle w:val="TAC"/>
              <w:keepNext w:val="0"/>
              <w:rPr>
                <w:noProof/>
              </w:rPr>
            </w:pPr>
            <w:r w:rsidRPr="00DF6DD6">
              <w:rPr>
                <w:noProof/>
              </w:rPr>
              <w:lastRenderedPageBreak/>
              <w:t>DC_3A_n78A-n257F</w:t>
            </w:r>
          </w:p>
          <w:p w14:paraId="19734AAC" w14:textId="77777777" w:rsidR="001728BC" w:rsidRPr="00DF6DD6" w:rsidRDefault="001728BC" w:rsidP="003768E0">
            <w:pPr>
              <w:pStyle w:val="TAC"/>
              <w:keepNext w:val="0"/>
              <w:rPr>
                <w:noProof/>
              </w:rPr>
            </w:pPr>
            <w:r w:rsidRPr="00DF6DD6">
              <w:rPr>
                <w:noProof/>
              </w:rPr>
              <w:t>DC_3A_n78C-n257A</w:t>
            </w:r>
          </w:p>
          <w:p w14:paraId="77045969" w14:textId="77777777" w:rsidR="001728BC" w:rsidRPr="00DF6DD6" w:rsidRDefault="001728BC" w:rsidP="003768E0">
            <w:pPr>
              <w:pStyle w:val="TAC"/>
              <w:keepNext w:val="0"/>
              <w:rPr>
                <w:noProof/>
              </w:rPr>
            </w:pPr>
            <w:r w:rsidRPr="00DF6DD6">
              <w:rPr>
                <w:noProof/>
              </w:rPr>
              <w:t>DC_3A_n78C-n257D</w:t>
            </w:r>
          </w:p>
          <w:p w14:paraId="7CE7026F" w14:textId="77777777" w:rsidR="001728BC" w:rsidRPr="00DF6DD6" w:rsidRDefault="001728BC" w:rsidP="003768E0">
            <w:pPr>
              <w:pStyle w:val="TAC"/>
              <w:keepNext w:val="0"/>
              <w:rPr>
                <w:noProof/>
              </w:rPr>
            </w:pPr>
            <w:r w:rsidRPr="00DF6DD6">
              <w:rPr>
                <w:noProof/>
              </w:rPr>
              <w:t>DC_3A_n78C-n257E</w:t>
            </w:r>
          </w:p>
          <w:p w14:paraId="45554EBD" w14:textId="77777777" w:rsidR="001728BC" w:rsidRPr="00DF6DD6" w:rsidRDefault="001728BC" w:rsidP="003768E0">
            <w:pPr>
              <w:pStyle w:val="TAC"/>
              <w:keepNext w:val="0"/>
              <w:rPr>
                <w:noProof/>
              </w:rPr>
            </w:pPr>
            <w:r w:rsidRPr="00DF6DD6">
              <w:rPr>
                <w:noProof/>
              </w:rPr>
              <w:t>DC_3A_n78C-n257F</w:t>
            </w:r>
          </w:p>
        </w:tc>
        <w:tc>
          <w:tcPr>
            <w:tcW w:w="3969" w:type="dxa"/>
            <w:tcMar>
              <w:top w:w="28" w:type="dxa"/>
              <w:left w:w="28" w:type="dxa"/>
              <w:bottom w:w="28" w:type="dxa"/>
              <w:right w:w="28" w:type="dxa"/>
            </w:tcMar>
            <w:vAlign w:val="center"/>
          </w:tcPr>
          <w:p w14:paraId="74BA9095" w14:textId="77777777" w:rsidR="001728BC" w:rsidRPr="00DF6DD6" w:rsidRDefault="001728BC" w:rsidP="003768E0">
            <w:pPr>
              <w:pStyle w:val="TAC"/>
              <w:keepNext w:val="0"/>
              <w:rPr>
                <w:noProof/>
              </w:rPr>
            </w:pPr>
            <w:r w:rsidRPr="00DF6DD6">
              <w:rPr>
                <w:noProof/>
              </w:rPr>
              <w:lastRenderedPageBreak/>
              <w:t>DC_3A_n78A</w:t>
            </w:r>
          </w:p>
          <w:p w14:paraId="3449A1DC" w14:textId="77777777" w:rsidR="001728BC" w:rsidRPr="00DF6DD6" w:rsidRDefault="001728BC" w:rsidP="003768E0">
            <w:pPr>
              <w:pStyle w:val="TAC"/>
              <w:keepNext w:val="0"/>
              <w:rPr>
                <w:noProof/>
              </w:rPr>
            </w:pPr>
            <w:r w:rsidRPr="00DF6DD6">
              <w:rPr>
                <w:noProof/>
              </w:rPr>
              <w:t>DC_3A_n257A</w:t>
            </w:r>
          </w:p>
          <w:p w14:paraId="07D346F9" w14:textId="77777777" w:rsidR="001728BC" w:rsidRPr="00DF6DD6" w:rsidRDefault="001728BC" w:rsidP="003768E0">
            <w:pPr>
              <w:pStyle w:val="TAC"/>
              <w:keepNext w:val="0"/>
              <w:rPr>
                <w:noProof/>
              </w:rPr>
            </w:pPr>
            <w:r w:rsidRPr="00DF6DD6">
              <w:rPr>
                <w:noProof/>
              </w:rPr>
              <w:t>DC_3A_n78A-n257A</w:t>
            </w:r>
          </w:p>
        </w:tc>
      </w:tr>
      <w:tr w:rsidR="00F55B07" w:rsidRPr="00DF6DD6" w14:paraId="363D9917"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1C5565A" w14:textId="77777777" w:rsidR="001728BC" w:rsidRPr="00DF6DD6" w:rsidRDefault="001728BC" w:rsidP="003768E0">
            <w:pPr>
              <w:pStyle w:val="TAC"/>
              <w:keepNext w:val="0"/>
              <w:rPr>
                <w:noProof/>
              </w:rPr>
            </w:pPr>
            <w:r w:rsidRPr="00DF6DD6">
              <w:rPr>
                <w:noProof/>
              </w:rPr>
              <w:t>DC_3A_n79A-n257A</w:t>
            </w:r>
          </w:p>
          <w:p w14:paraId="4A8E8852" w14:textId="77777777" w:rsidR="001728BC" w:rsidRPr="00DF6DD6" w:rsidRDefault="001728BC" w:rsidP="003768E0">
            <w:pPr>
              <w:pStyle w:val="TAC"/>
              <w:keepNext w:val="0"/>
              <w:rPr>
                <w:noProof/>
              </w:rPr>
            </w:pPr>
            <w:r w:rsidRPr="00DF6DD6">
              <w:rPr>
                <w:noProof/>
              </w:rPr>
              <w:t>DC_3A_n79A-n257D</w:t>
            </w:r>
          </w:p>
          <w:p w14:paraId="59109285" w14:textId="77777777" w:rsidR="001728BC" w:rsidRPr="00DF6DD6" w:rsidRDefault="001728BC" w:rsidP="003768E0">
            <w:pPr>
              <w:pStyle w:val="TAC"/>
              <w:keepNext w:val="0"/>
              <w:rPr>
                <w:noProof/>
              </w:rPr>
            </w:pPr>
            <w:r w:rsidRPr="00DF6DD6">
              <w:rPr>
                <w:noProof/>
              </w:rPr>
              <w:t>DC_3A_n79A-n257E</w:t>
            </w:r>
          </w:p>
          <w:p w14:paraId="6BD1E543" w14:textId="77777777" w:rsidR="001728BC" w:rsidRPr="00DF6DD6" w:rsidRDefault="001728BC" w:rsidP="003768E0">
            <w:pPr>
              <w:pStyle w:val="TAC"/>
              <w:keepNext w:val="0"/>
              <w:rPr>
                <w:noProof/>
              </w:rPr>
            </w:pPr>
            <w:r w:rsidRPr="00DF6DD6">
              <w:rPr>
                <w:noProof/>
              </w:rPr>
              <w:t>DC_3A_n79A-n257F</w:t>
            </w:r>
          </w:p>
          <w:p w14:paraId="6E551939" w14:textId="77777777" w:rsidR="001728BC" w:rsidRPr="00DF6DD6" w:rsidRDefault="001728BC" w:rsidP="003768E0">
            <w:pPr>
              <w:pStyle w:val="TAC"/>
              <w:keepNext w:val="0"/>
              <w:rPr>
                <w:noProof/>
              </w:rPr>
            </w:pPr>
            <w:r w:rsidRPr="00DF6DD6">
              <w:rPr>
                <w:noProof/>
              </w:rPr>
              <w:t>DC_3A_n79C-n257A</w:t>
            </w:r>
          </w:p>
          <w:p w14:paraId="51B59079" w14:textId="77777777" w:rsidR="001728BC" w:rsidRPr="00DF6DD6" w:rsidRDefault="001728BC" w:rsidP="003768E0">
            <w:pPr>
              <w:pStyle w:val="TAC"/>
              <w:keepNext w:val="0"/>
              <w:rPr>
                <w:noProof/>
              </w:rPr>
            </w:pPr>
            <w:r w:rsidRPr="00DF6DD6">
              <w:rPr>
                <w:noProof/>
              </w:rPr>
              <w:t>DC_3A_n79C-n257D</w:t>
            </w:r>
          </w:p>
          <w:p w14:paraId="3D745A08" w14:textId="77777777" w:rsidR="001728BC" w:rsidRPr="00DF6DD6" w:rsidRDefault="001728BC" w:rsidP="003768E0">
            <w:pPr>
              <w:pStyle w:val="TAC"/>
              <w:keepNext w:val="0"/>
              <w:rPr>
                <w:noProof/>
              </w:rPr>
            </w:pPr>
            <w:r w:rsidRPr="00DF6DD6">
              <w:rPr>
                <w:noProof/>
              </w:rPr>
              <w:t>DC_3A_n79C-n257E</w:t>
            </w:r>
          </w:p>
          <w:p w14:paraId="33AECA36" w14:textId="77777777" w:rsidR="001728BC" w:rsidRPr="00DF6DD6" w:rsidRDefault="001728BC" w:rsidP="003768E0">
            <w:pPr>
              <w:pStyle w:val="TAC"/>
              <w:keepNext w:val="0"/>
              <w:rPr>
                <w:noProof/>
              </w:rPr>
            </w:pPr>
            <w:r w:rsidRPr="00DF6DD6">
              <w:rPr>
                <w:noProof/>
              </w:rPr>
              <w:t>DC_3A_n79C-n257F</w:t>
            </w:r>
          </w:p>
        </w:tc>
        <w:tc>
          <w:tcPr>
            <w:tcW w:w="3969" w:type="dxa"/>
            <w:tcMar>
              <w:top w:w="28" w:type="dxa"/>
              <w:left w:w="28" w:type="dxa"/>
              <w:bottom w:w="28" w:type="dxa"/>
              <w:right w:w="28" w:type="dxa"/>
            </w:tcMar>
            <w:vAlign w:val="center"/>
          </w:tcPr>
          <w:p w14:paraId="53904345" w14:textId="77777777" w:rsidR="001728BC" w:rsidRPr="00DF6DD6" w:rsidRDefault="001728BC" w:rsidP="003768E0">
            <w:pPr>
              <w:pStyle w:val="TAC"/>
              <w:keepNext w:val="0"/>
              <w:rPr>
                <w:noProof/>
              </w:rPr>
            </w:pPr>
            <w:r w:rsidRPr="00DF6DD6">
              <w:rPr>
                <w:noProof/>
              </w:rPr>
              <w:t>DC_3A_n79A</w:t>
            </w:r>
          </w:p>
          <w:p w14:paraId="60719D1C" w14:textId="77777777" w:rsidR="001728BC" w:rsidRPr="00DF6DD6" w:rsidRDefault="001728BC" w:rsidP="003768E0">
            <w:pPr>
              <w:pStyle w:val="TAC"/>
              <w:keepNext w:val="0"/>
              <w:rPr>
                <w:noProof/>
              </w:rPr>
            </w:pPr>
            <w:r w:rsidRPr="00DF6DD6">
              <w:rPr>
                <w:noProof/>
              </w:rPr>
              <w:t>DC_3A_n257A</w:t>
            </w:r>
          </w:p>
          <w:p w14:paraId="01A51C5C" w14:textId="77777777" w:rsidR="001728BC" w:rsidRPr="00DF6DD6" w:rsidRDefault="001728BC" w:rsidP="003768E0">
            <w:pPr>
              <w:pStyle w:val="TAC"/>
              <w:keepNext w:val="0"/>
              <w:rPr>
                <w:noProof/>
              </w:rPr>
            </w:pPr>
            <w:r w:rsidRPr="00DF6DD6">
              <w:rPr>
                <w:noProof/>
              </w:rPr>
              <w:t>DC_3A_n79A-n257A</w:t>
            </w:r>
          </w:p>
        </w:tc>
      </w:tr>
      <w:tr w:rsidR="00F55B07" w:rsidRPr="00DF6DD6" w14:paraId="48E662C1"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426CC83" w14:textId="77777777" w:rsidR="001728BC" w:rsidRPr="00DF6DD6" w:rsidRDefault="001728BC" w:rsidP="003768E0">
            <w:pPr>
              <w:pStyle w:val="TAC"/>
              <w:keepNext w:val="0"/>
              <w:rPr>
                <w:noProof/>
              </w:rPr>
            </w:pPr>
            <w:r w:rsidRPr="00DF6DD6">
              <w:rPr>
                <w:rFonts w:eastAsia="Malgun Gothic" w:cs="Arial"/>
                <w:noProof/>
                <w:szCs w:val="18"/>
                <w:lang w:eastAsia="ko-KR"/>
              </w:rPr>
              <w:t>DC_5A_n78A-n257A</w:t>
            </w:r>
            <w:r w:rsidRPr="00DF6DD6">
              <w:rPr>
                <w:rFonts w:cs="Arial" w:hint="eastAsia"/>
                <w:noProof/>
                <w:szCs w:val="18"/>
                <w:vertAlign w:val="superscript"/>
                <w:lang w:eastAsia="zh-CN"/>
              </w:rPr>
              <w:t>2</w:t>
            </w:r>
          </w:p>
        </w:tc>
        <w:tc>
          <w:tcPr>
            <w:tcW w:w="3969" w:type="dxa"/>
            <w:tcMar>
              <w:top w:w="28" w:type="dxa"/>
              <w:left w:w="28" w:type="dxa"/>
              <w:bottom w:w="28" w:type="dxa"/>
              <w:right w:w="28" w:type="dxa"/>
            </w:tcMar>
            <w:vAlign w:val="center"/>
          </w:tcPr>
          <w:p w14:paraId="0F80BBFF" w14:textId="77777777" w:rsidR="001728BC" w:rsidRPr="00DF6DD6" w:rsidRDefault="001728BC" w:rsidP="003768E0">
            <w:pPr>
              <w:pStyle w:val="TAC"/>
              <w:keepNext w:val="0"/>
              <w:rPr>
                <w:rFonts w:cs="Arial"/>
                <w:noProof/>
                <w:szCs w:val="18"/>
                <w:lang w:eastAsia="zh-CN"/>
              </w:rPr>
            </w:pPr>
            <w:r w:rsidRPr="00DF6DD6">
              <w:rPr>
                <w:rFonts w:cs="Arial"/>
                <w:noProof/>
                <w:szCs w:val="18"/>
                <w:lang w:eastAsia="zh-CN"/>
              </w:rPr>
              <w:t>DC_5A_n78A</w:t>
            </w:r>
          </w:p>
          <w:p w14:paraId="58B8E998" w14:textId="77777777" w:rsidR="001728BC" w:rsidRPr="00DF6DD6" w:rsidRDefault="001728BC" w:rsidP="003768E0">
            <w:pPr>
              <w:pStyle w:val="TAC"/>
              <w:keepNext w:val="0"/>
              <w:rPr>
                <w:noProof/>
              </w:rPr>
            </w:pPr>
            <w:r w:rsidRPr="00DF6DD6">
              <w:rPr>
                <w:rFonts w:cs="Arial"/>
                <w:noProof/>
                <w:szCs w:val="18"/>
              </w:rPr>
              <w:t>DC_5A_n257A</w:t>
            </w:r>
          </w:p>
        </w:tc>
      </w:tr>
      <w:tr w:rsidR="00F55B07" w:rsidRPr="00DF6DD6" w14:paraId="6685C044"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9676D97" w14:textId="77777777" w:rsidR="001728BC" w:rsidRPr="00DF6DD6" w:rsidRDefault="001728BC" w:rsidP="003768E0">
            <w:pPr>
              <w:pStyle w:val="TAC"/>
              <w:keepNext w:val="0"/>
              <w:rPr>
                <w:noProof/>
              </w:rPr>
            </w:pPr>
            <w:r w:rsidRPr="00DF6DD6">
              <w:rPr>
                <w:rFonts w:eastAsia="Malgun Gothic" w:cs="Arial"/>
                <w:noProof/>
                <w:szCs w:val="18"/>
                <w:lang w:eastAsia="ko-KR"/>
              </w:rPr>
              <w:t>DC_7A_n78A-n257A</w:t>
            </w:r>
          </w:p>
        </w:tc>
        <w:tc>
          <w:tcPr>
            <w:tcW w:w="3969" w:type="dxa"/>
            <w:tcMar>
              <w:top w:w="28" w:type="dxa"/>
              <w:left w:w="28" w:type="dxa"/>
              <w:bottom w:w="28" w:type="dxa"/>
              <w:right w:w="28" w:type="dxa"/>
            </w:tcMar>
            <w:vAlign w:val="center"/>
          </w:tcPr>
          <w:p w14:paraId="1FE40DC7" w14:textId="77777777" w:rsidR="001728BC" w:rsidRPr="00DF6DD6" w:rsidRDefault="001728BC" w:rsidP="003768E0">
            <w:pPr>
              <w:pStyle w:val="TAC"/>
              <w:keepNext w:val="0"/>
              <w:rPr>
                <w:rFonts w:cs="Arial"/>
                <w:noProof/>
                <w:szCs w:val="18"/>
                <w:lang w:eastAsia="zh-CN"/>
              </w:rPr>
            </w:pPr>
            <w:r w:rsidRPr="00DF6DD6">
              <w:rPr>
                <w:rFonts w:cs="Arial"/>
                <w:noProof/>
                <w:szCs w:val="18"/>
                <w:lang w:eastAsia="zh-CN"/>
              </w:rPr>
              <w:t>DC_7A_n78A</w:t>
            </w:r>
          </w:p>
          <w:p w14:paraId="0AF14F8E" w14:textId="77777777" w:rsidR="001728BC" w:rsidRPr="00DF6DD6" w:rsidRDefault="001728BC" w:rsidP="003768E0">
            <w:pPr>
              <w:pStyle w:val="TAC"/>
              <w:keepNext w:val="0"/>
              <w:rPr>
                <w:noProof/>
              </w:rPr>
            </w:pPr>
            <w:r w:rsidRPr="00DF6DD6">
              <w:rPr>
                <w:rFonts w:cs="Arial"/>
                <w:noProof/>
                <w:szCs w:val="18"/>
              </w:rPr>
              <w:t>DC_7A_n257A</w:t>
            </w:r>
          </w:p>
        </w:tc>
      </w:tr>
      <w:tr w:rsidR="00F55B07" w:rsidRPr="00DF6DD6" w14:paraId="0AE35C1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42DEE0F" w14:textId="77777777" w:rsidR="001728BC" w:rsidRPr="00DF6DD6" w:rsidRDefault="001728BC" w:rsidP="003768E0">
            <w:pPr>
              <w:pStyle w:val="TAC"/>
              <w:keepNext w:val="0"/>
              <w:rPr>
                <w:noProof/>
              </w:rPr>
            </w:pPr>
            <w:r w:rsidRPr="00DF6DD6">
              <w:rPr>
                <w:noProof/>
              </w:rPr>
              <w:t>DC_7A-7A_n78</w:t>
            </w:r>
            <w:r w:rsidRPr="00DF6DD6">
              <w:rPr>
                <w:rFonts w:hint="eastAsia"/>
                <w:noProof/>
              </w:rPr>
              <w:t>A</w:t>
            </w:r>
            <w:r w:rsidRPr="00DF6DD6">
              <w:rPr>
                <w:noProof/>
              </w:rPr>
              <w:t>-n257A</w:t>
            </w:r>
          </w:p>
        </w:tc>
        <w:tc>
          <w:tcPr>
            <w:tcW w:w="3969" w:type="dxa"/>
            <w:tcMar>
              <w:top w:w="28" w:type="dxa"/>
              <w:left w:w="28" w:type="dxa"/>
              <w:bottom w:w="28" w:type="dxa"/>
              <w:right w:w="28" w:type="dxa"/>
            </w:tcMar>
            <w:vAlign w:val="center"/>
          </w:tcPr>
          <w:p w14:paraId="61128ADE" w14:textId="77777777" w:rsidR="001728BC" w:rsidRPr="00DF6DD6" w:rsidRDefault="001728BC" w:rsidP="003768E0">
            <w:pPr>
              <w:pStyle w:val="TAC"/>
              <w:keepNext w:val="0"/>
              <w:rPr>
                <w:noProof/>
              </w:rPr>
            </w:pPr>
            <w:r w:rsidRPr="00DF6DD6">
              <w:rPr>
                <w:noProof/>
              </w:rPr>
              <w:t>DC_7A_n78A</w:t>
            </w:r>
          </w:p>
          <w:p w14:paraId="1F664330" w14:textId="77777777" w:rsidR="001728BC" w:rsidRPr="00DF6DD6" w:rsidRDefault="001728BC" w:rsidP="003768E0">
            <w:pPr>
              <w:pStyle w:val="TAC"/>
              <w:keepNext w:val="0"/>
              <w:rPr>
                <w:noProof/>
              </w:rPr>
            </w:pPr>
            <w:r w:rsidRPr="00DF6DD6">
              <w:rPr>
                <w:noProof/>
              </w:rPr>
              <w:t>DC_7A_n257A</w:t>
            </w:r>
          </w:p>
          <w:p w14:paraId="312C486D" w14:textId="77777777" w:rsidR="001728BC" w:rsidRPr="00DF6DD6" w:rsidRDefault="001728BC" w:rsidP="003768E0">
            <w:pPr>
              <w:pStyle w:val="TAC"/>
              <w:keepNext w:val="0"/>
              <w:rPr>
                <w:noProof/>
              </w:rPr>
            </w:pPr>
            <w:r w:rsidRPr="00DF6DD6">
              <w:rPr>
                <w:noProof/>
              </w:rPr>
              <w:t>DC_7A_n78A-n257A</w:t>
            </w:r>
          </w:p>
        </w:tc>
      </w:tr>
      <w:tr w:rsidR="00F55B07" w:rsidRPr="00DF6DD6" w14:paraId="6C415717"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4F506D57" w14:textId="77777777" w:rsidR="001728BC" w:rsidRPr="00DF6DD6" w:rsidRDefault="001728BC" w:rsidP="003768E0">
            <w:pPr>
              <w:pStyle w:val="TAC"/>
              <w:keepNext w:val="0"/>
              <w:rPr>
                <w:noProof/>
              </w:rPr>
            </w:pPr>
            <w:r w:rsidRPr="00DF6DD6">
              <w:rPr>
                <w:noProof/>
              </w:rPr>
              <w:t>DC_19A_n77A-n257A</w:t>
            </w:r>
          </w:p>
          <w:p w14:paraId="5B7F8908" w14:textId="77777777" w:rsidR="001728BC" w:rsidRPr="00DF6DD6" w:rsidRDefault="001728BC" w:rsidP="003768E0">
            <w:pPr>
              <w:pStyle w:val="TAC"/>
              <w:keepNext w:val="0"/>
              <w:rPr>
                <w:noProof/>
              </w:rPr>
            </w:pPr>
            <w:r w:rsidRPr="00DF6DD6">
              <w:rPr>
                <w:noProof/>
              </w:rPr>
              <w:t>DC_19A_n77A-n257D</w:t>
            </w:r>
          </w:p>
          <w:p w14:paraId="46B8DD5C" w14:textId="77777777" w:rsidR="001728BC" w:rsidRPr="00DF6DD6" w:rsidRDefault="001728BC" w:rsidP="003768E0">
            <w:pPr>
              <w:pStyle w:val="TAC"/>
              <w:keepNext w:val="0"/>
              <w:rPr>
                <w:noProof/>
              </w:rPr>
            </w:pPr>
            <w:r w:rsidRPr="00DF6DD6">
              <w:rPr>
                <w:noProof/>
              </w:rPr>
              <w:t>DC_19A_n77A-n257E</w:t>
            </w:r>
          </w:p>
          <w:p w14:paraId="3D10EA03" w14:textId="77777777" w:rsidR="001728BC" w:rsidRPr="00DF6DD6" w:rsidRDefault="001728BC" w:rsidP="003768E0">
            <w:pPr>
              <w:pStyle w:val="TAC"/>
              <w:keepNext w:val="0"/>
              <w:rPr>
                <w:noProof/>
              </w:rPr>
            </w:pPr>
            <w:r w:rsidRPr="00DF6DD6">
              <w:rPr>
                <w:noProof/>
              </w:rPr>
              <w:t>DC_19A_n77A-n257F</w:t>
            </w:r>
          </w:p>
          <w:p w14:paraId="4CEE5BE4" w14:textId="77777777" w:rsidR="001728BC" w:rsidRPr="00DF6DD6" w:rsidRDefault="001728BC" w:rsidP="003768E0">
            <w:pPr>
              <w:pStyle w:val="TAC"/>
              <w:keepNext w:val="0"/>
              <w:rPr>
                <w:noProof/>
              </w:rPr>
            </w:pPr>
            <w:r w:rsidRPr="00DF6DD6">
              <w:rPr>
                <w:noProof/>
              </w:rPr>
              <w:t>DC_19A_n77C-n257A</w:t>
            </w:r>
          </w:p>
          <w:p w14:paraId="6F481BC2" w14:textId="77777777" w:rsidR="001728BC" w:rsidRPr="00DF6DD6" w:rsidRDefault="001728BC" w:rsidP="003768E0">
            <w:pPr>
              <w:pStyle w:val="TAC"/>
              <w:keepNext w:val="0"/>
              <w:rPr>
                <w:noProof/>
              </w:rPr>
            </w:pPr>
            <w:r w:rsidRPr="00DF6DD6">
              <w:rPr>
                <w:noProof/>
              </w:rPr>
              <w:t>DC_19A_n77C-n257D</w:t>
            </w:r>
          </w:p>
          <w:p w14:paraId="3C5DCAD4" w14:textId="77777777" w:rsidR="001728BC" w:rsidRPr="00DF6DD6" w:rsidRDefault="001728BC" w:rsidP="003768E0">
            <w:pPr>
              <w:pStyle w:val="TAC"/>
              <w:keepNext w:val="0"/>
              <w:rPr>
                <w:noProof/>
              </w:rPr>
            </w:pPr>
            <w:r w:rsidRPr="00DF6DD6">
              <w:rPr>
                <w:noProof/>
              </w:rPr>
              <w:t>DC_19A_n77C-n257E</w:t>
            </w:r>
          </w:p>
          <w:p w14:paraId="753AE979" w14:textId="77777777" w:rsidR="001728BC" w:rsidRPr="00DF6DD6" w:rsidRDefault="001728BC" w:rsidP="003768E0">
            <w:pPr>
              <w:pStyle w:val="TAC"/>
              <w:keepNext w:val="0"/>
              <w:rPr>
                <w:noProof/>
              </w:rPr>
            </w:pPr>
            <w:r w:rsidRPr="00DF6DD6">
              <w:rPr>
                <w:noProof/>
              </w:rPr>
              <w:t>DC_19A_n77C-n257F</w:t>
            </w:r>
          </w:p>
        </w:tc>
        <w:tc>
          <w:tcPr>
            <w:tcW w:w="3969" w:type="dxa"/>
            <w:tcMar>
              <w:top w:w="28" w:type="dxa"/>
              <w:left w:w="28" w:type="dxa"/>
              <w:bottom w:w="28" w:type="dxa"/>
              <w:right w:w="28" w:type="dxa"/>
            </w:tcMar>
            <w:vAlign w:val="center"/>
          </w:tcPr>
          <w:p w14:paraId="701BCB94" w14:textId="77777777" w:rsidR="001728BC" w:rsidRPr="00DF6DD6" w:rsidRDefault="001728BC" w:rsidP="003768E0">
            <w:pPr>
              <w:pStyle w:val="TAC"/>
              <w:keepNext w:val="0"/>
              <w:rPr>
                <w:noProof/>
              </w:rPr>
            </w:pPr>
            <w:r w:rsidRPr="00DF6DD6">
              <w:rPr>
                <w:noProof/>
              </w:rPr>
              <w:t>DC_19A_n77A</w:t>
            </w:r>
          </w:p>
          <w:p w14:paraId="755DDA15" w14:textId="77777777" w:rsidR="001728BC" w:rsidRPr="00DF6DD6" w:rsidRDefault="001728BC" w:rsidP="003768E0">
            <w:pPr>
              <w:pStyle w:val="TAC"/>
              <w:keepNext w:val="0"/>
              <w:rPr>
                <w:noProof/>
              </w:rPr>
            </w:pPr>
            <w:r w:rsidRPr="00DF6DD6">
              <w:rPr>
                <w:noProof/>
              </w:rPr>
              <w:t>DC_19A_n257A</w:t>
            </w:r>
          </w:p>
          <w:p w14:paraId="2C84586F" w14:textId="77777777" w:rsidR="001728BC" w:rsidRPr="00DF6DD6" w:rsidRDefault="001728BC" w:rsidP="003768E0">
            <w:pPr>
              <w:pStyle w:val="TAC"/>
              <w:keepNext w:val="0"/>
              <w:rPr>
                <w:noProof/>
              </w:rPr>
            </w:pPr>
            <w:r w:rsidRPr="00DF6DD6">
              <w:rPr>
                <w:noProof/>
              </w:rPr>
              <w:t>DC_19A_n77A-n257A</w:t>
            </w:r>
          </w:p>
        </w:tc>
      </w:tr>
      <w:tr w:rsidR="00F55B07" w:rsidRPr="00DF6DD6" w14:paraId="30342681"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21B6F31C" w14:textId="77777777" w:rsidR="001728BC" w:rsidRPr="00DF6DD6" w:rsidRDefault="001728BC" w:rsidP="003768E0">
            <w:pPr>
              <w:pStyle w:val="TAC"/>
              <w:keepNext w:val="0"/>
              <w:rPr>
                <w:noProof/>
              </w:rPr>
            </w:pPr>
            <w:r w:rsidRPr="00DF6DD6">
              <w:rPr>
                <w:noProof/>
              </w:rPr>
              <w:t>DC_19A_n78A-n257A</w:t>
            </w:r>
          </w:p>
          <w:p w14:paraId="0299466D" w14:textId="77777777" w:rsidR="001728BC" w:rsidRPr="00DF6DD6" w:rsidRDefault="001728BC" w:rsidP="003768E0">
            <w:pPr>
              <w:pStyle w:val="TAC"/>
              <w:keepNext w:val="0"/>
              <w:rPr>
                <w:noProof/>
              </w:rPr>
            </w:pPr>
            <w:r w:rsidRPr="00DF6DD6">
              <w:rPr>
                <w:noProof/>
              </w:rPr>
              <w:t>DC_19A_n78A-n257D</w:t>
            </w:r>
          </w:p>
          <w:p w14:paraId="4D2F817D" w14:textId="77777777" w:rsidR="001728BC" w:rsidRPr="00DF6DD6" w:rsidRDefault="001728BC" w:rsidP="003768E0">
            <w:pPr>
              <w:pStyle w:val="TAC"/>
              <w:keepNext w:val="0"/>
              <w:rPr>
                <w:noProof/>
              </w:rPr>
            </w:pPr>
            <w:r w:rsidRPr="00DF6DD6">
              <w:rPr>
                <w:noProof/>
              </w:rPr>
              <w:t>DC_19A_n78A-n257E</w:t>
            </w:r>
          </w:p>
          <w:p w14:paraId="3287739A" w14:textId="77777777" w:rsidR="001728BC" w:rsidRPr="00DF6DD6" w:rsidRDefault="001728BC" w:rsidP="003768E0">
            <w:pPr>
              <w:pStyle w:val="TAC"/>
              <w:keepNext w:val="0"/>
              <w:rPr>
                <w:noProof/>
              </w:rPr>
            </w:pPr>
            <w:r w:rsidRPr="00DF6DD6">
              <w:rPr>
                <w:noProof/>
              </w:rPr>
              <w:t>DC_19A_n78A-n257F</w:t>
            </w:r>
          </w:p>
          <w:p w14:paraId="116AA79A" w14:textId="77777777" w:rsidR="001728BC" w:rsidRPr="00DF6DD6" w:rsidRDefault="001728BC" w:rsidP="003768E0">
            <w:pPr>
              <w:pStyle w:val="TAC"/>
              <w:keepNext w:val="0"/>
              <w:rPr>
                <w:noProof/>
              </w:rPr>
            </w:pPr>
            <w:r w:rsidRPr="00DF6DD6">
              <w:rPr>
                <w:noProof/>
              </w:rPr>
              <w:t>DC_19A_n78C-n257A</w:t>
            </w:r>
          </w:p>
          <w:p w14:paraId="43AC6B74" w14:textId="77777777" w:rsidR="001728BC" w:rsidRPr="00DF6DD6" w:rsidRDefault="001728BC" w:rsidP="003768E0">
            <w:pPr>
              <w:pStyle w:val="TAC"/>
              <w:keepNext w:val="0"/>
              <w:rPr>
                <w:noProof/>
              </w:rPr>
            </w:pPr>
            <w:r w:rsidRPr="00DF6DD6">
              <w:rPr>
                <w:noProof/>
              </w:rPr>
              <w:t>DC_19A_n78C-n257D</w:t>
            </w:r>
          </w:p>
          <w:p w14:paraId="48A316EF" w14:textId="77777777" w:rsidR="001728BC" w:rsidRPr="00DF6DD6" w:rsidRDefault="001728BC" w:rsidP="003768E0">
            <w:pPr>
              <w:pStyle w:val="TAC"/>
              <w:keepNext w:val="0"/>
              <w:rPr>
                <w:noProof/>
              </w:rPr>
            </w:pPr>
            <w:r w:rsidRPr="00DF6DD6">
              <w:rPr>
                <w:noProof/>
              </w:rPr>
              <w:t>DC_19A_n78C-n257E</w:t>
            </w:r>
          </w:p>
          <w:p w14:paraId="33B3A7D7" w14:textId="77777777" w:rsidR="001728BC" w:rsidRPr="00DF6DD6" w:rsidRDefault="001728BC" w:rsidP="003768E0">
            <w:pPr>
              <w:pStyle w:val="TAC"/>
              <w:keepNext w:val="0"/>
              <w:rPr>
                <w:noProof/>
              </w:rPr>
            </w:pPr>
            <w:r w:rsidRPr="00DF6DD6">
              <w:rPr>
                <w:noProof/>
              </w:rPr>
              <w:t>DC_19A_n78C-n257F</w:t>
            </w:r>
          </w:p>
        </w:tc>
        <w:tc>
          <w:tcPr>
            <w:tcW w:w="3969" w:type="dxa"/>
            <w:tcMar>
              <w:top w:w="28" w:type="dxa"/>
              <w:left w:w="28" w:type="dxa"/>
              <w:bottom w:w="28" w:type="dxa"/>
              <w:right w:w="28" w:type="dxa"/>
            </w:tcMar>
            <w:vAlign w:val="center"/>
          </w:tcPr>
          <w:p w14:paraId="0E3AB4DB" w14:textId="77777777" w:rsidR="001728BC" w:rsidRPr="00DF6DD6" w:rsidRDefault="001728BC" w:rsidP="003768E0">
            <w:pPr>
              <w:pStyle w:val="TAC"/>
              <w:keepNext w:val="0"/>
              <w:rPr>
                <w:noProof/>
              </w:rPr>
            </w:pPr>
            <w:r w:rsidRPr="00DF6DD6">
              <w:rPr>
                <w:noProof/>
              </w:rPr>
              <w:t>DC_19A_n78A</w:t>
            </w:r>
          </w:p>
          <w:p w14:paraId="7D38EF8D" w14:textId="77777777" w:rsidR="001728BC" w:rsidRPr="00DF6DD6" w:rsidRDefault="001728BC" w:rsidP="003768E0">
            <w:pPr>
              <w:pStyle w:val="TAC"/>
              <w:keepNext w:val="0"/>
              <w:rPr>
                <w:noProof/>
              </w:rPr>
            </w:pPr>
            <w:r w:rsidRPr="00DF6DD6">
              <w:rPr>
                <w:noProof/>
              </w:rPr>
              <w:t>DC_19A_n257A</w:t>
            </w:r>
          </w:p>
          <w:p w14:paraId="0C4AE4B2" w14:textId="77777777" w:rsidR="001728BC" w:rsidRPr="00DF6DD6" w:rsidRDefault="001728BC" w:rsidP="003768E0">
            <w:pPr>
              <w:pStyle w:val="TAC"/>
              <w:keepNext w:val="0"/>
              <w:rPr>
                <w:noProof/>
              </w:rPr>
            </w:pPr>
            <w:r w:rsidRPr="00DF6DD6">
              <w:rPr>
                <w:noProof/>
              </w:rPr>
              <w:t>DC_19A_n78A-n257A</w:t>
            </w:r>
          </w:p>
        </w:tc>
      </w:tr>
      <w:tr w:rsidR="00F55B07" w:rsidRPr="00DF6DD6" w14:paraId="66CBEC6F"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BB5F249" w14:textId="77777777" w:rsidR="001728BC" w:rsidRPr="00DF6DD6" w:rsidRDefault="001728BC" w:rsidP="003768E0">
            <w:pPr>
              <w:pStyle w:val="TAC"/>
              <w:keepNext w:val="0"/>
              <w:rPr>
                <w:noProof/>
              </w:rPr>
            </w:pPr>
            <w:r w:rsidRPr="00DF6DD6">
              <w:rPr>
                <w:noProof/>
              </w:rPr>
              <w:t>DC_19A_n79A-n257A</w:t>
            </w:r>
          </w:p>
          <w:p w14:paraId="6E1CC909" w14:textId="77777777" w:rsidR="001728BC" w:rsidRPr="00DF6DD6" w:rsidRDefault="001728BC" w:rsidP="003768E0">
            <w:pPr>
              <w:pStyle w:val="TAC"/>
              <w:keepNext w:val="0"/>
              <w:rPr>
                <w:noProof/>
              </w:rPr>
            </w:pPr>
            <w:r w:rsidRPr="00DF6DD6">
              <w:rPr>
                <w:noProof/>
              </w:rPr>
              <w:t>DC_19A_n79A-n257D</w:t>
            </w:r>
          </w:p>
          <w:p w14:paraId="61595B66" w14:textId="77777777" w:rsidR="001728BC" w:rsidRPr="00DF6DD6" w:rsidRDefault="001728BC" w:rsidP="003768E0">
            <w:pPr>
              <w:pStyle w:val="TAC"/>
              <w:keepNext w:val="0"/>
              <w:rPr>
                <w:noProof/>
              </w:rPr>
            </w:pPr>
            <w:r w:rsidRPr="00DF6DD6">
              <w:rPr>
                <w:noProof/>
              </w:rPr>
              <w:t>DC_19A_n79A-n257E</w:t>
            </w:r>
          </w:p>
          <w:p w14:paraId="3C143F15" w14:textId="77777777" w:rsidR="001728BC" w:rsidRPr="00DF6DD6" w:rsidRDefault="001728BC" w:rsidP="003768E0">
            <w:pPr>
              <w:pStyle w:val="TAC"/>
              <w:keepNext w:val="0"/>
              <w:rPr>
                <w:noProof/>
              </w:rPr>
            </w:pPr>
            <w:r w:rsidRPr="00DF6DD6">
              <w:rPr>
                <w:noProof/>
              </w:rPr>
              <w:t>DC_19A_n79A-n257F</w:t>
            </w:r>
          </w:p>
          <w:p w14:paraId="6FC4D919" w14:textId="77777777" w:rsidR="001728BC" w:rsidRPr="00DF6DD6" w:rsidRDefault="001728BC" w:rsidP="003768E0">
            <w:pPr>
              <w:pStyle w:val="TAC"/>
              <w:keepNext w:val="0"/>
              <w:rPr>
                <w:noProof/>
              </w:rPr>
            </w:pPr>
            <w:r w:rsidRPr="00DF6DD6">
              <w:rPr>
                <w:noProof/>
              </w:rPr>
              <w:t>DC_19A_n79C-n257A</w:t>
            </w:r>
          </w:p>
          <w:p w14:paraId="6DC9976E" w14:textId="77777777" w:rsidR="001728BC" w:rsidRPr="00DF6DD6" w:rsidRDefault="001728BC" w:rsidP="003768E0">
            <w:pPr>
              <w:pStyle w:val="TAC"/>
              <w:keepNext w:val="0"/>
              <w:rPr>
                <w:noProof/>
              </w:rPr>
            </w:pPr>
            <w:r w:rsidRPr="00DF6DD6">
              <w:rPr>
                <w:noProof/>
              </w:rPr>
              <w:t>DC_19A_n79C-n257D</w:t>
            </w:r>
          </w:p>
          <w:p w14:paraId="69C340D5" w14:textId="77777777" w:rsidR="001728BC" w:rsidRPr="00DF6DD6" w:rsidRDefault="001728BC" w:rsidP="003768E0">
            <w:pPr>
              <w:pStyle w:val="TAC"/>
              <w:keepNext w:val="0"/>
              <w:rPr>
                <w:noProof/>
              </w:rPr>
            </w:pPr>
            <w:r w:rsidRPr="00DF6DD6">
              <w:rPr>
                <w:noProof/>
              </w:rPr>
              <w:t>DC_19A_n79C-n257E</w:t>
            </w:r>
          </w:p>
          <w:p w14:paraId="029B1E8C" w14:textId="77777777" w:rsidR="001728BC" w:rsidRPr="00DF6DD6" w:rsidRDefault="001728BC" w:rsidP="003768E0">
            <w:pPr>
              <w:pStyle w:val="TAC"/>
              <w:keepNext w:val="0"/>
              <w:rPr>
                <w:noProof/>
              </w:rPr>
            </w:pPr>
            <w:r w:rsidRPr="00DF6DD6">
              <w:rPr>
                <w:noProof/>
              </w:rPr>
              <w:t>DC_19A_n79C-n257F</w:t>
            </w:r>
          </w:p>
        </w:tc>
        <w:tc>
          <w:tcPr>
            <w:tcW w:w="3969" w:type="dxa"/>
            <w:tcMar>
              <w:top w:w="28" w:type="dxa"/>
              <w:left w:w="28" w:type="dxa"/>
              <w:bottom w:w="28" w:type="dxa"/>
              <w:right w:w="28" w:type="dxa"/>
            </w:tcMar>
            <w:vAlign w:val="center"/>
          </w:tcPr>
          <w:p w14:paraId="13EF9B4E" w14:textId="77777777" w:rsidR="001728BC" w:rsidRPr="00DF6DD6" w:rsidRDefault="001728BC" w:rsidP="003768E0">
            <w:pPr>
              <w:pStyle w:val="TAC"/>
              <w:keepNext w:val="0"/>
              <w:rPr>
                <w:noProof/>
              </w:rPr>
            </w:pPr>
            <w:r w:rsidRPr="00DF6DD6">
              <w:rPr>
                <w:noProof/>
              </w:rPr>
              <w:t>DC_19A_n79A</w:t>
            </w:r>
          </w:p>
          <w:p w14:paraId="6A25CCE3" w14:textId="77777777" w:rsidR="001728BC" w:rsidRPr="00DF6DD6" w:rsidRDefault="001728BC" w:rsidP="003768E0">
            <w:pPr>
              <w:pStyle w:val="TAC"/>
              <w:keepNext w:val="0"/>
              <w:rPr>
                <w:noProof/>
              </w:rPr>
            </w:pPr>
            <w:r w:rsidRPr="00DF6DD6">
              <w:rPr>
                <w:noProof/>
              </w:rPr>
              <w:t>DC_19A_n257A</w:t>
            </w:r>
          </w:p>
          <w:p w14:paraId="4732113B" w14:textId="77777777" w:rsidR="001728BC" w:rsidRPr="00DF6DD6" w:rsidRDefault="001728BC" w:rsidP="003768E0">
            <w:pPr>
              <w:pStyle w:val="TAC"/>
              <w:keepNext w:val="0"/>
              <w:rPr>
                <w:noProof/>
              </w:rPr>
            </w:pPr>
            <w:r w:rsidRPr="00DF6DD6">
              <w:rPr>
                <w:noProof/>
              </w:rPr>
              <w:t>DC_19A_n79A-n257A</w:t>
            </w:r>
          </w:p>
        </w:tc>
      </w:tr>
      <w:tr w:rsidR="00F55B07" w:rsidRPr="00DF6DD6" w14:paraId="73B1F095"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83A3CA9" w14:textId="77777777" w:rsidR="001728BC" w:rsidRPr="00DF6DD6" w:rsidRDefault="001728BC" w:rsidP="003768E0">
            <w:pPr>
              <w:pStyle w:val="TAC"/>
              <w:keepNext w:val="0"/>
              <w:rPr>
                <w:noProof/>
              </w:rPr>
            </w:pPr>
            <w:r w:rsidRPr="00DF6DD6">
              <w:rPr>
                <w:rFonts w:eastAsia="Malgun Gothic" w:cs="Arial"/>
                <w:szCs w:val="18"/>
                <w:lang w:eastAsia="ko-KR"/>
              </w:rPr>
              <w:t>DC_21A_n77A-n257A</w:t>
            </w:r>
          </w:p>
        </w:tc>
        <w:tc>
          <w:tcPr>
            <w:tcW w:w="3969" w:type="dxa"/>
            <w:tcMar>
              <w:top w:w="28" w:type="dxa"/>
              <w:left w:w="28" w:type="dxa"/>
              <w:bottom w:w="28" w:type="dxa"/>
              <w:right w:w="28" w:type="dxa"/>
            </w:tcMar>
            <w:vAlign w:val="center"/>
          </w:tcPr>
          <w:p w14:paraId="2D35ED2C" w14:textId="77777777" w:rsidR="001728BC" w:rsidRPr="00DF6DD6" w:rsidRDefault="001728BC" w:rsidP="003768E0">
            <w:pPr>
              <w:pStyle w:val="TAC"/>
              <w:keepNext w:val="0"/>
              <w:rPr>
                <w:rFonts w:eastAsia="Malgun Gothic" w:cs="Arial"/>
                <w:szCs w:val="18"/>
                <w:lang w:eastAsia="ko-KR"/>
              </w:rPr>
            </w:pPr>
            <w:r w:rsidRPr="00DF6DD6">
              <w:rPr>
                <w:rFonts w:eastAsia="Malgun Gothic" w:cs="Arial"/>
                <w:szCs w:val="18"/>
                <w:lang w:eastAsia="ko-KR"/>
              </w:rPr>
              <w:t>DC_21A_n77A</w:t>
            </w:r>
          </w:p>
          <w:p w14:paraId="08D8794B" w14:textId="77777777" w:rsidR="001728BC" w:rsidRPr="00DF6DD6" w:rsidRDefault="001728BC" w:rsidP="003768E0">
            <w:pPr>
              <w:pStyle w:val="TAC"/>
              <w:keepNext w:val="0"/>
              <w:rPr>
                <w:noProof/>
              </w:rPr>
            </w:pPr>
            <w:r w:rsidRPr="00DF6DD6">
              <w:rPr>
                <w:rFonts w:eastAsia="Malgun Gothic" w:cs="Arial"/>
                <w:szCs w:val="18"/>
                <w:lang w:eastAsia="ko-KR"/>
              </w:rPr>
              <w:t>DC_21A_n257A</w:t>
            </w:r>
          </w:p>
        </w:tc>
      </w:tr>
      <w:tr w:rsidR="00F55B07" w:rsidRPr="00DF6DD6" w14:paraId="42FEB047"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C678921" w14:textId="77777777" w:rsidR="001728BC" w:rsidRPr="00DF6DD6" w:rsidRDefault="001728BC" w:rsidP="003768E0">
            <w:pPr>
              <w:pStyle w:val="TAC"/>
              <w:keepNext w:val="0"/>
              <w:rPr>
                <w:noProof/>
              </w:rPr>
            </w:pPr>
            <w:r w:rsidRPr="00DF6DD6">
              <w:rPr>
                <w:rFonts w:eastAsia="Malgun Gothic" w:cs="Arial"/>
                <w:szCs w:val="18"/>
                <w:lang w:eastAsia="ko-KR"/>
              </w:rPr>
              <w:t>DC_21A_n78A-n257A</w:t>
            </w:r>
          </w:p>
        </w:tc>
        <w:tc>
          <w:tcPr>
            <w:tcW w:w="3969" w:type="dxa"/>
            <w:tcMar>
              <w:top w:w="28" w:type="dxa"/>
              <w:left w:w="28" w:type="dxa"/>
              <w:bottom w:w="28" w:type="dxa"/>
              <w:right w:w="28" w:type="dxa"/>
            </w:tcMar>
            <w:vAlign w:val="center"/>
          </w:tcPr>
          <w:p w14:paraId="7B047A58" w14:textId="77777777" w:rsidR="001728BC" w:rsidRPr="00DF6DD6" w:rsidRDefault="001728BC" w:rsidP="003768E0">
            <w:pPr>
              <w:pStyle w:val="TAC"/>
              <w:keepNext w:val="0"/>
              <w:rPr>
                <w:rFonts w:eastAsia="Malgun Gothic" w:cs="Arial"/>
                <w:szCs w:val="18"/>
                <w:lang w:eastAsia="ko-KR"/>
              </w:rPr>
            </w:pPr>
            <w:r w:rsidRPr="00DF6DD6">
              <w:rPr>
                <w:rFonts w:eastAsia="Malgun Gothic" w:cs="Arial"/>
                <w:szCs w:val="18"/>
                <w:lang w:eastAsia="ko-KR"/>
              </w:rPr>
              <w:t>DC_21A_n78A</w:t>
            </w:r>
          </w:p>
          <w:p w14:paraId="75D68D7B" w14:textId="77777777" w:rsidR="001728BC" w:rsidRPr="00DF6DD6" w:rsidRDefault="001728BC" w:rsidP="003768E0">
            <w:pPr>
              <w:pStyle w:val="TAC"/>
              <w:keepNext w:val="0"/>
              <w:rPr>
                <w:noProof/>
              </w:rPr>
            </w:pPr>
            <w:r w:rsidRPr="00DF6DD6">
              <w:rPr>
                <w:rFonts w:eastAsia="Malgun Gothic" w:cs="Arial"/>
                <w:szCs w:val="18"/>
                <w:lang w:eastAsia="ko-KR"/>
              </w:rPr>
              <w:t>DC_21A_n257A</w:t>
            </w:r>
          </w:p>
        </w:tc>
      </w:tr>
      <w:tr w:rsidR="00F55B07" w:rsidRPr="00DF6DD6" w14:paraId="67523D8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FBD72BA" w14:textId="77777777" w:rsidR="001728BC" w:rsidRPr="00DF6DD6" w:rsidRDefault="001728BC" w:rsidP="003768E0">
            <w:pPr>
              <w:pStyle w:val="TAC"/>
              <w:keepNext w:val="0"/>
              <w:rPr>
                <w:noProof/>
              </w:rPr>
            </w:pPr>
            <w:r w:rsidRPr="00DF6DD6">
              <w:rPr>
                <w:rFonts w:eastAsia="Malgun Gothic" w:cs="Arial"/>
                <w:szCs w:val="18"/>
                <w:lang w:eastAsia="ko-KR"/>
              </w:rPr>
              <w:t>DC_21A_n79A-n257A</w:t>
            </w:r>
          </w:p>
        </w:tc>
        <w:tc>
          <w:tcPr>
            <w:tcW w:w="3969" w:type="dxa"/>
            <w:tcMar>
              <w:top w:w="28" w:type="dxa"/>
              <w:left w:w="28" w:type="dxa"/>
              <w:bottom w:w="28" w:type="dxa"/>
              <w:right w:w="28" w:type="dxa"/>
            </w:tcMar>
            <w:vAlign w:val="center"/>
          </w:tcPr>
          <w:p w14:paraId="61E728BA" w14:textId="77777777" w:rsidR="001728BC" w:rsidRPr="00DF6DD6" w:rsidRDefault="001728BC" w:rsidP="003768E0">
            <w:pPr>
              <w:pStyle w:val="TAC"/>
              <w:keepNext w:val="0"/>
              <w:rPr>
                <w:rFonts w:eastAsia="Malgun Gothic" w:cs="Arial"/>
                <w:szCs w:val="18"/>
                <w:lang w:eastAsia="ko-KR"/>
              </w:rPr>
            </w:pPr>
            <w:r w:rsidRPr="00DF6DD6">
              <w:rPr>
                <w:rFonts w:eastAsia="Malgun Gothic" w:cs="Arial"/>
                <w:szCs w:val="18"/>
                <w:lang w:eastAsia="ko-KR"/>
              </w:rPr>
              <w:t>DC_21A_n79A</w:t>
            </w:r>
          </w:p>
          <w:p w14:paraId="7C125BA2" w14:textId="77777777" w:rsidR="001728BC" w:rsidRPr="00DF6DD6" w:rsidRDefault="001728BC" w:rsidP="003768E0">
            <w:pPr>
              <w:pStyle w:val="TAC"/>
              <w:keepNext w:val="0"/>
              <w:rPr>
                <w:noProof/>
              </w:rPr>
            </w:pPr>
            <w:r w:rsidRPr="00DF6DD6">
              <w:rPr>
                <w:rFonts w:eastAsia="Malgun Gothic" w:cs="Arial"/>
                <w:szCs w:val="18"/>
                <w:lang w:eastAsia="ko-KR"/>
              </w:rPr>
              <w:t>DC_21A_n257A</w:t>
            </w:r>
          </w:p>
        </w:tc>
      </w:tr>
      <w:tr w:rsidR="001728BC" w:rsidRPr="00DF6DD6" w14:paraId="0D136793" w14:textId="77777777" w:rsidTr="006500C3">
        <w:trPr>
          <w:trHeight w:val="227"/>
          <w:jc w:val="center"/>
        </w:trPr>
        <w:tc>
          <w:tcPr>
            <w:tcW w:w="7938" w:type="dxa"/>
            <w:gridSpan w:val="2"/>
            <w:shd w:val="clear" w:color="auto" w:fill="auto"/>
            <w:noWrap/>
            <w:tcMar>
              <w:top w:w="28" w:type="dxa"/>
              <w:left w:w="28" w:type="dxa"/>
              <w:bottom w:w="28" w:type="dxa"/>
              <w:right w:w="28" w:type="dxa"/>
            </w:tcMar>
            <w:vAlign w:val="center"/>
          </w:tcPr>
          <w:p w14:paraId="5910330C" w14:textId="5B4E5723" w:rsidR="001728BC" w:rsidRPr="00DF6DD6" w:rsidRDefault="001728BC" w:rsidP="003768E0">
            <w:pPr>
              <w:pStyle w:val="TAN"/>
              <w:keepNext w:val="0"/>
              <w:rPr>
                <w:lang w:eastAsia="zh-CN"/>
              </w:rPr>
            </w:pPr>
            <w:r w:rsidRPr="00DF6DD6">
              <w:t>NOTE 1:</w:t>
            </w:r>
            <w:r w:rsidRPr="00DF6DD6">
              <w:tab/>
            </w:r>
            <w:r w:rsidR="00B555A2" w:rsidRPr="0070079D">
              <w:t xml:space="preserve">Uplink </w:t>
            </w:r>
            <w:r w:rsidR="00B555A2">
              <w:t>EN-DC</w:t>
            </w:r>
            <w:r w:rsidR="00B555A2" w:rsidRPr="0070079D">
              <w:t xml:space="preserve"> </w:t>
            </w:r>
            <w:r w:rsidRPr="00DF6DD6">
              <w:t>configurations are the configurations supported by the present release of specifications.</w:t>
            </w:r>
          </w:p>
          <w:p w14:paraId="5D83319E" w14:textId="77777777" w:rsidR="001728BC" w:rsidRPr="00DF6DD6" w:rsidRDefault="001728BC" w:rsidP="003768E0">
            <w:pPr>
              <w:pStyle w:val="TAN"/>
              <w:keepNext w:val="0"/>
              <w:rPr>
                <w:lang w:eastAsia="zh-CN"/>
              </w:rPr>
            </w:pPr>
            <w:r w:rsidRPr="00DF6DD6">
              <w:t xml:space="preserve">NOTE </w:t>
            </w:r>
            <w:r w:rsidRPr="00DF6DD6">
              <w:rPr>
                <w:rFonts w:hint="eastAsia"/>
                <w:lang w:eastAsia="zh-CN"/>
              </w:rPr>
              <w:t>2</w:t>
            </w:r>
            <w:r w:rsidRPr="00DF6DD6">
              <w:t>:</w:t>
            </w:r>
            <w:r w:rsidRPr="00DF6DD6">
              <w:tab/>
              <w:t>Applicable for UE supporting inter-band EN-DC with mandatory simultaneous Rx/Tx capability</w:t>
            </w:r>
          </w:p>
        </w:tc>
      </w:tr>
    </w:tbl>
    <w:p w14:paraId="05BD00DE" w14:textId="77777777" w:rsidR="00F177CB" w:rsidRPr="00DF6DD6" w:rsidRDefault="00F177CB" w:rsidP="001310A1"/>
    <w:p w14:paraId="77770BBE" w14:textId="3EF14893" w:rsidR="006C5891" w:rsidRPr="00DF6DD6" w:rsidRDefault="006C5891" w:rsidP="006C5891">
      <w:pPr>
        <w:pStyle w:val="Heading4"/>
      </w:pPr>
      <w:bookmarkStart w:id="910" w:name="_Toc21345429"/>
      <w:bookmarkStart w:id="911" w:name="_Toc29806278"/>
      <w:bookmarkStart w:id="912" w:name="_Toc37255811"/>
      <w:bookmarkStart w:id="913" w:name="_Toc37256152"/>
      <w:bookmarkStart w:id="914" w:name="_Toc45889989"/>
      <w:bookmarkStart w:id="915" w:name="_Toc52381814"/>
      <w:bookmarkStart w:id="916" w:name="_Toc61374913"/>
      <w:bookmarkStart w:id="917" w:name="_Toc67936264"/>
      <w:bookmarkStart w:id="918" w:name="_Toc67937137"/>
      <w:bookmarkStart w:id="919" w:name="_Toc76452373"/>
      <w:bookmarkStart w:id="920" w:name="_Toc76630216"/>
      <w:bookmarkStart w:id="921" w:name="_Toc83742776"/>
      <w:bookmarkStart w:id="922" w:name="_Toc83886890"/>
      <w:bookmarkStart w:id="923" w:name="_Toc83887690"/>
      <w:bookmarkStart w:id="924" w:name="_Toc90588531"/>
      <w:r w:rsidRPr="00DF6DD6">
        <w:lastRenderedPageBreak/>
        <w:t>5.5B.6.3</w:t>
      </w:r>
      <w:r w:rsidRPr="00DF6DD6">
        <w:tab/>
        <w:t xml:space="preserve">Inter-band EN-DC configurations </w:t>
      </w:r>
      <w:r w:rsidR="00C313E7" w:rsidRPr="00DF6DD6">
        <w:t xml:space="preserve">including FR1 and FR2 </w:t>
      </w:r>
      <w:r w:rsidRPr="00DF6DD6">
        <w:t>(four bands)</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2D0A6C2A" w14:textId="326E94CF" w:rsidR="006C5891" w:rsidRPr="00DF6DD6" w:rsidRDefault="006C5891" w:rsidP="006C5891">
      <w:pPr>
        <w:pStyle w:val="TH"/>
      </w:pPr>
      <w:r w:rsidRPr="00DF6DD6">
        <w:t xml:space="preserve">Table 5.5B.6.3-1: Inter-band EN-DC configurations </w:t>
      </w:r>
      <w:r w:rsidR="00C313E7" w:rsidRPr="00DF6DD6">
        <w:t xml:space="preserve">including FR1 and FR2 </w:t>
      </w:r>
      <w:r w:rsidRPr="00DF6DD6">
        <w:t>(four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3969"/>
      </w:tblGrid>
      <w:tr w:rsidR="00F55B07" w:rsidRPr="002B0029" w14:paraId="0F93A277" w14:textId="77777777" w:rsidTr="006500C3">
        <w:trPr>
          <w:trHeight w:val="227"/>
          <w:tblHeader/>
          <w:jc w:val="center"/>
        </w:trPr>
        <w:tc>
          <w:tcPr>
            <w:tcW w:w="3969" w:type="dxa"/>
            <w:shd w:val="clear" w:color="auto" w:fill="auto"/>
            <w:tcMar>
              <w:top w:w="28" w:type="dxa"/>
              <w:left w:w="28" w:type="dxa"/>
              <w:bottom w:w="28" w:type="dxa"/>
              <w:right w:w="28" w:type="dxa"/>
            </w:tcMar>
            <w:vAlign w:val="center"/>
            <w:hideMark/>
          </w:tcPr>
          <w:p w14:paraId="23D597D3" w14:textId="77777777" w:rsidR="00007819" w:rsidRPr="00DF6DD6" w:rsidRDefault="00007819" w:rsidP="003768E0">
            <w:pPr>
              <w:pStyle w:val="TAH"/>
              <w:rPr>
                <w:lang w:val="en-US" w:eastAsia="fi-FI"/>
              </w:rPr>
            </w:pPr>
            <w:r w:rsidRPr="00DF6DD6">
              <w:rPr>
                <w:lang w:val="en-US" w:eastAsia="fi-FI"/>
              </w:rPr>
              <w:t>EN-DC</w:t>
            </w:r>
            <w:r w:rsidRPr="00DF6DD6">
              <w:rPr>
                <w:rFonts w:hint="eastAsia"/>
                <w:lang w:val="en-US" w:eastAsia="zh-CN"/>
              </w:rPr>
              <w:t xml:space="preserve"> </w:t>
            </w:r>
            <w:r w:rsidRPr="00DF6DD6">
              <w:rPr>
                <w:lang w:val="en-US" w:eastAsia="fi-FI"/>
              </w:rPr>
              <w:t>configuration</w:t>
            </w:r>
          </w:p>
        </w:tc>
        <w:tc>
          <w:tcPr>
            <w:tcW w:w="3969" w:type="dxa"/>
            <w:tcMar>
              <w:top w:w="28" w:type="dxa"/>
              <w:left w:w="28" w:type="dxa"/>
              <w:bottom w:w="28" w:type="dxa"/>
              <w:right w:w="28" w:type="dxa"/>
            </w:tcMar>
            <w:vAlign w:val="center"/>
          </w:tcPr>
          <w:p w14:paraId="542E4ED8" w14:textId="77777777" w:rsidR="00007819" w:rsidRPr="00B94CFE" w:rsidDel="00C35823" w:rsidRDefault="00007819" w:rsidP="003768E0">
            <w:pPr>
              <w:pStyle w:val="TAH"/>
              <w:rPr>
                <w:lang w:val="fr-FR" w:eastAsia="fi-FI"/>
              </w:rPr>
            </w:pPr>
            <w:r w:rsidRPr="00B94CFE">
              <w:rPr>
                <w:lang w:val="fr-FR" w:eastAsia="fi-FI"/>
              </w:rPr>
              <w:t>Uplink EN-DC</w:t>
            </w:r>
            <w:r w:rsidRPr="00B94CFE">
              <w:rPr>
                <w:lang w:val="fr-FR" w:eastAsia="zh-CN"/>
              </w:rPr>
              <w:t xml:space="preserve"> </w:t>
            </w:r>
            <w:r w:rsidRPr="00B94CFE">
              <w:rPr>
                <w:lang w:val="fr-FR" w:eastAsia="fi-FI"/>
              </w:rPr>
              <w:t>configuration</w:t>
            </w:r>
            <w:r w:rsidRPr="00B94CFE">
              <w:rPr>
                <w:lang w:val="fr-FR" w:eastAsia="zh-CN"/>
              </w:rPr>
              <w:t xml:space="preserve"> </w:t>
            </w:r>
            <w:r w:rsidRPr="00B94CFE">
              <w:rPr>
                <w:lang w:val="fr-FR" w:eastAsia="fi-FI"/>
              </w:rPr>
              <w:t>(NOTE 1)</w:t>
            </w:r>
          </w:p>
        </w:tc>
      </w:tr>
      <w:tr w:rsidR="00F55B07" w:rsidRPr="00DF6DD6" w14:paraId="4CB50782"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2DCC7B95" w14:textId="77777777" w:rsidR="00007819" w:rsidRPr="00DF6DD6" w:rsidRDefault="00007819" w:rsidP="003768E0">
            <w:pPr>
              <w:pStyle w:val="TAC"/>
              <w:rPr>
                <w:noProof/>
              </w:rPr>
            </w:pPr>
            <w:r w:rsidRPr="00DF6DD6">
              <w:rPr>
                <w:noProof/>
              </w:rPr>
              <w:t>DC_1A-3A_n78A-n257A</w:t>
            </w:r>
          </w:p>
        </w:tc>
        <w:tc>
          <w:tcPr>
            <w:tcW w:w="3969" w:type="dxa"/>
            <w:tcMar>
              <w:top w:w="28" w:type="dxa"/>
              <w:left w:w="28" w:type="dxa"/>
              <w:bottom w:w="28" w:type="dxa"/>
              <w:right w:w="28" w:type="dxa"/>
            </w:tcMar>
            <w:vAlign w:val="center"/>
          </w:tcPr>
          <w:p w14:paraId="18ADE07E" w14:textId="77777777" w:rsidR="00007819" w:rsidRPr="00DF6DD6" w:rsidRDefault="00007819" w:rsidP="003768E0">
            <w:pPr>
              <w:pStyle w:val="TAC"/>
              <w:rPr>
                <w:noProof/>
              </w:rPr>
            </w:pPr>
            <w:r w:rsidRPr="00DF6DD6">
              <w:rPr>
                <w:noProof/>
              </w:rPr>
              <w:t>DC_1A_n78A</w:t>
            </w:r>
          </w:p>
          <w:p w14:paraId="618A01B0" w14:textId="77777777" w:rsidR="00007819" w:rsidRPr="00DF6DD6" w:rsidRDefault="00007819" w:rsidP="003768E0">
            <w:pPr>
              <w:pStyle w:val="TAC"/>
              <w:rPr>
                <w:noProof/>
              </w:rPr>
            </w:pPr>
            <w:r w:rsidRPr="00DF6DD6">
              <w:rPr>
                <w:noProof/>
              </w:rPr>
              <w:t>DC_1A_n257A</w:t>
            </w:r>
          </w:p>
          <w:p w14:paraId="066F9475" w14:textId="77777777" w:rsidR="00007819" w:rsidRPr="00DF6DD6" w:rsidRDefault="00007819" w:rsidP="003768E0">
            <w:pPr>
              <w:pStyle w:val="TAC"/>
              <w:rPr>
                <w:noProof/>
              </w:rPr>
            </w:pPr>
            <w:r w:rsidRPr="00DF6DD6">
              <w:rPr>
                <w:noProof/>
              </w:rPr>
              <w:t>DC_3A_n78A</w:t>
            </w:r>
          </w:p>
          <w:p w14:paraId="019F05FA" w14:textId="77777777" w:rsidR="00007819" w:rsidRPr="00DF6DD6" w:rsidRDefault="00007819" w:rsidP="003768E0">
            <w:pPr>
              <w:pStyle w:val="TAC"/>
              <w:rPr>
                <w:noProof/>
              </w:rPr>
            </w:pPr>
            <w:r w:rsidRPr="00DF6DD6">
              <w:rPr>
                <w:noProof/>
              </w:rPr>
              <w:t>DC_3A_n257A</w:t>
            </w:r>
          </w:p>
        </w:tc>
      </w:tr>
      <w:tr w:rsidR="00F55B07" w:rsidRPr="00DF6DD6" w14:paraId="2880634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7EDEF33" w14:textId="77777777" w:rsidR="00007819" w:rsidRPr="00DF6DD6" w:rsidRDefault="00007819" w:rsidP="003768E0">
            <w:pPr>
              <w:pStyle w:val="TAC"/>
              <w:rPr>
                <w:noProof/>
              </w:rPr>
            </w:pPr>
            <w:r w:rsidRPr="00DF6DD6">
              <w:rPr>
                <w:noProof/>
              </w:rPr>
              <w:t>DC_1A-5A_n78A-n257A</w:t>
            </w:r>
          </w:p>
        </w:tc>
        <w:tc>
          <w:tcPr>
            <w:tcW w:w="3969" w:type="dxa"/>
            <w:tcMar>
              <w:top w:w="28" w:type="dxa"/>
              <w:left w:w="28" w:type="dxa"/>
              <w:bottom w:w="28" w:type="dxa"/>
              <w:right w:w="28" w:type="dxa"/>
            </w:tcMar>
            <w:vAlign w:val="center"/>
          </w:tcPr>
          <w:p w14:paraId="5DFE6F30" w14:textId="77777777" w:rsidR="00007819" w:rsidRPr="00DF6DD6" w:rsidRDefault="00007819" w:rsidP="003768E0">
            <w:pPr>
              <w:pStyle w:val="TAC"/>
              <w:rPr>
                <w:noProof/>
              </w:rPr>
            </w:pPr>
            <w:r w:rsidRPr="00DF6DD6">
              <w:rPr>
                <w:noProof/>
              </w:rPr>
              <w:t>DC_1A_n78A</w:t>
            </w:r>
          </w:p>
          <w:p w14:paraId="04FC615A" w14:textId="77777777" w:rsidR="00007819" w:rsidRPr="00DF6DD6" w:rsidRDefault="00007819" w:rsidP="003768E0">
            <w:pPr>
              <w:pStyle w:val="TAC"/>
              <w:rPr>
                <w:noProof/>
              </w:rPr>
            </w:pPr>
            <w:r w:rsidRPr="00DF6DD6">
              <w:rPr>
                <w:noProof/>
              </w:rPr>
              <w:t>DC_1A_n257A</w:t>
            </w:r>
          </w:p>
          <w:p w14:paraId="612F7629" w14:textId="77777777" w:rsidR="00007819" w:rsidRPr="00DF6DD6" w:rsidRDefault="00007819" w:rsidP="003768E0">
            <w:pPr>
              <w:pStyle w:val="TAC"/>
              <w:rPr>
                <w:noProof/>
              </w:rPr>
            </w:pPr>
            <w:r w:rsidRPr="00DF6DD6">
              <w:rPr>
                <w:noProof/>
              </w:rPr>
              <w:t>DC_5A_n78A</w:t>
            </w:r>
          </w:p>
          <w:p w14:paraId="74D4F322" w14:textId="77777777" w:rsidR="00007819" w:rsidRPr="00DF6DD6" w:rsidRDefault="00007819" w:rsidP="003768E0">
            <w:pPr>
              <w:pStyle w:val="TAC"/>
              <w:rPr>
                <w:noProof/>
              </w:rPr>
            </w:pPr>
            <w:r w:rsidRPr="00DF6DD6">
              <w:rPr>
                <w:noProof/>
              </w:rPr>
              <w:t>DC_5A_n257A</w:t>
            </w:r>
          </w:p>
        </w:tc>
      </w:tr>
      <w:tr w:rsidR="00F55B07" w:rsidRPr="00DF6DD6" w14:paraId="0D3987BF"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06E55DD" w14:textId="77777777" w:rsidR="00007819" w:rsidRPr="00DF6DD6" w:rsidRDefault="00007819" w:rsidP="003768E0">
            <w:pPr>
              <w:pStyle w:val="TAC"/>
              <w:rPr>
                <w:noProof/>
              </w:rPr>
            </w:pPr>
            <w:r w:rsidRPr="00DF6DD6">
              <w:rPr>
                <w:noProof/>
              </w:rPr>
              <w:t>DC_1A-7A_n78A-n257A</w:t>
            </w:r>
          </w:p>
        </w:tc>
        <w:tc>
          <w:tcPr>
            <w:tcW w:w="3969" w:type="dxa"/>
            <w:tcMar>
              <w:top w:w="28" w:type="dxa"/>
              <w:left w:w="28" w:type="dxa"/>
              <w:bottom w:w="28" w:type="dxa"/>
              <w:right w:w="28" w:type="dxa"/>
            </w:tcMar>
            <w:vAlign w:val="center"/>
          </w:tcPr>
          <w:p w14:paraId="03E0F7C6" w14:textId="77777777" w:rsidR="00007819" w:rsidRPr="00DF6DD6" w:rsidRDefault="00007819" w:rsidP="003768E0">
            <w:pPr>
              <w:pStyle w:val="TAC"/>
              <w:rPr>
                <w:noProof/>
              </w:rPr>
            </w:pPr>
            <w:r w:rsidRPr="00DF6DD6">
              <w:rPr>
                <w:noProof/>
              </w:rPr>
              <w:t>DC_1A_n78A</w:t>
            </w:r>
          </w:p>
          <w:p w14:paraId="688E1D67" w14:textId="77777777" w:rsidR="00007819" w:rsidRPr="00DF6DD6" w:rsidRDefault="00007819" w:rsidP="003768E0">
            <w:pPr>
              <w:pStyle w:val="TAC"/>
              <w:rPr>
                <w:noProof/>
              </w:rPr>
            </w:pPr>
            <w:r w:rsidRPr="00DF6DD6">
              <w:rPr>
                <w:noProof/>
              </w:rPr>
              <w:t>DC_1A_n257A</w:t>
            </w:r>
          </w:p>
          <w:p w14:paraId="2F0AD448" w14:textId="77777777" w:rsidR="00007819" w:rsidRPr="00DF6DD6" w:rsidRDefault="00007819" w:rsidP="003768E0">
            <w:pPr>
              <w:pStyle w:val="TAC"/>
              <w:rPr>
                <w:noProof/>
              </w:rPr>
            </w:pPr>
            <w:r w:rsidRPr="00DF6DD6">
              <w:rPr>
                <w:noProof/>
              </w:rPr>
              <w:t>DC_7A_n78A</w:t>
            </w:r>
          </w:p>
          <w:p w14:paraId="4D7E9C28" w14:textId="77777777" w:rsidR="00007819" w:rsidRPr="00DF6DD6" w:rsidRDefault="00007819" w:rsidP="003768E0">
            <w:pPr>
              <w:pStyle w:val="TAC"/>
              <w:rPr>
                <w:noProof/>
              </w:rPr>
            </w:pPr>
            <w:r w:rsidRPr="00DF6DD6">
              <w:rPr>
                <w:noProof/>
              </w:rPr>
              <w:t>DC_7A_n257A</w:t>
            </w:r>
          </w:p>
        </w:tc>
      </w:tr>
      <w:tr w:rsidR="00F55B07" w:rsidRPr="00DF6DD6" w14:paraId="54978CE1"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3195C5C" w14:textId="77777777" w:rsidR="00007819" w:rsidRPr="00DF6DD6" w:rsidRDefault="00007819" w:rsidP="003768E0">
            <w:pPr>
              <w:pStyle w:val="TAC"/>
              <w:rPr>
                <w:noProof/>
              </w:rPr>
            </w:pPr>
            <w:r w:rsidRPr="00DF6DD6">
              <w:rPr>
                <w:noProof/>
              </w:rPr>
              <w:t>DC_1A-7A-7A_n78A-n257A</w:t>
            </w:r>
          </w:p>
        </w:tc>
        <w:tc>
          <w:tcPr>
            <w:tcW w:w="3969" w:type="dxa"/>
            <w:tcMar>
              <w:top w:w="28" w:type="dxa"/>
              <w:left w:w="28" w:type="dxa"/>
              <w:bottom w:w="28" w:type="dxa"/>
              <w:right w:w="28" w:type="dxa"/>
            </w:tcMar>
            <w:vAlign w:val="center"/>
          </w:tcPr>
          <w:p w14:paraId="2EF93B8B" w14:textId="77777777" w:rsidR="00007819" w:rsidRPr="00DF6DD6" w:rsidRDefault="00007819" w:rsidP="003768E0">
            <w:pPr>
              <w:pStyle w:val="TAC"/>
              <w:rPr>
                <w:noProof/>
              </w:rPr>
            </w:pPr>
            <w:r w:rsidRPr="00DF6DD6">
              <w:rPr>
                <w:noProof/>
              </w:rPr>
              <w:t>DC_1A_n78A</w:t>
            </w:r>
          </w:p>
          <w:p w14:paraId="2A6E22BB" w14:textId="77777777" w:rsidR="00007819" w:rsidRPr="00DF6DD6" w:rsidRDefault="00007819" w:rsidP="003768E0">
            <w:pPr>
              <w:pStyle w:val="TAC"/>
              <w:rPr>
                <w:noProof/>
              </w:rPr>
            </w:pPr>
            <w:r w:rsidRPr="00DF6DD6">
              <w:rPr>
                <w:noProof/>
              </w:rPr>
              <w:t>DC_1A_n257A</w:t>
            </w:r>
          </w:p>
          <w:p w14:paraId="5E37349A" w14:textId="77777777" w:rsidR="00007819" w:rsidRPr="00DF6DD6" w:rsidRDefault="00007819" w:rsidP="003768E0">
            <w:pPr>
              <w:pStyle w:val="TAC"/>
              <w:rPr>
                <w:noProof/>
              </w:rPr>
            </w:pPr>
            <w:r w:rsidRPr="00DF6DD6">
              <w:rPr>
                <w:noProof/>
              </w:rPr>
              <w:t>DC_7A_n78A</w:t>
            </w:r>
          </w:p>
          <w:p w14:paraId="06E9DB87" w14:textId="77777777" w:rsidR="00007819" w:rsidRPr="00DF6DD6" w:rsidRDefault="00007819" w:rsidP="003768E0">
            <w:pPr>
              <w:pStyle w:val="TAC"/>
              <w:rPr>
                <w:noProof/>
              </w:rPr>
            </w:pPr>
            <w:r w:rsidRPr="00DF6DD6">
              <w:rPr>
                <w:noProof/>
              </w:rPr>
              <w:t>DC_7A_n257A</w:t>
            </w:r>
          </w:p>
        </w:tc>
      </w:tr>
      <w:tr w:rsidR="00F55B07" w:rsidRPr="00DF6DD6" w14:paraId="465139E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5046E7A" w14:textId="77777777" w:rsidR="00007819" w:rsidRPr="00DF6DD6" w:rsidRDefault="00007819" w:rsidP="003768E0">
            <w:pPr>
              <w:pStyle w:val="TAC"/>
              <w:rPr>
                <w:noProof/>
              </w:rPr>
            </w:pPr>
            <w:r w:rsidRPr="00DF6DD6">
              <w:rPr>
                <w:noProof/>
              </w:rPr>
              <w:t>DC_3A-5A_n78A-n257A</w:t>
            </w:r>
          </w:p>
        </w:tc>
        <w:tc>
          <w:tcPr>
            <w:tcW w:w="3969" w:type="dxa"/>
            <w:tcMar>
              <w:top w:w="28" w:type="dxa"/>
              <w:left w:w="28" w:type="dxa"/>
              <w:bottom w:w="28" w:type="dxa"/>
              <w:right w:w="28" w:type="dxa"/>
            </w:tcMar>
            <w:vAlign w:val="center"/>
          </w:tcPr>
          <w:p w14:paraId="260F16E3" w14:textId="77777777" w:rsidR="00007819" w:rsidRPr="00DF6DD6" w:rsidRDefault="00007819" w:rsidP="003768E0">
            <w:pPr>
              <w:pStyle w:val="TAC"/>
              <w:rPr>
                <w:noProof/>
              </w:rPr>
            </w:pPr>
            <w:r w:rsidRPr="00DF6DD6">
              <w:rPr>
                <w:noProof/>
              </w:rPr>
              <w:t>DC_3A_n78A</w:t>
            </w:r>
          </w:p>
          <w:p w14:paraId="2BEDD0C4" w14:textId="77777777" w:rsidR="00007819" w:rsidRPr="00DF6DD6" w:rsidRDefault="00007819" w:rsidP="003768E0">
            <w:pPr>
              <w:pStyle w:val="TAC"/>
              <w:rPr>
                <w:noProof/>
              </w:rPr>
            </w:pPr>
            <w:r w:rsidRPr="00DF6DD6">
              <w:rPr>
                <w:noProof/>
              </w:rPr>
              <w:t>DC_3A_n257A</w:t>
            </w:r>
          </w:p>
          <w:p w14:paraId="5D6EC1EC" w14:textId="77777777" w:rsidR="00007819" w:rsidRPr="00DF6DD6" w:rsidRDefault="00007819" w:rsidP="003768E0">
            <w:pPr>
              <w:pStyle w:val="TAC"/>
              <w:rPr>
                <w:noProof/>
              </w:rPr>
            </w:pPr>
            <w:r w:rsidRPr="00DF6DD6">
              <w:rPr>
                <w:noProof/>
              </w:rPr>
              <w:t>DC_5A_n78A</w:t>
            </w:r>
          </w:p>
          <w:p w14:paraId="7D1268F3" w14:textId="77777777" w:rsidR="00007819" w:rsidRPr="00DF6DD6" w:rsidRDefault="00007819" w:rsidP="003768E0">
            <w:pPr>
              <w:pStyle w:val="TAC"/>
              <w:rPr>
                <w:noProof/>
              </w:rPr>
            </w:pPr>
            <w:r w:rsidRPr="00DF6DD6">
              <w:rPr>
                <w:noProof/>
              </w:rPr>
              <w:t>DC_5A_n257A</w:t>
            </w:r>
          </w:p>
        </w:tc>
      </w:tr>
      <w:tr w:rsidR="00F55B07" w:rsidRPr="00DF6DD6" w14:paraId="6A7EBB5C"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526FDB4" w14:textId="77777777" w:rsidR="00007819" w:rsidRPr="00DF6DD6" w:rsidRDefault="00007819" w:rsidP="003768E0">
            <w:pPr>
              <w:pStyle w:val="TAC"/>
              <w:rPr>
                <w:noProof/>
              </w:rPr>
            </w:pPr>
            <w:r w:rsidRPr="00DF6DD6">
              <w:rPr>
                <w:noProof/>
              </w:rPr>
              <w:t>DC_3A-7A_n78A-n257A</w:t>
            </w:r>
          </w:p>
        </w:tc>
        <w:tc>
          <w:tcPr>
            <w:tcW w:w="3969" w:type="dxa"/>
            <w:tcMar>
              <w:top w:w="28" w:type="dxa"/>
              <w:left w:w="28" w:type="dxa"/>
              <w:bottom w:w="28" w:type="dxa"/>
              <w:right w:w="28" w:type="dxa"/>
            </w:tcMar>
            <w:vAlign w:val="center"/>
          </w:tcPr>
          <w:p w14:paraId="33DFB15E" w14:textId="77777777" w:rsidR="00007819" w:rsidRPr="00DF6DD6" w:rsidRDefault="00007819" w:rsidP="003768E0">
            <w:pPr>
              <w:pStyle w:val="TAC"/>
              <w:rPr>
                <w:noProof/>
              </w:rPr>
            </w:pPr>
            <w:r w:rsidRPr="00DF6DD6">
              <w:rPr>
                <w:noProof/>
              </w:rPr>
              <w:t>DC_3A_n78A</w:t>
            </w:r>
          </w:p>
          <w:p w14:paraId="27A427DC" w14:textId="77777777" w:rsidR="00007819" w:rsidRPr="00DF6DD6" w:rsidRDefault="00007819" w:rsidP="003768E0">
            <w:pPr>
              <w:pStyle w:val="TAC"/>
              <w:rPr>
                <w:noProof/>
              </w:rPr>
            </w:pPr>
            <w:r w:rsidRPr="00DF6DD6">
              <w:rPr>
                <w:noProof/>
              </w:rPr>
              <w:t>DC_3A_n257A</w:t>
            </w:r>
          </w:p>
          <w:p w14:paraId="5F99EC0D" w14:textId="77777777" w:rsidR="00007819" w:rsidRPr="00DF6DD6" w:rsidRDefault="00007819" w:rsidP="003768E0">
            <w:pPr>
              <w:pStyle w:val="TAC"/>
              <w:rPr>
                <w:noProof/>
              </w:rPr>
            </w:pPr>
            <w:r w:rsidRPr="00DF6DD6">
              <w:rPr>
                <w:noProof/>
              </w:rPr>
              <w:t>DC_7A_n78A</w:t>
            </w:r>
          </w:p>
          <w:p w14:paraId="2F01935A" w14:textId="77777777" w:rsidR="00007819" w:rsidRPr="00DF6DD6" w:rsidRDefault="00007819" w:rsidP="003768E0">
            <w:pPr>
              <w:pStyle w:val="TAC"/>
              <w:rPr>
                <w:noProof/>
              </w:rPr>
            </w:pPr>
            <w:r w:rsidRPr="00DF6DD6">
              <w:rPr>
                <w:noProof/>
              </w:rPr>
              <w:t>DC_7A_n257A</w:t>
            </w:r>
          </w:p>
        </w:tc>
      </w:tr>
      <w:tr w:rsidR="00F55B07" w:rsidRPr="00DF6DD6" w14:paraId="3F061625"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AE6A632" w14:textId="77777777" w:rsidR="00007819" w:rsidRPr="00DF6DD6" w:rsidRDefault="00007819" w:rsidP="003768E0">
            <w:pPr>
              <w:pStyle w:val="TAC"/>
              <w:rPr>
                <w:noProof/>
              </w:rPr>
            </w:pPr>
            <w:r w:rsidRPr="00DF6DD6">
              <w:rPr>
                <w:noProof/>
              </w:rPr>
              <w:t>DC_3A-7A-7A_n78A-n257A</w:t>
            </w:r>
          </w:p>
        </w:tc>
        <w:tc>
          <w:tcPr>
            <w:tcW w:w="3969" w:type="dxa"/>
            <w:tcMar>
              <w:top w:w="28" w:type="dxa"/>
              <w:left w:w="28" w:type="dxa"/>
              <w:bottom w:w="28" w:type="dxa"/>
              <w:right w:w="28" w:type="dxa"/>
            </w:tcMar>
            <w:vAlign w:val="center"/>
          </w:tcPr>
          <w:p w14:paraId="1D82839D" w14:textId="77777777" w:rsidR="00007819" w:rsidRPr="00DF6DD6" w:rsidRDefault="00007819" w:rsidP="003768E0">
            <w:pPr>
              <w:pStyle w:val="TAC"/>
              <w:rPr>
                <w:noProof/>
              </w:rPr>
            </w:pPr>
            <w:r w:rsidRPr="00DF6DD6">
              <w:rPr>
                <w:noProof/>
              </w:rPr>
              <w:t>DC_3A_n78A</w:t>
            </w:r>
          </w:p>
          <w:p w14:paraId="32FFE166" w14:textId="77777777" w:rsidR="00007819" w:rsidRPr="00DF6DD6" w:rsidRDefault="00007819" w:rsidP="003768E0">
            <w:pPr>
              <w:pStyle w:val="TAC"/>
              <w:rPr>
                <w:noProof/>
              </w:rPr>
            </w:pPr>
            <w:r w:rsidRPr="00DF6DD6">
              <w:rPr>
                <w:noProof/>
              </w:rPr>
              <w:t>DC_3A_n257A</w:t>
            </w:r>
          </w:p>
          <w:p w14:paraId="1D76C4D9" w14:textId="77777777" w:rsidR="00007819" w:rsidRPr="00DF6DD6" w:rsidRDefault="00007819" w:rsidP="003768E0">
            <w:pPr>
              <w:pStyle w:val="TAC"/>
              <w:rPr>
                <w:noProof/>
              </w:rPr>
            </w:pPr>
            <w:r w:rsidRPr="00DF6DD6">
              <w:rPr>
                <w:noProof/>
              </w:rPr>
              <w:t>DC_7A_n78A</w:t>
            </w:r>
          </w:p>
          <w:p w14:paraId="706A748C" w14:textId="77777777" w:rsidR="00007819" w:rsidRPr="00DF6DD6" w:rsidRDefault="00007819" w:rsidP="003768E0">
            <w:pPr>
              <w:pStyle w:val="TAC"/>
              <w:rPr>
                <w:noProof/>
              </w:rPr>
            </w:pPr>
            <w:r w:rsidRPr="00DF6DD6">
              <w:rPr>
                <w:noProof/>
              </w:rPr>
              <w:t>DC_7A_n257A</w:t>
            </w:r>
          </w:p>
        </w:tc>
      </w:tr>
      <w:tr w:rsidR="00F55B07" w:rsidRPr="00DF6DD6" w14:paraId="7953BE6D"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78C69DF" w14:textId="77777777" w:rsidR="00007819" w:rsidRPr="00DF6DD6" w:rsidRDefault="00007819" w:rsidP="003768E0">
            <w:pPr>
              <w:pStyle w:val="TAC"/>
              <w:rPr>
                <w:noProof/>
              </w:rPr>
            </w:pPr>
            <w:r w:rsidRPr="00DF6DD6">
              <w:rPr>
                <w:noProof/>
              </w:rPr>
              <w:t>DC_5A-7A_n78A-n257A</w:t>
            </w:r>
          </w:p>
        </w:tc>
        <w:tc>
          <w:tcPr>
            <w:tcW w:w="3969" w:type="dxa"/>
            <w:tcMar>
              <w:top w:w="28" w:type="dxa"/>
              <w:left w:w="28" w:type="dxa"/>
              <w:bottom w:w="28" w:type="dxa"/>
              <w:right w:w="28" w:type="dxa"/>
            </w:tcMar>
            <w:vAlign w:val="center"/>
          </w:tcPr>
          <w:p w14:paraId="10C68773" w14:textId="77777777" w:rsidR="00007819" w:rsidRPr="00DF6DD6" w:rsidRDefault="00007819" w:rsidP="003768E0">
            <w:pPr>
              <w:pStyle w:val="TAC"/>
              <w:rPr>
                <w:noProof/>
              </w:rPr>
            </w:pPr>
            <w:r w:rsidRPr="00DF6DD6">
              <w:rPr>
                <w:noProof/>
              </w:rPr>
              <w:t>DC_5A_n78A</w:t>
            </w:r>
          </w:p>
          <w:p w14:paraId="2B470EC9" w14:textId="77777777" w:rsidR="00007819" w:rsidRPr="00DF6DD6" w:rsidRDefault="00007819" w:rsidP="003768E0">
            <w:pPr>
              <w:pStyle w:val="TAC"/>
              <w:rPr>
                <w:noProof/>
              </w:rPr>
            </w:pPr>
            <w:r w:rsidRPr="00DF6DD6">
              <w:rPr>
                <w:noProof/>
              </w:rPr>
              <w:t>DC_5A_n257A</w:t>
            </w:r>
          </w:p>
          <w:p w14:paraId="600EFDD9" w14:textId="77777777" w:rsidR="00007819" w:rsidRPr="00DF6DD6" w:rsidRDefault="00007819" w:rsidP="003768E0">
            <w:pPr>
              <w:pStyle w:val="TAC"/>
              <w:rPr>
                <w:noProof/>
              </w:rPr>
            </w:pPr>
            <w:r w:rsidRPr="00DF6DD6">
              <w:rPr>
                <w:noProof/>
              </w:rPr>
              <w:t>DC_7A_n78A</w:t>
            </w:r>
          </w:p>
          <w:p w14:paraId="3A2D5CF4" w14:textId="77777777" w:rsidR="00007819" w:rsidRPr="00DF6DD6" w:rsidRDefault="00007819" w:rsidP="003768E0">
            <w:pPr>
              <w:pStyle w:val="TAC"/>
              <w:rPr>
                <w:noProof/>
              </w:rPr>
            </w:pPr>
            <w:r w:rsidRPr="00DF6DD6">
              <w:rPr>
                <w:noProof/>
              </w:rPr>
              <w:t>DC_7A_n257A</w:t>
            </w:r>
          </w:p>
        </w:tc>
      </w:tr>
      <w:tr w:rsidR="00F55B07" w:rsidRPr="00DF6DD6" w14:paraId="46C9D00C"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1CBD47DF" w14:textId="77777777" w:rsidR="00007819" w:rsidRPr="00DF6DD6" w:rsidRDefault="00007819" w:rsidP="003768E0">
            <w:pPr>
              <w:pStyle w:val="TAC"/>
              <w:rPr>
                <w:noProof/>
              </w:rPr>
            </w:pPr>
            <w:r w:rsidRPr="00DF6DD6">
              <w:rPr>
                <w:noProof/>
              </w:rPr>
              <w:t>DC_5A-7A-7A_n78A-n257A</w:t>
            </w:r>
          </w:p>
        </w:tc>
        <w:tc>
          <w:tcPr>
            <w:tcW w:w="3969" w:type="dxa"/>
            <w:tcMar>
              <w:top w:w="28" w:type="dxa"/>
              <w:left w:w="28" w:type="dxa"/>
              <w:bottom w:w="28" w:type="dxa"/>
              <w:right w:w="28" w:type="dxa"/>
            </w:tcMar>
            <w:vAlign w:val="center"/>
          </w:tcPr>
          <w:p w14:paraId="247AFB9F" w14:textId="77777777" w:rsidR="00007819" w:rsidRPr="00DF6DD6" w:rsidRDefault="00007819" w:rsidP="003768E0">
            <w:pPr>
              <w:pStyle w:val="TAC"/>
              <w:rPr>
                <w:noProof/>
              </w:rPr>
            </w:pPr>
            <w:r w:rsidRPr="00DF6DD6">
              <w:rPr>
                <w:noProof/>
              </w:rPr>
              <w:t>DC_5A_n78A</w:t>
            </w:r>
          </w:p>
          <w:p w14:paraId="1D13D2CA" w14:textId="77777777" w:rsidR="00007819" w:rsidRPr="00DF6DD6" w:rsidRDefault="00007819" w:rsidP="003768E0">
            <w:pPr>
              <w:pStyle w:val="TAC"/>
              <w:rPr>
                <w:noProof/>
              </w:rPr>
            </w:pPr>
            <w:r w:rsidRPr="00DF6DD6">
              <w:rPr>
                <w:noProof/>
              </w:rPr>
              <w:t>DC_5A_n257A</w:t>
            </w:r>
          </w:p>
          <w:p w14:paraId="1C8A4290" w14:textId="77777777" w:rsidR="00007819" w:rsidRPr="00DF6DD6" w:rsidRDefault="00007819" w:rsidP="003768E0">
            <w:pPr>
              <w:pStyle w:val="TAC"/>
              <w:rPr>
                <w:noProof/>
              </w:rPr>
            </w:pPr>
            <w:r w:rsidRPr="00DF6DD6">
              <w:rPr>
                <w:noProof/>
              </w:rPr>
              <w:t>DC_7A_n78A</w:t>
            </w:r>
          </w:p>
          <w:p w14:paraId="7F28441C" w14:textId="77777777" w:rsidR="00007819" w:rsidRPr="00DF6DD6" w:rsidRDefault="00007819" w:rsidP="003768E0">
            <w:pPr>
              <w:pStyle w:val="TAC"/>
              <w:rPr>
                <w:noProof/>
              </w:rPr>
            </w:pPr>
            <w:r w:rsidRPr="00DF6DD6">
              <w:rPr>
                <w:noProof/>
              </w:rPr>
              <w:t>DC_7A_n257A</w:t>
            </w:r>
          </w:p>
        </w:tc>
      </w:tr>
      <w:tr w:rsidR="00007819" w:rsidRPr="00DF6DD6" w14:paraId="5D1AEAB3" w14:textId="77777777" w:rsidTr="006500C3">
        <w:trPr>
          <w:trHeight w:val="227"/>
          <w:jc w:val="center"/>
        </w:trPr>
        <w:tc>
          <w:tcPr>
            <w:tcW w:w="7938" w:type="dxa"/>
            <w:gridSpan w:val="2"/>
            <w:shd w:val="clear" w:color="auto" w:fill="auto"/>
            <w:noWrap/>
            <w:tcMar>
              <w:top w:w="28" w:type="dxa"/>
              <w:left w:w="28" w:type="dxa"/>
              <w:bottom w:w="28" w:type="dxa"/>
              <w:right w:w="28" w:type="dxa"/>
            </w:tcMar>
            <w:vAlign w:val="center"/>
          </w:tcPr>
          <w:p w14:paraId="473F2929" w14:textId="6771B02E" w:rsidR="00007819" w:rsidRPr="00DF6DD6" w:rsidRDefault="00007819" w:rsidP="00A6034C">
            <w:pPr>
              <w:pStyle w:val="TAN"/>
            </w:pPr>
            <w:r w:rsidRPr="00DF6DD6">
              <w:t>NOTE 1:</w:t>
            </w:r>
            <w:r w:rsidRPr="00DF6DD6">
              <w:tab/>
            </w:r>
            <w:r w:rsidR="00B90B37" w:rsidRPr="0070079D">
              <w:t xml:space="preserve">Uplink </w:t>
            </w:r>
            <w:r w:rsidR="00B90B37">
              <w:t>EN-DC</w:t>
            </w:r>
            <w:r w:rsidR="00B90B37" w:rsidRPr="0070079D">
              <w:t xml:space="preserve"> </w:t>
            </w:r>
            <w:r w:rsidRPr="00DF6DD6">
              <w:t>configurations are the configurations supported by the present release of specifications.</w:t>
            </w:r>
          </w:p>
        </w:tc>
      </w:tr>
    </w:tbl>
    <w:p w14:paraId="66DD5AC3" w14:textId="77777777" w:rsidR="00F177CB" w:rsidRPr="00DF6DD6" w:rsidRDefault="00F177CB" w:rsidP="00BD47AD"/>
    <w:p w14:paraId="7E68BF4E" w14:textId="50628BFC" w:rsidR="006C5891" w:rsidRPr="00DF6DD6" w:rsidRDefault="006C5891" w:rsidP="006C5891">
      <w:pPr>
        <w:pStyle w:val="Heading4"/>
      </w:pPr>
      <w:bookmarkStart w:id="925" w:name="_Toc21345430"/>
      <w:bookmarkStart w:id="926" w:name="_Toc29806279"/>
      <w:bookmarkStart w:id="927" w:name="_Toc37255812"/>
      <w:bookmarkStart w:id="928" w:name="_Toc37256153"/>
      <w:bookmarkStart w:id="929" w:name="_Toc45889990"/>
      <w:bookmarkStart w:id="930" w:name="_Toc52381815"/>
      <w:bookmarkStart w:id="931" w:name="_Toc61374914"/>
      <w:bookmarkStart w:id="932" w:name="_Toc67936265"/>
      <w:bookmarkStart w:id="933" w:name="_Toc67937138"/>
      <w:bookmarkStart w:id="934" w:name="_Toc76452374"/>
      <w:bookmarkStart w:id="935" w:name="_Toc76630217"/>
      <w:bookmarkStart w:id="936" w:name="_Toc83742777"/>
      <w:bookmarkStart w:id="937" w:name="_Toc83886891"/>
      <w:bookmarkStart w:id="938" w:name="_Toc83887691"/>
      <w:bookmarkStart w:id="939" w:name="_Toc90588532"/>
      <w:r w:rsidRPr="00DF6DD6">
        <w:lastRenderedPageBreak/>
        <w:t>5.5B.6.4</w:t>
      </w:r>
      <w:r w:rsidRPr="00DF6DD6">
        <w:tab/>
        <w:t xml:space="preserve">Inter-band EN-DC configurations </w:t>
      </w:r>
      <w:r w:rsidR="00C313E7" w:rsidRPr="00DF6DD6">
        <w:t xml:space="preserve">including FR1 and FR2 </w:t>
      </w:r>
      <w:r w:rsidRPr="00DF6DD6">
        <w:t>(five bands)</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14:paraId="13800C59" w14:textId="1645C96C" w:rsidR="006C5891" w:rsidRPr="00DF6DD6" w:rsidRDefault="006C5891" w:rsidP="006C5891">
      <w:pPr>
        <w:pStyle w:val="TH"/>
      </w:pPr>
      <w:r w:rsidRPr="00DF6DD6">
        <w:t xml:space="preserve">Table 5.5B.6.4-1: Inter-band EN-DC configurations </w:t>
      </w:r>
      <w:r w:rsidR="00C313E7" w:rsidRPr="00DF6DD6">
        <w:t xml:space="preserve">including FR1 and FR2 </w:t>
      </w:r>
      <w:r w:rsidRPr="00DF6DD6">
        <w:t>(five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3969"/>
      </w:tblGrid>
      <w:tr w:rsidR="00F55B07" w:rsidRPr="002B0029" w14:paraId="7C0DBD90" w14:textId="77777777" w:rsidTr="006500C3">
        <w:trPr>
          <w:trHeight w:val="227"/>
          <w:tblHeader/>
          <w:jc w:val="center"/>
        </w:trPr>
        <w:tc>
          <w:tcPr>
            <w:tcW w:w="3969" w:type="dxa"/>
            <w:shd w:val="clear" w:color="auto" w:fill="auto"/>
            <w:tcMar>
              <w:top w:w="28" w:type="dxa"/>
              <w:left w:w="28" w:type="dxa"/>
              <w:bottom w:w="28" w:type="dxa"/>
              <w:right w:w="28" w:type="dxa"/>
            </w:tcMar>
            <w:vAlign w:val="center"/>
            <w:hideMark/>
          </w:tcPr>
          <w:p w14:paraId="3AAC3CE6" w14:textId="77777777" w:rsidR="0034593F" w:rsidRPr="00DF6DD6" w:rsidRDefault="0034593F" w:rsidP="003768E0">
            <w:pPr>
              <w:pStyle w:val="TAH"/>
              <w:rPr>
                <w:lang w:val="en-US" w:eastAsia="fi-FI"/>
              </w:rPr>
            </w:pPr>
            <w:r w:rsidRPr="00DF6DD6">
              <w:rPr>
                <w:lang w:val="en-US" w:eastAsia="fi-FI"/>
              </w:rPr>
              <w:t>EN-DC</w:t>
            </w:r>
            <w:r w:rsidRPr="00DF6DD6">
              <w:rPr>
                <w:rFonts w:hint="eastAsia"/>
                <w:lang w:val="en-US" w:eastAsia="zh-CN"/>
              </w:rPr>
              <w:t xml:space="preserve"> </w:t>
            </w:r>
            <w:r w:rsidRPr="00DF6DD6">
              <w:rPr>
                <w:lang w:val="en-US" w:eastAsia="fi-FI"/>
              </w:rPr>
              <w:t>configuration</w:t>
            </w:r>
          </w:p>
        </w:tc>
        <w:tc>
          <w:tcPr>
            <w:tcW w:w="3969" w:type="dxa"/>
            <w:tcMar>
              <w:top w:w="28" w:type="dxa"/>
              <w:left w:w="28" w:type="dxa"/>
              <w:bottom w:w="28" w:type="dxa"/>
              <w:right w:w="28" w:type="dxa"/>
            </w:tcMar>
            <w:vAlign w:val="center"/>
          </w:tcPr>
          <w:p w14:paraId="7CA90ABC" w14:textId="77777777" w:rsidR="0034593F" w:rsidRPr="00B94CFE" w:rsidDel="00C35823" w:rsidRDefault="0034593F" w:rsidP="003768E0">
            <w:pPr>
              <w:pStyle w:val="TAH"/>
              <w:rPr>
                <w:lang w:val="fr-FR" w:eastAsia="fi-FI"/>
              </w:rPr>
            </w:pPr>
            <w:r w:rsidRPr="00B94CFE">
              <w:rPr>
                <w:lang w:val="fr-FR" w:eastAsia="fi-FI"/>
              </w:rPr>
              <w:t>Uplink EN-DC</w:t>
            </w:r>
            <w:r w:rsidRPr="00B94CFE">
              <w:rPr>
                <w:lang w:val="fr-FR" w:eastAsia="zh-CN"/>
              </w:rPr>
              <w:t xml:space="preserve"> </w:t>
            </w:r>
            <w:r w:rsidRPr="00B94CFE">
              <w:rPr>
                <w:lang w:val="fr-FR" w:eastAsia="fi-FI"/>
              </w:rPr>
              <w:t>configuration</w:t>
            </w:r>
            <w:r w:rsidRPr="00B94CFE">
              <w:rPr>
                <w:lang w:val="fr-FR" w:eastAsia="zh-CN"/>
              </w:rPr>
              <w:t xml:space="preserve"> </w:t>
            </w:r>
            <w:r w:rsidRPr="00B94CFE">
              <w:rPr>
                <w:lang w:val="fr-FR" w:eastAsia="fi-FI"/>
              </w:rPr>
              <w:t>(NOTE 1)</w:t>
            </w:r>
          </w:p>
        </w:tc>
      </w:tr>
      <w:tr w:rsidR="00F55B07" w:rsidRPr="00DF6DD6" w14:paraId="279731B2"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362E337A" w14:textId="77777777" w:rsidR="0034593F" w:rsidRPr="00DF6DD6" w:rsidRDefault="0034593F" w:rsidP="003768E0">
            <w:pPr>
              <w:pStyle w:val="TAC"/>
              <w:rPr>
                <w:noProof/>
              </w:rPr>
            </w:pPr>
            <w:r w:rsidRPr="00DF6DD6">
              <w:rPr>
                <w:noProof/>
              </w:rPr>
              <w:t>DC_1A-3A-5A_n78A-n257A</w:t>
            </w:r>
          </w:p>
        </w:tc>
        <w:tc>
          <w:tcPr>
            <w:tcW w:w="3969" w:type="dxa"/>
            <w:tcMar>
              <w:top w:w="28" w:type="dxa"/>
              <w:left w:w="28" w:type="dxa"/>
              <w:bottom w:w="28" w:type="dxa"/>
              <w:right w:w="28" w:type="dxa"/>
            </w:tcMar>
          </w:tcPr>
          <w:p w14:paraId="25799408" w14:textId="77777777" w:rsidR="0034593F" w:rsidRPr="00DF6DD6" w:rsidRDefault="0034593F" w:rsidP="003768E0">
            <w:pPr>
              <w:pStyle w:val="TAC"/>
              <w:rPr>
                <w:noProof/>
              </w:rPr>
            </w:pPr>
            <w:r w:rsidRPr="00DF6DD6">
              <w:rPr>
                <w:noProof/>
              </w:rPr>
              <w:t>DC_1A_n78A</w:t>
            </w:r>
          </w:p>
          <w:p w14:paraId="4430C009" w14:textId="77777777" w:rsidR="0034593F" w:rsidRPr="00DF6DD6" w:rsidRDefault="0034593F" w:rsidP="003768E0">
            <w:pPr>
              <w:pStyle w:val="TAC"/>
              <w:rPr>
                <w:noProof/>
              </w:rPr>
            </w:pPr>
            <w:r w:rsidRPr="00DF6DD6">
              <w:rPr>
                <w:noProof/>
              </w:rPr>
              <w:t>DC_1A_n257A</w:t>
            </w:r>
          </w:p>
          <w:p w14:paraId="1D43FDE7" w14:textId="77777777" w:rsidR="0034593F" w:rsidRPr="00DF6DD6" w:rsidRDefault="0034593F" w:rsidP="003768E0">
            <w:pPr>
              <w:pStyle w:val="TAC"/>
              <w:rPr>
                <w:noProof/>
              </w:rPr>
            </w:pPr>
            <w:r w:rsidRPr="00DF6DD6">
              <w:rPr>
                <w:noProof/>
              </w:rPr>
              <w:t>DC_3A_n78A</w:t>
            </w:r>
          </w:p>
          <w:p w14:paraId="54703838" w14:textId="77777777" w:rsidR="0034593F" w:rsidRPr="00DF6DD6" w:rsidRDefault="0034593F" w:rsidP="003768E0">
            <w:pPr>
              <w:pStyle w:val="TAC"/>
              <w:rPr>
                <w:noProof/>
              </w:rPr>
            </w:pPr>
            <w:r w:rsidRPr="00DF6DD6">
              <w:rPr>
                <w:noProof/>
              </w:rPr>
              <w:t>DC_3A_n257A</w:t>
            </w:r>
          </w:p>
          <w:p w14:paraId="7029AA1C" w14:textId="77777777" w:rsidR="0034593F" w:rsidRPr="00DF6DD6" w:rsidRDefault="0034593F" w:rsidP="003768E0">
            <w:pPr>
              <w:pStyle w:val="TAC"/>
              <w:rPr>
                <w:noProof/>
              </w:rPr>
            </w:pPr>
            <w:r w:rsidRPr="00DF6DD6">
              <w:rPr>
                <w:noProof/>
              </w:rPr>
              <w:t>DC_5A_n78A</w:t>
            </w:r>
          </w:p>
          <w:p w14:paraId="096FF859" w14:textId="77777777" w:rsidR="0034593F" w:rsidRPr="00DF6DD6" w:rsidRDefault="0034593F" w:rsidP="003768E0">
            <w:pPr>
              <w:pStyle w:val="TAC"/>
              <w:rPr>
                <w:noProof/>
              </w:rPr>
            </w:pPr>
            <w:r w:rsidRPr="00DF6DD6">
              <w:rPr>
                <w:noProof/>
              </w:rPr>
              <w:t>DC_5A_n257A</w:t>
            </w:r>
          </w:p>
        </w:tc>
      </w:tr>
      <w:tr w:rsidR="00F55B07" w:rsidRPr="00DF6DD6" w14:paraId="1FEEFF6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6E5A3874" w14:textId="77777777" w:rsidR="0034593F" w:rsidRPr="00DF6DD6" w:rsidRDefault="0034593F" w:rsidP="003768E0">
            <w:pPr>
              <w:pStyle w:val="TAC"/>
              <w:rPr>
                <w:noProof/>
              </w:rPr>
            </w:pPr>
            <w:r w:rsidRPr="00DF6DD6">
              <w:rPr>
                <w:noProof/>
              </w:rPr>
              <w:t>DC_1A-3A-7A_n78A-n257A</w:t>
            </w:r>
          </w:p>
        </w:tc>
        <w:tc>
          <w:tcPr>
            <w:tcW w:w="3969" w:type="dxa"/>
            <w:tcMar>
              <w:top w:w="28" w:type="dxa"/>
              <w:left w:w="28" w:type="dxa"/>
              <w:bottom w:w="28" w:type="dxa"/>
              <w:right w:w="28" w:type="dxa"/>
            </w:tcMar>
          </w:tcPr>
          <w:p w14:paraId="16349C3A" w14:textId="77777777" w:rsidR="0034593F" w:rsidRPr="00DF6DD6" w:rsidRDefault="0034593F" w:rsidP="003768E0">
            <w:pPr>
              <w:pStyle w:val="TAC"/>
              <w:rPr>
                <w:noProof/>
              </w:rPr>
            </w:pPr>
            <w:r w:rsidRPr="00DF6DD6">
              <w:rPr>
                <w:noProof/>
              </w:rPr>
              <w:t>DC_1A_n78A</w:t>
            </w:r>
          </w:p>
          <w:p w14:paraId="7B5A07B4" w14:textId="77777777" w:rsidR="0034593F" w:rsidRPr="00DF6DD6" w:rsidRDefault="0034593F" w:rsidP="003768E0">
            <w:pPr>
              <w:pStyle w:val="TAC"/>
              <w:rPr>
                <w:noProof/>
              </w:rPr>
            </w:pPr>
            <w:r w:rsidRPr="00DF6DD6">
              <w:rPr>
                <w:noProof/>
              </w:rPr>
              <w:t>DC_1A_n257A</w:t>
            </w:r>
          </w:p>
          <w:p w14:paraId="47E66BCB" w14:textId="77777777" w:rsidR="0034593F" w:rsidRPr="00DF6DD6" w:rsidRDefault="0034593F" w:rsidP="003768E0">
            <w:pPr>
              <w:pStyle w:val="TAC"/>
              <w:rPr>
                <w:noProof/>
              </w:rPr>
            </w:pPr>
            <w:r w:rsidRPr="00DF6DD6">
              <w:rPr>
                <w:noProof/>
              </w:rPr>
              <w:t>DC_3A_n78A</w:t>
            </w:r>
          </w:p>
          <w:p w14:paraId="6DC217B2" w14:textId="77777777" w:rsidR="0034593F" w:rsidRPr="00DF6DD6" w:rsidRDefault="0034593F" w:rsidP="003768E0">
            <w:pPr>
              <w:pStyle w:val="TAC"/>
              <w:rPr>
                <w:noProof/>
              </w:rPr>
            </w:pPr>
            <w:r w:rsidRPr="00DF6DD6">
              <w:rPr>
                <w:noProof/>
              </w:rPr>
              <w:t>DC_3A_n257A</w:t>
            </w:r>
          </w:p>
          <w:p w14:paraId="4A13F668" w14:textId="77777777" w:rsidR="0034593F" w:rsidRPr="00DF6DD6" w:rsidRDefault="0034593F" w:rsidP="003768E0">
            <w:pPr>
              <w:pStyle w:val="TAC"/>
              <w:rPr>
                <w:noProof/>
              </w:rPr>
            </w:pPr>
            <w:r w:rsidRPr="00DF6DD6">
              <w:rPr>
                <w:noProof/>
              </w:rPr>
              <w:t>DC_7A_n78A</w:t>
            </w:r>
          </w:p>
          <w:p w14:paraId="7AE0DF9A" w14:textId="77777777" w:rsidR="0034593F" w:rsidRPr="00DF6DD6" w:rsidRDefault="0034593F" w:rsidP="003768E0">
            <w:pPr>
              <w:pStyle w:val="TAC"/>
              <w:rPr>
                <w:noProof/>
              </w:rPr>
            </w:pPr>
            <w:r w:rsidRPr="00DF6DD6">
              <w:rPr>
                <w:noProof/>
              </w:rPr>
              <w:t>DC_7A_n257A</w:t>
            </w:r>
          </w:p>
        </w:tc>
      </w:tr>
      <w:tr w:rsidR="00F55B07" w:rsidRPr="00DF6DD6" w14:paraId="503D2F42"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2EC8A7A0" w14:textId="77777777" w:rsidR="0034593F" w:rsidRPr="00DF6DD6" w:rsidRDefault="0034593F" w:rsidP="003768E0">
            <w:pPr>
              <w:pStyle w:val="TAC"/>
              <w:rPr>
                <w:noProof/>
              </w:rPr>
            </w:pPr>
            <w:r w:rsidRPr="00DF6DD6">
              <w:rPr>
                <w:noProof/>
              </w:rPr>
              <w:t>DC_1A-3A-7A-7A_n78A-n257A</w:t>
            </w:r>
          </w:p>
        </w:tc>
        <w:tc>
          <w:tcPr>
            <w:tcW w:w="3969" w:type="dxa"/>
            <w:tcMar>
              <w:top w:w="28" w:type="dxa"/>
              <w:left w:w="28" w:type="dxa"/>
              <w:bottom w:w="28" w:type="dxa"/>
              <w:right w:w="28" w:type="dxa"/>
            </w:tcMar>
          </w:tcPr>
          <w:p w14:paraId="62D3681C" w14:textId="77777777" w:rsidR="0034593F" w:rsidRPr="00DF6DD6" w:rsidRDefault="0034593F" w:rsidP="003768E0">
            <w:pPr>
              <w:pStyle w:val="TAC"/>
              <w:rPr>
                <w:noProof/>
              </w:rPr>
            </w:pPr>
            <w:r w:rsidRPr="00DF6DD6">
              <w:rPr>
                <w:noProof/>
              </w:rPr>
              <w:t>DC_1A_n78A</w:t>
            </w:r>
          </w:p>
          <w:p w14:paraId="634DE2D8" w14:textId="77777777" w:rsidR="0034593F" w:rsidRPr="00DF6DD6" w:rsidRDefault="0034593F" w:rsidP="003768E0">
            <w:pPr>
              <w:pStyle w:val="TAC"/>
              <w:rPr>
                <w:noProof/>
              </w:rPr>
            </w:pPr>
            <w:r w:rsidRPr="00DF6DD6">
              <w:rPr>
                <w:noProof/>
              </w:rPr>
              <w:t>DC_1A_n257A</w:t>
            </w:r>
          </w:p>
          <w:p w14:paraId="3E046F28" w14:textId="77777777" w:rsidR="0034593F" w:rsidRPr="00DF6DD6" w:rsidRDefault="0034593F" w:rsidP="003768E0">
            <w:pPr>
              <w:pStyle w:val="TAC"/>
              <w:rPr>
                <w:noProof/>
              </w:rPr>
            </w:pPr>
            <w:r w:rsidRPr="00DF6DD6">
              <w:rPr>
                <w:noProof/>
              </w:rPr>
              <w:t>DC_3A_n78A</w:t>
            </w:r>
          </w:p>
          <w:p w14:paraId="4B292095" w14:textId="77777777" w:rsidR="0034593F" w:rsidRPr="00DF6DD6" w:rsidRDefault="0034593F" w:rsidP="003768E0">
            <w:pPr>
              <w:pStyle w:val="TAC"/>
              <w:rPr>
                <w:noProof/>
              </w:rPr>
            </w:pPr>
            <w:r w:rsidRPr="00DF6DD6">
              <w:rPr>
                <w:noProof/>
              </w:rPr>
              <w:t>DC_3A_n257A</w:t>
            </w:r>
          </w:p>
          <w:p w14:paraId="03D3BFCF" w14:textId="77777777" w:rsidR="0034593F" w:rsidRPr="00DF6DD6" w:rsidRDefault="0034593F" w:rsidP="003768E0">
            <w:pPr>
              <w:pStyle w:val="TAC"/>
              <w:rPr>
                <w:noProof/>
              </w:rPr>
            </w:pPr>
            <w:r w:rsidRPr="00DF6DD6">
              <w:rPr>
                <w:noProof/>
              </w:rPr>
              <w:t>DC_7A_n78A</w:t>
            </w:r>
          </w:p>
          <w:p w14:paraId="6D722D35" w14:textId="77777777" w:rsidR="0034593F" w:rsidRPr="00DF6DD6" w:rsidRDefault="0034593F" w:rsidP="003768E0">
            <w:pPr>
              <w:pStyle w:val="TAC"/>
              <w:rPr>
                <w:noProof/>
              </w:rPr>
            </w:pPr>
            <w:r w:rsidRPr="00DF6DD6">
              <w:rPr>
                <w:noProof/>
              </w:rPr>
              <w:t>DC_7A_n257A</w:t>
            </w:r>
          </w:p>
        </w:tc>
      </w:tr>
      <w:tr w:rsidR="00F55B07" w:rsidRPr="00DF6DD6" w14:paraId="1D5C7766"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564ACB1F" w14:textId="77777777" w:rsidR="0034593F" w:rsidRPr="00DF6DD6" w:rsidRDefault="0034593F" w:rsidP="003768E0">
            <w:pPr>
              <w:pStyle w:val="TAC"/>
              <w:rPr>
                <w:noProof/>
              </w:rPr>
            </w:pPr>
            <w:r w:rsidRPr="00DF6DD6">
              <w:rPr>
                <w:noProof/>
              </w:rPr>
              <w:t>DC_1A-5A-7A_n78A-n257A</w:t>
            </w:r>
          </w:p>
        </w:tc>
        <w:tc>
          <w:tcPr>
            <w:tcW w:w="3969" w:type="dxa"/>
            <w:tcMar>
              <w:top w:w="28" w:type="dxa"/>
              <w:left w:w="28" w:type="dxa"/>
              <w:bottom w:w="28" w:type="dxa"/>
              <w:right w:w="28" w:type="dxa"/>
            </w:tcMar>
          </w:tcPr>
          <w:p w14:paraId="0E5F3D6E" w14:textId="77777777" w:rsidR="0034593F" w:rsidRPr="00DF6DD6" w:rsidRDefault="0034593F" w:rsidP="003768E0">
            <w:pPr>
              <w:pStyle w:val="TAC"/>
              <w:rPr>
                <w:noProof/>
              </w:rPr>
            </w:pPr>
            <w:r w:rsidRPr="00DF6DD6">
              <w:rPr>
                <w:noProof/>
              </w:rPr>
              <w:t>DC_1A_n78A</w:t>
            </w:r>
          </w:p>
          <w:p w14:paraId="76C45E47" w14:textId="77777777" w:rsidR="0034593F" w:rsidRPr="00DF6DD6" w:rsidRDefault="0034593F" w:rsidP="003768E0">
            <w:pPr>
              <w:pStyle w:val="TAC"/>
              <w:rPr>
                <w:noProof/>
              </w:rPr>
            </w:pPr>
            <w:r w:rsidRPr="00DF6DD6">
              <w:rPr>
                <w:noProof/>
              </w:rPr>
              <w:t>DC_1A_n257A</w:t>
            </w:r>
          </w:p>
          <w:p w14:paraId="6661C845" w14:textId="77777777" w:rsidR="0034593F" w:rsidRPr="00DF6DD6" w:rsidRDefault="0034593F" w:rsidP="003768E0">
            <w:pPr>
              <w:pStyle w:val="TAC"/>
              <w:rPr>
                <w:noProof/>
              </w:rPr>
            </w:pPr>
            <w:r w:rsidRPr="00DF6DD6">
              <w:rPr>
                <w:noProof/>
              </w:rPr>
              <w:t>DC_5A_n78A</w:t>
            </w:r>
          </w:p>
          <w:p w14:paraId="504CF048" w14:textId="77777777" w:rsidR="0034593F" w:rsidRPr="00DF6DD6" w:rsidRDefault="0034593F" w:rsidP="003768E0">
            <w:pPr>
              <w:pStyle w:val="TAC"/>
              <w:rPr>
                <w:noProof/>
              </w:rPr>
            </w:pPr>
            <w:r w:rsidRPr="00DF6DD6">
              <w:rPr>
                <w:noProof/>
              </w:rPr>
              <w:t>DC_5A_n257A</w:t>
            </w:r>
          </w:p>
          <w:p w14:paraId="32AAE59B" w14:textId="77777777" w:rsidR="0034593F" w:rsidRPr="00DF6DD6" w:rsidRDefault="0034593F" w:rsidP="003768E0">
            <w:pPr>
              <w:pStyle w:val="TAC"/>
              <w:rPr>
                <w:noProof/>
              </w:rPr>
            </w:pPr>
            <w:r w:rsidRPr="00DF6DD6">
              <w:rPr>
                <w:noProof/>
              </w:rPr>
              <w:t>DC_7A_n78A</w:t>
            </w:r>
          </w:p>
          <w:p w14:paraId="613730EA" w14:textId="77777777" w:rsidR="0034593F" w:rsidRPr="00DF6DD6" w:rsidRDefault="0034593F" w:rsidP="003768E0">
            <w:pPr>
              <w:pStyle w:val="TAC"/>
              <w:rPr>
                <w:noProof/>
              </w:rPr>
            </w:pPr>
            <w:r w:rsidRPr="00DF6DD6">
              <w:rPr>
                <w:noProof/>
              </w:rPr>
              <w:t>DC_7A_n257A</w:t>
            </w:r>
          </w:p>
        </w:tc>
      </w:tr>
      <w:tr w:rsidR="00F55B07" w:rsidRPr="00DF6DD6" w14:paraId="014685B0"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7F5D373A" w14:textId="77777777" w:rsidR="0034593F" w:rsidRPr="00DF6DD6" w:rsidRDefault="0034593F" w:rsidP="003768E0">
            <w:pPr>
              <w:pStyle w:val="TAC"/>
              <w:rPr>
                <w:noProof/>
              </w:rPr>
            </w:pPr>
            <w:r w:rsidRPr="00DF6DD6">
              <w:rPr>
                <w:noProof/>
              </w:rPr>
              <w:t>DC_1A-5A-7A-7A_n78A-n257A</w:t>
            </w:r>
          </w:p>
        </w:tc>
        <w:tc>
          <w:tcPr>
            <w:tcW w:w="3969" w:type="dxa"/>
            <w:tcMar>
              <w:top w:w="28" w:type="dxa"/>
              <w:left w:w="28" w:type="dxa"/>
              <w:bottom w:w="28" w:type="dxa"/>
              <w:right w:w="28" w:type="dxa"/>
            </w:tcMar>
          </w:tcPr>
          <w:p w14:paraId="361CAE99" w14:textId="77777777" w:rsidR="0034593F" w:rsidRPr="00DF6DD6" w:rsidRDefault="0034593F" w:rsidP="003768E0">
            <w:pPr>
              <w:pStyle w:val="TAC"/>
              <w:rPr>
                <w:noProof/>
              </w:rPr>
            </w:pPr>
            <w:r w:rsidRPr="00DF6DD6">
              <w:rPr>
                <w:noProof/>
              </w:rPr>
              <w:t>DC_1A_n78A</w:t>
            </w:r>
          </w:p>
          <w:p w14:paraId="0562E73F" w14:textId="77777777" w:rsidR="0034593F" w:rsidRPr="00DF6DD6" w:rsidRDefault="0034593F" w:rsidP="003768E0">
            <w:pPr>
              <w:pStyle w:val="TAC"/>
              <w:rPr>
                <w:noProof/>
              </w:rPr>
            </w:pPr>
            <w:r w:rsidRPr="00DF6DD6">
              <w:rPr>
                <w:noProof/>
              </w:rPr>
              <w:t>DC_1A_n257A</w:t>
            </w:r>
          </w:p>
          <w:p w14:paraId="3E4E1030" w14:textId="77777777" w:rsidR="0034593F" w:rsidRPr="00DF6DD6" w:rsidRDefault="0034593F" w:rsidP="003768E0">
            <w:pPr>
              <w:pStyle w:val="TAC"/>
              <w:rPr>
                <w:noProof/>
              </w:rPr>
            </w:pPr>
            <w:r w:rsidRPr="00DF6DD6">
              <w:rPr>
                <w:noProof/>
              </w:rPr>
              <w:t>DC_5A_n78A</w:t>
            </w:r>
          </w:p>
          <w:p w14:paraId="53CFD309" w14:textId="77777777" w:rsidR="0034593F" w:rsidRPr="00DF6DD6" w:rsidRDefault="0034593F" w:rsidP="003768E0">
            <w:pPr>
              <w:pStyle w:val="TAC"/>
              <w:rPr>
                <w:noProof/>
              </w:rPr>
            </w:pPr>
            <w:r w:rsidRPr="00DF6DD6">
              <w:rPr>
                <w:noProof/>
              </w:rPr>
              <w:t>DC_5A_n257A</w:t>
            </w:r>
          </w:p>
          <w:p w14:paraId="66DFD2B0" w14:textId="77777777" w:rsidR="0034593F" w:rsidRPr="00DF6DD6" w:rsidRDefault="0034593F" w:rsidP="003768E0">
            <w:pPr>
              <w:pStyle w:val="TAC"/>
              <w:rPr>
                <w:noProof/>
              </w:rPr>
            </w:pPr>
            <w:r w:rsidRPr="00DF6DD6">
              <w:rPr>
                <w:noProof/>
              </w:rPr>
              <w:t>DC_7A_n78A</w:t>
            </w:r>
          </w:p>
          <w:p w14:paraId="33A2A2A6" w14:textId="77777777" w:rsidR="0034593F" w:rsidRPr="00DF6DD6" w:rsidRDefault="0034593F" w:rsidP="003768E0">
            <w:pPr>
              <w:pStyle w:val="TAC"/>
              <w:rPr>
                <w:noProof/>
              </w:rPr>
            </w:pPr>
            <w:r w:rsidRPr="00DF6DD6">
              <w:rPr>
                <w:noProof/>
              </w:rPr>
              <w:t>DC_7A_n257A</w:t>
            </w:r>
          </w:p>
        </w:tc>
      </w:tr>
      <w:tr w:rsidR="00F55B07" w:rsidRPr="00DF6DD6" w14:paraId="0DEBEA41"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09835A14" w14:textId="77777777" w:rsidR="0034593F" w:rsidRPr="00DF6DD6" w:rsidRDefault="0034593F" w:rsidP="003768E0">
            <w:pPr>
              <w:pStyle w:val="TAC"/>
              <w:rPr>
                <w:noProof/>
              </w:rPr>
            </w:pPr>
            <w:r w:rsidRPr="00DF6DD6">
              <w:rPr>
                <w:noProof/>
              </w:rPr>
              <w:t>DC_3A-5A-7A_n78A-n257A</w:t>
            </w:r>
          </w:p>
        </w:tc>
        <w:tc>
          <w:tcPr>
            <w:tcW w:w="3969" w:type="dxa"/>
            <w:tcMar>
              <w:top w:w="28" w:type="dxa"/>
              <w:left w:w="28" w:type="dxa"/>
              <w:bottom w:w="28" w:type="dxa"/>
              <w:right w:w="28" w:type="dxa"/>
            </w:tcMar>
          </w:tcPr>
          <w:p w14:paraId="0F235A08" w14:textId="77777777" w:rsidR="0034593F" w:rsidRPr="00DF6DD6" w:rsidRDefault="0034593F" w:rsidP="003768E0">
            <w:pPr>
              <w:pStyle w:val="TAC"/>
              <w:rPr>
                <w:noProof/>
              </w:rPr>
            </w:pPr>
            <w:r w:rsidRPr="00DF6DD6">
              <w:rPr>
                <w:noProof/>
              </w:rPr>
              <w:t>DC_3A_n78A</w:t>
            </w:r>
          </w:p>
          <w:p w14:paraId="5A419CB0" w14:textId="77777777" w:rsidR="0034593F" w:rsidRPr="00DF6DD6" w:rsidRDefault="0034593F" w:rsidP="003768E0">
            <w:pPr>
              <w:pStyle w:val="TAC"/>
              <w:rPr>
                <w:noProof/>
              </w:rPr>
            </w:pPr>
            <w:r w:rsidRPr="00DF6DD6">
              <w:rPr>
                <w:noProof/>
              </w:rPr>
              <w:t>DC_3A_n257A</w:t>
            </w:r>
          </w:p>
          <w:p w14:paraId="222501D7" w14:textId="77777777" w:rsidR="0034593F" w:rsidRPr="00DF6DD6" w:rsidRDefault="0034593F" w:rsidP="003768E0">
            <w:pPr>
              <w:pStyle w:val="TAC"/>
              <w:rPr>
                <w:noProof/>
              </w:rPr>
            </w:pPr>
            <w:r w:rsidRPr="00DF6DD6">
              <w:rPr>
                <w:noProof/>
              </w:rPr>
              <w:t>DC_5A_n78A</w:t>
            </w:r>
          </w:p>
          <w:p w14:paraId="00C45480" w14:textId="77777777" w:rsidR="0034593F" w:rsidRPr="00DF6DD6" w:rsidRDefault="0034593F" w:rsidP="003768E0">
            <w:pPr>
              <w:pStyle w:val="TAC"/>
              <w:rPr>
                <w:noProof/>
              </w:rPr>
            </w:pPr>
            <w:r w:rsidRPr="00DF6DD6">
              <w:rPr>
                <w:noProof/>
              </w:rPr>
              <w:t>DC_5A_n257A</w:t>
            </w:r>
          </w:p>
          <w:p w14:paraId="06EA593E" w14:textId="77777777" w:rsidR="0034593F" w:rsidRPr="00DF6DD6" w:rsidRDefault="0034593F" w:rsidP="003768E0">
            <w:pPr>
              <w:pStyle w:val="TAC"/>
              <w:rPr>
                <w:noProof/>
              </w:rPr>
            </w:pPr>
            <w:r w:rsidRPr="00DF6DD6">
              <w:rPr>
                <w:noProof/>
              </w:rPr>
              <w:t>DC_7A_n78A</w:t>
            </w:r>
          </w:p>
          <w:p w14:paraId="676E4F7A" w14:textId="77777777" w:rsidR="0034593F" w:rsidRPr="00DF6DD6" w:rsidRDefault="0034593F" w:rsidP="003768E0">
            <w:pPr>
              <w:pStyle w:val="TAC"/>
              <w:rPr>
                <w:noProof/>
              </w:rPr>
            </w:pPr>
            <w:r w:rsidRPr="00DF6DD6">
              <w:rPr>
                <w:noProof/>
              </w:rPr>
              <w:t>DC_7A_n257A</w:t>
            </w:r>
          </w:p>
        </w:tc>
      </w:tr>
      <w:tr w:rsidR="00F55B07" w:rsidRPr="00DF6DD6" w14:paraId="49B2C58A" w14:textId="77777777" w:rsidTr="006500C3">
        <w:trPr>
          <w:trHeight w:val="227"/>
          <w:jc w:val="center"/>
        </w:trPr>
        <w:tc>
          <w:tcPr>
            <w:tcW w:w="3969" w:type="dxa"/>
            <w:shd w:val="clear" w:color="auto" w:fill="auto"/>
            <w:noWrap/>
            <w:tcMar>
              <w:top w:w="28" w:type="dxa"/>
              <w:left w:w="28" w:type="dxa"/>
              <w:bottom w:w="28" w:type="dxa"/>
              <w:right w:w="28" w:type="dxa"/>
            </w:tcMar>
            <w:vAlign w:val="center"/>
          </w:tcPr>
          <w:p w14:paraId="2E868333" w14:textId="77777777" w:rsidR="0034593F" w:rsidRPr="00DF6DD6" w:rsidRDefault="0034593F" w:rsidP="003768E0">
            <w:pPr>
              <w:pStyle w:val="TAC"/>
              <w:rPr>
                <w:noProof/>
              </w:rPr>
            </w:pPr>
            <w:r w:rsidRPr="00DF6DD6">
              <w:rPr>
                <w:noProof/>
              </w:rPr>
              <w:t>DC_3A-5A-7A-7A_n78A-n257A</w:t>
            </w:r>
          </w:p>
        </w:tc>
        <w:tc>
          <w:tcPr>
            <w:tcW w:w="3969" w:type="dxa"/>
            <w:tcMar>
              <w:top w:w="28" w:type="dxa"/>
              <w:left w:w="28" w:type="dxa"/>
              <w:bottom w:w="28" w:type="dxa"/>
              <w:right w:w="28" w:type="dxa"/>
            </w:tcMar>
          </w:tcPr>
          <w:p w14:paraId="79640F38" w14:textId="77777777" w:rsidR="0034593F" w:rsidRPr="00DF6DD6" w:rsidRDefault="0034593F" w:rsidP="003768E0">
            <w:pPr>
              <w:pStyle w:val="TAC"/>
              <w:rPr>
                <w:noProof/>
              </w:rPr>
            </w:pPr>
            <w:r w:rsidRPr="00DF6DD6">
              <w:rPr>
                <w:noProof/>
              </w:rPr>
              <w:t>DC_3A_n78A</w:t>
            </w:r>
          </w:p>
          <w:p w14:paraId="0EA8D36E" w14:textId="77777777" w:rsidR="0034593F" w:rsidRPr="00DF6DD6" w:rsidRDefault="0034593F" w:rsidP="003768E0">
            <w:pPr>
              <w:pStyle w:val="TAC"/>
              <w:rPr>
                <w:noProof/>
              </w:rPr>
            </w:pPr>
            <w:r w:rsidRPr="00DF6DD6">
              <w:rPr>
                <w:noProof/>
              </w:rPr>
              <w:t>DC_3A_n257A</w:t>
            </w:r>
          </w:p>
          <w:p w14:paraId="7DC3CEA4" w14:textId="77777777" w:rsidR="0034593F" w:rsidRPr="00DF6DD6" w:rsidRDefault="0034593F" w:rsidP="003768E0">
            <w:pPr>
              <w:pStyle w:val="TAC"/>
              <w:rPr>
                <w:noProof/>
              </w:rPr>
            </w:pPr>
            <w:r w:rsidRPr="00DF6DD6">
              <w:rPr>
                <w:noProof/>
              </w:rPr>
              <w:t>DC_5A_n78A</w:t>
            </w:r>
          </w:p>
          <w:p w14:paraId="5BDB65CF" w14:textId="77777777" w:rsidR="0034593F" w:rsidRPr="00DF6DD6" w:rsidRDefault="0034593F" w:rsidP="003768E0">
            <w:pPr>
              <w:pStyle w:val="TAC"/>
              <w:rPr>
                <w:noProof/>
              </w:rPr>
            </w:pPr>
            <w:r w:rsidRPr="00DF6DD6">
              <w:rPr>
                <w:noProof/>
              </w:rPr>
              <w:t>DC_5A_n257A</w:t>
            </w:r>
          </w:p>
          <w:p w14:paraId="0ADD9656" w14:textId="77777777" w:rsidR="0034593F" w:rsidRPr="00DF6DD6" w:rsidRDefault="0034593F" w:rsidP="003768E0">
            <w:pPr>
              <w:pStyle w:val="TAC"/>
              <w:rPr>
                <w:noProof/>
              </w:rPr>
            </w:pPr>
            <w:r w:rsidRPr="00DF6DD6">
              <w:rPr>
                <w:noProof/>
              </w:rPr>
              <w:t>DC_7A_n78A</w:t>
            </w:r>
          </w:p>
          <w:p w14:paraId="71DD1670" w14:textId="77777777" w:rsidR="0034593F" w:rsidRPr="00DF6DD6" w:rsidRDefault="0034593F" w:rsidP="003768E0">
            <w:pPr>
              <w:pStyle w:val="TAC"/>
              <w:rPr>
                <w:noProof/>
              </w:rPr>
            </w:pPr>
            <w:r w:rsidRPr="00DF6DD6">
              <w:rPr>
                <w:noProof/>
              </w:rPr>
              <w:t>DC_7A_n257A</w:t>
            </w:r>
          </w:p>
        </w:tc>
      </w:tr>
      <w:tr w:rsidR="0034593F" w:rsidRPr="00DF6DD6" w14:paraId="473477BA" w14:textId="77777777" w:rsidTr="006500C3">
        <w:trPr>
          <w:trHeight w:val="227"/>
          <w:jc w:val="center"/>
        </w:trPr>
        <w:tc>
          <w:tcPr>
            <w:tcW w:w="7938" w:type="dxa"/>
            <w:gridSpan w:val="2"/>
            <w:shd w:val="clear" w:color="auto" w:fill="auto"/>
            <w:noWrap/>
            <w:tcMar>
              <w:top w:w="28" w:type="dxa"/>
              <w:left w:w="28" w:type="dxa"/>
              <w:bottom w:w="28" w:type="dxa"/>
              <w:right w:w="28" w:type="dxa"/>
            </w:tcMar>
            <w:vAlign w:val="center"/>
          </w:tcPr>
          <w:p w14:paraId="6A512CE7" w14:textId="0F80C615" w:rsidR="0034593F" w:rsidRPr="00DF6DD6" w:rsidRDefault="0034593F" w:rsidP="00A6034C">
            <w:pPr>
              <w:pStyle w:val="TAN"/>
            </w:pPr>
            <w:r w:rsidRPr="00DF6DD6">
              <w:t>NOTE 1:</w:t>
            </w:r>
            <w:r w:rsidRPr="00DF6DD6">
              <w:tab/>
            </w:r>
            <w:r w:rsidR="0063523D" w:rsidRPr="0070079D">
              <w:t xml:space="preserve">Uplink </w:t>
            </w:r>
            <w:r w:rsidR="0063523D">
              <w:t>EN-DC</w:t>
            </w:r>
            <w:r w:rsidR="0063523D" w:rsidRPr="0070079D">
              <w:t xml:space="preserve"> </w:t>
            </w:r>
            <w:r w:rsidRPr="00DF6DD6">
              <w:t>configurations are the configurations supported by the present release of specifications.</w:t>
            </w:r>
          </w:p>
        </w:tc>
      </w:tr>
    </w:tbl>
    <w:p w14:paraId="2EF20454" w14:textId="77777777" w:rsidR="00F177CB" w:rsidRPr="00DF6DD6" w:rsidRDefault="00F177CB" w:rsidP="00471067"/>
    <w:p w14:paraId="5041D76B" w14:textId="644F68E4" w:rsidR="006C5891" w:rsidRPr="00DF6DD6" w:rsidRDefault="006C5891" w:rsidP="006C5891">
      <w:pPr>
        <w:pStyle w:val="Heading4"/>
      </w:pPr>
      <w:bookmarkStart w:id="940" w:name="_Toc21345431"/>
      <w:bookmarkStart w:id="941" w:name="_Toc29806280"/>
      <w:bookmarkStart w:id="942" w:name="_Toc37255813"/>
      <w:bookmarkStart w:id="943" w:name="_Toc37256154"/>
      <w:bookmarkStart w:id="944" w:name="_Toc45889991"/>
      <w:bookmarkStart w:id="945" w:name="_Toc52381816"/>
      <w:bookmarkStart w:id="946" w:name="_Toc61374915"/>
      <w:bookmarkStart w:id="947" w:name="_Toc67936266"/>
      <w:bookmarkStart w:id="948" w:name="_Toc67937139"/>
      <w:bookmarkStart w:id="949" w:name="_Toc76452375"/>
      <w:bookmarkStart w:id="950" w:name="_Toc76630218"/>
      <w:bookmarkStart w:id="951" w:name="_Toc83742778"/>
      <w:bookmarkStart w:id="952" w:name="_Toc83886892"/>
      <w:bookmarkStart w:id="953" w:name="_Toc83887692"/>
      <w:bookmarkStart w:id="954" w:name="_Toc90588533"/>
      <w:r w:rsidRPr="00DF6DD6">
        <w:lastRenderedPageBreak/>
        <w:t>5.5B.6.5</w:t>
      </w:r>
      <w:r w:rsidRPr="00DF6DD6">
        <w:tab/>
        <w:t xml:space="preserve">Inter-band EN-DC configurations </w:t>
      </w:r>
      <w:r w:rsidR="00C313E7" w:rsidRPr="00DF6DD6">
        <w:t xml:space="preserve">including FR1 and FR2 </w:t>
      </w:r>
      <w:r w:rsidRPr="00DF6DD6">
        <w:t>(six bands)</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14:paraId="08F1F9AB" w14:textId="2FEF700F" w:rsidR="006C5891" w:rsidRPr="00DF6DD6" w:rsidRDefault="006C5891" w:rsidP="006C5891">
      <w:pPr>
        <w:pStyle w:val="TH"/>
      </w:pPr>
      <w:r w:rsidRPr="00DF6DD6">
        <w:t xml:space="preserve">Table 5.5B.6.5-1: Inter-band EN-DC configurations </w:t>
      </w:r>
      <w:r w:rsidR="00C313E7" w:rsidRPr="00DF6DD6">
        <w:t xml:space="preserve">including FR1 and FR2 </w:t>
      </w:r>
      <w:r w:rsidRPr="00DF6DD6">
        <w:t>(six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3969"/>
      </w:tblGrid>
      <w:tr w:rsidR="00F55B07" w:rsidRPr="002B0029" w:rsidDel="00C35823" w14:paraId="2FACED97" w14:textId="77777777" w:rsidTr="004D05EA">
        <w:trPr>
          <w:trHeight w:val="227"/>
          <w:tblHeader/>
          <w:jc w:val="center"/>
        </w:trPr>
        <w:tc>
          <w:tcPr>
            <w:tcW w:w="3969" w:type="dxa"/>
            <w:shd w:val="clear" w:color="auto" w:fill="auto"/>
            <w:tcMar>
              <w:top w:w="28" w:type="dxa"/>
              <w:left w:w="28" w:type="dxa"/>
              <w:bottom w:w="28" w:type="dxa"/>
              <w:right w:w="28" w:type="dxa"/>
            </w:tcMar>
            <w:vAlign w:val="center"/>
            <w:hideMark/>
          </w:tcPr>
          <w:p w14:paraId="431D722B" w14:textId="77777777" w:rsidR="00F177CB" w:rsidRPr="00DF6DD6" w:rsidRDefault="00F177CB" w:rsidP="00F177CB">
            <w:pPr>
              <w:pStyle w:val="TAH"/>
              <w:rPr>
                <w:lang w:val="en-US" w:eastAsia="fi-FI"/>
              </w:rPr>
            </w:pPr>
            <w:r w:rsidRPr="00DF6DD6">
              <w:rPr>
                <w:lang w:val="en-US" w:eastAsia="fi-FI"/>
              </w:rPr>
              <w:t>EN-DC</w:t>
            </w:r>
          </w:p>
          <w:p w14:paraId="39DA21EA" w14:textId="5BB1AE57" w:rsidR="00F177CB" w:rsidRPr="00DF6DD6" w:rsidRDefault="00F177CB" w:rsidP="00F177CB">
            <w:pPr>
              <w:pStyle w:val="TAH"/>
              <w:rPr>
                <w:lang w:val="en-US" w:eastAsia="fi-FI"/>
              </w:rPr>
            </w:pPr>
            <w:r w:rsidRPr="00DF6DD6">
              <w:rPr>
                <w:lang w:val="en-US" w:eastAsia="fi-FI"/>
              </w:rPr>
              <w:t>configuration</w:t>
            </w:r>
          </w:p>
        </w:tc>
        <w:tc>
          <w:tcPr>
            <w:tcW w:w="3969" w:type="dxa"/>
            <w:tcMar>
              <w:top w:w="28" w:type="dxa"/>
              <w:left w:w="28" w:type="dxa"/>
              <w:bottom w:w="28" w:type="dxa"/>
              <w:right w:w="28" w:type="dxa"/>
            </w:tcMar>
            <w:vAlign w:val="center"/>
          </w:tcPr>
          <w:p w14:paraId="4C3CD8E9" w14:textId="77777777" w:rsidR="00F177CB" w:rsidRPr="00B94CFE" w:rsidRDefault="00F177CB" w:rsidP="00F177CB">
            <w:pPr>
              <w:pStyle w:val="TAH"/>
              <w:rPr>
                <w:lang w:val="fr-FR" w:eastAsia="fi-FI"/>
              </w:rPr>
            </w:pPr>
            <w:r w:rsidRPr="00B94CFE">
              <w:rPr>
                <w:lang w:val="fr-FR" w:eastAsia="fi-FI"/>
              </w:rPr>
              <w:t>Uplink EN-DC</w:t>
            </w:r>
          </w:p>
          <w:p w14:paraId="555A33A4" w14:textId="77777777" w:rsidR="00F177CB" w:rsidRPr="00B94CFE" w:rsidRDefault="00F177CB" w:rsidP="00F177CB">
            <w:pPr>
              <w:pStyle w:val="TAH"/>
              <w:rPr>
                <w:lang w:val="fr-FR" w:eastAsia="fi-FI"/>
              </w:rPr>
            </w:pPr>
            <w:r w:rsidRPr="00B94CFE">
              <w:rPr>
                <w:lang w:val="fr-FR" w:eastAsia="fi-FI"/>
              </w:rPr>
              <w:t>configuration</w:t>
            </w:r>
          </w:p>
          <w:p w14:paraId="0053F364" w14:textId="007C01FC" w:rsidR="00F177CB" w:rsidRPr="00B94CFE" w:rsidDel="00C35823" w:rsidRDefault="00F177CB" w:rsidP="00F177CB">
            <w:pPr>
              <w:pStyle w:val="TAH"/>
              <w:rPr>
                <w:lang w:val="fr-FR" w:eastAsia="fi-FI"/>
              </w:rPr>
            </w:pPr>
            <w:r w:rsidRPr="00B94CFE">
              <w:rPr>
                <w:lang w:val="fr-FR" w:eastAsia="fi-FI"/>
              </w:rPr>
              <w:t>(NOTE 1)</w:t>
            </w:r>
          </w:p>
        </w:tc>
      </w:tr>
      <w:tr w:rsidR="00F55B07" w:rsidRPr="00DF6DD6" w:rsidDel="00C35823" w14:paraId="34883CD1" w14:textId="77777777" w:rsidTr="004D05EA">
        <w:trPr>
          <w:trHeight w:val="227"/>
          <w:tblHeader/>
          <w:jc w:val="center"/>
        </w:trPr>
        <w:tc>
          <w:tcPr>
            <w:tcW w:w="3969" w:type="dxa"/>
            <w:shd w:val="clear" w:color="auto" w:fill="auto"/>
            <w:tcMar>
              <w:top w:w="28" w:type="dxa"/>
              <w:left w:w="28" w:type="dxa"/>
              <w:bottom w:w="28" w:type="dxa"/>
              <w:right w:w="28" w:type="dxa"/>
            </w:tcMar>
            <w:vAlign w:val="center"/>
          </w:tcPr>
          <w:p w14:paraId="554511D3" w14:textId="3064C723" w:rsidR="00F177CB" w:rsidRPr="00DF6DD6" w:rsidRDefault="00F177CB" w:rsidP="00F177CB">
            <w:pPr>
              <w:pStyle w:val="TAC"/>
              <w:rPr>
                <w:b/>
                <w:lang w:val="en-US" w:eastAsia="fi-FI"/>
              </w:rPr>
            </w:pPr>
            <w:r w:rsidRPr="00DF6DD6">
              <w:t>DC_1A-3A-5A-7A_n78A-n257A</w:t>
            </w:r>
          </w:p>
        </w:tc>
        <w:tc>
          <w:tcPr>
            <w:tcW w:w="3969" w:type="dxa"/>
            <w:tcMar>
              <w:top w:w="28" w:type="dxa"/>
              <w:left w:w="28" w:type="dxa"/>
              <w:bottom w:w="28" w:type="dxa"/>
              <w:right w:w="28" w:type="dxa"/>
            </w:tcMar>
            <w:vAlign w:val="center"/>
          </w:tcPr>
          <w:p w14:paraId="25385219" w14:textId="77777777" w:rsidR="00F177CB" w:rsidRPr="00DF6DD6" w:rsidRDefault="00F177CB" w:rsidP="00F177CB">
            <w:pPr>
              <w:pStyle w:val="TAC"/>
            </w:pPr>
            <w:r w:rsidRPr="00DF6DD6">
              <w:t>DC_1A_n78A</w:t>
            </w:r>
          </w:p>
          <w:p w14:paraId="7CB259E4" w14:textId="77777777" w:rsidR="00F177CB" w:rsidRPr="00DF6DD6" w:rsidRDefault="00F177CB" w:rsidP="00F177CB">
            <w:pPr>
              <w:pStyle w:val="TAC"/>
            </w:pPr>
            <w:r w:rsidRPr="00DF6DD6">
              <w:t>DC_1A_n257A</w:t>
            </w:r>
          </w:p>
          <w:p w14:paraId="612F68FD" w14:textId="77777777" w:rsidR="00F177CB" w:rsidRPr="00DF6DD6" w:rsidRDefault="00F177CB" w:rsidP="00F177CB">
            <w:pPr>
              <w:pStyle w:val="TAC"/>
            </w:pPr>
            <w:r w:rsidRPr="00DF6DD6">
              <w:t>DC_3A_n78A</w:t>
            </w:r>
          </w:p>
          <w:p w14:paraId="72DB9C61" w14:textId="77777777" w:rsidR="00F177CB" w:rsidRPr="00DF6DD6" w:rsidRDefault="00F177CB" w:rsidP="00F177CB">
            <w:pPr>
              <w:pStyle w:val="TAC"/>
            </w:pPr>
            <w:r w:rsidRPr="00DF6DD6">
              <w:t>DC_3A_n257A</w:t>
            </w:r>
          </w:p>
          <w:p w14:paraId="6E0B39B6" w14:textId="77777777" w:rsidR="00F177CB" w:rsidRPr="00DF6DD6" w:rsidRDefault="00F177CB" w:rsidP="00F177CB">
            <w:pPr>
              <w:pStyle w:val="TAC"/>
            </w:pPr>
            <w:r w:rsidRPr="00DF6DD6">
              <w:t>DC_5A_n78A</w:t>
            </w:r>
          </w:p>
          <w:p w14:paraId="3FB1DA5A" w14:textId="77777777" w:rsidR="00F177CB" w:rsidRPr="00DF6DD6" w:rsidRDefault="00F177CB" w:rsidP="00F177CB">
            <w:pPr>
              <w:pStyle w:val="TAC"/>
            </w:pPr>
            <w:r w:rsidRPr="00DF6DD6">
              <w:t>DC_5A_n257A</w:t>
            </w:r>
          </w:p>
          <w:p w14:paraId="25128371" w14:textId="77777777" w:rsidR="00F177CB" w:rsidRPr="00DF6DD6" w:rsidRDefault="00F177CB" w:rsidP="00F177CB">
            <w:pPr>
              <w:pStyle w:val="TAC"/>
            </w:pPr>
            <w:r w:rsidRPr="00DF6DD6">
              <w:t>DC_7A_n78A</w:t>
            </w:r>
          </w:p>
          <w:p w14:paraId="55C9A9E9" w14:textId="52494A3C" w:rsidR="00F177CB" w:rsidRPr="00DF6DD6" w:rsidRDefault="00F177CB" w:rsidP="00F177CB">
            <w:pPr>
              <w:pStyle w:val="TAC"/>
              <w:rPr>
                <w:b/>
                <w:lang w:val="en-US" w:eastAsia="fi-FI"/>
              </w:rPr>
            </w:pPr>
            <w:r w:rsidRPr="00DF6DD6">
              <w:t>DC_7A_n257A</w:t>
            </w:r>
          </w:p>
        </w:tc>
      </w:tr>
      <w:tr w:rsidR="00F177CB" w:rsidRPr="00DF6DD6" w:rsidDel="00C35823" w14:paraId="7638EDCE" w14:textId="77777777" w:rsidTr="004D05EA">
        <w:trPr>
          <w:trHeight w:val="227"/>
          <w:tblHeader/>
          <w:jc w:val="center"/>
        </w:trPr>
        <w:tc>
          <w:tcPr>
            <w:tcW w:w="7938" w:type="dxa"/>
            <w:gridSpan w:val="2"/>
            <w:shd w:val="clear" w:color="auto" w:fill="auto"/>
            <w:tcMar>
              <w:top w:w="28" w:type="dxa"/>
              <w:left w:w="28" w:type="dxa"/>
              <w:bottom w:w="28" w:type="dxa"/>
              <w:right w:w="28" w:type="dxa"/>
            </w:tcMar>
            <w:vAlign w:val="center"/>
          </w:tcPr>
          <w:p w14:paraId="395B14C7" w14:textId="5A3BC049" w:rsidR="00F177CB" w:rsidRPr="00DF6DD6" w:rsidRDefault="00F177CB" w:rsidP="00F177CB">
            <w:pPr>
              <w:pStyle w:val="TAN"/>
              <w:rPr>
                <w:b/>
                <w:lang w:val="en-US" w:eastAsia="fi-FI"/>
              </w:rPr>
            </w:pPr>
            <w:r w:rsidRPr="00DF6DD6">
              <w:t>NOTE 1:</w:t>
            </w:r>
            <w:r w:rsidRPr="00DF6DD6">
              <w:tab/>
            </w:r>
            <w:r w:rsidR="00AC3488" w:rsidRPr="0070079D">
              <w:t xml:space="preserve">Uplink </w:t>
            </w:r>
            <w:r w:rsidR="00AC3488">
              <w:t>EN-DC</w:t>
            </w:r>
            <w:r w:rsidR="00AC3488" w:rsidRPr="0070079D">
              <w:t xml:space="preserve"> </w:t>
            </w:r>
            <w:r w:rsidRPr="00DF6DD6">
              <w:t>configurations are the configurations supported by the present release of specifications.</w:t>
            </w:r>
          </w:p>
        </w:tc>
      </w:tr>
    </w:tbl>
    <w:p w14:paraId="3D7F8F78" w14:textId="77777777" w:rsidR="006C5891" w:rsidRPr="00DF6DD6" w:rsidRDefault="006C5891" w:rsidP="00471067"/>
    <w:p w14:paraId="61AFC968" w14:textId="30D88665" w:rsidR="00B478E0" w:rsidRDefault="00B478E0" w:rsidP="00F27CE0">
      <w:pPr>
        <w:pStyle w:val="Heading3"/>
      </w:pPr>
      <w:bookmarkStart w:id="955" w:name="_Toc21345432"/>
      <w:bookmarkStart w:id="956" w:name="_Toc29806281"/>
      <w:bookmarkStart w:id="957" w:name="_Toc37255814"/>
      <w:bookmarkStart w:id="958" w:name="_Toc37256155"/>
      <w:bookmarkStart w:id="959" w:name="_Toc45889992"/>
      <w:bookmarkStart w:id="960" w:name="_Toc52381817"/>
      <w:bookmarkStart w:id="961" w:name="_Toc61374916"/>
      <w:bookmarkStart w:id="962" w:name="_Toc67936267"/>
      <w:bookmarkStart w:id="963" w:name="_Toc67937140"/>
      <w:bookmarkStart w:id="964" w:name="_Toc76452376"/>
      <w:bookmarkStart w:id="965" w:name="_Toc76630219"/>
      <w:bookmarkStart w:id="966" w:name="_Toc83742779"/>
      <w:bookmarkStart w:id="967" w:name="_Toc83886893"/>
      <w:bookmarkStart w:id="968" w:name="_Toc83887693"/>
      <w:bookmarkStart w:id="969" w:name="_Toc90588534"/>
      <w:r w:rsidRPr="00DF6DD6">
        <w:t>5.5B.</w:t>
      </w:r>
      <w:r w:rsidRPr="00DF6DD6">
        <w:rPr>
          <w:rFonts w:hint="eastAsia"/>
          <w:lang w:eastAsia="zh-CN"/>
        </w:rPr>
        <w:t>7</w:t>
      </w:r>
      <w:r w:rsidRPr="00DF6DD6">
        <w:tab/>
        <w:t xml:space="preserve">Inter-band </w:t>
      </w:r>
      <w:r w:rsidRPr="00DF6DD6">
        <w:rPr>
          <w:rFonts w:hint="eastAsia"/>
          <w:lang w:eastAsia="zh-CN"/>
        </w:rPr>
        <w:t>NR</w:t>
      </w:r>
      <w:r w:rsidRPr="00DF6DD6">
        <w:t xml:space="preserve">-DC </w:t>
      </w:r>
      <w:r w:rsidRPr="00DF6DD6">
        <w:rPr>
          <w:rFonts w:hint="eastAsia"/>
          <w:lang w:eastAsia="zh-CN"/>
        </w:rPr>
        <w:t xml:space="preserve">between </w:t>
      </w:r>
      <w:r w:rsidRPr="00DF6DD6">
        <w:t>FR1 and FR2</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14:paraId="56579B4C" w14:textId="1ED7BF09" w:rsidR="003C77C1" w:rsidRDefault="003C77C1" w:rsidP="003C77C1">
      <w:pPr>
        <w:pStyle w:val="Heading4"/>
      </w:pPr>
      <w:bookmarkStart w:id="970" w:name="_Toc67936268"/>
      <w:bookmarkStart w:id="971" w:name="_Toc67937141"/>
      <w:bookmarkStart w:id="972" w:name="_Toc76452377"/>
      <w:bookmarkStart w:id="973" w:name="_Toc76630220"/>
      <w:bookmarkStart w:id="974" w:name="_Toc83742780"/>
      <w:bookmarkStart w:id="975" w:name="_Toc83886894"/>
      <w:bookmarkStart w:id="976" w:name="_Toc83887694"/>
      <w:bookmarkStart w:id="977" w:name="_Toc90588535"/>
      <w:r>
        <w:t>5.5B.7.0</w:t>
      </w:r>
      <w:r>
        <w:tab/>
        <w:t>General</w:t>
      </w:r>
      <w:bookmarkEnd w:id="970"/>
      <w:bookmarkEnd w:id="971"/>
      <w:bookmarkEnd w:id="972"/>
      <w:bookmarkEnd w:id="973"/>
      <w:bookmarkEnd w:id="974"/>
      <w:bookmarkEnd w:id="975"/>
      <w:bookmarkEnd w:id="976"/>
      <w:bookmarkEnd w:id="977"/>
    </w:p>
    <w:p w14:paraId="79ED918A" w14:textId="77777777" w:rsidR="003C77C1" w:rsidRPr="00141115" w:rsidRDefault="003C77C1" w:rsidP="003C77C1">
      <w:r>
        <w:t xml:space="preserve">The </w:t>
      </w:r>
      <w:r w:rsidRPr="00141115">
        <w:t xml:space="preserve">configurations </w:t>
      </w:r>
      <w:r>
        <w:t xml:space="preserve">and bandwidth combination sets for the FR1-FR2 </w:t>
      </w:r>
      <w:r w:rsidRPr="00141115">
        <w:t>NR</w:t>
      </w:r>
      <w:r>
        <w:t>-DC</w:t>
      </w:r>
      <w:r w:rsidRPr="00141115">
        <w:t xml:space="preserve"> </w:t>
      </w:r>
      <w:r>
        <w:t xml:space="preserve">combinations in the following sub-section </w:t>
      </w:r>
      <w:r w:rsidRPr="00141115">
        <w:t>are defined in the tables for FR1-FR2 carrier aggregation in section 5.5A.1.</w:t>
      </w:r>
    </w:p>
    <w:p w14:paraId="2FCE7A51" w14:textId="7B8CE510" w:rsidR="00B478E0" w:rsidRPr="00DF6DD6" w:rsidRDefault="00B478E0" w:rsidP="00F27CE0">
      <w:pPr>
        <w:pStyle w:val="Heading4"/>
      </w:pPr>
      <w:bookmarkStart w:id="978" w:name="_Toc21345433"/>
      <w:bookmarkStart w:id="979" w:name="_Toc29806282"/>
      <w:bookmarkStart w:id="980" w:name="_Toc37255815"/>
      <w:bookmarkStart w:id="981" w:name="_Toc37256156"/>
      <w:bookmarkStart w:id="982" w:name="_Toc45889993"/>
      <w:bookmarkStart w:id="983" w:name="_Toc52381818"/>
      <w:bookmarkStart w:id="984" w:name="_Toc61374917"/>
      <w:bookmarkStart w:id="985" w:name="_Toc67936269"/>
      <w:bookmarkStart w:id="986" w:name="_Toc67937142"/>
      <w:bookmarkStart w:id="987" w:name="_Toc76452378"/>
      <w:bookmarkStart w:id="988" w:name="_Toc76630221"/>
      <w:bookmarkStart w:id="989" w:name="_Toc83742781"/>
      <w:bookmarkStart w:id="990" w:name="_Toc83886895"/>
      <w:bookmarkStart w:id="991" w:name="_Toc83887695"/>
      <w:bookmarkStart w:id="992" w:name="_Toc90588536"/>
      <w:r w:rsidRPr="00DF6DD6">
        <w:t>5.5B.</w:t>
      </w:r>
      <w:r w:rsidRPr="00DF6DD6">
        <w:rPr>
          <w:rFonts w:hint="eastAsia"/>
          <w:lang w:eastAsia="zh-CN"/>
        </w:rPr>
        <w:t>7</w:t>
      </w:r>
      <w:r w:rsidRPr="00DF6DD6">
        <w:t>.1</w:t>
      </w:r>
      <w:r w:rsidRPr="00DF6DD6">
        <w:tab/>
        <w:t xml:space="preserve">Inter-band </w:t>
      </w:r>
      <w:r w:rsidRPr="00DF6DD6">
        <w:rPr>
          <w:rFonts w:hint="eastAsia"/>
          <w:lang w:eastAsia="zh-CN"/>
        </w:rPr>
        <w:t>NR</w:t>
      </w:r>
      <w:r w:rsidRPr="00DF6DD6">
        <w:t xml:space="preserve">-DC configurations </w:t>
      </w:r>
      <w:r w:rsidR="00C66242" w:rsidRPr="00DF6DD6">
        <w:t>between</w:t>
      </w:r>
      <w:r w:rsidR="00565701" w:rsidRPr="00DF6DD6">
        <w:t xml:space="preserve"> FR1 and FR2 </w:t>
      </w:r>
      <w:r w:rsidRPr="00DF6DD6">
        <w:t>(two bands)</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14:paraId="1F373F9B" w14:textId="23F97CE8" w:rsidR="00B478E0" w:rsidRPr="00DF6DD6" w:rsidRDefault="00B478E0" w:rsidP="00F27CE0">
      <w:pPr>
        <w:pStyle w:val="TH"/>
      </w:pPr>
      <w:r w:rsidRPr="00DF6DD6">
        <w:t>Table 5.5</w:t>
      </w:r>
      <w:r w:rsidRPr="00DF6DD6">
        <w:rPr>
          <w:rFonts w:hint="eastAsia"/>
          <w:lang w:val="en-US" w:eastAsia="zh-CN"/>
        </w:rPr>
        <w:t>B</w:t>
      </w:r>
      <w:r w:rsidRPr="00DF6DD6">
        <w:rPr>
          <w:lang w:val="en-US" w:eastAsia="zh-CN"/>
        </w:rPr>
        <w:t>.</w:t>
      </w:r>
      <w:r w:rsidRPr="00DF6DD6">
        <w:rPr>
          <w:rFonts w:hint="eastAsia"/>
          <w:lang w:val="en-US" w:eastAsia="zh-CN"/>
        </w:rPr>
        <w:t>7</w:t>
      </w:r>
      <w:r w:rsidRPr="00DF6DD6">
        <w:t xml:space="preserve">-1: Inter-band </w:t>
      </w:r>
      <w:r w:rsidRPr="00DF6DD6">
        <w:rPr>
          <w:rFonts w:hint="eastAsia"/>
          <w:lang w:val="en-US" w:eastAsia="zh-CN"/>
        </w:rPr>
        <w:t>NR-DC</w:t>
      </w:r>
      <w:r w:rsidRPr="00DF6DD6">
        <w:t xml:space="preserve"> configurations </w:t>
      </w:r>
      <w:r w:rsidR="00C66242" w:rsidRPr="00DF6DD6">
        <w:t>between</w:t>
      </w:r>
      <w:r w:rsidR="00565701" w:rsidRPr="00DF6DD6">
        <w:t xml:space="preserve"> FR1 and FR2 </w:t>
      </w:r>
      <w:r w:rsidRPr="00DF6DD6">
        <w:t>(two bands)</w:t>
      </w: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3969"/>
      </w:tblGrid>
      <w:tr w:rsidR="00F55B07" w:rsidRPr="00DF6DD6" w14:paraId="15B050D7" w14:textId="77777777" w:rsidTr="003768E0">
        <w:trPr>
          <w:tblHeader/>
          <w:jc w:val="center"/>
        </w:trPr>
        <w:tc>
          <w:tcPr>
            <w:tcW w:w="3823" w:type="dxa"/>
            <w:vAlign w:val="center"/>
          </w:tcPr>
          <w:p w14:paraId="258FF068" w14:textId="77777777" w:rsidR="00F177CB" w:rsidRPr="00DF6DD6" w:rsidRDefault="00F177CB" w:rsidP="00F177CB">
            <w:pPr>
              <w:pStyle w:val="TAH"/>
              <w:keepNext w:val="0"/>
              <w:rPr>
                <w:lang w:val="en-US" w:eastAsia="fi-FI"/>
              </w:rPr>
            </w:pPr>
            <w:r w:rsidRPr="00DF6DD6">
              <w:rPr>
                <w:rFonts w:hint="eastAsia"/>
                <w:lang w:val="en-US" w:eastAsia="zh-CN"/>
              </w:rPr>
              <w:t xml:space="preserve">Downlink </w:t>
            </w:r>
            <w:r w:rsidRPr="00DF6DD6">
              <w:rPr>
                <w:lang w:val="en-US" w:eastAsia="zh-CN"/>
              </w:rPr>
              <w:t xml:space="preserve">NR </w:t>
            </w:r>
            <w:r w:rsidRPr="00DF6DD6">
              <w:rPr>
                <w:rFonts w:hint="eastAsia"/>
                <w:lang w:val="en-US" w:eastAsia="zh-CN"/>
              </w:rPr>
              <w:t>DC</w:t>
            </w:r>
          </w:p>
          <w:p w14:paraId="1E068A1E" w14:textId="77777777" w:rsidR="00F177CB" w:rsidRPr="00DF6DD6" w:rsidRDefault="00F177CB" w:rsidP="00F177CB">
            <w:pPr>
              <w:pStyle w:val="TAH"/>
              <w:keepNext w:val="0"/>
              <w:rPr>
                <w:lang w:val="en-US" w:eastAsia="fi-FI"/>
              </w:rPr>
            </w:pPr>
            <w:r w:rsidRPr="00DF6DD6">
              <w:rPr>
                <w:lang w:val="en-US" w:eastAsia="fi-FI"/>
              </w:rPr>
              <w:t>configuration</w:t>
            </w:r>
          </w:p>
        </w:tc>
        <w:tc>
          <w:tcPr>
            <w:tcW w:w="3969" w:type="dxa"/>
            <w:vAlign w:val="center"/>
          </w:tcPr>
          <w:p w14:paraId="7BED6D8C" w14:textId="77777777" w:rsidR="00F177CB" w:rsidRPr="00DF6DD6" w:rsidRDefault="00F177CB" w:rsidP="00F177CB">
            <w:pPr>
              <w:pStyle w:val="TAH"/>
              <w:keepNext w:val="0"/>
              <w:rPr>
                <w:lang w:val="en-US" w:eastAsia="fi-FI"/>
              </w:rPr>
            </w:pPr>
            <w:r w:rsidRPr="00DF6DD6">
              <w:rPr>
                <w:lang w:val="en-US" w:eastAsia="fi-FI"/>
              </w:rPr>
              <w:t xml:space="preserve">Uplink </w:t>
            </w:r>
            <w:r w:rsidRPr="00DF6DD6">
              <w:rPr>
                <w:lang w:val="en-US" w:eastAsia="zh-CN"/>
              </w:rPr>
              <w:t xml:space="preserve">NR </w:t>
            </w:r>
            <w:r w:rsidRPr="00DF6DD6">
              <w:rPr>
                <w:rFonts w:hint="eastAsia"/>
                <w:lang w:val="en-US" w:eastAsia="zh-CN"/>
              </w:rPr>
              <w:t>DC</w:t>
            </w:r>
          </w:p>
          <w:p w14:paraId="5E908D18" w14:textId="77777777" w:rsidR="00F177CB" w:rsidRPr="00DF6DD6" w:rsidRDefault="00F177CB" w:rsidP="00F177CB">
            <w:pPr>
              <w:pStyle w:val="TAH"/>
              <w:keepNext w:val="0"/>
              <w:rPr>
                <w:lang w:eastAsia="fi-FI"/>
              </w:rPr>
            </w:pPr>
            <w:r w:rsidRPr="00DF6DD6">
              <w:rPr>
                <w:lang w:val="en-US" w:eastAsia="fi-FI"/>
              </w:rPr>
              <w:t>configuration</w:t>
            </w:r>
          </w:p>
        </w:tc>
      </w:tr>
      <w:tr w:rsidR="00F55B07" w:rsidRPr="00DF6DD6" w14:paraId="09D54123" w14:textId="77777777" w:rsidTr="00A6034C">
        <w:trPr>
          <w:trHeight w:val="207"/>
          <w:jc w:val="center"/>
        </w:trPr>
        <w:tc>
          <w:tcPr>
            <w:tcW w:w="3823" w:type="dxa"/>
            <w:vMerge w:val="restart"/>
            <w:vAlign w:val="center"/>
          </w:tcPr>
          <w:p w14:paraId="0A36FE95" w14:textId="77777777" w:rsidR="00F177CB" w:rsidRPr="00DF6DD6" w:rsidRDefault="00F177CB" w:rsidP="00F177CB">
            <w:pPr>
              <w:pStyle w:val="TAC"/>
              <w:keepNext w:val="0"/>
              <w:rPr>
                <w:lang w:val="en-US" w:eastAsia="fi-FI"/>
              </w:rPr>
            </w:pPr>
            <w:r w:rsidRPr="00DF6DD6">
              <w:rPr>
                <w:rFonts w:hint="eastAsia"/>
                <w:lang w:eastAsia="zh-CN"/>
              </w:rPr>
              <w:t>DC</w:t>
            </w:r>
            <w:r w:rsidRPr="00DF6DD6">
              <w:t>_n77A-n257A</w:t>
            </w:r>
          </w:p>
          <w:p w14:paraId="7AD14AC1" w14:textId="77777777" w:rsidR="00F177CB" w:rsidRPr="00DF6DD6" w:rsidRDefault="00F177CB" w:rsidP="00F177CB">
            <w:pPr>
              <w:pStyle w:val="TAC"/>
              <w:keepNext w:val="0"/>
              <w:rPr>
                <w:lang w:val="en-US" w:eastAsia="fi-FI"/>
              </w:rPr>
            </w:pPr>
            <w:r w:rsidRPr="00DF6DD6">
              <w:rPr>
                <w:rFonts w:hint="eastAsia"/>
                <w:lang w:eastAsia="zh-CN"/>
              </w:rPr>
              <w:t>DC</w:t>
            </w:r>
            <w:r w:rsidRPr="00DF6DD6">
              <w:t>_n77A-n257</w:t>
            </w:r>
            <w:r w:rsidRPr="00DF6DD6">
              <w:rPr>
                <w:lang w:val="en-US" w:eastAsia="zh-CN"/>
              </w:rPr>
              <w:t>D</w:t>
            </w:r>
          </w:p>
          <w:p w14:paraId="4A2DC9E5" w14:textId="77777777" w:rsidR="00F177CB" w:rsidRPr="00DF6DD6" w:rsidRDefault="00F177CB" w:rsidP="00F177CB">
            <w:pPr>
              <w:pStyle w:val="TAC"/>
              <w:keepNext w:val="0"/>
              <w:rPr>
                <w:lang w:val="en-US" w:eastAsia="fi-FI"/>
              </w:rPr>
            </w:pPr>
            <w:r w:rsidRPr="00DF6DD6">
              <w:rPr>
                <w:rFonts w:hint="eastAsia"/>
                <w:lang w:eastAsia="zh-CN"/>
              </w:rPr>
              <w:t>DC</w:t>
            </w:r>
            <w:r w:rsidRPr="00DF6DD6">
              <w:t>_n77A-n257</w:t>
            </w:r>
            <w:r w:rsidRPr="00DF6DD6">
              <w:rPr>
                <w:lang w:val="en-US" w:eastAsia="zh-CN"/>
              </w:rPr>
              <w:t>E</w:t>
            </w:r>
          </w:p>
          <w:p w14:paraId="59A732BA" w14:textId="77777777" w:rsidR="00F177CB" w:rsidRPr="00DF6DD6" w:rsidRDefault="00F177CB" w:rsidP="00F177CB">
            <w:pPr>
              <w:pStyle w:val="TAC"/>
              <w:keepNext w:val="0"/>
            </w:pPr>
            <w:r w:rsidRPr="00DF6DD6">
              <w:rPr>
                <w:rFonts w:hint="eastAsia"/>
                <w:lang w:eastAsia="zh-CN"/>
              </w:rPr>
              <w:t>DC</w:t>
            </w:r>
            <w:r w:rsidRPr="00DF6DD6">
              <w:t>_n77A-n257</w:t>
            </w:r>
            <w:r w:rsidRPr="00DF6DD6">
              <w:rPr>
                <w:lang w:val="en-US" w:eastAsia="zh-CN"/>
              </w:rPr>
              <w:t>F</w:t>
            </w:r>
          </w:p>
          <w:p w14:paraId="7E51EFEB" w14:textId="77777777" w:rsidR="00F177CB" w:rsidRPr="00DF6DD6" w:rsidRDefault="00F177CB" w:rsidP="00F177CB">
            <w:pPr>
              <w:pStyle w:val="TAC"/>
              <w:keepNext w:val="0"/>
              <w:rPr>
                <w:lang w:eastAsia="zh-CN"/>
              </w:rPr>
            </w:pPr>
            <w:r w:rsidRPr="00DF6DD6">
              <w:rPr>
                <w:rFonts w:hint="eastAsia"/>
                <w:lang w:eastAsia="zh-CN"/>
              </w:rPr>
              <w:t>DC</w:t>
            </w:r>
            <w:r w:rsidRPr="00DF6DD6">
              <w:t>_n77A-n257</w:t>
            </w:r>
            <w:r w:rsidRPr="00DF6DD6">
              <w:rPr>
                <w:rFonts w:hint="eastAsia"/>
                <w:lang w:val="en-US" w:eastAsia="zh-CN"/>
              </w:rPr>
              <w:t>G</w:t>
            </w:r>
          </w:p>
          <w:p w14:paraId="286E0F39" w14:textId="77777777" w:rsidR="00F177CB" w:rsidRPr="00DF6DD6" w:rsidRDefault="00F177CB" w:rsidP="00F177CB">
            <w:pPr>
              <w:pStyle w:val="TAC"/>
              <w:keepNext w:val="0"/>
              <w:rPr>
                <w:lang w:eastAsia="zh-CN"/>
              </w:rPr>
            </w:pPr>
            <w:r w:rsidRPr="00DF6DD6">
              <w:rPr>
                <w:rFonts w:hint="eastAsia"/>
                <w:lang w:eastAsia="zh-CN"/>
              </w:rPr>
              <w:t>DC</w:t>
            </w:r>
            <w:r w:rsidRPr="00DF6DD6">
              <w:t>_n77A-n257</w:t>
            </w:r>
            <w:r w:rsidRPr="00DF6DD6">
              <w:rPr>
                <w:rFonts w:hint="eastAsia"/>
                <w:lang w:val="en-US" w:eastAsia="zh-CN"/>
              </w:rPr>
              <w:t>H</w:t>
            </w:r>
          </w:p>
          <w:p w14:paraId="214AB322" w14:textId="77777777" w:rsidR="00F177CB" w:rsidRPr="00DF6DD6" w:rsidRDefault="00F177CB" w:rsidP="00F177CB">
            <w:pPr>
              <w:pStyle w:val="TAC"/>
              <w:keepNext w:val="0"/>
              <w:rPr>
                <w:lang w:eastAsia="zh-CN"/>
              </w:rPr>
            </w:pPr>
            <w:r w:rsidRPr="00DF6DD6">
              <w:rPr>
                <w:rFonts w:hint="eastAsia"/>
                <w:lang w:eastAsia="zh-CN"/>
              </w:rPr>
              <w:t>DC</w:t>
            </w:r>
            <w:r w:rsidRPr="00DF6DD6">
              <w:t>_n77A-n257</w:t>
            </w:r>
            <w:r w:rsidRPr="00DF6DD6">
              <w:rPr>
                <w:rFonts w:hint="eastAsia"/>
                <w:lang w:val="en-US" w:eastAsia="zh-CN"/>
              </w:rPr>
              <w:t>I</w:t>
            </w:r>
          </w:p>
          <w:p w14:paraId="49C6E662" w14:textId="77777777" w:rsidR="00F177CB" w:rsidRPr="00DF6DD6" w:rsidRDefault="00F177CB" w:rsidP="00F177CB">
            <w:pPr>
              <w:pStyle w:val="TAC"/>
              <w:keepNext w:val="0"/>
              <w:rPr>
                <w:lang w:eastAsia="zh-CN"/>
              </w:rPr>
            </w:pPr>
            <w:r w:rsidRPr="00DF6DD6">
              <w:rPr>
                <w:rFonts w:hint="eastAsia"/>
                <w:lang w:eastAsia="zh-CN"/>
              </w:rPr>
              <w:t>DC</w:t>
            </w:r>
            <w:r w:rsidRPr="00DF6DD6">
              <w:t>_n77A-n257</w:t>
            </w:r>
            <w:r w:rsidRPr="00DF6DD6">
              <w:rPr>
                <w:rFonts w:hint="eastAsia"/>
                <w:lang w:val="en-US" w:eastAsia="zh-CN"/>
              </w:rPr>
              <w:t>J</w:t>
            </w:r>
          </w:p>
          <w:p w14:paraId="6E811EEE" w14:textId="77777777" w:rsidR="00F177CB" w:rsidRPr="00DF6DD6" w:rsidRDefault="00F177CB" w:rsidP="00F177CB">
            <w:pPr>
              <w:pStyle w:val="TAC"/>
              <w:keepNext w:val="0"/>
              <w:rPr>
                <w:lang w:eastAsia="zh-CN"/>
              </w:rPr>
            </w:pPr>
            <w:r w:rsidRPr="00DF6DD6">
              <w:rPr>
                <w:rFonts w:hint="eastAsia"/>
                <w:lang w:eastAsia="zh-CN"/>
              </w:rPr>
              <w:t>DC</w:t>
            </w:r>
            <w:r w:rsidRPr="00DF6DD6">
              <w:t>_n77A-n257</w:t>
            </w:r>
            <w:r w:rsidRPr="00DF6DD6">
              <w:rPr>
                <w:rFonts w:hint="eastAsia"/>
                <w:lang w:val="en-US" w:eastAsia="zh-CN"/>
              </w:rPr>
              <w:t>K</w:t>
            </w:r>
          </w:p>
          <w:p w14:paraId="6A8C8ECA" w14:textId="77777777" w:rsidR="00F177CB" w:rsidRPr="00DF6DD6" w:rsidRDefault="00F177CB" w:rsidP="00F177CB">
            <w:pPr>
              <w:pStyle w:val="TAC"/>
              <w:keepNext w:val="0"/>
              <w:rPr>
                <w:lang w:eastAsia="zh-CN"/>
              </w:rPr>
            </w:pPr>
            <w:r w:rsidRPr="00DF6DD6">
              <w:rPr>
                <w:rFonts w:hint="eastAsia"/>
                <w:lang w:eastAsia="zh-CN"/>
              </w:rPr>
              <w:t>DC</w:t>
            </w:r>
            <w:r w:rsidRPr="00DF6DD6">
              <w:t>_n77A-n257</w:t>
            </w:r>
            <w:r w:rsidRPr="00DF6DD6">
              <w:rPr>
                <w:rFonts w:hint="eastAsia"/>
                <w:lang w:val="en-US" w:eastAsia="zh-CN"/>
              </w:rPr>
              <w:t>L</w:t>
            </w:r>
          </w:p>
          <w:p w14:paraId="2D4EBED0" w14:textId="77777777" w:rsidR="00F177CB" w:rsidRPr="00DF6DD6" w:rsidRDefault="00F177CB" w:rsidP="00F177CB">
            <w:pPr>
              <w:pStyle w:val="TAC"/>
              <w:keepNext w:val="0"/>
              <w:rPr>
                <w:lang w:eastAsia="zh-CN"/>
              </w:rPr>
            </w:pPr>
            <w:r w:rsidRPr="00DF6DD6">
              <w:rPr>
                <w:rFonts w:hint="eastAsia"/>
                <w:lang w:eastAsia="zh-CN"/>
              </w:rPr>
              <w:t>DC</w:t>
            </w:r>
            <w:r w:rsidRPr="00DF6DD6">
              <w:t>_n77A-n257</w:t>
            </w:r>
            <w:r w:rsidRPr="00DF6DD6">
              <w:rPr>
                <w:rFonts w:hint="eastAsia"/>
                <w:lang w:val="en-US" w:eastAsia="zh-CN"/>
              </w:rPr>
              <w:t>M</w:t>
            </w:r>
          </w:p>
          <w:p w14:paraId="40FB0CD3" w14:textId="77777777" w:rsidR="00F177CB" w:rsidRPr="00DF6DD6" w:rsidRDefault="00F177CB" w:rsidP="00F177CB">
            <w:pPr>
              <w:pStyle w:val="TAC"/>
              <w:keepNext w:val="0"/>
            </w:pPr>
            <w:r w:rsidRPr="00DF6DD6">
              <w:rPr>
                <w:rFonts w:hint="eastAsia"/>
                <w:lang w:eastAsia="zh-CN"/>
              </w:rPr>
              <w:t>DC</w:t>
            </w:r>
            <w:r w:rsidRPr="00DF6DD6">
              <w:t>_n77</w:t>
            </w:r>
            <w:r w:rsidRPr="00DF6DD6">
              <w:rPr>
                <w:lang w:val="en-US" w:eastAsia="zh-CN"/>
              </w:rPr>
              <w:t>C</w:t>
            </w:r>
            <w:r w:rsidRPr="00DF6DD6">
              <w:t>-n257</w:t>
            </w:r>
            <w:r w:rsidRPr="00DF6DD6">
              <w:rPr>
                <w:lang w:val="en-US" w:eastAsia="zh-CN"/>
              </w:rPr>
              <w:t>A</w:t>
            </w:r>
          </w:p>
          <w:p w14:paraId="7A27DDA1" w14:textId="77777777" w:rsidR="00F177CB" w:rsidRPr="00DF6DD6" w:rsidRDefault="00F177CB" w:rsidP="00F177CB">
            <w:pPr>
              <w:pStyle w:val="TAC"/>
              <w:keepNext w:val="0"/>
              <w:rPr>
                <w:lang w:val="fi-FI"/>
              </w:rPr>
            </w:pPr>
            <w:r w:rsidRPr="00DF6DD6">
              <w:rPr>
                <w:lang w:val="fi-FI" w:eastAsia="zh-CN"/>
              </w:rPr>
              <w:t>DC</w:t>
            </w:r>
            <w:r w:rsidRPr="00DF6DD6">
              <w:rPr>
                <w:lang w:val="fi-FI"/>
              </w:rPr>
              <w:t>_n77</w:t>
            </w:r>
            <w:r w:rsidRPr="00DF6DD6">
              <w:rPr>
                <w:lang w:val="fi-FI" w:eastAsia="zh-CN"/>
              </w:rPr>
              <w:t>C</w:t>
            </w:r>
            <w:r w:rsidRPr="00DF6DD6">
              <w:rPr>
                <w:lang w:val="fi-FI"/>
              </w:rPr>
              <w:t>-n257</w:t>
            </w:r>
            <w:r w:rsidRPr="00DF6DD6">
              <w:rPr>
                <w:lang w:val="fi-FI" w:eastAsia="zh-CN"/>
              </w:rPr>
              <w:t>D</w:t>
            </w:r>
          </w:p>
          <w:p w14:paraId="666E67AA" w14:textId="77777777" w:rsidR="00F177CB" w:rsidRPr="00DF6DD6" w:rsidRDefault="00F177CB" w:rsidP="00F177CB">
            <w:pPr>
              <w:pStyle w:val="TAC"/>
              <w:keepNext w:val="0"/>
              <w:rPr>
                <w:lang w:val="fi-FI"/>
              </w:rPr>
            </w:pPr>
            <w:r w:rsidRPr="00DF6DD6">
              <w:rPr>
                <w:lang w:val="fi-FI" w:eastAsia="zh-CN"/>
              </w:rPr>
              <w:t>DC</w:t>
            </w:r>
            <w:r w:rsidRPr="00DF6DD6">
              <w:rPr>
                <w:lang w:val="fi-FI"/>
              </w:rPr>
              <w:t>_n77</w:t>
            </w:r>
            <w:r w:rsidRPr="00DF6DD6">
              <w:rPr>
                <w:lang w:val="fi-FI" w:eastAsia="zh-CN"/>
              </w:rPr>
              <w:t>C</w:t>
            </w:r>
            <w:r w:rsidRPr="00DF6DD6">
              <w:rPr>
                <w:lang w:val="fi-FI"/>
              </w:rPr>
              <w:t>-n257</w:t>
            </w:r>
            <w:r w:rsidRPr="00DF6DD6">
              <w:rPr>
                <w:lang w:val="fi-FI" w:eastAsia="zh-CN"/>
              </w:rPr>
              <w:t>E</w:t>
            </w:r>
          </w:p>
          <w:p w14:paraId="281A02DA" w14:textId="348BE077" w:rsidR="00F177CB" w:rsidRPr="00DF6DD6" w:rsidRDefault="00F177CB" w:rsidP="00F177CB">
            <w:pPr>
              <w:pStyle w:val="TAC"/>
              <w:keepNext w:val="0"/>
              <w:rPr>
                <w:lang w:val="fi-FI" w:eastAsia="fi-FI"/>
              </w:rPr>
            </w:pPr>
            <w:r w:rsidRPr="00DF6DD6">
              <w:rPr>
                <w:rFonts w:hint="eastAsia"/>
                <w:lang w:eastAsia="zh-CN"/>
              </w:rPr>
              <w:t>DC</w:t>
            </w:r>
            <w:r w:rsidRPr="00DF6DD6">
              <w:t>_n77</w:t>
            </w:r>
            <w:r w:rsidRPr="00DF6DD6">
              <w:rPr>
                <w:lang w:val="en-US" w:eastAsia="zh-CN"/>
              </w:rPr>
              <w:t>C</w:t>
            </w:r>
            <w:r w:rsidRPr="00DF6DD6">
              <w:t>-n257</w:t>
            </w:r>
            <w:r w:rsidRPr="00DF6DD6">
              <w:rPr>
                <w:lang w:val="en-US" w:eastAsia="zh-CN"/>
              </w:rPr>
              <w:t>F</w:t>
            </w:r>
          </w:p>
        </w:tc>
        <w:tc>
          <w:tcPr>
            <w:tcW w:w="3969" w:type="dxa"/>
            <w:vMerge w:val="restart"/>
            <w:vAlign w:val="center"/>
          </w:tcPr>
          <w:p w14:paraId="08EC2843" w14:textId="77777777" w:rsidR="00F177CB" w:rsidRPr="00DF6DD6" w:rsidRDefault="00F177CB" w:rsidP="00F177CB">
            <w:pPr>
              <w:pStyle w:val="TAC"/>
              <w:keepNext w:val="0"/>
              <w:rPr>
                <w:lang w:eastAsia="zh-CN"/>
              </w:rPr>
            </w:pPr>
            <w:r w:rsidRPr="00DF6DD6">
              <w:rPr>
                <w:rFonts w:hint="eastAsia"/>
                <w:lang w:eastAsia="zh-CN"/>
              </w:rPr>
              <w:t>DC</w:t>
            </w:r>
            <w:r w:rsidRPr="00DF6DD6">
              <w:t>_n77A-n257A</w:t>
            </w:r>
          </w:p>
        </w:tc>
      </w:tr>
      <w:tr w:rsidR="00F55B07" w:rsidRPr="00DF6DD6" w14:paraId="6D5E5B0F" w14:textId="77777777" w:rsidTr="00A6034C">
        <w:trPr>
          <w:trHeight w:val="207"/>
          <w:jc w:val="center"/>
        </w:trPr>
        <w:tc>
          <w:tcPr>
            <w:tcW w:w="3823" w:type="dxa"/>
            <w:vMerge/>
            <w:vAlign w:val="center"/>
          </w:tcPr>
          <w:p w14:paraId="5530A3DF" w14:textId="4A2BADF7" w:rsidR="00F177CB" w:rsidRPr="00DF6DD6" w:rsidRDefault="00F177CB" w:rsidP="00F177CB">
            <w:pPr>
              <w:pStyle w:val="TAC"/>
              <w:keepNext w:val="0"/>
              <w:rPr>
                <w:lang w:val="fi-FI" w:eastAsia="fi-FI"/>
              </w:rPr>
            </w:pPr>
          </w:p>
        </w:tc>
        <w:tc>
          <w:tcPr>
            <w:tcW w:w="3969" w:type="dxa"/>
            <w:vMerge/>
            <w:vAlign w:val="center"/>
          </w:tcPr>
          <w:p w14:paraId="460B8FC6" w14:textId="77777777" w:rsidR="00F177CB" w:rsidRPr="00DF6DD6" w:rsidRDefault="00F177CB" w:rsidP="00F177CB">
            <w:pPr>
              <w:pStyle w:val="TAC"/>
              <w:keepNext w:val="0"/>
              <w:rPr>
                <w:lang w:val="fi-FI" w:eastAsia="fi-FI"/>
              </w:rPr>
            </w:pPr>
          </w:p>
        </w:tc>
      </w:tr>
      <w:tr w:rsidR="00F55B07" w:rsidRPr="00DF6DD6" w14:paraId="5E6B5850" w14:textId="77777777" w:rsidTr="00A6034C">
        <w:trPr>
          <w:trHeight w:val="207"/>
          <w:jc w:val="center"/>
        </w:trPr>
        <w:tc>
          <w:tcPr>
            <w:tcW w:w="3823" w:type="dxa"/>
            <w:vMerge/>
            <w:vAlign w:val="center"/>
          </w:tcPr>
          <w:p w14:paraId="57D830D5" w14:textId="4DCC6F96" w:rsidR="00F177CB" w:rsidRPr="00DF6DD6" w:rsidRDefault="00F177CB" w:rsidP="00F177CB">
            <w:pPr>
              <w:pStyle w:val="TAC"/>
              <w:keepNext w:val="0"/>
              <w:rPr>
                <w:lang w:val="fi-FI" w:eastAsia="fi-FI"/>
              </w:rPr>
            </w:pPr>
          </w:p>
        </w:tc>
        <w:tc>
          <w:tcPr>
            <w:tcW w:w="3969" w:type="dxa"/>
            <w:vMerge/>
            <w:vAlign w:val="center"/>
          </w:tcPr>
          <w:p w14:paraId="1BD63046" w14:textId="77777777" w:rsidR="00F177CB" w:rsidRPr="00DF6DD6" w:rsidRDefault="00F177CB" w:rsidP="00F177CB">
            <w:pPr>
              <w:pStyle w:val="TAC"/>
              <w:keepNext w:val="0"/>
              <w:rPr>
                <w:lang w:val="fi-FI" w:eastAsia="fi-FI"/>
              </w:rPr>
            </w:pPr>
          </w:p>
        </w:tc>
      </w:tr>
      <w:tr w:rsidR="00F55B07" w:rsidRPr="00DF6DD6" w14:paraId="20108445" w14:textId="77777777" w:rsidTr="00A6034C">
        <w:trPr>
          <w:trHeight w:val="207"/>
          <w:jc w:val="center"/>
        </w:trPr>
        <w:tc>
          <w:tcPr>
            <w:tcW w:w="3823" w:type="dxa"/>
            <w:vMerge/>
            <w:vAlign w:val="center"/>
          </w:tcPr>
          <w:p w14:paraId="5727DA11" w14:textId="55674C10" w:rsidR="00F177CB" w:rsidRPr="00DF6DD6" w:rsidRDefault="00F177CB" w:rsidP="00F177CB">
            <w:pPr>
              <w:pStyle w:val="TAC"/>
              <w:keepNext w:val="0"/>
            </w:pPr>
          </w:p>
        </w:tc>
        <w:tc>
          <w:tcPr>
            <w:tcW w:w="3969" w:type="dxa"/>
            <w:vMerge/>
            <w:vAlign w:val="center"/>
          </w:tcPr>
          <w:p w14:paraId="2EE59252" w14:textId="77777777" w:rsidR="00F177CB" w:rsidRPr="00DF6DD6" w:rsidRDefault="00F177CB" w:rsidP="00F177CB">
            <w:pPr>
              <w:pStyle w:val="TAC"/>
              <w:keepNext w:val="0"/>
            </w:pPr>
          </w:p>
        </w:tc>
      </w:tr>
      <w:tr w:rsidR="00F55B07" w:rsidRPr="00DF6DD6" w14:paraId="3E82864E" w14:textId="77777777" w:rsidTr="00A6034C">
        <w:trPr>
          <w:trHeight w:val="207"/>
          <w:jc w:val="center"/>
        </w:trPr>
        <w:tc>
          <w:tcPr>
            <w:tcW w:w="3823" w:type="dxa"/>
            <w:vMerge/>
            <w:vAlign w:val="center"/>
          </w:tcPr>
          <w:p w14:paraId="34AF15EC" w14:textId="63C43673" w:rsidR="00F177CB" w:rsidRPr="00DF6DD6" w:rsidRDefault="00F177CB" w:rsidP="00F177CB">
            <w:pPr>
              <w:pStyle w:val="TAC"/>
              <w:keepNext w:val="0"/>
              <w:rPr>
                <w:lang w:eastAsia="zh-CN"/>
              </w:rPr>
            </w:pPr>
          </w:p>
        </w:tc>
        <w:tc>
          <w:tcPr>
            <w:tcW w:w="3969" w:type="dxa"/>
            <w:vMerge/>
            <w:vAlign w:val="center"/>
          </w:tcPr>
          <w:p w14:paraId="3BE8C3D2" w14:textId="77777777" w:rsidR="00F177CB" w:rsidRPr="00DF6DD6" w:rsidRDefault="00F177CB" w:rsidP="00F177CB">
            <w:pPr>
              <w:pStyle w:val="TAC"/>
              <w:keepNext w:val="0"/>
            </w:pPr>
          </w:p>
        </w:tc>
      </w:tr>
      <w:tr w:rsidR="00F55B07" w:rsidRPr="00DF6DD6" w14:paraId="4DCD71E1" w14:textId="77777777" w:rsidTr="00A6034C">
        <w:trPr>
          <w:trHeight w:val="207"/>
          <w:jc w:val="center"/>
        </w:trPr>
        <w:tc>
          <w:tcPr>
            <w:tcW w:w="3823" w:type="dxa"/>
            <w:vMerge/>
            <w:vAlign w:val="center"/>
          </w:tcPr>
          <w:p w14:paraId="30673A80" w14:textId="7428BC3A" w:rsidR="00F177CB" w:rsidRPr="00DF6DD6" w:rsidRDefault="00F177CB" w:rsidP="00F177CB">
            <w:pPr>
              <w:pStyle w:val="TAC"/>
              <w:keepNext w:val="0"/>
              <w:rPr>
                <w:lang w:eastAsia="zh-CN"/>
              </w:rPr>
            </w:pPr>
          </w:p>
        </w:tc>
        <w:tc>
          <w:tcPr>
            <w:tcW w:w="3969" w:type="dxa"/>
            <w:vMerge/>
            <w:vAlign w:val="center"/>
          </w:tcPr>
          <w:p w14:paraId="033C0404" w14:textId="77777777" w:rsidR="00F177CB" w:rsidRPr="00DF6DD6" w:rsidRDefault="00F177CB" w:rsidP="00F177CB">
            <w:pPr>
              <w:pStyle w:val="TAC"/>
              <w:keepNext w:val="0"/>
            </w:pPr>
          </w:p>
        </w:tc>
      </w:tr>
      <w:tr w:rsidR="00F55B07" w:rsidRPr="00DF6DD6" w14:paraId="54D43967" w14:textId="77777777" w:rsidTr="00A6034C">
        <w:trPr>
          <w:trHeight w:val="207"/>
          <w:jc w:val="center"/>
        </w:trPr>
        <w:tc>
          <w:tcPr>
            <w:tcW w:w="3823" w:type="dxa"/>
            <w:vMerge/>
            <w:vAlign w:val="center"/>
          </w:tcPr>
          <w:p w14:paraId="5D96950F" w14:textId="35BD2620" w:rsidR="00F177CB" w:rsidRPr="00DF6DD6" w:rsidRDefault="00F177CB" w:rsidP="00F177CB">
            <w:pPr>
              <w:pStyle w:val="TAC"/>
              <w:keepNext w:val="0"/>
              <w:rPr>
                <w:lang w:eastAsia="zh-CN"/>
              </w:rPr>
            </w:pPr>
          </w:p>
        </w:tc>
        <w:tc>
          <w:tcPr>
            <w:tcW w:w="3969" w:type="dxa"/>
            <w:vMerge/>
            <w:vAlign w:val="center"/>
          </w:tcPr>
          <w:p w14:paraId="74E155DC" w14:textId="77777777" w:rsidR="00F177CB" w:rsidRPr="00DF6DD6" w:rsidRDefault="00F177CB" w:rsidP="00F177CB">
            <w:pPr>
              <w:pStyle w:val="TAC"/>
              <w:keepNext w:val="0"/>
            </w:pPr>
          </w:p>
        </w:tc>
      </w:tr>
      <w:tr w:rsidR="00F55B07" w:rsidRPr="00DF6DD6" w14:paraId="2E4F92BF" w14:textId="77777777" w:rsidTr="00A6034C">
        <w:trPr>
          <w:trHeight w:val="207"/>
          <w:jc w:val="center"/>
        </w:trPr>
        <w:tc>
          <w:tcPr>
            <w:tcW w:w="3823" w:type="dxa"/>
            <w:vMerge/>
            <w:vAlign w:val="center"/>
          </w:tcPr>
          <w:p w14:paraId="6CAB16AE" w14:textId="4ED44588" w:rsidR="00F177CB" w:rsidRPr="00DF6DD6" w:rsidRDefault="00F177CB" w:rsidP="00F177CB">
            <w:pPr>
              <w:pStyle w:val="TAC"/>
              <w:keepNext w:val="0"/>
              <w:rPr>
                <w:lang w:eastAsia="zh-CN"/>
              </w:rPr>
            </w:pPr>
          </w:p>
        </w:tc>
        <w:tc>
          <w:tcPr>
            <w:tcW w:w="3969" w:type="dxa"/>
            <w:vMerge/>
            <w:vAlign w:val="center"/>
          </w:tcPr>
          <w:p w14:paraId="7A92117C" w14:textId="77777777" w:rsidR="00F177CB" w:rsidRPr="00DF6DD6" w:rsidRDefault="00F177CB" w:rsidP="00F177CB">
            <w:pPr>
              <w:pStyle w:val="TAC"/>
              <w:keepNext w:val="0"/>
            </w:pPr>
          </w:p>
        </w:tc>
      </w:tr>
      <w:tr w:rsidR="00F55B07" w:rsidRPr="00DF6DD6" w14:paraId="39E4CE0B" w14:textId="77777777" w:rsidTr="00A6034C">
        <w:trPr>
          <w:trHeight w:val="207"/>
          <w:jc w:val="center"/>
        </w:trPr>
        <w:tc>
          <w:tcPr>
            <w:tcW w:w="3823" w:type="dxa"/>
            <w:vMerge/>
            <w:vAlign w:val="center"/>
          </w:tcPr>
          <w:p w14:paraId="3DBD6D7F" w14:textId="6F48C4DE" w:rsidR="00F177CB" w:rsidRPr="00DF6DD6" w:rsidRDefault="00F177CB" w:rsidP="00F177CB">
            <w:pPr>
              <w:pStyle w:val="TAC"/>
              <w:keepNext w:val="0"/>
              <w:rPr>
                <w:lang w:eastAsia="zh-CN"/>
              </w:rPr>
            </w:pPr>
          </w:p>
        </w:tc>
        <w:tc>
          <w:tcPr>
            <w:tcW w:w="3969" w:type="dxa"/>
            <w:vMerge/>
            <w:vAlign w:val="center"/>
          </w:tcPr>
          <w:p w14:paraId="271E7F40" w14:textId="77777777" w:rsidR="00F177CB" w:rsidRPr="00DF6DD6" w:rsidRDefault="00F177CB" w:rsidP="00F177CB">
            <w:pPr>
              <w:pStyle w:val="TAC"/>
              <w:keepNext w:val="0"/>
            </w:pPr>
          </w:p>
        </w:tc>
      </w:tr>
      <w:tr w:rsidR="00F55B07" w:rsidRPr="00DF6DD6" w14:paraId="33923621" w14:textId="77777777" w:rsidTr="00A6034C">
        <w:trPr>
          <w:trHeight w:val="207"/>
          <w:jc w:val="center"/>
        </w:trPr>
        <w:tc>
          <w:tcPr>
            <w:tcW w:w="3823" w:type="dxa"/>
            <w:vMerge/>
            <w:vAlign w:val="center"/>
          </w:tcPr>
          <w:p w14:paraId="19C13ED6" w14:textId="0B5D0466" w:rsidR="00F177CB" w:rsidRPr="00DF6DD6" w:rsidRDefault="00F177CB" w:rsidP="00F177CB">
            <w:pPr>
              <w:pStyle w:val="TAC"/>
              <w:keepNext w:val="0"/>
              <w:rPr>
                <w:lang w:eastAsia="zh-CN"/>
              </w:rPr>
            </w:pPr>
          </w:p>
        </w:tc>
        <w:tc>
          <w:tcPr>
            <w:tcW w:w="3969" w:type="dxa"/>
            <w:vMerge/>
            <w:vAlign w:val="center"/>
          </w:tcPr>
          <w:p w14:paraId="25944C1E" w14:textId="77777777" w:rsidR="00F177CB" w:rsidRPr="00DF6DD6" w:rsidRDefault="00F177CB" w:rsidP="00F177CB">
            <w:pPr>
              <w:pStyle w:val="TAC"/>
              <w:keepNext w:val="0"/>
            </w:pPr>
          </w:p>
        </w:tc>
      </w:tr>
      <w:tr w:rsidR="00F55B07" w:rsidRPr="00DF6DD6" w14:paraId="42981838" w14:textId="77777777" w:rsidTr="00A6034C">
        <w:trPr>
          <w:trHeight w:val="207"/>
          <w:jc w:val="center"/>
        </w:trPr>
        <w:tc>
          <w:tcPr>
            <w:tcW w:w="3823" w:type="dxa"/>
            <w:vMerge/>
            <w:vAlign w:val="center"/>
          </w:tcPr>
          <w:p w14:paraId="0B3357D9" w14:textId="08D8B62D" w:rsidR="00F177CB" w:rsidRPr="00DF6DD6" w:rsidRDefault="00F177CB" w:rsidP="00F177CB">
            <w:pPr>
              <w:pStyle w:val="TAC"/>
              <w:keepNext w:val="0"/>
              <w:rPr>
                <w:lang w:eastAsia="zh-CN"/>
              </w:rPr>
            </w:pPr>
          </w:p>
        </w:tc>
        <w:tc>
          <w:tcPr>
            <w:tcW w:w="3969" w:type="dxa"/>
            <w:vMerge/>
            <w:vAlign w:val="center"/>
          </w:tcPr>
          <w:p w14:paraId="4BBDDABA" w14:textId="77777777" w:rsidR="00F177CB" w:rsidRPr="00DF6DD6" w:rsidRDefault="00F177CB" w:rsidP="00F177CB">
            <w:pPr>
              <w:pStyle w:val="TAC"/>
              <w:keepNext w:val="0"/>
            </w:pPr>
          </w:p>
        </w:tc>
      </w:tr>
      <w:tr w:rsidR="00F55B07" w:rsidRPr="00DF6DD6" w14:paraId="2E1B2F18" w14:textId="77777777" w:rsidTr="00A6034C">
        <w:trPr>
          <w:trHeight w:val="207"/>
          <w:jc w:val="center"/>
        </w:trPr>
        <w:tc>
          <w:tcPr>
            <w:tcW w:w="3823" w:type="dxa"/>
            <w:vMerge/>
            <w:vAlign w:val="center"/>
          </w:tcPr>
          <w:p w14:paraId="5FE5E4B9" w14:textId="678F3CE3" w:rsidR="00F177CB" w:rsidRPr="00DF6DD6" w:rsidRDefault="00F177CB" w:rsidP="00F177CB">
            <w:pPr>
              <w:pStyle w:val="TAC"/>
              <w:keepNext w:val="0"/>
            </w:pPr>
          </w:p>
        </w:tc>
        <w:tc>
          <w:tcPr>
            <w:tcW w:w="3969" w:type="dxa"/>
            <w:vMerge/>
            <w:vAlign w:val="center"/>
          </w:tcPr>
          <w:p w14:paraId="118478E2" w14:textId="77777777" w:rsidR="00F177CB" w:rsidRPr="00DF6DD6" w:rsidRDefault="00F177CB" w:rsidP="00F177CB">
            <w:pPr>
              <w:pStyle w:val="TAC"/>
              <w:keepNext w:val="0"/>
            </w:pPr>
          </w:p>
        </w:tc>
      </w:tr>
      <w:tr w:rsidR="00F55B07" w:rsidRPr="00DF6DD6" w14:paraId="240D0598" w14:textId="77777777" w:rsidTr="00A6034C">
        <w:trPr>
          <w:trHeight w:val="207"/>
          <w:jc w:val="center"/>
        </w:trPr>
        <w:tc>
          <w:tcPr>
            <w:tcW w:w="3823" w:type="dxa"/>
            <w:vMerge/>
            <w:vAlign w:val="center"/>
          </w:tcPr>
          <w:p w14:paraId="63EA7D77" w14:textId="731DB817" w:rsidR="00F177CB" w:rsidRPr="00DF6DD6" w:rsidRDefault="00F177CB" w:rsidP="00F177CB">
            <w:pPr>
              <w:pStyle w:val="TAC"/>
              <w:keepNext w:val="0"/>
            </w:pPr>
          </w:p>
        </w:tc>
        <w:tc>
          <w:tcPr>
            <w:tcW w:w="3969" w:type="dxa"/>
            <w:vMerge/>
            <w:vAlign w:val="center"/>
          </w:tcPr>
          <w:p w14:paraId="35DC1E97" w14:textId="77777777" w:rsidR="00F177CB" w:rsidRPr="00DF6DD6" w:rsidRDefault="00F177CB" w:rsidP="00F177CB">
            <w:pPr>
              <w:pStyle w:val="TAC"/>
              <w:keepNext w:val="0"/>
            </w:pPr>
          </w:p>
        </w:tc>
      </w:tr>
      <w:tr w:rsidR="00F55B07" w:rsidRPr="00DF6DD6" w14:paraId="5599303B" w14:textId="77777777" w:rsidTr="00A6034C">
        <w:trPr>
          <w:trHeight w:val="207"/>
          <w:jc w:val="center"/>
        </w:trPr>
        <w:tc>
          <w:tcPr>
            <w:tcW w:w="3823" w:type="dxa"/>
            <w:vMerge/>
            <w:vAlign w:val="center"/>
          </w:tcPr>
          <w:p w14:paraId="229C647F" w14:textId="46DE5540" w:rsidR="00F177CB" w:rsidRPr="00DF6DD6" w:rsidRDefault="00F177CB" w:rsidP="00F177CB">
            <w:pPr>
              <w:pStyle w:val="TAC"/>
              <w:keepNext w:val="0"/>
            </w:pPr>
          </w:p>
        </w:tc>
        <w:tc>
          <w:tcPr>
            <w:tcW w:w="3969" w:type="dxa"/>
            <w:vMerge/>
            <w:vAlign w:val="center"/>
          </w:tcPr>
          <w:p w14:paraId="64C83287" w14:textId="77777777" w:rsidR="00F177CB" w:rsidRPr="00DF6DD6" w:rsidRDefault="00F177CB" w:rsidP="00F177CB">
            <w:pPr>
              <w:pStyle w:val="TAC"/>
              <w:keepNext w:val="0"/>
            </w:pPr>
          </w:p>
        </w:tc>
      </w:tr>
      <w:tr w:rsidR="00F55B07" w:rsidRPr="00DF6DD6" w14:paraId="1D6508C0" w14:textId="77777777" w:rsidTr="00A6034C">
        <w:trPr>
          <w:trHeight w:val="207"/>
          <w:jc w:val="center"/>
        </w:trPr>
        <w:tc>
          <w:tcPr>
            <w:tcW w:w="3823" w:type="dxa"/>
            <w:vMerge/>
            <w:vAlign w:val="center"/>
          </w:tcPr>
          <w:p w14:paraId="70DC22B2" w14:textId="561C4229" w:rsidR="00F177CB" w:rsidRPr="00DF6DD6" w:rsidRDefault="00F177CB" w:rsidP="00F177CB">
            <w:pPr>
              <w:pStyle w:val="TAC"/>
              <w:keepNext w:val="0"/>
            </w:pPr>
          </w:p>
        </w:tc>
        <w:tc>
          <w:tcPr>
            <w:tcW w:w="3969" w:type="dxa"/>
            <w:vMerge/>
            <w:vAlign w:val="center"/>
          </w:tcPr>
          <w:p w14:paraId="482BE9A5" w14:textId="77777777" w:rsidR="00F177CB" w:rsidRPr="00DF6DD6" w:rsidRDefault="00F177CB" w:rsidP="00F177CB">
            <w:pPr>
              <w:pStyle w:val="TAC"/>
              <w:keepNext w:val="0"/>
            </w:pPr>
          </w:p>
        </w:tc>
      </w:tr>
      <w:tr w:rsidR="00F55B07" w:rsidRPr="00DF6DD6" w14:paraId="70DED52E" w14:textId="77777777" w:rsidTr="00A6034C">
        <w:trPr>
          <w:trHeight w:val="207"/>
          <w:jc w:val="center"/>
        </w:trPr>
        <w:tc>
          <w:tcPr>
            <w:tcW w:w="3823" w:type="dxa"/>
            <w:vMerge w:val="restart"/>
            <w:vAlign w:val="center"/>
          </w:tcPr>
          <w:p w14:paraId="05CDE933" w14:textId="77777777"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8</w:t>
            </w:r>
            <w:r w:rsidRPr="00DF6DD6">
              <w:t>A-n257A</w:t>
            </w:r>
          </w:p>
          <w:p w14:paraId="4777F489" w14:textId="77777777"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8</w:t>
            </w:r>
            <w:r w:rsidRPr="00DF6DD6">
              <w:t>A-n257</w:t>
            </w:r>
            <w:r w:rsidRPr="00DF6DD6">
              <w:rPr>
                <w:lang w:val="en-US" w:eastAsia="zh-CN"/>
              </w:rPr>
              <w:t>D</w:t>
            </w:r>
          </w:p>
          <w:p w14:paraId="5FED0FA6" w14:textId="77777777"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8</w:t>
            </w:r>
            <w:r w:rsidRPr="00DF6DD6">
              <w:t>A-n257</w:t>
            </w:r>
            <w:r w:rsidRPr="00DF6DD6">
              <w:rPr>
                <w:lang w:val="en-US" w:eastAsia="zh-CN"/>
              </w:rPr>
              <w:t>E</w:t>
            </w:r>
          </w:p>
          <w:p w14:paraId="247E3204" w14:textId="77777777"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8</w:t>
            </w:r>
            <w:r w:rsidRPr="00DF6DD6">
              <w:t>A-n257</w:t>
            </w:r>
            <w:r w:rsidRPr="00DF6DD6">
              <w:rPr>
                <w:lang w:val="en-US" w:eastAsia="zh-CN"/>
              </w:rPr>
              <w:t>F</w:t>
            </w:r>
          </w:p>
          <w:p w14:paraId="18518DB6"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8</w:t>
            </w:r>
            <w:r w:rsidRPr="00DF6DD6">
              <w:t>A-n257</w:t>
            </w:r>
            <w:r w:rsidRPr="00DF6DD6">
              <w:rPr>
                <w:rFonts w:hint="eastAsia"/>
                <w:lang w:val="en-US" w:eastAsia="zh-CN"/>
              </w:rPr>
              <w:t>G</w:t>
            </w:r>
          </w:p>
          <w:p w14:paraId="0BB632D2"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8</w:t>
            </w:r>
            <w:r w:rsidRPr="00DF6DD6">
              <w:t>A-n257</w:t>
            </w:r>
            <w:r w:rsidRPr="00DF6DD6">
              <w:rPr>
                <w:rFonts w:hint="eastAsia"/>
                <w:lang w:val="en-US" w:eastAsia="zh-CN"/>
              </w:rPr>
              <w:t>H</w:t>
            </w:r>
          </w:p>
          <w:p w14:paraId="67C86280"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8</w:t>
            </w:r>
            <w:r w:rsidRPr="00DF6DD6">
              <w:t>A-n257</w:t>
            </w:r>
            <w:r w:rsidRPr="00DF6DD6">
              <w:rPr>
                <w:rFonts w:hint="eastAsia"/>
                <w:lang w:val="en-US" w:eastAsia="zh-CN"/>
              </w:rPr>
              <w:t>I</w:t>
            </w:r>
          </w:p>
          <w:p w14:paraId="0D77BBE5"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8</w:t>
            </w:r>
            <w:r w:rsidRPr="00DF6DD6">
              <w:t>A-n257</w:t>
            </w:r>
            <w:r w:rsidRPr="00DF6DD6">
              <w:rPr>
                <w:rFonts w:hint="eastAsia"/>
                <w:lang w:val="en-US" w:eastAsia="zh-CN"/>
              </w:rPr>
              <w:t>J</w:t>
            </w:r>
          </w:p>
          <w:p w14:paraId="456FE92D"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8</w:t>
            </w:r>
            <w:r w:rsidRPr="00DF6DD6">
              <w:t>A-n257</w:t>
            </w:r>
            <w:r w:rsidRPr="00DF6DD6">
              <w:rPr>
                <w:rFonts w:hint="eastAsia"/>
                <w:lang w:val="en-US" w:eastAsia="zh-CN"/>
              </w:rPr>
              <w:t>K</w:t>
            </w:r>
          </w:p>
          <w:p w14:paraId="71514AE5"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8</w:t>
            </w:r>
            <w:r w:rsidRPr="00DF6DD6">
              <w:t>A-n257</w:t>
            </w:r>
            <w:r w:rsidRPr="00DF6DD6">
              <w:rPr>
                <w:rFonts w:hint="eastAsia"/>
                <w:lang w:val="en-US" w:eastAsia="zh-CN"/>
              </w:rPr>
              <w:t>L</w:t>
            </w:r>
          </w:p>
          <w:p w14:paraId="56B33471"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8</w:t>
            </w:r>
            <w:r w:rsidRPr="00DF6DD6">
              <w:t>A-n257</w:t>
            </w:r>
            <w:r w:rsidRPr="00DF6DD6">
              <w:rPr>
                <w:rFonts w:hint="eastAsia"/>
                <w:lang w:val="en-US" w:eastAsia="zh-CN"/>
              </w:rPr>
              <w:t>M</w:t>
            </w:r>
          </w:p>
          <w:p w14:paraId="33EFB9A1" w14:textId="77777777"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8C</w:t>
            </w:r>
            <w:r w:rsidRPr="00DF6DD6">
              <w:t>-n257A</w:t>
            </w:r>
          </w:p>
          <w:p w14:paraId="0EB12285" w14:textId="77777777" w:rsidR="00F177CB" w:rsidRPr="00DF6DD6" w:rsidRDefault="00F177CB" w:rsidP="00F177CB">
            <w:pPr>
              <w:pStyle w:val="TAC"/>
              <w:keepNext w:val="0"/>
              <w:rPr>
                <w:lang w:val="fi-FI"/>
              </w:rPr>
            </w:pPr>
            <w:r w:rsidRPr="00DF6DD6">
              <w:rPr>
                <w:lang w:val="fi-FI" w:eastAsia="zh-CN"/>
              </w:rPr>
              <w:t>DC</w:t>
            </w:r>
            <w:r w:rsidRPr="00DF6DD6">
              <w:rPr>
                <w:lang w:val="fi-FI"/>
              </w:rPr>
              <w:t>_n7</w:t>
            </w:r>
            <w:r w:rsidRPr="00DF6DD6">
              <w:rPr>
                <w:lang w:val="fi-FI" w:eastAsia="zh-CN"/>
              </w:rPr>
              <w:t>8C</w:t>
            </w:r>
            <w:r w:rsidRPr="00DF6DD6">
              <w:rPr>
                <w:lang w:val="fi-FI"/>
              </w:rPr>
              <w:t>-n257</w:t>
            </w:r>
            <w:r w:rsidRPr="00DF6DD6">
              <w:rPr>
                <w:lang w:val="fi-FI" w:eastAsia="zh-CN"/>
              </w:rPr>
              <w:t>D</w:t>
            </w:r>
          </w:p>
          <w:p w14:paraId="3C85F14D" w14:textId="77777777" w:rsidR="00F177CB" w:rsidRPr="00DF6DD6" w:rsidRDefault="00F177CB" w:rsidP="00F177CB">
            <w:pPr>
              <w:pStyle w:val="TAC"/>
              <w:keepNext w:val="0"/>
              <w:rPr>
                <w:lang w:val="fi-FI"/>
              </w:rPr>
            </w:pPr>
            <w:r w:rsidRPr="00DF6DD6">
              <w:rPr>
                <w:lang w:val="fi-FI" w:eastAsia="zh-CN"/>
              </w:rPr>
              <w:t>DC</w:t>
            </w:r>
            <w:r w:rsidRPr="00DF6DD6">
              <w:rPr>
                <w:lang w:val="fi-FI"/>
              </w:rPr>
              <w:t>_n7</w:t>
            </w:r>
            <w:r w:rsidRPr="00DF6DD6">
              <w:rPr>
                <w:lang w:val="fi-FI" w:eastAsia="zh-CN"/>
              </w:rPr>
              <w:t>8C</w:t>
            </w:r>
            <w:r w:rsidRPr="00DF6DD6">
              <w:rPr>
                <w:lang w:val="fi-FI"/>
              </w:rPr>
              <w:t>-n257</w:t>
            </w:r>
            <w:r w:rsidRPr="00DF6DD6">
              <w:rPr>
                <w:lang w:val="fi-FI" w:eastAsia="zh-CN"/>
              </w:rPr>
              <w:t>E</w:t>
            </w:r>
          </w:p>
          <w:p w14:paraId="480D724F" w14:textId="7986FE85"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8C</w:t>
            </w:r>
            <w:r w:rsidRPr="00DF6DD6">
              <w:t>-n257</w:t>
            </w:r>
            <w:r w:rsidRPr="00DF6DD6">
              <w:rPr>
                <w:lang w:val="en-US" w:eastAsia="zh-CN"/>
              </w:rPr>
              <w:t>F</w:t>
            </w:r>
          </w:p>
        </w:tc>
        <w:tc>
          <w:tcPr>
            <w:tcW w:w="3969" w:type="dxa"/>
            <w:vMerge w:val="restart"/>
            <w:vAlign w:val="center"/>
          </w:tcPr>
          <w:p w14:paraId="46E72241"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lang w:val="en-US" w:eastAsia="zh-CN"/>
              </w:rPr>
              <w:t>8</w:t>
            </w:r>
            <w:r w:rsidRPr="00DF6DD6">
              <w:t>A-n257A</w:t>
            </w:r>
          </w:p>
        </w:tc>
      </w:tr>
      <w:tr w:rsidR="00F55B07" w:rsidRPr="00DF6DD6" w14:paraId="4B1441B4" w14:textId="77777777" w:rsidTr="00A6034C">
        <w:trPr>
          <w:trHeight w:val="207"/>
          <w:jc w:val="center"/>
        </w:trPr>
        <w:tc>
          <w:tcPr>
            <w:tcW w:w="3823" w:type="dxa"/>
            <w:vMerge/>
            <w:vAlign w:val="center"/>
          </w:tcPr>
          <w:p w14:paraId="2FA52672" w14:textId="40EF050C" w:rsidR="00F177CB" w:rsidRPr="00DF6DD6" w:rsidRDefault="00F177CB" w:rsidP="00F177CB">
            <w:pPr>
              <w:pStyle w:val="TAC"/>
              <w:keepNext w:val="0"/>
            </w:pPr>
          </w:p>
        </w:tc>
        <w:tc>
          <w:tcPr>
            <w:tcW w:w="3969" w:type="dxa"/>
            <w:vMerge/>
            <w:vAlign w:val="center"/>
          </w:tcPr>
          <w:p w14:paraId="6DC0AA12" w14:textId="77777777" w:rsidR="00F177CB" w:rsidRPr="00DF6DD6" w:rsidRDefault="00F177CB" w:rsidP="00F177CB">
            <w:pPr>
              <w:pStyle w:val="TAC"/>
              <w:keepNext w:val="0"/>
            </w:pPr>
          </w:p>
        </w:tc>
      </w:tr>
      <w:tr w:rsidR="00F55B07" w:rsidRPr="00DF6DD6" w14:paraId="650F051B" w14:textId="77777777" w:rsidTr="00A6034C">
        <w:trPr>
          <w:trHeight w:val="207"/>
          <w:jc w:val="center"/>
        </w:trPr>
        <w:tc>
          <w:tcPr>
            <w:tcW w:w="3823" w:type="dxa"/>
            <w:vMerge/>
            <w:vAlign w:val="center"/>
          </w:tcPr>
          <w:p w14:paraId="63296D3B" w14:textId="64C7CC64" w:rsidR="00F177CB" w:rsidRPr="00DF6DD6" w:rsidRDefault="00F177CB" w:rsidP="00F177CB">
            <w:pPr>
              <w:pStyle w:val="TAC"/>
              <w:keepNext w:val="0"/>
            </w:pPr>
          </w:p>
        </w:tc>
        <w:tc>
          <w:tcPr>
            <w:tcW w:w="3969" w:type="dxa"/>
            <w:vMerge/>
            <w:vAlign w:val="center"/>
          </w:tcPr>
          <w:p w14:paraId="47505E47" w14:textId="77777777" w:rsidR="00F177CB" w:rsidRPr="00DF6DD6" w:rsidRDefault="00F177CB" w:rsidP="00F177CB">
            <w:pPr>
              <w:pStyle w:val="TAC"/>
              <w:keepNext w:val="0"/>
            </w:pPr>
          </w:p>
        </w:tc>
      </w:tr>
      <w:tr w:rsidR="00F55B07" w:rsidRPr="00DF6DD6" w14:paraId="3B6E3678" w14:textId="77777777" w:rsidTr="00A6034C">
        <w:trPr>
          <w:trHeight w:val="207"/>
          <w:jc w:val="center"/>
        </w:trPr>
        <w:tc>
          <w:tcPr>
            <w:tcW w:w="3823" w:type="dxa"/>
            <w:vMerge/>
            <w:vAlign w:val="center"/>
          </w:tcPr>
          <w:p w14:paraId="0C43BB5F" w14:textId="2F062A71" w:rsidR="00F177CB" w:rsidRPr="00DF6DD6" w:rsidRDefault="00F177CB" w:rsidP="00F177CB">
            <w:pPr>
              <w:pStyle w:val="TAC"/>
              <w:keepNext w:val="0"/>
            </w:pPr>
          </w:p>
        </w:tc>
        <w:tc>
          <w:tcPr>
            <w:tcW w:w="3969" w:type="dxa"/>
            <w:vMerge/>
            <w:vAlign w:val="center"/>
          </w:tcPr>
          <w:p w14:paraId="1D77E7D5" w14:textId="77777777" w:rsidR="00F177CB" w:rsidRPr="00DF6DD6" w:rsidRDefault="00F177CB" w:rsidP="00F177CB">
            <w:pPr>
              <w:pStyle w:val="TAC"/>
              <w:keepNext w:val="0"/>
            </w:pPr>
          </w:p>
        </w:tc>
      </w:tr>
      <w:tr w:rsidR="00F55B07" w:rsidRPr="00DF6DD6" w14:paraId="7E5A65AE" w14:textId="77777777" w:rsidTr="00A6034C">
        <w:trPr>
          <w:trHeight w:val="207"/>
          <w:jc w:val="center"/>
        </w:trPr>
        <w:tc>
          <w:tcPr>
            <w:tcW w:w="3823" w:type="dxa"/>
            <w:vMerge/>
            <w:vAlign w:val="center"/>
          </w:tcPr>
          <w:p w14:paraId="0E2C6BCB" w14:textId="734EFC40" w:rsidR="00F177CB" w:rsidRPr="00DF6DD6" w:rsidRDefault="00F177CB" w:rsidP="00F177CB">
            <w:pPr>
              <w:pStyle w:val="TAC"/>
              <w:keepNext w:val="0"/>
              <w:rPr>
                <w:lang w:eastAsia="zh-CN"/>
              </w:rPr>
            </w:pPr>
          </w:p>
        </w:tc>
        <w:tc>
          <w:tcPr>
            <w:tcW w:w="3969" w:type="dxa"/>
            <w:vMerge/>
            <w:vAlign w:val="center"/>
          </w:tcPr>
          <w:p w14:paraId="59300830" w14:textId="77777777" w:rsidR="00F177CB" w:rsidRPr="00DF6DD6" w:rsidRDefault="00F177CB" w:rsidP="00F177CB">
            <w:pPr>
              <w:pStyle w:val="TAC"/>
              <w:keepNext w:val="0"/>
            </w:pPr>
          </w:p>
        </w:tc>
      </w:tr>
      <w:tr w:rsidR="00F55B07" w:rsidRPr="00DF6DD6" w14:paraId="63148B46" w14:textId="77777777" w:rsidTr="00A6034C">
        <w:trPr>
          <w:trHeight w:val="207"/>
          <w:jc w:val="center"/>
        </w:trPr>
        <w:tc>
          <w:tcPr>
            <w:tcW w:w="3823" w:type="dxa"/>
            <w:vMerge/>
            <w:vAlign w:val="center"/>
          </w:tcPr>
          <w:p w14:paraId="6CFBAE4F" w14:textId="389534F2" w:rsidR="00F177CB" w:rsidRPr="00DF6DD6" w:rsidRDefault="00F177CB" w:rsidP="00F177CB">
            <w:pPr>
              <w:pStyle w:val="TAC"/>
              <w:keepNext w:val="0"/>
              <w:rPr>
                <w:lang w:eastAsia="zh-CN"/>
              </w:rPr>
            </w:pPr>
          </w:p>
        </w:tc>
        <w:tc>
          <w:tcPr>
            <w:tcW w:w="3969" w:type="dxa"/>
            <w:vMerge/>
            <w:vAlign w:val="center"/>
          </w:tcPr>
          <w:p w14:paraId="0E5AEE56" w14:textId="77777777" w:rsidR="00F177CB" w:rsidRPr="00DF6DD6" w:rsidRDefault="00F177CB" w:rsidP="00F177CB">
            <w:pPr>
              <w:pStyle w:val="TAC"/>
              <w:keepNext w:val="0"/>
            </w:pPr>
          </w:p>
        </w:tc>
      </w:tr>
      <w:tr w:rsidR="00F55B07" w:rsidRPr="00DF6DD6" w14:paraId="34813930" w14:textId="77777777" w:rsidTr="00A6034C">
        <w:trPr>
          <w:trHeight w:val="207"/>
          <w:jc w:val="center"/>
        </w:trPr>
        <w:tc>
          <w:tcPr>
            <w:tcW w:w="3823" w:type="dxa"/>
            <w:vMerge/>
            <w:vAlign w:val="center"/>
          </w:tcPr>
          <w:p w14:paraId="262FD9F1" w14:textId="6C171180" w:rsidR="00F177CB" w:rsidRPr="00DF6DD6" w:rsidRDefault="00F177CB" w:rsidP="00F177CB">
            <w:pPr>
              <w:pStyle w:val="TAC"/>
              <w:keepNext w:val="0"/>
              <w:rPr>
                <w:lang w:eastAsia="zh-CN"/>
              </w:rPr>
            </w:pPr>
          </w:p>
        </w:tc>
        <w:tc>
          <w:tcPr>
            <w:tcW w:w="3969" w:type="dxa"/>
            <w:vMerge/>
            <w:vAlign w:val="center"/>
          </w:tcPr>
          <w:p w14:paraId="14C8C067" w14:textId="77777777" w:rsidR="00F177CB" w:rsidRPr="00DF6DD6" w:rsidRDefault="00F177CB" w:rsidP="00F177CB">
            <w:pPr>
              <w:pStyle w:val="TAC"/>
              <w:keepNext w:val="0"/>
            </w:pPr>
          </w:p>
        </w:tc>
      </w:tr>
      <w:tr w:rsidR="00F55B07" w:rsidRPr="00DF6DD6" w14:paraId="2C8329F0" w14:textId="77777777" w:rsidTr="00A6034C">
        <w:trPr>
          <w:trHeight w:val="207"/>
          <w:jc w:val="center"/>
        </w:trPr>
        <w:tc>
          <w:tcPr>
            <w:tcW w:w="3823" w:type="dxa"/>
            <w:vMerge/>
            <w:vAlign w:val="center"/>
          </w:tcPr>
          <w:p w14:paraId="5C7BAD3E" w14:textId="33136B94" w:rsidR="00F177CB" w:rsidRPr="00DF6DD6" w:rsidRDefault="00F177CB" w:rsidP="00F177CB">
            <w:pPr>
              <w:pStyle w:val="TAC"/>
              <w:keepNext w:val="0"/>
              <w:rPr>
                <w:lang w:eastAsia="zh-CN"/>
              </w:rPr>
            </w:pPr>
          </w:p>
        </w:tc>
        <w:tc>
          <w:tcPr>
            <w:tcW w:w="3969" w:type="dxa"/>
            <w:vMerge/>
            <w:vAlign w:val="center"/>
          </w:tcPr>
          <w:p w14:paraId="0FB21651" w14:textId="77777777" w:rsidR="00F177CB" w:rsidRPr="00DF6DD6" w:rsidRDefault="00F177CB" w:rsidP="00F177CB">
            <w:pPr>
              <w:pStyle w:val="TAC"/>
              <w:keepNext w:val="0"/>
            </w:pPr>
          </w:p>
        </w:tc>
      </w:tr>
      <w:tr w:rsidR="00F55B07" w:rsidRPr="00DF6DD6" w14:paraId="03ED7E98" w14:textId="77777777" w:rsidTr="00A6034C">
        <w:trPr>
          <w:trHeight w:val="207"/>
          <w:jc w:val="center"/>
        </w:trPr>
        <w:tc>
          <w:tcPr>
            <w:tcW w:w="3823" w:type="dxa"/>
            <w:vMerge/>
            <w:vAlign w:val="center"/>
          </w:tcPr>
          <w:p w14:paraId="3EECB880" w14:textId="3CC038CF" w:rsidR="00F177CB" w:rsidRPr="00DF6DD6" w:rsidRDefault="00F177CB" w:rsidP="00F177CB">
            <w:pPr>
              <w:pStyle w:val="TAC"/>
              <w:keepNext w:val="0"/>
              <w:rPr>
                <w:lang w:eastAsia="zh-CN"/>
              </w:rPr>
            </w:pPr>
          </w:p>
        </w:tc>
        <w:tc>
          <w:tcPr>
            <w:tcW w:w="3969" w:type="dxa"/>
            <w:vMerge/>
            <w:vAlign w:val="center"/>
          </w:tcPr>
          <w:p w14:paraId="1A6ED7F3" w14:textId="77777777" w:rsidR="00F177CB" w:rsidRPr="00DF6DD6" w:rsidRDefault="00F177CB" w:rsidP="00F177CB">
            <w:pPr>
              <w:pStyle w:val="TAC"/>
              <w:keepNext w:val="0"/>
            </w:pPr>
          </w:p>
        </w:tc>
      </w:tr>
      <w:tr w:rsidR="00F55B07" w:rsidRPr="00DF6DD6" w14:paraId="79A9B9C7" w14:textId="77777777" w:rsidTr="00A6034C">
        <w:trPr>
          <w:trHeight w:val="207"/>
          <w:jc w:val="center"/>
        </w:trPr>
        <w:tc>
          <w:tcPr>
            <w:tcW w:w="3823" w:type="dxa"/>
            <w:vMerge/>
            <w:vAlign w:val="center"/>
          </w:tcPr>
          <w:p w14:paraId="491E3D66" w14:textId="1A39D1CC" w:rsidR="00F177CB" w:rsidRPr="00DF6DD6" w:rsidRDefault="00F177CB" w:rsidP="00F177CB">
            <w:pPr>
              <w:pStyle w:val="TAC"/>
              <w:keepNext w:val="0"/>
              <w:rPr>
                <w:lang w:eastAsia="zh-CN"/>
              </w:rPr>
            </w:pPr>
          </w:p>
        </w:tc>
        <w:tc>
          <w:tcPr>
            <w:tcW w:w="3969" w:type="dxa"/>
            <w:vMerge/>
            <w:vAlign w:val="center"/>
          </w:tcPr>
          <w:p w14:paraId="28264407" w14:textId="77777777" w:rsidR="00F177CB" w:rsidRPr="00DF6DD6" w:rsidRDefault="00F177CB" w:rsidP="00F177CB">
            <w:pPr>
              <w:pStyle w:val="TAC"/>
              <w:keepNext w:val="0"/>
            </w:pPr>
          </w:p>
        </w:tc>
      </w:tr>
      <w:tr w:rsidR="00F55B07" w:rsidRPr="00DF6DD6" w14:paraId="15E00823" w14:textId="77777777" w:rsidTr="00A6034C">
        <w:trPr>
          <w:trHeight w:val="207"/>
          <w:jc w:val="center"/>
        </w:trPr>
        <w:tc>
          <w:tcPr>
            <w:tcW w:w="3823" w:type="dxa"/>
            <w:vMerge/>
            <w:vAlign w:val="center"/>
          </w:tcPr>
          <w:p w14:paraId="7F4911FB" w14:textId="6EC5F697" w:rsidR="00F177CB" w:rsidRPr="00DF6DD6" w:rsidRDefault="00F177CB" w:rsidP="00F177CB">
            <w:pPr>
              <w:pStyle w:val="TAC"/>
              <w:keepNext w:val="0"/>
              <w:rPr>
                <w:lang w:eastAsia="zh-CN"/>
              </w:rPr>
            </w:pPr>
          </w:p>
        </w:tc>
        <w:tc>
          <w:tcPr>
            <w:tcW w:w="3969" w:type="dxa"/>
            <w:vMerge/>
            <w:vAlign w:val="center"/>
          </w:tcPr>
          <w:p w14:paraId="3143D2C7" w14:textId="77777777" w:rsidR="00F177CB" w:rsidRPr="00DF6DD6" w:rsidRDefault="00F177CB" w:rsidP="00F177CB">
            <w:pPr>
              <w:pStyle w:val="TAC"/>
              <w:keepNext w:val="0"/>
            </w:pPr>
          </w:p>
        </w:tc>
      </w:tr>
      <w:tr w:rsidR="00F55B07" w:rsidRPr="00DF6DD6" w14:paraId="698FCAF7" w14:textId="77777777" w:rsidTr="00A6034C">
        <w:trPr>
          <w:trHeight w:val="207"/>
          <w:jc w:val="center"/>
        </w:trPr>
        <w:tc>
          <w:tcPr>
            <w:tcW w:w="3823" w:type="dxa"/>
            <w:vMerge/>
            <w:vAlign w:val="center"/>
          </w:tcPr>
          <w:p w14:paraId="4EA4E80D" w14:textId="749F38CD" w:rsidR="00F177CB" w:rsidRPr="00DF6DD6" w:rsidRDefault="00F177CB" w:rsidP="00F177CB">
            <w:pPr>
              <w:pStyle w:val="TAC"/>
              <w:keepNext w:val="0"/>
            </w:pPr>
          </w:p>
        </w:tc>
        <w:tc>
          <w:tcPr>
            <w:tcW w:w="3969" w:type="dxa"/>
            <w:vMerge/>
            <w:vAlign w:val="center"/>
          </w:tcPr>
          <w:p w14:paraId="2767238D" w14:textId="77777777" w:rsidR="00F177CB" w:rsidRPr="00DF6DD6" w:rsidRDefault="00F177CB" w:rsidP="00F177CB">
            <w:pPr>
              <w:pStyle w:val="TAC"/>
              <w:keepNext w:val="0"/>
            </w:pPr>
          </w:p>
        </w:tc>
      </w:tr>
      <w:tr w:rsidR="00F55B07" w:rsidRPr="00DF6DD6" w14:paraId="4DDBBA8D" w14:textId="77777777" w:rsidTr="00A6034C">
        <w:trPr>
          <w:trHeight w:val="207"/>
          <w:jc w:val="center"/>
        </w:trPr>
        <w:tc>
          <w:tcPr>
            <w:tcW w:w="3823" w:type="dxa"/>
            <w:vMerge/>
            <w:vAlign w:val="center"/>
          </w:tcPr>
          <w:p w14:paraId="4C6A4A0F" w14:textId="34DA9941" w:rsidR="00F177CB" w:rsidRPr="00DF6DD6" w:rsidRDefault="00F177CB" w:rsidP="00F177CB">
            <w:pPr>
              <w:pStyle w:val="TAC"/>
              <w:keepNext w:val="0"/>
            </w:pPr>
          </w:p>
        </w:tc>
        <w:tc>
          <w:tcPr>
            <w:tcW w:w="3969" w:type="dxa"/>
            <w:vMerge/>
            <w:vAlign w:val="center"/>
          </w:tcPr>
          <w:p w14:paraId="24A8039B" w14:textId="77777777" w:rsidR="00F177CB" w:rsidRPr="00DF6DD6" w:rsidRDefault="00F177CB" w:rsidP="00F177CB">
            <w:pPr>
              <w:pStyle w:val="TAC"/>
              <w:keepNext w:val="0"/>
            </w:pPr>
          </w:p>
        </w:tc>
      </w:tr>
      <w:tr w:rsidR="00F55B07" w:rsidRPr="00DF6DD6" w14:paraId="1C711DAC" w14:textId="77777777" w:rsidTr="00A6034C">
        <w:trPr>
          <w:trHeight w:val="207"/>
          <w:jc w:val="center"/>
        </w:trPr>
        <w:tc>
          <w:tcPr>
            <w:tcW w:w="3823" w:type="dxa"/>
            <w:vMerge/>
            <w:vAlign w:val="center"/>
          </w:tcPr>
          <w:p w14:paraId="01909E13" w14:textId="64A211EB" w:rsidR="00F177CB" w:rsidRPr="00DF6DD6" w:rsidRDefault="00F177CB" w:rsidP="00F177CB">
            <w:pPr>
              <w:pStyle w:val="TAC"/>
              <w:keepNext w:val="0"/>
            </w:pPr>
          </w:p>
        </w:tc>
        <w:tc>
          <w:tcPr>
            <w:tcW w:w="3969" w:type="dxa"/>
            <w:vMerge/>
            <w:vAlign w:val="center"/>
          </w:tcPr>
          <w:p w14:paraId="240CF321" w14:textId="77777777" w:rsidR="00F177CB" w:rsidRPr="00DF6DD6" w:rsidRDefault="00F177CB" w:rsidP="00F177CB">
            <w:pPr>
              <w:pStyle w:val="TAC"/>
              <w:keepNext w:val="0"/>
            </w:pPr>
          </w:p>
        </w:tc>
      </w:tr>
      <w:tr w:rsidR="00F55B07" w:rsidRPr="00DF6DD6" w14:paraId="46ABD182" w14:textId="77777777" w:rsidTr="00A6034C">
        <w:trPr>
          <w:trHeight w:val="207"/>
          <w:jc w:val="center"/>
        </w:trPr>
        <w:tc>
          <w:tcPr>
            <w:tcW w:w="3823" w:type="dxa"/>
            <w:vMerge/>
            <w:vAlign w:val="center"/>
          </w:tcPr>
          <w:p w14:paraId="3A8C1EC2" w14:textId="476A2653" w:rsidR="00F177CB" w:rsidRPr="00DF6DD6" w:rsidRDefault="00F177CB" w:rsidP="00F177CB">
            <w:pPr>
              <w:pStyle w:val="TAC"/>
              <w:keepNext w:val="0"/>
            </w:pPr>
          </w:p>
        </w:tc>
        <w:tc>
          <w:tcPr>
            <w:tcW w:w="3969" w:type="dxa"/>
            <w:vMerge/>
            <w:vAlign w:val="center"/>
          </w:tcPr>
          <w:p w14:paraId="2C84D910" w14:textId="77777777" w:rsidR="00F177CB" w:rsidRPr="00DF6DD6" w:rsidRDefault="00F177CB" w:rsidP="00F177CB">
            <w:pPr>
              <w:pStyle w:val="TAC"/>
              <w:keepNext w:val="0"/>
            </w:pPr>
          </w:p>
        </w:tc>
      </w:tr>
      <w:tr w:rsidR="00F55B07" w:rsidRPr="00DF6DD6" w14:paraId="453F6E14" w14:textId="77777777" w:rsidTr="00A6034C">
        <w:trPr>
          <w:trHeight w:val="207"/>
          <w:jc w:val="center"/>
        </w:trPr>
        <w:tc>
          <w:tcPr>
            <w:tcW w:w="3823" w:type="dxa"/>
            <w:vMerge w:val="restart"/>
            <w:vAlign w:val="center"/>
          </w:tcPr>
          <w:p w14:paraId="12C9F7D8" w14:textId="77777777"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9A</w:t>
            </w:r>
            <w:r w:rsidRPr="00DF6DD6">
              <w:t>-n257</w:t>
            </w:r>
            <w:r w:rsidRPr="00DF6DD6">
              <w:rPr>
                <w:lang w:val="en-US" w:eastAsia="zh-CN"/>
              </w:rPr>
              <w:t>A</w:t>
            </w:r>
          </w:p>
          <w:p w14:paraId="6935E0B9" w14:textId="77777777" w:rsidR="00F177CB" w:rsidRPr="00DF6DD6" w:rsidRDefault="00F177CB" w:rsidP="00F177CB">
            <w:pPr>
              <w:pStyle w:val="TAC"/>
              <w:keepNext w:val="0"/>
            </w:pPr>
            <w:r w:rsidRPr="00DF6DD6">
              <w:rPr>
                <w:rFonts w:hint="eastAsia"/>
                <w:lang w:eastAsia="zh-CN"/>
              </w:rPr>
              <w:lastRenderedPageBreak/>
              <w:t>DC</w:t>
            </w:r>
            <w:r w:rsidRPr="00DF6DD6">
              <w:t>_n7</w:t>
            </w:r>
            <w:r w:rsidRPr="00DF6DD6">
              <w:rPr>
                <w:lang w:val="en-US" w:eastAsia="zh-CN"/>
              </w:rPr>
              <w:t>9A</w:t>
            </w:r>
            <w:r w:rsidRPr="00DF6DD6">
              <w:t>-n257</w:t>
            </w:r>
            <w:r w:rsidRPr="00DF6DD6">
              <w:rPr>
                <w:lang w:val="en-US" w:eastAsia="zh-CN"/>
              </w:rPr>
              <w:t>D</w:t>
            </w:r>
          </w:p>
          <w:p w14:paraId="52FB0F71" w14:textId="77777777"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9A</w:t>
            </w:r>
            <w:r w:rsidRPr="00DF6DD6">
              <w:t>-n257</w:t>
            </w:r>
            <w:r w:rsidRPr="00DF6DD6">
              <w:rPr>
                <w:lang w:val="en-US" w:eastAsia="zh-CN"/>
              </w:rPr>
              <w:t>E</w:t>
            </w:r>
          </w:p>
          <w:p w14:paraId="048C5405" w14:textId="77777777"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9A</w:t>
            </w:r>
            <w:r w:rsidRPr="00DF6DD6">
              <w:t>-n257</w:t>
            </w:r>
            <w:r w:rsidRPr="00DF6DD6">
              <w:rPr>
                <w:lang w:val="en-US" w:eastAsia="zh-CN"/>
              </w:rPr>
              <w:t>F</w:t>
            </w:r>
          </w:p>
          <w:p w14:paraId="168001DC"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9</w:t>
            </w:r>
            <w:r w:rsidRPr="00DF6DD6">
              <w:t>A-n257</w:t>
            </w:r>
            <w:r w:rsidRPr="00DF6DD6">
              <w:rPr>
                <w:rFonts w:hint="eastAsia"/>
                <w:lang w:val="en-US" w:eastAsia="zh-CN"/>
              </w:rPr>
              <w:t>G</w:t>
            </w:r>
          </w:p>
          <w:p w14:paraId="47D417AF"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9</w:t>
            </w:r>
            <w:r w:rsidRPr="00DF6DD6">
              <w:t>A-n257</w:t>
            </w:r>
            <w:r w:rsidRPr="00DF6DD6">
              <w:rPr>
                <w:rFonts w:hint="eastAsia"/>
                <w:lang w:val="en-US" w:eastAsia="zh-CN"/>
              </w:rPr>
              <w:t>H</w:t>
            </w:r>
          </w:p>
          <w:p w14:paraId="2E9D6858"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9</w:t>
            </w:r>
            <w:r w:rsidRPr="00DF6DD6">
              <w:t>A-n257</w:t>
            </w:r>
            <w:r w:rsidRPr="00DF6DD6">
              <w:rPr>
                <w:rFonts w:hint="eastAsia"/>
                <w:lang w:val="en-US" w:eastAsia="zh-CN"/>
              </w:rPr>
              <w:t>I</w:t>
            </w:r>
          </w:p>
          <w:p w14:paraId="67B8D4A7"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9</w:t>
            </w:r>
            <w:r w:rsidRPr="00DF6DD6">
              <w:t>A-n257</w:t>
            </w:r>
            <w:r w:rsidRPr="00DF6DD6">
              <w:rPr>
                <w:rFonts w:hint="eastAsia"/>
                <w:lang w:val="en-US" w:eastAsia="zh-CN"/>
              </w:rPr>
              <w:t>J</w:t>
            </w:r>
          </w:p>
          <w:p w14:paraId="38C2FEF5"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9</w:t>
            </w:r>
            <w:r w:rsidRPr="00DF6DD6">
              <w:t>A-n257</w:t>
            </w:r>
            <w:r w:rsidRPr="00DF6DD6">
              <w:rPr>
                <w:rFonts w:hint="eastAsia"/>
                <w:lang w:val="en-US" w:eastAsia="zh-CN"/>
              </w:rPr>
              <w:t>K</w:t>
            </w:r>
          </w:p>
          <w:p w14:paraId="2BBBD33F"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9</w:t>
            </w:r>
            <w:r w:rsidRPr="00DF6DD6">
              <w:t>A-n257</w:t>
            </w:r>
            <w:r w:rsidRPr="00DF6DD6">
              <w:rPr>
                <w:rFonts w:hint="eastAsia"/>
                <w:lang w:val="en-US" w:eastAsia="zh-CN"/>
              </w:rPr>
              <w:t>L</w:t>
            </w:r>
          </w:p>
          <w:p w14:paraId="5FA3F459" w14:textId="77777777" w:rsidR="00F177CB" w:rsidRPr="00DF6DD6" w:rsidRDefault="00F177CB" w:rsidP="00F177CB">
            <w:pPr>
              <w:pStyle w:val="TAC"/>
              <w:keepNext w:val="0"/>
              <w:rPr>
                <w:lang w:eastAsia="zh-CN"/>
              </w:rPr>
            </w:pPr>
            <w:r w:rsidRPr="00DF6DD6">
              <w:rPr>
                <w:rFonts w:hint="eastAsia"/>
                <w:lang w:eastAsia="zh-CN"/>
              </w:rPr>
              <w:t>DC</w:t>
            </w:r>
            <w:r w:rsidRPr="00DF6DD6">
              <w:t>_n7</w:t>
            </w:r>
            <w:r w:rsidRPr="00DF6DD6">
              <w:rPr>
                <w:rFonts w:hint="eastAsia"/>
                <w:lang w:eastAsia="zh-CN"/>
              </w:rPr>
              <w:t>9</w:t>
            </w:r>
            <w:r w:rsidRPr="00DF6DD6">
              <w:t>A-n257</w:t>
            </w:r>
            <w:r w:rsidRPr="00DF6DD6">
              <w:rPr>
                <w:rFonts w:hint="eastAsia"/>
                <w:lang w:val="en-US" w:eastAsia="zh-CN"/>
              </w:rPr>
              <w:t>M</w:t>
            </w:r>
          </w:p>
          <w:p w14:paraId="2FE1D9B8" w14:textId="77777777"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9C</w:t>
            </w:r>
            <w:r w:rsidRPr="00DF6DD6">
              <w:t>-n257</w:t>
            </w:r>
            <w:r w:rsidRPr="00DF6DD6">
              <w:rPr>
                <w:lang w:val="en-US" w:eastAsia="zh-CN"/>
              </w:rPr>
              <w:t>A</w:t>
            </w:r>
          </w:p>
          <w:p w14:paraId="066A2417" w14:textId="77777777" w:rsidR="00F177CB" w:rsidRPr="00DF6DD6" w:rsidRDefault="00F177CB" w:rsidP="00F177CB">
            <w:pPr>
              <w:pStyle w:val="TAC"/>
              <w:keepNext w:val="0"/>
              <w:rPr>
                <w:lang w:val="fi-FI"/>
              </w:rPr>
            </w:pPr>
            <w:r w:rsidRPr="00DF6DD6">
              <w:rPr>
                <w:lang w:val="fi-FI" w:eastAsia="zh-CN"/>
              </w:rPr>
              <w:t>DC</w:t>
            </w:r>
            <w:r w:rsidRPr="00DF6DD6">
              <w:rPr>
                <w:lang w:val="fi-FI"/>
              </w:rPr>
              <w:t>_n7</w:t>
            </w:r>
            <w:r w:rsidRPr="00DF6DD6">
              <w:rPr>
                <w:lang w:val="fi-FI" w:eastAsia="zh-CN"/>
              </w:rPr>
              <w:t>9C</w:t>
            </w:r>
            <w:r w:rsidRPr="00DF6DD6">
              <w:rPr>
                <w:lang w:val="fi-FI"/>
              </w:rPr>
              <w:t>-n257</w:t>
            </w:r>
            <w:r w:rsidRPr="00DF6DD6">
              <w:rPr>
                <w:lang w:val="fi-FI" w:eastAsia="zh-CN"/>
              </w:rPr>
              <w:t>D</w:t>
            </w:r>
          </w:p>
          <w:p w14:paraId="30F73B55" w14:textId="77777777" w:rsidR="00F177CB" w:rsidRPr="00DF6DD6" w:rsidRDefault="00F177CB" w:rsidP="00F177CB">
            <w:pPr>
              <w:pStyle w:val="TAC"/>
              <w:keepNext w:val="0"/>
              <w:rPr>
                <w:lang w:val="fi-FI"/>
              </w:rPr>
            </w:pPr>
            <w:r w:rsidRPr="00DF6DD6">
              <w:rPr>
                <w:lang w:val="fi-FI" w:eastAsia="zh-CN"/>
              </w:rPr>
              <w:t>DC</w:t>
            </w:r>
            <w:r w:rsidRPr="00DF6DD6">
              <w:rPr>
                <w:lang w:val="fi-FI"/>
              </w:rPr>
              <w:t>_n7</w:t>
            </w:r>
            <w:r w:rsidRPr="00DF6DD6">
              <w:rPr>
                <w:lang w:val="fi-FI" w:eastAsia="zh-CN"/>
              </w:rPr>
              <w:t>9C</w:t>
            </w:r>
            <w:r w:rsidRPr="00DF6DD6">
              <w:rPr>
                <w:lang w:val="fi-FI"/>
              </w:rPr>
              <w:t>-n257</w:t>
            </w:r>
            <w:r w:rsidRPr="00DF6DD6">
              <w:rPr>
                <w:lang w:val="fi-FI" w:eastAsia="zh-CN"/>
              </w:rPr>
              <w:t>E</w:t>
            </w:r>
          </w:p>
          <w:p w14:paraId="489130E8" w14:textId="17ABEF78" w:rsidR="00F177CB" w:rsidRPr="00DF6DD6" w:rsidRDefault="00F177CB" w:rsidP="00F177CB">
            <w:pPr>
              <w:pStyle w:val="TAC"/>
              <w:keepNext w:val="0"/>
            </w:pPr>
            <w:r w:rsidRPr="00DF6DD6">
              <w:rPr>
                <w:rFonts w:hint="eastAsia"/>
                <w:lang w:eastAsia="zh-CN"/>
              </w:rPr>
              <w:t>DC</w:t>
            </w:r>
            <w:r w:rsidRPr="00DF6DD6">
              <w:t>_n7</w:t>
            </w:r>
            <w:r w:rsidRPr="00DF6DD6">
              <w:rPr>
                <w:lang w:val="en-US" w:eastAsia="zh-CN"/>
              </w:rPr>
              <w:t>9C</w:t>
            </w:r>
            <w:r w:rsidRPr="00DF6DD6">
              <w:t>-n257</w:t>
            </w:r>
            <w:r w:rsidRPr="00DF6DD6">
              <w:rPr>
                <w:lang w:val="en-US" w:eastAsia="zh-CN"/>
              </w:rPr>
              <w:t>F</w:t>
            </w:r>
          </w:p>
        </w:tc>
        <w:tc>
          <w:tcPr>
            <w:tcW w:w="3969" w:type="dxa"/>
            <w:vMerge w:val="restart"/>
            <w:vAlign w:val="center"/>
          </w:tcPr>
          <w:p w14:paraId="050E1578" w14:textId="77777777" w:rsidR="00F177CB" w:rsidRPr="00DF6DD6" w:rsidRDefault="00F177CB" w:rsidP="00F177CB">
            <w:pPr>
              <w:pStyle w:val="TAC"/>
              <w:keepNext w:val="0"/>
              <w:rPr>
                <w:lang w:eastAsia="zh-CN"/>
              </w:rPr>
            </w:pPr>
            <w:r w:rsidRPr="00DF6DD6">
              <w:rPr>
                <w:rFonts w:hint="eastAsia"/>
                <w:lang w:eastAsia="zh-CN"/>
              </w:rPr>
              <w:lastRenderedPageBreak/>
              <w:t>DC</w:t>
            </w:r>
            <w:r w:rsidRPr="00DF6DD6">
              <w:t>_n7</w:t>
            </w:r>
            <w:r w:rsidRPr="00DF6DD6">
              <w:rPr>
                <w:lang w:val="en-US" w:eastAsia="zh-CN"/>
              </w:rPr>
              <w:t>9</w:t>
            </w:r>
            <w:r w:rsidRPr="00DF6DD6">
              <w:t>A-n257A</w:t>
            </w:r>
          </w:p>
        </w:tc>
      </w:tr>
      <w:tr w:rsidR="00F55B07" w:rsidRPr="00DF6DD6" w14:paraId="7522C61B" w14:textId="77777777" w:rsidTr="00A6034C">
        <w:trPr>
          <w:trHeight w:val="207"/>
          <w:jc w:val="center"/>
        </w:trPr>
        <w:tc>
          <w:tcPr>
            <w:tcW w:w="3823" w:type="dxa"/>
            <w:vMerge/>
            <w:vAlign w:val="center"/>
          </w:tcPr>
          <w:p w14:paraId="2D6EC12B" w14:textId="19908096" w:rsidR="00F177CB" w:rsidRPr="00DF6DD6" w:rsidRDefault="00F177CB" w:rsidP="00F177CB">
            <w:pPr>
              <w:pStyle w:val="TAC"/>
              <w:keepNext w:val="0"/>
            </w:pPr>
          </w:p>
        </w:tc>
        <w:tc>
          <w:tcPr>
            <w:tcW w:w="3969" w:type="dxa"/>
            <w:vMerge/>
            <w:vAlign w:val="center"/>
          </w:tcPr>
          <w:p w14:paraId="0CF5688A" w14:textId="77777777" w:rsidR="00F177CB" w:rsidRPr="00DF6DD6" w:rsidRDefault="00F177CB" w:rsidP="00F177CB">
            <w:pPr>
              <w:pStyle w:val="TAC"/>
              <w:keepNext w:val="0"/>
            </w:pPr>
          </w:p>
        </w:tc>
      </w:tr>
      <w:tr w:rsidR="00F55B07" w:rsidRPr="00DF6DD6" w14:paraId="57E7EC6F" w14:textId="77777777" w:rsidTr="00A6034C">
        <w:trPr>
          <w:trHeight w:val="207"/>
          <w:jc w:val="center"/>
        </w:trPr>
        <w:tc>
          <w:tcPr>
            <w:tcW w:w="3823" w:type="dxa"/>
            <w:vMerge/>
            <w:vAlign w:val="center"/>
          </w:tcPr>
          <w:p w14:paraId="5216E867" w14:textId="1178A894" w:rsidR="00F177CB" w:rsidRPr="00DF6DD6" w:rsidRDefault="00F177CB" w:rsidP="00F177CB">
            <w:pPr>
              <w:pStyle w:val="TAC"/>
              <w:keepNext w:val="0"/>
            </w:pPr>
          </w:p>
        </w:tc>
        <w:tc>
          <w:tcPr>
            <w:tcW w:w="3969" w:type="dxa"/>
            <w:vMerge/>
            <w:vAlign w:val="center"/>
          </w:tcPr>
          <w:p w14:paraId="53DE9527" w14:textId="77777777" w:rsidR="00F177CB" w:rsidRPr="00DF6DD6" w:rsidRDefault="00F177CB" w:rsidP="00F177CB">
            <w:pPr>
              <w:pStyle w:val="TAC"/>
              <w:keepNext w:val="0"/>
            </w:pPr>
          </w:p>
        </w:tc>
      </w:tr>
      <w:tr w:rsidR="00F55B07" w:rsidRPr="00DF6DD6" w14:paraId="44F15033" w14:textId="77777777" w:rsidTr="00A6034C">
        <w:trPr>
          <w:trHeight w:val="207"/>
          <w:jc w:val="center"/>
        </w:trPr>
        <w:tc>
          <w:tcPr>
            <w:tcW w:w="3823" w:type="dxa"/>
            <w:vMerge/>
            <w:vAlign w:val="center"/>
          </w:tcPr>
          <w:p w14:paraId="776632C4" w14:textId="29BCEFE0" w:rsidR="00F177CB" w:rsidRPr="00DF6DD6" w:rsidRDefault="00F177CB" w:rsidP="00F177CB">
            <w:pPr>
              <w:pStyle w:val="TAC"/>
              <w:keepNext w:val="0"/>
            </w:pPr>
          </w:p>
        </w:tc>
        <w:tc>
          <w:tcPr>
            <w:tcW w:w="3969" w:type="dxa"/>
            <w:vMerge/>
            <w:vAlign w:val="center"/>
          </w:tcPr>
          <w:p w14:paraId="26B67E3E" w14:textId="77777777" w:rsidR="00F177CB" w:rsidRPr="00DF6DD6" w:rsidRDefault="00F177CB" w:rsidP="00F177CB">
            <w:pPr>
              <w:pStyle w:val="TAC"/>
              <w:keepNext w:val="0"/>
            </w:pPr>
          </w:p>
        </w:tc>
      </w:tr>
      <w:tr w:rsidR="00F55B07" w:rsidRPr="00DF6DD6" w14:paraId="7E45D2A2" w14:textId="77777777" w:rsidTr="00A6034C">
        <w:trPr>
          <w:trHeight w:val="207"/>
          <w:jc w:val="center"/>
        </w:trPr>
        <w:tc>
          <w:tcPr>
            <w:tcW w:w="3823" w:type="dxa"/>
            <w:vMerge/>
            <w:vAlign w:val="center"/>
          </w:tcPr>
          <w:p w14:paraId="789E9B07" w14:textId="0418F9E6" w:rsidR="00F177CB" w:rsidRPr="00DF6DD6" w:rsidRDefault="00F177CB" w:rsidP="00F177CB">
            <w:pPr>
              <w:pStyle w:val="TAC"/>
              <w:keepNext w:val="0"/>
              <w:rPr>
                <w:lang w:eastAsia="zh-CN"/>
              </w:rPr>
            </w:pPr>
          </w:p>
        </w:tc>
        <w:tc>
          <w:tcPr>
            <w:tcW w:w="3969" w:type="dxa"/>
            <w:vMerge/>
            <w:vAlign w:val="center"/>
          </w:tcPr>
          <w:p w14:paraId="77AE47F6" w14:textId="77777777" w:rsidR="00F177CB" w:rsidRPr="00DF6DD6" w:rsidRDefault="00F177CB" w:rsidP="00F177CB">
            <w:pPr>
              <w:pStyle w:val="TAC"/>
              <w:keepNext w:val="0"/>
            </w:pPr>
          </w:p>
        </w:tc>
      </w:tr>
      <w:tr w:rsidR="00F55B07" w:rsidRPr="00DF6DD6" w14:paraId="4F2D7C79" w14:textId="77777777" w:rsidTr="00A6034C">
        <w:trPr>
          <w:trHeight w:val="207"/>
          <w:jc w:val="center"/>
        </w:trPr>
        <w:tc>
          <w:tcPr>
            <w:tcW w:w="3823" w:type="dxa"/>
            <w:vMerge/>
            <w:vAlign w:val="center"/>
          </w:tcPr>
          <w:p w14:paraId="57AE8F41" w14:textId="0EFC7E5D" w:rsidR="00F177CB" w:rsidRPr="00DF6DD6" w:rsidRDefault="00F177CB" w:rsidP="00F177CB">
            <w:pPr>
              <w:pStyle w:val="TAC"/>
              <w:keepNext w:val="0"/>
              <w:rPr>
                <w:lang w:eastAsia="zh-CN"/>
              </w:rPr>
            </w:pPr>
          </w:p>
        </w:tc>
        <w:tc>
          <w:tcPr>
            <w:tcW w:w="3969" w:type="dxa"/>
            <w:vMerge/>
            <w:vAlign w:val="center"/>
          </w:tcPr>
          <w:p w14:paraId="5EBA9AEF" w14:textId="77777777" w:rsidR="00F177CB" w:rsidRPr="00DF6DD6" w:rsidRDefault="00F177CB" w:rsidP="00F177CB">
            <w:pPr>
              <w:pStyle w:val="TAC"/>
              <w:keepNext w:val="0"/>
            </w:pPr>
          </w:p>
        </w:tc>
      </w:tr>
      <w:tr w:rsidR="00F55B07" w:rsidRPr="00DF6DD6" w14:paraId="045732E7" w14:textId="77777777" w:rsidTr="00A6034C">
        <w:trPr>
          <w:trHeight w:val="207"/>
          <w:jc w:val="center"/>
        </w:trPr>
        <w:tc>
          <w:tcPr>
            <w:tcW w:w="3823" w:type="dxa"/>
            <w:vMerge/>
            <w:vAlign w:val="center"/>
          </w:tcPr>
          <w:p w14:paraId="1F0D1895" w14:textId="0A073B9A" w:rsidR="00F177CB" w:rsidRPr="00DF6DD6" w:rsidRDefault="00F177CB" w:rsidP="00F177CB">
            <w:pPr>
              <w:pStyle w:val="TAC"/>
              <w:keepNext w:val="0"/>
              <w:rPr>
                <w:lang w:eastAsia="zh-CN"/>
              </w:rPr>
            </w:pPr>
          </w:p>
        </w:tc>
        <w:tc>
          <w:tcPr>
            <w:tcW w:w="3969" w:type="dxa"/>
            <w:vMerge/>
            <w:vAlign w:val="center"/>
          </w:tcPr>
          <w:p w14:paraId="5474D1D0" w14:textId="77777777" w:rsidR="00F177CB" w:rsidRPr="00DF6DD6" w:rsidRDefault="00F177CB" w:rsidP="00F177CB">
            <w:pPr>
              <w:pStyle w:val="TAC"/>
              <w:keepNext w:val="0"/>
            </w:pPr>
          </w:p>
        </w:tc>
      </w:tr>
      <w:tr w:rsidR="00F55B07" w:rsidRPr="00DF6DD6" w14:paraId="15D40526" w14:textId="77777777" w:rsidTr="00A6034C">
        <w:trPr>
          <w:trHeight w:val="207"/>
          <w:jc w:val="center"/>
        </w:trPr>
        <w:tc>
          <w:tcPr>
            <w:tcW w:w="3823" w:type="dxa"/>
            <w:vMerge/>
            <w:vAlign w:val="center"/>
          </w:tcPr>
          <w:p w14:paraId="204887FC" w14:textId="4B834044" w:rsidR="00F177CB" w:rsidRPr="00DF6DD6" w:rsidRDefault="00F177CB" w:rsidP="00F177CB">
            <w:pPr>
              <w:pStyle w:val="TAC"/>
              <w:keepNext w:val="0"/>
              <w:rPr>
                <w:lang w:eastAsia="zh-CN"/>
              </w:rPr>
            </w:pPr>
          </w:p>
        </w:tc>
        <w:tc>
          <w:tcPr>
            <w:tcW w:w="3969" w:type="dxa"/>
            <w:vMerge/>
            <w:vAlign w:val="center"/>
          </w:tcPr>
          <w:p w14:paraId="19958DA4" w14:textId="77777777" w:rsidR="00F177CB" w:rsidRPr="00DF6DD6" w:rsidRDefault="00F177CB" w:rsidP="00F177CB">
            <w:pPr>
              <w:pStyle w:val="TAC"/>
              <w:keepNext w:val="0"/>
            </w:pPr>
          </w:p>
        </w:tc>
      </w:tr>
      <w:tr w:rsidR="00F55B07" w:rsidRPr="00DF6DD6" w14:paraId="5C8E354E" w14:textId="77777777" w:rsidTr="00A6034C">
        <w:trPr>
          <w:trHeight w:val="207"/>
          <w:jc w:val="center"/>
        </w:trPr>
        <w:tc>
          <w:tcPr>
            <w:tcW w:w="3823" w:type="dxa"/>
            <w:vMerge/>
            <w:vAlign w:val="center"/>
          </w:tcPr>
          <w:p w14:paraId="01D645CB" w14:textId="160AEFD7" w:rsidR="00F177CB" w:rsidRPr="00DF6DD6" w:rsidRDefault="00F177CB" w:rsidP="00F177CB">
            <w:pPr>
              <w:pStyle w:val="TAC"/>
              <w:keepNext w:val="0"/>
              <w:rPr>
                <w:lang w:eastAsia="zh-CN"/>
              </w:rPr>
            </w:pPr>
          </w:p>
        </w:tc>
        <w:tc>
          <w:tcPr>
            <w:tcW w:w="3969" w:type="dxa"/>
            <w:vMerge/>
            <w:vAlign w:val="center"/>
          </w:tcPr>
          <w:p w14:paraId="14403F10" w14:textId="77777777" w:rsidR="00F177CB" w:rsidRPr="00DF6DD6" w:rsidRDefault="00F177CB" w:rsidP="00F177CB">
            <w:pPr>
              <w:pStyle w:val="TAC"/>
              <w:keepNext w:val="0"/>
            </w:pPr>
          </w:p>
        </w:tc>
      </w:tr>
      <w:tr w:rsidR="00F55B07" w:rsidRPr="00DF6DD6" w14:paraId="74F70FDF" w14:textId="77777777" w:rsidTr="00A6034C">
        <w:trPr>
          <w:trHeight w:val="207"/>
          <w:jc w:val="center"/>
        </w:trPr>
        <w:tc>
          <w:tcPr>
            <w:tcW w:w="3823" w:type="dxa"/>
            <w:vMerge/>
            <w:vAlign w:val="center"/>
          </w:tcPr>
          <w:p w14:paraId="569FEB78" w14:textId="354ADA64" w:rsidR="00F177CB" w:rsidRPr="00DF6DD6" w:rsidRDefault="00F177CB" w:rsidP="00F177CB">
            <w:pPr>
              <w:pStyle w:val="TAC"/>
              <w:keepNext w:val="0"/>
              <w:rPr>
                <w:lang w:eastAsia="zh-CN"/>
              </w:rPr>
            </w:pPr>
          </w:p>
        </w:tc>
        <w:tc>
          <w:tcPr>
            <w:tcW w:w="3969" w:type="dxa"/>
            <w:vMerge/>
            <w:vAlign w:val="center"/>
          </w:tcPr>
          <w:p w14:paraId="50194E48" w14:textId="77777777" w:rsidR="00F177CB" w:rsidRPr="00DF6DD6" w:rsidRDefault="00F177CB" w:rsidP="00F177CB">
            <w:pPr>
              <w:pStyle w:val="TAC"/>
              <w:keepNext w:val="0"/>
            </w:pPr>
          </w:p>
        </w:tc>
      </w:tr>
      <w:tr w:rsidR="00F55B07" w:rsidRPr="00DF6DD6" w14:paraId="2A503CB4" w14:textId="77777777" w:rsidTr="00A6034C">
        <w:trPr>
          <w:trHeight w:val="207"/>
          <w:jc w:val="center"/>
        </w:trPr>
        <w:tc>
          <w:tcPr>
            <w:tcW w:w="3823" w:type="dxa"/>
            <w:vMerge/>
            <w:vAlign w:val="center"/>
          </w:tcPr>
          <w:p w14:paraId="4528C45D" w14:textId="6CA6B03E" w:rsidR="00F177CB" w:rsidRPr="00DF6DD6" w:rsidRDefault="00F177CB" w:rsidP="00F177CB">
            <w:pPr>
              <w:pStyle w:val="TAC"/>
              <w:keepNext w:val="0"/>
              <w:rPr>
                <w:lang w:eastAsia="zh-CN"/>
              </w:rPr>
            </w:pPr>
          </w:p>
        </w:tc>
        <w:tc>
          <w:tcPr>
            <w:tcW w:w="3969" w:type="dxa"/>
            <w:vMerge/>
            <w:vAlign w:val="center"/>
          </w:tcPr>
          <w:p w14:paraId="4802026B" w14:textId="77777777" w:rsidR="00F177CB" w:rsidRPr="00DF6DD6" w:rsidRDefault="00F177CB" w:rsidP="00F177CB">
            <w:pPr>
              <w:pStyle w:val="TAC"/>
              <w:keepNext w:val="0"/>
            </w:pPr>
          </w:p>
        </w:tc>
      </w:tr>
      <w:tr w:rsidR="00F55B07" w:rsidRPr="00DF6DD6" w14:paraId="0923B91D" w14:textId="77777777" w:rsidTr="00A6034C">
        <w:trPr>
          <w:trHeight w:val="207"/>
          <w:jc w:val="center"/>
        </w:trPr>
        <w:tc>
          <w:tcPr>
            <w:tcW w:w="3823" w:type="dxa"/>
            <w:vMerge/>
            <w:vAlign w:val="center"/>
          </w:tcPr>
          <w:p w14:paraId="633595F0" w14:textId="5ECC4446" w:rsidR="00F177CB" w:rsidRPr="00DF6DD6" w:rsidRDefault="00F177CB" w:rsidP="00F177CB">
            <w:pPr>
              <w:pStyle w:val="TAC"/>
              <w:keepNext w:val="0"/>
            </w:pPr>
          </w:p>
        </w:tc>
        <w:tc>
          <w:tcPr>
            <w:tcW w:w="3969" w:type="dxa"/>
            <w:vMerge/>
            <w:vAlign w:val="center"/>
          </w:tcPr>
          <w:p w14:paraId="19C5FC25" w14:textId="77777777" w:rsidR="00F177CB" w:rsidRPr="00DF6DD6" w:rsidRDefault="00F177CB" w:rsidP="00F177CB">
            <w:pPr>
              <w:pStyle w:val="TAC"/>
              <w:keepNext w:val="0"/>
            </w:pPr>
          </w:p>
        </w:tc>
      </w:tr>
      <w:tr w:rsidR="00F55B07" w:rsidRPr="00DF6DD6" w14:paraId="7E2A1188" w14:textId="77777777" w:rsidTr="00A6034C">
        <w:trPr>
          <w:trHeight w:val="207"/>
          <w:jc w:val="center"/>
        </w:trPr>
        <w:tc>
          <w:tcPr>
            <w:tcW w:w="3823" w:type="dxa"/>
            <w:vMerge/>
            <w:vAlign w:val="center"/>
          </w:tcPr>
          <w:p w14:paraId="3A814A3A" w14:textId="1AEE9D7D" w:rsidR="00F177CB" w:rsidRPr="00DF6DD6" w:rsidRDefault="00F177CB" w:rsidP="00F177CB">
            <w:pPr>
              <w:pStyle w:val="TAC"/>
              <w:keepNext w:val="0"/>
            </w:pPr>
          </w:p>
        </w:tc>
        <w:tc>
          <w:tcPr>
            <w:tcW w:w="3969" w:type="dxa"/>
            <w:vMerge/>
            <w:vAlign w:val="center"/>
          </w:tcPr>
          <w:p w14:paraId="0D0971DC" w14:textId="77777777" w:rsidR="00F177CB" w:rsidRPr="00DF6DD6" w:rsidRDefault="00F177CB" w:rsidP="00F177CB">
            <w:pPr>
              <w:pStyle w:val="TAC"/>
              <w:keepNext w:val="0"/>
            </w:pPr>
          </w:p>
        </w:tc>
      </w:tr>
      <w:tr w:rsidR="00F55B07" w:rsidRPr="00DF6DD6" w14:paraId="741D69D1" w14:textId="77777777" w:rsidTr="00A6034C">
        <w:trPr>
          <w:trHeight w:val="207"/>
          <w:jc w:val="center"/>
        </w:trPr>
        <w:tc>
          <w:tcPr>
            <w:tcW w:w="3823" w:type="dxa"/>
            <w:vMerge/>
            <w:vAlign w:val="center"/>
          </w:tcPr>
          <w:p w14:paraId="2EEF7E47" w14:textId="62C0D991" w:rsidR="00F177CB" w:rsidRPr="00DF6DD6" w:rsidRDefault="00F177CB" w:rsidP="00F177CB">
            <w:pPr>
              <w:pStyle w:val="TAC"/>
              <w:keepNext w:val="0"/>
            </w:pPr>
          </w:p>
        </w:tc>
        <w:tc>
          <w:tcPr>
            <w:tcW w:w="3969" w:type="dxa"/>
            <w:vMerge/>
            <w:vAlign w:val="center"/>
          </w:tcPr>
          <w:p w14:paraId="34CC249D" w14:textId="77777777" w:rsidR="00F177CB" w:rsidRPr="00DF6DD6" w:rsidRDefault="00F177CB" w:rsidP="00F177CB">
            <w:pPr>
              <w:pStyle w:val="TAC"/>
              <w:keepNext w:val="0"/>
            </w:pPr>
          </w:p>
        </w:tc>
      </w:tr>
      <w:tr w:rsidR="00F55B07" w:rsidRPr="00DF6DD6" w14:paraId="39F4AD49" w14:textId="77777777" w:rsidTr="00A6034C">
        <w:trPr>
          <w:trHeight w:val="207"/>
          <w:jc w:val="center"/>
        </w:trPr>
        <w:tc>
          <w:tcPr>
            <w:tcW w:w="3823" w:type="dxa"/>
            <w:vMerge/>
            <w:vAlign w:val="center"/>
          </w:tcPr>
          <w:p w14:paraId="27716931" w14:textId="575BD822" w:rsidR="00F177CB" w:rsidRPr="00DF6DD6" w:rsidRDefault="00F177CB" w:rsidP="00F177CB">
            <w:pPr>
              <w:pStyle w:val="TAC"/>
              <w:keepNext w:val="0"/>
            </w:pPr>
          </w:p>
        </w:tc>
        <w:tc>
          <w:tcPr>
            <w:tcW w:w="3969" w:type="dxa"/>
            <w:vMerge/>
            <w:vAlign w:val="center"/>
          </w:tcPr>
          <w:p w14:paraId="44DD56CA" w14:textId="77777777" w:rsidR="00F177CB" w:rsidRPr="00DF6DD6" w:rsidRDefault="00F177CB" w:rsidP="00F177CB">
            <w:pPr>
              <w:pStyle w:val="TAC"/>
              <w:keepNext w:val="0"/>
            </w:pPr>
          </w:p>
        </w:tc>
      </w:tr>
    </w:tbl>
    <w:p w14:paraId="296ABBDD" w14:textId="77777777" w:rsidR="00F177CB" w:rsidRPr="00DF6DD6" w:rsidRDefault="00F177CB" w:rsidP="001310A1"/>
    <w:sectPr w:rsidR="00F177CB" w:rsidRPr="00DF6DD6" w:rsidSect="00F83E6C">
      <w:headerReference w:type="default" r:id="rId12"/>
      <w:footerReference w:type="default" r:id="rId13"/>
      <w:footnotePr>
        <w:numRestart w:val="eachSect"/>
      </w:footnotePr>
      <w:pgSz w:w="11907" w:h="16840" w:code="9"/>
      <w:pgMar w:top="1416" w:right="1133" w:bottom="1133" w:left="1133" w:header="850" w:footer="340" w:gutter="0"/>
      <w:pgNumType w:start="11"/>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55B8" w14:textId="77777777" w:rsidR="00A007E4" w:rsidRDefault="00A007E4">
      <w:r>
        <w:separator/>
      </w:r>
    </w:p>
    <w:p w14:paraId="51375D44" w14:textId="77777777" w:rsidR="00A007E4" w:rsidRDefault="00A007E4"/>
  </w:endnote>
  <w:endnote w:type="continuationSeparator" w:id="0">
    <w:p w14:paraId="6861C788" w14:textId="77777777" w:rsidR="00A007E4" w:rsidRDefault="00A007E4">
      <w:r>
        <w:continuationSeparator/>
      </w:r>
    </w:p>
    <w:p w14:paraId="0A30A232" w14:textId="77777777" w:rsidR="00A007E4" w:rsidRDefault="00A007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MS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ZapfDingbats">
    <w:altName w:val="Liberation Mono"/>
    <w:charset w:val="02"/>
    <w:family w:val="decorative"/>
    <w:pitch w:val="default"/>
    <w:sig w:usb0="00000000" w:usb1="00000000" w:usb2="00000000" w:usb3="00000000" w:csb0="80000000" w:csb1="00000000"/>
  </w:font>
  <w:font w:name="CG Times (WN)">
    <w:altName w:val="Arial"/>
    <w:charset w:val="00"/>
    <w:family w:val="roman"/>
    <w:pitch w:val="default"/>
    <w:sig w:usb0="00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LineDraw">
    <w:charset w:val="02"/>
    <w:family w:val="modern"/>
    <w:pitch w:val="fixed"/>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Osaka">
    <w:altName w:val="Yu Gothic"/>
    <w:charset w:val="80"/>
    <w:family w:val="auto"/>
    <w:pitch w:val="default"/>
    <w:sig w:usb0="00000000" w:usb1="0000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w:altName w:val="Bookman Old Style"/>
    <w:charset w:val="00"/>
    <w:family w:val="auto"/>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4.2.0">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5.0.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20BAD" w14:textId="77777777" w:rsidR="00DA5BF6" w:rsidRDefault="00DA5BF6">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8DEC1" w14:textId="77777777" w:rsidR="00A007E4" w:rsidRDefault="00A007E4">
      <w:r>
        <w:separator/>
      </w:r>
    </w:p>
    <w:p w14:paraId="497670E6" w14:textId="77777777" w:rsidR="00A007E4" w:rsidRDefault="00A007E4"/>
  </w:footnote>
  <w:footnote w:type="continuationSeparator" w:id="0">
    <w:p w14:paraId="2EB5C03D" w14:textId="77777777" w:rsidR="00A007E4" w:rsidRDefault="00A007E4">
      <w:r>
        <w:continuationSeparator/>
      </w:r>
    </w:p>
    <w:p w14:paraId="0D9CA4C0" w14:textId="77777777" w:rsidR="00A007E4" w:rsidRDefault="00A007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EE96" w14:textId="77777777" w:rsidR="00DA5BF6" w:rsidRDefault="00DA5BF6" w:rsidP="00E74541">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2</w:t>
    </w:r>
    <w:r>
      <w:rPr>
        <w:rFonts w:ascii="Arial" w:hAnsi="Arial" w:cs="Arial"/>
        <w:b/>
        <w:sz w:val="18"/>
        <w:szCs w:val="18"/>
      </w:rPr>
      <w:fldChar w:fldCharType="end"/>
    </w:r>
  </w:p>
  <w:p w14:paraId="1CF2E6D2" w14:textId="71E25878" w:rsidR="00F83E6C" w:rsidRDefault="00F83E6C" w:rsidP="00F83E6C">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Pr>
        <w:rFonts w:ascii="Arial" w:eastAsia="Times New Roman" w:hAnsi="Arial"/>
        <w:b/>
        <w:noProof/>
        <w:sz w:val="18"/>
        <w:lang w:eastAsia="en-GB"/>
      </w:rPr>
      <w:t>Release 15</w:t>
    </w:r>
  </w:p>
  <w:p w14:paraId="0DD42F96" w14:textId="28A21974" w:rsidR="00F83E6C" w:rsidRDefault="00F83E6C" w:rsidP="00F83E6C">
    <w:pPr>
      <w:framePr w:wrap="auto" w:vAnchor="text" w:hAnchor="margin" w:xAlign="right" w:y="1"/>
      <w:overflowPunct w:val="0"/>
      <w:autoSpaceDE w:val="0"/>
      <w:autoSpaceDN w:val="0"/>
      <w:adjustRightInd w:val="0"/>
      <w:spacing w:after="0"/>
      <w:textAlignment w:val="baseline"/>
      <w:rPr>
        <w:rFonts w:ascii="Arial" w:eastAsia="Times New Roman" w:hAnsi="Arial"/>
        <w:b/>
        <w:noProof/>
        <w:sz w:val="18"/>
        <w:lang w:eastAsia="en-GB"/>
      </w:rPr>
    </w:pPr>
    <w:r>
      <w:rPr>
        <w:rFonts w:ascii="Arial" w:eastAsia="Times New Roman" w:hAnsi="Arial"/>
        <w:b/>
        <w:noProof/>
        <w:sz w:val="18"/>
        <w:lang w:eastAsia="en-GB"/>
      </w:rPr>
      <w:t>3GPP TS 38.101-3 V15.</w:t>
    </w:r>
    <w:r w:rsidR="00492764">
      <w:rPr>
        <w:rFonts w:ascii="Arial" w:eastAsia="Times New Roman" w:hAnsi="Arial"/>
        <w:b/>
        <w:noProof/>
        <w:sz w:val="18"/>
        <w:lang w:eastAsia="en-GB"/>
      </w:rPr>
      <w:t>20</w:t>
    </w:r>
    <w:r>
      <w:rPr>
        <w:rFonts w:ascii="Arial" w:eastAsia="Times New Roman" w:hAnsi="Arial"/>
        <w:b/>
        <w:noProof/>
        <w:sz w:val="18"/>
        <w:lang w:eastAsia="en-GB"/>
      </w:rPr>
      <w:t>.</w:t>
    </w:r>
    <w:r w:rsidR="00492764">
      <w:rPr>
        <w:rFonts w:ascii="Arial" w:eastAsia="Times New Roman" w:hAnsi="Arial"/>
        <w:b/>
        <w:noProof/>
        <w:sz w:val="18"/>
        <w:lang w:eastAsia="en-GB"/>
      </w:rPr>
      <w:t>0</w:t>
    </w:r>
    <w:r>
      <w:rPr>
        <w:rFonts w:ascii="Arial" w:eastAsia="Times New Roman" w:hAnsi="Arial"/>
        <w:b/>
        <w:noProof/>
        <w:sz w:val="18"/>
        <w:lang w:eastAsia="en-GB"/>
      </w:rPr>
      <w:t xml:space="preserve"> (202</w:t>
    </w:r>
    <w:r w:rsidR="00544B05">
      <w:rPr>
        <w:rFonts w:ascii="Arial" w:eastAsia="Times New Roman" w:hAnsi="Arial"/>
        <w:b/>
        <w:noProof/>
        <w:sz w:val="18"/>
        <w:lang w:eastAsia="en-GB"/>
      </w:rPr>
      <w:t>2</w:t>
    </w:r>
    <w:r>
      <w:rPr>
        <w:rFonts w:ascii="Arial" w:eastAsia="Times New Roman" w:hAnsi="Arial"/>
        <w:b/>
        <w:noProof/>
        <w:sz w:val="18"/>
        <w:lang w:eastAsia="en-GB"/>
      </w:rPr>
      <w:t>-</w:t>
    </w:r>
    <w:r w:rsidR="00492764">
      <w:rPr>
        <w:rFonts w:ascii="Arial" w:eastAsia="Times New Roman" w:hAnsi="Arial"/>
        <w:b/>
        <w:noProof/>
        <w:sz w:val="18"/>
        <w:lang w:eastAsia="en-GB"/>
      </w:rPr>
      <w:t>12</w:t>
    </w:r>
    <w:r>
      <w:rPr>
        <w:rFonts w:ascii="Arial" w:eastAsia="Times New Roman" w:hAnsi="Arial"/>
        <w:b/>
        <w:noProof/>
        <w:sz w:val="18"/>
        <w:lang w:eastAsia="en-GB"/>
      </w:rPr>
      <w:t>)</w:t>
    </w:r>
  </w:p>
  <w:p w14:paraId="380FA2EB" w14:textId="77777777" w:rsidR="00DA5BF6" w:rsidRDefault="00DA5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02C2709A"/>
    <w:multiLevelType w:val="hybridMultilevel"/>
    <w:tmpl w:val="B7FE0CF4"/>
    <w:lvl w:ilvl="0" w:tplc="B26E96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121960"/>
    <w:multiLevelType w:val="hybridMultilevel"/>
    <w:tmpl w:val="35C8C4B8"/>
    <w:lvl w:ilvl="0" w:tplc="B1708EF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515D15"/>
    <w:multiLevelType w:val="hybridMultilevel"/>
    <w:tmpl w:val="258EFEB6"/>
    <w:lvl w:ilvl="0" w:tplc="883619E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E0F8B"/>
    <w:multiLevelType w:val="hybridMultilevel"/>
    <w:tmpl w:val="1DB0533A"/>
    <w:lvl w:ilvl="0" w:tplc="09E618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F6418E6"/>
    <w:multiLevelType w:val="hybridMultilevel"/>
    <w:tmpl w:val="B0FC46BC"/>
    <w:lvl w:ilvl="0" w:tplc="62E68A8C">
      <w:numFmt w:val="bullet"/>
      <w:lvlText w:val="-"/>
      <w:lvlJc w:val="left"/>
      <w:pPr>
        <w:ind w:left="1004" w:hanging="360"/>
      </w:pPr>
      <w:rPr>
        <w:rFonts w:ascii="Times New Roman" w:eastAsia="Yu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3037CA0"/>
    <w:multiLevelType w:val="hybridMultilevel"/>
    <w:tmpl w:val="9E50F24E"/>
    <w:lvl w:ilvl="0" w:tplc="040B0001">
      <w:start w:val="1"/>
      <w:numFmt w:val="bullet"/>
      <w:lvlText w:val=""/>
      <w:lvlJc w:val="left"/>
      <w:pPr>
        <w:ind w:left="768" w:hanging="360"/>
      </w:pPr>
      <w:rPr>
        <w:rFonts w:ascii="Symbol" w:hAnsi="Symbol" w:hint="default"/>
      </w:rPr>
    </w:lvl>
    <w:lvl w:ilvl="1" w:tplc="040B0003">
      <w:start w:val="1"/>
      <w:numFmt w:val="bullet"/>
      <w:lvlText w:val="o"/>
      <w:lvlJc w:val="left"/>
      <w:pPr>
        <w:ind w:left="1488" w:hanging="360"/>
      </w:pPr>
      <w:rPr>
        <w:rFonts w:ascii="Courier New" w:hAnsi="Courier New" w:cs="Courier New" w:hint="default"/>
      </w:rPr>
    </w:lvl>
    <w:lvl w:ilvl="2" w:tplc="040B0005">
      <w:start w:val="1"/>
      <w:numFmt w:val="bullet"/>
      <w:lvlText w:val=""/>
      <w:lvlJc w:val="left"/>
      <w:pPr>
        <w:ind w:left="2208" w:hanging="360"/>
      </w:pPr>
      <w:rPr>
        <w:rFonts w:ascii="Wingdings" w:hAnsi="Wingdings" w:hint="default"/>
      </w:rPr>
    </w:lvl>
    <w:lvl w:ilvl="3" w:tplc="040B0001">
      <w:start w:val="1"/>
      <w:numFmt w:val="bullet"/>
      <w:lvlText w:val=""/>
      <w:lvlJc w:val="left"/>
      <w:pPr>
        <w:ind w:left="2928" w:hanging="360"/>
      </w:pPr>
      <w:rPr>
        <w:rFonts w:ascii="Symbol" w:hAnsi="Symbol" w:hint="default"/>
      </w:rPr>
    </w:lvl>
    <w:lvl w:ilvl="4" w:tplc="040B0003">
      <w:start w:val="1"/>
      <w:numFmt w:val="bullet"/>
      <w:lvlText w:val="o"/>
      <w:lvlJc w:val="left"/>
      <w:pPr>
        <w:ind w:left="3648" w:hanging="360"/>
      </w:pPr>
      <w:rPr>
        <w:rFonts w:ascii="Courier New" w:hAnsi="Courier New" w:cs="Courier New" w:hint="default"/>
      </w:rPr>
    </w:lvl>
    <w:lvl w:ilvl="5" w:tplc="040B0005">
      <w:start w:val="1"/>
      <w:numFmt w:val="bullet"/>
      <w:lvlText w:val=""/>
      <w:lvlJc w:val="left"/>
      <w:pPr>
        <w:ind w:left="4368" w:hanging="360"/>
      </w:pPr>
      <w:rPr>
        <w:rFonts w:ascii="Wingdings" w:hAnsi="Wingdings" w:hint="default"/>
      </w:rPr>
    </w:lvl>
    <w:lvl w:ilvl="6" w:tplc="040B0001">
      <w:start w:val="1"/>
      <w:numFmt w:val="bullet"/>
      <w:lvlText w:val=""/>
      <w:lvlJc w:val="left"/>
      <w:pPr>
        <w:ind w:left="5088" w:hanging="360"/>
      </w:pPr>
      <w:rPr>
        <w:rFonts w:ascii="Symbol" w:hAnsi="Symbol" w:hint="default"/>
      </w:rPr>
    </w:lvl>
    <w:lvl w:ilvl="7" w:tplc="040B0003">
      <w:start w:val="1"/>
      <w:numFmt w:val="bullet"/>
      <w:lvlText w:val="o"/>
      <w:lvlJc w:val="left"/>
      <w:pPr>
        <w:ind w:left="5808" w:hanging="360"/>
      </w:pPr>
      <w:rPr>
        <w:rFonts w:ascii="Courier New" w:hAnsi="Courier New" w:cs="Courier New" w:hint="default"/>
      </w:rPr>
    </w:lvl>
    <w:lvl w:ilvl="8" w:tplc="040B0005">
      <w:start w:val="1"/>
      <w:numFmt w:val="bullet"/>
      <w:lvlText w:val=""/>
      <w:lvlJc w:val="left"/>
      <w:pPr>
        <w:ind w:left="6528" w:hanging="360"/>
      </w:pPr>
      <w:rPr>
        <w:rFonts w:ascii="Wingdings" w:hAnsi="Wingdings" w:hint="default"/>
      </w:rPr>
    </w:lvl>
  </w:abstractNum>
  <w:abstractNum w:abstractNumId="9" w15:restartNumberingAfterBreak="0">
    <w:nsid w:val="23ED0612"/>
    <w:multiLevelType w:val="hybridMultilevel"/>
    <w:tmpl w:val="D186994A"/>
    <w:lvl w:ilvl="0" w:tplc="760039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4FD425F"/>
    <w:multiLevelType w:val="hybridMultilevel"/>
    <w:tmpl w:val="072CA2CC"/>
    <w:lvl w:ilvl="0" w:tplc="E4145556">
      <w:start w:val="1"/>
      <w:numFmt w:val="bullet"/>
      <w:lvlText w:val="•"/>
      <w:lvlJc w:val="left"/>
      <w:pPr>
        <w:tabs>
          <w:tab w:val="num" w:pos="720"/>
        </w:tabs>
        <w:ind w:left="720" w:hanging="360"/>
      </w:pPr>
      <w:rPr>
        <w:rFonts w:ascii="Arial" w:hAnsi="Arial" w:hint="default"/>
      </w:rPr>
    </w:lvl>
    <w:lvl w:ilvl="1" w:tplc="36BE9DBA">
      <w:start w:val="1"/>
      <w:numFmt w:val="bullet"/>
      <w:lvlText w:val="•"/>
      <w:lvlJc w:val="left"/>
      <w:pPr>
        <w:tabs>
          <w:tab w:val="num" w:pos="1440"/>
        </w:tabs>
        <w:ind w:left="1440" w:hanging="360"/>
      </w:pPr>
      <w:rPr>
        <w:rFonts w:ascii="Arial" w:hAnsi="Arial" w:hint="default"/>
      </w:rPr>
    </w:lvl>
    <w:lvl w:ilvl="2" w:tplc="4EFEC71C" w:tentative="1">
      <w:start w:val="1"/>
      <w:numFmt w:val="bullet"/>
      <w:lvlText w:val="•"/>
      <w:lvlJc w:val="left"/>
      <w:pPr>
        <w:tabs>
          <w:tab w:val="num" w:pos="2160"/>
        </w:tabs>
        <w:ind w:left="2160" w:hanging="360"/>
      </w:pPr>
      <w:rPr>
        <w:rFonts w:ascii="Arial" w:hAnsi="Arial" w:hint="default"/>
      </w:rPr>
    </w:lvl>
    <w:lvl w:ilvl="3" w:tplc="2F96E9B6" w:tentative="1">
      <w:start w:val="1"/>
      <w:numFmt w:val="bullet"/>
      <w:lvlText w:val="•"/>
      <w:lvlJc w:val="left"/>
      <w:pPr>
        <w:tabs>
          <w:tab w:val="num" w:pos="2880"/>
        </w:tabs>
        <w:ind w:left="2880" w:hanging="360"/>
      </w:pPr>
      <w:rPr>
        <w:rFonts w:ascii="Arial" w:hAnsi="Arial" w:hint="default"/>
      </w:rPr>
    </w:lvl>
    <w:lvl w:ilvl="4" w:tplc="A5007EB8" w:tentative="1">
      <w:start w:val="1"/>
      <w:numFmt w:val="bullet"/>
      <w:lvlText w:val="•"/>
      <w:lvlJc w:val="left"/>
      <w:pPr>
        <w:tabs>
          <w:tab w:val="num" w:pos="3600"/>
        </w:tabs>
        <w:ind w:left="3600" w:hanging="360"/>
      </w:pPr>
      <w:rPr>
        <w:rFonts w:ascii="Arial" w:hAnsi="Arial" w:hint="default"/>
      </w:rPr>
    </w:lvl>
    <w:lvl w:ilvl="5" w:tplc="F2E85D56" w:tentative="1">
      <w:start w:val="1"/>
      <w:numFmt w:val="bullet"/>
      <w:lvlText w:val="•"/>
      <w:lvlJc w:val="left"/>
      <w:pPr>
        <w:tabs>
          <w:tab w:val="num" w:pos="4320"/>
        </w:tabs>
        <w:ind w:left="4320" w:hanging="360"/>
      </w:pPr>
      <w:rPr>
        <w:rFonts w:ascii="Arial" w:hAnsi="Arial" w:hint="default"/>
      </w:rPr>
    </w:lvl>
    <w:lvl w:ilvl="6" w:tplc="14BCD5F6" w:tentative="1">
      <w:start w:val="1"/>
      <w:numFmt w:val="bullet"/>
      <w:lvlText w:val="•"/>
      <w:lvlJc w:val="left"/>
      <w:pPr>
        <w:tabs>
          <w:tab w:val="num" w:pos="5040"/>
        </w:tabs>
        <w:ind w:left="5040" w:hanging="360"/>
      </w:pPr>
      <w:rPr>
        <w:rFonts w:ascii="Arial" w:hAnsi="Arial" w:hint="default"/>
      </w:rPr>
    </w:lvl>
    <w:lvl w:ilvl="7" w:tplc="DDCC84F6" w:tentative="1">
      <w:start w:val="1"/>
      <w:numFmt w:val="bullet"/>
      <w:lvlText w:val="•"/>
      <w:lvlJc w:val="left"/>
      <w:pPr>
        <w:tabs>
          <w:tab w:val="num" w:pos="5760"/>
        </w:tabs>
        <w:ind w:left="5760" w:hanging="360"/>
      </w:pPr>
      <w:rPr>
        <w:rFonts w:ascii="Arial" w:hAnsi="Arial" w:hint="default"/>
      </w:rPr>
    </w:lvl>
    <w:lvl w:ilvl="8" w:tplc="7222E7C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356BC9"/>
    <w:multiLevelType w:val="hybridMultilevel"/>
    <w:tmpl w:val="A830AC30"/>
    <w:lvl w:ilvl="0" w:tplc="62E68A8C">
      <w:numFmt w:val="bullet"/>
      <w:lvlText w:val="-"/>
      <w:lvlJc w:val="left"/>
      <w:pPr>
        <w:ind w:left="928" w:hanging="360"/>
      </w:pPr>
      <w:rPr>
        <w:rFonts w:ascii="Times New Roman" w:eastAsia="Yu Mincho"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3"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4CD6962"/>
    <w:multiLevelType w:val="hybridMultilevel"/>
    <w:tmpl w:val="42C850B6"/>
    <w:lvl w:ilvl="0" w:tplc="5C6C2CFC">
      <w:numFmt w:val="bullet"/>
      <w:lvlText w:val="-"/>
      <w:lvlJc w:val="left"/>
      <w:pPr>
        <w:ind w:left="1003" w:hanging="360"/>
      </w:pPr>
      <w:rPr>
        <w:rFonts w:ascii="Times New Roman" w:eastAsia="Times New Roman" w:hAnsi="Times New Roman" w:cs="Times New Roman"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8"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4C838A7"/>
    <w:multiLevelType w:val="hybridMultilevel"/>
    <w:tmpl w:val="A5BE1416"/>
    <w:lvl w:ilvl="0" w:tplc="8A9037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66A77BC"/>
    <w:multiLevelType w:val="hybridMultilevel"/>
    <w:tmpl w:val="E3245CEA"/>
    <w:lvl w:ilvl="0" w:tplc="8AD479F4">
      <w:start w:val="1"/>
      <w:numFmt w:val="decimal"/>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2" w15:restartNumberingAfterBreak="0">
    <w:nsid w:val="597F31D5"/>
    <w:multiLevelType w:val="hybridMultilevel"/>
    <w:tmpl w:val="FE9E9CA0"/>
    <w:lvl w:ilvl="0" w:tplc="48FA238E">
      <w:start w:val="1"/>
      <w:numFmt w:val="bullet"/>
      <w:lvlText w:val="•"/>
      <w:lvlJc w:val="left"/>
      <w:pPr>
        <w:tabs>
          <w:tab w:val="num" w:pos="720"/>
        </w:tabs>
        <w:ind w:left="720" w:hanging="360"/>
      </w:pPr>
      <w:rPr>
        <w:rFonts w:ascii="Arial" w:hAnsi="Arial" w:hint="default"/>
      </w:rPr>
    </w:lvl>
    <w:lvl w:ilvl="1" w:tplc="8090B4E6">
      <w:start w:val="1"/>
      <w:numFmt w:val="bullet"/>
      <w:lvlText w:val="•"/>
      <w:lvlJc w:val="left"/>
      <w:pPr>
        <w:tabs>
          <w:tab w:val="num" w:pos="1440"/>
        </w:tabs>
        <w:ind w:left="1440" w:hanging="360"/>
      </w:pPr>
      <w:rPr>
        <w:rFonts w:ascii="Arial" w:hAnsi="Arial" w:hint="default"/>
      </w:rPr>
    </w:lvl>
    <w:lvl w:ilvl="2" w:tplc="661CB17C" w:tentative="1">
      <w:start w:val="1"/>
      <w:numFmt w:val="bullet"/>
      <w:lvlText w:val="•"/>
      <w:lvlJc w:val="left"/>
      <w:pPr>
        <w:tabs>
          <w:tab w:val="num" w:pos="2160"/>
        </w:tabs>
        <w:ind w:left="2160" w:hanging="360"/>
      </w:pPr>
      <w:rPr>
        <w:rFonts w:ascii="Arial" w:hAnsi="Arial" w:hint="default"/>
      </w:rPr>
    </w:lvl>
    <w:lvl w:ilvl="3" w:tplc="53544716" w:tentative="1">
      <w:start w:val="1"/>
      <w:numFmt w:val="bullet"/>
      <w:lvlText w:val="•"/>
      <w:lvlJc w:val="left"/>
      <w:pPr>
        <w:tabs>
          <w:tab w:val="num" w:pos="2880"/>
        </w:tabs>
        <w:ind w:left="2880" w:hanging="360"/>
      </w:pPr>
      <w:rPr>
        <w:rFonts w:ascii="Arial" w:hAnsi="Arial" w:hint="default"/>
      </w:rPr>
    </w:lvl>
    <w:lvl w:ilvl="4" w:tplc="78DE5D18" w:tentative="1">
      <w:start w:val="1"/>
      <w:numFmt w:val="bullet"/>
      <w:lvlText w:val="•"/>
      <w:lvlJc w:val="left"/>
      <w:pPr>
        <w:tabs>
          <w:tab w:val="num" w:pos="3600"/>
        </w:tabs>
        <w:ind w:left="3600" w:hanging="360"/>
      </w:pPr>
      <w:rPr>
        <w:rFonts w:ascii="Arial" w:hAnsi="Arial" w:hint="default"/>
      </w:rPr>
    </w:lvl>
    <w:lvl w:ilvl="5" w:tplc="F300F902" w:tentative="1">
      <w:start w:val="1"/>
      <w:numFmt w:val="bullet"/>
      <w:lvlText w:val="•"/>
      <w:lvlJc w:val="left"/>
      <w:pPr>
        <w:tabs>
          <w:tab w:val="num" w:pos="4320"/>
        </w:tabs>
        <w:ind w:left="4320" w:hanging="360"/>
      </w:pPr>
      <w:rPr>
        <w:rFonts w:ascii="Arial" w:hAnsi="Arial" w:hint="default"/>
      </w:rPr>
    </w:lvl>
    <w:lvl w:ilvl="6" w:tplc="69AEC5D6" w:tentative="1">
      <w:start w:val="1"/>
      <w:numFmt w:val="bullet"/>
      <w:lvlText w:val="•"/>
      <w:lvlJc w:val="left"/>
      <w:pPr>
        <w:tabs>
          <w:tab w:val="num" w:pos="5040"/>
        </w:tabs>
        <w:ind w:left="5040" w:hanging="360"/>
      </w:pPr>
      <w:rPr>
        <w:rFonts w:ascii="Arial" w:hAnsi="Arial" w:hint="default"/>
      </w:rPr>
    </w:lvl>
    <w:lvl w:ilvl="7" w:tplc="36027C3C" w:tentative="1">
      <w:start w:val="1"/>
      <w:numFmt w:val="bullet"/>
      <w:lvlText w:val="•"/>
      <w:lvlJc w:val="left"/>
      <w:pPr>
        <w:tabs>
          <w:tab w:val="num" w:pos="5760"/>
        </w:tabs>
        <w:ind w:left="5760" w:hanging="360"/>
      </w:pPr>
      <w:rPr>
        <w:rFonts w:ascii="Arial" w:hAnsi="Arial" w:hint="default"/>
      </w:rPr>
    </w:lvl>
    <w:lvl w:ilvl="8" w:tplc="74A2F01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A9605F6"/>
    <w:multiLevelType w:val="hybridMultilevel"/>
    <w:tmpl w:val="DB222E90"/>
    <w:lvl w:ilvl="0" w:tplc="BDFAC4C2">
      <w:start w:val="1"/>
      <w:numFmt w:val="bullet"/>
      <w:lvlText w:val="•"/>
      <w:lvlJc w:val="left"/>
      <w:pPr>
        <w:tabs>
          <w:tab w:val="num" w:pos="720"/>
        </w:tabs>
        <w:ind w:left="720" w:hanging="360"/>
      </w:pPr>
      <w:rPr>
        <w:rFonts w:ascii="Arial" w:hAnsi="Arial" w:hint="default"/>
      </w:rPr>
    </w:lvl>
    <w:lvl w:ilvl="1" w:tplc="DE7E24A6">
      <w:start w:val="1"/>
      <w:numFmt w:val="bullet"/>
      <w:lvlText w:val="•"/>
      <w:lvlJc w:val="left"/>
      <w:pPr>
        <w:tabs>
          <w:tab w:val="num" w:pos="1440"/>
        </w:tabs>
        <w:ind w:left="1440" w:hanging="360"/>
      </w:pPr>
      <w:rPr>
        <w:rFonts w:ascii="Arial" w:hAnsi="Arial" w:hint="default"/>
      </w:rPr>
    </w:lvl>
    <w:lvl w:ilvl="2" w:tplc="360A6782" w:tentative="1">
      <w:start w:val="1"/>
      <w:numFmt w:val="bullet"/>
      <w:lvlText w:val="•"/>
      <w:lvlJc w:val="left"/>
      <w:pPr>
        <w:tabs>
          <w:tab w:val="num" w:pos="2160"/>
        </w:tabs>
        <w:ind w:left="2160" w:hanging="360"/>
      </w:pPr>
      <w:rPr>
        <w:rFonts w:ascii="Arial" w:hAnsi="Arial" w:hint="default"/>
      </w:rPr>
    </w:lvl>
    <w:lvl w:ilvl="3" w:tplc="4F0870A0" w:tentative="1">
      <w:start w:val="1"/>
      <w:numFmt w:val="bullet"/>
      <w:lvlText w:val="•"/>
      <w:lvlJc w:val="left"/>
      <w:pPr>
        <w:tabs>
          <w:tab w:val="num" w:pos="2880"/>
        </w:tabs>
        <w:ind w:left="2880" w:hanging="360"/>
      </w:pPr>
      <w:rPr>
        <w:rFonts w:ascii="Arial" w:hAnsi="Arial" w:hint="default"/>
      </w:rPr>
    </w:lvl>
    <w:lvl w:ilvl="4" w:tplc="4018615C" w:tentative="1">
      <w:start w:val="1"/>
      <w:numFmt w:val="bullet"/>
      <w:lvlText w:val="•"/>
      <w:lvlJc w:val="left"/>
      <w:pPr>
        <w:tabs>
          <w:tab w:val="num" w:pos="3600"/>
        </w:tabs>
        <w:ind w:left="3600" w:hanging="360"/>
      </w:pPr>
      <w:rPr>
        <w:rFonts w:ascii="Arial" w:hAnsi="Arial" w:hint="default"/>
      </w:rPr>
    </w:lvl>
    <w:lvl w:ilvl="5" w:tplc="8E6A0EE6" w:tentative="1">
      <w:start w:val="1"/>
      <w:numFmt w:val="bullet"/>
      <w:lvlText w:val="•"/>
      <w:lvlJc w:val="left"/>
      <w:pPr>
        <w:tabs>
          <w:tab w:val="num" w:pos="4320"/>
        </w:tabs>
        <w:ind w:left="4320" w:hanging="360"/>
      </w:pPr>
      <w:rPr>
        <w:rFonts w:ascii="Arial" w:hAnsi="Arial" w:hint="default"/>
      </w:rPr>
    </w:lvl>
    <w:lvl w:ilvl="6" w:tplc="DBBA1BE4" w:tentative="1">
      <w:start w:val="1"/>
      <w:numFmt w:val="bullet"/>
      <w:lvlText w:val="•"/>
      <w:lvlJc w:val="left"/>
      <w:pPr>
        <w:tabs>
          <w:tab w:val="num" w:pos="5040"/>
        </w:tabs>
        <w:ind w:left="5040" w:hanging="360"/>
      </w:pPr>
      <w:rPr>
        <w:rFonts w:ascii="Arial" w:hAnsi="Arial" w:hint="default"/>
      </w:rPr>
    </w:lvl>
    <w:lvl w:ilvl="7" w:tplc="60FAD588" w:tentative="1">
      <w:start w:val="1"/>
      <w:numFmt w:val="bullet"/>
      <w:lvlText w:val="•"/>
      <w:lvlJc w:val="left"/>
      <w:pPr>
        <w:tabs>
          <w:tab w:val="num" w:pos="5760"/>
        </w:tabs>
        <w:ind w:left="5760" w:hanging="360"/>
      </w:pPr>
      <w:rPr>
        <w:rFonts w:ascii="Arial" w:hAnsi="Arial" w:hint="default"/>
      </w:rPr>
    </w:lvl>
    <w:lvl w:ilvl="8" w:tplc="5318332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EBC1DAB"/>
    <w:multiLevelType w:val="hybridMultilevel"/>
    <w:tmpl w:val="DC38E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B706540"/>
    <w:multiLevelType w:val="hybridMultilevel"/>
    <w:tmpl w:val="34A63190"/>
    <w:lvl w:ilvl="0" w:tplc="AABEE630">
      <w:start w:val="1"/>
      <w:numFmt w:val="bullet"/>
      <w:lvlText w:val="•"/>
      <w:lvlJc w:val="left"/>
      <w:pPr>
        <w:tabs>
          <w:tab w:val="num" w:pos="720"/>
        </w:tabs>
        <w:ind w:left="720" w:hanging="360"/>
      </w:pPr>
      <w:rPr>
        <w:rFonts w:ascii="Arial" w:hAnsi="Arial" w:hint="default"/>
      </w:rPr>
    </w:lvl>
    <w:lvl w:ilvl="1" w:tplc="84C4BF28">
      <w:start w:val="1"/>
      <w:numFmt w:val="bullet"/>
      <w:lvlText w:val="•"/>
      <w:lvlJc w:val="left"/>
      <w:pPr>
        <w:tabs>
          <w:tab w:val="num" w:pos="1440"/>
        </w:tabs>
        <w:ind w:left="1440" w:hanging="360"/>
      </w:pPr>
      <w:rPr>
        <w:rFonts w:ascii="Arial" w:hAnsi="Arial" w:hint="default"/>
      </w:rPr>
    </w:lvl>
    <w:lvl w:ilvl="2" w:tplc="0922E1FE" w:tentative="1">
      <w:start w:val="1"/>
      <w:numFmt w:val="bullet"/>
      <w:lvlText w:val="•"/>
      <w:lvlJc w:val="left"/>
      <w:pPr>
        <w:tabs>
          <w:tab w:val="num" w:pos="2160"/>
        </w:tabs>
        <w:ind w:left="2160" w:hanging="360"/>
      </w:pPr>
      <w:rPr>
        <w:rFonts w:ascii="Arial" w:hAnsi="Arial" w:hint="default"/>
      </w:rPr>
    </w:lvl>
    <w:lvl w:ilvl="3" w:tplc="7376DEA2" w:tentative="1">
      <w:start w:val="1"/>
      <w:numFmt w:val="bullet"/>
      <w:lvlText w:val="•"/>
      <w:lvlJc w:val="left"/>
      <w:pPr>
        <w:tabs>
          <w:tab w:val="num" w:pos="2880"/>
        </w:tabs>
        <w:ind w:left="2880" w:hanging="360"/>
      </w:pPr>
      <w:rPr>
        <w:rFonts w:ascii="Arial" w:hAnsi="Arial" w:hint="default"/>
      </w:rPr>
    </w:lvl>
    <w:lvl w:ilvl="4" w:tplc="826016FE" w:tentative="1">
      <w:start w:val="1"/>
      <w:numFmt w:val="bullet"/>
      <w:lvlText w:val="•"/>
      <w:lvlJc w:val="left"/>
      <w:pPr>
        <w:tabs>
          <w:tab w:val="num" w:pos="3600"/>
        </w:tabs>
        <w:ind w:left="3600" w:hanging="360"/>
      </w:pPr>
      <w:rPr>
        <w:rFonts w:ascii="Arial" w:hAnsi="Arial" w:hint="default"/>
      </w:rPr>
    </w:lvl>
    <w:lvl w:ilvl="5" w:tplc="898AD2CA" w:tentative="1">
      <w:start w:val="1"/>
      <w:numFmt w:val="bullet"/>
      <w:lvlText w:val="•"/>
      <w:lvlJc w:val="left"/>
      <w:pPr>
        <w:tabs>
          <w:tab w:val="num" w:pos="4320"/>
        </w:tabs>
        <w:ind w:left="4320" w:hanging="360"/>
      </w:pPr>
      <w:rPr>
        <w:rFonts w:ascii="Arial" w:hAnsi="Arial" w:hint="default"/>
      </w:rPr>
    </w:lvl>
    <w:lvl w:ilvl="6" w:tplc="174C3DD8" w:tentative="1">
      <w:start w:val="1"/>
      <w:numFmt w:val="bullet"/>
      <w:lvlText w:val="•"/>
      <w:lvlJc w:val="left"/>
      <w:pPr>
        <w:tabs>
          <w:tab w:val="num" w:pos="5040"/>
        </w:tabs>
        <w:ind w:left="5040" w:hanging="360"/>
      </w:pPr>
      <w:rPr>
        <w:rFonts w:ascii="Arial" w:hAnsi="Arial" w:hint="default"/>
      </w:rPr>
    </w:lvl>
    <w:lvl w:ilvl="7" w:tplc="F4C61254" w:tentative="1">
      <w:start w:val="1"/>
      <w:numFmt w:val="bullet"/>
      <w:lvlText w:val="•"/>
      <w:lvlJc w:val="left"/>
      <w:pPr>
        <w:tabs>
          <w:tab w:val="num" w:pos="5760"/>
        </w:tabs>
        <w:ind w:left="5760" w:hanging="360"/>
      </w:pPr>
      <w:rPr>
        <w:rFonts w:ascii="Arial" w:hAnsi="Arial" w:hint="default"/>
      </w:rPr>
    </w:lvl>
    <w:lvl w:ilvl="8" w:tplc="8C3A21C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F1D6A21"/>
    <w:multiLevelType w:val="singleLevel"/>
    <w:tmpl w:val="6F1D6A21"/>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27"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30"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43724D"/>
    <w:multiLevelType w:val="hybridMultilevel"/>
    <w:tmpl w:val="2544F92E"/>
    <w:lvl w:ilvl="0" w:tplc="62E68A8C">
      <w:numFmt w:val="bullet"/>
      <w:lvlText w:val="-"/>
      <w:lvlJc w:val="left"/>
      <w:pPr>
        <w:ind w:left="1004" w:hanging="360"/>
      </w:pPr>
      <w:rPr>
        <w:rFonts w:ascii="Times New Roman" w:eastAsia="Yu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965743693">
    <w:abstractNumId w:val="11"/>
  </w:num>
  <w:num w:numId="2" w16cid:durableId="125129521">
    <w:abstractNumId w:val="28"/>
  </w:num>
  <w:num w:numId="3" w16cid:durableId="243999353">
    <w:abstractNumId w:val="6"/>
  </w:num>
  <w:num w:numId="4" w16cid:durableId="1471636094">
    <w:abstractNumId w:val="19"/>
  </w:num>
  <w:num w:numId="5" w16cid:durableId="1076971206">
    <w:abstractNumId w:val="16"/>
  </w:num>
  <w:num w:numId="6" w16cid:durableId="842748296">
    <w:abstractNumId w:val="27"/>
  </w:num>
  <w:num w:numId="7" w16cid:durableId="2009868143">
    <w:abstractNumId w:val="29"/>
  </w:num>
  <w:num w:numId="8" w16cid:durableId="222831492">
    <w:abstractNumId w:val="30"/>
  </w:num>
  <w:num w:numId="9" w16cid:durableId="858353955">
    <w:abstractNumId w:val="13"/>
  </w:num>
  <w:num w:numId="10" w16cid:durableId="1028945900">
    <w:abstractNumId w:val="7"/>
  </w:num>
  <w:num w:numId="11" w16cid:durableId="1082529763">
    <w:abstractNumId w:val="17"/>
  </w:num>
  <w:num w:numId="12" w16cid:durableId="1212618153">
    <w:abstractNumId w:val="18"/>
  </w:num>
  <w:num w:numId="13" w16cid:durableId="312029919">
    <w:abstractNumId w:val="14"/>
  </w:num>
  <w:num w:numId="14" w16cid:durableId="28919925">
    <w:abstractNumId w:val="26"/>
  </w:num>
  <w:num w:numId="15" w16cid:durableId="2083483781">
    <w:abstractNumId w:val="0"/>
  </w:num>
  <w:num w:numId="16" w16cid:durableId="956717594">
    <w:abstractNumId w:val="3"/>
  </w:num>
  <w:num w:numId="17" w16cid:durableId="1997802535">
    <w:abstractNumId w:val="8"/>
  </w:num>
  <w:num w:numId="18" w16cid:durableId="1742219668">
    <w:abstractNumId w:val="24"/>
  </w:num>
  <w:num w:numId="19" w16cid:durableId="754324063">
    <w:abstractNumId w:val="15"/>
  </w:num>
  <w:num w:numId="20" w16cid:durableId="1859999237">
    <w:abstractNumId w:val="31"/>
  </w:num>
  <w:num w:numId="21" w16cid:durableId="2089961443">
    <w:abstractNumId w:val="12"/>
  </w:num>
  <w:num w:numId="22" w16cid:durableId="2133867347">
    <w:abstractNumId w:val="5"/>
  </w:num>
  <w:num w:numId="23" w16cid:durableId="17154948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36445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3045671">
    <w:abstractNumId w:val="11"/>
  </w:num>
  <w:num w:numId="26" w16cid:durableId="1696345866">
    <w:abstractNumId w:val="28"/>
  </w:num>
  <w:num w:numId="27" w16cid:durableId="220212823">
    <w:abstractNumId w:val="6"/>
  </w:num>
  <w:num w:numId="28" w16cid:durableId="12621044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494512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3660439">
    <w:abstractNumId w:val="27"/>
  </w:num>
  <w:num w:numId="31" w16cid:durableId="134643603">
    <w:abstractNumId w:val="29"/>
  </w:num>
  <w:num w:numId="32" w16cid:durableId="1558541510">
    <w:abstractNumId w:val="30"/>
  </w:num>
  <w:num w:numId="33" w16cid:durableId="486946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99486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47307677">
    <w:abstractNumId w:val="26"/>
    <w:lvlOverride w:ilvl="0">
      <w:startOverride w:val="1"/>
    </w:lvlOverride>
  </w:num>
  <w:num w:numId="36" w16cid:durableId="785664535">
    <w:abstractNumId w:val="0"/>
    <w:lvlOverride w:ilvl="0">
      <w:startOverride w:val="1"/>
    </w:lvlOverride>
  </w:num>
  <w:num w:numId="37" w16cid:durableId="11515600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66075519">
    <w:abstractNumId w:val="4"/>
  </w:num>
  <w:num w:numId="39" w16cid:durableId="2043480012">
    <w:abstractNumId w:val="1"/>
  </w:num>
  <w:num w:numId="40" w16cid:durableId="1722317814">
    <w:abstractNumId w:val="9"/>
  </w:num>
  <w:num w:numId="41" w16cid:durableId="527529705">
    <w:abstractNumId w:val="20"/>
  </w:num>
  <w:num w:numId="42" w16cid:durableId="1778255537">
    <w:abstractNumId w:val="2"/>
  </w:num>
  <w:num w:numId="43" w16cid:durableId="2122649938">
    <w:abstractNumId w:val="22"/>
  </w:num>
  <w:num w:numId="44" w16cid:durableId="311835045">
    <w:abstractNumId w:val="25"/>
  </w:num>
  <w:num w:numId="45" w16cid:durableId="1529946660">
    <w:abstractNumId w:val="23"/>
  </w:num>
  <w:num w:numId="46" w16cid:durableId="372272213">
    <w:abstractNumId w:val="10"/>
  </w:num>
  <w:num w:numId="47" w16cid:durableId="160742270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D38"/>
    <w:rsid w:val="0000395A"/>
    <w:rsid w:val="00003F42"/>
    <w:rsid w:val="000041E0"/>
    <w:rsid w:val="0000468E"/>
    <w:rsid w:val="0000477B"/>
    <w:rsid w:val="00004B1F"/>
    <w:rsid w:val="0000531B"/>
    <w:rsid w:val="000055D3"/>
    <w:rsid w:val="00005E89"/>
    <w:rsid w:val="00005F9F"/>
    <w:rsid w:val="00007381"/>
    <w:rsid w:val="00007819"/>
    <w:rsid w:val="00007DDF"/>
    <w:rsid w:val="00007EE2"/>
    <w:rsid w:val="00011F83"/>
    <w:rsid w:val="00011FE8"/>
    <w:rsid w:val="000125E3"/>
    <w:rsid w:val="000151E2"/>
    <w:rsid w:val="00016A88"/>
    <w:rsid w:val="00017A17"/>
    <w:rsid w:val="00021452"/>
    <w:rsid w:val="00021FAA"/>
    <w:rsid w:val="00022E4A"/>
    <w:rsid w:val="0002306F"/>
    <w:rsid w:val="0002459E"/>
    <w:rsid w:val="00026725"/>
    <w:rsid w:val="00027B17"/>
    <w:rsid w:val="00030E36"/>
    <w:rsid w:val="000339D8"/>
    <w:rsid w:val="00033DAD"/>
    <w:rsid w:val="00034290"/>
    <w:rsid w:val="000349A6"/>
    <w:rsid w:val="00035457"/>
    <w:rsid w:val="000354AA"/>
    <w:rsid w:val="00036AC1"/>
    <w:rsid w:val="00040A8F"/>
    <w:rsid w:val="00040BEF"/>
    <w:rsid w:val="00042547"/>
    <w:rsid w:val="000454C0"/>
    <w:rsid w:val="000455FD"/>
    <w:rsid w:val="00045A40"/>
    <w:rsid w:val="00047598"/>
    <w:rsid w:val="00047713"/>
    <w:rsid w:val="00047B3F"/>
    <w:rsid w:val="00050D35"/>
    <w:rsid w:val="00051405"/>
    <w:rsid w:val="00051A4A"/>
    <w:rsid w:val="00051D95"/>
    <w:rsid w:val="00052A20"/>
    <w:rsid w:val="00052B83"/>
    <w:rsid w:val="0005374D"/>
    <w:rsid w:val="00053A33"/>
    <w:rsid w:val="00053B2D"/>
    <w:rsid w:val="0005406E"/>
    <w:rsid w:val="00054A3B"/>
    <w:rsid w:val="000560CA"/>
    <w:rsid w:val="00056E45"/>
    <w:rsid w:val="00057F3E"/>
    <w:rsid w:val="00060742"/>
    <w:rsid w:val="00060890"/>
    <w:rsid w:val="000623E6"/>
    <w:rsid w:val="000628A6"/>
    <w:rsid w:val="00065FA6"/>
    <w:rsid w:val="000660C7"/>
    <w:rsid w:val="00067527"/>
    <w:rsid w:val="00067DD1"/>
    <w:rsid w:val="000705FD"/>
    <w:rsid w:val="0007562D"/>
    <w:rsid w:val="000766D3"/>
    <w:rsid w:val="00076B9F"/>
    <w:rsid w:val="00076DE6"/>
    <w:rsid w:val="00077590"/>
    <w:rsid w:val="0007791B"/>
    <w:rsid w:val="00080300"/>
    <w:rsid w:val="0008127A"/>
    <w:rsid w:val="00083270"/>
    <w:rsid w:val="000841E5"/>
    <w:rsid w:val="00084BDA"/>
    <w:rsid w:val="00085077"/>
    <w:rsid w:val="00086A51"/>
    <w:rsid w:val="00087B03"/>
    <w:rsid w:val="00087E2E"/>
    <w:rsid w:val="000903A2"/>
    <w:rsid w:val="000903F0"/>
    <w:rsid w:val="00090CF0"/>
    <w:rsid w:val="00092AF4"/>
    <w:rsid w:val="00093ED2"/>
    <w:rsid w:val="000943FF"/>
    <w:rsid w:val="00094F0E"/>
    <w:rsid w:val="00094F36"/>
    <w:rsid w:val="00096493"/>
    <w:rsid w:val="00096595"/>
    <w:rsid w:val="00096866"/>
    <w:rsid w:val="00096A03"/>
    <w:rsid w:val="00097988"/>
    <w:rsid w:val="000A1977"/>
    <w:rsid w:val="000A1C8D"/>
    <w:rsid w:val="000A27A3"/>
    <w:rsid w:val="000A3664"/>
    <w:rsid w:val="000A3F65"/>
    <w:rsid w:val="000A42AA"/>
    <w:rsid w:val="000A50AE"/>
    <w:rsid w:val="000A6394"/>
    <w:rsid w:val="000A6B90"/>
    <w:rsid w:val="000A75FF"/>
    <w:rsid w:val="000B0963"/>
    <w:rsid w:val="000B0B64"/>
    <w:rsid w:val="000B0D95"/>
    <w:rsid w:val="000B382D"/>
    <w:rsid w:val="000B469D"/>
    <w:rsid w:val="000B527C"/>
    <w:rsid w:val="000B6F05"/>
    <w:rsid w:val="000B7061"/>
    <w:rsid w:val="000B7D8A"/>
    <w:rsid w:val="000C038A"/>
    <w:rsid w:val="000C05A0"/>
    <w:rsid w:val="000C1759"/>
    <w:rsid w:val="000C2D69"/>
    <w:rsid w:val="000C3B22"/>
    <w:rsid w:val="000C55AD"/>
    <w:rsid w:val="000C5B55"/>
    <w:rsid w:val="000C600A"/>
    <w:rsid w:val="000C6598"/>
    <w:rsid w:val="000C6CEB"/>
    <w:rsid w:val="000C6F92"/>
    <w:rsid w:val="000C6F98"/>
    <w:rsid w:val="000C723F"/>
    <w:rsid w:val="000D017C"/>
    <w:rsid w:val="000D1D9A"/>
    <w:rsid w:val="000D24E1"/>
    <w:rsid w:val="000D2EA4"/>
    <w:rsid w:val="000D4135"/>
    <w:rsid w:val="000D41E2"/>
    <w:rsid w:val="000D6711"/>
    <w:rsid w:val="000D696A"/>
    <w:rsid w:val="000D69BD"/>
    <w:rsid w:val="000D7A41"/>
    <w:rsid w:val="000D7FC6"/>
    <w:rsid w:val="000E0008"/>
    <w:rsid w:val="000E2044"/>
    <w:rsid w:val="000E2966"/>
    <w:rsid w:val="000E3FB7"/>
    <w:rsid w:val="000E404E"/>
    <w:rsid w:val="000E4322"/>
    <w:rsid w:val="000E567E"/>
    <w:rsid w:val="000E5A39"/>
    <w:rsid w:val="000E602A"/>
    <w:rsid w:val="000E610A"/>
    <w:rsid w:val="000E6803"/>
    <w:rsid w:val="000E6EE0"/>
    <w:rsid w:val="000F0A5F"/>
    <w:rsid w:val="000F181B"/>
    <w:rsid w:val="000F22CE"/>
    <w:rsid w:val="000F3CF7"/>
    <w:rsid w:val="000F44E0"/>
    <w:rsid w:val="000F4704"/>
    <w:rsid w:val="000F4D44"/>
    <w:rsid w:val="000F57B6"/>
    <w:rsid w:val="000F6080"/>
    <w:rsid w:val="000F6853"/>
    <w:rsid w:val="000F74FF"/>
    <w:rsid w:val="00100189"/>
    <w:rsid w:val="001006AD"/>
    <w:rsid w:val="00100D43"/>
    <w:rsid w:val="00101A9D"/>
    <w:rsid w:val="00101E2E"/>
    <w:rsid w:val="00102FDA"/>
    <w:rsid w:val="0010304C"/>
    <w:rsid w:val="00104891"/>
    <w:rsid w:val="001067CD"/>
    <w:rsid w:val="0010714E"/>
    <w:rsid w:val="00107586"/>
    <w:rsid w:val="001075FC"/>
    <w:rsid w:val="00107E77"/>
    <w:rsid w:val="001105DB"/>
    <w:rsid w:val="00110BC6"/>
    <w:rsid w:val="001115C2"/>
    <w:rsid w:val="0011287B"/>
    <w:rsid w:val="00112C33"/>
    <w:rsid w:val="001135A5"/>
    <w:rsid w:val="00113C32"/>
    <w:rsid w:val="00117938"/>
    <w:rsid w:val="001202FC"/>
    <w:rsid w:val="00121197"/>
    <w:rsid w:val="00121A89"/>
    <w:rsid w:val="001232BF"/>
    <w:rsid w:val="001240D5"/>
    <w:rsid w:val="001253C6"/>
    <w:rsid w:val="00125FED"/>
    <w:rsid w:val="00126254"/>
    <w:rsid w:val="00127B9C"/>
    <w:rsid w:val="001310A1"/>
    <w:rsid w:val="0013221E"/>
    <w:rsid w:val="001406B1"/>
    <w:rsid w:val="00140DA5"/>
    <w:rsid w:val="00141090"/>
    <w:rsid w:val="0014116B"/>
    <w:rsid w:val="00141A76"/>
    <w:rsid w:val="00142C57"/>
    <w:rsid w:val="00142FE0"/>
    <w:rsid w:val="00143A6A"/>
    <w:rsid w:val="00143DEE"/>
    <w:rsid w:val="0014428F"/>
    <w:rsid w:val="00145D43"/>
    <w:rsid w:val="001479D3"/>
    <w:rsid w:val="00147EA6"/>
    <w:rsid w:val="0015004C"/>
    <w:rsid w:val="00150235"/>
    <w:rsid w:val="0015133E"/>
    <w:rsid w:val="00151387"/>
    <w:rsid w:val="00151516"/>
    <w:rsid w:val="0015398B"/>
    <w:rsid w:val="001549CD"/>
    <w:rsid w:val="00156B63"/>
    <w:rsid w:val="00156F51"/>
    <w:rsid w:val="00160755"/>
    <w:rsid w:val="001611D9"/>
    <w:rsid w:val="001618DF"/>
    <w:rsid w:val="00163AA7"/>
    <w:rsid w:val="00165575"/>
    <w:rsid w:val="00165E50"/>
    <w:rsid w:val="00166C2D"/>
    <w:rsid w:val="001728BC"/>
    <w:rsid w:val="00172F28"/>
    <w:rsid w:val="001753A6"/>
    <w:rsid w:val="00176554"/>
    <w:rsid w:val="00180345"/>
    <w:rsid w:val="00181694"/>
    <w:rsid w:val="00181A12"/>
    <w:rsid w:val="00181D3A"/>
    <w:rsid w:val="001837BE"/>
    <w:rsid w:val="0018478C"/>
    <w:rsid w:val="0018506F"/>
    <w:rsid w:val="001874A5"/>
    <w:rsid w:val="00187BA5"/>
    <w:rsid w:val="00191B6C"/>
    <w:rsid w:val="001920FC"/>
    <w:rsid w:val="00192C46"/>
    <w:rsid w:val="001949A1"/>
    <w:rsid w:val="00194FBC"/>
    <w:rsid w:val="0019560D"/>
    <w:rsid w:val="00195934"/>
    <w:rsid w:val="00195F8E"/>
    <w:rsid w:val="00196019"/>
    <w:rsid w:val="0019653E"/>
    <w:rsid w:val="001973C3"/>
    <w:rsid w:val="001A0963"/>
    <w:rsid w:val="001A0B14"/>
    <w:rsid w:val="001A118F"/>
    <w:rsid w:val="001A18BE"/>
    <w:rsid w:val="001A1F79"/>
    <w:rsid w:val="001A2AA7"/>
    <w:rsid w:val="001A3CCC"/>
    <w:rsid w:val="001A410E"/>
    <w:rsid w:val="001A4642"/>
    <w:rsid w:val="001A5CCC"/>
    <w:rsid w:val="001A60AC"/>
    <w:rsid w:val="001A6115"/>
    <w:rsid w:val="001A6A0A"/>
    <w:rsid w:val="001A7B60"/>
    <w:rsid w:val="001B147D"/>
    <w:rsid w:val="001B298F"/>
    <w:rsid w:val="001B2D78"/>
    <w:rsid w:val="001B5955"/>
    <w:rsid w:val="001B7639"/>
    <w:rsid w:val="001B7A65"/>
    <w:rsid w:val="001B7ED1"/>
    <w:rsid w:val="001C0E95"/>
    <w:rsid w:val="001C1A73"/>
    <w:rsid w:val="001C20BF"/>
    <w:rsid w:val="001C2BED"/>
    <w:rsid w:val="001C3256"/>
    <w:rsid w:val="001C39C1"/>
    <w:rsid w:val="001C3CB2"/>
    <w:rsid w:val="001C40DD"/>
    <w:rsid w:val="001C4FD4"/>
    <w:rsid w:val="001C6A5C"/>
    <w:rsid w:val="001C7C20"/>
    <w:rsid w:val="001D0DB4"/>
    <w:rsid w:val="001D1D31"/>
    <w:rsid w:val="001D2238"/>
    <w:rsid w:val="001D456E"/>
    <w:rsid w:val="001D5A14"/>
    <w:rsid w:val="001D5D73"/>
    <w:rsid w:val="001D6564"/>
    <w:rsid w:val="001E071E"/>
    <w:rsid w:val="001E0FE6"/>
    <w:rsid w:val="001E1650"/>
    <w:rsid w:val="001E2E85"/>
    <w:rsid w:val="001E3B3B"/>
    <w:rsid w:val="001E41F3"/>
    <w:rsid w:val="001E4448"/>
    <w:rsid w:val="001E4DA4"/>
    <w:rsid w:val="001E62EC"/>
    <w:rsid w:val="001E6659"/>
    <w:rsid w:val="001E68D3"/>
    <w:rsid w:val="001E6988"/>
    <w:rsid w:val="001E7356"/>
    <w:rsid w:val="001F4334"/>
    <w:rsid w:val="001F5840"/>
    <w:rsid w:val="001F6644"/>
    <w:rsid w:val="001F6E1B"/>
    <w:rsid w:val="001F7149"/>
    <w:rsid w:val="001F79D9"/>
    <w:rsid w:val="001F7F06"/>
    <w:rsid w:val="00200AF6"/>
    <w:rsid w:val="002023EE"/>
    <w:rsid w:val="00206A11"/>
    <w:rsid w:val="00206B41"/>
    <w:rsid w:val="00210308"/>
    <w:rsid w:val="0021185C"/>
    <w:rsid w:val="002120BF"/>
    <w:rsid w:val="00212E6D"/>
    <w:rsid w:val="00213B2D"/>
    <w:rsid w:val="00214936"/>
    <w:rsid w:val="002153E1"/>
    <w:rsid w:val="00216252"/>
    <w:rsid w:val="00216D43"/>
    <w:rsid w:val="00221763"/>
    <w:rsid w:val="00221B10"/>
    <w:rsid w:val="00222ECB"/>
    <w:rsid w:val="00223AF8"/>
    <w:rsid w:val="0022461F"/>
    <w:rsid w:val="0022566D"/>
    <w:rsid w:val="002273D3"/>
    <w:rsid w:val="00232DDE"/>
    <w:rsid w:val="00233050"/>
    <w:rsid w:val="002333C0"/>
    <w:rsid w:val="002334FF"/>
    <w:rsid w:val="00233EE5"/>
    <w:rsid w:val="002357D0"/>
    <w:rsid w:val="00235AE8"/>
    <w:rsid w:val="00235BB8"/>
    <w:rsid w:val="00236242"/>
    <w:rsid w:val="00237AC2"/>
    <w:rsid w:val="00237C47"/>
    <w:rsid w:val="0024087D"/>
    <w:rsid w:val="00242901"/>
    <w:rsid w:val="002441F5"/>
    <w:rsid w:val="002443E9"/>
    <w:rsid w:val="002457FE"/>
    <w:rsid w:val="00245F7F"/>
    <w:rsid w:val="00247037"/>
    <w:rsid w:val="00250205"/>
    <w:rsid w:val="002516B6"/>
    <w:rsid w:val="00252365"/>
    <w:rsid w:val="00252A8F"/>
    <w:rsid w:val="00252BFD"/>
    <w:rsid w:val="002534F4"/>
    <w:rsid w:val="00255ED1"/>
    <w:rsid w:val="002567EC"/>
    <w:rsid w:val="0026004D"/>
    <w:rsid w:val="0026055F"/>
    <w:rsid w:val="00260564"/>
    <w:rsid w:val="00260C48"/>
    <w:rsid w:val="002639EF"/>
    <w:rsid w:val="0026455B"/>
    <w:rsid w:val="00267720"/>
    <w:rsid w:val="002701AC"/>
    <w:rsid w:val="00272C05"/>
    <w:rsid w:val="0027335B"/>
    <w:rsid w:val="00274BA0"/>
    <w:rsid w:val="00275D12"/>
    <w:rsid w:val="0027697E"/>
    <w:rsid w:val="002779F5"/>
    <w:rsid w:val="00280BF9"/>
    <w:rsid w:val="0028237D"/>
    <w:rsid w:val="002824E3"/>
    <w:rsid w:val="00282D34"/>
    <w:rsid w:val="00282EAF"/>
    <w:rsid w:val="00283A2D"/>
    <w:rsid w:val="00284128"/>
    <w:rsid w:val="00284D63"/>
    <w:rsid w:val="00284D8A"/>
    <w:rsid w:val="002860C4"/>
    <w:rsid w:val="002903EB"/>
    <w:rsid w:val="002905A6"/>
    <w:rsid w:val="0029063C"/>
    <w:rsid w:val="002906AD"/>
    <w:rsid w:val="00291C0D"/>
    <w:rsid w:val="00293A09"/>
    <w:rsid w:val="00295C6E"/>
    <w:rsid w:val="002962F9"/>
    <w:rsid w:val="0029699E"/>
    <w:rsid w:val="002A01CC"/>
    <w:rsid w:val="002A17FD"/>
    <w:rsid w:val="002A211B"/>
    <w:rsid w:val="002A65F9"/>
    <w:rsid w:val="002B0029"/>
    <w:rsid w:val="002B03C2"/>
    <w:rsid w:val="002B1A91"/>
    <w:rsid w:val="002B1E2B"/>
    <w:rsid w:val="002B2D51"/>
    <w:rsid w:val="002B30D2"/>
    <w:rsid w:val="002B5741"/>
    <w:rsid w:val="002B5C80"/>
    <w:rsid w:val="002B5DD3"/>
    <w:rsid w:val="002B68A9"/>
    <w:rsid w:val="002C0282"/>
    <w:rsid w:val="002C12F4"/>
    <w:rsid w:val="002C1FD6"/>
    <w:rsid w:val="002C43F3"/>
    <w:rsid w:val="002C4C8D"/>
    <w:rsid w:val="002C5C0C"/>
    <w:rsid w:val="002D1E05"/>
    <w:rsid w:val="002D1ED0"/>
    <w:rsid w:val="002D36D8"/>
    <w:rsid w:val="002D6B25"/>
    <w:rsid w:val="002D7929"/>
    <w:rsid w:val="002E0C91"/>
    <w:rsid w:val="002E107C"/>
    <w:rsid w:val="002E1A54"/>
    <w:rsid w:val="002E251E"/>
    <w:rsid w:val="002E27E9"/>
    <w:rsid w:val="002E333A"/>
    <w:rsid w:val="002E6789"/>
    <w:rsid w:val="002E797A"/>
    <w:rsid w:val="002F429F"/>
    <w:rsid w:val="002F43B1"/>
    <w:rsid w:val="002F4FAA"/>
    <w:rsid w:val="002F5EE1"/>
    <w:rsid w:val="002F6C99"/>
    <w:rsid w:val="002F703B"/>
    <w:rsid w:val="002F7F08"/>
    <w:rsid w:val="003004EC"/>
    <w:rsid w:val="00301273"/>
    <w:rsid w:val="003019CC"/>
    <w:rsid w:val="003025CF"/>
    <w:rsid w:val="00303A14"/>
    <w:rsid w:val="00305409"/>
    <w:rsid w:val="00305AAD"/>
    <w:rsid w:val="003066D7"/>
    <w:rsid w:val="003068D8"/>
    <w:rsid w:val="00306A8B"/>
    <w:rsid w:val="003075B9"/>
    <w:rsid w:val="00310487"/>
    <w:rsid w:val="00312007"/>
    <w:rsid w:val="0031573A"/>
    <w:rsid w:val="00315B01"/>
    <w:rsid w:val="00316C3C"/>
    <w:rsid w:val="0032035C"/>
    <w:rsid w:val="003214FE"/>
    <w:rsid w:val="003218F7"/>
    <w:rsid w:val="00324A97"/>
    <w:rsid w:val="00325E16"/>
    <w:rsid w:val="003312C6"/>
    <w:rsid w:val="00331919"/>
    <w:rsid w:val="00331C5C"/>
    <w:rsid w:val="00332365"/>
    <w:rsid w:val="00332C15"/>
    <w:rsid w:val="0033365F"/>
    <w:rsid w:val="003354F3"/>
    <w:rsid w:val="003362BF"/>
    <w:rsid w:val="003373CD"/>
    <w:rsid w:val="003400B6"/>
    <w:rsid w:val="00340DF0"/>
    <w:rsid w:val="003423A4"/>
    <w:rsid w:val="00342E0D"/>
    <w:rsid w:val="0034332B"/>
    <w:rsid w:val="00343BBA"/>
    <w:rsid w:val="00343E28"/>
    <w:rsid w:val="003443EB"/>
    <w:rsid w:val="0034593F"/>
    <w:rsid w:val="00346267"/>
    <w:rsid w:val="00347378"/>
    <w:rsid w:val="00350321"/>
    <w:rsid w:val="003516D2"/>
    <w:rsid w:val="003516DB"/>
    <w:rsid w:val="00351CCE"/>
    <w:rsid w:val="00353491"/>
    <w:rsid w:val="00355291"/>
    <w:rsid w:val="00355B79"/>
    <w:rsid w:val="00355EB5"/>
    <w:rsid w:val="0035697A"/>
    <w:rsid w:val="00356A37"/>
    <w:rsid w:val="00357D7E"/>
    <w:rsid w:val="0036005C"/>
    <w:rsid w:val="00360B86"/>
    <w:rsid w:val="003618C8"/>
    <w:rsid w:val="0036342E"/>
    <w:rsid w:val="00363EF2"/>
    <w:rsid w:val="00365BF0"/>
    <w:rsid w:val="00370345"/>
    <w:rsid w:val="00371131"/>
    <w:rsid w:val="003713C2"/>
    <w:rsid w:val="0037235D"/>
    <w:rsid w:val="0037530C"/>
    <w:rsid w:val="0037593D"/>
    <w:rsid w:val="00375B2D"/>
    <w:rsid w:val="00375DED"/>
    <w:rsid w:val="0037670F"/>
    <w:rsid w:val="003768E0"/>
    <w:rsid w:val="00377455"/>
    <w:rsid w:val="00380415"/>
    <w:rsid w:val="00382807"/>
    <w:rsid w:val="00382BD0"/>
    <w:rsid w:val="00383205"/>
    <w:rsid w:val="00383903"/>
    <w:rsid w:val="00383ED3"/>
    <w:rsid w:val="00385C20"/>
    <w:rsid w:val="0038776B"/>
    <w:rsid w:val="00387932"/>
    <w:rsid w:val="00390D27"/>
    <w:rsid w:val="0039149A"/>
    <w:rsid w:val="00391BB9"/>
    <w:rsid w:val="00391E79"/>
    <w:rsid w:val="00393A1F"/>
    <w:rsid w:val="00393B98"/>
    <w:rsid w:val="0039435F"/>
    <w:rsid w:val="003945DE"/>
    <w:rsid w:val="00394803"/>
    <w:rsid w:val="00395AEA"/>
    <w:rsid w:val="00395E09"/>
    <w:rsid w:val="00395FDF"/>
    <w:rsid w:val="00396BC6"/>
    <w:rsid w:val="00397CC8"/>
    <w:rsid w:val="003A1843"/>
    <w:rsid w:val="003A2A1A"/>
    <w:rsid w:val="003A3069"/>
    <w:rsid w:val="003A394C"/>
    <w:rsid w:val="003A394E"/>
    <w:rsid w:val="003A46F5"/>
    <w:rsid w:val="003A5791"/>
    <w:rsid w:val="003A5D30"/>
    <w:rsid w:val="003A6F26"/>
    <w:rsid w:val="003B058F"/>
    <w:rsid w:val="003B0E38"/>
    <w:rsid w:val="003B1F5F"/>
    <w:rsid w:val="003B2924"/>
    <w:rsid w:val="003B2D23"/>
    <w:rsid w:val="003B595E"/>
    <w:rsid w:val="003B61F7"/>
    <w:rsid w:val="003B6FD1"/>
    <w:rsid w:val="003B7996"/>
    <w:rsid w:val="003C16FF"/>
    <w:rsid w:val="003C294D"/>
    <w:rsid w:val="003C2DC3"/>
    <w:rsid w:val="003C4144"/>
    <w:rsid w:val="003C504E"/>
    <w:rsid w:val="003C5F34"/>
    <w:rsid w:val="003C765F"/>
    <w:rsid w:val="003C77C1"/>
    <w:rsid w:val="003D0B7A"/>
    <w:rsid w:val="003D209B"/>
    <w:rsid w:val="003D216E"/>
    <w:rsid w:val="003D2A69"/>
    <w:rsid w:val="003D2DAB"/>
    <w:rsid w:val="003D437C"/>
    <w:rsid w:val="003D5A6F"/>
    <w:rsid w:val="003E0080"/>
    <w:rsid w:val="003E01CB"/>
    <w:rsid w:val="003E095D"/>
    <w:rsid w:val="003E0A40"/>
    <w:rsid w:val="003E0D36"/>
    <w:rsid w:val="003E1A36"/>
    <w:rsid w:val="003E20C3"/>
    <w:rsid w:val="003E265D"/>
    <w:rsid w:val="003E325E"/>
    <w:rsid w:val="003E3330"/>
    <w:rsid w:val="003E5B9D"/>
    <w:rsid w:val="003E6140"/>
    <w:rsid w:val="003E6DAF"/>
    <w:rsid w:val="003F1481"/>
    <w:rsid w:val="003F328F"/>
    <w:rsid w:val="003F35F7"/>
    <w:rsid w:val="003F4610"/>
    <w:rsid w:val="003F46D7"/>
    <w:rsid w:val="003F5383"/>
    <w:rsid w:val="003F599D"/>
    <w:rsid w:val="003F6610"/>
    <w:rsid w:val="003F6BF1"/>
    <w:rsid w:val="003F7119"/>
    <w:rsid w:val="003F7C32"/>
    <w:rsid w:val="00400008"/>
    <w:rsid w:val="00401ADA"/>
    <w:rsid w:val="00402EE8"/>
    <w:rsid w:val="0040380F"/>
    <w:rsid w:val="00403FA8"/>
    <w:rsid w:val="00404BB5"/>
    <w:rsid w:val="004055F3"/>
    <w:rsid w:val="00406CF7"/>
    <w:rsid w:val="004072F3"/>
    <w:rsid w:val="004134F0"/>
    <w:rsid w:val="00415190"/>
    <w:rsid w:val="004156C4"/>
    <w:rsid w:val="0041732B"/>
    <w:rsid w:val="00417405"/>
    <w:rsid w:val="00421CB5"/>
    <w:rsid w:val="00422221"/>
    <w:rsid w:val="00422922"/>
    <w:rsid w:val="00422BAC"/>
    <w:rsid w:val="004237FF"/>
    <w:rsid w:val="00424056"/>
    <w:rsid w:val="004242F1"/>
    <w:rsid w:val="004244D7"/>
    <w:rsid w:val="00425728"/>
    <w:rsid w:val="00425D90"/>
    <w:rsid w:val="00426125"/>
    <w:rsid w:val="0042691E"/>
    <w:rsid w:val="00427493"/>
    <w:rsid w:val="004275B7"/>
    <w:rsid w:val="004277CE"/>
    <w:rsid w:val="004303D1"/>
    <w:rsid w:val="00431DBC"/>
    <w:rsid w:val="00432154"/>
    <w:rsid w:val="00433234"/>
    <w:rsid w:val="00433422"/>
    <w:rsid w:val="0043474B"/>
    <w:rsid w:val="00434961"/>
    <w:rsid w:val="00435AEC"/>
    <w:rsid w:val="004366ED"/>
    <w:rsid w:val="00436F89"/>
    <w:rsid w:val="00440B7C"/>
    <w:rsid w:val="00443019"/>
    <w:rsid w:val="0044370D"/>
    <w:rsid w:val="00444FE8"/>
    <w:rsid w:val="0044787F"/>
    <w:rsid w:val="004500CB"/>
    <w:rsid w:val="00450DC8"/>
    <w:rsid w:val="00451A22"/>
    <w:rsid w:val="004524F3"/>
    <w:rsid w:val="00453E83"/>
    <w:rsid w:val="00455913"/>
    <w:rsid w:val="0045647B"/>
    <w:rsid w:val="00456803"/>
    <w:rsid w:val="0046362D"/>
    <w:rsid w:val="0046464F"/>
    <w:rsid w:val="00465AC2"/>
    <w:rsid w:val="00471067"/>
    <w:rsid w:val="00471A8E"/>
    <w:rsid w:val="00471D5D"/>
    <w:rsid w:val="0047347A"/>
    <w:rsid w:val="0047460A"/>
    <w:rsid w:val="00474D80"/>
    <w:rsid w:val="00475023"/>
    <w:rsid w:val="00476059"/>
    <w:rsid w:val="00476FD5"/>
    <w:rsid w:val="00477AAB"/>
    <w:rsid w:val="004802D2"/>
    <w:rsid w:val="00480617"/>
    <w:rsid w:val="00480979"/>
    <w:rsid w:val="0048179C"/>
    <w:rsid w:val="004834CA"/>
    <w:rsid w:val="00484AA0"/>
    <w:rsid w:val="00486AD0"/>
    <w:rsid w:val="00486B55"/>
    <w:rsid w:val="00487AEA"/>
    <w:rsid w:val="00490476"/>
    <w:rsid w:val="00490DF3"/>
    <w:rsid w:val="004922A1"/>
    <w:rsid w:val="00492764"/>
    <w:rsid w:val="00492DAE"/>
    <w:rsid w:val="00495DB0"/>
    <w:rsid w:val="004967EE"/>
    <w:rsid w:val="00497110"/>
    <w:rsid w:val="004A01D4"/>
    <w:rsid w:val="004A1EFE"/>
    <w:rsid w:val="004A1FF2"/>
    <w:rsid w:val="004A21F8"/>
    <w:rsid w:val="004A27B2"/>
    <w:rsid w:val="004A294A"/>
    <w:rsid w:val="004A2C3C"/>
    <w:rsid w:val="004A2D68"/>
    <w:rsid w:val="004A3FBE"/>
    <w:rsid w:val="004A4F2C"/>
    <w:rsid w:val="004A69FE"/>
    <w:rsid w:val="004A7BDA"/>
    <w:rsid w:val="004B079B"/>
    <w:rsid w:val="004B2E38"/>
    <w:rsid w:val="004B369C"/>
    <w:rsid w:val="004B3A52"/>
    <w:rsid w:val="004B4A8F"/>
    <w:rsid w:val="004B58A3"/>
    <w:rsid w:val="004B75B7"/>
    <w:rsid w:val="004B7A95"/>
    <w:rsid w:val="004C0413"/>
    <w:rsid w:val="004C1236"/>
    <w:rsid w:val="004C2F5D"/>
    <w:rsid w:val="004C455F"/>
    <w:rsid w:val="004C518B"/>
    <w:rsid w:val="004C5FB0"/>
    <w:rsid w:val="004D03F0"/>
    <w:rsid w:val="004D05EA"/>
    <w:rsid w:val="004D271C"/>
    <w:rsid w:val="004D2ADA"/>
    <w:rsid w:val="004D4582"/>
    <w:rsid w:val="004D46A9"/>
    <w:rsid w:val="004D4ACE"/>
    <w:rsid w:val="004D514F"/>
    <w:rsid w:val="004D526A"/>
    <w:rsid w:val="004D6774"/>
    <w:rsid w:val="004D6816"/>
    <w:rsid w:val="004D6C79"/>
    <w:rsid w:val="004E1F85"/>
    <w:rsid w:val="004E2034"/>
    <w:rsid w:val="004E3362"/>
    <w:rsid w:val="004E43EE"/>
    <w:rsid w:val="004E46C7"/>
    <w:rsid w:val="004E72E0"/>
    <w:rsid w:val="004E7AAA"/>
    <w:rsid w:val="004F0124"/>
    <w:rsid w:val="004F030B"/>
    <w:rsid w:val="004F063B"/>
    <w:rsid w:val="004F1646"/>
    <w:rsid w:val="004F26A5"/>
    <w:rsid w:val="004F3108"/>
    <w:rsid w:val="004F32E0"/>
    <w:rsid w:val="004F4250"/>
    <w:rsid w:val="004F4EFF"/>
    <w:rsid w:val="004F5052"/>
    <w:rsid w:val="004F6301"/>
    <w:rsid w:val="004F6550"/>
    <w:rsid w:val="00500738"/>
    <w:rsid w:val="0050173C"/>
    <w:rsid w:val="00502D4D"/>
    <w:rsid w:val="00504E23"/>
    <w:rsid w:val="00510072"/>
    <w:rsid w:val="00510613"/>
    <w:rsid w:val="00510D17"/>
    <w:rsid w:val="005113A9"/>
    <w:rsid w:val="0051232E"/>
    <w:rsid w:val="0051388F"/>
    <w:rsid w:val="00513B93"/>
    <w:rsid w:val="00514C90"/>
    <w:rsid w:val="005156D2"/>
    <w:rsid w:val="005157D7"/>
    <w:rsid w:val="0051580D"/>
    <w:rsid w:val="00516555"/>
    <w:rsid w:val="00516CC3"/>
    <w:rsid w:val="00516D8B"/>
    <w:rsid w:val="00517594"/>
    <w:rsid w:val="00520853"/>
    <w:rsid w:val="00520E69"/>
    <w:rsid w:val="00521382"/>
    <w:rsid w:val="00521DC4"/>
    <w:rsid w:val="00522FC8"/>
    <w:rsid w:val="0052397E"/>
    <w:rsid w:val="00524855"/>
    <w:rsid w:val="00524B28"/>
    <w:rsid w:val="005256E0"/>
    <w:rsid w:val="00526056"/>
    <w:rsid w:val="0052718D"/>
    <w:rsid w:val="005304A0"/>
    <w:rsid w:val="005304E0"/>
    <w:rsid w:val="00530DBD"/>
    <w:rsid w:val="00531850"/>
    <w:rsid w:val="005322B4"/>
    <w:rsid w:val="00532B17"/>
    <w:rsid w:val="0053358C"/>
    <w:rsid w:val="00533CF3"/>
    <w:rsid w:val="00535A4A"/>
    <w:rsid w:val="00535F5B"/>
    <w:rsid w:val="00536BFA"/>
    <w:rsid w:val="0054284D"/>
    <w:rsid w:val="0054374C"/>
    <w:rsid w:val="00544AC0"/>
    <w:rsid w:val="00544B05"/>
    <w:rsid w:val="00544D55"/>
    <w:rsid w:val="00544E78"/>
    <w:rsid w:val="00546454"/>
    <w:rsid w:val="005468A0"/>
    <w:rsid w:val="00546F46"/>
    <w:rsid w:val="005506D6"/>
    <w:rsid w:val="00550D0E"/>
    <w:rsid w:val="00551572"/>
    <w:rsid w:val="00551700"/>
    <w:rsid w:val="0055331D"/>
    <w:rsid w:val="00554D9F"/>
    <w:rsid w:val="00557B53"/>
    <w:rsid w:val="00557D5B"/>
    <w:rsid w:val="0056051B"/>
    <w:rsid w:val="005606F4"/>
    <w:rsid w:val="00561AD8"/>
    <w:rsid w:val="005622B2"/>
    <w:rsid w:val="00564829"/>
    <w:rsid w:val="0056520E"/>
    <w:rsid w:val="00565701"/>
    <w:rsid w:val="00566F31"/>
    <w:rsid w:val="0057147F"/>
    <w:rsid w:val="00571B04"/>
    <w:rsid w:val="00572D18"/>
    <w:rsid w:val="00573330"/>
    <w:rsid w:val="00573DC9"/>
    <w:rsid w:val="00573E4B"/>
    <w:rsid w:val="00574994"/>
    <w:rsid w:val="00575747"/>
    <w:rsid w:val="005767EE"/>
    <w:rsid w:val="005768D3"/>
    <w:rsid w:val="00576B14"/>
    <w:rsid w:val="005819DA"/>
    <w:rsid w:val="00583942"/>
    <w:rsid w:val="005845ED"/>
    <w:rsid w:val="00584F30"/>
    <w:rsid w:val="00585591"/>
    <w:rsid w:val="005858FF"/>
    <w:rsid w:val="00586440"/>
    <w:rsid w:val="00587160"/>
    <w:rsid w:val="005877C7"/>
    <w:rsid w:val="00587F37"/>
    <w:rsid w:val="00587FA1"/>
    <w:rsid w:val="005904D8"/>
    <w:rsid w:val="0059092C"/>
    <w:rsid w:val="00592500"/>
    <w:rsid w:val="00592D74"/>
    <w:rsid w:val="00593377"/>
    <w:rsid w:val="005968B4"/>
    <w:rsid w:val="005972C6"/>
    <w:rsid w:val="00597BEC"/>
    <w:rsid w:val="005A078D"/>
    <w:rsid w:val="005A137A"/>
    <w:rsid w:val="005A181A"/>
    <w:rsid w:val="005A3951"/>
    <w:rsid w:val="005A655A"/>
    <w:rsid w:val="005B0F9B"/>
    <w:rsid w:val="005B1ECE"/>
    <w:rsid w:val="005B212B"/>
    <w:rsid w:val="005B29CC"/>
    <w:rsid w:val="005B3607"/>
    <w:rsid w:val="005B7CA0"/>
    <w:rsid w:val="005B7E7F"/>
    <w:rsid w:val="005C276A"/>
    <w:rsid w:val="005C36E8"/>
    <w:rsid w:val="005C3ABD"/>
    <w:rsid w:val="005C4584"/>
    <w:rsid w:val="005C4614"/>
    <w:rsid w:val="005C5AE4"/>
    <w:rsid w:val="005C63AD"/>
    <w:rsid w:val="005C68B8"/>
    <w:rsid w:val="005D1095"/>
    <w:rsid w:val="005D10E8"/>
    <w:rsid w:val="005D1FDA"/>
    <w:rsid w:val="005D2E8D"/>
    <w:rsid w:val="005D33AD"/>
    <w:rsid w:val="005D4F46"/>
    <w:rsid w:val="005D50B9"/>
    <w:rsid w:val="005E115A"/>
    <w:rsid w:val="005E234D"/>
    <w:rsid w:val="005E2C44"/>
    <w:rsid w:val="005E53F4"/>
    <w:rsid w:val="005E58A0"/>
    <w:rsid w:val="005E7131"/>
    <w:rsid w:val="005F055C"/>
    <w:rsid w:val="005F2365"/>
    <w:rsid w:val="005F2D39"/>
    <w:rsid w:val="005F4248"/>
    <w:rsid w:val="005F5407"/>
    <w:rsid w:val="005F5EF2"/>
    <w:rsid w:val="005F62B9"/>
    <w:rsid w:val="005F766D"/>
    <w:rsid w:val="006001B6"/>
    <w:rsid w:val="0060084A"/>
    <w:rsid w:val="0060297D"/>
    <w:rsid w:val="006056F2"/>
    <w:rsid w:val="006107BC"/>
    <w:rsid w:val="0061080B"/>
    <w:rsid w:val="00611314"/>
    <w:rsid w:val="00611B24"/>
    <w:rsid w:val="0061458F"/>
    <w:rsid w:val="006203A7"/>
    <w:rsid w:val="00620BC0"/>
    <w:rsid w:val="00620EAE"/>
    <w:rsid w:val="00621188"/>
    <w:rsid w:val="006217EB"/>
    <w:rsid w:val="006244E2"/>
    <w:rsid w:val="00624BE9"/>
    <w:rsid w:val="00624E47"/>
    <w:rsid w:val="00624E55"/>
    <w:rsid w:val="00625261"/>
    <w:rsid w:val="00625636"/>
    <w:rsid w:val="006257ED"/>
    <w:rsid w:val="00626057"/>
    <w:rsid w:val="006260FB"/>
    <w:rsid w:val="0062619C"/>
    <w:rsid w:val="00626E28"/>
    <w:rsid w:val="00630735"/>
    <w:rsid w:val="0063118D"/>
    <w:rsid w:val="00632E47"/>
    <w:rsid w:val="00633A4F"/>
    <w:rsid w:val="00634539"/>
    <w:rsid w:val="00634DDC"/>
    <w:rsid w:val="00634ED5"/>
    <w:rsid w:val="00635160"/>
    <w:rsid w:val="0063523D"/>
    <w:rsid w:val="00635B0C"/>
    <w:rsid w:val="006368B7"/>
    <w:rsid w:val="00640480"/>
    <w:rsid w:val="00640A64"/>
    <w:rsid w:val="006413DB"/>
    <w:rsid w:val="006416D0"/>
    <w:rsid w:val="00643D4B"/>
    <w:rsid w:val="00643FFA"/>
    <w:rsid w:val="00645D57"/>
    <w:rsid w:val="006476BD"/>
    <w:rsid w:val="006500C3"/>
    <w:rsid w:val="00650EBE"/>
    <w:rsid w:val="00650ECF"/>
    <w:rsid w:val="00651286"/>
    <w:rsid w:val="00651796"/>
    <w:rsid w:val="00651888"/>
    <w:rsid w:val="00652498"/>
    <w:rsid w:val="006528B3"/>
    <w:rsid w:val="006535B1"/>
    <w:rsid w:val="00654459"/>
    <w:rsid w:val="00660A5D"/>
    <w:rsid w:val="00661124"/>
    <w:rsid w:val="006618CD"/>
    <w:rsid w:val="00662FC7"/>
    <w:rsid w:val="006635E9"/>
    <w:rsid w:val="0066506E"/>
    <w:rsid w:val="00666866"/>
    <w:rsid w:val="00670BDB"/>
    <w:rsid w:val="00671014"/>
    <w:rsid w:val="006713D4"/>
    <w:rsid w:val="00672832"/>
    <w:rsid w:val="00672D9A"/>
    <w:rsid w:val="0067361F"/>
    <w:rsid w:val="00674779"/>
    <w:rsid w:val="00676E33"/>
    <w:rsid w:val="0067729E"/>
    <w:rsid w:val="006774B0"/>
    <w:rsid w:val="00680F50"/>
    <w:rsid w:val="00681202"/>
    <w:rsid w:val="00683B4F"/>
    <w:rsid w:val="00690C31"/>
    <w:rsid w:val="00694F4B"/>
    <w:rsid w:val="00695058"/>
    <w:rsid w:val="00695808"/>
    <w:rsid w:val="00695E24"/>
    <w:rsid w:val="006A00FD"/>
    <w:rsid w:val="006A07C8"/>
    <w:rsid w:val="006A09C1"/>
    <w:rsid w:val="006A0ADE"/>
    <w:rsid w:val="006A0B7E"/>
    <w:rsid w:val="006A185F"/>
    <w:rsid w:val="006A1CC8"/>
    <w:rsid w:val="006A22AE"/>
    <w:rsid w:val="006A2759"/>
    <w:rsid w:val="006A2B23"/>
    <w:rsid w:val="006A3116"/>
    <w:rsid w:val="006A3895"/>
    <w:rsid w:val="006A38D5"/>
    <w:rsid w:val="006A6EF3"/>
    <w:rsid w:val="006B0766"/>
    <w:rsid w:val="006B0C63"/>
    <w:rsid w:val="006B2899"/>
    <w:rsid w:val="006B33DE"/>
    <w:rsid w:val="006B3955"/>
    <w:rsid w:val="006B3A5B"/>
    <w:rsid w:val="006B3B8E"/>
    <w:rsid w:val="006B42A3"/>
    <w:rsid w:val="006B46FB"/>
    <w:rsid w:val="006B4E52"/>
    <w:rsid w:val="006B7FC8"/>
    <w:rsid w:val="006C0ED7"/>
    <w:rsid w:val="006C2A35"/>
    <w:rsid w:val="006C39C2"/>
    <w:rsid w:val="006C3E5C"/>
    <w:rsid w:val="006C3EA8"/>
    <w:rsid w:val="006C4009"/>
    <w:rsid w:val="006C4662"/>
    <w:rsid w:val="006C49AF"/>
    <w:rsid w:val="006C50DC"/>
    <w:rsid w:val="006C5448"/>
    <w:rsid w:val="006C5891"/>
    <w:rsid w:val="006C5D8F"/>
    <w:rsid w:val="006C6322"/>
    <w:rsid w:val="006C6C50"/>
    <w:rsid w:val="006C7D3B"/>
    <w:rsid w:val="006D05DC"/>
    <w:rsid w:val="006D2D98"/>
    <w:rsid w:val="006D2DBB"/>
    <w:rsid w:val="006D34C6"/>
    <w:rsid w:val="006D3BD5"/>
    <w:rsid w:val="006D61FD"/>
    <w:rsid w:val="006D648C"/>
    <w:rsid w:val="006D6B86"/>
    <w:rsid w:val="006D72E2"/>
    <w:rsid w:val="006D7419"/>
    <w:rsid w:val="006E1737"/>
    <w:rsid w:val="006E18C2"/>
    <w:rsid w:val="006E1924"/>
    <w:rsid w:val="006E1E62"/>
    <w:rsid w:val="006E21FB"/>
    <w:rsid w:val="006E2334"/>
    <w:rsid w:val="006E26C4"/>
    <w:rsid w:val="006E27D7"/>
    <w:rsid w:val="006E307E"/>
    <w:rsid w:val="006E3B16"/>
    <w:rsid w:val="006E44F7"/>
    <w:rsid w:val="006E45A4"/>
    <w:rsid w:val="006E606C"/>
    <w:rsid w:val="006E709C"/>
    <w:rsid w:val="006E7CEB"/>
    <w:rsid w:val="006F0C29"/>
    <w:rsid w:val="006F0E3C"/>
    <w:rsid w:val="006F1A9E"/>
    <w:rsid w:val="006F2525"/>
    <w:rsid w:val="006F3605"/>
    <w:rsid w:val="006F4806"/>
    <w:rsid w:val="006F59B2"/>
    <w:rsid w:val="006F5EF5"/>
    <w:rsid w:val="006F5FAE"/>
    <w:rsid w:val="006F7C60"/>
    <w:rsid w:val="0070011A"/>
    <w:rsid w:val="007002EE"/>
    <w:rsid w:val="0070079D"/>
    <w:rsid w:val="00701BDB"/>
    <w:rsid w:val="007026A7"/>
    <w:rsid w:val="007026D4"/>
    <w:rsid w:val="00702A5E"/>
    <w:rsid w:val="0070359D"/>
    <w:rsid w:val="00704456"/>
    <w:rsid w:val="007061B7"/>
    <w:rsid w:val="00706AC2"/>
    <w:rsid w:val="00710185"/>
    <w:rsid w:val="007115AE"/>
    <w:rsid w:val="007117C2"/>
    <w:rsid w:val="00711DE7"/>
    <w:rsid w:val="00711F81"/>
    <w:rsid w:val="00712802"/>
    <w:rsid w:val="007128EB"/>
    <w:rsid w:val="007133A7"/>
    <w:rsid w:val="007147BB"/>
    <w:rsid w:val="00714A6D"/>
    <w:rsid w:val="00714DC9"/>
    <w:rsid w:val="00715E36"/>
    <w:rsid w:val="007161A9"/>
    <w:rsid w:val="00716A8D"/>
    <w:rsid w:val="00716C4A"/>
    <w:rsid w:val="00717EF8"/>
    <w:rsid w:val="00720923"/>
    <w:rsid w:val="00724BBC"/>
    <w:rsid w:val="00724ED7"/>
    <w:rsid w:val="00724FDB"/>
    <w:rsid w:val="00725188"/>
    <w:rsid w:val="007252EC"/>
    <w:rsid w:val="00726E40"/>
    <w:rsid w:val="00731B95"/>
    <w:rsid w:val="00732A7A"/>
    <w:rsid w:val="00733237"/>
    <w:rsid w:val="00733887"/>
    <w:rsid w:val="0073393E"/>
    <w:rsid w:val="00736664"/>
    <w:rsid w:val="00740C98"/>
    <w:rsid w:val="00741972"/>
    <w:rsid w:val="00741A89"/>
    <w:rsid w:val="0074271D"/>
    <w:rsid w:val="00742825"/>
    <w:rsid w:val="00742BF2"/>
    <w:rsid w:val="0074578C"/>
    <w:rsid w:val="0074646D"/>
    <w:rsid w:val="00746A65"/>
    <w:rsid w:val="00750549"/>
    <w:rsid w:val="0075137D"/>
    <w:rsid w:val="0075149D"/>
    <w:rsid w:val="0075319C"/>
    <w:rsid w:val="00753C93"/>
    <w:rsid w:val="00755A0C"/>
    <w:rsid w:val="00755EA9"/>
    <w:rsid w:val="00756397"/>
    <w:rsid w:val="00756877"/>
    <w:rsid w:val="00756EDF"/>
    <w:rsid w:val="007571F0"/>
    <w:rsid w:val="007573EF"/>
    <w:rsid w:val="00757BFF"/>
    <w:rsid w:val="00757DE3"/>
    <w:rsid w:val="00760CA6"/>
    <w:rsid w:val="00761922"/>
    <w:rsid w:val="00762DA5"/>
    <w:rsid w:val="0076361E"/>
    <w:rsid w:val="007640FE"/>
    <w:rsid w:val="00764C02"/>
    <w:rsid w:val="00767E74"/>
    <w:rsid w:val="00771686"/>
    <w:rsid w:val="007717ED"/>
    <w:rsid w:val="00771D8D"/>
    <w:rsid w:val="007724CA"/>
    <w:rsid w:val="00773361"/>
    <w:rsid w:val="0077378F"/>
    <w:rsid w:val="0077384C"/>
    <w:rsid w:val="007758C1"/>
    <w:rsid w:val="007761F1"/>
    <w:rsid w:val="00776B92"/>
    <w:rsid w:val="00776EBF"/>
    <w:rsid w:val="00777A1F"/>
    <w:rsid w:val="00780823"/>
    <w:rsid w:val="00780A61"/>
    <w:rsid w:val="00782B81"/>
    <w:rsid w:val="00784360"/>
    <w:rsid w:val="0078482D"/>
    <w:rsid w:val="007858FE"/>
    <w:rsid w:val="00785B9E"/>
    <w:rsid w:val="00786BF6"/>
    <w:rsid w:val="00787158"/>
    <w:rsid w:val="0078730B"/>
    <w:rsid w:val="00790868"/>
    <w:rsid w:val="00790B2A"/>
    <w:rsid w:val="00790F43"/>
    <w:rsid w:val="00791690"/>
    <w:rsid w:val="00791DC3"/>
    <w:rsid w:val="00792342"/>
    <w:rsid w:val="007924DE"/>
    <w:rsid w:val="007925D2"/>
    <w:rsid w:val="00792DAF"/>
    <w:rsid w:val="00793238"/>
    <w:rsid w:val="007943F2"/>
    <w:rsid w:val="00795AA3"/>
    <w:rsid w:val="0079604A"/>
    <w:rsid w:val="0079635F"/>
    <w:rsid w:val="00796840"/>
    <w:rsid w:val="00797816"/>
    <w:rsid w:val="007A0A2C"/>
    <w:rsid w:val="007A0D7E"/>
    <w:rsid w:val="007A1B7A"/>
    <w:rsid w:val="007A1BD7"/>
    <w:rsid w:val="007A27C7"/>
    <w:rsid w:val="007A2977"/>
    <w:rsid w:val="007A4B41"/>
    <w:rsid w:val="007A529E"/>
    <w:rsid w:val="007A5521"/>
    <w:rsid w:val="007A5800"/>
    <w:rsid w:val="007A592A"/>
    <w:rsid w:val="007A698B"/>
    <w:rsid w:val="007A74F1"/>
    <w:rsid w:val="007B25E0"/>
    <w:rsid w:val="007B2ADF"/>
    <w:rsid w:val="007B2C62"/>
    <w:rsid w:val="007B3B1C"/>
    <w:rsid w:val="007B4018"/>
    <w:rsid w:val="007B512A"/>
    <w:rsid w:val="007B5246"/>
    <w:rsid w:val="007B60FF"/>
    <w:rsid w:val="007B653D"/>
    <w:rsid w:val="007B67F7"/>
    <w:rsid w:val="007B6DB4"/>
    <w:rsid w:val="007B74B7"/>
    <w:rsid w:val="007B7AD0"/>
    <w:rsid w:val="007C0545"/>
    <w:rsid w:val="007C0948"/>
    <w:rsid w:val="007C19A9"/>
    <w:rsid w:val="007C2097"/>
    <w:rsid w:val="007C213A"/>
    <w:rsid w:val="007C31C8"/>
    <w:rsid w:val="007C5DB9"/>
    <w:rsid w:val="007C63CA"/>
    <w:rsid w:val="007C77F4"/>
    <w:rsid w:val="007C7CCB"/>
    <w:rsid w:val="007D0515"/>
    <w:rsid w:val="007D1629"/>
    <w:rsid w:val="007D18BB"/>
    <w:rsid w:val="007D19E4"/>
    <w:rsid w:val="007D2423"/>
    <w:rsid w:val="007D38CE"/>
    <w:rsid w:val="007D443E"/>
    <w:rsid w:val="007D5142"/>
    <w:rsid w:val="007D5B8D"/>
    <w:rsid w:val="007D61D5"/>
    <w:rsid w:val="007D6A07"/>
    <w:rsid w:val="007D6BA4"/>
    <w:rsid w:val="007D6F15"/>
    <w:rsid w:val="007D725E"/>
    <w:rsid w:val="007D7755"/>
    <w:rsid w:val="007E09D3"/>
    <w:rsid w:val="007E0E9A"/>
    <w:rsid w:val="007E15D4"/>
    <w:rsid w:val="007E1F60"/>
    <w:rsid w:val="007E2808"/>
    <w:rsid w:val="007E4EA1"/>
    <w:rsid w:val="007E50E0"/>
    <w:rsid w:val="007E6C54"/>
    <w:rsid w:val="007E781A"/>
    <w:rsid w:val="007F0820"/>
    <w:rsid w:val="007F0C4E"/>
    <w:rsid w:val="007F1425"/>
    <w:rsid w:val="007F1EB3"/>
    <w:rsid w:val="007F25A3"/>
    <w:rsid w:val="007F2E09"/>
    <w:rsid w:val="007F3CED"/>
    <w:rsid w:val="007F62A3"/>
    <w:rsid w:val="007F707D"/>
    <w:rsid w:val="007F71B6"/>
    <w:rsid w:val="007F780F"/>
    <w:rsid w:val="0080118F"/>
    <w:rsid w:val="0080130D"/>
    <w:rsid w:val="00802564"/>
    <w:rsid w:val="00803016"/>
    <w:rsid w:val="0080313B"/>
    <w:rsid w:val="00804F72"/>
    <w:rsid w:val="00805018"/>
    <w:rsid w:val="00805C83"/>
    <w:rsid w:val="0080685B"/>
    <w:rsid w:val="00806CC5"/>
    <w:rsid w:val="0080782E"/>
    <w:rsid w:val="00807FC1"/>
    <w:rsid w:val="008100C7"/>
    <w:rsid w:val="008107D1"/>
    <w:rsid w:val="00811C33"/>
    <w:rsid w:val="008125A6"/>
    <w:rsid w:val="00813116"/>
    <w:rsid w:val="00813FBC"/>
    <w:rsid w:val="00815854"/>
    <w:rsid w:val="00815C5A"/>
    <w:rsid w:val="00817091"/>
    <w:rsid w:val="008172A6"/>
    <w:rsid w:val="008177BC"/>
    <w:rsid w:val="008178B5"/>
    <w:rsid w:val="00817A97"/>
    <w:rsid w:val="008203D4"/>
    <w:rsid w:val="0082056A"/>
    <w:rsid w:val="00820E3C"/>
    <w:rsid w:val="00821B6B"/>
    <w:rsid w:val="008221E6"/>
    <w:rsid w:val="0082288E"/>
    <w:rsid w:val="008235D8"/>
    <w:rsid w:val="008245C6"/>
    <w:rsid w:val="00825885"/>
    <w:rsid w:val="008279FA"/>
    <w:rsid w:val="0083004E"/>
    <w:rsid w:val="00831485"/>
    <w:rsid w:val="008315D2"/>
    <w:rsid w:val="0083198E"/>
    <w:rsid w:val="00832660"/>
    <w:rsid w:val="00832BEF"/>
    <w:rsid w:val="00834864"/>
    <w:rsid w:val="0083625E"/>
    <w:rsid w:val="008370B5"/>
    <w:rsid w:val="008402EF"/>
    <w:rsid w:val="00840964"/>
    <w:rsid w:val="00840B3A"/>
    <w:rsid w:val="008419A8"/>
    <w:rsid w:val="008430EF"/>
    <w:rsid w:val="0084348B"/>
    <w:rsid w:val="008436E3"/>
    <w:rsid w:val="00843DB6"/>
    <w:rsid w:val="00844AF5"/>
    <w:rsid w:val="00844FEF"/>
    <w:rsid w:val="00847A85"/>
    <w:rsid w:val="008500C5"/>
    <w:rsid w:val="00850382"/>
    <w:rsid w:val="00851188"/>
    <w:rsid w:val="00851194"/>
    <w:rsid w:val="00851B71"/>
    <w:rsid w:val="00852587"/>
    <w:rsid w:val="008572A9"/>
    <w:rsid w:val="00860F74"/>
    <w:rsid w:val="008626E7"/>
    <w:rsid w:val="008631F5"/>
    <w:rsid w:val="00863678"/>
    <w:rsid w:val="00865539"/>
    <w:rsid w:val="00866485"/>
    <w:rsid w:val="0086687A"/>
    <w:rsid w:val="00867B93"/>
    <w:rsid w:val="00870EE7"/>
    <w:rsid w:val="00872856"/>
    <w:rsid w:val="0087290A"/>
    <w:rsid w:val="00872F18"/>
    <w:rsid w:val="0087365A"/>
    <w:rsid w:val="00873D94"/>
    <w:rsid w:val="00880121"/>
    <w:rsid w:val="00880E28"/>
    <w:rsid w:val="00882CA8"/>
    <w:rsid w:val="00882ECE"/>
    <w:rsid w:val="00883048"/>
    <w:rsid w:val="0088413C"/>
    <w:rsid w:val="00884825"/>
    <w:rsid w:val="008912DB"/>
    <w:rsid w:val="00893C2F"/>
    <w:rsid w:val="0089561D"/>
    <w:rsid w:val="00896ED1"/>
    <w:rsid w:val="008979A5"/>
    <w:rsid w:val="008A0BE1"/>
    <w:rsid w:val="008A19D3"/>
    <w:rsid w:val="008A4861"/>
    <w:rsid w:val="008A49CD"/>
    <w:rsid w:val="008A4AEF"/>
    <w:rsid w:val="008A4B68"/>
    <w:rsid w:val="008A4EA3"/>
    <w:rsid w:val="008A5409"/>
    <w:rsid w:val="008A7FB9"/>
    <w:rsid w:val="008B2E7E"/>
    <w:rsid w:val="008B2EEB"/>
    <w:rsid w:val="008B5774"/>
    <w:rsid w:val="008B5777"/>
    <w:rsid w:val="008B6DDC"/>
    <w:rsid w:val="008C1CEF"/>
    <w:rsid w:val="008C28EA"/>
    <w:rsid w:val="008C2AC3"/>
    <w:rsid w:val="008C421F"/>
    <w:rsid w:val="008C43AB"/>
    <w:rsid w:val="008C50EB"/>
    <w:rsid w:val="008D17E2"/>
    <w:rsid w:val="008D1B7E"/>
    <w:rsid w:val="008D2160"/>
    <w:rsid w:val="008D4255"/>
    <w:rsid w:val="008D4C71"/>
    <w:rsid w:val="008D5150"/>
    <w:rsid w:val="008D5FB9"/>
    <w:rsid w:val="008D72AD"/>
    <w:rsid w:val="008E0C22"/>
    <w:rsid w:val="008E2543"/>
    <w:rsid w:val="008E25A2"/>
    <w:rsid w:val="008E4276"/>
    <w:rsid w:val="008E5906"/>
    <w:rsid w:val="008E616E"/>
    <w:rsid w:val="008E74B6"/>
    <w:rsid w:val="008E7A3A"/>
    <w:rsid w:val="008E7FB7"/>
    <w:rsid w:val="008F009E"/>
    <w:rsid w:val="008F12CD"/>
    <w:rsid w:val="008F3C7D"/>
    <w:rsid w:val="008F3F07"/>
    <w:rsid w:val="008F4EF2"/>
    <w:rsid w:val="008F686C"/>
    <w:rsid w:val="008F6F7D"/>
    <w:rsid w:val="00900235"/>
    <w:rsid w:val="00901E47"/>
    <w:rsid w:val="00902538"/>
    <w:rsid w:val="00902AE8"/>
    <w:rsid w:val="00904ADE"/>
    <w:rsid w:val="00904AED"/>
    <w:rsid w:val="0090605D"/>
    <w:rsid w:val="00906172"/>
    <w:rsid w:val="00906BEA"/>
    <w:rsid w:val="00907084"/>
    <w:rsid w:val="009078E7"/>
    <w:rsid w:val="00907CDF"/>
    <w:rsid w:val="00907D75"/>
    <w:rsid w:val="00912CC1"/>
    <w:rsid w:val="00913D2B"/>
    <w:rsid w:val="009153BB"/>
    <w:rsid w:val="00917493"/>
    <w:rsid w:val="009201AC"/>
    <w:rsid w:val="00920634"/>
    <w:rsid w:val="009209A0"/>
    <w:rsid w:val="009229FB"/>
    <w:rsid w:val="009241F4"/>
    <w:rsid w:val="00924878"/>
    <w:rsid w:val="009261E0"/>
    <w:rsid w:val="00926FCD"/>
    <w:rsid w:val="00927D05"/>
    <w:rsid w:val="0093068C"/>
    <w:rsid w:val="009320CB"/>
    <w:rsid w:val="00934F76"/>
    <w:rsid w:val="00935DEE"/>
    <w:rsid w:val="00936061"/>
    <w:rsid w:val="0093614D"/>
    <w:rsid w:val="00936669"/>
    <w:rsid w:val="00937DF7"/>
    <w:rsid w:val="00940825"/>
    <w:rsid w:val="009409B5"/>
    <w:rsid w:val="00941802"/>
    <w:rsid w:val="00942275"/>
    <w:rsid w:val="00942853"/>
    <w:rsid w:val="0094352C"/>
    <w:rsid w:val="00943C10"/>
    <w:rsid w:val="0094432A"/>
    <w:rsid w:val="009522AD"/>
    <w:rsid w:val="0095342F"/>
    <w:rsid w:val="00953A5A"/>
    <w:rsid w:val="00953ADE"/>
    <w:rsid w:val="0095436B"/>
    <w:rsid w:val="009543B9"/>
    <w:rsid w:val="00955486"/>
    <w:rsid w:val="00963852"/>
    <w:rsid w:val="009658BC"/>
    <w:rsid w:val="00966098"/>
    <w:rsid w:val="00967BE3"/>
    <w:rsid w:val="00970A74"/>
    <w:rsid w:val="00970F6F"/>
    <w:rsid w:val="00971659"/>
    <w:rsid w:val="0097250B"/>
    <w:rsid w:val="00973203"/>
    <w:rsid w:val="009737CB"/>
    <w:rsid w:val="00973D52"/>
    <w:rsid w:val="009746DB"/>
    <w:rsid w:val="00974819"/>
    <w:rsid w:val="00974F50"/>
    <w:rsid w:val="00975A43"/>
    <w:rsid w:val="0097665B"/>
    <w:rsid w:val="00977793"/>
    <w:rsid w:val="009777D9"/>
    <w:rsid w:val="00980529"/>
    <w:rsid w:val="009811BD"/>
    <w:rsid w:val="0098158C"/>
    <w:rsid w:val="0098228C"/>
    <w:rsid w:val="00982FA7"/>
    <w:rsid w:val="00983498"/>
    <w:rsid w:val="0098383C"/>
    <w:rsid w:val="00984E6A"/>
    <w:rsid w:val="00986C93"/>
    <w:rsid w:val="009901B6"/>
    <w:rsid w:val="009911A3"/>
    <w:rsid w:val="00991B88"/>
    <w:rsid w:val="00992FE9"/>
    <w:rsid w:val="0099366D"/>
    <w:rsid w:val="009937F5"/>
    <w:rsid w:val="00993975"/>
    <w:rsid w:val="00994F1A"/>
    <w:rsid w:val="00997109"/>
    <w:rsid w:val="009A15C1"/>
    <w:rsid w:val="009A2A85"/>
    <w:rsid w:val="009A3866"/>
    <w:rsid w:val="009A3F44"/>
    <w:rsid w:val="009A48C6"/>
    <w:rsid w:val="009A51DC"/>
    <w:rsid w:val="009A579D"/>
    <w:rsid w:val="009A61CE"/>
    <w:rsid w:val="009A74E5"/>
    <w:rsid w:val="009B01A3"/>
    <w:rsid w:val="009B02E0"/>
    <w:rsid w:val="009B1F7B"/>
    <w:rsid w:val="009B31E8"/>
    <w:rsid w:val="009B371C"/>
    <w:rsid w:val="009B5443"/>
    <w:rsid w:val="009B5F8E"/>
    <w:rsid w:val="009B6700"/>
    <w:rsid w:val="009B707A"/>
    <w:rsid w:val="009C229F"/>
    <w:rsid w:val="009C3693"/>
    <w:rsid w:val="009C38BF"/>
    <w:rsid w:val="009C5041"/>
    <w:rsid w:val="009C5673"/>
    <w:rsid w:val="009C6C67"/>
    <w:rsid w:val="009C7F4F"/>
    <w:rsid w:val="009C7FAA"/>
    <w:rsid w:val="009D06D2"/>
    <w:rsid w:val="009D0765"/>
    <w:rsid w:val="009D2028"/>
    <w:rsid w:val="009D2544"/>
    <w:rsid w:val="009D48A4"/>
    <w:rsid w:val="009D671F"/>
    <w:rsid w:val="009D701D"/>
    <w:rsid w:val="009D7801"/>
    <w:rsid w:val="009D7833"/>
    <w:rsid w:val="009E0808"/>
    <w:rsid w:val="009E2E1D"/>
    <w:rsid w:val="009E3297"/>
    <w:rsid w:val="009E4931"/>
    <w:rsid w:val="009E5512"/>
    <w:rsid w:val="009E6579"/>
    <w:rsid w:val="009E777D"/>
    <w:rsid w:val="009F10AB"/>
    <w:rsid w:val="009F1256"/>
    <w:rsid w:val="009F13A0"/>
    <w:rsid w:val="009F433A"/>
    <w:rsid w:val="009F49AD"/>
    <w:rsid w:val="009F734F"/>
    <w:rsid w:val="009F7664"/>
    <w:rsid w:val="00A007E4"/>
    <w:rsid w:val="00A01488"/>
    <w:rsid w:val="00A01A1F"/>
    <w:rsid w:val="00A01F9F"/>
    <w:rsid w:val="00A037E2"/>
    <w:rsid w:val="00A07EBA"/>
    <w:rsid w:val="00A11721"/>
    <w:rsid w:val="00A11A0B"/>
    <w:rsid w:val="00A12B0C"/>
    <w:rsid w:val="00A1367A"/>
    <w:rsid w:val="00A14B87"/>
    <w:rsid w:val="00A15A79"/>
    <w:rsid w:val="00A16EAE"/>
    <w:rsid w:val="00A21821"/>
    <w:rsid w:val="00A22AFE"/>
    <w:rsid w:val="00A22DB9"/>
    <w:rsid w:val="00A245D8"/>
    <w:rsid w:val="00A246B6"/>
    <w:rsid w:val="00A247BF"/>
    <w:rsid w:val="00A24B41"/>
    <w:rsid w:val="00A24FD0"/>
    <w:rsid w:val="00A2521A"/>
    <w:rsid w:val="00A254A3"/>
    <w:rsid w:val="00A27674"/>
    <w:rsid w:val="00A30219"/>
    <w:rsid w:val="00A32743"/>
    <w:rsid w:val="00A3275B"/>
    <w:rsid w:val="00A33C3C"/>
    <w:rsid w:val="00A34294"/>
    <w:rsid w:val="00A344FF"/>
    <w:rsid w:val="00A35112"/>
    <w:rsid w:val="00A35493"/>
    <w:rsid w:val="00A359C8"/>
    <w:rsid w:val="00A3607D"/>
    <w:rsid w:val="00A3657F"/>
    <w:rsid w:val="00A37E43"/>
    <w:rsid w:val="00A402E2"/>
    <w:rsid w:val="00A40900"/>
    <w:rsid w:val="00A440EE"/>
    <w:rsid w:val="00A44E1F"/>
    <w:rsid w:val="00A45A56"/>
    <w:rsid w:val="00A47E70"/>
    <w:rsid w:val="00A51F48"/>
    <w:rsid w:val="00A52FC0"/>
    <w:rsid w:val="00A538A6"/>
    <w:rsid w:val="00A53B77"/>
    <w:rsid w:val="00A53F1A"/>
    <w:rsid w:val="00A54922"/>
    <w:rsid w:val="00A55383"/>
    <w:rsid w:val="00A55484"/>
    <w:rsid w:val="00A5668D"/>
    <w:rsid w:val="00A56E64"/>
    <w:rsid w:val="00A6034C"/>
    <w:rsid w:val="00A62BB4"/>
    <w:rsid w:val="00A63B40"/>
    <w:rsid w:val="00A6758A"/>
    <w:rsid w:val="00A715AE"/>
    <w:rsid w:val="00A727B6"/>
    <w:rsid w:val="00A75F46"/>
    <w:rsid w:val="00A75F8B"/>
    <w:rsid w:val="00A76055"/>
    <w:rsid w:val="00A7671C"/>
    <w:rsid w:val="00A76CCD"/>
    <w:rsid w:val="00A76CE6"/>
    <w:rsid w:val="00A77924"/>
    <w:rsid w:val="00A801D1"/>
    <w:rsid w:val="00A80A74"/>
    <w:rsid w:val="00A80B64"/>
    <w:rsid w:val="00A84968"/>
    <w:rsid w:val="00A84A68"/>
    <w:rsid w:val="00A84E1D"/>
    <w:rsid w:val="00A85BE8"/>
    <w:rsid w:val="00A86569"/>
    <w:rsid w:val="00A86BCD"/>
    <w:rsid w:val="00A87C05"/>
    <w:rsid w:val="00A90153"/>
    <w:rsid w:val="00A91056"/>
    <w:rsid w:val="00A91689"/>
    <w:rsid w:val="00A925FA"/>
    <w:rsid w:val="00A931DF"/>
    <w:rsid w:val="00A9403A"/>
    <w:rsid w:val="00A95708"/>
    <w:rsid w:val="00A96C4A"/>
    <w:rsid w:val="00AA0CD6"/>
    <w:rsid w:val="00AA142D"/>
    <w:rsid w:val="00AA15F2"/>
    <w:rsid w:val="00AA1AA6"/>
    <w:rsid w:val="00AA1E84"/>
    <w:rsid w:val="00AA3950"/>
    <w:rsid w:val="00AA5630"/>
    <w:rsid w:val="00AA5FAE"/>
    <w:rsid w:val="00AA6354"/>
    <w:rsid w:val="00AA7887"/>
    <w:rsid w:val="00AB1AEC"/>
    <w:rsid w:val="00AB1B05"/>
    <w:rsid w:val="00AB28F7"/>
    <w:rsid w:val="00AB2ECC"/>
    <w:rsid w:val="00AB5B3F"/>
    <w:rsid w:val="00AB5ED6"/>
    <w:rsid w:val="00AB6443"/>
    <w:rsid w:val="00AC0372"/>
    <w:rsid w:val="00AC1F3D"/>
    <w:rsid w:val="00AC3488"/>
    <w:rsid w:val="00AC350A"/>
    <w:rsid w:val="00AD16D4"/>
    <w:rsid w:val="00AD1CD8"/>
    <w:rsid w:val="00AD1EA6"/>
    <w:rsid w:val="00AD225E"/>
    <w:rsid w:val="00AD2F54"/>
    <w:rsid w:val="00AD4876"/>
    <w:rsid w:val="00AD4A85"/>
    <w:rsid w:val="00AD60E9"/>
    <w:rsid w:val="00AD7CEB"/>
    <w:rsid w:val="00AE3779"/>
    <w:rsid w:val="00AE4694"/>
    <w:rsid w:val="00AE46A7"/>
    <w:rsid w:val="00AE4B98"/>
    <w:rsid w:val="00AE4D9A"/>
    <w:rsid w:val="00AE6166"/>
    <w:rsid w:val="00AE66F2"/>
    <w:rsid w:val="00AF04B6"/>
    <w:rsid w:val="00AF0728"/>
    <w:rsid w:val="00AF14C0"/>
    <w:rsid w:val="00AF37A9"/>
    <w:rsid w:val="00AF5479"/>
    <w:rsid w:val="00AF5C93"/>
    <w:rsid w:val="00AF6253"/>
    <w:rsid w:val="00AF76FB"/>
    <w:rsid w:val="00B011EB"/>
    <w:rsid w:val="00B01638"/>
    <w:rsid w:val="00B0558C"/>
    <w:rsid w:val="00B0630F"/>
    <w:rsid w:val="00B0663B"/>
    <w:rsid w:val="00B06B7B"/>
    <w:rsid w:val="00B0792D"/>
    <w:rsid w:val="00B111E5"/>
    <w:rsid w:val="00B112B2"/>
    <w:rsid w:val="00B11F08"/>
    <w:rsid w:val="00B122A0"/>
    <w:rsid w:val="00B12C86"/>
    <w:rsid w:val="00B13B14"/>
    <w:rsid w:val="00B14483"/>
    <w:rsid w:val="00B1569B"/>
    <w:rsid w:val="00B17589"/>
    <w:rsid w:val="00B21B78"/>
    <w:rsid w:val="00B2296F"/>
    <w:rsid w:val="00B24098"/>
    <w:rsid w:val="00B245FE"/>
    <w:rsid w:val="00B258BB"/>
    <w:rsid w:val="00B274C4"/>
    <w:rsid w:val="00B3023C"/>
    <w:rsid w:val="00B314DF"/>
    <w:rsid w:val="00B3165A"/>
    <w:rsid w:val="00B319C5"/>
    <w:rsid w:val="00B31B10"/>
    <w:rsid w:val="00B31FA9"/>
    <w:rsid w:val="00B336B7"/>
    <w:rsid w:val="00B3667E"/>
    <w:rsid w:val="00B3690F"/>
    <w:rsid w:val="00B37481"/>
    <w:rsid w:val="00B37790"/>
    <w:rsid w:val="00B37C45"/>
    <w:rsid w:val="00B410BE"/>
    <w:rsid w:val="00B41F82"/>
    <w:rsid w:val="00B4294A"/>
    <w:rsid w:val="00B432DD"/>
    <w:rsid w:val="00B4399F"/>
    <w:rsid w:val="00B44FED"/>
    <w:rsid w:val="00B4596D"/>
    <w:rsid w:val="00B46391"/>
    <w:rsid w:val="00B46CE8"/>
    <w:rsid w:val="00B478E0"/>
    <w:rsid w:val="00B50908"/>
    <w:rsid w:val="00B5262B"/>
    <w:rsid w:val="00B527C2"/>
    <w:rsid w:val="00B53018"/>
    <w:rsid w:val="00B53C17"/>
    <w:rsid w:val="00B54F64"/>
    <w:rsid w:val="00B555A2"/>
    <w:rsid w:val="00B56132"/>
    <w:rsid w:val="00B57DF8"/>
    <w:rsid w:val="00B61174"/>
    <w:rsid w:val="00B61414"/>
    <w:rsid w:val="00B61A5D"/>
    <w:rsid w:val="00B62066"/>
    <w:rsid w:val="00B62D0F"/>
    <w:rsid w:val="00B63739"/>
    <w:rsid w:val="00B64639"/>
    <w:rsid w:val="00B65081"/>
    <w:rsid w:val="00B66B2F"/>
    <w:rsid w:val="00B6770F"/>
    <w:rsid w:val="00B67B97"/>
    <w:rsid w:val="00B70772"/>
    <w:rsid w:val="00B7097E"/>
    <w:rsid w:val="00B71FCE"/>
    <w:rsid w:val="00B728E7"/>
    <w:rsid w:val="00B73CFD"/>
    <w:rsid w:val="00B7628A"/>
    <w:rsid w:val="00B76B64"/>
    <w:rsid w:val="00B800D7"/>
    <w:rsid w:val="00B81F71"/>
    <w:rsid w:val="00B821FB"/>
    <w:rsid w:val="00B823E9"/>
    <w:rsid w:val="00B82EE6"/>
    <w:rsid w:val="00B83048"/>
    <w:rsid w:val="00B84C24"/>
    <w:rsid w:val="00B84F16"/>
    <w:rsid w:val="00B85435"/>
    <w:rsid w:val="00B854AA"/>
    <w:rsid w:val="00B85904"/>
    <w:rsid w:val="00B866E4"/>
    <w:rsid w:val="00B86C01"/>
    <w:rsid w:val="00B90B37"/>
    <w:rsid w:val="00B91417"/>
    <w:rsid w:val="00B91DD0"/>
    <w:rsid w:val="00B92299"/>
    <w:rsid w:val="00B92378"/>
    <w:rsid w:val="00B92927"/>
    <w:rsid w:val="00B945F5"/>
    <w:rsid w:val="00B94AF2"/>
    <w:rsid w:val="00B94CFE"/>
    <w:rsid w:val="00B95075"/>
    <w:rsid w:val="00B95244"/>
    <w:rsid w:val="00B9563B"/>
    <w:rsid w:val="00B956FC"/>
    <w:rsid w:val="00B95992"/>
    <w:rsid w:val="00B96277"/>
    <w:rsid w:val="00B968C8"/>
    <w:rsid w:val="00B97405"/>
    <w:rsid w:val="00B975D6"/>
    <w:rsid w:val="00B9784D"/>
    <w:rsid w:val="00BA02DB"/>
    <w:rsid w:val="00BA1AAE"/>
    <w:rsid w:val="00BA1E4D"/>
    <w:rsid w:val="00BA20DE"/>
    <w:rsid w:val="00BA2EB0"/>
    <w:rsid w:val="00BA3EC5"/>
    <w:rsid w:val="00BA441F"/>
    <w:rsid w:val="00BA4CA9"/>
    <w:rsid w:val="00BA5960"/>
    <w:rsid w:val="00BA691D"/>
    <w:rsid w:val="00BA758A"/>
    <w:rsid w:val="00BB0F70"/>
    <w:rsid w:val="00BB0F99"/>
    <w:rsid w:val="00BB1B4F"/>
    <w:rsid w:val="00BB1E56"/>
    <w:rsid w:val="00BB59AF"/>
    <w:rsid w:val="00BB5DFC"/>
    <w:rsid w:val="00BB6A7D"/>
    <w:rsid w:val="00BB6FE4"/>
    <w:rsid w:val="00BC219E"/>
    <w:rsid w:val="00BC31F4"/>
    <w:rsid w:val="00BC48E2"/>
    <w:rsid w:val="00BC574B"/>
    <w:rsid w:val="00BC65F6"/>
    <w:rsid w:val="00BC6BEE"/>
    <w:rsid w:val="00BC709C"/>
    <w:rsid w:val="00BC70DC"/>
    <w:rsid w:val="00BD10D0"/>
    <w:rsid w:val="00BD1D3B"/>
    <w:rsid w:val="00BD279D"/>
    <w:rsid w:val="00BD2C9D"/>
    <w:rsid w:val="00BD36A4"/>
    <w:rsid w:val="00BD47AD"/>
    <w:rsid w:val="00BD4E93"/>
    <w:rsid w:val="00BD611C"/>
    <w:rsid w:val="00BD669A"/>
    <w:rsid w:val="00BD6BB8"/>
    <w:rsid w:val="00BD6E17"/>
    <w:rsid w:val="00BE03F4"/>
    <w:rsid w:val="00BE0D74"/>
    <w:rsid w:val="00BE0E92"/>
    <w:rsid w:val="00BE1A44"/>
    <w:rsid w:val="00BE1BF8"/>
    <w:rsid w:val="00BE1D41"/>
    <w:rsid w:val="00BE2465"/>
    <w:rsid w:val="00BE2E9D"/>
    <w:rsid w:val="00BE2EBF"/>
    <w:rsid w:val="00BE2F05"/>
    <w:rsid w:val="00BE4748"/>
    <w:rsid w:val="00BE6F23"/>
    <w:rsid w:val="00BE7FD1"/>
    <w:rsid w:val="00BF1AE6"/>
    <w:rsid w:val="00BF2BAF"/>
    <w:rsid w:val="00BF40E6"/>
    <w:rsid w:val="00BF45AD"/>
    <w:rsid w:val="00BF727D"/>
    <w:rsid w:val="00BF7B18"/>
    <w:rsid w:val="00BF7F3F"/>
    <w:rsid w:val="00C0106E"/>
    <w:rsid w:val="00C01D80"/>
    <w:rsid w:val="00C01F2C"/>
    <w:rsid w:val="00C0281D"/>
    <w:rsid w:val="00C04713"/>
    <w:rsid w:val="00C04CB0"/>
    <w:rsid w:val="00C053C7"/>
    <w:rsid w:val="00C05FCF"/>
    <w:rsid w:val="00C06341"/>
    <w:rsid w:val="00C06530"/>
    <w:rsid w:val="00C06816"/>
    <w:rsid w:val="00C07A8D"/>
    <w:rsid w:val="00C10C55"/>
    <w:rsid w:val="00C1269E"/>
    <w:rsid w:val="00C13C7D"/>
    <w:rsid w:val="00C1633F"/>
    <w:rsid w:val="00C16C74"/>
    <w:rsid w:val="00C179E2"/>
    <w:rsid w:val="00C17D04"/>
    <w:rsid w:val="00C20253"/>
    <w:rsid w:val="00C221CE"/>
    <w:rsid w:val="00C23D69"/>
    <w:rsid w:val="00C25AB2"/>
    <w:rsid w:val="00C26D57"/>
    <w:rsid w:val="00C273B2"/>
    <w:rsid w:val="00C27A8A"/>
    <w:rsid w:val="00C30215"/>
    <w:rsid w:val="00C302B6"/>
    <w:rsid w:val="00C307CF"/>
    <w:rsid w:val="00C30C98"/>
    <w:rsid w:val="00C30F6D"/>
    <w:rsid w:val="00C313E7"/>
    <w:rsid w:val="00C32FC6"/>
    <w:rsid w:val="00C347DF"/>
    <w:rsid w:val="00C36F10"/>
    <w:rsid w:val="00C42558"/>
    <w:rsid w:val="00C428FE"/>
    <w:rsid w:val="00C43507"/>
    <w:rsid w:val="00C4409E"/>
    <w:rsid w:val="00C44783"/>
    <w:rsid w:val="00C447BB"/>
    <w:rsid w:val="00C44DDF"/>
    <w:rsid w:val="00C463B5"/>
    <w:rsid w:val="00C47330"/>
    <w:rsid w:val="00C5082D"/>
    <w:rsid w:val="00C51D6A"/>
    <w:rsid w:val="00C52133"/>
    <w:rsid w:val="00C538E8"/>
    <w:rsid w:val="00C53A96"/>
    <w:rsid w:val="00C54764"/>
    <w:rsid w:val="00C55FB7"/>
    <w:rsid w:val="00C56E88"/>
    <w:rsid w:val="00C6090C"/>
    <w:rsid w:val="00C626CD"/>
    <w:rsid w:val="00C631BF"/>
    <w:rsid w:val="00C6321D"/>
    <w:rsid w:val="00C635FB"/>
    <w:rsid w:val="00C63F90"/>
    <w:rsid w:val="00C6415D"/>
    <w:rsid w:val="00C64FCF"/>
    <w:rsid w:val="00C66242"/>
    <w:rsid w:val="00C678CE"/>
    <w:rsid w:val="00C67DEA"/>
    <w:rsid w:val="00C7021A"/>
    <w:rsid w:val="00C70B4A"/>
    <w:rsid w:val="00C715D7"/>
    <w:rsid w:val="00C75708"/>
    <w:rsid w:val="00C75E99"/>
    <w:rsid w:val="00C76300"/>
    <w:rsid w:val="00C764C9"/>
    <w:rsid w:val="00C774A9"/>
    <w:rsid w:val="00C803AF"/>
    <w:rsid w:val="00C83750"/>
    <w:rsid w:val="00C85E53"/>
    <w:rsid w:val="00C8648F"/>
    <w:rsid w:val="00C86BCE"/>
    <w:rsid w:val="00C87471"/>
    <w:rsid w:val="00C87B42"/>
    <w:rsid w:val="00C87DE8"/>
    <w:rsid w:val="00C90D39"/>
    <w:rsid w:val="00C910CC"/>
    <w:rsid w:val="00C91460"/>
    <w:rsid w:val="00C91E79"/>
    <w:rsid w:val="00C9260F"/>
    <w:rsid w:val="00C928EA"/>
    <w:rsid w:val="00C92BB4"/>
    <w:rsid w:val="00C93383"/>
    <w:rsid w:val="00C95985"/>
    <w:rsid w:val="00C966BF"/>
    <w:rsid w:val="00C96872"/>
    <w:rsid w:val="00C974D6"/>
    <w:rsid w:val="00C97A99"/>
    <w:rsid w:val="00CA3300"/>
    <w:rsid w:val="00CA3AA9"/>
    <w:rsid w:val="00CA3BE8"/>
    <w:rsid w:val="00CA412C"/>
    <w:rsid w:val="00CA5F10"/>
    <w:rsid w:val="00CB0763"/>
    <w:rsid w:val="00CB0C73"/>
    <w:rsid w:val="00CB10DF"/>
    <w:rsid w:val="00CB29AC"/>
    <w:rsid w:val="00CB29B4"/>
    <w:rsid w:val="00CB2A7C"/>
    <w:rsid w:val="00CB2F42"/>
    <w:rsid w:val="00CB5018"/>
    <w:rsid w:val="00CB7072"/>
    <w:rsid w:val="00CB74BE"/>
    <w:rsid w:val="00CC101A"/>
    <w:rsid w:val="00CC3770"/>
    <w:rsid w:val="00CC3D2D"/>
    <w:rsid w:val="00CC41A4"/>
    <w:rsid w:val="00CC4A60"/>
    <w:rsid w:val="00CC5026"/>
    <w:rsid w:val="00CC57D3"/>
    <w:rsid w:val="00CC5E5E"/>
    <w:rsid w:val="00CC6126"/>
    <w:rsid w:val="00CC7369"/>
    <w:rsid w:val="00CC7BB3"/>
    <w:rsid w:val="00CC7D18"/>
    <w:rsid w:val="00CD1595"/>
    <w:rsid w:val="00CD3249"/>
    <w:rsid w:val="00CD3363"/>
    <w:rsid w:val="00CD40AA"/>
    <w:rsid w:val="00CD4106"/>
    <w:rsid w:val="00CD4220"/>
    <w:rsid w:val="00CD4976"/>
    <w:rsid w:val="00CD4C1C"/>
    <w:rsid w:val="00CD5D65"/>
    <w:rsid w:val="00CD60F0"/>
    <w:rsid w:val="00CD6770"/>
    <w:rsid w:val="00CD740E"/>
    <w:rsid w:val="00CD7D0B"/>
    <w:rsid w:val="00CE04D0"/>
    <w:rsid w:val="00CE1239"/>
    <w:rsid w:val="00CE12D7"/>
    <w:rsid w:val="00CE1822"/>
    <w:rsid w:val="00CE23D0"/>
    <w:rsid w:val="00CE2DED"/>
    <w:rsid w:val="00CE3D57"/>
    <w:rsid w:val="00CE5754"/>
    <w:rsid w:val="00CE729A"/>
    <w:rsid w:val="00CE757D"/>
    <w:rsid w:val="00CE7ABA"/>
    <w:rsid w:val="00CE7B5C"/>
    <w:rsid w:val="00CF0F5D"/>
    <w:rsid w:val="00CF15C3"/>
    <w:rsid w:val="00CF22EF"/>
    <w:rsid w:val="00CF3631"/>
    <w:rsid w:val="00CF3972"/>
    <w:rsid w:val="00CF3E73"/>
    <w:rsid w:val="00CF411D"/>
    <w:rsid w:val="00CF5BBE"/>
    <w:rsid w:val="00CF71D3"/>
    <w:rsid w:val="00CF73C6"/>
    <w:rsid w:val="00D022F7"/>
    <w:rsid w:val="00D03F9A"/>
    <w:rsid w:val="00D04D38"/>
    <w:rsid w:val="00D06598"/>
    <w:rsid w:val="00D066CD"/>
    <w:rsid w:val="00D06F3C"/>
    <w:rsid w:val="00D10D2B"/>
    <w:rsid w:val="00D11039"/>
    <w:rsid w:val="00D1176E"/>
    <w:rsid w:val="00D121DD"/>
    <w:rsid w:val="00D12931"/>
    <w:rsid w:val="00D1363A"/>
    <w:rsid w:val="00D140F1"/>
    <w:rsid w:val="00D15E8B"/>
    <w:rsid w:val="00D1656A"/>
    <w:rsid w:val="00D17D07"/>
    <w:rsid w:val="00D20A36"/>
    <w:rsid w:val="00D21C93"/>
    <w:rsid w:val="00D2222A"/>
    <w:rsid w:val="00D24C00"/>
    <w:rsid w:val="00D24F09"/>
    <w:rsid w:val="00D2526B"/>
    <w:rsid w:val="00D252DD"/>
    <w:rsid w:val="00D26F8C"/>
    <w:rsid w:val="00D31B37"/>
    <w:rsid w:val="00D31D14"/>
    <w:rsid w:val="00D320F6"/>
    <w:rsid w:val="00D32597"/>
    <w:rsid w:val="00D325CF"/>
    <w:rsid w:val="00D32700"/>
    <w:rsid w:val="00D32C06"/>
    <w:rsid w:val="00D33B8F"/>
    <w:rsid w:val="00D33B9E"/>
    <w:rsid w:val="00D349C5"/>
    <w:rsid w:val="00D35EC3"/>
    <w:rsid w:val="00D40026"/>
    <w:rsid w:val="00D40EED"/>
    <w:rsid w:val="00D412B2"/>
    <w:rsid w:val="00D4238F"/>
    <w:rsid w:val="00D42AAB"/>
    <w:rsid w:val="00D43CB7"/>
    <w:rsid w:val="00D43E10"/>
    <w:rsid w:val="00D46012"/>
    <w:rsid w:val="00D4640B"/>
    <w:rsid w:val="00D47329"/>
    <w:rsid w:val="00D4757B"/>
    <w:rsid w:val="00D515C6"/>
    <w:rsid w:val="00D52A1B"/>
    <w:rsid w:val="00D546B1"/>
    <w:rsid w:val="00D54FAB"/>
    <w:rsid w:val="00D555AF"/>
    <w:rsid w:val="00D56320"/>
    <w:rsid w:val="00D563F5"/>
    <w:rsid w:val="00D56779"/>
    <w:rsid w:val="00D5679C"/>
    <w:rsid w:val="00D56B41"/>
    <w:rsid w:val="00D60087"/>
    <w:rsid w:val="00D620BB"/>
    <w:rsid w:val="00D62E14"/>
    <w:rsid w:val="00D63AC4"/>
    <w:rsid w:val="00D63C1E"/>
    <w:rsid w:val="00D63E12"/>
    <w:rsid w:val="00D63E47"/>
    <w:rsid w:val="00D64699"/>
    <w:rsid w:val="00D660DA"/>
    <w:rsid w:val="00D663A7"/>
    <w:rsid w:val="00D67600"/>
    <w:rsid w:val="00D709D9"/>
    <w:rsid w:val="00D72790"/>
    <w:rsid w:val="00D730A7"/>
    <w:rsid w:val="00D739FD"/>
    <w:rsid w:val="00D74A95"/>
    <w:rsid w:val="00D7528C"/>
    <w:rsid w:val="00D7552A"/>
    <w:rsid w:val="00D779DF"/>
    <w:rsid w:val="00D80FEE"/>
    <w:rsid w:val="00D81114"/>
    <w:rsid w:val="00D8141E"/>
    <w:rsid w:val="00D816F1"/>
    <w:rsid w:val="00D82409"/>
    <w:rsid w:val="00D83006"/>
    <w:rsid w:val="00D835CF"/>
    <w:rsid w:val="00D838F6"/>
    <w:rsid w:val="00D83DF7"/>
    <w:rsid w:val="00D845BA"/>
    <w:rsid w:val="00D84B30"/>
    <w:rsid w:val="00D87076"/>
    <w:rsid w:val="00D87D27"/>
    <w:rsid w:val="00D908AB"/>
    <w:rsid w:val="00D91524"/>
    <w:rsid w:val="00D91641"/>
    <w:rsid w:val="00D91B47"/>
    <w:rsid w:val="00D91DF4"/>
    <w:rsid w:val="00D92C2D"/>
    <w:rsid w:val="00D941F9"/>
    <w:rsid w:val="00D95281"/>
    <w:rsid w:val="00D95CEA"/>
    <w:rsid w:val="00D96973"/>
    <w:rsid w:val="00DA1808"/>
    <w:rsid w:val="00DA1A24"/>
    <w:rsid w:val="00DA224B"/>
    <w:rsid w:val="00DA2D2D"/>
    <w:rsid w:val="00DA2DAF"/>
    <w:rsid w:val="00DA2ECB"/>
    <w:rsid w:val="00DA5BF6"/>
    <w:rsid w:val="00DA5EED"/>
    <w:rsid w:val="00DA6D12"/>
    <w:rsid w:val="00DA6E71"/>
    <w:rsid w:val="00DA757C"/>
    <w:rsid w:val="00DB18AE"/>
    <w:rsid w:val="00DB283D"/>
    <w:rsid w:val="00DB2AD9"/>
    <w:rsid w:val="00DB2BA8"/>
    <w:rsid w:val="00DB409B"/>
    <w:rsid w:val="00DB4AB2"/>
    <w:rsid w:val="00DB4C8E"/>
    <w:rsid w:val="00DB52C4"/>
    <w:rsid w:val="00DB53EC"/>
    <w:rsid w:val="00DB5E65"/>
    <w:rsid w:val="00DB6C6A"/>
    <w:rsid w:val="00DB7A3B"/>
    <w:rsid w:val="00DC0600"/>
    <w:rsid w:val="00DC1537"/>
    <w:rsid w:val="00DC17E7"/>
    <w:rsid w:val="00DC2117"/>
    <w:rsid w:val="00DC2710"/>
    <w:rsid w:val="00DC2A76"/>
    <w:rsid w:val="00DC329B"/>
    <w:rsid w:val="00DC6207"/>
    <w:rsid w:val="00DC6878"/>
    <w:rsid w:val="00DC6D55"/>
    <w:rsid w:val="00DC795B"/>
    <w:rsid w:val="00DC7CCC"/>
    <w:rsid w:val="00DC7F82"/>
    <w:rsid w:val="00DD0318"/>
    <w:rsid w:val="00DD0ACB"/>
    <w:rsid w:val="00DD208B"/>
    <w:rsid w:val="00DD32D8"/>
    <w:rsid w:val="00DD5722"/>
    <w:rsid w:val="00DE0609"/>
    <w:rsid w:val="00DE1B94"/>
    <w:rsid w:val="00DE1D0C"/>
    <w:rsid w:val="00DE34CF"/>
    <w:rsid w:val="00DE4EDB"/>
    <w:rsid w:val="00DE59C1"/>
    <w:rsid w:val="00DE6355"/>
    <w:rsid w:val="00DE7984"/>
    <w:rsid w:val="00DF0ECF"/>
    <w:rsid w:val="00DF1B57"/>
    <w:rsid w:val="00DF2B93"/>
    <w:rsid w:val="00DF3ADD"/>
    <w:rsid w:val="00DF423F"/>
    <w:rsid w:val="00DF52EE"/>
    <w:rsid w:val="00DF6156"/>
    <w:rsid w:val="00DF648F"/>
    <w:rsid w:val="00DF64B7"/>
    <w:rsid w:val="00DF6DD6"/>
    <w:rsid w:val="00DF78E6"/>
    <w:rsid w:val="00E024F0"/>
    <w:rsid w:val="00E030A4"/>
    <w:rsid w:val="00E032CC"/>
    <w:rsid w:val="00E03BB9"/>
    <w:rsid w:val="00E051CB"/>
    <w:rsid w:val="00E05690"/>
    <w:rsid w:val="00E05FA9"/>
    <w:rsid w:val="00E05FF3"/>
    <w:rsid w:val="00E063EF"/>
    <w:rsid w:val="00E10A82"/>
    <w:rsid w:val="00E129F4"/>
    <w:rsid w:val="00E1495F"/>
    <w:rsid w:val="00E15130"/>
    <w:rsid w:val="00E15217"/>
    <w:rsid w:val="00E152D9"/>
    <w:rsid w:val="00E15ECB"/>
    <w:rsid w:val="00E164BE"/>
    <w:rsid w:val="00E20B03"/>
    <w:rsid w:val="00E21327"/>
    <w:rsid w:val="00E215E3"/>
    <w:rsid w:val="00E21A09"/>
    <w:rsid w:val="00E223C7"/>
    <w:rsid w:val="00E227BD"/>
    <w:rsid w:val="00E24F24"/>
    <w:rsid w:val="00E2532D"/>
    <w:rsid w:val="00E254C1"/>
    <w:rsid w:val="00E2742A"/>
    <w:rsid w:val="00E30098"/>
    <w:rsid w:val="00E3063C"/>
    <w:rsid w:val="00E30C58"/>
    <w:rsid w:val="00E350A9"/>
    <w:rsid w:val="00E352B8"/>
    <w:rsid w:val="00E3561F"/>
    <w:rsid w:val="00E406B5"/>
    <w:rsid w:val="00E407CC"/>
    <w:rsid w:val="00E42BE1"/>
    <w:rsid w:val="00E42E34"/>
    <w:rsid w:val="00E46F05"/>
    <w:rsid w:val="00E47E4E"/>
    <w:rsid w:val="00E514D2"/>
    <w:rsid w:val="00E52A29"/>
    <w:rsid w:val="00E53103"/>
    <w:rsid w:val="00E54519"/>
    <w:rsid w:val="00E55544"/>
    <w:rsid w:val="00E5591E"/>
    <w:rsid w:val="00E56DA3"/>
    <w:rsid w:val="00E57584"/>
    <w:rsid w:val="00E57684"/>
    <w:rsid w:val="00E608C6"/>
    <w:rsid w:val="00E6204B"/>
    <w:rsid w:val="00E621F5"/>
    <w:rsid w:val="00E62C05"/>
    <w:rsid w:val="00E63034"/>
    <w:rsid w:val="00E64E17"/>
    <w:rsid w:val="00E64EBC"/>
    <w:rsid w:val="00E64F70"/>
    <w:rsid w:val="00E670BF"/>
    <w:rsid w:val="00E6751E"/>
    <w:rsid w:val="00E67FD2"/>
    <w:rsid w:val="00E704B3"/>
    <w:rsid w:val="00E709D4"/>
    <w:rsid w:val="00E725F8"/>
    <w:rsid w:val="00E74075"/>
    <w:rsid w:val="00E74141"/>
    <w:rsid w:val="00E74541"/>
    <w:rsid w:val="00E74705"/>
    <w:rsid w:val="00E748D8"/>
    <w:rsid w:val="00E75076"/>
    <w:rsid w:val="00E7556C"/>
    <w:rsid w:val="00E76133"/>
    <w:rsid w:val="00E80E3C"/>
    <w:rsid w:val="00E82A1B"/>
    <w:rsid w:val="00E83344"/>
    <w:rsid w:val="00E8506E"/>
    <w:rsid w:val="00E850FD"/>
    <w:rsid w:val="00E85A93"/>
    <w:rsid w:val="00E8770D"/>
    <w:rsid w:val="00E9049D"/>
    <w:rsid w:val="00E90E66"/>
    <w:rsid w:val="00E91BC2"/>
    <w:rsid w:val="00E928A5"/>
    <w:rsid w:val="00E9296B"/>
    <w:rsid w:val="00E92EFC"/>
    <w:rsid w:val="00E93D78"/>
    <w:rsid w:val="00E94050"/>
    <w:rsid w:val="00E94CBB"/>
    <w:rsid w:val="00E96F85"/>
    <w:rsid w:val="00EA0427"/>
    <w:rsid w:val="00EA05FA"/>
    <w:rsid w:val="00EA1385"/>
    <w:rsid w:val="00EA13E4"/>
    <w:rsid w:val="00EA1C6C"/>
    <w:rsid w:val="00EA3746"/>
    <w:rsid w:val="00EA5326"/>
    <w:rsid w:val="00EA5745"/>
    <w:rsid w:val="00EA60E3"/>
    <w:rsid w:val="00EA79BE"/>
    <w:rsid w:val="00EA7A5A"/>
    <w:rsid w:val="00EB17BA"/>
    <w:rsid w:val="00EB1DF7"/>
    <w:rsid w:val="00EB3363"/>
    <w:rsid w:val="00EB4105"/>
    <w:rsid w:val="00EB69C0"/>
    <w:rsid w:val="00EC043F"/>
    <w:rsid w:val="00EC10B9"/>
    <w:rsid w:val="00EC1415"/>
    <w:rsid w:val="00EC1631"/>
    <w:rsid w:val="00EC193D"/>
    <w:rsid w:val="00EC2894"/>
    <w:rsid w:val="00EC3296"/>
    <w:rsid w:val="00EC339E"/>
    <w:rsid w:val="00EC41DE"/>
    <w:rsid w:val="00EC4AD8"/>
    <w:rsid w:val="00EC5259"/>
    <w:rsid w:val="00EC5667"/>
    <w:rsid w:val="00EC75F8"/>
    <w:rsid w:val="00ED03AF"/>
    <w:rsid w:val="00ED2ABF"/>
    <w:rsid w:val="00ED4D2E"/>
    <w:rsid w:val="00ED677F"/>
    <w:rsid w:val="00EE04A0"/>
    <w:rsid w:val="00EE1302"/>
    <w:rsid w:val="00EE1820"/>
    <w:rsid w:val="00EE426C"/>
    <w:rsid w:val="00EE6209"/>
    <w:rsid w:val="00EE6CD6"/>
    <w:rsid w:val="00EE73FE"/>
    <w:rsid w:val="00EE7D7C"/>
    <w:rsid w:val="00EE7F22"/>
    <w:rsid w:val="00EF12DE"/>
    <w:rsid w:val="00EF162F"/>
    <w:rsid w:val="00EF214F"/>
    <w:rsid w:val="00EF21FA"/>
    <w:rsid w:val="00EF327D"/>
    <w:rsid w:val="00EF40DE"/>
    <w:rsid w:val="00EF572C"/>
    <w:rsid w:val="00EF5F8E"/>
    <w:rsid w:val="00EF6770"/>
    <w:rsid w:val="00F00780"/>
    <w:rsid w:val="00F021A3"/>
    <w:rsid w:val="00F025BD"/>
    <w:rsid w:val="00F02D25"/>
    <w:rsid w:val="00F045B9"/>
    <w:rsid w:val="00F046E9"/>
    <w:rsid w:val="00F06E42"/>
    <w:rsid w:val="00F06EE6"/>
    <w:rsid w:val="00F07004"/>
    <w:rsid w:val="00F0705C"/>
    <w:rsid w:val="00F0739B"/>
    <w:rsid w:val="00F109A9"/>
    <w:rsid w:val="00F109C4"/>
    <w:rsid w:val="00F11AB2"/>
    <w:rsid w:val="00F12348"/>
    <w:rsid w:val="00F12BDA"/>
    <w:rsid w:val="00F1472A"/>
    <w:rsid w:val="00F15F1E"/>
    <w:rsid w:val="00F17712"/>
    <w:rsid w:val="00F177CB"/>
    <w:rsid w:val="00F21704"/>
    <w:rsid w:val="00F22A2C"/>
    <w:rsid w:val="00F23477"/>
    <w:rsid w:val="00F25D98"/>
    <w:rsid w:val="00F26A78"/>
    <w:rsid w:val="00F26B52"/>
    <w:rsid w:val="00F27018"/>
    <w:rsid w:val="00F270C7"/>
    <w:rsid w:val="00F27345"/>
    <w:rsid w:val="00F27CE0"/>
    <w:rsid w:val="00F27D5D"/>
    <w:rsid w:val="00F3006B"/>
    <w:rsid w:val="00F300FB"/>
    <w:rsid w:val="00F30488"/>
    <w:rsid w:val="00F321FF"/>
    <w:rsid w:val="00F33718"/>
    <w:rsid w:val="00F3698D"/>
    <w:rsid w:val="00F37BB9"/>
    <w:rsid w:val="00F37C59"/>
    <w:rsid w:val="00F4026C"/>
    <w:rsid w:val="00F40702"/>
    <w:rsid w:val="00F409BE"/>
    <w:rsid w:val="00F40B76"/>
    <w:rsid w:val="00F41F4F"/>
    <w:rsid w:val="00F42AA8"/>
    <w:rsid w:val="00F43B1B"/>
    <w:rsid w:val="00F43C0A"/>
    <w:rsid w:val="00F44942"/>
    <w:rsid w:val="00F44B9D"/>
    <w:rsid w:val="00F44D16"/>
    <w:rsid w:val="00F45EDB"/>
    <w:rsid w:val="00F46AAB"/>
    <w:rsid w:val="00F5041C"/>
    <w:rsid w:val="00F51C75"/>
    <w:rsid w:val="00F5215A"/>
    <w:rsid w:val="00F53A83"/>
    <w:rsid w:val="00F54B4A"/>
    <w:rsid w:val="00F5507E"/>
    <w:rsid w:val="00F554F6"/>
    <w:rsid w:val="00F55B07"/>
    <w:rsid w:val="00F56FBA"/>
    <w:rsid w:val="00F5726B"/>
    <w:rsid w:val="00F5789B"/>
    <w:rsid w:val="00F57F95"/>
    <w:rsid w:val="00F60C72"/>
    <w:rsid w:val="00F6137C"/>
    <w:rsid w:val="00F618B2"/>
    <w:rsid w:val="00F64042"/>
    <w:rsid w:val="00F6432C"/>
    <w:rsid w:val="00F65610"/>
    <w:rsid w:val="00F66861"/>
    <w:rsid w:val="00F66DA2"/>
    <w:rsid w:val="00F70105"/>
    <w:rsid w:val="00F70330"/>
    <w:rsid w:val="00F70669"/>
    <w:rsid w:val="00F70745"/>
    <w:rsid w:val="00F714A3"/>
    <w:rsid w:val="00F71B8A"/>
    <w:rsid w:val="00F7252C"/>
    <w:rsid w:val="00F73852"/>
    <w:rsid w:val="00F74899"/>
    <w:rsid w:val="00F74C5F"/>
    <w:rsid w:val="00F74ED2"/>
    <w:rsid w:val="00F762AA"/>
    <w:rsid w:val="00F774BF"/>
    <w:rsid w:val="00F820DF"/>
    <w:rsid w:val="00F83E6C"/>
    <w:rsid w:val="00F84579"/>
    <w:rsid w:val="00F85C6D"/>
    <w:rsid w:val="00F86F07"/>
    <w:rsid w:val="00F87143"/>
    <w:rsid w:val="00F87FDA"/>
    <w:rsid w:val="00F90513"/>
    <w:rsid w:val="00F90C00"/>
    <w:rsid w:val="00F936EF"/>
    <w:rsid w:val="00F9410B"/>
    <w:rsid w:val="00F94E6F"/>
    <w:rsid w:val="00F95A32"/>
    <w:rsid w:val="00F95A70"/>
    <w:rsid w:val="00F95BEA"/>
    <w:rsid w:val="00F96B50"/>
    <w:rsid w:val="00F96B7E"/>
    <w:rsid w:val="00F96C37"/>
    <w:rsid w:val="00F96EAF"/>
    <w:rsid w:val="00F97D5C"/>
    <w:rsid w:val="00FA1DBF"/>
    <w:rsid w:val="00FA2360"/>
    <w:rsid w:val="00FA23B8"/>
    <w:rsid w:val="00FA2D49"/>
    <w:rsid w:val="00FA30BE"/>
    <w:rsid w:val="00FA4B6B"/>
    <w:rsid w:val="00FA4BB4"/>
    <w:rsid w:val="00FA51EB"/>
    <w:rsid w:val="00FA79AD"/>
    <w:rsid w:val="00FB09E4"/>
    <w:rsid w:val="00FB0C86"/>
    <w:rsid w:val="00FB1C9B"/>
    <w:rsid w:val="00FB2A78"/>
    <w:rsid w:val="00FB2CBB"/>
    <w:rsid w:val="00FB32CA"/>
    <w:rsid w:val="00FB41A6"/>
    <w:rsid w:val="00FB41B6"/>
    <w:rsid w:val="00FB4DE8"/>
    <w:rsid w:val="00FB5B05"/>
    <w:rsid w:val="00FB6386"/>
    <w:rsid w:val="00FB66A5"/>
    <w:rsid w:val="00FB71B4"/>
    <w:rsid w:val="00FB7726"/>
    <w:rsid w:val="00FC1200"/>
    <w:rsid w:val="00FC12BA"/>
    <w:rsid w:val="00FC186A"/>
    <w:rsid w:val="00FC287D"/>
    <w:rsid w:val="00FC290D"/>
    <w:rsid w:val="00FC3AB3"/>
    <w:rsid w:val="00FC3EA2"/>
    <w:rsid w:val="00FC42C4"/>
    <w:rsid w:val="00FC4C3C"/>
    <w:rsid w:val="00FC5722"/>
    <w:rsid w:val="00FD03E4"/>
    <w:rsid w:val="00FD0D84"/>
    <w:rsid w:val="00FD13AC"/>
    <w:rsid w:val="00FD1535"/>
    <w:rsid w:val="00FD1703"/>
    <w:rsid w:val="00FD1B26"/>
    <w:rsid w:val="00FD1C19"/>
    <w:rsid w:val="00FD1D66"/>
    <w:rsid w:val="00FD3C32"/>
    <w:rsid w:val="00FD488F"/>
    <w:rsid w:val="00FD4D86"/>
    <w:rsid w:val="00FD6BF5"/>
    <w:rsid w:val="00FD7292"/>
    <w:rsid w:val="00FD7913"/>
    <w:rsid w:val="00FD7FFD"/>
    <w:rsid w:val="00FE0433"/>
    <w:rsid w:val="00FE086B"/>
    <w:rsid w:val="00FE0A6F"/>
    <w:rsid w:val="00FE0CEC"/>
    <w:rsid w:val="00FE259C"/>
    <w:rsid w:val="00FE2CC2"/>
    <w:rsid w:val="00FE3336"/>
    <w:rsid w:val="00FE34DD"/>
    <w:rsid w:val="00FE55F8"/>
    <w:rsid w:val="00FE6807"/>
    <w:rsid w:val="00FF1A5D"/>
    <w:rsid w:val="00FF2F3C"/>
    <w:rsid w:val="00FF3E8A"/>
    <w:rsid w:val="00FF46E0"/>
    <w:rsid w:val="00FF485B"/>
    <w:rsid w:val="00FF4A67"/>
    <w:rsid w:val="00FF4FE2"/>
    <w:rsid w:val="00FF53FA"/>
    <w:rsid w:val="00FF5776"/>
    <w:rsid w:val="00FF63CD"/>
    <w:rsid w:val="00FF7CDA"/>
    <w:rsid w:val="00FF7D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2642D"/>
  <w15:docId w15:val="{D053411D-CE12-48B2-AABD-C76A9A02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SimSun" w:hAnsi="CG Times (W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qFormat="1"/>
    <w:lsdException w:name="List Bullet" w:qFormat="1"/>
    <w:lsdException w:name="List Number"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3E12"/>
    <w:pPr>
      <w:spacing w:after="180"/>
    </w:pPr>
    <w:rPr>
      <w:rFonts w:ascii="Times New Roman" w:hAnsi="Times New Roman"/>
      <w:lang w:val="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1"/>
    <w:uiPriority w:val="99"/>
    <w:qFormat/>
    <w:rsid w:val="00D63E12"/>
    <w:pPr>
      <w:keepNext/>
      <w:keepLines/>
      <w:pBdr>
        <w:top w:val="single" w:sz="12" w:space="3" w:color="auto"/>
      </w:pBdr>
      <w:spacing w:before="240" w:after="180"/>
      <w:ind w:left="1134" w:hanging="1134"/>
      <w:outlineLvl w:val="0"/>
    </w:pPr>
    <w:rPr>
      <w:rFonts w:ascii="Arial" w:hAnsi="Arial"/>
      <w:sz w:val="36"/>
      <w:lang w:val="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heading2"/>
    <w:basedOn w:val="Heading1"/>
    <w:next w:val="Normal"/>
    <w:link w:val="Heading2Char"/>
    <w:qFormat/>
    <w:rsid w:val="00D63E12"/>
    <w:pPr>
      <w:pBdr>
        <w:top w:val="none" w:sz="0" w:space="0" w:color="auto"/>
      </w:pBdr>
      <w:spacing w:before="180"/>
      <w:outlineLvl w:val="1"/>
    </w:pPr>
    <w:rPr>
      <w:sz w:val="32"/>
    </w:rPr>
  </w:style>
  <w:style w:type="paragraph" w:styleId="Heading3">
    <w:name w:val="heading 3"/>
    <w:aliases w:val="Underrubrik2,H3,h3,Memo Heading 3,no break,0H,hello,h31,3,l3,list 3,Head 3,h32,h33,h34,h35,h36,h37,h38,h311,h321,h331,h341,h351,h361,h371,h39,h312,h322,h332,h342,h352,h362,h372,h310,h313,h323,h333,h343,h353,h363,h373,h314,h324,h334,h344,h354"/>
    <w:basedOn w:val="Heading2"/>
    <w:next w:val="Normal"/>
    <w:link w:val="Heading3Char"/>
    <w:uiPriority w:val="99"/>
    <w:qFormat/>
    <w:rsid w:val="00D63E12"/>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uiPriority w:val="99"/>
    <w:qFormat/>
    <w:rsid w:val="00D63E12"/>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uiPriority w:val="99"/>
    <w:qFormat/>
    <w:rsid w:val="00D63E12"/>
    <w:pPr>
      <w:ind w:left="1701" w:hanging="1701"/>
      <w:outlineLvl w:val="4"/>
    </w:pPr>
    <w:rPr>
      <w:sz w:val="22"/>
    </w:rPr>
  </w:style>
  <w:style w:type="paragraph" w:styleId="Heading6">
    <w:name w:val="heading 6"/>
    <w:aliases w:val="T1,Header 6"/>
    <w:basedOn w:val="H6"/>
    <w:next w:val="Normal"/>
    <w:link w:val="Heading6Char"/>
    <w:uiPriority w:val="99"/>
    <w:qFormat/>
    <w:rsid w:val="00D63E12"/>
    <w:pPr>
      <w:outlineLvl w:val="5"/>
    </w:pPr>
  </w:style>
  <w:style w:type="paragraph" w:styleId="Heading7">
    <w:name w:val="heading 7"/>
    <w:basedOn w:val="H6"/>
    <w:next w:val="Normal"/>
    <w:link w:val="Heading7Char"/>
    <w:qFormat/>
    <w:rsid w:val="00D63E12"/>
    <w:pPr>
      <w:outlineLvl w:val="6"/>
    </w:pPr>
  </w:style>
  <w:style w:type="paragraph" w:styleId="Heading8">
    <w:name w:val="heading 8"/>
    <w:basedOn w:val="Heading1"/>
    <w:next w:val="Normal"/>
    <w:link w:val="Heading8Char"/>
    <w:qFormat/>
    <w:rsid w:val="00D63E12"/>
    <w:pPr>
      <w:ind w:left="0" w:firstLine="0"/>
      <w:outlineLvl w:val="7"/>
    </w:pPr>
  </w:style>
  <w:style w:type="paragraph" w:styleId="Heading9">
    <w:name w:val="heading 9"/>
    <w:basedOn w:val="Heading8"/>
    <w:next w:val="Normal"/>
    <w:link w:val="Heading9Char"/>
    <w:qFormat/>
    <w:rsid w:val="00D63E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qFormat/>
    <w:rsid w:val="00D63E12"/>
    <w:pPr>
      <w:spacing w:before="180"/>
      <w:ind w:left="2693" w:hanging="2693"/>
    </w:pPr>
    <w:rPr>
      <w:b/>
    </w:rPr>
  </w:style>
  <w:style w:type="paragraph" w:styleId="TOC1">
    <w:name w:val="toc 1"/>
    <w:uiPriority w:val="39"/>
    <w:qFormat/>
    <w:rsid w:val="00D63E12"/>
    <w:pPr>
      <w:keepNext/>
      <w:keepLines/>
      <w:widowControl w:val="0"/>
      <w:tabs>
        <w:tab w:val="right" w:leader="dot" w:pos="9639"/>
      </w:tabs>
      <w:spacing w:before="120"/>
      <w:ind w:left="567" w:right="425" w:hanging="567"/>
    </w:pPr>
    <w:rPr>
      <w:rFonts w:ascii="Times New Roman" w:hAnsi="Times New Roman"/>
      <w:noProof/>
      <w:sz w:val="22"/>
      <w:lang w:val="en-GB"/>
    </w:rPr>
  </w:style>
  <w:style w:type="paragraph" w:customStyle="1" w:styleId="ZT">
    <w:name w:val="ZT"/>
    <w:qFormat/>
    <w:rsid w:val="00D63E12"/>
    <w:pPr>
      <w:framePr w:wrap="notBeside" w:hAnchor="margin" w:yAlign="center"/>
      <w:widowControl w:val="0"/>
      <w:spacing w:line="240" w:lineRule="atLeast"/>
      <w:jc w:val="right"/>
    </w:pPr>
    <w:rPr>
      <w:rFonts w:ascii="Arial" w:hAnsi="Arial"/>
      <w:b/>
      <w:sz w:val="34"/>
      <w:lang w:val="en-GB"/>
    </w:rPr>
  </w:style>
  <w:style w:type="paragraph" w:styleId="TOC5">
    <w:name w:val="toc 5"/>
    <w:basedOn w:val="TOC4"/>
    <w:uiPriority w:val="39"/>
    <w:qFormat/>
    <w:rsid w:val="00D63E12"/>
    <w:pPr>
      <w:ind w:left="1701" w:hanging="1701"/>
    </w:pPr>
  </w:style>
  <w:style w:type="paragraph" w:styleId="TOC4">
    <w:name w:val="toc 4"/>
    <w:basedOn w:val="TOC3"/>
    <w:uiPriority w:val="39"/>
    <w:qFormat/>
    <w:rsid w:val="00D63E12"/>
    <w:pPr>
      <w:ind w:left="1418" w:hanging="1418"/>
    </w:pPr>
  </w:style>
  <w:style w:type="paragraph" w:styleId="TOC3">
    <w:name w:val="toc 3"/>
    <w:basedOn w:val="TOC2"/>
    <w:uiPriority w:val="39"/>
    <w:qFormat/>
    <w:rsid w:val="00D63E12"/>
    <w:pPr>
      <w:ind w:left="1134" w:hanging="1134"/>
    </w:pPr>
  </w:style>
  <w:style w:type="paragraph" w:styleId="TOC2">
    <w:name w:val="toc 2"/>
    <w:basedOn w:val="TOC1"/>
    <w:uiPriority w:val="39"/>
    <w:qFormat/>
    <w:rsid w:val="00D63E12"/>
    <w:pPr>
      <w:keepNext w:val="0"/>
      <w:spacing w:before="0"/>
      <w:ind w:left="851" w:hanging="851"/>
    </w:pPr>
    <w:rPr>
      <w:sz w:val="20"/>
    </w:rPr>
  </w:style>
  <w:style w:type="paragraph" w:styleId="Index2">
    <w:name w:val="index 2"/>
    <w:basedOn w:val="Index1"/>
    <w:qFormat/>
    <w:rsid w:val="00D63E12"/>
    <w:pPr>
      <w:ind w:left="284"/>
    </w:pPr>
  </w:style>
  <w:style w:type="paragraph" w:styleId="Index1">
    <w:name w:val="index 1"/>
    <w:basedOn w:val="Normal"/>
    <w:qFormat/>
    <w:rsid w:val="00D63E12"/>
    <w:pPr>
      <w:keepLines/>
      <w:spacing w:after="0"/>
    </w:pPr>
  </w:style>
  <w:style w:type="paragraph" w:customStyle="1" w:styleId="ZH">
    <w:name w:val="ZH"/>
    <w:qFormat/>
    <w:rsid w:val="00D63E12"/>
    <w:pPr>
      <w:framePr w:wrap="notBeside" w:vAnchor="page" w:hAnchor="margin" w:xAlign="center" w:y="6805"/>
      <w:widowControl w:val="0"/>
    </w:pPr>
    <w:rPr>
      <w:rFonts w:ascii="Arial" w:hAnsi="Arial"/>
      <w:noProof/>
      <w:lang w:val="en-GB"/>
    </w:rPr>
  </w:style>
  <w:style w:type="paragraph" w:customStyle="1" w:styleId="TT">
    <w:name w:val="TT"/>
    <w:basedOn w:val="Heading1"/>
    <w:next w:val="Normal"/>
    <w:qFormat/>
    <w:rsid w:val="00D63E12"/>
    <w:pPr>
      <w:outlineLvl w:val="9"/>
    </w:pPr>
  </w:style>
  <w:style w:type="paragraph" w:styleId="ListNumber2">
    <w:name w:val="List Number 2"/>
    <w:basedOn w:val="ListNumber"/>
    <w:qFormat/>
    <w:rsid w:val="00D63E12"/>
    <w:pPr>
      <w:ind w:left="851"/>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uiPriority w:val="99"/>
    <w:qFormat/>
    <w:rsid w:val="00D63E12"/>
    <w:pPr>
      <w:widowControl w:val="0"/>
    </w:pPr>
    <w:rPr>
      <w:rFonts w:ascii="Arial" w:hAnsi="Arial"/>
      <w:b/>
      <w:noProof/>
      <w:sz w:val="18"/>
      <w:lang w:val="en-GB"/>
    </w:rPr>
  </w:style>
  <w:style w:type="character" w:styleId="FootnoteReference">
    <w:name w:val="footnote reference"/>
    <w:aliases w:val="Appel note de bas de p,Nota,Footnote symbol,Footnote"/>
    <w:qFormat/>
    <w:rsid w:val="00D63E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
    <w:basedOn w:val="Normal"/>
    <w:link w:val="FootnoteTextChar"/>
    <w:qFormat/>
    <w:rsid w:val="00D63E12"/>
    <w:pPr>
      <w:keepLines/>
      <w:spacing w:after="0"/>
      <w:ind w:left="454" w:hanging="454"/>
    </w:pPr>
    <w:rPr>
      <w:sz w:val="16"/>
    </w:rPr>
  </w:style>
  <w:style w:type="paragraph" w:customStyle="1" w:styleId="TAH">
    <w:name w:val="TAH"/>
    <w:basedOn w:val="TAC"/>
    <w:link w:val="TAHCar"/>
    <w:qFormat/>
    <w:rsid w:val="00D63E12"/>
    <w:rPr>
      <w:b/>
    </w:rPr>
  </w:style>
  <w:style w:type="paragraph" w:customStyle="1" w:styleId="TAC">
    <w:name w:val="TAC"/>
    <w:basedOn w:val="TAL"/>
    <w:link w:val="TACChar"/>
    <w:qFormat/>
    <w:rsid w:val="00D63E12"/>
    <w:pPr>
      <w:jc w:val="center"/>
    </w:pPr>
  </w:style>
  <w:style w:type="paragraph" w:customStyle="1" w:styleId="TF">
    <w:name w:val="TF"/>
    <w:aliases w:val="left"/>
    <w:basedOn w:val="TH"/>
    <w:link w:val="TFChar"/>
    <w:qFormat/>
    <w:rsid w:val="00D63E12"/>
    <w:pPr>
      <w:keepNext w:val="0"/>
      <w:spacing w:before="0" w:after="240"/>
    </w:pPr>
  </w:style>
  <w:style w:type="paragraph" w:customStyle="1" w:styleId="NO">
    <w:name w:val="NO"/>
    <w:basedOn w:val="Normal"/>
    <w:link w:val="NOChar"/>
    <w:qFormat/>
    <w:rsid w:val="00D63E12"/>
    <w:pPr>
      <w:keepLines/>
      <w:ind w:left="1135" w:hanging="851"/>
    </w:pPr>
  </w:style>
  <w:style w:type="paragraph" w:styleId="TOC9">
    <w:name w:val="toc 9"/>
    <w:basedOn w:val="TOC8"/>
    <w:uiPriority w:val="39"/>
    <w:qFormat/>
    <w:rsid w:val="00D63E12"/>
    <w:pPr>
      <w:ind w:left="1418" w:hanging="1418"/>
    </w:pPr>
  </w:style>
  <w:style w:type="paragraph" w:customStyle="1" w:styleId="EX">
    <w:name w:val="EX"/>
    <w:basedOn w:val="Normal"/>
    <w:link w:val="EXChar"/>
    <w:qFormat/>
    <w:rsid w:val="00D63E12"/>
    <w:pPr>
      <w:keepLines/>
      <w:ind w:left="1702" w:hanging="1418"/>
    </w:pPr>
  </w:style>
  <w:style w:type="paragraph" w:customStyle="1" w:styleId="FP">
    <w:name w:val="FP"/>
    <w:basedOn w:val="Normal"/>
    <w:qFormat/>
    <w:rsid w:val="00D63E12"/>
    <w:pPr>
      <w:spacing w:after="0"/>
    </w:pPr>
  </w:style>
  <w:style w:type="paragraph" w:customStyle="1" w:styleId="LD">
    <w:name w:val="LD"/>
    <w:qFormat/>
    <w:rsid w:val="00D63E12"/>
    <w:pPr>
      <w:keepNext/>
      <w:keepLines/>
      <w:spacing w:line="180" w:lineRule="exact"/>
    </w:pPr>
    <w:rPr>
      <w:rFonts w:ascii="MS LineDraw" w:hAnsi="MS LineDraw"/>
      <w:noProof/>
      <w:lang w:val="en-GB"/>
    </w:rPr>
  </w:style>
  <w:style w:type="paragraph" w:customStyle="1" w:styleId="NW">
    <w:name w:val="NW"/>
    <w:basedOn w:val="NO"/>
    <w:qFormat/>
    <w:rsid w:val="00D63E12"/>
    <w:pPr>
      <w:spacing w:after="0"/>
    </w:pPr>
  </w:style>
  <w:style w:type="paragraph" w:customStyle="1" w:styleId="EW">
    <w:name w:val="EW"/>
    <w:basedOn w:val="EX"/>
    <w:qFormat/>
    <w:rsid w:val="00D63E12"/>
    <w:pPr>
      <w:spacing w:after="0"/>
    </w:pPr>
  </w:style>
  <w:style w:type="paragraph" w:styleId="TOC6">
    <w:name w:val="toc 6"/>
    <w:basedOn w:val="TOC5"/>
    <w:next w:val="Normal"/>
    <w:uiPriority w:val="39"/>
    <w:qFormat/>
    <w:rsid w:val="00D63E12"/>
    <w:pPr>
      <w:ind w:left="1985" w:hanging="1985"/>
    </w:pPr>
  </w:style>
  <w:style w:type="paragraph" w:styleId="TOC7">
    <w:name w:val="toc 7"/>
    <w:basedOn w:val="TOC6"/>
    <w:next w:val="Normal"/>
    <w:uiPriority w:val="39"/>
    <w:qFormat/>
    <w:rsid w:val="00D63E12"/>
    <w:pPr>
      <w:ind w:left="2268" w:hanging="2268"/>
    </w:pPr>
  </w:style>
  <w:style w:type="paragraph" w:styleId="ListBullet2">
    <w:name w:val="List Bullet 2"/>
    <w:basedOn w:val="ListBullet"/>
    <w:link w:val="ListBullet2Char"/>
    <w:qFormat/>
    <w:rsid w:val="00D63E12"/>
    <w:pPr>
      <w:ind w:left="851"/>
    </w:pPr>
  </w:style>
  <w:style w:type="paragraph" w:styleId="ListBullet3">
    <w:name w:val="List Bullet 3"/>
    <w:basedOn w:val="ListBullet2"/>
    <w:link w:val="ListBullet3Char"/>
    <w:qFormat/>
    <w:rsid w:val="00D63E12"/>
    <w:pPr>
      <w:ind w:left="1135"/>
    </w:pPr>
  </w:style>
  <w:style w:type="paragraph" w:styleId="ListNumber">
    <w:name w:val="List Number"/>
    <w:basedOn w:val="List"/>
    <w:qFormat/>
    <w:rsid w:val="00D63E12"/>
  </w:style>
  <w:style w:type="paragraph" w:customStyle="1" w:styleId="EQ">
    <w:name w:val="EQ"/>
    <w:basedOn w:val="Normal"/>
    <w:next w:val="Normal"/>
    <w:link w:val="EQChar"/>
    <w:qFormat/>
    <w:rsid w:val="00D63E12"/>
    <w:pPr>
      <w:keepLines/>
      <w:tabs>
        <w:tab w:val="center" w:pos="4536"/>
        <w:tab w:val="right" w:pos="9072"/>
      </w:tabs>
    </w:pPr>
    <w:rPr>
      <w:noProof/>
    </w:rPr>
  </w:style>
  <w:style w:type="paragraph" w:customStyle="1" w:styleId="TH">
    <w:name w:val="TH"/>
    <w:basedOn w:val="Normal"/>
    <w:link w:val="THChar"/>
    <w:qFormat/>
    <w:rsid w:val="00D63E12"/>
    <w:pPr>
      <w:keepNext/>
      <w:keepLines/>
      <w:spacing w:before="60"/>
      <w:jc w:val="center"/>
    </w:pPr>
    <w:rPr>
      <w:rFonts w:ascii="Arial" w:hAnsi="Arial"/>
      <w:b/>
    </w:rPr>
  </w:style>
  <w:style w:type="paragraph" w:customStyle="1" w:styleId="NF">
    <w:name w:val="NF"/>
    <w:basedOn w:val="NO"/>
    <w:qFormat/>
    <w:rsid w:val="00D63E12"/>
    <w:pPr>
      <w:keepNext/>
      <w:spacing w:after="0"/>
    </w:pPr>
    <w:rPr>
      <w:rFonts w:ascii="Arial" w:hAnsi="Arial"/>
      <w:sz w:val="18"/>
    </w:rPr>
  </w:style>
  <w:style w:type="paragraph" w:customStyle="1" w:styleId="PL">
    <w:name w:val="PL"/>
    <w:link w:val="PLChar"/>
    <w:qFormat/>
    <w:rsid w:val="00D63E1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qFormat/>
    <w:rsid w:val="00D63E12"/>
    <w:pPr>
      <w:jc w:val="right"/>
    </w:pPr>
  </w:style>
  <w:style w:type="paragraph" w:customStyle="1" w:styleId="H6">
    <w:name w:val="H6"/>
    <w:basedOn w:val="Heading5"/>
    <w:next w:val="Normal"/>
    <w:link w:val="H6Char"/>
    <w:qFormat/>
    <w:rsid w:val="00D63E12"/>
    <w:pPr>
      <w:ind w:left="1985" w:hanging="1985"/>
      <w:outlineLvl w:val="9"/>
    </w:pPr>
    <w:rPr>
      <w:sz w:val="20"/>
    </w:rPr>
  </w:style>
  <w:style w:type="paragraph" w:customStyle="1" w:styleId="TAN">
    <w:name w:val="TAN"/>
    <w:basedOn w:val="TAL"/>
    <w:link w:val="TANChar"/>
    <w:qFormat/>
    <w:rsid w:val="00D63E12"/>
    <w:pPr>
      <w:ind w:left="851" w:hanging="851"/>
    </w:pPr>
  </w:style>
  <w:style w:type="paragraph" w:customStyle="1" w:styleId="TAL">
    <w:name w:val="TAL"/>
    <w:basedOn w:val="Normal"/>
    <w:link w:val="TALCar"/>
    <w:qFormat/>
    <w:rsid w:val="00D63E12"/>
    <w:pPr>
      <w:keepNext/>
      <w:keepLines/>
      <w:spacing w:after="0"/>
    </w:pPr>
    <w:rPr>
      <w:rFonts w:ascii="Arial" w:hAnsi="Arial"/>
      <w:sz w:val="18"/>
    </w:rPr>
  </w:style>
  <w:style w:type="paragraph" w:customStyle="1" w:styleId="ZA">
    <w:name w:val="ZA"/>
    <w:qFormat/>
    <w:rsid w:val="00D63E12"/>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qFormat/>
    <w:rsid w:val="00D63E12"/>
    <w:pPr>
      <w:framePr w:w="10206" w:h="284" w:hRule="exact" w:wrap="notBeside" w:vAnchor="page" w:hAnchor="margin" w:y="1986"/>
      <w:widowControl w:val="0"/>
      <w:ind w:right="28"/>
      <w:jc w:val="right"/>
    </w:pPr>
    <w:rPr>
      <w:rFonts w:ascii="Arial" w:hAnsi="Arial"/>
      <w:i/>
      <w:noProof/>
      <w:lang w:val="en-GB"/>
    </w:rPr>
  </w:style>
  <w:style w:type="paragraph" w:customStyle="1" w:styleId="ZD">
    <w:name w:val="ZD"/>
    <w:qFormat/>
    <w:rsid w:val="00D63E12"/>
    <w:pPr>
      <w:framePr w:wrap="notBeside" w:vAnchor="page" w:hAnchor="margin" w:y="15764"/>
      <w:widowControl w:val="0"/>
    </w:pPr>
    <w:rPr>
      <w:rFonts w:ascii="Arial" w:hAnsi="Arial"/>
      <w:noProof/>
      <w:sz w:val="32"/>
      <w:lang w:val="en-GB"/>
    </w:rPr>
  </w:style>
  <w:style w:type="paragraph" w:customStyle="1" w:styleId="ZU">
    <w:name w:val="ZU"/>
    <w:qFormat/>
    <w:rsid w:val="00D63E12"/>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ZV">
    <w:name w:val="ZV"/>
    <w:basedOn w:val="ZU"/>
    <w:qFormat/>
    <w:rsid w:val="00D63E12"/>
    <w:pPr>
      <w:framePr w:wrap="notBeside" w:y="16161"/>
    </w:pPr>
  </w:style>
  <w:style w:type="character" w:customStyle="1" w:styleId="ZGSM">
    <w:name w:val="ZGSM"/>
    <w:qFormat/>
    <w:rsid w:val="00D63E12"/>
  </w:style>
  <w:style w:type="paragraph" w:styleId="List2">
    <w:name w:val="List 2"/>
    <w:basedOn w:val="List"/>
    <w:link w:val="List2Char"/>
    <w:qFormat/>
    <w:rsid w:val="00D63E12"/>
    <w:pPr>
      <w:ind w:left="851"/>
    </w:pPr>
  </w:style>
  <w:style w:type="paragraph" w:customStyle="1" w:styleId="ZG">
    <w:name w:val="ZG"/>
    <w:qFormat/>
    <w:rsid w:val="00D63E12"/>
    <w:pPr>
      <w:framePr w:wrap="notBeside" w:vAnchor="page" w:hAnchor="margin" w:xAlign="right" w:y="6805"/>
      <w:widowControl w:val="0"/>
      <w:jc w:val="right"/>
    </w:pPr>
    <w:rPr>
      <w:rFonts w:ascii="Arial" w:hAnsi="Arial"/>
      <w:noProof/>
      <w:lang w:val="en-GB"/>
    </w:rPr>
  </w:style>
  <w:style w:type="paragraph" w:styleId="List3">
    <w:name w:val="List 3"/>
    <w:basedOn w:val="List2"/>
    <w:qFormat/>
    <w:rsid w:val="00D63E12"/>
    <w:pPr>
      <w:ind w:left="1135"/>
    </w:pPr>
  </w:style>
  <w:style w:type="paragraph" w:styleId="List4">
    <w:name w:val="List 4"/>
    <w:basedOn w:val="List3"/>
    <w:qFormat/>
    <w:rsid w:val="00D63E12"/>
    <w:pPr>
      <w:ind w:left="1418"/>
    </w:pPr>
  </w:style>
  <w:style w:type="paragraph" w:styleId="List5">
    <w:name w:val="List 5"/>
    <w:basedOn w:val="List4"/>
    <w:qFormat/>
    <w:rsid w:val="00D63E12"/>
    <w:pPr>
      <w:ind w:left="1702"/>
    </w:pPr>
  </w:style>
  <w:style w:type="paragraph" w:customStyle="1" w:styleId="EditorsNote">
    <w:name w:val="Editor's Note"/>
    <w:aliases w:val="EN"/>
    <w:basedOn w:val="NO"/>
    <w:link w:val="EditorsNoteCarCar"/>
    <w:qFormat/>
    <w:rsid w:val="00D63E12"/>
    <w:rPr>
      <w:color w:val="FF0000"/>
    </w:rPr>
  </w:style>
  <w:style w:type="paragraph" w:styleId="List">
    <w:name w:val="List"/>
    <w:basedOn w:val="Normal"/>
    <w:link w:val="ListChar"/>
    <w:qFormat/>
    <w:rsid w:val="00D63E12"/>
    <w:pPr>
      <w:ind w:left="568" w:hanging="284"/>
    </w:pPr>
  </w:style>
  <w:style w:type="paragraph" w:styleId="ListBullet">
    <w:name w:val="List Bullet"/>
    <w:basedOn w:val="List"/>
    <w:link w:val="ListBulletChar"/>
    <w:qFormat/>
    <w:rsid w:val="00D63E12"/>
  </w:style>
  <w:style w:type="paragraph" w:styleId="ListBullet4">
    <w:name w:val="List Bullet 4"/>
    <w:basedOn w:val="ListBullet3"/>
    <w:qFormat/>
    <w:rsid w:val="00D63E12"/>
    <w:pPr>
      <w:ind w:left="1418"/>
    </w:pPr>
  </w:style>
  <w:style w:type="paragraph" w:styleId="ListBullet5">
    <w:name w:val="List Bullet 5"/>
    <w:basedOn w:val="ListBullet4"/>
    <w:qFormat/>
    <w:rsid w:val="00D63E12"/>
    <w:pPr>
      <w:ind w:left="1702"/>
    </w:pPr>
  </w:style>
  <w:style w:type="paragraph" w:customStyle="1" w:styleId="B10">
    <w:name w:val="B1"/>
    <w:basedOn w:val="List"/>
    <w:link w:val="B1Char"/>
    <w:qFormat/>
    <w:rsid w:val="00D63E12"/>
  </w:style>
  <w:style w:type="paragraph" w:customStyle="1" w:styleId="B20">
    <w:name w:val="B2"/>
    <w:basedOn w:val="List2"/>
    <w:link w:val="B2Char"/>
    <w:qFormat/>
    <w:rsid w:val="00D63E12"/>
  </w:style>
  <w:style w:type="paragraph" w:customStyle="1" w:styleId="B30">
    <w:name w:val="B3"/>
    <w:basedOn w:val="List3"/>
    <w:link w:val="B3Char"/>
    <w:qFormat/>
    <w:rsid w:val="00D63E12"/>
  </w:style>
  <w:style w:type="paragraph" w:customStyle="1" w:styleId="B4">
    <w:name w:val="B4"/>
    <w:basedOn w:val="List4"/>
    <w:link w:val="B4Char"/>
    <w:qFormat/>
    <w:rsid w:val="00D63E12"/>
  </w:style>
  <w:style w:type="paragraph" w:customStyle="1" w:styleId="B5">
    <w:name w:val="B5"/>
    <w:basedOn w:val="List5"/>
    <w:link w:val="B5Char"/>
    <w:qFormat/>
    <w:rsid w:val="00D63E12"/>
  </w:style>
  <w:style w:type="paragraph" w:styleId="Footer">
    <w:name w:val="footer"/>
    <w:aliases w:val="footer odd,footer,fo,pie de página"/>
    <w:basedOn w:val="Header"/>
    <w:link w:val="FooterChar"/>
    <w:uiPriority w:val="99"/>
    <w:qFormat/>
    <w:rsid w:val="00D63E12"/>
    <w:pPr>
      <w:jc w:val="center"/>
    </w:pPr>
    <w:rPr>
      <w:i/>
    </w:rPr>
  </w:style>
  <w:style w:type="paragraph" w:customStyle="1" w:styleId="ZTD">
    <w:name w:val="ZTD"/>
    <w:basedOn w:val="ZB"/>
    <w:qFormat/>
    <w:rsid w:val="00D63E12"/>
    <w:pPr>
      <w:framePr w:hRule="auto" w:wrap="notBeside" w:y="852"/>
    </w:pPr>
    <w:rPr>
      <w:i w:val="0"/>
      <w:sz w:val="40"/>
    </w:rPr>
  </w:style>
  <w:style w:type="paragraph" w:customStyle="1" w:styleId="CRCoverPage">
    <w:name w:val="CR Cover Page"/>
    <w:link w:val="CRCoverPageChar"/>
    <w:qFormat/>
    <w:rsid w:val="00D63E12"/>
    <w:pPr>
      <w:spacing w:after="120"/>
    </w:pPr>
    <w:rPr>
      <w:rFonts w:ascii="Arial" w:hAnsi="Arial"/>
      <w:lang w:val="en-GB"/>
    </w:rPr>
  </w:style>
  <w:style w:type="paragraph" w:customStyle="1" w:styleId="tdoc-header">
    <w:name w:val="tdoc-header"/>
    <w:qFormat/>
    <w:rsid w:val="00D63E12"/>
    <w:rPr>
      <w:rFonts w:ascii="Arial" w:hAnsi="Arial"/>
      <w:noProof/>
      <w:sz w:val="24"/>
      <w:lang w:val="en-GB"/>
    </w:rPr>
  </w:style>
  <w:style w:type="character" w:styleId="Hyperlink">
    <w:name w:val="Hyperlink"/>
    <w:qFormat/>
    <w:rsid w:val="00D63E12"/>
    <w:rPr>
      <w:color w:val="0000FF"/>
      <w:u w:val="single"/>
    </w:rPr>
  </w:style>
  <w:style w:type="character" w:styleId="CommentReference">
    <w:name w:val="annotation reference"/>
    <w:qFormat/>
    <w:rsid w:val="00D63E12"/>
    <w:rPr>
      <w:sz w:val="16"/>
    </w:rPr>
  </w:style>
  <w:style w:type="paragraph" w:styleId="CommentText">
    <w:name w:val="annotation text"/>
    <w:basedOn w:val="Normal"/>
    <w:link w:val="CommentTextChar"/>
    <w:qFormat/>
    <w:rsid w:val="00D63E12"/>
  </w:style>
  <w:style w:type="character" w:styleId="FollowedHyperlink">
    <w:name w:val="FollowedHyperlink"/>
    <w:qFormat/>
    <w:rsid w:val="00D63E12"/>
    <w:rPr>
      <w:color w:val="800080"/>
      <w:u w:val="single"/>
    </w:rPr>
  </w:style>
  <w:style w:type="paragraph" w:styleId="BalloonText">
    <w:name w:val="Balloon Text"/>
    <w:basedOn w:val="Normal"/>
    <w:link w:val="BalloonTextChar"/>
    <w:qFormat/>
    <w:rsid w:val="00D63E12"/>
    <w:rPr>
      <w:rFonts w:ascii="Tahoma" w:hAnsi="Tahoma"/>
      <w:sz w:val="16"/>
      <w:szCs w:val="16"/>
    </w:rPr>
  </w:style>
  <w:style w:type="paragraph" w:styleId="CommentSubject">
    <w:name w:val="annotation subject"/>
    <w:basedOn w:val="CommentText"/>
    <w:next w:val="CommentText"/>
    <w:link w:val="CommentSubjectChar"/>
    <w:qFormat/>
    <w:rsid w:val="00D63E12"/>
    <w:rPr>
      <w:b/>
      <w:bCs/>
    </w:rPr>
  </w:style>
  <w:style w:type="paragraph" w:styleId="DocumentMap">
    <w:name w:val="Document Map"/>
    <w:basedOn w:val="Normal"/>
    <w:link w:val="DocumentMapChar"/>
    <w:qFormat/>
    <w:rsid w:val="00D63E12"/>
    <w:pPr>
      <w:shd w:val="clear" w:color="auto" w:fill="000080"/>
    </w:pPr>
    <w:rPr>
      <w:rFonts w:ascii="Tahoma" w:hAnsi="Tahoma"/>
    </w:rPr>
  </w:style>
  <w:style w:type="character" w:customStyle="1" w:styleId="UnresolvedMention1">
    <w:name w:val="Unresolved Mention1"/>
    <w:uiPriority w:val="99"/>
    <w:semiHidden/>
    <w:unhideWhenUsed/>
    <w:qFormat/>
    <w:rsid w:val="00D63E12"/>
    <w:rPr>
      <w:color w:val="808080"/>
      <w:shd w:val="clear" w:color="auto" w:fill="E6E6E6"/>
    </w:rPr>
  </w:style>
  <w:style w:type="paragraph" w:customStyle="1" w:styleId="TAJ">
    <w:name w:val="TAJ"/>
    <w:basedOn w:val="Normal"/>
    <w:qFormat/>
    <w:rsid w:val="00D63E12"/>
    <w:pPr>
      <w:keepNext/>
      <w:keepLines/>
      <w:overflowPunct w:val="0"/>
      <w:autoSpaceDE w:val="0"/>
      <w:autoSpaceDN w:val="0"/>
      <w:adjustRightInd w:val="0"/>
      <w:spacing w:after="0"/>
      <w:jc w:val="both"/>
      <w:textAlignment w:val="baseline"/>
    </w:pPr>
    <w:rPr>
      <w:rFonts w:ascii="Arial" w:hAnsi="Arial"/>
      <w:sz w:val="18"/>
    </w:rPr>
  </w:style>
  <w:style w:type="paragraph" w:customStyle="1" w:styleId="B1">
    <w:name w:val="B1+"/>
    <w:basedOn w:val="B10"/>
    <w:qFormat/>
    <w:rsid w:val="00D63E12"/>
    <w:pPr>
      <w:numPr>
        <w:numId w:val="1"/>
      </w:numPr>
      <w:overflowPunct w:val="0"/>
      <w:autoSpaceDE w:val="0"/>
      <w:autoSpaceDN w:val="0"/>
      <w:adjustRightInd w:val="0"/>
      <w:textAlignment w:val="baseline"/>
    </w:pPr>
  </w:style>
  <w:style w:type="character" w:customStyle="1" w:styleId="TACChar">
    <w:name w:val="TAC Char"/>
    <w:link w:val="TAC"/>
    <w:qFormat/>
    <w:rsid w:val="00D63E12"/>
    <w:rPr>
      <w:rFonts w:ascii="Arial" w:hAnsi="Arial"/>
      <w:sz w:val="18"/>
      <w:lang w:val="en-GB"/>
    </w:rPr>
  </w:style>
  <w:style w:type="character" w:customStyle="1" w:styleId="THChar">
    <w:name w:val="TH Char"/>
    <w:link w:val="TH"/>
    <w:qFormat/>
    <w:rsid w:val="00D63E12"/>
    <w:rPr>
      <w:rFonts w:ascii="Arial" w:hAnsi="Arial"/>
      <w:b/>
      <w:lang w:val="en-GB"/>
    </w:rPr>
  </w:style>
  <w:style w:type="character" w:customStyle="1" w:styleId="TAHCar">
    <w:name w:val="TAH Car"/>
    <w:link w:val="TAH"/>
    <w:qFormat/>
    <w:rsid w:val="00D63E12"/>
    <w:rPr>
      <w:rFonts w:ascii="Arial" w:hAnsi="Arial"/>
      <w:b/>
      <w:sz w:val="18"/>
      <w:lang w:val="en-GB"/>
    </w:rPr>
  </w:style>
  <w:style w:type="character" w:customStyle="1" w:styleId="Heading3Char">
    <w:name w:val="Heading 3 Char"/>
    <w:aliases w:val="Underrubrik2 Char,H3 Char,h3 Char,Memo Heading 3 Char,no break Char,0H Char,hello Char,h31 Char,3 Char,l3 Char,list 3 Char,Head 3 Char,h32 Char,h33 Char,h34 Char,h35 Char,h36 Char,h37 Char,h38 Char,h311 Char,h321 Char,h331 Char,h341 Char"/>
    <w:link w:val="Heading3"/>
    <w:uiPriority w:val="99"/>
    <w:qFormat/>
    <w:rsid w:val="00D63E12"/>
    <w:rPr>
      <w:rFonts w:ascii="Arial" w:hAnsi="Arial"/>
      <w:sz w:val="28"/>
      <w:lang w:val="en-GB"/>
    </w:rPr>
  </w:style>
  <w:style w:type="character" w:customStyle="1" w:styleId="NOChar">
    <w:name w:val="NO Char"/>
    <w:link w:val="NO"/>
    <w:qFormat/>
    <w:rsid w:val="00D63E12"/>
    <w:rPr>
      <w:rFonts w:ascii="Times New Roman" w:hAnsi="Times New Roman"/>
      <w:lang w:val="en-GB"/>
    </w:rPr>
  </w:style>
  <w:style w:type="character" w:customStyle="1" w:styleId="TANChar">
    <w:name w:val="TAN Char"/>
    <w:link w:val="TAN"/>
    <w:qFormat/>
    <w:rsid w:val="00D63E12"/>
    <w:rPr>
      <w:rFonts w:ascii="Arial" w:hAnsi="Arial"/>
      <w:sz w:val="18"/>
      <w:lang w:val="en-GB"/>
    </w:rPr>
  </w:style>
  <w:style w:type="character" w:customStyle="1" w:styleId="B1Char">
    <w:name w:val="B1 Char"/>
    <w:link w:val="B10"/>
    <w:qFormat/>
    <w:locked/>
    <w:rsid w:val="00D63E12"/>
    <w:rPr>
      <w:rFonts w:ascii="Times New Roman" w:hAnsi="Times New Roman"/>
      <w:lang w:val="en-GB"/>
    </w:rPr>
  </w:style>
  <w:style w:type="character" w:customStyle="1" w:styleId="B2Char">
    <w:name w:val="B2 Char"/>
    <w:link w:val="B20"/>
    <w:qFormat/>
    <w:locked/>
    <w:rsid w:val="00D63E12"/>
    <w:rPr>
      <w:rFonts w:ascii="Times New Roman" w:hAnsi="Times New Roman"/>
      <w:lang w:val="en-GB"/>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qFormat/>
    <w:rsid w:val="00D63E12"/>
    <w:rPr>
      <w:rFonts w:ascii="Arial" w:hAnsi="Arial"/>
      <w:sz w:val="24"/>
      <w:lang w:val="en-GB"/>
    </w:rPr>
  </w:style>
  <w:style w:type="character" w:customStyle="1" w:styleId="Heading5Char">
    <w:name w:val="Heading 5 Char"/>
    <w:aliases w:val="h5 Char5,Heading5 Char4,Head5 Char4,H5 Char4,M5 Char4,mh2 Char4,Module heading 2 Char4,heading 8 Char4,Numbered Sub-list Char3,Heading 81 Char,标题 81 Char,Heading 811 Char,Heading 8111 Char"/>
    <w:link w:val="Heading5"/>
    <w:qFormat/>
    <w:rsid w:val="00D63E12"/>
    <w:rPr>
      <w:rFonts w:ascii="Arial" w:hAnsi="Arial"/>
      <w:sz w:val="22"/>
      <w:lang w:val="en-GB"/>
    </w:rPr>
  </w:style>
  <w:style w:type="character" w:customStyle="1" w:styleId="TALCar">
    <w:name w:val="TAL Car"/>
    <w:link w:val="TAL"/>
    <w:qFormat/>
    <w:rsid w:val="00D63E12"/>
    <w:rPr>
      <w:rFonts w:ascii="Arial" w:hAnsi="Arial"/>
      <w:sz w:val="18"/>
      <w:lang w:val="en-GB"/>
    </w:rPr>
  </w:style>
  <w:style w:type="paragraph" w:customStyle="1" w:styleId="a1">
    <w:name w:val="样式 页眉"/>
    <w:basedOn w:val="Header"/>
    <w:link w:val="Char"/>
    <w:qFormat/>
    <w:rsid w:val="001310A1"/>
    <w:pPr>
      <w:overflowPunct w:val="0"/>
      <w:autoSpaceDE w:val="0"/>
      <w:autoSpaceDN w:val="0"/>
      <w:adjustRightInd w:val="0"/>
      <w:textAlignment w:val="baseline"/>
    </w:pPr>
    <w:rPr>
      <w:rFonts w:eastAsia="Arial"/>
      <w:bCs/>
      <w:sz w:val="22"/>
    </w:rPr>
  </w:style>
  <w:style w:type="character" w:customStyle="1" w:styleId="BalloonTextChar">
    <w:name w:val="Balloon Text Char"/>
    <w:link w:val="BalloonText"/>
    <w:qFormat/>
    <w:rsid w:val="00D63E12"/>
    <w:rPr>
      <w:rFonts w:ascii="Tahoma" w:hAnsi="Tahoma"/>
      <w:sz w:val="16"/>
      <w:szCs w:val="16"/>
      <w:lang w:val="en-GB"/>
    </w:rPr>
  </w:style>
  <w:style w:type="character" w:customStyle="1" w:styleId="CommentTextChar">
    <w:name w:val="Comment Text Char"/>
    <w:link w:val="CommentText"/>
    <w:qFormat/>
    <w:rsid w:val="00D63E12"/>
    <w:rPr>
      <w:rFonts w:ascii="Times New Roman" w:hAnsi="Times New Roman"/>
      <w:lang w:val="en-GB"/>
    </w:rPr>
  </w:style>
  <w:style w:type="character" w:customStyle="1" w:styleId="TFChar">
    <w:name w:val="TF Char"/>
    <w:link w:val="TF"/>
    <w:qFormat/>
    <w:rsid w:val="00D63E12"/>
    <w:rPr>
      <w:rFonts w:ascii="Arial" w:hAnsi="Arial"/>
      <w:b/>
      <w:lang w:val="en-GB"/>
    </w:rPr>
  </w:style>
  <w:style w:type="character" w:customStyle="1" w:styleId="TALChar">
    <w:name w:val="TAL Char"/>
    <w:qFormat/>
    <w:locked/>
    <w:rsid w:val="00D63E12"/>
    <w:rPr>
      <w:rFonts w:ascii="Arial" w:hAnsi="Arial" w:cs="Arial"/>
      <w:sz w:val="18"/>
      <w:lang w:val="en-GB"/>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qFormat/>
    <w:rsid w:val="00D63E12"/>
    <w:rPr>
      <w:rFonts w:ascii="Arial" w:hAnsi="Arial"/>
      <w:sz w:val="32"/>
      <w:lang w:val="en-GB"/>
    </w:rPr>
  </w:style>
  <w:style w:type="paragraph" w:customStyle="1" w:styleId="TableText">
    <w:name w:val="TableText"/>
    <w:basedOn w:val="BodyTextIndent"/>
    <w:qFormat/>
    <w:rsid w:val="00D63E12"/>
    <w:pPr>
      <w:keepNext/>
      <w:keepLines/>
      <w:snapToGrid w:val="0"/>
      <w:spacing w:after="180"/>
      <w:ind w:left="0"/>
      <w:jc w:val="center"/>
    </w:pPr>
    <w:rPr>
      <w:kern w:val="2"/>
    </w:rPr>
  </w:style>
  <w:style w:type="paragraph" w:styleId="BodyTextIndent">
    <w:name w:val="Body Text Indent"/>
    <w:basedOn w:val="Normal"/>
    <w:link w:val="BodyTextIndentChar"/>
    <w:qFormat/>
    <w:rsid w:val="00D63E12"/>
    <w:pPr>
      <w:overflowPunct w:val="0"/>
      <w:autoSpaceDE w:val="0"/>
      <w:autoSpaceDN w:val="0"/>
      <w:adjustRightInd w:val="0"/>
      <w:spacing w:after="120"/>
      <w:ind w:left="360"/>
      <w:textAlignment w:val="baseline"/>
    </w:pPr>
  </w:style>
  <w:style w:type="character" w:customStyle="1" w:styleId="BodyTextIndentChar">
    <w:name w:val="Body Text Indent Char"/>
    <w:link w:val="BodyTextIndent"/>
    <w:qFormat/>
    <w:rsid w:val="00D63E12"/>
    <w:rPr>
      <w:rFonts w:ascii="Times New Roman" w:hAnsi="Times New Roman"/>
      <w:lang w:val="en-GB"/>
    </w:rPr>
  </w:style>
  <w:style w:type="character" w:customStyle="1" w:styleId="DocumentMapChar">
    <w:name w:val="Document Map Char"/>
    <w:link w:val="DocumentMap"/>
    <w:qFormat/>
    <w:rsid w:val="00D63E12"/>
    <w:rPr>
      <w:rFonts w:ascii="Tahoma" w:hAnsi="Tahoma"/>
      <w:shd w:val="clear" w:color="auto" w:fill="000080"/>
      <w:lang w:val="en-GB"/>
    </w:rPr>
  </w:style>
  <w:style w:type="character" w:customStyle="1" w:styleId="CommentSubjectChar">
    <w:name w:val="Comment Subject Char"/>
    <w:link w:val="CommentSubject"/>
    <w:qFormat/>
    <w:rsid w:val="00D63E12"/>
    <w:rPr>
      <w:rFonts w:ascii="Times New Roman" w:hAnsi="Times New Roman"/>
      <w:b/>
      <w:bCs/>
      <w:lang w:val="en-GB"/>
    </w:rPr>
  </w:style>
  <w:style w:type="character" w:customStyle="1" w:styleId="EXChar">
    <w:name w:val="EX Char"/>
    <w:link w:val="EX"/>
    <w:qFormat/>
    <w:locked/>
    <w:rsid w:val="00D63E12"/>
    <w:rPr>
      <w:rFonts w:ascii="Times New Roman" w:hAnsi="Times New Roman"/>
      <w:lang w:val="en-GB"/>
    </w:rPr>
  </w:style>
  <w:style w:type="paragraph" w:customStyle="1" w:styleId="B2">
    <w:name w:val="B2+"/>
    <w:basedOn w:val="B20"/>
    <w:qFormat/>
    <w:rsid w:val="00D63E12"/>
    <w:pPr>
      <w:numPr>
        <w:numId w:val="2"/>
      </w:numPr>
      <w:overflowPunct w:val="0"/>
      <w:autoSpaceDE w:val="0"/>
      <w:autoSpaceDN w:val="0"/>
      <w:adjustRightInd w:val="0"/>
      <w:textAlignment w:val="baseline"/>
    </w:pPr>
  </w:style>
  <w:style w:type="paragraph" w:customStyle="1" w:styleId="B3">
    <w:name w:val="B3+"/>
    <w:basedOn w:val="B30"/>
    <w:qFormat/>
    <w:rsid w:val="00D63E12"/>
    <w:pPr>
      <w:numPr>
        <w:numId w:val="3"/>
      </w:numPr>
      <w:tabs>
        <w:tab w:val="left" w:pos="1134"/>
      </w:tabs>
      <w:overflowPunct w:val="0"/>
      <w:autoSpaceDE w:val="0"/>
      <w:autoSpaceDN w:val="0"/>
      <w:adjustRightInd w:val="0"/>
      <w:textAlignment w:val="baseline"/>
    </w:pPr>
  </w:style>
  <w:style w:type="paragraph" w:customStyle="1" w:styleId="BL">
    <w:name w:val="BL"/>
    <w:basedOn w:val="Normal"/>
    <w:qFormat/>
    <w:rsid w:val="00D63E12"/>
    <w:pPr>
      <w:numPr>
        <w:numId w:val="4"/>
      </w:numPr>
      <w:tabs>
        <w:tab w:val="left" w:pos="851"/>
      </w:tabs>
      <w:overflowPunct w:val="0"/>
      <w:autoSpaceDE w:val="0"/>
      <w:autoSpaceDN w:val="0"/>
      <w:adjustRightInd w:val="0"/>
      <w:textAlignment w:val="baseline"/>
    </w:pPr>
  </w:style>
  <w:style w:type="paragraph" w:customStyle="1" w:styleId="BN">
    <w:name w:val="BN"/>
    <w:basedOn w:val="Normal"/>
    <w:qFormat/>
    <w:rsid w:val="00D63E12"/>
    <w:pPr>
      <w:numPr>
        <w:numId w:val="5"/>
      </w:numPr>
      <w:overflowPunct w:val="0"/>
      <w:autoSpaceDE w:val="0"/>
      <w:autoSpaceDN w:val="0"/>
      <w:adjustRightInd w:val="0"/>
      <w:textAlignment w:val="baseline"/>
    </w:p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63E12"/>
    <w:rPr>
      <w:rFonts w:ascii="Times New Roman" w:hAnsi="Times New Roman"/>
      <w:sz w:val="16"/>
      <w:lang w:val="en-GB"/>
    </w:rPr>
  </w:style>
  <w:style w:type="paragraph" w:customStyle="1" w:styleId="FL">
    <w:name w:val="FL"/>
    <w:basedOn w:val="Normal"/>
    <w:qFormat/>
    <w:rsid w:val="00D63E12"/>
    <w:pPr>
      <w:keepNext/>
      <w:keepLines/>
      <w:overflowPunct w:val="0"/>
      <w:autoSpaceDE w:val="0"/>
      <w:autoSpaceDN w:val="0"/>
      <w:adjustRightInd w:val="0"/>
      <w:spacing w:before="60"/>
      <w:jc w:val="center"/>
      <w:textAlignment w:val="baseline"/>
    </w:pPr>
    <w:rPr>
      <w:rFonts w:ascii="Arial" w:hAnsi="Arial"/>
      <w:b/>
    </w:rPr>
  </w:style>
  <w:style w:type="paragraph" w:customStyle="1" w:styleId="TB1">
    <w:name w:val="TB1"/>
    <w:basedOn w:val="Normal"/>
    <w:qFormat/>
    <w:rsid w:val="00D63E12"/>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rPr>
  </w:style>
  <w:style w:type="paragraph" w:customStyle="1" w:styleId="TB2">
    <w:name w:val="TB2"/>
    <w:basedOn w:val="Normal"/>
    <w:qFormat/>
    <w:rsid w:val="00D63E12"/>
    <w:pPr>
      <w:keepNext/>
      <w:keepLines/>
      <w:numPr>
        <w:numId w:val="7"/>
      </w:numPr>
      <w:tabs>
        <w:tab w:val="left" w:pos="1109"/>
      </w:tabs>
      <w:overflowPunct w:val="0"/>
      <w:autoSpaceDE w:val="0"/>
      <w:autoSpaceDN w:val="0"/>
      <w:adjustRightInd w:val="0"/>
      <w:spacing w:after="0"/>
      <w:ind w:left="1100" w:hanging="380"/>
      <w:textAlignment w:val="baseline"/>
    </w:pPr>
    <w:rPr>
      <w:rFonts w:ascii="Arial" w:hAnsi="Arial"/>
      <w:sz w:val="18"/>
    </w:rPr>
  </w:style>
  <w:style w:type="paragraph" w:customStyle="1" w:styleId="Guidance">
    <w:name w:val="Guidance"/>
    <w:basedOn w:val="Normal"/>
    <w:link w:val="GuidanceChar"/>
    <w:qFormat/>
    <w:rsid w:val="00D63E12"/>
    <w:rPr>
      <w:rFonts w:eastAsia="Times New Roman"/>
      <w:i/>
      <w:color w:val="0000FF"/>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qFormat/>
    <w:locked/>
    <w:rsid w:val="001310A1"/>
    <w:rPr>
      <w:rFonts w:ascii="Arial" w:hAnsi="Arial"/>
      <w:b/>
      <w:noProof/>
      <w:sz w:val="18"/>
      <w:lang w:val="en-GB"/>
    </w:rPr>
  </w:style>
  <w:style w:type="paragraph" w:styleId="NormalWeb">
    <w:name w:val="Normal (Web)"/>
    <w:basedOn w:val="Normal"/>
    <w:uiPriority w:val="99"/>
    <w:unhideWhenUsed/>
    <w:qFormat/>
    <w:rsid w:val="001310A1"/>
    <w:pPr>
      <w:overflowPunct w:val="0"/>
      <w:autoSpaceDE w:val="0"/>
      <w:autoSpaceDN w:val="0"/>
      <w:adjustRightInd w:val="0"/>
      <w:spacing w:before="100" w:beforeAutospacing="1" w:after="100" w:afterAutospacing="1"/>
      <w:textAlignment w:val="baseline"/>
    </w:pPr>
    <w:rPr>
      <w:rFonts w:eastAsia="Yu Mincho"/>
      <w:sz w:val="24"/>
      <w:szCs w:val="24"/>
      <w:lang w:val="en-US"/>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cap3"/>
    <w:basedOn w:val="Normal"/>
    <w:next w:val="Normal"/>
    <w:link w:val="CaptionChar1"/>
    <w:unhideWhenUsed/>
    <w:qFormat/>
    <w:rsid w:val="001310A1"/>
    <w:pPr>
      <w:overflowPunct w:val="0"/>
      <w:autoSpaceDE w:val="0"/>
      <w:autoSpaceDN w:val="0"/>
      <w:adjustRightInd w:val="0"/>
      <w:textAlignment w:val="baseline"/>
    </w:pPr>
    <w:rPr>
      <w:rFonts w:eastAsia="Yu Mincho"/>
      <w:b/>
      <w:bCs/>
    </w:rPr>
  </w:style>
  <w:style w:type="paragraph" w:styleId="Revision">
    <w:name w:val="Revision"/>
    <w:hidden/>
    <w:uiPriority w:val="99"/>
    <w:semiHidden/>
    <w:rsid w:val="00D63E12"/>
    <w:rPr>
      <w:rFonts w:ascii="Times New Roman" w:hAnsi="Times New Roman"/>
      <w:lang w:val="en-GB"/>
    </w:rPr>
  </w:style>
  <w:style w:type="character" w:customStyle="1" w:styleId="fontstyle01">
    <w:name w:val="fontstyle01"/>
    <w:qFormat/>
    <w:rsid w:val="001310A1"/>
    <w:rPr>
      <w:rFonts w:ascii="TimesNewRomanPSMT" w:hAnsi="TimesNewRomanPSMT" w:hint="default"/>
      <w:b w:val="0"/>
      <w:bCs w:val="0"/>
      <w:i w:val="0"/>
      <w:iCs w:val="0"/>
      <w:color w:val="000000"/>
      <w:sz w:val="20"/>
      <w:szCs w:val="20"/>
    </w:rPr>
  </w:style>
  <w:style w:type="table" w:styleId="TableGrid">
    <w:name w:val="Table Grid"/>
    <w:basedOn w:val="TableNormal"/>
    <w:uiPriority w:val="39"/>
    <w:qFormat/>
    <w:rsid w:val="00D63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Char">
    <w:name w:val="EQ Char"/>
    <w:link w:val="EQ"/>
    <w:qFormat/>
    <w:locked/>
    <w:rsid w:val="001310A1"/>
    <w:rPr>
      <w:rFonts w:ascii="Times New Roman" w:hAnsi="Times New Roman"/>
      <w:noProof/>
      <w:lang w:val="en-GB"/>
    </w:rPr>
  </w:style>
  <w:style w:type="paragraph" w:customStyle="1" w:styleId="Default">
    <w:name w:val="Default"/>
    <w:qFormat/>
    <w:rsid w:val="001310A1"/>
    <w:pPr>
      <w:widowControl w:val="0"/>
      <w:autoSpaceDE w:val="0"/>
      <w:autoSpaceDN w:val="0"/>
      <w:adjustRightInd w:val="0"/>
    </w:pPr>
    <w:rPr>
      <w:rFonts w:ascii="Arial" w:eastAsia="MS Mincho" w:hAnsi="Arial" w:cs="Arial"/>
      <w:color w:val="000000"/>
      <w:sz w:val="24"/>
      <w:szCs w:val="24"/>
      <w:lang w:eastAsia="fr-FR"/>
    </w:rPr>
  </w:style>
  <w:style w:type="paragraph" w:styleId="ListParagraph">
    <w:name w:val="List Paragraph"/>
    <w:basedOn w:val="Normal"/>
    <w:link w:val="ListParagraphChar"/>
    <w:uiPriority w:val="34"/>
    <w:qFormat/>
    <w:rsid w:val="001310A1"/>
    <w:pPr>
      <w:overflowPunct w:val="0"/>
      <w:autoSpaceDE w:val="0"/>
      <w:autoSpaceDN w:val="0"/>
      <w:adjustRightInd w:val="0"/>
      <w:ind w:left="720"/>
      <w:contextualSpacing/>
      <w:textAlignment w:val="baseline"/>
    </w:pPr>
    <w:rPr>
      <w:rFonts w:eastAsia="MS Mincho"/>
    </w:rPr>
  </w:style>
  <w:style w:type="character" w:customStyle="1" w:styleId="ListParagraphChar">
    <w:name w:val="List Paragraph Char"/>
    <w:link w:val="ListParagraph"/>
    <w:uiPriority w:val="34"/>
    <w:qFormat/>
    <w:locked/>
    <w:rsid w:val="001310A1"/>
    <w:rPr>
      <w:rFonts w:ascii="Times New Roman" w:eastAsia="MS Mincho" w:hAnsi="Times New Roman"/>
      <w:lang w:val="en-GB"/>
    </w:rPr>
  </w:style>
  <w:style w:type="character" w:customStyle="1" w:styleId="CRCoverPageChar">
    <w:name w:val="CR Cover Page Char"/>
    <w:link w:val="CRCoverPage"/>
    <w:qFormat/>
    <w:rsid w:val="00D63E12"/>
    <w:rPr>
      <w:rFonts w:ascii="Arial" w:hAnsi="Arial"/>
      <w:lang w:val="en-GB"/>
    </w:rPr>
  </w:style>
  <w:style w:type="character" w:customStyle="1" w:styleId="Heading1Char1">
    <w:name w:val="Heading 1 Char1"/>
    <w:aliases w:val="Char Char2,NMP Heading 1 Char,H1 Char,h1 Char,app heading 1 Char,l1 Char,Memo Heading 1 Char,h11 Char,h12 Char,h13 Char,h14 Char,h15 Char,h16 Char,h17 Char,h111 Char,h121 Char,h131 Char,h141 Char,h151 Char,h161 Char,h18 Char,h112 Char1"/>
    <w:link w:val="Heading1"/>
    <w:uiPriority w:val="99"/>
    <w:qFormat/>
    <w:rsid w:val="001310A1"/>
    <w:rPr>
      <w:rFonts w:ascii="Arial" w:hAnsi="Arial"/>
      <w:sz w:val="36"/>
      <w:lang w:val="en-GB"/>
    </w:rPr>
  </w:style>
  <w:style w:type="character" w:customStyle="1" w:styleId="H6Char">
    <w:name w:val="H6 Char"/>
    <w:link w:val="H6"/>
    <w:qFormat/>
    <w:rsid w:val="001310A1"/>
    <w:rPr>
      <w:rFonts w:ascii="Arial" w:hAnsi="Arial"/>
      <w:lang w:val="en-GB"/>
    </w:rPr>
  </w:style>
  <w:style w:type="character" w:customStyle="1" w:styleId="Heading6Char">
    <w:name w:val="Heading 6 Char"/>
    <w:aliases w:val="T1 Char4,Header 6 Char"/>
    <w:link w:val="Heading6"/>
    <w:qFormat/>
    <w:rsid w:val="001310A1"/>
    <w:rPr>
      <w:rFonts w:ascii="Arial" w:hAnsi="Arial"/>
      <w:lang w:val="en-GB"/>
    </w:rPr>
  </w:style>
  <w:style w:type="paragraph" w:styleId="IndexHeading">
    <w:name w:val="index heading"/>
    <w:basedOn w:val="Normal"/>
    <w:next w:val="Normal"/>
    <w:qFormat/>
    <w:rsid w:val="001310A1"/>
    <w:pPr>
      <w:pBdr>
        <w:top w:val="single" w:sz="12" w:space="0" w:color="auto"/>
      </w:pBdr>
      <w:overflowPunct w:val="0"/>
      <w:autoSpaceDE w:val="0"/>
      <w:autoSpaceDN w:val="0"/>
      <w:adjustRightInd w:val="0"/>
      <w:spacing w:before="360" w:after="240"/>
      <w:textAlignment w:val="baseline"/>
    </w:pPr>
    <w:rPr>
      <w:rFonts w:eastAsia="MS Mincho"/>
      <w:b/>
      <w:i/>
      <w:sz w:val="26"/>
    </w:rPr>
  </w:style>
  <w:style w:type="paragraph" w:styleId="PlainText">
    <w:name w:val="Plain Text"/>
    <w:basedOn w:val="Normal"/>
    <w:link w:val="PlainTextChar"/>
    <w:qFormat/>
    <w:rsid w:val="001310A1"/>
    <w:pPr>
      <w:overflowPunct w:val="0"/>
      <w:autoSpaceDE w:val="0"/>
      <w:autoSpaceDN w:val="0"/>
      <w:adjustRightInd w:val="0"/>
      <w:textAlignment w:val="baseline"/>
    </w:pPr>
    <w:rPr>
      <w:rFonts w:ascii="Courier New" w:eastAsia="MS Mincho" w:hAnsi="Courier New"/>
      <w:lang w:val="nb-NO" w:eastAsia="ja-JP"/>
    </w:rPr>
  </w:style>
  <w:style w:type="character" w:customStyle="1" w:styleId="PlainTextChar">
    <w:name w:val="Plain Text Char"/>
    <w:link w:val="PlainText"/>
    <w:qFormat/>
    <w:rsid w:val="001310A1"/>
    <w:rPr>
      <w:rFonts w:ascii="Courier New" w:eastAsia="MS Mincho"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1"/>
    <w:uiPriority w:val="99"/>
    <w:qFormat/>
    <w:rsid w:val="001310A1"/>
    <w:pPr>
      <w:overflowPunct w:val="0"/>
      <w:autoSpaceDE w:val="0"/>
      <w:autoSpaceDN w:val="0"/>
      <w:adjustRightInd w:val="0"/>
      <w:textAlignment w:val="baseline"/>
    </w:pPr>
    <w:rPr>
      <w:rFonts w:eastAsia="MS Mincho"/>
      <w:lang w:eastAsia="ja-JP"/>
    </w:rPr>
  </w:style>
  <w:style w:type="character" w:customStyle="1" w:styleId="BodyTextChar">
    <w:name w:val="Body Text Char"/>
    <w:aliases w:val="bt Car Char1"/>
    <w:qFormat/>
    <w:rsid w:val="001310A1"/>
    <w:rPr>
      <w:rFonts w:ascii="Times New Roman" w:hAnsi="Times New Roman"/>
      <w:lang w:val="en-GB"/>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uiPriority w:val="99"/>
    <w:qFormat/>
    <w:rsid w:val="001310A1"/>
    <w:rPr>
      <w:rFonts w:ascii="Times New Roman" w:eastAsia="MS Mincho" w:hAnsi="Times New Roman"/>
      <w:lang w:val="en-GB" w:eastAsia="ja-JP"/>
    </w:rPr>
  </w:style>
  <w:style w:type="paragraph" w:styleId="BodyText2">
    <w:name w:val="Body Text 2"/>
    <w:basedOn w:val="Normal"/>
    <w:link w:val="BodyText2Char"/>
    <w:qFormat/>
    <w:rsid w:val="001310A1"/>
    <w:pPr>
      <w:overflowPunct w:val="0"/>
      <w:autoSpaceDE w:val="0"/>
      <w:autoSpaceDN w:val="0"/>
      <w:adjustRightInd w:val="0"/>
      <w:textAlignment w:val="baseline"/>
    </w:pPr>
    <w:rPr>
      <w:rFonts w:eastAsia="MS Mincho"/>
      <w:i/>
    </w:rPr>
  </w:style>
  <w:style w:type="character" w:customStyle="1" w:styleId="BodyText2Char">
    <w:name w:val="Body Text 2 Char"/>
    <w:link w:val="BodyText2"/>
    <w:qFormat/>
    <w:rsid w:val="001310A1"/>
    <w:rPr>
      <w:rFonts w:ascii="Times New Roman" w:eastAsia="MS Mincho" w:hAnsi="Times New Roman"/>
      <w:i/>
      <w:lang w:val="en-GB"/>
    </w:rPr>
  </w:style>
  <w:style w:type="paragraph" w:styleId="BodyText3">
    <w:name w:val="Body Text 3"/>
    <w:basedOn w:val="Normal"/>
    <w:link w:val="BodyText3Char"/>
    <w:qFormat/>
    <w:rsid w:val="001310A1"/>
    <w:pPr>
      <w:keepNext/>
      <w:keepLines/>
      <w:overflowPunct w:val="0"/>
      <w:autoSpaceDE w:val="0"/>
      <w:autoSpaceDN w:val="0"/>
      <w:adjustRightInd w:val="0"/>
      <w:textAlignment w:val="baseline"/>
    </w:pPr>
    <w:rPr>
      <w:rFonts w:eastAsia="Osaka"/>
      <w:color w:val="000000"/>
    </w:rPr>
  </w:style>
  <w:style w:type="character" w:customStyle="1" w:styleId="BodyText3Char">
    <w:name w:val="Body Text 3 Char"/>
    <w:link w:val="BodyText3"/>
    <w:qFormat/>
    <w:rsid w:val="001310A1"/>
    <w:rPr>
      <w:rFonts w:ascii="Times New Roman" w:eastAsia="Osaka" w:hAnsi="Times New Roman"/>
      <w:color w:val="000000"/>
      <w:lang w:val="en-GB"/>
    </w:rPr>
  </w:style>
  <w:style w:type="character" w:styleId="PageNumber">
    <w:name w:val="page number"/>
    <w:qFormat/>
    <w:rsid w:val="001310A1"/>
  </w:style>
  <w:style w:type="paragraph" w:customStyle="1" w:styleId="CharCharCharCharChar">
    <w:name w:val="Char Char Char Char Char"/>
    <w:semiHidden/>
    <w:qFormat/>
    <w:rsid w:val="001310A1"/>
    <w:pPr>
      <w:keepNext/>
      <w:numPr>
        <w:numId w:val="8"/>
      </w:numPr>
      <w:autoSpaceDE w:val="0"/>
      <w:autoSpaceDN w:val="0"/>
      <w:adjustRightInd w:val="0"/>
      <w:spacing w:before="60" w:after="60"/>
      <w:jc w:val="both"/>
    </w:pPr>
    <w:rPr>
      <w:rFonts w:ascii="Arial" w:hAnsi="Arial" w:cs="Arial"/>
      <w:color w:val="0000FF"/>
      <w:kern w:val="2"/>
      <w:lang w:eastAsia="zh-CN"/>
    </w:rPr>
  </w:style>
  <w:style w:type="character" w:customStyle="1" w:styleId="Char">
    <w:name w:val="样式 页眉 Char"/>
    <w:link w:val="a1"/>
    <w:qFormat/>
    <w:rsid w:val="001310A1"/>
    <w:rPr>
      <w:rFonts w:ascii="Arial" w:eastAsia="Arial" w:hAnsi="Arial"/>
      <w:b/>
      <w:bCs/>
      <w:noProof/>
      <w:sz w:val="22"/>
      <w:lang w:val="en-GB"/>
    </w:rPr>
  </w:style>
  <w:style w:type="paragraph" w:customStyle="1" w:styleId="CharChar">
    <w:name w:val="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2">
    <w:name w:val="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
    <w:name w:val="Char 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
    <w:name w:val="Char Char1"/>
    <w:rsid w:val="001310A1"/>
    <w:rPr>
      <w:lang w:val="en-GB" w:eastAsia="ja-JP" w:bidi="ar-SA"/>
    </w:rPr>
  </w:style>
  <w:style w:type="paragraph" w:customStyle="1" w:styleId="1Char">
    <w:name w:val="(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
    <w:name w:val="Char Char1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
    <w:name w:val="(文字) (文字)1 Char (文字) (文字) Char (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1310A1"/>
    <w:rPr>
      <w:rFonts w:eastAsia="MS Mincho"/>
      <w:lang w:val="en-GB" w:eastAsia="en-US" w:bidi="ar-SA"/>
    </w:rPr>
  </w:style>
  <w:style w:type="paragraph" w:customStyle="1" w:styleId="1CharChar">
    <w:name w:val="(文字) (文字)1 Char (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
    <w:name w:val="(文字) (文字)1 Char (文字) (文字) Char (文字) (文字)1 Char (文字) (文字)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
    <w:name w:val="Char Char Char Char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
    <w:name w:val="Char Char2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310A1"/>
    <w:rPr>
      <w:lang w:val="en-GB" w:eastAsia="ja-JP" w:bidi="ar-SA"/>
    </w:rPr>
  </w:style>
  <w:style w:type="character" w:customStyle="1" w:styleId="capChar2">
    <w:name w:val="cap Char2"/>
    <w:aliases w:val="cap Char Char2,Caption Char Char1,Caption Char1 Char Char1,cap Char Char1 Char1,Caption Char Char1 Char Char1,cap Char2 Char Char Char1"/>
    <w:qFormat/>
    <w:rsid w:val="001310A1"/>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310A1"/>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310A1"/>
    <w:rPr>
      <w:rFonts w:ascii="Arial" w:hAnsi="Arial"/>
      <w:sz w:val="32"/>
      <w:lang w:val="en-GB" w:eastAsia="ja-JP" w:bidi="ar-SA"/>
    </w:rPr>
  </w:style>
  <w:style w:type="character" w:customStyle="1" w:styleId="CharChar4">
    <w:name w:val="Char Char4"/>
    <w:qFormat/>
    <w:rsid w:val="001310A1"/>
    <w:rPr>
      <w:rFonts w:ascii="Courier New" w:hAnsi="Courier New"/>
      <w:lang w:val="nb-NO" w:eastAsia="ja-JP" w:bidi="ar-SA"/>
    </w:rPr>
  </w:style>
  <w:style w:type="character" w:customStyle="1" w:styleId="AndreaLeonardi">
    <w:name w:val="Andrea Leonardi"/>
    <w:semiHidden/>
    <w:qFormat/>
    <w:rsid w:val="001310A1"/>
    <w:rPr>
      <w:rFonts w:ascii="Arial" w:hAnsi="Arial" w:cs="Arial"/>
      <w:color w:val="auto"/>
      <w:sz w:val="20"/>
      <w:szCs w:val="20"/>
    </w:rPr>
  </w:style>
  <w:style w:type="character" w:customStyle="1" w:styleId="B1Char1">
    <w:name w:val="B1 Char1"/>
    <w:qFormat/>
    <w:rsid w:val="001310A1"/>
    <w:rPr>
      <w:lang w:val="en-GB"/>
    </w:rPr>
  </w:style>
  <w:style w:type="character" w:customStyle="1" w:styleId="msoins0">
    <w:name w:val="msoins"/>
    <w:basedOn w:val="DefaultParagraphFont"/>
    <w:qFormat/>
    <w:rsid w:val="001310A1"/>
  </w:style>
  <w:style w:type="character" w:customStyle="1" w:styleId="Heading1Char">
    <w:name w:val="Heading 1 Char"/>
    <w:qFormat/>
    <w:rsid w:val="001310A1"/>
    <w:rPr>
      <w:rFonts w:ascii="Arial" w:hAnsi="Arial"/>
      <w:sz w:val="36"/>
      <w:lang w:val="en-GB" w:eastAsia="en-US" w:bidi="ar-SA"/>
    </w:rPr>
  </w:style>
  <w:style w:type="character" w:customStyle="1" w:styleId="NOCharChar">
    <w:name w:val="NO Char Char"/>
    <w:qFormat/>
    <w:rsid w:val="001310A1"/>
    <w:rPr>
      <w:lang w:val="en-GB" w:eastAsia="en-US" w:bidi="ar-SA"/>
    </w:rPr>
  </w:style>
  <w:style w:type="character" w:customStyle="1" w:styleId="NOZchn">
    <w:name w:val="NO Zchn"/>
    <w:qFormat/>
    <w:rsid w:val="001310A1"/>
    <w:rPr>
      <w:lang w:val="en-GB" w:eastAsia="en-US" w:bidi="ar-SA"/>
    </w:rPr>
  </w:style>
  <w:style w:type="paragraph" w:customStyle="1" w:styleId="CharCharCharCharCharChar">
    <w:name w:val="Char Char Char Char Char Char"/>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a2">
    <w:name w:val="(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
    <w:name w:val="T1 Char"/>
    <w:aliases w:val="Header 6 Char Char"/>
    <w:rsid w:val="001310A1"/>
  </w:style>
  <w:style w:type="character" w:customStyle="1" w:styleId="T1Char1">
    <w:name w:val="T1 Char1"/>
    <w:aliases w:val="Header 6 Char Char1"/>
    <w:qFormat/>
    <w:rsid w:val="001310A1"/>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1310A1"/>
    <w:rPr>
      <w:rFonts w:ascii="Arial" w:eastAsia="MS Mincho" w:hAnsi="Arial"/>
      <w:sz w:val="24"/>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Heading 5 Char1,Heading 81 Char1,标题 81 Char1,Heading 811 Char1"/>
    <w:rsid w:val="001310A1"/>
    <w:rPr>
      <w:rFonts w:ascii="Arial" w:eastAsia="MS Mincho" w:hAnsi="Arial"/>
      <w:sz w:val="22"/>
      <w:lang w:val="en-GB" w:eastAsia="en-US" w:bidi="ar-SA"/>
    </w:rPr>
  </w:style>
  <w:style w:type="paragraph" w:customStyle="1" w:styleId="CarCar">
    <w:name w:val="Car C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310A1"/>
    <w:rPr>
      <w:rFonts w:ascii="Arial" w:hAnsi="Arial"/>
      <w:sz w:val="32"/>
      <w:lang w:val="en-GB" w:eastAsia="en-US" w:bidi="ar-SA"/>
    </w:rPr>
  </w:style>
  <w:style w:type="character" w:customStyle="1" w:styleId="TACCar">
    <w:name w:val="TAC Car"/>
    <w:qFormat/>
    <w:rsid w:val="001310A1"/>
    <w:rPr>
      <w:rFonts w:ascii="Arial" w:hAnsi="Arial"/>
      <w:sz w:val="18"/>
      <w:lang w:val="en-GB" w:eastAsia="ja-JP" w:bidi="ar-SA"/>
    </w:rPr>
  </w:style>
  <w:style w:type="paragraph" w:customStyle="1" w:styleId="ZchnZchn1">
    <w:name w:val="Zchn Zchn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AL0">
    <w:name w:val="TAL (文字)"/>
    <w:qFormat/>
    <w:rsid w:val="001310A1"/>
    <w:rPr>
      <w:rFonts w:ascii="Arial" w:hAnsi="Arial"/>
      <w:sz w:val="18"/>
      <w:lang w:val="en-GB" w:eastAsia="ja-JP"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310A1"/>
    <w:rPr>
      <w:rFonts w:ascii="Arial" w:hAnsi="Arial"/>
      <w:sz w:val="32"/>
      <w:lang w:val="en-GB" w:eastAsia="en-US" w:bidi="ar-SA"/>
    </w:rPr>
  </w:style>
  <w:style w:type="paragraph" w:customStyle="1" w:styleId="2">
    <w:name w:val="(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1310A1"/>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310A1"/>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
    <w:qFormat/>
    <w:rsid w:val="001310A1"/>
    <w:rPr>
      <w:rFonts w:ascii="Arial" w:eastAsia="MS Mincho" w:hAnsi="Arial"/>
      <w:sz w:val="22"/>
      <w:lang w:val="en-GB" w:eastAsia="en-US" w:bidi="ar-SA"/>
    </w:rPr>
  </w:style>
  <w:style w:type="paragraph" w:customStyle="1" w:styleId="3">
    <w:name w:val="(文字) (文字)3"/>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
    <w:name w:val="Zchn Zchn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
    <w:name w:val="(文字) (文字)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2">
    <w:name w:val="T1 Char2"/>
    <w:aliases w:val="Header 6 Char Char2"/>
    <w:qFormat/>
    <w:rsid w:val="001310A1"/>
  </w:style>
  <w:style w:type="paragraph" w:customStyle="1" w:styleId="10">
    <w:name w:val="(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BodyTextIndent2">
    <w:name w:val="Body Text Indent 2"/>
    <w:basedOn w:val="Normal"/>
    <w:link w:val="BodyTextIndent2Char"/>
    <w:qFormat/>
    <w:rsid w:val="001310A1"/>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qFormat/>
    <w:rsid w:val="001310A1"/>
    <w:rPr>
      <w:rFonts w:ascii="Times New Roman" w:eastAsia="MS Mincho" w:hAnsi="Times New Roman"/>
      <w:lang w:val="en-GB" w:eastAsia="en-GB"/>
    </w:rPr>
  </w:style>
  <w:style w:type="paragraph" w:styleId="NormalIndent">
    <w:name w:val="Normal Indent"/>
    <w:basedOn w:val="Normal"/>
    <w:qFormat/>
    <w:rsid w:val="001310A1"/>
    <w:pPr>
      <w:spacing w:after="0"/>
      <w:ind w:left="851"/>
    </w:pPr>
    <w:rPr>
      <w:rFonts w:eastAsia="MS Mincho"/>
      <w:lang w:val="it-IT" w:eastAsia="en-GB"/>
    </w:rPr>
  </w:style>
  <w:style w:type="paragraph" w:styleId="ListNumber5">
    <w:name w:val="List Number 5"/>
    <w:basedOn w:val="Normal"/>
    <w:qFormat/>
    <w:rsid w:val="001310A1"/>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qFormat/>
    <w:rsid w:val="001310A1"/>
    <w:pPr>
      <w:numPr>
        <w:numId w:val="10"/>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qFormat/>
    <w:rsid w:val="001310A1"/>
    <w:pPr>
      <w:numPr>
        <w:numId w:val="9"/>
      </w:numPr>
      <w:tabs>
        <w:tab w:val="num" w:pos="1209"/>
      </w:tabs>
      <w:overflowPunct w:val="0"/>
      <w:autoSpaceDE w:val="0"/>
      <w:autoSpaceDN w:val="0"/>
      <w:adjustRightInd w:val="0"/>
      <w:ind w:left="1209"/>
      <w:textAlignment w:val="baseline"/>
    </w:pPr>
    <w:rPr>
      <w:rFonts w:eastAsia="MS Mincho"/>
      <w:lang w:eastAsia="en-GB"/>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310A1"/>
    <w:rPr>
      <w:rFonts w:ascii="Arial" w:hAnsi="Arial"/>
      <w:sz w:val="36"/>
      <w:lang w:val="en-GB" w:eastAsia="en-US" w:bidi="ar-SA"/>
    </w:rPr>
  </w:style>
  <w:style w:type="character" w:customStyle="1" w:styleId="CharChar7">
    <w:name w:val="Char Char7"/>
    <w:semiHidden/>
    <w:qFormat/>
    <w:rsid w:val="001310A1"/>
    <w:rPr>
      <w:rFonts w:ascii="Tahoma" w:hAnsi="Tahoma" w:cs="Tahoma"/>
      <w:shd w:val="clear" w:color="auto" w:fill="000080"/>
      <w:lang w:val="en-GB" w:eastAsia="en-US"/>
    </w:rPr>
  </w:style>
  <w:style w:type="character" w:customStyle="1" w:styleId="ZchnZchn5">
    <w:name w:val="Zchn Zchn5"/>
    <w:qFormat/>
    <w:rsid w:val="001310A1"/>
    <w:rPr>
      <w:rFonts w:ascii="Courier New" w:eastAsia="Batang" w:hAnsi="Courier New"/>
      <w:lang w:val="nb-NO" w:eastAsia="en-US" w:bidi="ar-SA"/>
    </w:rPr>
  </w:style>
  <w:style w:type="character" w:customStyle="1" w:styleId="CharChar10">
    <w:name w:val="Char Char10"/>
    <w:semiHidden/>
    <w:qFormat/>
    <w:rsid w:val="001310A1"/>
    <w:rPr>
      <w:rFonts w:ascii="Times New Roman" w:hAnsi="Times New Roman"/>
      <w:lang w:val="en-GB" w:eastAsia="en-US"/>
    </w:rPr>
  </w:style>
  <w:style w:type="character" w:customStyle="1" w:styleId="CharChar9">
    <w:name w:val="Char Char9"/>
    <w:semiHidden/>
    <w:qFormat/>
    <w:rsid w:val="001310A1"/>
    <w:rPr>
      <w:rFonts w:ascii="Tahoma" w:hAnsi="Tahoma" w:cs="Tahoma"/>
      <w:sz w:val="16"/>
      <w:szCs w:val="16"/>
      <w:lang w:val="en-GB" w:eastAsia="en-US"/>
    </w:rPr>
  </w:style>
  <w:style w:type="character" w:customStyle="1" w:styleId="CharChar8">
    <w:name w:val="Char Char8"/>
    <w:semiHidden/>
    <w:qFormat/>
    <w:rsid w:val="001310A1"/>
    <w:rPr>
      <w:rFonts w:ascii="Times New Roman" w:hAnsi="Times New Roman"/>
      <w:b/>
      <w:bCs/>
      <w:lang w:val="en-GB" w:eastAsia="en-US"/>
    </w:rPr>
  </w:style>
  <w:style w:type="paragraph" w:customStyle="1" w:styleId="a3">
    <w:name w:val="修订"/>
    <w:hidden/>
    <w:semiHidden/>
    <w:rsid w:val="001310A1"/>
    <w:rPr>
      <w:rFonts w:ascii="Times New Roman" w:eastAsia="Batang" w:hAnsi="Times New Roman"/>
      <w:lang w:val="en-GB"/>
    </w:rPr>
  </w:style>
  <w:style w:type="paragraph" w:styleId="EndnoteText">
    <w:name w:val="endnote text"/>
    <w:basedOn w:val="Normal"/>
    <w:link w:val="EndnoteTextChar"/>
    <w:qFormat/>
    <w:rsid w:val="001310A1"/>
    <w:pPr>
      <w:snapToGrid w:val="0"/>
    </w:pPr>
  </w:style>
  <w:style w:type="character" w:customStyle="1" w:styleId="EndnoteTextChar">
    <w:name w:val="Endnote Text Char"/>
    <w:link w:val="EndnoteText"/>
    <w:qFormat/>
    <w:rsid w:val="001310A1"/>
    <w:rPr>
      <w:rFonts w:ascii="Times New Roman" w:eastAsia="SimSun" w:hAnsi="Times New Roman"/>
      <w:lang w:val="en-GB"/>
    </w:rPr>
  </w:style>
  <w:style w:type="character" w:styleId="EndnoteReference">
    <w:name w:val="endnote reference"/>
    <w:qFormat/>
    <w:rsid w:val="001310A1"/>
    <w:rPr>
      <w:vertAlign w:val="superscript"/>
    </w:rPr>
  </w:style>
  <w:style w:type="character" w:customStyle="1" w:styleId="btChar3">
    <w:name w:val="bt Char3"/>
    <w:aliases w:val="bt Car Char Char3"/>
    <w:qFormat/>
    <w:rsid w:val="001310A1"/>
    <w:rPr>
      <w:lang w:val="en-GB" w:eastAsia="ja-JP" w:bidi="ar-SA"/>
    </w:rPr>
  </w:style>
  <w:style w:type="paragraph" w:styleId="Title">
    <w:name w:val="Title"/>
    <w:basedOn w:val="Normal"/>
    <w:next w:val="Normal"/>
    <w:link w:val="TitleChar"/>
    <w:qFormat/>
    <w:rsid w:val="001310A1"/>
    <w:pPr>
      <w:overflowPunct w:val="0"/>
      <w:autoSpaceDE w:val="0"/>
      <w:autoSpaceDN w:val="0"/>
      <w:adjustRightInd w:val="0"/>
      <w:spacing w:before="240" w:after="60"/>
      <w:textAlignment w:val="baseline"/>
      <w:outlineLvl w:val="0"/>
    </w:pPr>
    <w:rPr>
      <w:rFonts w:ascii="Courier New" w:eastAsia="MS Mincho" w:hAnsi="Courier New"/>
      <w:lang w:val="nb-NO"/>
    </w:rPr>
  </w:style>
  <w:style w:type="character" w:customStyle="1" w:styleId="TitleChar">
    <w:name w:val="Title Char"/>
    <w:link w:val="Title"/>
    <w:qFormat/>
    <w:rsid w:val="001310A1"/>
    <w:rPr>
      <w:rFonts w:ascii="Courier New" w:eastAsia="MS Mincho" w:hAnsi="Courier New"/>
      <w:lang w:val="nb-NO"/>
    </w:rPr>
  </w:style>
  <w:style w:type="character" w:customStyle="1" w:styleId="h5Char2">
    <w:name w:val="h5 Char2"/>
    <w:aliases w:val="Heading5 Char2,Head5 Char2,H5 Char2,M5 Char2,mh2 Char2,Module heading 2 Char2,heading 8 Char2,Numbered Sub-list Char1,Heading 81 Char Char1"/>
    <w:qFormat/>
    <w:rsid w:val="001310A1"/>
    <w:rPr>
      <w:rFonts w:ascii="Arial" w:hAnsi="Arial"/>
      <w:sz w:val="22"/>
      <w:lang w:val="en-GB" w:eastAsia="ja-JP" w:bidi="ar-SA"/>
    </w:rPr>
  </w:style>
  <w:style w:type="paragraph" w:styleId="Date">
    <w:name w:val="Date"/>
    <w:basedOn w:val="Normal"/>
    <w:next w:val="Normal"/>
    <w:link w:val="DateChar"/>
    <w:qFormat/>
    <w:rsid w:val="001310A1"/>
    <w:pPr>
      <w:overflowPunct w:val="0"/>
      <w:autoSpaceDE w:val="0"/>
      <w:autoSpaceDN w:val="0"/>
      <w:adjustRightInd w:val="0"/>
      <w:textAlignment w:val="baseline"/>
    </w:pPr>
    <w:rPr>
      <w:rFonts w:eastAsia="MS Mincho"/>
    </w:rPr>
  </w:style>
  <w:style w:type="character" w:customStyle="1" w:styleId="DateChar">
    <w:name w:val="Date Char"/>
    <w:link w:val="Date"/>
    <w:qFormat/>
    <w:rsid w:val="001310A1"/>
    <w:rPr>
      <w:rFonts w:ascii="Times New Roman" w:eastAsia="MS Mincho" w:hAnsi="Times New Roman"/>
      <w:lang w:val="en-G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rsid w:val="001310A1"/>
    <w:rPr>
      <w:rFonts w:ascii="Times New Roman" w:eastAsia="Yu Mincho" w:hAnsi="Times New Roman"/>
      <w:b/>
      <w:bCs/>
      <w:lang w:val="en-GB"/>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310A1"/>
    <w:rPr>
      <w:rFonts w:ascii="Arial" w:hAnsi="Arial"/>
      <w:sz w:val="24"/>
      <w:lang w:val="en-GB"/>
    </w:rPr>
  </w:style>
  <w:style w:type="paragraph" w:customStyle="1" w:styleId="AutoCorrect">
    <w:name w:val="AutoCorrect"/>
    <w:qFormat/>
    <w:rsid w:val="001310A1"/>
    <w:rPr>
      <w:rFonts w:ascii="Times New Roman" w:eastAsia="MS Mincho" w:hAnsi="Times New Roman"/>
      <w:sz w:val="24"/>
      <w:szCs w:val="24"/>
      <w:lang w:val="en-GB" w:eastAsia="ko-KR"/>
    </w:rPr>
  </w:style>
  <w:style w:type="paragraph" w:customStyle="1" w:styleId="-PAGE-">
    <w:name w:val="- PAGE -"/>
    <w:qFormat/>
    <w:rsid w:val="001310A1"/>
    <w:rPr>
      <w:rFonts w:ascii="Times New Roman" w:eastAsia="MS Mincho" w:hAnsi="Times New Roman"/>
      <w:sz w:val="24"/>
      <w:szCs w:val="24"/>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310A1"/>
    <w:rPr>
      <w:rFonts w:ascii="Arial" w:eastAsia="Batang" w:hAnsi="Arial" w:cs="Times New Roman"/>
      <w:b/>
      <w:bCs/>
      <w:i/>
      <w:iCs/>
      <w:sz w:val="28"/>
      <w:szCs w:val="28"/>
      <w:lang w:val="en-GB" w:eastAsia="en-US" w:bidi="ar-SA"/>
    </w:rPr>
  </w:style>
  <w:style w:type="paragraph" w:customStyle="1" w:styleId="Createdby">
    <w:name w:val="Created by"/>
    <w:qFormat/>
    <w:rsid w:val="001310A1"/>
    <w:rPr>
      <w:rFonts w:ascii="Times New Roman" w:eastAsia="MS Mincho" w:hAnsi="Times New Roman"/>
      <w:sz w:val="24"/>
      <w:szCs w:val="24"/>
      <w:lang w:val="en-GB" w:eastAsia="ko-KR"/>
    </w:rPr>
  </w:style>
  <w:style w:type="paragraph" w:customStyle="1" w:styleId="Createdon">
    <w:name w:val="Created on"/>
    <w:qFormat/>
    <w:rsid w:val="001310A1"/>
    <w:rPr>
      <w:rFonts w:ascii="Times New Roman" w:eastAsia="MS Mincho" w:hAnsi="Times New Roman"/>
      <w:sz w:val="24"/>
      <w:szCs w:val="24"/>
      <w:lang w:val="en-GB" w:eastAsia="ko-KR"/>
    </w:rPr>
  </w:style>
  <w:style w:type="paragraph" w:customStyle="1" w:styleId="Lastprinted">
    <w:name w:val="Last printed"/>
    <w:qFormat/>
    <w:rsid w:val="001310A1"/>
    <w:rPr>
      <w:rFonts w:ascii="Times New Roman" w:eastAsia="MS Mincho" w:hAnsi="Times New Roman"/>
      <w:sz w:val="24"/>
      <w:szCs w:val="24"/>
      <w:lang w:val="en-GB" w:eastAsia="ko-KR"/>
    </w:rPr>
  </w:style>
  <w:style w:type="paragraph" w:customStyle="1" w:styleId="Lastsavedby">
    <w:name w:val="Last saved by"/>
    <w:qFormat/>
    <w:rsid w:val="001310A1"/>
    <w:rPr>
      <w:rFonts w:ascii="Times New Roman" w:eastAsia="MS Mincho" w:hAnsi="Times New Roman"/>
      <w:sz w:val="24"/>
      <w:szCs w:val="24"/>
      <w:lang w:val="en-GB" w:eastAsia="ko-KR"/>
    </w:rPr>
  </w:style>
  <w:style w:type="paragraph" w:customStyle="1" w:styleId="Filename">
    <w:name w:val="Filename"/>
    <w:qFormat/>
    <w:rsid w:val="001310A1"/>
    <w:rPr>
      <w:rFonts w:ascii="Times New Roman" w:eastAsia="MS Mincho" w:hAnsi="Times New Roman"/>
      <w:sz w:val="24"/>
      <w:szCs w:val="24"/>
      <w:lang w:val="en-GB" w:eastAsia="ko-KR"/>
    </w:rPr>
  </w:style>
  <w:style w:type="paragraph" w:customStyle="1" w:styleId="Filenameandpath">
    <w:name w:val="Filename and path"/>
    <w:qFormat/>
    <w:rsid w:val="001310A1"/>
    <w:rPr>
      <w:rFonts w:ascii="Times New Roman" w:eastAsia="MS Mincho" w:hAnsi="Times New Roman"/>
      <w:sz w:val="24"/>
      <w:szCs w:val="24"/>
      <w:lang w:val="en-GB" w:eastAsia="ko-KR"/>
    </w:rPr>
  </w:style>
  <w:style w:type="paragraph" w:customStyle="1" w:styleId="AuthorPageDate">
    <w:name w:val="Author  Page #  Date"/>
    <w:qFormat/>
    <w:rsid w:val="001310A1"/>
    <w:rPr>
      <w:rFonts w:ascii="Times New Roman" w:eastAsia="MS Mincho" w:hAnsi="Times New Roman"/>
      <w:sz w:val="24"/>
      <w:szCs w:val="24"/>
      <w:lang w:val="en-GB" w:eastAsia="ko-KR"/>
    </w:rPr>
  </w:style>
  <w:style w:type="paragraph" w:customStyle="1" w:styleId="ConfidentialPageDate">
    <w:name w:val="Confidential  Page #  Date"/>
    <w:qFormat/>
    <w:rsid w:val="001310A1"/>
    <w:rPr>
      <w:rFonts w:ascii="Times New Roman" w:eastAsia="MS Mincho" w:hAnsi="Times New Roman"/>
      <w:sz w:val="24"/>
      <w:szCs w:val="24"/>
      <w:lang w:val="en-GB" w:eastAsia="ko-KR"/>
    </w:rPr>
  </w:style>
  <w:style w:type="paragraph" w:customStyle="1" w:styleId="INDENT1">
    <w:name w:val="INDENT1"/>
    <w:basedOn w:val="Normal"/>
    <w:qFormat/>
    <w:rsid w:val="001310A1"/>
    <w:pPr>
      <w:overflowPunct w:val="0"/>
      <w:autoSpaceDE w:val="0"/>
      <w:autoSpaceDN w:val="0"/>
      <w:adjustRightInd w:val="0"/>
      <w:ind w:left="851"/>
      <w:textAlignment w:val="baseline"/>
    </w:pPr>
    <w:rPr>
      <w:rFonts w:eastAsia="MS Mincho"/>
      <w:lang w:eastAsia="ja-JP"/>
    </w:rPr>
  </w:style>
  <w:style w:type="paragraph" w:customStyle="1" w:styleId="INDENT2">
    <w:name w:val="INDENT2"/>
    <w:basedOn w:val="Normal"/>
    <w:qFormat/>
    <w:rsid w:val="001310A1"/>
    <w:pPr>
      <w:overflowPunct w:val="0"/>
      <w:autoSpaceDE w:val="0"/>
      <w:autoSpaceDN w:val="0"/>
      <w:adjustRightInd w:val="0"/>
      <w:ind w:left="1135" w:hanging="284"/>
      <w:textAlignment w:val="baseline"/>
    </w:pPr>
    <w:rPr>
      <w:rFonts w:eastAsia="MS Mincho"/>
      <w:lang w:eastAsia="ja-JP"/>
    </w:rPr>
  </w:style>
  <w:style w:type="paragraph" w:customStyle="1" w:styleId="INDENT3">
    <w:name w:val="INDENT3"/>
    <w:basedOn w:val="Normal"/>
    <w:qFormat/>
    <w:rsid w:val="001310A1"/>
    <w:pPr>
      <w:overflowPunct w:val="0"/>
      <w:autoSpaceDE w:val="0"/>
      <w:autoSpaceDN w:val="0"/>
      <w:adjustRightInd w:val="0"/>
      <w:ind w:left="1701" w:hanging="567"/>
      <w:textAlignment w:val="baseline"/>
    </w:pPr>
    <w:rPr>
      <w:rFonts w:eastAsia="MS Mincho"/>
      <w:lang w:eastAsia="ja-JP"/>
    </w:rPr>
  </w:style>
  <w:style w:type="paragraph" w:customStyle="1" w:styleId="FigureTitle">
    <w:name w:val="Figure_Title"/>
    <w:basedOn w:val="Normal"/>
    <w:next w:val="Normal"/>
    <w:qFormat/>
    <w:rsid w:val="001310A1"/>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S Mincho"/>
      <w:b/>
      <w:sz w:val="24"/>
      <w:lang w:eastAsia="ja-JP"/>
    </w:rPr>
  </w:style>
  <w:style w:type="character" w:styleId="Strong">
    <w:name w:val="Strong"/>
    <w:qFormat/>
    <w:rsid w:val="001310A1"/>
    <w:rPr>
      <w:b/>
      <w:bCs/>
    </w:rPr>
  </w:style>
  <w:style w:type="paragraph" w:customStyle="1" w:styleId="enumlev2">
    <w:name w:val="enumlev2"/>
    <w:basedOn w:val="Normal"/>
    <w:qFormat/>
    <w:rsid w:val="001310A1"/>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S Mincho"/>
      <w:lang w:val="en-US" w:eastAsia="ja-JP"/>
    </w:rPr>
  </w:style>
  <w:style w:type="paragraph" w:customStyle="1" w:styleId="CouvRecTitle">
    <w:name w:val="Couv Rec Title"/>
    <w:basedOn w:val="Normal"/>
    <w:qFormat/>
    <w:rsid w:val="001310A1"/>
    <w:pPr>
      <w:keepNext/>
      <w:keepLines/>
      <w:overflowPunct w:val="0"/>
      <w:autoSpaceDE w:val="0"/>
      <w:autoSpaceDN w:val="0"/>
      <w:adjustRightInd w:val="0"/>
      <w:spacing w:before="240"/>
      <w:ind w:left="1418"/>
      <w:textAlignment w:val="baseline"/>
    </w:pPr>
    <w:rPr>
      <w:rFonts w:ascii="Arial" w:eastAsia="MS Mincho" w:hAnsi="Arial"/>
      <w:b/>
      <w:sz w:val="36"/>
      <w:lang w:val="en-US" w:eastAsia="ja-JP"/>
    </w:rPr>
  </w:style>
  <w:style w:type="paragraph" w:customStyle="1" w:styleId="Figure">
    <w:name w:val="Figure"/>
    <w:basedOn w:val="Normal"/>
    <w:qFormat/>
    <w:rsid w:val="001310A1"/>
    <w:pPr>
      <w:tabs>
        <w:tab w:val="num" w:pos="1440"/>
      </w:tabs>
      <w:spacing w:before="180" w:after="240" w:line="280" w:lineRule="atLeast"/>
      <w:ind w:left="720" w:hanging="360"/>
      <w:jc w:val="center"/>
    </w:pPr>
    <w:rPr>
      <w:rFonts w:ascii="Arial" w:eastAsia="MS Mincho" w:hAnsi="Arial"/>
      <w:b/>
      <w:lang w:val="en-US" w:eastAsia="ja-JP"/>
    </w:rPr>
  </w:style>
  <w:style w:type="paragraph" w:customStyle="1" w:styleId="11">
    <w:name w:val="修订1"/>
    <w:hidden/>
    <w:uiPriority w:val="99"/>
    <w:semiHidden/>
    <w:qFormat/>
    <w:rsid w:val="001310A1"/>
    <w:rPr>
      <w:rFonts w:ascii="Times New Roman" w:eastAsia="Batang" w:hAnsi="Times New Roman"/>
      <w:lang w:val="en-GB"/>
    </w:rPr>
  </w:style>
  <w:style w:type="table" w:customStyle="1" w:styleId="TableGrid1">
    <w:name w:val="Table Grid1"/>
    <w:basedOn w:val="TableNormal"/>
    <w:next w:val="TableGrid"/>
    <w:uiPriority w:val="39"/>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qFormat/>
    <w:rsid w:val="001310A1"/>
    <w:pPr>
      <w:tabs>
        <w:tab w:val="left" w:pos="1418"/>
      </w:tabs>
      <w:overflowPunct w:val="0"/>
      <w:autoSpaceDE w:val="0"/>
      <w:autoSpaceDN w:val="0"/>
      <w:adjustRightInd w:val="0"/>
      <w:spacing w:after="120"/>
      <w:textAlignment w:val="baseline"/>
    </w:pPr>
    <w:rPr>
      <w:rFonts w:ascii="Arial" w:eastAsia="MS Mincho" w:hAnsi="Arial"/>
      <w:sz w:val="24"/>
      <w:lang w:val="fr-FR"/>
    </w:rPr>
  </w:style>
  <w:style w:type="paragraph" w:customStyle="1" w:styleId="PageXofY">
    <w:name w:val="Page X of Y"/>
    <w:qFormat/>
    <w:rsid w:val="001310A1"/>
    <w:rPr>
      <w:rFonts w:ascii="Times New Roman" w:hAnsi="Times New Roman"/>
      <w:sz w:val="24"/>
      <w:szCs w:val="24"/>
      <w:lang w:val="en-GB" w:eastAsia="ko-KR"/>
    </w:rPr>
  </w:style>
  <w:style w:type="paragraph" w:customStyle="1" w:styleId="ATC">
    <w:name w:val="ATC"/>
    <w:basedOn w:val="Normal"/>
    <w:qFormat/>
    <w:rsid w:val="001310A1"/>
    <w:pPr>
      <w:overflowPunct w:val="0"/>
      <w:autoSpaceDE w:val="0"/>
      <w:autoSpaceDN w:val="0"/>
      <w:adjustRightInd w:val="0"/>
      <w:textAlignment w:val="baseline"/>
    </w:pPr>
    <w:rPr>
      <w:rFonts w:eastAsia="MS Mincho"/>
      <w:lang w:eastAsia="ja-JP"/>
    </w:rPr>
  </w:style>
  <w:style w:type="paragraph" w:customStyle="1" w:styleId="RecCCITT">
    <w:name w:val="Rec_CCITT_#"/>
    <w:basedOn w:val="Normal"/>
    <w:qFormat/>
    <w:rsid w:val="001310A1"/>
    <w:pPr>
      <w:keepNext/>
      <w:keepLines/>
      <w:overflowPunct w:val="0"/>
      <w:autoSpaceDE w:val="0"/>
      <w:autoSpaceDN w:val="0"/>
      <w:adjustRightInd w:val="0"/>
      <w:textAlignment w:val="baseline"/>
    </w:pPr>
    <w:rPr>
      <w:b/>
      <w:lang w:eastAsia="ja-JP"/>
    </w:rPr>
  </w:style>
  <w:style w:type="paragraph" w:customStyle="1" w:styleId="1CharChar1Char">
    <w:name w:val="(文字) (文字)1 Char (文字) (文字) Char (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MTDisplayEquation">
    <w:name w:val="MTDisplayEquation"/>
    <w:basedOn w:val="Normal"/>
    <w:qFormat/>
    <w:rsid w:val="001310A1"/>
    <w:pPr>
      <w:tabs>
        <w:tab w:val="center" w:pos="4820"/>
        <w:tab w:val="right" w:pos="9640"/>
      </w:tabs>
    </w:pPr>
    <w:rPr>
      <w:lang w:eastAsia="ja-JP"/>
    </w:rPr>
  </w:style>
  <w:style w:type="paragraph" w:customStyle="1" w:styleId="Separation">
    <w:name w:val="Separation"/>
    <w:basedOn w:val="Heading1"/>
    <w:next w:val="Normal"/>
    <w:qFormat/>
    <w:rsid w:val="001310A1"/>
    <w:pPr>
      <w:pBdr>
        <w:top w:val="none" w:sz="0" w:space="0" w:color="auto"/>
      </w:pBdr>
    </w:pPr>
    <w:rPr>
      <w:rFonts w:eastAsia="MS Mincho"/>
      <w:b/>
      <w:color w:val="0000FF"/>
      <w:szCs w:val="36"/>
      <w:lang w:eastAsia="ja-JP"/>
    </w:rPr>
  </w:style>
  <w:style w:type="paragraph" w:customStyle="1" w:styleId="TaOC">
    <w:name w:val="TaOC"/>
    <w:basedOn w:val="TAC"/>
    <w:qFormat/>
    <w:rsid w:val="001310A1"/>
    <w:pPr>
      <w:overflowPunct w:val="0"/>
      <w:autoSpaceDE w:val="0"/>
      <w:autoSpaceDN w:val="0"/>
      <w:adjustRightInd w:val="0"/>
      <w:textAlignment w:val="baseline"/>
    </w:pPr>
    <w:rPr>
      <w:szCs w:val="18"/>
      <w:lang w:eastAsia="ja-JP"/>
    </w:rPr>
  </w:style>
  <w:style w:type="character" w:customStyle="1" w:styleId="T1Char3">
    <w:name w:val="T1 Char3"/>
    <w:aliases w:val="Header 6 Char Char3"/>
    <w:qFormat/>
    <w:rsid w:val="001310A1"/>
    <w:rPr>
      <w:rFonts w:ascii="Arial" w:hAnsi="Arial"/>
      <w:lang w:val="en-GB" w:eastAsia="en-US" w:bidi="ar-SA"/>
    </w:rPr>
  </w:style>
  <w:style w:type="table" w:customStyle="1" w:styleId="Tabellengitternetz1">
    <w:name w:val="Tabellengitternetz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1310A1"/>
    <w:pPr>
      <w:tabs>
        <w:tab w:val="num" w:pos="928"/>
      </w:tabs>
      <w:ind w:left="928" w:hanging="360"/>
    </w:pPr>
    <w:rPr>
      <w:rFonts w:eastAsia="Batang"/>
    </w:rPr>
  </w:style>
  <w:style w:type="table" w:customStyle="1" w:styleId="TableGrid2">
    <w:name w:val="Table Grid2"/>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qFormat/>
    <w:rsid w:val="001310A1"/>
    <w:pPr>
      <w:keepNext w:val="0"/>
      <w:keepLines w:val="0"/>
      <w:spacing w:before="240"/>
      <w:ind w:left="1980" w:hanging="1980"/>
    </w:pPr>
    <w:rPr>
      <w:rFonts w:eastAsia="MS Mincho"/>
      <w:bCs/>
    </w:rPr>
  </w:style>
  <w:style w:type="paragraph" w:customStyle="1" w:styleId="StyleHeading6After9pt">
    <w:name w:val="Style Heading 6 + After:  9 pt"/>
    <w:basedOn w:val="Heading6"/>
    <w:qFormat/>
    <w:rsid w:val="001310A1"/>
    <w:pPr>
      <w:keepNext w:val="0"/>
      <w:keepLines w:val="0"/>
      <w:spacing w:before="240"/>
      <w:ind w:left="0" w:firstLine="0"/>
    </w:pPr>
    <w:rPr>
      <w:rFonts w:eastAsia="MS Mincho"/>
      <w:bCs/>
    </w:rPr>
  </w:style>
  <w:style w:type="table" w:customStyle="1" w:styleId="TableGrid3">
    <w:name w:val="Table Grid3"/>
    <w:basedOn w:val="TableNormal"/>
    <w:next w:val="TableGrid"/>
    <w:qFormat/>
    <w:rsid w:val="001310A1"/>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qFormat/>
    <w:rsid w:val="001310A1"/>
    <w:rPr>
      <w:rFonts w:ascii="Tahoma" w:eastAsia="MS Mincho" w:hAnsi="Tahoma" w:cs="Tahoma"/>
      <w:sz w:val="16"/>
      <w:szCs w:val="16"/>
    </w:rPr>
  </w:style>
  <w:style w:type="paragraph" w:customStyle="1" w:styleId="JK-text-simpledoc">
    <w:name w:val="JK - text - simple doc"/>
    <w:basedOn w:val="BodyText"/>
    <w:autoRedefine/>
    <w:qFormat/>
    <w:rsid w:val="001310A1"/>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1">
    <w:name w:val="b1"/>
    <w:basedOn w:val="Normal"/>
    <w:qFormat/>
    <w:rsid w:val="001310A1"/>
    <w:pPr>
      <w:spacing w:before="100" w:beforeAutospacing="1" w:after="100" w:afterAutospacing="1"/>
    </w:pPr>
    <w:rPr>
      <w:rFonts w:eastAsia="MS Mincho"/>
      <w:sz w:val="24"/>
      <w:szCs w:val="24"/>
      <w:lang w:val="en-US"/>
    </w:rPr>
  </w:style>
  <w:style w:type="paragraph" w:customStyle="1" w:styleId="12">
    <w:name w:val="吹き出し1"/>
    <w:basedOn w:val="Normal"/>
    <w:semiHidden/>
    <w:qFormat/>
    <w:rsid w:val="001310A1"/>
    <w:rPr>
      <w:rFonts w:ascii="Tahoma" w:eastAsia="MS Mincho" w:hAnsi="Tahoma" w:cs="Tahoma"/>
      <w:sz w:val="16"/>
      <w:szCs w:val="16"/>
    </w:rPr>
  </w:style>
  <w:style w:type="paragraph" w:customStyle="1" w:styleId="ZchnZchn">
    <w:name w:val="Zchn Zchn"/>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1310A1"/>
    <w:rPr>
      <w:rFonts w:ascii="Arial" w:hAnsi="Arial"/>
      <w:b/>
      <w:noProof/>
      <w:sz w:val="18"/>
      <w:lang w:val="en-GB" w:eastAsia="en-US" w:bidi="ar-SA"/>
    </w:rPr>
  </w:style>
  <w:style w:type="paragraph" w:customStyle="1" w:styleId="20">
    <w:name w:val="吹き出し2"/>
    <w:basedOn w:val="Normal"/>
    <w:semiHidden/>
    <w:qFormat/>
    <w:rsid w:val="001310A1"/>
    <w:rPr>
      <w:rFonts w:ascii="Tahoma" w:eastAsia="MS Mincho" w:hAnsi="Tahoma" w:cs="Tahoma"/>
      <w:sz w:val="16"/>
      <w:szCs w:val="16"/>
    </w:rPr>
  </w:style>
  <w:style w:type="paragraph" w:customStyle="1" w:styleId="Note">
    <w:name w:val="Note"/>
    <w:basedOn w:val="B10"/>
    <w:qFormat/>
    <w:rsid w:val="001310A1"/>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qFormat/>
    <w:rsid w:val="001310A1"/>
    <w:pPr>
      <w:overflowPunct w:val="0"/>
      <w:autoSpaceDE w:val="0"/>
      <w:autoSpaceDN w:val="0"/>
      <w:adjustRightInd w:val="0"/>
      <w:textAlignment w:val="baseline"/>
    </w:pPr>
    <w:rPr>
      <w:rFonts w:eastAsia="MS Mincho"/>
      <w:i/>
      <w:lang w:eastAsia="en-GB"/>
    </w:rPr>
  </w:style>
  <w:style w:type="paragraph" w:customStyle="1" w:styleId="TOC91">
    <w:name w:val="TOC 91"/>
    <w:basedOn w:val="TOC8"/>
    <w:qFormat/>
    <w:rsid w:val="001310A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1">
    <w:name w:val="Caption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qFormat/>
    <w:rsid w:val="001310A1"/>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qFormat/>
    <w:rsid w:val="001310A1"/>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qFormat/>
    <w:rsid w:val="001310A1"/>
    <w:pPr>
      <w:overflowPunct w:val="0"/>
      <w:autoSpaceDE w:val="0"/>
      <w:autoSpaceDN w:val="0"/>
      <w:adjustRightInd w:val="0"/>
      <w:spacing w:after="0"/>
      <w:jc w:val="both"/>
      <w:textAlignment w:val="baseline"/>
    </w:pPr>
    <w:rPr>
      <w:rFonts w:eastAsia="MS Mincho"/>
      <w:lang w:eastAsia="en-GB"/>
    </w:rPr>
  </w:style>
  <w:style w:type="paragraph" w:customStyle="1" w:styleId="ZK">
    <w:name w:val="ZK"/>
    <w:qFormat/>
    <w:rsid w:val="001310A1"/>
    <w:pPr>
      <w:spacing w:after="240" w:line="240" w:lineRule="atLeast"/>
      <w:ind w:left="1191" w:right="113" w:hanging="1191"/>
    </w:pPr>
    <w:rPr>
      <w:rFonts w:ascii="Times New Roman" w:eastAsia="MS Mincho" w:hAnsi="Times New Roman"/>
      <w:lang w:val="en-GB"/>
    </w:rPr>
  </w:style>
  <w:style w:type="paragraph" w:customStyle="1" w:styleId="ZC">
    <w:name w:val="ZC"/>
    <w:qFormat/>
    <w:rsid w:val="001310A1"/>
    <w:pPr>
      <w:spacing w:line="360" w:lineRule="atLeast"/>
      <w:jc w:val="center"/>
    </w:pPr>
    <w:rPr>
      <w:rFonts w:ascii="Times New Roman" w:eastAsia="MS Mincho" w:hAnsi="Times New Roman"/>
      <w:lang w:val="en-GB"/>
    </w:rPr>
  </w:style>
  <w:style w:type="paragraph" w:customStyle="1" w:styleId="FooterCentred">
    <w:name w:val="FooterCentred"/>
    <w:basedOn w:val="Footer"/>
    <w:qFormat/>
    <w:rsid w:val="001310A1"/>
    <w:pPr>
      <w:tabs>
        <w:tab w:val="center" w:pos="4678"/>
        <w:tab w:val="right" w:pos="9356"/>
      </w:tabs>
      <w:overflowPunct w:val="0"/>
      <w:autoSpaceDE w:val="0"/>
      <w:autoSpaceDN w:val="0"/>
      <w:adjustRightInd w:val="0"/>
      <w:jc w:val="both"/>
      <w:textAlignment w:val="baseline"/>
    </w:pPr>
    <w:rPr>
      <w:rFonts w:ascii="Times New Roman" w:eastAsia="MS Mincho" w:hAnsi="Times New Roman"/>
      <w:b w:val="0"/>
      <w:bCs/>
      <w:i w:val="0"/>
      <w:iCs/>
      <w:noProof w:val="0"/>
      <w:sz w:val="20"/>
      <w:szCs w:val="18"/>
      <w:lang w:eastAsia="en-GB"/>
    </w:rPr>
  </w:style>
  <w:style w:type="paragraph" w:customStyle="1" w:styleId="CRfront">
    <w:name w:val="CR_front"/>
    <w:basedOn w:val="Normal"/>
    <w:qFormat/>
    <w:rsid w:val="001310A1"/>
    <w:pPr>
      <w:overflowPunct w:val="0"/>
      <w:autoSpaceDE w:val="0"/>
      <w:autoSpaceDN w:val="0"/>
      <w:adjustRightInd w:val="0"/>
      <w:textAlignment w:val="baseline"/>
    </w:pPr>
    <w:rPr>
      <w:rFonts w:eastAsia="MS Mincho"/>
      <w:lang w:eastAsia="en-GB"/>
    </w:rPr>
  </w:style>
  <w:style w:type="paragraph" w:customStyle="1" w:styleId="NumberedList">
    <w:name w:val="Numbered List"/>
    <w:basedOn w:val="Normal"/>
    <w:qFormat/>
    <w:rsid w:val="001310A1"/>
    <w:pPr>
      <w:tabs>
        <w:tab w:val="left" w:pos="360"/>
      </w:tabs>
      <w:overflowPunct w:val="0"/>
      <w:autoSpaceDE w:val="0"/>
      <w:autoSpaceDN w:val="0"/>
      <w:adjustRightInd w:val="0"/>
      <w:spacing w:before="120" w:after="120"/>
      <w:ind w:left="360" w:hanging="360"/>
      <w:textAlignment w:val="baseline"/>
    </w:pPr>
    <w:rPr>
      <w:rFonts w:eastAsia="MS Mincho"/>
      <w:lang w:val="en-US" w:eastAsia="en-GB"/>
    </w:rPr>
  </w:style>
  <w:style w:type="paragraph" w:customStyle="1" w:styleId="xl40">
    <w:name w:val="xl40"/>
    <w:basedOn w:val="Normal"/>
    <w:qFormat/>
    <w:rsid w:val="001310A1"/>
    <w:pPr>
      <w:shd w:val="clear" w:color="000000" w:fill="FFFF00"/>
      <w:spacing w:before="100" w:beforeAutospacing="1" w:after="100" w:afterAutospacing="1"/>
      <w:jc w:val="center"/>
    </w:pPr>
    <w:rPr>
      <w:rFonts w:ascii="Arial" w:hAnsi="Arial" w:cs="Arial"/>
      <w:b/>
      <w:bCs/>
      <w:color w:val="000000"/>
      <w:sz w:val="16"/>
      <w:szCs w:val="16"/>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1310A1"/>
    <w:rPr>
      <w:rFonts w:ascii="Arial" w:hAnsi="Arial"/>
      <w:sz w:val="36"/>
      <w:lang w:val="en-GB" w:eastAsia="en-US" w:bidi="ar-SA"/>
    </w:rPr>
  </w:style>
  <w:style w:type="paragraph" w:customStyle="1" w:styleId="TableTitle">
    <w:name w:val="TableTitle"/>
    <w:basedOn w:val="BodyText2"/>
    <w:next w:val="BodyText2"/>
    <w:qFormat/>
    <w:rsid w:val="001310A1"/>
    <w:pPr>
      <w:keepNext/>
      <w:keepLines/>
      <w:spacing w:after="60"/>
      <w:ind w:left="210"/>
      <w:jc w:val="center"/>
    </w:pPr>
    <w:rPr>
      <w:b/>
      <w:i w:val="0"/>
      <w:lang w:eastAsia="en-GB"/>
    </w:rPr>
  </w:style>
  <w:style w:type="paragraph" w:customStyle="1" w:styleId="TableofFigures1">
    <w:name w:val="Table of Figures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qFormat/>
    <w:rsid w:val="001310A1"/>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qFormat/>
    <w:rsid w:val="001310A1"/>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qFormat/>
    <w:rsid w:val="001310A1"/>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qFormat/>
    <w:rsid w:val="001310A1"/>
    <w:pPr>
      <w:overflowPunct w:val="0"/>
      <w:autoSpaceDE w:val="0"/>
      <w:autoSpaceDN w:val="0"/>
      <w:adjustRightInd w:val="0"/>
      <w:spacing w:after="0"/>
      <w:jc w:val="center"/>
      <w:textAlignment w:val="baseline"/>
    </w:pPr>
    <w:rPr>
      <w:rFonts w:ascii="Arial" w:eastAsia="MS Mincho" w:hAnsi="Arial"/>
      <w:b/>
      <w:sz w:val="16"/>
      <w:lang w:eastAsia="ja-JP"/>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310A1"/>
    <w:rPr>
      <w:rFonts w:ascii="Arial" w:hAnsi="Arial"/>
      <w:sz w:val="28"/>
      <w:lang w:val="en-GB" w:eastAsia="en-US" w:bidi="ar-SA"/>
    </w:rPr>
  </w:style>
  <w:style w:type="paragraph" w:customStyle="1" w:styleId="Heading3Underrubrik2H3">
    <w:name w:val="Heading 3.Underrubrik2.H3"/>
    <w:basedOn w:val="Heading2Head2A2"/>
    <w:next w:val="Normal"/>
    <w:qFormat/>
    <w:rsid w:val="001310A1"/>
    <w:pPr>
      <w:spacing w:before="120"/>
      <w:outlineLvl w:val="2"/>
    </w:pPr>
    <w:rPr>
      <w:sz w:val="28"/>
    </w:rPr>
  </w:style>
  <w:style w:type="paragraph" w:customStyle="1" w:styleId="Heading2Head2A2">
    <w:name w:val="Heading 2.Head2A.2"/>
    <w:basedOn w:val="Heading1"/>
    <w:next w:val="Normal"/>
    <w:qFormat/>
    <w:rsid w:val="001310A1"/>
    <w:pPr>
      <w:pBdr>
        <w:top w:val="none" w:sz="0" w:space="0" w:color="auto"/>
      </w:pBdr>
      <w:overflowPunct w:val="0"/>
      <w:autoSpaceDE w:val="0"/>
      <w:autoSpaceDN w:val="0"/>
      <w:adjustRightInd w:val="0"/>
      <w:spacing w:before="180"/>
      <w:textAlignment w:val="baseline"/>
      <w:outlineLvl w:val="1"/>
    </w:pPr>
    <w:rPr>
      <w:sz w:val="32"/>
      <w:szCs w:val="36"/>
      <w:lang w:eastAsia="es-ES"/>
    </w:rPr>
  </w:style>
  <w:style w:type="paragraph" w:customStyle="1" w:styleId="TitleText">
    <w:name w:val="Title Text"/>
    <w:basedOn w:val="Normal"/>
    <w:next w:val="Normal"/>
    <w:qFormat/>
    <w:rsid w:val="001310A1"/>
    <w:pPr>
      <w:overflowPunct w:val="0"/>
      <w:autoSpaceDE w:val="0"/>
      <w:autoSpaceDN w:val="0"/>
      <w:adjustRightInd w:val="0"/>
      <w:spacing w:after="220"/>
      <w:textAlignment w:val="baseline"/>
    </w:pPr>
    <w:rPr>
      <w:rFonts w:eastAsia="MS Mincho"/>
      <w:b/>
      <w:lang w:val="en-US" w:eastAsia="en-GB"/>
    </w:rPr>
  </w:style>
  <w:style w:type="paragraph" w:customStyle="1" w:styleId="Para1">
    <w:name w:val="Para1"/>
    <w:basedOn w:val="Normal"/>
    <w:qFormat/>
    <w:rsid w:val="001310A1"/>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qFormat/>
    <w:rsid w:val="001310A1"/>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doctable">
    <w:name w:val="Tdoc_table"/>
    <w:qFormat/>
    <w:rsid w:val="001310A1"/>
    <w:pPr>
      <w:ind w:left="244" w:hanging="244"/>
    </w:pPr>
    <w:rPr>
      <w:rFonts w:ascii="Arial" w:hAnsi="Arial"/>
      <w:noProof/>
      <w:color w:val="000000"/>
      <w:lang w:val="en-GB"/>
    </w:rPr>
  </w:style>
  <w:style w:type="paragraph" w:customStyle="1" w:styleId="Bullets">
    <w:name w:val="Bullets"/>
    <w:basedOn w:val="BodyText"/>
    <w:qFormat/>
    <w:rsid w:val="001310A1"/>
    <w:pPr>
      <w:widowControl w:val="0"/>
      <w:spacing w:after="120"/>
      <w:ind w:left="283" w:hanging="283"/>
    </w:pPr>
    <w:rPr>
      <w:lang w:eastAsia="de-DE"/>
    </w:rPr>
  </w:style>
  <w:style w:type="paragraph" w:customStyle="1" w:styleId="11BodyText">
    <w:name w:val="11 BodyText"/>
    <w:basedOn w:val="Normal"/>
    <w:qFormat/>
    <w:rsid w:val="001310A1"/>
    <w:pPr>
      <w:spacing w:after="220"/>
      <w:ind w:left="1298"/>
    </w:pPr>
    <w:rPr>
      <w:rFonts w:ascii="Arial" w:hAnsi="Arial"/>
      <w:lang w:val="en-US" w:eastAsia="en-GB"/>
    </w:rPr>
  </w:style>
  <w:style w:type="numbering" w:customStyle="1" w:styleId="13">
    <w:name w:val="无列表1"/>
    <w:next w:val="NoList"/>
    <w:semiHidden/>
    <w:rsid w:val="001310A1"/>
  </w:style>
  <w:style w:type="paragraph" w:customStyle="1" w:styleId="berschrift2Head2A2">
    <w:name w:val="Überschrift 2.Head2A.2"/>
    <w:basedOn w:val="Heading1"/>
    <w:next w:val="Normal"/>
    <w:qFormat/>
    <w:rsid w:val="001310A1"/>
    <w:pPr>
      <w:pBdr>
        <w:top w:val="none" w:sz="0" w:space="0" w:color="auto"/>
      </w:pBdr>
      <w:spacing w:before="180"/>
      <w:outlineLvl w:val="1"/>
    </w:pPr>
    <w:rPr>
      <w:rFonts w:eastAsia="MS Mincho"/>
      <w:sz w:val="32"/>
      <w:szCs w:val="36"/>
      <w:lang w:eastAsia="de-DE"/>
    </w:rPr>
  </w:style>
  <w:style w:type="table" w:customStyle="1" w:styleId="31">
    <w:name w:val="网格型3"/>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1310A1"/>
    <w:pPr>
      <w:keepNext/>
      <w:keepLines/>
      <w:overflowPunct w:val="0"/>
      <w:autoSpaceDE w:val="0"/>
      <w:autoSpaceDN w:val="0"/>
      <w:adjustRightInd w:val="0"/>
      <w:spacing w:after="0"/>
      <w:ind w:right="134"/>
      <w:jc w:val="right"/>
      <w:textAlignment w:val="baseline"/>
    </w:pPr>
    <w:rPr>
      <w:rFonts w:ascii="Arial" w:eastAsia="MS Mincho" w:hAnsi="Arial" w:cs="Arial"/>
      <w:sz w:val="18"/>
      <w:szCs w:val="18"/>
      <w:lang w:val="en-US"/>
    </w:rPr>
  </w:style>
  <w:style w:type="paragraph" w:customStyle="1" w:styleId="StyleTAC">
    <w:name w:val="Style TAC +"/>
    <w:basedOn w:val="TAC"/>
    <w:next w:val="TAC"/>
    <w:link w:val="StyleTACChar"/>
    <w:autoRedefine/>
    <w:qFormat/>
    <w:rsid w:val="001310A1"/>
    <w:rPr>
      <w:rFonts w:eastAsia="MS Mincho"/>
      <w:kern w:val="2"/>
    </w:rPr>
  </w:style>
  <w:style w:type="character" w:customStyle="1" w:styleId="StyleTACChar">
    <w:name w:val="Style TAC + Char"/>
    <w:link w:val="StyleTAC"/>
    <w:qFormat/>
    <w:rsid w:val="001310A1"/>
    <w:rPr>
      <w:rFonts w:ascii="Arial" w:eastAsia="MS Mincho" w:hAnsi="Arial"/>
      <w:kern w:val="2"/>
      <w:sz w:val="18"/>
      <w:lang w:val="en-GB"/>
    </w:rPr>
  </w:style>
  <w:style w:type="character" w:customStyle="1" w:styleId="CharChar29">
    <w:name w:val="Char Char29"/>
    <w:qFormat/>
    <w:rsid w:val="001310A1"/>
    <w:rPr>
      <w:rFonts w:ascii="Arial" w:hAnsi="Arial"/>
      <w:sz w:val="36"/>
      <w:lang w:val="en-GB" w:eastAsia="en-US" w:bidi="ar-SA"/>
    </w:rPr>
  </w:style>
  <w:style w:type="character" w:customStyle="1" w:styleId="CharChar28">
    <w:name w:val="Char Char28"/>
    <w:qFormat/>
    <w:rsid w:val="001310A1"/>
    <w:rPr>
      <w:rFonts w:ascii="Arial" w:hAnsi="Arial"/>
      <w:sz w:val="32"/>
      <w:lang w:val="en-GB"/>
    </w:rPr>
  </w:style>
  <w:style w:type="paragraph" w:customStyle="1" w:styleId="berschrift3h3H3Underrubrik2">
    <w:name w:val="Überschrift 3.h3.H3.Underrubrik2"/>
    <w:basedOn w:val="Heading2"/>
    <w:next w:val="Normal"/>
    <w:qFormat/>
    <w:rsid w:val="001310A1"/>
    <w:pPr>
      <w:spacing w:before="120"/>
      <w:outlineLvl w:val="2"/>
    </w:pPr>
    <w:rPr>
      <w:rFonts w:eastAsia="MS Mincho"/>
      <w:sz w:val="28"/>
      <w:szCs w:val="32"/>
      <w:lang w:eastAsia="de-DE"/>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310A1"/>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310A1"/>
    <w:rPr>
      <w:rFonts w:ascii="Arial" w:hAnsi="Arial"/>
      <w:sz w:val="22"/>
      <w:lang w:val="en-GB" w:eastAsia="en-GB" w:bidi="ar-SA"/>
    </w:rPr>
  </w:style>
  <w:style w:type="character" w:customStyle="1" w:styleId="Heading7Char">
    <w:name w:val="Heading 7 Char"/>
    <w:link w:val="Heading7"/>
    <w:qFormat/>
    <w:rsid w:val="001310A1"/>
    <w:rPr>
      <w:rFonts w:ascii="Arial" w:hAnsi="Arial"/>
      <w:lang w:val="en-GB"/>
    </w:rPr>
  </w:style>
  <w:style w:type="character" w:customStyle="1" w:styleId="Heading8Char">
    <w:name w:val="Heading 8 Char"/>
    <w:link w:val="Heading8"/>
    <w:qFormat/>
    <w:rsid w:val="001310A1"/>
    <w:rPr>
      <w:rFonts w:ascii="Arial" w:hAnsi="Arial"/>
      <w:sz w:val="36"/>
      <w:lang w:val="en-GB"/>
    </w:rPr>
  </w:style>
  <w:style w:type="character" w:customStyle="1" w:styleId="Heading9Char">
    <w:name w:val="Heading 9 Char"/>
    <w:link w:val="Heading9"/>
    <w:qFormat/>
    <w:rsid w:val="001310A1"/>
    <w:rPr>
      <w:rFonts w:ascii="Arial" w:hAnsi="Arial"/>
      <w:sz w:val="36"/>
      <w:lang w:val="en-GB"/>
    </w:rPr>
  </w:style>
  <w:style w:type="character" w:customStyle="1" w:styleId="FooterChar">
    <w:name w:val="Footer Char"/>
    <w:aliases w:val="footer odd Char,footer Char,fo Char,pie de página Char"/>
    <w:link w:val="Footer"/>
    <w:uiPriority w:val="99"/>
    <w:qFormat/>
    <w:rsid w:val="001310A1"/>
    <w:rPr>
      <w:rFonts w:ascii="Arial" w:hAnsi="Arial"/>
      <w:b/>
      <w:i/>
      <w:noProof/>
      <w:sz w:val="18"/>
      <w:lang w:val="en-GB"/>
    </w:rPr>
  </w:style>
  <w:style w:type="paragraph" w:customStyle="1" w:styleId="5">
    <w:name w:val="吹き出し5"/>
    <w:basedOn w:val="Normal"/>
    <w:semiHidden/>
    <w:qFormat/>
    <w:rsid w:val="001310A1"/>
    <w:rPr>
      <w:rFonts w:ascii="Tahoma" w:eastAsia="MS Mincho" w:hAnsi="Tahoma" w:cs="Tahoma"/>
      <w:sz w:val="16"/>
      <w:szCs w:val="16"/>
    </w:rPr>
  </w:style>
  <w:style w:type="character" w:customStyle="1" w:styleId="B1Zchn">
    <w:name w:val="B1 Zchn"/>
    <w:qFormat/>
    <w:rsid w:val="001310A1"/>
    <w:rPr>
      <w:rFonts w:ascii="Times New Roman" w:hAnsi="Times New Roman"/>
      <w:lang w:val="en-GB"/>
    </w:rPr>
  </w:style>
  <w:style w:type="paragraph" w:customStyle="1" w:styleId="Reference">
    <w:name w:val="Reference"/>
    <w:basedOn w:val="Normal"/>
    <w:qFormat/>
    <w:rsid w:val="001310A1"/>
    <w:pPr>
      <w:spacing w:after="0"/>
      <w:ind w:left="567" w:hanging="283"/>
    </w:pPr>
    <w:rPr>
      <w:rFonts w:eastAsia="MS Mincho"/>
      <w:lang w:eastAsia="en-GB"/>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310A1"/>
    <w:rPr>
      <w:rFonts w:ascii="Times New Roman" w:eastAsia="Times New Roman" w:hAnsi="Times New Roman"/>
      <w:lang w:val="en-GB" w:eastAsia="ja-JP"/>
    </w:rPr>
  </w:style>
  <w:style w:type="paragraph" w:customStyle="1" w:styleId="CharCharCharCharChar2">
    <w:name w:val="Char Char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2">
    <w:name w:val="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2">
    <w:name w:val="(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2">
    <w:name w:val="Char Char1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2">
    <w:name w:val="(文字) (文字)1 Char (文字) (文字) Char (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2">
    <w:name w:val="(文字) (文字)1 Char (文字) (文字)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2">
    <w:name w:val="(文字) (文字)1 Char (文字) (文字) Char (文字) (文字)1 Char (文字) (文字)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2">
    <w:name w:val="Char Char Char Char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2">
    <w:name w:val="Char Char2 Char Char2"/>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6">
    <w:name w:val="(文字) (文字)6"/>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2">
    <w:name w:val="Car C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2">
    <w:name w:val="Zchn Zchn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2">
    <w:name w:val="(文字) (文字)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2">
    <w:name w:val="(文字) (文字)3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2">
    <w:name w:val="Zchn Zchn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2">
    <w:name w:val="(文字) (文字)4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20">
    <w:name w:val="(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2">
    <w:name w:val="(文字) (文字)1 Char (文字) (文字) Char (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4">
    <w:name w:val="Zchn Zchn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2">
    <w:name w:val="Char Char12"/>
    <w:qFormat/>
    <w:rsid w:val="001310A1"/>
    <w:rPr>
      <w:lang w:val="en-GB" w:eastAsia="ja-JP" w:bidi="ar-SA"/>
    </w:rPr>
  </w:style>
  <w:style w:type="character" w:customStyle="1" w:styleId="CharChar42">
    <w:name w:val="Char Char42"/>
    <w:qFormat/>
    <w:rsid w:val="001310A1"/>
    <w:rPr>
      <w:rFonts w:ascii="Courier New" w:hAnsi="Courier New" w:cs="Courier New" w:hint="default"/>
      <w:lang w:val="nb-NO" w:eastAsia="ja-JP" w:bidi="ar-SA"/>
    </w:rPr>
  </w:style>
  <w:style w:type="character" w:customStyle="1" w:styleId="CharChar72">
    <w:name w:val="Char Char72"/>
    <w:semiHidden/>
    <w:qFormat/>
    <w:rsid w:val="001310A1"/>
    <w:rPr>
      <w:rFonts w:ascii="Tahoma" w:hAnsi="Tahoma" w:cs="Tahoma" w:hint="default"/>
      <w:shd w:val="clear" w:color="auto" w:fill="000080"/>
      <w:lang w:val="en-GB" w:eastAsia="en-US"/>
    </w:rPr>
  </w:style>
  <w:style w:type="paragraph" w:customStyle="1" w:styleId="1030302">
    <w:name w:val="样式 样式 标题 1 + 两端对齐 段前: 0.3 行 段后: 0.3 行 行距: 单倍行距 + 段前: 0.2 行 段后: ..."/>
    <w:basedOn w:val="Normal"/>
    <w:autoRedefine/>
    <w:qFormat/>
    <w:rsid w:val="001310A1"/>
    <w:pPr>
      <w:keepNext/>
      <w:tabs>
        <w:tab w:val="num" w:pos="0"/>
      </w:tabs>
      <w:spacing w:beforeLines="20" w:afterLines="10"/>
      <w:ind w:right="284"/>
      <w:jc w:val="both"/>
      <w:outlineLvl w:val="0"/>
    </w:pPr>
    <w:rPr>
      <w:rFonts w:ascii="Arial" w:hAnsi="Arial" w:cs="SimSun"/>
      <w:b/>
      <w:bCs/>
      <w:sz w:val="28"/>
      <w:lang w:val="en-US" w:eastAsia="zh-CN"/>
    </w:rPr>
  </w:style>
  <w:style w:type="character" w:customStyle="1" w:styleId="CharChar102">
    <w:name w:val="Char Char102"/>
    <w:semiHidden/>
    <w:qFormat/>
    <w:rsid w:val="001310A1"/>
    <w:rPr>
      <w:rFonts w:ascii="Times New Roman" w:hAnsi="Times New Roman" w:cs="Times New Roman" w:hint="default"/>
      <w:lang w:val="en-GB" w:eastAsia="en-US"/>
    </w:rPr>
  </w:style>
  <w:style w:type="character" w:customStyle="1" w:styleId="CharChar92">
    <w:name w:val="Char Char92"/>
    <w:semiHidden/>
    <w:qFormat/>
    <w:rsid w:val="001310A1"/>
    <w:rPr>
      <w:rFonts w:ascii="Tahoma" w:hAnsi="Tahoma" w:cs="Tahoma" w:hint="default"/>
      <w:sz w:val="16"/>
      <w:szCs w:val="16"/>
      <w:lang w:val="en-GB" w:eastAsia="en-US"/>
    </w:rPr>
  </w:style>
  <w:style w:type="character" w:customStyle="1" w:styleId="CharChar82">
    <w:name w:val="Char Char82"/>
    <w:semiHidden/>
    <w:qFormat/>
    <w:rsid w:val="001310A1"/>
    <w:rPr>
      <w:rFonts w:ascii="Times New Roman" w:hAnsi="Times New Roman" w:cs="Times New Roman" w:hint="default"/>
      <w:b/>
      <w:bCs/>
      <w:lang w:val="en-GB" w:eastAsia="en-US"/>
    </w:rPr>
  </w:style>
  <w:style w:type="character" w:customStyle="1" w:styleId="CharChar292">
    <w:name w:val="Char Char292"/>
    <w:qFormat/>
    <w:rsid w:val="001310A1"/>
    <w:rPr>
      <w:rFonts w:ascii="Arial" w:hAnsi="Arial" w:cs="Arial" w:hint="default"/>
      <w:sz w:val="36"/>
      <w:lang w:val="en-GB" w:eastAsia="en-US" w:bidi="ar-SA"/>
    </w:rPr>
  </w:style>
  <w:style w:type="character" w:customStyle="1" w:styleId="CharChar282">
    <w:name w:val="Char Char282"/>
    <w:qFormat/>
    <w:rsid w:val="001310A1"/>
    <w:rPr>
      <w:rFonts w:ascii="Arial" w:hAnsi="Arial" w:cs="Arial" w:hint="default"/>
      <w:sz w:val="32"/>
      <w:lang w:val="en-GB"/>
    </w:rPr>
  </w:style>
  <w:style w:type="character" w:customStyle="1" w:styleId="GuidanceChar">
    <w:name w:val="Guidance Char"/>
    <w:link w:val="Guidance"/>
    <w:qFormat/>
    <w:rsid w:val="001310A1"/>
    <w:rPr>
      <w:rFonts w:ascii="Times New Roman" w:eastAsia="Times New Roman" w:hAnsi="Times New Roman"/>
      <w:i/>
      <w:color w:val="0000FF"/>
      <w:lang w:val="en-GB"/>
    </w:rPr>
  </w:style>
  <w:style w:type="character" w:customStyle="1" w:styleId="msoins00">
    <w:name w:val="msoins0"/>
    <w:qFormat/>
    <w:rsid w:val="001310A1"/>
  </w:style>
  <w:style w:type="character" w:customStyle="1" w:styleId="B3Char">
    <w:name w:val="B3 Char"/>
    <w:link w:val="B30"/>
    <w:qFormat/>
    <w:rsid w:val="001310A1"/>
    <w:rPr>
      <w:rFonts w:ascii="Times New Roman" w:hAnsi="Times New Roman"/>
      <w:lang w:val="en-GB"/>
    </w:rPr>
  </w:style>
  <w:style w:type="paragraph" w:customStyle="1" w:styleId="CharChar24">
    <w:name w:val="Char Char24"/>
    <w:basedOn w:val="Normal"/>
    <w:semiHidden/>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1310A1"/>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1310A1"/>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1310A1"/>
    <w:pPr>
      <w:overflowPunct w:val="0"/>
      <w:autoSpaceDE w:val="0"/>
      <w:autoSpaceDN w:val="0"/>
      <w:adjustRightInd w:val="0"/>
      <w:ind w:left="1080"/>
      <w:textAlignment w:val="baseline"/>
    </w:pPr>
    <w:rPr>
      <w:rFonts w:eastAsia="Yu Mincho"/>
    </w:rPr>
  </w:style>
  <w:style w:type="character" w:customStyle="1" w:styleId="BodyTextIndent3Char">
    <w:name w:val="Body Text Indent 3 Char"/>
    <w:link w:val="BodyTextIndent3"/>
    <w:qFormat/>
    <w:rsid w:val="001310A1"/>
    <w:rPr>
      <w:rFonts w:ascii="Times New Roman" w:eastAsia="Yu Mincho" w:hAnsi="Times New Roman"/>
      <w:lang w:val="en-GB"/>
    </w:rPr>
  </w:style>
  <w:style w:type="paragraph" w:customStyle="1" w:styleId="MotorolaResponse1">
    <w:name w:val="Motorola Response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0">
    <w:name w:val="(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enumlev1">
    <w:name w:val="enumlev1"/>
    <w:basedOn w:val="Normal"/>
    <w:link w:val="enumlev1Char"/>
    <w:qFormat/>
    <w:rsid w:val="001310A1"/>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semiHidden/>
    <w:qFormat/>
    <w:rsid w:val="001310A1"/>
    <w:rPr>
      <w:rFonts w:ascii="Times New Roman" w:eastAsia="Batang" w:hAnsi="Times New Roman"/>
      <w:sz w:val="24"/>
      <w:lang w:val="fr-FR"/>
    </w:rPr>
  </w:style>
  <w:style w:type="paragraph" w:customStyle="1" w:styleId="FBCharCharCharChar1">
    <w:name w:val="FB Char Char Char Char1"/>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Heading40">
    <w:name w:val="Heading4"/>
    <w:basedOn w:val="Heading3"/>
    <w:link w:val="Heading4Char0"/>
    <w:semiHidden/>
    <w:qFormat/>
    <w:rsid w:val="001310A1"/>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310A1"/>
    <w:rPr>
      <w:rFonts w:ascii="Arial" w:eastAsia="Arial" w:hAnsi="Arial"/>
      <w:sz w:val="28"/>
      <w:lang w:val="en-GB"/>
    </w:rPr>
  </w:style>
  <w:style w:type="paragraph" w:customStyle="1" w:styleId="a">
    <w:name w:val="表格题注"/>
    <w:next w:val="Normal"/>
    <w:qFormat/>
    <w:rsid w:val="001310A1"/>
    <w:pPr>
      <w:numPr>
        <w:numId w:val="11"/>
      </w:numPr>
      <w:spacing w:beforeLines="50" w:afterLines="50"/>
      <w:jc w:val="center"/>
    </w:pPr>
    <w:rPr>
      <w:rFonts w:ascii="Times New Roman" w:eastAsia="Yu Mincho" w:hAnsi="Times New Roman"/>
      <w:b/>
      <w:lang w:val="en-GB" w:eastAsia="zh-CN"/>
    </w:rPr>
  </w:style>
  <w:style w:type="paragraph" w:customStyle="1" w:styleId="a0">
    <w:name w:val="插图题注"/>
    <w:next w:val="Normal"/>
    <w:qFormat/>
    <w:rsid w:val="001310A1"/>
    <w:pPr>
      <w:numPr>
        <w:numId w:val="12"/>
      </w:numPr>
      <w:jc w:val="center"/>
    </w:pPr>
    <w:rPr>
      <w:rFonts w:ascii="Times New Roman" w:eastAsia="Yu Mincho" w:hAnsi="Times New Roman"/>
      <w:b/>
      <w:lang w:val="en-GB" w:eastAsia="zh-CN"/>
    </w:rPr>
  </w:style>
  <w:style w:type="character" w:customStyle="1" w:styleId="textbodybold1">
    <w:name w:val="textbodybold1"/>
    <w:qFormat/>
    <w:rsid w:val="001310A1"/>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310A1"/>
    <w:rPr>
      <w:vanish w:val="0"/>
      <w:color w:val="FF0000"/>
      <w:lang w:eastAsia="en-US"/>
    </w:rPr>
  </w:style>
  <w:style w:type="character" w:customStyle="1" w:styleId="ZchnZchn52">
    <w:name w:val="Zchn Zchn52"/>
    <w:qFormat/>
    <w:rsid w:val="001310A1"/>
    <w:rPr>
      <w:rFonts w:ascii="Courier New" w:eastAsia="Batang" w:hAnsi="Courier New"/>
      <w:lang w:val="nb-NO" w:eastAsia="en-US" w:bidi="ar-SA"/>
    </w:rPr>
  </w:style>
  <w:style w:type="character" w:customStyle="1" w:styleId="ListChar">
    <w:name w:val="List Char"/>
    <w:link w:val="List"/>
    <w:qFormat/>
    <w:rsid w:val="001310A1"/>
    <w:rPr>
      <w:rFonts w:ascii="Times New Roman" w:hAnsi="Times New Roman"/>
      <w:lang w:val="en-GB"/>
    </w:rPr>
  </w:style>
  <w:style w:type="character" w:customStyle="1" w:styleId="List2Char">
    <w:name w:val="List 2 Char"/>
    <w:link w:val="List2"/>
    <w:qFormat/>
    <w:rsid w:val="001310A1"/>
    <w:rPr>
      <w:rFonts w:ascii="Times New Roman" w:hAnsi="Times New Roman"/>
      <w:lang w:val="en-GB"/>
    </w:rPr>
  </w:style>
  <w:style w:type="character" w:customStyle="1" w:styleId="ListBullet3Char">
    <w:name w:val="List Bullet 3 Char"/>
    <w:link w:val="ListBullet3"/>
    <w:qFormat/>
    <w:rsid w:val="001310A1"/>
    <w:rPr>
      <w:rFonts w:ascii="Times New Roman" w:hAnsi="Times New Roman"/>
      <w:lang w:val="en-GB"/>
    </w:rPr>
  </w:style>
  <w:style w:type="character" w:customStyle="1" w:styleId="ListBullet2Char">
    <w:name w:val="List Bullet 2 Char"/>
    <w:link w:val="ListBullet2"/>
    <w:qFormat/>
    <w:rsid w:val="001310A1"/>
    <w:rPr>
      <w:rFonts w:ascii="Times New Roman" w:hAnsi="Times New Roman"/>
      <w:lang w:val="en-GB"/>
    </w:rPr>
  </w:style>
  <w:style w:type="character" w:customStyle="1" w:styleId="ListBulletChar">
    <w:name w:val="List Bullet Char"/>
    <w:link w:val="ListBullet"/>
    <w:qFormat/>
    <w:rsid w:val="001310A1"/>
    <w:rPr>
      <w:rFonts w:ascii="Times New Roman" w:hAnsi="Times New Roman"/>
      <w:lang w:val="en-GB"/>
    </w:rPr>
  </w:style>
  <w:style w:type="character" w:customStyle="1" w:styleId="1Char0">
    <w:name w:val="样式1 Char"/>
    <w:link w:val="1"/>
    <w:qFormat/>
    <w:rsid w:val="001310A1"/>
    <w:rPr>
      <w:rFonts w:ascii="Arial" w:hAnsi="Arial"/>
      <w:sz w:val="18"/>
      <w:lang w:val="en-GB" w:eastAsia="ja-JP"/>
    </w:rPr>
  </w:style>
  <w:style w:type="character" w:customStyle="1" w:styleId="superscript">
    <w:name w:val="superscript"/>
    <w:qFormat/>
    <w:rsid w:val="001310A1"/>
    <w:rPr>
      <w:rFonts w:ascii="Bookman" w:hAnsi="Bookman"/>
      <w:position w:val="6"/>
      <w:sz w:val="18"/>
    </w:rPr>
  </w:style>
  <w:style w:type="character" w:customStyle="1" w:styleId="NOChar1">
    <w:name w:val="NO Char1"/>
    <w:qFormat/>
    <w:rsid w:val="001310A1"/>
    <w:rPr>
      <w:rFonts w:eastAsia="MS Mincho"/>
      <w:lang w:val="en-GB" w:eastAsia="en-US" w:bidi="ar-SA"/>
    </w:rPr>
  </w:style>
  <w:style w:type="paragraph" w:customStyle="1" w:styleId="textintend1">
    <w:name w:val="text intend 1"/>
    <w:basedOn w:val="text"/>
    <w:qFormat/>
    <w:rsid w:val="001310A1"/>
    <w:pPr>
      <w:widowControl/>
      <w:tabs>
        <w:tab w:val="left" w:pos="992"/>
      </w:tabs>
      <w:spacing w:after="120"/>
      <w:ind w:left="992" w:hanging="425"/>
    </w:pPr>
    <w:rPr>
      <w:rFonts w:eastAsia="MS Mincho"/>
      <w:lang w:val="en-US"/>
    </w:rPr>
  </w:style>
  <w:style w:type="paragraph" w:customStyle="1" w:styleId="TabList">
    <w:name w:val="TabList"/>
    <w:basedOn w:val="Normal"/>
    <w:qFormat/>
    <w:rsid w:val="001310A1"/>
    <w:pPr>
      <w:tabs>
        <w:tab w:val="left" w:pos="1134"/>
      </w:tabs>
      <w:spacing w:after="0"/>
    </w:pPr>
    <w:rPr>
      <w:rFonts w:eastAsia="MS Mincho"/>
    </w:rPr>
  </w:style>
  <w:style w:type="character" w:customStyle="1" w:styleId="BodyText2Char1">
    <w:name w:val="Body Text 2 Char1"/>
    <w:qFormat/>
    <w:rsid w:val="001310A1"/>
    <w:rPr>
      <w:lang w:val="en-GB"/>
    </w:rPr>
  </w:style>
  <w:style w:type="character" w:customStyle="1" w:styleId="EndnoteTextChar1">
    <w:name w:val="Endnote Text Char1"/>
    <w:qFormat/>
    <w:rsid w:val="001310A1"/>
    <w:rPr>
      <w:lang w:val="en-GB"/>
    </w:rPr>
  </w:style>
  <w:style w:type="character" w:customStyle="1" w:styleId="TitleChar1">
    <w:name w:val="Title Char1"/>
    <w:qFormat/>
    <w:rsid w:val="001310A1"/>
    <w:rPr>
      <w:rFonts w:ascii="Cambria" w:eastAsia="Times New Roman" w:hAnsi="Cambria" w:cs="Times New Roman"/>
      <w:b/>
      <w:bCs/>
      <w:kern w:val="28"/>
      <w:sz w:val="32"/>
      <w:szCs w:val="32"/>
      <w:lang w:val="en-GB"/>
    </w:rPr>
  </w:style>
  <w:style w:type="paragraph" w:customStyle="1" w:styleId="textintend2">
    <w:name w:val="text intend 2"/>
    <w:basedOn w:val="text"/>
    <w:qFormat/>
    <w:rsid w:val="001310A1"/>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310A1"/>
    <w:rPr>
      <w:lang w:val="en-GB"/>
    </w:rPr>
  </w:style>
  <w:style w:type="character" w:customStyle="1" w:styleId="BodyTextIndentChar1">
    <w:name w:val="Body Text Indent Char1"/>
    <w:qFormat/>
    <w:rsid w:val="001310A1"/>
    <w:rPr>
      <w:lang w:val="en-GB"/>
    </w:rPr>
  </w:style>
  <w:style w:type="character" w:customStyle="1" w:styleId="BodyText3Char1">
    <w:name w:val="Body Text 3 Char1"/>
    <w:qFormat/>
    <w:rsid w:val="001310A1"/>
    <w:rPr>
      <w:sz w:val="16"/>
      <w:szCs w:val="16"/>
      <w:lang w:val="en-GB"/>
    </w:rPr>
  </w:style>
  <w:style w:type="paragraph" w:customStyle="1" w:styleId="text">
    <w:name w:val="text"/>
    <w:basedOn w:val="Normal"/>
    <w:qFormat/>
    <w:rsid w:val="001310A1"/>
    <w:pPr>
      <w:widowControl w:val="0"/>
      <w:spacing w:after="240"/>
      <w:jc w:val="both"/>
    </w:pPr>
    <w:rPr>
      <w:sz w:val="24"/>
      <w:lang w:val="en-AU"/>
    </w:rPr>
  </w:style>
  <w:style w:type="paragraph" w:customStyle="1" w:styleId="berschrift1H1">
    <w:name w:val="Überschrift 1.H1"/>
    <w:basedOn w:val="Normal"/>
    <w:next w:val="Normal"/>
    <w:qFormat/>
    <w:rsid w:val="001310A1"/>
    <w:pPr>
      <w:keepNext/>
      <w:keepLines/>
      <w:pBdr>
        <w:top w:val="single" w:sz="12" w:space="3" w:color="auto"/>
      </w:pBdr>
      <w:tabs>
        <w:tab w:val="left" w:pos="735"/>
      </w:tabs>
      <w:spacing w:before="240"/>
      <w:ind w:left="735" w:hanging="735"/>
      <w:outlineLvl w:val="0"/>
    </w:pPr>
    <w:rPr>
      <w:rFonts w:ascii="Arial" w:hAnsi="Arial"/>
      <w:sz w:val="36"/>
      <w:lang w:eastAsia="de-DE"/>
    </w:rPr>
  </w:style>
  <w:style w:type="paragraph" w:customStyle="1" w:styleId="textintend3">
    <w:name w:val="text intend 3"/>
    <w:basedOn w:val="text"/>
    <w:qFormat/>
    <w:rsid w:val="001310A1"/>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1310A1"/>
    <w:pPr>
      <w:widowControl w:val="0"/>
      <w:tabs>
        <w:tab w:val="left" w:pos="360"/>
      </w:tabs>
      <w:spacing w:before="60" w:after="60"/>
      <w:ind w:left="360" w:hanging="360"/>
      <w:jc w:val="both"/>
    </w:pPr>
    <w:rPr>
      <w:rFonts w:eastAsia="MS Mincho"/>
    </w:rPr>
  </w:style>
  <w:style w:type="paragraph" w:customStyle="1" w:styleId="para">
    <w:name w:val="para"/>
    <w:basedOn w:val="Normal"/>
    <w:qFormat/>
    <w:rsid w:val="001310A1"/>
    <w:pPr>
      <w:spacing w:after="240"/>
      <w:jc w:val="both"/>
    </w:pPr>
    <w:rPr>
      <w:rFonts w:ascii="Helvetica" w:hAnsi="Helvetica"/>
    </w:rPr>
  </w:style>
  <w:style w:type="paragraph" w:customStyle="1" w:styleId="List1">
    <w:name w:val="List1"/>
    <w:basedOn w:val="Normal"/>
    <w:qFormat/>
    <w:rsid w:val="001310A1"/>
    <w:pPr>
      <w:spacing w:before="120" w:after="0" w:line="280" w:lineRule="atLeast"/>
      <w:ind w:left="360" w:hanging="360"/>
      <w:jc w:val="both"/>
    </w:pPr>
    <w:rPr>
      <w:rFonts w:ascii="Bookman" w:hAnsi="Bookman"/>
      <w:lang w:val="en-US"/>
    </w:rPr>
  </w:style>
  <w:style w:type="paragraph" w:customStyle="1" w:styleId="1">
    <w:name w:val="样式1"/>
    <w:basedOn w:val="TAN"/>
    <w:link w:val="1Char0"/>
    <w:qFormat/>
    <w:rsid w:val="001310A1"/>
    <w:pPr>
      <w:numPr>
        <w:numId w:val="13"/>
      </w:numPr>
      <w:overflowPunct w:val="0"/>
      <w:autoSpaceDE w:val="0"/>
      <w:autoSpaceDN w:val="0"/>
      <w:adjustRightInd w:val="0"/>
      <w:textAlignment w:val="baseline"/>
    </w:pPr>
    <w:rPr>
      <w:lang w:eastAsia="ja-JP"/>
    </w:rPr>
  </w:style>
  <w:style w:type="paragraph" w:customStyle="1" w:styleId="TdocText">
    <w:name w:val="Tdoc_Text"/>
    <w:basedOn w:val="Normal"/>
    <w:qFormat/>
    <w:rsid w:val="001310A1"/>
    <w:pPr>
      <w:spacing w:before="120" w:after="0"/>
      <w:jc w:val="both"/>
    </w:pPr>
    <w:rPr>
      <w:lang w:val="en-US"/>
    </w:rPr>
  </w:style>
  <w:style w:type="paragraph" w:customStyle="1" w:styleId="centered">
    <w:name w:val="centered"/>
    <w:basedOn w:val="Normal"/>
    <w:qFormat/>
    <w:rsid w:val="001310A1"/>
    <w:pPr>
      <w:widowControl w:val="0"/>
      <w:spacing w:before="120" w:after="0" w:line="280" w:lineRule="atLeast"/>
      <w:jc w:val="center"/>
    </w:pPr>
    <w:rPr>
      <w:rFonts w:ascii="Bookman" w:hAnsi="Bookman"/>
      <w:lang w:val="en-US"/>
    </w:rPr>
  </w:style>
  <w:style w:type="paragraph" w:customStyle="1" w:styleId="References">
    <w:name w:val="References"/>
    <w:basedOn w:val="Normal"/>
    <w:qFormat/>
    <w:rsid w:val="001310A1"/>
    <w:pPr>
      <w:numPr>
        <w:numId w:val="14"/>
      </w:numPr>
      <w:tabs>
        <w:tab w:val="clear" w:pos="360"/>
        <w:tab w:val="num" w:pos="432"/>
      </w:tabs>
      <w:spacing w:after="80"/>
      <w:ind w:left="432" w:hanging="432"/>
    </w:pPr>
    <w:rPr>
      <w:sz w:val="18"/>
      <w:lang w:val="en-US"/>
    </w:rPr>
  </w:style>
  <w:style w:type="paragraph" w:customStyle="1" w:styleId="LightGrid-Accent31">
    <w:name w:val="Light Grid - Accent 31"/>
    <w:basedOn w:val="Normal"/>
    <w:qFormat/>
    <w:rsid w:val="001310A1"/>
    <w:pPr>
      <w:overflowPunct w:val="0"/>
      <w:autoSpaceDE w:val="0"/>
      <w:autoSpaceDN w:val="0"/>
      <w:adjustRightInd w:val="0"/>
      <w:ind w:left="720"/>
      <w:contextualSpacing/>
      <w:textAlignment w:val="baseline"/>
    </w:pPr>
  </w:style>
  <w:style w:type="paragraph" w:customStyle="1" w:styleId="LightList-Accent31">
    <w:name w:val="Light List - Accent 31"/>
    <w:semiHidden/>
    <w:qFormat/>
    <w:rsid w:val="001310A1"/>
    <w:rPr>
      <w:rFonts w:ascii="Times New Roman" w:eastAsia="Batang" w:hAnsi="Times New Roman"/>
      <w:lang w:val="en-GB"/>
    </w:rPr>
  </w:style>
  <w:style w:type="paragraph" w:customStyle="1" w:styleId="TOC911">
    <w:name w:val="TOC 911"/>
    <w:basedOn w:val="TOC8"/>
    <w:qFormat/>
    <w:rsid w:val="001310A1"/>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numbering" w:customStyle="1" w:styleId="14">
    <w:name w:val="リストなし1"/>
    <w:next w:val="NoList"/>
    <w:uiPriority w:val="99"/>
    <w:semiHidden/>
    <w:unhideWhenUsed/>
    <w:rsid w:val="001310A1"/>
  </w:style>
  <w:style w:type="paragraph" w:customStyle="1" w:styleId="81">
    <w:name w:val="表 (赤)  81"/>
    <w:basedOn w:val="Normal"/>
    <w:uiPriority w:val="34"/>
    <w:qFormat/>
    <w:rsid w:val="001310A1"/>
    <w:pPr>
      <w:overflowPunct w:val="0"/>
      <w:autoSpaceDE w:val="0"/>
      <w:autoSpaceDN w:val="0"/>
      <w:adjustRightInd w:val="0"/>
      <w:ind w:left="720"/>
      <w:contextualSpacing/>
      <w:textAlignment w:val="baseline"/>
    </w:pPr>
    <w:rPr>
      <w:lang w:eastAsia="en-GB"/>
    </w:rPr>
  </w:style>
  <w:style w:type="paragraph" w:customStyle="1" w:styleId="note0">
    <w:name w:val="note"/>
    <w:basedOn w:val="Normal"/>
    <w:qFormat/>
    <w:rsid w:val="001310A1"/>
    <w:pPr>
      <w:spacing w:before="100" w:beforeAutospacing="1" w:after="100" w:afterAutospacing="1"/>
    </w:pPr>
    <w:rPr>
      <w:sz w:val="24"/>
      <w:szCs w:val="24"/>
      <w:lang w:val="en-US" w:eastAsia="zh-CN"/>
    </w:rPr>
  </w:style>
  <w:style w:type="table" w:styleId="TableClassic2">
    <w:name w:val="Table Classic 2"/>
    <w:basedOn w:val="TableNormal"/>
    <w:qFormat/>
    <w:rsid w:val="001310A1"/>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1310A1"/>
    <w:rPr>
      <w:rFonts w:ascii="Times New Roman" w:hAnsi="Times New Roman"/>
      <w:lang w:val="en-GB"/>
    </w:rPr>
  </w:style>
  <w:style w:type="character" w:styleId="PlaceholderText">
    <w:name w:val="Placeholder Text"/>
    <w:uiPriority w:val="99"/>
    <w:unhideWhenUsed/>
    <w:qFormat/>
    <w:rsid w:val="001310A1"/>
    <w:rPr>
      <w:color w:val="808080"/>
    </w:rPr>
  </w:style>
  <w:style w:type="paragraph" w:customStyle="1" w:styleId="LGTdoc">
    <w:name w:val="LGTdoc_본문"/>
    <w:basedOn w:val="Normal"/>
    <w:qFormat/>
    <w:rsid w:val="001310A1"/>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310A1"/>
    <w:pPr>
      <w:spacing w:after="240"/>
      <w:jc w:val="both"/>
    </w:pPr>
    <w:rPr>
      <w:rFonts w:ascii="Arial" w:hAnsi="Arial"/>
      <w:szCs w:val="24"/>
    </w:rPr>
  </w:style>
  <w:style w:type="paragraph" w:customStyle="1" w:styleId="ECCFootnote">
    <w:name w:val="ECC Footnote"/>
    <w:basedOn w:val="Normal"/>
    <w:autoRedefine/>
    <w:uiPriority w:val="99"/>
    <w:qFormat/>
    <w:rsid w:val="001310A1"/>
    <w:pPr>
      <w:spacing w:after="0"/>
      <w:ind w:left="454" w:hanging="454"/>
    </w:pPr>
    <w:rPr>
      <w:rFonts w:ascii="Arial" w:hAnsi="Arial"/>
      <w:sz w:val="16"/>
      <w:szCs w:val="24"/>
      <w:lang w:val="en-US"/>
    </w:rPr>
  </w:style>
  <w:style w:type="character" w:customStyle="1" w:styleId="ECCParagraphZchn">
    <w:name w:val="ECC Paragraph Zchn"/>
    <w:link w:val="ECCParagraph"/>
    <w:qFormat/>
    <w:locked/>
    <w:rsid w:val="001310A1"/>
    <w:rPr>
      <w:rFonts w:ascii="Arial" w:eastAsia="SimSun" w:hAnsi="Arial"/>
      <w:szCs w:val="24"/>
      <w:lang w:val="en-GB"/>
    </w:rPr>
  </w:style>
  <w:style w:type="paragraph" w:customStyle="1" w:styleId="Text1">
    <w:name w:val="Text 1"/>
    <w:basedOn w:val="Normal"/>
    <w:qFormat/>
    <w:rsid w:val="001310A1"/>
    <w:pPr>
      <w:spacing w:after="240"/>
      <w:ind w:left="482"/>
      <w:jc w:val="both"/>
    </w:pPr>
    <w:rPr>
      <w:sz w:val="24"/>
      <w:lang w:eastAsia="fr-BE"/>
    </w:rPr>
  </w:style>
  <w:style w:type="paragraph" w:customStyle="1" w:styleId="NumPar4">
    <w:name w:val="NumPar 4"/>
    <w:basedOn w:val="Heading4"/>
    <w:next w:val="Normal"/>
    <w:uiPriority w:val="99"/>
    <w:qFormat/>
    <w:rsid w:val="001310A1"/>
    <w:pPr>
      <w:keepNext w:val="0"/>
      <w:keepLines w:val="0"/>
      <w:numPr>
        <w:numId w:val="15"/>
      </w:numPr>
      <w:tabs>
        <w:tab w:val="clear" w:pos="1492"/>
        <w:tab w:val="num" w:pos="2880"/>
      </w:tabs>
      <w:spacing w:before="0" w:after="240"/>
      <w:ind w:left="2880" w:hanging="960"/>
      <w:jc w:val="both"/>
      <w:outlineLvl w:val="9"/>
    </w:pPr>
    <w:rPr>
      <w:rFonts w:ascii="Times New Roman" w:hAnsi="Times New Roman"/>
    </w:rPr>
  </w:style>
  <w:style w:type="character" w:customStyle="1" w:styleId="nowrap1">
    <w:name w:val="nowrap1"/>
    <w:basedOn w:val="DefaultParagraphFont"/>
    <w:qFormat/>
    <w:rsid w:val="001310A1"/>
  </w:style>
  <w:style w:type="paragraph" w:customStyle="1" w:styleId="cita">
    <w:name w:val="cita"/>
    <w:basedOn w:val="Normal"/>
    <w:qFormat/>
    <w:rsid w:val="001310A1"/>
    <w:pPr>
      <w:spacing w:before="200" w:after="100" w:afterAutospacing="1"/>
    </w:pPr>
    <w:rPr>
      <w:rFonts w:ascii="SimSun" w:hAnsi="SimSun" w:cs="SimSun"/>
      <w:sz w:val="15"/>
      <w:szCs w:val="15"/>
      <w:lang w:val="en-US" w:eastAsia="zh-CN"/>
    </w:rPr>
  </w:style>
  <w:style w:type="paragraph" w:customStyle="1" w:styleId="gpotblnote">
    <w:name w:val="gpotbl_note"/>
    <w:basedOn w:val="Normal"/>
    <w:qFormat/>
    <w:rsid w:val="001310A1"/>
    <w:pPr>
      <w:spacing w:before="100" w:beforeAutospacing="1" w:after="100" w:afterAutospacing="1"/>
      <w:ind w:firstLine="480"/>
    </w:pPr>
    <w:rPr>
      <w:rFonts w:ascii="SimSun" w:hAnsi="SimSun" w:cs="SimSun"/>
      <w:sz w:val="24"/>
      <w:szCs w:val="24"/>
      <w:lang w:val="en-US" w:eastAsia="zh-CN"/>
    </w:rPr>
  </w:style>
  <w:style w:type="paragraph" w:customStyle="1" w:styleId="Atl">
    <w:name w:val="Atl"/>
    <w:basedOn w:val="Normal"/>
    <w:qFormat/>
    <w:rsid w:val="001310A1"/>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6">
    <w:name w:val="16"/>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qFormat/>
    <w:rsid w:val="001310A1"/>
    <w:pPr>
      <w:keepLines w:val="0"/>
      <w:pBdr>
        <w:top w:val="none" w:sz="0" w:space="0" w:color="auto"/>
      </w:pBdr>
      <w:overflowPunct w:val="0"/>
      <w:autoSpaceDE w:val="0"/>
      <w:autoSpaceDN w:val="0"/>
      <w:adjustRightInd w:val="0"/>
      <w:ind w:left="0" w:firstLine="0"/>
      <w:textAlignment w:val="baseline"/>
    </w:pPr>
    <w:rPr>
      <w:b/>
      <w:noProof/>
      <w:color w:val="339966"/>
      <w:kern w:val="28"/>
      <w:sz w:val="28"/>
      <w:szCs w:val="28"/>
      <w:lang w:val="en-US" w:eastAsia="zh-CN"/>
    </w:rPr>
  </w:style>
  <w:style w:type="paragraph" w:customStyle="1" w:styleId="xl29">
    <w:name w:val="xl29"/>
    <w:basedOn w:val="Normal"/>
    <w:qFormat/>
    <w:rsid w:val="001310A1"/>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hAnsi="Arial" w:cs="Arial"/>
      <w:b/>
      <w:bCs/>
      <w:sz w:val="24"/>
      <w:szCs w:val="24"/>
      <w:lang w:eastAsia="en-GB"/>
    </w:rPr>
  </w:style>
  <w:style w:type="character" w:customStyle="1" w:styleId="im-content1">
    <w:name w:val="im-content1"/>
    <w:qFormat/>
    <w:rsid w:val="001310A1"/>
    <w:rPr>
      <w:vanish w:val="0"/>
      <w:webHidden w:val="0"/>
      <w:color w:val="000000"/>
      <w:specVanish w:val="0"/>
    </w:rPr>
  </w:style>
  <w:style w:type="paragraph" w:customStyle="1" w:styleId="Equation">
    <w:name w:val="Equation"/>
    <w:basedOn w:val="Normal"/>
    <w:next w:val="Normal"/>
    <w:link w:val="EquationChar"/>
    <w:qFormat/>
    <w:rsid w:val="001310A1"/>
    <w:pPr>
      <w:tabs>
        <w:tab w:val="center" w:pos="4620"/>
        <w:tab w:val="right" w:pos="9240"/>
      </w:tabs>
      <w:autoSpaceDE w:val="0"/>
      <w:autoSpaceDN w:val="0"/>
      <w:adjustRightInd w:val="0"/>
      <w:snapToGrid w:val="0"/>
      <w:spacing w:after="120"/>
      <w:jc w:val="both"/>
    </w:pPr>
    <w:rPr>
      <w:sz w:val="22"/>
      <w:szCs w:val="22"/>
    </w:rPr>
  </w:style>
  <w:style w:type="character" w:customStyle="1" w:styleId="EquationChar">
    <w:name w:val="Equation Char"/>
    <w:link w:val="Equation"/>
    <w:qFormat/>
    <w:rsid w:val="001310A1"/>
    <w:rPr>
      <w:rFonts w:ascii="Times New Roman" w:eastAsia="SimSun" w:hAnsi="Times New Roman"/>
      <w:sz w:val="22"/>
      <w:szCs w:val="22"/>
    </w:rPr>
  </w:style>
  <w:style w:type="character" w:customStyle="1" w:styleId="apple-converted-space">
    <w:name w:val="apple-converted-space"/>
    <w:qFormat/>
    <w:rsid w:val="001310A1"/>
  </w:style>
  <w:style w:type="character" w:customStyle="1" w:styleId="shorttext">
    <w:name w:val="short_text"/>
    <w:qFormat/>
    <w:rsid w:val="001310A1"/>
  </w:style>
  <w:style w:type="character" w:styleId="SubtleReference">
    <w:name w:val="Subtle Reference"/>
    <w:uiPriority w:val="31"/>
    <w:qFormat/>
    <w:rsid w:val="00D63E12"/>
    <w:rPr>
      <w:smallCaps/>
      <w:color w:val="5A5A5A"/>
    </w:rPr>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310A1"/>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310A1"/>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310A1"/>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310A1"/>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310A1"/>
    <w:rPr>
      <w:rFonts w:ascii="Yu Gothic Light" w:eastAsia="Yu Gothic Light" w:hAnsi="Yu Gothic Light" w:cs="Times New Roman"/>
      <w:lang w:val="en-GB" w:eastAsia="en-US"/>
    </w:rPr>
  </w:style>
  <w:style w:type="paragraph" w:customStyle="1" w:styleId="msonormal0">
    <w:name w:val="msonormal"/>
    <w:basedOn w:val="Normal"/>
    <w:qFormat/>
    <w:rsid w:val="001310A1"/>
    <w:pPr>
      <w:overflowPunct w:val="0"/>
      <w:autoSpaceDE w:val="0"/>
      <w:autoSpaceDN w:val="0"/>
      <w:adjustRightInd w:val="0"/>
      <w:spacing w:before="100" w:beforeAutospacing="1" w:after="100" w:afterAutospacing="1"/>
    </w:pPr>
    <w:rPr>
      <w:rFonts w:eastAsia="Yu Mincho"/>
      <w:sz w:val="24"/>
      <w:szCs w:val="24"/>
      <w:lang w:val="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310A1"/>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310A1"/>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310A1"/>
    <w:rPr>
      <w:rFonts w:ascii="Times New Roman" w:eastAsia="Yu Mincho" w:hAnsi="Times New Roman"/>
      <w:lang w:val="en-GB" w:eastAsia="en-US"/>
    </w:rPr>
  </w:style>
  <w:style w:type="paragraph" w:customStyle="1" w:styleId="43">
    <w:name w:val="吹き出し4"/>
    <w:basedOn w:val="Normal"/>
    <w:semiHidden/>
    <w:qFormat/>
    <w:rsid w:val="001310A1"/>
    <w:rPr>
      <w:rFonts w:ascii="Tahoma" w:eastAsia="MS Mincho" w:hAnsi="Tahoma" w:cs="Tahoma"/>
      <w:sz w:val="16"/>
      <w:szCs w:val="16"/>
    </w:rPr>
  </w:style>
  <w:style w:type="paragraph" w:customStyle="1" w:styleId="tac0">
    <w:name w:val="tac"/>
    <w:basedOn w:val="Normal"/>
    <w:uiPriority w:val="99"/>
    <w:qFormat/>
    <w:rsid w:val="005E58A0"/>
    <w:pPr>
      <w:keepNext/>
      <w:autoSpaceDE w:val="0"/>
      <w:autoSpaceDN w:val="0"/>
      <w:spacing w:after="0"/>
      <w:jc w:val="center"/>
    </w:pPr>
    <w:rPr>
      <w:rFonts w:ascii="Arial" w:eastAsiaTheme="minorHAnsi" w:hAnsi="Arial" w:cs="Arial"/>
      <w:sz w:val="18"/>
      <w:szCs w:val="18"/>
      <w:lang w:val="en-US"/>
    </w:rPr>
  </w:style>
  <w:style w:type="numbering" w:customStyle="1" w:styleId="NoList1">
    <w:name w:val="No List1"/>
    <w:next w:val="NoList"/>
    <w:uiPriority w:val="99"/>
    <w:semiHidden/>
    <w:unhideWhenUsed/>
    <w:rsid w:val="00D4757B"/>
  </w:style>
  <w:style w:type="character" w:customStyle="1" w:styleId="UnresolvedMention11">
    <w:name w:val="Unresolved Mention11"/>
    <w:uiPriority w:val="99"/>
    <w:semiHidden/>
    <w:unhideWhenUsed/>
    <w:qFormat/>
    <w:rsid w:val="00D4757B"/>
    <w:rPr>
      <w:color w:val="808080"/>
      <w:shd w:val="clear" w:color="auto" w:fill="E6E6E6"/>
    </w:rPr>
  </w:style>
  <w:style w:type="table" w:customStyle="1" w:styleId="TableGrid4">
    <w:name w:val="Table Grid4"/>
    <w:basedOn w:val="TableNormal"/>
    <w:next w:val="TableGrid"/>
    <w:qFormat/>
    <w:rsid w:val="00D47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D4757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D4757B"/>
  </w:style>
  <w:style w:type="table" w:customStyle="1" w:styleId="311">
    <w:name w:val="网格型3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D4757B"/>
  </w:style>
  <w:style w:type="table" w:customStyle="1" w:styleId="TableClassic21">
    <w:name w:val="Table Classic 21"/>
    <w:basedOn w:val="TableNormal"/>
    <w:next w:val="TableClassic2"/>
    <w:qFormat/>
    <w:rsid w:val="00D4757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UnresolvedMention">
    <w:name w:val="Unresolved Mention"/>
    <w:uiPriority w:val="99"/>
    <w:semiHidden/>
    <w:unhideWhenUsed/>
    <w:rsid w:val="009A15C1"/>
    <w:rPr>
      <w:color w:val="808080"/>
      <w:shd w:val="clear" w:color="auto" w:fill="E6E6E6"/>
    </w:rPr>
  </w:style>
  <w:style w:type="paragraph" w:styleId="TOCHeading">
    <w:name w:val="TOC Heading"/>
    <w:basedOn w:val="Heading1"/>
    <w:next w:val="Normal"/>
    <w:uiPriority w:val="39"/>
    <w:unhideWhenUsed/>
    <w:qFormat/>
    <w:rsid w:val="009A15C1"/>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CharCharCharCharChar1">
    <w:name w:val="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3">
    <w:name w:val="Char Char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1">
    <w:name w:val="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1">
    <w:name w:val="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1">
    <w:name w:val="Char Char11"/>
    <w:qFormat/>
    <w:rsid w:val="009A15C1"/>
    <w:rPr>
      <w:lang w:val="en-GB" w:eastAsia="ja-JP" w:bidi="ar-SA"/>
    </w:rPr>
  </w:style>
  <w:style w:type="paragraph" w:customStyle="1" w:styleId="1Char1">
    <w:name w:val="(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1">
    <w:name w:val="Char Char1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1">
    <w:name w:val="(文字) (文字)1 Char (文字) (文字) Char (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0">
    <w:name w:val="(文字) (文字)1 Char (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1">
    <w:name w:val="(文字) (文字)1 Char (文字) (文字) Char (文字) (文字)1 Char (文字) (文字)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1">
    <w:name w:val="Char Char Char Char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1">
    <w:name w:val="Char Char2 Char Char1"/>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9A15C1"/>
    <w:rPr>
      <w:rFonts w:ascii="Courier New" w:hAnsi="Courier New"/>
      <w:lang w:val="nb-NO" w:eastAsia="ja-JP" w:bidi="ar-SA"/>
    </w:rPr>
  </w:style>
  <w:style w:type="paragraph" w:customStyle="1" w:styleId="CharCharCharCharCharChar1">
    <w:name w:val="Char Char Char Char Char Char1"/>
    <w:semiHidden/>
    <w:qFormat/>
    <w:rsid w:val="009A15C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50">
    <w:name w:val="(文字) (文字)5"/>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1">
    <w:name w:val="Car C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1">
    <w:name w:val="Zchn Zchn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10">
    <w:name w:val="(文字) (文字)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12">
    <w:name w:val="(文字) (文字)3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1">
    <w:name w:val="Zchn Zchn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11">
    <w:name w:val="(文字) (文字)4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13">
    <w:name w:val="(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71">
    <w:name w:val="Char Char71"/>
    <w:semiHidden/>
    <w:qFormat/>
    <w:rsid w:val="009A15C1"/>
    <w:rPr>
      <w:rFonts w:ascii="Tahoma" w:hAnsi="Tahoma" w:cs="Tahoma"/>
      <w:shd w:val="clear" w:color="auto" w:fill="000080"/>
      <w:lang w:val="en-GB" w:eastAsia="en-US"/>
    </w:rPr>
  </w:style>
  <w:style w:type="character" w:customStyle="1" w:styleId="ZchnZchn51">
    <w:name w:val="Zchn Zchn51"/>
    <w:qFormat/>
    <w:rsid w:val="009A15C1"/>
    <w:rPr>
      <w:rFonts w:ascii="Courier New" w:eastAsia="Batang" w:hAnsi="Courier New"/>
      <w:lang w:val="nb-NO" w:eastAsia="en-US" w:bidi="ar-SA"/>
    </w:rPr>
  </w:style>
  <w:style w:type="character" w:customStyle="1" w:styleId="CharChar101">
    <w:name w:val="Char Char101"/>
    <w:semiHidden/>
    <w:qFormat/>
    <w:rsid w:val="009A15C1"/>
    <w:rPr>
      <w:rFonts w:ascii="Times New Roman" w:hAnsi="Times New Roman"/>
      <w:lang w:val="en-GB" w:eastAsia="en-US"/>
    </w:rPr>
  </w:style>
  <w:style w:type="character" w:customStyle="1" w:styleId="CharChar91">
    <w:name w:val="Char Char91"/>
    <w:semiHidden/>
    <w:qFormat/>
    <w:rsid w:val="009A15C1"/>
    <w:rPr>
      <w:rFonts w:ascii="Tahoma" w:hAnsi="Tahoma" w:cs="Tahoma"/>
      <w:sz w:val="16"/>
      <w:szCs w:val="16"/>
      <w:lang w:val="en-GB" w:eastAsia="en-US"/>
    </w:rPr>
  </w:style>
  <w:style w:type="character" w:customStyle="1" w:styleId="CharChar81">
    <w:name w:val="Char Char81"/>
    <w:semiHidden/>
    <w:qFormat/>
    <w:rsid w:val="009A15C1"/>
    <w:rPr>
      <w:rFonts w:ascii="Times New Roman" w:hAnsi="Times New Roman"/>
      <w:b/>
      <w:bCs/>
      <w:lang w:val="en-GB" w:eastAsia="en-US"/>
    </w:rPr>
  </w:style>
  <w:style w:type="paragraph" w:customStyle="1" w:styleId="23">
    <w:name w:val="修订2"/>
    <w:hidden/>
    <w:semiHidden/>
    <w:qFormat/>
    <w:rsid w:val="009A15C1"/>
    <w:rPr>
      <w:rFonts w:ascii="Times New Roman" w:eastAsia="Batang" w:hAnsi="Times New Roman"/>
      <w:lang w:val="en-GB"/>
    </w:rPr>
  </w:style>
  <w:style w:type="paragraph" w:customStyle="1" w:styleId="1CharChar1Char1">
    <w:name w:val="(文字) (文字)1 Char (文字) (文字) Char (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3">
    <w:name w:val="Zchn Zchn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TOC92">
    <w:name w:val="TOC 92"/>
    <w:basedOn w:val="TOC8"/>
    <w:qFormat/>
    <w:rsid w:val="009A15C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qFormat/>
    <w:rsid w:val="009A15C1"/>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qFormat/>
    <w:rsid w:val="009A15C1"/>
    <w:pPr>
      <w:overflowPunct w:val="0"/>
      <w:autoSpaceDE w:val="0"/>
      <w:autoSpaceDN w:val="0"/>
      <w:adjustRightInd w:val="0"/>
      <w:ind w:left="400" w:hanging="400"/>
      <w:jc w:val="center"/>
      <w:textAlignment w:val="baseline"/>
    </w:pPr>
    <w:rPr>
      <w:rFonts w:eastAsia="MS Mincho"/>
      <w:b/>
      <w:lang w:eastAsia="en-GB"/>
    </w:rPr>
  </w:style>
  <w:style w:type="character" w:customStyle="1" w:styleId="CharChar291">
    <w:name w:val="Char Char291"/>
    <w:qFormat/>
    <w:rsid w:val="009A15C1"/>
    <w:rPr>
      <w:rFonts w:ascii="Arial" w:hAnsi="Arial"/>
      <w:sz w:val="36"/>
      <w:lang w:val="en-GB" w:eastAsia="en-US" w:bidi="ar-SA"/>
    </w:rPr>
  </w:style>
  <w:style w:type="character" w:customStyle="1" w:styleId="CharChar281">
    <w:name w:val="Char Char281"/>
    <w:qFormat/>
    <w:rsid w:val="009A15C1"/>
    <w:rPr>
      <w:rFonts w:ascii="Arial" w:hAnsi="Arial"/>
      <w:sz w:val="32"/>
      <w:lang w:val="en-GB"/>
    </w:rPr>
  </w:style>
  <w:style w:type="paragraph" w:customStyle="1" w:styleId="CharChar241">
    <w:name w:val="Char Char241"/>
    <w:basedOn w:val="Normal"/>
    <w:semiHidden/>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2">
    <w:name w:val="Char Char Char Char2"/>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numbering" w:customStyle="1" w:styleId="NoList2">
    <w:name w:val="No List2"/>
    <w:next w:val="NoList"/>
    <w:uiPriority w:val="99"/>
    <w:semiHidden/>
    <w:unhideWhenUsed/>
    <w:rsid w:val="00D4640B"/>
  </w:style>
  <w:style w:type="numbering" w:customStyle="1" w:styleId="NoList3">
    <w:name w:val="No List3"/>
    <w:next w:val="NoList"/>
    <w:uiPriority w:val="99"/>
    <w:semiHidden/>
    <w:unhideWhenUsed/>
    <w:rsid w:val="005972C6"/>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6A38D5"/>
    <w:rPr>
      <w:rFonts w:ascii="Arial" w:hAnsi="Arial"/>
      <w:sz w:val="32"/>
      <w:lang w:val="en-GB" w:eastAsia="en-US" w:bidi="ar-SA"/>
    </w:rPr>
  </w:style>
  <w:style w:type="numbering" w:customStyle="1" w:styleId="NoList11">
    <w:name w:val="No List11"/>
    <w:next w:val="NoList"/>
    <w:uiPriority w:val="99"/>
    <w:semiHidden/>
    <w:unhideWhenUsed/>
    <w:rsid w:val="006B2899"/>
  </w:style>
  <w:style w:type="numbering" w:customStyle="1" w:styleId="NoList4">
    <w:name w:val="No List4"/>
    <w:next w:val="NoList"/>
    <w:uiPriority w:val="99"/>
    <w:semiHidden/>
    <w:unhideWhenUsed/>
    <w:rsid w:val="006B2899"/>
  </w:style>
  <w:style w:type="numbering" w:customStyle="1" w:styleId="NoList5">
    <w:name w:val="No List5"/>
    <w:next w:val="NoList"/>
    <w:uiPriority w:val="99"/>
    <w:semiHidden/>
    <w:unhideWhenUsed/>
    <w:rsid w:val="006B2899"/>
  </w:style>
  <w:style w:type="numbering" w:customStyle="1" w:styleId="NoList111">
    <w:name w:val="No List111"/>
    <w:next w:val="NoList"/>
    <w:uiPriority w:val="99"/>
    <w:semiHidden/>
    <w:unhideWhenUsed/>
    <w:rsid w:val="006B2899"/>
  </w:style>
  <w:style w:type="numbering" w:customStyle="1" w:styleId="NoList21">
    <w:name w:val="No List21"/>
    <w:next w:val="NoList"/>
    <w:uiPriority w:val="99"/>
    <w:semiHidden/>
    <w:unhideWhenUsed/>
    <w:rsid w:val="006B2899"/>
  </w:style>
  <w:style w:type="numbering" w:customStyle="1" w:styleId="NoList31">
    <w:name w:val="No List31"/>
    <w:next w:val="NoList"/>
    <w:uiPriority w:val="99"/>
    <w:semiHidden/>
    <w:unhideWhenUsed/>
    <w:rsid w:val="006B2899"/>
  </w:style>
  <w:style w:type="numbering" w:customStyle="1" w:styleId="NoList41">
    <w:name w:val="No List41"/>
    <w:next w:val="NoList"/>
    <w:uiPriority w:val="99"/>
    <w:semiHidden/>
    <w:unhideWhenUsed/>
    <w:rsid w:val="006B2899"/>
  </w:style>
  <w:style w:type="numbering" w:customStyle="1" w:styleId="NoList6">
    <w:name w:val="No List6"/>
    <w:next w:val="NoList"/>
    <w:uiPriority w:val="99"/>
    <w:semiHidden/>
    <w:unhideWhenUsed/>
    <w:rsid w:val="006B2899"/>
  </w:style>
  <w:style w:type="character" w:styleId="Emphasis">
    <w:name w:val="Emphasis"/>
    <w:qFormat/>
    <w:rsid w:val="006B2899"/>
    <w:rPr>
      <w:i/>
      <w:iCs/>
    </w:rPr>
  </w:style>
  <w:style w:type="numbering" w:customStyle="1" w:styleId="NoList7">
    <w:name w:val="No List7"/>
    <w:next w:val="NoList"/>
    <w:uiPriority w:val="99"/>
    <w:semiHidden/>
    <w:unhideWhenUsed/>
    <w:rsid w:val="006B2899"/>
  </w:style>
  <w:style w:type="table" w:customStyle="1" w:styleId="TableGrid12">
    <w:name w:val="Table Grid12"/>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2899"/>
  </w:style>
  <w:style w:type="table" w:customStyle="1" w:styleId="TableGrid111">
    <w:name w:val="Table Grid111"/>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uiPriority w:val="99"/>
    <w:semiHidden/>
    <w:unhideWhenUsed/>
    <w:qFormat/>
    <w:rsid w:val="006B2899"/>
    <w:rPr>
      <w:color w:val="808080"/>
      <w:shd w:val="clear" w:color="auto" w:fill="E6E6E6"/>
    </w:rPr>
  </w:style>
  <w:style w:type="numbering" w:customStyle="1" w:styleId="NoList22">
    <w:name w:val="No List22"/>
    <w:next w:val="NoList"/>
    <w:uiPriority w:val="99"/>
    <w:semiHidden/>
    <w:unhideWhenUsed/>
    <w:rsid w:val="006B2899"/>
  </w:style>
  <w:style w:type="numbering" w:customStyle="1" w:styleId="NoList32">
    <w:name w:val="No List32"/>
    <w:next w:val="NoList"/>
    <w:uiPriority w:val="99"/>
    <w:semiHidden/>
    <w:unhideWhenUsed/>
    <w:rsid w:val="006B2899"/>
  </w:style>
  <w:style w:type="character" w:customStyle="1" w:styleId="FooterChar1">
    <w:name w:val="Footer Char1"/>
    <w:aliases w:val="footer odd Char1,footer Char1,fo Char1,pie de página Char1"/>
    <w:basedOn w:val="DefaultParagraphFont"/>
    <w:semiHidden/>
    <w:rsid w:val="00180345"/>
    <w:rPr>
      <w:rFonts w:ascii="Times New Roman" w:hAnsi="Times New Roman"/>
      <w:lang w:val="en-GB"/>
    </w:rPr>
  </w:style>
  <w:style w:type="paragraph" w:customStyle="1" w:styleId="CharChar5">
    <w:name w:val="Char Char5"/>
    <w:semiHidden/>
    <w:rsid w:val="00180345"/>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NoteHeading">
    <w:name w:val="Note Heading"/>
    <w:basedOn w:val="Normal"/>
    <w:next w:val="Normal"/>
    <w:link w:val="NoteHeadingChar"/>
    <w:qFormat/>
    <w:rsid w:val="00C626CD"/>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qFormat/>
    <w:rsid w:val="00C626CD"/>
    <w:rPr>
      <w:rFonts w:ascii="Times New Roman" w:eastAsia="MS Mincho" w:hAnsi="Times New Roman"/>
      <w:lang w:val="en-GB" w:eastAsia="zh-CN"/>
    </w:rPr>
  </w:style>
  <w:style w:type="character" w:customStyle="1" w:styleId="19">
    <w:name w:val="不明显参考1"/>
    <w:uiPriority w:val="31"/>
    <w:qFormat/>
    <w:rsid w:val="00C626CD"/>
    <w:rPr>
      <w:smallCaps/>
      <w:color w:val="5A5A5A"/>
    </w:rPr>
  </w:style>
  <w:style w:type="paragraph" w:customStyle="1" w:styleId="114">
    <w:name w:val="修订11"/>
    <w:hidden/>
    <w:semiHidden/>
    <w:qFormat/>
    <w:rsid w:val="00C626CD"/>
    <w:rPr>
      <w:rFonts w:ascii="Times New Roman" w:eastAsia="Batang" w:hAnsi="Times New Roman"/>
      <w:lang w:val="en-GB"/>
    </w:rPr>
  </w:style>
  <w:style w:type="paragraph" w:customStyle="1" w:styleId="TOC10">
    <w:name w:val="TOC 标题1"/>
    <w:basedOn w:val="Heading1"/>
    <w:next w:val="Normal"/>
    <w:uiPriority w:val="39"/>
    <w:unhideWhenUsed/>
    <w:qFormat/>
    <w:rsid w:val="00C626CD"/>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aria">
    <w:name w:val="aria"/>
    <w:basedOn w:val="Normal"/>
    <w:qFormat/>
    <w:rsid w:val="00C626CD"/>
    <w:pPr>
      <w:keepNext/>
      <w:keepLines/>
      <w:spacing w:after="0"/>
      <w:jc w:val="both"/>
    </w:pPr>
    <w:rPr>
      <w:rFonts w:ascii="Arial" w:hAnsi="Arial"/>
      <w:sz w:val="18"/>
      <w:szCs w:val="18"/>
    </w:rPr>
  </w:style>
  <w:style w:type="character" w:customStyle="1" w:styleId="B3Char2">
    <w:name w:val="B3 Char2"/>
    <w:qFormat/>
    <w:rsid w:val="00C626CD"/>
    <w:rPr>
      <w:rFonts w:ascii="Times New Roman" w:hAnsi="Times New Roman"/>
      <w:lang w:val="en-GB"/>
    </w:rPr>
  </w:style>
  <w:style w:type="character" w:customStyle="1" w:styleId="EXCar">
    <w:name w:val="EX Car"/>
    <w:qFormat/>
    <w:rsid w:val="00C626CD"/>
    <w:rPr>
      <w:lang w:val="en-GB" w:eastAsia="en-US"/>
    </w:rPr>
  </w:style>
  <w:style w:type="character" w:customStyle="1" w:styleId="B4Char">
    <w:name w:val="B4 Char"/>
    <w:link w:val="B4"/>
    <w:qFormat/>
    <w:rsid w:val="00C626CD"/>
    <w:rPr>
      <w:rFonts w:ascii="Times New Roman" w:hAnsi="Times New Roman"/>
      <w:lang w:val="en-GB"/>
    </w:rPr>
  </w:style>
  <w:style w:type="character" w:customStyle="1" w:styleId="1a">
    <w:name w:val="明显强调1"/>
    <w:uiPriority w:val="21"/>
    <w:qFormat/>
    <w:rsid w:val="00C626CD"/>
    <w:rPr>
      <w:b/>
      <w:bCs/>
      <w:i/>
      <w:iCs/>
      <w:color w:val="4F81BD"/>
    </w:rPr>
  </w:style>
  <w:style w:type="paragraph" w:customStyle="1" w:styleId="B6">
    <w:name w:val="B6"/>
    <w:basedOn w:val="B5"/>
    <w:link w:val="B6Char"/>
    <w:qFormat/>
    <w:rsid w:val="00C626CD"/>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qFormat/>
    <w:rsid w:val="00C626CD"/>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qFormat/>
    <w:rsid w:val="00C626CD"/>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qFormat/>
    <w:rsid w:val="00C626CD"/>
    <w:pPr>
      <w:overflowPunct w:val="0"/>
      <w:autoSpaceDE w:val="0"/>
      <w:autoSpaceDN w:val="0"/>
      <w:adjustRightInd w:val="0"/>
      <w:textAlignment w:val="baseline"/>
    </w:pPr>
    <w:rPr>
      <w:rFonts w:eastAsia="Times New Roman" w:cs="v4.2.0"/>
      <w:lang w:eastAsia="en-GB"/>
    </w:rPr>
  </w:style>
  <w:style w:type="character" w:customStyle="1" w:styleId="PLChar">
    <w:name w:val="PL Char"/>
    <w:link w:val="PL"/>
    <w:qFormat/>
    <w:rsid w:val="00C626CD"/>
    <w:rPr>
      <w:rFonts w:ascii="Courier New" w:hAnsi="Courier New"/>
      <w:noProof/>
      <w:sz w:val="16"/>
      <w:lang w:val="en-GB"/>
    </w:rPr>
  </w:style>
  <w:style w:type="character" w:customStyle="1" w:styleId="EditorsNoteCarCar">
    <w:name w:val="Editor's Note Car Car"/>
    <w:link w:val="EditorsNote"/>
    <w:qFormat/>
    <w:rsid w:val="00C626CD"/>
    <w:rPr>
      <w:rFonts w:ascii="Times New Roman" w:hAnsi="Times New Roman"/>
      <w:color w:val="FF0000"/>
      <w:lang w:val="en-GB"/>
    </w:rPr>
  </w:style>
  <w:style w:type="character" w:customStyle="1" w:styleId="B5Char">
    <w:name w:val="B5 Char"/>
    <w:link w:val="B5"/>
    <w:qFormat/>
    <w:rsid w:val="00C626CD"/>
    <w:rPr>
      <w:rFonts w:ascii="Times New Roman" w:hAnsi="Times New Roman"/>
      <w:lang w:val="en-GB"/>
    </w:rPr>
  </w:style>
  <w:style w:type="character" w:customStyle="1" w:styleId="HeadingChar">
    <w:name w:val="Heading Char"/>
    <w:qFormat/>
    <w:rsid w:val="00C626CD"/>
    <w:rPr>
      <w:rFonts w:ascii="Arial" w:eastAsia="SimSun" w:hAnsi="Arial"/>
      <w:b/>
      <w:sz w:val="22"/>
    </w:rPr>
  </w:style>
  <w:style w:type="character" w:customStyle="1" w:styleId="B6Char">
    <w:name w:val="B6 Char"/>
    <w:link w:val="B6"/>
    <w:qFormat/>
    <w:rsid w:val="00C626CD"/>
    <w:rPr>
      <w:rFonts w:ascii="Times New Roman" w:eastAsia="Times New Roman" w:hAnsi="Times New Roman"/>
      <w:lang w:val="en-GB" w:eastAsia="zh-CN"/>
    </w:rPr>
  </w:style>
  <w:style w:type="table" w:customStyle="1" w:styleId="TableStyle1">
    <w:name w:val="Table Style1"/>
    <w:basedOn w:val="TableNormal"/>
    <w:qFormat/>
    <w:rsid w:val="00C626CD"/>
    <w:rPr>
      <w:rFonts w:ascii="Times New Roman" w:eastAsia="MS Mincho" w:hAnsi="Times New Roman"/>
    </w:rPr>
    <w:tblPr/>
  </w:style>
  <w:style w:type="paragraph" w:customStyle="1" w:styleId="tal1">
    <w:name w:val="tal"/>
    <w:basedOn w:val="Normal"/>
    <w:qFormat/>
    <w:rsid w:val="00C626CD"/>
    <w:pPr>
      <w:spacing w:before="100" w:beforeAutospacing="1" w:after="100" w:afterAutospacing="1"/>
    </w:pPr>
    <w:rPr>
      <w:rFonts w:ascii="SimSun" w:hAnsi="SimSun" w:cs="SimSun"/>
      <w:sz w:val="24"/>
      <w:szCs w:val="24"/>
      <w:lang w:val="en-US" w:eastAsia="zh-CN"/>
    </w:rPr>
  </w:style>
  <w:style w:type="paragraph" w:customStyle="1" w:styleId="a4">
    <w:name w:val="수정"/>
    <w:hidden/>
    <w:semiHidden/>
    <w:qFormat/>
    <w:rsid w:val="00C626CD"/>
    <w:rPr>
      <w:rFonts w:ascii="Times New Roman" w:eastAsia="Batang" w:hAnsi="Times New Roman"/>
      <w:lang w:val="en-GB"/>
    </w:rPr>
  </w:style>
  <w:style w:type="paragraph" w:customStyle="1" w:styleId="a5">
    <w:name w:val="変更箇所"/>
    <w:hidden/>
    <w:semiHidden/>
    <w:qFormat/>
    <w:rsid w:val="00C626CD"/>
    <w:rPr>
      <w:rFonts w:ascii="Times New Roman" w:eastAsia="MS Mincho" w:hAnsi="Times New Roman"/>
      <w:lang w:val="en-GB"/>
    </w:rPr>
  </w:style>
  <w:style w:type="paragraph" w:customStyle="1" w:styleId="NB2">
    <w:name w:val="NB2"/>
    <w:basedOn w:val="ZG"/>
    <w:qFormat/>
    <w:rsid w:val="00C626CD"/>
    <w:pPr>
      <w:framePr w:wrap="notBeside"/>
    </w:pPr>
    <w:rPr>
      <w:rFonts w:eastAsia="Times New Roman"/>
      <w:noProof w:val="0"/>
      <w:lang w:val="en-US" w:eastAsia="ko-KR"/>
    </w:rPr>
  </w:style>
  <w:style w:type="paragraph" w:customStyle="1" w:styleId="tableentry">
    <w:name w:val="table entry"/>
    <w:basedOn w:val="Normal"/>
    <w:qFormat/>
    <w:rsid w:val="00C626CD"/>
    <w:pPr>
      <w:keepNext/>
      <w:spacing w:before="60" w:after="60"/>
    </w:pPr>
    <w:rPr>
      <w:rFonts w:ascii="Bookman Old Style" w:hAnsi="Bookman Old Style"/>
      <w:lang w:val="en-US" w:eastAsia="ko-KR"/>
    </w:rPr>
  </w:style>
  <w:style w:type="character" w:customStyle="1" w:styleId="EditorsNoteChar">
    <w:name w:val="Editor's Note Char"/>
    <w:qFormat/>
    <w:rsid w:val="00C626CD"/>
    <w:rPr>
      <w:rFonts w:ascii="Times New Roman" w:hAnsi="Times New Roman"/>
      <w:color w:val="FF0000"/>
      <w:lang w:val="en-GB" w:eastAsia="en-US"/>
    </w:rPr>
  </w:style>
  <w:style w:type="table" w:customStyle="1" w:styleId="TableGrid5">
    <w:name w:val="Table Grid5"/>
    <w:basedOn w:val="TableNormal"/>
    <w:qFormat/>
    <w:rsid w:val="00C626CD"/>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qFormat/>
    <w:rsid w:val="00C626CD"/>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C626CD"/>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qFormat/>
    <w:rsid w:val="00C626CD"/>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qFormat/>
    <w:rsid w:val="00C626CD"/>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C626CD"/>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C626CD"/>
    <w:pPr>
      <w:jc w:val="both"/>
    </w:pPr>
    <w:rPr>
      <w:rFonts w:ascii="SimSun" w:hAnsi="SimSun" w:cs="SimSun"/>
      <w:kern w:val="2"/>
      <w:sz w:val="21"/>
      <w:szCs w:val="21"/>
      <w:lang w:eastAsia="zh-CN"/>
    </w:rPr>
  </w:style>
  <w:style w:type="paragraph" w:customStyle="1" w:styleId="1c">
    <w:name w:val="変更箇所1"/>
    <w:hidden/>
    <w:semiHidden/>
    <w:qFormat/>
    <w:rsid w:val="00F045B9"/>
    <w:rPr>
      <w:rFonts w:ascii="Times New Roman" w:eastAsia="MS Mincho" w:hAnsi="Times New Roman"/>
      <w:lang w:val="en-GB"/>
    </w:rPr>
  </w:style>
  <w:style w:type="character" w:customStyle="1" w:styleId="UnresolvedMention3">
    <w:name w:val="Unresolved Mention3"/>
    <w:uiPriority w:val="99"/>
    <w:semiHidden/>
    <w:unhideWhenUsed/>
    <w:rsid w:val="00F045B9"/>
    <w:rPr>
      <w:color w:val="808080"/>
      <w:shd w:val="clear" w:color="auto" w:fill="E6E6E6"/>
    </w:rPr>
  </w:style>
  <w:style w:type="paragraph" w:customStyle="1" w:styleId="24">
    <w:name w:val="変更箇所2"/>
    <w:hidden/>
    <w:semiHidden/>
    <w:qFormat/>
    <w:rsid w:val="00F045B9"/>
    <w:rPr>
      <w:rFonts w:ascii="Times New Roman" w:eastAsia="MS Mincho"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0811">
      <w:bodyDiv w:val="1"/>
      <w:marLeft w:val="0"/>
      <w:marRight w:val="0"/>
      <w:marTop w:val="0"/>
      <w:marBottom w:val="0"/>
      <w:divBdr>
        <w:top w:val="none" w:sz="0" w:space="0" w:color="auto"/>
        <w:left w:val="none" w:sz="0" w:space="0" w:color="auto"/>
        <w:bottom w:val="none" w:sz="0" w:space="0" w:color="auto"/>
        <w:right w:val="none" w:sz="0" w:space="0" w:color="auto"/>
      </w:divBdr>
    </w:div>
    <w:div w:id="99641825">
      <w:bodyDiv w:val="1"/>
      <w:marLeft w:val="0"/>
      <w:marRight w:val="0"/>
      <w:marTop w:val="0"/>
      <w:marBottom w:val="0"/>
      <w:divBdr>
        <w:top w:val="none" w:sz="0" w:space="0" w:color="auto"/>
        <w:left w:val="none" w:sz="0" w:space="0" w:color="auto"/>
        <w:bottom w:val="none" w:sz="0" w:space="0" w:color="auto"/>
        <w:right w:val="none" w:sz="0" w:space="0" w:color="auto"/>
      </w:divBdr>
    </w:div>
    <w:div w:id="327441083">
      <w:bodyDiv w:val="1"/>
      <w:marLeft w:val="0"/>
      <w:marRight w:val="0"/>
      <w:marTop w:val="0"/>
      <w:marBottom w:val="0"/>
      <w:divBdr>
        <w:top w:val="none" w:sz="0" w:space="0" w:color="auto"/>
        <w:left w:val="none" w:sz="0" w:space="0" w:color="auto"/>
        <w:bottom w:val="none" w:sz="0" w:space="0" w:color="auto"/>
        <w:right w:val="none" w:sz="0" w:space="0" w:color="auto"/>
      </w:divBdr>
    </w:div>
    <w:div w:id="388185954">
      <w:bodyDiv w:val="1"/>
      <w:marLeft w:val="0"/>
      <w:marRight w:val="0"/>
      <w:marTop w:val="0"/>
      <w:marBottom w:val="0"/>
      <w:divBdr>
        <w:top w:val="none" w:sz="0" w:space="0" w:color="auto"/>
        <w:left w:val="none" w:sz="0" w:space="0" w:color="auto"/>
        <w:bottom w:val="none" w:sz="0" w:space="0" w:color="auto"/>
        <w:right w:val="none" w:sz="0" w:space="0" w:color="auto"/>
      </w:divBdr>
    </w:div>
    <w:div w:id="397871162">
      <w:bodyDiv w:val="1"/>
      <w:marLeft w:val="0"/>
      <w:marRight w:val="0"/>
      <w:marTop w:val="0"/>
      <w:marBottom w:val="0"/>
      <w:divBdr>
        <w:top w:val="none" w:sz="0" w:space="0" w:color="auto"/>
        <w:left w:val="none" w:sz="0" w:space="0" w:color="auto"/>
        <w:bottom w:val="none" w:sz="0" w:space="0" w:color="auto"/>
        <w:right w:val="none" w:sz="0" w:space="0" w:color="auto"/>
      </w:divBdr>
    </w:div>
    <w:div w:id="414933486">
      <w:bodyDiv w:val="1"/>
      <w:marLeft w:val="0"/>
      <w:marRight w:val="0"/>
      <w:marTop w:val="0"/>
      <w:marBottom w:val="0"/>
      <w:divBdr>
        <w:top w:val="none" w:sz="0" w:space="0" w:color="auto"/>
        <w:left w:val="none" w:sz="0" w:space="0" w:color="auto"/>
        <w:bottom w:val="none" w:sz="0" w:space="0" w:color="auto"/>
        <w:right w:val="none" w:sz="0" w:space="0" w:color="auto"/>
      </w:divBdr>
    </w:div>
    <w:div w:id="573664180">
      <w:bodyDiv w:val="1"/>
      <w:marLeft w:val="0"/>
      <w:marRight w:val="0"/>
      <w:marTop w:val="0"/>
      <w:marBottom w:val="0"/>
      <w:divBdr>
        <w:top w:val="none" w:sz="0" w:space="0" w:color="auto"/>
        <w:left w:val="none" w:sz="0" w:space="0" w:color="auto"/>
        <w:bottom w:val="none" w:sz="0" w:space="0" w:color="auto"/>
        <w:right w:val="none" w:sz="0" w:space="0" w:color="auto"/>
      </w:divBdr>
    </w:div>
    <w:div w:id="597255913">
      <w:bodyDiv w:val="1"/>
      <w:marLeft w:val="0"/>
      <w:marRight w:val="0"/>
      <w:marTop w:val="0"/>
      <w:marBottom w:val="0"/>
      <w:divBdr>
        <w:top w:val="none" w:sz="0" w:space="0" w:color="auto"/>
        <w:left w:val="none" w:sz="0" w:space="0" w:color="auto"/>
        <w:bottom w:val="none" w:sz="0" w:space="0" w:color="auto"/>
        <w:right w:val="none" w:sz="0" w:space="0" w:color="auto"/>
      </w:divBdr>
    </w:div>
    <w:div w:id="623462226">
      <w:bodyDiv w:val="1"/>
      <w:marLeft w:val="0"/>
      <w:marRight w:val="0"/>
      <w:marTop w:val="0"/>
      <w:marBottom w:val="0"/>
      <w:divBdr>
        <w:top w:val="none" w:sz="0" w:space="0" w:color="auto"/>
        <w:left w:val="none" w:sz="0" w:space="0" w:color="auto"/>
        <w:bottom w:val="none" w:sz="0" w:space="0" w:color="auto"/>
        <w:right w:val="none" w:sz="0" w:space="0" w:color="auto"/>
      </w:divBdr>
    </w:div>
    <w:div w:id="635990058">
      <w:bodyDiv w:val="1"/>
      <w:marLeft w:val="0"/>
      <w:marRight w:val="0"/>
      <w:marTop w:val="0"/>
      <w:marBottom w:val="0"/>
      <w:divBdr>
        <w:top w:val="none" w:sz="0" w:space="0" w:color="auto"/>
        <w:left w:val="none" w:sz="0" w:space="0" w:color="auto"/>
        <w:bottom w:val="none" w:sz="0" w:space="0" w:color="auto"/>
        <w:right w:val="none" w:sz="0" w:space="0" w:color="auto"/>
      </w:divBdr>
    </w:div>
    <w:div w:id="708803008">
      <w:bodyDiv w:val="1"/>
      <w:marLeft w:val="0"/>
      <w:marRight w:val="0"/>
      <w:marTop w:val="0"/>
      <w:marBottom w:val="0"/>
      <w:divBdr>
        <w:top w:val="none" w:sz="0" w:space="0" w:color="auto"/>
        <w:left w:val="none" w:sz="0" w:space="0" w:color="auto"/>
        <w:bottom w:val="none" w:sz="0" w:space="0" w:color="auto"/>
        <w:right w:val="none" w:sz="0" w:space="0" w:color="auto"/>
      </w:divBdr>
    </w:div>
    <w:div w:id="710037904">
      <w:bodyDiv w:val="1"/>
      <w:marLeft w:val="0"/>
      <w:marRight w:val="0"/>
      <w:marTop w:val="0"/>
      <w:marBottom w:val="0"/>
      <w:divBdr>
        <w:top w:val="none" w:sz="0" w:space="0" w:color="auto"/>
        <w:left w:val="none" w:sz="0" w:space="0" w:color="auto"/>
        <w:bottom w:val="none" w:sz="0" w:space="0" w:color="auto"/>
        <w:right w:val="none" w:sz="0" w:space="0" w:color="auto"/>
      </w:divBdr>
    </w:div>
    <w:div w:id="1147355810">
      <w:bodyDiv w:val="1"/>
      <w:marLeft w:val="0"/>
      <w:marRight w:val="0"/>
      <w:marTop w:val="0"/>
      <w:marBottom w:val="0"/>
      <w:divBdr>
        <w:top w:val="none" w:sz="0" w:space="0" w:color="auto"/>
        <w:left w:val="none" w:sz="0" w:space="0" w:color="auto"/>
        <w:bottom w:val="none" w:sz="0" w:space="0" w:color="auto"/>
        <w:right w:val="none" w:sz="0" w:space="0" w:color="auto"/>
      </w:divBdr>
    </w:div>
    <w:div w:id="1163473674">
      <w:bodyDiv w:val="1"/>
      <w:marLeft w:val="0"/>
      <w:marRight w:val="0"/>
      <w:marTop w:val="0"/>
      <w:marBottom w:val="0"/>
      <w:divBdr>
        <w:top w:val="none" w:sz="0" w:space="0" w:color="auto"/>
        <w:left w:val="none" w:sz="0" w:space="0" w:color="auto"/>
        <w:bottom w:val="none" w:sz="0" w:space="0" w:color="auto"/>
        <w:right w:val="none" w:sz="0" w:space="0" w:color="auto"/>
      </w:divBdr>
    </w:div>
    <w:div w:id="1286737105">
      <w:bodyDiv w:val="1"/>
      <w:marLeft w:val="0"/>
      <w:marRight w:val="0"/>
      <w:marTop w:val="0"/>
      <w:marBottom w:val="0"/>
      <w:divBdr>
        <w:top w:val="none" w:sz="0" w:space="0" w:color="auto"/>
        <w:left w:val="none" w:sz="0" w:space="0" w:color="auto"/>
        <w:bottom w:val="none" w:sz="0" w:space="0" w:color="auto"/>
        <w:right w:val="none" w:sz="0" w:space="0" w:color="auto"/>
      </w:divBdr>
    </w:div>
    <w:div w:id="1361124892">
      <w:bodyDiv w:val="1"/>
      <w:marLeft w:val="0"/>
      <w:marRight w:val="0"/>
      <w:marTop w:val="0"/>
      <w:marBottom w:val="0"/>
      <w:divBdr>
        <w:top w:val="none" w:sz="0" w:space="0" w:color="auto"/>
        <w:left w:val="none" w:sz="0" w:space="0" w:color="auto"/>
        <w:bottom w:val="none" w:sz="0" w:space="0" w:color="auto"/>
        <w:right w:val="none" w:sz="0" w:space="0" w:color="auto"/>
      </w:divBdr>
    </w:div>
    <w:div w:id="1617984866">
      <w:bodyDiv w:val="1"/>
      <w:marLeft w:val="0"/>
      <w:marRight w:val="0"/>
      <w:marTop w:val="0"/>
      <w:marBottom w:val="0"/>
      <w:divBdr>
        <w:top w:val="none" w:sz="0" w:space="0" w:color="auto"/>
        <w:left w:val="none" w:sz="0" w:space="0" w:color="auto"/>
        <w:bottom w:val="none" w:sz="0" w:space="0" w:color="auto"/>
        <w:right w:val="none" w:sz="0" w:space="0" w:color="auto"/>
      </w:divBdr>
    </w:div>
    <w:div w:id="1637564102">
      <w:bodyDiv w:val="1"/>
      <w:marLeft w:val="0"/>
      <w:marRight w:val="0"/>
      <w:marTop w:val="0"/>
      <w:marBottom w:val="0"/>
      <w:divBdr>
        <w:top w:val="none" w:sz="0" w:space="0" w:color="auto"/>
        <w:left w:val="none" w:sz="0" w:space="0" w:color="auto"/>
        <w:bottom w:val="none" w:sz="0" w:space="0" w:color="auto"/>
        <w:right w:val="none" w:sz="0" w:space="0" w:color="auto"/>
      </w:divBdr>
    </w:div>
    <w:div w:id="1654211121">
      <w:bodyDiv w:val="1"/>
      <w:marLeft w:val="0"/>
      <w:marRight w:val="0"/>
      <w:marTop w:val="0"/>
      <w:marBottom w:val="0"/>
      <w:divBdr>
        <w:top w:val="none" w:sz="0" w:space="0" w:color="auto"/>
        <w:left w:val="none" w:sz="0" w:space="0" w:color="auto"/>
        <w:bottom w:val="none" w:sz="0" w:space="0" w:color="auto"/>
        <w:right w:val="none" w:sz="0" w:space="0" w:color="auto"/>
      </w:divBdr>
    </w:div>
    <w:div w:id="1669871491">
      <w:bodyDiv w:val="1"/>
      <w:marLeft w:val="0"/>
      <w:marRight w:val="0"/>
      <w:marTop w:val="0"/>
      <w:marBottom w:val="0"/>
      <w:divBdr>
        <w:top w:val="none" w:sz="0" w:space="0" w:color="auto"/>
        <w:left w:val="none" w:sz="0" w:space="0" w:color="auto"/>
        <w:bottom w:val="none" w:sz="0" w:space="0" w:color="auto"/>
        <w:right w:val="none" w:sz="0" w:space="0" w:color="auto"/>
      </w:divBdr>
    </w:div>
    <w:div w:id="1732534173">
      <w:bodyDiv w:val="1"/>
      <w:marLeft w:val="0"/>
      <w:marRight w:val="0"/>
      <w:marTop w:val="0"/>
      <w:marBottom w:val="0"/>
      <w:divBdr>
        <w:top w:val="none" w:sz="0" w:space="0" w:color="auto"/>
        <w:left w:val="none" w:sz="0" w:space="0" w:color="auto"/>
        <w:bottom w:val="none" w:sz="0" w:space="0" w:color="auto"/>
        <w:right w:val="none" w:sz="0" w:space="0" w:color="auto"/>
      </w:divBdr>
    </w:div>
    <w:div w:id="1895311853">
      <w:bodyDiv w:val="1"/>
      <w:marLeft w:val="0"/>
      <w:marRight w:val="0"/>
      <w:marTop w:val="0"/>
      <w:marBottom w:val="0"/>
      <w:divBdr>
        <w:top w:val="none" w:sz="0" w:space="0" w:color="auto"/>
        <w:left w:val="none" w:sz="0" w:space="0" w:color="auto"/>
        <w:bottom w:val="none" w:sz="0" w:space="0" w:color="auto"/>
        <w:right w:val="none" w:sz="0" w:space="0" w:color="auto"/>
      </w:divBdr>
    </w:div>
    <w:div w:id="1944919116">
      <w:bodyDiv w:val="1"/>
      <w:marLeft w:val="0"/>
      <w:marRight w:val="0"/>
      <w:marTop w:val="0"/>
      <w:marBottom w:val="0"/>
      <w:divBdr>
        <w:top w:val="none" w:sz="0" w:space="0" w:color="auto"/>
        <w:left w:val="none" w:sz="0" w:space="0" w:color="auto"/>
        <w:bottom w:val="none" w:sz="0" w:space="0" w:color="auto"/>
        <w:right w:val="none" w:sz="0" w:space="0" w:color="auto"/>
      </w:divBdr>
    </w:div>
    <w:div w:id="195154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30d23b972ac081601c9da7d5e44f9b58">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ad1f5db12dadbc37ad55adf489f7fa7"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DC801A-DA06-418B-B09F-7772D69FDF5D}">
  <ds:schemaRefs>
    <ds:schemaRef ds:uri="http://schemas.microsoft.com/sharepoint/v3/contenttype/forms"/>
  </ds:schemaRefs>
</ds:datastoreItem>
</file>

<file path=customXml/itemProps2.xml><?xml version="1.0" encoding="utf-8"?>
<ds:datastoreItem xmlns:ds="http://schemas.openxmlformats.org/officeDocument/2006/customXml" ds:itemID="{BD2141B6-D2F0-4CD3-B770-52B7902DAE93}">
  <ds:schemaRefs>
    <ds:schemaRef ds:uri="http://schemas.openxmlformats.org/officeDocument/2006/bibliography"/>
  </ds:schemaRefs>
</ds:datastoreItem>
</file>

<file path=customXml/itemProps3.xml><?xml version="1.0" encoding="utf-8"?>
<ds:datastoreItem xmlns:ds="http://schemas.openxmlformats.org/officeDocument/2006/customXml" ds:itemID="{E79078ED-F7CF-4675-A18A-AACED1FA8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1CD6AD-09BC-483A-81F7-CB8CBC094E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3gpp_70.dot</Template>
  <TotalTime>14</TotalTime>
  <Pages>44</Pages>
  <Words>10745</Words>
  <Characters>61252</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3GPP TS 38.101-3</vt:lpstr>
    </vt:vector>
  </TitlesOfParts>
  <Manager/>
  <Company/>
  <LinksUpToDate>false</LinksUpToDate>
  <CharactersWithSpaces>71854</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38.101-3</dc:title>
  <dc:subject>NR; User Equipment (UE) radio transmission and reception; Part 3: Range 1 and Range 2 Interworking operation with other radios (Release 15)</dc:subject>
  <dc:creator>MCC Support</dc:creator>
  <cp:keywords/>
  <dc:description/>
  <cp:lastModifiedBy>MCC</cp:lastModifiedBy>
  <cp:revision>26</cp:revision>
  <cp:lastPrinted>2019-01-18T19:05:00Z</cp:lastPrinted>
  <dcterms:created xsi:type="dcterms:W3CDTF">2022-01-08T16:47:00Z</dcterms:created>
  <dcterms:modified xsi:type="dcterms:W3CDTF">2023-01-11T09:05:00Z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ContentTypeId">
    <vt:lpwstr>0x0101004257954231A76C44B0D04C9AEE4292A8</vt:lpwstr>
  </property>
  <property fmtid="{D5CDD505-2E9C-101B-9397-08002B2CF9AE}" pid="4" name="_NewReviewCycle">
    <vt:lpwstr/>
  </property>
  <property fmtid="{D5CDD505-2E9C-101B-9397-08002B2CF9AE}" pid="5" name="_AdHocReviewCycleID">
    <vt:i4>562676981</vt:i4>
  </property>
  <property fmtid="{D5CDD505-2E9C-101B-9397-08002B2CF9AE}" pid="6" name="_EmailSubject">
    <vt:lpwstr>Updated 38.101-3</vt:lpwstr>
  </property>
  <property fmtid="{D5CDD505-2E9C-101B-9397-08002B2CF9AE}" pid="7" name="_AuthorEmail">
    <vt:lpwstr>aboyd@qti.qualcomm.com</vt:lpwstr>
  </property>
  <property fmtid="{D5CDD505-2E9C-101B-9397-08002B2CF9AE}" pid="8" name="_AuthorEmailDisplayName">
    <vt:lpwstr>Anita Boyd</vt:lpwstr>
  </property>
  <property fmtid="{D5CDD505-2E9C-101B-9397-08002B2CF9AE}" pid="9" name="_ReviewingToolsShownOnce">
    <vt:lpwstr/>
  </property>
</Properties>
</file>