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83"/>
        <w:gridCol w:w="5540"/>
      </w:tblGrid>
      <w:tr w:rsidR="004F0988" w14:paraId="7BC9B68C" w14:textId="77777777" w:rsidTr="005E4BB2">
        <w:tc>
          <w:tcPr>
            <w:tcW w:w="10423" w:type="dxa"/>
            <w:gridSpan w:val="2"/>
            <w:shd w:val="clear" w:color="auto" w:fill="auto"/>
          </w:tcPr>
          <w:p w14:paraId="09B83B5B" w14:textId="32C7579D" w:rsidR="004F0988" w:rsidRPr="00174903" w:rsidRDefault="004F0988" w:rsidP="00133525">
            <w:pPr>
              <w:pStyle w:val="ZA"/>
              <w:framePr w:w="0" w:hRule="auto" w:wrap="auto" w:vAnchor="margin" w:hAnchor="text" w:yAlign="inline"/>
            </w:pPr>
            <w:bookmarkStart w:id="0" w:name="page1"/>
            <w:r w:rsidRPr="00174903">
              <w:rPr>
                <w:sz w:val="64"/>
              </w:rPr>
              <w:t xml:space="preserve">3GPP </w:t>
            </w:r>
            <w:bookmarkStart w:id="1" w:name="specType1"/>
            <w:r w:rsidRPr="00174903">
              <w:rPr>
                <w:sz w:val="64"/>
              </w:rPr>
              <w:t>TS</w:t>
            </w:r>
            <w:bookmarkEnd w:id="1"/>
            <w:r w:rsidRPr="00174903">
              <w:rPr>
                <w:sz w:val="64"/>
              </w:rPr>
              <w:t xml:space="preserve"> </w:t>
            </w:r>
            <w:bookmarkStart w:id="2" w:name="specNumber"/>
            <w:r w:rsidR="00121457" w:rsidRPr="00174903">
              <w:rPr>
                <w:sz w:val="64"/>
              </w:rPr>
              <w:t>36</w:t>
            </w:r>
            <w:r w:rsidRPr="00174903">
              <w:rPr>
                <w:sz w:val="64"/>
              </w:rPr>
              <w:t>.</w:t>
            </w:r>
            <w:bookmarkEnd w:id="2"/>
            <w:r w:rsidR="00121457" w:rsidRPr="00174903">
              <w:rPr>
                <w:sz w:val="64"/>
              </w:rPr>
              <w:t>133</w:t>
            </w:r>
            <w:r w:rsidRPr="00174903">
              <w:rPr>
                <w:sz w:val="64"/>
              </w:rPr>
              <w:t xml:space="preserve"> </w:t>
            </w:r>
            <w:r w:rsidRPr="00174903">
              <w:t>V</w:t>
            </w:r>
            <w:bookmarkStart w:id="3" w:name="specVersion"/>
            <w:r w:rsidR="00121457" w:rsidRPr="00174903">
              <w:t>16</w:t>
            </w:r>
            <w:r w:rsidRPr="00174903">
              <w:t>.</w:t>
            </w:r>
            <w:r w:rsidR="00D31755">
              <w:t>15</w:t>
            </w:r>
            <w:r w:rsidRPr="00174903">
              <w:t>.</w:t>
            </w:r>
            <w:bookmarkEnd w:id="3"/>
            <w:r w:rsidR="00121457" w:rsidRPr="00174903">
              <w:t>0</w:t>
            </w:r>
            <w:r w:rsidRPr="00174903">
              <w:t xml:space="preserve"> </w:t>
            </w:r>
            <w:r w:rsidRPr="00174903">
              <w:rPr>
                <w:sz w:val="32"/>
              </w:rPr>
              <w:t>(</w:t>
            </w:r>
            <w:bookmarkStart w:id="4" w:name="issueDate"/>
            <w:r w:rsidR="0051130A" w:rsidRPr="00174903">
              <w:rPr>
                <w:sz w:val="32"/>
              </w:rPr>
              <w:t>202</w:t>
            </w:r>
            <w:r w:rsidR="0051130A">
              <w:rPr>
                <w:sz w:val="32"/>
              </w:rPr>
              <w:t>2</w:t>
            </w:r>
            <w:r w:rsidRPr="00174903">
              <w:rPr>
                <w:sz w:val="32"/>
              </w:rPr>
              <w:t>-</w:t>
            </w:r>
            <w:bookmarkEnd w:id="4"/>
            <w:r w:rsidR="00D31755">
              <w:rPr>
                <w:sz w:val="32"/>
              </w:rPr>
              <w:t>09</w:t>
            </w:r>
            <w:r w:rsidRPr="00174903">
              <w:rPr>
                <w:sz w:val="32"/>
              </w:rPr>
              <w:t>)</w:t>
            </w:r>
          </w:p>
        </w:tc>
      </w:tr>
      <w:tr w:rsidR="004F0988" w14:paraId="654B1075" w14:textId="77777777" w:rsidTr="005E4BB2">
        <w:trPr>
          <w:trHeight w:hRule="exact" w:val="1134"/>
        </w:trPr>
        <w:tc>
          <w:tcPr>
            <w:tcW w:w="10423" w:type="dxa"/>
            <w:gridSpan w:val="2"/>
            <w:shd w:val="clear" w:color="auto" w:fill="auto"/>
          </w:tcPr>
          <w:p w14:paraId="046D044F" w14:textId="77777777" w:rsidR="00BA4B8D" w:rsidRPr="00174903" w:rsidRDefault="004F0988" w:rsidP="00174903">
            <w:pPr>
              <w:pStyle w:val="ZB"/>
              <w:framePr w:w="0" w:hRule="auto" w:wrap="auto" w:vAnchor="margin" w:hAnchor="text" w:yAlign="inline"/>
            </w:pPr>
            <w:r w:rsidRPr="00174903">
              <w:t xml:space="preserve">Technical </w:t>
            </w:r>
            <w:bookmarkStart w:id="5" w:name="spectype2"/>
            <w:r w:rsidRPr="00174903">
              <w:t>Specification</w:t>
            </w:r>
            <w:r w:rsidR="00D57972" w:rsidRPr="00174903">
              <w:t>|Report</w:t>
            </w:r>
            <w:bookmarkEnd w:id="5"/>
          </w:p>
        </w:tc>
      </w:tr>
      <w:tr w:rsidR="004F0988" w:rsidRPr="00B74237" w14:paraId="37D29054" w14:textId="77777777" w:rsidTr="005E4BB2">
        <w:trPr>
          <w:trHeight w:hRule="exact" w:val="3686"/>
        </w:trPr>
        <w:tc>
          <w:tcPr>
            <w:tcW w:w="10423" w:type="dxa"/>
            <w:gridSpan w:val="2"/>
            <w:shd w:val="clear" w:color="auto" w:fill="auto"/>
          </w:tcPr>
          <w:p w14:paraId="0BC33678" w14:textId="77777777" w:rsidR="004F0988" w:rsidRPr="00B74237" w:rsidRDefault="004F0988" w:rsidP="00133525">
            <w:pPr>
              <w:pStyle w:val="ZT"/>
              <w:framePr w:wrap="auto" w:hAnchor="text" w:yAlign="inline"/>
            </w:pPr>
            <w:r w:rsidRPr="00B74237">
              <w:t>3rd Generation Partnership Project;</w:t>
            </w:r>
          </w:p>
          <w:p w14:paraId="5B0D4487" w14:textId="77777777" w:rsidR="00121457" w:rsidRPr="00B74237" w:rsidRDefault="00121457" w:rsidP="00121457">
            <w:pPr>
              <w:pStyle w:val="ZT"/>
              <w:framePr w:wrap="auto" w:hAnchor="text" w:yAlign="inline"/>
            </w:pPr>
            <w:r w:rsidRPr="00B74237">
              <w:t>Technical Specification Group Radio Access Network;</w:t>
            </w:r>
          </w:p>
          <w:p w14:paraId="270ACBF5" w14:textId="77777777" w:rsidR="00121457" w:rsidRPr="00B74237" w:rsidRDefault="00121457" w:rsidP="00121457">
            <w:pPr>
              <w:pStyle w:val="ZT"/>
              <w:framePr w:wrap="auto" w:hAnchor="text" w:yAlign="inline"/>
            </w:pPr>
            <w:r w:rsidRPr="00B74237">
              <w:t>Evolved Universal Terrestrial Radio Access (E-UTRA);</w:t>
            </w:r>
          </w:p>
          <w:p w14:paraId="643F3278" w14:textId="77777777" w:rsidR="00121457" w:rsidRPr="00B74237" w:rsidRDefault="00121457" w:rsidP="00121457">
            <w:pPr>
              <w:pStyle w:val="ZT"/>
              <w:framePr w:wrap="auto" w:hAnchor="text" w:yAlign="inline"/>
            </w:pPr>
            <w:r w:rsidRPr="00B74237">
              <w:t>Requirements for support of radio resource management</w:t>
            </w:r>
          </w:p>
          <w:p w14:paraId="678015D6" w14:textId="77777777" w:rsidR="004F0988" w:rsidRPr="00B74237" w:rsidRDefault="00B74237" w:rsidP="00133525">
            <w:pPr>
              <w:pStyle w:val="ZT"/>
              <w:framePr w:wrap="auto" w:hAnchor="text" w:yAlign="inline"/>
              <w:rPr>
                <w:i/>
                <w:sz w:val="28"/>
              </w:rPr>
            </w:pPr>
            <w:r w:rsidRPr="00B74237">
              <w:t>(</w:t>
            </w:r>
            <w:r w:rsidRPr="00B74237">
              <w:rPr>
                <w:rStyle w:val="ZGSM"/>
              </w:rPr>
              <w:t xml:space="preserve">Release </w:t>
            </w:r>
            <w:bookmarkStart w:id="6" w:name="specRelease"/>
            <w:r w:rsidRPr="00B74237">
              <w:rPr>
                <w:rStyle w:val="ZGSM"/>
              </w:rPr>
              <w:t>16</w:t>
            </w:r>
            <w:bookmarkEnd w:id="6"/>
            <w:r w:rsidRPr="00B74237">
              <w:t>)</w:t>
            </w:r>
          </w:p>
        </w:tc>
      </w:tr>
      <w:tr w:rsidR="00BF128E" w14:paraId="71DA9D64" w14:textId="77777777" w:rsidTr="005E4BB2">
        <w:tc>
          <w:tcPr>
            <w:tcW w:w="10423" w:type="dxa"/>
            <w:gridSpan w:val="2"/>
            <w:shd w:val="clear" w:color="auto" w:fill="auto"/>
          </w:tcPr>
          <w:p w14:paraId="23F7BB56" w14:textId="77777777" w:rsidR="00BF128E" w:rsidRPr="00174903" w:rsidRDefault="00BF128E" w:rsidP="00133525">
            <w:pPr>
              <w:pStyle w:val="ZU"/>
              <w:framePr w:w="0" w:wrap="auto" w:vAnchor="margin" w:hAnchor="text" w:yAlign="inline"/>
              <w:tabs>
                <w:tab w:val="right" w:pos="10206"/>
              </w:tabs>
              <w:jc w:val="left"/>
            </w:pPr>
            <w:r w:rsidRPr="00133525">
              <w:rPr>
                <w:color w:val="0000FF"/>
              </w:rPr>
              <w:tab/>
            </w:r>
          </w:p>
        </w:tc>
      </w:tr>
      <w:tr w:rsidR="00C074DD" w14:paraId="30CA5816" w14:textId="77777777" w:rsidTr="005E4BB2">
        <w:trPr>
          <w:trHeight w:hRule="exact" w:val="1531"/>
        </w:trPr>
        <w:tc>
          <w:tcPr>
            <w:tcW w:w="4883" w:type="dxa"/>
            <w:shd w:val="clear" w:color="auto" w:fill="auto"/>
          </w:tcPr>
          <w:p w14:paraId="6AD50CA5" w14:textId="77777777" w:rsidR="00C074DD" w:rsidRPr="00133525" w:rsidRDefault="00950578" w:rsidP="00C074DD">
            <w:pPr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 wp14:anchorId="31CABA5D" wp14:editId="495C5242">
                  <wp:extent cx="1314450" cy="1047750"/>
                  <wp:effectExtent l="0" t="0" r="0" b="0"/>
                  <wp:docPr id="141" name="Picture 141" descr="LTE-AdvancedPro_largerTM_cropp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LTE-AdvancedPro_largerTM_cropp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shd w:val="clear" w:color="auto" w:fill="auto"/>
          </w:tcPr>
          <w:p w14:paraId="0A5317F2" w14:textId="77777777" w:rsidR="00C074DD" w:rsidRDefault="00950578" w:rsidP="00C074DD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5CC8AF6" wp14:editId="42FBE92B">
                  <wp:extent cx="1619250" cy="952500"/>
                  <wp:effectExtent l="0" t="0" r="0" b="0"/>
                  <wp:docPr id="142" name="Picture 142" descr="3GPP-logo_w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3GPP-logo_we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74DD" w14:paraId="2D068115" w14:textId="77777777" w:rsidTr="005E4BB2">
        <w:trPr>
          <w:trHeight w:hRule="exact" w:val="5783"/>
        </w:trPr>
        <w:tc>
          <w:tcPr>
            <w:tcW w:w="10423" w:type="dxa"/>
            <w:gridSpan w:val="2"/>
            <w:shd w:val="clear" w:color="auto" w:fill="auto"/>
          </w:tcPr>
          <w:p w14:paraId="5DA20E2B" w14:textId="77777777" w:rsidR="00C074DD" w:rsidRPr="00174903" w:rsidRDefault="00C074DD" w:rsidP="00C074DD">
            <w:pPr>
              <w:pStyle w:val="Guidance"/>
              <w:rPr>
                <w:b/>
                <w:color w:val="auto"/>
              </w:rPr>
            </w:pPr>
          </w:p>
        </w:tc>
      </w:tr>
      <w:tr w:rsidR="00C074DD" w14:paraId="5AA63F9F" w14:textId="77777777" w:rsidTr="005E4BB2">
        <w:trPr>
          <w:cantSplit/>
          <w:trHeight w:hRule="exact" w:val="964"/>
        </w:trPr>
        <w:tc>
          <w:tcPr>
            <w:tcW w:w="10423" w:type="dxa"/>
            <w:gridSpan w:val="2"/>
            <w:shd w:val="clear" w:color="auto" w:fill="auto"/>
          </w:tcPr>
          <w:p w14:paraId="6D92C6F6" w14:textId="77777777" w:rsidR="00C074DD" w:rsidRPr="00133525" w:rsidRDefault="00C074DD" w:rsidP="00C074DD">
            <w:pPr>
              <w:rPr>
                <w:sz w:val="16"/>
              </w:rPr>
            </w:pPr>
            <w:bookmarkStart w:id="7" w:name="warningNotice"/>
            <w:r w:rsidRPr="00133525">
              <w:rPr>
                <w:sz w:val="16"/>
              </w:rPr>
              <w:t>The present document has been developed within the 3rd Generation Partnership Project (3GPP</w:t>
            </w:r>
            <w:r w:rsidRPr="00133525">
              <w:rPr>
                <w:sz w:val="16"/>
                <w:vertAlign w:val="superscript"/>
              </w:rPr>
              <w:t xml:space="preserve"> TM</w:t>
            </w:r>
            <w:r w:rsidRPr="00133525">
              <w:rPr>
                <w:sz w:val="16"/>
              </w:rPr>
              <w:t>) and may be further elaborated for the purposes of 3GPP.</w:t>
            </w:r>
            <w:r w:rsidRPr="00133525">
              <w:rPr>
                <w:sz w:val="16"/>
              </w:rPr>
              <w:br/>
              <w:t>The present document has not been subject to any approval process by the 3GPP</w:t>
            </w:r>
            <w:r w:rsidRPr="00133525">
              <w:rPr>
                <w:sz w:val="16"/>
                <w:vertAlign w:val="superscript"/>
              </w:rPr>
              <w:t xml:space="preserve"> </w:t>
            </w:r>
            <w:r w:rsidRPr="00133525">
              <w:rPr>
                <w:sz w:val="16"/>
              </w:rPr>
              <w:t>Organizational Partners and shall not be implemented.</w:t>
            </w:r>
            <w:r w:rsidRPr="00133525">
              <w:rPr>
                <w:sz w:val="16"/>
              </w:rPr>
              <w:br/>
              <w:t>This Specification is provided for future development work within 3GPP</w:t>
            </w:r>
            <w:r w:rsidRPr="00133525">
              <w:rPr>
                <w:sz w:val="16"/>
                <w:vertAlign w:val="superscript"/>
              </w:rPr>
              <w:t xml:space="preserve"> </w:t>
            </w:r>
            <w:r w:rsidRPr="00133525">
              <w:rPr>
                <w:sz w:val="16"/>
              </w:rPr>
              <w:t>only. The Organizational Partners accept no liability for any use of this Specification.</w:t>
            </w:r>
            <w:r w:rsidRPr="00133525">
              <w:rPr>
                <w:sz w:val="16"/>
              </w:rPr>
              <w:br/>
              <w:t>Specifications and Reports for implementation of the 3GPP</w:t>
            </w:r>
            <w:r w:rsidRPr="00133525">
              <w:rPr>
                <w:sz w:val="16"/>
                <w:vertAlign w:val="superscript"/>
              </w:rPr>
              <w:t xml:space="preserve"> TM</w:t>
            </w:r>
            <w:r w:rsidRPr="00133525">
              <w:rPr>
                <w:sz w:val="16"/>
              </w:rPr>
              <w:t xml:space="preserve"> system should be obtained via the 3GPP Organizational Partners' Publications Offices.</w:t>
            </w:r>
            <w:bookmarkEnd w:id="7"/>
          </w:p>
          <w:p w14:paraId="32E7BE62" w14:textId="77777777" w:rsidR="00C074DD" w:rsidRPr="004D3578" w:rsidRDefault="00C074DD" w:rsidP="00C074DD">
            <w:pPr>
              <w:pStyle w:val="ZV"/>
              <w:framePr w:w="0" w:wrap="auto" w:vAnchor="margin" w:hAnchor="text" w:yAlign="inline"/>
            </w:pPr>
          </w:p>
          <w:p w14:paraId="7F7F888B" w14:textId="77777777" w:rsidR="00C074DD" w:rsidRPr="00133525" w:rsidRDefault="00C074DD" w:rsidP="00C074DD">
            <w:pPr>
              <w:rPr>
                <w:sz w:val="16"/>
              </w:rPr>
            </w:pPr>
          </w:p>
        </w:tc>
      </w:tr>
      <w:bookmarkEnd w:id="0"/>
    </w:tbl>
    <w:p w14:paraId="36E38BCE" w14:textId="77777777" w:rsidR="00080512" w:rsidRPr="004D3578" w:rsidRDefault="00080512">
      <w:pPr>
        <w:sectPr w:rsidR="00080512" w:rsidRPr="004D3578" w:rsidSect="009114D7">
          <w:footnotePr>
            <w:numRestart w:val="eachSect"/>
          </w:footnotePr>
          <w:pgSz w:w="11907" w:h="16840" w:code="9"/>
          <w:pgMar w:top="1134" w:right="851" w:bottom="397" w:left="851" w:header="0" w:footer="0" w:gutter="0"/>
          <w:cols w:space="720"/>
        </w:sectPr>
      </w:pPr>
    </w:p>
    <w:tbl>
      <w:tblPr>
        <w:tblW w:w="10423" w:type="dxa"/>
        <w:tblLook w:val="04A0" w:firstRow="1" w:lastRow="0" w:firstColumn="1" w:lastColumn="0" w:noHBand="0" w:noVBand="1"/>
      </w:tblPr>
      <w:tblGrid>
        <w:gridCol w:w="10423"/>
      </w:tblGrid>
      <w:tr w:rsidR="00E16509" w14:paraId="438E4EC9" w14:textId="77777777" w:rsidTr="00133525">
        <w:trPr>
          <w:trHeight w:hRule="exact" w:val="5670"/>
        </w:trPr>
        <w:tc>
          <w:tcPr>
            <w:tcW w:w="10423" w:type="dxa"/>
            <w:shd w:val="clear" w:color="auto" w:fill="auto"/>
          </w:tcPr>
          <w:p w14:paraId="52773DE5" w14:textId="77777777" w:rsidR="00E16509" w:rsidRPr="00174903" w:rsidRDefault="00E16509" w:rsidP="00E16509">
            <w:pPr>
              <w:pStyle w:val="Guidance"/>
              <w:rPr>
                <w:color w:val="auto"/>
              </w:rPr>
            </w:pPr>
            <w:bookmarkStart w:id="8" w:name="page2"/>
          </w:p>
        </w:tc>
      </w:tr>
      <w:tr w:rsidR="00E16509" w14:paraId="1FA4DB39" w14:textId="77777777" w:rsidTr="00C074DD">
        <w:trPr>
          <w:trHeight w:hRule="exact" w:val="5387"/>
        </w:trPr>
        <w:tc>
          <w:tcPr>
            <w:tcW w:w="10423" w:type="dxa"/>
            <w:shd w:val="clear" w:color="auto" w:fill="auto"/>
          </w:tcPr>
          <w:p w14:paraId="457151A2" w14:textId="77777777" w:rsidR="00E16509" w:rsidRPr="00133525" w:rsidRDefault="00E16509" w:rsidP="00133525">
            <w:pPr>
              <w:pStyle w:val="FP"/>
              <w:spacing w:after="240"/>
              <w:ind w:left="2835" w:right="2835"/>
              <w:jc w:val="center"/>
              <w:rPr>
                <w:rFonts w:ascii="Arial" w:hAnsi="Arial"/>
                <w:b/>
                <w:i/>
              </w:rPr>
            </w:pPr>
            <w:bookmarkStart w:id="9" w:name="coords3gpp"/>
            <w:r w:rsidRPr="00133525">
              <w:rPr>
                <w:rFonts w:ascii="Arial" w:hAnsi="Arial"/>
                <w:b/>
                <w:i/>
              </w:rPr>
              <w:t>3GPP</w:t>
            </w:r>
          </w:p>
          <w:p w14:paraId="27557ACF" w14:textId="77777777" w:rsidR="00E16509" w:rsidRPr="004D3578" w:rsidRDefault="00E16509" w:rsidP="00133525">
            <w:pPr>
              <w:pStyle w:val="FP"/>
              <w:pBdr>
                <w:bottom w:val="single" w:sz="6" w:space="1" w:color="auto"/>
              </w:pBdr>
              <w:ind w:left="2835" w:right="2835"/>
              <w:jc w:val="center"/>
            </w:pPr>
            <w:r w:rsidRPr="004D3578">
              <w:t>Postal address</w:t>
            </w:r>
          </w:p>
          <w:p w14:paraId="15553191" w14:textId="77777777" w:rsidR="00E16509" w:rsidRPr="00133525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</w:rPr>
            </w:pPr>
          </w:p>
          <w:p w14:paraId="005B3D67" w14:textId="77777777" w:rsidR="00E16509" w:rsidRPr="004D3578" w:rsidRDefault="00E16509" w:rsidP="00133525">
            <w:pPr>
              <w:pStyle w:val="FP"/>
              <w:pBdr>
                <w:bottom w:val="single" w:sz="6" w:space="1" w:color="auto"/>
              </w:pBdr>
              <w:spacing w:before="240"/>
              <w:ind w:left="2835" w:right="2835"/>
              <w:jc w:val="center"/>
            </w:pPr>
            <w:r w:rsidRPr="004D3578">
              <w:t>3GPP support office address</w:t>
            </w:r>
          </w:p>
          <w:p w14:paraId="474F54F6" w14:textId="77777777" w:rsidR="00E16509" w:rsidRPr="00133525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</w:rPr>
            </w:pPr>
            <w:r w:rsidRPr="00133525">
              <w:rPr>
                <w:rFonts w:ascii="Arial" w:hAnsi="Arial"/>
                <w:sz w:val="18"/>
              </w:rPr>
              <w:t>650 Route des Lucioles - Sophia Antipolis</w:t>
            </w:r>
          </w:p>
          <w:p w14:paraId="497B3237" w14:textId="77777777" w:rsidR="00E16509" w:rsidRPr="00133525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</w:rPr>
            </w:pPr>
            <w:r w:rsidRPr="00133525">
              <w:rPr>
                <w:rFonts w:ascii="Arial" w:hAnsi="Arial"/>
                <w:sz w:val="18"/>
              </w:rPr>
              <w:t>Valbonne - FRANCE</w:t>
            </w:r>
          </w:p>
          <w:p w14:paraId="16424FD5" w14:textId="77777777" w:rsidR="00E16509" w:rsidRPr="00133525" w:rsidRDefault="00E16509" w:rsidP="00133525">
            <w:pPr>
              <w:pStyle w:val="FP"/>
              <w:spacing w:after="20"/>
              <w:ind w:left="2835" w:right="2835"/>
              <w:jc w:val="center"/>
              <w:rPr>
                <w:rFonts w:ascii="Arial" w:hAnsi="Arial"/>
                <w:sz w:val="18"/>
              </w:rPr>
            </w:pPr>
            <w:r w:rsidRPr="00133525">
              <w:rPr>
                <w:rFonts w:ascii="Arial" w:hAnsi="Arial"/>
                <w:sz w:val="18"/>
              </w:rPr>
              <w:t>Tel.: +33 4 92 94 42 00 Fax: +33 4 93 65 47 16</w:t>
            </w:r>
          </w:p>
          <w:p w14:paraId="08FD6EC8" w14:textId="77777777" w:rsidR="00E16509" w:rsidRPr="004D3578" w:rsidRDefault="00E16509" w:rsidP="00133525">
            <w:pPr>
              <w:pStyle w:val="FP"/>
              <w:pBdr>
                <w:bottom w:val="single" w:sz="6" w:space="1" w:color="auto"/>
              </w:pBdr>
              <w:spacing w:before="240"/>
              <w:ind w:left="2835" w:right="2835"/>
              <w:jc w:val="center"/>
            </w:pPr>
            <w:r w:rsidRPr="004D3578">
              <w:t>Internet</w:t>
            </w:r>
          </w:p>
          <w:p w14:paraId="7D8F9E4F" w14:textId="77777777" w:rsidR="00E16509" w:rsidRPr="00133525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</w:rPr>
            </w:pPr>
            <w:r w:rsidRPr="00133525">
              <w:rPr>
                <w:rFonts w:ascii="Arial" w:hAnsi="Arial"/>
                <w:sz w:val="18"/>
              </w:rPr>
              <w:t>http://www.3gpp.org</w:t>
            </w:r>
            <w:bookmarkEnd w:id="9"/>
          </w:p>
          <w:p w14:paraId="09B92A9F" w14:textId="77777777" w:rsidR="00E16509" w:rsidRDefault="00E16509" w:rsidP="00133525"/>
        </w:tc>
      </w:tr>
      <w:tr w:rsidR="00E16509" w14:paraId="65D25B7E" w14:textId="77777777" w:rsidTr="00C074DD">
        <w:tc>
          <w:tcPr>
            <w:tcW w:w="10423" w:type="dxa"/>
            <w:shd w:val="clear" w:color="auto" w:fill="auto"/>
            <w:vAlign w:val="bottom"/>
          </w:tcPr>
          <w:p w14:paraId="127ADBCC" w14:textId="77777777" w:rsidR="00E16509" w:rsidRPr="00133525" w:rsidRDefault="00E16509" w:rsidP="00133525">
            <w:pPr>
              <w:pStyle w:val="FP"/>
              <w:pBdr>
                <w:bottom w:val="single" w:sz="6" w:space="1" w:color="auto"/>
              </w:pBdr>
              <w:spacing w:after="240"/>
              <w:jc w:val="center"/>
              <w:rPr>
                <w:rFonts w:ascii="Arial" w:hAnsi="Arial"/>
                <w:b/>
                <w:i/>
                <w:noProof/>
              </w:rPr>
            </w:pPr>
            <w:bookmarkStart w:id="10" w:name="copyrightNotification"/>
            <w:r w:rsidRPr="00133525">
              <w:rPr>
                <w:rFonts w:ascii="Arial" w:hAnsi="Arial"/>
                <w:b/>
                <w:i/>
                <w:noProof/>
              </w:rPr>
              <w:t>Copyright Notification</w:t>
            </w:r>
          </w:p>
          <w:p w14:paraId="0E4EDC88" w14:textId="77777777" w:rsidR="00E16509" w:rsidRPr="004D3578" w:rsidRDefault="00E16509" w:rsidP="00133525">
            <w:pPr>
              <w:pStyle w:val="FP"/>
              <w:jc w:val="center"/>
              <w:rPr>
                <w:noProof/>
              </w:rPr>
            </w:pPr>
            <w:r w:rsidRPr="004D3578">
              <w:rPr>
                <w:noProof/>
              </w:rPr>
              <w:t>No part may be reproduced except as authorized by written permission.</w:t>
            </w:r>
            <w:r w:rsidRPr="004D3578">
              <w:rPr>
                <w:noProof/>
              </w:rPr>
              <w:br/>
              <w:t>The copyright and the foregoing restriction extend to reproduction in all media.</w:t>
            </w:r>
          </w:p>
          <w:p w14:paraId="026F0276" w14:textId="77777777" w:rsidR="00E16509" w:rsidRPr="004D3578" w:rsidRDefault="00E16509" w:rsidP="00133525">
            <w:pPr>
              <w:pStyle w:val="FP"/>
              <w:jc w:val="center"/>
              <w:rPr>
                <w:noProof/>
              </w:rPr>
            </w:pPr>
          </w:p>
          <w:p w14:paraId="77BE0D0E" w14:textId="7D186607" w:rsidR="00E16509" w:rsidRPr="00133525" w:rsidRDefault="00E16509" w:rsidP="00133525">
            <w:pPr>
              <w:pStyle w:val="FP"/>
              <w:jc w:val="center"/>
              <w:rPr>
                <w:noProof/>
                <w:sz w:val="18"/>
              </w:rPr>
            </w:pPr>
            <w:r w:rsidRPr="00133525">
              <w:rPr>
                <w:noProof/>
                <w:sz w:val="18"/>
              </w:rPr>
              <w:t xml:space="preserve">© </w:t>
            </w:r>
            <w:r w:rsidR="00F11B67" w:rsidRPr="00174903">
              <w:rPr>
                <w:noProof/>
                <w:sz w:val="18"/>
              </w:rPr>
              <w:t>202</w:t>
            </w:r>
            <w:r w:rsidR="0051130A">
              <w:rPr>
                <w:noProof/>
                <w:sz w:val="18"/>
              </w:rPr>
              <w:t>2</w:t>
            </w:r>
            <w:r w:rsidRPr="00174903">
              <w:rPr>
                <w:noProof/>
                <w:sz w:val="18"/>
              </w:rPr>
              <w:t>, 3GPP Org</w:t>
            </w:r>
            <w:r w:rsidRPr="00133525">
              <w:rPr>
                <w:noProof/>
                <w:sz w:val="18"/>
              </w:rPr>
              <w:t>anizational Partners (ARIB, ATIS, CCSA, ETSI, TSDSI, TTA, TTC).</w:t>
            </w:r>
            <w:bookmarkStart w:id="11" w:name="copyrightaddon"/>
            <w:bookmarkEnd w:id="11"/>
          </w:p>
          <w:p w14:paraId="5107C806" w14:textId="77777777" w:rsidR="00E16509" w:rsidRPr="00133525" w:rsidRDefault="00E16509" w:rsidP="00133525">
            <w:pPr>
              <w:pStyle w:val="FP"/>
              <w:jc w:val="center"/>
              <w:rPr>
                <w:noProof/>
                <w:sz w:val="18"/>
              </w:rPr>
            </w:pPr>
            <w:r w:rsidRPr="00133525">
              <w:rPr>
                <w:noProof/>
                <w:sz w:val="18"/>
              </w:rPr>
              <w:t>All rights reserved.</w:t>
            </w:r>
          </w:p>
          <w:p w14:paraId="32917B5A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</w:p>
          <w:p w14:paraId="1235F820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  <w:r w:rsidRPr="00133525">
              <w:rPr>
                <w:noProof/>
                <w:sz w:val="18"/>
              </w:rPr>
              <w:t>UMTS™ is a Trade Mark of ETSI registered for the benefit of its members</w:t>
            </w:r>
          </w:p>
          <w:p w14:paraId="3B7CA197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  <w:r w:rsidRPr="00133525">
              <w:rPr>
                <w:noProof/>
                <w:sz w:val="18"/>
              </w:rPr>
              <w:t>3GPP™ is a Trade Mark of ETSI registered for the benefit of its Members and of the 3GPP Organizational Partners</w:t>
            </w:r>
            <w:r w:rsidRPr="00133525">
              <w:rPr>
                <w:noProof/>
                <w:sz w:val="18"/>
              </w:rPr>
              <w:br/>
              <w:t>LTE™ is a Trade Mark of ETSI registered for the benefit of its Members and of the 3GPP Organizational Partners</w:t>
            </w:r>
          </w:p>
          <w:p w14:paraId="37500003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  <w:r w:rsidRPr="00133525">
              <w:rPr>
                <w:noProof/>
                <w:sz w:val="18"/>
              </w:rPr>
              <w:t>GSM® and the GSM logo are registered and owned by the GSM Association</w:t>
            </w:r>
            <w:bookmarkEnd w:id="10"/>
          </w:p>
          <w:p w14:paraId="131D4AFC" w14:textId="77777777" w:rsidR="00E16509" w:rsidRDefault="00E16509" w:rsidP="00133525"/>
        </w:tc>
      </w:tr>
      <w:bookmarkEnd w:id="8"/>
    </w:tbl>
    <w:p w14:paraId="520CE895" w14:textId="77777777" w:rsidR="00080512" w:rsidRPr="004D3578" w:rsidRDefault="00080512">
      <w:pPr>
        <w:pStyle w:val="TT"/>
      </w:pPr>
      <w:r w:rsidRPr="004D3578">
        <w:br w:type="page"/>
      </w:r>
      <w:bookmarkStart w:id="12" w:name="tableOfContents"/>
      <w:bookmarkEnd w:id="12"/>
      <w:r w:rsidRPr="004D3578">
        <w:lastRenderedPageBreak/>
        <w:t>Contents</w:t>
      </w:r>
    </w:p>
    <w:p w14:paraId="0BCF3FB5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fldChar w:fldCharType="begin"/>
      </w:r>
      <w:r>
        <w:instrText xml:space="preserve"> TOC \o "1-9" </w:instrText>
      </w:r>
      <w:r>
        <w:fldChar w:fldCharType="separate"/>
      </w:r>
      <w:r>
        <w:t>Foreword</w:t>
      </w:r>
      <w:r>
        <w:tab/>
        <w:t>92</w:t>
      </w:r>
    </w:p>
    <w:p w14:paraId="28CBAFCA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 w:rsidRPr="00614873">
        <w:rPr>
          <w:rFonts w:cs="v4.2.0"/>
        </w:rPr>
        <w:t>1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Scope</w:t>
      </w:r>
      <w:r>
        <w:tab/>
        <w:t>94</w:t>
      </w:r>
    </w:p>
    <w:p w14:paraId="2923923B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2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References</w:t>
      </w:r>
      <w:r>
        <w:tab/>
        <w:t>94</w:t>
      </w:r>
    </w:p>
    <w:p w14:paraId="54AD9D9A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3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Definitions, symbols and abbreviations</w:t>
      </w:r>
      <w:r>
        <w:tab/>
        <w:t>96</w:t>
      </w:r>
    </w:p>
    <w:p w14:paraId="2383F15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Definitions</w:t>
      </w:r>
      <w:r>
        <w:tab/>
        <w:t>96</w:t>
      </w:r>
    </w:p>
    <w:p w14:paraId="17CD782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Symbols</w:t>
      </w:r>
      <w:r>
        <w:tab/>
        <w:t>98</w:t>
      </w:r>
    </w:p>
    <w:p w14:paraId="408683A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Abbreviations</w:t>
      </w:r>
      <w:r>
        <w:tab/>
        <w:t>99</w:t>
      </w:r>
    </w:p>
    <w:p w14:paraId="037636B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tolerances</w:t>
      </w:r>
      <w:r>
        <w:tab/>
        <w:t>102</w:t>
      </w:r>
    </w:p>
    <w:p w14:paraId="691E3DD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Additional notation</w:t>
      </w:r>
      <w:r>
        <w:tab/>
        <w:t>102</w:t>
      </w:r>
    </w:p>
    <w:p w14:paraId="4837F4E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Groups of bands</w:t>
      </w:r>
      <w:r>
        <w:tab/>
        <w:t>102</w:t>
      </w:r>
    </w:p>
    <w:p w14:paraId="25BBA69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General</w:t>
      </w:r>
      <w:r>
        <w:tab/>
        <w:t>104</w:t>
      </w:r>
    </w:p>
    <w:p w14:paraId="2AF3238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Applicability of requirements in this specification version</w:t>
      </w:r>
      <w:r>
        <w:tab/>
        <w:t>104</w:t>
      </w:r>
    </w:p>
    <w:p w14:paraId="4CA6099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Applicability of requirements for UE capable of network-based CRS interference mitigation</w:t>
      </w:r>
      <w:r>
        <w:tab/>
        <w:t>110</w:t>
      </w:r>
    </w:p>
    <w:p w14:paraId="18CADE1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Applicability of requirements with CRS muting for category M1 UE capable of CRS muting</w:t>
      </w:r>
      <w:r>
        <w:tab/>
        <w:t>112</w:t>
      </w:r>
    </w:p>
    <w:p w14:paraId="39B7ECD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3.6.1.3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Applicability of requirements with CRS muting for category M2 UE capable of CRS muting</w:t>
      </w:r>
      <w:r>
        <w:tab/>
        <w:t>113</w:t>
      </w:r>
    </w:p>
    <w:p w14:paraId="6005693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Applicability of requirements for EN-DC operation</w:t>
      </w:r>
      <w:r>
        <w:tab/>
        <w:t>114</w:t>
      </w:r>
    </w:p>
    <w:p w14:paraId="4AA33C6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Applicability of requirements for NE-DC operation</w:t>
      </w:r>
      <w:r>
        <w:tab/>
        <w:t>115</w:t>
      </w:r>
    </w:p>
    <w:p w14:paraId="7350FCD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Applicability of requirements for NGEN-DC operation</w:t>
      </w:r>
      <w:r>
        <w:tab/>
        <w:t>116</w:t>
      </w:r>
    </w:p>
    <w:p w14:paraId="050040D0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4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E-UTRAN RRC_IDLE state mobility</w:t>
      </w:r>
      <w:r>
        <w:tab/>
        <w:t>116</w:t>
      </w:r>
    </w:p>
    <w:p w14:paraId="75C31F5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Selection</w:t>
      </w:r>
      <w:r>
        <w:tab/>
        <w:t>116</w:t>
      </w:r>
    </w:p>
    <w:p w14:paraId="599613C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Re-selection</w:t>
      </w:r>
      <w:r>
        <w:tab/>
        <w:t>116</w:t>
      </w:r>
    </w:p>
    <w:p w14:paraId="6D81F56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116</w:t>
      </w:r>
    </w:p>
    <w:p w14:paraId="2DB1A75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117</w:t>
      </w:r>
    </w:p>
    <w:p w14:paraId="136DDD4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and evaluation of serving cell</w:t>
      </w:r>
      <w:r>
        <w:tab/>
        <w:t>118</w:t>
      </w:r>
    </w:p>
    <w:p w14:paraId="78CE750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119</w:t>
      </w:r>
    </w:p>
    <w:p w14:paraId="236CB3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intra-frequency E-UTRAN cells</w:t>
      </w:r>
      <w:r>
        <w:tab/>
        <w:t>119</w:t>
      </w:r>
    </w:p>
    <w:p w14:paraId="1C29A93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inter-frequency E-UTRAN cells</w:t>
      </w:r>
      <w:r>
        <w:tab/>
        <w:t>121</w:t>
      </w:r>
    </w:p>
    <w:p w14:paraId="054D5FD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inter-RAT cells</w:t>
      </w:r>
      <w:r>
        <w:tab/>
        <w:t>123</w:t>
      </w:r>
    </w:p>
    <w:p w14:paraId="0461E80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UTRAN FDD cells</w:t>
      </w:r>
      <w:r>
        <w:tab/>
        <w:t>123</w:t>
      </w:r>
    </w:p>
    <w:p w14:paraId="3B0E841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UTRAN TDD cells</w:t>
      </w:r>
      <w:r>
        <w:tab/>
        <w:t>125</w:t>
      </w:r>
    </w:p>
    <w:p w14:paraId="36ED7D3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GSM cells</w:t>
      </w:r>
      <w:r>
        <w:tab/>
        <w:t>126</w:t>
      </w:r>
    </w:p>
    <w:p w14:paraId="4FEA205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HRPD cells</w:t>
      </w:r>
      <w:r>
        <w:tab/>
        <w:t>127</w:t>
      </w:r>
    </w:p>
    <w:p w14:paraId="63E796A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cdma2000 1X</w:t>
      </w:r>
      <w:r>
        <w:tab/>
        <w:t>128</w:t>
      </w:r>
    </w:p>
    <w:p w14:paraId="468A5CF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NR cells</w:t>
      </w:r>
      <w:r>
        <w:tab/>
        <w:t>129</w:t>
      </w:r>
    </w:p>
    <w:p w14:paraId="451DCF6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NR cells subject to CCA</w:t>
      </w:r>
      <w:r>
        <w:tab/>
        <w:t>131</w:t>
      </w:r>
    </w:p>
    <w:p w14:paraId="23AA10B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Evaluation of cell re-selection criteria</w:t>
      </w:r>
      <w:r>
        <w:tab/>
        <w:t>133</w:t>
      </w:r>
    </w:p>
    <w:p w14:paraId="4E50DB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interruption in paging reception</w:t>
      </w:r>
      <w:r>
        <w:tab/>
        <w:t>133</w:t>
      </w:r>
    </w:p>
    <w:p w14:paraId="0EF7459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134</w:t>
      </w:r>
    </w:p>
    <w:p w14:paraId="3F35A5E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measurement capability</w:t>
      </w:r>
      <w:r>
        <w:tab/>
        <w:t>134</w:t>
      </w:r>
    </w:p>
    <w:p w14:paraId="082B101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4.2.2.9a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measurement capability (Increased UE carrier monitoring)</w:t>
      </w:r>
      <w:r>
        <w:tab/>
        <w:t>134</w:t>
      </w:r>
    </w:p>
    <w:p w14:paraId="77146B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Reselection to CSG cells</w:t>
      </w:r>
      <w:r>
        <w:tab/>
        <w:t>135</w:t>
      </w:r>
    </w:p>
    <w:p w14:paraId="6567AD0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Reselection from a non CSG to an inter-frequency CSG cell</w:t>
      </w:r>
      <w:r>
        <w:tab/>
        <w:t>135</w:t>
      </w:r>
    </w:p>
    <w:p w14:paraId="55666C5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Reselection from a non CSG to an inter-RAT UTRAN FDD CSG cell</w:t>
      </w:r>
      <w:r>
        <w:tab/>
        <w:t>136</w:t>
      </w:r>
    </w:p>
    <w:p w14:paraId="555639C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137</w:t>
      </w:r>
    </w:p>
    <w:p w14:paraId="67F3D6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137</w:t>
      </w:r>
    </w:p>
    <w:p w14:paraId="10779C8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137</w:t>
      </w:r>
    </w:p>
    <w:p w14:paraId="57BBAB5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Minimization of Drive Tests (MDT)</w:t>
      </w:r>
      <w:r>
        <w:tab/>
        <w:t>137</w:t>
      </w:r>
    </w:p>
    <w:p w14:paraId="55A94EC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138</w:t>
      </w:r>
    </w:p>
    <w:p w14:paraId="5B40BD4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</w:t>
      </w:r>
      <w:r>
        <w:tab/>
        <w:t>138</w:t>
      </w:r>
    </w:p>
    <w:p w14:paraId="5DAB20F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4.3.2.1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?? ??"/>
        </w:rPr>
        <w:t>Requirements</w:t>
      </w:r>
      <w:r>
        <w:tab/>
        <w:t>138</w:t>
      </w:r>
    </w:p>
    <w:p w14:paraId="091C967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Time Stamp Accuracy</w:t>
      </w:r>
      <w:r>
        <w:tab/>
        <w:t>138</w:t>
      </w:r>
    </w:p>
    <w:p w14:paraId="28C470C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4.3.3.1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138</w:t>
      </w:r>
    </w:p>
    <w:p w14:paraId="1327423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Time Stamp Accuracy for RRC Connection Establishment Failure Log Reporting</w:t>
      </w:r>
      <w:r>
        <w:tab/>
        <w:t>138</w:t>
      </w:r>
    </w:p>
    <w:p w14:paraId="6423C2C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Requirements</w:t>
      </w:r>
      <w:r>
        <w:tab/>
        <w:t>138</w:t>
      </w:r>
    </w:p>
    <w:p w14:paraId="4AF3DF6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Time Stamp Accuracy for Radio Link Failure and Handover Failure Log Reporting</w:t>
      </w:r>
      <w:r>
        <w:tab/>
        <w:t>139</w:t>
      </w:r>
    </w:p>
    <w:p w14:paraId="08CE32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Requirements for </w:t>
      </w:r>
      <w:r w:rsidRPr="00614873">
        <w:rPr>
          <w:i/>
        </w:rPr>
        <w:t>timeSinceFailure</w:t>
      </w:r>
      <w:r>
        <w:tab/>
        <w:t>139</w:t>
      </w:r>
    </w:p>
    <w:p w14:paraId="69651EC8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Measurements</w:t>
      </w:r>
      <w:r>
        <w:tab/>
        <w:t>139</w:t>
      </w:r>
    </w:p>
    <w:p w14:paraId="675ACAD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139</w:t>
      </w:r>
    </w:p>
    <w:p w14:paraId="2124F22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RSRP measurements</w:t>
      </w:r>
      <w:r>
        <w:tab/>
        <w:t>139</w:t>
      </w:r>
    </w:p>
    <w:p w14:paraId="216982C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RSRQ measurements</w:t>
      </w:r>
      <w:r>
        <w:tab/>
        <w:t>139</w:t>
      </w:r>
    </w:p>
    <w:p w14:paraId="67CBCFC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MCH BLER measurements</w:t>
      </w:r>
      <w:r>
        <w:tab/>
        <w:t>140</w:t>
      </w:r>
    </w:p>
    <w:p w14:paraId="10EE24C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Proximity-based Services</w:t>
      </w:r>
      <w:r>
        <w:tab/>
        <w:t>140</w:t>
      </w:r>
    </w:p>
    <w:p w14:paraId="1B060EA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140</w:t>
      </w:r>
    </w:p>
    <w:p w14:paraId="526D227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140</w:t>
      </w:r>
    </w:p>
    <w:p w14:paraId="3FD0FEF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with ProSe Direct Discovery</w:t>
      </w:r>
      <w:r>
        <w:tab/>
        <w:t>140</w:t>
      </w:r>
    </w:p>
    <w:p w14:paraId="4FD2E0C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with ProSe Direct Communication</w:t>
      </w:r>
      <w:r>
        <w:tab/>
        <w:t>140</w:t>
      </w:r>
    </w:p>
    <w:p w14:paraId="6805832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 with ProSe Direct Discovery</w:t>
      </w:r>
      <w:r>
        <w:tab/>
        <w:t>140</w:t>
      </w:r>
    </w:p>
    <w:p w14:paraId="3685B26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4.5.2.4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 with ProSe Direct Communication</w:t>
      </w:r>
      <w:r>
        <w:tab/>
        <w:t>141</w:t>
      </w:r>
    </w:p>
    <w:p w14:paraId="421B0D7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Selection and Re-selection Requirements for UE category NB1</w:t>
      </w:r>
      <w:r>
        <w:tab/>
        <w:t>141</w:t>
      </w:r>
    </w:p>
    <w:p w14:paraId="22DF559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Selection</w:t>
      </w:r>
      <w:r>
        <w:tab/>
        <w:t>141</w:t>
      </w:r>
    </w:p>
    <w:p w14:paraId="6CE405E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Re-selection</w:t>
      </w:r>
      <w:r>
        <w:tab/>
        <w:t>141</w:t>
      </w:r>
    </w:p>
    <w:p w14:paraId="02C4678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and evaluation of serving NB-IoT cell for UE category NB1 in normal coverage</w:t>
      </w:r>
      <w:r>
        <w:tab/>
        <w:t>142</w:t>
      </w:r>
    </w:p>
    <w:p w14:paraId="43C3BD5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and evaluation of serving NB-IoT cell for HD-FDD UE category NB1 in normal coverage when configured with WUS</w:t>
      </w:r>
      <w:r>
        <w:tab/>
        <w:t>143</w:t>
      </w:r>
    </w:p>
    <w:p w14:paraId="4744A28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intra-frequency NB-IoT cells for UE category NB1 in normal coverage</w:t>
      </w:r>
      <w:r>
        <w:tab/>
        <w:t>144</w:t>
      </w:r>
    </w:p>
    <w:p w14:paraId="2F1B1A2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and evaluation of serving NB-IoT cell for UE category NB1 in enhanced coverage</w:t>
      </w:r>
      <w:r>
        <w:tab/>
        <w:t>145</w:t>
      </w:r>
    </w:p>
    <w:p w14:paraId="3DC774E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4.6.2.3A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and evaluation of serving NB-IoT cell for HD-FDD UE category NB1 in enhanced coverage when configured with WUS</w:t>
      </w:r>
      <w:r>
        <w:tab/>
        <w:t>147</w:t>
      </w:r>
    </w:p>
    <w:p w14:paraId="27DDA6B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intra-frequency NB-IoT cells for UE category NB1 in enhanced coverage</w:t>
      </w:r>
      <w:r>
        <w:tab/>
        <w:t>147</w:t>
      </w:r>
    </w:p>
    <w:p w14:paraId="7D52065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4.6.2.5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Measurements of inter-frequency NB cells for UE category NB1 in normal coverage</w:t>
      </w:r>
      <w:r>
        <w:tab/>
        <w:t>149</w:t>
      </w:r>
    </w:p>
    <w:p w14:paraId="4ECADAA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4.6.2.6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Measurements of inter-frequency NB-IoT cells for UE category NB1 in enhanced coverage</w:t>
      </w:r>
      <w:r>
        <w:tab/>
        <w:t>150</w:t>
      </w:r>
    </w:p>
    <w:p w14:paraId="573218D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interruption in paging reception</w:t>
      </w:r>
      <w:r>
        <w:rPr>
          <w:lang w:eastAsia="zh-CN"/>
        </w:rPr>
        <w:t xml:space="preserve"> in normal coverage</w:t>
      </w:r>
      <w:r>
        <w:tab/>
        <w:t>152</w:t>
      </w:r>
    </w:p>
    <w:p w14:paraId="37F005D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</w:t>
      </w:r>
      <w:r>
        <w:rPr>
          <w:lang w:eastAsia="zh-CN"/>
        </w:rPr>
        <w:t>7A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interruption in paging reception</w:t>
      </w:r>
      <w:r>
        <w:rPr>
          <w:lang w:eastAsia="zh-CN"/>
        </w:rPr>
        <w:t xml:space="preserve"> in enhanced coverage</w:t>
      </w:r>
      <w:r>
        <w:tab/>
        <w:t>152</w:t>
      </w:r>
    </w:p>
    <w:p w14:paraId="0E1BD34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measurement capability</w:t>
      </w:r>
      <w:r>
        <w:tab/>
        <w:t>152</w:t>
      </w:r>
    </w:p>
    <w:p w14:paraId="5C84448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WUS receptions for NB1</w:t>
      </w:r>
      <w:r>
        <w:tab/>
        <w:t>152</w:t>
      </w:r>
    </w:p>
    <w:p w14:paraId="59458F5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for transmission using preconfigured uplink resources for UE category NB1</w:t>
      </w:r>
      <w:r>
        <w:tab/>
        <w:t>153</w:t>
      </w:r>
    </w:p>
    <w:p w14:paraId="5C98BB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153</w:t>
      </w:r>
    </w:p>
    <w:p w14:paraId="6A4E744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on UE synchronization for transmission using PUR</w:t>
      </w:r>
      <w:r>
        <w:tab/>
        <w:t>153</w:t>
      </w:r>
    </w:p>
    <w:p w14:paraId="5ED01C4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on TA validation for transmission using PUR</w:t>
      </w:r>
      <w:r>
        <w:tab/>
        <w:t>153</w:t>
      </w:r>
    </w:p>
    <w:p w14:paraId="70DA21D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Selection and Re-selection Requirements for UE category M1</w:t>
      </w:r>
      <w:r>
        <w:tab/>
        <w:t>154</w:t>
      </w:r>
    </w:p>
    <w:p w14:paraId="7B502E1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Selection</w:t>
      </w:r>
      <w:r>
        <w:tab/>
        <w:t>154</w:t>
      </w:r>
    </w:p>
    <w:p w14:paraId="4E04CFD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Re-selection</w:t>
      </w:r>
      <w:r>
        <w:tab/>
        <w:t>154</w:t>
      </w:r>
    </w:p>
    <w:p w14:paraId="29A660D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Re-selection requirements for UE category M1 in normal coverage</w:t>
      </w:r>
      <w:r>
        <w:tab/>
        <w:t>154</w:t>
      </w:r>
    </w:p>
    <w:p w14:paraId="6EDD197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4.7.2.1.1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>Measurement and evaluation of serving cell for UE category M1 in normal coverage</w:t>
      </w:r>
      <w:r>
        <w:tab/>
        <w:t>154</w:t>
      </w:r>
    </w:p>
    <w:p w14:paraId="3327383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4.7.2.1.1A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Relaxed measurement and evaluation of serving cell for UE category M1 in normal coverage</w:t>
      </w:r>
      <w:r>
        <w:tab/>
        <w:t>155</w:t>
      </w:r>
    </w:p>
    <w:p w14:paraId="02A42FD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4.7.2.1.2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>Measurements of intra-frequency cells for UE category M1 in normal coverage</w:t>
      </w:r>
      <w:r>
        <w:tab/>
        <w:t>156</w:t>
      </w:r>
    </w:p>
    <w:p w14:paraId="6FCBCB6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4.7.2.1.3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>Measurements of inter-frequency cells for UE category M1 in normal coverage</w:t>
      </w:r>
      <w:r>
        <w:tab/>
        <w:t>158</w:t>
      </w:r>
    </w:p>
    <w:p w14:paraId="7847242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4.7.2.1.4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>Maximum allowed layers for multiple monitoring for UE category M1 in normal coverage</w:t>
      </w:r>
      <w:r>
        <w:tab/>
        <w:t>159</w:t>
      </w:r>
    </w:p>
    <w:p w14:paraId="5C42048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4.7.2.1.5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Maximum interruption in paging reception for Category M1 UEs in normal coverage</w:t>
      </w:r>
      <w:r>
        <w:tab/>
        <w:t>160</w:t>
      </w:r>
    </w:p>
    <w:p w14:paraId="6BB51A6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Re-selection requirements for UE category M1 in enhanced coverage</w:t>
      </w:r>
      <w:r>
        <w:tab/>
        <w:t>160</w:t>
      </w:r>
    </w:p>
    <w:p w14:paraId="1DC25CA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4.7.2.2.1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>Measurement and evaluation of serving cell for UE category M1 in enhanced coverage</w:t>
      </w:r>
      <w:r>
        <w:tab/>
        <w:t>160</w:t>
      </w:r>
    </w:p>
    <w:p w14:paraId="446827F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4.7.2.2.1A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Relaxed measurement and evaluation of serving cell for UE category M1 in enhaned coverage</w:t>
      </w:r>
      <w:r>
        <w:tab/>
        <w:t>161</w:t>
      </w:r>
    </w:p>
    <w:p w14:paraId="6AD2E1C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4.7.2.2.2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>Measurements of intra-frequency cells for UE category M1 in enhanced coverage</w:t>
      </w:r>
      <w:r>
        <w:tab/>
        <w:t>162</w:t>
      </w:r>
    </w:p>
    <w:p w14:paraId="372CC3C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4.7.2.2.3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>Measurements of inter-frequency cells for UE category M1 in enhanced coverage</w:t>
      </w:r>
      <w:r>
        <w:tab/>
        <w:t>165</w:t>
      </w:r>
    </w:p>
    <w:p w14:paraId="4B60329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4.7.2.2.4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>Maximum allowed layers for multiple monitoring for UE category M1 in enhanced coverage</w:t>
      </w:r>
      <w:r>
        <w:tab/>
        <w:t>166</w:t>
      </w:r>
    </w:p>
    <w:p w14:paraId="4482922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4.7.2.2.5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Maximum interruption in paging reception for Category M1 UEs in enhanced coverage</w:t>
      </w:r>
      <w:r>
        <w:tab/>
        <w:t>167</w:t>
      </w:r>
    </w:p>
    <w:p w14:paraId="602D588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WUS receptions for UE category M1</w:t>
      </w:r>
      <w:r>
        <w:tab/>
        <w:t>167</w:t>
      </w:r>
    </w:p>
    <w:p w14:paraId="46A9162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Channel quality report for UE Category M1 in idle mode</w:t>
      </w:r>
      <w:r>
        <w:tab/>
        <w:t>167</w:t>
      </w:r>
    </w:p>
    <w:p w14:paraId="5FC355A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for transmission using preconfigured uplink resources for UE category M1</w:t>
      </w:r>
      <w:r>
        <w:tab/>
        <w:t>168</w:t>
      </w:r>
    </w:p>
    <w:p w14:paraId="63B96A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168</w:t>
      </w:r>
    </w:p>
    <w:p w14:paraId="5B32604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on UE synchronization for transmission using PUR</w:t>
      </w:r>
      <w:r>
        <w:tab/>
        <w:t>168</w:t>
      </w:r>
    </w:p>
    <w:p w14:paraId="36A5671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on TA validation for transmission using PUR</w:t>
      </w:r>
      <w:r>
        <w:tab/>
        <w:t>168</w:t>
      </w:r>
    </w:p>
    <w:p w14:paraId="0271375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</w:t>
      </w:r>
      <w:r>
        <w:rPr>
          <w:lang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Idle State Positioning Measurement</w:t>
      </w:r>
      <w:r>
        <w:t xml:space="preserve"> Requirements for UE category NB1</w:t>
      </w:r>
      <w:r>
        <w:tab/>
        <w:t>169</w:t>
      </w:r>
    </w:p>
    <w:p w14:paraId="4C642DB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OTDOA Intra-Frequency RSTD Measurements</w:t>
      </w:r>
      <w:r>
        <w:rPr>
          <w:lang w:eastAsia="zh-CN"/>
        </w:rPr>
        <w:t xml:space="preserve"> for UE</w:t>
      </w:r>
      <w:r>
        <w:t xml:space="preserve"> </w:t>
      </w:r>
      <w:r>
        <w:rPr>
          <w:lang w:eastAsia="zh-CN"/>
        </w:rPr>
        <w:t>category NB1 for normal coverage</w:t>
      </w:r>
      <w:r>
        <w:tab/>
        <w:t>169</w:t>
      </w:r>
    </w:p>
    <w:p w14:paraId="3A399E2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 Reporting Delay</w:t>
      </w:r>
      <w:r>
        <w:tab/>
        <w:t>171</w:t>
      </w:r>
    </w:p>
    <w:p w14:paraId="4F75B14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OTDOA Int</w:t>
      </w:r>
      <w:r>
        <w:rPr>
          <w:lang w:eastAsia="zh-CN"/>
        </w:rPr>
        <w:t>ra</w:t>
      </w:r>
      <w:r>
        <w:t>-Frequency RSTD Measurements</w:t>
      </w:r>
      <w:r>
        <w:rPr>
          <w:lang w:eastAsia="zh-CN"/>
        </w:rPr>
        <w:t xml:space="preserve"> for UE</w:t>
      </w:r>
      <w:r>
        <w:t xml:space="preserve"> </w:t>
      </w:r>
      <w:r>
        <w:rPr>
          <w:lang w:eastAsia="zh-CN"/>
        </w:rPr>
        <w:t>category NB1 for enhanced coverage</w:t>
      </w:r>
      <w:r>
        <w:tab/>
        <w:t>171</w:t>
      </w:r>
    </w:p>
    <w:p w14:paraId="71200DC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 Reporting Delay</w:t>
      </w:r>
      <w:r>
        <w:tab/>
        <w:t>173</w:t>
      </w:r>
    </w:p>
    <w:p w14:paraId="75BE2CB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lastRenderedPageBreak/>
        <w:t>4.8.3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OTDOA Int</w:t>
      </w:r>
      <w:r>
        <w:rPr>
          <w:lang w:eastAsia="zh-CN"/>
        </w:rPr>
        <w:t>er</w:t>
      </w:r>
      <w:r>
        <w:t>-Frequency RSTD Measurements</w:t>
      </w:r>
      <w:r>
        <w:rPr>
          <w:lang w:eastAsia="zh-CN"/>
        </w:rPr>
        <w:t xml:space="preserve"> for UE</w:t>
      </w:r>
      <w:r>
        <w:t xml:space="preserve"> </w:t>
      </w:r>
      <w:r>
        <w:rPr>
          <w:lang w:eastAsia="zh-CN"/>
        </w:rPr>
        <w:t>category NB1 for normal coverage</w:t>
      </w:r>
      <w:r>
        <w:tab/>
        <w:t>173</w:t>
      </w:r>
    </w:p>
    <w:p w14:paraId="1BC7429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 Reporting Delay</w:t>
      </w:r>
      <w:r>
        <w:tab/>
        <w:t>174</w:t>
      </w:r>
    </w:p>
    <w:p w14:paraId="4651DB3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OTDOA Int</w:t>
      </w:r>
      <w:r>
        <w:rPr>
          <w:lang w:eastAsia="zh-CN"/>
        </w:rPr>
        <w:t>er</w:t>
      </w:r>
      <w:r>
        <w:t>-Frequency RSTD Measurements</w:t>
      </w:r>
      <w:r>
        <w:rPr>
          <w:lang w:eastAsia="zh-CN"/>
        </w:rPr>
        <w:t xml:space="preserve"> for UE</w:t>
      </w:r>
      <w:r>
        <w:t xml:space="preserve"> </w:t>
      </w:r>
      <w:r>
        <w:rPr>
          <w:lang w:eastAsia="zh-CN"/>
        </w:rPr>
        <w:t>category NB1 for enhanced coverage</w:t>
      </w:r>
      <w:r>
        <w:tab/>
        <w:t>175</w:t>
      </w:r>
    </w:p>
    <w:p w14:paraId="4D54AB3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 Reporting Delay</w:t>
      </w:r>
      <w:r>
        <w:tab/>
        <w:t>176</w:t>
      </w:r>
    </w:p>
    <w:p w14:paraId="4438768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>E-CID NRSRP and NRSRQ</w:t>
      </w:r>
      <w:r>
        <w:t xml:space="preserve"> Measurements</w:t>
      </w:r>
      <w:r>
        <w:rPr>
          <w:lang w:eastAsia="zh-CN"/>
        </w:rPr>
        <w:t xml:space="preserve"> for UE</w:t>
      </w:r>
      <w:r>
        <w:t xml:space="preserve"> </w:t>
      </w:r>
      <w:r>
        <w:rPr>
          <w:lang w:eastAsia="zh-CN"/>
        </w:rPr>
        <w:t>category NB2 for normal coverage</w:t>
      </w:r>
      <w:r>
        <w:tab/>
        <w:t>177</w:t>
      </w:r>
    </w:p>
    <w:p w14:paraId="4528F3D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Reporting Delay</w:t>
      </w:r>
      <w:r>
        <w:tab/>
        <w:t>178</w:t>
      </w:r>
    </w:p>
    <w:p w14:paraId="4F1E3E5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>E-CID NRSRP and NRSRQ</w:t>
      </w:r>
      <w:r>
        <w:t xml:space="preserve"> Measurements</w:t>
      </w:r>
      <w:r>
        <w:rPr>
          <w:lang w:eastAsia="zh-CN"/>
        </w:rPr>
        <w:t xml:space="preserve"> for UE</w:t>
      </w:r>
      <w:r>
        <w:t xml:space="preserve"> </w:t>
      </w:r>
      <w:r>
        <w:rPr>
          <w:lang w:eastAsia="zh-CN"/>
        </w:rPr>
        <w:t>category NB2 for enhanced coverage</w:t>
      </w:r>
      <w:r>
        <w:tab/>
        <w:t>178</w:t>
      </w:r>
    </w:p>
    <w:p w14:paraId="5649756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Reporting Delay</w:t>
      </w:r>
      <w:r>
        <w:tab/>
        <w:t>179</w:t>
      </w:r>
    </w:p>
    <w:p w14:paraId="5B29D14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</w:t>
      </w:r>
      <w:r>
        <w:rPr>
          <w:lang w:eastAsia="zh-CN"/>
        </w:rPr>
        <w:t>er</w:t>
      </w:r>
      <w:r>
        <w:t xml:space="preserve">-Frequency </w:t>
      </w:r>
      <w:r>
        <w:rPr>
          <w:lang w:eastAsia="zh-CN"/>
        </w:rPr>
        <w:t>E-CID NRSRP and NRSRQ</w:t>
      </w:r>
      <w:r>
        <w:t xml:space="preserve"> Measurements</w:t>
      </w:r>
      <w:r>
        <w:rPr>
          <w:lang w:eastAsia="zh-CN"/>
        </w:rPr>
        <w:t xml:space="preserve"> for UE</w:t>
      </w:r>
      <w:r>
        <w:t xml:space="preserve"> </w:t>
      </w:r>
      <w:r>
        <w:rPr>
          <w:lang w:eastAsia="zh-CN"/>
        </w:rPr>
        <w:t>category NB2 for normal coverage</w:t>
      </w:r>
      <w:r>
        <w:tab/>
        <w:t>180</w:t>
      </w:r>
    </w:p>
    <w:p w14:paraId="6E4F4B7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Reporting Delay</w:t>
      </w:r>
      <w:r>
        <w:tab/>
        <w:t>181</w:t>
      </w:r>
    </w:p>
    <w:p w14:paraId="730FF66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</w:t>
      </w:r>
      <w:r>
        <w:rPr>
          <w:lang w:eastAsia="zh-CN"/>
        </w:rPr>
        <w:t>er</w:t>
      </w:r>
      <w:r>
        <w:t xml:space="preserve">-Frequency </w:t>
      </w:r>
      <w:r>
        <w:rPr>
          <w:lang w:eastAsia="zh-CN"/>
        </w:rPr>
        <w:t>E-CID NRSRP and NRSRQ</w:t>
      </w:r>
      <w:r>
        <w:t xml:space="preserve"> Measurements</w:t>
      </w:r>
      <w:r>
        <w:rPr>
          <w:lang w:eastAsia="zh-CN"/>
        </w:rPr>
        <w:t xml:space="preserve"> for UE</w:t>
      </w:r>
      <w:r>
        <w:t xml:space="preserve"> </w:t>
      </w:r>
      <w:r>
        <w:rPr>
          <w:lang w:eastAsia="zh-CN"/>
        </w:rPr>
        <w:t>category NB2 for enhanced coverage</w:t>
      </w:r>
      <w:r>
        <w:tab/>
        <w:t>181</w:t>
      </w:r>
    </w:p>
    <w:p w14:paraId="466D320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Reporting Delay</w:t>
      </w:r>
      <w:r>
        <w:tab/>
        <w:t>182</w:t>
      </w:r>
    </w:p>
    <w:p w14:paraId="6624F13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Idle Mode CA Measurement</w:t>
      </w:r>
      <w:r>
        <w:tab/>
        <w:t>183</w:t>
      </w:r>
    </w:p>
    <w:p w14:paraId="3246871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183</w:t>
      </w:r>
    </w:p>
    <w:p w14:paraId="56B8B14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</w:t>
      </w:r>
      <w:r>
        <w:tab/>
        <w:t>183</w:t>
      </w:r>
    </w:p>
    <w:p w14:paraId="0676C92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Detected cell requirement during state transition and Idle mode</w:t>
      </w:r>
      <w:r>
        <w:tab/>
        <w:t>183</w:t>
      </w:r>
    </w:p>
    <w:p w14:paraId="1610233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inter-frequency CA candidate cells</w:t>
      </w:r>
      <w:r>
        <w:tab/>
        <w:t>184</w:t>
      </w:r>
    </w:p>
    <w:p w14:paraId="04235EA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4.9.2.3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on serving cell</w:t>
      </w:r>
      <w:r>
        <w:tab/>
        <w:t>184</w:t>
      </w:r>
    </w:p>
    <w:p w14:paraId="5BF3018F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4A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E-UTRAN RRC_INACTIVE state mobility</w:t>
      </w:r>
      <w:r>
        <w:tab/>
        <w:t>185</w:t>
      </w:r>
    </w:p>
    <w:p w14:paraId="148FC37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Re-selection</w:t>
      </w:r>
      <w:r>
        <w:tab/>
        <w:t>185</w:t>
      </w:r>
    </w:p>
    <w:p w14:paraId="6A49562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4A.1.1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>Introduction</w:t>
      </w:r>
      <w:r>
        <w:tab/>
        <w:t>186</w:t>
      </w:r>
    </w:p>
    <w:p w14:paraId="1A7B3EC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4A.1.2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>Requirements</w:t>
      </w:r>
      <w:r>
        <w:tab/>
        <w:t>186</w:t>
      </w:r>
    </w:p>
    <w:p w14:paraId="0523667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 w:eastAsia="zh-CN"/>
        </w:rPr>
        <w:t>4A.1.2.1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UE measurement capability</w:t>
      </w:r>
      <w:r>
        <w:tab/>
        <w:t>186</w:t>
      </w:r>
    </w:p>
    <w:p w14:paraId="3A1F338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 w:eastAsia="zh-CN"/>
        </w:rPr>
        <w:t>4A.1.2.2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Measurement and evaluation of serving cell</w:t>
      </w:r>
      <w:r>
        <w:tab/>
        <w:t>186</w:t>
      </w:r>
    </w:p>
    <w:p w14:paraId="5A08C0B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 w:eastAsia="zh-CN"/>
        </w:rPr>
        <w:t>4A.1.2.3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Measurements of intra-frequency E-UTRAN cells</w:t>
      </w:r>
      <w:r>
        <w:tab/>
        <w:t>186</w:t>
      </w:r>
    </w:p>
    <w:p w14:paraId="1CD73F2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 w:eastAsia="zh-CN"/>
        </w:rPr>
        <w:t>4A.1.2.4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Measurements of inter-frequency E-UTRAN cells</w:t>
      </w:r>
      <w:r>
        <w:tab/>
        <w:t>186</w:t>
      </w:r>
    </w:p>
    <w:p w14:paraId="089E4D8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4A.1.2.5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Evaluation of cell re-selection criteria</w:t>
      </w:r>
      <w:r>
        <w:tab/>
        <w:t>186</w:t>
      </w:r>
    </w:p>
    <w:p w14:paraId="3C10FAC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4A.1.2.6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Maximum interruption in paging reception</w:t>
      </w:r>
      <w:r>
        <w:tab/>
        <w:t>186</w:t>
      </w:r>
    </w:p>
    <w:p w14:paraId="727169C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4A.1.2.7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Measurements of inter-RAT NR cells</w:t>
      </w:r>
      <w:r>
        <w:tab/>
        <w:t>186</w:t>
      </w:r>
    </w:p>
    <w:p w14:paraId="03F2D33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for UE Category M1</w:t>
      </w:r>
      <w:r>
        <w:tab/>
        <w:t>186</w:t>
      </w:r>
    </w:p>
    <w:p w14:paraId="159D2D7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4A.2.1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>Introduction</w:t>
      </w:r>
      <w:r>
        <w:tab/>
        <w:t>186</w:t>
      </w:r>
    </w:p>
    <w:p w14:paraId="49E5CAD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4A.2.2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>Cell Selection</w:t>
      </w:r>
      <w:r>
        <w:tab/>
        <w:t>186</w:t>
      </w:r>
    </w:p>
    <w:p w14:paraId="0FA3F5E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4A.2.3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>Cell Reselection</w:t>
      </w:r>
      <w:r>
        <w:tab/>
        <w:t>186</w:t>
      </w:r>
    </w:p>
    <w:p w14:paraId="201C3C5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 w:eastAsia="zh-CN"/>
        </w:rPr>
        <w:t>4A.2.3.1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Re-selection requirements for UE category M1 in normal coverage</w:t>
      </w:r>
      <w:r>
        <w:tab/>
        <w:t>186</w:t>
      </w:r>
    </w:p>
    <w:p w14:paraId="76437E4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4A.2.3.1.1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>Measurement and evaluation of serving cell for UE category M1 in normal coverage</w:t>
      </w:r>
      <w:r>
        <w:tab/>
        <w:t>186</w:t>
      </w:r>
    </w:p>
    <w:p w14:paraId="1650CEE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4A.2.3.1.2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>Measurements of intra-frequency cells for UE category M1 in normal coverage</w:t>
      </w:r>
      <w:r>
        <w:tab/>
        <w:t>187</w:t>
      </w:r>
    </w:p>
    <w:p w14:paraId="351F1F4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A.2.3.1.3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>Measurements of inter-frequency cells for UE category M1 in normal coverage</w:t>
      </w:r>
      <w:r>
        <w:tab/>
        <w:t>187</w:t>
      </w:r>
    </w:p>
    <w:p w14:paraId="05FEF38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4A.2.3.1.4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>Maximum allowed layers for multiple monitoring for UE category M1 in normal coverage</w:t>
      </w:r>
      <w:r>
        <w:tab/>
        <w:t>188</w:t>
      </w:r>
    </w:p>
    <w:p w14:paraId="20D25A7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4A.2.3.1.5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>Maximum interruption in paging reception for Category M1 UEs in normal coverage</w:t>
      </w:r>
      <w:r>
        <w:tab/>
        <w:t>188</w:t>
      </w:r>
    </w:p>
    <w:p w14:paraId="40E6475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4A.2.4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>Channel quality report for UE Category M1 in idle mode</w:t>
      </w:r>
      <w:r>
        <w:tab/>
        <w:t>189</w:t>
      </w:r>
    </w:p>
    <w:p w14:paraId="5D4B13CB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5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E-UTRAN RRC_CONNECTED state mobility</w:t>
      </w:r>
      <w:r>
        <w:tab/>
        <w:t>189</w:t>
      </w:r>
    </w:p>
    <w:p w14:paraId="2443280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Handover</w:t>
      </w:r>
      <w:r>
        <w:tab/>
        <w:t>190</w:t>
      </w:r>
    </w:p>
    <w:p w14:paraId="3F62F00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190</w:t>
      </w:r>
    </w:p>
    <w:p w14:paraId="51A0115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190</w:t>
      </w:r>
    </w:p>
    <w:p w14:paraId="04C52E2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</w:t>
      </w:r>
      <w:r>
        <w:tab/>
        <w:t>190</w:t>
      </w:r>
    </w:p>
    <w:p w14:paraId="1B88BDA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190</w:t>
      </w:r>
    </w:p>
    <w:p w14:paraId="67E0729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190</w:t>
      </w:r>
    </w:p>
    <w:p w14:paraId="2898797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TDD</w:t>
      </w:r>
      <w:r>
        <w:tab/>
        <w:t>192</w:t>
      </w:r>
    </w:p>
    <w:p w14:paraId="7C78EB6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5.1.2.2.1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(Void)</w:t>
      </w:r>
      <w:r>
        <w:tab/>
        <w:t>192</w:t>
      </w:r>
    </w:p>
    <w:p w14:paraId="45EB9D1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5.1.2.2.2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(Void)</w:t>
      </w:r>
      <w:r>
        <w:tab/>
        <w:t>192</w:t>
      </w:r>
    </w:p>
    <w:p w14:paraId="7AF671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5.1.2.3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TDD – FDD</w:t>
      </w:r>
      <w:r>
        <w:tab/>
        <w:t>192</w:t>
      </w:r>
    </w:p>
    <w:p w14:paraId="5B5C80B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5.1.2.3.1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(Void)</w:t>
      </w:r>
      <w:r>
        <w:tab/>
        <w:t>192</w:t>
      </w:r>
    </w:p>
    <w:p w14:paraId="06C33A9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5.1.2.3.2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(Void)</w:t>
      </w:r>
      <w:r>
        <w:tab/>
        <w:t>192</w:t>
      </w:r>
    </w:p>
    <w:p w14:paraId="0AAC40C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5.1.2.4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TDD – TDD</w:t>
      </w:r>
      <w:r>
        <w:tab/>
        <w:t>192</w:t>
      </w:r>
    </w:p>
    <w:p w14:paraId="0D3CC3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192</w:t>
      </w:r>
    </w:p>
    <w:p w14:paraId="6F2765E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192</w:t>
      </w:r>
    </w:p>
    <w:p w14:paraId="557CE25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5.1.2.5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HD–FDD</w:t>
      </w:r>
      <w:r>
        <w:tab/>
        <w:t>194</w:t>
      </w:r>
    </w:p>
    <w:p w14:paraId="330365C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194</w:t>
      </w:r>
    </w:p>
    <w:p w14:paraId="2464D5D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194</w:t>
      </w:r>
    </w:p>
    <w:p w14:paraId="4B6C82A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conditional handover</w:t>
      </w:r>
      <w:r>
        <w:tab/>
        <w:t>195</w:t>
      </w:r>
    </w:p>
    <w:p w14:paraId="1CDE246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</w:rPr>
        <w:t>5.1.2.6.1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</w:rPr>
        <w:t>Handover delay</w:t>
      </w:r>
      <w:r>
        <w:tab/>
        <w:t>195</w:t>
      </w:r>
    </w:p>
    <w:p w14:paraId="112853E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</w:rPr>
        <w:t>5.1.2.6.2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</w:rPr>
        <w:t>Measurement time</w:t>
      </w:r>
      <w:r>
        <w:tab/>
        <w:t>196</w:t>
      </w:r>
    </w:p>
    <w:p w14:paraId="532854E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</w:rPr>
        <w:t>5.1.2.6.3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</w:rPr>
        <w:t>Preparation time</w:t>
      </w:r>
      <w:r>
        <w:tab/>
        <w:t>196</w:t>
      </w:r>
    </w:p>
    <w:p w14:paraId="4D4E2FC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</w:rPr>
        <w:t>5.1.2.6.4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</w:rPr>
        <w:t>Interruption time</w:t>
      </w:r>
      <w:r>
        <w:tab/>
        <w:t>196</w:t>
      </w:r>
    </w:p>
    <w:p w14:paraId="4B8AF96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TDD conditional handover</w:t>
      </w:r>
      <w:r>
        <w:tab/>
        <w:t>197</w:t>
      </w:r>
    </w:p>
    <w:p w14:paraId="2D8E825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conditional handover</w:t>
      </w:r>
      <w:r>
        <w:tab/>
        <w:t>197</w:t>
      </w:r>
    </w:p>
    <w:p w14:paraId="4F2A23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conditional handover</w:t>
      </w:r>
      <w:r>
        <w:tab/>
        <w:t>197</w:t>
      </w:r>
    </w:p>
    <w:p w14:paraId="1E91C02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197</w:t>
      </w:r>
    </w:p>
    <w:p w14:paraId="5885E0A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to other RATs</w:t>
      </w:r>
      <w:r>
        <w:tab/>
        <w:t>197</w:t>
      </w:r>
    </w:p>
    <w:p w14:paraId="2309296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- UTRAN FDD Handover</w:t>
      </w:r>
      <w:r>
        <w:tab/>
        <w:t>197</w:t>
      </w:r>
    </w:p>
    <w:p w14:paraId="31857AF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197</w:t>
      </w:r>
    </w:p>
    <w:p w14:paraId="68CAC11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197</w:t>
      </w:r>
    </w:p>
    <w:p w14:paraId="455FC45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197</w:t>
      </w:r>
    </w:p>
    <w:p w14:paraId="05FBFDA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5.3.2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- UTRAN TDD Handover</w:t>
      </w:r>
      <w:r>
        <w:tab/>
        <w:t>198</w:t>
      </w:r>
    </w:p>
    <w:p w14:paraId="2F3F6E9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5.3.2.1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Introduction</w:t>
      </w:r>
      <w:r>
        <w:tab/>
        <w:t>198</w:t>
      </w:r>
    </w:p>
    <w:p w14:paraId="2F81D4F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198</w:t>
      </w:r>
    </w:p>
    <w:p w14:paraId="22D4FB1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198</w:t>
      </w:r>
    </w:p>
    <w:p w14:paraId="5FB0E9D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198</w:t>
      </w:r>
    </w:p>
    <w:p w14:paraId="210779B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- GSM Handover</w:t>
      </w:r>
      <w:r>
        <w:tab/>
        <w:t>199</w:t>
      </w:r>
    </w:p>
    <w:p w14:paraId="36D5BD3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199</w:t>
      </w:r>
    </w:p>
    <w:p w14:paraId="40C9EA3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199</w:t>
      </w:r>
    </w:p>
    <w:p w14:paraId="1D2AE8A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199</w:t>
      </w:r>
    </w:p>
    <w:p w14:paraId="122CB3C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199</w:t>
      </w:r>
    </w:p>
    <w:p w14:paraId="57FA847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- NR FR1 Handover</w:t>
      </w:r>
      <w:r>
        <w:tab/>
        <w:t>200</w:t>
      </w:r>
    </w:p>
    <w:p w14:paraId="40B947B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 w:eastAsia="zh-CN"/>
        </w:rPr>
        <w:t>5.3.4.1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Introduction</w:t>
      </w:r>
      <w:r>
        <w:tab/>
        <w:t>200</w:t>
      </w:r>
    </w:p>
    <w:p w14:paraId="1EFFFF1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 w:eastAsia="zh-CN"/>
        </w:rPr>
        <w:t>5.3.4.2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Handover delay</w:t>
      </w:r>
      <w:r>
        <w:tab/>
        <w:t>200</w:t>
      </w:r>
    </w:p>
    <w:p w14:paraId="5DE9A1C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 w:eastAsia="zh-CN"/>
        </w:rPr>
        <w:t>5.3.4.3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Interruption time</w:t>
      </w:r>
      <w:r>
        <w:tab/>
        <w:t>200</w:t>
      </w:r>
    </w:p>
    <w:p w14:paraId="66F0C86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5.3.4A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>E-UTRAN - NR FR1 Handover to target cell using CCA</w:t>
      </w:r>
      <w:r>
        <w:tab/>
        <w:t>200</w:t>
      </w:r>
    </w:p>
    <w:p w14:paraId="3E45FC1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 w:eastAsia="zh-CN"/>
        </w:rPr>
        <w:t>5.3.4A.1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Introduction</w:t>
      </w:r>
      <w:r>
        <w:tab/>
        <w:t>200</w:t>
      </w:r>
    </w:p>
    <w:p w14:paraId="1DE4561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 w:eastAsia="zh-CN"/>
        </w:rPr>
        <w:t>5.3.4A.2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Handover delay</w:t>
      </w:r>
      <w:r>
        <w:tab/>
        <w:t>201</w:t>
      </w:r>
    </w:p>
    <w:p w14:paraId="5BC8A85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 w:eastAsia="zh-CN"/>
        </w:rPr>
        <w:t>5.3.4A.3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Interruption time</w:t>
      </w:r>
      <w:r>
        <w:tab/>
        <w:t>201</w:t>
      </w:r>
    </w:p>
    <w:p w14:paraId="3BEF23F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FI"/>
        </w:rPr>
        <w:t>5.3.5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>E-UTRAN - NR FR2 Handover</w:t>
      </w:r>
      <w:r>
        <w:tab/>
        <w:t>202</w:t>
      </w:r>
    </w:p>
    <w:p w14:paraId="6042A49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FI" w:eastAsia="zh-CN"/>
        </w:rPr>
        <w:t>5.3.5.1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 w:eastAsia="zh-CN"/>
        </w:rPr>
        <w:t>Introduction</w:t>
      </w:r>
      <w:r>
        <w:tab/>
        <w:t>202</w:t>
      </w:r>
    </w:p>
    <w:p w14:paraId="77B074F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 w:eastAsia="zh-CN"/>
        </w:rPr>
        <w:t>5.3.5.2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Handover delay</w:t>
      </w:r>
      <w:r>
        <w:tab/>
        <w:t>202</w:t>
      </w:r>
    </w:p>
    <w:p w14:paraId="47831DB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 w:eastAsia="zh-CN"/>
        </w:rPr>
        <w:t>5.3.5.3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Interruption time</w:t>
      </w:r>
      <w:r>
        <w:tab/>
        <w:t>202</w:t>
      </w:r>
    </w:p>
    <w:p w14:paraId="0C17B925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to Non-3GPP RATs</w:t>
      </w:r>
      <w:r>
        <w:tab/>
        <w:t>203</w:t>
      </w:r>
    </w:p>
    <w:p w14:paraId="052674B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– HRPD Handover</w:t>
      </w:r>
      <w:r>
        <w:tab/>
        <w:t>203</w:t>
      </w:r>
    </w:p>
    <w:p w14:paraId="2F596E9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203</w:t>
      </w:r>
    </w:p>
    <w:p w14:paraId="14F59C3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203</w:t>
      </w:r>
    </w:p>
    <w:p w14:paraId="2D75896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203</w:t>
      </w:r>
    </w:p>
    <w:p w14:paraId="1125BF9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5.4.2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– cdma2000 1X Handover</w:t>
      </w:r>
      <w:r>
        <w:tab/>
        <w:t>204</w:t>
      </w:r>
    </w:p>
    <w:p w14:paraId="7034B98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5.4.2.1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Introduction</w:t>
      </w:r>
      <w:r>
        <w:tab/>
        <w:t>204</w:t>
      </w:r>
    </w:p>
    <w:p w14:paraId="31BE8BE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204</w:t>
      </w:r>
    </w:p>
    <w:p w14:paraId="7609A2D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204</w:t>
      </w:r>
    </w:p>
    <w:p w14:paraId="6AB8D2FE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Handover for Cat-M1 UEs</w:t>
      </w:r>
      <w:r>
        <w:tab/>
        <w:t>204</w:t>
      </w:r>
    </w:p>
    <w:p w14:paraId="4F833FC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204</w:t>
      </w:r>
    </w:p>
    <w:p w14:paraId="79337A0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rPr>
          <w:lang w:eastAsia="sv-SE"/>
        </w:rPr>
        <w:t xml:space="preserve"> in CEModeA</w:t>
      </w:r>
      <w:r>
        <w:tab/>
        <w:t>204</w:t>
      </w:r>
    </w:p>
    <w:p w14:paraId="46DD679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for Cat-M1 FDD UEs</w:t>
      </w:r>
      <w:r>
        <w:tab/>
        <w:t>204</w:t>
      </w:r>
    </w:p>
    <w:p w14:paraId="36DBC7E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205</w:t>
      </w:r>
    </w:p>
    <w:p w14:paraId="288FA2C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205</w:t>
      </w:r>
    </w:p>
    <w:p w14:paraId="2965AF2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for Cat-M1 HD – FDD UEs</w:t>
      </w:r>
      <w:r>
        <w:tab/>
        <w:t>205</w:t>
      </w:r>
    </w:p>
    <w:p w14:paraId="3CFD176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for Cat-M1 TDD UEs</w:t>
      </w:r>
      <w:r>
        <w:tab/>
        <w:t>205</w:t>
      </w:r>
    </w:p>
    <w:p w14:paraId="54769E2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206</w:t>
      </w:r>
    </w:p>
    <w:p w14:paraId="659E4E0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206</w:t>
      </w:r>
    </w:p>
    <w:p w14:paraId="0524592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5.5.3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Requirements in CEModeB</w:t>
      </w:r>
      <w:r>
        <w:tab/>
        <w:t>206</w:t>
      </w:r>
    </w:p>
    <w:p w14:paraId="5E7D1B9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5.5.3.1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FDD – FDD for Cat-M1 FDD UEs</w:t>
      </w:r>
      <w:r>
        <w:tab/>
        <w:t>206</w:t>
      </w:r>
    </w:p>
    <w:p w14:paraId="009925D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5.5.3.1.1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Handover delay</w:t>
      </w:r>
      <w:r>
        <w:tab/>
        <w:t>206</w:t>
      </w:r>
    </w:p>
    <w:p w14:paraId="0E4D476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5.5.3.1.2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Interruption time</w:t>
      </w:r>
      <w:r>
        <w:tab/>
        <w:t>206</w:t>
      </w:r>
    </w:p>
    <w:p w14:paraId="45B8166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lastRenderedPageBreak/>
        <w:t>5.5.3.2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FDD – FDD for Cat-M1 HD – FDD UEs</w:t>
      </w:r>
      <w:r>
        <w:tab/>
        <w:t>207</w:t>
      </w:r>
    </w:p>
    <w:p w14:paraId="42403B4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 w:eastAsia="sv-SE"/>
        </w:rPr>
        <w:t>5.5.3.3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sv-SE"/>
        </w:rPr>
        <w:t xml:space="preserve">E-UTRAN TDD – TDD </w:t>
      </w:r>
      <w:r>
        <w:rPr>
          <w:lang w:eastAsia="sv-SE"/>
        </w:rPr>
        <w:t>for Cat-M1 TDD UEs</w:t>
      </w:r>
      <w:r>
        <w:tab/>
        <w:t>207</w:t>
      </w:r>
    </w:p>
    <w:p w14:paraId="3530053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207</w:t>
      </w:r>
    </w:p>
    <w:p w14:paraId="0E45D03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DAPS Handover</w:t>
      </w:r>
      <w:r>
        <w:tab/>
        <w:t>207</w:t>
      </w:r>
    </w:p>
    <w:p w14:paraId="2751029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207</w:t>
      </w:r>
    </w:p>
    <w:p w14:paraId="69DDB21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207</w:t>
      </w:r>
    </w:p>
    <w:p w14:paraId="790749D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</w:t>
      </w:r>
      <w:r>
        <w:tab/>
        <w:t>207</w:t>
      </w:r>
    </w:p>
    <w:p w14:paraId="27A8C39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DAPS Handover delay</w:t>
      </w:r>
      <w:r>
        <w:tab/>
        <w:t>207</w:t>
      </w:r>
    </w:p>
    <w:p w14:paraId="1064C69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208</w:t>
      </w:r>
    </w:p>
    <w:p w14:paraId="0523219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TDD</w:t>
      </w:r>
      <w:r>
        <w:tab/>
        <w:t>208</w:t>
      </w:r>
    </w:p>
    <w:p w14:paraId="2FCC61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</w:t>
      </w:r>
      <w:r>
        <w:tab/>
        <w:t>209</w:t>
      </w:r>
    </w:p>
    <w:p w14:paraId="4EB4A06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</w:t>
      </w:r>
      <w:r>
        <w:tab/>
        <w:t>209</w:t>
      </w:r>
    </w:p>
    <w:p w14:paraId="027A06A8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6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RRC Connection Mobility Control</w:t>
      </w:r>
      <w:r>
        <w:tab/>
        <w:t>209</w:t>
      </w:r>
    </w:p>
    <w:p w14:paraId="1E5E04D8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Re-establishment</w:t>
      </w:r>
      <w:r>
        <w:tab/>
        <w:t>209</w:t>
      </w:r>
    </w:p>
    <w:p w14:paraId="17EC939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209</w:t>
      </w:r>
    </w:p>
    <w:p w14:paraId="69E6A60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209</w:t>
      </w:r>
    </w:p>
    <w:p w14:paraId="507D224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Re-establishment delay requirement</w:t>
      </w:r>
      <w:r>
        <w:tab/>
        <w:t>209</w:t>
      </w:r>
    </w:p>
    <w:p w14:paraId="6B98EAA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</w:t>
      </w:r>
      <w:r>
        <w:tab/>
        <w:t>210</w:t>
      </w:r>
    </w:p>
    <w:p w14:paraId="646F52A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210</w:t>
      </w:r>
    </w:p>
    <w:p w14:paraId="1DC3854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210</w:t>
      </w:r>
    </w:p>
    <w:p w14:paraId="70DD954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based random access</w:t>
      </w:r>
      <w:r>
        <w:tab/>
        <w:t>210</w:t>
      </w:r>
    </w:p>
    <w:p w14:paraId="7FB437A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when </w:t>
      </w:r>
      <w:r>
        <w:rPr>
          <w:lang w:eastAsia="zh-CN"/>
        </w:rPr>
        <w:t xml:space="preserve">receiving </w:t>
      </w:r>
      <w:r>
        <w:t>Random Access Response reception</w:t>
      </w:r>
      <w:r>
        <w:tab/>
        <w:t>210</w:t>
      </w:r>
    </w:p>
    <w:p w14:paraId="3FC8F04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</w:t>
      </w:r>
      <w:r>
        <w:rPr>
          <w:lang w:eastAsia="zh-CN"/>
        </w:rPr>
        <w:t>1.</w:t>
      </w: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when </w:t>
      </w:r>
      <w:r>
        <w:rPr>
          <w:lang w:eastAsia="zh-CN"/>
        </w:rPr>
        <w:t xml:space="preserve">not receiving </w:t>
      </w:r>
      <w:r>
        <w:t>Random Access Response reception</w:t>
      </w:r>
      <w:r>
        <w:tab/>
        <w:t>210</w:t>
      </w:r>
    </w:p>
    <w:p w14:paraId="1AB73E3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</w:t>
      </w:r>
      <w:r>
        <w:rPr>
          <w:lang w:eastAsia="zh-CN"/>
        </w:rPr>
        <w:t>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when receiving </w:t>
      </w:r>
      <w:r>
        <w:rPr>
          <w:lang w:eastAsia="zh-CN"/>
        </w:rPr>
        <w:t>a NACK on msg3</w:t>
      </w:r>
      <w:r>
        <w:tab/>
        <w:t>210</w:t>
      </w:r>
    </w:p>
    <w:p w14:paraId="02DBB7E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</w:t>
      </w:r>
      <w:r>
        <w:rPr>
          <w:lang w:eastAsia="zh-CN"/>
        </w:rPr>
        <w:t>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210</w:t>
      </w:r>
    </w:p>
    <w:p w14:paraId="422BCC0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</w:t>
      </w:r>
      <w:r>
        <w:rPr>
          <w:lang w:eastAsia="zh-CN"/>
        </w:rPr>
        <w:t>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</w:t>
      </w:r>
      <w:r>
        <w:rPr>
          <w:lang w:eastAsia="zh-CN"/>
        </w:rPr>
        <w:t xml:space="preserve">when receiving </w:t>
      </w:r>
      <w:r>
        <w:t>a message over Temporary C-RNTI</w:t>
      </w:r>
      <w:r>
        <w:tab/>
        <w:t>210</w:t>
      </w:r>
    </w:p>
    <w:p w14:paraId="253FD71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</w:t>
      </w:r>
      <w:r>
        <w:rPr>
          <w:lang w:eastAsia="zh-CN"/>
        </w:rPr>
        <w:t>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</w:t>
      </w:r>
      <w:r>
        <w:rPr>
          <w:lang w:eastAsia="zh-CN"/>
        </w:rPr>
        <w:t>when contention Resolution timer expires</w:t>
      </w:r>
      <w:r>
        <w:tab/>
        <w:t>210</w:t>
      </w:r>
    </w:p>
    <w:p w14:paraId="1D2C031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Non-Contention based random access</w:t>
      </w:r>
      <w:r>
        <w:tab/>
        <w:t>211</w:t>
      </w:r>
    </w:p>
    <w:p w14:paraId="3C808DB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Correct behaviour when receiving Random Access Response</w:t>
      </w:r>
      <w:r>
        <w:tab/>
        <w:t>211</w:t>
      </w:r>
    </w:p>
    <w:p w14:paraId="2AC9439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</w:t>
      </w:r>
      <w:r>
        <w:rPr>
          <w:lang w:eastAsia="zh-CN"/>
        </w:rPr>
        <w:t>2.</w:t>
      </w: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when </w:t>
      </w:r>
      <w:r>
        <w:rPr>
          <w:lang w:eastAsia="zh-CN"/>
        </w:rPr>
        <w:t xml:space="preserve">not </w:t>
      </w:r>
      <w:r>
        <w:t>receiving Random Access Response</w:t>
      </w:r>
      <w:r>
        <w:tab/>
        <w:t>211</w:t>
      </w:r>
    </w:p>
    <w:p w14:paraId="0633458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for Cat-M1 UEs</w:t>
      </w:r>
      <w:r>
        <w:tab/>
        <w:t>211</w:t>
      </w:r>
    </w:p>
    <w:p w14:paraId="77FF6365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Release with Redirection</w:t>
      </w:r>
      <w:r>
        <w:tab/>
        <w:t>211</w:t>
      </w:r>
    </w:p>
    <w:p w14:paraId="1B95169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211</w:t>
      </w:r>
    </w:p>
    <w:p w14:paraId="4190BDA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211</w:t>
      </w:r>
    </w:p>
    <w:p w14:paraId="68C79F5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3</w:t>
      </w:r>
      <w: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release with redirection to UTRAN FDD</w:t>
      </w:r>
      <w:r>
        <w:tab/>
        <w:t>211</w:t>
      </w:r>
    </w:p>
    <w:p w14:paraId="4D39460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3</w:t>
      </w:r>
      <w:r>
        <w:t>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release with redirection to GERAN</w:t>
      </w:r>
      <w:r>
        <w:tab/>
        <w:t>212</w:t>
      </w:r>
    </w:p>
    <w:p w14:paraId="2940E1A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3</w:t>
      </w:r>
      <w:r>
        <w:t>.2.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RRC connection release with redirection to UTRAN </w:t>
      </w:r>
      <w:r>
        <w:rPr>
          <w:lang w:eastAsia="zh-CN"/>
        </w:rPr>
        <w:t>T</w:t>
      </w:r>
      <w:r>
        <w:t>DD</w:t>
      </w:r>
      <w:r>
        <w:tab/>
        <w:t>212</w:t>
      </w:r>
    </w:p>
    <w:p w14:paraId="391C717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3</w:t>
      </w:r>
      <w:r>
        <w:t>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release with redirection to NR</w:t>
      </w:r>
      <w:r>
        <w:tab/>
        <w:t>213</w:t>
      </w:r>
    </w:p>
    <w:p w14:paraId="133ADBB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3</w:t>
      </w:r>
      <w:r>
        <w:t>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RRC connection release with redirection to NR </w:t>
      </w:r>
      <w:r w:rsidRPr="00614873">
        <w:rPr>
          <w:lang w:val="en-US" w:eastAsia="zh-CN"/>
        </w:rPr>
        <w:t>carrier subject to CCA</w:t>
      </w:r>
      <w:r>
        <w:tab/>
        <w:t>213</w:t>
      </w:r>
    </w:p>
    <w:p w14:paraId="540BFFB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CSG Proximity Indication for E-UTRAN and UTRAN</w:t>
      </w:r>
      <w:r>
        <w:tab/>
        <w:t>215</w:t>
      </w:r>
    </w:p>
    <w:p w14:paraId="6B5E734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215</w:t>
      </w:r>
    </w:p>
    <w:p w14:paraId="2178B26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215</w:t>
      </w:r>
    </w:p>
    <w:p w14:paraId="2E5FC90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Re-establishment</w:t>
      </w:r>
      <w:r>
        <w:rPr>
          <w:lang w:eastAsia="zh-CN"/>
        </w:rPr>
        <w:t xml:space="preserve"> for NB-IoT UEs</w:t>
      </w:r>
      <w:r>
        <w:tab/>
        <w:t>215</w:t>
      </w:r>
    </w:p>
    <w:p w14:paraId="2BB07F5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215</w:t>
      </w:r>
    </w:p>
    <w:p w14:paraId="2D1300D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215</w:t>
      </w:r>
    </w:p>
    <w:p w14:paraId="4D14A4E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5</w:t>
      </w:r>
      <w: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Re-establishment delay requirement</w:t>
      </w:r>
      <w:r>
        <w:rPr>
          <w:lang w:eastAsia="zh-CN"/>
        </w:rPr>
        <w:t xml:space="preserve"> in normal coverage</w:t>
      </w:r>
      <w:r>
        <w:tab/>
        <w:t>215</w:t>
      </w:r>
    </w:p>
    <w:p w14:paraId="2C0624F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5</w:t>
      </w:r>
      <w:r>
        <w:t>.2.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Re-establishment delay requirement</w:t>
      </w:r>
      <w:r>
        <w:rPr>
          <w:lang w:eastAsia="zh-CN"/>
        </w:rPr>
        <w:t xml:space="preserve"> in enhanced coverage</w:t>
      </w:r>
      <w:r>
        <w:tab/>
        <w:t>216</w:t>
      </w:r>
    </w:p>
    <w:p w14:paraId="02C5717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</w:t>
      </w:r>
      <w:r>
        <w:rPr>
          <w:lang w:eastAsia="zh-CN"/>
        </w:rPr>
        <w:t xml:space="preserve"> for UE category NB1</w:t>
      </w:r>
      <w:r>
        <w:tab/>
        <w:t>216</w:t>
      </w:r>
    </w:p>
    <w:p w14:paraId="6B9F02F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216</w:t>
      </w:r>
    </w:p>
    <w:p w14:paraId="4E4115D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216</w:t>
      </w:r>
    </w:p>
    <w:p w14:paraId="31F0E4A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when </w:t>
      </w:r>
      <w:r>
        <w:rPr>
          <w:lang w:eastAsia="zh-CN"/>
        </w:rPr>
        <w:t xml:space="preserve">receiving </w:t>
      </w:r>
      <w:r>
        <w:t>Random Access Response reception</w:t>
      </w:r>
      <w:r>
        <w:tab/>
        <w:t>217</w:t>
      </w:r>
    </w:p>
    <w:p w14:paraId="0180AFF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t>.2</w:t>
      </w:r>
      <w:r>
        <w:rPr>
          <w:lang w:eastAsia="zh-CN"/>
        </w:rPr>
        <w:t>.</w:t>
      </w: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when </w:t>
      </w:r>
      <w:r>
        <w:rPr>
          <w:lang w:eastAsia="zh-CN"/>
        </w:rPr>
        <w:t xml:space="preserve">not receiving </w:t>
      </w:r>
      <w:r>
        <w:t>Random Access Response reception</w:t>
      </w:r>
      <w:r>
        <w:tab/>
        <w:t>217</w:t>
      </w:r>
    </w:p>
    <w:p w14:paraId="40EA58C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t>.2.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when receiving </w:t>
      </w:r>
      <w:r>
        <w:rPr>
          <w:lang w:eastAsia="zh-CN"/>
        </w:rPr>
        <w:t>a NACK on msg3</w:t>
      </w:r>
      <w:r>
        <w:tab/>
        <w:t>217</w:t>
      </w:r>
    </w:p>
    <w:p w14:paraId="795D059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t>.2.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</w:t>
      </w:r>
      <w:r>
        <w:rPr>
          <w:lang w:eastAsia="zh-CN"/>
        </w:rPr>
        <w:t xml:space="preserve">when receiving </w:t>
      </w:r>
      <w:r>
        <w:t>a message over Temporary C-RNTI</w:t>
      </w:r>
      <w:r>
        <w:tab/>
        <w:t>217</w:t>
      </w:r>
    </w:p>
    <w:p w14:paraId="00AD413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t>.2.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</w:t>
      </w:r>
      <w:r>
        <w:rPr>
          <w:lang w:eastAsia="zh-CN"/>
        </w:rPr>
        <w:t>when contention Resolution timer expires</w:t>
      </w:r>
      <w:r>
        <w:tab/>
        <w:t>217</w:t>
      </w:r>
    </w:p>
    <w:p w14:paraId="11AC758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MSG3-based channel quality report for UE Category NB1</w:t>
      </w:r>
      <w:r>
        <w:tab/>
        <w:t>217</w:t>
      </w:r>
    </w:p>
    <w:p w14:paraId="2025E15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Requirements for </w:t>
      </w:r>
      <w:r>
        <w:rPr>
          <w:lang w:eastAsia="zh-CN"/>
        </w:rPr>
        <w:t>NPRACH configuration</w:t>
      </w:r>
      <w:r>
        <w:tab/>
        <w:t>218</w:t>
      </w:r>
    </w:p>
    <w:p w14:paraId="68427A0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Re-establishment</w:t>
      </w:r>
      <w:r>
        <w:rPr>
          <w:lang w:eastAsia="zh-CN"/>
        </w:rPr>
        <w:t xml:space="preserve"> for Cat-M1 UEs</w:t>
      </w:r>
      <w:r>
        <w:tab/>
        <w:t>218</w:t>
      </w:r>
    </w:p>
    <w:p w14:paraId="5950D95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218</w:t>
      </w:r>
    </w:p>
    <w:p w14:paraId="0DAFB36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218</w:t>
      </w:r>
    </w:p>
    <w:p w14:paraId="28816DF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Re-establishment delay requirement for CEModeA</w:t>
      </w:r>
      <w:r>
        <w:tab/>
        <w:t>218</w:t>
      </w:r>
    </w:p>
    <w:p w14:paraId="0864CC3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lastRenderedPageBreak/>
        <w:t>6.7.2.2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>UE Re-establishment delay requirement for CEModeB</w:t>
      </w:r>
      <w:r>
        <w:tab/>
        <w:t>219</w:t>
      </w:r>
    </w:p>
    <w:p w14:paraId="1DFB1CE5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Release with Redirection for Cat-M1 UEs</w:t>
      </w:r>
      <w:r>
        <w:tab/>
        <w:t>219</w:t>
      </w:r>
    </w:p>
    <w:p w14:paraId="4590388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219</w:t>
      </w:r>
    </w:p>
    <w:p w14:paraId="48D5B43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220</w:t>
      </w:r>
    </w:p>
    <w:p w14:paraId="496F70A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release with redirection to E-UTRAN with CE Mode A</w:t>
      </w:r>
      <w:r>
        <w:tab/>
        <w:t>220</w:t>
      </w:r>
    </w:p>
    <w:p w14:paraId="5341AC3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Redirection to Non-anchor Carrier in NB-IoT</w:t>
      </w:r>
      <w:r>
        <w:tab/>
        <w:t>220</w:t>
      </w:r>
    </w:p>
    <w:p w14:paraId="19792D0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220</w:t>
      </w:r>
    </w:p>
    <w:p w14:paraId="58C2087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220</w:t>
      </w:r>
    </w:p>
    <w:p w14:paraId="26CC892A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7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Timing and signalling characteristics</w:t>
      </w:r>
      <w:r>
        <w:tab/>
        <w:t>221</w:t>
      </w:r>
    </w:p>
    <w:p w14:paraId="0FB6DD5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transmit timing</w:t>
      </w:r>
      <w:r>
        <w:tab/>
        <w:t>221</w:t>
      </w:r>
    </w:p>
    <w:p w14:paraId="7556E8B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7.1.1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Introduction</w:t>
      </w:r>
      <w:r>
        <w:tab/>
        <w:t>221</w:t>
      </w:r>
    </w:p>
    <w:p w14:paraId="222B7E1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Requirements</w:t>
      </w:r>
      <w:r>
        <w:tab/>
        <w:t>222</w:t>
      </w:r>
    </w:p>
    <w:p w14:paraId="799113B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timer accuracy</w:t>
      </w:r>
      <w:r>
        <w:tab/>
        <w:t>223</w:t>
      </w:r>
    </w:p>
    <w:p w14:paraId="4DAD574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3.7.0"/>
        </w:rPr>
        <w:t>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3.7.0"/>
        </w:rPr>
        <w:t>Introduction</w:t>
      </w:r>
      <w:r>
        <w:tab/>
        <w:t>223</w:t>
      </w:r>
    </w:p>
    <w:p w14:paraId="0DF9061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3.7.0"/>
        </w:rPr>
        <w:t>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3.7.0"/>
        </w:rPr>
        <w:t>Requirements</w:t>
      </w:r>
      <w:r>
        <w:tab/>
        <w:t>223</w:t>
      </w:r>
    </w:p>
    <w:p w14:paraId="256BAA6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Timing Advance</w:t>
      </w:r>
      <w:r>
        <w:tab/>
        <w:t>223</w:t>
      </w:r>
    </w:p>
    <w:p w14:paraId="2E73EEA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3.7.0"/>
        </w:rPr>
        <w:t>7.3.1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3.7.0"/>
        </w:rPr>
        <w:t>Introduction</w:t>
      </w:r>
      <w:r>
        <w:tab/>
        <w:t>223</w:t>
      </w:r>
    </w:p>
    <w:p w14:paraId="30985FD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223</w:t>
      </w:r>
    </w:p>
    <w:p w14:paraId="60A120F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?? ??"/>
        </w:rPr>
        <w:t>Timing Advance adjustment delay</w:t>
      </w:r>
      <w:r>
        <w:tab/>
        <w:t>223</w:t>
      </w:r>
    </w:p>
    <w:p w14:paraId="207A21C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Timing Advance adjustment accuracy</w:t>
      </w:r>
      <w:r>
        <w:tab/>
        <w:t>224</w:t>
      </w:r>
    </w:p>
    <w:p w14:paraId="086EDA2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7.</w:t>
      </w:r>
      <w:r w:rsidRPr="00614873">
        <w:rPr>
          <w:rFonts w:cs="v4.2.0"/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 xml:space="preserve">Cell </w:t>
      </w:r>
      <w:r w:rsidRPr="00614873">
        <w:rPr>
          <w:rFonts w:cs="v4.2.0"/>
          <w:lang w:eastAsia="zh-CN"/>
        </w:rPr>
        <w:t xml:space="preserve">phase </w:t>
      </w:r>
      <w:r w:rsidRPr="00614873">
        <w:rPr>
          <w:rFonts w:cs="v4.2.0"/>
        </w:rPr>
        <w:t>synchronization accuracy</w:t>
      </w:r>
      <w:r w:rsidRPr="00614873">
        <w:rPr>
          <w:rFonts w:cs="v4.2.0"/>
          <w:lang w:eastAsia="zh-CN"/>
        </w:rPr>
        <w:t xml:space="preserve"> (TDD)</w:t>
      </w:r>
      <w:r>
        <w:tab/>
        <w:t>224</w:t>
      </w:r>
    </w:p>
    <w:p w14:paraId="1FB33A7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7.</w:t>
      </w:r>
      <w:r w:rsidRPr="00614873">
        <w:rPr>
          <w:rFonts w:cs="v4.2.0"/>
          <w:lang w:eastAsia="zh-CN"/>
        </w:rPr>
        <w:t>4</w:t>
      </w:r>
      <w:r w:rsidRPr="00614873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Definition</w:t>
      </w:r>
      <w:r>
        <w:tab/>
        <w:t>224</w:t>
      </w:r>
    </w:p>
    <w:p w14:paraId="39D5F71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7.</w:t>
      </w:r>
      <w:r w:rsidRPr="00614873">
        <w:rPr>
          <w:rFonts w:cs="v4.2.0"/>
          <w:lang w:eastAsia="zh-CN"/>
        </w:rPr>
        <w:t>4</w:t>
      </w:r>
      <w:r w:rsidRPr="00614873">
        <w:rPr>
          <w:rFonts w:cs="v4.2.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Minimum requirements</w:t>
      </w:r>
      <w:r>
        <w:tab/>
        <w:t>224</w:t>
      </w:r>
    </w:p>
    <w:p w14:paraId="6073FDDF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Synchronization Requirements for E-UTRAN to 1xRTT and HRPD Handovers</w:t>
      </w:r>
      <w:r>
        <w:tab/>
        <w:t>225</w:t>
      </w:r>
    </w:p>
    <w:p w14:paraId="5CDF44C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225</w:t>
      </w:r>
    </w:p>
    <w:p w14:paraId="7C5E6E4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eNodeB Synchronization Requirements</w:t>
      </w:r>
      <w:r>
        <w:tab/>
        <w:t>225</w:t>
      </w:r>
    </w:p>
    <w:p w14:paraId="4DBA119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Synchronized E-UTRAN</w:t>
      </w:r>
      <w:r>
        <w:tab/>
        <w:t>225</w:t>
      </w:r>
    </w:p>
    <w:p w14:paraId="76414EF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Non-Synchronized E-UTRAN</w:t>
      </w:r>
      <w:r>
        <w:tab/>
        <w:t>225</w:t>
      </w:r>
    </w:p>
    <w:p w14:paraId="427FC275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Radio Link Monitoring</w:t>
      </w:r>
      <w:r>
        <w:tab/>
        <w:t>225</w:t>
      </w:r>
    </w:p>
    <w:p w14:paraId="3A53E33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3.7.0"/>
        </w:rPr>
        <w:t>7.6.1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3.7.0"/>
        </w:rPr>
        <w:t>Introduction</w:t>
      </w:r>
      <w:r>
        <w:tab/>
        <w:t>225</w:t>
      </w:r>
    </w:p>
    <w:p w14:paraId="3F4161B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227</w:t>
      </w:r>
    </w:p>
    <w:p w14:paraId="4A4F93E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 when no DRX is used</w:t>
      </w:r>
      <w:r>
        <w:tab/>
        <w:t>227</w:t>
      </w:r>
    </w:p>
    <w:p w14:paraId="69EA1BF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 when DRX is used</w:t>
      </w:r>
      <w:r>
        <w:tab/>
        <w:t>227</w:t>
      </w:r>
    </w:p>
    <w:p w14:paraId="5540007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7.6.2.3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 at transitions</w:t>
      </w:r>
      <w:r>
        <w:tab/>
        <w:t>229</w:t>
      </w:r>
    </w:p>
    <w:p w14:paraId="135F9DD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7.6.2.4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 during SI Acquisition with autonomous gaps</w:t>
      </w:r>
      <w:r>
        <w:tab/>
        <w:t>229</w:t>
      </w:r>
    </w:p>
    <w:p w14:paraId="56381B0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7.6.2.5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 under IDC Interference</w:t>
      </w:r>
      <w:r>
        <w:tab/>
        <w:t>229</w:t>
      </w:r>
    </w:p>
    <w:p w14:paraId="41728D8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and Deactivation Delay for E-UTRA Carrier Aggregation</w:t>
      </w:r>
      <w:r>
        <w:tab/>
        <w:t>229</w:t>
      </w:r>
    </w:p>
    <w:p w14:paraId="62AD2D2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229</w:t>
      </w:r>
    </w:p>
    <w:p w14:paraId="28AAA76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Delay Requirement for Deactivated SCell</w:t>
      </w:r>
      <w:r>
        <w:tab/>
        <w:t>230</w:t>
      </w:r>
    </w:p>
    <w:p w14:paraId="35E42F7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Deactivation Delay Requirement for Activated SCell</w:t>
      </w:r>
      <w:r>
        <w:tab/>
        <w:t>231</w:t>
      </w:r>
    </w:p>
    <w:p w14:paraId="0DFEED4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Delay Requirement for Deactivated SCell with Multiple Downlink SCells</w:t>
      </w:r>
      <w:r>
        <w:tab/>
        <w:t>232</w:t>
      </w:r>
    </w:p>
    <w:p w14:paraId="07E0D9D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Deactivation Delay Requirement for Activated SCell with Multiple Downlink SCells</w:t>
      </w:r>
      <w:r>
        <w:tab/>
        <w:t>233</w:t>
      </w:r>
    </w:p>
    <w:p w14:paraId="5810DC6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Delay Requirement for Deactivated PUCCH SCell</w:t>
      </w:r>
      <w:r>
        <w:tab/>
        <w:t>234</w:t>
      </w:r>
    </w:p>
    <w:p w14:paraId="19E50F9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Delay Requirement for Deactivated PUCCH SCell with Multiple SCells</w:t>
      </w:r>
      <w:r>
        <w:tab/>
        <w:t>235</w:t>
      </w:r>
    </w:p>
    <w:p w14:paraId="03943DC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Deactivation Delay Requirement for Activated PUCCH SCell</w:t>
      </w:r>
      <w:r>
        <w:tab/>
        <w:t>236</w:t>
      </w:r>
    </w:p>
    <w:p w14:paraId="69136D1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Deactivation Delay Requirement for Activated PUCCH SCell with Multiple SCells</w:t>
      </w:r>
      <w:r>
        <w:tab/>
        <w:t>236</w:t>
      </w:r>
    </w:p>
    <w:p w14:paraId="294CC4C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Delay Requirement for Deactivated SCell under Frame Structure 3</w:t>
      </w:r>
      <w:r>
        <w:tab/>
        <w:t>236</w:t>
      </w:r>
    </w:p>
    <w:p w14:paraId="0124D8D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Deactivation Delay Requirement for Activated SCell under Frame Structure 3</w:t>
      </w:r>
      <w:r>
        <w:tab/>
        <w:t>237</w:t>
      </w:r>
    </w:p>
    <w:p w14:paraId="7D9F507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Delay Requirement for Deactivated SCell with Mul</w:t>
      </w:r>
      <w:r>
        <w:rPr>
          <w:lang w:eastAsia="zh-CN"/>
        </w:rPr>
        <w:t>t</w:t>
      </w:r>
      <w:r>
        <w:t>iple Downl</w:t>
      </w:r>
      <w:r>
        <w:rPr>
          <w:lang w:eastAsia="zh-CN"/>
        </w:rPr>
        <w:t>i</w:t>
      </w:r>
      <w:r>
        <w:t>nk SCells under Frame Structure 3</w:t>
      </w:r>
      <w:r>
        <w:tab/>
        <w:t>238</w:t>
      </w:r>
    </w:p>
    <w:p w14:paraId="63DF1DC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Deactivation Delay Requirement for Activated SCell with Mul</w:t>
      </w:r>
      <w:r>
        <w:rPr>
          <w:lang w:eastAsia="zh-CN"/>
        </w:rPr>
        <w:t>t</w:t>
      </w:r>
      <w:r>
        <w:t>iple Downl</w:t>
      </w:r>
      <w:r>
        <w:rPr>
          <w:lang w:eastAsia="zh-CN"/>
        </w:rPr>
        <w:t>i</w:t>
      </w:r>
      <w:r>
        <w:t>nk SCells under Frame Structure 3</w:t>
      </w:r>
      <w:r>
        <w:tab/>
        <w:t>239</w:t>
      </w:r>
    </w:p>
    <w:p w14:paraId="01864F5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Delay Requirement for Dormant SCell</w:t>
      </w:r>
      <w:r>
        <w:tab/>
        <w:t>239</w:t>
      </w:r>
    </w:p>
    <w:p w14:paraId="189F3DC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Hibernation Delay Requirement for Activated SCell</w:t>
      </w:r>
      <w:r>
        <w:tab/>
        <w:t>241</w:t>
      </w:r>
    </w:p>
    <w:p w14:paraId="3011244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Hibernation Delay Requirement for Deactivated SCell</w:t>
      </w:r>
      <w:r>
        <w:tab/>
        <w:t>241</w:t>
      </w:r>
    </w:p>
    <w:p w14:paraId="1CAA87B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Deactivation Delay Requirement for Dormant SCell</w:t>
      </w:r>
      <w:r>
        <w:tab/>
        <w:t>243</w:t>
      </w:r>
    </w:p>
    <w:p w14:paraId="55260CC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Direct SCell Activation and Hibernation Delay Requirement</w:t>
      </w:r>
      <w:r>
        <w:tab/>
        <w:t>243</w:t>
      </w:r>
    </w:p>
    <w:p w14:paraId="2FC414F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Direct SCell Activation and Hibernation Delay Requirement at RRC Reconfiguration during Handover</w:t>
      </w:r>
      <w:r>
        <w:tab/>
        <w:t>245</w:t>
      </w:r>
    </w:p>
    <w:p w14:paraId="1064A5B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with Carrier Aggregation</w:t>
      </w:r>
      <w:r>
        <w:tab/>
        <w:t>247</w:t>
      </w:r>
    </w:p>
    <w:p w14:paraId="0036257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247</w:t>
      </w:r>
    </w:p>
    <w:p w14:paraId="3848F53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7.8.2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247</w:t>
      </w:r>
    </w:p>
    <w:p w14:paraId="61F5144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addition/release for intra-band CA</w:t>
      </w:r>
      <w:r>
        <w:tab/>
        <w:t>247</w:t>
      </w:r>
    </w:p>
    <w:p w14:paraId="1217DE5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addition/release for inter-band CA</w:t>
      </w:r>
      <w:r>
        <w:tab/>
        <w:t>247</w:t>
      </w:r>
    </w:p>
    <w:p w14:paraId="38B923F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activation/deactivation for intra-band CA</w:t>
      </w:r>
      <w:r>
        <w:tab/>
        <w:t>247</w:t>
      </w:r>
    </w:p>
    <w:p w14:paraId="31A69B3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activation/deactivation for inter-band CA</w:t>
      </w:r>
      <w:r>
        <w:tab/>
        <w:t>248</w:t>
      </w:r>
    </w:p>
    <w:p w14:paraId="5F9C916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measurements on SCC for intra-band CA</w:t>
      </w:r>
      <w:r>
        <w:tab/>
        <w:t>248</w:t>
      </w:r>
    </w:p>
    <w:p w14:paraId="1483C84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measurements on SCC for inter-band CA</w:t>
      </w:r>
      <w:r>
        <w:tab/>
        <w:t>248</w:t>
      </w:r>
    </w:p>
    <w:p w14:paraId="1EA7492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addition/release with multiple downlink SCells</w:t>
      </w:r>
      <w:r>
        <w:tab/>
        <w:t>248</w:t>
      </w:r>
    </w:p>
    <w:p w14:paraId="12AE0C3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activation/deactivation with multiple downlink SCells</w:t>
      </w:r>
      <w:r>
        <w:tab/>
        <w:t>248</w:t>
      </w:r>
    </w:p>
    <w:p w14:paraId="3A17C33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measurements on SCC with multiple downlink SCells</w:t>
      </w:r>
      <w:r>
        <w:tab/>
        <w:t>249</w:t>
      </w:r>
    </w:p>
    <w:p w14:paraId="3CAA07E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overlapping addition/release/activation/deactivation of SCells</w:t>
      </w:r>
      <w:r>
        <w:tab/>
        <w:t>250</w:t>
      </w:r>
    </w:p>
    <w:p w14:paraId="61FCFAD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</w:t>
      </w:r>
      <w:r>
        <w:rPr>
          <w:lang w:eastAsia="zh-CN"/>
        </w:rPr>
        <w:t>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during RSSI measurements on one SCC </w:t>
      </w:r>
      <w:r>
        <w:rPr>
          <w:lang w:eastAsia="zh-CN"/>
        </w:rPr>
        <w:t>under Frame Structure 3</w:t>
      </w:r>
      <w:r>
        <w:tab/>
        <w:t>250</w:t>
      </w:r>
    </w:p>
    <w:p w14:paraId="4130A5A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</w:t>
      </w:r>
      <w:r>
        <w:rPr>
          <w:lang w:eastAsia="zh-CN"/>
        </w:rPr>
        <w:t>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during RSSI measurements on multiple SCCs </w:t>
      </w:r>
      <w:r>
        <w:rPr>
          <w:lang w:eastAsia="zh-CN"/>
        </w:rPr>
        <w:t>under Frame Structure 3</w:t>
      </w:r>
      <w:r>
        <w:tab/>
        <w:t>250</w:t>
      </w:r>
    </w:p>
    <w:p w14:paraId="024F1E4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</w:t>
      </w:r>
      <w:r>
        <w:rPr>
          <w:lang w:eastAsia="zh-CN"/>
        </w:rPr>
        <w:t>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</w:t>
      </w:r>
      <w:r>
        <w:rPr>
          <w:lang w:eastAsia="zh-CN"/>
        </w:rPr>
        <w:t>at</w:t>
      </w:r>
      <w:r>
        <w:t xml:space="preserve"> </w:t>
      </w:r>
      <w:r w:rsidRPr="00614873">
        <w:rPr>
          <w:rFonts w:ascii="Times" w:eastAsia="MS Mincho" w:hAnsi="Times"/>
        </w:rPr>
        <w:t>SRS carrier based switching</w:t>
      </w:r>
      <w:r>
        <w:tab/>
        <w:t>251</w:t>
      </w:r>
    </w:p>
    <w:p w14:paraId="30496F3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activation and deactivation of dormant SCell for intra-band CA</w:t>
      </w:r>
      <w:r>
        <w:tab/>
        <w:t>252</w:t>
      </w:r>
    </w:p>
    <w:p w14:paraId="0C3D9B7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activation and deactivation of dormant SCell for inter-band CA</w:t>
      </w:r>
      <w:r>
        <w:tab/>
        <w:t>252</w:t>
      </w:r>
    </w:p>
    <w:p w14:paraId="3282952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activation and deactivation of multiple dormant SCells</w:t>
      </w:r>
      <w:r>
        <w:tab/>
        <w:t>252</w:t>
      </w:r>
    </w:p>
    <w:p w14:paraId="569FC57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CQI measurement on dormant SCell</w:t>
      </w:r>
      <w:r>
        <w:tab/>
        <w:t>252</w:t>
      </w:r>
    </w:p>
    <w:p w14:paraId="4A68369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RRM measurement on dormant SCell for intra-band CA</w:t>
      </w:r>
      <w:r>
        <w:tab/>
        <w:t>253</w:t>
      </w:r>
    </w:p>
    <w:p w14:paraId="1B02DAB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RRM measurement on dormant SCell for inter-band CA</w:t>
      </w:r>
      <w:r>
        <w:tab/>
        <w:t>253</w:t>
      </w:r>
    </w:p>
    <w:p w14:paraId="578E014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hibernation</w:t>
      </w:r>
      <w:r>
        <w:tab/>
        <w:t>253</w:t>
      </w:r>
    </w:p>
    <w:p w14:paraId="7DD447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direct SCell activation and hibernation</w:t>
      </w:r>
      <w:r>
        <w:tab/>
        <w:t>253</w:t>
      </w:r>
    </w:p>
    <w:p w14:paraId="53B6AF6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Transmission Timing Difference in Carrier Aggregation</w:t>
      </w:r>
      <w:r>
        <w:tab/>
        <w:t>254</w:t>
      </w:r>
    </w:p>
    <w:p w14:paraId="227357F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254</w:t>
      </w:r>
    </w:p>
    <w:p w14:paraId="3E01460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Requirements for Interband Carrier Aggregation</w:t>
      </w:r>
      <w:r>
        <w:tab/>
        <w:t>254</w:t>
      </w:r>
    </w:p>
    <w:p w14:paraId="51E8BBC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Requirements for Intraband non-contiguous Carrier Aggregation</w:t>
      </w:r>
      <w:r>
        <w:tab/>
        <w:t>254</w:t>
      </w:r>
    </w:p>
    <w:p w14:paraId="6878D2C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Requirements for Inter-Band Carrier Aggregation under Frame Structure 3</w:t>
      </w:r>
      <w:r>
        <w:tab/>
        <w:t>255</w:t>
      </w:r>
    </w:p>
    <w:p w14:paraId="7E3BF8EE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with RSTD Measurements with Carrier Aggregation</w:t>
      </w:r>
      <w:r>
        <w:tab/>
        <w:t>255</w:t>
      </w:r>
    </w:p>
    <w:p w14:paraId="5DC9C95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255</w:t>
      </w:r>
    </w:p>
    <w:p w14:paraId="213D99E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255</w:t>
      </w:r>
    </w:p>
    <w:p w14:paraId="5346B69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RSTD measurements on SCC for intra-band CA with one downlink SCell</w:t>
      </w:r>
      <w:r>
        <w:tab/>
        <w:t>255</w:t>
      </w:r>
    </w:p>
    <w:p w14:paraId="5AD8BAF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RSTD measurements on SCC for inter-band CA with one downlink SCell</w:t>
      </w:r>
      <w:r>
        <w:tab/>
        <w:t>255</w:t>
      </w:r>
    </w:p>
    <w:p w14:paraId="4789815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7.10.2.3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RSTD measurements on SCC with multiple downlink SCells</w:t>
      </w:r>
      <w:r>
        <w:tab/>
        <w:t>256</w:t>
      </w:r>
    </w:p>
    <w:p w14:paraId="013347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7.10.2.4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overlapping RSTD and inter-frequency measurements</w:t>
      </w:r>
      <w:r>
        <w:tab/>
        <w:t>256</w:t>
      </w:r>
    </w:p>
    <w:p w14:paraId="2739F898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Radio Link Monitoring</w:t>
      </w:r>
      <w:r>
        <w:rPr>
          <w:lang w:eastAsia="zh-CN"/>
        </w:rPr>
        <w:t xml:space="preserve"> for UE Category 0</w:t>
      </w:r>
      <w:r>
        <w:tab/>
        <w:t>257</w:t>
      </w:r>
    </w:p>
    <w:p w14:paraId="7602B98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3.7.0"/>
        </w:rPr>
        <w:t>7.11.1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3.7.0"/>
        </w:rPr>
        <w:t>Introduction</w:t>
      </w:r>
      <w:r>
        <w:tab/>
        <w:t>257</w:t>
      </w:r>
    </w:p>
    <w:p w14:paraId="619390D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rPr>
          <w:lang w:eastAsia="zh-CN"/>
        </w:rPr>
        <w:t xml:space="preserve"> for FD-FDD and TDD</w:t>
      </w:r>
      <w:r>
        <w:tab/>
        <w:t>258</w:t>
      </w:r>
    </w:p>
    <w:p w14:paraId="7528A42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7.11.2.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no DRX is used</w:t>
      </w:r>
      <w:r>
        <w:tab/>
        <w:t>258</w:t>
      </w:r>
    </w:p>
    <w:p w14:paraId="332F604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7.11.2.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DRX is used</w:t>
      </w:r>
      <w:r>
        <w:tab/>
        <w:t>259</w:t>
      </w:r>
    </w:p>
    <w:p w14:paraId="3B8CC56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7.11.2.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at transitions</w:t>
      </w:r>
      <w:r>
        <w:tab/>
        <w:t>259</w:t>
      </w:r>
    </w:p>
    <w:p w14:paraId="227CE85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7.11.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rPr>
          <w:lang w:eastAsia="zh-CN"/>
        </w:rPr>
        <w:t xml:space="preserve"> for HD-FDD</w:t>
      </w:r>
      <w:r>
        <w:tab/>
        <w:t>260</w:t>
      </w:r>
    </w:p>
    <w:p w14:paraId="2CE9293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7.11.</w:t>
      </w:r>
      <w:r>
        <w:rPr>
          <w:lang w:eastAsia="zh-CN"/>
        </w:rPr>
        <w:t>3</w:t>
      </w:r>
      <w:r w:rsidRPr="00614873">
        <w:rPr>
          <w:rFonts w:eastAsia="?? ??"/>
        </w:rP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no DRX is used</w:t>
      </w:r>
      <w:r>
        <w:tab/>
        <w:t>260</w:t>
      </w:r>
    </w:p>
    <w:p w14:paraId="07E003B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7.11.</w:t>
      </w:r>
      <w:r>
        <w:rPr>
          <w:lang w:eastAsia="zh-CN"/>
        </w:rPr>
        <w:t>3</w:t>
      </w:r>
      <w:r w:rsidRPr="00614873">
        <w:rPr>
          <w:rFonts w:eastAsia="?? ??"/>
        </w:rP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DRX is used</w:t>
      </w:r>
      <w:r>
        <w:tab/>
        <w:t>260</w:t>
      </w:r>
    </w:p>
    <w:p w14:paraId="37FC702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7.11.3.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at transitions</w:t>
      </w:r>
      <w:r>
        <w:tab/>
        <w:t>261</w:t>
      </w:r>
    </w:p>
    <w:p w14:paraId="6A678A1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with </w:t>
      </w:r>
      <w:r>
        <w:rPr>
          <w:lang w:eastAsia="zh-CN"/>
        </w:rPr>
        <w:t>Dual Connectivity</w:t>
      </w:r>
      <w:r>
        <w:tab/>
        <w:t>261</w:t>
      </w:r>
    </w:p>
    <w:p w14:paraId="2129933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261</w:t>
      </w:r>
    </w:p>
    <w:p w14:paraId="530145F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261</w:t>
      </w:r>
    </w:p>
    <w:p w14:paraId="72E5521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at </w:t>
      </w:r>
      <w:r>
        <w:rPr>
          <w:lang w:eastAsia="zh-CN"/>
        </w:rPr>
        <w:t>P</w:t>
      </w:r>
      <w:r>
        <w:t xml:space="preserve">SCell </w:t>
      </w:r>
      <w:r>
        <w:rPr>
          <w:lang w:eastAsia="zh-CN"/>
        </w:rPr>
        <w:t>addition/release</w:t>
      </w:r>
      <w:r>
        <w:tab/>
        <w:t>261</w:t>
      </w:r>
    </w:p>
    <w:p w14:paraId="628C36B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7.12.2.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</w:t>
      </w:r>
      <w:r>
        <w:rPr>
          <w:lang w:eastAsia="zh-CN"/>
        </w:rPr>
        <w:t>at transitions between active and non-active</w:t>
      </w:r>
      <w:r>
        <w:t xml:space="preserve"> during </w:t>
      </w:r>
      <w:r>
        <w:rPr>
          <w:lang w:eastAsia="zh-CN"/>
        </w:rPr>
        <w:t>DRX</w:t>
      </w:r>
      <w:r>
        <w:tab/>
        <w:t>261</w:t>
      </w:r>
    </w:p>
    <w:p w14:paraId="381CFBF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7.12.2.3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transitions from non-DRX to DRX</w:t>
      </w:r>
      <w:r>
        <w:tab/>
        <w:t>262</w:t>
      </w:r>
    </w:p>
    <w:p w14:paraId="4AFA8CD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7.12.2.4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addition/release</w:t>
      </w:r>
      <w:r>
        <w:tab/>
        <w:t>262</w:t>
      </w:r>
    </w:p>
    <w:p w14:paraId="08F90B3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7.12.2.5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activation/deactivation</w:t>
      </w:r>
      <w:r>
        <w:tab/>
        <w:t>262</w:t>
      </w:r>
    </w:p>
    <w:p w14:paraId="552FF5E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7.12.2.6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during measurements on SCC</w:t>
      </w:r>
      <w:r>
        <w:tab/>
        <w:t>263</w:t>
      </w:r>
    </w:p>
    <w:p w14:paraId="2BFA60B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7.12.2.7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SRS carrier based switching</w:t>
      </w:r>
      <w:r>
        <w:tab/>
        <w:t>263</w:t>
      </w:r>
    </w:p>
    <w:p w14:paraId="3F5DEBC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7.13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 xml:space="preserve">Cell </w:t>
      </w:r>
      <w:r w:rsidRPr="00614873">
        <w:rPr>
          <w:rFonts w:cs="v4.2.0"/>
          <w:lang w:eastAsia="zh-CN"/>
        </w:rPr>
        <w:t xml:space="preserve">phase </w:t>
      </w:r>
      <w:r w:rsidRPr="00614873">
        <w:rPr>
          <w:rFonts w:cs="v4.2.0"/>
        </w:rPr>
        <w:t>synchronization accuracy</w:t>
      </w:r>
      <w:r w:rsidRPr="00614873">
        <w:rPr>
          <w:rFonts w:cs="v4.2.0"/>
          <w:lang w:eastAsia="zh-CN"/>
        </w:rPr>
        <w:t xml:space="preserve"> (</w:t>
      </w:r>
      <w:r w:rsidRPr="00614873">
        <w:rPr>
          <w:rFonts w:cs="v4.2.0"/>
        </w:rPr>
        <w:t>Synchronized mode of dual connectivity</w:t>
      </w:r>
      <w:r w:rsidRPr="00614873">
        <w:rPr>
          <w:rFonts w:cs="v4.2.0"/>
          <w:lang w:eastAsia="zh-CN"/>
        </w:rPr>
        <w:t>)</w:t>
      </w:r>
      <w:r>
        <w:tab/>
        <w:t>264</w:t>
      </w:r>
    </w:p>
    <w:p w14:paraId="112A34B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7.13.1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Definition</w:t>
      </w:r>
      <w:r>
        <w:tab/>
        <w:t>264</w:t>
      </w:r>
    </w:p>
    <w:p w14:paraId="1B341B2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7.13.2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Minimum requirements</w:t>
      </w:r>
      <w:r>
        <w:tab/>
        <w:t>264</w:t>
      </w:r>
    </w:p>
    <w:p w14:paraId="3902917E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P</w:t>
      </w:r>
      <w:r>
        <w:t xml:space="preserve">SCell Addition and Release Delay for E-UTRA </w:t>
      </w:r>
      <w:r>
        <w:rPr>
          <w:lang w:eastAsia="zh-CN"/>
        </w:rPr>
        <w:t>Dual Connectivity</w:t>
      </w:r>
      <w:r>
        <w:tab/>
        <w:t>264</w:t>
      </w:r>
    </w:p>
    <w:p w14:paraId="32945EF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264</w:t>
      </w:r>
    </w:p>
    <w:p w14:paraId="010B516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P</w:t>
      </w:r>
      <w:r>
        <w:t>SCell Addition Delay Requirement</w:t>
      </w:r>
      <w:r>
        <w:tab/>
        <w:t>264</w:t>
      </w:r>
    </w:p>
    <w:p w14:paraId="2A3E3D4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P</w:t>
      </w:r>
      <w:r>
        <w:t>SCell Release Delay Requirement</w:t>
      </w:r>
      <w:r>
        <w:tab/>
        <w:t>265</w:t>
      </w:r>
    </w:p>
    <w:p w14:paraId="30C0848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Receive Timing Difference in Dual Connectivity</w:t>
      </w:r>
      <w:r>
        <w:tab/>
        <w:t>265</w:t>
      </w:r>
    </w:p>
    <w:p w14:paraId="64A866C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7.15.1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265</w:t>
      </w:r>
    </w:p>
    <w:p w14:paraId="2B7B9F9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Requirements for Inter-band Dual Connectivity</w:t>
      </w:r>
      <w:r>
        <w:tab/>
        <w:t>265</w:t>
      </w:r>
    </w:p>
    <w:p w14:paraId="40A579E8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Proximity-based Services</w:t>
      </w:r>
      <w:r>
        <w:tab/>
        <w:t>265</w:t>
      </w:r>
    </w:p>
    <w:p w14:paraId="2742994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265</w:t>
      </w:r>
    </w:p>
    <w:p w14:paraId="40FE935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265</w:t>
      </w:r>
    </w:p>
    <w:p w14:paraId="0166DE4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ProSe UE transmission timing</w:t>
      </w:r>
      <w:r>
        <w:tab/>
        <w:t>265</w:t>
      </w:r>
    </w:p>
    <w:p w14:paraId="626903D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Serving cell or PCell as timing reference</w:t>
      </w:r>
      <w:r>
        <w:tab/>
        <w:t>266</w:t>
      </w:r>
    </w:p>
    <w:p w14:paraId="71C4E04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or non-serving cell as timing reference</w:t>
      </w:r>
      <w:r>
        <w:tab/>
        <w:t>266</w:t>
      </w:r>
    </w:p>
    <w:p w14:paraId="28DC667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with ProSe</w:t>
      </w:r>
      <w:r>
        <w:tab/>
        <w:t>266</w:t>
      </w:r>
    </w:p>
    <w:p w14:paraId="2A54EF3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ProSe Direct Discovery configuration</w:t>
      </w:r>
      <w:r>
        <w:tab/>
        <w:t>266</w:t>
      </w:r>
    </w:p>
    <w:p w14:paraId="176A5CC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ProSe Direct Communication configuration</w:t>
      </w:r>
      <w:r>
        <w:tab/>
        <w:t>267</w:t>
      </w:r>
    </w:p>
    <w:p w14:paraId="6676674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ProSe Direct Discovery</w:t>
      </w:r>
      <w:r>
        <w:tab/>
        <w:t>267</w:t>
      </w:r>
    </w:p>
    <w:p w14:paraId="6764197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ProSe Direct Discovery with discovery gaps</w:t>
      </w:r>
      <w:r>
        <w:tab/>
        <w:t>267</w:t>
      </w:r>
    </w:p>
    <w:p w14:paraId="0631661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ProSe Direct Communication</w:t>
      </w:r>
      <w:r>
        <w:tab/>
        <w:t>268</w:t>
      </w:r>
    </w:p>
    <w:p w14:paraId="30271A6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reselection for ProSe Direct Discovery on non-serving frequency</w:t>
      </w:r>
      <w:r>
        <w:tab/>
        <w:t>268</w:t>
      </w:r>
    </w:p>
    <w:p w14:paraId="672C161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and evaluation of selected cell</w:t>
      </w:r>
      <w:r>
        <w:tab/>
        <w:t>268</w:t>
      </w:r>
    </w:p>
    <w:p w14:paraId="215941A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of intra-frequency E-UTRAN cells</w:t>
      </w:r>
      <w:r>
        <w:tab/>
        <w:t>268</w:t>
      </w:r>
    </w:p>
    <w:p w14:paraId="7839A6A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Selection / Reselection of ProSe relay UE</w:t>
      </w:r>
      <w:r>
        <w:tab/>
        <w:t>269</w:t>
      </w:r>
    </w:p>
    <w:p w14:paraId="56BBF4F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7.16.6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ProSe operation under deactivated SCell</w:t>
      </w:r>
      <w:r>
        <w:tab/>
        <w:t>269</w:t>
      </w:r>
    </w:p>
    <w:p w14:paraId="03B28C5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Transmission Timing Difference in Dual Connectivity</w:t>
      </w:r>
      <w:r>
        <w:tab/>
        <w:t>269</w:t>
      </w:r>
    </w:p>
    <w:p w14:paraId="73BDC34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269</w:t>
      </w:r>
    </w:p>
    <w:p w14:paraId="51FA9D4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Requirements for maximum transmission timing difference Inter-band Dual Connectivity</w:t>
      </w:r>
      <w:r>
        <w:tab/>
        <w:t>270</w:t>
      </w:r>
    </w:p>
    <w:p w14:paraId="1670256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270</w:t>
      </w:r>
    </w:p>
    <w:p w14:paraId="6756AE6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Delay Requirement for Deactivated SCell</w:t>
      </w:r>
      <w:r>
        <w:tab/>
        <w:t>270</w:t>
      </w:r>
    </w:p>
    <w:p w14:paraId="036CF5F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Deactivation Delay Requirement for Activated SCell</w:t>
      </w:r>
      <w:r>
        <w:tab/>
        <w:t>270</w:t>
      </w:r>
    </w:p>
    <w:p w14:paraId="0625C59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Radio Link Monitoring</w:t>
      </w:r>
      <w:r>
        <w:rPr>
          <w:lang w:eastAsia="zh-CN"/>
        </w:rPr>
        <w:t xml:space="preserve"> for UE Category M1</w:t>
      </w:r>
      <w:r>
        <w:tab/>
        <w:t>270</w:t>
      </w:r>
    </w:p>
    <w:p w14:paraId="721969F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3.7.0"/>
        </w:rPr>
        <w:t>7.19.1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3.7.0"/>
        </w:rPr>
        <w:t>Introduction</w:t>
      </w:r>
      <w:r>
        <w:tab/>
        <w:t>270</w:t>
      </w:r>
    </w:p>
    <w:p w14:paraId="5404546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rPr>
          <w:lang w:eastAsia="zh-CN"/>
        </w:rPr>
        <w:t xml:space="preserve"> for FD-FDD and TDD CE mode A</w:t>
      </w:r>
      <w:r>
        <w:tab/>
        <w:t>271</w:t>
      </w:r>
    </w:p>
    <w:p w14:paraId="4527859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7.19.2.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no DRX is used</w:t>
      </w:r>
      <w:r>
        <w:tab/>
        <w:t>272</w:t>
      </w:r>
    </w:p>
    <w:p w14:paraId="183C708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7.19.2.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DRX is used</w:t>
      </w:r>
      <w:r>
        <w:tab/>
        <w:t>273</w:t>
      </w:r>
    </w:p>
    <w:p w14:paraId="61B4FAB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7.19.2.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at transitions</w:t>
      </w:r>
      <w:r>
        <w:tab/>
        <w:t>274</w:t>
      </w:r>
    </w:p>
    <w:p w14:paraId="770380B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7.19.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rPr>
          <w:lang w:eastAsia="zh-CN"/>
        </w:rPr>
        <w:t xml:space="preserve"> for HD-FDD with CE mode A</w:t>
      </w:r>
      <w:r>
        <w:tab/>
        <w:t>274</w:t>
      </w:r>
    </w:p>
    <w:p w14:paraId="5C6CFF4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7.19.</w:t>
      </w:r>
      <w:r>
        <w:rPr>
          <w:lang w:eastAsia="zh-CN"/>
        </w:rPr>
        <w:t>3</w:t>
      </w:r>
      <w:r w:rsidRPr="00614873">
        <w:rPr>
          <w:rFonts w:eastAsia="?? ??"/>
        </w:rP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no DRX is used</w:t>
      </w:r>
      <w:r>
        <w:tab/>
        <w:t>275</w:t>
      </w:r>
    </w:p>
    <w:p w14:paraId="5C8B610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7.19.</w:t>
      </w:r>
      <w:r>
        <w:rPr>
          <w:lang w:eastAsia="zh-CN"/>
        </w:rPr>
        <w:t>3</w:t>
      </w:r>
      <w:r w:rsidRPr="00614873">
        <w:rPr>
          <w:rFonts w:eastAsia="?? ??"/>
        </w:rP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DRX is used</w:t>
      </w:r>
      <w:r>
        <w:tab/>
        <w:t>275</w:t>
      </w:r>
    </w:p>
    <w:p w14:paraId="6A160F8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7.19.3.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at transitions</w:t>
      </w:r>
      <w:r>
        <w:tab/>
        <w:t>276</w:t>
      </w:r>
    </w:p>
    <w:p w14:paraId="6B5E7A8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rPr>
          <w:lang w:eastAsia="zh-CN"/>
        </w:rPr>
        <w:t xml:space="preserve"> for FD-FDD and TDD with CE mode B</w:t>
      </w:r>
      <w:r>
        <w:tab/>
        <w:t>276</w:t>
      </w:r>
    </w:p>
    <w:p w14:paraId="229011C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7.19.4.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no DRX is used</w:t>
      </w:r>
      <w:r>
        <w:tab/>
        <w:t>278</w:t>
      </w:r>
    </w:p>
    <w:p w14:paraId="0C0776C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7.19.4.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DRX is used</w:t>
      </w:r>
      <w:r>
        <w:tab/>
        <w:t>279</w:t>
      </w:r>
    </w:p>
    <w:p w14:paraId="1564AEE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7.19.4.3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at transitions</w:t>
      </w:r>
      <w:r>
        <w:tab/>
        <w:t>280</w:t>
      </w:r>
    </w:p>
    <w:p w14:paraId="52976C8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7.19.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rPr>
          <w:lang w:eastAsia="zh-CN"/>
        </w:rPr>
        <w:t xml:space="preserve"> for HD-FDD with CE mode B</w:t>
      </w:r>
      <w:r>
        <w:tab/>
        <w:t>280</w:t>
      </w:r>
    </w:p>
    <w:p w14:paraId="162B33E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7.19.</w:t>
      </w:r>
      <w:r>
        <w:rPr>
          <w:lang w:eastAsia="zh-CN"/>
        </w:rPr>
        <w:t>5</w:t>
      </w:r>
      <w:r w:rsidRPr="00614873">
        <w:rPr>
          <w:rFonts w:eastAsia="?? ??"/>
        </w:rP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no DRX is used</w:t>
      </w:r>
      <w:r>
        <w:tab/>
        <w:t>280</w:t>
      </w:r>
    </w:p>
    <w:p w14:paraId="127251D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7.19.</w:t>
      </w:r>
      <w:r>
        <w:rPr>
          <w:lang w:eastAsia="zh-CN"/>
        </w:rPr>
        <w:t>5</w:t>
      </w:r>
      <w:r w:rsidRPr="00614873">
        <w:rPr>
          <w:rFonts w:eastAsia="?? ??"/>
        </w:rP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DRX is used</w:t>
      </w:r>
      <w:r>
        <w:tab/>
        <w:t>281</w:t>
      </w:r>
    </w:p>
    <w:p w14:paraId="46B9D4A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7.19.5.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at transitions</w:t>
      </w:r>
      <w:r>
        <w:tab/>
        <w:t>282</w:t>
      </w:r>
    </w:p>
    <w:p w14:paraId="621F218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transmit timing for NB-IoT</w:t>
      </w:r>
      <w:r>
        <w:tab/>
        <w:t>282</w:t>
      </w:r>
    </w:p>
    <w:p w14:paraId="5F56B16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282</w:t>
      </w:r>
    </w:p>
    <w:p w14:paraId="1BE0A97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282</w:t>
      </w:r>
    </w:p>
    <w:p w14:paraId="14D1128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UE timer accuracy for NB-IoT</w:t>
      </w:r>
      <w:r>
        <w:tab/>
        <w:t>283</w:t>
      </w:r>
    </w:p>
    <w:p w14:paraId="33C124B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283</w:t>
      </w:r>
    </w:p>
    <w:p w14:paraId="13A9EEC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283</w:t>
      </w:r>
    </w:p>
    <w:p w14:paraId="793AE70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Timing Advance for NB-IoT</w:t>
      </w:r>
      <w:r>
        <w:tab/>
        <w:t>283</w:t>
      </w:r>
    </w:p>
    <w:p w14:paraId="63BE702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283</w:t>
      </w:r>
    </w:p>
    <w:p w14:paraId="1BE17C6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Requirements</w:t>
      </w:r>
      <w:r>
        <w:tab/>
        <w:t>283</w:t>
      </w:r>
    </w:p>
    <w:p w14:paraId="346D8AE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  <w:lang w:eastAsia="zh-CN"/>
        </w:rPr>
        <w:t>7.22.2.1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?? ??"/>
          <w:lang w:eastAsia="zh-CN"/>
        </w:rPr>
        <w:t>Timing Advance adjustment delay</w:t>
      </w:r>
      <w:r>
        <w:tab/>
        <w:t>283</w:t>
      </w:r>
    </w:p>
    <w:p w14:paraId="697593F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7.22.2.2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Timing Advance adjustment accuracy</w:t>
      </w:r>
      <w:r>
        <w:tab/>
        <w:t>283</w:t>
      </w:r>
    </w:p>
    <w:p w14:paraId="5EB9FD0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Radio Link Monitoring</w:t>
      </w:r>
      <w:r>
        <w:rPr>
          <w:lang w:eastAsia="zh-CN"/>
        </w:rPr>
        <w:t xml:space="preserve"> for Category NB1 UE</w:t>
      </w:r>
      <w:r>
        <w:tab/>
        <w:t>283</w:t>
      </w:r>
    </w:p>
    <w:p w14:paraId="202C423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283</w:t>
      </w:r>
    </w:p>
    <w:p w14:paraId="5CF527E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rPr>
          <w:lang w:eastAsia="zh-CN"/>
        </w:rPr>
        <w:t xml:space="preserve"> for Category NB1 UE</w:t>
      </w:r>
      <w:r>
        <w:tab/>
        <w:t>284</w:t>
      </w:r>
    </w:p>
    <w:p w14:paraId="440970C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7.23.2.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no DRX is used</w:t>
      </w:r>
      <w:r>
        <w:tab/>
        <w:t>284</w:t>
      </w:r>
    </w:p>
    <w:p w14:paraId="39399A8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7.23.2.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DRX is used</w:t>
      </w:r>
      <w:r>
        <w:tab/>
        <w:t>285</w:t>
      </w:r>
    </w:p>
    <w:p w14:paraId="71E9108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?? ??"/>
        </w:rPr>
        <w:t>7.23.2.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at transitions</w:t>
      </w:r>
      <w:r>
        <w:tab/>
        <w:t>285</w:t>
      </w:r>
    </w:p>
    <w:p w14:paraId="152B870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transmit timing for Category M1</w:t>
      </w:r>
      <w:r>
        <w:tab/>
        <w:t>285</w:t>
      </w:r>
    </w:p>
    <w:p w14:paraId="41E6C5F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285</w:t>
      </w:r>
    </w:p>
    <w:p w14:paraId="4D45930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7.24.2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286</w:t>
      </w:r>
    </w:p>
    <w:p w14:paraId="012789B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</w:t>
      </w:r>
      <w:r>
        <w:rPr>
          <w:lang w:eastAsia="zh-CN"/>
        </w:rPr>
        <w:t>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Cell </w:t>
      </w:r>
      <w:r>
        <w:rPr>
          <w:lang w:eastAsia="zh-CN"/>
        </w:rPr>
        <w:t xml:space="preserve">phase </w:t>
      </w:r>
      <w:r>
        <w:t>synchronization accuracy</w:t>
      </w:r>
      <w:r>
        <w:rPr>
          <w:lang w:eastAsia="zh-CN"/>
        </w:rPr>
        <w:t xml:space="preserve"> for MBMS services (FDD)</w:t>
      </w:r>
      <w:r>
        <w:tab/>
        <w:t>286</w:t>
      </w:r>
    </w:p>
    <w:p w14:paraId="64DB984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</w:t>
      </w:r>
      <w:r>
        <w:rPr>
          <w:lang w:eastAsia="zh-CN"/>
        </w:rPr>
        <w:t>25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Definition</w:t>
      </w:r>
      <w:r>
        <w:tab/>
        <w:t>286</w:t>
      </w:r>
    </w:p>
    <w:p w14:paraId="576D073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7.</w:t>
      </w:r>
      <w:r w:rsidRPr="00614873">
        <w:rPr>
          <w:rFonts w:cs="v4.2.0"/>
          <w:lang w:eastAsia="zh-CN"/>
        </w:rPr>
        <w:t>25</w:t>
      </w:r>
      <w:r w:rsidRPr="00614873">
        <w:rPr>
          <w:rFonts w:cs="v4.2.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Minimum requirements</w:t>
      </w:r>
      <w:r>
        <w:tab/>
        <w:t>287</w:t>
      </w:r>
    </w:p>
    <w:p w14:paraId="0CBA121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7.26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UE transmit timing for Category M2</w:t>
      </w:r>
      <w:r>
        <w:tab/>
        <w:t>287</w:t>
      </w:r>
    </w:p>
    <w:p w14:paraId="59539DD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287</w:t>
      </w:r>
    </w:p>
    <w:p w14:paraId="77DA48F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287</w:t>
      </w:r>
    </w:p>
    <w:p w14:paraId="0C2F31F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</w:t>
      </w:r>
      <w:r>
        <w:rPr>
          <w:lang w:eastAsia="zh-CN"/>
        </w:rPr>
        <w:t>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timer accuracy</w:t>
      </w:r>
      <w:r>
        <w:rPr>
          <w:lang w:eastAsia="zh-CN"/>
        </w:rPr>
        <w:t xml:space="preserve"> for category M1</w:t>
      </w:r>
      <w:r>
        <w:tab/>
        <w:t>287</w:t>
      </w:r>
    </w:p>
    <w:p w14:paraId="099C5D3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3.7.0"/>
        </w:rPr>
        <w:t>7.</w:t>
      </w:r>
      <w:r w:rsidRPr="00614873">
        <w:rPr>
          <w:rFonts w:cs="v3.7.0"/>
          <w:lang w:eastAsia="zh-CN"/>
        </w:rPr>
        <w:t>27</w:t>
      </w:r>
      <w:r w:rsidRPr="00614873">
        <w:rPr>
          <w:rFonts w:cs="v3.7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3.7.0"/>
        </w:rPr>
        <w:t>Introduction</w:t>
      </w:r>
      <w:r>
        <w:tab/>
        <w:t>287</w:t>
      </w:r>
    </w:p>
    <w:p w14:paraId="4EB1FA2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3.7.0"/>
        </w:rPr>
        <w:t>7.</w:t>
      </w:r>
      <w:r w:rsidRPr="00614873">
        <w:rPr>
          <w:rFonts w:cs="v3.7.0"/>
          <w:lang w:eastAsia="zh-CN"/>
        </w:rPr>
        <w:t>27</w:t>
      </w:r>
      <w:r w:rsidRPr="00614873">
        <w:rPr>
          <w:rFonts w:cs="v3.7.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3.7.0"/>
        </w:rPr>
        <w:t>Requirements</w:t>
      </w:r>
      <w:r>
        <w:tab/>
        <w:t>287</w:t>
      </w:r>
    </w:p>
    <w:p w14:paraId="1CD76458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Timing Advance for Category M1</w:t>
      </w:r>
      <w:r>
        <w:tab/>
        <w:t>288</w:t>
      </w:r>
    </w:p>
    <w:p w14:paraId="0E314F3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3.7.0"/>
        </w:rPr>
        <w:t>7.28.1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3.7.0"/>
        </w:rPr>
        <w:t>Introduction</w:t>
      </w:r>
      <w:r>
        <w:tab/>
        <w:t>288</w:t>
      </w:r>
    </w:p>
    <w:p w14:paraId="14B8191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288</w:t>
      </w:r>
    </w:p>
    <w:p w14:paraId="75A75EB8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requirements with FeMBMS</w:t>
      </w:r>
      <w:r>
        <w:tab/>
        <w:t>288</w:t>
      </w:r>
    </w:p>
    <w:p w14:paraId="30E9B11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288</w:t>
      </w:r>
    </w:p>
    <w:p w14:paraId="103C20D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288</w:t>
      </w:r>
    </w:p>
    <w:p w14:paraId="6DC3BAC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Numerology switching delay requirements with FeMBMS</w:t>
      </w:r>
      <w:r>
        <w:tab/>
        <w:t>288</w:t>
      </w:r>
    </w:p>
    <w:p w14:paraId="08E06D3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288</w:t>
      </w:r>
    </w:p>
    <w:p w14:paraId="24CB58A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288</w:t>
      </w:r>
    </w:p>
    <w:p w14:paraId="2815184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NR </w:t>
      </w:r>
      <w:r>
        <w:rPr>
          <w:lang w:eastAsia="zh-CN"/>
        </w:rPr>
        <w:t>P</w:t>
      </w:r>
      <w:r>
        <w:t xml:space="preserve">SCell Addition and Release Delay for E-UTRA - NR </w:t>
      </w:r>
      <w:r>
        <w:rPr>
          <w:lang w:eastAsia="zh-CN"/>
        </w:rPr>
        <w:t>Dual Connectivity</w:t>
      </w:r>
      <w:r>
        <w:tab/>
        <w:t>288</w:t>
      </w:r>
    </w:p>
    <w:p w14:paraId="4C50F6D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288</w:t>
      </w:r>
    </w:p>
    <w:p w14:paraId="591A85E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NR </w:t>
      </w:r>
      <w:r>
        <w:rPr>
          <w:lang w:eastAsia="zh-CN"/>
        </w:rPr>
        <w:t>P</w:t>
      </w:r>
      <w:r>
        <w:t>SCell Addition Delay Requirement</w:t>
      </w:r>
      <w:r>
        <w:tab/>
        <w:t>289</w:t>
      </w:r>
    </w:p>
    <w:p w14:paraId="698FA2B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NR </w:t>
      </w:r>
      <w:r>
        <w:rPr>
          <w:lang w:eastAsia="zh-CN"/>
        </w:rPr>
        <w:t>P</w:t>
      </w:r>
      <w:r>
        <w:t>SCell Release Delay Requirement</w:t>
      </w:r>
      <w:r>
        <w:tab/>
        <w:t>289</w:t>
      </w:r>
    </w:p>
    <w:p w14:paraId="46614DD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Addition and Release Delay of NR PSCell Operating with CCA for E-UTRA - NR </w:t>
      </w:r>
      <w:r>
        <w:rPr>
          <w:lang w:eastAsia="zh-CN"/>
        </w:rPr>
        <w:t>Dual Connectivity</w:t>
      </w:r>
      <w:r>
        <w:tab/>
        <w:t>290</w:t>
      </w:r>
    </w:p>
    <w:p w14:paraId="1DF446B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7.31A.1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290</w:t>
      </w:r>
    </w:p>
    <w:p w14:paraId="3F4A906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7.31A.2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NR </w:t>
      </w:r>
      <w:r>
        <w:rPr>
          <w:lang w:eastAsia="zh-CN"/>
        </w:rPr>
        <w:t>P</w:t>
      </w:r>
      <w:r>
        <w:t>SCell Addition Delay Requirement</w:t>
      </w:r>
      <w:r>
        <w:tab/>
        <w:t>290</w:t>
      </w:r>
    </w:p>
    <w:p w14:paraId="2A91E3A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7.31A.3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NR </w:t>
      </w:r>
      <w:r>
        <w:rPr>
          <w:lang w:eastAsia="zh-CN"/>
        </w:rPr>
        <w:t>P</w:t>
      </w:r>
      <w:r>
        <w:t>SCell Release Delay Requirement</w:t>
      </w:r>
      <w:r>
        <w:tab/>
        <w:t>291</w:t>
      </w:r>
    </w:p>
    <w:p w14:paraId="39D6842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with EN-DC</w:t>
      </w:r>
      <w:r>
        <w:tab/>
        <w:t>291</w:t>
      </w:r>
    </w:p>
    <w:p w14:paraId="7597F4B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291</w:t>
      </w:r>
    </w:p>
    <w:p w14:paraId="61945E6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292</w:t>
      </w:r>
    </w:p>
    <w:p w14:paraId="13F5B52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at </w:t>
      </w:r>
      <w:r>
        <w:rPr>
          <w:lang w:eastAsia="zh-CN"/>
        </w:rPr>
        <w:t>P</w:t>
      </w:r>
      <w:r>
        <w:t xml:space="preserve">SCell </w:t>
      </w:r>
      <w:r>
        <w:rPr>
          <w:lang w:eastAsia="zh-CN"/>
        </w:rPr>
        <w:t>addition/release</w:t>
      </w:r>
      <w:r>
        <w:tab/>
        <w:t>292</w:t>
      </w:r>
    </w:p>
    <w:p w14:paraId="5432C9E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</w:t>
      </w:r>
      <w:r>
        <w:t>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</w:t>
      </w:r>
      <w:r>
        <w:rPr>
          <w:lang w:eastAsia="zh-CN"/>
        </w:rPr>
        <w:t>at transitions between active and non-active</w:t>
      </w:r>
      <w:r>
        <w:t xml:space="preserve"> during </w:t>
      </w:r>
      <w:r>
        <w:rPr>
          <w:lang w:eastAsia="zh-CN"/>
        </w:rPr>
        <w:t>DRX</w:t>
      </w:r>
      <w:r>
        <w:tab/>
        <w:t>292</w:t>
      </w:r>
    </w:p>
    <w:p w14:paraId="3B78294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transitions from non-DRX to DRX</w:t>
      </w:r>
      <w:r>
        <w:tab/>
        <w:t>292</w:t>
      </w:r>
    </w:p>
    <w:p w14:paraId="0BD4C03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addition/release</w:t>
      </w:r>
      <w:r>
        <w:tab/>
        <w:t>292</w:t>
      </w:r>
    </w:p>
    <w:p w14:paraId="7BDEF0F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activation/deactivation</w:t>
      </w:r>
      <w:r>
        <w:tab/>
        <w:t>292</w:t>
      </w:r>
    </w:p>
    <w:p w14:paraId="32D0398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during measurements on SCC</w:t>
      </w:r>
      <w:r>
        <w:tab/>
        <w:t>293</w:t>
      </w:r>
    </w:p>
    <w:p w14:paraId="793B062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measurements on deactivated NR SCC</w:t>
      </w:r>
      <w:r>
        <w:tab/>
        <w:t>293</w:t>
      </w:r>
    </w:p>
    <w:p w14:paraId="6868869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measurements on deactivated E-UTRA SCC</w:t>
      </w:r>
      <w:r>
        <w:tab/>
        <w:t>293</w:t>
      </w:r>
    </w:p>
    <w:p w14:paraId="0CFF7F0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CQI measurements on dormant E-UTRA SCell</w:t>
      </w:r>
      <w:r>
        <w:tab/>
        <w:t>293</w:t>
      </w:r>
    </w:p>
    <w:p w14:paraId="40BA2B2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RRM measurements on dormant E-UTRA SCC</w:t>
      </w:r>
      <w:r>
        <w:tab/>
        <w:t>293</w:t>
      </w:r>
    </w:p>
    <w:p w14:paraId="4115722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active BWP switching</w:t>
      </w:r>
      <w:r>
        <w:tab/>
        <w:t>294</w:t>
      </w:r>
    </w:p>
    <w:p w14:paraId="6EC9CC0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activation and deactivation of dormant SCell</w:t>
      </w:r>
      <w:r>
        <w:tab/>
        <w:t>294</w:t>
      </w:r>
    </w:p>
    <w:p w14:paraId="4EA47A9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activation and deactivation of multiple dormant SCell</w:t>
      </w:r>
      <w:r>
        <w:tab/>
        <w:t>295</w:t>
      </w:r>
    </w:p>
    <w:p w14:paraId="1700A5B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hibernation</w:t>
      </w:r>
      <w:r>
        <w:tab/>
        <w:t>295</w:t>
      </w:r>
    </w:p>
    <w:p w14:paraId="0EE123D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direct SCell activation and hibernation</w:t>
      </w:r>
      <w:r>
        <w:tab/>
        <w:t>295</w:t>
      </w:r>
    </w:p>
    <w:p w14:paraId="6E2791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DL Interruptions at UE switching between two uplink carriers</w:t>
      </w:r>
      <w:r>
        <w:tab/>
        <w:t>295</w:t>
      </w:r>
    </w:p>
    <w:p w14:paraId="7F18964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NR SRS carrier based switching</w:t>
      </w:r>
      <w:r>
        <w:tab/>
        <w:t>295</w:t>
      </w:r>
    </w:p>
    <w:p w14:paraId="6D4A66A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NR SCell dormancy</w:t>
      </w:r>
      <w:r>
        <w:tab/>
        <w:t>296</w:t>
      </w:r>
    </w:p>
    <w:p w14:paraId="5A500EE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due to NR SCell dormancy switch</w:t>
      </w:r>
      <w:r>
        <w:tab/>
        <w:t>296</w:t>
      </w:r>
    </w:p>
    <w:p w14:paraId="4C5944E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due to CSI and RRM measurements during SCell dormancy</w:t>
      </w:r>
      <w:r>
        <w:tab/>
        <w:t>297</w:t>
      </w:r>
    </w:p>
    <w:p w14:paraId="17B4611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 during NR measurement with autonomous gaps</w:t>
      </w:r>
      <w:r>
        <w:tab/>
        <w:t>297</w:t>
      </w:r>
    </w:p>
    <w:p w14:paraId="7DFD00F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SRS carrier based switching</w:t>
      </w:r>
      <w:r>
        <w:tab/>
        <w:t>297</w:t>
      </w:r>
    </w:p>
    <w:p w14:paraId="6E1B3FF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Transmit/Receive Timing Difference in Carrier Aggregation for</w:t>
      </w:r>
      <w:r w:rsidRPr="00614873">
        <w:rPr>
          <w:i/>
        </w:rPr>
        <w:t xml:space="preserve"> </w:t>
      </w:r>
      <w:r>
        <w:t>sTTI and 1ms-TTI with 3 subframe HARQ processing</w:t>
      </w:r>
      <w:r>
        <w:tab/>
        <w:t>298</w:t>
      </w:r>
    </w:p>
    <w:p w14:paraId="267131E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298</w:t>
      </w:r>
    </w:p>
    <w:p w14:paraId="5F94690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298</w:t>
      </w:r>
    </w:p>
    <w:p w14:paraId="5B8DD98E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298</w:t>
      </w:r>
    </w:p>
    <w:p w14:paraId="6BDFF64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with SFTD measurements</w:t>
      </w:r>
      <w:r>
        <w:tab/>
        <w:t>298</w:t>
      </w:r>
    </w:p>
    <w:p w14:paraId="09F7C58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298</w:t>
      </w:r>
    </w:p>
    <w:p w14:paraId="0161ADA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298</w:t>
      </w:r>
    </w:p>
    <w:p w14:paraId="1B50935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with NE-DC</w:t>
      </w:r>
      <w:r>
        <w:tab/>
        <w:t>299</w:t>
      </w:r>
    </w:p>
    <w:p w14:paraId="7D30A9F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299</w:t>
      </w:r>
    </w:p>
    <w:p w14:paraId="4EF4A99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7.36.2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299</w:t>
      </w:r>
    </w:p>
    <w:p w14:paraId="1B1B64C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</w:t>
      </w:r>
      <w: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</w:t>
      </w:r>
      <w:r>
        <w:rPr>
          <w:lang w:eastAsia="zh-CN"/>
        </w:rPr>
        <w:t>at transitions between active and non-active</w:t>
      </w:r>
      <w:r>
        <w:t xml:space="preserve"> during </w:t>
      </w:r>
      <w:r>
        <w:rPr>
          <w:lang w:eastAsia="zh-CN"/>
        </w:rPr>
        <w:t>DRX</w:t>
      </w:r>
      <w:r>
        <w:tab/>
        <w:t>299</w:t>
      </w:r>
    </w:p>
    <w:p w14:paraId="04F59BA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transitions from non-DRX to DRX</w:t>
      </w:r>
      <w:r>
        <w:tab/>
        <w:t>299</w:t>
      </w:r>
    </w:p>
    <w:p w14:paraId="5D61377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addition/release</w:t>
      </w:r>
      <w:r>
        <w:tab/>
        <w:t>299</w:t>
      </w:r>
    </w:p>
    <w:p w14:paraId="7599123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activation/deactivation</w:t>
      </w:r>
      <w:r>
        <w:tab/>
        <w:t>300</w:t>
      </w:r>
    </w:p>
    <w:p w14:paraId="0C5BAC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during measurements on SCC</w:t>
      </w:r>
      <w:r>
        <w:tab/>
        <w:t>300</w:t>
      </w:r>
    </w:p>
    <w:p w14:paraId="33EFEEB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measurements on deactivated NR SCC</w:t>
      </w:r>
      <w:r>
        <w:tab/>
        <w:t>300</w:t>
      </w:r>
    </w:p>
    <w:p w14:paraId="16A572D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measurements on deactivated E-UTRA SCC</w:t>
      </w:r>
      <w:r>
        <w:tab/>
        <w:t>300</w:t>
      </w:r>
    </w:p>
    <w:p w14:paraId="6432865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7.36.2.5.3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CQI measurements on dormant E-UTRA SCell</w:t>
      </w:r>
      <w:r>
        <w:tab/>
        <w:t>300</w:t>
      </w:r>
    </w:p>
    <w:p w14:paraId="01582C8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7.36.2.5.4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RRM measurements on dormant E-UTRA SCC</w:t>
      </w:r>
      <w:r>
        <w:tab/>
        <w:t>300</w:t>
      </w:r>
    </w:p>
    <w:p w14:paraId="2EB0A24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active BWP switching</w:t>
      </w:r>
      <w:r>
        <w:tab/>
        <w:t>301</w:t>
      </w:r>
    </w:p>
    <w:p w14:paraId="494EBEA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activation and deactivation of dormant SCell</w:t>
      </w:r>
      <w:r>
        <w:tab/>
        <w:t>302</w:t>
      </w:r>
    </w:p>
    <w:p w14:paraId="6CF52D3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activation and deactivation of multiple dormant SCell</w:t>
      </w:r>
      <w:r>
        <w:tab/>
        <w:t>302</w:t>
      </w:r>
    </w:p>
    <w:p w14:paraId="14D3F0E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hibernation</w:t>
      </w:r>
      <w:r>
        <w:tab/>
        <w:t>302</w:t>
      </w:r>
    </w:p>
    <w:p w14:paraId="21CE36B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direct SCell activation and hibernation</w:t>
      </w:r>
      <w:r>
        <w:tab/>
        <w:t>302</w:t>
      </w:r>
    </w:p>
    <w:p w14:paraId="7F16186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NR SRS carrier based switching</w:t>
      </w:r>
      <w:r>
        <w:tab/>
        <w:t>302</w:t>
      </w:r>
    </w:p>
    <w:p w14:paraId="0DB2B59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NR SCell dormancy</w:t>
      </w:r>
      <w:r>
        <w:tab/>
        <w:t>303</w:t>
      </w:r>
    </w:p>
    <w:p w14:paraId="1BECD55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7.36.2.12.1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due to NR SCell dormancy switch</w:t>
      </w:r>
      <w:r>
        <w:tab/>
        <w:t>303</w:t>
      </w:r>
    </w:p>
    <w:p w14:paraId="67C15DF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7.36.2.12.2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due to CSI and RRM measurements during SCell dormancy</w:t>
      </w:r>
      <w:r>
        <w:tab/>
        <w:t>303</w:t>
      </w:r>
    </w:p>
    <w:p w14:paraId="003FCE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 during E-UTRA measurement with autonomous gaps</w:t>
      </w:r>
      <w:r>
        <w:tab/>
        <w:t>303</w:t>
      </w:r>
    </w:p>
    <w:p w14:paraId="2AF4811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 during NR measurement with autonomous gaps</w:t>
      </w:r>
      <w:r>
        <w:tab/>
        <w:t>304</w:t>
      </w:r>
    </w:p>
    <w:p w14:paraId="010976F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SRS carrier based switching</w:t>
      </w:r>
      <w:r>
        <w:tab/>
        <w:t>304</w:t>
      </w:r>
    </w:p>
    <w:p w14:paraId="6325FCF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</w:t>
      </w:r>
      <w:r>
        <w:rPr>
          <w:lang w:eastAsia="zh-CN"/>
        </w:rPr>
        <w:t>during NR measurement with autonomous gaps</w:t>
      </w:r>
      <w:r>
        <w:tab/>
        <w:t>305</w:t>
      </w:r>
    </w:p>
    <w:p w14:paraId="436710D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305</w:t>
      </w:r>
    </w:p>
    <w:p w14:paraId="63FCC28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305</w:t>
      </w:r>
    </w:p>
    <w:p w14:paraId="72BF42AD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8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UE Measurements Procedures in RRC_CONNECTED State</w:t>
      </w:r>
      <w:r>
        <w:tab/>
        <w:t>305</w:t>
      </w:r>
    </w:p>
    <w:p w14:paraId="2E6DE94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General Measurement Requirements</w:t>
      </w:r>
      <w:r>
        <w:tab/>
        <w:t>305</w:t>
      </w:r>
    </w:p>
    <w:p w14:paraId="499BEB9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305</w:t>
      </w:r>
    </w:p>
    <w:p w14:paraId="7DA9D7A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306</w:t>
      </w:r>
    </w:p>
    <w:p w14:paraId="77C3B6D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measurement capability</w:t>
      </w:r>
      <w:r>
        <w:tab/>
        <w:t>306</w:t>
      </w:r>
    </w:p>
    <w:p w14:paraId="2A49B8A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Monitoring of multiple layers using gaps</w:t>
      </w:r>
      <w:r>
        <w:tab/>
        <w:t>314</w:t>
      </w:r>
    </w:p>
    <w:p w14:paraId="693DF68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8.1.2.1.1a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Monitoring of multiple layers using gaps (Increased UE carrier monitoring)</w:t>
      </w:r>
      <w:r>
        <w:tab/>
        <w:t>315</w:t>
      </w:r>
    </w:p>
    <w:p w14:paraId="092839D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8.1.2.1.1b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Monitoring of multiple layers using gaps (</w:t>
      </w:r>
      <w:r>
        <w:rPr>
          <w:lang w:eastAsia="zh-CN"/>
        </w:rPr>
        <w:t>EN-DC</w:t>
      </w:r>
      <w:r>
        <w:t>)</w:t>
      </w:r>
      <w:r>
        <w:tab/>
        <w:t>316</w:t>
      </w:r>
    </w:p>
    <w:p w14:paraId="673EE26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8.1.2.1.1c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Monitoring of multiple layers using gaps (NE-DC)</w:t>
      </w:r>
      <w:r>
        <w:tab/>
        <w:t>318</w:t>
      </w:r>
    </w:p>
    <w:p w14:paraId="7280CE0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Network controlled small gap</w:t>
      </w:r>
      <w:r>
        <w:tab/>
        <w:t>319</w:t>
      </w:r>
    </w:p>
    <w:p w14:paraId="526CD4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</w:t>
      </w:r>
      <w:r>
        <w:tab/>
        <w:t>320</w:t>
      </w:r>
    </w:p>
    <w:p w14:paraId="341BA3F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</w:t>
      </w:r>
      <w:r>
        <w:tab/>
        <w:t>320</w:t>
      </w:r>
    </w:p>
    <w:p w14:paraId="236E0CB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</w:t>
      </w:r>
      <w:r>
        <w:tab/>
        <w:t>325</w:t>
      </w:r>
    </w:p>
    <w:p w14:paraId="4FEA244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 with autonomous gaps</w:t>
      </w:r>
      <w:r>
        <w:tab/>
        <w:t>329</w:t>
      </w:r>
    </w:p>
    <w:p w14:paraId="647F0EF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 with autonomous gaps</w:t>
      </w:r>
      <w:r>
        <w:tab/>
        <w:t>330</w:t>
      </w:r>
    </w:p>
    <w:p w14:paraId="796ECD2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measurements on carrier with FeMBMS/Unicast mixed cells</w:t>
      </w:r>
      <w:r>
        <w:tab/>
        <w:t>331</w:t>
      </w:r>
    </w:p>
    <w:p w14:paraId="2AC1822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 frequency measurements</w:t>
      </w:r>
      <w:r>
        <w:tab/>
        <w:t>332</w:t>
      </w:r>
    </w:p>
    <w:p w14:paraId="5CAAC72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8.1.2.3.1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measurements</w:t>
      </w:r>
      <w:r>
        <w:tab/>
        <w:t>332</w:t>
      </w:r>
    </w:p>
    <w:p w14:paraId="1EA69A0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inter frequency measurements</w:t>
      </w:r>
      <w:r>
        <w:tab/>
        <w:t>338</w:t>
      </w:r>
    </w:p>
    <w:p w14:paraId="786FD23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inter frequency measurements</w:t>
      </w:r>
      <w:r>
        <w:tab/>
        <w:t>344</w:t>
      </w:r>
    </w:p>
    <w:p w14:paraId="74E143E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F</w:t>
      </w:r>
      <w:r>
        <w:t>DD – TDD inter frequency measurements</w:t>
      </w:r>
      <w:r>
        <w:tab/>
        <w:t>344</w:t>
      </w:r>
    </w:p>
    <w:p w14:paraId="00F5E0C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 frequency measurements with autonomous gaps</w:t>
      </w:r>
      <w:r>
        <w:tab/>
        <w:t>345</w:t>
      </w:r>
    </w:p>
    <w:p w14:paraId="73BD54F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inter frequency measurements using autonomous gaps</w:t>
      </w:r>
      <w:r>
        <w:tab/>
        <w:t>346</w:t>
      </w:r>
    </w:p>
    <w:p w14:paraId="4171485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 frequency measurements with autonomous gaps</w:t>
      </w:r>
      <w:r>
        <w:tab/>
        <w:t>347</w:t>
      </w:r>
    </w:p>
    <w:p w14:paraId="31F046D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FDD-TDD inter frequency measurements using autonomous gaps</w:t>
      </w:r>
      <w:r>
        <w:tab/>
        <w:t>348</w:t>
      </w:r>
    </w:p>
    <w:p w14:paraId="69DA396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8.1.2.3.9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measurements with FeMBMS/Unicast mixed cells</w:t>
      </w:r>
      <w:r>
        <w:tab/>
        <w:t>349</w:t>
      </w:r>
    </w:p>
    <w:p w14:paraId="73DA524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inter frequency measurements with FeMBMS/Unicast mixed cells</w:t>
      </w:r>
      <w:r>
        <w:tab/>
        <w:t>356</w:t>
      </w:r>
    </w:p>
    <w:p w14:paraId="199370C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 RAT measurements</w:t>
      </w:r>
      <w:r>
        <w:tab/>
        <w:t>356</w:t>
      </w:r>
    </w:p>
    <w:p w14:paraId="4859FC8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FDD measurements</w:t>
      </w:r>
      <w:r>
        <w:tab/>
        <w:t>356</w:t>
      </w:r>
    </w:p>
    <w:p w14:paraId="3F397B0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UTRAN FDD measurements</w:t>
      </w:r>
      <w:r>
        <w:tab/>
        <w:t>361</w:t>
      </w:r>
    </w:p>
    <w:p w14:paraId="1B32311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UTRAN TDD measurements</w:t>
      </w:r>
      <w:r>
        <w:tab/>
        <w:t>361</w:t>
      </w:r>
    </w:p>
    <w:p w14:paraId="6F91D58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TDD measurements</w:t>
      </w:r>
      <w:r>
        <w:tab/>
        <w:t>365</w:t>
      </w:r>
    </w:p>
    <w:p w14:paraId="48B9B99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GSM measurements</w:t>
      </w:r>
      <w:r>
        <w:tab/>
        <w:t>365</w:t>
      </w:r>
    </w:p>
    <w:p w14:paraId="1812BBF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GSM measurements</w:t>
      </w:r>
      <w:r>
        <w:tab/>
        <w:t>370</w:t>
      </w:r>
    </w:p>
    <w:p w14:paraId="21C0C25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FDD measurements for SON</w:t>
      </w:r>
      <w:r>
        <w:tab/>
        <w:t>370</w:t>
      </w:r>
    </w:p>
    <w:p w14:paraId="7AECBA3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UTRAN FDD measurements for SON</w:t>
      </w:r>
      <w:r>
        <w:tab/>
        <w:t>372</w:t>
      </w:r>
    </w:p>
    <w:p w14:paraId="66B04FF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8.1.2.4.9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cdma2000 1xRTT measurements</w:t>
      </w:r>
      <w:r>
        <w:tab/>
        <w:t>372</w:t>
      </w:r>
    </w:p>
    <w:p w14:paraId="14F92A0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8.1.2.4.9.1A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cdma2000 1xRTT measurements when no DRX is used</w:t>
      </w:r>
      <w:r>
        <w:tab/>
        <w:t>372</w:t>
      </w:r>
    </w:p>
    <w:p w14:paraId="35CDF9D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cdma2000 1xRTT measurements</w:t>
      </w:r>
      <w:r>
        <w:tab/>
        <w:t>373</w:t>
      </w:r>
    </w:p>
    <w:p w14:paraId="39F6F99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HRPD measurements</w:t>
      </w:r>
      <w:r>
        <w:tab/>
        <w:t>373</w:t>
      </w:r>
    </w:p>
    <w:p w14:paraId="52D1BDB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HRPD measurements</w:t>
      </w:r>
      <w:r>
        <w:tab/>
        <w:t>373</w:t>
      </w:r>
    </w:p>
    <w:p w14:paraId="5368079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</w:t>
      </w:r>
      <w:r>
        <w:rPr>
          <w:lang w:eastAsia="zh-CN"/>
        </w:rPr>
        <w:t>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– UTRAN </w:t>
      </w:r>
      <w:r>
        <w:rPr>
          <w:lang w:eastAsia="zh-CN"/>
        </w:rPr>
        <w:t>T</w:t>
      </w:r>
      <w:r>
        <w:t>DD measurements for SON</w:t>
      </w:r>
      <w:r>
        <w:tab/>
        <w:t>373</w:t>
      </w:r>
    </w:p>
    <w:p w14:paraId="58F8448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</w:t>
      </w:r>
      <w:r>
        <w:rPr>
          <w:lang w:eastAsia="zh-CN"/>
        </w:rPr>
        <w:t>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F</w:t>
      </w:r>
      <w:r>
        <w:t xml:space="preserve">DD – UTRAN </w:t>
      </w:r>
      <w:r>
        <w:rPr>
          <w:lang w:eastAsia="zh-CN"/>
        </w:rPr>
        <w:t>T</w:t>
      </w:r>
      <w:r>
        <w:t>DD measurements for SON</w:t>
      </w:r>
      <w:r>
        <w:tab/>
        <w:t>375</w:t>
      </w:r>
    </w:p>
    <w:p w14:paraId="476B02D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8.1.2.4.</w:t>
      </w:r>
      <w:r w:rsidRPr="00614873">
        <w:rPr>
          <w:lang w:val="en-US" w:eastAsia="zh-CN"/>
        </w:rPr>
        <w:t>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 xml:space="preserve">E-UTRAN </w:t>
      </w:r>
      <w:r w:rsidRPr="00614873">
        <w:rPr>
          <w:lang w:val="en-US" w:eastAsia="zh-CN"/>
        </w:rPr>
        <w:t>F</w:t>
      </w:r>
      <w:r w:rsidRPr="00614873">
        <w:rPr>
          <w:lang w:val="en-US"/>
        </w:rPr>
        <w:t>DD – cdma2000 1xRTT measurements</w:t>
      </w:r>
      <w:r w:rsidRPr="00614873">
        <w:rPr>
          <w:lang w:val="en-US" w:eastAsia="zh-CN"/>
        </w:rPr>
        <w:t xml:space="preserve"> for SON ANR</w:t>
      </w:r>
      <w:r>
        <w:tab/>
        <w:t>375</w:t>
      </w:r>
    </w:p>
    <w:p w14:paraId="6F5879E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8.1.2.4.</w:t>
      </w:r>
      <w:r w:rsidRPr="00614873">
        <w:rPr>
          <w:lang w:val="en-US" w:eastAsia="zh-CN"/>
        </w:rPr>
        <w:t>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 xml:space="preserve">E-UTRAN </w:t>
      </w:r>
      <w:r w:rsidRPr="00614873">
        <w:rPr>
          <w:lang w:val="en-US" w:eastAsia="zh-CN"/>
        </w:rPr>
        <w:t>T</w:t>
      </w:r>
      <w:r w:rsidRPr="00614873">
        <w:rPr>
          <w:lang w:val="en-US"/>
        </w:rPr>
        <w:t>DD – cdma2000 1xRTT measurements</w:t>
      </w:r>
      <w:r w:rsidRPr="00614873">
        <w:rPr>
          <w:lang w:val="en-US" w:eastAsia="zh-CN"/>
        </w:rPr>
        <w:t xml:space="preserve"> for SON ANR</w:t>
      </w:r>
      <w:r>
        <w:tab/>
        <w:t>375</w:t>
      </w:r>
    </w:p>
    <w:p w14:paraId="3049423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FDD-UTRAN FDD measurements with autonomous gaps</w:t>
      </w:r>
      <w:r>
        <w:tab/>
        <w:t>375</w:t>
      </w:r>
    </w:p>
    <w:p w14:paraId="057D69A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TDD-UTRAN FDD measurements with autonomous gaps</w:t>
      </w:r>
      <w:r>
        <w:tab/>
        <w:t>376</w:t>
      </w:r>
    </w:p>
    <w:p w14:paraId="374C192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WLAN measurements</w:t>
      </w:r>
      <w:r>
        <w:tab/>
        <w:t>376</w:t>
      </w:r>
    </w:p>
    <w:p w14:paraId="7D6E621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WLAN measurements</w:t>
      </w:r>
      <w:r>
        <w:tab/>
        <w:t>378</w:t>
      </w:r>
    </w:p>
    <w:p w14:paraId="0EB69DB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NR measurements</w:t>
      </w:r>
      <w:r>
        <w:tab/>
        <w:t>378</w:t>
      </w:r>
    </w:p>
    <w:p w14:paraId="0ECC811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8.1.2.4.21A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NR measurements when CCA is used</w:t>
      </w:r>
      <w:r>
        <w:tab/>
        <w:t>382</w:t>
      </w:r>
    </w:p>
    <w:p w14:paraId="5682325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NR measurements</w:t>
      </w:r>
      <w:r>
        <w:tab/>
        <w:t>386</w:t>
      </w:r>
    </w:p>
    <w:p w14:paraId="5BD30B2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8.1.2.4.22A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NR measurements when CCA is used</w:t>
      </w:r>
      <w:r>
        <w:tab/>
        <w:t>386</w:t>
      </w:r>
    </w:p>
    <w:p w14:paraId="4A5FAA3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386</w:t>
      </w:r>
    </w:p>
    <w:p w14:paraId="5310D72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386</w:t>
      </w:r>
    </w:p>
    <w:p w14:paraId="481B5D6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8.1.2.4.25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>E-UTRAN FDD – NR SFTD Measurements</w:t>
      </w:r>
      <w:r>
        <w:tab/>
        <w:t>386</w:t>
      </w:r>
    </w:p>
    <w:p w14:paraId="5CDABE3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8.1.2.4.26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>E-UTRAN TDD – NR SFTD Measurements</w:t>
      </w:r>
      <w:r>
        <w:tab/>
        <w:t>388</w:t>
      </w:r>
    </w:p>
    <w:p w14:paraId="4EBF10C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 xml:space="preserve">8.1.2.4.27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>E-UTRA FDD - NR measurements with autonomous gaps</w:t>
      </w:r>
      <w:r>
        <w:tab/>
        <w:t>388</w:t>
      </w:r>
    </w:p>
    <w:p w14:paraId="12F2836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 xml:space="preserve">8.1.2.4.28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>E-UTRA TDD - NR measurements with autonomous gaps</w:t>
      </w:r>
      <w:r>
        <w:tab/>
        <w:t>389</w:t>
      </w:r>
    </w:p>
    <w:p w14:paraId="7CA6A36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Intra-Frequency RSTD Measurements</w:t>
      </w:r>
      <w:r>
        <w:tab/>
        <w:t>389</w:t>
      </w:r>
    </w:p>
    <w:p w14:paraId="1FD6D89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OTDOA Measurements</w:t>
      </w:r>
      <w:r>
        <w:tab/>
        <w:t>389</w:t>
      </w:r>
    </w:p>
    <w:p w14:paraId="103F172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OTDOA Measurements</w:t>
      </w:r>
      <w:r>
        <w:tab/>
        <w:t>391</w:t>
      </w:r>
    </w:p>
    <w:p w14:paraId="5F68234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OTDOA Measurements for UE Category 1bis</w:t>
      </w:r>
      <w:r>
        <w:tab/>
        <w:t>393</w:t>
      </w:r>
    </w:p>
    <w:p w14:paraId="391D90F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OTDOA Measurements for UE Category 1bis</w:t>
      </w:r>
      <w:r>
        <w:tab/>
        <w:t>395</w:t>
      </w:r>
    </w:p>
    <w:p w14:paraId="3E5016F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396</w:t>
      </w:r>
    </w:p>
    <w:p w14:paraId="218E18D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396</w:t>
      </w:r>
    </w:p>
    <w:p w14:paraId="635C97E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396</w:t>
      </w:r>
    </w:p>
    <w:p w14:paraId="723D171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396</w:t>
      </w:r>
    </w:p>
    <w:p w14:paraId="2CAADB5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Inter-Frequency OTDOA Measurements</w:t>
      </w:r>
      <w:r>
        <w:tab/>
        <w:t>396</w:t>
      </w:r>
    </w:p>
    <w:p w14:paraId="31AC7AE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Inter-Frequency OTDOA Measurements</w:t>
      </w:r>
      <w:r>
        <w:tab/>
        <w:t>397</w:t>
      </w:r>
    </w:p>
    <w:p w14:paraId="40F2FC6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TDD-FDD Inter-Frequency OTDOA Measurements</w:t>
      </w:r>
      <w:r>
        <w:tab/>
        <w:t>398</w:t>
      </w:r>
    </w:p>
    <w:p w14:paraId="44C8EBA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TDD-TDD Inter-Frequency OTDOA Measurements</w:t>
      </w:r>
      <w:r>
        <w:tab/>
        <w:t>400</w:t>
      </w:r>
    </w:p>
    <w:p w14:paraId="6B0469E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FDD-TDD Inter-Frequency OTDOA Measurements</w:t>
      </w:r>
      <w:r>
        <w:tab/>
        <w:t>402</w:t>
      </w:r>
    </w:p>
    <w:p w14:paraId="235F009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Inter-Frequency OTDOA Measurements</w:t>
      </w:r>
      <w:r>
        <w:t xml:space="preserve"> for UE Category 1bis</w:t>
      </w:r>
      <w:r>
        <w:tab/>
        <w:t>404</w:t>
      </w:r>
    </w:p>
    <w:p w14:paraId="0EA71DB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TDD-FDD Inter-Frequency OTDOA Measurements</w:t>
      </w:r>
      <w:r>
        <w:t xml:space="preserve"> for UE Category 1bis</w:t>
      </w:r>
      <w:r>
        <w:tab/>
        <w:t>405</w:t>
      </w:r>
    </w:p>
    <w:p w14:paraId="3C2CB6E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TDD-TDD Inter-Frequency OTDOA Measurements</w:t>
      </w:r>
      <w:r>
        <w:t xml:space="preserve"> for UE Category 1bis</w:t>
      </w:r>
      <w:r>
        <w:tab/>
        <w:t>407</w:t>
      </w:r>
    </w:p>
    <w:p w14:paraId="1A725EB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FDD-TDD Inter-Frequency OTDOA Measurements</w:t>
      </w:r>
      <w:r>
        <w:t xml:space="preserve"> for UE Category 1bis</w:t>
      </w:r>
      <w:r>
        <w:tab/>
        <w:t>409</w:t>
      </w:r>
    </w:p>
    <w:p w14:paraId="30A86A4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E-CID Measurements</w:t>
      </w:r>
      <w:r>
        <w:tab/>
        <w:t>411</w:t>
      </w:r>
    </w:p>
    <w:p w14:paraId="4802BAF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UE Rx-Tx Time Difference Measurements</w:t>
      </w:r>
      <w:r>
        <w:tab/>
        <w:t>411</w:t>
      </w:r>
    </w:p>
    <w:p w14:paraId="2BCAF83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UE Rx-Tx Time Difference Measurements</w:t>
      </w:r>
      <w:r>
        <w:tab/>
        <w:t>412</w:t>
      </w:r>
    </w:p>
    <w:p w14:paraId="24A0F3B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E-CID RSRP and RSRQ Measurements</w:t>
      </w:r>
      <w:r>
        <w:tab/>
        <w:t>413</w:t>
      </w:r>
    </w:p>
    <w:p w14:paraId="4DB304A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E-CID RSRP and RSRQ Measurements</w:t>
      </w:r>
      <w:r>
        <w:tab/>
        <w:t>414</w:t>
      </w:r>
    </w:p>
    <w:p w14:paraId="67C7667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intra-frequency measurements under time domain measurement resource restriction</w:t>
      </w:r>
      <w:r>
        <w:tab/>
        <w:t>414</w:t>
      </w:r>
    </w:p>
    <w:p w14:paraId="67B1F81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measurements</w:t>
      </w:r>
      <w:r>
        <w:tab/>
        <w:t>415</w:t>
      </w:r>
    </w:p>
    <w:p w14:paraId="3187213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measurements</w:t>
      </w:r>
      <w:r>
        <w:tab/>
        <w:t>417</w:t>
      </w:r>
    </w:p>
    <w:p w14:paraId="2811D77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measurements with CRS assistance information</w:t>
      </w:r>
      <w:r>
        <w:tab/>
        <w:t>420</w:t>
      </w:r>
    </w:p>
    <w:p w14:paraId="4F8357E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8.1.2.8.4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measurements with CRS assistance infromation</w:t>
      </w:r>
      <w:r>
        <w:tab/>
        <w:t>424</w:t>
      </w:r>
    </w:p>
    <w:p w14:paraId="7CCF2B4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E-CID Measurements when Time Domain Measurement Resource Restriction Pattern is Configured</w:t>
      </w:r>
      <w:r>
        <w:tab/>
        <w:t>427</w:t>
      </w:r>
    </w:p>
    <w:p w14:paraId="32BD1DA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UE Rx-Tx Time Difference Measurements</w:t>
      </w:r>
      <w:r>
        <w:tab/>
        <w:t>427</w:t>
      </w:r>
    </w:p>
    <w:p w14:paraId="1C26C90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UE Rx-Tx Time Difference Measurements</w:t>
      </w:r>
      <w:r>
        <w:tab/>
        <w:t>428</w:t>
      </w:r>
    </w:p>
    <w:p w14:paraId="16FA46E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UE Rx-Tx Time Difference Measurements with CRS Assistance Information</w:t>
      </w:r>
      <w:r>
        <w:tab/>
        <w:t>428</w:t>
      </w:r>
    </w:p>
    <w:p w14:paraId="1A7F5C2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UE Rx-Tx Time Difference Measurements with CRS Assistance Information</w:t>
      </w:r>
      <w:r>
        <w:tab/>
        <w:t>429</w:t>
      </w:r>
    </w:p>
    <w:p w14:paraId="22FEC8D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Void</w:t>
      </w:r>
      <w:r>
        <w:tab/>
        <w:t>429</w:t>
      </w:r>
    </w:p>
    <w:p w14:paraId="236AB77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Capabilities for Support of Event Triggering and Reporting Criteria</w:t>
      </w:r>
      <w:r>
        <w:tab/>
        <w:t>429</w:t>
      </w:r>
    </w:p>
    <w:p w14:paraId="500C48C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429</w:t>
      </w:r>
    </w:p>
    <w:p w14:paraId="02502B1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429</w:t>
      </w:r>
    </w:p>
    <w:p w14:paraId="589211C8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E-UTRA carrier aggregation</w:t>
      </w:r>
      <w:r>
        <w:tab/>
        <w:t>434</w:t>
      </w:r>
    </w:p>
    <w:p w14:paraId="76C10C3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434</w:t>
      </w:r>
    </w:p>
    <w:p w14:paraId="66FF3DD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the primary component carrier</w:t>
      </w:r>
      <w:r>
        <w:tab/>
        <w:t>434</w:t>
      </w:r>
    </w:p>
    <w:p w14:paraId="68F3B45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a secondary component carrier</w:t>
      </w:r>
      <w:r>
        <w:tab/>
        <w:t>434</w:t>
      </w:r>
    </w:p>
    <w:p w14:paraId="685B8FD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a secondary component carrier with active SCell</w:t>
      </w:r>
      <w:r>
        <w:tab/>
        <w:t>434</w:t>
      </w:r>
    </w:p>
    <w:p w14:paraId="1BAA9B4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a secondary component carrier with deactivated SCell</w:t>
      </w:r>
      <w:r>
        <w:tab/>
        <w:t>435</w:t>
      </w:r>
    </w:p>
    <w:p w14:paraId="7B12C62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no common DRX is used</w:t>
      </w:r>
      <w:r>
        <w:tab/>
        <w:t>435</w:t>
      </w:r>
    </w:p>
    <w:p w14:paraId="1A48D98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common DRX is used</w:t>
      </w:r>
      <w:r>
        <w:tab/>
        <w:t>436</w:t>
      </w:r>
    </w:p>
    <w:p w14:paraId="77CEDB2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on a secondary component carrier with FeMBMS/Unicast mixed cells and activated SCell</w:t>
      </w:r>
      <w:r>
        <w:tab/>
        <w:t>438</w:t>
      </w:r>
    </w:p>
    <w:p w14:paraId="55BA345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on a secondary component carrier with FeMBMS/Unicast mixed cells and deactivated SCell</w:t>
      </w:r>
      <w:r>
        <w:tab/>
        <w:t>438</w:t>
      </w:r>
    </w:p>
    <w:p w14:paraId="6376F16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OTDOA</w:t>
      </w:r>
      <w:r>
        <w:t xml:space="preserve"> RSTD Measurements</w:t>
      </w:r>
      <w:r>
        <w:rPr>
          <w:lang w:eastAsia="zh-CN"/>
        </w:rPr>
        <w:t xml:space="preserve"> for</w:t>
      </w:r>
      <w:r>
        <w:t xml:space="preserve"> E-UTRAN </w:t>
      </w:r>
      <w:r>
        <w:rPr>
          <w:lang w:eastAsia="zh-CN"/>
        </w:rPr>
        <w:t>c</w:t>
      </w:r>
      <w:r>
        <w:t xml:space="preserve">arrier </w:t>
      </w:r>
      <w:r>
        <w:rPr>
          <w:lang w:eastAsia="zh-CN"/>
        </w:rPr>
        <w:t>a</w:t>
      </w:r>
      <w:r>
        <w:t>ggregation</w:t>
      </w:r>
      <w:r>
        <w:tab/>
        <w:t>438</w:t>
      </w:r>
    </w:p>
    <w:p w14:paraId="6517E9A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438</w:t>
      </w:r>
    </w:p>
    <w:p w14:paraId="616BF22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Measurements on the primary component carrier</w:t>
      </w:r>
      <w:r>
        <w:tab/>
        <w:t>439</w:t>
      </w:r>
    </w:p>
    <w:p w14:paraId="0535A26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Measurements on a secondary component carrier</w:t>
      </w:r>
      <w:r>
        <w:tab/>
        <w:t>440</w:t>
      </w:r>
    </w:p>
    <w:p w14:paraId="75A31F6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Measurements on both primary component carrier and a secondary component carrier</w:t>
      </w:r>
      <w:r>
        <w:tab/>
        <w:t>440</w:t>
      </w:r>
    </w:p>
    <w:p w14:paraId="0DF8AD2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Measurements on different secondary component carriers</w:t>
      </w:r>
      <w:r>
        <w:tab/>
        <w:t>441</w:t>
      </w:r>
    </w:p>
    <w:p w14:paraId="1817790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UE category 0</w:t>
      </w:r>
      <w:r>
        <w:tab/>
        <w:t>442</w:t>
      </w:r>
    </w:p>
    <w:p w14:paraId="578ABC6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442</w:t>
      </w:r>
    </w:p>
    <w:p w14:paraId="006BE5B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8.5.2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443</w:t>
      </w:r>
    </w:p>
    <w:p w14:paraId="465751F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8.5.2.1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</w:t>
      </w:r>
      <w:r>
        <w:tab/>
        <w:t>443</w:t>
      </w:r>
    </w:p>
    <w:p w14:paraId="1EF0B0C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8.5.2.1.1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</w:t>
      </w:r>
      <w:r>
        <w:tab/>
        <w:t>443</w:t>
      </w:r>
    </w:p>
    <w:p w14:paraId="12BA6FC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8.5.2.1.2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 for HD-FDD</w:t>
      </w:r>
      <w:r>
        <w:tab/>
        <w:t>446</w:t>
      </w:r>
    </w:p>
    <w:p w14:paraId="155EE29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8.5.2.1.3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</w:t>
      </w:r>
      <w:r>
        <w:tab/>
        <w:t>448</w:t>
      </w:r>
    </w:p>
    <w:p w14:paraId="74275E4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8.5.2.1.4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 with autonomous gaps for UE category 0</w:t>
      </w:r>
      <w:r>
        <w:tab/>
        <w:t>452</w:t>
      </w:r>
    </w:p>
    <w:p w14:paraId="2559603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8.5.2.1.5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 with autonomous gaps for HD-FDD UE category 0</w:t>
      </w:r>
      <w:r>
        <w:tab/>
        <w:t>452</w:t>
      </w:r>
    </w:p>
    <w:p w14:paraId="70CD6A0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8.5.2.1.6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 with autonomous gaps for UE category 0</w:t>
      </w:r>
      <w:r>
        <w:tab/>
        <w:t>453</w:t>
      </w:r>
    </w:p>
    <w:p w14:paraId="1368BFDF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Discovery signal measurements</w:t>
      </w:r>
      <w:r>
        <w:tab/>
        <w:t>454</w:t>
      </w:r>
    </w:p>
    <w:p w14:paraId="34958C4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454</w:t>
      </w:r>
    </w:p>
    <w:p w14:paraId="6833577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Requirements for CRS based discovery signal measurements</w:t>
      </w:r>
      <w:r>
        <w:tab/>
        <w:t>454</w:t>
      </w:r>
    </w:p>
    <w:p w14:paraId="14AF114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</w:t>
      </w:r>
      <w:r>
        <w:tab/>
        <w:t>454</w:t>
      </w:r>
    </w:p>
    <w:p w14:paraId="1B36883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</w:t>
      </w:r>
      <w:r>
        <w:tab/>
        <w:t>454</w:t>
      </w:r>
    </w:p>
    <w:p w14:paraId="161575E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intra frequency measurements</w:t>
      </w:r>
      <w:r>
        <w:tab/>
        <w:t>457</w:t>
      </w:r>
    </w:p>
    <w:p w14:paraId="5058444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</w:t>
      </w:r>
      <w:r>
        <w:rPr>
          <w:lang w:eastAsia="zh-CN"/>
        </w:rPr>
        <w:t>er</w:t>
      </w:r>
      <w:r>
        <w:t xml:space="preserve"> frequency measurements</w:t>
      </w:r>
      <w:r>
        <w:tab/>
        <w:t>459</w:t>
      </w:r>
    </w:p>
    <w:p w14:paraId="653F53B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8.6.2.2</w:t>
      </w:r>
      <w:r>
        <w:rPr>
          <w:lang w:eastAsia="zh-CN"/>
        </w:rPr>
        <w:t>.</w:t>
      </w:r>
      <w: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</w:t>
      </w:r>
      <w:r>
        <w:rPr>
          <w:lang w:eastAsia="zh-CN"/>
        </w:rPr>
        <w:t>er</w:t>
      </w:r>
      <w:r>
        <w:t>-frequency measurements</w:t>
      </w:r>
      <w:r>
        <w:tab/>
        <w:t>460</w:t>
      </w:r>
    </w:p>
    <w:p w14:paraId="497AA49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8.6.2.</w:t>
      </w:r>
      <w:r w:rsidRPr="00614873">
        <w:rPr>
          <w:rFonts w:cs="v4.2.0"/>
          <w:lang w:eastAsia="zh-CN"/>
        </w:rPr>
        <w:t>2</w:t>
      </w:r>
      <w:r w:rsidRPr="00614873">
        <w:rPr>
          <w:rFonts w:cs="v4.2.0"/>
        </w:rPr>
        <w:t>.</w:t>
      </w:r>
      <w:r w:rsidRPr="00614873">
        <w:rPr>
          <w:rFonts w:cs="v4.2.0"/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– </w:t>
      </w:r>
      <w:r>
        <w:rPr>
          <w:lang w:eastAsia="zh-CN"/>
        </w:rPr>
        <w:t>T</w:t>
      </w:r>
      <w:r>
        <w:t>DD inter frequency measurements</w:t>
      </w:r>
      <w:r>
        <w:tab/>
        <w:t>462</w:t>
      </w:r>
    </w:p>
    <w:p w14:paraId="0108EEE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8.6.2.</w:t>
      </w:r>
      <w:r>
        <w:rPr>
          <w:lang w:eastAsia="zh-CN"/>
        </w:rPr>
        <w:t>2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inter frequency measurements</w:t>
      </w:r>
      <w:r>
        <w:tab/>
        <w:t>465</w:t>
      </w:r>
    </w:p>
    <w:p w14:paraId="4EC2CB2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8.6.2.</w:t>
      </w:r>
      <w:r>
        <w:rPr>
          <w:lang w:eastAsia="zh-CN"/>
        </w:rPr>
        <w:t>2</w:t>
      </w:r>
      <w:r>
        <w:t>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F</w:t>
      </w:r>
      <w:r>
        <w:t>DD – TDD inter frequency measurements</w:t>
      </w:r>
      <w:r>
        <w:tab/>
        <w:t>465</w:t>
      </w:r>
    </w:p>
    <w:p w14:paraId="21F91EF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.6</w:t>
      </w:r>
      <w:r>
        <w:rPr>
          <w:lang w:eastAsia="zh-CN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Requirements for CSI-RS based discovery signal measurements</w:t>
      </w:r>
      <w:r>
        <w:tab/>
        <w:t>465</w:t>
      </w:r>
    </w:p>
    <w:p w14:paraId="6D26CA9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</w:t>
      </w:r>
      <w:r>
        <w:tab/>
        <w:t>465</w:t>
      </w:r>
    </w:p>
    <w:p w14:paraId="043603C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</w:t>
      </w:r>
      <w:r>
        <w:tab/>
        <w:t>466</w:t>
      </w:r>
    </w:p>
    <w:p w14:paraId="273BC0B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8.6.3.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intra frequency measurements</w:t>
      </w:r>
      <w:r>
        <w:tab/>
        <w:t>468</w:t>
      </w:r>
    </w:p>
    <w:p w14:paraId="3A5DC52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8.6.3.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</w:t>
      </w:r>
      <w:r>
        <w:rPr>
          <w:lang w:eastAsia="zh-CN"/>
        </w:rPr>
        <w:t xml:space="preserve"> </w:t>
      </w:r>
      <w:r>
        <w:t>int</w:t>
      </w:r>
      <w:r>
        <w:rPr>
          <w:lang w:eastAsia="zh-CN"/>
        </w:rPr>
        <w:t>er</w:t>
      </w:r>
      <w:r>
        <w:t xml:space="preserve"> frequency measurements</w:t>
      </w:r>
      <w:r>
        <w:tab/>
        <w:t>470</w:t>
      </w:r>
    </w:p>
    <w:p w14:paraId="3A61A01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8.6.3.</w:t>
      </w:r>
      <w:r w:rsidRPr="00614873">
        <w:rPr>
          <w:rFonts w:cs="v4.2.0"/>
          <w:lang w:eastAsia="zh-CN"/>
        </w:rPr>
        <w:t>2</w:t>
      </w:r>
      <w:r w:rsidRPr="00614873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measurements</w:t>
      </w:r>
      <w:r>
        <w:tab/>
        <w:t>471</w:t>
      </w:r>
    </w:p>
    <w:p w14:paraId="4E4694C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8.6.3.</w:t>
      </w:r>
      <w:r w:rsidRPr="00614873">
        <w:rPr>
          <w:rFonts w:cs="v4.2.0"/>
          <w:lang w:eastAsia="zh-CN"/>
        </w:rPr>
        <w:t>2</w:t>
      </w:r>
      <w:r w:rsidRPr="00614873">
        <w:rPr>
          <w:rFonts w:cs="v4.2.0"/>
        </w:rPr>
        <w:t>.</w:t>
      </w:r>
      <w:r w:rsidRPr="00614873">
        <w:rPr>
          <w:rFonts w:cs="v4.2.0"/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– </w:t>
      </w:r>
      <w:r>
        <w:rPr>
          <w:lang w:eastAsia="zh-CN"/>
        </w:rPr>
        <w:t>T</w:t>
      </w:r>
      <w:r>
        <w:t>DD inter frequency measurements</w:t>
      </w:r>
      <w:r>
        <w:tab/>
        <w:t>473</w:t>
      </w:r>
    </w:p>
    <w:p w14:paraId="04C65FA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8.6.3.</w:t>
      </w:r>
      <w:r>
        <w:rPr>
          <w:lang w:eastAsia="zh-CN"/>
        </w:rPr>
        <w:t>2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inter frequency measurements</w:t>
      </w:r>
      <w:r>
        <w:tab/>
        <w:t>476</w:t>
      </w:r>
    </w:p>
    <w:p w14:paraId="4950367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8.6.3.</w:t>
      </w:r>
      <w:r>
        <w:rPr>
          <w:lang w:eastAsia="zh-CN"/>
        </w:rPr>
        <w:t>2</w:t>
      </w:r>
      <w:r>
        <w:t>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F</w:t>
      </w:r>
      <w:r>
        <w:t>DD – TDD inter frequency measurements</w:t>
      </w:r>
      <w:r>
        <w:tab/>
        <w:t>476</w:t>
      </w:r>
    </w:p>
    <w:p w14:paraId="2546B1A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Discovery signal m</w:t>
      </w:r>
      <w:r>
        <w:t>easurements for E-UTRA carrier aggregation</w:t>
      </w:r>
      <w:r>
        <w:tab/>
        <w:t>476</w:t>
      </w:r>
    </w:p>
    <w:p w14:paraId="24190FA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476</w:t>
      </w:r>
    </w:p>
    <w:p w14:paraId="707A734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Requirements for CRS based discovery signal measurements</w:t>
      </w:r>
      <w:r>
        <w:t xml:space="preserve"> for E-UTRA carrier aggregation</w:t>
      </w:r>
      <w:r>
        <w:tab/>
        <w:t>477</w:t>
      </w:r>
    </w:p>
    <w:p w14:paraId="24A53D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the primary component carrier</w:t>
      </w:r>
      <w:r>
        <w:tab/>
        <w:t>477</w:t>
      </w:r>
    </w:p>
    <w:p w14:paraId="722479B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</w:t>
      </w:r>
      <w:r>
        <w:tab/>
        <w:t>477</w:t>
      </w:r>
    </w:p>
    <w:p w14:paraId="7C5F02D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 with active SCell</w:t>
      </w:r>
      <w:r>
        <w:tab/>
        <w:t>477</w:t>
      </w:r>
    </w:p>
    <w:p w14:paraId="63FD523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 with deactivated SCell</w:t>
      </w:r>
      <w:r>
        <w:tab/>
        <w:t>477</w:t>
      </w:r>
    </w:p>
    <w:p w14:paraId="0847ECE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no common DRX is used</w:t>
      </w:r>
      <w:r>
        <w:tab/>
        <w:t>477</w:t>
      </w:r>
    </w:p>
    <w:p w14:paraId="4A5873D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common DRX is used</w:t>
      </w:r>
      <w:r>
        <w:tab/>
        <w:t>478</w:t>
      </w:r>
    </w:p>
    <w:p w14:paraId="3E601C9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Requirements for </w:t>
      </w:r>
      <w:r>
        <w:t>C</w:t>
      </w:r>
      <w:r>
        <w:rPr>
          <w:lang w:eastAsia="zh-CN"/>
        </w:rPr>
        <w:t>SI-RS based discovery signal measurements</w:t>
      </w:r>
      <w:r>
        <w:t xml:space="preserve"> for E-UTRA carrier aggregation</w:t>
      </w:r>
      <w:r>
        <w:tab/>
        <w:t>480</w:t>
      </w:r>
    </w:p>
    <w:p w14:paraId="083512B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3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the primary component carrier</w:t>
      </w:r>
      <w:r>
        <w:tab/>
        <w:t>480</w:t>
      </w:r>
    </w:p>
    <w:p w14:paraId="771BABC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3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</w:t>
      </w:r>
      <w:r>
        <w:tab/>
        <w:t>480</w:t>
      </w:r>
    </w:p>
    <w:p w14:paraId="7B98EA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 with active SCell</w:t>
      </w:r>
      <w:r>
        <w:tab/>
        <w:t>480</w:t>
      </w:r>
    </w:p>
    <w:p w14:paraId="346BCCC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8.7.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 with deactivated SCell</w:t>
      </w:r>
      <w:r>
        <w:tab/>
        <w:t>480</w:t>
      </w:r>
    </w:p>
    <w:p w14:paraId="269B3A1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no common DRX is used</w:t>
      </w:r>
      <w:r>
        <w:tab/>
        <w:t>480</w:t>
      </w:r>
    </w:p>
    <w:p w14:paraId="2C0F873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8.7.3.</w:t>
      </w:r>
      <w:r>
        <w:rPr>
          <w:lang w:eastAsia="zh-CN"/>
        </w:rPr>
        <w:t>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common DRX is used</w:t>
      </w:r>
      <w:r>
        <w:tab/>
        <w:t>482</w:t>
      </w:r>
    </w:p>
    <w:p w14:paraId="6AC388DF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E-UTRA dual connectivity</w:t>
      </w:r>
      <w:r>
        <w:tab/>
        <w:t>483</w:t>
      </w:r>
    </w:p>
    <w:p w14:paraId="6A66B3D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483</w:t>
      </w:r>
    </w:p>
    <w:p w14:paraId="010D4CD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measurements requirements on PCell</w:t>
      </w:r>
      <w:r>
        <w:tab/>
        <w:t>483</w:t>
      </w:r>
    </w:p>
    <w:p w14:paraId="7649ADD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measurements requirements on PSCell</w:t>
      </w:r>
      <w:r>
        <w:tab/>
        <w:t>484</w:t>
      </w:r>
    </w:p>
    <w:p w14:paraId="03A00EB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and inter-RAT measurement requirements</w:t>
      </w:r>
      <w:r>
        <w:tab/>
        <w:t>484</w:t>
      </w:r>
    </w:p>
    <w:p w14:paraId="2E616B9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8.8.5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measurements with autonomous gaps</w:t>
      </w:r>
      <w:r>
        <w:tab/>
        <w:t>484</w:t>
      </w:r>
    </w:p>
    <w:p w14:paraId="6A69ED1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8.8.5.1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Identification of a new CGI of E-UTRA cell with autonomous gaps</w:t>
      </w:r>
      <w:r>
        <w:tab/>
        <w:t>484</w:t>
      </w:r>
    </w:p>
    <w:p w14:paraId="7CB8F4F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ECGI reporting delay</w:t>
      </w:r>
      <w:r>
        <w:tab/>
        <w:t>485</w:t>
      </w:r>
    </w:p>
    <w:p w14:paraId="5E9A029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8.8.6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measurements with autonomous gaps</w:t>
      </w:r>
      <w:r>
        <w:tab/>
        <w:t>485</w:t>
      </w:r>
    </w:p>
    <w:p w14:paraId="55614AE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8.8.6.1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Identification of a new CGI of E-UTRA cell with autonomous gaps</w:t>
      </w:r>
      <w:r>
        <w:tab/>
        <w:t>485</w:t>
      </w:r>
    </w:p>
    <w:p w14:paraId="1083F5D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ECGI reporting delay</w:t>
      </w:r>
      <w:r>
        <w:tab/>
        <w:t>486</w:t>
      </w:r>
    </w:p>
    <w:p w14:paraId="317ACBC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SSTD Measurements</w:t>
      </w:r>
      <w:r>
        <w:tab/>
        <w:t>486</w:t>
      </w:r>
    </w:p>
    <w:p w14:paraId="4EE7DA7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</w:t>
      </w:r>
      <w:r>
        <w:t>8</w:t>
      </w:r>
      <w:r>
        <w:rPr>
          <w:lang w:eastAsia="zh-CN"/>
        </w:rPr>
        <w:t>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486</w:t>
      </w:r>
    </w:p>
    <w:p w14:paraId="2FB422C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.8.7.2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SSTD Measurement requirements</w:t>
      </w:r>
      <w:r>
        <w:tab/>
        <w:t>486</w:t>
      </w:r>
    </w:p>
    <w:p w14:paraId="2CA609B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SSTD Measurement Reporting Delay</w:t>
      </w:r>
      <w:r>
        <w:tab/>
        <w:t>487</w:t>
      </w:r>
    </w:p>
    <w:p w14:paraId="78CEEBB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measurements requirements on SCell</w:t>
      </w:r>
      <w:r>
        <w:tab/>
        <w:t>487</w:t>
      </w:r>
    </w:p>
    <w:p w14:paraId="3535EDE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Measurements</w:t>
      </w:r>
      <w:r>
        <w:tab/>
        <w:t>487</w:t>
      </w:r>
    </w:p>
    <w:p w14:paraId="70F56F2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487</w:t>
      </w:r>
    </w:p>
    <w:p w14:paraId="12B5B45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RSRP Measurements</w:t>
      </w:r>
      <w:r>
        <w:tab/>
        <w:t>487</w:t>
      </w:r>
    </w:p>
    <w:p w14:paraId="5FD31AD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RSRQ Measurements</w:t>
      </w:r>
      <w:r>
        <w:tab/>
        <w:t>488</w:t>
      </w:r>
    </w:p>
    <w:p w14:paraId="40B938F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MCH BLER Measurements</w:t>
      </w:r>
      <w:r>
        <w:tab/>
        <w:t>488</w:t>
      </w:r>
    </w:p>
    <w:p w14:paraId="1CCA4E0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Proximity-based Services</w:t>
      </w:r>
      <w:r>
        <w:tab/>
        <w:t>488</w:t>
      </w:r>
    </w:p>
    <w:p w14:paraId="1820C35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488</w:t>
      </w:r>
    </w:p>
    <w:p w14:paraId="3BF2445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488</w:t>
      </w:r>
    </w:p>
    <w:p w14:paraId="583544E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 with ProSe Direct Discovery</w:t>
      </w:r>
      <w:r>
        <w:tab/>
        <w:t>488</w:t>
      </w:r>
    </w:p>
    <w:p w14:paraId="0EA136B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 with ProSe Direct Communication</w:t>
      </w:r>
      <w:r>
        <w:tab/>
        <w:t>489</w:t>
      </w:r>
    </w:p>
    <w:p w14:paraId="59BC304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Discovery Signal </w:t>
      </w:r>
      <w:r>
        <w:rPr>
          <w:lang w:eastAsia="zh-CN"/>
        </w:rPr>
        <w:t>Measurements under Operation with Frame Structure 3</w:t>
      </w:r>
      <w:r>
        <w:tab/>
        <w:t>489</w:t>
      </w:r>
    </w:p>
    <w:p w14:paraId="2394863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489</w:t>
      </w:r>
    </w:p>
    <w:p w14:paraId="13EE63F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CRS based discovery signal measurements</w:t>
      </w:r>
      <w:r>
        <w:tab/>
        <w:t>490</w:t>
      </w:r>
    </w:p>
    <w:p w14:paraId="3B7EE9F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intra-frequency measurements</w:t>
      </w:r>
      <w:r>
        <w:tab/>
        <w:t>490</w:t>
      </w:r>
    </w:p>
    <w:p w14:paraId="0EE217F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490</w:t>
      </w:r>
    </w:p>
    <w:p w14:paraId="12BD84BF" w14:textId="77777777" w:rsidR="001C418C" w:rsidRDefault="001C418C">
      <w:pPr>
        <w:pStyle w:val="TOC6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when no DRX is used</w:t>
      </w:r>
      <w:r>
        <w:tab/>
        <w:t>490</w:t>
      </w:r>
    </w:p>
    <w:p w14:paraId="0B9A4119" w14:textId="77777777" w:rsidR="001C418C" w:rsidRDefault="001C418C">
      <w:pPr>
        <w:pStyle w:val="TOC7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t>.1.</w:t>
      </w:r>
      <w:r>
        <w:rPr>
          <w:lang w:eastAsia="zh-CN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Reporting Requirements</w:t>
      </w:r>
      <w:r>
        <w:tab/>
        <w:t>492</w:t>
      </w:r>
    </w:p>
    <w:p w14:paraId="37C007EA" w14:textId="77777777" w:rsidR="001C418C" w:rsidRDefault="001C418C">
      <w:pPr>
        <w:pStyle w:val="TOC6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t>.1.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when DRX is used</w:t>
      </w:r>
      <w:r>
        <w:tab/>
        <w:t>493</w:t>
      </w:r>
    </w:p>
    <w:p w14:paraId="5CFC7FD0" w14:textId="77777777" w:rsidR="001C418C" w:rsidRDefault="001C418C">
      <w:pPr>
        <w:pStyle w:val="TOC7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t>.1.</w:t>
      </w:r>
      <w:r>
        <w:rPr>
          <w:lang w:eastAsia="zh-CN"/>
        </w:rPr>
        <w:t>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Reporting Requirements</w:t>
      </w:r>
      <w:r>
        <w:tab/>
        <w:t>495</w:t>
      </w:r>
    </w:p>
    <w:p w14:paraId="5DC0264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</w:t>
      </w:r>
      <w:r>
        <w:rPr>
          <w:lang w:eastAsia="zh-CN"/>
        </w:rPr>
        <w:t>er-</w:t>
      </w:r>
      <w:r>
        <w:t>frequency measurements</w:t>
      </w:r>
      <w:r>
        <w:tab/>
        <w:t>496</w:t>
      </w:r>
    </w:p>
    <w:p w14:paraId="2F8A4CB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FDD-FS3 int</w:t>
      </w:r>
      <w:r>
        <w:rPr>
          <w:lang w:eastAsia="zh-CN"/>
        </w:rPr>
        <w:t>er</w:t>
      </w:r>
      <w:r>
        <w:t>-frequency measurements</w:t>
      </w:r>
      <w:r>
        <w:tab/>
        <w:t>496</w:t>
      </w:r>
    </w:p>
    <w:p w14:paraId="67ADBBC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8.11.2.</w:t>
      </w:r>
      <w:r w:rsidRPr="00614873">
        <w:rPr>
          <w:rFonts w:cs="v4.2.0"/>
          <w:lang w:eastAsia="zh-CN"/>
        </w:rPr>
        <w:t>2</w:t>
      </w:r>
      <w:r w:rsidRPr="00614873">
        <w:rPr>
          <w:rFonts w:cs="v4.2.0"/>
        </w:rPr>
        <w:t>.</w:t>
      </w:r>
      <w:r w:rsidRPr="00614873">
        <w:rPr>
          <w:rFonts w:cs="v4.2.0"/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– </w:t>
      </w:r>
      <w:r>
        <w:rPr>
          <w:lang w:eastAsia="zh-CN"/>
        </w:rPr>
        <w:t>FS3</w:t>
      </w:r>
      <w:r>
        <w:t xml:space="preserve"> inter-frequency measurements</w:t>
      </w:r>
      <w:r>
        <w:tab/>
        <w:t>500</w:t>
      </w:r>
    </w:p>
    <w:p w14:paraId="0F0AB7F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CSI-RS based discovery signal measurements</w:t>
      </w:r>
      <w:r>
        <w:tab/>
        <w:t>500</w:t>
      </w:r>
    </w:p>
    <w:p w14:paraId="293F2D7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intra-frequency measurements</w:t>
      </w:r>
      <w:r>
        <w:tab/>
        <w:t>500</w:t>
      </w:r>
    </w:p>
    <w:p w14:paraId="77BFAEF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500</w:t>
      </w:r>
    </w:p>
    <w:p w14:paraId="0FA8A5FC" w14:textId="77777777" w:rsidR="001C418C" w:rsidRDefault="001C418C">
      <w:pPr>
        <w:pStyle w:val="TOC6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when no DRX is used</w:t>
      </w:r>
      <w:r>
        <w:tab/>
        <w:t>500</w:t>
      </w:r>
    </w:p>
    <w:p w14:paraId="53F45D15" w14:textId="77777777" w:rsidR="001C418C" w:rsidRDefault="001C418C">
      <w:pPr>
        <w:pStyle w:val="TOC7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t>.1.</w:t>
      </w:r>
      <w:r>
        <w:rPr>
          <w:lang w:eastAsia="zh-CN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Reporting Requirements</w:t>
      </w:r>
      <w:r>
        <w:tab/>
        <w:t>502</w:t>
      </w:r>
    </w:p>
    <w:p w14:paraId="60A3D2BB" w14:textId="77777777" w:rsidR="001C418C" w:rsidRDefault="001C418C">
      <w:pPr>
        <w:pStyle w:val="TOC6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t>.1.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when DRX is used</w:t>
      </w:r>
      <w:r>
        <w:tab/>
        <w:t>502</w:t>
      </w:r>
    </w:p>
    <w:p w14:paraId="07D8438D" w14:textId="77777777" w:rsidR="001C418C" w:rsidRDefault="001C418C">
      <w:pPr>
        <w:pStyle w:val="TOC7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t>.1.</w:t>
      </w:r>
      <w:r>
        <w:rPr>
          <w:lang w:eastAsia="zh-CN"/>
        </w:rPr>
        <w:t>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Reporting Requirements</w:t>
      </w:r>
      <w:r>
        <w:tab/>
        <w:t>503</w:t>
      </w:r>
    </w:p>
    <w:p w14:paraId="0EA4361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8.11.3.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</w:t>
      </w:r>
      <w:r>
        <w:rPr>
          <w:lang w:eastAsia="zh-CN"/>
        </w:rPr>
        <w:t xml:space="preserve"> </w:t>
      </w:r>
      <w:r>
        <w:t>int</w:t>
      </w:r>
      <w:r>
        <w:rPr>
          <w:lang w:eastAsia="zh-CN"/>
        </w:rPr>
        <w:t>er</w:t>
      </w:r>
      <w:r>
        <w:t>-frequency measurements</w:t>
      </w:r>
      <w:r>
        <w:tab/>
        <w:t>504</w:t>
      </w:r>
    </w:p>
    <w:p w14:paraId="4CBCD1B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8.11.3.</w:t>
      </w:r>
      <w:r w:rsidRPr="00614873">
        <w:rPr>
          <w:rFonts w:cs="v4.2.0"/>
          <w:lang w:eastAsia="zh-CN"/>
        </w:rPr>
        <w:t>2</w:t>
      </w:r>
      <w:r w:rsidRPr="00614873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FS3 inter-frequency measurements</w:t>
      </w:r>
      <w:r>
        <w:tab/>
        <w:t>504</w:t>
      </w:r>
    </w:p>
    <w:p w14:paraId="02C6823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8.11.3.</w:t>
      </w:r>
      <w:r w:rsidRPr="00614873">
        <w:rPr>
          <w:rFonts w:cs="v4.2.0"/>
          <w:lang w:eastAsia="zh-CN"/>
        </w:rPr>
        <w:t>2</w:t>
      </w:r>
      <w:r w:rsidRPr="00614873">
        <w:rPr>
          <w:rFonts w:cs="v4.2.0"/>
        </w:rPr>
        <w:t>.</w:t>
      </w:r>
      <w:r w:rsidRPr="00614873">
        <w:rPr>
          <w:rFonts w:cs="v4.2.0"/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– </w:t>
      </w:r>
      <w:r>
        <w:rPr>
          <w:lang w:eastAsia="zh-CN"/>
        </w:rPr>
        <w:t>FS3</w:t>
      </w:r>
      <w:r>
        <w:t xml:space="preserve"> inter-frequency measurements</w:t>
      </w:r>
      <w:r>
        <w:tab/>
        <w:t>508</w:t>
      </w:r>
    </w:p>
    <w:p w14:paraId="147E7A4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RSSI measurements</w:t>
      </w:r>
      <w:r>
        <w:tab/>
        <w:t>508</w:t>
      </w:r>
    </w:p>
    <w:p w14:paraId="5325F12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intra-frequency measurements</w:t>
      </w:r>
      <w:r>
        <w:tab/>
        <w:t>508</w:t>
      </w:r>
    </w:p>
    <w:p w14:paraId="71A048B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inter-frequency measurements</w:t>
      </w:r>
      <w:r>
        <w:tab/>
        <w:t>508</w:t>
      </w:r>
    </w:p>
    <w:p w14:paraId="2D128A7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Channel occupancy</w:t>
      </w:r>
      <w:r>
        <w:rPr>
          <w:lang w:eastAsia="zh-CN"/>
        </w:rPr>
        <w:t xml:space="preserve"> measurements</w:t>
      </w:r>
      <w:r>
        <w:tab/>
        <w:t>509</w:t>
      </w:r>
    </w:p>
    <w:p w14:paraId="3B57E0E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intra-frequency channel occupancy measurements</w:t>
      </w:r>
      <w:r>
        <w:tab/>
        <w:t>509</w:t>
      </w:r>
    </w:p>
    <w:p w14:paraId="355C1C0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inter-frequency channel occupancy measurements</w:t>
      </w:r>
      <w:r>
        <w:tab/>
        <w:t>509</w:t>
      </w:r>
    </w:p>
    <w:p w14:paraId="29ABA95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Discovery Signal M</w:t>
      </w:r>
      <w:r>
        <w:t>easurements for E-UTRA Carrier Aggregation under Operation with Frame Structure 3</w:t>
      </w:r>
      <w:r>
        <w:tab/>
        <w:t>509</w:t>
      </w:r>
    </w:p>
    <w:p w14:paraId="398C009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509</w:t>
      </w:r>
    </w:p>
    <w:p w14:paraId="4AFF6B1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CRS based discovery signal measurements</w:t>
      </w:r>
      <w:r>
        <w:t xml:space="preserve"> for E-UTRA carrier aggregation</w:t>
      </w:r>
      <w:r>
        <w:tab/>
        <w:t>509</w:t>
      </w:r>
    </w:p>
    <w:p w14:paraId="43BCEB3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509</w:t>
      </w:r>
    </w:p>
    <w:p w14:paraId="4199436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8.12.2.2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</w:t>
      </w:r>
      <w:r>
        <w:tab/>
        <w:t>509</w:t>
      </w:r>
    </w:p>
    <w:p w14:paraId="2FBA86E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 with active SCell</w:t>
      </w:r>
      <w:r>
        <w:tab/>
        <w:t>509</w:t>
      </w:r>
    </w:p>
    <w:p w14:paraId="21D61B4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 with deactivated SCell</w:t>
      </w:r>
      <w:r>
        <w:tab/>
        <w:t>510</w:t>
      </w:r>
    </w:p>
    <w:p w14:paraId="2DE0E74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no common DRX is used</w:t>
      </w:r>
      <w:r>
        <w:tab/>
        <w:t>510</w:t>
      </w:r>
    </w:p>
    <w:p w14:paraId="2814838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common DRX is used</w:t>
      </w:r>
      <w:r>
        <w:tab/>
        <w:t>512</w:t>
      </w:r>
    </w:p>
    <w:p w14:paraId="3605AC0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Requirements for </w:t>
      </w:r>
      <w:r>
        <w:t>C</w:t>
      </w:r>
      <w:r>
        <w:rPr>
          <w:lang w:eastAsia="zh-CN"/>
        </w:rPr>
        <w:t>SI-RS based discovery signal measurements</w:t>
      </w:r>
      <w:r>
        <w:t xml:space="preserve"> for E-UTRA carrier aggregation</w:t>
      </w:r>
      <w:r>
        <w:tab/>
        <w:t>515</w:t>
      </w:r>
    </w:p>
    <w:p w14:paraId="12A4686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3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515</w:t>
      </w:r>
    </w:p>
    <w:p w14:paraId="4846CAB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3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</w:t>
      </w:r>
      <w:r>
        <w:tab/>
        <w:t>515</w:t>
      </w:r>
    </w:p>
    <w:p w14:paraId="5EDB429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 with active SCell</w:t>
      </w:r>
      <w:r>
        <w:tab/>
        <w:t>515</w:t>
      </w:r>
    </w:p>
    <w:p w14:paraId="1C95931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 with deactivated SCell</w:t>
      </w:r>
      <w:r>
        <w:tab/>
        <w:t>515</w:t>
      </w:r>
    </w:p>
    <w:p w14:paraId="313887B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no common DRX is used</w:t>
      </w:r>
      <w:r>
        <w:tab/>
        <w:t>515</w:t>
      </w:r>
    </w:p>
    <w:p w14:paraId="60BC21D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8.12.3.</w:t>
      </w:r>
      <w:r>
        <w:rPr>
          <w:lang w:eastAsia="zh-CN"/>
        </w:rPr>
        <w:t>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common DRX is used</w:t>
      </w:r>
      <w:r>
        <w:tab/>
        <w:t>517</w:t>
      </w:r>
    </w:p>
    <w:p w14:paraId="2C6B408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UE Category M1</w:t>
      </w:r>
      <w:r>
        <w:tab/>
        <w:t>519</w:t>
      </w:r>
    </w:p>
    <w:p w14:paraId="299815F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519</w:t>
      </w:r>
    </w:p>
    <w:p w14:paraId="4A8FC68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for UE category M1 with CE mode A</w:t>
      </w:r>
      <w:r>
        <w:tab/>
        <w:t>519</w:t>
      </w:r>
    </w:p>
    <w:p w14:paraId="08BEFC9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 by UE category M1 with CE mode A</w:t>
      </w:r>
      <w:r>
        <w:tab/>
        <w:t>520</w:t>
      </w:r>
    </w:p>
    <w:p w14:paraId="21EBCE8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</w:t>
      </w:r>
      <w:r>
        <w:tab/>
        <w:t>520</w:t>
      </w:r>
    </w:p>
    <w:p w14:paraId="6E5F871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 for HD-FDD</w:t>
      </w:r>
      <w:r>
        <w:tab/>
        <w:t>525</w:t>
      </w:r>
    </w:p>
    <w:p w14:paraId="61CF042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</w:t>
      </w:r>
      <w:r>
        <w:tab/>
        <w:t>527</w:t>
      </w:r>
    </w:p>
    <w:p w14:paraId="5DDE406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531</w:t>
      </w:r>
    </w:p>
    <w:p w14:paraId="325A78A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</w:t>
      </w:r>
      <w:r>
        <w:rPr>
          <w:lang w:eastAsia="zh-CN"/>
        </w:rPr>
        <w:t>13</w:t>
      </w:r>
      <w:r>
        <w:t>.2.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Intra-Frequency RSTD Measurements</w:t>
      </w:r>
      <w:r>
        <w:rPr>
          <w:lang w:eastAsia="zh-CN"/>
        </w:rPr>
        <w:t xml:space="preserve"> for Cat-M1 UE in CEModeA</w:t>
      </w:r>
      <w:r>
        <w:tab/>
        <w:t>531</w:t>
      </w:r>
    </w:p>
    <w:p w14:paraId="53D37D7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13</w:t>
      </w:r>
      <w:r>
        <w:t>.2</w:t>
      </w:r>
      <w:r>
        <w:rPr>
          <w:lang w:eastAsia="zh-CN"/>
        </w:rPr>
        <w:t>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OTDOA Measurements</w:t>
      </w:r>
      <w:r>
        <w:tab/>
        <w:t>531</w:t>
      </w:r>
    </w:p>
    <w:p w14:paraId="73809C5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13</w:t>
      </w:r>
      <w:r>
        <w:t>.2</w:t>
      </w:r>
      <w:r>
        <w:rPr>
          <w:lang w:eastAsia="zh-CN"/>
        </w:rPr>
        <w:t>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OTDOA Measurements</w:t>
      </w:r>
      <w:r>
        <w:tab/>
        <w:t>534</w:t>
      </w:r>
    </w:p>
    <w:p w14:paraId="27FB71B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13</w:t>
      </w:r>
      <w:r>
        <w:t>.2</w:t>
      </w:r>
      <w:r>
        <w:rPr>
          <w:lang w:eastAsia="zh-CN"/>
        </w:rPr>
        <w:t>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Intra-Frequency OTDOA Measurements</w:t>
      </w:r>
      <w:r>
        <w:tab/>
        <w:t>536</w:t>
      </w:r>
    </w:p>
    <w:p w14:paraId="7446D39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Inter-Frequency RSTD Measurements</w:t>
      </w:r>
      <w:r>
        <w:rPr>
          <w:lang w:eastAsia="zh-CN"/>
        </w:rPr>
        <w:t xml:space="preserve"> for Cat-M1 UE in CEModeA</w:t>
      </w:r>
      <w:r>
        <w:tab/>
        <w:t>537</w:t>
      </w:r>
    </w:p>
    <w:p w14:paraId="5C30650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Inter-Frequency OTDOA Measurements</w:t>
      </w:r>
      <w:r>
        <w:tab/>
        <w:t>537</w:t>
      </w:r>
    </w:p>
    <w:p w14:paraId="47A1A73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Inter-Frequency OTDOA Measurements</w:t>
      </w:r>
      <w:r>
        <w:tab/>
        <w:t>539</w:t>
      </w:r>
    </w:p>
    <w:p w14:paraId="1F99071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Inter-Frequency OTDOA Measurements</w:t>
      </w:r>
      <w:r>
        <w:tab/>
        <w:t>541</w:t>
      </w:r>
    </w:p>
    <w:p w14:paraId="4CB16E2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E-CID Measurements</w:t>
      </w:r>
      <w:r>
        <w:rPr>
          <w:lang w:eastAsia="zh-CN"/>
        </w:rPr>
        <w:t xml:space="preserve"> </w:t>
      </w:r>
      <w:r>
        <w:t>Requirements for UE category M1 with CE mode A</w:t>
      </w:r>
      <w:r>
        <w:tab/>
        <w:t>542</w:t>
      </w:r>
    </w:p>
    <w:p w14:paraId="4DDB602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FDD </w:t>
      </w:r>
      <w:r>
        <w:t>E-CID RSRP and RSRQ Measurements</w:t>
      </w:r>
      <w:r>
        <w:rPr>
          <w:lang w:eastAsia="zh-CN"/>
        </w:rPr>
        <w:t xml:space="preserve"> for Cat-M1 UE in CEModeA</w:t>
      </w:r>
      <w:r>
        <w:tab/>
        <w:t>542</w:t>
      </w:r>
    </w:p>
    <w:p w14:paraId="7404826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HD-FDD </w:t>
      </w:r>
      <w:r>
        <w:t>E-CID RSRP and RSRQ Measurements</w:t>
      </w:r>
      <w:r>
        <w:rPr>
          <w:lang w:eastAsia="zh-CN"/>
        </w:rPr>
        <w:t xml:space="preserve"> for Cat-M1 UE in CEModeA</w:t>
      </w:r>
      <w:r>
        <w:tab/>
        <w:t>542</w:t>
      </w:r>
    </w:p>
    <w:p w14:paraId="6C0C434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TDD </w:t>
      </w:r>
      <w:r>
        <w:t>E-CID RSRP and RSRQ Measurements</w:t>
      </w:r>
      <w:r>
        <w:rPr>
          <w:lang w:eastAsia="zh-CN"/>
        </w:rPr>
        <w:t xml:space="preserve"> for Cat-M1 UE in CEModeA</w:t>
      </w:r>
      <w:r>
        <w:tab/>
        <w:t>543</w:t>
      </w:r>
    </w:p>
    <w:p w14:paraId="2D7EA15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FDD </w:t>
      </w:r>
      <w:r>
        <w:t>E-CID RSRP and RSRQ Measurements</w:t>
      </w:r>
      <w:r>
        <w:rPr>
          <w:lang w:eastAsia="zh-CN"/>
        </w:rPr>
        <w:t xml:space="preserve"> for Cat-M1 UE in CEModeA</w:t>
      </w:r>
      <w:r>
        <w:tab/>
        <w:t>543</w:t>
      </w:r>
    </w:p>
    <w:p w14:paraId="6E003B4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HD-FDD </w:t>
      </w:r>
      <w:r>
        <w:t>E-CID RSRP and RSRQ Measurements</w:t>
      </w:r>
      <w:r>
        <w:rPr>
          <w:lang w:eastAsia="zh-CN"/>
        </w:rPr>
        <w:t xml:space="preserve"> for Cat-M1 UE in CEModeA</w:t>
      </w:r>
      <w:r>
        <w:tab/>
        <w:t>543</w:t>
      </w:r>
    </w:p>
    <w:p w14:paraId="19EF073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TDD </w:t>
      </w:r>
      <w:r>
        <w:t>E-CID RSRP and RSRQ Measurements</w:t>
      </w:r>
      <w:r>
        <w:rPr>
          <w:lang w:eastAsia="zh-CN"/>
        </w:rPr>
        <w:t xml:space="preserve"> for Cat-M1 UE in CEModeA</w:t>
      </w:r>
      <w:r>
        <w:tab/>
        <w:t>544</w:t>
      </w:r>
    </w:p>
    <w:p w14:paraId="01F546C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UE Rx-Tx Time Difference Measurements</w:t>
      </w:r>
      <w:r>
        <w:rPr>
          <w:lang w:eastAsia="zh-CN"/>
        </w:rPr>
        <w:t xml:space="preserve"> for UE category M1 in CEModeA</w:t>
      </w:r>
      <w:r>
        <w:tab/>
        <w:t>544</w:t>
      </w:r>
    </w:p>
    <w:p w14:paraId="39A888F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UE Rx-Tx Time Difference Measurements</w:t>
      </w:r>
      <w:r>
        <w:rPr>
          <w:lang w:eastAsia="zh-CN"/>
        </w:rPr>
        <w:t xml:space="preserve"> for UE category M1 in CEModeA</w:t>
      </w:r>
      <w:r>
        <w:tab/>
        <w:t>545</w:t>
      </w:r>
    </w:p>
    <w:p w14:paraId="119C768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UE Rx-Tx Time Difference Measurements</w:t>
      </w:r>
      <w:r>
        <w:rPr>
          <w:lang w:eastAsia="zh-CN"/>
        </w:rPr>
        <w:t xml:space="preserve"> for UE category M1 in CEModeA</w:t>
      </w:r>
      <w:r>
        <w:tab/>
        <w:t>546</w:t>
      </w:r>
    </w:p>
    <w:p w14:paraId="3A7C0C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 frequency measurements by UE category M1 with CE mode A</w:t>
      </w:r>
      <w:r>
        <w:tab/>
        <w:t>546</w:t>
      </w:r>
    </w:p>
    <w:p w14:paraId="43F2EDC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inter frequency measurements</w:t>
      </w:r>
      <w:r>
        <w:tab/>
        <w:t>547</w:t>
      </w:r>
    </w:p>
    <w:p w14:paraId="5999BD2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inter-frequency measurements for HD-FDD</w:t>
      </w:r>
      <w:r>
        <w:tab/>
        <w:t>551</w:t>
      </w:r>
    </w:p>
    <w:p w14:paraId="79FA0EF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 frequency measurements</w:t>
      </w:r>
      <w:r>
        <w:tab/>
        <w:t>553</w:t>
      </w:r>
    </w:p>
    <w:p w14:paraId="091C90A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allowed layers for multiple monitoring for UE category M1 with CE mode A</w:t>
      </w:r>
      <w:r>
        <w:tab/>
        <w:t>557</w:t>
      </w:r>
    </w:p>
    <w:p w14:paraId="27E6A47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Channel quality report for UE Category M1 in connected mode with CE mode A</w:t>
      </w:r>
      <w:r>
        <w:tab/>
        <w:t>557</w:t>
      </w:r>
    </w:p>
    <w:p w14:paraId="564174B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for UE category M1 with CE mode B</w:t>
      </w:r>
      <w:r>
        <w:tab/>
        <w:t>558</w:t>
      </w:r>
    </w:p>
    <w:p w14:paraId="2826EBB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 by UE category M1 with CE mode B</w:t>
      </w:r>
      <w:r>
        <w:tab/>
        <w:t>558</w:t>
      </w:r>
    </w:p>
    <w:p w14:paraId="782CB80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</w:t>
      </w:r>
      <w:r>
        <w:tab/>
        <w:t>559</w:t>
      </w:r>
    </w:p>
    <w:p w14:paraId="669C860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 for HD-FDD</w:t>
      </w:r>
      <w:r>
        <w:tab/>
        <w:t>563</w:t>
      </w:r>
    </w:p>
    <w:p w14:paraId="1DCEE89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</w:t>
      </w:r>
      <w:r>
        <w:tab/>
        <w:t>566</w:t>
      </w:r>
    </w:p>
    <w:p w14:paraId="25BE33E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 with autonomous gaps for UE category M1 with CE mode B</w:t>
      </w:r>
      <w:r>
        <w:tab/>
        <w:t>571</w:t>
      </w:r>
    </w:p>
    <w:p w14:paraId="0CDA54E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 with autonomous gaps for HD-FDD UE category M1 with CE mode B</w:t>
      </w:r>
      <w:r>
        <w:tab/>
        <w:t>572</w:t>
      </w:r>
    </w:p>
    <w:p w14:paraId="2EF8D56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 with autonomous gaps for UE category M1 with CE mode B</w:t>
      </w:r>
      <w:r>
        <w:tab/>
        <w:t>572</w:t>
      </w:r>
    </w:p>
    <w:p w14:paraId="1B207B7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573</w:t>
      </w:r>
    </w:p>
    <w:p w14:paraId="482D0E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</w:t>
      </w:r>
      <w:r>
        <w:rPr>
          <w:lang w:eastAsia="zh-CN"/>
        </w:rPr>
        <w:t>13.3.3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Intra-Frequency RSTD Measurements</w:t>
      </w:r>
      <w:r>
        <w:rPr>
          <w:lang w:eastAsia="zh-CN"/>
        </w:rPr>
        <w:t xml:space="preserve"> for Cat-M1 UE in CEModeB</w:t>
      </w:r>
      <w:r>
        <w:tab/>
        <w:t>573</w:t>
      </w:r>
    </w:p>
    <w:p w14:paraId="0394D36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lastRenderedPageBreak/>
        <w:t>8.13.3.3.1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OTDOA Measurements</w:t>
      </w:r>
      <w:r>
        <w:tab/>
        <w:t>573</w:t>
      </w:r>
    </w:p>
    <w:p w14:paraId="7F7FD50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OTDOA Measurements</w:t>
      </w:r>
      <w:r>
        <w:tab/>
        <w:t>576</w:t>
      </w:r>
    </w:p>
    <w:p w14:paraId="661BBAD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Intra-Frequency OTDOA Measurements</w:t>
      </w:r>
      <w:r>
        <w:tab/>
        <w:t>578</w:t>
      </w:r>
    </w:p>
    <w:p w14:paraId="50DABEF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E-CID Measurements</w:t>
      </w:r>
      <w:r>
        <w:rPr>
          <w:lang w:eastAsia="zh-CN"/>
        </w:rPr>
        <w:t xml:space="preserve"> </w:t>
      </w:r>
      <w:r>
        <w:t xml:space="preserve">Requirements for UE category M1 with CE mode </w:t>
      </w:r>
      <w:r>
        <w:rPr>
          <w:lang w:eastAsia="zh-CN"/>
        </w:rPr>
        <w:t>B</w:t>
      </w:r>
      <w:r>
        <w:tab/>
        <w:t>579</w:t>
      </w:r>
    </w:p>
    <w:p w14:paraId="72DCD7C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E-CID </w:t>
      </w:r>
      <w:r>
        <w:rPr>
          <w:lang w:eastAsia="zh-CN"/>
        </w:rPr>
        <w:t xml:space="preserve">FDD </w:t>
      </w:r>
      <w:r>
        <w:t>RSRP and RSRQ Measurements</w:t>
      </w:r>
      <w:r>
        <w:rPr>
          <w:lang w:eastAsia="zh-CN"/>
        </w:rPr>
        <w:t xml:space="preserve"> for Cat-M1 UE in CEModeB</w:t>
      </w:r>
      <w:r>
        <w:tab/>
        <w:t>579</w:t>
      </w:r>
    </w:p>
    <w:p w14:paraId="1D4FDE0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HD-FDD </w:t>
      </w:r>
      <w:r>
        <w:t>E-CID RSRP and RSRQ Measurements</w:t>
      </w:r>
      <w:r>
        <w:rPr>
          <w:lang w:eastAsia="zh-CN"/>
        </w:rPr>
        <w:t xml:space="preserve"> for Cat-M1 UE in CEModeB</w:t>
      </w:r>
      <w:r>
        <w:tab/>
        <w:t>579</w:t>
      </w:r>
    </w:p>
    <w:p w14:paraId="1C0513C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TDD </w:t>
      </w:r>
      <w:r>
        <w:t>E-CID RSRP and RSRQ Measurements</w:t>
      </w:r>
      <w:r>
        <w:rPr>
          <w:lang w:eastAsia="zh-CN"/>
        </w:rPr>
        <w:t xml:space="preserve"> for Cat-M1 UE in CEModeB</w:t>
      </w:r>
      <w:r>
        <w:tab/>
        <w:t>580</w:t>
      </w:r>
    </w:p>
    <w:p w14:paraId="09D36D7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E-CID </w:t>
      </w:r>
      <w:r>
        <w:rPr>
          <w:lang w:eastAsia="zh-CN"/>
        </w:rPr>
        <w:t xml:space="preserve">FDD </w:t>
      </w:r>
      <w:r>
        <w:t>RSRP and RSRQ Measurements</w:t>
      </w:r>
      <w:r>
        <w:rPr>
          <w:lang w:eastAsia="zh-CN"/>
        </w:rPr>
        <w:t xml:space="preserve"> for Cat-M1 UE in CEModeB</w:t>
      </w:r>
      <w:r>
        <w:tab/>
        <w:t>580</w:t>
      </w:r>
    </w:p>
    <w:p w14:paraId="0F1C2BD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HD-FDD </w:t>
      </w:r>
      <w:r>
        <w:t>E-CID RSRP and RSRQ Measurements</w:t>
      </w:r>
      <w:r>
        <w:rPr>
          <w:lang w:eastAsia="zh-CN"/>
        </w:rPr>
        <w:t xml:space="preserve"> for Cat-M1 UE in CEModeB</w:t>
      </w:r>
      <w:r>
        <w:tab/>
        <w:t>580</w:t>
      </w:r>
    </w:p>
    <w:p w14:paraId="46CB230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8.13.3.4.6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TDD </w:t>
      </w:r>
      <w:r>
        <w:t>E-CID RSRP and RSRQ Measurements</w:t>
      </w:r>
      <w:r>
        <w:rPr>
          <w:lang w:eastAsia="zh-CN"/>
        </w:rPr>
        <w:t xml:space="preserve"> for Cat-M1 UE in CEModeB</w:t>
      </w:r>
      <w:r>
        <w:tab/>
        <w:t>581</w:t>
      </w:r>
    </w:p>
    <w:p w14:paraId="7A0CE0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 frequency measurements by UE category M1 with CE Mode B</w:t>
      </w:r>
      <w:r>
        <w:tab/>
        <w:t>581</w:t>
      </w:r>
    </w:p>
    <w:p w14:paraId="5B121C5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inter frequency measurements</w:t>
      </w:r>
      <w:r>
        <w:tab/>
        <w:t>581</w:t>
      </w:r>
    </w:p>
    <w:p w14:paraId="60D6E52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8.13.3.5.2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inter-frequency measurements for HD-FDD</w:t>
      </w:r>
      <w:r>
        <w:tab/>
        <w:t>586</w:t>
      </w:r>
    </w:p>
    <w:p w14:paraId="2F21694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 frequency measurements</w:t>
      </w:r>
      <w:r>
        <w:tab/>
        <w:t>588</w:t>
      </w:r>
    </w:p>
    <w:p w14:paraId="2FCF878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allowed layers for multiple monitoring for UE category M1 with CE mode B</w:t>
      </w:r>
      <w:r>
        <w:tab/>
        <w:t>592</w:t>
      </w:r>
    </w:p>
    <w:p w14:paraId="47901B1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Inter-Frequency RSTD Measurements</w:t>
      </w:r>
      <w:r>
        <w:rPr>
          <w:lang w:eastAsia="zh-CN"/>
        </w:rPr>
        <w:t xml:space="preserve"> for Cat-M1 UE in CEModeB</w:t>
      </w:r>
      <w:r>
        <w:tab/>
        <w:t>593</w:t>
      </w:r>
    </w:p>
    <w:p w14:paraId="7E6D212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Inter-Frequency OTDOA Measurements</w:t>
      </w:r>
      <w:r>
        <w:tab/>
        <w:t>593</w:t>
      </w:r>
    </w:p>
    <w:p w14:paraId="3B9D5AB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Inter-Frequency OTDOA Measurements</w:t>
      </w:r>
      <w:r>
        <w:tab/>
        <w:t>595</w:t>
      </w:r>
    </w:p>
    <w:p w14:paraId="1EADE30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Inter-Frequency OTDOA Measurements</w:t>
      </w:r>
      <w:r>
        <w:tab/>
        <w:t>597</w:t>
      </w:r>
    </w:p>
    <w:p w14:paraId="0FEBD83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Channel quality report for UE Category M1 in connected mode with CE mode B</w:t>
      </w:r>
      <w:r>
        <w:tab/>
        <w:t>598</w:t>
      </w:r>
    </w:p>
    <w:p w14:paraId="65D1964E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</w:t>
      </w:r>
      <w:r>
        <w:rPr>
          <w:lang w:eastAsia="zh-CN"/>
        </w:rPr>
        <w:t xml:space="preserve"> UE</w:t>
      </w:r>
      <w:r>
        <w:t xml:space="preserve"> </w:t>
      </w:r>
      <w:r>
        <w:rPr>
          <w:lang w:eastAsia="zh-CN"/>
        </w:rPr>
        <w:t>category NB1</w:t>
      </w:r>
      <w:r>
        <w:tab/>
        <w:t>598</w:t>
      </w:r>
    </w:p>
    <w:p w14:paraId="34802B9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598</w:t>
      </w:r>
    </w:p>
    <w:p w14:paraId="34161AD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NB-IoT </w:t>
      </w:r>
      <w:r>
        <w:t>intra frequency measurements</w:t>
      </w:r>
      <w:r>
        <w:rPr>
          <w:lang w:eastAsia="zh-CN"/>
        </w:rPr>
        <w:t xml:space="preserve"> under normal coverage</w:t>
      </w:r>
      <w:r>
        <w:tab/>
        <w:t>599</w:t>
      </w:r>
    </w:p>
    <w:p w14:paraId="4F10D77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NB-IoT</w:t>
      </w:r>
      <w:r>
        <w:t xml:space="preserve"> intra frequency measurements when no DRX is used</w:t>
      </w:r>
      <w:r>
        <w:tab/>
        <w:t>599</w:t>
      </w:r>
    </w:p>
    <w:p w14:paraId="5427BC6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NB-IoT</w:t>
      </w:r>
      <w:r>
        <w:t xml:space="preserve"> intra frequency measurements when DRX is used</w:t>
      </w:r>
      <w:r>
        <w:tab/>
        <w:t>599</w:t>
      </w:r>
    </w:p>
    <w:p w14:paraId="137303F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NB-IoT </w:t>
      </w:r>
      <w:r>
        <w:t>intra frequency measurements</w:t>
      </w:r>
      <w:r>
        <w:rPr>
          <w:lang w:eastAsia="zh-CN"/>
        </w:rPr>
        <w:t xml:space="preserve"> under enhanced coverage</w:t>
      </w:r>
      <w:r>
        <w:tab/>
        <w:t>599</w:t>
      </w:r>
    </w:p>
    <w:p w14:paraId="3E6C316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3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NB-IoT</w:t>
      </w:r>
      <w:r>
        <w:t xml:space="preserve"> intra frequency measurements when no DRX is used</w:t>
      </w:r>
      <w:r>
        <w:tab/>
        <w:t>599</w:t>
      </w:r>
    </w:p>
    <w:p w14:paraId="57B06DB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NB-IoT</w:t>
      </w:r>
      <w:r>
        <w:t xml:space="preserve"> intra frequency measurements when DRX is used</w:t>
      </w:r>
      <w:r>
        <w:tab/>
        <w:t>599</w:t>
      </w:r>
    </w:p>
    <w:p w14:paraId="266D3CB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Connected mode channel quality report for UE Category NB1</w:t>
      </w:r>
      <w:r>
        <w:tab/>
        <w:t>599</w:t>
      </w:r>
    </w:p>
    <w:p w14:paraId="47BF771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600</w:t>
      </w:r>
    </w:p>
    <w:p w14:paraId="1748D785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UE Category M</w:t>
      </w:r>
      <w:r>
        <w:rPr>
          <w:lang w:eastAsia="zh-CN"/>
        </w:rPr>
        <w:t>2</w:t>
      </w:r>
      <w:r>
        <w:tab/>
        <w:t>600</w:t>
      </w:r>
    </w:p>
    <w:p w14:paraId="6080D03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600</w:t>
      </w:r>
    </w:p>
    <w:p w14:paraId="48C007E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for UE category M</w:t>
      </w:r>
      <w:r>
        <w:rPr>
          <w:lang w:eastAsia="zh-CN"/>
        </w:rPr>
        <w:t>2</w:t>
      </w:r>
      <w:r>
        <w:t xml:space="preserve"> with CE mode A</w:t>
      </w:r>
      <w:r>
        <w:tab/>
        <w:t>600</w:t>
      </w:r>
    </w:p>
    <w:p w14:paraId="09FCC8F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UE Rx-Tx Time Difference Measurements</w:t>
      </w:r>
      <w:r>
        <w:rPr>
          <w:lang w:eastAsia="zh-CN"/>
        </w:rPr>
        <w:t xml:space="preserve"> for UE category M2 in CEModeA</w:t>
      </w:r>
      <w:r>
        <w:tab/>
        <w:t>600</w:t>
      </w:r>
    </w:p>
    <w:p w14:paraId="41B5A81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Rx-Tx Measurement Reporting Delay</w:t>
      </w:r>
      <w:r>
        <w:tab/>
        <w:t>601</w:t>
      </w:r>
    </w:p>
    <w:p w14:paraId="70FE01F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UE Rx-Tx Time Difference Measurements</w:t>
      </w:r>
      <w:r>
        <w:rPr>
          <w:lang w:eastAsia="zh-CN"/>
        </w:rPr>
        <w:t xml:space="preserve"> for UE category M2 in CEModeA</w:t>
      </w:r>
      <w:r>
        <w:tab/>
        <w:t>601</w:t>
      </w:r>
    </w:p>
    <w:p w14:paraId="5B9F81B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Rx-Tx Measurement Reporting Delay</w:t>
      </w:r>
      <w:r>
        <w:tab/>
        <w:t>602</w:t>
      </w:r>
    </w:p>
    <w:p w14:paraId="113FD02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8.16.2.2a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UE Rx-Tx Time Difference Measurements</w:t>
      </w:r>
      <w:r>
        <w:rPr>
          <w:lang w:eastAsia="zh-CN"/>
        </w:rPr>
        <w:t xml:space="preserve"> for UE category M2 in CEModeA</w:t>
      </w:r>
      <w:r>
        <w:tab/>
        <w:t>602</w:t>
      </w:r>
    </w:p>
    <w:p w14:paraId="5821220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8.16.2.2a.1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Rx-Tx Measurement Reporting Delay</w:t>
      </w:r>
      <w:r>
        <w:tab/>
        <w:t>602</w:t>
      </w:r>
    </w:p>
    <w:p w14:paraId="0A22AFA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Intra-Frequency RSTD Measurements</w:t>
      </w:r>
      <w:r>
        <w:rPr>
          <w:lang w:eastAsia="zh-CN"/>
        </w:rPr>
        <w:t xml:space="preserve"> for Cat-M2 UE in CEModeA</w:t>
      </w:r>
      <w:r>
        <w:tab/>
        <w:t>603</w:t>
      </w:r>
    </w:p>
    <w:p w14:paraId="6FB83B2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</w:t>
      </w:r>
      <w:r>
        <w:t>.2</w:t>
      </w:r>
      <w:r>
        <w:rPr>
          <w:lang w:eastAsia="zh-CN"/>
        </w:rPr>
        <w:t>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OTDOA Measurements</w:t>
      </w:r>
      <w:r>
        <w:tab/>
        <w:t>603</w:t>
      </w:r>
    </w:p>
    <w:p w14:paraId="09C14F1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</w:t>
      </w:r>
      <w:r>
        <w:t>.2</w:t>
      </w:r>
      <w:r>
        <w:rPr>
          <w:lang w:eastAsia="zh-CN"/>
        </w:rPr>
        <w:t>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OTDOA Measurements</w:t>
      </w:r>
      <w:r>
        <w:tab/>
        <w:t>605</w:t>
      </w:r>
    </w:p>
    <w:p w14:paraId="5802C5D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</w:t>
      </w:r>
      <w:r>
        <w:t>.2</w:t>
      </w:r>
      <w:r>
        <w:rPr>
          <w:lang w:eastAsia="zh-CN"/>
        </w:rPr>
        <w:t>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Intra-Frequency OTDOA Measurements</w:t>
      </w:r>
      <w:r>
        <w:tab/>
        <w:t>608</w:t>
      </w:r>
    </w:p>
    <w:p w14:paraId="7D6CCFA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Inter-Frequency RSTD Measurements</w:t>
      </w:r>
      <w:r>
        <w:rPr>
          <w:lang w:eastAsia="zh-CN"/>
        </w:rPr>
        <w:t xml:space="preserve"> for Cat-M2 UE in CEModeA</w:t>
      </w:r>
      <w:r>
        <w:tab/>
        <w:t>608</w:t>
      </w:r>
    </w:p>
    <w:p w14:paraId="5268026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Inter-Frequency OTDOA Measurements</w:t>
      </w:r>
      <w:r>
        <w:tab/>
        <w:t>608</w:t>
      </w:r>
    </w:p>
    <w:p w14:paraId="7B3017A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Inter-Frequency OTDOA Measurements</w:t>
      </w:r>
      <w:r>
        <w:tab/>
        <w:t>611</w:t>
      </w:r>
    </w:p>
    <w:p w14:paraId="7F09633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8.16.2.4.3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Inter-Frequency OTDOA Measurements</w:t>
      </w:r>
      <w:r>
        <w:tab/>
        <w:t>613</w:t>
      </w:r>
    </w:p>
    <w:p w14:paraId="26315D9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8.16.3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>Requirements for UE category M2 with CE mode B</w:t>
      </w:r>
      <w:r>
        <w:tab/>
        <w:t>614</w:t>
      </w:r>
    </w:p>
    <w:p w14:paraId="4EE09E3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Intra-Frequency RSTD Measurements</w:t>
      </w:r>
      <w:r>
        <w:rPr>
          <w:lang w:eastAsia="zh-CN"/>
        </w:rPr>
        <w:t xml:space="preserve"> for Cat-M2 UE in CEModeB</w:t>
      </w:r>
      <w:r>
        <w:tab/>
        <w:t>614</w:t>
      </w:r>
    </w:p>
    <w:p w14:paraId="1A22391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OTDOA Measurements</w:t>
      </w:r>
      <w:r>
        <w:tab/>
        <w:t>614</w:t>
      </w:r>
    </w:p>
    <w:p w14:paraId="2DF5C98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OTDOA Measurements</w:t>
      </w:r>
      <w:r>
        <w:tab/>
        <w:t>616</w:t>
      </w:r>
    </w:p>
    <w:p w14:paraId="4942130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8.16.3.1.3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Intra-Frequency OTDOA Measurements</w:t>
      </w:r>
      <w:r>
        <w:tab/>
        <w:t>619</w:t>
      </w:r>
    </w:p>
    <w:p w14:paraId="06E076C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Inter-Frequency RSTD Measurements</w:t>
      </w:r>
      <w:r>
        <w:rPr>
          <w:lang w:eastAsia="zh-CN"/>
        </w:rPr>
        <w:t xml:space="preserve"> for Cat-M2 UE in CEModeB</w:t>
      </w:r>
      <w:r>
        <w:tab/>
        <w:t>619</w:t>
      </w:r>
    </w:p>
    <w:p w14:paraId="6C390FC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Inter-Frequency OTDOA Measurements</w:t>
      </w:r>
      <w:r>
        <w:tab/>
        <w:t>620</w:t>
      </w:r>
    </w:p>
    <w:p w14:paraId="641EFF3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Inter-Frequency OTDOA Measurements</w:t>
      </w:r>
      <w:r>
        <w:tab/>
        <w:t>622</w:t>
      </w:r>
    </w:p>
    <w:p w14:paraId="1431A43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8.16.3.2.3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Inter-Frequency OTDOA Measurements</w:t>
      </w:r>
      <w:r>
        <w:tab/>
        <w:t>624</w:t>
      </w:r>
    </w:p>
    <w:p w14:paraId="4F74C30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E-UTRA – NR Dual Connectivity</w:t>
      </w:r>
      <w:r>
        <w:tab/>
        <w:t>625</w:t>
      </w:r>
    </w:p>
    <w:p w14:paraId="4D6A5AC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625</w:t>
      </w:r>
    </w:p>
    <w:p w14:paraId="042954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Gap Sharing</w:t>
      </w:r>
      <w:r>
        <w:tab/>
        <w:t>625</w:t>
      </w:r>
    </w:p>
    <w:p w14:paraId="409A40B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</w:rPr>
        <w:lastRenderedPageBreak/>
        <w:t>8.17.1A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</w:rPr>
        <w:t>Intrafrequency Measurements</w:t>
      </w:r>
      <w:r>
        <w:tab/>
        <w:t>625</w:t>
      </w:r>
    </w:p>
    <w:p w14:paraId="78B133A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SFTD Measurements</w:t>
      </w:r>
      <w:r>
        <w:tab/>
        <w:t>626</w:t>
      </w:r>
    </w:p>
    <w:p w14:paraId="411838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</w:t>
      </w:r>
      <w:r>
        <w:t>17</w:t>
      </w:r>
      <w:r>
        <w:rPr>
          <w:lang w:eastAsia="zh-CN"/>
        </w:rP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626</w:t>
      </w:r>
    </w:p>
    <w:p w14:paraId="592D4FE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.17.2.2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SFTD Measurement requirements</w:t>
      </w:r>
      <w:r>
        <w:tab/>
        <w:t>626</w:t>
      </w:r>
    </w:p>
    <w:p w14:paraId="3A603B6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.17.2.2</w:t>
      </w:r>
      <w:r w:rsidRPr="00614873">
        <w:rPr>
          <w:rFonts w:eastAsia="SimSun"/>
          <w:lang w:val="en-US" w:eastAsia="zh-CN"/>
        </w:rPr>
        <w:t>.a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SFTD Measurement requirements</w:t>
      </w:r>
      <w:r w:rsidRPr="00614873">
        <w:rPr>
          <w:rFonts w:eastAsia="SimSun"/>
          <w:lang w:val="en-US" w:eastAsia="zh-CN"/>
        </w:rPr>
        <w:t xml:space="preserve"> with CCA on target frequency</w:t>
      </w:r>
      <w:r>
        <w:tab/>
        <w:t>626</w:t>
      </w:r>
    </w:p>
    <w:p w14:paraId="18D46F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SFTD Measurement Reporting Delay</w:t>
      </w:r>
      <w:r>
        <w:tab/>
        <w:t>627</w:t>
      </w:r>
    </w:p>
    <w:p w14:paraId="28C7915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 Inter-frequency Measurements when Configured with E-UTRA-NR Dual Connectivity Operation</w:t>
      </w:r>
      <w:r>
        <w:tab/>
        <w:t>628</w:t>
      </w:r>
    </w:p>
    <w:p w14:paraId="0B1EB34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8.17.3</w:t>
      </w:r>
      <w:r w:rsidRPr="00614873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628</w:t>
      </w:r>
    </w:p>
    <w:p w14:paraId="33CFB4D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8.17.3</w:t>
      </w:r>
      <w:r w:rsidRPr="00614873">
        <w:rPr>
          <w:rFonts w:cs="v4.2.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 frequency measurements</w:t>
      </w:r>
      <w:r>
        <w:tab/>
        <w:t>628</w:t>
      </w:r>
    </w:p>
    <w:p w14:paraId="425A132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8.17.3</w:t>
      </w:r>
      <w:r w:rsidRPr="00614873">
        <w:rPr>
          <w:rFonts w:cs="v4.2.0"/>
        </w:rP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 frequency measurements when no DRX is used</w:t>
      </w:r>
      <w:r>
        <w:tab/>
        <w:t>628</w:t>
      </w:r>
    </w:p>
    <w:p w14:paraId="149D474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8.17.3.2.2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 frequency measurements when DRX is used</w:t>
      </w:r>
      <w:r>
        <w:tab/>
        <w:t>630</w:t>
      </w:r>
    </w:p>
    <w:p w14:paraId="70C3A07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8.17.3.3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 frequency measurements</w:t>
      </w:r>
      <w:r>
        <w:tab/>
        <w:t>632</w:t>
      </w:r>
    </w:p>
    <w:p w14:paraId="1BF0E2B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8.17.3.3.1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 frequency measurements when no DRX is used</w:t>
      </w:r>
      <w:r>
        <w:tab/>
        <w:t>632</w:t>
      </w:r>
    </w:p>
    <w:p w14:paraId="0336FB9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8.17.3.3.2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 frequency measurements when DRX is used</w:t>
      </w:r>
      <w:r>
        <w:tab/>
        <w:t>633</w:t>
      </w:r>
    </w:p>
    <w:p w14:paraId="6F5DEF7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 Inter-RAT NR Measurements when Configured with E-UTRA-NR Dual Connectivity Operation</w:t>
      </w:r>
      <w:r>
        <w:tab/>
        <w:t>635</w:t>
      </w:r>
    </w:p>
    <w:p w14:paraId="01B9C4B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NR measurements when configured with E-UTRA-NR Dual connectivity</w:t>
      </w:r>
      <w:r>
        <w:tab/>
        <w:t>635</w:t>
      </w:r>
    </w:p>
    <w:p w14:paraId="4EBC685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Calibri"/>
        </w:rPr>
        <w:t>NR I</w:t>
      </w:r>
      <w:r>
        <w:t>nter-RAT cell identification</w:t>
      </w:r>
      <w:r>
        <w:tab/>
        <w:t>636</w:t>
      </w:r>
    </w:p>
    <w:p w14:paraId="2CFB8C8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Calibri"/>
        </w:rPr>
        <w:t>NR I</w:t>
      </w:r>
      <w:r>
        <w:t>nter-RAT measurement</w:t>
      </w:r>
      <w:r>
        <w:tab/>
        <w:t>637</w:t>
      </w:r>
    </w:p>
    <w:p w14:paraId="4949F28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Calibri"/>
        </w:rPr>
        <w:t>NR I</w:t>
      </w:r>
      <w:r>
        <w:t>nter-RAT measurement reporting</w:t>
      </w:r>
      <w:r>
        <w:tab/>
        <w:t>638</w:t>
      </w:r>
    </w:p>
    <w:p w14:paraId="34E8F6D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NR measurements when configured with E-UTRA-NR Dual connectivity</w:t>
      </w:r>
      <w:r>
        <w:tab/>
        <w:t>639</w:t>
      </w:r>
    </w:p>
    <w:p w14:paraId="68523D8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 Inter-RAT NR Measurements when CCA is used when Configured with E-UTRA-NR Dual Connectivity Operation</w:t>
      </w:r>
      <w:r>
        <w:tab/>
        <w:t>639</w:t>
      </w:r>
    </w:p>
    <w:p w14:paraId="360EDFA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NR measurements when configured with E-UTRA-NR Dual connectivity</w:t>
      </w:r>
      <w:r>
        <w:tab/>
        <w:t>639</w:t>
      </w:r>
    </w:p>
    <w:p w14:paraId="73A5BB7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8.17.4A.1.1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Calibri"/>
        </w:rPr>
        <w:t>NR I</w:t>
      </w:r>
      <w:r>
        <w:t>nter-RAT cell identification</w:t>
      </w:r>
      <w:r>
        <w:tab/>
        <w:t>640</w:t>
      </w:r>
    </w:p>
    <w:p w14:paraId="3815A2D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8.17.4A.1.2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Calibri"/>
        </w:rPr>
        <w:t>NR I</w:t>
      </w:r>
      <w:r>
        <w:t>nter-RAT measurement</w:t>
      </w:r>
      <w:r>
        <w:tab/>
        <w:t>641</w:t>
      </w:r>
    </w:p>
    <w:p w14:paraId="3115E20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8.17.4A.1.3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Calibri"/>
        </w:rPr>
        <w:t>NR I</w:t>
      </w:r>
      <w:r>
        <w:t>nter-RAT measurement reporting</w:t>
      </w:r>
      <w:r>
        <w:tab/>
        <w:t>642</w:t>
      </w:r>
    </w:p>
    <w:p w14:paraId="2F8C4BE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8.17.4A.1.4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Calibri"/>
          <w:lang w:val="en-US"/>
        </w:rPr>
        <w:t>NR inter-RAT RSSI measurements</w:t>
      </w:r>
      <w:r>
        <w:tab/>
        <w:t>642</w:t>
      </w:r>
    </w:p>
    <w:p w14:paraId="3447D8D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8.17.4A.1.5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Calibri"/>
          <w:lang w:val="en-US"/>
        </w:rPr>
        <w:t>NR inter-RAT channel occupancy measurements</w:t>
      </w:r>
      <w:r>
        <w:tab/>
        <w:t>643</w:t>
      </w:r>
    </w:p>
    <w:p w14:paraId="4355C13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NR measurements when configured with E-UTRA-NR Dual connectivity</w:t>
      </w:r>
      <w:r>
        <w:tab/>
        <w:t>643</w:t>
      </w:r>
    </w:p>
    <w:p w14:paraId="4BE2150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FDD – UTRAN FDD measurements when Configured with E-UTRA-NR Dual Connectivity</w:t>
      </w:r>
      <w:r>
        <w:tab/>
        <w:t>643</w:t>
      </w:r>
    </w:p>
    <w:p w14:paraId="3B4E64C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643</w:t>
      </w:r>
    </w:p>
    <w:p w14:paraId="497DAE1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FDD measurements when no DRX is used</w:t>
      </w:r>
      <w:r>
        <w:tab/>
        <w:t>644</w:t>
      </w:r>
    </w:p>
    <w:p w14:paraId="758D7DB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Identification of a new UTRA FDD cell</w:t>
      </w:r>
      <w:r>
        <w:tab/>
        <w:t>644</w:t>
      </w:r>
    </w:p>
    <w:p w14:paraId="501D37B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Enhanced UTRA FDD cell identification requirements</w:t>
      </w:r>
      <w:r>
        <w:tab/>
        <w:t>644</w:t>
      </w:r>
    </w:p>
    <w:p w14:paraId="0BEE432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8.17.5.2.3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UTRA FDD CPICH measurement capability</w:t>
      </w:r>
      <w:r>
        <w:tab/>
        <w:t>644</w:t>
      </w:r>
    </w:p>
    <w:p w14:paraId="4E936F2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Periodic Reporting</w:t>
      </w:r>
      <w:r>
        <w:tab/>
        <w:t>645</w:t>
      </w:r>
    </w:p>
    <w:p w14:paraId="091B532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 Triggered Reporting</w:t>
      </w:r>
      <w:r>
        <w:tab/>
        <w:t>645</w:t>
      </w:r>
    </w:p>
    <w:p w14:paraId="7850E26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8.17.5.2.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Event-triggered Periodic Reporting</w:t>
      </w:r>
      <w:r>
        <w:tab/>
        <w:t>645</w:t>
      </w:r>
    </w:p>
    <w:p w14:paraId="520AFD0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FDD measurements when DRX is used</w:t>
      </w:r>
      <w:r>
        <w:tab/>
        <w:t>645</w:t>
      </w:r>
    </w:p>
    <w:p w14:paraId="0A99235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Periodic Reporting</w:t>
      </w:r>
      <w:r>
        <w:tab/>
        <w:t>647</w:t>
      </w:r>
    </w:p>
    <w:p w14:paraId="2FEDDD3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8.17.5.3.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 Triggered Reporting</w:t>
      </w:r>
      <w:r>
        <w:tab/>
        <w:t>647</w:t>
      </w:r>
    </w:p>
    <w:p w14:paraId="534C05D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8.17.5.3.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Event-triggered Periodic Reporting</w:t>
      </w:r>
      <w:r>
        <w:tab/>
        <w:t>647</w:t>
      </w:r>
    </w:p>
    <w:p w14:paraId="268986F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TDD – UTRAN FDD measurements when Configured with E-UTRA-NR Dual Connectivity</w:t>
      </w:r>
      <w:r>
        <w:tab/>
        <w:t>647</w:t>
      </w:r>
    </w:p>
    <w:p w14:paraId="050B747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FDD – UTRAN FDD measurements for SON when Configured with E-UTRA-NR Dual Connectivity</w:t>
      </w:r>
      <w:r>
        <w:tab/>
        <w:t>648</w:t>
      </w:r>
    </w:p>
    <w:p w14:paraId="2380D98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648</w:t>
      </w:r>
    </w:p>
    <w:p w14:paraId="2126862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Identification of a new UTRA FDD cell for SON</w:t>
      </w:r>
      <w:r>
        <w:tab/>
        <w:t>648</w:t>
      </w:r>
    </w:p>
    <w:p w14:paraId="5DF6870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when no DRX is used</w:t>
      </w:r>
      <w:r>
        <w:tab/>
        <w:t>648</w:t>
      </w:r>
    </w:p>
    <w:p w14:paraId="55A5E13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when DRX is used</w:t>
      </w:r>
      <w:r>
        <w:tab/>
        <w:t>648</w:t>
      </w:r>
    </w:p>
    <w:p w14:paraId="57BEE3F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8.17.7.2.3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Reporting Delay</w:t>
      </w:r>
      <w:r>
        <w:tab/>
        <w:t>649</w:t>
      </w:r>
    </w:p>
    <w:p w14:paraId="513D19E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TDD – UTRAN FDD measurements for SON when Configured with E-UTRA-NR Dual Connectivity</w:t>
      </w:r>
      <w:r>
        <w:tab/>
        <w:t>650</w:t>
      </w:r>
    </w:p>
    <w:p w14:paraId="3018A21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TDD – UTRAN TDD measurements when Configured with E-UTRA-NR Dual Connectivity</w:t>
      </w:r>
      <w:r>
        <w:tab/>
        <w:t>650</w:t>
      </w:r>
    </w:p>
    <w:p w14:paraId="3C0E418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650</w:t>
      </w:r>
    </w:p>
    <w:p w14:paraId="09F4288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TDD measurements when no DRX is used</w:t>
      </w:r>
      <w:r>
        <w:tab/>
        <w:t>650</w:t>
      </w:r>
    </w:p>
    <w:p w14:paraId="76C409D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Identification of a new UTRA FDD cell</w:t>
      </w:r>
      <w:r>
        <w:tab/>
        <w:t>650</w:t>
      </w:r>
    </w:p>
    <w:p w14:paraId="59B9DFB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Enhanced UTRA </w:t>
      </w:r>
      <w:r>
        <w:rPr>
          <w:lang w:eastAsia="zh-CN"/>
        </w:rPr>
        <w:t>T</w:t>
      </w:r>
      <w:r>
        <w:t>DD cell identification requirements</w:t>
      </w:r>
      <w:r>
        <w:tab/>
        <w:t>650</w:t>
      </w:r>
    </w:p>
    <w:p w14:paraId="4AC9015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8.17.9.2.3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UE UTRA </w:t>
      </w:r>
      <w:r>
        <w:rPr>
          <w:lang w:eastAsia="zh-CN"/>
        </w:rPr>
        <w:t>T</w:t>
      </w:r>
      <w:r>
        <w:t xml:space="preserve">DD </w:t>
      </w:r>
      <w:r>
        <w:rPr>
          <w:lang w:eastAsia="zh-CN"/>
        </w:rPr>
        <w:t>P-</w:t>
      </w:r>
      <w:r>
        <w:t>C</w:t>
      </w:r>
      <w:r>
        <w:rPr>
          <w:lang w:eastAsia="zh-CN"/>
        </w:rPr>
        <w:t>C</w:t>
      </w:r>
      <w:r>
        <w:t>PCH</w:t>
      </w:r>
      <w:r>
        <w:rPr>
          <w:lang w:eastAsia="zh-CN"/>
        </w:rPr>
        <w:t xml:space="preserve"> RSCP</w:t>
      </w:r>
      <w:r>
        <w:t xml:space="preserve"> measurement capability</w:t>
      </w:r>
      <w:r>
        <w:tab/>
        <w:t>651</w:t>
      </w:r>
    </w:p>
    <w:p w14:paraId="1C4562D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Periodic Reporting</w:t>
      </w:r>
      <w:r>
        <w:tab/>
        <w:t>651</w:t>
      </w:r>
    </w:p>
    <w:p w14:paraId="2CED8BB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 Triggered Reporting</w:t>
      </w:r>
      <w:r>
        <w:tab/>
        <w:t>651</w:t>
      </w:r>
    </w:p>
    <w:p w14:paraId="30162C3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Event-triggered Periodic Reporting</w:t>
      </w:r>
      <w:r>
        <w:tab/>
        <w:t>652</w:t>
      </w:r>
    </w:p>
    <w:p w14:paraId="5DAA5AE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UTRAN TDD measurements when DRX is used</w:t>
      </w:r>
      <w:r>
        <w:tab/>
        <w:t>652</w:t>
      </w:r>
    </w:p>
    <w:p w14:paraId="6B6DF02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Periodic Reporting</w:t>
      </w:r>
      <w:r>
        <w:tab/>
        <w:t>653</w:t>
      </w:r>
    </w:p>
    <w:p w14:paraId="73A24C9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 Triggered Reporting</w:t>
      </w:r>
      <w:r>
        <w:tab/>
        <w:t>653</w:t>
      </w:r>
    </w:p>
    <w:p w14:paraId="34617A5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Event-triggered Periodic Reporting</w:t>
      </w:r>
      <w:r>
        <w:tab/>
        <w:t>653</w:t>
      </w:r>
    </w:p>
    <w:p w14:paraId="1A9F906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FDD – UTRAN TDD measurements when Configured with E-UTRA-NR Dual Connectivity</w:t>
      </w:r>
      <w:r>
        <w:tab/>
        <w:t>654</w:t>
      </w:r>
    </w:p>
    <w:p w14:paraId="7673CB1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TDD – UTRAN TDD measurements for SON when Configured with E-UTRA-NR Dual Connectivity</w:t>
      </w:r>
      <w:r>
        <w:tab/>
        <w:t>654</w:t>
      </w:r>
    </w:p>
    <w:p w14:paraId="5342D4A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654</w:t>
      </w:r>
    </w:p>
    <w:p w14:paraId="45E4AD0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Identification of a new UTRA TDD cell for SON</w:t>
      </w:r>
      <w:r>
        <w:tab/>
        <w:t>654</w:t>
      </w:r>
    </w:p>
    <w:p w14:paraId="70D0009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when no DRX is used</w:t>
      </w:r>
      <w:r>
        <w:tab/>
        <w:t>654</w:t>
      </w:r>
    </w:p>
    <w:p w14:paraId="76B3D9D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when DRX is used</w:t>
      </w:r>
      <w:r>
        <w:tab/>
        <w:t>654</w:t>
      </w:r>
    </w:p>
    <w:p w14:paraId="6CB96C2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Reporting Delay</w:t>
      </w:r>
      <w:r>
        <w:tab/>
        <w:t>655</w:t>
      </w:r>
    </w:p>
    <w:p w14:paraId="20777DB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FDD – UTRAN TDD measurements for SON when Configured with E-UTRA-NR Dual Connectivity</w:t>
      </w:r>
      <w:r>
        <w:tab/>
        <w:t>655</w:t>
      </w:r>
    </w:p>
    <w:p w14:paraId="231EDC6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FDD – GSM measurements when Configured with E-UTRA-NR Dual Connectivity</w:t>
      </w:r>
      <w:r>
        <w:tab/>
        <w:t>656</w:t>
      </w:r>
    </w:p>
    <w:p w14:paraId="71FB209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656</w:t>
      </w:r>
    </w:p>
    <w:p w14:paraId="4A1EC07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GSM measurements when no DRX is used</w:t>
      </w:r>
      <w:r>
        <w:tab/>
        <w:t>656</w:t>
      </w:r>
    </w:p>
    <w:p w14:paraId="18C9525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GSM carrier RSSI</w:t>
      </w:r>
      <w:r>
        <w:tab/>
        <w:t>656</w:t>
      </w:r>
    </w:p>
    <w:p w14:paraId="7E68C2A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BSIC verification</w:t>
      </w:r>
      <w:r>
        <w:tab/>
        <w:t>656</w:t>
      </w:r>
    </w:p>
    <w:p w14:paraId="14003B7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Enhanced BSIC verification</w:t>
      </w:r>
      <w:r>
        <w:tab/>
        <w:t>658</w:t>
      </w:r>
    </w:p>
    <w:p w14:paraId="67F6F48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Periodic Reporting</w:t>
      </w:r>
      <w:r>
        <w:tab/>
        <w:t>658</w:t>
      </w:r>
    </w:p>
    <w:p w14:paraId="080F381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 Triggered Reporting</w:t>
      </w:r>
      <w:r>
        <w:tab/>
        <w:t>658</w:t>
      </w:r>
    </w:p>
    <w:p w14:paraId="4AE7461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8.17.13.2.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Event-triggered Periodic Reporting</w:t>
      </w:r>
      <w:r>
        <w:tab/>
        <w:t>659</w:t>
      </w:r>
    </w:p>
    <w:p w14:paraId="2578864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GSM measurements when DRX is used</w:t>
      </w:r>
      <w:r>
        <w:tab/>
        <w:t>659</w:t>
      </w:r>
    </w:p>
    <w:p w14:paraId="1BC3DB7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GSM carrier RSSI</w:t>
      </w:r>
      <w:r>
        <w:tab/>
        <w:t>659</w:t>
      </w:r>
    </w:p>
    <w:p w14:paraId="43C701E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BSIC verification</w:t>
      </w:r>
      <w:r>
        <w:tab/>
        <w:t>659</w:t>
      </w:r>
    </w:p>
    <w:p w14:paraId="44A0D20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Periodic Reporting</w:t>
      </w:r>
      <w:r>
        <w:tab/>
        <w:t>661</w:t>
      </w:r>
    </w:p>
    <w:p w14:paraId="68A76CC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 Triggered Reporting</w:t>
      </w:r>
      <w:r>
        <w:tab/>
        <w:t>661</w:t>
      </w:r>
    </w:p>
    <w:p w14:paraId="7A05EF2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8.17.13.3.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Event-triggered Periodic Reporting</w:t>
      </w:r>
      <w:r>
        <w:tab/>
        <w:t>661</w:t>
      </w:r>
    </w:p>
    <w:p w14:paraId="50B3AC1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TDD – GSM measurements when Configured with E-UTRA-NR Dual Connectivity</w:t>
      </w:r>
      <w:r>
        <w:tab/>
        <w:t>661</w:t>
      </w:r>
    </w:p>
    <w:p w14:paraId="17DDC5C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Inter-Frequency RSTD measurements when configured with E-UTRA-NR Dual Connectivity</w:t>
      </w:r>
      <w:r>
        <w:tab/>
        <w:t>661</w:t>
      </w:r>
    </w:p>
    <w:p w14:paraId="31F9FBF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8.17.15.1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FDD-FDD Inter-Frequency RSTD measurements </w:t>
      </w:r>
      <w:r>
        <w:t>when configured with E-UTRA-NR Dual Connectivity</w:t>
      </w:r>
      <w:r>
        <w:tab/>
        <w:t>661</w:t>
      </w:r>
    </w:p>
    <w:p w14:paraId="5E4469A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 Reporting Delay</w:t>
      </w:r>
      <w:r>
        <w:tab/>
        <w:t>662</w:t>
      </w:r>
    </w:p>
    <w:p w14:paraId="01952E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8.17.15.2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TDD-FDD Inter-Frequency RSTD measurements </w:t>
      </w:r>
      <w:r>
        <w:t>when configured with E-UTRA-NR Dual Connectivity</w:t>
      </w:r>
      <w:r>
        <w:tab/>
        <w:t>662</w:t>
      </w:r>
    </w:p>
    <w:p w14:paraId="5315F1B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 Reporting Delay</w:t>
      </w:r>
      <w:r>
        <w:tab/>
        <w:t>662</w:t>
      </w:r>
    </w:p>
    <w:p w14:paraId="0BE6A64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8.17.15.3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TDD-TDD Inter-Frequency RSTD measurements </w:t>
      </w:r>
      <w:r>
        <w:t>when configured with E-UTRA-NR Dual Connectivity</w:t>
      </w:r>
      <w:r>
        <w:tab/>
        <w:t>662</w:t>
      </w:r>
    </w:p>
    <w:p w14:paraId="2A863BA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 Reporting Delay</w:t>
      </w:r>
      <w:r>
        <w:tab/>
        <w:t>663</w:t>
      </w:r>
    </w:p>
    <w:p w14:paraId="7AAB362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8.17.15.4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FDD-TDD Inter-Frequency RSTD measurements </w:t>
      </w:r>
      <w:r>
        <w:t>when configured with E-UTRA-NR Dual Connectivity</w:t>
      </w:r>
      <w:r>
        <w:tab/>
        <w:t>663</w:t>
      </w:r>
    </w:p>
    <w:p w14:paraId="154A6B9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8.17.15.4.1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 Reporting Delay</w:t>
      </w:r>
      <w:r>
        <w:tab/>
        <w:t>663</w:t>
      </w:r>
    </w:p>
    <w:p w14:paraId="630F24E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intra-frequency measurement with autonomous gaps when configured with E-UTRA-NR Dual Connectivity</w:t>
      </w:r>
      <w:r>
        <w:tab/>
        <w:t>664</w:t>
      </w:r>
    </w:p>
    <w:p w14:paraId="5707749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8.17.16</w:t>
      </w:r>
      <w:r w:rsidRPr="00614873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664</w:t>
      </w:r>
    </w:p>
    <w:p w14:paraId="54112B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8.17.16</w:t>
      </w:r>
      <w:r w:rsidRPr="00614873">
        <w:rPr>
          <w:rFonts w:cs="v4.2.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 with autonomous gaps</w:t>
      </w:r>
      <w:r>
        <w:tab/>
        <w:t>664</w:t>
      </w:r>
    </w:p>
    <w:p w14:paraId="31AFB1F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8.17.16</w:t>
      </w:r>
      <w:r w:rsidRPr="00614873">
        <w:rPr>
          <w:rFonts w:cs="v4.2.0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 with autonomous gaps</w:t>
      </w:r>
      <w:r>
        <w:tab/>
        <w:t>664</w:t>
      </w:r>
    </w:p>
    <w:p w14:paraId="3C4BB7B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inter-frequency measurement with autonomous gaps when configured with E-UTRA-NR Dual Connectivity</w:t>
      </w:r>
      <w:r>
        <w:tab/>
        <w:t>664</w:t>
      </w:r>
    </w:p>
    <w:p w14:paraId="3FD4811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8.17.17</w:t>
      </w:r>
      <w:r w:rsidRPr="00614873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664</w:t>
      </w:r>
    </w:p>
    <w:p w14:paraId="56680D8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8.17.17</w:t>
      </w:r>
      <w:r w:rsidRPr="00614873">
        <w:rPr>
          <w:rFonts w:cs="v4.2.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 frequency measurements with autonomous gaps</w:t>
      </w:r>
      <w:r>
        <w:tab/>
        <w:t>664</w:t>
      </w:r>
    </w:p>
    <w:p w14:paraId="70DB5E7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8.17.17</w:t>
      </w:r>
      <w:r w:rsidRPr="00614873">
        <w:rPr>
          <w:rFonts w:cs="v4.2.0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inter frequency measurements using autonomous gaps</w:t>
      </w:r>
      <w:r>
        <w:tab/>
        <w:t>664</w:t>
      </w:r>
    </w:p>
    <w:p w14:paraId="2AC3C91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8.17.17</w:t>
      </w:r>
      <w:r w:rsidRPr="00614873">
        <w:rPr>
          <w:rFonts w:cs="v4.2.0"/>
        </w:rPr>
        <w:t>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 frequency measurements with autonomous gaps</w:t>
      </w:r>
      <w:r>
        <w:tab/>
        <w:t>664</w:t>
      </w:r>
    </w:p>
    <w:p w14:paraId="3405F9F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8.17.17</w:t>
      </w:r>
      <w:r w:rsidRPr="00614873">
        <w:rPr>
          <w:rFonts w:cs="v4.2.0"/>
        </w:rPr>
        <w:t>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FDD-TDD inter frequency measurements using autonomous gaps</w:t>
      </w:r>
      <w:r>
        <w:tab/>
        <w:t>664</w:t>
      </w:r>
    </w:p>
    <w:p w14:paraId="6453D35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 FDD - NR CGI measurements with autonomous gaps</w:t>
      </w:r>
      <w:r>
        <w:tab/>
        <w:t>664</w:t>
      </w:r>
    </w:p>
    <w:p w14:paraId="7EE0BE6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lastRenderedPageBreak/>
        <w:t>8.17.19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 TDD - NR CGI measurements with autonomous gaps</w:t>
      </w:r>
      <w:r>
        <w:tab/>
        <w:t>664</w:t>
      </w:r>
    </w:p>
    <w:p w14:paraId="0EF5358F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non-BL/CE UE</w:t>
      </w:r>
      <w:r>
        <w:tab/>
        <w:t>664</w:t>
      </w:r>
    </w:p>
    <w:p w14:paraId="7014750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664</w:t>
      </w:r>
    </w:p>
    <w:p w14:paraId="5BD9A13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for non-BL/CE UE with CE Mode B</w:t>
      </w:r>
      <w:r>
        <w:tab/>
        <w:t>665</w:t>
      </w:r>
    </w:p>
    <w:p w14:paraId="4709E27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</w:t>
      </w:r>
      <w:r>
        <w:tab/>
        <w:t>665</w:t>
      </w:r>
    </w:p>
    <w:p w14:paraId="6142C1C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8.18.2.1.1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 with autonomous gaps for non-BL/CE with CE Mode B</w:t>
      </w:r>
      <w:r>
        <w:tab/>
        <w:t>665</w:t>
      </w:r>
    </w:p>
    <w:p w14:paraId="590FFBF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8.18.2.1.2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 with autonomous gaps for HD-FDD non-BL/CE with CE Mode B</w:t>
      </w:r>
      <w:r>
        <w:tab/>
        <w:t>665</w:t>
      </w:r>
    </w:p>
    <w:p w14:paraId="5542911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8.18.2.1.3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 with autonomous gaps for non-BL/CE with CE Mode B</w:t>
      </w:r>
      <w:r>
        <w:tab/>
        <w:t>666</w:t>
      </w:r>
    </w:p>
    <w:p w14:paraId="75C609EE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NR – E-UTRA Dual Connectivity</w:t>
      </w:r>
      <w:r>
        <w:tab/>
        <w:t>667</w:t>
      </w:r>
    </w:p>
    <w:p w14:paraId="4977EE1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667</w:t>
      </w:r>
    </w:p>
    <w:p w14:paraId="18F5C14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</w:rPr>
        <w:t>8.19.2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</w:rPr>
        <w:t>Intra-frequency Measurements</w:t>
      </w:r>
      <w:r>
        <w:tab/>
        <w:t>667</w:t>
      </w:r>
    </w:p>
    <w:p w14:paraId="27054B6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Inter-frequency Measurements</w:t>
      </w:r>
      <w:r>
        <w:tab/>
        <w:t>667</w:t>
      </w:r>
    </w:p>
    <w:p w14:paraId="1129F97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</w:rPr>
        <w:t>8.19.4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667</w:t>
      </w:r>
    </w:p>
    <w:p w14:paraId="1253542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</w:rPr>
        <w:t>8.19.5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</w:rPr>
        <w:t>Intra-frequency E-CID Measurements</w:t>
      </w:r>
      <w:r>
        <w:tab/>
        <w:t>667</w:t>
      </w:r>
    </w:p>
    <w:p w14:paraId="21CFDF1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8.19.6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Intra-frequency measurements with autonomous gaps</w:t>
      </w:r>
      <w:r>
        <w:tab/>
        <w:t>668</w:t>
      </w:r>
    </w:p>
    <w:p w14:paraId="3EAE526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8.19.6</w:t>
      </w:r>
      <w:r w:rsidRPr="00614873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668</w:t>
      </w:r>
    </w:p>
    <w:p w14:paraId="409C9D4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8.19.6</w:t>
      </w:r>
      <w:r w:rsidRPr="00614873">
        <w:rPr>
          <w:rFonts w:cs="v4.2.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 with autonomous gaps</w:t>
      </w:r>
      <w:r>
        <w:tab/>
        <w:t>668</w:t>
      </w:r>
    </w:p>
    <w:p w14:paraId="534A6E6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8.19.6</w:t>
      </w:r>
      <w:r w:rsidRPr="00614873">
        <w:rPr>
          <w:rFonts w:cs="v4.2.0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 with autonomous gaps</w:t>
      </w:r>
      <w:r>
        <w:tab/>
        <w:t>668</w:t>
      </w:r>
    </w:p>
    <w:p w14:paraId="697B504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8.19.7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Inter-frequency measurements with autonomous gaps</w:t>
      </w:r>
      <w:r>
        <w:tab/>
        <w:t>668</w:t>
      </w:r>
    </w:p>
    <w:p w14:paraId="3AC4416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8.19.7</w:t>
      </w:r>
      <w:r w:rsidRPr="00614873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668</w:t>
      </w:r>
    </w:p>
    <w:p w14:paraId="160D3B4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8.19.7</w:t>
      </w:r>
      <w:r w:rsidRPr="00614873">
        <w:rPr>
          <w:rFonts w:cs="v4.2.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 frequency measurements with autonomous gaps</w:t>
      </w:r>
      <w:r>
        <w:tab/>
        <w:t>668</w:t>
      </w:r>
    </w:p>
    <w:p w14:paraId="14A7AAC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8.19.7</w:t>
      </w:r>
      <w:r w:rsidRPr="00614873">
        <w:rPr>
          <w:rFonts w:cs="v4.2.0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inter frequency measurements with autonomous gaps</w:t>
      </w:r>
      <w:r>
        <w:tab/>
        <w:t>668</w:t>
      </w:r>
    </w:p>
    <w:p w14:paraId="7F4F263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8.19.7</w:t>
      </w:r>
      <w:r w:rsidRPr="00614873">
        <w:rPr>
          <w:rFonts w:cs="v4.2.0"/>
        </w:rPr>
        <w:t>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 frequency measurements with autonomous gaps</w:t>
      </w:r>
      <w:r>
        <w:tab/>
        <w:t>668</w:t>
      </w:r>
    </w:p>
    <w:p w14:paraId="1A795C2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eastAsia="sv-SE"/>
        </w:rPr>
        <w:t>8.19.7</w:t>
      </w:r>
      <w:r w:rsidRPr="00614873">
        <w:rPr>
          <w:rFonts w:cs="v4.2.0"/>
        </w:rPr>
        <w:t>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FDD-TDD inter frequency measurements with autonomous gaps</w:t>
      </w:r>
      <w:r>
        <w:tab/>
        <w:t>668</w:t>
      </w:r>
    </w:p>
    <w:p w14:paraId="3CD208AF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9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Measurements performance requirements for UE</w:t>
      </w:r>
      <w:r>
        <w:tab/>
        <w:t>668</w:t>
      </w:r>
    </w:p>
    <w:p w14:paraId="60A3EF5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measurements</w:t>
      </w:r>
      <w:r>
        <w:tab/>
        <w:t>668</w:t>
      </w:r>
    </w:p>
    <w:p w14:paraId="0C22180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668</w:t>
      </w:r>
    </w:p>
    <w:p w14:paraId="12FF9CB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RSRP Accuracy Requirements</w:t>
      </w:r>
      <w:r>
        <w:tab/>
        <w:t>669</w:t>
      </w:r>
    </w:p>
    <w:p w14:paraId="732B840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RSRP Accuracy</w:t>
      </w:r>
      <w:r>
        <w:tab/>
        <w:t>669</w:t>
      </w:r>
    </w:p>
    <w:p w14:paraId="6774C3D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RSRP</w:t>
      </w:r>
      <w:r>
        <w:tab/>
        <w:t>669</w:t>
      </w:r>
    </w:p>
    <w:p w14:paraId="05897A5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RSRP Accuracy under Time Domain Measurement Resource Restriction</w:t>
      </w:r>
      <w:r>
        <w:tab/>
        <w:t>670</w:t>
      </w:r>
    </w:p>
    <w:p w14:paraId="06279C7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RSRP under Time Domain Measurement Resource Restriction</w:t>
      </w:r>
      <w:r>
        <w:tab/>
        <w:t>671</w:t>
      </w:r>
    </w:p>
    <w:p w14:paraId="38AA964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RSRP Accuracy under Time Domain Measurement Resource Restriction with CRS assistance information</w:t>
      </w:r>
      <w:r>
        <w:tab/>
        <w:t>672</w:t>
      </w:r>
    </w:p>
    <w:p w14:paraId="03536D0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RSRP under Time Domain Measurement Resource Restriction with CRS assistance information</w:t>
      </w:r>
      <w:r>
        <w:tab/>
        <w:t>673</w:t>
      </w:r>
    </w:p>
    <w:p w14:paraId="328B1DA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RSRP Accuracy for UE Category 1bis</w:t>
      </w:r>
      <w:r>
        <w:tab/>
        <w:t>674</w:t>
      </w:r>
    </w:p>
    <w:p w14:paraId="1DFC932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RSRP for UE Category 1bis</w:t>
      </w:r>
      <w:r>
        <w:tab/>
        <w:t>675</w:t>
      </w:r>
    </w:p>
    <w:p w14:paraId="7DA59AE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RSRP Accuracy Requirements</w:t>
      </w:r>
      <w:r>
        <w:rPr>
          <w:lang w:eastAsia="zh-CN"/>
        </w:rPr>
        <w:t xml:space="preserve"> in High Doppler Conditions</w:t>
      </w:r>
      <w:r>
        <w:tab/>
        <w:t>676</w:t>
      </w:r>
    </w:p>
    <w:p w14:paraId="55346D0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RSRP Accuracy in high Doppler conditions</w:t>
      </w:r>
      <w:r>
        <w:tab/>
        <w:t>676</w:t>
      </w:r>
    </w:p>
    <w:p w14:paraId="5748838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RSRP in high Doppler conditions</w:t>
      </w:r>
      <w:r>
        <w:tab/>
        <w:t>676</w:t>
      </w:r>
    </w:p>
    <w:p w14:paraId="13EAE34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RSRP Accuracy requirements for CA Idle Mode Measurements</w:t>
      </w:r>
      <w:r>
        <w:tab/>
        <w:t>677</w:t>
      </w:r>
    </w:p>
    <w:p w14:paraId="351D0F3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677</w:t>
      </w:r>
    </w:p>
    <w:p w14:paraId="36DD088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Absolute RSRP Accuracy for CA Idle Mode Measurements</w:t>
      </w:r>
      <w:r>
        <w:tab/>
        <w:t>677</w:t>
      </w:r>
    </w:p>
    <w:p w14:paraId="589CACD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RSRP Accuracy Requirements</w:t>
      </w:r>
      <w:r>
        <w:tab/>
        <w:t>678</w:t>
      </w:r>
    </w:p>
    <w:p w14:paraId="0DA045E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RSRP Accuracy</w:t>
      </w:r>
      <w:r>
        <w:tab/>
        <w:t>678</w:t>
      </w:r>
    </w:p>
    <w:p w14:paraId="58A6311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RSRP</w:t>
      </w:r>
      <w:r>
        <w:tab/>
        <w:t>679</w:t>
      </w:r>
    </w:p>
    <w:p w14:paraId="7AB6237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RSRP Accuracy for UE Category 1bis</w:t>
      </w:r>
      <w:r>
        <w:tab/>
        <w:t>680</w:t>
      </w:r>
    </w:p>
    <w:p w14:paraId="387B331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RSRP for UE Category 1bis</w:t>
      </w:r>
      <w:r>
        <w:tab/>
        <w:t>680</w:t>
      </w:r>
    </w:p>
    <w:p w14:paraId="6964EA3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RSRP Accuracy Requirements</w:t>
      </w:r>
      <w:r>
        <w:rPr>
          <w:lang w:eastAsia="zh-CN"/>
        </w:rPr>
        <w:t xml:space="preserve"> in High Doppler Conditions</w:t>
      </w:r>
      <w:r>
        <w:tab/>
        <w:t>681</w:t>
      </w:r>
    </w:p>
    <w:p w14:paraId="5F7A953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RSRP Accuracy in high Doppler conditions</w:t>
      </w:r>
      <w:r>
        <w:tab/>
        <w:t>681</w:t>
      </w:r>
    </w:p>
    <w:p w14:paraId="7CBBA9F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RSRP in high Doppler conditions</w:t>
      </w:r>
      <w:r>
        <w:tab/>
        <w:t>682</w:t>
      </w:r>
    </w:p>
    <w:p w14:paraId="46741EA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RSRP Accuracy requirements for CA Idle Mode Measurements</w:t>
      </w:r>
      <w:r>
        <w:tab/>
        <w:t>683</w:t>
      </w:r>
    </w:p>
    <w:p w14:paraId="6FC9CAA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683</w:t>
      </w:r>
    </w:p>
    <w:p w14:paraId="2B7079E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RSRP Accuracy for Overlapping Carrier</w:t>
      </w:r>
      <w:r>
        <w:tab/>
        <w:t>683</w:t>
      </w:r>
    </w:p>
    <w:p w14:paraId="1500877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9.1.3B.3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RSRP Accuracy for Overlapping and Non-overlapping Carrier</w:t>
      </w:r>
      <w:r>
        <w:tab/>
        <w:t>683</w:t>
      </w:r>
    </w:p>
    <w:p w14:paraId="505A2BE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RSRP Measurement Report Mapping</w:t>
      </w:r>
      <w:r>
        <w:tab/>
        <w:t>684</w:t>
      </w:r>
    </w:p>
    <w:p w14:paraId="2E5271C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RSRQ Accuracy Requirements</w:t>
      </w:r>
      <w:r>
        <w:tab/>
        <w:t>684</w:t>
      </w:r>
    </w:p>
    <w:p w14:paraId="2BE33EE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9.1.5.1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RSRQ Accuracy</w:t>
      </w:r>
      <w:r>
        <w:tab/>
        <w:t>684</w:t>
      </w:r>
    </w:p>
    <w:p w14:paraId="47F1D1F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RSRQ Accuracy under Time Domain Measurement Resource Restriction</w:t>
      </w:r>
      <w:r>
        <w:tab/>
        <w:t>685</w:t>
      </w:r>
    </w:p>
    <w:p w14:paraId="23105EE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RSRQ Accuracy under Time Domain Measurement Resource Restriction with CRS assistance information</w:t>
      </w:r>
      <w:r>
        <w:tab/>
        <w:t>686</w:t>
      </w:r>
    </w:p>
    <w:p w14:paraId="46156E8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WB-RSRQ Accuracy</w:t>
      </w:r>
      <w:r>
        <w:tab/>
        <w:t>687</w:t>
      </w:r>
    </w:p>
    <w:p w14:paraId="3F3EFEA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RSRQ Accuracy for UE Category 1bis</w:t>
      </w:r>
      <w:r>
        <w:tab/>
        <w:t>688</w:t>
      </w:r>
    </w:p>
    <w:p w14:paraId="6EBB0D1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RSRQ Accuracy Requirements</w:t>
      </w:r>
      <w:r>
        <w:rPr>
          <w:lang w:eastAsia="zh-CN"/>
        </w:rPr>
        <w:t xml:space="preserve"> in High Doppler Conditions</w:t>
      </w:r>
      <w:r>
        <w:tab/>
        <w:t>689</w:t>
      </w:r>
    </w:p>
    <w:p w14:paraId="18F180A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RSRQ Accuracy in high Doppler conditions</w:t>
      </w:r>
      <w:r>
        <w:tab/>
        <w:t>689</w:t>
      </w:r>
    </w:p>
    <w:p w14:paraId="03E125C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RSRQ Accuracy requirements for CA Idle Mode Measurements</w:t>
      </w:r>
      <w:r>
        <w:tab/>
        <w:t>689</w:t>
      </w:r>
    </w:p>
    <w:p w14:paraId="6F72924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689</w:t>
      </w:r>
    </w:p>
    <w:p w14:paraId="196302A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Absolute RSRQ Accuracy for CA Idle Mode Measurements</w:t>
      </w:r>
      <w:r>
        <w:tab/>
        <w:t>689</w:t>
      </w:r>
    </w:p>
    <w:p w14:paraId="066A0F4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RSRQ Accuracy Requirements</w:t>
      </w:r>
      <w:r>
        <w:tab/>
        <w:t>690</w:t>
      </w:r>
    </w:p>
    <w:p w14:paraId="2DD7B56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RSRQ Accuracy</w:t>
      </w:r>
      <w:r>
        <w:tab/>
        <w:t>690</w:t>
      </w:r>
    </w:p>
    <w:p w14:paraId="4757489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RSRQ</w:t>
      </w:r>
      <w:r>
        <w:tab/>
        <w:t>691</w:t>
      </w:r>
    </w:p>
    <w:p w14:paraId="7A88EC0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WB-RSRQ Accuracy</w:t>
      </w:r>
      <w:r>
        <w:tab/>
        <w:t>692</w:t>
      </w:r>
    </w:p>
    <w:p w14:paraId="71D479B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WB-RSRQ Accuracy</w:t>
      </w:r>
      <w:r>
        <w:tab/>
        <w:t>692</w:t>
      </w:r>
    </w:p>
    <w:p w14:paraId="7F4EA7A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RSRQ Accuracy for UE Category 1bis</w:t>
      </w:r>
      <w:r>
        <w:tab/>
        <w:t>693</w:t>
      </w:r>
    </w:p>
    <w:p w14:paraId="07830F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RSRQ for UE Category 1bis</w:t>
      </w:r>
      <w:r>
        <w:tab/>
        <w:t>694</w:t>
      </w:r>
    </w:p>
    <w:p w14:paraId="49F7A81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RSRQ Accuracy Requirements</w:t>
      </w:r>
      <w:r>
        <w:rPr>
          <w:lang w:eastAsia="zh-CN"/>
        </w:rPr>
        <w:t xml:space="preserve"> in High Doppler Conditions</w:t>
      </w:r>
      <w:r>
        <w:tab/>
        <w:t>694</w:t>
      </w:r>
    </w:p>
    <w:p w14:paraId="3CF8C32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RSRQ Accuracy in high Doppler conditions</w:t>
      </w:r>
      <w:r>
        <w:tab/>
        <w:t>694</w:t>
      </w:r>
    </w:p>
    <w:p w14:paraId="2E63F44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RSRQ in high Doppler conditions</w:t>
      </w:r>
      <w:r>
        <w:tab/>
        <w:t>695</w:t>
      </w:r>
    </w:p>
    <w:p w14:paraId="4BA02A3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RSRQ Accuracy requirements for CA Idle Mode Measurements</w:t>
      </w:r>
      <w:r>
        <w:tab/>
        <w:t>696</w:t>
      </w:r>
    </w:p>
    <w:p w14:paraId="5A7FECD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696</w:t>
      </w:r>
    </w:p>
    <w:p w14:paraId="78AF1AF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RSRQ Accuracy for Overlapping Carrier</w:t>
      </w:r>
      <w:r>
        <w:tab/>
        <w:t>696</w:t>
      </w:r>
    </w:p>
    <w:p w14:paraId="70ABAFB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9.1.6B.3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RSRQ Accuracy for Overlapping and Non-overlapping Carrier</w:t>
      </w:r>
      <w:r>
        <w:tab/>
        <w:t>696</w:t>
      </w:r>
    </w:p>
    <w:p w14:paraId="058185F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RSRQ Measurement Report Mapping</w:t>
      </w:r>
      <w:r>
        <w:tab/>
        <w:t>697</w:t>
      </w:r>
    </w:p>
    <w:p w14:paraId="54FCC69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Power Headroom</w:t>
      </w:r>
      <w:r>
        <w:tab/>
        <w:t>697</w:t>
      </w:r>
    </w:p>
    <w:p w14:paraId="005A9C3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</w:t>
      </w:r>
      <w:r>
        <w:tab/>
        <w:t>698</w:t>
      </w:r>
    </w:p>
    <w:p w14:paraId="2F27C74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Reporting Delay</w:t>
      </w:r>
      <w:r>
        <w:tab/>
        <w:t>698</w:t>
      </w:r>
    </w:p>
    <w:p w14:paraId="24145B0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698</w:t>
      </w:r>
    </w:p>
    <w:p w14:paraId="3BF46C1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9.1.8.4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 Mapping</w:t>
      </w:r>
      <w:r>
        <w:tab/>
        <w:t>698</w:t>
      </w:r>
    </w:p>
    <w:p w14:paraId="2AE46F3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</w:t>
      </w:r>
      <w:r>
        <w:t>1.</w:t>
      </w:r>
      <w:r>
        <w:rPr>
          <w:lang w:eastAsia="zh-CN"/>
        </w:rPr>
        <w:t>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UE Rx – Tx time difference</w:t>
      </w:r>
      <w:r>
        <w:tab/>
        <w:t>698</w:t>
      </w:r>
    </w:p>
    <w:p w14:paraId="188AC92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9.</w:t>
      </w:r>
      <w: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Measurement </w:t>
      </w:r>
      <w:r>
        <w:rPr>
          <w:lang w:eastAsia="zh-CN"/>
        </w:rPr>
        <w:t>Requirement</w:t>
      </w:r>
      <w:r>
        <w:tab/>
        <w:t>698</w:t>
      </w:r>
    </w:p>
    <w:p w14:paraId="1F52A30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Report mapping</w:t>
      </w:r>
      <w:r>
        <w:tab/>
        <w:t>699</w:t>
      </w:r>
    </w:p>
    <w:p w14:paraId="4045D5B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Requirement under Time Domain Measurement Resource Restriction</w:t>
      </w:r>
      <w:r>
        <w:tab/>
        <w:t>700</w:t>
      </w:r>
    </w:p>
    <w:p w14:paraId="52244C2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Measurement </w:t>
      </w:r>
      <w:r>
        <w:rPr>
          <w:lang w:eastAsia="zh-CN"/>
        </w:rPr>
        <w:t xml:space="preserve">Requirement </w:t>
      </w:r>
      <w:r>
        <w:t>when Time Domain Measurement Resource Restriction Pattern is Configured</w:t>
      </w:r>
      <w:r>
        <w:rPr>
          <w:lang w:eastAsia="zh-CN"/>
        </w:rPr>
        <w:t xml:space="preserve"> with CRS Assistance Information</w:t>
      </w:r>
      <w:r>
        <w:tab/>
        <w:t>701</w:t>
      </w:r>
    </w:p>
    <w:p w14:paraId="558983D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Time Difference (RSTD)</w:t>
      </w:r>
      <w:r>
        <w:tab/>
        <w:t>702</w:t>
      </w:r>
    </w:p>
    <w:p w14:paraId="1794115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10.</w:t>
      </w:r>
      <w: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Accuracy </w:t>
      </w:r>
      <w:r>
        <w:rPr>
          <w:lang w:eastAsia="zh-CN"/>
        </w:rPr>
        <w:t>Requirement</w:t>
      </w:r>
      <w:r>
        <w:tab/>
        <w:t>702</w:t>
      </w:r>
    </w:p>
    <w:p w14:paraId="2669497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10.</w:t>
      </w: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Accuracy </w:t>
      </w:r>
      <w:r>
        <w:rPr>
          <w:lang w:eastAsia="zh-CN"/>
        </w:rPr>
        <w:t>Requirement</w:t>
      </w:r>
      <w:r>
        <w:tab/>
        <w:t>703</w:t>
      </w:r>
    </w:p>
    <w:p w14:paraId="30330E9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RSTD Measurement Report Mapping</w:t>
      </w:r>
      <w:r>
        <w:tab/>
        <w:t>705</w:t>
      </w:r>
    </w:p>
    <w:p w14:paraId="31C302C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9.1.10.4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Higher-Resolution RSTD Measurement Report Mapping</w:t>
      </w:r>
      <w:r>
        <w:tab/>
        <w:t>705</w:t>
      </w:r>
    </w:p>
    <w:p w14:paraId="214E834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10.5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Accuracy </w:t>
      </w:r>
      <w:r>
        <w:rPr>
          <w:lang w:eastAsia="zh-CN"/>
        </w:rPr>
        <w:t>Requirement for UE Category 1bis</w:t>
      </w:r>
      <w:r>
        <w:tab/>
        <w:t>706</w:t>
      </w:r>
    </w:p>
    <w:p w14:paraId="5C0F25B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10.6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Accuracy </w:t>
      </w:r>
      <w:r>
        <w:rPr>
          <w:lang w:eastAsia="zh-CN"/>
        </w:rPr>
        <w:t>Requirement for UE Category 1bis</w:t>
      </w:r>
      <w:r>
        <w:tab/>
        <w:t>707</w:t>
      </w:r>
    </w:p>
    <w:p w14:paraId="4C26BF0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Carrier aggregation measurement accuracy</w:t>
      </w:r>
      <w:r>
        <w:tab/>
        <w:t>708</w:t>
      </w:r>
    </w:p>
    <w:p w14:paraId="057BA92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11.</w:t>
      </w:r>
      <w: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Primary component carrier accuracy requirement</w:t>
      </w:r>
      <w:r>
        <w:tab/>
        <w:t>709</w:t>
      </w:r>
    </w:p>
    <w:p w14:paraId="7414A0F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11.</w:t>
      </w: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Secondary component carrier accuracy requirement</w:t>
      </w:r>
      <w:r>
        <w:tab/>
        <w:t>709</w:t>
      </w:r>
    </w:p>
    <w:p w14:paraId="5671251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11.</w:t>
      </w:r>
      <w: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Primary and secondary component carrier relative accuracy requirement</w:t>
      </w:r>
      <w:r>
        <w:tab/>
        <w:t>709</w:t>
      </w:r>
    </w:p>
    <w:p w14:paraId="4DA89DB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11.</w:t>
      </w:r>
      <w: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Secondary component carrier relative accuracy requirement</w:t>
      </w:r>
      <w:r>
        <w:tab/>
        <w:t>709</w:t>
      </w:r>
    </w:p>
    <w:p w14:paraId="58B7AF2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Reference Signal Time Difference (RSTD) Measurement Accuracy </w:t>
      </w:r>
      <w:r>
        <w:rPr>
          <w:lang w:eastAsia="zh-CN"/>
        </w:rPr>
        <w:t xml:space="preserve">Requirements </w:t>
      </w:r>
      <w:r>
        <w:t>for Carrier Aggregation</w:t>
      </w:r>
      <w:r>
        <w:tab/>
        <w:t>709</w:t>
      </w:r>
    </w:p>
    <w:p w14:paraId="19C7490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</w:t>
      </w:r>
      <w:r>
        <w:rPr>
          <w:lang w:eastAsia="zh-CN"/>
        </w:rPr>
        <w:t>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accuracy for UE category 0</w:t>
      </w:r>
      <w:r>
        <w:tab/>
        <w:t>710</w:t>
      </w:r>
    </w:p>
    <w:p w14:paraId="0D4A686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</w:t>
      </w:r>
      <w:r>
        <w:rPr>
          <w:lang w:eastAsia="zh-CN"/>
        </w:rPr>
        <w:t>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Intra-frequency </w:t>
      </w:r>
      <w:r>
        <w:t>Absolute RSRP Accuracy</w:t>
      </w:r>
      <w:r>
        <w:rPr>
          <w:lang w:eastAsia="zh-CN"/>
        </w:rPr>
        <w:t xml:space="preserve"> for UE category 0</w:t>
      </w:r>
      <w:r>
        <w:tab/>
        <w:t>710</w:t>
      </w:r>
    </w:p>
    <w:p w14:paraId="7A948B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</w:t>
      </w:r>
      <w:r>
        <w:rPr>
          <w:lang w:eastAsia="zh-CN"/>
        </w:rPr>
        <w:t>13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</w:t>
      </w:r>
      <w:r>
        <w:t xml:space="preserve"> Relative Accuracy of RSRP</w:t>
      </w:r>
      <w:r>
        <w:rPr>
          <w:lang w:eastAsia="zh-CN"/>
        </w:rPr>
        <w:t xml:space="preserve"> for UE category 0</w:t>
      </w:r>
      <w:r>
        <w:tab/>
        <w:t>710</w:t>
      </w:r>
    </w:p>
    <w:p w14:paraId="2FBA0F9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</w:t>
      </w:r>
      <w:r>
        <w:rPr>
          <w:lang w:eastAsia="zh-CN"/>
        </w:rPr>
        <w:t>13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</w:t>
      </w:r>
      <w:r>
        <w:t xml:space="preserve"> Absolute RSRQ Accuracy</w:t>
      </w:r>
      <w:r>
        <w:rPr>
          <w:lang w:eastAsia="zh-CN"/>
        </w:rPr>
        <w:t xml:space="preserve"> for UE category 0</w:t>
      </w:r>
      <w:r>
        <w:tab/>
        <w:t>711</w:t>
      </w:r>
    </w:p>
    <w:p w14:paraId="0FF4E16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Accuracy requirements for </w:t>
      </w:r>
      <w:r>
        <w:t>Discovery Signal Measurements</w:t>
      </w:r>
      <w:r>
        <w:tab/>
        <w:t>712</w:t>
      </w:r>
    </w:p>
    <w:p w14:paraId="40782C8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712</w:t>
      </w:r>
    </w:p>
    <w:p w14:paraId="5D51C19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RSRP measurements in discovery signal occasions</w:t>
      </w:r>
      <w:r>
        <w:tab/>
        <w:t>712</w:t>
      </w:r>
    </w:p>
    <w:p w14:paraId="247B8ED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CSI-RSRP measurements in discovery signal occasions</w:t>
      </w:r>
      <w:r>
        <w:tab/>
        <w:t>712</w:t>
      </w:r>
    </w:p>
    <w:p w14:paraId="3323028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CSI-RSRP measurements</w:t>
      </w:r>
      <w:r>
        <w:tab/>
        <w:t>712</w:t>
      </w:r>
    </w:p>
    <w:p w14:paraId="6123DE23" w14:textId="77777777" w:rsidR="001C418C" w:rsidRDefault="001C418C">
      <w:pPr>
        <w:pStyle w:val="TOC6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CSI-RSRP measurement requirements</w:t>
      </w:r>
      <w:r>
        <w:tab/>
        <w:t>712</w:t>
      </w:r>
    </w:p>
    <w:p w14:paraId="380DC54C" w14:textId="77777777" w:rsidR="001C418C" w:rsidRDefault="001C418C">
      <w:pPr>
        <w:pStyle w:val="TOC6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CSI-RSRP measurement requirements</w:t>
      </w:r>
      <w:r>
        <w:tab/>
        <w:t>713</w:t>
      </w:r>
    </w:p>
    <w:p w14:paraId="0356D39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9.1.14.3.2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CSI-RSRP measurements</w:t>
      </w:r>
      <w:r>
        <w:tab/>
        <w:t>714</w:t>
      </w:r>
    </w:p>
    <w:p w14:paraId="35013A87" w14:textId="77777777" w:rsidR="001C418C" w:rsidRDefault="001C418C">
      <w:pPr>
        <w:pStyle w:val="TOC6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CSI-RSRP measurement requirements</w:t>
      </w:r>
      <w:r>
        <w:tab/>
        <w:t>714</w:t>
      </w:r>
    </w:p>
    <w:p w14:paraId="0B2F16A0" w14:textId="77777777" w:rsidR="001C418C" w:rsidRDefault="001C418C">
      <w:pPr>
        <w:pStyle w:val="TOC6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CSI-RSRP measurement requirements</w:t>
      </w:r>
      <w:r>
        <w:tab/>
        <w:t>714</w:t>
      </w:r>
    </w:p>
    <w:p w14:paraId="2883B9D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CSI-RSRP measurement report mapping</w:t>
      </w:r>
      <w:r>
        <w:tab/>
        <w:t>715</w:t>
      </w:r>
    </w:p>
    <w:p w14:paraId="607D2C0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RSRQ measurements in discovery signal occasions</w:t>
      </w:r>
      <w:r>
        <w:tab/>
        <w:t>715</w:t>
      </w:r>
    </w:p>
    <w:p w14:paraId="3D0F920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Discovery signal measurements accuracy for E-UTRAN c</w:t>
      </w:r>
      <w:r>
        <w:t>arrier aggregation</w:t>
      </w:r>
      <w:r>
        <w:tab/>
        <w:t>715</w:t>
      </w:r>
    </w:p>
    <w:p w14:paraId="19616C2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15.</w:t>
      </w:r>
      <w: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Requirements for CRS based discovery signal measurements accuracy for E-UTRAN carrier aggregation</w:t>
      </w:r>
      <w:r>
        <w:tab/>
        <w:t>716</w:t>
      </w:r>
    </w:p>
    <w:p w14:paraId="497E358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15.</w:t>
      </w:r>
      <w:r>
        <w:t>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Primary component carrier accuracy requirement</w:t>
      </w:r>
      <w:r>
        <w:tab/>
        <w:t>716</w:t>
      </w:r>
    </w:p>
    <w:p w14:paraId="09D892C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Secondary component carrier accuracy requirement</w:t>
      </w:r>
      <w:r>
        <w:tab/>
        <w:t>716</w:t>
      </w:r>
    </w:p>
    <w:p w14:paraId="548487A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9.1.15.1.3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Primary and secondary component carrier relative accuracy requirement</w:t>
      </w:r>
      <w:r>
        <w:tab/>
        <w:t>716</w:t>
      </w:r>
    </w:p>
    <w:p w14:paraId="7B541E6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9.1.15.1.4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Secondary component carrier relative accuracy requirement</w:t>
      </w:r>
      <w:r>
        <w:tab/>
        <w:t>716</w:t>
      </w:r>
    </w:p>
    <w:p w14:paraId="65202DD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Requirements for CSI-RS based discovery signal measurements accuracy for E-UTRAN carrier aggregation</w:t>
      </w:r>
      <w:r>
        <w:tab/>
        <w:t>716</w:t>
      </w:r>
    </w:p>
    <w:p w14:paraId="1E8C514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Primary component carrier accuracy requirement</w:t>
      </w:r>
      <w:r>
        <w:tab/>
        <w:t>716</w:t>
      </w:r>
    </w:p>
    <w:p w14:paraId="0816CA0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Secondary component carrier accuracy requirement</w:t>
      </w:r>
      <w:r>
        <w:tab/>
        <w:t>716</w:t>
      </w:r>
    </w:p>
    <w:p w14:paraId="6D51B2C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Primary and secondary component carrier relative accuracy requirement</w:t>
      </w:r>
      <w:r>
        <w:tab/>
        <w:t>716</w:t>
      </w:r>
    </w:p>
    <w:p w14:paraId="724471A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9.1.15.2.4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Secondary component carrier relative accuracy requirement</w:t>
      </w:r>
      <w:r>
        <w:tab/>
        <w:t>716</w:t>
      </w:r>
    </w:p>
    <w:p w14:paraId="46C818B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Accuracy requirements for RSRQ measurement on all OFDM symbols</w:t>
      </w:r>
      <w:r>
        <w:tab/>
        <w:t>717</w:t>
      </w:r>
    </w:p>
    <w:p w14:paraId="0568D54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RS-SINR Measurements</w:t>
      </w:r>
      <w:r>
        <w:tab/>
        <w:t>717</w:t>
      </w:r>
    </w:p>
    <w:p w14:paraId="21CA285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Report Mapping</w:t>
      </w:r>
      <w:r>
        <w:tab/>
        <w:t>717</w:t>
      </w:r>
    </w:p>
    <w:p w14:paraId="637A192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RS-SINR Measurement Accuracy Requirements</w:t>
      </w:r>
      <w:r>
        <w:tab/>
        <w:t>718</w:t>
      </w:r>
    </w:p>
    <w:p w14:paraId="5E24941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Absolute RS-SINR Measurement Accuracy Requirements</w:t>
      </w:r>
      <w:r>
        <w:tab/>
        <w:t>718</w:t>
      </w:r>
    </w:p>
    <w:p w14:paraId="3C51E76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RS-SINR Measurement Accuracy Requirements</w:t>
      </w:r>
      <w:r>
        <w:tab/>
        <w:t>718</w:t>
      </w:r>
    </w:p>
    <w:p w14:paraId="2D28663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9.1.17.3.1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Absolute RS-SINR Measurement Accuracy Requirements</w:t>
      </w:r>
      <w:r>
        <w:tab/>
        <w:t>718</w:t>
      </w:r>
    </w:p>
    <w:p w14:paraId="01E5299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9.1.17.3.2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Relative RS-SINR Measurement Accuracy Requirements</w:t>
      </w:r>
      <w:r>
        <w:tab/>
        <w:t>719</w:t>
      </w:r>
    </w:p>
    <w:p w14:paraId="4F7A2E4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Accuracy Requirements for</w:t>
      </w:r>
      <w:r>
        <w:t xml:space="preserve"> Measurements under Operation with Frame Structure 3</w:t>
      </w:r>
      <w:r>
        <w:tab/>
        <w:t>720</w:t>
      </w:r>
    </w:p>
    <w:p w14:paraId="1D4DFCC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720</w:t>
      </w:r>
    </w:p>
    <w:p w14:paraId="53E7953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RSRP measurements</w:t>
      </w:r>
      <w:r>
        <w:tab/>
        <w:t>720</w:t>
      </w:r>
    </w:p>
    <w:p w14:paraId="7653616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RSRP measurement report mapping</w:t>
      </w:r>
      <w:r>
        <w:tab/>
        <w:t>720</w:t>
      </w:r>
    </w:p>
    <w:p w14:paraId="77CC75C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absolute RSRP measurement accuracy requirements</w:t>
      </w:r>
      <w:r>
        <w:tab/>
        <w:t>720</w:t>
      </w:r>
    </w:p>
    <w:p w14:paraId="79CF002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relative RSRP measurement accuracy requirements</w:t>
      </w:r>
      <w:r>
        <w:tab/>
        <w:t>721</w:t>
      </w:r>
    </w:p>
    <w:p w14:paraId="154690B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absolute RSRP measurement accuracy requirements</w:t>
      </w:r>
      <w:r>
        <w:tab/>
        <w:t>721</w:t>
      </w:r>
    </w:p>
    <w:p w14:paraId="4F29C81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relative RSRP measurement accuracy requirements</w:t>
      </w:r>
      <w:r>
        <w:tab/>
        <w:t>722</w:t>
      </w:r>
    </w:p>
    <w:p w14:paraId="10EEFD5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RSRQ measurements</w:t>
      </w:r>
      <w:r>
        <w:tab/>
        <w:t>722</w:t>
      </w:r>
    </w:p>
    <w:p w14:paraId="3B7ACA2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RSRQ measurement report mapping</w:t>
      </w:r>
      <w:r>
        <w:tab/>
        <w:t>722</w:t>
      </w:r>
    </w:p>
    <w:p w14:paraId="70AA0D3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absolute RSRQ measurement accuracy requirements</w:t>
      </w:r>
      <w:r>
        <w:tab/>
        <w:t>722</w:t>
      </w:r>
    </w:p>
    <w:p w14:paraId="46C8CE2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relative RSRQ measurement accuracy requirements</w:t>
      </w:r>
      <w:r>
        <w:tab/>
        <w:t>723</w:t>
      </w:r>
    </w:p>
    <w:p w14:paraId="209A187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absolute RSRQ measurement accuracy requirements</w:t>
      </w:r>
      <w:r>
        <w:tab/>
        <w:t>723</w:t>
      </w:r>
    </w:p>
    <w:p w14:paraId="52A98D0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CSI-RSRP measurements</w:t>
      </w:r>
      <w:r>
        <w:tab/>
        <w:t>724</w:t>
      </w:r>
    </w:p>
    <w:p w14:paraId="4D954DA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CSI-RSRP measurement report mapping</w:t>
      </w:r>
      <w:r>
        <w:tab/>
        <w:t>724</w:t>
      </w:r>
    </w:p>
    <w:p w14:paraId="73D07A9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absolute CSI-RSRP measurement accuracy requirements</w:t>
      </w:r>
      <w:r>
        <w:tab/>
        <w:t>724</w:t>
      </w:r>
    </w:p>
    <w:p w14:paraId="1FFB25C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relative CSI-RSRP measurement accuracy requirements</w:t>
      </w:r>
      <w:r>
        <w:tab/>
        <w:t>724</w:t>
      </w:r>
    </w:p>
    <w:p w14:paraId="00E43A8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absolute CSI-RSRP measurement accuracy requirements</w:t>
      </w:r>
      <w:r>
        <w:tab/>
        <w:t>725</w:t>
      </w:r>
    </w:p>
    <w:p w14:paraId="4EA6FA1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relative CSI-RSRP measurement accuracy requirements</w:t>
      </w:r>
      <w:r>
        <w:tab/>
        <w:t>725</w:t>
      </w:r>
    </w:p>
    <w:p w14:paraId="76D5B13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RSSI measurements</w:t>
      </w:r>
      <w:r>
        <w:tab/>
        <w:t>726</w:t>
      </w:r>
    </w:p>
    <w:p w14:paraId="7EFC038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RSSI measurement report mapping</w:t>
      </w:r>
      <w:r>
        <w:tab/>
        <w:t>726</w:t>
      </w:r>
    </w:p>
    <w:p w14:paraId="252185E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absolute RSSI measurement accuracy requirements</w:t>
      </w:r>
      <w:r>
        <w:tab/>
        <w:t>726</w:t>
      </w:r>
    </w:p>
    <w:p w14:paraId="121AB9A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absolute RSSI measurement accuracy requirements</w:t>
      </w:r>
      <w:r>
        <w:tab/>
        <w:t>727</w:t>
      </w:r>
    </w:p>
    <w:p w14:paraId="264FE64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Channel occupancy measurements</w:t>
      </w:r>
      <w:r>
        <w:tab/>
        <w:t>727</w:t>
      </w:r>
    </w:p>
    <w:p w14:paraId="6241D94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9.1.18.6.1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channel occupancy measurement accuracy requirements</w:t>
      </w:r>
      <w:r>
        <w:tab/>
        <w:t>727</w:t>
      </w:r>
    </w:p>
    <w:p w14:paraId="13396E6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channel occupancy measurement accuracy requirements</w:t>
      </w:r>
      <w:r>
        <w:tab/>
        <w:t>727</w:t>
      </w:r>
    </w:p>
    <w:p w14:paraId="1D4E528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Accuracy Requirements for Carrier Aggregation </w:t>
      </w:r>
      <w:r>
        <w:t>for Measurements under Operation with Frame Structure 3</w:t>
      </w:r>
      <w:r>
        <w:tab/>
        <w:t>728</w:t>
      </w:r>
    </w:p>
    <w:p w14:paraId="60C17D8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728</w:t>
      </w:r>
    </w:p>
    <w:p w14:paraId="79F8A3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Accuracy requirements for measurements on SCC</w:t>
      </w:r>
      <w:r>
        <w:tab/>
        <w:t>728</w:t>
      </w:r>
    </w:p>
    <w:p w14:paraId="52B810D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Relative a</w:t>
      </w:r>
      <w:r>
        <w:t>ccuracy requirements for measurements on different SCCs</w:t>
      </w:r>
      <w:r>
        <w:tab/>
        <w:t>728</w:t>
      </w:r>
    </w:p>
    <w:p w14:paraId="7A6B636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Relative a</w:t>
      </w:r>
      <w:r>
        <w:t>ccuracy requirements for measurements on SCC and PCC</w:t>
      </w:r>
      <w:r>
        <w:tab/>
        <w:t>728</w:t>
      </w:r>
    </w:p>
    <w:p w14:paraId="04D1F31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SFN and Subframe </w:t>
      </w:r>
      <w:r>
        <w:t>Time Difference (</w:t>
      </w:r>
      <w:r>
        <w:rPr>
          <w:lang w:eastAsia="zh-CN"/>
        </w:rPr>
        <w:t>S</w:t>
      </w:r>
      <w:r>
        <w:t>STD)</w:t>
      </w:r>
      <w:r>
        <w:tab/>
        <w:t>729</w:t>
      </w:r>
    </w:p>
    <w:p w14:paraId="0568611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SSTD</w:t>
      </w:r>
      <w:r>
        <w:t xml:space="preserve"> Accuracy </w:t>
      </w:r>
      <w:r>
        <w:rPr>
          <w:lang w:eastAsia="zh-CN"/>
        </w:rPr>
        <w:t>Requirement</w:t>
      </w:r>
      <w:r>
        <w:tab/>
        <w:t>729</w:t>
      </w:r>
    </w:p>
    <w:p w14:paraId="1061D37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SSTD Measurement Report Mapping</w:t>
      </w:r>
      <w:r>
        <w:tab/>
        <w:t>729</w:t>
      </w:r>
    </w:p>
    <w:p w14:paraId="13F9B4A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accuracy for UE category M1</w:t>
      </w:r>
      <w:r>
        <w:tab/>
        <w:t>730</w:t>
      </w:r>
    </w:p>
    <w:p w14:paraId="6D9518C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9.1.21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Intra-frequency </w:t>
      </w:r>
      <w:r>
        <w:t>Absolute RSRP Accuracy</w:t>
      </w:r>
      <w:r>
        <w:rPr>
          <w:lang w:eastAsia="zh-CN"/>
        </w:rPr>
        <w:t xml:space="preserve"> for UE category M1 with CE mode A</w:t>
      </w:r>
      <w:r>
        <w:tab/>
        <w:t>730</w:t>
      </w:r>
    </w:p>
    <w:p w14:paraId="0BE4728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</w:t>
      </w:r>
      <w:r>
        <w:t xml:space="preserve"> Relative Accuracy of RSRP</w:t>
      </w:r>
      <w:r>
        <w:rPr>
          <w:lang w:eastAsia="zh-CN"/>
        </w:rPr>
        <w:t xml:space="preserve"> for UE category M1 with CE mode A</w:t>
      </w:r>
      <w:r>
        <w:tab/>
        <w:t>732</w:t>
      </w:r>
    </w:p>
    <w:p w14:paraId="560A254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Intra-frequency </w:t>
      </w:r>
      <w:r>
        <w:t>Absolute RSRP Accuracy</w:t>
      </w:r>
      <w:r>
        <w:rPr>
          <w:lang w:eastAsia="zh-CN"/>
        </w:rPr>
        <w:t xml:space="preserve"> for UE category M1 with CE mode B</w:t>
      </w:r>
      <w:r>
        <w:tab/>
        <w:t>733</w:t>
      </w:r>
    </w:p>
    <w:p w14:paraId="5E44907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</w:t>
      </w:r>
      <w:r>
        <w:t xml:space="preserve"> Relative Accuracy of RSRP</w:t>
      </w:r>
      <w:r>
        <w:rPr>
          <w:lang w:eastAsia="zh-CN"/>
        </w:rPr>
        <w:t xml:space="preserve"> for UE category M1 with CE mode B</w:t>
      </w:r>
      <w:r>
        <w:tab/>
        <w:t>735</w:t>
      </w:r>
    </w:p>
    <w:p w14:paraId="0766511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RSRP Measurement Report Mapping</w:t>
      </w:r>
      <w:r>
        <w:tab/>
        <w:t>736</w:t>
      </w:r>
    </w:p>
    <w:p w14:paraId="7B41938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Absolute Accuracy of RSRQ for UE category M1 with CE mode A</w:t>
      </w:r>
      <w:r>
        <w:tab/>
        <w:t>736</w:t>
      </w:r>
    </w:p>
    <w:p w14:paraId="1DC4A5E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Absolute Accuracy of RSRQ for UE category M1 with CE mode B</w:t>
      </w:r>
      <w:r>
        <w:tab/>
        <w:t>737</w:t>
      </w:r>
    </w:p>
    <w:p w14:paraId="1C1CD03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RSRQ Measurement Report Mapping</w:t>
      </w:r>
      <w:r>
        <w:tab/>
        <w:t>738</w:t>
      </w:r>
    </w:p>
    <w:p w14:paraId="186C337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</w:t>
      </w:r>
      <w:r>
        <w:rPr>
          <w:lang w:eastAsia="zh-CN"/>
        </w:rPr>
        <w:t>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Inter-frequency </w:t>
      </w:r>
      <w:r>
        <w:t>Absolute RSRP Accuracy</w:t>
      </w:r>
      <w:r>
        <w:rPr>
          <w:lang w:eastAsia="zh-CN"/>
        </w:rPr>
        <w:t xml:space="preserve"> for UE category M1 with CE mode A</w:t>
      </w:r>
      <w:r>
        <w:tab/>
        <w:t>738</w:t>
      </w:r>
    </w:p>
    <w:p w14:paraId="09FEDDC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</w:t>
      </w:r>
      <w:r>
        <w:rPr>
          <w:lang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</w:t>
      </w:r>
      <w:r>
        <w:t xml:space="preserve"> Relative Accuracy of RSRP</w:t>
      </w:r>
      <w:r>
        <w:rPr>
          <w:lang w:eastAsia="zh-CN"/>
        </w:rPr>
        <w:t xml:space="preserve"> for UE category M1 with CE mode A</w:t>
      </w:r>
      <w:r>
        <w:tab/>
        <w:t>739</w:t>
      </w:r>
    </w:p>
    <w:p w14:paraId="118FFA8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Inter-frequency </w:t>
      </w:r>
      <w:r>
        <w:t>Absolute RSRP Accuracy</w:t>
      </w:r>
      <w:r>
        <w:rPr>
          <w:lang w:eastAsia="zh-CN"/>
        </w:rPr>
        <w:t xml:space="preserve"> for UE category M1 with CE mode B</w:t>
      </w:r>
      <w:r>
        <w:tab/>
        <w:t>740</w:t>
      </w:r>
    </w:p>
    <w:p w14:paraId="5B8C07C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</w:t>
      </w:r>
      <w:r>
        <w:t xml:space="preserve"> Relative Accuracy of RSRP</w:t>
      </w:r>
      <w:r>
        <w:rPr>
          <w:lang w:eastAsia="zh-CN"/>
        </w:rPr>
        <w:t xml:space="preserve"> for UE category M1 with CE mode B</w:t>
      </w:r>
      <w:r>
        <w:tab/>
        <w:t>741</w:t>
      </w:r>
    </w:p>
    <w:p w14:paraId="26144B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9.1.21.13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Accuracy of RSRQ for UE category M1 in CE mode A</w:t>
      </w:r>
      <w:r>
        <w:tab/>
        <w:t>742</w:t>
      </w:r>
    </w:p>
    <w:p w14:paraId="7391A8B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Relative Accuracy of RSRQ for UE category M1 in CE mode A</w:t>
      </w:r>
      <w:r>
        <w:tab/>
        <w:t>743</w:t>
      </w:r>
    </w:p>
    <w:p w14:paraId="36025BE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9.1.21.15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Accuracy of RSRQ for UE category M1 in CE mode B</w:t>
      </w:r>
      <w:r>
        <w:tab/>
        <w:t>744</w:t>
      </w:r>
    </w:p>
    <w:p w14:paraId="138BBA0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Relative Accuracy of RSRQ for UE category M1 in CE mode B</w:t>
      </w:r>
      <w:r>
        <w:tab/>
        <w:t>745</w:t>
      </w:r>
    </w:p>
    <w:p w14:paraId="726D737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9.1.21.17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UE catergory M1 in CE mode A</w:t>
      </w:r>
      <w:r>
        <w:tab/>
        <w:t>746</w:t>
      </w:r>
    </w:p>
    <w:p w14:paraId="6BF387E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9.1.21.18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UE catergory M1 in CE mode B</w:t>
      </w:r>
      <w:r>
        <w:tab/>
        <w:t>747</w:t>
      </w:r>
    </w:p>
    <w:p w14:paraId="78B1838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9.1.21.19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RX-TX time difference</w:t>
      </w:r>
      <w:r>
        <w:rPr>
          <w:lang w:eastAsia="zh-CN"/>
        </w:rPr>
        <w:t xml:space="preserve"> Accuracy</w:t>
      </w:r>
      <w:r>
        <w:t xml:space="preserve"> </w:t>
      </w:r>
      <w:r>
        <w:rPr>
          <w:lang w:eastAsia="zh-CN"/>
        </w:rPr>
        <w:t>Requirement for Cat-M1</w:t>
      </w:r>
      <w:r>
        <w:tab/>
        <w:t>748</w:t>
      </w:r>
    </w:p>
    <w:p w14:paraId="4D0EDCE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21.20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UE catergory M1</w:t>
      </w:r>
      <w:r>
        <w:t xml:space="preserve"> in CE mode A</w:t>
      </w:r>
      <w:r>
        <w:tab/>
        <w:t>749</w:t>
      </w:r>
    </w:p>
    <w:p w14:paraId="4E3E740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21.21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UE catergory M1</w:t>
      </w:r>
      <w:r>
        <w:t xml:space="preserve"> in CE mode B</w:t>
      </w:r>
      <w:r>
        <w:tab/>
        <w:t>752</w:t>
      </w:r>
    </w:p>
    <w:p w14:paraId="4CF6C52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9.1.21.22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Downlink </w:t>
      </w:r>
      <w:r>
        <w:t>Channel</w:t>
      </w:r>
      <w:r>
        <w:rPr>
          <w:lang w:eastAsia="zh-CN"/>
        </w:rPr>
        <w:t xml:space="preserve"> Report Mapping for UE Category M1</w:t>
      </w:r>
      <w:r>
        <w:tab/>
        <w:t>755</w:t>
      </w:r>
    </w:p>
    <w:p w14:paraId="31F740D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Downlink Channel Quality Measurement Accuracy for UE Category M1 with CE Mode A</w:t>
      </w:r>
      <w:r>
        <w:tab/>
        <w:t>755</w:t>
      </w:r>
    </w:p>
    <w:p w14:paraId="75803F3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Downlink Channel Quality Measurement Accuracy for UE Category M1 with CE Mode B</w:t>
      </w:r>
      <w:r>
        <w:tab/>
        <w:t>758</w:t>
      </w:r>
    </w:p>
    <w:p w14:paraId="5407090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accuracy for UE Category NB1</w:t>
      </w:r>
      <w:r>
        <w:tab/>
        <w:t>759</w:t>
      </w:r>
    </w:p>
    <w:p w14:paraId="2CF189B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Intra-frequency </w:t>
      </w:r>
      <w:r>
        <w:t>Absolute NRSRP Accuracy</w:t>
      </w:r>
      <w:r>
        <w:rPr>
          <w:lang w:eastAsia="zh-CN"/>
        </w:rPr>
        <w:t xml:space="preserve"> for UE Category NB1</w:t>
      </w:r>
      <w:r>
        <w:tab/>
        <w:t>759</w:t>
      </w:r>
    </w:p>
    <w:p w14:paraId="493BF7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760</w:t>
      </w:r>
    </w:p>
    <w:p w14:paraId="1C8D56C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lang w:eastAsia="zh-CN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Absolute NRSRQ Accuracy for UE Category NB1</w:t>
      </w:r>
      <w:r>
        <w:tab/>
        <w:t>760</w:t>
      </w:r>
    </w:p>
    <w:p w14:paraId="75468EF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lang w:eastAsia="zh-CN"/>
        </w:rPr>
        <w:t>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761</w:t>
      </w:r>
    </w:p>
    <w:p w14:paraId="2EE6A9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lang w:eastAsia="zh-CN"/>
        </w:rPr>
        <w:t>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Absolute NRSRP Accuracy for UE Category NB1</w:t>
      </w:r>
      <w:r>
        <w:tab/>
        <w:t>761</w:t>
      </w:r>
    </w:p>
    <w:p w14:paraId="61FE16B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lang w:eastAsia="zh-CN"/>
        </w:rPr>
        <w:t>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762</w:t>
      </w:r>
    </w:p>
    <w:p w14:paraId="6BB9F75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lang w:eastAsia="zh-CN"/>
        </w:rPr>
        <w:t>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Absolute NRSRQ Accuracy for UE Category NB1</w:t>
      </w:r>
      <w:r>
        <w:tab/>
        <w:t>762</w:t>
      </w:r>
    </w:p>
    <w:p w14:paraId="5853B44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lang w:eastAsia="zh-CN"/>
        </w:rPr>
        <w:t>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763</w:t>
      </w:r>
    </w:p>
    <w:p w14:paraId="1E37ED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</w:t>
      </w:r>
      <w:r>
        <w:rPr>
          <w:lang w:eastAsia="zh-CN"/>
        </w:rPr>
        <w:t>22.9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N</w:t>
      </w:r>
      <w:r>
        <w:t>RSRP Measurement Report Mapping</w:t>
      </w:r>
      <w:r>
        <w:tab/>
        <w:t>763</w:t>
      </w:r>
    </w:p>
    <w:p w14:paraId="62A3C0D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NB1 for normal coverage</w:t>
      </w:r>
      <w:r>
        <w:tab/>
        <w:t>763</w:t>
      </w:r>
    </w:p>
    <w:p w14:paraId="3F297D9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</w:t>
      </w:r>
      <w:r>
        <w:rPr>
          <w:lang w:eastAsia="zh-CN"/>
        </w:rPr>
        <w:t>er</w:t>
      </w:r>
      <w:r>
        <w:t xml:space="preserve">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NB1 for normal coverage</w:t>
      </w:r>
      <w:r>
        <w:tab/>
        <w:t>764</w:t>
      </w:r>
    </w:p>
    <w:p w14:paraId="35C3543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NB1 for enhanced coverage</w:t>
      </w:r>
      <w:r>
        <w:tab/>
        <w:t>765</w:t>
      </w:r>
    </w:p>
    <w:p w14:paraId="21824CF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</w:t>
      </w:r>
      <w:r>
        <w:rPr>
          <w:lang w:eastAsia="zh-CN"/>
        </w:rPr>
        <w:t>er</w:t>
      </w:r>
      <w:r>
        <w:t xml:space="preserve">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NB1 for enhanced coverage</w:t>
      </w:r>
      <w:r>
        <w:tab/>
        <w:t>766</w:t>
      </w:r>
    </w:p>
    <w:p w14:paraId="1ED0A10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NRSRQ Measurement Report Mapping</w:t>
      </w:r>
      <w:r>
        <w:tab/>
        <w:t>767</w:t>
      </w:r>
    </w:p>
    <w:p w14:paraId="44BDC9C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9.1.22.15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MSG3-based </w:t>
      </w:r>
      <w:r>
        <w:t>Measurement</w:t>
      </w:r>
      <w:r>
        <w:rPr>
          <w:lang w:eastAsia="zh-CN"/>
        </w:rPr>
        <w:t xml:space="preserve"> Report Mapping for UE Category NB1</w:t>
      </w:r>
      <w:r>
        <w:tab/>
        <w:t>768</w:t>
      </w:r>
    </w:p>
    <w:p w14:paraId="3FF2C16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Downlink Channel Quality Measurement Accuracy for UE Category NB1</w:t>
      </w:r>
      <w:r>
        <w:tab/>
        <w:t>768</w:t>
      </w:r>
    </w:p>
    <w:p w14:paraId="5EF1FAF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Power Headroom for UE Category NB1</w:t>
      </w:r>
      <w:r>
        <w:tab/>
        <w:t>769</w:t>
      </w:r>
    </w:p>
    <w:p w14:paraId="04357CD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</w:t>
      </w:r>
      <w:r>
        <w:tab/>
        <w:t>769</w:t>
      </w:r>
    </w:p>
    <w:p w14:paraId="13033D4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Reporting Delay</w:t>
      </w:r>
      <w:r>
        <w:tab/>
        <w:t>769</w:t>
      </w:r>
    </w:p>
    <w:p w14:paraId="7E52288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 Mapping for UE Category NB1</w:t>
      </w:r>
      <w:r>
        <w:tab/>
        <w:t>769</w:t>
      </w:r>
    </w:p>
    <w:p w14:paraId="30E9A02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771</w:t>
      </w:r>
    </w:p>
    <w:p w14:paraId="0DB2D62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771</w:t>
      </w:r>
    </w:p>
    <w:p w14:paraId="20CEA76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 Mapping for UE Category NB1 for UE Power Class 6</w:t>
      </w:r>
      <w:r>
        <w:tab/>
        <w:t>771</w:t>
      </w:r>
    </w:p>
    <w:p w14:paraId="32F80ED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772</w:t>
      </w:r>
    </w:p>
    <w:p w14:paraId="715DA5A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accuracy for UE category M2</w:t>
      </w:r>
      <w:r>
        <w:tab/>
        <w:t>772</w:t>
      </w:r>
    </w:p>
    <w:p w14:paraId="30A8817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UE catergory M2 in CE mode A</w:t>
      </w:r>
      <w:r>
        <w:tab/>
        <w:t>772</w:t>
      </w:r>
    </w:p>
    <w:p w14:paraId="4B7C44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UE catergory M2 in CE mode B</w:t>
      </w:r>
      <w:r>
        <w:tab/>
        <w:t>773</w:t>
      </w:r>
    </w:p>
    <w:p w14:paraId="794D229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RX-TX time difference</w:t>
      </w:r>
      <w:r>
        <w:rPr>
          <w:lang w:eastAsia="zh-CN"/>
        </w:rPr>
        <w:t xml:space="preserve"> Accuracy</w:t>
      </w:r>
      <w:r>
        <w:t xml:space="preserve"> </w:t>
      </w:r>
      <w:r>
        <w:rPr>
          <w:lang w:eastAsia="zh-CN"/>
        </w:rPr>
        <w:t>Requirement for Cat-M2</w:t>
      </w:r>
      <w:r>
        <w:tab/>
        <w:t>774</w:t>
      </w:r>
    </w:p>
    <w:p w14:paraId="1F34B47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UE catergory M2</w:t>
      </w:r>
      <w:r>
        <w:t xml:space="preserve"> in CE mode A</w:t>
      </w:r>
      <w:r>
        <w:tab/>
        <w:t>775</w:t>
      </w:r>
    </w:p>
    <w:p w14:paraId="43FC7A0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UE catergory M2</w:t>
      </w:r>
      <w:r>
        <w:t xml:space="preserve"> in CE mode B</w:t>
      </w:r>
      <w:r>
        <w:tab/>
        <w:t>777</w:t>
      </w:r>
    </w:p>
    <w:p w14:paraId="47E1F98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Accuracy for non-BL CE UE</w:t>
      </w:r>
      <w:r>
        <w:tab/>
        <w:t>778</w:t>
      </w:r>
    </w:p>
    <w:p w14:paraId="432E25C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Intra-frequency </w:t>
      </w:r>
      <w:r>
        <w:t>Absolute Accuracy</w:t>
      </w:r>
      <w:r>
        <w:rPr>
          <w:lang w:eastAsia="zh-CN"/>
        </w:rPr>
        <w:t xml:space="preserve"> of RSRP for non-BL CE UE in CE mode A</w:t>
      </w:r>
      <w:r>
        <w:tab/>
        <w:t>779</w:t>
      </w:r>
    </w:p>
    <w:p w14:paraId="5C6C218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</w:t>
      </w:r>
      <w:r>
        <w:t xml:space="preserve"> Relative Accuracy of RSRP</w:t>
      </w:r>
      <w:r>
        <w:rPr>
          <w:lang w:eastAsia="zh-CN"/>
        </w:rPr>
        <w:t xml:space="preserve"> for non-BL CE UE in CE mode A</w:t>
      </w:r>
      <w:r>
        <w:tab/>
        <w:t>781</w:t>
      </w:r>
    </w:p>
    <w:p w14:paraId="3B500B6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Intra-frequency </w:t>
      </w:r>
      <w:r>
        <w:t>Absolute Accuracy</w:t>
      </w:r>
      <w:r>
        <w:rPr>
          <w:lang w:eastAsia="zh-CN"/>
        </w:rPr>
        <w:t xml:space="preserve"> of RSRP for non-BL CE UE in CE mode B</w:t>
      </w:r>
      <w:r>
        <w:tab/>
        <w:t>781</w:t>
      </w:r>
    </w:p>
    <w:p w14:paraId="08D1EE1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</w:t>
      </w:r>
      <w:r>
        <w:t xml:space="preserve"> Relative Accuracy of RSRP</w:t>
      </w:r>
      <w:r>
        <w:rPr>
          <w:lang w:eastAsia="zh-CN"/>
        </w:rPr>
        <w:t xml:space="preserve"> for non-BL CE UE in CE mode B</w:t>
      </w:r>
      <w:r>
        <w:tab/>
        <w:t>783</w:t>
      </w:r>
    </w:p>
    <w:p w14:paraId="78A8D93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RSRP Measurement Report Mapping</w:t>
      </w:r>
      <w:r>
        <w:tab/>
        <w:t>784</w:t>
      </w:r>
    </w:p>
    <w:p w14:paraId="00A268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Absolute Accuracy of RSRQ for non-BL CE UE in CE mode A</w:t>
      </w:r>
      <w:r>
        <w:tab/>
        <w:t>784</w:t>
      </w:r>
    </w:p>
    <w:p w14:paraId="718551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9.1.26.7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Absolute Accuracy of RSRQ for non-BL CE UE in CE mode B</w:t>
      </w:r>
      <w:r>
        <w:tab/>
        <w:t>784</w:t>
      </w:r>
    </w:p>
    <w:p w14:paraId="2285896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RSRQ Measurement Report Mapping</w:t>
      </w:r>
      <w:r>
        <w:tab/>
        <w:t>785</w:t>
      </w:r>
    </w:p>
    <w:p w14:paraId="77F5C8F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</w:t>
      </w:r>
      <w:r>
        <w:rPr>
          <w:lang w:eastAsia="zh-CN"/>
        </w:rPr>
        <w:t>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Inter-frequency </w:t>
      </w:r>
      <w:r>
        <w:t>Absolute Accuracy</w:t>
      </w:r>
      <w:r>
        <w:rPr>
          <w:lang w:eastAsia="zh-CN"/>
        </w:rPr>
        <w:t xml:space="preserve"> of RSRP for non-BL CE UE in CE mode A</w:t>
      </w:r>
      <w:r>
        <w:tab/>
        <w:t>785</w:t>
      </w:r>
    </w:p>
    <w:p w14:paraId="2B2C095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</w:t>
      </w:r>
      <w:r>
        <w:rPr>
          <w:lang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</w:t>
      </w:r>
      <w:r>
        <w:t xml:space="preserve"> Relative Accuracy of RSRP</w:t>
      </w:r>
      <w:r>
        <w:rPr>
          <w:lang w:eastAsia="zh-CN"/>
        </w:rPr>
        <w:t xml:space="preserve"> for non-BL CE UE in CE mode A</w:t>
      </w:r>
      <w:r>
        <w:tab/>
        <w:t>786</w:t>
      </w:r>
    </w:p>
    <w:p w14:paraId="5370406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Inter-frequency </w:t>
      </w:r>
      <w:r>
        <w:t>Absolute Accuracy</w:t>
      </w:r>
      <w:r>
        <w:rPr>
          <w:lang w:eastAsia="zh-CN"/>
        </w:rPr>
        <w:t xml:space="preserve"> of RSRP for non-BL CE UE in CE mode B</w:t>
      </w:r>
      <w:r>
        <w:tab/>
        <w:t>787</w:t>
      </w:r>
    </w:p>
    <w:p w14:paraId="14628BE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</w:t>
      </w:r>
      <w:r>
        <w:t xml:space="preserve"> Relative Accuracy of RSRP</w:t>
      </w:r>
      <w:r>
        <w:rPr>
          <w:lang w:eastAsia="zh-CN"/>
        </w:rPr>
        <w:t xml:space="preserve"> for </w:t>
      </w:r>
      <w:r w:rsidRPr="00614873">
        <w:rPr>
          <w:rFonts w:eastAsia="DengXian"/>
          <w:lang w:eastAsia="zh-CN"/>
        </w:rPr>
        <w:t xml:space="preserve">non-BL CE </w:t>
      </w:r>
      <w:r>
        <w:rPr>
          <w:lang w:eastAsia="zh-CN"/>
        </w:rPr>
        <w:t>UE in CE mode B</w:t>
      </w:r>
      <w:r>
        <w:tab/>
        <w:t>788</w:t>
      </w:r>
    </w:p>
    <w:p w14:paraId="239ECFE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Accuracy of RSRQ for non-BL CE UE in CE mode A</w:t>
      </w:r>
      <w:r>
        <w:tab/>
        <w:t>789</w:t>
      </w:r>
    </w:p>
    <w:p w14:paraId="1E9A8B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Relative Accuracy of RSRQ for non-BL CE UE in CE mode A</w:t>
      </w:r>
      <w:r>
        <w:tab/>
        <w:t>789</w:t>
      </w:r>
    </w:p>
    <w:p w14:paraId="29E13C5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Accuracy of RSRQ for non-BL CE UE in CE mode B</w:t>
      </w:r>
      <w:r>
        <w:tab/>
        <w:t>789</w:t>
      </w:r>
    </w:p>
    <w:p w14:paraId="40D4890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Relative Accuracy of RSRQ for non-BL CE UE in CE mode B</w:t>
      </w:r>
      <w:r>
        <w:tab/>
        <w:t>790</w:t>
      </w:r>
    </w:p>
    <w:p w14:paraId="3498DC6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SFN and frame </w:t>
      </w:r>
      <w:r>
        <w:t>Timing Difference (</w:t>
      </w:r>
      <w:r>
        <w:rPr>
          <w:lang w:eastAsia="zh-CN"/>
        </w:rPr>
        <w:t>S</w:t>
      </w:r>
      <w:r>
        <w:t>FTD)</w:t>
      </w:r>
      <w:r>
        <w:tab/>
        <w:t>791</w:t>
      </w:r>
    </w:p>
    <w:p w14:paraId="674D45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SFTD</w:t>
      </w:r>
      <w:r>
        <w:t xml:space="preserve"> Accuracy </w:t>
      </w:r>
      <w:r>
        <w:rPr>
          <w:lang w:eastAsia="zh-CN"/>
        </w:rPr>
        <w:t>Requirement</w:t>
      </w:r>
      <w:r>
        <w:tab/>
        <w:t>791</w:t>
      </w:r>
    </w:p>
    <w:p w14:paraId="1A6F00C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SFN and Frame </w:t>
      </w:r>
      <w:r>
        <w:t>Timing Difference (</w:t>
      </w:r>
      <w:r>
        <w:rPr>
          <w:lang w:eastAsia="zh-CN"/>
        </w:rPr>
        <w:t>S</w:t>
      </w:r>
      <w:r>
        <w:t>FTD) under CCA</w:t>
      </w:r>
      <w:r>
        <w:tab/>
        <w:t>793</w:t>
      </w:r>
    </w:p>
    <w:p w14:paraId="2F7ED47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SFTD</w:t>
      </w:r>
      <w:r>
        <w:t xml:space="preserve"> Accuracy </w:t>
      </w:r>
      <w:r>
        <w:rPr>
          <w:lang w:eastAsia="zh-CN"/>
        </w:rPr>
        <w:t>Requirement under CCA</w:t>
      </w:r>
      <w:r>
        <w:tab/>
        <w:t>793</w:t>
      </w:r>
    </w:p>
    <w:p w14:paraId="2FAA068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UTRAN FDD Measurements</w:t>
      </w:r>
      <w:r>
        <w:tab/>
        <w:t>794</w:t>
      </w:r>
    </w:p>
    <w:p w14:paraId="28C9BB2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UTRAN FDD CPICH RSCP</w:t>
      </w:r>
      <w:r>
        <w:tab/>
        <w:t>794</w:t>
      </w:r>
    </w:p>
    <w:p w14:paraId="5E1D3A3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795</w:t>
      </w:r>
    </w:p>
    <w:p w14:paraId="224ECCD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UTRAN FDD CPICH Ec/No</w:t>
      </w:r>
      <w:r>
        <w:tab/>
        <w:t>795</w:t>
      </w:r>
    </w:p>
    <w:p w14:paraId="4414EF7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UTRAN TDD Measurements</w:t>
      </w:r>
      <w:r>
        <w:tab/>
        <w:t>795</w:t>
      </w:r>
    </w:p>
    <w:p w14:paraId="72331A7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UTRAN TDD P-CCPCH RSCP</w:t>
      </w:r>
      <w:r>
        <w:tab/>
        <w:t>796</w:t>
      </w:r>
    </w:p>
    <w:p w14:paraId="2D8A511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796</w:t>
      </w:r>
    </w:p>
    <w:p w14:paraId="2E54E84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796</w:t>
      </w:r>
    </w:p>
    <w:p w14:paraId="0A606D6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GSM Measurements</w:t>
      </w:r>
      <w:r>
        <w:tab/>
        <w:t>796</w:t>
      </w:r>
    </w:p>
    <w:p w14:paraId="3051A7F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GSM carrier RSSI</w:t>
      </w:r>
      <w:r>
        <w:tab/>
        <w:t>796</w:t>
      </w:r>
    </w:p>
    <w:p w14:paraId="47A5744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CDMA2000 1x RTT Measurements</w:t>
      </w:r>
      <w:r>
        <w:tab/>
        <w:t>796</w:t>
      </w:r>
    </w:p>
    <w:p w14:paraId="316A1DC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CDMA2000 1x RTT Pilot Strength</w:t>
      </w:r>
      <w:r>
        <w:tab/>
        <w:t>796</w:t>
      </w:r>
    </w:p>
    <w:p w14:paraId="4F04792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</w:t>
      </w:r>
      <w:r w:rsidRPr="00614873">
        <w:rPr>
          <w:rFonts w:cs="v4.2.0"/>
          <w:vertAlign w:val="subscript"/>
          <w:lang w:eastAsia="zh-CN"/>
        </w:rPr>
        <w:t>CMAX,c</w:t>
      </w:r>
      <w:r>
        <w:tab/>
        <w:t>797</w:t>
      </w:r>
    </w:p>
    <w:p w14:paraId="79A80F8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 Mapping</w:t>
      </w:r>
      <w:r>
        <w:tab/>
        <w:t>797</w:t>
      </w:r>
    </w:p>
    <w:p w14:paraId="3F678EE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9.6.2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Estimation Period</w:t>
      </w:r>
      <w:r>
        <w:tab/>
        <w:t>797</w:t>
      </w:r>
    </w:p>
    <w:p w14:paraId="02E1C88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Reporting Delay</w:t>
      </w:r>
      <w:r>
        <w:tab/>
        <w:t>797</w:t>
      </w:r>
    </w:p>
    <w:p w14:paraId="2AD694A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IEEE802.11 Measurements</w:t>
      </w:r>
      <w:r>
        <w:tab/>
        <w:t>797</w:t>
      </w:r>
    </w:p>
    <w:p w14:paraId="0511613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WLAN RSSI</w:t>
      </w:r>
      <w:r>
        <w:tab/>
        <w:t>797</w:t>
      </w:r>
    </w:p>
    <w:p w14:paraId="06CBAC0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WLAN RSSI Measurement Report Mapping</w:t>
      </w:r>
      <w:r>
        <w:tab/>
        <w:t>797</w:t>
      </w:r>
    </w:p>
    <w:p w14:paraId="4E93B76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Measurements</w:t>
      </w:r>
      <w:r>
        <w:tab/>
        <w:t>798</w:t>
      </w:r>
    </w:p>
    <w:p w14:paraId="13F0A87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798</w:t>
      </w:r>
    </w:p>
    <w:p w14:paraId="127C9FB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RSRP</w:t>
      </w:r>
      <w:r>
        <w:tab/>
        <w:t>798</w:t>
      </w:r>
    </w:p>
    <w:p w14:paraId="52084DA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MBSFN RSRP measurement accuracy requirements</w:t>
      </w:r>
      <w:r>
        <w:tab/>
        <w:t>798</w:t>
      </w:r>
    </w:p>
    <w:p w14:paraId="2397EA8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RSRP measurement report mapping</w:t>
      </w:r>
      <w:r>
        <w:tab/>
        <w:t>799</w:t>
      </w:r>
    </w:p>
    <w:p w14:paraId="160CA48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RSRP measurement report mapping for 7.5 kHz subcarrier spacing</w:t>
      </w:r>
      <w:r>
        <w:tab/>
        <w:t>799</w:t>
      </w:r>
    </w:p>
    <w:p w14:paraId="7E11331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RSRP measurement report mapping for 1.25 kHz subcarrier spacing</w:t>
      </w:r>
      <w:r>
        <w:tab/>
        <w:t>800</w:t>
      </w:r>
    </w:p>
    <w:p w14:paraId="74E3292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MBSFN RSRP measurement report mapping for </w:t>
      </w:r>
      <w:r w:rsidRPr="00614873">
        <w:rPr>
          <w:rFonts w:eastAsia="PMingLiU"/>
          <w:lang w:eastAsia="zh-TW"/>
        </w:rPr>
        <w:t>2.5</w:t>
      </w:r>
      <w:r>
        <w:t xml:space="preserve"> kHz subcarrier spacing</w:t>
      </w:r>
      <w:r>
        <w:tab/>
        <w:t>800</w:t>
      </w:r>
    </w:p>
    <w:p w14:paraId="49AF28A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MBSFN RSRP measurement report mapping for </w:t>
      </w:r>
      <w:r w:rsidRPr="00614873">
        <w:rPr>
          <w:rFonts w:eastAsia="PMingLiU"/>
          <w:lang w:eastAsia="zh-TW"/>
        </w:rPr>
        <w:t>370.37</w:t>
      </w:r>
      <w:r>
        <w:t>Hz subcarrier spacing</w:t>
      </w:r>
      <w:r>
        <w:tab/>
        <w:t>800</w:t>
      </w:r>
    </w:p>
    <w:p w14:paraId="5FB7FE1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RSRQ</w:t>
      </w:r>
      <w:r>
        <w:tab/>
        <w:t>801</w:t>
      </w:r>
    </w:p>
    <w:p w14:paraId="309A92C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MBSFN RSRQ measurement accuracy requirements</w:t>
      </w:r>
      <w:r>
        <w:tab/>
        <w:t>801</w:t>
      </w:r>
    </w:p>
    <w:p w14:paraId="34FD32B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RSRQ measurement report mapping</w:t>
      </w:r>
      <w:r>
        <w:tab/>
        <w:t>801</w:t>
      </w:r>
    </w:p>
    <w:p w14:paraId="708F2AD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RSRQ measurement report mapping for 7.5 kHz subcarrier spacing</w:t>
      </w:r>
      <w:r>
        <w:tab/>
        <w:t>802</w:t>
      </w:r>
    </w:p>
    <w:p w14:paraId="3F6C235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RSRQ measurement report mapping for 1.25 kHz subcarrier spacing</w:t>
      </w:r>
      <w:r>
        <w:tab/>
        <w:t>802</w:t>
      </w:r>
    </w:p>
    <w:p w14:paraId="3294D6B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9.8.3.</w:t>
      </w:r>
      <w:r w:rsidRPr="00614873">
        <w:rPr>
          <w:rFonts w:eastAsia="PMingLiU"/>
          <w:lang w:eastAsia="zh-TW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RSRQ measurement report mapping for 2.5 kHz subcarrier spacing</w:t>
      </w:r>
      <w:r>
        <w:tab/>
        <w:t>802</w:t>
      </w:r>
    </w:p>
    <w:p w14:paraId="12FCF1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9.8.3.</w:t>
      </w:r>
      <w:r w:rsidRPr="00614873">
        <w:rPr>
          <w:rFonts w:eastAsia="PMingLiU"/>
          <w:lang w:eastAsia="zh-TW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RSRQ measurement report mapping for 370.37 kHz subcarrier spacing</w:t>
      </w:r>
      <w:r>
        <w:tab/>
        <w:t>803</w:t>
      </w:r>
    </w:p>
    <w:p w14:paraId="0CBA8A7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MCH BLER</w:t>
      </w:r>
      <w:r>
        <w:tab/>
        <w:t>803</w:t>
      </w:r>
    </w:p>
    <w:p w14:paraId="6B5F32D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report mapping for MCH BLER</w:t>
      </w:r>
      <w:r>
        <w:tab/>
        <w:t>803</w:t>
      </w:r>
    </w:p>
    <w:p w14:paraId="3E2EA87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Measurement report mapping for MCH </w:t>
      </w:r>
      <w:r>
        <w:rPr>
          <w:lang w:eastAsia="zh-CN"/>
        </w:rPr>
        <w:t>Block Number</w:t>
      </w:r>
      <w:r>
        <w:tab/>
        <w:t>804</w:t>
      </w:r>
    </w:p>
    <w:p w14:paraId="1F00C96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ProSe Measurements</w:t>
      </w:r>
      <w:r>
        <w:tab/>
        <w:t>805</w:t>
      </w:r>
    </w:p>
    <w:p w14:paraId="7C3B196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805</w:t>
      </w:r>
    </w:p>
    <w:p w14:paraId="024B86D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S-RSRP Measurement Accuracy Requirements</w:t>
      </w:r>
      <w:r>
        <w:tab/>
        <w:t>805</w:t>
      </w:r>
    </w:p>
    <w:p w14:paraId="26801BD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S-RSRP Accuracy</w:t>
      </w:r>
      <w:r>
        <w:tab/>
        <w:t>805</w:t>
      </w:r>
    </w:p>
    <w:p w14:paraId="1BB953D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S-RSRP</w:t>
      </w:r>
      <w:r>
        <w:tab/>
        <w:t>806</w:t>
      </w:r>
    </w:p>
    <w:p w14:paraId="2FD1265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SD-RSRP Measurement Accuracy Requirements</w:t>
      </w:r>
      <w:r>
        <w:tab/>
        <w:t>807</w:t>
      </w:r>
    </w:p>
    <w:p w14:paraId="05B867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SD-RSRP Accuracy</w:t>
      </w:r>
      <w:r>
        <w:tab/>
        <w:t>807</w:t>
      </w:r>
    </w:p>
    <w:p w14:paraId="0E69F39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SD-RSRP</w:t>
      </w:r>
      <w:r>
        <w:tab/>
        <w:t>807</w:t>
      </w:r>
    </w:p>
    <w:p w14:paraId="11B3313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Measurements</w:t>
      </w:r>
      <w:r>
        <w:tab/>
        <w:t>808</w:t>
      </w:r>
    </w:p>
    <w:p w14:paraId="2272DAE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808</w:t>
      </w:r>
    </w:p>
    <w:p w14:paraId="2B4488F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9.10.2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S-RSRP Measurement Accuracy Requirements</w:t>
      </w:r>
      <w:r>
        <w:tab/>
        <w:t>808</w:t>
      </w:r>
    </w:p>
    <w:p w14:paraId="7F4641C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S-RSRP Accuracy</w:t>
      </w:r>
      <w:r>
        <w:tab/>
        <w:t>808</w:t>
      </w:r>
    </w:p>
    <w:p w14:paraId="4556E41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S-RSRP</w:t>
      </w:r>
      <w:r>
        <w:tab/>
        <w:t>809</w:t>
      </w:r>
    </w:p>
    <w:p w14:paraId="3178E3A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PSSCH-RSRP Measurement Accuracy Requirements</w:t>
      </w:r>
      <w:r>
        <w:tab/>
        <w:t>809</w:t>
      </w:r>
    </w:p>
    <w:p w14:paraId="05C2585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Absolute PSSCH-RSRP Accuracy</w:t>
      </w:r>
      <w:r>
        <w:tab/>
        <w:t>809</w:t>
      </w:r>
    </w:p>
    <w:p w14:paraId="0BC3867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S-RSSI Measurement Accuracy Requirements</w:t>
      </w:r>
      <w:r>
        <w:tab/>
        <w:t>810</w:t>
      </w:r>
    </w:p>
    <w:p w14:paraId="670AC8B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 w:eastAsia="zh-CN"/>
        </w:rPr>
        <w:t>9.10.4.1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Intra-frequency absolute S-RSSI measurement accuracy requirements</w:t>
      </w:r>
      <w:r>
        <w:tab/>
        <w:t>810</w:t>
      </w:r>
    </w:p>
    <w:p w14:paraId="23C3F35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 w:eastAsia="zh-CN"/>
        </w:rPr>
        <w:t>9.10.4.2 Intra-frequency relative S-RSSI measurement accuracy requirements</w:t>
      </w:r>
      <w:r>
        <w:tab/>
        <w:t>810</w:t>
      </w:r>
    </w:p>
    <w:p w14:paraId="2F5C4EE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Measurements</w:t>
      </w:r>
      <w:r>
        <w:tab/>
        <w:t>811</w:t>
      </w:r>
    </w:p>
    <w:p w14:paraId="034B505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SS-RSRP Measurements</w:t>
      </w:r>
      <w:r>
        <w:tab/>
        <w:t>811</w:t>
      </w:r>
    </w:p>
    <w:p w14:paraId="7B5575A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SS-RSRP Measurements for DC Idle Mode Measurements</w:t>
      </w:r>
      <w:r>
        <w:tab/>
        <w:t>811</w:t>
      </w:r>
    </w:p>
    <w:p w14:paraId="188EE73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SS-RSRQ Measurements</w:t>
      </w:r>
      <w:r>
        <w:tab/>
        <w:t>812</w:t>
      </w:r>
    </w:p>
    <w:p w14:paraId="3D4973F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SS-RSRQ Measurements for DC Idle Mode Measurements</w:t>
      </w:r>
      <w:r>
        <w:tab/>
        <w:t>812</w:t>
      </w:r>
    </w:p>
    <w:p w14:paraId="45F280A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SS-SINR Measurements</w:t>
      </w:r>
      <w:r>
        <w:tab/>
        <w:t>812</w:t>
      </w:r>
    </w:p>
    <w:p w14:paraId="033F64A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SS-RSRP Measurements under CCA</w:t>
      </w:r>
      <w:r>
        <w:tab/>
        <w:t>813</w:t>
      </w:r>
    </w:p>
    <w:p w14:paraId="32056BE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SS-RSRQ Measurements under CCA</w:t>
      </w:r>
      <w:r>
        <w:tab/>
        <w:t>813</w:t>
      </w:r>
    </w:p>
    <w:p w14:paraId="1508715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SS-SINR Measurements under CCA</w:t>
      </w:r>
      <w:r>
        <w:tab/>
        <w:t>813</w:t>
      </w:r>
    </w:p>
    <w:p w14:paraId="7FF0852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RSSI Measurements under CCA</w:t>
      </w:r>
      <w:r>
        <w:tab/>
        <w:t>813</w:t>
      </w:r>
    </w:p>
    <w:p w14:paraId="4930D04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Channel Occupancy Measurements under CCA</w:t>
      </w:r>
      <w:r>
        <w:tab/>
        <w:t>814</w:t>
      </w:r>
    </w:p>
    <w:p w14:paraId="70B32D19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10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Measurements Performance Requirements for E-UTRAN</w:t>
      </w:r>
      <w:r>
        <w:tab/>
        <w:t>814</w:t>
      </w:r>
    </w:p>
    <w:p w14:paraId="24D61B35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Received Interference Power</w:t>
      </w:r>
      <w:r>
        <w:tab/>
        <w:t>814</w:t>
      </w:r>
    </w:p>
    <w:p w14:paraId="44DE954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accuracy requirement</w:t>
      </w:r>
      <w:r>
        <w:tab/>
        <w:t>814</w:t>
      </w:r>
    </w:p>
    <w:p w14:paraId="2A1264A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requirement</w:t>
      </w:r>
      <w:r>
        <w:tab/>
        <w:t>814</w:t>
      </w:r>
    </w:p>
    <w:p w14:paraId="1EACC8B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Received Interference Power measurement report mapping</w:t>
      </w:r>
      <w:r>
        <w:tab/>
        <w:t>815</w:t>
      </w:r>
    </w:p>
    <w:p w14:paraId="659CF11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Angle of Arrival (AOA)</w:t>
      </w:r>
      <w:r>
        <w:tab/>
        <w:t>815</w:t>
      </w:r>
    </w:p>
    <w:p w14:paraId="50D9ECA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Range/mapping</w:t>
      </w:r>
      <w:r>
        <w:tab/>
        <w:t>815</w:t>
      </w:r>
    </w:p>
    <w:p w14:paraId="5359833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Timing Advance (T</w:t>
      </w:r>
      <w:r w:rsidRPr="00614873">
        <w:rPr>
          <w:vertAlign w:val="subscript"/>
        </w:rPr>
        <w:t>ADV</w:t>
      </w:r>
      <w:r>
        <w:t>)</w:t>
      </w:r>
      <w:r>
        <w:tab/>
        <w:t>815</w:t>
      </w:r>
    </w:p>
    <w:p w14:paraId="2C0B8AB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 mapping</w:t>
      </w:r>
      <w:r>
        <w:tab/>
        <w:t>815</w:t>
      </w:r>
    </w:p>
    <w:p w14:paraId="51D4FE4C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11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ProSe Requirements in Any Cell Selection state</w:t>
      </w:r>
      <w:r>
        <w:tab/>
        <w:t>816</w:t>
      </w:r>
    </w:p>
    <w:p w14:paraId="732C7A7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816</w:t>
      </w:r>
    </w:p>
    <w:p w14:paraId="0C62B3F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Transmit Timing for ProSe in Any Cell Selection State</w:t>
      </w:r>
      <w:r>
        <w:tab/>
        <w:t>816</w:t>
      </w:r>
    </w:p>
    <w:p w14:paraId="419F067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816</w:t>
      </w:r>
    </w:p>
    <w:p w14:paraId="0CC6CC4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ProSe UE transmission timing</w:t>
      </w:r>
      <w:r>
        <w:tab/>
        <w:t>816</w:t>
      </w:r>
    </w:p>
    <w:p w14:paraId="4196C41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</w:t>
      </w:r>
      <w:r>
        <w:tab/>
        <w:t>817</w:t>
      </w:r>
    </w:p>
    <w:p w14:paraId="4FED5E1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817</w:t>
      </w:r>
    </w:p>
    <w:p w14:paraId="603FEAA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817</w:t>
      </w:r>
    </w:p>
    <w:p w14:paraId="0F1AE9E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ProSe in Any Cell Selection State</w:t>
      </w:r>
      <w:r>
        <w:tab/>
        <w:t>817</w:t>
      </w:r>
    </w:p>
    <w:p w14:paraId="168B405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817</w:t>
      </w:r>
    </w:p>
    <w:p w14:paraId="772F4C9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817</w:t>
      </w:r>
    </w:p>
    <w:p w14:paraId="6C9B70D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FDD</w:t>
      </w:r>
      <w:r>
        <w:tab/>
        <w:t>817</w:t>
      </w:r>
    </w:p>
    <w:p w14:paraId="2245A6E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TDD</w:t>
      </w:r>
      <w:r>
        <w:tab/>
        <w:t>818</w:t>
      </w:r>
    </w:p>
    <w:p w14:paraId="6521A77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Selection / Reselection of ProSe Synchronization Reference</w:t>
      </w:r>
      <w:r>
        <w:tab/>
        <w:t>818</w:t>
      </w:r>
    </w:p>
    <w:p w14:paraId="57216F9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818</w:t>
      </w:r>
    </w:p>
    <w:p w14:paraId="38C3EAD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Selection/Reselection to intra-frequency SyncRef UE</w:t>
      </w:r>
      <w:r>
        <w:tab/>
        <w:t>818</w:t>
      </w:r>
    </w:p>
    <w:p w14:paraId="4F164B1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818</w:t>
      </w:r>
    </w:p>
    <w:p w14:paraId="254CC37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818</w:t>
      </w:r>
    </w:p>
    <w:p w14:paraId="0CF4B3CF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819</w:t>
      </w:r>
    </w:p>
    <w:p w14:paraId="22A2C96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Selection / Reselection of ProSe relay UE</w:t>
      </w:r>
      <w:r>
        <w:tab/>
        <w:t>819</w:t>
      </w:r>
    </w:p>
    <w:p w14:paraId="5A15D0B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819</w:t>
      </w:r>
    </w:p>
    <w:p w14:paraId="11F48A7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Selection / Reselection of intra-frequency ProSe relay UE</w:t>
      </w:r>
      <w:r>
        <w:tab/>
        <w:t>819</w:t>
      </w:r>
    </w:p>
    <w:p w14:paraId="6D71DC56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12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V2V Sidelink Communication Requirements for V2V Operation on Dedicated V2V Carrier</w:t>
      </w:r>
      <w:r>
        <w:tab/>
        <w:t>819</w:t>
      </w:r>
    </w:p>
    <w:p w14:paraId="441EC3E8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819</w:t>
      </w:r>
    </w:p>
    <w:p w14:paraId="6B4E6E1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Transmit Timing</w:t>
      </w:r>
      <w:r>
        <w:tab/>
        <w:t>820</w:t>
      </w:r>
    </w:p>
    <w:p w14:paraId="3AE1C41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GNSS as timing reference</w:t>
      </w:r>
      <w:r>
        <w:tab/>
        <w:t>820</w:t>
      </w:r>
    </w:p>
    <w:p w14:paraId="022C837F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</w:t>
      </w:r>
      <w:r>
        <w:tab/>
        <w:t>820</w:t>
      </w:r>
    </w:p>
    <w:p w14:paraId="00BD4A2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Reliability of GNSS signal</w:t>
      </w:r>
      <w:r>
        <w:tab/>
        <w:t>820</w:t>
      </w:r>
    </w:p>
    <w:p w14:paraId="78D25152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13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V2X Requirements</w:t>
      </w:r>
      <w:r>
        <w:tab/>
        <w:t>820</w:t>
      </w:r>
    </w:p>
    <w:p w14:paraId="3786AC7F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820</w:t>
      </w:r>
    </w:p>
    <w:p w14:paraId="44945895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UE </w:t>
      </w:r>
      <w:r>
        <w:t>Transmit Timing</w:t>
      </w:r>
      <w:r>
        <w:tab/>
        <w:t>821</w:t>
      </w:r>
    </w:p>
    <w:p w14:paraId="0A171AC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821</w:t>
      </w:r>
    </w:p>
    <w:p w14:paraId="336C200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GNSS as synchronization reference source</w:t>
      </w:r>
      <w:r>
        <w:tab/>
        <w:t>821</w:t>
      </w:r>
    </w:p>
    <w:p w14:paraId="5615D2E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Serving cell/PCell as synchronization reference source</w:t>
      </w:r>
      <w:r>
        <w:tab/>
        <w:t>821</w:t>
      </w:r>
    </w:p>
    <w:p w14:paraId="1E480B3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SyncRef UE as synchronization reference source</w:t>
      </w:r>
      <w:r>
        <w:tab/>
        <w:t>821</w:t>
      </w:r>
    </w:p>
    <w:p w14:paraId="4CE3BC3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</w:t>
      </w:r>
      <w:r>
        <w:tab/>
        <w:t>821</w:t>
      </w:r>
    </w:p>
    <w:p w14:paraId="57B74A8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821</w:t>
      </w:r>
    </w:p>
    <w:p w14:paraId="2DB3667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 with Serving cell / PCell as synchronization reference source</w:t>
      </w:r>
      <w:r>
        <w:tab/>
        <w:t>821</w:t>
      </w:r>
    </w:p>
    <w:p w14:paraId="566E2D3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 with GNSS as synchronization reference source</w:t>
      </w:r>
      <w:r>
        <w:tab/>
        <w:t>822</w:t>
      </w:r>
    </w:p>
    <w:p w14:paraId="5BC9258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13.3.1.3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 with SyncRef UE as synchronization reference source</w:t>
      </w:r>
      <w:r>
        <w:tab/>
        <w:t>822</w:t>
      </w:r>
    </w:p>
    <w:p w14:paraId="4EB11BEF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Selection / Reselection of V2X Synchronization Reference Source</w:t>
      </w:r>
      <w:r>
        <w:tab/>
        <w:t>823</w:t>
      </w:r>
    </w:p>
    <w:p w14:paraId="7B8977A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Autonomous Resource Selection/Reselection measurements</w:t>
      </w:r>
      <w:r>
        <w:tab/>
        <w:t>824</w:t>
      </w:r>
    </w:p>
    <w:p w14:paraId="63BFA3E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824</w:t>
      </w:r>
    </w:p>
    <w:p w14:paraId="4A006A6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PSSCH-RSRP measurements</w:t>
      </w:r>
      <w:r>
        <w:tab/>
        <w:t>824</w:t>
      </w:r>
    </w:p>
    <w:p w14:paraId="0CFDD65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S-RSSI measurements</w:t>
      </w:r>
      <w:r>
        <w:tab/>
        <w:t>824</w:t>
      </w:r>
    </w:p>
    <w:p w14:paraId="0113BB6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Congestion Control measurements</w:t>
      </w:r>
      <w:r>
        <w:tab/>
        <w:t>824</w:t>
      </w:r>
    </w:p>
    <w:p w14:paraId="6D09B11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</w:t>
      </w:r>
      <w:r>
        <w:tab/>
        <w:t>824</w:t>
      </w:r>
    </w:p>
    <w:p w14:paraId="27DC9D0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</w:t>
      </w:r>
      <w:r>
        <w:rPr>
          <w:lang w:eastAsia="zh-CN"/>
        </w:rPr>
        <w:t>7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</w:t>
      </w:r>
      <w:r>
        <w:rPr>
          <w:lang w:eastAsia="zh-CN"/>
        </w:rPr>
        <w:t>to WAN due to</w:t>
      </w:r>
      <w:r>
        <w:t xml:space="preserve"> V2X Sidelink Communication</w:t>
      </w:r>
      <w:r>
        <w:tab/>
        <w:t>824</w:t>
      </w:r>
    </w:p>
    <w:p w14:paraId="5581AFF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Sidelink Communication</w:t>
      </w:r>
      <w:r>
        <w:rPr>
          <w:lang w:eastAsia="zh-CN"/>
        </w:rPr>
        <w:t xml:space="preserve"> Dropping due to synchronization reference source change</w:t>
      </w:r>
      <w:r>
        <w:tab/>
        <w:t>824</w:t>
      </w:r>
    </w:p>
    <w:p w14:paraId="6B47C7E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13.7.</w:t>
      </w:r>
      <w:r w:rsidRPr="00614873">
        <w:rPr>
          <w:rFonts w:eastAsia="Malgun Gothic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to WAN due to V2X </w:t>
      </w:r>
      <w:r w:rsidRPr="00614873">
        <w:rPr>
          <w:rFonts w:eastAsia="Malgun Gothic"/>
        </w:rPr>
        <w:t>Carrier Aggregation</w:t>
      </w:r>
      <w:r>
        <w:tab/>
        <w:t>825</w:t>
      </w:r>
    </w:p>
    <w:p w14:paraId="3BCCE5D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</w:t>
      </w:r>
      <w:r w:rsidRPr="00614873">
        <w:rPr>
          <w:rFonts w:eastAsiaTheme="minorEastAsia"/>
        </w:rPr>
        <w:t>3</w:t>
      </w:r>
      <w:r>
        <w:t>.7.</w:t>
      </w:r>
      <w:r w:rsidRPr="00614873">
        <w:rPr>
          <w:rFonts w:eastAsiaTheme="minorEastAsia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to WAN due to </w:t>
      </w:r>
      <w:r w:rsidRPr="00614873">
        <w:rPr>
          <w:rFonts w:eastAsiaTheme="minorEastAsia"/>
        </w:rPr>
        <w:t xml:space="preserve">NR </w:t>
      </w:r>
      <w:r>
        <w:t>V2X sidelink communication</w:t>
      </w:r>
      <w:r>
        <w:tab/>
        <w:t>825</w:t>
      </w:r>
    </w:p>
    <w:p w14:paraId="3E99A1B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Reliability of GNSS signal</w:t>
      </w:r>
      <w:r>
        <w:tab/>
        <w:t>825</w:t>
      </w:r>
    </w:p>
    <w:p w14:paraId="26DD25E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Component Carrier Addition and Release Delay for V2X Sidelink Carrier Aggregation</w:t>
      </w:r>
      <w:r>
        <w:tab/>
        <w:t>826</w:t>
      </w:r>
    </w:p>
    <w:p w14:paraId="0D03A22E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</w:t>
      </w:r>
      <w:r>
        <w:rPr>
          <w:lang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Selection / Reselection of V2X Synchronization Reference Source for V2X Carrier Aggregation</w:t>
      </w:r>
      <w:r>
        <w:tab/>
        <w:t>826</w:t>
      </w:r>
    </w:p>
    <w:p w14:paraId="5F7165F9" w14:textId="77777777" w:rsidR="001C418C" w:rsidRDefault="001C418C">
      <w:pPr>
        <w:pStyle w:val="TOC8"/>
        <w:rPr>
          <w:rFonts w:asciiTheme="minorHAnsi" w:eastAsiaTheme="minorEastAsia" w:hAnsiTheme="minorHAnsi" w:cstheme="minorBidi"/>
          <w:b w:val="0"/>
          <w:szCs w:val="22"/>
          <w:lang w:eastAsia="en-GB"/>
        </w:rPr>
      </w:pPr>
      <w:r>
        <w:t>Annex A (normative): Test Cases</w:t>
      </w:r>
      <w:r>
        <w:tab/>
        <w:t>818</w:t>
      </w:r>
    </w:p>
    <w:p w14:paraId="1C61E231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A.1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Purpose of annex</w:t>
      </w:r>
      <w:r>
        <w:tab/>
        <w:t>818</w:t>
      </w:r>
    </w:p>
    <w:p w14:paraId="722F3861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A.2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Requirement classification for statistical testing</w:t>
      </w:r>
      <w:r>
        <w:tab/>
        <w:t>818</w:t>
      </w:r>
    </w:p>
    <w:p w14:paraId="1892E57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5.0.0"/>
        </w:rPr>
        <w:t>A.2.1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Types of requirements in TS 36.133</w:t>
      </w:r>
      <w:r>
        <w:tab/>
        <w:t>818</w:t>
      </w:r>
    </w:p>
    <w:p w14:paraId="567AB6D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Time and delay requirements on UE higher layer actions</w:t>
      </w:r>
      <w:r>
        <w:tab/>
        <w:t>818</w:t>
      </w:r>
    </w:p>
    <w:p w14:paraId="3CC4319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power levels, relative powers and time</w:t>
      </w:r>
      <w:r>
        <w:tab/>
        <w:t>818</w:t>
      </w:r>
    </w:p>
    <w:p w14:paraId="4DAE3FA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Implementation requirements</w:t>
      </w:r>
      <w:r>
        <w:tab/>
        <w:t>819</w:t>
      </w:r>
    </w:p>
    <w:p w14:paraId="30CC911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A.2.1.4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layer timing requirements</w:t>
      </w:r>
      <w:r>
        <w:tab/>
        <w:t>819</w:t>
      </w:r>
    </w:p>
    <w:p w14:paraId="32E69AF0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A.3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RRM test configurations</w:t>
      </w:r>
      <w:r>
        <w:tab/>
        <w:t>820</w:t>
      </w:r>
    </w:p>
    <w:p w14:paraId="53D2A78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5.0.0"/>
        </w:rPr>
        <w:t>A.3.1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Measurement Channels</w:t>
      </w:r>
      <w:r>
        <w:tab/>
        <w:t>820</w:t>
      </w:r>
    </w:p>
    <w:p w14:paraId="5371C4A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PDSCH</w:t>
      </w:r>
      <w:r>
        <w:tab/>
        <w:t>820</w:t>
      </w:r>
    </w:p>
    <w:p w14:paraId="4E930A7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</w:t>
      </w:r>
      <w:r>
        <w:tab/>
        <w:t>820</w:t>
      </w:r>
    </w:p>
    <w:p w14:paraId="7A06885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tab/>
        <w:t>825</w:t>
      </w:r>
    </w:p>
    <w:p w14:paraId="67A897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for UE category 0</w:t>
      </w:r>
      <w:r>
        <w:tab/>
        <w:t>828</w:t>
      </w:r>
    </w:p>
    <w:p w14:paraId="49DBBBD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HD-FDD for UE category 0</w:t>
      </w:r>
      <w:r>
        <w:tab/>
        <w:t>829</w:t>
      </w:r>
    </w:p>
    <w:p w14:paraId="0DC14B3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for UE category 0</w:t>
      </w:r>
      <w:r>
        <w:tab/>
        <w:t>830</w:t>
      </w:r>
    </w:p>
    <w:p w14:paraId="4B706F3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3</w:t>
      </w:r>
      <w:r>
        <w:tab/>
        <w:t>831</w:t>
      </w:r>
    </w:p>
    <w:p w14:paraId="3366E40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5.0.0"/>
          <w:lang w:val="de-DE"/>
        </w:rPr>
        <w:t>A.3.1.2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de-DE"/>
        </w:rPr>
        <w:t>PCFICH/PDCCH/PHICH</w:t>
      </w:r>
      <w:r>
        <w:tab/>
        <w:t>832</w:t>
      </w:r>
    </w:p>
    <w:p w14:paraId="0D4694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de-DE"/>
        </w:rPr>
        <w:t>A.3.1.2.1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de-DE"/>
        </w:rPr>
        <w:t>FDD</w:t>
      </w:r>
      <w:r>
        <w:tab/>
        <w:t>832</w:t>
      </w:r>
    </w:p>
    <w:p w14:paraId="67C0547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tab/>
        <w:t>832</w:t>
      </w:r>
    </w:p>
    <w:p w14:paraId="5874C4E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de-DE"/>
        </w:rPr>
        <w:t>A.3.1.2.3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de-DE"/>
        </w:rPr>
        <w:t>HD-FDD for UE category 0</w:t>
      </w:r>
      <w:r>
        <w:tab/>
        <w:t>833</w:t>
      </w:r>
    </w:p>
    <w:p w14:paraId="12B3895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de-DE"/>
        </w:rPr>
        <w:t>A.3.1.2.4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de-DE"/>
        </w:rPr>
        <w:t>FS 3</w:t>
      </w:r>
      <w:r>
        <w:tab/>
        <w:t>833</w:t>
      </w:r>
    </w:p>
    <w:p w14:paraId="0CA7E4B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de-DE"/>
        </w:rPr>
        <w:t>A.3.1.3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de-DE"/>
        </w:rPr>
        <w:t xml:space="preserve">MPDCCH </w:t>
      </w:r>
      <w:r>
        <w:t>Reference Channels for Cat-M1 UEs</w:t>
      </w:r>
      <w:r>
        <w:tab/>
        <w:t>833</w:t>
      </w:r>
    </w:p>
    <w:p w14:paraId="1FFEC0E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de-DE"/>
        </w:rPr>
        <w:t>A.3.1.3.1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de-DE"/>
        </w:rPr>
        <w:t>FDD</w:t>
      </w:r>
      <w:r>
        <w:t xml:space="preserve"> in CEModeA</w:t>
      </w:r>
      <w:r>
        <w:tab/>
        <w:t>834</w:t>
      </w:r>
    </w:p>
    <w:p w14:paraId="0B3A8DF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de-DE"/>
        </w:rPr>
        <w:t>A.3.1.3.2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de-DE"/>
        </w:rPr>
        <w:t>HD-FDD</w:t>
      </w:r>
      <w:r>
        <w:t xml:space="preserve"> in CEModeA</w:t>
      </w:r>
      <w:r>
        <w:tab/>
        <w:t>834</w:t>
      </w:r>
    </w:p>
    <w:p w14:paraId="6065443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de-DE"/>
        </w:rPr>
        <w:t>A.3.1.3.3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de-DE"/>
        </w:rPr>
        <w:t>TDD</w:t>
      </w:r>
      <w:r>
        <w:t xml:space="preserve"> in CEModeA</w:t>
      </w:r>
      <w:r>
        <w:tab/>
        <w:t>835</w:t>
      </w:r>
    </w:p>
    <w:p w14:paraId="27F641F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de-DE"/>
        </w:rPr>
        <w:t>A.3.1.3.4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de-DE"/>
        </w:rPr>
        <w:t>FDD</w:t>
      </w:r>
      <w:r>
        <w:t xml:space="preserve"> in CEModeB</w:t>
      </w:r>
      <w:r>
        <w:tab/>
        <w:t>835</w:t>
      </w:r>
    </w:p>
    <w:p w14:paraId="2D4CF6E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de-DE"/>
        </w:rPr>
        <w:t>A.3.1.3.5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de-DE"/>
        </w:rPr>
        <w:t>HD-FDD</w:t>
      </w:r>
      <w:r>
        <w:t xml:space="preserve"> in CEModeB</w:t>
      </w:r>
      <w:r>
        <w:tab/>
        <w:t>836</w:t>
      </w:r>
    </w:p>
    <w:p w14:paraId="7CA987E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de-DE"/>
        </w:rPr>
        <w:t>A.3.1.3.6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de-DE"/>
        </w:rPr>
        <w:t>TDD</w:t>
      </w:r>
      <w:r>
        <w:t xml:space="preserve"> in CEModeB</w:t>
      </w:r>
      <w:r>
        <w:tab/>
        <w:t>836</w:t>
      </w:r>
    </w:p>
    <w:p w14:paraId="0ED0D19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PDSCH Reference Channel for Cat-M1 UEs</w:t>
      </w:r>
      <w:r>
        <w:tab/>
        <w:t>837</w:t>
      </w:r>
    </w:p>
    <w:p w14:paraId="7C063C3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FDD </w:t>
      </w:r>
      <w:r w:rsidRPr="00614873">
        <w:rPr>
          <w:rFonts w:cs="v5.0.0"/>
        </w:rPr>
        <w:t>in CEModeA</w:t>
      </w:r>
      <w:r>
        <w:tab/>
        <w:t>837</w:t>
      </w:r>
    </w:p>
    <w:p w14:paraId="163FFA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HD-FDD </w:t>
      </w:r>
      <w:r w:rsidRPr="00614873">
        <w:rPr>
          <w:rFonts w:cs="v5.0.0"/>
        </w:rPr>
        <w:t>in CEModeA</w:t>
      </w:r>
      <w:r>
        <w:tab/>
        <w:t>838</w:t>
      </w:r>
    </w:p>
    <w:p w14:paraId="2F7C73B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TDD </w:t>
      </w:r>
      <w:r w:rsidRPr="00614873">
        <w:rPr>
          <w:rFonts w:cs="v5.0.0"/>
        </w:rPr>
        <w:t>in CEModeA</w:t>
      </w:r>
      <w:r>
        <w:tab/>
        <w:t>839</w:t>
      </w:r>
    </w:p>
    <w:p w14:paraId="546F90D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FDD </w:t>
      </w:r>
      <w:r w:rsidRPr="00614873">
        <w:rPr>
          <w:rFonts w:cs="v5.0.0"/>
        </w:rPr>
        <w:t>in CEModeB</w:t>
      </w:r>
      <w:r>
        <w:tab/>
        <w:t>840</w:t>
      </w:r>
    </w:p>
    <w:p w14:paraId="57154B4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HD-FDD </w:t>
      </w:r>
      <w:r w:rsidRPr="00614873">
        <w:rPr>
          <w:rFonts w:cs="v5.0.0"/>
        </w:rPr>
        <w:t>in CEModeB</w:t>
      </w:r>
      <w:r>
        <w:tab/>
        <w:t>841</w:t>
      </w:r>
    </w:p>
    <w:p w14:paraId="66F57FD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A.3.1.4.6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TDD </w:t>
      </w:r>
      <w:r w:rsidRPr="00614873">
        <w:rPr>
          <w:rFonts w:cs="v5.0.0"/>
        </w:rPr>
        <w:t>in CEModeB</w:t>
      </w:r>
      <w:r>
        <w:tab/>
        <w:t>841</w:t>
      </w:r>
    </w:p>
    <w:p w14:paraId="73372D6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 w:rsidRPr="00614873">
        <w:rPr>
          <w:rFonts w:eastAsia="MS Mincho"/>
          <w:lang w:eastAsia="ja-JP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N</w:t>
      </w:r>
      <w:r>
        <w:t>PD</w:t>
      </w:r>
      <w:r w:rsidRPr="00614873">
        <w:rPr>
          <w:rFonts w:eastAsia="MS Mincho"/>
          <w:lang w:eastAsia="ja-JP"/>
        </w:rPr>
        <w:t>S</w:t>
      </w:r>
      <w:r>
        <w:t xml:space="preserve">CH </w:t>
      </w:r>
      <w:r w:rsidRPr="00614873">
        <w:rPr>
          <w:rFonts w:cs="v5.0.0"/>
        </w:rPr>
        <w:t xml:space="preserve">Reference Channel for </w:t>
      </w:r>
      <w:r w:rsidRPr="00614873">
        <w:rPr>
          <w:rFonts w:cs="v5.0.0"/>
          <w:lang w:eastAsia="zh-CN"/>
        </w:rPr>
        <w:t>UE category NB1</w:t>
      </w:r>
      <w:r>
        <w:tab/>
        <w:t>842</w:t>
      </w:r>
    </w:p>
    <w:p w14:paraId="26D5CCB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 w:rsidRPr="00614873">
        <w:rPr>
          <w:rFonts w:eastAsia="MS Mincho"/>
          <w:lang w:eastAsia="ja-JP"/>
        </w:rPr>
        <w:t>5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HD-FDD in-band operation</w:t>
      </w:r>
      <w:r>
        <w:tab/>
        <w:t>842</w:t>
      </w:r>
    </w:p>
    <w:p w14:paraId="731C66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843</w:t>
      </w:r>
    </w:p>
    <w:p w14:paraId="2393F47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HD-FDD</w:t>
      </w:r>
      <w:r>
        <w:rPr>
          <w:lang w:eastAsia="zh-CN"/>
        </w:rPr>
        <w:t xml:space="preserve"> standalone operation</w:t>
      </w:r>
      <w:r>
        <w:tab/>
        <w:t>843</w:t>
      </w:r>
    </w:p>
    <w:p w14:paraId="7E156DC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844</w:t>
      </w:r>
    </w:p>
    <w:p w14:paraId="1721B6F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HD-FDD</w:t>
      </w:r>
      <w:r>
        <w:rPr>
          <w:lang w:eastAsia="zh-CN"/>
        </w:rPr>
        <w:t xml:space="preserve"> guard band operation</w:t>
      </w:r>
      <w:r>
        <w:tab/>
        <w:t>844</w:t>
      </w:r>
    </w:p>
    <w:p w14:paraId="037456B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845</w:t>
      </w:r>
    </w:p>
    <w:p w14:paraId="212FFE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 w:rsidRPr="00614873">
        <w:rPr>
          <w:rFonts w:eastAsia="MS Mincho"/>
          <w:lang w:eastAsia="ja-JP"/>
        </w:rPr>
        <w:t>5</w:t>
      </w:r>
      <w:r>
        <w:t>.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in-band operation</w:t>
      </w:r>
      <w:r>
        <w:tab/>
        <w:t>845</w:t>
      </w:r>
    </w:p>
    <w:p w14:paraId="4938DD0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standalone operation</w:t>
      </w:r>
      <w:r>
        <w:tab/>
        <w:t>845</w:t>
      </w:r>
    </w:p>
    <w:p w14:paraId="2584F75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guard band operation</w:t>
      </w:r>
      <w:r>
        <w:tab/>
        <w:t>846</w:t>
      </w:r>
    </w:p>
    <w:p w14:paraId="79129B1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NPDCCH Reference Channel for UE category NB1</w:t>
      </w:r>
      <w:r>
        <w:tab/>
        <w:t>846</w:t>
      </w:r>
    </w:p>
    <w:p w14:paraId="59D518F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In-band operation</w:t>
      </w:r>
      <w:r>
        <w:tab/>
        <w:t>846</w:t>
      </w:r>
    </w:p>
    <w:p w14:paraId="5F2CE5D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847</w:t>
      </w:r>
    </w:p>
    <w:p w14:paraId="587A8F4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Standalone</w:t>
      </w:r>
      <w:r>
        <w:t xml:space="preserve"> operation</w:t>
      </w:r>
      <w:r>
        <w:tab/>
        <w:t>847</w:t>
      </w:r>
    </w:p>
    <w:p w14:paraId="70D82BC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847</w:t>
      </w:r>
    </w:p>
    <w:p w14:paraId="301545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Guard </w:t>
      </w:r>
      <w:r>
        <w:t>band operation</w:t>
      </w:r>
      <w:r>
        <w:tab/>
        <w:t>847</w:t>
      </w:r>
    </w:p>
    <w:p w14:paraId="3B16D8F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848</w:t>
      </w:r>
    </w:p>
    <w:p w14:paraId="768D994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5.0.0"/>
        </w:rPr>
        <w:t>A.3.2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OFDMA Channel Noise Generator (OCNG)</w:t>
      </w:r>
      <w:r>
        <w:tab/>
        <w:t>848</w:t>
      </w:r>
    </w:p>
    <w:p w14:paraId="313DF8B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Patterns for FDD</w:t>
      </w:r>
      <w:r>
        <w:tab/>
        <w:t>848</w:t>
      </w:r>
    </w:p>
    <w:p w14:paraId="317B0F5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1: outer resource blocks allocation in 10 MHz</w:t>
      </w:r>
      <w:r>
        <w:tab/>
        <w:t>849</w:t>
      </w:r>
    </w:p>
    <w:p w14:paraId="590889C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2: full bandwidth allocation in 10 MHz</w:t>
      </w:r>
      <w:r>
        <w:tab/>
        <w:t>849</w:t>
      </w:r>
    </w:p>
    <w:p w14:paraId="379A2C8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3: outer resource blocks allocation in 1.4 MHz</w:t>
      </w:r>
      <w:r>
        <w:tab/>
        <w:t>850</w:t>
      </w:r>
    </w:p>
    <w:p w14:paraId="30A9ED7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4: full bandwidth allocation in 1.4 MHz</w:t>
      </w:r>
      <w:r>
        <w:tab/>
        <w:t>850</w:t>
      </w:r>
    </w:p>
    <w:p w14:paraId="020896B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5: outer resource blocks allocation in 10 MHz (without MBSFN)</w:t>
      </w:r>
      <w:r>
        <w:tab/>
        <w:t>851</w:t>
      </w:r>
    </w:p>
    <w:p w14:paraId="1E8B078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6: full bandwidth allocation in 10 MHz (without MBSFN)</w:t>
      </w:r>
      <w:r>
        <w:tab/>
        <w:t>852</w:t>
      </w:r>
    </w:p>
    <w:p w14:paraId="56ACBB7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7: full bandwidth allocation in 1.4 MHz (without MBSFN)</w:t>
      </w:r>
      <w:r>
        <w:tab/>
        <w:t>852</w:t>
      </w:r>
    </w:p>
    <w:p w14:paraId="3BA05A2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8: outer resource blocks allocation in 10 MHz for MBSFN ABS</w:t>
      </w:r>
      <w:r>
        <w:tab/>
        <w:t>852</w:t>
      </w:r>
    </w:p>
    <w:p w14:paraId="11B09F6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9: full bandwidth allocation in 10 MHz for MBSFN ABS</w:t>
      </w:r>
      <w:r>
        <w:tab/>
        <w:t>853</w:t>
      </w:r>
    </w:p>
    <w:p w14:paraId="3FDF32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10: outer resource blocks allocation in 10 MHz with user data in every subframe (without MBSFN)</w:t>
      </w:r>
      <w:r>
        <w:tab/>
        <w:t>854</w:t>
      </w:r>
    </w:p>
    <w:p w14:paraId="70908A3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A.3.2.1.1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1</w:t>
      </w:r>
      <w:r>
        <w:rPr>
          <w:lang w:eastAsia="zh-CN"/>
        </w:rPr>
        <w:t>1</w:t>
      </w:r>
      <w:r>
        <w:t xml:space="preserve">: outer resource blocks allocation in </w:t>
      </w:r>
      <w:r>
        <w:rPr>
          <w:lang w:eastAsia="zh-CN"/>
        </w:rPr>
        <w:t>2</w:t>
      </w:r>
      <w:r>
        <w:t>0 MHz</w:t>
      </w:r>
      <w:r>
        <w:tab/>
        <w:t>854</w:t>
      </w:r>
    </w:p>
    <w:p w14:paraId="7414651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>12</w:t>
      </w:r>
      <w:r>
        <w:t xml:space="preserve">: full bandwidth allocation in </w:t>
      </w:r>
      <w:r>
        <w:rPr>
          <w:lang w:eastAsia="zh-CN"/>
        </w:rPr>
        <w:t>20</w:t>
      </w:r>
      <w:r>
        <w:t xml:space="preserve"> MHz</w:t>
      </w:r>
      <w:r>
        <w:tab/>
        <w:t>855</w:t>
      </w:r>
    </w:p>
    <w:p w14:paraId="4D76BA8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</w:t>
      </w:r>
      <w:r>
        <w:rPr>
          <w:lang w:eastAsia="zh-CN"/>
        </w:rPr>
        <w:t>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>13</w:t>
      </w:r>
      <w:r>
        <w:t xml:space="preserve">: outer resource blocks allocation in </w:t>
      </w:r>
      <w:r>
        <w:rPr>
          <w:lang w:eastAsia="zh-CN"/>
        </w:rPr>
        <w:t>2</w:t>
      </w:r>
      <w:r>
        <w:t>0 MHz (without MBSFN)</w:t>
      </w:r>
      <w:r>
        <w:tab/>
        <w:t>855</w:t>
      </w:r>
    </w:p>
    <w:p w14:paraId="5EDDEC0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</w:t>
      </w:r>
      <w:r>
        <w:rPr>
          <w:lang w:eastAsia="zh-CN"/>
        </w:rPr>
        <w:t>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>14</w:t>
      </w:r>
      <w:r>
        <w:t xml:space="preserve">: full bandwidth allocation in </w:t>
      </w:r>
      <w:r>
        <w:rPr>
          <w:lang w:eastAsia="zh-CN"/>
        </w:rPr>
        <w:t>2</w:t>
      </w:r>
      <w:r>
        <w:t>0 MHz (without MBSFN)</w:t>
      </w:r>
      <w:r>
        <w:tab/>
        <w:t>856</w:t>
      </w:r>
    </w:p>
    <w:p w14:paraId="02B4005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A.3.2.1.1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1</w:t>
      </w:r>
      <w:r>
        <w:rPr>
          <w:lang w:eastAsia="zh-CN"/>
        </w:rPr>
        <w:t>5</w:t>
      </w:r>
      <w:r>
        <w:t xml:space="preserve">: outer resource blocks allocation in </w:t>
      </w:r>
      <w:r>
        <w:rPr>
          <w:lang w:eastAsia="zh-CN"/>
        </w:rPr>
        <w:t>5</w:t>
      </w:r>
      <w:r>
        <w:t xml:space="preserve"> MHz</w:t>
      </w:r>
      <w:r>
        <w:tab/>
        <w:t>856</w:t>
      </w:r>
    </w:p>
    <w:p w14:paraId="4E7CD30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A.3.2.1.1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>16</w:t>
      </w:r>
      <w:r>
        <w:t xml:space="preserve">: full bandwidth allocation in </w:t>
      </w:r>
      <w:r>
        <w:rPr>
          <w:lang w:eastAsia="zh-CN"/>
        </w:rPr>
        <w:t>5</w:t>
      </w:r>
      <w:r>
        <w:t xml:space="preserve"> MHz</w:t>
      </w:r>
      <w:r>
        <w:tab/>
        <w:t>857</w:t>
      </w:r>
    </w:p>
    <w:p w14:paraId="25B7B45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</w:t>
      </w:r>
      <w:r>
        <w:rPr>
          <w:lang w:eastAsia="zh-CN"/>
        </w:rPr>
        <w:t>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>17</w:t>
      </w:r>
      <w:r>
        <w:t>: outer resource blocks allocation in 20 MHz with user data in every subframe (without MBSFN)</w:t>
      </w:r>
      <w:r>
        <w:tab/>
        <w:t>857</w:t>
      </w:r>
    </w:p>
    <w:p w14:paraId="138D67F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</w:t>
      </w:r>
      <w:r>
        <w:rPr>
          <w:lang w:eastAsia="zh-CN"/>
        </w:rPr>
        <w:t>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>18</w:t>
      </w:r>
      <w:r>
        <w:t xml:space="preserve">: outer resource blocks allocation in </w:t>
      </w:r>
      <w:r>
        <w:rPr>
          <w:lang w:eastAsia="zh-CN"/>
        </w:rPr>
        <w:t>5</w:t>
      </w:r>
      <w:r>
        <w:t xml:space="preserve"> MHz (without MBSFN)</w:t>
      </w:r>
      <w:r>
        <w:tab/>
        <w:t>858</w:t>
      </w:r>
    </w:p>
    <w:p w14:paraId="32D913D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</w:t>
      </w:r>
      <w:r>
        <w:rPr>
          <w:lang w:eastAsia="zh-CN"/>
        </w:rPr>
        <w:t>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>19</w:t>
      </w:r>
      <w:r>
        <w:t xml:space="preserve">: full bandwidth allocation in </w:t>
      </w:r>
      <w:r>
        <w:rPr>
          <w:lang w:eastAsia="zh-CN"/>
        </w:rPr>
        <w:t>5</w:t>
      </w:r>
      <w:r>
        <w:t xml:space="preserve"> MHz (without MBSFN)</w:t>
      </w:r>
      <w:r>
        <w:tab/>
        <w:t>858</w:t>
      </w:r>
    </w:p>
    <w:p w14:paraId="4CDBEF8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</w:t>
      </w:r>
      <w:r>
        <w:rPr>
          <w:lang w:eastAsia="zh-CN"/>
        </w:rPr>
        <w:t>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>20</w:t>
      </w:r>
      <w:r>
        <w:t xml:space="preserve">: outer resource blocks allocation in </w:t>
      </w:r>
      <w:r>
        <w:rPr>
          <w:lang w:eastAsia="zh-CN"/>
        </w:rPr>
        <w:t>5</w:t>
      </w:r>
      <w:r>
        <w:t xml:space="preserve"> MHz with user data in every subframe (without MBSFN)</w:t>
      </w:r>
      <w:r>
        <w:tab/>
        <w:t>859</w:t>
      </w:r>
    </w:p>
    <w:p w14:paraId="2C8123F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</w:t>
      </w:r>
      <w:r>
        <w:rPr>
          <w:lang w:eastAsia="zh-CN"/>
        </w:rPr>
        <w:t>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 xml:space="preserve">21: </w:t>
      </w:r>
      <w:r>
        <w:t xml:space="preserve">Generic resource blocks allocation </w:t>
      </w:r>
      <w:r>
        <w:rPr>
          <w:lang w:bidi="hi-IN"/>
        </w:rPr>
        <w:t>(without MBSFN)</w:t>
      </w:r>
      <w:r>
        <w:tab/>
        <w:t>859</w:t>
      </w:r>
    </w:p>
    <w:p w14:paraId="714DF3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</w:t>
      </w:r>
      <w:r>
        <w:rPr>
          <w:lang w:eastAsia="zh-CN"/>
        </w:rPr>
        <w:t>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 xml:space="preserve">22: </w:t>
      </w:r>
      <w:r>
        <w:t>Generic resource blocks allocation</w:t>
      </w:r>
      <w:r>
        <w:rPr>
          <w:lang w:eastAsia="zh-CN"/>
        </w:rPr>
        <w:t xml:space="preserve"> in 5MHz</w:t>
      </w:r>
      <w:r>
        <w:t xml:space="preserve"> </w:t>
      </w:r>
      <w:r>
        <w:rPr>
          <w:lang w:bidi="hi-IN"/>
        </w:rPr>
        <w:t>(without MBSFN)</w:t>
      </w:r>
      <w:r>
        <w:tab/>
        <w:t>860</w:t>
      </w:r>
    </w:p>
    <w:p w14:paraId="567233A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Patterns for TDD</w:t>
      </w:r>
      <w:r>
        <w:tab/>
        <w:t>860</w:t>
      </w:r>
    </w:p>
    <w:p w14:paraId="763395B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TDD pattern 1: outer resource blocks allocation in 10 MHz</w:t>
      </w:r>
      <w:r>
        <w:tab/>
        <w:t>861</w:t>
      </w:r>
    </w:p>
    <w:p w14:paraId="3403220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TDD pattern 2: full bandwidth allocation in 10 MHz</w:t>
      </w:r>
      <w:r>
        <w:tab/>
        <w:t>861</w:t>
      </w:r>
    </w:p>
    <w:p w14:paraId="773C9E3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TDD pattern 3: outer resource blocks allocation in 1.4 MHz</w:t>
      </w:r>
      <w:r>
        <w:tab/>
        <w:t>862</w:t>
      </w:r>
    </w:p>
    <w:p w14:paraId="6B8F592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TDD pattern 4: full bandwidth allocation in 1.4 MHz</w:t>
      </w:r>
      <w:r>
        <w:tab/>
        <w:t>862</w:t>
      </w:r>
    </w:p>
    <w:p w14:paraId="755B58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TDD pattern 5: outer resource blocks allocation in 10 MHz for MBSFN ABS</w:t>
      </w:r>
      <w:r>
        <w:tab/>
        <w:t>863</w:t>
      </w:r>
    </w:p>
    <w:p w14:paraId="4C61D68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TDD pattern 6: full bandwidth allocation in 10 MHz for MBSFN ABS</w:t>
      </w:r>
      <w:r>
        <w:tab/>
        <w:t>864</w:t>
      </w:r>
    </w:p>
    <w:p w14:paraId="607075E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TDD pattern </w:t>
      </w:r>
      <w:r>
        <w:rPr>
          <w:lang w:eastAsia="zh-CN"/>
        </w:rPr>
        <w:t>7</w:t>
      </w:r>
      <w:r>
        <w:t xml:space="preserve">: outer resource blocks allocation in </w:t>
      </w:r>
      <w:r>
        <w:rPr>
          <w:lang w:eastAsia="zh-CN"/>
        </w:rPr>
        <w:t>2</w:t>
      </w:r>
      <w:r>
        <w:t>0 MHz</w:t>
      </w:r>
      <w:r>
        <w:tab/>
        <w:t>865</w:t>
      </w:r>
    </w:p>
    <w:p w14:paraId="5568E0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</w:t>
      </w:r>
      <w:r>
        <w:rPr>
          <w:lang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TDD pattern </w:t>
      </w:r>
      <w:r>
        <w:rPr>
          <w:lang w:eastAsia="zh-CN"/>
        </w:rPr>
        <w:t>8</w:t>
      </w:r>
      <w:r>
        <w:t xml:space="preserve">: full bandwidth allocation in </w:t>
      </w:r>
      <w:r>
        <w:rPr>
          <w:lang w:eastAsia="zh-CN"/>
        </w:rPr>
        <w:t>2</w:t>
      </w:r>
      <w:r>
        <w:t>0 MHz</w:t>
      </w:r>
      <w:r>
        <w:tab/>
        <w:t>866</w:t>
      </w:r>
    </w:p>
    <w:p w14:paraId="33740C6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</w:t>
      </w:r>
      <w:r>
        <w:rPr>
          <w:lang w:eastAsia="zh-CN"/>
        </w:rPr>
        <w:t>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TDD pattern </w:t>
      </w:r>
      <w:r>
        <w:rPr>
          <w:lang w:eastAsia="zh-CN"/>
        </w:rPr>
        <w:t>9</w:t>
      </w:r>
      <w:r>
        <w:t xml:space="preserve">: outer resource blocks allocation in </w:t>
      </w:r>
      <w:r>
        <w:rPr>
          <w:lang w:eastAsia="zh-CN"/>
        </w:rPr>
        <w:t>5</w:t>
      </w:r>
      <w:r>
        <w:t xml:space="preserve"> MHz</w:t>
      </w:r>
      <w:r>
        <w:tab/>
        <w:t>866</w:t>
      </w:r>
    </w:p>
    <w:p w14:paraId="060CA33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</w:t>
      </w:r>
      <w:r>
        <w:rPr>
          <w:lang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TDD pattern </w:t>
      </w:r>
      <w:r>
        <w:rPr>
          <w:lang w:eastAsia="zh-CN"/>
        </w:rPr>
        <w:t>10</w:t>
      </w:r>
      <w:r>
        <w:t xml:space="preserve">: full bandwidth allocation in </w:t>
      </w:r>
      <w:r>
        <w:rPr>
          <w:lang w:eastAsia="zh-CN"/>
        </w:rPr>
        <w:t>5</w:t>
      </w:r>
      <w:r>
        <w:t xml:space="preserve"> MHz</w:t>
      </w:r>
      <w:r>
        <w:tab/>
        <w:t>867</w:t>
      </w:r>
    </w:p>
    <w:p w14:paraId="2DDF0A2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</w:t>
      </w:r>
      <w:r>
        <w:rPr>
          <w:lang w:eastAsia="zh-CN"/>
        </w:rPr>
        <w:t>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TDD pattern </w:t>
      </w:r>
      <w:r>
        <w:rPr>
          <w:lang w:eastAsia="zh-CN"/>
        </w:rPr>
        <w:t xml:space="preserve">11: </w:t>
      </w:r>
      <w:r>
        <w:t xml:space="preserve">Generic resource blocks allocation </w:t>
      </w:r>
      <w:r>
        <w:rPr>
          <w:lang w:bidi="hi-IN"/>
        </w:rPr>
        <w:t>(without MBSFN)</w:t>
      </w:r>
      <w:r>
        <w:tab/>
        <w:t>867</w:t>
      </w:r>
    </w:p>
    <w:p w14:paraId="6094DCA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A.3.2.3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OCNG Patterns for Narrowband IoT</w:t>
      </w:r>
      <w:r>
        <w:tab/>
        <w:t>868</w:t>
      </w:r>
    </w:p>
    <w:p w14:paraId="49E190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IoT OCNG FDD pattern 1: In-band NB-IoT in 10 MHz EUTRAN cell</w:t>
      </w:r>
      <w:r>
        <w:tab/>
        <w:t>869</w:t>
      </w:r>
    </w:p>
    <w:p w14:paraId="6D6E109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A.3.2.3.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Narrowband IoT OCNG FDD pattern </w:t>
      </w:r>
      <w:r>
        <w:rPr>
          <w:lang w:eastAsia="zh-CN"/>
        </w:rPr>
        <w:t>2</w:t>
      </w:r>
      <w:r>
        <w:t xml:space="preserve">: </w:t>
      </w:r>
      <w:r>
        <w:rPr>
          <w:lang w:eastAsia="zh-CN"/>
        </w:rPr>
        <w:t xml:space="preserve">guard </w:t>
      </w:r>
      <w:r>
        <w:t>band NB-IoT in 10 MHz EUTRAN cell</w:t>
      </w:r>
      <w:r>
        <w:tab/>
        <w:t>870</w:t>
      </w:r>
    </w:p>
    <w:p w14:paraId="32805CA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FI"/>
        </w:rPr>
        <w:t>A.3.2.3.</w:t>
      </w:r>
      <w:r w:rsidRPr="00614873">
        <w:rPr>
          <w:lang w:val="sv-FI"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 xml:space="preserve">Narrowband IoT OCNG FDD pattern </w:t>
      </w:r>
      <w:r w:rsidRPr="00614873">
        <w:rPr>
          <w:lang w:val="sv-FI" w:eastAsia="zh-CN"/>
        </w:rPr>
        <w:t>3</w:t>
      </w:r>
      <w:r w:rsidRPr="00614873">
        <w:rPr>
          <w:lang w:val="sv-FI"/>
        </w:rPr>
        <w:t xml:space="preserve">: </w:t>
      </w:r>
      <w:r w:rsidRPr="00614873">
        <w:rPr>
          <w:lang w:val="sv-FI" w:eastAsia="zh-CN"/>
        </w:rPr>
        <w:t>standalone</w:t>
      </w:r>
      <w:r w:rsidRPr="00614873">
        <w:rPr>
          <w:lang w:val="sv-FI"/>
        </w:rPr>
        <w:t xml:space="preserve"> NB-IoT</w:t>
      </w:r>
      <w:r>
        <w:tab/>
        <w:t>870</w:t>
      </w:r>
    </w:p>
    <w:p w14:paraId="016E879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IoT OCNG FDD pattern 4: In-band NB-IoT in 5 MHz EUTRAN cell</w:t>
      </w:r>
      <w:r>
        <w:tab/>
        <w:t>871</w:t>
      </w:r>
    </w:p>
    <w:p w14:paraId="0854BCC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A.3.2.3.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Narrowband IoT OCNG FDD pattern </w:t>
      </w:r>
      <w:r>
        <w:rPr>
          <w:lang w:eastAsia="zh-CN"/>
        </w:rPr>
        <w:t>5</w:t>
      </w:r>
      <w:r>
        <w:t xml:space="preserve">: </w:t>
      </w:r>
      <w:r>
        <w:rPr>
          <w:lang w:eastAsia="zh-CN"/>
        </w:rPr>
        <w:t xml:space="preserve">guard </w:t>
      </w:r>
      <w:r>
        <w:t>band NB-IoT in 5 MHz EUTRAN cell</w:t>
      </w:r>
      <w:r>
        <w:tab/>
        <w:t>872</w:t>
      </w:r>
    </w:p>
    <w:p w14:paraId="35DA904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IoT OCNG TDD pattern 1: In-band NB-IoT in 10 MHz EUTRAN cell</w:t>
      </w:r>
      <w:r>
        <w:tab/>
        <w:t>873</w:t>
      </w:r>
    </w:p>
    <w:p w14:paraId="1CDE00C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A.3.2.3.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Narrowband IoT OCNG TDD pattern </w:t>
      </w:r>
      <w:r>
        <w:rPr>
          <w:lang w:eastAsia="zh-CN"/>
        </w:rPr>
        <w:t>2</w:t>
      </w:r>
      <w:r>
        <w:t xml:space="preserve">: </w:t>
      </w:r>
      <w:r>
        <w:rPr>
          <w:lang w:eastAsia="zh-CN"/>
        </w:rPr>
        <w:t xml:space="preserve">guard </w:t>
      </w:r>
      <w:r>
        <w:t>band NB-IoT in 10 MHz EUTRAN cell</w:t>
      </w:r>
      <w:r>
        <w:tab/>
        <w:t>874</w:t>
      </w:r>
    </w:p>
    <w:p w14:paraId="0BD0693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FI"/>
        </w:rPr>
        <w:t>A.3.2.3.</w:t>
      </w:r>
      <w:r w:rsidRPr="00614873">
        <w:rPr>
          <w:lang w:val="sv-FI"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 xml:space="preserve">Narrowband IoT OCNG TDD pattern </w:t>
      </w:r>
      <w:r w:rsidRPr="00614873">
        <w:rPr>
          <w:lang w:val="sv-FI" w:eastAsia="zh-CN"/>
        </w:rPr>
        <w:t>3</w:t>
      </w:r>
      <w:r w:rsidRPr="00614873">
        <w:rPr>
          <w:lang w:val="sv-FI"/>
        </w:rPr>
        <w:t xml:space="preserve">: </w:t>
      </w:r>
      <w:r w:rsidRPr="00614873">
        <w:rPr>
          <w:lang w:val="sv-FI" w:eastAsia="zh-CN"/>
        </w:rPr>
        <w:t>standalone</w:t>
      </w:r>
      <w:r w:rsidRPr="00614873">
        <w:rPr>
          <w:lang w:val="sv-FI"/>
        </w:rPr>
        <w:t xml:space="preserve"> NB-IoT</w:t>
      </w:r>
      <w:r>
        <w:tab/>
        <w:t>875</w:t>
      </w:r>
    </w:p>
    <w:p w14:paraId="5561798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Patterns for </w:t>
      </w:r>
      <w:r>
        <w:rPr>
          <w:lang w:eastAsia="zh-CN"/>
        </w:rPr>
        <w:t>V2X sidelink</w:t>
      </w:r>
      <w:r>
        <w:tab/>
        <w:t>876</w:t>
      </w:r>
    </w:p>
    <w:p w14:paraId="177F6D3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V2X sidelink </w:t>
      </w:r>
      <w:r>
        <w:t xml:space="preserve">OCNG </w:t>
      </w:r>
      <w:r>
        <w:rPr>
          <w:lang w:eastAsia="zh-CN"/>
        </w:rPr>
        <w:t>T</w:t>
      </w:r>
      <w:r>
        <w:t>DD pattern 1: outer resource blocks allocation in 10 MHz</w:t>
      </w:r>
      <w:r>
        <w:tab/>
        <w:t>876</w:t>
      </w:r>
    </w:p>
    <w:p w14:paraId="0E8D633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V2X sidelink </w:t>
      </w:r>
      <w:r>
        <w:t xml:space="preserve">OCNG </w:t>
      </w:r>
      <w:r>
        <w:rPr>
          <w:lang w:eastAsia="zh-CN"/>
        </w:rPr>
        <w:t>T</w:t>
      </w:r>
      <w:r>
        <w:t xml:space="preserve">DD pattern </w:t>
      </w:r>
      <w:r>
        <w:rPr>
          <w:lang w:eastAsia="zh-CN"/>
        </w:rPr>
        <w:t>2</w:t>
      </w:r>
      <w:r>
        <w:t>: outer resource blocks allocation in 10 MHz</w:t>
      </w:r>
      <w:r>
        <w:tab/>
        <w:t>877</w:t>
      </w:r>
    </w:p>
    <w:p w14:paraId="61233FF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DRX Configurations</w:t>
      </w:r>
      <w:r>
        <w:tab/>
        <w:t>877</w:t>
      </w:r>
    </w:p>
    <w:p w14:paraId="2058E508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 Transmission Configurations</w:t>
      </w:r>
      <w:r>
        <w:tab/>
        <w:t>878</w:t>
      </w:r>
    </w:p>
    <w:p w14:paraId="0D572DA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Non-MBSFN ABS Transmission Configurations</w:t>
      </w:r>
      <w:r>
        <w:tab/>
        <w:t>878</w:t>
      </w:r>
    </w:p>
    <w:p w14:paraId="647E95D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Non-MBSFN ABS Transmission, 1x2 antenna with PBCH</w:t>
      </w:r>
      <w:r>
        <w:tab/>
        <w:t>878</w:t>
      </w:r>
    </w:p>
    <w:p w14:paraId="67481C5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Non-MBSFN ABS Transmission, 2x2 antenna without PBCH</w:t>
      </w:r>
      <w:r>
        <w:tab/>
        <w:t>878</w:t>
      </w:r>
    </w:p>
    <w:p w14:paraId="54744CB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ABS Transmission Configurations</w:t>
      </w:r>
      <w:r>
        <w:tab/>
        <w:t>879</w:t>
      </w:r>
    </w:p>
    <w:p w14:paraId="0CB0B04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ABS Transmission, 1x2 antenna</w:t>
      </w:r>
      <w:r>
        <w:tab/>
        <w:t>879</w:t>
      </w:r>
    </w:p>
    <w:p w14:paraId="716831F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ABS Transmission</w:t>
      </w:r>
      <w:r w:rsidRPr="00614873">
        <w:rPr>
          <w:lang w:val="en-US"/>
        </w:rPr>
        <w:t>, 2x2 antenna</w:t>
      </w:r>
      <w:r>
        <w:tab/>
        <w:t>880</w:t>
      </w:r>
    </w:p>
    <w:p w14:paraId="4550DEB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Impact of Reference Sensitivity Degradation with Carrier Aggregation on Test Cases</w:t>
      </w:r>
      <w:r>
        <w:tab/>
        <w:t>880</w:t>
      </w:r>
    </w:p>
    <w:p w14:paraId="4A7BF4C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Impact of Reference Sensitivity Degradation due to Insertion Loss</w:t>
      </w:r>
      <w:r>
        <w:tab/>
        <w:t>880</w:t>
      </w:r>
    </w:p>
    <w:p w14:paraId="106982C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Carrier Aggregation Test Cases with Different Channel Bandwidth Combinations</w:t>
      </w:r>
      <w:r>
        <w:tab/>
        <w:t>881</w:t>
      </w:r>
    </w:p>
    <w:p w14:paraId="3AC9FC8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881</w:t>
      </w:r>
    </w:p>
    <w:p w14:paraId="71E8CB4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Cases with Different Channel Bandwidths</w:t>
      </w:r>
      <w:r>
        <w:tab/>
        <w:t>881</w:t>
      </w:r>
    </w:p>
    <w:p w14:paraId="0ACAA07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881</w:t>
      </w:r>
    </w:p>
    <w:p w14:paraId="1A7B721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testing</w:t>
      </w:r>
      <w:r>
        <w:tab/>
        <w:t>881</w:t>
      </w:r>
    </w:p>
    <w:p w14:paraId="0CD59DC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ja-JP"/>
        </w:rPr>
        <w:t>A.3.8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ja-JP"/>
        </w:rPr>
        <w:t>Antenna Configuration</w:t>
      </w:r>
      <w:r>
        <w:tab/>
        <w:t>881</w:t>
      </w:r>
    </w:p>
    <w:p w14:paraId="7A137E1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A.3.8.1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Antenna connection</w:t>
      </w:r>
      <w:r w:rsidRPr="00614873">
        <w:rPr>
          <w:snapToGrid w:val="0"/>
          <w:lang w:eastAsia="zh-CN"/>
        </w:rPr>
        <w:t xml:space="preserve"> for 4 Rx capable UEs</w:t>
      </w:r>
      <w:r>
        <w:tab/>
        <w:t>881</w:t>
      </w:r>
    </w:p>
    <w:p w14:paraId="58D9102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A.3.8.1.1 Introduction</w:t>
      </w:r>
      <w:r>
        <w:tab/>
        <w:t>881</w:t>
      </w:r>
    </w:p>
    <w:p w14:paraId="1A4E3D5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A.3.8.1.2 Principle of testing</w:t>
      </w:r>
      <w:r>
        <w:tab/>
        <w:t>881</w:t>
      </w:r>
    </w:p>
    <w:p w14:paraId="4693951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A.3.8.1.2.1 Single carrier tests</w:t>
      </w:r>
      <w:r>
        <w:tab/>
        <w:t>881</w:t>
      </w:r>
    </w:p>
    <w:p w14:paraId="26CB311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A.3.8.1.2.2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Carrier aggregation and Dual connectivity tests</w:t>
      </w:r>
      <w:r>
        <w:tab/>
        <w:t>882</w:t>
      </w:r>
    </w:p>
    <w:p w14:paraId="5C27908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A.3.8.1.2.3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Antenna connection for bands where 2RX is supported</w:t>
      </w:r>
      <w:r>
        <w:tab/>
        <w:t>883</w:t>
      </w:r>
    </w:p>
    <w:p w14:paraId="74E176D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A.3.8.1.2.4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Antenna connection for bands where 4RX is supported</w:t>
      </w:r>
      <w:r>
        <w:tab/>
        <w:t>883</w:t>
      </w:r>
    </w:p>
    <w:p w14:paraId="08982AF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A.3.8.2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Antenna connection</w:t>
      </w:r>
      <w:r w:rsidRPr="00614873">
        <w:rPr>
          <w:snapToGrid w:val="0"/>
          <w:lang w:eastAsia="zh-CN"/>
        </w:rPr>
        <w:t xml:space="preserve"> for 8 Rx capable UEs</w:t>
      </w:r>
      <w:r>
        <w:tab/>
        <w:t>883</w:t>
      </w:r>
    </w:p>
    <w:p w14:paraId="50B4DCB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883</w:t>
      </w:r>
    </w:p>
    <w:p w14:paraId="4584E91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testing</w:t>
      </w:r>
      <w:r>
        <w:tab/>
        <w:t>883</w:t>
      </w:r>
    </w:p>
    <w:p w14:paraId="16EE2A0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A.3.8.2.2.1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Single carrier tests</w:t>
      </w:r>
      <w:r>
        <w:tab/>
        <w:t>883</w:t>
      </w:r>
    </w:p>
    <w:p w14:paraId="49CF749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A.3.8.2.2.2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Carrier aggregation and Dual connectivity tests</w:t>
      </w:r>
      <w:r>
        <w:tab/>
        <w:t>884</w:t>
      </w:r>
    </w:p>
    <w:p w14:paraId="36B865C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A.3.8.2.2.3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Antenna connection for bands where 2RX is supported</w:t>
      </w:r>
      <w:r>
        <w:tab/>
        <w:t>884</w:t>
      </w:r>
    </w:p>
    <w:p w14:paraId="5B24469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A.3.8.2.2.4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Antenna connection for bands where 4RX is supported</w:t>
      </w:r>
      <w:r>
        <w:tab/>
        <w:t>884</w:t>
      </w:r>
    </w:p>
    <w:p w14:paraId="19B633B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A.3.8.2.2.5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Antenna connection for bands where 8RX is supported</w:t>
      </w:r>
      <w:r>
        <w:tab/>
        <w:t>884</w:t>
      </w:r>
    </w:p>
    <w:p w14:paraId="7DEB4AF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Carrier Aggregation Test Cases with Different Duplex Modes</w:t>
      </w:r>
      <w:r>
        <w:tab/>
        <w:t>884</w:t>
      </w:r>
    </w:p>
    <w:p w14:paraId="46A81B9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884</w:t>
      </w:r>
    </w:p>
    <w:p w14:paraId="3A36F6F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testing</w:t>
      </w:r>
      <w:r>
        <w:tab/>
        <w:t>884</w:t>
      </w:r>
    </w:p>
    <w:p w14:paraId="69AD921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Carrier Aggregation Test Cases with Different CA Configurations</w:t>
      </w:r>
      <w:r>
        <w:tab/>
        <w:t>885</w:t>
      </w:r>
    </w:p>
    <w:p w14:paraId="42CB2C5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885</w:t>
      </w:r>
    </w:p>
    <w:p w14:paraId="0770DC3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testing</w:t>
      </w:r>
      <w:r>
        <w:tab/>
        <w:t>885</w:t>
      </w:r>
    </w:p>
    <w:p w14:paraId="0FBD4FA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Cases for Synchronous and Asynchronous Dual Connectivity</w:t>
      </w:r>
      <w:r>
        <w:tab/>
        <w:t>885</w:t>
      </w:r>
    </w:p>
    <w:p w14:paraId="6CA55E1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885</w:t>
      </w:r>
    </w:p>
    <w:p w14:paraId="1F17301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Testing</w:t>
      </w:r>
      <w:r>
        <w:tab/>
        <w:t>885</w:t>
      </w:r>
    </w:p>
    <w:p w14:paraId="579D6BF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Proximity-based Services</w:t>
      </w:r>
      <w:r>
        <w:tab/>
        <w:t>885</w:t>
      </w:r>
    </w:p>
    <w:p w14:paraId="4D442C7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885</w:t>
      </w:r>
    </w:p>
    <w:p w14:paraId="4B699DA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DRX configurations for ProSe tests</w:t>
      </w:r>
      <w:r>
        <w:tab/>
        <w:t>885</w:t>
      </w:r>
    </w:p>
    <w:p w14:paraId="2DD0F44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Cases with Different Channel Bandwidths</w:t>
      </w:r>
      <w:r>
        <w:tab/>
        <w:t>886</w:t>
      </w:r>
    </w:p>
    <w:p w14:paraId="4437B92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886</w:t>
      </w:r>
    </w:p>
    <w:p w14:paraId="28C809C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testing</w:t>
      </w:r>
      <w:r>
        <w:tab/>
        <w:t>886</w:t>
      </w:r>
    </w:p>
    <w:p w14:paraId="1D2CF37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resource pool configurations for ProSe Direct Discovery</w:t>
      </w:r>
      <w:r>
        <w:tab/>
        <w:t>886</w:t>
      </w:r>
    </w:p>
    <w:p w14:paraId="6085B91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resource pool configurations for ProSe Direct Communication</w:t>
      </w:r>
      <w:r>
        <w:tab/>
        <w:t>893</w:t>
      </w:r>
    </w:p>
    <w:p w14:paraId="051B319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Measurement Channels for ProSe Direct Discovery</w:t>
      </w:r>
      <w:r>
        <w:tab/>
        <w:t>896</w:t>
      </w:r>
    </w:p>
    <w:p w14:paraId="7F49BC6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</w:t>
      </w:r>
      <w:r>
        <w:tab/>
        <w:t>896</w:t>
      </w:r>
    </w:p>
    <w:p w14:paraId="4ACD99C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measurement channels for ProSe Direct Communication</w:t>
      </w:r>
      <w:r>
        <w:tab/>
        <w:t>896</w:t>
      </w:r>
    </w:p>
    <w:p w14:paraId="4C904EF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</w:t>
      </w:r>
      <w:r>
        <w:tab/>
        <w:t>896</w:t>
      </w:r>
    </w:p>
    <w:p w14:paraId="5732290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ProSe Receive Traffic Generator</w:t>
      </w:r>
      <w:r>
        <w:tab/>
        <w:t>897</w:t>
      </w:r>
    </w:p>
    <w:p w14:paraId="3A5BEBF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ProSe Direct Communication Receive Traffic Generator for FDD</w:t>
      </w:r>
      <w:r>
        <w:tab/>
        <w:t>897</w:t>
      </w:r>
    </w:p>
    <w:p w14:paraId="737781E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ProSe Direct Discovery Receive Traffic Generator for FDD</w:t>
      </w:r>
      <w:r>
        <w:tab/>
        <w:t>897</w:t>
      </w:r>
    </w:p>
    <w:p w14:paraId="4AC020D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Time Offset between Cells</w:t>
      </w:r>
      <w:r>
        <w:tab/>
        <w:t>898</w:t>
      </w:r>
    </w:p>
    <w:p w14:paraId="47B987F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898</w:t>
      </w:r>
    </w:p>
    <w:p w14:paraId="33A0F13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Definition</w:t>
      </w:r>
      <w:r>
        <w:tab/>
        <w:t>898</w:t>
      </w:r>
    </w:p>
    <w:p w14:paraId="4053459E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Carrier Aggregation </w:t>
      </w:r>
      <w:r>
        <w:rPr>
          <w:lang w:eastAsia="zh-CN"/>
        </w:rPr>
        <w:t xml:space="preserve">under operation with Frame Structure 3 </w:t>
      </w:r>
      <w:r>
        <w:t>Test Cases with Different Duplex Modes</w:t>
      </w:r>
      <w:r>
        <w:tab/>
        <w:t>898</w:t>
      </w:r>
    </w:p>
    <w:p w14:paraId="55A2886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14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898</w:t>
      </w:r>
    </w:p>
    <w:p w14:paraId="5758A91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14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testing</w:t>
      </w:r>
      <w:r>
        <w:tab/>
        <w:t>898</w:t>
      </w:r>
    </w:p>
    <w:p w14:paraId="7F5CD6D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A.3.15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Dual connectivity test cases with different combination of duplex mode</w:t>
      </w:r>
      <w:r>
        <w:tab/>
        <w:t>898</w:t>
      </w:r>
    </w:p>
    <w:p w14:paraId="27AAC20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Arial Unicode MS"/>
          <w:lang w:eastAsia="zh-CN"/>
        </w:rPr>
        <w:t>A.3.15.1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Arial Unicode MS"/>
          <w:lang w:eastAsia="zh-CN"/>
        </w:rPr>
        <w:t>Introduction</w:t>
      </w:r>
      <w:r>
        <w:tab/>
        <w:t>898</w:t>
      </w:r>
    </w:p>
    <w:p w14:paraId="5CE1A0B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Arial Unicode MS"/>
          <w:lang w:eastAsia="zh-CN"/>
        </w:rPr>
        <w:t>A.3.15.2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Arial Unicode MS"/>
          <w:lang w:eastAsia="zh-CN"/>
        </w:rPr>
        <w:t>Principle of testing</w:t>
      </w:r>
      <w:r>
        <w:tab/>
        <w:t>898</w:t>
      </w:r>
    </w:p>
    <w:p w14:paraId="56DF6C1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Reference </w:t>
      </w:r>
      <w:r>
        <w:rPr>
          <w:lang w:eastAsia="zh-CN"/>
        </w:rPr>
        <w:t>PRACH</w:t>
      </w:r>
      <w:r>
        <w:t xml:space="preserve"> Configurations</w:t>
      </w:r>
      <w:r>
        <w:tab/>
        <w:t>899</w:t>
      </w:r>
    </w:p>
    <w:p w14:paraId="54427F8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Listen before talk model</w:t>
      </w:r>
      <w:r>
        <w:tab/>
        <w:t>899</w:t>
      </w:r>
    </w:p>
    <w:p w14:paraId="162246D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899</w:t>
      </w:r>
    </w:p>
    <w:p w14:paraId="3C046AD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Definition</w:t>
      </w:r>
      <w:r>
        <w:tab/>
        <w:t>899</w:t>
      </w:r>
    </w:p>
    <w:p w14:paraId="10829D0F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N</w:t>
      </w:r>
      <w:r>
        <w:rPr>
          <w:lang w:eastAsia="zh-CN"/>
        </w:rPr>
        <w:t>PRACH</w:t>
      </w:r>
      <w:r>
        <w:t xml:space="preserve"> Configurations</w:t>
      </w:r>
      <w:r>
        <w:tab/>
        <w:t>900</w:t>
      </w:r>
    </w:p>
    <w:p w14:paraId="7DD006B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A.3.19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Dual connectivity test cases with different bandwidth combinations</w:t>
      </w:r>
      <w:r>
        <w:tab/>
        <w:t>901</w:t>
      </w:r>
    </w:p>
    <w:p w14:paraId="309E722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Arial Unicode MS"/>
          <w:lang w:eastAsia="zh-CN"/>
        </w:rPr>
        <w:t>A.3.19.1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Arial Unicode MS"/>
          <w:lang w:eastAsia="zh-CN"/>
        </w:rPr>
        <w:t>Introduction</w:t>
      </w:r>
      <w:r>
        <w:tab/>
        <w:t>901</w:t>
      </w:r>
    </w:p>
    <w:p w14:paraId="498DE35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Arial Unicode MS"/>
          <w:lang w:eastAsia="zh-CN"/>
        </w:rPr>
        <w:t>A.3.19.2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Arial Unicode MS"/>
          <w:lang w:eastAsia="zh-CN"/>
        </w:rPr>
        <w:t>Principle of testing</w:t>
      </w:r>
      <w:r>
        <w:tab/>
        <w:t>901</w:t>
      </w:r>
    </w:p>
    <w:p w14:paraId="63582C2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Category M1 UE Test Cases</w:t>
      </w:r>
      <w:r>
        <w:tab/>
        <w:t>902</w:t>
      </w:r>
    </w:p>
    <w:p w14:paraId="48A34F1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902</w:t>
      </w:r>
    </w:p>
    <w:p w14:paraId="3C1E7E5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Cat-M1 UE Testing</w:t>
      </w:r>
      <w:r>
        <w:tab/>
        <w:t>902</w:t>
      </w:r>
    </w:p>
    <w:p w14:paraId="78E1F75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Cat-M1 UE testing for inter-frequency RSTD measurement period requirements with measurement gaps</w:t>
      </w:r>
      <w:r>
        <w:tab/>
        <w:t>903</w:t>
      </w:r>
    </w:p>
    <w:p w14:paraId="0FDBC59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V2V Sidelink Communication on Dedicated V2V Carrier</w:t>
      </w:r>
      <w:r>
        <w:tab/>
        <w:t>904</w:t>
      </w:r>
    </w:p>
    <w:p w14:paraId="7D37EFD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904</w:t>
      </w:r>
    </w:p>
    <w:p w14:paraId="65F82D7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A.3.21.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resource pool configurations for V2V Sidelink Communication</w:t>
      </w:r>
      <w:r>
        <w:tab/>
        <w:t>904</w:t>
      </w:r>
    </w:p>
    <w:p w14:paraId="7CF4467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A.3.21.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measurement channels for V2V Sidelink Communication</w:t>
      </w:r>
      <w:r>
        <w:tab/>
        <w:t>905</w:t>
      </w:r>
    </w:p>
    <w:p w14:paraId="423FBA6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Category 1bis UE Test Cases</w:t>
      </w:r>
      <w:r>
        <w:tab/>
        <w:t>906</w:t>
      </w:r>
    </w:p>
    <w:p w14:paraId="21DE57A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906</w:t>
      </w:r>
    </w:p>
    <w:p w14:paraId="69D6A7B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Category 1bis UE Testing</w:t>
      </w:r>
      <w:r>
        <w:tab/>
        <w:t>906</w:t>
      </w:r>
    </w:p>
    <w:p w14:paraId="6AEE15B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Category NB2 UE Test Cases</w:t>
      </w:r>
      <w:r>
        <w:tab/>
        <w:t>910</w:t>
      </w:r>
    </w:p>
    <w:p w14:paraId="4AC2EFD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910</w:t>
      </w:r>
    </w:p>
    <w:p w14:paraId="337791A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Category NB2 UE Testing</w:t>
      </w:r>
      <w:r>
        <w:tab/>
        <w:t>910</w:t>
      </w:r>
    </w:p>
    <w:p w14:paraId="0D1A796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 w:rsidRPr="00614873">
        <w:rPr>
          <w:bCs/>
        </w:rPr>
        <w:t>3.24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algun Gothic"/>
          <w:lang w:eastAsia="zh-CN"/>
        </w:rPr>
        <w:t>V2X sidelink communication</w:t>
      </w:r>
      <w:r>
        <w:tab/>
        <w:t>913</w:t>
      </w:r>
    </w:p>
    <w:p w14:paraId="4BB0027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913</w:t>
      </w:r>
    </w:p>
    <w:p w14:paraId="3A5B62D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resource pool configurations for V2</w:t>
      </w:r>
      <w:r>
        <w:rPr>
          <w:lang w:eastAsia="zh-CN"/>
        </w:rPr>
        <w:t>X</w:t>
      </w:r>
      <w:r>
        <w:t xml:space="preserve"> Sidelink Communication</w:t>
      </w:r>
      <w:r>
        <w:tab/>
        <w:t>914</w:t>
      </w:r>
    </w:p>
    <w:p w14:paraId="5EEC13F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A.3.24.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measurement channels for V2</w:t>
      </w:r>
      <w:r>
        <w:rPr>
          <w:lang w:eastAsia="zh-CN"/>
        </w:rPr>
        <w:t>X</w:t>
      </w:r>
      <w:r>
        <w:t xml:space="preserve"> Sidelink Communication</w:t>
      </w:r>
      <w:r>
        <w:tab/>
        <w:t>918</w:t>
      </w:r>
    </w:p>
    <w:p w14:paraId="21C60115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Category M2 UE Test Cases</w:t>
      </w:r>
      <w:r>
        <w:tab/>
        <w:t>919</w:t>
      </w:r>
    </w:p>
    <w:p w14:paraId="4424581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919</w:t>
      </w:r>
    </w:p>
    <w:p w14:paraId="415580C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Cat-M2 UE Testing</w:t>
      </w:r>
      <w:r>
        <w:tab/>
        <w:t>919</w:t>
      </w:r>
    </w:p>
    <w:p w14:paraId="0839C17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Cat-M2 UE testing for inter-frequency RSTD measurement period requirements with measurement gaps</w:t>
      </w:r>
      <w:r>
        <w:tab/>
        <w:t>920</w:t>
      </w:r>
    </w:p>
    <w:p w14:paraId="2ABE9E2F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A.3.26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sTTI and processing time reduction</w:t>
      </w:r>
      <w:r>
        <w:rPr>
          <w:lang w:eastAsia="zh-CN"/>
        </w:rPr>
        <w:t xml:space="preserve"> test cases with different </w:t>
      </w:r>
      <w:r>
        <w:t>sTTI/processing time reduction scheme</w:t>
      </w:r>
      <w:r>
        <w:tab/>
        <w:t>921</w:t>
      </w:r>
    </w:p>
    <w:p w14:paraId="6DC7494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Arial Unicode MS"/>
          <w:lang w:eastAsia="zh-CN"/>
        </w:rPr>
        <w:t>A.3.26.1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Arial Unicode MS"/>
          <w:lang w:eastAsia="zh-CN"/>
        </w:rPr>
        <w:t>Introduction</w:t>
      </w:r>
      <w:r>
        <w:tab/>
        <w:t>921</w:t>
      </w:r>
    </w:p>
    <w:p w14:paraId="1152878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Arial Unicode MS"/>
          <w:lang w:eastAsia="zh-CN"/>
        </w:rPr>
        <w:t>A.3.26.2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Arial Unicode MS"/>
          <w:lang w:eastAsia="zh-CN"/>
        </w:rPr>
        <w:t>Principle of testing</w:t>
      </w:r>
      <w:r>
        <w:tab/>
        <w:t>921</w:t>
      </w:r>
    </w:p>
    <w:p w14:paraId="2626070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LTE INACTIVE Cell Re-selection Test Cases</w:t>
      </w:r>
      <w:r>
        <w:tab/>
        <w:t>921</w:t>
      </w:r>
    </w:p>
    <w:p w14:paraId="1BE79DB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921</w:t>
      </w:r>
    </w:p>
    <w:p w14:paraId="1F9A1B9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INACTIVE cell re-selection Testing</w:t>
      </w:r>
      <w:r>
        <w:tab/>
        <w:t>921</w:t>
      </w:r>
    </w:p>
    <w:p w14:paraId="762267B1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 w:rsidRPr="00614873">
        <w:rPr>
          <w:rFonts w:cs="v4.2.0"/>
        </w:rPr>
        <w:t>A.4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E-UTRAN RRC_IDLE state</w:t>
      </w:r>
      <w:r>
        <w:tab/>
        <w:t>921</w:t>
      </w:r>
    </w:p>
    <w:p w14:paraId="20F0F5B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Re-Selection</w:t>
      </w:r>
      <w:r>
        <w:tab/>
        <w:t>921</w:t>
      </w:r>
    </w:p>
    <w:p w14:paraId="570EAC5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Intra frequency case</w:t>
      </w:r>
      <w:r>
        <w:tab/>
        <w:t>921</w:t>
      </w:r>
    </w:p>
    <w:p w14:paraId="68F771E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921</w:t>
      </w:r>
    </w:p>
    <w:p w14:paraId="77D9B0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923</w:t>
      </w:r>
    </w:p>
    <w:p w14:paraId="754FCCE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Intra frequency case</w:t>
      </w:r>
      <w:r>
        <w:tab/>
        <w:t>924</w:t>
      </w:r>
    </w:p>
    <w:p w14:paraId="1173BF9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924</w:t>
      </w:r>
    </w:p>
    <w:p w14:paraId="2088B97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925</w:t>
      </w:r>
    </w:p>
    <w:p w14:paraId="38403FB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case</w:t>
      </w:r>
      <w:r>
        <w:tab/>
        <w:t>926</w:t>
      </w:r>
    </w:p>
    <w:p w14:paraId="13D8DA0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926</w:t>
      </w:r>
    </w:p>
    <w:p w14:paraId="0131C94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927</w:t>
      </w:r>
    </w:p>
    <w:p w14:paraId="6E03E7E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TDD Inter frequency case</w:t>
      </w:r>
      <w:r>
        <w:tab/>
        <w:t>928</w:t>
      </w:r>
    </w:p>
    <w:p w14:paraId="26E5A3A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928</w:t>
      </w:r>
    </w:p>
    <w:p w14:paraId="52C4FFC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929</w:t>
      </w:r>
    </w:p>
    <w:p w14:paraId="6A9596F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Inter frequency case</w:t>
      </w:r>
      <w:r>
        <w:tab/>
        <w:t>930</w:t>
      </w:r>
    </w:p>
    <w:p w14:paraId="07CE410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930</w:t>
      </w:r>
    </w:p>
    <w:p w14:paraId="0EA075B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931</w:t>
      </w:r>
    </w:p>
    <w:p w14:paraId="3CD0C9B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TDD: Inter frequency case</w:t>
      </w:r>
      <w:r>
        <w:tab/>
        <w:t>932</w:t>
      </w:r>
    </w:p>
    <w:p w14:paraId="30D7625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932</w:t>
      </w:r>
    </w:p>
    <w:p w14:paraId="51E3D2C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933</w:t>
      </w:r>
    </w:p>
    <w:p w14:paraId="2C1936B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case in the existence of non-allowed CSG cell</w:t>
      </w:r>
      <w:r>
        <w:tab/>
        <w:t>934</w:t>
      </w:r>
    </w:p>
    <w:p w14:paraId="5E53F27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934</w:t>
      </w:r>
    </w:p>
    <w:p w14:paraId="558910E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935</w:t>
      </w:r>
    </w:p>
    <w:p w14:paraId="065B243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– </w:t>
      </w:r>
      <w:r>
        <w:rPr>
          <w:lang w:eastAsia="zh-CN"/>
        </w:rPr>
        <w:t>T</w:t>
      </w:r>
      <w:r>
        <w:t>DD Inter frequency case in the existence of non-allowed CSG cell</w:t>
      </w:r>
      <w:r>
        <w:tab/>
        <w:t>936</w:t>
      </w:r>
    </w:p>
    <w:p w14:paraId="718872A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8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936</w:t>
      </w:r>
    </w:p>
    <w:p w14:paraId="1AA4088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8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937</w:t>
      </w:r>
    </w:p>
    <w:p w14:paraId="21E7E70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Intra frequency case</w:t>
      </w:r>
      <w:r>
        <w:rPr>
          <w:lang w:eastAsia="zh-CN"/>
        </w:rPr>
        <w:t xml:space="preserve"> for 5MHz bandwidth</w:t>
      </w:r>
      <w:r>
        <w:tab/>
        <w:t>938</w:t>
      </w:r>
    </w:p>
    <w:p w14:paraId="5895E1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9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938</w:t>
      </w:r>
    </w:p>
    <w:p w14:paraId="08FA2C4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9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938</w:t>
      </w:r>
    </w:p>
    <w:p w14:paraId="008040D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reselection using an increased number of carriers</w:t>
      </w:r>
      <w:r>
        <w:tab/>
        <w:t>938</w:t>
      </w:r>
    </w:p>
    <w:p w14:paraId="5343097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938</w:t>
      </w:r>
    </w:p>
    <w:p w14:paraId="4DCEB98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942</w:t>
      </w:r>
    </w:p>
    <w:p w14:paraId="0EB138A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reselection using an increased number of carriers</w:t>
      </w:r>
      <w:r>
        <w:tab/>
        <w:t>942</w:t>
      </w:r>
    </w:p>
    <w:p w14:paraId="3FD8389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942</w:t>
      </w:r>
    </w:p>
    <w:p w14:paraId="6500AAD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946</w:t>
      </w:r>
    </w:p>
    <w:p w14:paraId="65A7B33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Intra frequency case for Cat-M1 UE in normal coverage</w:t>
      </w:r>
      <w:r>
        <w:tab/>
        <w:t>946</w:t>
      </w:r>
    </w:p>
    <w:p w14:paraId="6D93BB3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946</w:t>
      </w:r>
    </w:p>
    <w:p w14:paraId="5781420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948</w:t>
      </w:r>
    </w:p>
    <w:p w14:paraId="14D00BA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 – FDD Intra frequency case for Cat-M1 UE in normal coverage</w:t>
      </w:r>
      <w:r>
        <w:tab/>
        <w:t>949</w:t>
      </w:r>
    </w:p>
    <w:p w14:paraId="0C5B9CC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949</w:t>
      </w:r>
    </w:p>
    <w:p w14:paraId="3199232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950</w:t>
      </w:r>
    </w:p>
    <w:p w14:paraId="5AE5775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Intra frequency case for Cat-M1 UE in normal coverage</w:t>
      </w:r>
      <w:r>
        <w:tab/>
        <w:t>951</w:t>
      </w:r>
    </w:p>
    <w:p w14:paraId="3021047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951</w:t>
      </w:r>
    </w:p>
    <w:p w14:paraId="7DB580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952</w:t>
      </w:r>
    </w:p>
    <w:p w14:paraId="36FE7AB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A.4.2.15 E-UTRAN FDD – FDD Intra frequency case for Cat-M1 UE in enhanced coverage</w:t>
      </w:r>
      <w:r>
        <w:tab/>
        <w:t>953</w:t>
      </w:r>
    </w:p>
    <w:p w14:paraId="5BB6B26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953</w:t>
      </w:r>
    </w:p>
    <w:p w14:paraId="0AE6A67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954</w:t>
      </w:r>
    </w:p>
    <w:p w14:paraId="4D8CA13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A.4.2.16 E-UTRAN HD – FDD Intra frequency case for Cat-M1 UE in enhanced coverage</w:t>
      </w:r>
      <w:r>
        <w:tab/>
        <w:t>955</w:t>
      </w:r>
    </w:p>
    <w:p w14:paraId="27114BC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955</w:t>
      </w:r>
    </w:p>
    <w:p w14:paraId="5D946C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956</w:t>
      </w:r>
    </w:p>
    <w:p w14:paraId="2202245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A.4.2.17 E-UTRAN TDD – TDD Intra frequency case for Cat-M1 UE in enhanced coverage</w:t>
      </w:r>
      <w:r>
        <w:tab/>
        <w:t>957</w:t>
      </w:r>
    </w:p>
    <w:p w14:paraId="4739BE0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957</w:t>
      </w:r>
    </w:p>
    <w:p w14:paraId="0D3B0B6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958</w:t>
      </w:r>
    </w:p>
    <w:p w14:paraId="2D3021A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A.4.2.18 HD – FDD Intra frequency case for UE Category NB1 In-Band mode in normal coverage</w:t>
      </w:r>
      <w:r>
        <w:tab/>
        <w:t>959</w:t>
      </w:r>
    </w:p>
    <w:p w14:paraId="2A875A2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959</w:t>
      </w:r>
    </w:p>
    <w:p w14:paraId="259A989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961</w:t>
      </w:r>
    </w:p>
    <w:p w14:paraId="36DD579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 – FDD Intra frequency case for UE Category NB1 In-Band mode in enhanced coverage</w:t>
      </w:r>
      <w:r>
        <w:tab/>
        <w:t>962</w:t>
      </w:r>
    </w:p>
    <w:p w14:paraId="6476EBB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962</w:t>
      </w:r>
    </w:p>
    <w:p w14:paraId="413CADF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964</w:t>
      </w:r>
    </w:p>
    <w:p w14:paraId="4FEB575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Intra frequency case for UE Category 1bis</w:t>
      </w:r>
      <w:r>
        <w:tab/>
        <w:t>965</w:t>
      </w:r>
    </w:p>
    <w:p w14:paraId="12837B2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965</w:t>
      </w:r>
    </w:p>
    <w:p w14:paraId="591958D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966</w:t>
      </w:r>
    </w:p>
    <w:p w14:paraId="3C732F9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Intra frequency case for UE Category 1bis</w:t>
      </w:r>
      <w:r>
        <w:tab/>
        <w:t>967</w:t>
      </w:r>
    </w:p>
    <w:p w14:paraId="29F57FC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967</w:t>
      </w:r>
    </w:p>
    <w:p w14:paraId="4A330F6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968</w:t>
      </w:r>
    </w:p>
    <w:p w14:paraId="23E247F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Intra frequency case for UE configured with highSpeedEnhancedMeasFlag</w:t>
      </w:r>
      <w:r>
        <w:tab/>
        <w:t>969</w:t>
      </w:r>
    </w:p>
    <w:p w14:paraId="3AEFCA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969</w:t>
      </w:r>
    </w:p>
    <w:p w14:paraId="1C33206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970</w:t>
      </w:r>
    </w:p>
    <w:p w14:paraId="706E3E3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Intra frequency case for UE configured with highSpeedEnhancedMeasFlag</w:t>
      </w:r>
      <w:r>
        <w:tab/>
        <w:t>971</w:t>
      </w:r>
    </w:p>
    <w:p w14:paraId="5054E1E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971</w:t>
      </w:r>
    </w:p>
    <w:p w14:paraId="636B176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972</w:t>
      </w:r>
    </w:p>
    <w:p w14:paraId="1E6CFAD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 – FDD Inter frequency case for UE Category NB1 In-Band mode in enhanced coverage</w:t>
      </w:r>
      <w:r>
        <w:tab/>
        <w:t>973</w:t>
      </w:r>
    </w:p>
    <w:p w14:paraId="55E00E0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973</w:t>
      </w:r>
    </w:p>
    <w:p w14:paraId="0F8803E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976</w:t>
      </w:r>
    </w:p>
    <w:p w14:paraId="700AA66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A.4.2.25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FDD – FDD Inter frequency case for Cat-M1 UE in normal coverage</w:t>
      </w:r>
      <w:r>
        <w:tab/>
        <w:t>977</w:t>
      </w:r>
    </w:p>
    <w:p w14:paraId="639FD14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977</w:t>
      </w:r>
    </w:p>
    <w:p w14:paraId="052C92C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978</w:t>
      </w:r>
    </w:p>
    <w:p w14:paraId="1A08553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A.4.2.26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HD – FDD Inter frequency case for Cat-M1 UE in normal coverage</w:t>
      </w:r>
      <w:r>
        <w:tab/>
        <w:t>979</w:t>
      </w:r>
    </w:p>
    <w:p w14:paraId="4CB9957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979</w:t>
      </w:r>
    </w:p>
    <w:p w14:paraId="06A7CD7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980</w:t>
      </w:r>
    </w:p>
    <w:p w14:paraId="6E8178B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A.4.2.27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TDD – FDD Inter frequency case for Cat-M1 UE in normal coverage</w:t>
      </w:r>
      <w:r>
        <w:tab/>
        <w:t>981</w:t>
      </w:r>
    </w:p>
    <w:p w14:paraId="7801BAD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981</w:t>
      </w:r>
    </w:p>
    <w:p w14:paraId="7569650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982</w:t>
      </w:r>
    </w:p>
    <w:p w14:paraId="6754B94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A.4.2.28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FDD – FDD Inter frequency case for Cat-M1 UE in enhanced coverage</w:t>
      </w:r>
      <w:r>
        <w:tab/>
        <w:t>983</w:t>
      </w:r>
    </w:p>
    <w:p w14:paraId="38555BA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983</w:t>
      </w:r>
    </w:p>
    <w:p w14:paraId="3DAA9EC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984</w:t>
      </w:r>
    </w:p>
    <w:p w14:paraId="5599916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 – FDD Inter frequency case for Cat-M1 UE in enhanced coverage</w:t>
      </w:r>
      <w:r>
        <w:tab/>
        <w:t>985</w:t>
      </w:r>
    </w:p>
    <w:p w14:paraId="7F6C123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985</w:t>
      </w:r>
    </w:p>
    <w:p w14:paraId="7003436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986</w:t>
      </w:r>
    </w:p>
    <w:p w14:paraId="483DE9F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 frequency case for Cat-M1 UE in enhanced coverage</w:t>
      </w:r>
      <w:r>
        <w:tab/>
        <w:t>987</w:t>
      </w:r>
    </w:p>
    <w:p w14:paraId="0A4656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987</w:t>
      </w:r>
    </w:p>
    <w:p w14:paraId="476FFEF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988</w:t>
      </w:r>
    </w:p>
    <w:p w14:paraId="2E959E4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case for UE Category 1bis</w:t>
      </w:r>
      <w:r>
        <w:tab/>
        <w:t>989</w:t>
      </w:r>
    </w:p>
    <w:p w14:paraId="3CE6D5E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989</w:t>
      </w:r>
    </w:p>
    <w:p w14:paraId="7EA7CD6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990</w:t>
      </w:r>
    </w:p>
    <w:p w14:paraId="0680299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TDD Inter frequency case for UE Category 1bis</w:t>
      </w:r>
      <w:r>
        <w:tab/>
        <w:t>991</w:t>
      </w:r>
    </w:p>
    <w:p w14:paraId="7DC81D7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32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991</w:t>
      </w:r>
    </w:p>
    <w:p w14:paraId="011EF3A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32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992</w:t>
      </w:r>
    </w:p>
    <w:p w14:paraId="1B76727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Inter frequency case for UE Category 1bis</w:t>
      </w:r>
      <w:r>
        <w:tab/>
        <w:t>993</w:t>
      </w:r>
    </w:p>
    <w:p w14:paraId="2A10F69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33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993</w:t>
      </w:r>
    </w:p>
    <w:p w14:paraId="67D03A1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33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994</w:t>
      </w:r>
    </w:p>
    <w:p w14:paraId="3A52180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TDD: Inter frequency case for UE Category 1bis</w:t>
      </w:r>
      <w:r>
        <w:tab/>
        <w:t>995</w:t>
      </w:r>
    </w:p>
    <w:p w14:paraId="7A71A50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995</w:t>
      </w:r>
    </w:p>
    <w:p w14:paraId="74D401F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996</w:t>
      </w:r>
    </w:p>
    <w:p w14:paraId="045D0CA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case for UE Category NB1 In-Band mode in normal coverage</w:t>
      </w:r>
      <w:r>
        <w:tab/>
        <w:t>997</w:t>
      </w:r>
    </w:p>
    <w:p w14:paraId="00BBDA2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997</w:t>
      </w:r>
    </w:p>
    <w:p w14:paraId="41AD08C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999</w:t>
      </w:r>
    </w:p>
    <w:p w14:paraId="263752E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Intra frequency case for UE Category NB1 In-Band mode in enhanced coverage</w:t>
      </w:r>
      <w:r>
        <w:tab/>
        <w:t>1000</w:t>
      </w:r>
    </w:p>
    <w:p w14:paraId="3374303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1000</w:t>
      </w:r>
    </w:p>
    <w:p w14:paraId="0B6ADF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1002</w:t>
      </w:r>
    </w:p>
    <w:p w14:paraId="1E099DC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Inter frequency case for UE Category NB1 In-Band mode in enhanced coverage</w:t>
      </w:r>
      <w:r>
        <w:tab/>
        <w:t>1003</w:t>
      </w:r>
    </w:p>
    <w:p w14:paraId="71F6C4F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1003</w:t>
      </w:r>
    </w:p>
    <w:p w14:paraId="22EE2FB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1005</w:t>
      </w:r>
    </w:p>
    <w:p w14:paraId="26AA259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 – FDD Intra frequency case for UE Category NB1 In-Band mode in normal coverage with serving cell RRM measurement relaxation</w:t>
      </w:r>
      <w:r>
        <w:tab/>
        <w:t>1006</w:t>
      </w:r>
    </w:p>
    <w:p w14:paraId="68704FE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1006</w:t>
      </w:r>
    </w:p>
    <w:p w14:paraId="37B6CA3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1008</w:t>
      </w:r>
    </w:p>
    <w:p w14:paraId="7A7812F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– FDD Intra frequency case for UE configured with </w:t>
      </w:r>
      <w:r w:rsidRPr="00614873">
        <w:rPr>
          <w:i/>
        </w:rPr>
        <w:t>highSpeedEnhMeasFlag</w:t>
      </w:r>
      <w:r w:rsidRPr="00614873">
        <w:rPr>
          <w:i/>
          <w:lang w:eastAsia="ja-JP"/>
        </w:rPr>
        <w:t>2</w:t>
      </w:r>
      <w:r w:rsidRPr="00614873">
        <w:rPr>
          <w:i/>
        </w:rPr>
        <w:t>-</w:t>
      </w:r>
      <w:r w:rsidRPr="00614873">
        <w:rPr>
          <w:i/>
          <w:lang w:eastAsia="ja-JP"/>
        </w:rPr>
        <w:t>r16</w:t>
      </w:r>
      <w:r>
        <w:tab/>
        <w:t>1009</w:t>
      </w:r>
    </w:p>
    <w:p w14:paraId="6B7B908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1009</w:t>
      </w:r>
    </w:p>
    <w:p w14:paraId="7E6450F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1010</w:t>
      </w:r>
    </w:p>
    <w:p w14:paraId="6982663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– TDD Intra frequency case for UE configured with </w:t>
      </w:r>
      <w:r w:rsidRPr="00614873">
        <w:rPr>
          <w:i/>
        </w:rPr>
        <w:t>highSpeedEnhMeasFlag</w:t>
      </w:r>
      <w:r w:rsidRPr="00614873">
        <w:rPr>
          <w:i/>
          <w:lang w:eastAsia="ja-JP"/>
        </w:rPr>
        <w:t>2</w:t>
      </w:r>
      <w:r w:rsidRPr="00614873">
        <w:rPr>
          <w:i/>
        </w:rPr>
        <w:t>-</w:t>
      </w:r>
      <w:r w:rsidRPr="00614873">
        <w:rPr>
          <w:i/>
          <w:lang w:eastAsia="ja-JP"/>
        </w:rPr>
        <w:t>r16</w:t>
      </w:r>
      <w:r>
        <w:tab/>
        <w:t>1011</w:t>
      </w:r>
    </w:p>
    <w:p w14:paraId="4A99755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1011</w:t>
      </w:r>
    </w:p>
    <w:p w14:paraId="7C37B7D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1012</w:t>
      </w:r>
    </w:p>
    <w:p w14:paraId="00948B2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A.4.2.41 HD – FDD Intra frequency case for UE Category NB1 In-Band mode in normal coverage with UE specific DRX</w:t>
      </w:r>
      <w:r>
        <w:tab/>
        <w:t>1013</w:t>
      </w:r>
    </w:p>
    <w:p w14:paraId="5DAAF4C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1013</w:t>
      </w:r>
    </w:p>
    <w:p w14:paraId="027CD36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1016</w:t>
      </w:r>
    </w:p>
    <w:p w14:paraId="09C5FCD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1020</w:t>
      </w:r>
    </w:p>
    <w:p w14:paraId="0B80A9D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1023</w:t>
      </w:r>
    </w:p>
    <w:p w14:paraId="62001AE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1027</w:t>
      </w:r>
    </w:p>
    <w:p w14:paraId="3915B6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Intra frequency case for UE Category NB1 In-Band mode in enhanced coverage with UE specific DRX</w:t>
      </w:r>
      <w:r>
        <w:tab/>
        <w:t>1027</w:t>
      </w:r>
    </w:p>
    <w:p w14:paraId="1103DBE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1027</w:t>
      </w:r>
    </w:p>
    <w:p w14:paraId="5C18B74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1030</w:t>
      </w:r>
    </w:p>
    <w:p w14:paraId="3B3C617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1034</w:t>
      </w:r>
    </w:p>
    <w:p w14:paraId="16739B9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 – FDD Intra frequency case for UE Category NB1 In-Band mode in normal coverage with serving cell RRM measurement relaxation with UE specific DRX</w:t>
      </w:r>
      <w:r>
        <w:tab/>
        <w:t>1034</w:t>
      </w:r>
    </w:p>
    <w:p w14:paraId="6C250B1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1034</w:t>
      </w:r>
    </w:p>
    <w:p w14:paraId="6427F26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1038</w:t>
      </w:r>
    </w:p>
    <w:p w14:paraId="6B8C6E4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FD-FDD RSS based Intra frequency case for Cat-M1 UE in normal coverage</w:t>
      </w:r>
      <w:r>
        <w:tab/>
        <w:t>1038</w:t>
      </w:r>
    </w:p>
    <w:p w14:paraId="056E9CF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1038</w:t>
      </w:r>
    </w:p>
    <w:p w14:paraId="7F88723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1040</w:t>
      </w:r>
    </w:p>
    <w:p w14:paraId="3091A01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RSS based Intra frequency case for Cat-M1 UE in normal coverage</w:t>
      </w:r>
      <w:r>
        <w:tab/>
        <w:t>1041</w:t>
      </w:r>
    </w:p>
    <w:p w14:paraId="5DB64CC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1041</w:t>
      </w:r>
    </w:p>
    <w:p w14:paraId="35ABFBE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1043</w:t>
      </w:r>
    </w:p>
    <w:p w14:paraId="21ECB58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RSS based Intra frequency case for Cat-M1 UE in normal coverage</w:t>
      </w:r>
      <w:r>
        <w:tab/>
        <w:t>1044</w:t>
      </w:r>
    </w:p>
    <w:p w14:paraId="10FD9EC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1044</w:t>
      </w:r>
    </w:p>
    <w:p w14:paraId="6CC0960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1046</w:t>
      </w:r>
    </w:p>
    <w:p w14:paraId="33494A3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 xml:space="preserve">A.4.2.51 E-UTRAN FD-FDD </w:t>
      </w:r>
      <w:r>
        <w:t>RSS based</w:t>
      </w:r>
      <w:r w:rsidRPr="00614873">
        <w:rPr>
          <w:rFonts w:cs="v4.2.0"/>
        </w:rPr>
        <w:t xml:space="preserve"> Intra frequency case for Cat-M1 UE in enhanced coverage</w:t>
      </w:r>
      <w:r>
        <w:tab/>
        <w:t>1047</w:t>
      </w:r>
    </w:p>
    <w:p w14:paraId="1DAFE8C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1047</w:t>
      </w:r>
    </w:p>
    <w:p w14:paraId="008216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1049</w:t>
      </w:r>
    </w:p>
    <w:p w14:paraId="199B732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A.4.2.52 E-UTRAN HD-FDD RSS based Intra frequency case for Cat-M1 UE in enhanced coverage</w:t>
      </w:r>
      <w:r>
        <w:tab/>
        <w:t>1050</w:t>
      </w:r>
    </w:p>
    <w:p w14:paraId="7B9E89D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1050</w:t>
      </w:r>
    </w:p>
    <w:p w14:paraId="0C1A280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1052</w:t>
      </w:r>
    </w:p>
    <w:p w14:paraId="627E519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A.4.2.53 E-UTRAN TDD RSS based Intra frequency case for Cat-M1 UE in enhanced coverage</w:t>
      </w:r>
      <w:r>
        <w:tab/>
        <w:t>1053</w:t>
      </w:r>
    </w:p>
    <w:p w14:paraId="230DA8F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1053</w:t>
      </w:r>
    </w:p>
    <w:p w14:paraId="5E16BBC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1055</w:t>
      </w:r>
    </w:p>
    <w:p w14:paraId="292FA5A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Intra frequency case for Cat-M1 UE in normal coverage with serving cell RRM measurement relaxation</w:t>
      </w:r>
      <w:r>
        <w:tab/>
        <w:t>1056</w:t>
      </w:r>
    </w:p>
    <w:p w14:paraId="23F2CD0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1056</w:t>
      </w:r>
    </w:p>
    <w:p w14:paraId="34AFC1A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1058</w:t>
      </w:r>
    </w:p>
    <w:p w14:paraId="55A5348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 – FDD Intra frequency case for Cat-M1 UE in normal coverage with serving cell RRM measurement relaxation</w:t>
      </w:r>
      <w:r>
        <w:tab/>
        <w:t>1059</w:t>
      </w:r>
    </w:p>
    <w:p w14:paraId="3DDC16F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1059</w:t>
      </w:r>
    </w:p>
    <w:p w14:paraId="3F6A2DB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1061</w:t>
      </w:r>
    </w:p>
    <w:p w14:paraId="6767B3F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Intra frequency case for Cat-M1 UE in normal coverage</w:t>
      </w:r>
      <w:r>
        <w:tab/>
        <w:t>1062</w:t>
      </w:r>
    </w:p>
    <w:p w14:paraId="107014A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1062</w:t>
      </w:r>
    </w:p>
    <w:p w14:paraId="36D5F3A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1063</w:t>
      </w:r>
    </w:p>
    <w:p w14:paraId="48F25B5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to UTRAN Cell Re-Selection</w:t>
      </w:r>
      <w:r>
        <w:tab/>
        <w:t>1064</w:t>
      </w:r>
    </w:p>
    <w:p w14:paraId="14A5E4A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A.4.3.1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FDD – UTRAN FDD:</w:t>
      </w:r>
      <w:r>
        <w:tab/>
        <w:t>1064</w:t>
      </w:r>
    </w:p>
    <w:p w14:paraId="3B40C2C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EUTRA FDD-UTRA FDD cell reselection: UTRA FDD is of higher priority</w:t>
      </w:r>
      <w:r>
        <w:tab/>
        <w:t>1064</w:t>
      </w:r>
    </w:p>
    <w:p w14:paraId="3E7D921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1064</w:t>
      </w:r>
    </w:p>
    <w:p w14:paraId="725ADDA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1066</w:t>
      </w:r>
    </w:p>
    <w:p w14:paraId="22F6A40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EUTRA FDD-UTRA FDD cell reselection: UTRA FDD is of lower priority</w:t>
      </w:r>
      <w:r>
        <w:tab/>
        <w:t>1066</w:t>
      </w:r>
    </w:p>
    <w:p w14:paraId="6AFEFE9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1066</w:t>
      </w:r>
    </w:p>
    <w:p w14:paraId="537A28E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1069</w:t>
      </w:r>
    </w:p>
    <w:p w14:paraId="1080AA9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EUTRA FDD-UTRA FDD cell reselection in fading propagation conditions: UTRA FDD is of lower priority</w:t>
      </w:r>
      <w:r>
        <w:tab/>
        <w:t>1069</w:t>
      </w:r>
    </w:p>
    <w:p w14:paraId="331D604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1069</w:t>
      </w:r>
    </w:p>
    <w:p w14:paraId="0903ACE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1072</w:t>
      </w:r>
    </w:p>
    <w:p w14:paraId="6D0D18B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EUTRA FDD-UTRA FDD cell reselection: UTRA FDD is of lower priority</w:t>
      </w:r>
      <w:r>
        <w:rPr>
          <w:lang w:eastAsia="zh-CN"/>
        </w:rPr>
        <w:t xml:space="preserve"> for 5MHz bandwidth</w:t>
      </w:r>
      <w:r>
        <w:tab/>
        <w:t>1072</w:t>
      </w:r>
    </w:p>
    <w:p w14:paraId="2A794B6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</w:t>
      </w:r>
      <w:r>
        <w:rPr>
          <w:lang w:eastAsia="zh-CN"/>
        </w:rPr>
        <w:t>1</w:t>
      </w:r>
      <w:r>
        <w:t>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1072</w:t>
      </w:r>
    </w:p>
    <w:p w14:paraId="0A4E165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</w:t>
      </w:r>
      <w:r>
        <w:rPr>
          <w:lang w:eastAsia="zh-CN"/>
        </w:rPr>
        <w:t>1</w:t>
      </w:r>
      <w:r>
        <w:t>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1073</w:t>
      </w:r>
    </w:p>
    <w:p w14:paraId="70BCE23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Idle mode FDD to UTRA FDD interRAT reselection</w:t>
      </w:r>
      <w:r>
        <w:tab/>
        <w:t>1073</w:t>
      </w:r>
    </w:p>
    <w:p w14:paraId="193F88E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1073</w:t>
      </w:r>
    </w:p>
    <w:p w14:paraId="357340C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1076</w:t>
      </w:r>
    </w:p>
    <w:p w14:paraId="2188399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A.4.3.2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FDD – UTRAN TDD:</w:t>
      </w:r>
      <w:r>
        <w:tab/>
        <w:t>1077</w:t>
      </w:r>
    </w:p>
    <w:p w14:paraId="0215BA3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A.4.3.2.</w:t>
      </w:r>
      <w:r w:rsidRPr="00614873">
        <w:rPr>
          <w:rFonts w:cs="v4.2.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1077</w:t>
      </w:r>
    </w:p>
    <w:p w14:paraId="16955C1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A.4.3.2.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1077</w:t>
      </w:r>
    </w:p>
    <w:p w14:paraId="7AFBD51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A.4.3.2.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1.28Mcps TDD option</w:t>
      </w:r>
      <w:r>
        <w:tab/>
        <w:t>1077</w:t>
      </w:r>
    </w:p>
    <w:p w14:paraId="2A2A132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A.4.3.2.</w:t>
      </w:r>
      <w:r w:rsidRPr="00614873">
        <w:rPr>
          <w:lang w:val="en-US" w:eastAsia="zh-CN"/>
        </w:rPr>
        <w:t>1</w:t>
      </w:r>
      <w:r w:rsidRPr="00614873">
        <w:rPr>
          <w:lang w:val="en-US"/>
        </w:rPr>
        <w:t>.</w:t>
      </w:r>
      <w:r w:rsidRPr="00614873">
        <w:rPr>
          <w:lang w:val="en-US"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Void</w:t>
      </w:r>
      <w:r>
        <w:tab/>
        <w:t>1079</w:t>
      </w:r>
    </w:p>
    <w:p w14:paraId="2B2D32C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A.4.3.2.2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1079</w:t>
      </w:r>
    </w:p>
    <w:p w14:paraId="0002E3C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1.28</w:t>
      </w:r>
      <w:r>
        <w:t>Mcps TDD option</w:t>
      </w:r>
      <w:r>
        <w:tab/>
        <w:t>1079</w:t>
      </w:r>
    </w:p>
    <w:p w14:paraId="09E9F69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</w:t>
      </w:r>
      <w:r>
        <w:rPr>
          <w:lang w:eastAsia="zh-CN"/>
        </w:rPr>
        <w:t>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FDD to UTRA TDD cell re-selection for IncMon</w:t>
      </w:r>
      <w:r>
        <w:tab/>
        <w:t>1079</w:t>
      </w:r>
    </w:p>
    <w:p w14:paraId="6FA574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A.4.3.2A.1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1079</w:t>
      </w:r>
    </w:p>
    <w:p w14:paraId="396291D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A.4.3.2A.2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1083</w:t>
      </w:r>
    </w:p>
    <w:p w14:paraId="15824BA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A.4.3.3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TDD – UTRAN FDD:</w:t>
      </w:r>
      <w:r>
        <w:tab/>
        <w:t>1083</w:t>
      </w:r>
    </w:p>
    <w:p w14:paraId="429D68B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1083</w:t>
      </w:r>
    </w:p>
    <w:p w14:paraId="2BC6F18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</w:t>
      </w:r>
      <w:r>
        <w:rPr>
          <w:lang w:eastAsia="zh-CN"/>
        </w:rPr>
        <w:t>3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1086</w:t>
      </w:r>
    </w:p>
    <w:p w14:paraId="0A2D632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A.4.3.3A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Idle mode TDD to UTRA FDD interRAT reselection</w:t>
      </w:r>
      <w:r>
        <w:tab/>
        <w:t>1086</w:t>
      </w:r>
    </w:p>
    <w:p w14:paraId="0A407F3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A.4.3.3A.1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1086</w:t>
      </w:r>
    </w:p>
    <w:p w14:paraId="675E455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A.4.3.3A.2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1091</w:t>
      </w:r>
    </w:p>
    <w:p w14:paraId="2696EFF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A.4.3.4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TDD – UTRAN TDD:</w:t>
      </w:r>
      <w:r>
        <w:tab/>
        <w:t>1092</w:t>
      </w:r>
    </w:p>
    <w:p w14:paraId="078012D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</w:t>
      </w:r>
      <w:r>
        <w:t xml:space="preserve">UTRA to UTRA TDD cell re-selection: UTRA is of </w:t>
      </w:r>
      <w:r>
        <w:rPr>
          <w:lang w:eastAsia="zh-CN"/>
        </w:rPr>
        <w:t>higher</w:t>
      </w:r>
      <w:r>
        <w:t xml:space="preserve"> priority</w:t>
      </w:r>
      <w:r>
        <w:tab/>
        <w:t>1092</w:t>
      </w:r>
    </w:p>
    <w:p w14:paraId="575FD2F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1092</w:t>
      </w:r>
    </w:p>
    <w:p w14:paraId="122C45A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1.</w:t>
      </w: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1094</w:t>
      </w:r>
    </w:p>
    <w:p w14:paraId="477943A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</w:t>
      </w:r>
      <w:r>
        <w:t xml:space="preserve">UTRA to UTRA TDD cell re-selection: UTRA is of </w:t>
      </w:r>
      <w:r>
        <w:rPr>
          <w:lang w:eastAsia="zh-CN"/>
        </w:rPr>
        <w:t>lower</w:t>
      </w:r>
      <w:r>
        <w:t xml:space="preserve"> priority</w:t>
      </w:r>
      <w:r>
        <w:tab/>
        <w:t>1094</w:t>
      </w:r>
    </w:p>
    <w:p w14:paraId="12244C2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1094</w:t>
      </w:r>
    </w:p>
    <w:p w14:paraId="158A7E1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2.</w:t>
      </w: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1096</w:t>
      </w:r>
    </w:p>
    <w:p w14:paraId="7D14E15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</w:t>
      </w:r>
      <w:r>
        <w:rPr>
          <w:lang w:eastAsia="zh-CN"/>
        </w:rPr>
        <w:t>4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EUTRA </w:t>
      </w:r>
      <w:r>
        <w:rPr>
          <w:lang w:eastAsia="zh-CN"/>
        </w:rPr>
        <w:t>T</w:t>
      </w:r>
      <w:r>
        <w:t xml:space="preserve">DD-UTRA </w:t>
      </w:r>
      <w:r>
        <w:rPr>
          <w:lang w:eastAsia="zh-CN"/>
        </w:rPr>
        <w:t>T</w:t>
      </w:r>
      <w:r>
        <w:t xml:space="preserve">DD cell reselection in fading propagation conditions: UTRA </w:t>
      </w:r>
      <w:r>
        <w:rPr>
          <w:lang w:eastAsia="zh-CN"/>
        </w:rPr>
        <w:t>T</w:t>
      </w:r>
      <w:r>
        <w:t>DD is of lower priority</w:t>
      </w:r>
      <w:r>
        <w:tab/>
        <w:t>1096</w:t>
      </w:r>
    </w:p>
    <w:p w14:paraId="2516D44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</w:t>
      </w:r>
      <w:r>
        <w:rPr>
          <w:lang w:eastAsia="zh-CN"/>
        </w:rPr>
        <w:t>4</w:t>
      </w:r>
      <w:r>
        <w:t>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1096</w:t>
      </w:r>
    </w:p>
    <w:p w14:paraId="77D973E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1099</w:t>
      </w:r>
    </w:p>
    <w:p w14:paraId="6C3FC7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</w:t>
      </w:r>
      <w:r>
        <w:t xml:space="preserve">UTRA </w:t>
      </w:r>
      <w:r>
        <w:rPr>
          <w:lang w:eastAsia="zh-CN"/>
        </w:rPr>
        <w:t xml:space="preserve">TDD </w:t>
      </w:r>
      <w:r>
        <w:t xml:space="preserve">to UTRA </w:t>
      </w:r>
      <w:r>
        <w:rPr>
          <w:lang w:eastAsia="zh-CN"/>
        </w:rPr>
        <w:t>T</w:t>
      </w:r>
      <w:r>
        <w:t>DD cell re-selection</w:t>
      </w:r>
      <w:r>
        <w:rPr>
          <w:lang w:eastAsia="zh-CN"/>
        </w:rPr>
        <w:t xml:space="preserve"> for IncMon</w:t>
      </w:r>
      <w:r>
        <w:tab/>
        <w:t>1099</w:t>
      </w:r>
    </w:p>
    <w:p w14:paraId="65C5D8D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1099</w:t>
      </w:r>
    </w:p>
    <w:p w14:paraId="721C399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1103</w:t>
      </w:r>
    </w:p>
    <w:p w14:paraId="3FDB653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to GSM Cell Re-Selection</w:t>
      </w:r>
      <w:r>
        <w:tab/>
        <w:t>1103</w:t>
      </w:r>
    </w:p>
    <w:p w14:paraId="5EC71B3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A.4.4.1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FDD – GSM:</w:t>
      </w:r>
      <w:r>
        <w:tab/>
        <w:t>1103</w:t>
      </w:r>
    </w:p>
    <w:p w14:paraId="176CE3B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A.4.4.1.1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1103</w:t>
      </w:r>
    </w:p>
    <w:p w14:paraId="4768437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A.4.4.1.2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1105</w:t>
      </w:r>
    </w:p>
    <w:p w14:paraId="05F1D6C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A.4.4.2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TDD – GSM:</w:t>
      </w:r>
      <w:r>
        <w:tab/>
        <w:t>1105</w:t>
      </w:r>
    </w:p>
    <w:p w14:paraId="29C82A0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A.4.4.2.1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1105</w:t>
      </w:r>
    </w:p>
    <w:p w14:paraId="7F01948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A.4.4.2.2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1107</w:t>
      </w:r>
    </w:p>
    <w:p w14:paraId="7AAAEEA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to HRPD Cell Re-Selection</w:t>
      </w:r>
      <w:r>
        <w:tab/>
        <w:t>1108</w:t>
      </w:r>
    </w:p>
    <w:p w14:paraId="0A927C2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HRPD</w:t>
      </w:r>
      <w:r>
        <w:tab/>
        <w:t>1108</w:t>
      </w:r>
    </w:p>
    <w:p w14:paraId="30B08A0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HRPD Cell Reselection: HRPD is of Lower Priority</w:t>
      </w:r>
      <w:r>
        <w:tab/>
        <w:t>1108</w:t>
      </w:r>
    </w:p>
    <w:p w14:paraId="7FACF7E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1108</w:t>
      </w:r>
    </w:p>
    <w:p w14:paraId="29B02BD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1110</w:t>
      </w:r>
    </w:p>
    <w:p w14:paraId="668DE05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– HRPD</w:t>
      </w:r>
      <w:r>
        <w:tab/>
        <w:t>1110</w:t>
      </w:r>
    </w:p>
    <w:p w14:paraId="6BE46DA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– HRPD Cell Reselection: HRPD is of Lower Priority</w:t>
      </w:r>
      <w:r>
        <w:tab/>
        <w:t>1110</w:t>
      </w:r>
    </w:p>
    <w:p w14:paraId="354E954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A.4.5.</w:t>
      </w:r>
      <w:r>
        <w:rPr>
          <w:lang w:eastAsia="zh-CN"/>
        </w:rPr>
        <w:t>2</w:t>
      </w:r>
      <w: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1110</w:t>
      </w:r>
    </w:p>
    <w:p w14:paraId="22C18BE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A.4.5.</w:t>
      </w:r>
      <w:r>
        <w:rPr>
          <w:lang w:eastAsia="zh-CN"/>
        </w:rPr>
        <w:t>2</w:t>
      </w:r>
      <w:r>
        <w:t>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1113</w:t>
      </w:r>
    </w:p>
    <w:p w14:paraId="7620DED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to cdma2000 1X Cell Re-Selection</w:t>
      </w:r>
      <w:r>
        <w:tab/>
        <w:t>1113</w:t>
      </w:r>
    </w:p>
    <w:p w14:paraId="66124B6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A.4.6.1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FDD – cdma2000 1X</w:t>
      </w:r>
      <w:r>
        <w:tab/>
        <w:t>1113</w:t>
      </w:r>
    </w:p>
    <w:p w14:paraId="66E3922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cdma2000 1X Cell Reselection: cdma2000 1X is of Lower Priority</w:t>
      </w:r>
      <w:r>
        <w:tab/>
        <w:t>1113</w:t>
      </w:r>
    </w:p>
    <w:p w14:paraId="436A8C9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A.4.6.1.1.1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1113</w:t>
      </w:r>
    </w:p>
    <w:p w14:paraId="699FDC4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A.4.6.1.1.2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1116</w:t>
      </w:r>
    </w:p>
    <w:p w14:paraId="34D1CFA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A.4.</w:t>
      </w:r>
      <w:r w:rsidRPr="00614873">
        <w:rPr>
          <w:lang w:val="sv-SE" w:eastAsia="zh-CN"/>
        </w:rPr>
        <w:t>6</w:t>
      </w:r>
      <w:r w:rsidRPr="00614873">
        <w:rPr>
          <w:lang w:val="sv-SE"/>
        </w:rPr>
        <w:t>.</w:t>
      </w:r>
      <w:r w:rsidRPr="00614873">
        <w:rPr>
          <w:lang w:val="sv-SE"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 xml:space="preserve">E-UTRAN </w:t>
      </w:r>
      <w:r w:rsidRPr="00614873">
        <w:rPr>
          <w:lang w:val="sv-SE" w:eastAsia="zh-CN"/>
        </w:rPr>
        <w:t>T</w:t>
      </w:r>
      <w:r w:rsidRPr="00614873">
        <w:rPr>
          <w:lang w:val="sv-SE"/>
        </w:rPr>
        <w:t>DD – cdma2000 1X</w:t>
      </w:r>
      <w:r>
        <w:tab/>
        <w:t>1116</w:t>
      </w:r>
    </w:p>
    <w:p w14:paraId="7018274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–cdma2000 1X Cell Reselection: cdma2000 1X is of Lower Priority</w:t>
      </w:r>
      <w:r>
        <w:tab/>
        <w:t>1116</w:t>
      </w:r>
    </w:p>
    <w:p w14:paraId="69A811C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2</w:t>
      </w:r>
      <w: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1116</w:t>
      </w:r>
    </w:p>
    <w:p w14:paraId="6FBE0B3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A.4.6.</w:t>
      </w:r>
      <w:r>
        <w:rPr>
          <w:lang w:eastAsia="zh-CN"/>
        </w:rPr>
        <w:t>2</w:t>
      </w:r>
      <w:r>
        <w:t>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1119</w:t>
      </w:r>
    </w:p>
    <w:p w14:paraId="68C1A26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Idle State Positioning Measurement</w:t>
      </w:r>
      <w:r>
        <w:t xml:space="preserve"> for UE category NB1</w:t>
      </w:r>
      <w:r>
        <w:tab/>
        <w:t>1119</w:t>
      </w:r>
    </w:p>
    <w:p w14:paraId="6780772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 – FDD Intr</w:t>
      </w:r>
      <w:r>
        <w:rPr>
          <w:lang w:eastAsia="zh-CN"/>
        </w:rPr>
        <w:t>a</w:t>
      </w:r>
      <w:r>
        <w:t xml:space="preserve"> frequency case for UE Category NB1 </w:t>
      </w:r>
      <w:r>
        <w:rPr>
          <w:lang w:eastAsia="zh-CN"/>
        </w:rPr>
        <w:t>standalone mode</w:t>
      </w:r>
      <w:r>
        <w:t xml:space="preserve"> in enhanced coverage</w:t>
      </w:r>
      <w:r>
        <w:tab/>
        <w:t>1119</w:t>
      </w:r>
    </w:p>
    <w:p w14:paraId="4668DBC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1119</w:t>
      </w:r>
    </w:p>
    <w:p w14:paraId="3FC53B3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1124</w:t>
      </w:r>
    </w:p>
    <w:p w14:paraId="0C7E5EF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HD – FDD Inter frequency case for UE Category NB1 </w:t>
      </w:r>
      <w:r>
        <w:rPr>
          <w:lang w:eastAsia="zh-CN"/>
        </w:rPr>
        <w:t>standalone mode</w:t>
      </w:r>
      <w:r>
        <w:t xml:space="preserve"> in enhanced coverage</w:t>
      </w:r>
      <w:r>
        <w:tab/>
        <w:t>1125</w:t>
      </w:r>
    </w:p>
    <w:p w14:paraId="670EE2D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1125</w:t>
      </w:r>
    </w:p>
    <w:p w14:paraId="4121C85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1129</w:t>
      </w:r>
    </w:p>
    <w:p w14:paraId="480EC6A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</w:t>
      </w:r>
      <w:r>
        <w:rPr>
          <w:lang w:eastAsia="zh-CN"/>
        </w:rPr>
        <w:t>a</w:t>
      </w:r>
      <w:r>
        <w:t xml:space="preserve"> frequency case for UE Category NB1 </w:t>
      </w:r>
      <w:r>
        <w:rPr>
          <w:lang w:eastAsia="zh-CN"/>
        </w:rPr>
        <w:t>standalone mode</w:t>
      </w:r>
      <w:r>
        <w:t xml:space="preserve"> in enhanced coverage</w:t>
      </w:r>
      <w:r>
        <w:tab/>
        <w:t>1130</w:t>
      </w:r>
    </w:p>
    <w:p w14:paraId="79E8F9B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1130</w:t>
      </w:r>
    </w:p>
    <w:p w14:paraId="79BFFE7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1134</w:t>
      </w:r>
    </w:p>
    <w:p w14:paraId="5593507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TDD Inter frequency case for UE Category NB1 </w:t>
      </w:r>
      <w:r>
        <w:rPr>
          <w:lang w:eastAsia="zh-CN"/>
        </w:rPr>
        <w:t>standalone mode</w:t>
      </w:r>
      <w:r>
        <w:t xml:space="preserve"> in enhanced coverage</w:t>
      </w:r>
      <w:r>
        <w:tab/>
        <w:t>1135</w:t>
      </w:r>
    </w:p>
    <w:p w14:paraId="0F81ADB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1135</w:t>
      </w:r>
    </w:p>
    <w:p w14:paraId="7CF2BE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1139</w:t>
      </w:r>
    </w:p>
    <w:p w14:paraId="0795EADF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A.5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E-UTRAN RRC CONNECTED Mode Mobility</w:t>
      </w:r>
      <w:r>
        <w:tab/>
        <w:t>1140</w:t>
      </w:r>
    </w:p>
    <w:p w14:paraId="1D60235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val="sv-FI"/>
        </w:rPr>
        <w:t>A.5.1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>E-UTRAN Handover</w:t>
      </w:r>
      <w:r>
        <w:tab/>
        <w:t>1140</w:t>
      </w:r>
    </w:p>
    <w:p w14:paraId="0C38682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val="sv-FI"/>
        </w:rPr>
        <w:t>A.5.1.1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>E-UTRAN FDD - FDD Intra frequency handover</w:t>
      </w:r>
      <w:r>
        <w:tab/>
        <w:t>1140</w:t>
      </w:r>
    </w:p>
    <w:p w14:paraId="6B010FD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1140</w:t>
      </w:r>
    </w:p>
    <w:p w14:paraId="22CA6DC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1142</w:t>
      </w:r>
    </w:p>
    <w:p w14:paraId="4AE117E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handover</w:t>
      </w:r>
      <w:r>
        <w:tab/>
        <w:t>1142</w:t>
      </w:r>
    </w:p>
    <w:p w14:paraId="385F82E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1142</w:t>
      </w:r>
    </w:p>
    <w:p w14:paraId="432E1E1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1144</w:t>
      </w:r>
    </w:p>
    <w:p w14:paraId="5B45B62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handover</w:t>
      </w:r>
      <w:r>
        <w:tab/>
        <w:t>1144</w:t>
      </w:r>
    </w:p>
    <w:p w14:paraId="1C6976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1144</w:t>
      </w:r>
    </w:p>
    <w:p w14:paraId="14E4499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1146</w:t>
      </w:r>
    </w:p>
    <w:p w14:paraId="14E7FBA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Inter frequency handover</w:t>
      </w:r>
      <w:r>
        <w:tab/>
        <w:t>1146</w:t>
      </w:r>
    </w:p>
    <w:p w14:paraId="22ADE85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1146</w:t>
      </w:r>
    </w:p>
    <w:p w14:paraId="04B6638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1148</w:t>
      </w:r>
    </w:p>
    <w:p w14:paraId="64155F2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handover: unknown target cell</w:t>
      </w:r>
      <w:r>
        <w:tab/>
        <w:t>1148</w:t>
      </w:r>
    </w:p>
    <w:p w14:paraId="22EF3F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1148</w:t>
      </w:r>
    </w:p>
    <w:p w14:paraId="4F5447D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1150</w:t>
      </w:r>
    </w:p>
    <w:p w14:paraId="6F55184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Inter frequency handover; unknown Target Cell</w:t>
      </w:r>
      <w:r>
        <w:tab/>
        <w:t>1150</w:t>
      </w:r>
    </w:p>
    <w:p w14:paraId="2E919B2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1150</w:t>
      </w:r>
    </w:p>
    <w:p w14:paraId="22FA4A7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1152</w:t>
      </w:r>
    </w:p>
    <w:p w14:paraId="77067CA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TDD Inter frequency handover</w:t>
      </w:r>
      <w:r>
        <w:tab/>
        <w:t>1152</w:t>
      </w:r>
    </w:p>
    <w:p w14:paraId="4EE92E4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1152</w:t>
      </w:r>
    </w:p>
    <w:p w14:paraId="62A1D76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1155</w:t>
      </w:r>
    </w:p>
    <w:p w14:paraId="75D244D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Inter frequency handover</w:t>
      </w:r>
      <w:r>
        <w:tab/>
        <w:t>1155</w:t>
      </w:r>
    </w:p>
    <w:p w14:paraId="1EA6E61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1155</w:t>
      </w:r>
    </w:p>
    <w:p w14:paraId="03D4A91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1158</w:t>
      </w:r>
    </w:p>
    <w:p w14:paraId="1067907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 frequency handover for 5MHz bandwidth</w:t>
      </w:r>
      <w:r>
        <w:tab/>
        <w:t>1158</w:t>
      </w:r>
    </w:p>
    <w:p w14:paraId="701D755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1158</w:t>
      </w:r>
    </w:p>
    <w:p w14:paraId="352BD4E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1159</w:t>
      </w:r>
    </w:p>
    <w:p w14:paraId="6D93D8F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 frequency handover for UE category 0</w:t>
      </w:r>
      <w:r>
        <w:tab/>
        <w:t>1159</w:t>
      </w:r>
    </w:p>
    <w:p w14:paraId="5BF7724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1159</w:t>
      </w:r>
    </w:p>
    <w:p w14:paraId="3EE7825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1161</w:t>
      </w:r>
    </w:p>
    <w:p w14:paraId="527FB25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 - FDD Intra frequency handover for UE category 0</w:t>
      </w:r>
      <w:r>
        <w:tab/>
        <w:t>1161</w:t>
      </w:r>
    </w:p>
    <w:p w14:paraId="07EAC8E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1161</w:t>
      </w:r>
    </w:p>
    <w:p w14:paraId="5529BF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1163</w:t>
      </w:r>
    </w:p>
    <w:p w14:paraId="3DA92D1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handover for UE category 0</w:t>
      </w:r>
      <w:r>
        <w:tab/>
        <w:t>1163</w:t>
      </w:r>
    </w:p>
    <w:p w14:paraId="1E33047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1163</w:t>
      </w:r>
    </w:p>
    <w:p w14:paraId="263F763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1165</w:t>
      </w:r>
    </w:p>
    <w:p w14:paraId="6BA7EBA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 frequency handover for Cat-M1 UEs in CEModeA</w:t>
      </w:r>
      <w:r>
        <w:tab/>
        <w:t>1165</w:t>
      </w:r>
    </w:p>
    <w:p w14:paraId="240882A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1165</w:t>
      </w:r>
    </w:p>
    <w:p w14:paraId="7588BC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1167</w:t>
      </w:r>
    </w:p>
    <w:p w14:paraId="19A4E1D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 frequency handover for Cat-M1 UEs in CEModeA</w:t>
      </w:r>
      <w:r>
        <w:tab/>
        <w:t>1168</w:t>
      </w:r>
    </w:p>
    <w:p w14:paraId="657928D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1168</w:t>
      </w:r>
    </w:p>
    <w:p w14:paraId="7421506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1169</w:t>
      </w:r>
    </w:p>
    <w:p w14:paraId="3D160FA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handover for Cat-M1 UEs in CEModeA</w:t>
      </w:r>
      <w:r>
        <w:tab/>
        <w:t>1170</w:t>
      </w:r>
    </w:p>
    <w:p w14:paraId="126449B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1170</w:t>
      </w:r>
    </w:p>
    <w:p w14:paraId="2C6D0AE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1171</w:t>
      </w:r>
    </w:p>
    <w:p w14:paraId="6E494CA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 frequency handover for Cat-M1 UEs in CEModeB</w:t>
      </w:r>
      <w:r>
        <w:tab/>
        <w:t>1172</w:t>
      </w:r>
    </w:p>
    <w:p w14:paraId="0D0EE76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1172</w:t>
      </w:r>
    </w:p>
    <w:p w14:paraId="0FD1408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1173</w:t>
      </w:r>
    </w:p>
    <w:p w14:paraId="69A44AA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 frequency handover for Cat-M1 UEs in CEModeB</w:t>
      </w:r>
      <w:r>
        <w:tab/>
        <w:t>1174</w:t>
      </w:r>
    </w:p>
    <w:p w14:paraId="5ED11F4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1174</w:t>
      </w:r>
    </w:p>
    <w:p w14:paraId="17A966C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1175</w:t>
      </w:r>
    </w:p>
    <w:p w14:paraId="58D9539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handover for Cat-M1 UEs in CEModeB</w:t>
      </w:r>
      <w:r>
        <w:tab/>
        <w:t>1176</w:t>
      </w:r>
    </w:p>
    <w:p w14:paraId="2468732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1176</w:t>
      </w:r>
    </w:p>
    <w:p w14:paraId="5616EBA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1177</w:t>
      </w:r>
    </w:p>
    <w:p w14:paraId="485B0D8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 frequency handover for UE Category 1bis</w:t>
      </w:r>
      <w:r>
        <w:tab/>
        <w:t>1178</w:t>
      </w:r>
    </w:p>
    <w:p w14:paraId="6822E62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1178</w:t>
      </w:r>
    </w:p>
    <w:p w14:paraId="1DE47EE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1179</w:t>
      </w:r>
    </w:p>
    <w:p w14:paraId="61E411E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handover for UE Category 1bis</w:t>
      </w:r>
      <w:r>
        <w:tab/>
        <w:t>1180</w:t>
      </w:r>
    </w:p>
    <w:p w14:paraId="058F52B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1180</w:t>
      </w:r>
    </w:p>
    <w:p w14:paraId="6664E5C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1181</w:t>
      </w:r>
    </w:p>
    <w:p w14:paraId="47CF34E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 frequency RACH-less handover</w:t>
      </w:r>
      <w:r>
        <w:tab/>
        <w:t>1182</w:t>
      </w:r>
    </w:p>
    <w:p w14:paraId="732DF55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1182</w:t>
      </w:r>
    </w:p>
    <w:p w14:paraId="452AAA0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1183</w:t>
      </w:r>
    </w:p>
    <w:p w14:paraId="10C9C60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RACH-less handover</w:t>
      </w:r>
      <w:r>
        <w:tab/>
        <w:t>1183</w:t>
      </w:r>
    </w:p>
    <w:p w14:paraId="27BFD61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1183</w:t>
      </w:r>
    </w:p>
    <w:p w14:paraId="0583E88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1185</w:t>
      </w:r>
    </w:p>
    <w:p w14:paraId="307C25D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RACH-less handover</w:t>
      </w:r>
      <w:r>
        <w:tab/>
        <w:t>1185</w:t>
      </w:r>
    </w:p>
    <w:p w14:paraId="25C35AD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1185</w:t>
      </w:r>
    </w:p>
    <w:p w14:paraId="52804EA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1187</w:t>
      </w:r>
    </w:p>
    <w:p w14:paraId="1F5756F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Inter frequency RACH-less handover</w:t>
      </w:r>
      <w:r>
        <w:tab/>
        <w:t>1187</w:t>
      </w:r>
    </w:p>
    <w:p w14:paraId="74B0B8F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1187</w:t>
      </w:r>
    </w:p>
    <w:p w14:paraId="3AB5D1F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1189</w:t>
      </w:r>
    </w:p>
    <w:p w14:paraId="6C4608D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 frequency make-before-break handover</w:t>
      </w:r>
      <w:r>
        <w:tab/>
        <w:t>1189</w:t>
      </w:r>
    </w:p>
    <w:p w14:paraId="55CEEF5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1189</w:t>
      </w:r>
    </w:p>
    <w:p w14:paraId="7EC0833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1191</w:t>
      </w:r>
    </w:p>
    <w:p w14:paraId="3A75DD8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make-before-break handover</w:t>
      </w:r>
      <w:r>
        <w:tab/>
        <w:t>1192</w:t>
      </w:r>
    </w:p>
    <w:p w14:paraId="56C1095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1192</w:t>
      </w:r>
    </w:p>
    <w:p w14:paraId="468F50E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1193</w:t>
      </w:r>
    </w:p>
    <w:p w14:paraId="031E832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 frequency handover for Cat-M1 UEs in CEModeA</w:t>
      </w:r>
      <w:r>
        <w:tab/>
        <w:t>1194</w:t>
      </w:r>
    </w:p>
    <w:p w14:paraId="449A70F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1194</w:t>
      </w:r>
    </w:p>
    <w:p w14:paraId="73EBBE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1195</w:t>
      </w:r>
    </w:p>
    <w:p w14:paraId="35F6E82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 frequency handover for Cat-M1 UEs in CEModeA</w:t>
      </w:r>
      <w:r>
        <w:tab/>
        <w:t>1196</w:t>
      </w:r>
    </w:p>
    <w:p w14:paraId="5C35AD1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1196</w:t>
      </w:r>
    </w:p>
    <w:p w14:paraId="123DFB5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1197</w:t>
      </w:r>
    </w:p>
    <w:p w14:paraId="6EDEE92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 frequency handover for Cat-M1 UEs in CEModeA</w:t>
      </w:r>
      <w:r>
        <w:tab/>
        <w:t>1198</w:t>
      </w:r>
    </w:p>
    <w:p w14:paraId="78A2723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1198</w:t>
      </w:r>
    </w:p>
    <w:p w14:paraId="0B05E46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1199</w:t>
      </w:r>
    </w:p>
    <w:p w14:paraId="7C17431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 frequency handover for Cat-M1 UEs in CEModeB</w:t>
      </w:r>
      <w:r>
        <w:tab/>
        <w:t>1200</w:t>
      </w:r>
    </w:p>
    <w:p w14:paraId="2374B73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1200</w:t>
      </w:r>
    </w:p>
    <w:p w14:paraId="4FA6BE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1201</w:t>
      </w:r>
    </w:p>
    <w:p w14:paraId="4ADCCF2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 frequency handover for Cat-M1 UEs in CEModeB</w:t>
      </w:r>
      <w:r>
        <w:tab/>
        <w:t>1202</w:t>
      </w:r>
    </w:p>
    <w:p w14:paraId="1404C0D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1202</w:t>
      </w:r>
    </w:p>
    <w:p w14:paraId="156713F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1203</w:t>
      </w:r>
    </w:p>
    <w:p w14:paraId="2E7570A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 frequency handover for Cat-M1 UEs in CEModeB</w:t>
      </w:r>
      <w:r>
        <w:tab/>
        <w:t>1204</w:t>
      </w:r>
    </w:p>
    <w:p w14:paraId="6A6F778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1204</w:t>
      </w:r>
    </w:p>
    <w:p w14:paraId="514A67F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1205</w:t>
      </w:r>
    </w:p>
    <w:p w14:paraId="2E833F5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 frequency handover for Cat-M1 UEs in CEModeA without SFN acquisition</w:t>
      </w:r>
      <w:r>
        <w:tab/>
        <w:t>1206</w:t>
      </w:r>
    </w:p>
    <w:p w14:paraId="7C224A9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1206</w:t>
      </w:r>
    </w:p>
    <w:p w14:paraId="4A9570F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1207</w:t>
      </w:r>
    </w:p>
    <w:p w14:paraId="621B2DA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 frequency handover for Cat-M1 UEs in CEModeA without SFN acquisition</w:t>
      </w:r>
      <w:r>
        <w:tab/>
        <w:t>1208</w:t>
      </w:r>
    </w:p>
    <w:p w14:paraId="47B3913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1208</w:t>
      </w:r>
    </w:p>
    <w:p w14:paraId="4ED80A7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1209</w:t>
      </w:r>
    </w:p>
    <w:p w14:paraId="51160BE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handover for Cat-M1 UEs in CEModeA without SFN acquisition</w:t>
      </w:r>
      <w:r>
        <w:tab/>
        <w:t>1210</w:t>
      </w:r>
    </w:p>
    <w:p w14:paraId="55D3C89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1210</w:t>
      </w:r>
    </w:p>
    <w:p w14:paraId="38C2B4E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1211</w:t>
      </w:r>
    </w:p>
    <w:p w14:paraId="20A3B5C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 frequency handover for Cat-M1 UEs in CEModeB without SFN acquisition</w:t>
      </w:r>
      <w:r>
        <w:tab/>
        <w:t>1212</w:t>
      </w:r>
    </w:p>
    <w:p w14:paraId="43823AC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1212</w:t>
      </w:r>
    </w:p>
    <w:p w14:paraId="7617000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1213</w:t>
      </w:r>
    </w:p>
    <w:p w14:paraId="6B68C47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 frequency handover for Cat-M1 UEs in CEModeB without SFN acquisition</w:t>
      </w:r>
      <w:r>
        <w:tab/>
        <w:t>1214</w:t>
      </w:r>
    </w:p>
    <w:p w14:paraId="2D44EA0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1214</w:t>
      </w:r>
    </w:p>
    <w:p w14:paraId="47D2292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1215</w:t>
      </w:r>
    </w:p>
    <w:p w14:paraId="6482135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A.5.1.38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handover for Cat-M1 UEs in CEModeB without SFN acquisition</w:t>
      </w:r>
      <w:r>
        <w:tab/>
        <w:t>1216</w:t>
      </w:r>
    </w:p>
    <w:p w14:paraId="6D2BC2D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1216</w:t>
      </w:r>
    </w:p>
    <w:p w14:paraId="42DED00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1217</w:t>
      </w:r>
    </w:p>
    <w:p w14:paraId="78E07F0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 frequency handover with direct SCell activation</w:t>
      </w:r>
      <w:r>
        <w:tab/>
        <w:t>1218</w:t>
      </w:r>
    </w:p>
    <w:p w14:paraId="5776167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1218</w:t>
      </w:r>
    </w:p>
    <w:p w14:paraId="6849CFC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A.5.1.39.2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1219</w:t>
      </w:r>
    </w:p>
    <w:p w14:paraId="72B5676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A.5.1.40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handover with direct SCell activation</w:t>
      </w:r>
      <w:r>
        <w:tab/>
        <w:t>1220</w:t>
      </w:r>
    </w:p>
    <w:p w14:paraId="344DA1C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1220</w:t>
      </w:r>
    </w:p>
    <w:p w14:paraId="21443FC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1221</w:t>
      </w:r>
    </w:p>
    <w:p w14:paraId="524EE7F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A.5.1.41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Intra-band Inter-frequency sync DAPS handover</w:t>
      </w:r>
      <w:r>
        <w:tab/>
        <w:t>1222</w:t>
      </w:r>
    </w:p>
    <w:p w14:paraId="3825DD8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1222</w:t>
      </w:r>
    </w:p>
    <w:p w14:paraId="1FB1368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1224</w:t>
      </w:r>
    </w:p>
    <w:p w14:paraId="6C84A2E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A.5.1.42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Intra-band Inter-frequency async DAPS handover</w:t>
      </w:r>
      <w:r>
        <w:tab/>
        <w:t>1225</w:t>
      </w:r>
    </w:p>
    <w:p w14:paraId="3769EF3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1225</w:t>
      </w:r>
    </w:p>
    <w:p w14:paraId="760B5B3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1226</w:t>
      </w:r>
    </w:p>
    <w:p w14:paraId="2CB709F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A.5.1.43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Inter-band Inter-frequency sync DAPS handover</w:t>
      </w:r>
      <w:r>
        <w:tab/>
        <w:t>1227</w:t>
      </w:r>
    </w:p>
    <w:p w14:paraId="050669E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1227</w:t>
      </w:r>
    </w:p>
    <w:p w14:paraId="6219919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1228</w:t>
      </w:r>
    </w:p>
    <w:p w14:paraId="09F3436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A.5.1.44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Inter-band Inter-frequency async DAPS handover</w:t>
      </w:r>
      <w:r>
        <w:tab/>
        <w:t>1229</w:t>
      </w:r>
    </w:p>
    <w:p w14:paraId="546E397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1229</w:t>
      </w:r>
    </w:p>
    <w:p w14:paraId="23A02D2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1230</w:t>
      </w:r>
    </w:p>
    <w:p w14:paraId="52F1FD1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val="sv-FI"/>
        </w:rPr>
        <w:t>A.5.1.45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>E-UTRAN FDD - FDD Intra frequency DAPS handover</w:t>
      </w:r>
      <w:r>
        <w:tab/>
        <w:t>1231</w:t>
      </w:r>
    </w:p>
    <w:p w14:paraId="28879B8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1231</w:t>
      </w:r>
    </w:p>
    <w:p w14:paraId="7567202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1232</w:t>
      </w:r>
    </w:p>
    <w:p w14:paraId="104A41C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A.5.1.46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DAPS handover</w:t>
      </w:r>
      <w:r>
        <w:tab/>
        <w:t>1233</w:t>
      </w:r>
    </w:p>
    <w:p w14:paraId="0BCA4AA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1233</w:t>
      </w:r>
    </w:p>
    <w:p w14:paraId="6A9DEC6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1234</w:t>
      </w:r>
    </w:p>
    <w:p w14:paraId="4784586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val="sv-FI"/>
        </w:rPr>
        <w:t>A.5.1.47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>E-UTRAN FDD - FDD Intra frequency conditional handover</w:t>
      </w:r>
      <w:r>
        <w:tab/>
        <w:t>1235</w:t>
      </w:r>
    </w:p>
    <w:p w14:paraId="3B3F7D5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1235</w:t>
      </w:r>
    </w:p>
    <w:p w14:paraId="0DB784D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1236</w:t>
      </w:r>
    </w:p>
    <w:p w14:paraId="546FDB9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val="sv-FI"/>
        </w:rPr>
        <w:t>A.5.1.48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>E-UTRAN TDD - TDD Intra frequency conditional handover</w:t>
      </w:r>
      <w:r>
        <w:tab/>
        <w:t>1237</w:t>
      </w:r>
    </w:p>
    <w:p w14:paraId="6248CFA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1237</w:t>
      </w:r>
    </w:p>
    <w:p w14:paraId="1E532DA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1238</w:t>
      </w:r>
    </w:p>
    <w:p w14:paraId="780B66C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val="sv-FI"/>
        </w:rPr>
        <w:t>A.5.1.49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>E-UTRAN FDD - FDD Inter frequency conditional handover</w:t>
      </w:r>
      <w:r>
        <w:tab/>
        <w:t>1239</w:t>
      </w:r>
    </w:p>
    <w:p w14:paraId="687233C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1239</w:t>
      </w:r>
    </w:p>
    <w:p w14:paraId="0039840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A.5.1.49.2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1240</w:t>
      </w:r>
    </w:p>
    <w:p w14:paraId="398BE55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val="sv-FI"/>
        </w:rPr>
        <w:t>A.5.1.50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>E-UTRAN TDD - TDD Inter frequency conditional handover</w:t>
      </w:r>
      <w:r>
        <w:tab/>
        <w:t>1241</w:t>
      </w:r>
    </w:p>
    <w:p w14:paraId="46EA867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1241</w:t>
      </w:r>
    </w:p>
    <w:p w14:paraId="2E3634A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1242</w:t>
      </w:r>
    </w:p>
    <w:p w14:paraId="708E392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val="sv-FI"/>
        </w:rPr>
        <w:t>A.5.1.51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>E-UTRAN FDD - TDD Inter frequency conditional handover</w:t>
      </w:r>
      <w:r>
        <w:tab/>
        <w:t>1243</w:t>
      </w:r>
    </w:p>
    <w:p w14:paraId="1B32F17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1243</w:t>
      </w:r>
    </w:p>
    <w:p w14:paraId="0C65747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1245</w:t>
      </w:r>
    </w:p>
    <w:p w14:paraId="2B31A8B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val="sv-FI"/>
        </w:rPr>
        <w:t>A.5.1.52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>E-UTRAN TDD - FDD Inter frequency conditional handover</w:t>
      </w:r>
      <w:r>
        <w:tab/>
        <w:t>1245</w:t>
      </w:r>
    </w:p>
    <w:p w14:paraId="2B23144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A.5.152.1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1245</w:t>
      </w:r>
    </w:p>
    <w:p w14:paraId="7BCDDBC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1248</w:t>
      </w:r>
    </w:p>
    <w:p w14:paraId="2375686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A.5.1.53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Intra-band Inter-frequency sync DAPS handover</w:t>
      </w:r>
      <w:r>
        <w:tab/>
        <w:t>1249</w:t>
      </w:r>
    </w:p>
    <w:p w14:paraId="6A328AF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1249</w:t>
      </w:r>
    </w:p>
    <w:p w14:paraId="300ACA6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1251</w:t>
      </w:r>
    </w:p>
    <w:p w14:paraId="290397A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A.5.1.54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Inter-band Inter-frequency sync DAPS handover</w:t>
      </w:r>
      <w:r>
        <w:tab/>
        <w:t>1252</w:t>
      </w:r>
    </w:p>
    <w:p w14:paraId="09DCB6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1252</w:t>
      </w:r>
    </w:p>
    <w:p w14:paraId="73535E5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1254</w:t>
      </w:r>
    </w:p>
    <w:p w14:paraId="60570EC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val="sv-FI"/>
        </w:rPr>
        <w:t>A.5.1.55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>E-UTRAN FDD - TDD inter-band inter-frequency synchronous DAPS handover</w:t>
      </w:r>
      <w:r>
        <w:tab/>
        <w:t>1255</w:t>
      </w:r>
    </w:p>
    <w:p w14:paraId="06DE430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1255</w:t>
      </w:r>
    </w:p>
    <w:p w14:paraId="17BF3F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1258</w:t>
      </w:r>
    </w:p>
    <w:p w14:paraId="1EEE8D0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val="sv-FI"/>
        </w:rPr>
        <w:t>A.5.1.56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>E-UTRAN TDD - FDD inter-band inter-frequency synchronous DAPS handover</w:t>
      </w:r>
      <w:r>
        <w:tab/>
        <w:t>1259</w:t>
      </w:r>
    </w:p>
    <w:p w14:paraId="40A43E5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1259</w:t>
      </w:r>
    </w:p>
    <w:p w14:paraId="77F9A8A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1262</w:t>
      </w:r>
    </w:p>
    <w:p w14:paraId="3FC7652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A.5.1.57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TDD Inter-band Inter-frequency async DAPS handover</w:t>
      </w:r>
      <w:r>
        <w:tab/>
        <w:t>1263</w:t>
      </w:r>
    </w:p>
    <w:p w14:paraId="5F8097C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1263</w:t>
      </w:r>
    </w:p>
    <w:p w14:paraId="634ABA5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1265</w:t>
      </w:r>
    </w:p>
    <w:p w14:paraId="44DBF67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A.5.1.58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Inter-band Inter-frequency async DAPS handover</w:t>
      </w:r>
      <w:r>
        <w:tab/>
        <w:t>1265</w:t>
      </w:r>
    </w:p>
    <w:p w14:paraId="458B496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1265</w:t>
      </w:r>
    </w:p>
    <w:p w14:paraId="0B8B351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A.5.1.58.2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1268</w:t>
      </w:r>
    </w:p>
    <w:p w14:paraId="768113F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Handover to other RATs</w:t>
      </w:r>
      <w:r>
        <w:tab/>
        <w:t>1268</w:t>
      </w:r>
    </w:p>
    <w:p w14:paraId="50E8C02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val="sv-SE"/>
        </w:rPr>
        <w:t>A.5.2.1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FDD – UTRAN FDD Handover</w:t>
      </w:r>
      <w:r>
        <w:tab/>
        <w:t>1268</w:t>
      </w:r>
    </w:p>
    <w:p w14:paraId="0C21748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1268</w:t>
      </w:r>
    </w:p>
    <w:p w14:paraId="7A7F8A3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1270</w:t>
      </w:r>
    </w:p>
    <w:p w14:paraId="09E6953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A.5.2.2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TDD - UTRAN FDD Handover</w:t>
      </w:r>
      <w:r>
        <w:tab/>
        <w:t>1271</w:t>
      </w:r>
    </w:p>
    <w:p w14:paraId="6DF7E14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1271</w:t>
      </w:r>
    </w:p>
    <w:p w14:paraId="59897F3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1274</w:t>
      </w:r>
    </w:p>
    <w:p w14:paraId="0AE30E1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  <w:lang w:val="sv-SE"/>
        </w:rPr>
        <w:t>A.</w:t>
      </w:r>
      <w:r w:rsidRPr="00614873">
        <w:rPr>
          <w:rFonts w:cs="v4.2.0"/>
          <w:snapToGrid w:val="0"/>
          <w:lang w:val="sv-SE" w:eastAsia="zh-CN"/>
        </w:rPr>
        <w:t>5</w:t>
      </w:r>
      <w:r w:rsidRPr="00614873">
        <w:rPr>
          <w:rFonts w:cs="v4.2.0"/>
          <w:snapToGrid w:val="0"/>
          <w:lang w:val="sv-SE"/>
        </w:rPr>
        <w:t>.</w:t>
      </w:r>
      <w:r w:rsidRPr="00614873">
        <w:rPr>
          <w:rFonts w:cs="v4.2.0"/>
          <w:snapToGrid w:val="0"/>
          <w:lang w:val="sv-SE" w:eastAsia="zh-CN"/>
        </w:rPr>
        <w:t>2</w:t>
      </w:r>
      <w:r w:rsidRPr="00614873">
        <w:rPr>
          <w:rFonts w:cs="v4.2.0"/>
          <w:snapToGrid w:val="0"/>
          <w:lang w:val="sv-SE"/>
        </w:rPr>
        <w:t>.</w:t>
      </w:r>
      <w:r w:rsidRPr="00614873">
        <w:rPr>
          <w:rFonts w:cs="v4.2.0"/>
          <w:snapToGrid w:val="0"/>
          <w:lang w:val="sv-SE" w:eastAsia="zh-CN"/>
        </w:rPr>
        <w:t xml:space="preserve">3 </w:t>
      </w:r>
      <w:r w:rsidRPr="00614873">
        <w:rPr>
          <w:lang w:val="sv-SE"/>
        </w:rPr>
        <w:t>E-UTRAN FDD- GSM Handover</w:t>
      </w:r>
      <w:r>
        <w:tab/>
        <w:t>1274</w:t>
      </w:r>
    </w:p>
    <w:p w14:paraId="43A16F4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</w:t>
      </w:r>
      <w:r w:rsidRPr="00614873">
        <w:rPr>
          <w:snapToGrid w:val="0"/>
          <w:lang w:eastAsia="zh-CN"/>
        </w:rPr>
        <w:t>5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2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1274</w:t>
      </w:r>
    </w:p>
    <w:p w14:paraId="2336396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</w:t>
      </w:r>
      <w:r w:rsidRPr="00614873">
        <w:rPr>
          <w:snapToGrid w:val="0"/>
          <w:lang w:eastAsia="zh-CN"/>
        </w:rPr>
        <w:t>5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2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 xml:space="preserve">Test </w:t>
      </w:r>
      <w:r w:rsidRPr="00614873">
        <w:rPr>
          <w:snapToGrid w:val="0"/>
          <w:lang w:eastAsia="zh-CN"/>
        </w:rPr>
        <w:t>Requirements</w:t>
      </w:r>
      <w:r>
        <w:tab/>
        <w:t>1275</w:t>
      </w:r>
    </w:p>
    <w:p w14:paraId="7245ED8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A.5.2.4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</w:t>
      </w:r>
      <w:r w:rsidRPr="00614873">
        <w:rPr>
          <w:lang w:val="sv-SE" w:eastAsia="zh-CN"/>
        </w:rPr>
        <w:t xml:space="preserve"> TDD</w:t>
      </w:r>
      <w:r w:rsidRPr="00614873">
        <w:rPr>
          <w:lang w:val="sv-SE"/>
        </w:rPr>
        <w:t xml:space="preserve"> - UTRAN TDD Handover</w:t>
      </w:r>
      <w:r>
        <w:tab/>
        <w:t>1276</w:t>
      </w:r>
    </w:p>
    <w:p w14:paraId="7FB53EB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1276</w:t>
      </w:r>
    </w:p>
    <w:p w14:paraId="6733A5A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1276</w:t>
      </w:r>
    </w:p>
    <w:p w14:paraId="4366FA4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1276</w:t>
      </w:r>
    </w:p>
    <w:p w14:paraId="609BF38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1278</w:t>
      </w:r>
    </w:p>
    <w:p w14:paraId="59DB0A7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1278</w:t>
      </w:r>
    </w:p>
    <w:p w14:paraId="432D517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1278</w:t>
      </w:r>
    </w:p>
    <w:p w14:paraId="3C9A509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1278</w:t>
      </w:r>
    </w:p>
    <w:p w14:paraId="07118F7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A.</w:t>
      </w:r>
      <w:r w:rsidRPr="00614873">
        <w:rPr>
          <w:lang w:val="sv-SE" w:eastAsia="zh-CN"/>
        </w:rPr>
        <w:t>5</w:t>
      </w:r>
      <w:r w:rsidRPr="00614873">
        <w:rPr>
          <w:lang w:val="sv-SE"/>
        </w:rPr>
        <w:t>.</w:t>
      </w:r>
      <w:r w:rsidRPr="00614873">
        <w:rPr>
          <w:lang w:val="sv-SE" w:eastAsia="zh-CN"/>
        </w:rPr>
        <w:t>2</w:t>
      </w:r>
      <w:r w:rsidRPr="00614873">
        <w:rPr>
          <w:lang w:val="sv-SE"/>
        </w:rPr>
        <w:t>.</w:t>
      </w:r>
      <w:r w:rsidRPr="00614873">
        <w:rPr>
          <w:lang w:val="sv-SE" w:eastAsia="zh-CN"/>
        </w:rPr>
        <w:t>4</w:t>
      </w:r>
      <w:r w:rsidRPr="00614873">
        <w:rPr>
          <w:lang w:val="sv-SE"/>
        </w:rPr>
        <w:t>.</w:t>
      </w:r>
      <w:r w:rsidRPr="00614873">
        <w:rPr>
          <w:lang w:val="sv-SE" w:eastAsia="zh-CN"/>
        </w:rPr>
        <w:t>2</w:t>
      </w:r>
      <w:r w:rsidRPr="00614873">
        <w:rPr>
          <w:lang w:val="sv-SE"/>
        </w:rPr>
        <w:t>.</w:t>
      </w:r>
      <w:r w:rsidRPr="00614873">
        <w:rPr>
          <w:lang w:val="sv-SE"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 w:eastAsia="zh-CN"/>
        </w:rPr>
        <w:t>Void</w:t>
      </w:r>
      <w:r>
        <w:tab/>
        <w:t>1278</w:t>
      </w:r>
    </w:p>
    <w:p w14:paraId="47B971F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val="sv-SE"/>
        </w:rPr>
        <w:t>A.5.2.5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FDD – UTRAN TDD Handover</w:t>
      </w:r>
      <w:r>
        <w:tab/>
        <w:t>1278</w:t>
      </w:r>
    </w:p>
    <w:p w14:paraId="3055F13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1278</w:t>
      </w:r>
    </w:p>
    <w:p w14:paraId="6C14893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A.5.2.5.1.3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1281</w:t>
      </w:r>
    </w:p>
    <w:p w14:paraId="6AE053C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1281</w:t>
      </w:r>
    </w:p>
    <w:p w14:paraId="3AFAC2A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1281</w:t>
      </w:r>
    </w:p>
    <w:p w14:paraId="410A2D8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1281</w:t>
      </w:r>
    </w:p>
    <w:p w14:paraId="3E824C7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A.5.2.5.2.3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Void</w:t>
      </w:r>
      <w:r>
        <w:tab/>
        <w:t>1281</w:t>
      </w:r>
    </w:p>
    <w:p w14:paraId="27BD688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  <w:lang w:val="sv-SE"/>
        </w:rPr>
        <w:t>A.5.2.</w:t>
      </w:r>
      <w:r w:rsidRPr="00614873">
        <w:rPr>
          <w:rFonts w:cs="v4.2.0"/>
          <w:snapToGrid w:val="0"/>
          <w:lang w:val="sv-SE"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TDD - GSM Handover</w:t>
      </w:r>
      <w:r>
        <w:tab/>
        <w:t>1281</w:t>
      </w:r>
    </w:p>
    <w:p w14:paraId="2860967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</w:t>
      </w:r>
      <w:r>
        <w:rPr>
          <w:lang w:eastAsia="zh-CN"/>
        </w:rPr>
        <w:t>6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1281</w:t>
      </w:r>
    </w:p>
    <w:p w14:paraId="1C79BB7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</w:t>
      </w:r>
      <w:r>
        <w:rPr>
          <w:lang w:eastAsia="zh-CN"/>
        </w:rPr>
        <w:t>6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1283</w:t>
      </w:r>
    </w:p>
    <w:p w14:paraId="0518677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A.5.2.</w:t>
      </w:r>
      <w:r w:rsidRPr="00614873">
        <w:rPr>
          <w:rFonts w:cs="v4.2.0"/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FDD Handover; Unknown Target Cell</w:t>
      </w:r>
      <w:r>
        <w:tab/>
        <w:t>1284</w:t>
      </w:r>
    </w:p>
    <w:p w14:paraId="1447224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</w:t>
      </w:r>
      <w:r>
        <w:rPr>
          <w:lang w:eastAsia="zh-CN"/>
        </w:rPr>
        <w:t>7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1284</w:t>
      </w:r>
    </w:p>
    <w:p w14:paraId="07FA6E3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A.5.2.</w:t>
      </w:r>
      <w:r w:rsidRPr="00614873">
        <w:rPr>
          <w:snapToGrid w:val="0"/>
          <w:lang w:eastAsia="zh-CN"/>
        </w:rPr>
        <w:t>7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1286</w:t>
      </w:r>
    </w:p>
    <w:p w14:paraId="2D62C97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GSM Handover; Unknown Target Cell</w:t>
      </w:r>
      <w:r>
        <w:tab/>
        <w:t>1286</w:t>
      </w:r>
    </w:p>
    <w:p w14:paraId="41D878E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1286</w:t>
      </w:r>
    </w:p>
    <w:p w14:paraId="28A3347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1287</w:t>
      </w:r>
    </w:p>
    <w:p w14:paraId="1820D7C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GSM Handover; Unknown Target Cell</w:t>
      </w:r>
      <w:r>
        <w:tab/>
        <w:t>1288</w:t>
      </w:r>
    </w:p>
    <w:p w14:paraId="3F02D4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1288</w:t>
      </w:r>
    </w:p>
    <w:p w14:paraId="6AA39DB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1289</w:t>
      </w:r>
    </w:p>
    <w:p w14:paraId="21E774E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</w:t>
      </w:r>
      <w:r>
        <w:rPr>
          <w:lang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to UTRAN TDD handover: unknown target cell</w:t>
      </w:r>
      <w:r>
        <w:tab/>
        <w:t>1290</w:t>
      </w:r>
    </w:p>
    <w:p w14:paraId="477C13C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</w:t>
      </w:r>
      <w:r>
        <w:rPr>
          <w:lang w:eastAsia="zh-CN"/>
        </w:rPr>
        <w:t>10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1290</w:t>
      </w:r>
    </w:p>
    <w:p w14:paraId="7E0EFDD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</w:t>
      </w:r>
      <w:r>
        <w:rPr>
          <w:lang w:eastAsia="zh-CN"/>
        </w:rPr>
        <w:t>10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1292</w:t>
      </w:r>
    </w:p>
    <w:p w14:paraId="202E52A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A.5.2.10A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FDD Multicarrier Handover with two target cells</w:t>
      </w:r>
      <w:r>
        <w:tab/>
        <w:t>1292</w:t>
      </w:r>
    </w:p>
    <w:p w14:paraId="2C25368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A.5.2.10A.1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1292</w:t>
      </w:r>
    </w:p>
    <w:p w14:paraId="2AA9571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A.5.2.10A.2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1295</w:t>
      </w:r>
    </w:p>
    <w:p w14:paraId="3D7F183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A.5.2.10B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UTRAN FDD Multicarrier Handover with two target cells</w:t>
      </w:r>
      <w:r>
        <w:tab/>
        <w:t>1295</w:t>
      </w:r>
    </w:p>
    <w:p w14:paraId="4FD0264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A.5.2.10B.1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1295</w:t>
      </w:r>
    </w:p>
    <w:p w14:paraId="7F5881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A.5.2.10B.2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1298</w:t>
      </w:r>
    </w:p>
    <w:p w14:paraId="0171B43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lang w:val="sv-SE"/>
        </w:rPr>
        <w:t>A.5.2.1</w:t>
      </w:r>
      <w:r w:rsidRPr="00614873">
        <w:rPr>
          <w:rFonts w:cs="v4.2.0"/>
          <w:lang w:val="sv-SE"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FDD – UTRAN FDD Handover</w:t>
      </w:r>
      <w:r w:rsidRPr="00614873">
        <w:rPr>
          <w:lang w:val="sv-SE" w:eastAsia="zh-CN"/>
        </w:rPr>
        <w:t xml:space="preserve"> for 5MHz Bandwidth</w:t>
      </w:r>
      <w:r>
        <w:tab/>
        <w:t>1298</w:t>
      </w:r>
    </w:p>
    <w:p w14:paraId="021A5FF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A.5.2.1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1298</w:t>
      </w:r>
    </w:p>
    <w:p w14:paraId="48E162D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A.5.2.</w:t>
      </w:r>
      <w:r w:rsidRPr="00614873">
        <w:rPr>
          <w:snapToGrid w:val="0"/>
          <w:lang w:eastAsia="zh-CN"/>
        </w:rPr>
        <w:t>11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1298</w:t>
      </w:r>
    </w:p>
    <w:p w14:paraId="099A006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FI"/>
        </w:rPr>
        <w:t>A.5.3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>E-UTRAN Handover to Non-3GPP RATs</w:t>
      </w:r>
      <w:r>
        <w:tab/>
        <w:t>1299</w:t>
      </w:r>
    </w:p>
    <w:p w14:paraId="740F1BC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FI"/>
        </w:rPr>
        <w:t>A.5.3.1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>E-UTRAN FDD – HRPD Handover</w:t>
      </w:r>
      <w:r>
        <w:tab/>
        <w:t>1299</w:t>
      </w:r>
    </w:p>
    <w:p w14:paraId="02AA8F3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1299</w:t>
      </w:r>
    </w:p>
    <w:p w14:paraId="64461C7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1301</w:t>
      </w:r>
    </w:p>
    <w:p w14:paraId="70BE93A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FI"/>
        </w:rPr>
        <w:t>A.5.3.2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>E-UTRAN FDD – cdma2000 1X Handover</w:t>
      </w:r>
      <w:r>
        <w:tab/>
        <w:t>1301</w:t>
      </w:r>
    </w:p>
    <w:p w14:paraId="5A33C57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1301</w:t>
      </w:r>
    </w:p>
    <w:p w14:paraId="0F2B1E8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1304</w:t>
      </w:r>
    </w:p>
    <w:p w14:paraId="043DFE2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HRPD Handover; Unknown Target Cell</w:t>
      </w:r>
      <w:r>
        <w:tab/>
        <w:t>1304</w:t>
      </w:r>
    </w:p>
    <w:p w14:paraId="594BD5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1304</w:t>
      </w:r>
    </w:p>
    <w:p w14:paraId="4D5D311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1307</w:t>
      </w:r>
    </w:p>
    <w:p w14:paraId="0B31F61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cdma2000 1X Handover; Unknown Target cell</w:t>
      </w:r>
      <w:r>
        <w:tab/>
        <w:t>1307</w:t>
      </w:r>
    </w:p>
    <w:p w14:paraId="16BA679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1307</w:t>
      </w:r>
    </w:p>
    <w:p w14:paraId="0824A4C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1308</w:t>
      </w:r>
    </w:p>
    <w:p w14:paraId="00D35F5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A.5.3.</w:t>
      </w:r>
      <w:r w:rsidRPr="00614873">
        <w:rPr>
          <w:lang w:val="sv-SE"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 xml:space="preserve">E-UTRAN </w:t>
      </w:r>
      <w:r w:rsidRPr="00614873">
        <w:rPr>
          <w:lang w:val="sv-SE" w:eastAsia="zh-CN"/>
        </w:rPr>
        <w:t>T</w:t>
      </w:r>
      <w:r w:rsidRPr="00614873">
        <w:rPr>
          <w:lang w:val="sv-SE"/>
        </w:rPr>
        <w:t>DD – HRPD Handover</w:t>
      </w:r>
      <w:r>
        <w:tab/>
        <w:t>1309</w:t>
      </w:r>
    </w:p>
    <w:p w14:paraId="47FD1A5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1309</w:t>
      </w:r>
    </w:p>
    <w:p w14:paraId="53E7787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1311</w:t>
      </w:r>
    </w:p>
    <w:p w14:paraId="7205F0E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FI"/>
        </w:rPr>
        <w:t>A.5.3.6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FI"/>
        </w:rPr>
        <w:t>E-UTRAN TDD – cdma2000 1X Handover</w:t>
      </w:r>
      <w:r>
        <w:tab/>
        <w:t>1312</w:t>
      </w:r>
    </w:p>
    <w:p w14:paraId="68F8CA0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1312</w:t>
      </w:r>
    </w:p>
    <w:p w14:paraId="2B6B5A3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1315</w:t>
      </w:r>
    </w:p>
    <w:p w14:paraId="5070CA7E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A.6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RRC Connection Control</w:t>
      </w:r>
      <w:r>
        <w:tab/>
        <w:t>1315</w:t>
      </w:r>
    </w:p>
    <w:p w14:paraId="12152DC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RRC Re-establishment</w:t>
      </w:r>
      <w:r>
        <w:tab/>
        <w:t>1315</w:t>
      </w:r>
    </w:p>
    <w:p w14:paraId="518AC5C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E-UTRAN FDD Intra-frequency RRC Re-establishment</w:t>
      </w:r>
      <w:r>
        <w:tab/>
        <w:t>1315</w:t>
      </w:r>
    </w:p>
    <w:p w14:paraId="53D20E8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1315</w:t>
      </w:r>
    </w:p>
    <w:p w14:paraId="3C84237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1316</w:t>
      </w:r>
    </w:p>
    <w:p w14:paraId="34515E9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E-UTRAN FDD Inter-frequency RRC Re-establishment</w:t>
      </w:r>
      <w:r>
        <w:tab/>
        <w:t>1317</w:t>
      </w:r>
    </w:p>
    <w:p w14:paraId="30A61F2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1317</w:t>
      </w:r>
    </w:p>
    <w:p w14:paraId="70059DF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1318</w:t>
      </w:r>
    </w:p>
    <w:p w14:paraId="2288F5A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A.6.1.3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E-UTRAN TDD Intra-frequency RRC Re-establishment</w:t>
      </w:r>
      <w:r>
        <w:tab/>
        <w:t>1319</w:t>
      </w:r>
    </w:p>
    <w:p w14:paraId="7B45C07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1319</w:t>
      </w:r>
    </w:p>
    <w:p w14:paraId="3DF6890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1320</w:t>
      </w:r>
    </w:p>
    <w:p w14:paraId="35F390B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TDD Inter-frequency RRC Re-establishment</w:t>
      </w:r>
      <w:r>
        <w:tab/>
        <w:t>1321</w:t>
      </w:r>
    </w:p>
    <w:p w14:paraId="5C034E5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1321</w:t>
      </w:r>
    </w:p>
    <w:p w14:paraId="05E035B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1322</w:t>
      </w:r>
    </w:p>
    <w:p w14:paraId="057A9C5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</w:t>
      </w:r>
      <w:r w:rsidRPr="00614873">
        <w:rPr>
          <w:snapToGrid w:val="0"/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FDD Intra-frequency RRC Re-establishment</w:t>
      </w:r>
      <w:r w:rsidRPr="00614873">
        <w:rPr>
          <w:snapToGrid w:val="0"/>
          <w:lang w:eastAsia="zh-CN"/>
        </w:rPr>
        <w:t xml:space="preserve"> for 5MHz bandwidth</w:t>
      </w:r>
      <w:r>
        <w:tab/>
        <w:t>1323</w:t>
      </w:r>
    </w:p>
    <w:p w14:paraId="4BCC285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1323</w:t>
      </w:r>
    </w:p>
    <w:p w14:paraId="72348C0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1323</w:t>
      </w:r>
    </w:p>
    <w:p w14:paraId="64ED2DD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FD-FDD Intra-frequency RRC Re-establishment for UE category 0</w:t>
      </w:r>
      <w:r>
        <w:tab/>
        <w:t>1323</w:t>
      </w:r>
    </w:p>
    <w:p w14:paraId="7A0401E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1323</w:t>
      </w:r>
    </w:p>
    <w:p w14:paraId="06C98CE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1325</w:t>
      </w:r>
    </w:p>
    <w:p w14:paraId="7D2F442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HD-FDD Intra-frequency RRC Re-establishment for UE category 0</w:t>
      </w:r>
      <w:r>
        <w:tab/>
        <w:t>1326</w:t>
      </w:r>
    </w:p>
    <w:p w14:paraId="195726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1326</w:t>
      </w:r>
    </w:p>
    <w:p w14:paraId="3F5B811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1327</w:t>
      </w:r>
    </w:p>
    <w:p w14:paraId="347403F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TDD Intra-frequency RRC Re-establishment for UE category 0</w:t>
      </w:r>
      <w:r>
        <w:tab/>
        <w:t>1328</w:t>
      </w:r>
    </w:p>
    <w:p w14:paraId="61C895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1328</w:t>
      </w:r>
    </w:p>
    <w:p w14:paraId="670D3B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1329</w:t>
      </w:r>
    </w:p>
    <w:p w14:paraId="01AF64C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FD-FDD Intra-frequency RRC Re-establishment for Cat-M1 UE in CEModeA</w:t>
      </w:r>
      <w:r>
        <w:tab/>
        <w:t>1330</w:t>
      </w:r>
    </w:p>
    <w:p w14:paraId="40BAF02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1330</w:t>
      </w:r>
    </w:p>
    <w:p w14:paraId="5E9AEBC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1331</w:t>
      </w:r>
    </w:p>
    <w:p w14:paraId="7854B85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HD-FDD Intra-frequency RRC Re-establishment for Cat-M1 UE in CEModeA</w:t>
      </w:r>
      <w:r>
        <w:tab/>
        <w:t>1332</w:t>
      </w:r>
    </w:p>
    <w:p w14:paraId="6531BE0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1332</w:t>
      </w:r>
    </w:p>
    <w:p w14:paraId="4053B7E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1333</w:t>
      </w:r>
    </w:p>
    <w:p w14:paraId="66C417C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TDD Intra-frequency RRC Re-establishment for Cat-M1 UE in CEModeA</w:t>
      </w:r>
      <w:r>
        <w:tab/>
        <w:t>1334</w:t>
      </w:r>
    </w:p>
    <w:p w14:paraId="0BD1F4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1334</w:t>
      </w:r>
    </w:p>
    <w:p w14:paraId="10981B9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1335</w:t>
      </w:r>
    </w:p>
    <w:p w14:paraId="3666D26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FD-FDD Intra-frequency RRC Re-establishment for Cat-M1 UE in CEModeB</w:t>
      </w:r>
      <w:r>
        <w:tab/>
        <w:t>1336</w:t>
      </w:r>
    </w:p>
    <w:p w14:paraId="21A2D13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1336</w:t>
      </w:r>
    </w:p>
    <w:p w14:paraId="7E4151B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1337</w:t>
      </w:r>
    </w:p>
    <w:p w14:paraId="2AE7F94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HD-FDD Intra-frequency RRC Re-establishment for Cat-M1 UE in CEModeB</w:t>
      </w:r>
      <w:r>
        <w:tab/>
        <w:t>1338</w:t>
      </w:r>
    </w:p>
    <w:p w14:paraId="2052C39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1338</w:t>
      </w:r>
    </w:p>
    <w:p w14:paraId="2225D3B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1339</w:t>
      </w:r>
    </w:p>
    <w:p w14:paraId="2038E4B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TDD Intra-frequency RRC Re-establishment for Cat-M1 UE in CEModeB</w:t>
      </w:r>
      <w:r>
        <w:tab/>
        <w:t>1340</w:t>
      </w:r>
    </w:p>
    <w:p w14:paraId="41ABC96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1340</w:t>
      </w:r>
    </w:p>
    <w:p w14:paraId="765B3F3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1341</w:t>
      </w:r>
    </w:p>
    <w:p w14:paraId="25956BB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HD-FDD Intra-frequency RRC Re-establishment for UE</w:t>
      </w:r>
      <w:r w:rsidRPr="00614873">
        <w:rPr>
          <w:snapToGrid w:val="0"/>
          <w:lang w:eastAsia="zh-CN"/>
        </w:rPr>
        <w:t xml:space="preserve"> category NB1 in In-Band mode under enhanced coverage</w:t>
      </w:r>
      <w:r>
        <w:tab/>
        <w:t>1342</w:t>
      </w:r>
    </w:p>
    <w:p w14:paraId="7052F93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1342</w:t>
      </w:r>
    </w:p>
    <w:p w14:paraId="3A2F9EB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1344</w:t>
      </w:r>
    </w:p>
    <w:p w14:paraId="4FE9273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HD-FDD Int</w:t>
      </w:r>
      <w:r w:rsidRPr="00614873">
        <w:rPr>
          <w:snapToGrid w:val="0"/>
          <w:lang w:eastAsia="zh-CN"/>
        </w:rPr>
        <w:t>er</w:t>
      </w:r>
      <w:r w:rsidRPr="00614873">
        <w:rPr>
          <w:snapToGrid w:val="0"/>
        </w:rPr>
        <w:t>-frequency RRC Re-establishment for UE</w:t>
      </w:r>
      <w:r w:rsidRPr="00614873">
        <w:rPr>
          <w:snapToGrid w:val="0"/>
          <w:lang w:eastAsia="zh-CN"/>
        </w:rPr>
        <w:t xml:space="preserve"> category NB1 in In-Band mode under </w:t>
      </w:r>
      <w:r w:rsidRPr="00614873">
        <w:rPr>
          <w:rFonts w:cs="Intel Clear Light"/>
          <w:lang w:eastAsia="zh-CN"/>
        </w:rPr>
        <w:t>normal</w:t>
      </w:r>
      <w:r w:rsidRPr="00614873">
        <w:rPr>
          <w:rFonts w:cs="Arial"/>
          <w:lang w:eastAsia="zh-CN"/>
        </w:rPr>
        <w:t xml:space="preserve"> </w:t>
      </w:r>
      <w:r w:rsidRPr="00614873">
        <w:rPr>
          <w:snapToGrid w:val="0"/>
          <w:lang w:eastAsia="zh-CN"/>
        </w:rPr>
        <w:t>coverage</w:t>
      </w:r>
      <w:r>
        <w:tab/>
        <w:t>1345</w:t>
      </w:r>
    </w:p>
    <w:p w14:paraId="3E91C35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1345</w:t>
      </w:r>
    </w:p>
    <w:p w14:paraId="7900BFF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1347</w:t>
      </w:r>
    </w:p>
    <w:p w14:paraId="2CD075B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FD-FDD Inter-frequency RRC Re-establishment for Cat-M1 UE in CEModeA</w:t>
      </w:r>
      <w:r>
        <w:tab/>
        <w:t>1348</w:t>
      </w:r>
    </w:p>
    <w:p w14:paraId="5441B0C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1348</w:t>
      </w:r>
    </w:p>
    <w:p w14:paraId="7728537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1349</w:t>
      </w:r>
    </w:p>
    <w:p w14:paraId="6117799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HD-FDD Inter-frequency RRC Re-establishment for Cat-M1 UE in CEModeA</w:t>
      </w:r>
      <w:r>
        <w:tab/>
        <w:t>1350</w:t>
      </w:r>
    </w:p>
    <w:p w14:paraId="5C9F68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1350</w:t>
      </w:r>
    </w:p>
    <w:p w14:paraId="6A69584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1351</w:t>
      </w:r>
    </w:p>
    <w:p w14:paraId="666D7E4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TDD-TDD Inter-frequency RRC Re-establishment for Cat-M1 UE in CEModeA</w:t>
      </w:r>
      <w:r>
        <w:tab/>
        <w:t>1352</w:t>
      </w:r>
    </w:p>
    <w:p w14:paraId="119250B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1352</w:t>
      </w:r>
    </w:p>
    <w:p w14:paraId="353078E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1353</w:t>
      </w:r>
    </w:p>
    <w:p w14:paraId="1F9AA3F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FD-FDD Inter-frequency RRC Re-establishment for Cat-M1 UE in CEModeB</w:t>
      </w:r>
      <w:r>
        <w:tab/>
        <w:t>1354</w:t>
      </w:r>
    </w:p>
    <w:p w14:paraId="0A8FF14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1354</w:t>
      </w:r>
    </w:p>
    <w:p w14:paraId="4F26ED8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1355</w:t>
      </w:r>
    </w:p>
    <w:p w14:paraId="2373469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HD-FDD Inter-frequency RRC Re-establishment for Cat-M1 UE in CEModeB</w:t>
      </w:r>
      <w:r>
        <w:tab/>
        <w:t>1356</w:t>
      </w:r>
    </w:p>
    <w:p w14:paraId="18689E1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1356</w:t>
      </w:r>
    </w:p>
    <w:p w14:paraId="0085ED3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1357</w:t>
      </w:r>
    </w:p>
    <w:p w14:paraId="2CEB13E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TDD Inter-frequency RRC Re-establishment for Cat-M1 UE in CEModeB</w:t>
      </w:r>
      <w:r>
        <w:tab/>
        <w:t>1358</w:t>
      </w:r>
    </w:p>
    <w:p w14:paraId="516851F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1358</w:t>
      </w:r>
    </w:p>
    <w:p w14:paraId="2A1DB1D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1359</w:t>
      </w:r>
    </w:p>
    <w:p w14:paraId="503D126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TDD Int</w:t>
      </w:r>
      <w:r w:rsidRPr="00614873">
        <w:rPr>
          <w:snapToGrid w:val="0"/>
          <w:lang w:eastAsia="zh-CN"/>
        </w:rPr>
        <w:t>er</w:t>
      </w:r>
      <w:r w:rsidRPr="00614873">
        <w:rPr>
          <w:snapToGrid w:val="0"/>
        </w:rPr>
        <w:t>-frequency RRC Re-establishment for UE</w:t>
      </w:r>
      <w:r w:rsidRPr="00614873">
        <w:rPr>
          <w:snapToGrid w:val="0"/>
          <w:lang w:eastAsia="zh-CN"/>
        </w:rPr>
        <w:t xml:space="preserve"> category NB1 in In-Band mode under </w:t>
      </w:r>
      <w:r w:rsidRPr="00614873">
        <w:rPr>
          <w:rFonts w:cs="Intel Clear Light"/>
          <w:lang w:eastAsia="zh-CN"/>
        </w:rPr>
        <w:t>normal</w:t>
      </w:r>
      <w:r w:rsidRPr="00614873">
        <w:rPr>
          <w:rFonts w:cs="Arial"/>
          <w:lang w:eastAsia="zh-CN"/>
        </w:rPr>
        <w:t xml:space="preserve"> </w:t>
      </w:r>
      <w:r w:rsidRPr="00614873">
        <w:rPr>
          <w:snapToGrid w:val="0"/>
          <w:lang w:eastAsia="zh-CN"/>
        </w:rPr>
        <w:t>coverage</w:t>
      </w:r>
      <w:r>
        <w:tab/>
        <w:t>1360</w:t>
      </w:r>
    </w:p>
    <w:p w14:paraId="51F7A5D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1360</w:t>
      </w:r>
    </w:p>
    <w:p w14:paraId="24A26B0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1362</w:t>
      </w:r>
    </w:p>
    <w:p w14:paraId="05F07BF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A.6.1.24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E-UTRAN TDD - TDD Intra-frequency RRC Re-establishment for UE</w:t>
      </w:r>
      <w:r w:rsidRPr="00614873">
        <w:rPr>
          <w:snapToGrid w:val="0"/>
          <w:lang w:eastAsia="zh-CN"/>
        </w:rPr>
        <w:t xml:space="preserve"> category NB1 in In-Band mode under enhanced coverage</w:t>
      </w:r>
      <w:r>
        <w:tab/>
        <w:t>1363</w:t>
      </w:r>
    </w:p>
    <w:p w14:paraId="75D0110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1363</w:t>
      </w:r>
    </w:p>
    <w:p w14:paraId="4A2983F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1365</w:t>
      </w:r>
    </w:p>
    <w:p w14:paraId="35B89FE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</w:t>
      </w:r>
      <w:r>
        <w:tab/>
        <w:t>1366</w:t>
      </w:r>
    </w:p>
    <w:p w14:paraId="06DA4BF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Contention Based Random Access Test</w:t>
      </w:r>
      <w:r>
        <w:tab/>
        <w:t>1366</w:t>
      </w:r>
    </w:p>
    <w:p w14:paraId="7FA0F24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A.6.2.1.1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Purpose and Environment</w:t>
      </w:r>
      <w:r>
        <w:tab/>
        <w:t>1366</w:t>
      </w:r>
    </w:p>
    <w:p w14:paraId="5C7CA7A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1367</w:t>
      </w:r>
    </w:p>
    <w:p w14:paraId="35387B5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1367</w:t>
      </w:r>
    </w:p>
    <w:p w14:paraId="52DFE7D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1367</w:t>
      </w:r>
    </w:p>
    <w:p w14:paraId="72CDB78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1367</w:t>
      </w:r>
    </w:p>
    <w:p w14:paraId="5907D95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1368</w:t>
      </w:r>
    </w:p>
    <w:p w14:paraId="1D29CA2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1368</w:t>
      </w:r>
    </w:p>
    <w:p w14:paraId="673C209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1368</w:t>
      </w:r>
    </w:p>
    <w:p w14:paraId="08BA269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Non-Contention Based Random Access Test</w:t>
      </w:r>
      <w:r>
        <w:tab/>
        <w:t>1368</w:t>
      </w:r>
    </w:p>
    <w:p w14:paraId="6866D5A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1368</w:t>
      </w:r>
    </w:p>
    <w:p w14:paraId="4C204CD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1369</w:t>
      </w:r>
    </w:p>
    <w:p w14:paraId="0E311C7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1370</w:t>
      </w:r>
    </w:p>
    <w:p w14:paraId="0D1DCFD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1370</w:t>
      </w:r>
    </w:p>
    <w:p w14:paraId="4BBAE69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Contention Based Random Access Test</w:t>
      </w:r>
      <w:r>
        <w:tab/>
        <w:t>1370</w:t>
      </w:r>
    </w:p>
    <w:p w14:paraId="5C2DCC6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1370</w:t>
      </w:r>
    </w:p>
    <w:p w14:paraId="640794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1372</w:t>
      </w:r>
    </w:p>
    <w:p w14:paraId="11DA350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1372</w:t>
      </w:r>
    </w:p>
    <w:p w14:paraId="7B31C8B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1372</w:t>
      </w:r>
    </w:p>
    <w:p w14:paraId="3FED75D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</w:t>
      </w:r>
      <w:r>
        <w:rPr>
          <w:lang w:eastAsia="zh-CN"/>
        </w:rPr>
        <w:t>2</w:t>
      </w:r>
      <w:r>
        <w:t>.3.2</w:t>
      </w:r>
      <w:r>
        <w:rPr>
          <w:lang w:eastAsia="zh-CN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Receiving </w:t>
      </w:r>
      <w:r>
        <w:rPr>
          <w:lang w:eastAsia="zh-CN"/>
        </w:rPr>
        <w:t>a NACK on msg3</w:t>
      </w:r>
      <w:r>
        <w:tab/>
        <w:t>1372</w:t>
      </w:r>
    </w:p>
    <w:p w14:paraId="13CE617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</w:t>
      </w:r>
      <w:r>
        <w:rPr>
          <w:lang w:eastAsia="zh-CN"/>
        </w:rPr>
        <w:t>2</w:t>
      </w:r>
      <w:r>
        <w:t>.3.2</w:t>
      </w:r>
      <w:r>
        <w:rPr>
          <w:lang w:eastAsia="zh-CN"/>
        </w:rPr>
        <w:t>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1373</w:t>
      </w:r>
    </w:p>
    <w:p w14:paraId="6F7EF4F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</w:t>
      </w:r>
      <w:r>
        <w:rPr>
          <w:lang w:eastAsia="zh-CN"/>
        </w:rPr>
        <w:t>2</w:t>
      </w:r>
      <w:r>
        <w:t>.3.2</w:t>
      </w:r>
      <w:r>
        <w:rPr>
          <w:lang w:eastAsia="zh-CN"/>
        </w:rPr>
        <w:t>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1373</w:t>
      </w:r>
    </w:p>
    <w:p w14:paraId="7487970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A.6.2.3.2.6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1373</w:t>
      </w:r>
    </w:p>
    <w:p w14:paraId="10BA649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Non-Contention Based Random Access Test</w:t>
      </w:r>
      <w:r>
        <w:tab/>
        <w:t>1373</w:t>
      </w:r>
    </w:p>
    <w:p w14:paraId="59B144A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1373</w:t>
      </w:r>
    </w:p>
    <w:p w14:paraId="00A4828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1375</w:t>
      </w:r>
    </w:p>
    <w:p w14:paraId="4231560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1375</w:t>
      </w:r>
    </w:p>
    <w:p w14:paraId="79BE3F9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1375</w:t>
      </w:r>
    </w:p>
    <w:p w14:paraId="129A11C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Contention Based Random Access Test</w:t>
      </w:r>
      <w:r>
        <w:rPr>
          <w:lang w:eastAsia="zh-CN"/>
        </w:rPr>
        <w:t xml:space="preserve"> for 5MHz bandwidth</w:t>
      </w:r>
      <w:r>
        <w:tab/>
        <w:t>1375</w:t>
      </w:r>
    </w:p>
    <w:p w14:paraId="3BA96A7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1375</w:t>
      </w:r>
    </w:p>
    <w:p w14:paraId="6D67442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1376</w:t>
      </w:r>
    </w:p>
    <w:p w14:paraId="2DAD967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Non-contention Based Random Access Test</w:t>
      </w:r>
      <w:r>
        <w:rPr>
          <w:lang w:eastAsia="zh-CN"/>
        </w:rPr>
        <w:t xml:space="preserve"> for 5MHz bandwidth</w:t>
      </w:r>
      <w:r>
        <w:tab/>
        <w:t>1376</w:t>
      </w:r>
    </w:p>
    <w:p w14:paraId="7771D2B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</w:t>
      </w:r>
      <w:r>
        <w:rPr>
          <w:lang w:eastAsia="zh-CN"/>
        </w:rPr>
        <w:t>6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1376</w:t>
      </w:r>
    </w:p>
    <w:p w14:paraId="64AD392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</w:t>
      </w:r>
      <w:r>
        <w:rPr>
          <w:lang w:eastAsia="zh-CN"/>
        </w:rPr>
        <w:t>6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1376</w:t>
      </w:r>
    </w:p>
    <w:p w14:paraId="647761D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Non-Contention Based Random Access Test For SCell</w:t>
      </w:r>
      <w:r>
        <w:tab/>
        <w:t>1377</w:t>
      </w:r>
    </w:p>
    <w:p w14:paraId="52F258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1377</w:t>
      </w:r>
    </w:p>
    <w:p w14:paraId="3636C16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1379</w:t>
      </w:r>
    </w:p>
    <w:p w14:paraId="6DA5B58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1379</w:t>
      </w:r>
    </w:p>
    <w:p w14:paraId="0930D4B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1379</w:t>
      </w:r>
    </w:p>
    <w:p w14:paraId="315DCCB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A.6.2.7.2.3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Stop Preamble transmission if maximum number of preamble transmission counter has been reached</w:t>
      </w:r>
      <w:r>
        <w:tab/>
        <w:t>1379</w:t>
      </w:r>
    </w:p>
    <w:p w14:paraId="76829C6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Non-Contention Based Random Access Test For SCell</w:t>
      </w:r>
      <w:r>
        <w:tab/>
        <w:t>1380</w:t>
      </w:r>
    </w:p>
    <w:p w14:paraId="0BB82B0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1380</w:t>
      </w:r>
    </w:p>
    <w:p w14:paraId="3356E01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1382</w:t>
      </w:r>
    </w:p>
    <w:p w14:paraId="26DFAF9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1382</w:t>
      </w:r>
    </w:p>
    <w:p w14:paraId="6E5F260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1382</w:t>
      </w:r>
    </w:p>
    <w:p w14:paraId="5342473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A.6.2.8.2.3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Stop Preamble transmission if maximum number of preamble transmission counter has been reached</w:t>
      </w:r>
      <w:r>
        <w:tab/>
        <w:t>1382</w:t>
      </w:r>
    </w:p>
    <w:p w14:paraId="30B2C1D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3DL/3UL TDD CA Non-Contention Based Random Access Test for 2 SCells</w:t>
      </w:r>
      <w:r>
        <w:tab/>
        <w:t>1383</w:t>
      </w:r>
    </w:p>
    <w:p w14:paraId="54C39CD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1383</w:t>
      </w:r>
    </w:p>
    <w:p w14:paraId="6F65ADD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1386</w:t>
      </w:r>
    </w:p>
    <w:p w14:paraId="2ACBE07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1386</w:t>
      </w:r>
    </w:p>
    <w:p w14:paraId="6A6FCFC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1387</w:t>
      </w:r>
    </w:p>
    <w:p w14:paraId="5E832A9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A.6.2.9.2.3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Stop Preamble transmission if maximum number of preamble transmission counter has been reached</w:t>
      </w:r>
      <w:r>
        <w:tab/>
        <w:t>1387</w:t>
      </w:r>
    </w:p>
    <w:p w14:paraId="69058AC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Contention Based Random Access Test for Cat-M1 UEs in Normal Coverage</w:t>
      </w:r>
      <w:r>
        <w:tab/>
        <w:t>1388</w:t>
      </w:r>
    </w:p>
    <w:p w14:paraId="14AA60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1388</w:t>
      </w:r>
    </w:p>
    <w:p w14:paraId="6743A37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1390</w:t>
      </w:r>
    </w:p>
    <w:p w14:paraId="28E2540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1390</w:t>
      </w:r>
    </w:p>
    <w:p w14:paraId="0DBEAE4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1391</w:t>
      </w:r>
    </w:p>
    <w:p w14:paraId="67304E1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1391</w:t>
      </w:r>
    </w:p>
    <w:p w14:paraId="43312EC3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1391</w:t>
      </w:r>
    </w:p>
    <w:p w14:paraId="50DBB73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1391</w:t>
      </w:r>
    </w:p>
    <w:p w14:paraId="1810CB0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1391</w:t>
      </w:r>
    </w:p>
    <w:p w14:paraId="574932F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PRACH Resource Selection</w:t>
      </w:r>
      <w:r>
        <w:tab/>
        <w:t>1392</w:t>
      </w:r>
    </w:p>
    <w:p w14:paraId="2E3517C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Contention Based Random Access Test for Cat-M1 UEs in Normal Coverage</w:t>
      </w:r>
      <w:r>
        <w:tab/>
        <w:t>1392</w:t>
      </w:r>
    </w:p>
    <w:p w14:paraId="45DD21C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1392</w:t>
      </w:r>
    </w:p>
    <w:p w14:paraId="4F65A0E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1394</w:t>
      </w:r>
    </w:p>
    <w:p w14:paraId="08DA1D4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1394</w:t>
      </w:r>
    </w:p>
    <w:p w14:paraId="32A0F29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1395</w:t>
      </w:r>
    </w:p>
    <w:p w14:paraId="6387A2F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1395</w:t>
      </w:r>
    </w:p>
    <w:p w14:paraId="658386D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1395</w:t>
      </w:r>
    </w:p>
    <w:p w14:paraId="01D9C1C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1395</w:t>
      </w:r>
    </w:p>
    <w:p w14:paraId="19EB9B9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1395</w:t>
      </w:r>
    </w:p>
    <w:p w14:paraId="7EBC3DA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PRACH Resource Selection</w:t>
      </w:r>
      <w:r>
        <w:tab/>
        <w:t>1396</w:t>
      </w:r>
    </w:p>
    <w:p w14:paraId="16962C0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Contention Based Random Access Test for Cat-M1 UEs in Normal Coverage</w:t>
      </w:r>
      <w:r>
        <w:tab/>
        <w:t>1396</w:t>
      </w:r>
    </w:p>
    <w:p w14:paraId="1A24B64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1396</w:t>
      </w:r>
    </w:p>
    <w:p w14:paraId="0D71AD8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1398</w:t>
      </w:r>
    </w:p>
    <w:p w14:paraId="5D1B689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1398</w:t>
      </w:r>
    </w:p>
    <w:p w14:paraId="7F8934E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1399</w:t>
      </w:r>
    </w:p>
    <w:p w14:paraId="4DC0B63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1399</w:t>
      </w:r>
    </w:p>
    <w:p w14:paraId="751B9D3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1399</w:t>
      </w:r>
    </w:p>
    <w:p w14:paraId="3F6B587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1399</w:t>
      </w:r>
    </w:p>
    <w:p w14:paraId="142EAA0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1399</w:t>
      </w:r>
    </w:p>
    <w:p w14:paraId="5D3D704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PRACH Resource Selection</w:t>
      </w:r>
      <w:r>
        <w:tab/>
        <w:t>1400</w:t>
      </w:r>
    </w:p>
    <w:p w14:paraId="19088A2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Contention Based Random Access Test for Cat-M1 UEs in Enhanced Coverage</w:t>
      </w:r>
      <w:r>
        <w:tab/>
        <w:t>1400</w:t>
      </w:r>
    </w:p>
    <w:p w14:paraId="77A84BB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A.6.2.13.1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Purpose and Environment</w:t>
      </w:r>
      <w:r>
        <w:tab/>
        <w:t>1400</w:t>
      </w:r>
    </w:p>
    <w:p w14:paraId="0E6D6DA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1402</w:t>
      </w:r>
    </w:p>
    <w:p w14:paraId="1714156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1402</w:t>
      </w:r>
    </w:p>
    <w:p w14:paraId="7885EEA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1403</w:t>
      </w:r>
    </w:p>
    <w:p w14:paraId="4522500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1403</w:t>
      </w:r>
    </w:p>
    <w:p w14:paraId="50649C5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1403</w:t>
      </w:r>
    </w:p>
    <w:p w14:paraId="3ECDBAB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1403</w:t>
      </w:r>
    </w:p>
    <w:p w14:paraId="7581293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1403</w:t>
      </w:r>
    </w:p>
    <w:p w14:paraId="771807C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PRACH Resource Selection</w:t>
      </w:r>
      <w:r>
        <w:tab/>
        <w:t>1404</w:t>
      </w:r>
    </w:p>
    <w:p w14:paraId="6FEFA95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Contention Based Random Access Test for Cat-M1 UEs in Enhanced Coverage</w:t>
      </w:r>
      <w:r>
        <w:tab/>
        <w:t>1404</w:t>
      </w:r>
    </w:p>
    <w:p w14:paraId="583FA00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A.6.2.14.1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Purpose and Environment</w:t>
      </w:r>
      <w:r>
        <w:tab/>
        <w:t>1404</w:t>
      </w:r>
    </w:p>
    <w:p w14:paraId="1BEA31E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1406</w:t>
      </w:r>
    </w:p>
    <w:p w14:paraId="02889E0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1406</w:t>
      </w:r>
    </w:p>
    <w:p w14:paraId="4E23D7E6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1407</w:t>
      </w:r>
    </w:p>
    <w:p w14:paraId="501E6C7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1407</w:t>
      </w:r>
    </w:p>
    <w:p w14:paraId="3A34273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1407</w:t>
      </w:r>
    </w:p>
    <w:p w14:paraId="7DD21B5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1407</w:t>
      </w:r>
    </w:p>
    <w:p w14:paraId="00708E3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1407</w:t>
      </w:r>
    </w:p>
    <w:p w14:paraId="790C75C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PRACH Resource Selection</w:t>
      </w:r>
      <w:r>
        <w:tab/>
        <w:t>1408</w:t>
      </w:r>
    </w:p>
    <w:p w14:paraId="6E0F03B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Contention Based Random Access Test for Cat-M1 UEs in Enhanced Coverage</w:t>
      </w:r>
      <w:r>
        <w:tab/>
        <w:t>1408</w:t>
      </w:r>
    </w:p>
    <w:p w14:paraId="510DB61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A.6.2.15.1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Purpose and Environment</w:t>
      </w:r>
      <w:r>
        <w:tab/>
        <w:t>1408</w:t>
      </w:r>
    </w:p>
    <w:p w14:paraId="160F053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1410</w:t>
      </w:r>
    </w:p>
    <w:p w14:paraId="5947002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1410</w:t>
      </w:r>
    </w:p>
    <w:p w14:paraId="13DE438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1411</w:t>
      </w:r>
    </w:p>
    <w:p w14:paraId="50D10D3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1411</w:t>
      </w:r>
    </w:p>
    <w:p w14:paraId="7EF6121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1411</w:t>
      </w:r>
    </w:p>
    <w:p w14:paraId="4121AF6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1411</w:t>
      </w:r>
    </w:p>
    <w:p w14:paraId="4453371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1411</w:t>
      </w:r>
    </w:p>
    <w:p w14:paraId="477484E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PRACH Resource Selection</w:t>
      </w:r>
      <w:r>
        <w:tab/>
        <w:t>1412</w:t>
      </w:r>
    </w:p>
    <w:p w14:paraId="5C1B8A2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Based Random Access Test for UE category NB1 UEs In-band mode in normal coverage</w:t>
      </w:r>
      <w:r>
        <w:tab/>
        <w:t>1412</w:t>
      </w:r>
    </w:p>
    <w:p w14:paraId="2790CEA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1412</w:t>
      </w:r>
    </w:p>
    <w:p w14:paraId="795451C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1415</w:t>
      </w:r>
    </w:p>
    <w:p w14:paraId="32D318B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1415</w:t>
      </w:r>
    </w:p>
    <w:p w14:paraId="6767E60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1416</w:t>
      </w:r>
    </w:p>
    <w:p w14:paraId="17F10B5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1416</w:t>
      </w:r>
    </w:p>
    <w:p w14:paraId="154DC0A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1416</w:t>
      </w:r>
    </w:p>
    <w:p w14:paraId="62E5C18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1416</w:t>
      </w:r>
    </w:p>
    <w:p w14:paraId="233D5A1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1416</w:t>
      </w:r>
    </w:p>
    <w:p w14:paraId="03B5F13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NPRACH Resource Selection</w:t>
      </w:r>
      <w:r>
        <w:tab/>
        <w:t>1416</w:t>
      </w:r>
    </w:p>
    <w:p w14:paraId="75F44C3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Based Random Access Test for UE category NB1 UEs In-band mode in Enhanced Coverage</w:t>
      </w:r>
      <w:r>
        <w:tab/>
        <w:t>1417</w:t>
      </w:r>
    </w:p>
    <w:p w14:paraId="381C7D0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1417</w:t>
      </w:r>
    </w:p>
    <w:p w14:paraId="37F60F8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1420</w:t>
      </w:r>
    </w:p>
    <w:p w14:paraId="75BD68A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1420</w:t>
      </w:r>
    </w:p>
    <w:p w14:paraId="7E65CA7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1421</w:t>
      </w:r>
    </w:p>
    <w:p w14:paraId="2215A07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1421</w:t>
      </w:r>
    </w:p>
    <w:p w14:paraId="32BA79C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1421</w:t>
      </w:r>
    </w:p>
    <w:p w14:paraId="36DDD09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1421</w:t>
      </w:r>
    </w:p>
    <w:p w14:paraId="7698AEE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1421</w:t>
      </w:r>
    </w:p>
    <w:p w14:paraId="5A7C04D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NPRACH Resource Selection</w:t>
      </w:r>
      <w:r>
        <w:tab/>
        <w:t>1421</w:t>
      </w:r>
    </w:p>
    <w:p w14:paraId="62D30D1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Based Random Access on Non-anchor Carrier Test for UE category NB1 UEs In-band mode in Enhanced Coverage</w:t>
      </w:r>
      <w:r>
        <w:tab/>
        <w:t>1422</w:t>
      </w:r>
    </w:p>
    <w:p w14:paraId="55AAFD4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1422</w:t>
      </w:r>
    </w:p>
    <w:p w14:paraId="1BC394A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1425</w:t>
      </w:r>
    </w:p>
    <w:p w14:paraId="392A171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1425</w:t>
      </w:r>
    </w:p>
    <w:p w14:paraId="1EC5B4F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1426</w:t>
      </w:r>
    </w:p>
    <w:p w14:paraId="21BB294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1426</w:t>
      </w:r>
    </w:p>
    <w:p w14:paraId="242AD38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1426</w:t>
      </w:r>
    </w:p>
    <w:p w14:paraId="1A01698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1426</w:t>
      </w:r>
    </w:p>
    <w:p w14:paraId="433A8CE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1426</w:t>
      </w:r>
    </w:p>
    <w:p w14:paraId="383C557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NPRACH Resource Selection</w:t>
      </w:r>
      <w:r>
        <w:tab/>
        <w:t>1426</w:t>
      </w:r>
    </w:p>
    <w:p w14:paraId="7DA8282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Contention Based Random Access Test for UE category NB1 UEs In-band mode in normal coverage</w:t>
      </w:r>
      <w:r>
        <w:tab/>
        <w:t>1427</w:t>
      </w:r>
    </w:p>
    <w:p w14:paraId="371A0DA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1427</w:t>
      </w:r>
    </w:p>
    <w:p w14:paraId="7D8BA3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1429</w:t>
      </w:r>
    </w:p>
    <w:p w14:paraId="70FB179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1429</w:t>
      </w:r>
    </w:p>
    <w:p w14:paraId="6BC3FA9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1430</w:t>
      </w:r>
    </w:p>
    <w:p w14:paraId="5871D98F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1430</w:t>
      </w:r>
    </w:p>
    <w:p w14:paraId="22B4274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1430</w:t>
      </w:r>
    </w:p>
    <w:p w14:paraId="7453B0F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1430</w:t>
      </w:r>
    </w:p>
    <w:p w14:paraId="49B8322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1430</w:t>
      </w:r>
    </w:p>
    <w:p w14:paraId="3A69780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NPRACH Resource Selection</w:t>
      </w:r>
      <w:r>
        <w:tab/>
        <w:t>1430</w:t>
      </w:r>
    </w:p>
    <w:p w14:paraId="7B2DBD2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Contention Based Random Access Test for UE category NB1 UEs In-band mode in enhanced coverage</w:t>
      </w:r>
      <w:r>
        <w:tab/>
        <w:t>1431</w:t>
      </w:r>
    </w:p>
    <w:p w14:paraId="24BDF4C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1431</w:t>
      </w:r>
    </w:p>
    <w:p w14:paraId="26655DE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1433</w:t>
      </w:r>
    </w:p>
    <w:p w14:paraId="19CF287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1433</w:t>
      </w:r>
    </w:p>
    <w:p w14:paraId="3B4FA7F5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1434</w:t>
      </w:r>
    </w:p>
    <w:p w14:paraId="79EB363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1434</w:t>
      </w:r>
    </w:p>
    <w:p w14:paraId="4F8C08D7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1434</w:t>
      </w:r>
    </w:p>
    <w:p w14:paraId="4A3BFBB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1434</w:t>
      </w:r>
    </w:p>
    <w:p w14:paraId="7A35877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1434</w:t>
      </w:r>
    </w:p>
    <w:p w14:paraId="729B634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NPRACH Resource Selection</w:t>
      </w:r>
      <w:r>
        <w:tab/>
        <w:t>1434</w:t>
      </w:r>
    </w:p>
    <w:p w14:paraId="4E3BB24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Contention Based Random Access on Non-anchor Carrier Test for UE category NB1 UEs In-band mode in Enhanced Coverage</w:t>
      </w:r>
      <w:r>
        <w:tab/>
        <w:t>1435</w:t>
      </w:r>
    </w:p>
    <w:p w14:paraId="6332CC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1435</w:t>
      </w:r>
    </w:p>
    <w:p w14:paraId="2ECBA19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1437</w:t>
      </w:r>
    </w:p>
    <w:p w14:paraId="5501CEAE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1437</w:t>
      </w:r>
    </w:p>
    <w:p w14:paraId="4162B9F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1438</w:t>
      </w:r>
    </w:p>
    <w:p w14:paraId="0385CB0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1438</w:t>
      </w:r>
    </w:p>
    <w:p w14:paraId="3ECB3E5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1438</w:t>
      </w:r>
    </w:p>
    <w:p w14:paraId="16224A5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1438</w:t>
      </w:r>
    </w:p>
    <w:p w14:paraId="3C89FBA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1438</w:t>
      </w:r>
    </w:p>
    <w:p w14:paraId="1488745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NPRACH Resource Selection</w:t>
      </w:r>
      <w:r>
        <w:tab/>
        <w:t>1438</w:t>
      </w:r>
    </w:p>
    <w:p w14:paraId="51E4D1D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Release with Redirection</w:t>
      </w:r>
      <w:r>
        <w:tab/>
        <w:t>1439</w:t>
      </w:r>
    </w:p>
    <w:p w14:paraId="525274C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Redirection from E-UTRAN FDD to UTRAN FDD</w:t>
      </w:r>
      <w:r>
        <w:tab/>
        <w:t>1439</w:t>
      </w:r>
    </w:p>
    <w:p w14:paraId="4056CA1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1439</w:t>
      </w:r>
    </w:p>
    <w:p w14:paraId="5C92A47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1441</w:t>
      </w:r>
    </w:p>
    <w:p w14:paraId="00BD906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Redirection from E-UTRAN TDD to UTRAN FDD</w:t>
      </w:r>
      <w:r>
        <w:tab/>
        <w:t>1441</w:t>
      </w:r>
    </w:p>
    <w:p w14:paraId="035A7BD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1441</w:t>
      </w:r>
    </w:p>
    <w:p w14:paraId="414DC3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1443</w:t>
      </w:r>
    </w:p>
    <w:p w14:paraId="5F547C8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Redirection from E-UTRAN FDD to GERAN when System Information is provided</w:t>
      </w:r>
      <w:r>
        <w:tab/>
        <w:t>1443</w:t>
      </w:r>
    </w:p>
    <w:p w14:paraId="473B3D3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1443</w:t>
      </w:r>
    </w:p>
    <w:p w14:paraId="46A904F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1444</w:t>
      </w:r>
    </w:p>
    <w:p w14:paraId="5D30F76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Redirection from E-UTRAN TDD to GERAN when System Information is provided</w:t>
      </w:r>
      <w:r>
        <w:tab/>
        <w:t>1445</w:t>
      </w:r>
    </w:p>
    <w:p w14:paraId="3A8F618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1445</w:t>
      </w:r>
    </w:p>
    <w:p w14:paraId="299CC28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1446</w:t>
      </w:r>
    </w:p>
    <w:p w14:paraId="7DE0342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 </w:t>
      </w:r>
      <w:r>
        <w:rPr>
          <w:lang w:eastAsia="zh-CN"/>
        </w:rPr>
        <w:t>T</w:t>
      </w:r>
      <w:r>
        <w:t>DD RRC connection release redirection to UTRA TDD</w:t>
      </w:r>
      <w:r>
        <w:tab/>
        <w:t>1447</w:t>
      </w:r>
    </w:p>
    <w:p w14:paraId="1D3E687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</w:t>
      </w:r>
      <w:r w:rsidRPr="00614873">
        <w:rPr>
          <w:snapToGrid w:val="0"/>
          <w:lang w:eastAsia="zh-CN"/>
        </w:rPr>
        <w:t>6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5</w:t>
      </w:r>
      <w:r w:rsidRPr="00614873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1447</w:t>
      </w:r>
    </w:p>
    <w:p w14:paraId="7E3B111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</w:t>
      </w:r>
      <w:r w:rsidRPr="00614873">
        <w:rPr>
          <w:snapToGrid w:val="0"/>
          <w:lang w:eastAsia="zh-CN"/>
        </w:rPr>
        <w:t>6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5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1449</w:t>
      </w:r>
    </w:p>
    <w:p w14:paraId="3B0CB55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 </w:t>
      </w:r>
      <w:r>
        <w:rPr>
          <w:lang w:eastAsia="zh-CN"/>
        </w:rPr>
        <w:t>F</w:t>
      </w:r>
      <w:r>
        <w:t>DD RRC connection release redirection to UTRA TDD</w:t>
      </w:r>
      <w:r>
        <w:tab/>
        <w:t>1449</w:t>
      </w:r>
    </w:p>
    <w:p w14:paraId="7194C35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</w:t>
      </w:r>
      <w:r w:rsidRPr="00614873">
        <w:rPr>
          <w:snapToGrid w:val="0"/>
          <w:lang w:eastAsia="zh-CN"/>
        </w:rPr>
        <w:t>6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6</w:t>
      </w:r>
      <w:r w:rsidRPr="00614873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1449</w:t>
      </w:r>
    </w:p>
    <w:p w14:paraId="73177F9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</w:t>
      </w:r>
      <w:r>
        <w:rPr>
          <w:lang w:eastAsia="zh-CN"/>
        </w:rPr>
        <w:t xml:space="preserve"> 6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6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1452</w:t>
      </w:r>
    </w:p>
    <w:p w14:paraId="678644F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 </w:t>
      </w:r>
      <w:r>
        <w:rPr>
          <w:lang w:eastAsia="zh-CN"/>
        </w:rPr>
        <w:t>T</w:t>
      </w:r>
      <w:r>
        <w:t>DD RRC connection release redirection to UTRA TDD</w:t>
      </w:r>
      <w:r>
        <w:rPr>
          <w:lang w:eastAsia="zh-CN"/>
        </w:rPr>
        <w:t xml:space="preserve"> without SI provided</w:t>
      </w:r>
      <w:r>
        <w:tab/>
        <w:t>1452</w:t>
      </w:r>
    </w:p>
    <w:p w14:paraId="251120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</w:t>
      </w:r>
      <w:r w:rsidRPr="00614873">
        <w:rPr>
          <w:snapToGrid w:val="0"/>
          <w:lang w:eastAsia="zh-CN"/>
        </w:rPr>
        <w:t>6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7</w:t>
      </w:r>
      <w:r w:rsidRPr="00614873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1452</w:t>
      </w:r>
    </w:p>
    <w:p w14:paraId="1D19E8F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</w:t>
      </w:r>
      <w:r w:rsidRPr="00614873">
        <w:rPr>
          <w:snapToGrid w:val="0"/>
          <w:lang w:eastAsia="zh-CN"/>
        </w:rPr>
        <w:t>6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7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1455</w:t>
      </w:r>
    </w:p>
    <w:p w14:paraId="060AD9E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 </w:t>
      </w:r>
      <w:r>
        <w:rPr>
          <w:lang w:eastAsia="zh-CN"/>
        </w:rPr>
        <w:t>F</w:t>
      </w:r>
      <w:r>
        <w:t>DD RRC connection release redirection to UTRA TDD</w:t>
      </w:r>
      <w:r>
        <w:rPr>
          <w:lang w:eastAsia="zh-CN"/>
        </w:rPr>
        <w:t xml:space="preserve"> without SI provided</w:t>
      </w:r>
      <w:r>
        <w:tab/>
        <w:t>1455</w:t>
      </w:r>
    </w:p>
    <w:p w14:paraId="6955E65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</w:t>
      </w:r>
      <w:r w:rsidRPr="00614873">
        <w:rPr>
          <w:snapToGrid w:val="0"/>
          <w:lang w:eastAsia="zh-CN"/>
        </w:rPr>
        <w:t>6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8</w:t>
      </w:r>
      <w:r w:rsidRPr="00614873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1455</w:t>
      </w:r>
    </w:p>
    <w:p w14:paraId="1F7210F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</w:t>
      </w:r>
      <w:r w:rsidRPr="00614873">
        <w:rPr>
          <w:snapToGrid w:val="0"/>
          <w:lang w:eastAsia="zh-CN"/>
        </w:rPr>
        <w:t>6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8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1458</w:t>
      </w:r>
    </w:p>
    <w:p w14:paraId="76009AA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Redirection from E-UTRAN FDD to UTRAN FDD without System Information</w:t>
      </w:r>
      <w:r>
        <w:tab/>
        <w:t>1458</w:t>
      </w:r>
    </w:p>
    <w:p w14:paraId="103A063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A.6.3.9.1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1458</w:t>
      </w:r>
    </w:p>
    <w:p w14:paraId="1D0CFDB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A.6.3.9.2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1460</w:t>
      </w:r>
    </w:p>
    <w:p w14:paraId="166F176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Redirection from E-UTRAN FDD to GERAN when System Information is not provided</w:t>
      </w:r>
      <w:r>
        <w:tab/>
        <w:t>1460</w:t>
      </w:r>
    </w:p>
    <w:p w14:paraId="3EE07DF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1460</w:t>
      </w:r>
    </w:p>
    <w:p w14:paraId="454C45A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1462</w:t>
      </w:r>
    </w:p>
    <w:p w14:paraId="1A187C2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Redirection from E-UTRAN TDD to GERAN when System Information is not provided</w:t>
      </w:r>
      <w:r>
        <w:tab/>
        <w:t>1462</w:t>
      </w:r>
    </w:p>
    <w:p w14:paraId="3860646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1462</w:t>
      </w:r>
    </w:p>
    <w:p w14:paraId="64F9652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1464</w:t>
      </w:r>
    </w:p>
    <w:p w14:paraId="4EAAE59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RRC connection release redirection to UTRAN </w:t>
      </w:r>
      <w:r>
        <w:rPr>
          <w:lang w:eastAsia="zh-CN"/>
        </w:rPr>
        <w:t>F</w:t>
      </w:r>
      <w:r>
        <w:t>DD</w:t>
      </w:r>
      <w:r>
        <w:rPr>
          <w:lang w:eastAsia="zh-CN"/>
        </w:rPr>
        <w:t xml:space="preserve"> without SI provided</w:t>
      </w:r>
      <w:r>
        <w:tab/>
        <w:t>1464</w:t>
      </w:r>
    </w:p>
    <w:p w14:paraId="0D3753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A.6.3.12.1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1464</w:t>
      </w:r>
    </w:p>
    <w:p w14:paraId="1E9DBAD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A.6.3.12.2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1467</w:t>
      </w:r>
    </w:p>
    <w:p w14:paraId="2416CC10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A.7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Timing and Signalling Characteristics</w:t>
      </w:r>
      <w:r>
        <w:tab/>
        <w:t>1447</w:t>
      </w:r>
    </w:p>
    <w:p w14:paraId="199F4D7E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Transmit Timing</w:t>
      </w:r>
      <w:r>
        <w:tab/>
        <w:t>1447</w:t>
      </w:r>
    </w:p>
    <w:p w14:paraId="0F6C9FC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Transmit Timing Accuracy Tests</w:t>
      </w:r>
      <w:r>
        <w:tab/>
        <w:t>1447</w:t>
      </w:r>
    </w:p>
    <w:p w14:paraId="553AA0A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1447</w:t>
      </w:r>
    </w:p>
    <w:p w14:paraId="4532478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A.7.1.1.2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Requirements</w:t>
      </w:r>
      <w:r>
        <w:tab/>
        <w:t>1448</w:t>
      </w:r>
    </w:p>
    <w:p w14:paraId="34EF524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</w:t>
      </w:r>
      <w:r>
        <w:tab/>
        <w:t>1449</w:t>
      </w:r>
    </w:p>
    <w:p w14:paraId="5C350D4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1449</w:t>
      </w:r>
    </w:p>
    <w:p w14:paraId="7A4BCE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A.7.1.2.2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Requirements</w:t>
      </w:r>
      <w:r>
        <w:tab/>
        <w:t>1451</w:t>
      </w:r>
    </w:p>
    <w:p w14:paraId="493890A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Transmit Timing Accuracy Tests for SCell</w:t>
      </w:r>
      <w:r>
        <w:tab/>
        <w:t>1452</w:t>
      </w:r>
    </w:p>
    <w:p w14:paraId="1A11A8B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1452</w:t>
      </w:r>
    </w:p>
    <w:p w14:paraId="3283273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1454</w:t>
      </w:r>
    </w:p>
    <w:p w14:paraId="6C851B0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SCell</w:t>
      </w:r>
      <w:r>
        <w:tab/>
        <w:t>1455</w:t>
      </w:r>
    </w:p>
    <w:p w14:paraId="496C0EB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1455</w:t>
      </w:r>
    </w:p>
    <w:p w14:paraId="517DCE3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1456</w:t>
      </w:r>
    </w:p>
    <w:p w14:paraId="625CC2E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A.7.1.4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SCell</w:t>
      </w:r>
      <w:r>
        <w:rPr>
          <w:lang w:eastAsia="zh-CN"/>
        </w:rPr>
        <w:t xml:space="preserve"> for 20 MHz + 10 MHz</w:t>
      </w:r>
      <w:r>
        <w:tab/>
        <w:t>1457</w:t>
      </w:r>
    </w:p>
    <w:p w14:paraId="1BAD4D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A.7.1.4</w:t>
      </w:r>
      <w:r>
        <w:rPr>
          <w:lang w:eastAsia="zh-CN"/>
        </w:rPr>
        <w:t>A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1457</w:t>
      </w:r>
    </w:p>
    <w:p w14:paraId="62724D6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</w:t>
      </w:r>
      <w:r>
        <w:rPr>
          <w:lang w:eastAsia="zh-CN"/>
        </w:rPr>
        <w:t>4A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1457</w:t>
      </w:r>
    </w:p>
    <w:p w14:paraId="56106C8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Transmit Timing Accuracy Tests</w:t>
      </w:r>
      <w:r>
        <w:rPr>
          <w:lang w:eastAsia="zh-CN"/>
        </w:rPr>
        <w:t xml:space="preserve"> for 5MHz Bandwidth</w:t>
      </w:r>
      <w:r>
        <w:tab/>
        <w:t>1457</w:t>
      </w:r>
    </w:p>
    <w:p w14:paraId="4F1FE6B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1457</w:t>
      </w:r>
    </w:p>
    <w:p w14:paraId="15E2970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1458</w:t>
      </w:r>
    </w:p>
    <w:p w14:paraId="30C8C94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Transmit Timing Accuracy Tests for SCell in sTAG</w:t>
      </w:r>
      <w:r>
        <w:tab/>
        <w:t>1458</w:t>
      </w:r>
    </w:p>
    <w:p w14:paraId="21DD70B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1458</w:t>
      </w:r>
    </w:p>
    <w:p w14:paraId="47392B5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1460</w:t>
      </w:r>
    </w:p>
    <w:p w14:paraId="774077C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SCell in sTAG</w:t>
      </w:r>
      <w:r>
        <w:tab/>
        <w:t>1461</w:t>
      </w:r>
    </w:p>
    <w:p w14:paraId="7F40F37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1461</w:t>
      </w:r>
    </w:p>
    <w:p w14:paraId="79C865E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1462</w:t>
      </w:r>
    </w:p>
    <w:p w14:paraId="17FA5B1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SCell in sTAG</w:t>
      </w:r>
      <w:r w:rsidRPr="00614873">
        <w:rPr>
          <w:snapToGrid w:val="0"/>
          <w:lang w:eastAsia="zh-CN"/>
        </w:rPr>
        <w:t xml:space="preserve"> for 20MHz +20MHz</w:t>
      </w:r>
      <w:r>
        <w:tab/>
        <w:t>1463</w:t>
      </w:r>
    </w:p>
    <w:p w14:paraId="7A86155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1463</w:t>
      </w:r>
    </w:p>
    <w:p w14:paraId="04EC9D9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1463</w:t>
      </w:r>
    </w:p>
    <w:p w14:paraId="046689B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SCell in sTAG</w:t>
      </w:r>
      <w:r>
        <w:rPr>
          <w:lang w:eastAsia="zh-CN"/>
        </w:rPr>
        <w:t xml:space="preserve"> for </w:t>
      </w:r>
      <w:r w:rsidRPr="00614873">
        <w:rPr>
          <w:snapToGrid w:val="0"/>
          <w:lang w:eastAsia="zh-CN"/>
        </w:rPr>
        <w:t>20MHz +10MHz</w:t>
      </w:r>
      <w:r>
        <w:tab/>
        <w:t>1463</w:t>
      </w:r>
    </w:p>
    <w:p w14:paraId="6CBD0A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1463</w:t>
      </w:r>
    </w:p>
    <w:p w14:paraId="2B5B74E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1463</w:t>
      </w:r>
    </w:p>
    <w:p w14:paraId="6E9FEE5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A.7.1.8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1464</w:t>
      </w:r>
    </w:p>
    <w:p w14:paraId="08889E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A.7.1.8.1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1464</w:t>
      </w:r>
    </w:p>
    <w:p w14:paraId="7C31EB3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A.7.1.8.2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1464</w:t>
      </w:r>
    </w:p>
    <w:p w14:paraId="2218E13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A.7.1.9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1464</w:t>
      </w:r>
    </w:p>
    <w:p w14:paraId="2F83CA6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A.7.1.9.1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1464</w:t>
      </w:r>
    </w:p>
    <w:p w14:paraId="6DF799D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A.7.1.9.2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1464</w:t>
      </w:r>
    </w:p>
    <w:p w14:paraId="4ED5CC8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Transmit Timing Accuracy Tests for Cat-M1 UE in CEModeA</w:t>
      </w:r>
      <w:r>
        <w:tab/>
        <w:t>1464</w:t>
      </w:r>
    </w:p>
    <w:p w14:paraId="7B1562B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1464</w:t>
      </w:r>
    </w:p>
    <w:p w14:paraId="7E79CFD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1466</w:t>
      </w:r>
    </w:p>
    <w:p w14:paraId="22283E0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– UE Transmit Timing Accuracy Tests for Cat-M1 UE in CEModeA</w:t>
      </w:r>
      <w:r>
        <w:tab/>
        <w:t>1466</w:t>
      </w:r>
    </w:p>
    <w:p w14:paraId="7CDF9BC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1466</w:t>
      </w:r>
    </w:p>
    <w:p w14:paraId="2968255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1468</w:t>
      </w:r>
    </w:p>
    <w:p w14:paraId="1B6C705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Cat-M1 UE in CEModeA</w:t>
      </w:r>
      <w:r>
        <w:tab/>
        <w:t>1468</w:t>
      </w:r>
    </w:p>
    <w:p w14:paraId="2A1F74C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1468</w:t>
      </w:r>
    </w:p>
    <w:p w14:paraId="13CEE93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1470</w:t>
      </w:r>
    </w:p>
    <w:p w14:paraId="03D5489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3DL/3UL TDD CA</w:t>
      </w:r>
      <w:r>
        <w:t xml:space="preserve"> UE Transmit Timing Accuracy Tests for </w:t>
      </w:r>
      <w:r>
        <w:rPr>
          <w:lang w:eastAsia="zh-CN"/>
        </w:rPr>
        <w:t xml:space="preserve">2 </w:t>
      </w:r>
      <w:r>
        <w:t>SCell</w:t>
      </w:r>
      <w:r>
        <w:rPr>
          <w:lang w:eastAsia="zh-CN"/>
        </w:rPr>
        <w:t>s</w:t>
      </w:r>
      <w:r>
        <w:tab/>
        <w:t>1470</w:t>
      </w:r>
    </w:p>
    <w:p w14:paraId="284F3E8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1470</w:t>
      </w:r>
    </w:p>
    <w:p w14:paraId="031F4B5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1472</w:t>
      </w:r>
    </w:p>
    <w:p w14:paraId="629A113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Transmit Timing Accuracy Tests for Cat-M1 UE in CEModeB</w:t>
      </w:r>
      <w:r>
        <w:tab/>
        <w:t>1473</w:t>
      </w:r>
    </w:p>
    <w:p w14:paraId="4B931ED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1473</w:t>
      </w:r>
    </w:p>
    <w:p w14:paraId="6612B68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A.7.1.14.2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Requirements</w:t>
      </w:r>
      <w:r>
        <w:tab/>
        <w:t>1474</w:t>
      </w:r>
    </w:p>
    <w:p w14:paraId="76F1617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– UE Transmit Timing Accuracy Tests for Cat-M1 UE in CEModeB</w:t>
      </w:r>
      <w:r>
        <w:tab/>
        <w:t>1474</w:t>
      </w:r>
    </w:p>
    <w:p w14:paraId="2535C95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1474</w:t>
      </w:r>
    </w:p>
    <w:p w14:paraId="1B79A25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A.7.1.15.2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Requirements</w:t>
      </w:r>
      <w:r>
        <w:tab/>
        <w:t>1475</w:t>
      </w:r>
    </w:p>
    <w:p w14:paraId="2454A82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Cat-M1 UE in CEModeB</w:t>
      </w:r>
      <w:r>
        <w:tab/>
        <w:t>1476</w:t>
      </w:r>
    </w:p>
    <w:p w14:paraId="5EC30EB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1476</w:t>
      </w:r>
    </w:p>
    <w:p w14:paraId="7C18980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A.7.1.16.2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Requirements</w:t>
      </w:r>
      <w:r>
        <w:tab/>
        <w:t>1477</w:t>
      </w:r>
    </w:p>
    <w:p w14:paraId="568D806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– UE Transmit Timing Accuracy Tests for Category NB1 UE In-Band mode under normal coverage</w:t>
      </w:r>
      <w:r>
        <w:tab/>
        <w:t>1478</w:t>
      </w:r>
    </w:p>
    <w:p w14:paraId="0D833E3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1478</w:t>
      </w:r>
    </w:p>
    <w:p w14:paraId="7EF5AAA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1480</w:t>
      </w:r>
    </w:p>
    <w:p w14:paraId="31A196A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– UE Transmit Timing Accuracy Tests for Category NB1 UE In-band mode under enhanced coverage</w:t>
      </w:r>
      <w:r>
        <w:tab/>
        <w:t>1481</w:t>
      </w:r>
    </w:p>
    <w:p w14:paraId="1F1C41A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1481</w:t>
      </w:r>
    </w:p>
    <w:p w14:paraId="1A0E9E9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1483</w:t>
      </w:r>
    </w:p>
    <w:p w14:paraId="3DE716A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A.7.1.19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- UE Transmit Timing Accuracy Test for RACH-less Handover</w:t>
      </w:r>
      <w:r>
        <w:tab/>
        <w:t>1484</w:t>
      </w:r>
    </w:p>
    <w:p w14:paraId="655C813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A.7.1.19.1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1484</w:t>
      </w:r>
    </w:p>
    <w:p w14:paraId="28D633E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A.7.1.19.2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1485</w:t>
      </w:r>
    </w:p>
    <w:p w14:paraId="3C92411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A.7.1.20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- UE Transmit Timing Accuracy Test for RACH-less Handover</w:t>
      </w:r>
      <w:r>
        <w:tab/>
        <w:t>1485</w:t>
      </w:r>
    </w:p>
    <w:p w14:paraId="51D717B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A.7.1.20.1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1485</w:t>
      </w:r>
    </w:p>
    <w:p w14:paraId="43B4DE6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A.7.1.20.2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1487</w:t>
      </w:r>
    </w:p>
    <w:p w14:paraId="0CC608D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Transmit Timing Accuracy Tests for Cat-M2 UE in CEModeA</w:t>
      </w:r>
      <w:r>
        <w:tab/>
        <w:t>1487</w:t>
      </w:r>
    </w:p>
    <w:p w14:paraId="244DE2A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1487</w:t>
      </w:r>
    </w:p>
    <w:p w14:paraId="5AFC92C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1489</w:t>
      </w:r>
    </w:p>
    <w:p w14:paraId="2698D1E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– UE Transmit Timing Accuracy Tests for Cat-M2 UE in CEModeA</w:t>
      </w:r>
      <w:r>
        <w:tab/>
        <w:t>1489</w:t>
      </w:r>
    </w:p>
    <w:p w14:paraId="4FB8BE4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1489</w:t>
      </w:r>
    </w:p>
    <w:p w14:paraId="7D68178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1491</w:t>
      </w:r>
    </w:p>
    <w:p w14:paraId="1D5ACA2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Cat-M2 UE in CEModeA</w:t>
      </w:r>
      <w:r>
        <w:tab/>
        <w:t>1491</w:t>
      </w:r>
    </w:p>
    <w:p w14:paraId="3F09A0E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1491</w:t>
      </w:r>
    </w:p>
    <w:p w14:paraId="6F6F290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1493</w:t>
      </w:r>
    </w:p>
    <w:p w14:paraId="1686646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Transmit Timing Accuracy Tests for Cat-M2 UE in CEModeB</w:t>
      </w:r>
      <w:r>
        <w:tab/>
        <w:t>1493</w:t>
      </w:r>
    </w:p>
    <w:p w14:paraId="3CC5F84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1493</w:t>
      </w:r>
    </w:p>
    <w:p w14:paraId="11D21B6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A.7.1.24.2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Requirements</w:t>
      </w:r>
      <w:r>
        <w:tab/>
        <w:t>1494</w:t>
      </w:r>
    </w:p>
    <w:p w14:paraId="4472EC7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– UE Transmit Timing Accuracy Tests for Cat-M2 UE in CEModeB</w:t>
      </w:r>
      <w:r>
        <w:tab/>
        <w:t>1495</w:t>
      </w:r>
    </w:p>
    <w:p w14:paraId="07E5FF6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1495</w:t>
      </w:r>
    </w:p>
    <w:p w14:paraId="1D83BD0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A.7.1.25.2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Requirements</w:t>
      </w:r>
      <w:r>
        <w:tab/>
        <w:t>1496</w:t>
      </w:r>
    </w:p>
    <w:p w14:paraId="61F8831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Cat-M2 UE in CEModeB</w:t>
      </w:r>
      <w:r>
        <w:tab/>
        <w:t>1497</w:t>
      </w:r>
    </w:p>
    <w:p w14:paraId="15CB2F9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1497</w:t>
      </w:r>
    </w:p>
    <w:p w14:paraId="2EED092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A.7.1.26.2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Requirements</w:t>
      </w:r>
      <w:r>
        <w:tab/>
        <w:t>1498</w:t>
      </w:r>
    </w:p>
    <w:p w14:paraId="5684BC1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UE Transmit Timing Accuracy Tests for Category NB1 UE In-Band mode under normal coverage</w:t>
      </w:r>
      <w:r>
        <w:tab/>
        <w:t>1499</w:t>
      </w:r>
    </w:p>
    <w:p w14:paraId="3D317F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1499</w:t>
      </w:r>
    </w:p>
    <w:p w14:paraId="2EE3D96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1501</w:t>
      </w:r>
    </w:p>
    <w:p w14:paraId="76175F4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UE Transmit Timing Accuracy Tests for Category NB1 UE In-band mode under enhanced coverage</w:t>
      </w:r>
      <w:r>
        <w:tab/>
        <w:t>1501</w:t>
      </w:r>
    </w:p>
    <w:p w14:paraId="79AE854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1501</w:t>
      </w:r>
    </w:p>
    <w:p w14:paraId="373CAD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1503</w:t>
      </w:r>
    </w:p>
    <w:p w14:paraId="2DD7ADF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Timing Advance</w:t>
      </w:r>
      <w:r>
        <w:tab/>
        <w:t>1504</w:t>
      </w:r>
    </w:p>
    <w:p w14:paraId="463A6AC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Timing Advance Adjustment Accuracy Test</w:t>
      </w:r>
      <w:r>
        <w:tab/>
        <w:t>1504</w:t>
      </w:r>
    </w:p>
    <w:p w14:paraId="4A1EF9A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1504</w:t>
      </w:r>
    </w:p>
    <w:p w14:paraId="215D7A8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A.7.2.1.2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Requirements</w:t>
      </w:r>
      <w:r>
        <w:tab/>
        <w:t>1505</w:t>
      </w:r>
    </w:p>
    <w:p w14:paraId="1A33541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UE Timing Advance Adjustment Accuracy Test</w:t>
      </w:r>
      <w:r>
        <w:tab/>
        <w:t>1506</w:t>
      </w:r>
    </w:p>
    <w:p w14:paraId="3E2E645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1506</w:t>
      </w:r>
    </w:p>
    <w:p w14:paraId="14CBC02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A.7.2.2.2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Requirements</w:t>
      </w:r>
      <w:r>
        <w:tab/>
        <w:t>1508</w:t>
      </w:r>
    </w:p>
    <w:p w14:paraId="6797AFF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Timing Advance Adjustment Accuracy Test</w:t>
      </w:r>
      <w:r>
        <w:rPr>
          <w:lang w:eastAsia="zh-CN"/>
        </w:rPr>
        <w:t xml:space="preserve"> for 5MHz</w:t>
      </w:r>
      <w:r>
        <w:tab/>
        <w:t>1508</w:t>
      </w:r>
    </w:p>
    <w:p w14:paraId="4146BD7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3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1508</w:t>
      </w:r>
    </w:p>
    <w:p w14:paraId="51DE9E0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3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1508</w:t>
      </w:r>
    </w:p>
    <w:p w14:paraId="64611D5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Timing Advance Adjustment Accuracy Test</w:t>
      </w:r>
      <w:r>
        <w:rPr>
          <w:lang w:eastAsia="zh-CN"/>
        </w:rPr>
        <w:t xml:space="preserve"> for SCell in sTAG</w:t>
      </w:r>
      <w:r>
        <w:tab/>
        <w:t>1508</w:t>
      </w:r>
    </w:p>
    <w:p w14:paraId="7CAEEE7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1508</w:t>
      </w:r>
    </w:p>
    <w:p w14:paraId="5E001C7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1511</w:t>
      </w:r>
    </w:p>
    <w:p w14:paraId="45518A4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UE Timing Advance Adjustment Accuracy Test for Scell in sTAG</w:t>
      </w:r>
      <w:r>
        <w:tab/>
        <w:t>1511</w:t>
      </w:r>
    </w:p>
    <w:p w14:paraId="6431A4D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1511</w:t>
      </w:r>
    </w:p>
    <w:p w14:paraId="5F8DEC6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1513</w:t>
      </w:r>
    </w:p>
    <w:p w14:paraId="62B20D0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– UE Timing Advance Adjustment Accuracy Test for Scell in sTAG for 20 MHz +20 MHz</w:t>
      </w:r>
      <w:r>
        <w:tab/>
        <w:t>1513</w:t>
      </w:r>
    </w:p>
    <w:p w14:paraId="63AA531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5A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1513</w:t>
      </w:r>
    </w:p>
    <w:p w14:paraId="184307E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5A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1514</w:t>
      </w:r>
    </w:p>
    <w:p w14:paraId="5E93F61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– UE Timing Advance Adjustment Accuracy Test for Scell in sTAG for 20 MHz +10 MHz</w:t>
      </w:r>
      <w:r>
        <w:tab/>
        <w:t>1514</w:t>
      </w:r>
    </w:p>
    <w:p w14:paraId="6D55FA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5B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1514</w:t>
      </w:r>
    </w:p>
    <w:p w14:paraId="16686E1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5B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1514</w:t>
      </w:r>
    </w:p>
    <w:p w14:paraId="3F536C0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Timing Advance Adjustment Accuracy Test for Cat-M1 UE in CEModeA</w:t>
      </w:r>
      <w:r>
        <w:tab/>
        <w:t>1514</w:t>
      </w:r>
    </w:p>
    <w:p w14:paraId="7E64FB7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1514</w:t>
      </w:r>
    </w:p>
    <w:p w14:paraId="030F44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1517</w:t>
      </w:r>
    </w:p>
    <w:p w14:paraId="7BC8332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UE Timing Advance Adjustment Accuracy Test for Cat-M1 UE in CEModeA</w:t>
      </w:r>
      <w:r>
        <w:tab/>
        <w:t>1517</w:t>
      </w:r>
    </w:p>
    <w:p w14:paraId="4A5EF2C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1517</w:t>
      </w:r>
    </w:p>
    <w:p w14:paraId="379583A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1519</w:t>
      </w:r>
    </w:p>
    <w:p w14:paraId="7DE88E0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Timing Advance Adjustment Accuracy Test for Cat-M1 UE in CEModeA</w:t>
      </w:r>
      <w:r>
        <w:tab/>
        <w:t>1519</w:t>
      </w:r>
    </w:p>
    <w:p w14:paraId="5D9EC0F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1519</w:t>
      </w:r>
    </w:p>
    <w:p w14:paraId="2E5DDD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1521</w:t>
      </w:r>
    </w:p>
    <w:p w14:paraId="61F84E0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1522</w:t>
      </w:r>
    </w:p>
    <w:p w14:paraId="0DD6D1C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UE Timing Advance Adjustment Accuracy Test in CEModeB</w:t>
      </w:r>
      <w:r>
        <w:tab/>
        <w:t>1523</w:t>
      </w:r>
    </w:p>
    <w:p w14:paraId="053B0B6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A.7.2.10.1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1523</w:t>
      </w:r>
    </w:p>
    <w:p w14:paraId="453119C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A.7.2.10.2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Requirements</w:t>
      </w:r>
      <w:r>
        <w:tab/>
        <w:t>1524</w:t>
      </w:r>
    </w:p>
    <w:p w14:paraId="07B7ADD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UE Timing Advance Adjustment Accuracy Test in CEModeB</w:t>
      </w:r>
      <w:r>
        <w:tab/>
        <w:t>1524</w:t>
      </w:r>
    </w:p>
    <w:p w14:paraId="2C948E7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1524</w:t>
      </w:r>
    </w:p>
    <w:p w14:paraId="5A2AF72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A.7.2.11.2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Requirements</w:t>
      </w:r>
      <w:r>
        <w:tab/>
        <w:t>1526</w:t>
      </w:r>
    </w:p>
    <w:p w14:paraId="3D5941C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UE Timing Advance Adjustment Accuracy Test in CEModeB</w:t>
      </w:r>
      <w:r>
        <w:tab/>
        <w:t>1526</w:t>
      </w:r>
    </w:p>
    <w:p w14:paraId="243E481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1526</w:t>
      </w:r>
    </w:p>
    <w:p w14:paraId="046156E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A.7.2.12.2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Requirements</w:t>
      </w:r>
      <w:r>
        <w:tab/>
        <w:t>1528</w:t>
      </w:r>
    </w:p>
    <w:p w14:paraId="2550AC7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– UE Timing Advance Adjustment delay Test for sTTI and </w:t>
      </w:r>
      <w:r w:rsidRPr="00614873">
        <w:rPr>
          <w:i/>
          <w:iCs/>
          <w:lang w:val="en-US"/>
        </w:rPr>
        <w:t>ShortProcessingTime=TRUE</w:t>
      </w:r>
      <w:r>
        <w:tab/>
        <w:t>1529</w:t>
      </w:r>
    </w:p>
    <w:p w14:paraId="22F65B4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1529</w:t>
      </w:r>
    </w:p>
    <w:p w14:paraId="6018962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A.7.2.13.2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Requirements</w:t>
      </w:r>
      <w:r>
        <w:tab/>
        <w:t>1530</w:t>
      </w:r>
    </w:p>
    <w:p w14:paraId="2A45041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– UE Timing Advance Adjustment delay Test for sTTI and </w:t>
      </w:r>
      <w:r w:rsidRPr="00614873">
        <w:rPr>
          <w:i/>
          <w:iCs/>
          <w:lang w:val="en-US"/>
        </w:rPr>
        <w:t>ShortProcessingTime=TRUE</w:t>
      </w:r>
      <w:r>
        <w:tab/>
        <w:t>1531</w:t>
      </w:r>
    </w:p>
    <w:p w14:paraId="34BB1A2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1531</w:t>
      </w:r>
    </w:p>
    <w:p w14:paraId="08E8548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A.7.2.14.2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Requirements</w:t>
      </w:r>
      <w:r>
        <w:tab/>
        <w:t>1533</w:t>
      </w:r>
    </w:p>
    <w:p w14:paraId="53FF24D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UE Timing Advance Adjustment Accuracy Test for UE Category NB1 in Standalone Mode under Enhanced Coverage</w:t>
      </w:r>
      <w:r>
        <w:tab/>
        <w:t>1533</w:t>
      </w:r>
    </w:p>
    <w:p w14:paraId="7E3450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1533</w:t>
      </w:r>
    </w:p>
    <w:p w14:paraId="37F1B7A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1535</w:t>
      </w:r>
    </w:p>
    <w:p w14:paraId="4F207DEE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>Radio Link Monitoring</w:t>
      </w:r>
      <w:r>
        <w:tab/>
        <w:t>1535</w:t>
      </w:r>
    </w:p>
    <w:p w14:paraId="2C8BE6A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>E-UTRAN FDD Radio Link Monitoring Test for Out-of-sync</w:t>
      </w:r>
      <w:r>
        <w:tab/>
        <w:t>1535</w:t>
      </w:r>
    </w:p>
    <w:p w14:paraId="0E1BA02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1535</w:t>
      </w:r>
    </w:p>
    <w:p w14:paraId="54DBE71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1539</w:t>
      </w:r>
    </w:p>
    <w:p w14:paraId="133C241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</w:t>
      </w:r>
      <w:r w:rsidRPr="00614873">
        <w:rPr>
          <w:rFonts w:eastAsia="MS Mincho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FDD Radio Link Monitoring Test for </w:t>
      </w:r>
      <w:r w:rsidRPr="00614873">
        <w:rPr>
          <w:rFonts w:eastAsia="MS Mincho"/>
        </w:rPr>
        <w:t>In</w:t>
      </w:r>
      <w:r w:rsidRPr="00614873">
        <w:rPr>
          <w:rFonts w:eastAsia="MS Mincho"/>
          <w:lang w:eastAsia="zh-CN"/>
        </w:rPr>
        <w:t>-sync</w:t>
      </w:r>
      <w:r>
        <w:tab/>
        <w:t>1539</w:t>
      </w:r>
    </w:p>
    <w:p w14:paraId="054025B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</w:t>
      </w:r>
      <w:r w:rsidRPr="00614873">
        <w:rPr>
          <w:snapToGrid w:val="0"/>
        </w:rPr>
        <w:t>2</w:t>
      </w:r>
      <w:r w:rsidRPr="00614873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1539</w:t>
      </w:r>
    </w:p>
    <w:p w14:paraId="08F3EE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1543</w:t>
      </w:r>
    </w:p>
    <w:p w14:paraId="1115F70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>E-UTRAN TDD Radio Link Monitoring Test for Out-of-sync</w:t>
      </w:r>
      <w:r>
        <w:tab/>
        <w:t>1543</w:t>
      </w:r>
    </w:p>
    <w:p w14:paraId="12B249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1543</w:t>
      </w:r>
    </w:p>
    <w:p w14:paraId="5CBD15D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1547</w:t>
      </w:r>
    </w:p>
    <w:p w14:paraId="5CFBD4F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</w:t>
      </w:r>
      <w:r w:rsidRPr="00614873">
        <w:rPr>
          <w:rFonts w:eastAsia="MS Mincho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TDD Radio Link Monitoring Test for </w:t>
      </w:r>
      <w:r w:rsidRPr="00614873">
        <w:rPr>
          <w:rFonts w:eastAsia="MS Mincho"/>
        </w:rPr>
        <w:t>In</w:t>
      </w:r>
      <w:r w:rsidRPr="00614873">
        <w:rPr>
          <w:rFonts w:eastAsia="MS Mincho"/>
          <w:lang w:eastAsia="zh-CN"/>
        </w:rPr>
        <w:t>-sync</w:t>
      </w:r>
      <w:r>
        <w:tab/>
        <w:t>1547</w:t>
      </w:r>
    </w:p>
    <w:p w14:paraId="4425C4D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</w:t>
      </w:r>
      <w:r w:rsidRPr="00614873">
        <w:rPr>
          <w:snapToGrid w:val="0"/>
        </w:rPr>
        <w:t>4</w:t>
      </w:r>
      <w:r w:rsidRPr="00614873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1547</w:t>
      </w:r>
    </w:p>
    <w:p w14:paraId="77FE813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1551</w:t>
      </w:r>
    </w:p>
    <w:p w14:paraId="79B1066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Radio Link Monitoring Test for Out-of-sync in DRX</w:t>
      </w:r>
      <w:r>
        <w:tab/>
        <w:t>1551</w:t>
      </w:r>
    </w:p>
    <w:p w14:paraId="174EB5F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1551</w:t>
      </w:r>
    </w:p>
    <w:p w14:paraId="41A6BE6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1554</w:t>
      </w:r>
    </w:p>
    <w:p w14:paraId="34E29BA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</w:t>
      </w:r>
      <w: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FDD Radio Link Monitoring Test for </w:t>
      </w:r>
      <w:r>
        <w:t>In</w:t>
      </w:r>
      <w:r>
        <w:rPr>
          <w:lang w:eastAsia="zh-CN"/>
        </w:rPr>
        <w:t>-sync in DRX</w:t>
      </w:r>
      <w:r>
        <w:tab/>
        <w:t>1555</w:t>
      </w:r>
    </w:p>
    <w:p w14:paraId="747A3EA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</w:t>
      </w:r>
      <w:r w:rsidRPr="00614873">
        <w:rPr>
          <w:snapToGrid w:val="0"/>
        </w:rPr>
        <w:t>6</w:t>
      </w:r>
      <w:r w:rsidRPr="00614873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1555</w:t>
      </w:r>
    </w:p>
    <w:p w14:paraId="10C205C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1558</w:t>
      </w:r>
    </w:p>
    <w:p w14:paraId="7E6461D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Radio Link Monitoring Test for Out-of-sync in DRX</w:t>
      </w:r>
      <w:r>
        <w:tab/>
        <w:t>1558</w:t>
      </w:r>
    </w:p>
    <w:p w14:paraId="6C0B02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1558</w:t>
      </w:r>
    </w:p>
    <w:p w14:paraId="7D5C568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1561</w:t>
      </w:r>
    </w:p>
    <w:p w14:paraId="5A6FF34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</w:t>
      </w:r>
      <w: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TDD Radio Link Monitoring Test for </w:t>
      </w:r>
      <w:r>
        <w:t>In</w:t>
      </w:r>
      <w:r>
        <w:rPr>
          <w:lang w:eastAsia="zh-CN"/>
        </w:rPr>
        <w:t>-sync in DRX</w:t>
      </w:r>
      <w:r>
        <w:tab/>
        <w:t>1561</w:t>
      </w:r>
    </w:p>
    <w:p w14:paraId="13D49ED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</w:t>
      </w:r>
      <w:r w:rsidRPr="00614873">
        <w:rPr>
          <w:snapToGrid w:val="0"/>
        </w:rPr>
        <w:t>8</w:t>
      </w:r>
      <w:r w:rsidRPr="00614873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1561</w:t>
      </w:r>
    </w:p>
    <w:p w14:paraId="5EDF8DB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1564</w:t>
      </w:r>
    </w:p>
    <w:p w14:paraId="414C112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A.7.3.9 E-UTRAN FDD Radio Link Monitoring Test for Out-of-sync under Time Domain Measurement Resource Restriction and Non-MBSFN ABS</w:t>
      </w:r>
      <w:r>
        <w:tab/>
        <w:t>1564</w:t>
      </w:r>
    </w:p>
    <w:p w14:paraId="1E3BBC9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1567</w:t>
      </w:r>
    </w:p>
    <w:p w14:paraId="74BE02F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</w:t>
      </w:r>
      <w:r>
        <w:rPr>
          <w:lang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</w:t>
      </w:r>
      <w:r w:rsidRPr="00614873">
        <w:rPr>
          <w:rFonts w:eastAsia="MS Mincho"/>
          <w:lang w:eastAsia="zh-CN"/>
        </w:rPr>
        <w:t xml:space="preserve">DD Radio Link Monitoring Test for Out-of-sync under </w:t>
      </w:r>
      <w:r>
        <w:rPr>
          <w:lang w:eastAsia="zh-CN"/>
        </w:rPr>
        <w:t>T</w:t>
      </w:r>
      <w:r w:rsidRPr="00614873">
        <w:rPr>
          <w:rFonts w:eastAsia="MS Mincho"/>
          <w:lang w:eastAsia="zh-CN"/>
        </w:rPr>
        <w:t xml:space="preserve">ime </w:t>
      </w:r>
      <w:r>
        <w:rPr>
          <w:lang w:eastAsia="zh-CN"/>
        </w:rPr>
        <w:t>D</w:t>
      </w:r>
      <w:r w:rsidRPr="00614873">
        <w:rPr>
          <w:rFonts w:eastAsia="MS Mincho"/>
          <w:lang w:eastAsia="zh-CN"/>
        </w:rPr>
        <w:t xml:space="preserve">omain </w:t>
      </w:r>
      <w:r>
        <w:rPr>
          <w:lang w:eastAsia="zh-CN"/>
        </w:rPr>
        <w:t>M</w:t>
      </w:r>
      <w:r w:rsidRPr="00614873">
        <w:rPr>
          <w:rFonts w:eastAsia="MS Mincho"/>
          <w:lang w:eastAsia="zh-CN"/>
        </w:rPr>
        <w:t xml:space="preserve">easurement </w:t>
      </w:r>
      <w:r>
        <w:rPr>
          <w:lang w:eastAsia="zh-CN"/>
        </w:rPr>
        <w:t>R</w:t>
      </w:r>
      <w:r w:rsidRPr="00614873">
        <w:rPr>
          <w:rFonts w:eastAsia="MS Mincho"/>
          <w:lang w:eastAsia="zh-CN"/>
        </w:rPr>
        <w:t xml:space="preserve">esource </w:t>
      </w:r>
      <w:r>
        <w:rPr>
          <w:lang w:eastAsia="zh-CN"/>
        </w:rPr>
        <w:t>R</w:t>
      </w:r>
      <w:r w:rsidRPr="00614873">
        <w:rPr>
          <w:rFonts w:eastAsia="MS Mincho"/>
          <w:lang w:eastAsia="zh-CN"/>
        </w:rPr>
        <w:t>estriction</w:t>
      </w:r>
      <w:r>
        <w:rPr>
          <w:lang w:eastAsia="zh-CN"/>
        </w:rPr>
        <w:t xml:space="preserve"> with Non-MBSFN ABS</w:t>
      </w:r>
      <w:r>
        <w:tab/>
        <w:t>1567</w:t>
      </w:r>
    </w:p>
    <w:p w14:paraId="38853E2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snapToGrid w:val="0"/>
          <w:lang w:eastAsia="zh-CN"/>
        </w:rPr>
        <w:t>A.7.3.</w:t>
      </w:r>
      <w:r w:rsidRPr="00614873">
        <w:rPr>
          <w:snapToGrid w:val="0"/>
          <w:lang w:eastAsia="zh-CN"/>
        </w:rPr>
        <w:t>10</w:t>
      </w:r>
      <w:r w:rsidRPr="00614873">
        <w:rPr>
          <w:rFonts w:eastAsia="MS Mincho"/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snapToGrid w:val="0"/>
          <w:lang w:eastAsia="zh-CN"/>
        </w:rPr>
        <w:t>Test Purpose and Environment</w:t>
      </w:r>
      <w:r>
        <w:tab/>
        <w:t>1567</w:t>
      </w:r>
    </w:p>
    <w:p w14:paraId="6AAD8E5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FDD Radio Link Monitoring Test for </w:t>
      </w:r>
      <w:r>
        <w:t>In</w:t>
      </w:r>
      <w:r>
        <w:rPr>
          <w:lang w:eastAsia="zh-CN"/>
        </w:rPr>
        <w:t>-sync for Non-MBSFN ABS</w:t>
      </w:r>
      <w:r>
        <w:tab/>
        <w:t>1571</w:t>
      </w:r>
    </w:p>
    <w:p w14:paraId="1F3B9B3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</w:t>
      </w:r>
      <w:r w:rsidRPr="00614873">
        <w:rPr>
          <w:snapToGrid w:val="0"/>
        </w:rPr>
        <w:t>11</w:t>
      </w:r>
      <w:r w:rsidRPr="00614873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1571</w:t>
      </w:r>
    </w:p>
    <w:p w14:paraId="4CBD87F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</w:t>
      </w:r>
      <w:r w:rsidRPr="00614873">
        <w:rPr>
          <w:snapToGrid w:val="0"/>
          <w:lang w:eastAsia="zh-CN"/>
        </w:rPr>
        <w:t>11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1576</w:t>
      </w:r>
    </w:p>
    <w:p w14:paraId="1E16989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TDD Radio Link Monitoring Test for </w:t>
      </w:r>
      <w:r>
        <w:t>In</w:t>
      </w:r>
      <w:r>
        <w:rPr>
          <w:lang w:eastAsia="zh-CN"/>
        </w:rPr>
        <w:t>-sync for Non-MBSFN ABS</w:t>
      </w:r>
      <w:r>
        <w:tab/>
        <w:t>1576</w:t>
      </w:r>
    </w:p>
    <w:p w14:paraId="63E82AE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</w:t>
      </w:r>
      <w:r w:rsidRPr="00614873">
        <w:rPr>
          <w:snapToGrid w:val="0"/>
        </w:rPr>
        <w:t>12</w:t>
      </w:r>
      <w:r w:rsidRPr="00614873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1576</w:t>
      </w:r>
    </w:p>
    <w:p w14:paraId="5CC392A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1581</w:t>
      </w:r>
    </w:p>
    <w:p w14:paraId="55DEC2C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</w:t>
      </w:r>
      <w:r>
        <w:t>13</w:t>
      </w:r>
      <w:r>
        <w:rPr>
          <w:lang w:eastAsia="zh-CN"/>
        </w:rPr>
        <w:t xml:space="preserve"> E-UTRAN FDD Radio Link Monitoring Test for Out-of-sync under Time Domain Measurement Resource Restriction </w:t>
      </w:r>
      <w:r>
        <w:t>with</w:t>
      </w:r>
      <w:r>
        <w:rPr>
          <w:lang w:eastAsia="zh-CN"/>
        </w:rPr>
        <w:t xml:space="preserve"> MBSFN ABS</w:t>
      </w:r>
      <w:r>
        <w:tab/>
        <w:t>1581</w:t>
      </w:r>
    </w:p>
    <w:p w14:paraId="5DE219A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</w:t>
      </w:r>
      <w:r w:rsidRPr="00614873">
        <w:rPr>
          <w:snapToGrid w:val="0"/>
        </w:rPr>
        <w:t>13</w:t>
      </w:r>
      <w:r w:rsidRPr="00614873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1581</w:t>
      </w:r>
    </w:p>
    <w:p w14:paraId="45FF676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1584</w:t>
      </w:r>
    </w:p>
    <w:p w14:paraId="722E895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</w:t>
      </w:r>
      <w:r>
        <w:t>14</w:t>
      </w:r>
      <w:r>
        <w:rPr>
          <w:lang w:eastAsia="zh-CN"/>
        </w:rPr>
        <w:t xml:space="preserve"> E-UTRAN </w:t>
      </w:r>
      <w:r>
        <w:t>T</w:t>
      </w:r>
      <w:r>
        <w:rPr>
          <w:lang w:eastAsia="zh-CN"/>
        </w:rPr>
        <w:t xml:space="preserve">DD Radio Link Monitoring Test for Out-of-sync under Time Domain Measurement Resource Restriction </w:t>
      </w:r>
      <w:r>
        <w:t>with</w:t>
      </w:r>
      <w:r>
        <w:rPr>
          <w:lang w:eastAsia="zh-CN"/>
        </w:rPr>
        <w:t xml:space="preserve"> MBSFN ABS</w:t>
      </w:r>
      <w:r>
        <w:tab/>
        <w:t>1584</w:t>
      </w:r>
    </w:p>
    <w:p w14:paraId="7E5703C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</w:t>
      </w:r>
      <w:r w:rsidRPr="00614873">
        <w:rPr>
          <w:snapToGrid w:val="0"/>
        </w:rPr>
        <w:t>14</w:t>
      </w:r>
      <w:r w:rsidRPr="00614873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1584</w:t>
      </w:r>
    </w:p>
    <w:p w14:paraId="6B37CB6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1587</w:t>
      </w:r>
    </w:p>
    <w:p w14:paraId="5683ACA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Radio Link Monitoring Test for In-sync under Time Domain Measurement Resource Restriction with MBSFN ABS</w:t>
      </w:r>
      <w:r>
        <w:tab/>
        <w:t>1587</w:t>
      </w:r>
    </w:p>
    <w:p w14:paraId="148341F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1587</w:t>
      </w:r>
    </w:p>
    <w:p w14:paraId="0A8726A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</w:t>
      </w:r>
      <w:r w:rsidRPr="00614873">
        <w:rPr>
          <w:snapToGrid w:val="0"/>
          <w:lang w:eastAsia="zh-CN"/>
        </w:rPr>
        <w:t>15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1591</w:t>
      </w:r>
    </w:p>
    <w:p w14:paraId="7DE3BBA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Radio Link Monitoring Test for In-sync under Time Domain Measurement Resource Restriction with MBSFN ABS</w:t>
      </w:r>
      <w:r>
        <w:tab/>
        <w:t>1591</w:t>
      </w:r>
    </w:p>
    <w:p w14:paraId="24A2B2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1591</w:t>
      </w:r>
    </w:p>
    <w:p w14:paraId="10A152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</w:t>
      </w:r>
      <w:r w:rsidRPr="00614873">
        <w:rPr>
          <w:snapToGrid w:val="0"/>
          <w:lang w:eastAsia="zh-CN"/>
        </w:rPr>
        <w:t>16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1596</w:t>
      </w:r>
    </w:p>
    <w:p w14:paraId="17E14C3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Radio Link Monitoring Test for Out-of-sync under Time Domain Measurement Resource Restriction with CRS Assistance Information and Non-MBSFN ABS</w:t>
      </w:r>
      <w:r>
        <w:tab/>
        <w:t>1596</w:t>
      </w:r>
    </w:p>
    <w:p w14:paraId="3935CE0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1596</w:t>
      </w:r>
    </w:p>
    <w:p w14:paraId="602E63B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</w:t>
      </w:r>
      <w:r w:rsidRPr="00614873">
        <w:rPr>
          <w:snapToGrid w:val="0"/>
          <w:lang w:eastAsia="zh-CN"/>
        </w:rPr>
        <w:t>17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1600</w:t>
      </w:r>
    </w:p>
    <w:p w14:paraId="6EB38C7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Radio Link Monitoring Test for Out-of-sync under Time Domain Measurement Resource Restriction with CRS Assistance Information and Non-MBSFN ABS</w:t>
      </w:r>
      <w:r>
        <w:tab/>
        <w:t>1600</w:t>
      </w:r>
    </w:p>
    <w:p w14:paraId="792175A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1600</w:t>
      </w:r>
    </w:p>
    <w:p w14:paraId="13AC0E7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</w:t>
      </w:r>
      <w:r w:rsidRPr="00614873">
        <w:rPr>
          <w:snapToGrid w:val="0"/>
          <w:lang w:eastAsia="zh-CN"/>
        </w:rPr>
        <w:t>18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1604</w:t>
      </w:r>
    </w:p>
    <w:p w14:paraId="4AB2DF7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A.7.3.19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Radio Link Monitoring Test for In-sync under Time Domain Measurement Resouce Restriction with CRS assistance information and Non-MBSFN ABS</w:t>
      </w:r>
      <w:r>
        <w:tab/>
        <w:t>1604</w:t>
      </w:r>
    </w:p>
    <w:p w14:paraId="4B34A17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A.7.3.19.1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1604</w:t>
      </w:r>
    </w:p>
    <w:p w14:paraId="3D23310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1609</w:t>
      </w:r>
    </w:p>
    <w:p w14:paraId="0A1C37A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>E-UTRAN TDD Radio Link Monitoring Test for In-sync under Time Domain Measurement Resouce Restriction with CRS assistance information and Non-MBSFN ABS</w:t>
      </w:r>
      <w:r>
        <w:tab/>
        <w:t>1609</w:t>
      </w:r>
    </w:p>
    <w:p w14:paraId="7790BDC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</w:t>
      </w:r>
      <w:r w:rsidRPr="00614873">
        <w:rPr>
          <w:snapToGrid w:val="0"/>
        </w:rPr>
        <w:t>20</w:t>
      </w:r>
      <w:r w:rsidRPr="00614873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1609</w:t>
      </w:r>
    </w:p>
    <w:p w14:paraId="06CDD55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1614</w:t>
      </w:r>
    </w:p>
    <w:p w14:paraId="217E0DE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A.7.3.21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Radio Link Monitoring Test for In-sync under Time Domain Measurement Resouce Restriction with CRS assistance information and MBSFN ABS</w:t>
      </w:r>
      <w:r>
        <w:tab/>
        <w:t>1614</w:t>
      </w:r>
    </w:p>
    <w:p w14:paraId="7BE7F9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A.7.3.21.1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1614</w:t>
      </w:r>
    </w:p>
    <w:p w14:paraId="0D5153F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1619</w:t>
      </w:r>
    </w:p>
    <w:p w14:paraId="040F8E4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A.7.3.2</w:t>
      </w: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Radio Link Monitoring Test for In-sync under Time Domain Measurement Resouce Restriction with CRS assistance information and MBSFN ABS</w:t>
      </w:r>
      <w:r>
        <w:tab/>
        <w:t>1619</w:t>
      </w:r>
    </w:p>
    <w:p w14:paraId="63D2790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</w:t>
      </w:r>
      <w:r w:rsidRPr="00614873">
        <w:rPr>
          <w:snapToGrid w:val="0"/>
        </w:rPr>
        <w:t>22</w:t>
      </w:r>
      <w:r w:rsidRPr="00614873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1619</w:t>
      </w:r>
    </w:p>
    <w:p w14:paraId="1C79308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1624</w:t>
      </w:r>
    </w:p>
    <w:p w14:paraId="7048372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Radio Link Monitoring Test for Out-of-sync for 5MHz Bandwidth</w:t>
      </w:r>
      <w:r>
        <w:tab/>
        <w:t>1624</w:t>
      </w:r>
    </w:p>
    <w:p w14:paraId="1D7810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1624</w:t>
      </w:r>
    </w:p>
    <w:p w14:paraId="220EC64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1625</w:t>
      </w:r>
    </w:p>
    <w:p w14:paraId="2BD9964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FDD Radio Link Monitoring Test for </w:t>
      </w:r>
      <w:r>
        <w:t>In</w:t>
      </w:r>
      <w:r>
        <w:rPr>
          <w:lang w:eastAsia="zh-CN"/>
        </w:rPr>
        <w:t>-sync</w:t>
      </w:r>
      <w:r>
        <w:t xml:space="preserve"> for 5MHz Bandwidth</w:t>
      </w:r>
      <w:r>
        <w:tab/>
        <w:t>1625</w:t>
      </w:r>
    </w:p>
    <w:p w14:paraId="55668DF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1625</w:t>
      </w:r>
    </w:p>
    <w:p w14:paraId="5A6004D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1626</w:t>
      </w:r>
    </w:p>
    <w:p w14:paraId="30A7292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FDD Radio Link Monitoring Test for </w:t>
      </w:r>
      <w:r>
        <w:t>In</w:t>
      </w:r>
      <w:r>
        <w:rPr>
          <w:lang w:eastAsia="zh-CN"/>
        </w:rPr>
        <w:t>-sync</w:t>
      </w:r>
      <w:r>
        <w:t xml:space="preserve"> in DRX for 5MHz Bandwidth</w:t>
      </w:r>
      <w:r>
        <w:tab/>
        <w:t>1626</w:t>
      </w:r>
    </w:p>
    <w:p w14:paraId="17E20CE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A.7.3.25.1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1626</w:t>
      </w:r>
    </w:p>
    <w:p w14:paraId="561647B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1627</w:t>
      </w:r>
    </w:p>
    <w:p w14:paraId="2FCB42F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614873">
        <w:rPr>
          <w:rFonts w:eastAsia="MS Mincho"/>
          <w:lang w:eastAsia="zh-CN"/>
        </w:rPr>
        <w:t>FDD Radio Link Monitoring Test for Out-of-sync</w:t>
      </w:r>
      <w:r>
        <w:rPr>
          <w:lang w:eastAsia="zh-CN"/>
        </w:rPr>
        <w:t xml:space="preserve"> for UE Category 0</w:t>
      </w:r>
      <w:r>
        <w:tab/>
        <w:t>1627</w:t>
      </w:r>
    </w:p>
    <w:p w14:paraId="23D458F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A.7.3.26.1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1627</w:t>
      </w:r>
    </w:p>
    <w:p w14:paraId="2464E84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1630</w:t>
      </w:r>
    </w:p>
    <w:p w14:paraId="4E2F8D4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614873">
        <w:rPr>
          <w:rFonts w:eastAsia="MS Mincho"/>
          <w:lang w:eastAsia="zh-CN"/>
        </w:rPr>
        <w:t xml:space="preserve">FDD Radio Link Monitoring Test for </w:t>
      </w:r>
      <w:r w:rsidRPr="00614873">
        <w:rPr>
          <w:rFonts w:eastAsia="MS Mincho"/>
        </w:rPr>
        <w:t>In</w:t>
      </w:r>
      <w:r w:rsidRPr="00614873">
        <w:rPr>
          <w:rFonts w:eastAsia="MS Mincho"/>
          <w:lang w:eastAsia="zh-CN"/>
        </w:rPr>
        <w:t>-sync</w:t>
      </w:r>
      <w:r>
        <w:rPr>
          <w:lang w:eastAsia="zh-CN"/>
        </w:rPr>
        <w:t xml:space="preserve"> for UE Category 0</w:t>
      </w:r>
      <w:r>
        <w:tab/>
        <w:t>1630</w:t>
      </w:r>
    </w:p>
    <w:p w14:paraId="114C0AC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1630</w:t>
      </w:r>
    </w:p>
    <w:p w14:paraId="2D46454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1633</w:t>
      </w:r>
    </w:p>
    <w:p w14:paraId="7BDD0F4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FD-FDD Radio Link Monitoring Test for Out-of-sync in DRX for UE category 0</w:t>
      </w:r>
      <w:r>
        <w:tab/>
        <w:t>1633</w:t>
      </w:r>
    </w:p>
    <w:p w14:paraId="6AA030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A.7.3.28.1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1633</w:t>
      </w:r>
    </w:p>
    <w:p w14:paraId="1E705A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1636</w:t>
      </w:r>
    </w:p>
    <w:p w14:paraId="574960C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FD-FDD Radio Link Monitoring Test for </w:t>
      </w:r>
      <w:r>
        <w:t>In</w:t>
      </w:r>
      <w:r>
        <w:rPr>
          <w:lang w:eastAsia="zh-CN"/>
        </w:rPr>
        <w:t>-sync in DRX for UE Category 0</w:t>
      </w:r>
      <w:r>
        <w:tab/>
        <w:t>1636</w:t>
      </w:r>
    </w:p>
    <w:p w14:paraId="3512D5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A.7.3.29.1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1636</w:t>
      </w:r>
    </w:p>
    <w:p w14:paraId="2E92078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</w:t>
      </w:r>
      <w:r w:rsidRPr="00614873">
        <w:rPr>
          <w:snapToGrid w:val="0"/>
        </w:rPr>
        <w:t>7.3.29.2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1639</w:t>
      </w:r>
    </w:p>
    <w:p w14:paraId="333836A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HD-FDD</w:t>
      </w:r>
      <w:r w:rsidRPr="00614873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for UE Category 0</w:t>
      </w:r>
      <w:r>
        <w:tab/>
        <w:t>1639</w:t>
      </w:r>
    </w:p>
    <w:p w14:paraId="0E94EE9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A.7.3.30.1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1639</w:t>
      </w:r>
    </w:p>
    <w:p w14:paraId="02912B5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1642</w:t>
      </w:r>
    </w:p>
    <w:p w14:paraId="163842F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HD-FDD</w:t>
      </w:r>
      <w:r w:rsidRPr="00614873">
        <w:rPr>
          <w:rFonts w:eastAsia="MS Mincho"/>
          <w:lang w:eastAsia="zh-CN"/>
        </w:rPr>
        <w:t xml:space="preserve"> Radio Link Monitoring Test for </w:t>
      </w:r>
      <w:r w:rsidRPr="00614873">
        <w:rPr>
          <w:rFonts w:eastAsia="MS Mincho"/>
        </w:rPr>
        <w:t>In</w:t>
      </w:r>
      <w:r w:rsidRPr="00614873">
        <w:rPr>
          <w:rFonts w:eastAsia="MS Mincho"/>
          <w:lang w:eastAsia="zh-CN"/>
        </w:rPr>
        <w:t>-sync</w:t>
      </w:r>
      <w:r>
        <w:rPr>
          <w:lang w:eastAsia="zh-CN"/>
        </w:rPr>
        <w:t xml:space="preserve"> for UE Category 0</w:t>
      </w:r>
      <w:r>
        <w:tab/>
        <w:t>1642</w:t>
      </w:r>
    </w:p>
    <w:p w14:paraId="076E6EA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A.7.3.31.1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1642</w:t>
      </w:r>
    </w:p>
    <w:p w14:paraId="3296DFF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A.7.3.31.2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1645</w:t>
      </w:r>
    </w:p>
    <w:p w14:paraId="611BF46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HD-FDD Radio Link Monitoring Test for Out-of-sync in DRX for UE category 0</w:t>
      </w:r>
      <w:r>
        <w:tab/>
        <w:t>1645</w:t>
      </w:r>
    </w:p>
    <w:p w14:paraId="087B16A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A.7.3.32.1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1645</w:t>
      </w:r>
    </w:p>
    <w:p w14:paraId="7521410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A.7.3.32.2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1648</w:t>
      </w:r>
    </w:p>
    <w:p w14:paraId="17C8E8D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HD-FDD Radio Link Monitoring Test for </w:t>
      </w:r>
      <w:r>
        <w:t>In</w:t>
      </w:r>
      <w:r>
        <w:rPr>
          <w:lang w:eastAsia="zh-CN"/>
        </w:rPr>
        <w:t>-sync in DRX for UE Category 0</w:t>
      </w:r>
      <w:r>
        <w:tab/>
        <w:t>1648</w:t>
      </w:r>
    </w:p>
    <w:p w14:paraId="1199293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A.7.3.33.1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1648</w:t>
      </w:r>
    </w:p>
    <w:p w14:paraId="3BCFFEA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A.7.3.33.2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1651</w:t>
      </w:r>
    </w:p>
    <w:p w14:paraId="3568F8F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TDD</w:t>
      </w:r>
      <w:r w:rsidRPr="00614873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for UE Category 0</w:t>
      </w:r>
      <w:r>
        <w:tab/>
        <w:t>1651</w:t>
      </w:r>
    </w:p>
    <w:p w14:paraId="1723698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A.7.3.34.1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1651</w:t>
      </w:r>
    </w:p>
    <w:p w14:paraId="4494456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A.7.3.34.2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1654</w:t>
      </w:r>
    </w:p>
    <w:p w14:paraId="073810D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TDD</w:t>
      </w:r>
      <w:r w:rsidRPr="00614873">
        <w:rPr>
          <w:rFonts w:eastAsia="MS Mincho"/>
          <w:lang w:eastAsia="zh-CN"/>
        </w:rPr>
        <w:t xml:space="preserve"> Radio Link Monitoring Test for </w:t>
      </w:r>
      <w:r w:rsidRPr="00614873">
        <w:rPr>
          <w:rFonts w:eastAsia="MS Mincho"/>
        </w:rPr>
        <w:t>In</w:t>
      </w:r>
      <w:r w:rsidRPr="00614873">
        <w:rPr>
          <w:rFonts w:eastAsia="MS Mincho"/>
          <w:lang w:eastAsia="zh-CN"/>
        </w:rPr>
        <w:t>-sync</w:t>
      </w:r>
      <w:r>
        <w:rPr>
          <w:lang w:eastAsia="zh-CN"/>
        </w:rPr>
        <w:t xml:space="preserve"> for UE category 0</w:t>
      </w:r>
      <w:r>
        <w:tab/>
        <w:t>1654</w:t>
      </w:r>
    </w:p>
    <w:p w14:paraId="0CEB8C7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A.7.3.35.1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1654</w:t>
      </w:r>
    </w:p>
    <w:p w14:paraId="43792C3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A.7.3.35.2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1657</w:t>
      </w:r>
    </w:p>
    <w:p w14:paraId="1AA30D0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A.7.3.36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Radio Link Monitoring Test for Out-of-sync in DRX for UE category 0</w:t>
      </w:r>
      <w:r>
        <w:tab/>
        <w:t>1657</w:t>
      </w:r>
    </w:p>
    <w:p w14:paraId="7C37C2D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A.7.3.36.1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1657</w:t>
      </w:r>
    </w:p>
    <w:p w14:paraId="0239E71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A.7.3.36.2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1660</w:t>
      </w:r>
    </w:p>
    <w:p w14:paraId="0263B12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A.7.3.37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TDD Radio Link Monitoring Test for </w:t>
      </w:r>
      <w:r>
        <w:t>In</w:t>
      </w:r>
      <w:r>
        <w:rPr>
          <w:lang w:eastAsia="zh-CN"/>
        </w:rPr>
        <w:t>-sync in DRX for UE category 0</w:t>
      </w:r>
      <w:r>
        <w:tab/>
        <w:t>1660</w:t>
      </w:r>
    </w:p>
    <w:p w14:paraId="4590F84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A.7.3.37.1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1660</w:t>
      </w:r>
    </w:p>
    <w:p w14:paraId="65924A2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A.7.3.37.2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1663</w:t>
      </w:r>
    </w:p>
    <w:p w14:paraId="3832B3F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A.7.3.38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DC Radio Link Monitoring Test for Out-of-sync in DRX in synchronous DC</w:t>
      </w:r>
      <w:r>
        <w:tab/>
        <w:t>1663</w:t>
      </w:r>
    </w:p>
    <w:p w14:paraId="0C2F251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A.7.3.38.1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1663</w:t>
      </w:r>
    </w:p>
    <w:p w14:paraId="07AE77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A.7.3.38.2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Requirements</w:t>
      </w:r>
      <w:r>
        <w:tab/>
        <w:t>1666</w:t>
      </w:r>
    </w:p>
    <w:p w14:paraId="4B25F15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A.7.3.39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DC Radio Link Monitoring Test for Out-of-sync in DRX in asynchronous DC</w:t>
      </w:r>
      <w:r>
        <w:tab/>
        <w:t>1666</w:t>
      </w:r>
    </w:p>
    <w:p w14:paraId="09A9810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A.7.3.39.1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1666</w:t>
      </w:r>
    </w:p>
    <w:p w14:paraId="46C8009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A.7.3.39.2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1669</w:t>
      </w:r>
    </w:p>
    <w:p w14:paraId="01CBCE9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A.7.3.40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TDD-TDD DC Radio Link Monitoring Test for Out-of-sync in DRX in synchronous DC</w:t>
      </w:r>
      <w:r>
        <w:tab/>
        <w:t>1670</w:t>
      </w:r>
    </w:p>
    <w:p w14:paraId="02C23F7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A.7.3.40.1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1670</w:t>
      </w:r>
    </w:p>
    <w:p w14:paraId="710A922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A.7.3.40.2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Requirements</w:t>
      </w:r>
      <w:r>
        <w:tab/>
        <w:t>1672</w:t>
      </w:r>
    </w:p>
    <w:p w14:paraId="3D96AB2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A.7.3.41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Radio Link Monitoring Test for In-sync in DRX in synchronous dual connectivity</w:t>
      </w:r>
      <w:r>
        <w:tab/>
        <w:t>1673</w:t>
      </w:r>
    </w:p>
    <w:p w14:paraId="58319FA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A.7.3.41.1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1673</w:t>
      </w:r>
    </w:p>
    <w:p w14:paraId="02C6E6B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A.7.3.41.2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Requirements</w:t>
      </w:r>
      <w:r>
        <w:tab/>
        <w:t>1676</w:t>
      </w:r>
    </w:p>
    <w:p w14:paraId="238DEFE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A.7.3.42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DC Radio Link Monitoring Test for In-sync in DRX in asynchronous DC</w:t>
      </w:r>
      <w:r>
        <w:tab/>
        <w:t>1676</w:t>
      </w:r>
    </w:p>
    <w:p w14:paraId="1738EFE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A.7.3.42.1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1676</w:t>
      </w:r>
    </w:p>
    <w:p w14:paraId="7E571A0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A.7.3.42.2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1679</w:t>
      </w:r>
    </w:p>
    <w:p w14:paraId="6E8E341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A.7.3.43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TDD-TDD Radio Link Monitoring Test for In-sync in DRX in synchronous dual connectivity</w:t>
      </w:r>
      <w:r>
        <w:tab/>
        <w:t>1679</w:t>
      </w:r>
    </w:p>
    <w:p w14:paraId="607237F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A.7.3.43.1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1679</w:t>
      </w:r>
    </w:p>
    <w:p w14:paraId="18D8F8B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A.7.3.43.2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Requirements</w:t>
      </w:r>
      <w:r>
        <w:tab/>
        <w:t>1682</w:t>
      </w:r>
    </w:p>
    <w:p w14:paraId="56C92D2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</w:t>
      </w:r>
      <w:r>
        <w:t>44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</w:t>
      </w:r>
      <w:r>
        <w:t>TDD</w:t>
      </w:r>
      <w:r>
        <w:rPr>
          <w:lang w:eastAsia="zh-CN"/>
        </w:rPr>
        <w:t>-FDD DC Radio Link Monitoring Test for Out-of-sync in DRX in synchronous DC</w:t>
      </w:r>
      <w:r>
        <w:t xml:space="preserve"> with PCell in FDD</w:t>
      </w:r>
      <w:r>
        <w:tab/>
        <w:t>1682</w:t>
      </w:r>
    </w:p>
    <w:p w14:paraId="7ED5703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</w:t>
      </w:r>
      <w:r w:rsidRPr="00614873">
        <w:rPr>
          <w:snapToGrid w:val="0"/>
        </w:rPr>
        <w:t>44</w:t>
      </w:r>
      <w:r w:rsidRPr="00614873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1682</w:t>
      </w:r>
    </w:p>
    <w:p w14:paraId="5D3E689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</w:t>
      </w:r>
      <w:r w:rsidRPr="00614873">
        <w:rPr>
          <w:snapToGrid w:val="0"/>
        </w:rPr>
        <w:t>44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Requirements</w:t>
      </w:r>
      <w:r>
        <w:tab/>
        <w:t>1685</w:t>
      </w:r>
    </w:p>
    <w:p w14:paraId="3E3F195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</w:t>
      </w:r>
      <w:r>
        <w:t>45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</w:t>
      </w:r>
      <w:r>
        <w:t>FDD</w:t>
      </w:r>
      <w:r>
        <w:rPr>
          <w:lang w:eastAsia="zh-CN"/>
        </w:rPr>
        <w:t xml:space="preserve"> DC Radio Link Monitoring Test for Out-of-sync in DRX in synchronous DC</w:t>
      </w:r>
      <w:r>
        <w:t xml:space="preserve"> with PCell in TDD</w:t>
      </w:r>
      <w:r>
        <w:tab/>
        <w:t>1686</w:t>
      </w:r>
    </w:p>
    <w:p w14:paraId="15BBBFB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</w:t>
      </w:r>
      <w:r w:rsidRPr="00614873">
        <w:rPr>
          <w:snapToGrid w:val="0"/>
        </w:rPr>
        <w:t>45</w:t>
      </w:r>
      <w:r w:rsidRPr="00614873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1686</w:t>
      </w:r>
    </w:p>
    <w:p w14:paraId="5EB700F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</w:t>
      </w:r>
      <w:r w:rsidRPr="00614873">
        <w:rPr>
          <w:snapToGrid w:val="0"/>
        </w:rPr>
        <w:t>45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Requirements</w:t>
      </w:r>
      <w:r>
        <w:tab/>
        <w:t>1688</w:t>
      </w:r>
    </w:p>
    <w:p w14:paraId="2DADA92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A.7.3.46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TDD-FDD Radio Link Monitoring Test for In-sync in DRX for PSCell in synchronous DC with PCell in FDD</w:t>
      </w:r>
      <w:r>
        <w:tab/>
        <w:t>1689</w:t>
      </w:r>
    </w:p>
    <w:p w14:paraId="7A3EFC5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A.7.3.46.1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1689</w:t>
      </w:r>
    </w:p>
    <w:p w14:paraId="5D63277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A.7.3.46.2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Requirements</w:t>
      </w:r>
      <w:r>
        <w:tab/>
        <w:t>1692</w:t>
      </w:r>
    </w:p>
    <w:p w14:paraId="3FECD68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A.7.3.47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TDD-FDD Radio Link Monitoring Test for In-sync in DRX for PSCell in synchronous DC with PCell in TDD</w:t>
      </w:r>
      <w:r>
        <w:tab/>
        <w:t>1692</w:t>
      </w:r>
    </w:p>
    <w:p w14:paraId="7BEE763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A.7.3.47.1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1692</w:t>
      </w:r>
    </w:p>
    <w:p w14:paraId="063939C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A.7.3.47.2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Requirements</w:t>
      </w:r>
      <w:r>
        <w:tab/>
        <w:t>1695</w:t>
      </w:r>
    </w:p>
    <w:p w14:paraId="5C694FA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A.7.3.48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614873">
        <w:rPr>
          <w:rFonts w:eastAsia="MS Mincho"/>
          <w:lang w:eastAsia="zh-CN"/>
        </w:rPr>
        <w:t>FDD Radio Link Monitoring Test for Out-of-sync</w:t>
      </w:r>
      <w:r>
        <w:rPr>
          <w:lang w:eastAsia="zh-CN"/>
        </w:rPr>
        <w:t xml:space="preserve"> for Cat-M1 UE in CEMode A</w:t>
      </w:r>
      <w:r>
        <w:tab/>
        <w:t>1695</w:t>
      </w:r>
    </w:p>
    <w:p w14:paraId="4F213F1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A.7.3.48.1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1695</w:t>
      </w:r>
    </w:p>
    <w:p w14:paraId="497D25A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A.7.3.48.2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1698</w:t>
      </w:r>
    </w:p>
    <w:p w14:paraId="611A2D2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A.7.3.49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614873">
        <w:rPr>
          <w:rFonts w:eastAsia="MS Mincho"/>
          <w:lang w:eastAsia="zh-CN"/>
        </w:rPr>
        <w:t>FDD Radio Link Monitoring Test for In-Sync</w:t>
      </w:r>
      <w:r>
        <w:rPr>
          <w:lang w:eastAsia="zh-CN"/>
        </w:rPr>
        <w:t xml:space="preserve"> for Cat-M1 UE in CEMode A</w:t>
      </w:r>
      <w:r>
        <w:tab/>
        <w:t>1698</w:t>
      </w:r>
    </w:p>
    <w:p w14:paraId="444398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A.7.3.49.1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1698</w:t>
      </w:r>
    </w:p>
    <w:p w14:paraId="7042E8F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A.7.3.49.2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1701</w:t>
      </w:r>
    </w:p>
    <w:p w14:paraId="51F070C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A.7.3.50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FD-FDD Radio Link Monitoring Test for Out-of-sync in DRX for UE category M1 configured in CEMode A</w:t>
      </w:r>
      <w:r>
        <w:tab/>
        <w:t>1701</w:t>
      </w:r>
    </w:p>
    <w:p w14:paraId="102421F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A.7.3.50.1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1701</w:t>
      </w:r>
    </w:p>
    <w:p w14:paraId="5537009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A.7.3.50.2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1704</w:t>
      </w:r>
    </w:p>
    <w:p w14:paraId="3A1EFCE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A.7.3.51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FD-FDD Radio Link Monitoring Test for </w:t>
      </w:r>
      <w:r>
        <w:t>In</w:t>
      </w:r>
      <w:r>
        <w:rPr>
          <w:lang w:eastAsia="zh-CN"/>
        </w:rPr>
        <w:t>-sync in DRX for UE Category M1 configured in CEMode A</w:t>
      </w:r>
      <w:r>
        <w:tab/>
        <w:t>1704</w:t>
      </w:r>
    </w:p>
    <w:p w14:paraId="51D9AF9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A.7.3.51.1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1704</w:t>
      </w:r>
    </w:p>
    <w:p w14:paraId="2731329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A.7.3.51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1707</w:t>
      </w:r>
    </w:p>
    <w:p w14:paraId="256F317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A.7.3.52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>E-UTRAN HD-FDD Radio Link Monitoring Test for Out-of-sync for Cat-M1 UE in CEMode A</w:t>
      </w:r>
      <w:r>
        <w:tab/>
        <w:t>1707</w:t>
      </w:r>
    </w:p>
    <w:p w14:paraId="35CA3F5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A.7.3.52.1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1707</w:t>
      </w:r>
    </w:p>
    <w:p w14:paraId="2AEC7F3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A.7.3.52.2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1710</w:t>
      </w:r>
    </w:p>
    <w:p w14:paraId="4DD8301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A.7.3.53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HD-</w:t>
      </w:r>
      <w:r w:rsidRPr="00614873">
        <w:rPr>
          <w:rFonts w:eastAsia="MS Mincho"/>
          <w:lang w:eastAsia="zh-CN"/>
        </w:rPr>
        <w:t>FDD Radio Link Monitoring Test for In-Sync</w:t>
      </w:r>
      <w:r>
        <w:rPr>
          <w:lang w:eastAsia="zh-CN"/>
        </w:rPr>
        <w:t xml:space="preserve"> for Cat-M1 UE in CEMode A</w:t>
      </w:r>
      <w:r>
        <w:tab/>
        <w:t>1710</w:t>
      </w:r>
    </w:p>
    <w:p w14:paraId="79B928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A.7.3.53.1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1710</w:t>
      </w:r>
    </w:p>
    <w:p w14:paraId="4F4E3AF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A.7.3.53.2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1713</w:t>
      </w:r>
    </w:p>
    <w:p w14:paraId="073A1FE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A.7.3.54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HD-FDD Radio Link Monitoring Test for Out-of-sync in DRX for UE category M1 configured in CEMode A</w:t>
      </w:r>
      <w:r>
        <w:tab/>
        <w:t>1713</w:t>
      </w:r>
    </w:p>
    <w:p w14:paraId="5BE7B86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A.7.3.54.1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1713</w:t>
      </w:r>
    </w:p>
    <w:p w14:paraId="6399A06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A.7.3.54.2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1716</w:t>
      </w:r>
    </w:p>
    <w:p w14:paraId="17AA911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A.7.3.55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HD-FDD Radio Link Monitoring Test for </w:t>
      </w:r>
      <w:r>
        <w:t>In</w:t>
      </w:r>
      <w:r>
        <w:rPr>
          <w:lang w:eastAsia="zh-CN"/>
        </w:rPr>
        <w:t>-sync in DRX for UE Category M1 configured in CEMode A</w:t>
      </w:r>
      <w:r>
        <w:tab/>
        <w:t>1716</w:t>
      </w:r>
    </w:p>
    <w:p w14:paraId="058CEFC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A.7.3.55.1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1716</w:t>
      </w:r>
    </w:p>
    <w:p w14:paraId="0AD6952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A.7.3.55.2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1719</w:t>
      </w:r>
    </w:p>
    <w:p w14:paraId="652400E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A.7.3.56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TDD</w:t>
      </w:r>
      <w:r w:rsidRPr="00614873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for Cat-M1 UE in CEMode A</w:t>
      </w:r>
      <w:r>
        <w:tab/>
        <w:t>1719</w:t>
      </w:r>
    </w:p>
    <w:p w14:paraId="3143B00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A.7.3.56.1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1719</w:t>
      </w:r>
    </w:p>
    <w:p w14:paraId="0CC4DE0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A.7.3.56.2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1722</w:t>
      </w:r>
    </w:p>
    <w:p w14:paraId="7786721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A.7.3.57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</w:t>
      </w:r>
      <w:r w:rsidRPr="00614873">
        <w:rPr>
          <w:rFonts w:eastAsia="MS Mincho"/>
          <w:lang w:eastAsia="zh-CN"/>
        </w:rPr>
        <w:t>DD Radio Link Monitoring Test for In-Sync</w:t>
      </w:r>
      <w:r>
        <w:rPr>
          <w:lang w:eastAsia="zh-CN"/>
        </w:rPr>
        <w:t xml:space="preserve"> for Cat-M1 UE in CEMode A</w:t>
      </w:r>
      <w:r>
        <w:tab/>
        <w:t>1722</w:t>
      </w:r>
    </w:p>
    <w:p w14:paraId="7BD36AA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A.7.3.57.1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1722</w:t>
      </w:r>
    </w:p>
    <w:p w14:paraId="78AFF04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A.7.3.57.2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1725</w:t>
      </w:r>
    </w:p>
    <w:p w14:paraId="10A1724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A.7.3.58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Radio Link Monitoring Test for Out-of-sync in DRX for UE category M1 configured in CEMode A</w:t>
      </w:r>
      <w:r>
        <w:tab/>
        <w:t>1725</w:t>
      </w:r>
    </w:p>
    <w:p w14:paraId="1CAA580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A.7.3.58.1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1725</w:t>
      </w:r>
    </w:p>
    <w:p w14:paraId="4DFFC1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A.7.3.58.2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1728</w:t>
      </w:r>
    </w:p>
    <w:p w14:paraId="67B0791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A.7.3.59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TDD Radio Link Monitoring Test for </w:t>
      </w:r>
      <w:r>
        <w:t>In</w:t>
      </w:r>
      <w:r>
        <w:rPr>
          <w:lang w:eastAsia="zh-CN"/>
        </w:rPr>
        <w:t>-sync in DRX for UE Category M1 configured in CEMode A</w:t>
      </w:r>
      <w:r>
        <w:tab/>
        <w:t>1728</w:t>
      </w:r>
    </w:p>
    <w:p w14:paraId="782141E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A.7.3.59.1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1728</w:t>
      </w:r>
    </w:p>
    <w:p w14:paraId="2EEA857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A.7.3.59.2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1731</w:t>
      </w:r>
    </w:p>
    <w:p w14:paraId="760E65B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A.7.3.60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HD-FDD Radio Link Monitoring Test for Out-of-sync in DRX for UE category NB1 In-band mode in normal coverage</w:t>
      </w:r>
      <w:r>
        <w:tab/>
        <w:t>1731</w:t>
      </w:r>
    </w:p>
    <w:p w14:paraId="21610EA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A.7.3.60.1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1731</w:t>
      </w:r>
    </w:p>
    <w:p w14:paraId="237ACE6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A.7.3.60.2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1735</w:t>
      </w:r>
    </w:p>
    <w:p w14:paraId="394CA9F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A.7.3.61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HD-FDD Radio Link Monitoring Test for Out-of-sync in DRX for UE category NB1 In-band mode in enhanced coverage</w:t>
      </w:r>
      <w:r>
        <w:tab/>
        <w:t>1735</w:t>
      </w:r>
    </w:p>
    <w:p w14:paraId="4D22630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A.7.3.61.1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1735</w:t>
      </w:r>
    </w:p>
    <w:p w14:paraId="3B3E7AC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A.7.3.61.2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1739</w:t>
      </w:r>
    </w:p>
    <w:p w14:paraId="66FA1A8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A.7.3.62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HD-FDD Radio Link Monitoring Test for </w:t>
      </w:r>
      <w:r>
        <w:t>In</w:t>
      </w:r>
      <w:r>
        <w:rPr>
          <w:lang w:eastAsia="zh-CN"/>
        </w:rPr>
        <w:t>-sync with DRX for UE Category NB1 In-Band mode in Enhanced Coverage</w:t>
      </w:r>
      <w:r>
        <w:tab/>
        <w:t>1739</w:t>
      </w:r>
    </w:p>
    <w:p w14:paraId="23D9C51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A.7.3.62.1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1739</w:t>
      </w:r>
    </w:p>
    <w:p w14:paraId="746B588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A.7.3.62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1743</w:t>
      </w:r>
    </w:p>
    <w:p w14:paraId="553003F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A.7.3.63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HD-FDD Radio Link Monitoring Test for In-sync with DRX for UE Category NB1 In-Band mode in Normal Coverage</w:t>
      </w:r>
      <w:r>
        <w:tab/>
        <w:t>1743</w:t>
      </w:r>
    </w:p>
    <w:p w14:paraId="2E14FB2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sv-SE"/>
        </w:rPr>
        <w:t>A.7.3.63.1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sv-SE"/>
        </w:rPr>
        <w:t>Test Purpose and Environment</w:t>
      </w:r>
      <w:r>
        <w:tab/>
        <w:t>1743</w:t>
      </w:r>
    </w:p>
    <w:p w14:paraId="75F44B5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sv-SE"/>
        </w:rPr>
        <w:t>A.7.3.63.2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sv-SE"/>
        </w:rPr>
        <w:t>Test Requirements</w:t>
      </w:r>
      <w:r>
        <w:tab/>
        <w:t>1747</w:t>
      </w:r>
    </w:p>
    <w:p w14:paraId="37FAC3E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A.7.3.64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HD-FDD Radio Link Monitoring Test for In-sync without DRX for UE Category NB1 In-Band mode in Normal Coverage</w:t>
      </w:r>
      <w:r>
        <w:tab/>
        <w:t>1747</w:t>
      </w:r>
    </w:p>
    <w:p w14:paraId="2A39A45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A.7.3.64.1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1747</w:t>
      </w:r>
    </w:p>
    <w:p w14:paraId="0063A03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A.7.3.64.2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1750</w:t>
      </w:r>
    </w:p>
    <w:p w14:paraId="090701D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A.7.3.65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HD-FDD Radio Link Monitoring Test for </w:t>
      </w:r>
      <w:r>
        <w:t>In</w:t>
      </w:r>
      <w:r>
        <w:rPr>
          <w:lang w:eastAsia="zh-CN"/>
        </w:rPr>
        <w:t>-sync without DRX for UE Category NB1 In-Band mode in Enhanced Coverage</w:t>
      </w:r>
      <w:r>
        <w:tab/>
        <w:t>1751</w:t>
      </w:r>
    </w:p>
    <w:p w14:paraId="6CDDE84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A.7.3.65.1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1751</w:t>
      </w:r>
    </w:p>
    <w:p w14:paraId="1825A2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A.7.3.65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1754</w:t>
      </w:r>
    </w:p>
    <w:p w14:paraId="76D2909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A.7.3.66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HD-FDD</w:t>
      </w:r>
      <w:r w:rsidRPr="00614873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without DRX for UE Category NB1 Standalone mode in Normal Coverage</w:t>
      </w:r>
      <w:r>
        <w:tab/>
        <w:t>1755</w:t>
      </w:r>
    </w:p>
    <w:p w14:paraId="0701E3A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A.7.3.66.1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1755</w:t>
      </w:r>
    </w:p>
    <w:p w14:paraId="6E87154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A.7.3.66.2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1757</w:t>
      </w:r>
    </w:p>
    <w:p w14:paraId="4F47DA3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A.7.3.67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HD-FDD</w:t>
      </w:r>
      <w:r w:rsidRPr="00614873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without DRX for UE Category NB1 guard band mode in Enhanced Coverage</w:t>
      </w:r>
      <w:r>
        <w:tab/>
        <w:t>1758</w:t>
      </w:r>
    </w:p>
    <w:p w14:paraId="128B94C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A.7.3.67.1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1758</w:t>
      </w:r>
    </w:p>
    <w:p w14:paraId="0FD64DA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A.7.3.67.2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1761</w:t>
      </w:r>
    </w:p>
    <w:p w14:paraId="2B6D2F6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A.7.3.68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614873">
        <w:rPr>
          <w:rFonts w:eastAsia="MS Mincho"/>
          <w:lang w:eastAsia="zh-CN"/>
        </w:rPr>
        <w:t xml:space="preserve">FDD Early Out-of-sync reporting Test </w:t>
      </w:r>
      <w:r>
        <w:rPr>
          <w:lang w:eastAsia="zh-CN"/>
        </w:rPr>
        <w:t>for Cat-M1 UE in CEMode A</w:t>
      </w:r>
      <w:r>
        <w:tab/>
        <w:t>1762</w:t>
      </w:r>
    </w:p>
    <w:p w14:paraId="16C1077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A.7.3.68.1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1762</w:t>
      </w:r>
    </w:p>
    <w:p w14:paraId="06485A2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A.7.3.68.2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1764</w:t>
      </w:r>
    </w:p>
    <w:p w14:paraId="20B6DED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A.7.3.69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HD-</w:t>
      </w:r>
      <w:r w:rsidRPr="00614873">
        <w:rPr>
          <w:rFonts w:eastAsia="MS Mincho"/>
          <w:lang w:eastAsia="zh-CN"/>
        </w:rPr>
        <w:t xml:space="preserve">FDD Early Out-of-sync reporting Test </w:t>
      </w:r>
      <w:r>
        <w:rPr>
          <w:lang w:eastAsia="zh-CN"/>
        </w:rPr>
        <w:t>for Cat-M1 UE in CEMode A</w:t>
      </w:r>
      <w:r>
        <w:tab/>
        <w:t>1764</w:t>
      </w:r>
    </w:p>
    <w:p w14:paraId="2290783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A.7.3.69.1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1764</w:t>
      </w:r>
    </w:p>
    <w:p w14:paraId="1B6084B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A.7.3.69.2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1766</w:t>
      </w:r>
    </w:p>
    <w:p w14:paraId="60D1075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A.7.3.70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TDD</w:t>
      </w:r>
      <w:r w:rsidRPr="00614873">
        <w:rPr>
          <w:rFonts w:eastAsia="MS Mincho"/>
          <w:lang w:eastAsia="zh-CN"/>
        </w:rPr>
        <w:t xml:space="preserve"> Early Out-of-sync reporting Test </w:t>
      </w:r>
      <w:r>
        <w:rPr>
          <w:lang w:eastAsia="zh-CN"/>
        </w:rPr>
        <w:t>for Cat-M1 UE in CEMode A</w:t>
      </w:r>
      <w:r>
        <w:tab/>
        <w:t>1766</w:t>
      </w:r>
    </w:p>
    <w:p w14:paraId="4E12CBA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A.7.3.70.1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1766</w:t>
      </w:r>
    </w:p>
    <w:p w14:paraId="421A96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A.7.3.70.2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1768</w:t>
      </w:r>
    </w:p>
    <w:p w14:paraId="10FD99F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A.7.3.71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>E-UTRAN FD-FDD Early In-Sync reporting Test for Cat-M1 UE in CEModeA</w:t>
      </w:r>
      <w:r>
        <w:tab/>
        <w:t>1768</w:t>
      </w:r>
    </w:p>
    <w:p w14:paraId="6C08AB3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A.7.3.71.1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1768</w:t>
      </w:r>
    </w:p>
    <w:p w14:paraId="239D3AF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A.7.3.71.2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1771</w:t>
      </w:r>
    </w:p>
    <w:p w14:paraId="61EB00F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A.7.3.72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>E-UTRAN HD-FDD Early In-Sync reporting Test for Cat-M1 UE in CEModeA</w:t>
      </w:r>
      <w:r>
        <w:tab/>
        <w:t>1771</w:t>
      </w:r>
    </w:p>
    <w:p w14:paraId="0F92217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A.7.3.72.1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1771</w:t>
      </w:r>
    </w:p>
    <w:p w14:paraId="741B6CA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A.7.3.72.2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1773</w:t>
      </w:r>
    </w:p>
    <w:p w14:paraId="5B2373D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A.7.3.73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>E-UTRAN TDD Early In-Sync reporting Test for Cat-M1 UE in CEModeA</w:t>
      </w:r>
      <w:r>
        <w:tab/>
        <w:t>1773</w:t>
      </w:r>
    </w:p>
    <w:p w14:paraId="7A1FFC0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A.7.3.73.1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1773</w:t>
      </w:r>
    </w:p>
    <w:p w14:paraId="3813D11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A.7.3.73.2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1775</w:t>
      </w:r>
    </w:p>
    <w:p w14:paraId="6B4821D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A.7.3.74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614873">
        <w:rPr>
          <w:rFonts w:eastAsia="MS Mincho"/>
          <w:lang w:eastAsia="zh-CN"/>
        </w:rPr>
        <w:t>FDD Radio Link Monitoring Test for Out-of-sync</w:t>
      </w:r>
      <w:r>
        <w:rPr>
          <w:lang w:eastAsia="zh-CN"/>
        </w:rPr>
        <w:t xml:space="preserve"> for non-BL CE UE in CEMode A</w:t>
      </w:r>
      <w:r>
        <w:tab/>
        <w:t>1775</w:t>
      </w:r>
    </w:p>
    <w:p w14:paraId="4947E6F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A.7.3.74.1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1775</w:t>
      </w:r>
    </w:p>
    <w:p w14:paraId="667456E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A.7.3.74.2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1778</w:t>
      </w:r>
    </w:p>
    <w:p w14:paraId="1836356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A.7.3.75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614873">
        <w:rPr>
          <w:rFonts w:eastAsia="MS Mincho"/>
          <w:lang w:eastAsia="zh-CN"/>
        </w:rPr>
        <w:t>FDD Radio Link Monitoring Test for In-Sync</w:t>
      </w:r>
      <w:r>
        <w:rPr>
          <w:lang w:eastAsia="zh-CN"/>
        </w:rPr>
        <w:t xml:space="preserve"> for non-BL CE UE in CEMode A</w:t>
      </w:r>
      <w:r>
        <w:tab/>
        <w:t>1778</w:t>
      </w:r>
    </w:p>
    <w:p w14:paraId="72ABA2A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A.7.3.75.1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1778</w:t>
      </w:r>
    </w:p>
    <w:p w14:paraId="3D8CED7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A.7.3.75.2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1780</w:t>
      </w:r>
    </w:p>
    <w:p w14:paraId="627FAD0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A.7.3.76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FD-FDD Radio Link Monitoring Test for Out-of-sync in DRX for non-BL CE UE configured in CEMode A</w:t>
      </w:r>
      <w:r>
        <w:tab/>
        <w:t>1781</w:t>
      </w:r>
    </w:p>
    <w:p w14:paraId="571EA0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A.7.3.76.1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1781</w:t>
      </w:r>
    </w:p>
    <w:p w14:paraId="4D12FED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A.7.3.76.2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1784</w:t>
      </w:r>
    </w:p>
    <w:p w14:paraId="6CC89F9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A.7.3.77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FD-FDD Radio Link Monitoring Test for </w:t>
      </w:r>
      <w:r>
        <w:t>In</w:t>
      </w:r>
      <w:r>
        <w:rPr>
          <w:lang w:eastAsia="zh-CN"/>
        </w:rPr>
        <w:t>-sync in DRX for non-BL CE UE configured in CEMode A</w:t>
      </w:r>
      <w:r>
        <w:tab/>
        <w:t>1784</w:t>
      </w:r>
    </w:p>
    <w:p w14:paraId="679FDB0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A.7.3.77.1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1784</w:t>
      </w:r>
    </w:p>
    <w:p w14:paraId="7AA317D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A.7.3.77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1787</w:t>
      </w:r>
    </w:p>
    <w:p w14:paraId="5DD5E9E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A.7.3.78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TDD</w:t>
      </w:r>
      <w:r w:rsidRPr="00614873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for non-BL CE UE in CEMode A</w:t>
      </w:r>
      <w:r>
        <w:tab/>
        <w:t>1787</w:t>
      </w:r>
    </w:p>
    <w:p w14:paraId="727AD3E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A.7.3.78.1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1787</w:t>
      </w:r>
    </w:p>
    <w:p w14:paraId="6D210DD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A.7.3.78.2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1790</w:t>
      </w:r>
    </w:p>
    <w:p w14:paraId="281D4D9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A.7.3.79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</w:t>
      </w:r>
      <w:r w:rsidRPr="00614873">
        <w:rPr>
          <w:rFonts w:eastAsia="MS Mincho"/>
          <w:lang w:eastAsia="zh-CN"/>
        </w:rPr>
        <w:t>DD Radio Link Monitoring Test for In-Sync</w:t>
      </w:r>
      <w:r>
        <w:rPr>
          <w:lang w:eastAsia="zh-CN"/>
        </w:rPr>
        <w:t xml:space="preserve"> for non-BL CE UE in CEMode A</w:t>
      </w:r>
      <w:r>
        <w:tab/>
        <w:t>1790</w:t>
      </w:r>
    </w:p>
    <w:p w14:paraId="0737961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A.7.3.79.1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1790</w:t>
      </w:r>
    </w:p>
    <w:p w14:paraId="7A86D0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A.7.3.79.2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1793</w:t>
      </w:r>
    </w:p>
    <w:p w14:paraId="20E90DD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A.7.3.80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Radio Link Monitoring Test for Out-of-sync in DRX for non-BL CE UE configured in CEMode A</w:t>
      </w:r>
      <w:r>
        <w:tab/>
        <w:t>1793</w:t>
      </w:r>
    </w:p>
    <w:p w14:paraId="27C4E01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A.7.3.80.1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1793</w:t>
      </w:r>
    </w:p>
    <w:p w14:paraId="46D5131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A.7.3.80.2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1796</w:t>
      </w:r>
    </w:p>
    <w:p w14:paraId="774B340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A.7.3.81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TDD Radio Link Monitoring Test for </w:t>
      </w:r>
      <w:r>
        <w:t>In</w:t>
      </w:r>
      <w:r>
        <w:rPr>
          <w:lang w:eastAsia="zh-CN"/>
        </w:rPr>
        <w:t>-sync in DRX for non-BL CE UE configured in CEMode A</w:t>
      </w:r>
      <w:r>
        <w:tab/>
        <w:t>1796</w:t>
      </w:r>
    </w:p>
    <w:p w14:paraId="1B189B8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A.7.3.81.1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1796</w:t>
      </w:r>
    </w:p>
    <w:p w14:paraId="1A129A7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A.7.3.81.2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1799</w:t>
      </w:r>
    </w:p>
    <w:p w14:paraId="56BD026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A.7.3.82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614873">
        <w:rPr>
          <w:rFonts w:eastAsia="MS Mincho"/>
          <w:lang w:eastAsia="zh-CN"/>
        </w:rPr>
        <w:t xml:space="preserve">FDD Early Out-of-sync reporting Test </w:t>
      </w:r>
      <w:r>
        <w:rPr>
          <w:lang w:eastAsia="zh-CN"/>
        </w:rPr>
        <w:t>for Cat-M1 UE in CEModeB</w:t>
      </w:r>
      <w:r>
        <w:tab/>
        <w:t>1799</w:t>
      </w:r>
    </w:p>
    <w:p w14:paraId="2C11F93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A.7.3.82.1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1799</w:t>
      </w:r>
    </w:p>
    <w:p w14:paraId="48929DF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A.7.3.82.2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1802</w:t>
      </w:r>
    </w:p>
    <w:p w14:paraId="3BC3685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A.7.3.83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>E-UTRAN FD-FDD Early In-Sync reporting Test for Cat-M1 UE in CEModeB</w:t>
      </w:r>
      <w:r>
        <w:tab/>
        <w:t>1802</w:t>
      </w:r>
    </w:p>
    <w:p w14:paraId="5286E0B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A.7.3.83.1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1802</w:t>
      </w:r>
    </w:p>
    <w:p w14:paraId="1B67CA2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A.7.3.83.2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1803</w:t>
      </w:r>
    </w:p>
    <w:p w14:paraId="77C26BA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A.7.3.84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HD-FDD</w:t>
      </w:r>
      <w:r w:rsidRPr="00614873">
        <w:rPr>
          <w:rFonts w:eastAsia="MS Mincho"/>
          <w:lang w:eastAsia="zh-CN"/>
        </w:rPr>
        <w:t xml:space="preserve"> Early Out-of-sync reporting Test </w:t>
      </w:r>
      <w:r>
        <w:rPr>
          <w:lang w:eastAsia="zh-CN"/>
        </w:rPr>
        <w:t>for Cat-M1 UE in CEModeB</w:t>
      </w:r>
      <w:r>
        <w:tab/>
        <w:t>1804</w:t>
      </w:r>
    </w:p>
    <w:p w14:paraId="78A864F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A.7.3.84.1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1804</w:t>
      </w:r>
    </w:p>
    <w:p w14:paraId="6F374C3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A.7.3.84.2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1806</w:t>
      </w:r>
    </w:p>
    <w:p w14:paraId="377317F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A.7.3.85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>E-UTRAN HD-FDD Early In-Sync reporting Test for Cat-M1 UE in CEModeB</w:t>
      </w:r>
      <w:r>
        <w:tab/>
        <w:t>1806</w:t>
      </w:r>
    </w:p>
    <w:p w14:paraId="556B5E0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A.7.3.85.1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1806</w:t>
      </w:r>
    </w:p>
    <w:p w14:paraId="13034A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A.7.3.85.2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1807</w:t>
      </w:r>
    </w:p>
    <w:p w14:paraId="003C92D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A.7.3.86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TDD</w:t>
      </w:r>
      <w:r w:rsidRPr="00614873">
        <w:rPr>
          <w:rFonts w:eastAsia="MS Mincho"/>
          <w:lang w:eastAsia="zh-CN"/>
        </w:rPr>
        <w:t xml:space="preserve"> Early Out-of-sync reporting Test </w:t>
      </w:r>
      <w:r>
        <w:rPr>
          <w:lang w:eastAsia="zh-CN"/>
        </w:rPr>
        <w:t>for Cat-M1 UE in CEModeB</w:t>
      </w:r>
      <w:r>
        <w:tab/>
        <w:t>1808</w:t>
      </w:r>
    </w:p>
    <w:p w14:paraId="2EDA0BD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A.7.3.86.1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1808</w:t>
      </w:r>
    </w:p>
    <w:p w14:paraId="7E04E06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A.7.3.86.2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1810</w:t>
      </w:r>
    </w:p>
    <w:p w14:paraId="1C2147C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A.7.3.87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>E-UTRAN TDD Early In-Sync reporting Test for Cat-M1 UE in CEModeB</w:t>
      </w:r>
      <w:r>
        <w:tab/>
        <w:t>1810</w:t>
      </w:r>
    </w:p>
    <w:p w14:paraId="43CB63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A.7.3.87.1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1810</w:t>
      </w:r>
    </w:p>
    <w:p w14:paraId="6CA3C7A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A.7.3.87.2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1812</w:t>
      </w:r>
    </w:p>
    <w:p w14:paraId="623055D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A.7.3.88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TDD Radio Link Monitoring Test for Out-of-sync in DRX for UE category NB1 In-band mode in normal coverage</w:t>
      </w:r>
      <w:r>
        <w:tab/>
        <w:t>1813</w:t>
      </w:r>
    </w:p>
    <w:p w14:paraId="735B28F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A.7.3.88.1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1813</w:t>
      </w:r>
    </w:p>
    <w:p w14:paraId="0B40A87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A.7.3.88.2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1817</w:t>
      </w:r>
    </w:p>
    <w:p w14:paraId="4A8A967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A.7.3.89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TDD Radio Link Monitoring Test for Out-of-sync in DRX for UE category NB1 In-band mode in enhanced coverage</w:t>
      </w:r>
      <w:r>
        <w:tab/>
        <w:t>1817</w:t>
      </w:r>
    </w:p>
    <w:p w14:paraId="41BA716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A.7.3.89.1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1817</w:t>
      </w:r>
    </w:p>
    <w:p w14:paraId="289C412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A.7.3.89.2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1821</w:t>
      </w:r>
    </w:p>
    <w:p w14:paraId="0D7D11E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A.7.3.90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TDD Radio Link Monitoring Test for In-sync with DRX for UE Category NB1 In-Band mode in Normal Coverage</w:t>
      </w:r>
      <w:r>
        <w:tab/>
        <w:t>1821</w:t>
      </w:r>
    </w:p>
    <w:p w14:paraId="1224610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sv-SE"/>
        </w:rPr>
        <w:t>A.7.3.90.1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sv-SE"/>
        </w:rPr>
        <w:t>Test Purpose and Environment</w:t>
      </w:r>
      <w:r>
        <w:tab/>
        <w:t>1821</w:t>
      </w:r>
    </w:p>
    <w:p w14:paraId="18AAED1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sv-SE"/>
        </w:rPr>
        <w:t>A.7.3.90.2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sv-SE"/>
        </w:rPr>
        <w:t>Test Requirements</w:t>
      </w:r>
      <w:r>
        <w:tab/>
        <w:t>1825</w:t>
      </w:r>
    </w:p>
    <w:p w14:paraId="7055360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A.7.3.91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TDD Radio Link Monitoring Test for </w:t>
      </w:r>
      <w:r>
        <w:t>In</w:t>
      </w:r>
      <w:r>
        <w:rPr>
          <w:lang w:eastAsia="zh-CN"/>
        </w:rPr>
        <w:t>-sync with DRX for UE Category NB1 In-Band mode in Enhanced Coverage</w:t>
      </w:r>
      <w:r>
        <w:tab/>
        <w:t>1825</w:t>
      </w:r>
    </w:p>
    <w:p w14:paraId="1006CC1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A.7.3.91.1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1825</w:t>
      </w:r>
    </w:p>
    <w:p w14:paraId="6FD0598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A.7.3.91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1829</w:t>
      </w:r>
    </w:p>
    <w:p w14:paraId="2706B13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A.7.3.92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Radio Link Monitoring Test for In-sync without DRX for UE Category NB1 In-Band mode in Normal Coverage</w:t>
      </w:r>
      <w:r>
        <w:tab/>
        <w:t>1829</w:t>
      </w:r>
    </w:p>
    <w:p w14:paraId="46C833B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A.7.3.92.1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1829</w:t>
      </w:r>
    </w:p>
    <w:p w14:paraId="0974AC9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A.7.3.92.2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1832</w:t>
      </w:r>
    </w:p>
    <w:p w14:paraId="5C0D6CF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A.7.3.93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TDD Radio Link Monitoring Test for </w:t>
      </w:r>
      <w:r>
        <w:t>In</w:t>
      </w:r>
      <w:r>
        <w:rPr>
          <w:lang w:eastAsia="zh-CN"/>
        </w:rPr>
        <w:t>-sync without DRX for UE Category NB1 In-Band mode in Enhanced Coverage</w:t>
      </w:r>
      <w:r>
        <w:tab/>
        <w:t>1833</w:t>
      </w:r>
    </w:p>
    <w:p w14:paraId="0A1A8A0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A.7.3.93.1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1833</w:t>
      </w:r>
    </w:p>
    <w:p w14:paraId="372E659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A.7.3.93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1836</w:t>
      </w:r>
    </w:p>
    <w:p w14:paraId="09FC486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A.7.3.94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TDD</w:t>
      </w:r>
      <w:r w:rsidRPr="00614873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without DRX for UE Category NB1 Standalone mode in Normal Coverage</w:t>
      </w:r>
      <w:r>
        <w:tab/>
        <w:t>1837</w:t>
      </w:r>
    </w:p>
    <w:p w14:paraId="2E720BC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A.7.3.94.1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1837</w:t>
      </w:r>
    </w:p>
    <w:p w14:paraId="683BB1C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A.7.3.94.2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1839</w:t>
      </w:r>
    </w:p>
    <w:p w14:paraId="551F23B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A.7.3.95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TDD</w:t>
      </w:r>
      <w:r w:rsidRPr="00614873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without DRX for UE Category NB1 guard band mode in Enhanced Coverage</w:t>
      </w:r>
      <w:r>
        <w:tab/>
        <w:t>1840</w:t>
      </w:r>
    </w:p>
    <w:p w14:paraId="26AACF5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A.7.3.95.1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1840</w:t>
      </w:r>
    </w:p>
    <w:p w14:paraId="01E139F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A.7.3.95.2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1843</w:t>
      </w:r>
    </w:p>
    <w:p w14:paraId="387967C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A.7.3.96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614873">
        <w:rPr>
          <w:rFonts w:eastAsia="MS Mincho"/>
          <w:lang w:eastAsia="zh-CN"/>
        </w:rPr>
        <w:t>FDD Radio Link Monitoring Test for Out-of-sync</w:t>
      </w:r>
      <w:r>
        <w:rPr>
          <w:lang w:eastAsia="zh-CN"/>
        </w:rPr>
        <w:t xml:space="preserve"> for Cat-M1 UE in CEMode A for MPDCCH performance improvement</w:t>
      </w:r>
      <w:r>
        <w:tab/>
        <w:t>1843</w:t>
      </w:r>
    </w:p>
    <w:p w14:paraId="248F668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A.7.3.96.1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1843</w:t>
      </w:r>
    </w:p>
    <w:p w14:paraId="2C5E52F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A.7.3.97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>E-UTRAN HD-FDD Radio Link Monitoring Test for Out-of-sync for Cat-M1 UE in CEMode A</w:t>
      </w:r>
      <w:r>
        <w:rPr>
          <w:lang w:eastAsia="zh-CN"/>
        </w:rPr>
        <w:t xml:space="preserve"> for MPDCCH performance improvement</w:t>
      </w:r>
      <w:r>
        <w:tab/>
        <w:t>1845</w:t>
      </w:r>
    </w:p>
    <w:p w14:paraId="39A0BCF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A.7.3.97.1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1845</w:t>
      </w:r>
    </w:p>
    <w:p w14:paraId="667E52A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A.7.3.97.2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1848</w:t>
      </w:r>
    </w:p>
    <w:p w14:paraId="1734D0D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A.7.3.98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TDD</w:t>
      </w:r>
      <w:r w:rsidRPr="00614873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for Cat-M1 UE in CEMode A for MPDCCH performance improvement</w:t>
      </w:r>
      <w:r>
        <w:tab/>
        <w:t>1848</w:t>
      </w:r>
    </w:p>
    <w:p w14:paraId="603CA69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A.7.3.98.1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1848</w:t>
      </w:r>
    </w:p>
    <w:p w14:paraId="11CFCA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A.7.3.98.2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1851</w:t>
      </w:r>
    </w:p>
    <w:p w14:paraId="6B9B031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A.7.3.99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614873">
        <w:rPr>
          <w:rFonts w:eastAsia="MS Mincho"/>
          <w:lang w:eastAsia="zh-CN"/>
        </w:rPr>
        <w:t xml:space="preserve">FDD Early Out-of-sync reporting Test </w:t>
      </w:r>
      <w:r>
        <w:rPr>
          <w:lang w:eastAsia="zh-CN"/>
        </w:rPr>
        <w:t>for Cat-M1 UE in CEModeB for MPDCCH performance improvement</w:t>
      </w:r>
      <w:r>
        <w:tab/>
        <w:t>1851</w:t>
      </w:r>
    </w:p>
    <w:p w14:paraId="34D2E1E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A.7.3.99.1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1851</w:t>
      </w:r>
    </w:p>
    <w:p w14:paraId="19310C4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A.7.3.99.2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1854</w:t>
      </w:r>
    </w:p>
    <w:p w14:paraId="09B18DF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A.7.3.100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HD-FDD</w:t>
      </w:r>
      <w:r w:rsidRPr="00614873">
        <w:rPr>
          <w:rFonts w:eastAsia="MS Mincho"/>
          <w:lang w:eastAsia="zh-CN"/>
        </w:rPr>
        <w:t xml:space="preserve"> Early Out-of-sync reporting Test </w:t>
      </w:r>
      <w:r>
        <w:rPr>
          <w:lang w:eastAsia="zh-CN"/>
        </w:rPr>
        <w:t>for Cat-M1 UE in CEModeB for MPDCCH performance improvement</w:t>
      </w:r>
      <w:r>
        <w:tab/>
        <w:t>1854</w:t>
      </w:r>
    </w:p>
    <w:p w14:paraId="7BA0D63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A.7.3.100.1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1854</w:t>
      </w:r>
    </w:p>
    <w:p w14:paraId="6447A5E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A.7.3.100.2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1856</w:t>
      </w:r>
    </w:p>
    <w:p w14:paraId="2BB423D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A.7.3.101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TDD</w:t>
      </w:r>
      <w:r w:rsidRPr="00614873">
        <w:rPr>
          <w:rFonts w:eastAsia="MS Mincho"/>
          <w:lang w:eastAsia="zh-CN"/>
        </w:rPr>
        <w:t xml:space="preserve"> Early Out-of-sync reporting Test </w:t>
      </w:r>
      <w:r>
        <w:rPr>
          <w:lang w:eastAsia="zh-CN"/>
        </w:rPr>
        <w:t>for Cat-M1 UE in CEModeB for MPDCCH performance improvement</w:t>
      </w:r>
      <w:r>
        <w:tab/>
        <w:t>1856</w:t>
      </w:r>
    </w:p>
    <w:p w14:paraId="38CF232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A.7.3.101.1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1856</w:t>
      </w:r>
    </w:p>
    <w:p w14:paraId="7D837BC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A.7.3.101.2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1858</w:t>
      </w:r>
    </w:p>
    <w:p w14:paraId="38309CD8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for Dual Connectivity</w:t>
      </w:r>
      <w:r>
        <w:tab/>
        <w:t>1858</w:t>
      </w:r>
    </w:p>
    <w:p w14:paraId="3BFDE79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interruption at transitions between active and non-active during DRX in synchronous DC</w:t>
      </w:r>
      <w:r>
        <w:tab/>
        <w:t>1858</w:t>
      </w:r>
    </w:p>
    <w:p w14:paraId="16AAF6A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1858</w:t>
      </w:r>
    </w:p>
    <w:p w14:paraId="37C6551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1861</w:t>
      </w:r>
    </w:p>
    <w:p w14:paraId="4EBB321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DC interruption at transitions between active and non-active during DRX in synchronous DC</w:t>
      </w:r>
      <w:r>
        <w:tab/>
        <w:t>1861</w:t>
      </w:r>
    </w:p>
    <w:p w14:paraId="7E7C806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1861</w:t>
      </w:r>
    </w:p>
    <w:p w14:paraId="0957D60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1863</w:t>
      </w:r>
    </w:p>
    <w:p w14:paraId="09BA8AE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Interruption at transitions between active and non-active during DRX in asynchronous dual connectivity</w:t>
      </w:r>
      <w:r>
        <w:tab/>
        <w:t>1863</w:t>
      </w:r>
    </w:p>
    <w:p w14:paraId="546FC13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A.7.4.3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1863</w:t>
      </w:r>
    </w:p>
    <w:p w14:paraId="5E5554F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1865</w:t>
      </w:r>
    </w:p>
    <w:p w14:paraId="0AAA7C9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FDD-TDD DC interruption at transitions between active and non-active during DRX in synchronous DC</w:t>
      </w:r>
      <w:r>
        <w:tab/>
        <w:t>1865</w:t>
      </w:r>
    </w:p>
    <w:p w14:paraId="4979E73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A.7.4.4.1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1865</w:t>
      </w:r>
    </w:p>
    <w:p w14:paraId="64A93F8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A.7.4.</w:t>
      </w:r>
      <w:r w:rsidRPr="00614873">
        <w:rPr>
          <w:snapToGrid w:val="0"/>
          <w:lang w:eastAsia="zh-CN"/>
        </w:rPr>
        <w:t>4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1868</w:t>
      </w:r>
    </w:p>
    <w:p w14:paraId="4BF7814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DC interruption at transitions between active and non-active during DRX in synchronous DC</w:t>
      </w:r>
      <w:r>
        <w:tab/>
        <w:t>1868</w:t>
      </w:r>
    </w:p>
    <w:p w14:paraId="71283D9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A.7.4.5.1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1868</w:t>
      </w:r>
    </w:p>
    <w:p w14:paraId="2FCFA2C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A.7.4.</w:t>
      </w:r>
      <w:r w:rsidRPr="00614873">
        <w:rPr>
          <w:snapToGrid w:val="0"/>
          <w:lang w:eastAsia="zh-CN"/>
        </w:rPr>
        <w:t>5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1870</w:t>
      </w:r>
    </w:p>
    <w:p w14:paraId="4BA536F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A.7.4.6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FDD-TDD DC interruption at SRS carrier based switching</w:t>
      </w:r>
      <w:r>
        <w:tab/>
        <w:t>1870</w:t>
      </w:r>
    </w:p>
    <w:p w14:paraId="1C3A66D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1870</w:t>
      </w:r>
    </w:p>
    <w:p w14:paraId="0787258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</w:t>
      </w:r>
      <w:r w:rsidRPr="00614873">
        <w:rPr>
          <w:snapToGrid w:val="0"/>
          <w:lang w:eastAsia="zh-CN"/>
        </w:rPr>
        <w:t>4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1872</w:t>
      </w:r>
    </w:p>
    <w:p w14:paraId="66B7C8C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A.7.4.7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TDD-TDD DC interruption at SRS carrier based switching</w:t>
      </w:r>
      <w:r>
        <w:tab/>
        <w:t>1872</w:t>
      </w:r>
    </w:p>
    <w:p w14:paraId="339EED4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1872</w:t>
      </w:r>
    </w:p>
    <w:p w14:paraId="7301E5A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A.7.4.7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1875</w:t>
      </w:r>
    </w:p>
    <w:p w14:paraId="2AD52E1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Proximity-based Services</w:t>
      </w:r>
      <w:r>
        <w:tab/>
        <w:t>1875</w:t>
      </w:r>
    </w:p>
    <w:p w14:paraId="4F55CEC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ProSe Direct Discovery Transmission Timing Accuracy Test</w:t>
      </w:r>
      <w:r>
        <w:tab/>
        <w:t>1875</w:t>
      </w:r>
    </w:p>
    <w:p w14:paraId="29EB228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1875</w:t>
      </w:r>
    </w:p>
    <w:p w14:paraId="3C996F2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1876</w:t>
      </w:r>
    </w:p>
    <w:p w14:paraId="65496B7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UE ProSe Direct Discovery Transmission Timing Accuracy Test</w:t>
      </w:r>
      <w:r>
        <w:tab/>
        <w:t>1877</w:t>
      </w:r>
    </w:p>
    <w:p w14:paraId="4CAD186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1877</w:t>
      </w:r>
    </w:p>
    <w:p w14:paraId="278D6B7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1877</w:t>
      </w:r>
    </w:p>
    <w:p w14:paraId="7760F52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Interruptions due to ProSe Direct Discovery</w:t>
      </w:r>
      <w:r>
        <w:tab/>
        <w:t>1878</w:t>
      </w:r>
    </w:p>
    <w:p w14:paraId="5DAA684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1878</w:t>
      </w:r>
    </w:p>
    <w:p w14:paraId="6D6E8CB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1879</w:t>
      </w:r>
    </w:p>
    <w:p w14:paraId="4518E8B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ProSe Direct Communication Transmission Timing Accuracy Test</w:t>
      </w:r>
      <w:r>
        <w:tab/>
        <w:t>1880</w:t>
      </w:r>
    </w:p>
    <w:p w14:paraId="67A3F90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1880</w:t>
      </w:r>
    </w:p>
    <w:p w14:paraId="1896B31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1881</w:t>
      </w:r>
    </w:p>
    <w:p w14:paraId="6860DF0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Interruptions due to ProSe Direct Communication</w:t>
      </w:r>
      <w:r>
        <w:tab/>
        <w:t>1882</w:t>
      </w:r>
    </w:p>
    <w:p w14:paraId="6759FF4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1882</w:t>
      </w:r>
    </w:p>
    <w:p w14:paraId="02A3A69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1884</w:t>
      </w:r>
    </w:p>
    <w:p w14:paraId="5B3B514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Interruptions due to ProSe Direct Discovery with discovery period less than 320ms</w:t>
      </w:r>
      <w:r>
        <w:tab/>
        <w:t>1885</w:t>
      </w:r>
    </w:p>
    <w:p w14:paraId="0DAA5A9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1885</w:t>
      </w:r>
    </w:p>
    <w:p w14:paraId="5B61B05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1886</w:t>
      </w:r>
    </w:p>
    <w:p w14:paraId="4DB5D10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- Interruptions due to ProSe Direct Discovery</w:t>
      </w:r>
      <w:r>
        <w:tab/>
        <w:t>1887</w:t>
      </w:r>
    </w:p>
    <w:p w14:paraId="53206C2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1887</w:t>
      </w:r>
    </w:p>
    <w:p w14:paraId="1DE11A7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1889</w:t>
      </w:r>
    </w:p>
    <w:p w14:paraId="5FC1E17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- Cell reselection and timing accuracy for ProSe Direct Discovery transmission on non-serving frequency</w:t>
      </w:r>
      <w:r>
        <w:tab/>
        <w:t>1889</w:t>
      </w:r>
    </w:p>
    <w:p w14:paraId="2BF4351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1889</w:t>
      </w:r>
    </w:p>
    <w:p w14:paraId="52A605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1891</w:t>
      </w:r>
    </w:p>
    <w:p w14:paraId="462379A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FDD-FDD - </w:t>
      </w:r>
      <w:r w:rsidRPr="00614873">
        <w:rPr>
          <w:lang w:val="en-US"/>
        </w:rPr>
        <w:t xml:space="preserve">Interruptions due to ProSe Direct Discovery reception on non-serving </w:t>
      </w:r>
      <w:r>
        <w:t>frequency</w:t>
      </w:r>
      <w:r>
        <w:tab/>
        <w:t>1892</w:t>
      </w:r>
    </w:p>
    <w:p w14:paraId="59FEF7F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1892</w:t>
      </w:r>
    </w:p>
    <w:p w14:paraId="257BF26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1894</w:t>
      </w:r>
    </w:p>
    <w:p w14:paraId="1F0F6FA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FDD-FDD - </w:t>
      </w:r>
      <w:r w:rsidRPr="00614873">
        <w:rPr>
          <w:lang w:val="en-US"/>
        </w:rPr>
        <w:t xml:space="preserve">Interruptions due to ProSe Direct Discovery transmission on non-serving </w:t>
      </w:r>
      <w:r>
        <w:t>frequency</w:t>
      </w:r>
      <w:r>
        <w:tab/>
        <w:t>1895</w:t>
      </w:r>
    </w:p>
    <w:p w14:paraId="2E3B14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1895</w:t>
      </w:r>
    </w:p>
    <w:p w14:paraId="2B8AE9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1897</w:t>
      </w:r>
    </w:p>
    <w:p w14:paraId="0B2F4F5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FDD-FDD - </w:t>
      </w:r>
      <w:r w:rsidRPr="00614873">
        <w:rPr>
          <w:lang w:val="en-US"/>
        </w:rPr>
        <w:t xml:space="preserve">Interruptions due to ProSe Direct Communication on non-serving </w:t>
      </w:r>
      <w:r>
        <w:t>frequency</w:t>
      </w:r>
      <w:r>
        <w:tab/>
        <w:t>1898</w:t>
      </w:r>
    </w:p>
    <w:p w14:paraId="3102C8F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1898</w:t>
      </w:r>
    </w:p>
    <w:p w14:paraId="52E587B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1900</w:t>
      </w:r>
    </w:p>
    <w:p w14:paraId="4A93A62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Selection / Reselection of ProSe relay UE</w:t>
      </w:r>
      <w:r>
        <w:tab/>
        <w:t>1900</w:t>
      </w:r>
    </w:p>
    <w:p w14:paraId="1D5B2FD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1900</w:t>
      </w:r>
    </w:p>
    <w:p w14:paraId="4E4731F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1904</w:t>
      </w:r>
    </w:p>
    <w:p w14:paraId="1C55531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for carrier aggregation</w:t>
      </w:r>
      <w:r>
        <w:tab/>
        <w:t>1905</w:t>
      </w:r>
    </w:p>
    <w:p w14:paraId="106131D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FDD-TDD CA interruption at SRS carrier based switching</w:t>
      </w:r>
      <w:r>
        <w:tab/>
        <w:t>1905</w:t>
      </w:r>
    </w:p>
    <w:p w14:paraId="7BC2879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1905</w:t>
      </w:r>
    </w:p>
    <w:p w14:paraId="70D9387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1908</w:t>
      </w:r>
    </w:p>
    <w:p w14:paraId="58585AD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TDD-TDD CA interruption at SRS carrier based switching</w:t>
      </w:r>
      <w:r>
        <w:tab/>
        <w:t>1908</w:t>
      </w:r>
    </w:p>
    <w:p w14:paraId="50A1BEB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1908</w:t>
      </w:r>
    </w:p>
    <w:p w14:paraId="681DB5A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A.7.6.2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1911</w:t>
      </w:r>
    </w:p>
    <w:p w14:paraId="56CE1B89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A.8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UE Measurements Procedures</w:t>
      </w:r>
      <w:r>
        <w:tab/>
        <w:t>1911</w:t>
      </w:r>
    </w:p>
    <w:p w14:paraId="3C03312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Measurements</w:t>
      </w:r>
      <w:r>
        <w:tab/>
        <w:t>1911</w:t>
      </w:r>
    </w:p>
    <w:p w14:paraId="6180C17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intra-frequency event triggered reporting under fading propagation conditions in asynchronous cells</w:t>
      </w:r>
      <w:r>
        <w:tab/>
        <w:t>1911</w:t>
      </w:r>
    </w:p>
    <w:p w14:paraId="2389C89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1911</w:t>
      </w:r>
    </w:p>
    <w:p w14:paraId="77E1401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1913</w:t>
      </w:r>
    </w:p>
    <w:p w14:paraId="1763A5A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FDD-FDD intra-frequency event triggered reporting under fading propagation conditions in synchronous cells</w:t>
      </w:r>
      <w:r>
        <w:tab/>
        <w:t>1914</w:t>
      </w:r>
    </w:p>
    <w:p w14:paraId="64D659E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1914</w:t>
      </w:r>
    </w:p>
    <w:p w14:paraId="0E44884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1915</w:t>
      </w:r>
    </w:p>
    <w:p w14:paraId="762DDC7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FDD-FDD intra-frequency event triggered reporting under fading propagation conditions in synchronous cells with DRX</w:t>
      </w:r>
      <w:r>
        <w:tab/>
        <w:t>1916</w:t>
      </w:r>
    </w:p>
    <w:p w14:paraId="586EDF8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1916</w:t>
      </w:r>
    </w:p>
    <w:p w14:paraId="3081F6E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1918</w:t>
      </w:r>
    </w:p>
    <w:p w14:paraId="04EA43A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Void</w:t>
      </w:r>
      <w:r>
        <w:tab/>
        <w:t>1918</w:t>
      </w:r>
    </w:p>
    <w:p w14:paraId="2A33276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</w:t>
      </w:r>
      <w:r>
        <w:tab/>
        <w:t>1918</w:t>
      </w:r>
    </w:p>
    <w:p w14:paraId="077C69C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1918</w:t>
      </w:r>
    </w:p>
    <w:p w14:paraId="4AF391D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1920</w:t>
      </w:r>
    </w:p>
    <w:p w14:paraId="7D2F0A6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</w:t>
      </w:r>
      <w:r>
        <w:rPr>
          <w:lang w:eastAsia="zh-CN"/>
        </w:rPr>
        <w:t>-</w:t>
      </w:r>
      <w:r>
        <w:t>frequency identification of a new CGI of E-UTRA cell using autonomous gaps</w:t>
      </w:r>
      <w:r w:rsidRPr="00614873">
        <w:rPr>
          <w:rFonts w:cs="v4.2.0"/>
        </w:rPr>
        <w:t xml:space="preserve"> </w:t>
      </w:r>
      <w:r w:rsidRPr="00614873">
        <w:rPr>
          <w:rFonts w:cs="v4.2.0"/>
          <w:lang w:eastAsia="zh-CN"/>
        </w:rPr>
        <w:t>with DRX</w:t>
      </w:r>
      <w:r>
        <w:tab/>
        <w:t>1920</w:t>
      </w:r>
    </w:p>
    <w:p w14:paraId="10AEB9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1920</w:t>
      </w:r>
    </w:p>
    <w:p w14:paraId="1A09AAD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1922</w:t>
      </w:r>
    </w:p>
    <w:p w14:paraId="7FEC626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A.8.1.7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Intra-Frequency Event-Triggered Reporting under Time Domain Measurement Resource Restriction with Non-MBSFN ABS</w:t>
      </w:r>
      <w:r>
        <w:tab/>
        <w:t>1922</w:t>
      </w:r>
    </w:p>
    <w:p w14:paraId="2A8726B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1922</w:t>
      </w:r>
    </w:p>
    <w:p w14:paraId="1DE5F2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1924</w:t>
      </w:r>
    </w:p>
    <w:p w14:paraId="1985E0A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Intra-Frequency Event-Triggered Reporting under Time Domain Measurement Resource Restriction with CRS Assistance Information and Non-MBSFN ABS</w:t>
      </w:r>
      <w:r>
        <w:tab/>
        <w:t>1925</w:t>
      </w:r>
    </w:p>
    <w:p w14:paraId="400867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1925</w:t>
      </w:r>
    </w:p>
    <w:p w14:paraId="1D7C096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1927</w:t>
      </w:r>
    </w:p>
    <w:p w14:paraId="3A8117D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</w:t>
      </w:r>
      <w:r>
        <w:rPr>
          <w:lang w:eastAsia="zh-CN"/>
        </w:rPr>
        <w:t>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intra-frequency event triggered reporting under fading propagation conditions in asynchronous cells</w:t>
      </w:r>
      <w:r>
        <w:rPr>
          <w:lang w:eastAsia="zh-CN"/>
        </w:rPr>
        <w:t xml:space="preserve"> for 5MHz bandwidth</w:t>
      </w:r>
      <w:r>
        <w:tab/>
        <w:t>1928</w:t>
      </w:r>
    </w:p>
    <w:p w14:paraId="057D97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</w:t>
      </w:r>
      <w:r w:rsidRPr="00614873">
        <w:rPr>
          <w:snapToGrid w:val="0"/>
          <w:lang w:eastAsia="zh-CN"/>
        </w:rPr>
        <w:t>9</w:t>
      </w:r>
      <w:r w:rsidRPr="00614873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1928</w:t>
      </w:r>
    </w:p>
    <w:p w14:paraId="3E3C6D7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</w:t>
      </w:r>
      <w:r w:rsidRPr="00614873">
        <w:rPr>
          <w:snapToGrid w:val="0"/>
          <w:lang w:eastAsia="zh-CN"/>
        </w:rPr>
        <w:t>9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1928</w:t>
      </w:r>
    </w:p>
    <w:p w14:paraId="2F3F928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Intra-Frequency Event Triggered Reporting under Fading Propagation Conditions in Synchronous Cells with DRX for 5 MHz Bandwidth</w:t>
      </w:r>
      <w:r>
        <w:tab/>
        <w:t>1928</w:t>
      </w:r>
    </w:p>
    <w:p w14:paraId="34E4C5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A.8.1.10.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1928</w:t>
      </w:r>
    </w:p>
    <w:p w14:paraId="477C2FE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1929</w:t>
      </w:r>
    </w:p>
    <w:p w14:paraId="024798A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intra-frequency event triggered reporting under fading propagation conditions in asynchronous cells for UE category 0</w:t>
      </w:r>
      <w:r>
        <w:tab/>
        <w:t>1929</w:t>
      </w:r>
    </w:p>
    <w:p w14:paraId="0FB7F45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1929</w:t>
      </w:r>
    </w:p>
    <w:p w14:paraId="1F24A35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1931</w:t>
      </w:r>
    </w:p>
    <w:p w14:paraId="5B9C12C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A.8.1.12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FDD-FDD intra-frequency event triggered reporting under fading propagation conditions in synchronous cells for UE category 0</w:t>
      </w:r>
      <w:r>
        <w:tab/>
        <w:t>1932</w:t>
      </w:r>
    </w:p>
    <w:p w14:paraId="0D886C8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1932</w:t>
      </w:r>
    </w:p>
    <w:p w14:paraId="45B7440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1933</w:t>
      </w:r>
    </w:p>
    <w:p w14:paraId="22BA0FC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A.8.1.13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FDD-FDD intra-frequency event triggered reporting under fading propagation conditions in synchronous cells with DRX for UE category 0</w:t>
      </w:r>
      <w:r>
        <w:tab/>
        <w:t>1934</w:t>
      </w:r>
    </w:p>
    <w:p w14:paraId="56FCC89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A.8.1.13.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1934</w:t>
      </w:r>
    </w:p>
    <w:p w14:paraId="3AA9487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1936</w:t>
      </w:r>
    </w:p>
    <w:p w14:paraId="0B4EBD4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intra-frequency event triggered reporting under fading propagation conditions in asynchronous cells for UE category 0</w:t>
      </w:r>
      <w:r>
        <w:tab/>
        <w:t>1936</w:t>
      </w:r>
    </w:p>
    <w:p w14:paraId="66BF11E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1936</w:t>
      </w:r>
    </w:p>
    <w:p w14:paraId="4B1F642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1938</w:t>
      </w:r>
    </w:p>
    <w:p w14:paraId="0E50EDD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A.8.1.15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HD-FDD intra-frequency event triggered reporting under fading propagation conditions in synchronous cells for UE category 0</w:t>
      </w:r>
      <w:r>
        <w:tab/>
        <w:t>1939</w:t>
      </w:r>
    </w:p>
    <w:p w14:paraId="51C18FF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1939</w:t>
      </w:r>
    </w:p>
    <w:p w14:paraId="09BC294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1940</w:t>
      </w:r>
    </w:p>
    <w:p w14:paraId="1287838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A.8.1.16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HD-FDD intra-frequency event triggered reporting under fading propagation conditions in synchronous cells with DRX for UE category 0</w:t>
      </w:r>
      <w:r>
        <w:tab/>
        <w:t>1941</w:t>
      </w:r>
    </w:p>
    <w:p w14:paraId="73CC73A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A.8.1.16.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1941</w:t>
      </w:r>
    </w:p>
    <w:p w14:paraId="057DC9A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1943</w:t>
      </w:r>
    </w:p>
    <w:p w14:paraId="45AEBD0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1943</w:t>
      </w:r>
    </w:p>
    <w:p w14:paraId="5B9589F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A.8.1.18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Void</w:t>
      </w:r>
      <w:r>
        <w:tab/>
        <w:t>1943</w:t>
      </w:r>
    </w:p>
    <w:p w14:paraId="12DA577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 for UE category 0</w:t>
      </w:r>
      <w:r>
        <w:tab/>
        <w:t>1943</w:t>
      </w:r>
    </w:p>
    <w:p w14:paraId="5D5B4E4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1943</w:t>
      </w:r>
    </w:p>
    <w:p w14:paraId="12D785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1945</w:t>
      </w:r>
    </w:p>
    <w:p w14:paraId="71188D4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</w:t>
      </w:r>
      <w:r>
        <w:rPr>
          <w:lang w:eastAsia="zh-CN"/>
        </w:rPr>
        <w:t>-</w:t>
      </w:r>
      <w:r>
        <w:t>frequency identification of a new CGI of E-UTRA cell using autonomous gaps</w:t>
      </w:r>
      <w:r w:rsidRPr="00614873">
        <w:rPr>
          <w:rFonts w:cs="v4.2.0"/>
        </w:rPr>
        <w:t xml:space="preserve"> </w:t>
      </w:r>
      <w:r w:rsidRPr="00614873">
        <w:rPr>
          <w:rFonts w:cs="v4.2.0"/>
          <w:lang w:eastAsia="zh-CN"/>
        </w:rPr>
        <w:t>with DRX for UE category 0</w:t>
      </w:r>
      <w:r>
        <w:tab/>
        <w:t>1946</w:t>
      </w:r>
    </w:p>
    <w:p w14:paraId="55F0CE2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1946</w:t>
      </w:r>
    </w:p>
    <w:p w14:paraId="1221CDF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1948</w:t>
      </w:r>
    </w:p>
    <w:p w14:paraId="35E84D9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 - FDD 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 for UE category 0</w:t>
      </w:r>
      <w:r>
        <w:tab/>
        <w:t>1948</w:t>
      </w:r>
    </w:p>
    <w:p w14:paraId="2BF6265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1948</w:t>
      </w:r>
    </w:p>
    <w:p w14:paraId="1D29110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1950</w:t>
      </w:r>
    </w:p>
    <w:p w14:paraId="4B7EE8F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 - FDD Intra</w:t>
      </w:r>
      <w:r>
        <w:rPr>
          <w:lang w:eastAsia="zh-CN"/>
        </w:rPr>
        <w:t>-</w:t>
      </w:r>
      <w:r>
        <w:t>frequency identification of a new CGI of E-UTRA cell using autonomous gaps</w:t>
      </w:r>
      <w:r w:rsidRPr="00614873">
        <w:rPr>
          <w:rFonts w:cs="v4.2.0"/>
        </w:rPr>
        <w:t xml:space="preserve"> </w:t>
      </w:r>
      <w:r w:rsidRPr="00614873">
        <w:rPr>
          <w:rFonts w:cs="v4.2.0"/>
          <w:lang w:eastAsia="zh-CN"/>
        </w:rPr>
        <w:t>with DRX for UE category 0</w:t>
      </w:r>
      <w:r>
        <w:tab/>
        <w:t>1951</w:t>
      </w:r>
    </w:p>
    <w:p w14:paraId="5EBC71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1951</w:t>
      </w:r>
    </w:p>
    <w:p w14:paraId="7E5A00B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1953</w:t>
      </w:r>
    </w:p>
    <w:p w14:paraId="5DD9D9B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intra-frequency event triggered reporting under fading propagation conditions in asynchronous cells for Cat-M1 UE in CEModeA</w:t>
      </w:r>
      <w:r>
        <w:tab/>
        <w:t>1953</w:t>
      </w:r>
    </w:p>
    <w:p w14:paraId="0983650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1953</w:t>
      </w:r>
    </w:p>
    <w:p w14:paraId="10C6B16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1954</w:t>
      </w:r>
    </w:p>
    <w:p w14:paraId="3191892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FDD-FDD intra-frequency event triggered reporting under fading propagation conditions in synchronous cells for Cat-M1 UE in </w:t>
      </w:r>
      <w:r>
        <w:rPr>
          <w:lang w:eastAsia="zh-CN"/>
        </w:rPr>
        <w:t>CEModeA</w:t>
      </w:r>
      <w:r>
        <w:tab/>
        <w:t>1955</w:t>
      </w:r>
    </w:p>
    <w:p w14:paraId="3748506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1955</w:t>
      </w:r>
    </w:p>
    <w:p w14:paraId="6C40423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1957</w:t>
      </w:r>
    </w:p>
    <w:p w14:paraId="78396C4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FDD-FDD intra-frequency event triggered reporting under fading propagation conditions in synchronous cells for Cat-M1 UE in </w:t>
      </w:r>
      <w:r>
        <w:rPr>
          <w:lang w:eastAsia="zh-CN"/>
        </w:rPr>
        <w:t>CEModeA</w:t>
      </w:r>
      <w:r>
        <w:t xml:space="preserve"> </w:t>
      </w:r>
      <w:r>
        <w:rPr>
          <w:lang w:eastAsia="zh-CN"/>
        </w:rPr>
        <w:t>in</w:t>
      </w:r>
      <w:r>
        <w:t xml:space="preserve"> DRX</w:t>
      </w:r>
      <w:r>
        <w:tab/>
        <w:t>1957</w:t>
      </w:r>
    </w:p>
    <w:p w14:paraId="4DFAFB0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A.8.1.25.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1957</w:t>
      </w:r>
    </w:p>
    <w:p w14:paraId="307C969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1959</w:t>
      </w:r>
    </w:p>
    <w:p w14:paraId="36AA7D1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intra-frequency event triggered reporting under fading propagation conditions in asynchronous cells for Cat-M1 UE in CEModeA</w:t>
      </w:r>
      <w:r>
        <w:tab/>
        <w:t>1959</w:t>
      </w:r>
    </w:p>
    <w:p w14:paraId="458DD1D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A.8.1.26.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1959</w:t>
      </w:r>
    </w:p>
    <w:p w14:paraId="6CB71F6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HD-FDD intra-frequency event triggered reporting under fading propagation conditions in synchronous cells for Cat-M1 UE in </w:t>
      </w:r>
      <w:r>
        <w:rPr>
          <w:lang w:eastAsia="zh-CN"/>
        </w:rPr>
        <w:t>CEModeA</w:t>
      </w:r>
      <w:r>
        <w:tab/>
        <w:t>1962</w:t>
      </w:r>
    </w:p>
    <w:p w14:paraId="483DBD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1962</w:t>
      </w:r>
    </w:p>
    <w:p w14:paraId="0396831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1964</w:t>
      </w:r>
    </w:p>
    <w:p w14:paraId="4030995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HD-FDD intra-frequency event triggered reporting under fading propagation conditions in synchronous cells for Cat-M1 UE in </w:t>
      </w:r>
      <w:r>
        <w:rPr>
          <w:lang w:eastAsia="zh-CN"/>
        </w:rPr>
        <w:t>CEModeA</w:t>
      </w:r>
      <w:r>
        <w:t xml:space="preserve"> in DRX</w:t>
      </w:r>
      <w:r>
        <w:tab/>
        <w:t>1964</w:t>
      </w:r>
    </w:p>
    <w:p w14:paraId="2377AC7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A.8.1.28.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1964</w:t>
      </w:r>
    </w:p>
    <w:p w14:paraId="411F655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1966</w:t>
      </w:r>
    </w:p>
    <w:p w14:paraId="6C7F588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event triggered reporting under fading propagation conditions in synchronous cells</w:t>
      </w:r>
      <w:r>
        <w:rPr>
          <w:lang w:eastAsia="zh-CN"/>
        </w:rPr>
        <w:t xml:space="preserve"> for Cat-M1 UE in CEModeA</w:t>
      </w:r>
      <w:r>
        <w:tab/>
        <w:t>1966</w:t>
      </w:r>
    </w:p>
    <w:p w14:paraId="6C73128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1966</w:t>
      </w:r>
    </w:p>
    <w:p w14:paraId="159B5C0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1968</w:t>
      </w:r>
    </w:p>
    <w:p w14:paraId="04254F6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intra-frequency event triggered reporting under fading propagation conditions in synchronous cells </w:t>
      </w:r>
      <w:r>
        <w:rPr>
          <w:lang w:eastAsia="zh-CN"/>
        </w:rPr>
        <w:t>for Cat-M1 UE in CEModeA in DRX</w:t>
      </w:r>
      <w:r>
        <w:tab/>
        <w:t>1969</w:t>
      </w:r>
    </w:p>
    <w:p w14:paraId="26650A3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A.8.1.30.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1969</w:t>
      </w:r>
    </w:p>
    <w:p w14:paraId="0D460FB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1971</w:t>
      </w:r>
    </w:p>
    <w:p w14:paraId="53D4AAC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A.8.1.31 E-UTRAN FDD-FDD intra-frequency event triggered reporting under fading propagation conditions in asynchronous cells for Cat-M1 UE in CEModeB</w:t>
      </w:r>
      <w:r>
        <w:tab/>
        <w:t>1971</w:t>
      </w:r>
    </w:p>
    <w:p w14:paraId="20A7837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A.8.1.31.1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1971</w:t>
      </w:r>
    </w:p>
    <w:p w14:paraId="556AF51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A.8.1.31.2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1973</w:t>
      </w:r>
    </w:p>
    <w:p w14:paraId="03489E0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 xml:space="preserve">A.8.1.32 E-UTRAN FDD-FDD intra-frequency event triggered reporting under fading propagation conditions in synchronous cells for Cat-M1 UE in </w:t>
      </w:r>
      <w:r w:rsidRPr="00614873">
        <w:rPr>
          <w:rFonts w:cs="v4.2.0"/>
          <w:lang w:eastAsia="zh-CN"/>
        </w:rPr>
        <w:t>CEModeB</w:t>
      </w:r>
      <w:r>
        <w:tab/>
        <w:t>1974</w:t>
      </w:r>
    </w:p>
    <w:p w14:paraId="13E2B73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A.8.1.32.1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1974</w:t>
      </w:r>
    </w:p>
    <w:p w14:paraId="7B9AFEC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A.8.1.32.2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1975</w:t>
      </w:r>
    </w:p>
    <w:p w14:paraId="042C6A8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intra-frequency event triggered reporting under fading propagation conditions in asynchronous cells for Cat-M1 UE in CEMode</w:t>
      </w:r>
      <w:r>
        <w:rPr>
          <w:lang w:eastAsia="zh-CN"/>
        </w:rPr>
        <w:t>B</w:t>
      </w:r>
      <w:r>
        <w:tab/>
        <w:t>1976</w:t>
      </w:r>
    </w:p>
    <w:p w14:paraId="36FEFE2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A.8.1.33.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1976</w:t>
      </w:r>
    </w:p>
    <w:p w14:paraId="6F69F55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A.8.1.33.2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1977</w:t>
      </w:r>
    </w:p>
    <w:p w14:paraId="4EF5E12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A.8.1.34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 xml:space="preserve">E-UTRAN HD-FDD intra-frequency event triggered reporting under fading propagation conditions in synchronous cells for Cat-M1 UE in </w:t>
      </w:r>
      <w:r w:rsidRPr="00614873">
        <w:rPr>
          <w:rFonts w:cs="v4.2.0"/>
          <w:lang w:eastAsia="zh-CN"/>
        </w:rPr>
        <w:t>CEModeB</w:t>
      </w:r>
      <w:r>
        <w:tab/>
        <w:t>1978</w:t>
      </w:r>
    </w:p>
    <w:p w14:paraId="49CB40D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A.8.1.34.1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1978</w:t>
      </w:r>
    </w:p>
    <w:p w14:paraId="1583C1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A.8.1.34.2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1979</w:t>
      </w:r>
    </w:p>
    <w:p w14:paraId="7A9262C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event triggered reporting under fading propagation conditions in synchronous cells</w:t>
      </w:r>
      <w:r>
        <w:rPr>
          <w:lang w:eastAsia="zh-CN"/>
        </w:rPr>
        <w:t xml:space="preserve"> for Cat-M1 UE in CEModeB</w:t>
      </w:r>
      <w:r>
        <w:tab/>
        <w:t>1980</w:t>
      </w:r>
    </w:p>
    <w:p w14:paraId="5CE4F9B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1980</w:t>
      </w:r>
    </w:p>
    <w:p w14:paraId="574D820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1981</w:t>
      </w:r>
    </w:p>
    <w:p w14:paraId="5382337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 for Cat-M1 UE in CEModeB</w:t>
      </w:r>
      <w:r>
        <w:tab/>
        <w:t>1982</w:t>
      </w:r>
    </w:p>
    <w:p w14:paraId="44FE204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1982</w:t>
      </w:r>
    </w:p>
    <w:p w14:paraId="6429CDF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1983</w:t>
      </w:r>
    </w:p>
    <w:p w14:paraId="32CE513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 with DRX for Cat-M1 UE in CEModeB</w:t>
      </w:r>
      <w:r>
        <w:tab/>
        <w:t>1984</w:t>
      </w:r>
    </w:p>
    <w:p w14:paraId="300EB3C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1984</w:t>
      </w:r>
    </w:p>
    <w:p w14:paraId="3F148CE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1986</w:t>
      </w:r>
    </w:p>
    <w:p w14:paraId="126D393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 - FDD 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 for Cat-M1 UE in CEModeB</w:t>
      </w:r>
      <w:r>
        <w:tab/>
        <w:t>1986</w:t>
      </w:r>
    </w:p>
    <w:p w14:paraId="033852D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1986</w:t>
      </w:r>
    </w:p>
    <w:p w14:paraId="22CEB88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1987</w:t>
      </w:r>
    </w:p>
    <w:p w14:paraId="6F8901C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 - FDD 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 with DRX for Cat-M1 UE in CEModeB</w:t>
      </w:r>
      <w:r>
        <w:tab/>
        <w:t>1988</w:t>
      </w:r>
    </w:p>
    <w:p w14:paraId="7615589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1988</w:t>
      </w:r>
    </w:p>
    <w:p w14:paraId="2BF4DFC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A.8.1.39.2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1990</w:t>
      </w:r>
    </w:p>
    <w:p w14:paraId="6C3A2C1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A.8.1.40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 xml:space="preserve">E-UTRAN FDD-FDD intra-frequency event triggered reporting with DRX for UE configured with </w:t>
      </w:r>
      <w:r w:rsidRPr="00614873">
        <w:rPr>
          <w:rFonts w:cs="Arial"/>
          <w:i/>
        </w:rPr>
        <w:t>highSpeedEnhancedMeasFlag</w:t>
      </w:r>
      <w:r>
        <w:tab/>
        <w:t>1990</w:t>
      </w:r>
    </w:p>
    <w:p w14:paraId="0EBB255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  <w:snapToGrid w:val="0"/>
        </w:rPr>
        <w:t>A.8.1.40.</w:t>
      </w:r>
      <w:r w:rsidRPr="00614873">
        <w:rPr>
          <w:rFonts w:cs="Arial"/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  <w:snapToGrid w:val="0"/>
        </w:rPr>
        <w:t>Test Purpose and Environment</w:t>
      </w:r>
      <w:r>
        <w:tab/>
        <w:t>1990</w:t>
      </w:r>
    </w:p>
    <w:p w14:paraId="3C931A5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  <w:snapToGrid w:val="0"/>
        </w:rPr>
        <w:t>A.8.1.40.2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  <w:snapToGrid w:val="0"/>
        </w:rPr>
        <w:t>Test Requirements</w:t>
      </w:r>
      <w:r>
        <w:tab/>
        <w:t>1992</w:t>
      </w:r>
    </w:p>
    <w:p w14:paraId="7266893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A.8.1.41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FDD intra-frequency event triggered reporting for serving cell under fading propagation conditions for UE category M1 in CEModeA</w:t>
      </w:r>
      <w:r w:rsidRPr="00614873">
        <w:rPr>
          <w:rFonts w:cs="v4.2.0"/>
          <w:lang w:eastAsia="zh-CN"/>
        </w:rPr>
        <w:t xml:space="preserve"> without gap</w:t>
      </w:r>
      <w:r>
        <w:tab/>
        <w:t>1992</w:t>
      </w:r>
    </w:p>
    <w:p w14:paraId="62AB0EB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A.8.1.41.1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1992</w:t>
      </w:r>
    </w:p>
    <w:p w14:paraId="57609FE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A.8.1.41.2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1994</w:t>
      </w:r>
    </w:p>
    <w:p w14:paraId="30E352C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A.8.1.42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HD-FDD intra-frequency event triggered reporting for serving cell under fading propagation conditions for UE category M1 in CEModeA</w:t>
      </w:r>
      <w:r w:rsidRPr="00614873">
        <w:rPr>
          <w:rFonts w:cs="v4.2.0"/>
          <w:lang w:eastAsia="zh-CN"/>
        </w:rPr>
        <w:t xml:space="preserve"> without gap</w:t>
      </w:r>
      <w:r>
        <w:tab/>
        <w:t>1994</w:t>
      </w:r>
    </w:p>
    <w:p w14:paraId="1BECACA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A.8.1.42.1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1994</w:t>
      </w:r>
    </w:p>
    <w:p w14:paraId="61A7B0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A.8.1.42.2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1995</w:t>
      </w:r>
    </w:p>
    <w:p w14:paraId="791B827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A.8.1.4</w:t>
      </w:r>
      <w:r w:rsidRPr="00614873">
        <w:rPr>
          <w:rFonts w:eastAsia="PMingLiU" w:cs="Arial"/>
          <w:lang w:eastAsia="zh-TW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 xml:space="preserve">E-UTRAN FDD-FDD intra-frequency event triggered reporting with DRX for UE configured with </w:t>
      </w:r>
      <w:r w:rsidRPr="00614873">
        <w:rPr>
          <w:i/>
        </w:rPr>
        <w:t>highSpeedEnhMeasFlag</w:t>
      </w:r>
      <w:r w:rsidRPr="00614873">
        <w:rPr>
          <w:i/>
          <w:lang w:eastAsia="ja-JP"/>
        </w:rPr>
        <w:t>2</w:t>
      </w:r>
      <w:r w:rsidRPr="00614873">
        <w:rPr>
          <w:i/>
        </w:rPr>
        <w:t>-</w:t>
      </w:r>
      <w:r w:rsidRPr="00614873">
        <w:rPr>
          <w:i/>
          <w:lang w:eastAsia="ja-JP"/>
        </w:rPr>
        <w:t>r16</w:t>
      </w:r>
      <w:r>
        <w:tab/>
        <w:t>1995</w:t>
      </w:r>
    </w:p>
    <w:p w14:paraId="2F69628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  <w:snapToGrid w:val="0"/>
        </w:rPr>
        <w:t>A.8.1.43.</w:t>
      </w:r>
      <w:r w:rsidRPr="00614873">
        <w:rPr>
          <w:rFonts w:cs="Arial"/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  <w:snapToGrid w:val="0"/>
        </w:rPr>
        <w:t>Test Purpose and Environment</w:t>
      </w:r>
      <w:r>
        <w:tab/>
        <w:t>1995</w:t>
      </w:r>
    </w:p>
    <w:p w14:paraId="78F5B7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  <w:snapToGrid w:val="0"/>
        </w:rPr>
        <w:t>A.8.1.43.2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  <w:snapToGrid w:val="0"/>
        </w:rPr>
        <w:t>Test Requirements</w:t>
      </w:r>
      <w:r>
        <w:tab/>
        <w:t>1998</w:t>
      </w:r>
    </w:p>
    <w:p w14:paraId="059056C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Measurements</w:t>
      </w:r>
      <w:r>
        <w:tab/>
        <w:t>1998</w:t>
      </w:r>
    </w:p>
    <w:p w14:paraId="0D5DB1C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intra-frequency event triggered reporting under fading propagation conditions in synchronous cells</w:t>
      </w:r>
      <w:r>
        <w:tab/>
        <w:t>1998</w:t>
      </w:r>
    </w:p>
    <w:p w14:paraId="5E7A4D4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1998</w:t>
      </w:r>
    </w:p>
    <w:p w14:paraId="14F36DC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2000</w:t>
      </w:r>
    </w:p>
    <w:p w14:paraId="59C7C5C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TDD-TDD intra-frequency event triggered reporting under fading propagation conditions in synchronous cells with DRX</w:t>
      </w:r>
      <w:r>
        <w:tab/>
        <w:t>2001</w:t>
      </w:r>
    </w:p>
    <w:p w14:paraId="5FFB7CF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A.8.2.2.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2001</w:t>
      </w:r>
    </w:p>
    <w:p w14:paraId="4DF624D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2003</w:t>
      </w:r>
    </w:p>
    <w:p w14:paraId="76F0116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</w:t>
      </w:r>
      <w:r>
        <w:rPr>
          <w:lang w:eastAsia="zh-CN"/>
        </w:rPr>
        <w:t>-</w:t>
      </w:r>
      <w:r>
        <w:t xml:space="preserve">frequency identification of a new CGI of E-UTRA cell </w:t>
      </w:r>
      <w:r w:rsidRPr="00614873">
        <w:rPr>
          <w:lang w:val="en-US"/>
        </w:rPr>
        <w:t>using autonomous gaps</w:t>
      </w:r>
      <w:r>
        <w:tab/>
        <w:t>2003</w:t>
      </w:r>
    </w:p>
    <w:p w14:paraId="72D8EA0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2003</w:t>
      </w:r>
    </w:p>
    <w:p w14:paraId="0696ABD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2005</w:t>
      </w:r>
    </w:p>
    <w:p w14:paraId="5D4B31D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</w:t>
      </w:r>
      <w:r>
        <w:rPr>
          <w:lang w:eastAsia="zh-CN"/>
        </w:rPr>
        <w:t>-</w:t>
      </w:r>
      <w:r>
        <w:t xml:space="preserve">frequency identification of a new CGI of E-UTRA cell </w:t>
      </w:r>
      <w:r w:rsidRPr="00614873">
        <w:rPr>
          <w:lang w:val="en-US"/>
        </w:rPr>
        <w:t>using autonomous gaps</w:t>
      </w:r>
      <w:r w:rsidRPr="00614873">
        <w:rPr>
          <w:lang w:val="en-US" w:eastAsia="zh-CN"/>
        </w:rPr>
        <w:t xml:space="preserve"> with DRX</w:t>
      </w:r>
      <w:r>
        <w:tab/>
        <w:t>2006</w:t>
      </w:r>
    </w:p>
    <w:p w14:paraId="28C4040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2006</w:t>
      </w:r>
    </w:p>
    <w:p w14:paraId="02DB9B9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2008</w:t>
      </w:r>
    </w:p>
    <w:p w14:paraId="3DEC02C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Intra-Frequency Event-Triggered Reporting under Time Domain Measurement Resource Restriction with Non-MBSFN ABS</w:t>
      </w:r>
      <w:r>
        <w:tab/>
        <w:t>2008</w:t>
      </w:r>
    </w:p>
    <w:p w14:paraId="2232BAB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2008</w:t>
      </w:r>
    </w:p>
    <w:p w14:paraId="0F3136E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2010</w:t>
      </w:r>
    </w:p>
    <w:p w14:paraId="6E14EA0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Intra-Frequency Event-Triggered Reporting under Time Domain Measurement Resource Restriction with CRS Assistance Information and Non-MBSFN ABS</w:t>
      </w:r>
      <w:r>
        <w:tab/>
        <w:t>2011</w:t>
      </w:r>
    </w:p>
    <w:p w14:paraId="3362F6C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2011</w:t>
      </w:r>
    </w:p>
    <w:p w14:paraId="76A1B08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2014</w:t>
      </w:r>
    </w:p>
    <w:p w14:paraId="33FDA6B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</w:t>
      </w:r>
      <w:r>
        <w:rPr>
          <w:lang w:eastAsia="zh-CN"/>
        </w:rPr>
        <w:t>-</w:t>
      </w:r>
      <w:r>
        <w:t xml:space="preserve">frequency identification of a new CGI of E-UTRA cell </w:t>
      </w:r>
      <w:r w:rsidRPr="00614873">
        <w:rPr>
          <w:lang w:val="en-US"/>
        </w:rPr>
        <w:t>using autonomous gaps</w:t>
      </w:r>
      <w:r>
        <w:tab/>
        <w:t>2015</w:t>
      </w:r>
    </w:p>
    <w:p w14:paraId="24F0E67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2015</w:t>
      </w:r>
    </w:p>
    <w:p w14:paraId="48C70B7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2016</w:t>
      </w:r>
    </w:p>
    <w:p w14:paraId="1710E8E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</w:t>
      </w:r>
      <w:r>
        <w:rPr>
          <w:lang w:eastAsia="zh-CN"/>
        </w:rPr>
        <w:t>-</w:t>
      </w:r>
      <w:r>
        <w:t xml:space="preserve">frequency identification of a new CGI of E-UTRA cell </w:t>
      </w:r>
      <w:r w:rsidRPr="00614873">
        <w:rPr>
          <w:lang w:val="en-US"/>
        </w:rPr>
        <w:t>using autonomous gaps</w:t>
      </w:r>
      <w:r w:rsidRPr="00614873">
        <w:rPr>
          <w:lang w:val="en-US" w:eastAsia="zh-CN"/>
        </w:rPr>
        <w:t xml:space="preserve"> with DRX</w:t>
      </w:r>
      <w:r>
        <w:tab/>
        <w:t>2017</w:t>
      </w:r>
    </w:p>
    <w:p w14:paraId="7EC45AC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2017</w:t>
      </w:r>
    </w:p>
    <w:p w14:paraId="4DDB9B9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2019</w:t>
      </w:r>
    </w:p>
    <w:p w14:paraId="7CEC260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</w:t>
      </w:r>
      <w:r>
        <w:rPr>
          <w:lang w:eastAsia="zh-CN"/>
        </w:rPr>
        <w:t>-</w:t>
      </w:r>
      <w:r>
        <w:t xml:space="preserve">frequency identification of a new CGI of E-UTRA cell </w:t>
      </w:r>
      <w:r w:rsidRPr="00614873">
        <w:rPr>
          <w:lang w:val="en-US"/>
        </w:rPr>
        <w:t>using autonomous gaps for Cat-M1 UE in CEModeB</w:t>
      </w:r>
      <w:r>
        <w:tab/>
        <w:t>2019</w:t>
      </w:r>
    </w:p>
    <w:p w14:paraId="0A7C9DC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2019</w:t>
      </w:r>
    </w:p>
    <w:p w14:paraId="69BDF2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2021</w:t>
      </w:r>
    </w:p>
    <w:p w14:paraId="370FC0F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</w:t>
      </w:r>
      <w:r>
        <w:rPr>
          <w:lang w:eastAsia="zh-CN"/>
        </w:rPr>
        <w:t>-</w:t>
      </w:r>
      <w:r>
        <w:t xml:space="preserve">frequency identification of a new CGI of E-UTRA cell </w:t>
      </w:r>
      <w:r w:rsidRPr="00614873">
        <w:rPr>
          <w:lang w:val="en-US"/>
        </w:rPr>
        <w:t>using autonomous gaps with DRX for Cat-M1 UE in CEModeB</w:t>
      </w:r>
      <w:r>
        <w:tab/>
        <w:t>2022</w:t>
      </w:r>
    </w:p>
    <w:p w14:paraId="726B0CE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2022</w:t>
      </w:r>
    </w:p>
    <w:p w14:paraId="0FDB3B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2024</w:t>
      </w:r>
    </w:p>
    <w:p w14:paraId="6887B80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A.8.2.11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 xml:space="preserve">E-UTRAN TDD-TDD intra-frequency event triggered reporting with DRX for UE configured with </w:t>
      </w:r>
      <w:r w:rsidRPr="00614873">
        <w:rPr>
          <w:rFonts w:cs="Arial"/>
          <w:i/>
        </w:rPr>
        <w:t>highSpeedEnhancedMeasFlag</w:t>
      </w:r>
      <w:r>
        <w:tab/>
        <w:t>2024</w:t>
      </w:r>
    </w:p>
    <w:p w14:paraId="39ABECC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A.8.2.11.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2024</w:t>
      </w:r>
    </w:p>
    <w:p w14:paraId="13A6D73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  <w:snapToGrid w:val="0"/>
        </w:rPr>
        <w:t>A.8.2.11.2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  <w:snapToGrid w:val="0"/>
        </w:rPr>
        <w:t>Test Requirements</w:t>
      </w:r>
      <w:r>
        <w:tab/>
        <w:t>2026</w:t>
      </w:r>
    </w:p>
    <w:p w14:paraId="029B6C2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intra-frequency event triggered reporting under fading propagation conditions in synchronous cells for UE category 0</w:t>
      </w:r>
      <w:r>
        <w:tab/>
        <w:t>2026</w:t>
      </w:r>
    </w:p>
    <w:p w14:paraId="1F90710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A.8.2.12.1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2026</w:t>
      </w:r>
    </w:p>
    <w:p w14:paraId="034CEC1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A.8.2.12.2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2028</w:t>
      </w:r>
    </w:p>
    <w:p w14:paraId="390B0BD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TDD-TDD intra-frequency event triggered reporting under fading propagation conditions in synchronous cells with DRX for UE category 0</w:t>
      </w:r>
      <w:r>
        <w:tab/>
        <w:t>2029</w:t>
      </w:r>
    </w:p>
    <w:p w14:paraId="77D157B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A.8.2.13.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2029</w:t>
      </w:r>
    </w:p>
    <w:p w14:paraId="351F3C4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A.8.2.13.2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2031</w:t>
      </w:r>
    </w:p>
    <w:p w14:paraId="0A587B8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TDD intra-frequency event triggered reporting for serving cell under fading propagation conditions for UE category M1 in CEModeA</w:t>
      </w:r>
      <w:r w:rsidRPr="00614873">
        <w:rPr>
          <w:rFonts w:cs="v4.2.0"/>
          <w:lang w:eastAsia="zh-CN"/>
        </w:rPr>
        <w:t xml:space="preserve"> without gap</w:t>
      </w:r>
      <w:r>
        <w:tab/>
        <w:t>2031</w:t>
      </w:r>
    </w:p>
    <w:p w14:paraId="7F88076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2031</w:t>
      </w:r>
    </w:p>
    <w:p w14:paraId="2090724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2033</w:t>
      </w:r>
    </w:p>
    <w:p w14:paraId="607BE2E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</w:rPr>
        <w:t>A.8.2.1</w:t>
      </w:r>
      <w:r w:rsidRPr="00614873">
        <w:rPr>
          <w:rFonts w:eastAsia="PMingLiU" w:cs="Arial"/>
          <w:lang w:eastAsia="zh-TW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</w:rPr>
        <w:t xml:space="preserve">E-UTRAN TDD-TDD intra-frequency event triggered reporting with DRX for UE configured with </w:t>
      </w:r>
      <w:r w:rsidRPr="00614873">
        <w:rPr>
          <w:i/>
        </w:rPr>
        <w:t>highSpeedEnhMeasFlag</w:t>
      </w:r>
      <w:r w:rsidRPr="00614873">
        <w:rPr>
          <w:i/>
          <w:lang w:eastAsia="ja-JP"/>
        </w:rPr>
        <w:t>2</w:t>
      </w:r>
      <w:r w:rsidRPr="00614873">
        <w:rPr>
          <w:i/>
        </w:rPr>
        <w:t>-</w:t>
      </w:r>
      <w:r w:rsidRPr="00614873">
        <w:rPr>
          <w:i/>
          <w:lang w:eastAsia="ja-JP"/>
        </w:rPr>
        <w:t>r16</w:t>
      </w:r>
      <w:r>
        <w:tab/>
        <w:t>2033</w:t>
      </w:r>
    </w:p>
    <w:p w14:paraId="0BBBC59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A.8.2.15.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2033</w:t>
      </w:r>
    </w:p>
    <w:p w14:paraId="3D97919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Arial"/>
          <w:snapToGrid w:val="0"/>
        </w:rPr>
        <w:t>A.8.2.15.2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  <w:snapToGrid w:val="0"/>
        </w:rPr>
        <w:t>Test Requirements</w:t>
      </w:r>
      <w:r>
        <w:tab/>
        <w:t>2035</w:t>
      </w:r>
    </w:p>
    <w:p w14:paraId="7AB8102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Inter-frequency Measurements</w:t>
      </w:r>
      <w:r>
        <w:tab/>
        <w:t>2035</w:t>
      </w:r>
    </w:p>
    <w:p w14:paraId="024FEBD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under fading propagation conditions in asynchronous cells</w:t>
      </w:r>
      <w:r>
        <w:tab/>
        <w:t>2035</w:t>
      </w:r>
    </w:p>
    <w:p w14:paraId="4F17DBA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2035</w:t>
      </w:r>
    </w:p>
    <w:p w14:paraId="61520D6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2037</w:t>
      </w:r>
    </w:p>
    <w:p w14:paraId="23DA003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FDD-FDD Inter-frequency event triggered reporting when DRX is used under fading propagation conditions in asynchronous cells</w:t>
      </w:r>
      <w:r>
        <w:tab/>
        <w:t>2037</w:t>
      </w:r>
    </w:p>
    <w:p w14:paraId="7D4619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2037</w:t>
      </w:r>
    </w:p>
    <w:p w14:paraId="0547DC2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2040</w:t>
      </w:r>
    </w:p>
    <w:p w14:paraId="30D5963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FDD-FDD inter-frequency event triggered reporting under AWGN propagation conditions in asynchronous cells with DRX when L3 filtering is used</w:t>
      </w:r>
      <w:r>
        <w:tab/>
        <w:t>2040</w:t>
      </w:r>
    </w:p>
    <w:p w14:paraId="0CF091D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2040</w:t>
      </w:r>
    </w:p>
    <w:p w14:paraId="041811D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2043</w:t>
      </w:r>
    </w:p>
    <w:p w14:paraId="2A704C8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Inter</w:t>
      </w:r>
      <w:r>
        <w:rPr>
          <w:lang w:eastAsia="zh-CN"/>
        </w:rPr>
        <w:t>-</w:t>
      </w:r>
      <w:r>
        <w:t>frequency identification of a new CGI of E-UTRA cell using autonomous gaps</w:t>
      </w:r>
      <w:r>
        <w:tab/>
        <w:t>2043</w:t>
      </w:r>
    </w:p>
    <w:p w14:paraId="31359DF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2043</w:t>
      </w:r>
    </w:p>
    <w:p w14:paraId="70F9869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2045</w:t>
      </w:r>
    </w:p>
    <w:p w14:paraId="2FAD066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Inter</w:t>
      </w:r>
      <w:r>
        <w:rPr>
          <w:lang w:eastAsia="zh-CN"/>
        </w:rPr>
        <w:t>-</w:t>
      </w:r>
      <w:r>
        <w:t>frequency identification of a new CGI of E-UTRA cell using autonomous gaps</w:t>
      </w:r>
      <w:r>
        <w:rPr>
          <w:lang w:eastAsia="zh-CN"/>
        </w:rPr>
        <w:t xml:space="preserve"> with DRX</w:t>
      </w:r>
      <w:r>
        <w:tab/>
        <w:t>2045</w:t>
      </w:r>
    </w:p>
    <w:p w14:paraId="1BDA81A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2047</w:t>
      </w:r>
    </w:p>
    <w:p w14:paraId="28AC589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without measurement gaps under AWGN propagation conditions in asynchronous cells</w:t>
      </w:r>
      <w:r>
        <w:tab/>
        <w:t>2047</w:t>
      </w:r>
    </w:p>
    <w:p w14:paraId="76CF041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2047</w:t>
      </w:r>
    </w:p>
    <w:p w14:paraId="7EDD273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2049</w:t>
      </w:r>
    </w:p>
    <w:p w14:paraId="05367E2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under fading propagation conditions in asynchronous cells for Increased Carrier Monitoring without Reduced Performance Group</w:t>
      </w:r>
      <w:r>
        <w:tab/>
        <w:t>2050</w:t>
      </w:r>
    </w:p>
    <w:p w14:paraId="1692DD9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2050</w:t>
      </w:r>
    </w:p>
    <w:p w14:paraId="1B4C870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A.8.3.7.2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2052</w:t>
      </w:r>
    </w:p>
    <w:p w14:paraId="61E5242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8.3.8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FDD-FDD Interfrequency correct reporting of measurement events with reduced performance group configured, non DRX</w:t>
      </w:r>
      <w:r>
        <w:tab/>
        <w:t>2053</w:t>
      </w:r>
    </w:p>
    <w:p w14:paraId="2EA9F69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</w:t>
      </w:r>
      <w:r w:rsidRPr="00614873">
        <w:rPr>
          <w:snapToGrid w:val="0"/>
          <w:lang w:eastAsia="zh-CN"/>
        </w:rPr>
        <w:t>8</w:t>
      </w:r>
      <w:r w:rsidRPr="00614873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2053</w:t>
      </w:r>
    </w:p>
    <w:p w14:paraId="4965DEB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</w:t>
      </w:r>
      <w:r w:rsidRPr="00614873">
        <w:rPr>
          <w:snapToGrid w:val="0"/>
          <w:lang w:eastAsia="zh-CN"/>
        </w:rPr>
        <w:t>8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2056</w:t>
      </w:r>
    </w:p>
    <w:p w14:paraId="641CEBF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FDD-FDD Inter</w:t>
      </w:r>
      <w:r>
        <w:rPr>
          <w:lang w:eastAsia="zh-CN"/>
        </w:rPr>
        <w:t>-</w:t>
      </w:r>
      <w:r>
        <w:t>frequency correct reporting of measurement events with reduced performance group configured, DRX</w:t>
      </w:r>
      <w:r>
        <w:tab/>
        <w:t>2056</w:t>
      </w:r>
    </w:p>
    <w:p w14:paraId="449631E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2056</w:t>
      </w:r>
    </w:p>
    <w:p w14:paraId="5104974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2060</w:t>
      </w:r>
    </w:p>
    <w:p w14:paraId="382D238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with MGL=3ms under fading propagation conditions in synchronous cells</w:t>
      </w:r>
      <w:r>
        <w:tab/>
        <w:t>2061</w:t>
      </w:r>
    </w:p>
    <w:p w14:paraId="36B9324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A.8.3.10.1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2061</w:t>
      </w:r>
    </w:p>
    <w:p w14:paraId="79CBDDF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A.8.3.10.2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2062</w:t>
      </w:r>
    </w:p>
    <w:p w14:paraId="1D0FEBD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under fading propagation conditions in asynchronous cells with burst gap</w:t>
      </w:r>
      <w:r>
        <w:tab/>
        <w:t>2062</w:t>
      </w:r>
    </w:p>
    <w:p w14:paraId="06D80C3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2062</w:t>
      </w:r>
    </w:p>
    <w:p w14:paraId="2958B9A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2064</w:t>
      </w:r>
    </w:p>
    <w:p w14:paraId="4BD5F25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under fading propagation conditions in asynchronous cells for UE category M1 with discontinuous MPDCCH monitoring in CEModeA</w:t>
      </w:r>
      <w:r>
        <w:tab/>
        <w:t>2065</w:t>
      </w:r>
    </w:p>
    <w:p w14:paraId="69BEA47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2065</w:t>
      </w:r>
    </w:p>
    <w:p w14:paraId="51B806D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2066</w:t>
      </w:r>
    </w:p>
    <w:p w14:paraId="1BEAC33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Inter-frequency event triggered reporting under fading propagation conditions in asynchronous cells for UE category M1 with discontinuous MPDCCH monitoring in CEModeA</w:t>
      </w:r>
      <w:r>
        <w:tab/>
        <w:t>2067</w:t>
      </w:r>
    </w:p>
    <w:p w14:paraId="184EEFE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2067</w:t>
      </w:r>
    </w:p>
    <w:p w14:paraId="2756B7E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2068</w:t>
      </w:r>
    </w:p>
    <w:p w14:paraId="44DAE9B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under fading propagation conditions in asynchronous cells for UE category M1 with discontinuous MPDCCH monitoring in CEModeB</w:t>
      </w:r>
      <w:r>
        <w:tab/>
        <w:t>2069</w:t>
      </w:r>
    </w:p>
    <w:p w14:paraId="1D4523E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2069</w:t>
      </w:r>
    </w:p>
    <w:p w14:paraId="007EB8D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2070</w:t>
      </w:r>
    </w:p>
    <w:p w14:paraId="188525B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inter-frequency event triggered reporting under fading propagation conditions in asynchronous cells for UE category M1 with discontinuous MPDCCH monitoring in CEModeB</w:t>
      </w:r>
      <w:r>
        <w:tab/>
        <w:t>2071</w:t>
      </w:r>
    </w:p>
    <w:p w14:paraId="47046D4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2071</w:t>
      </w:r>
    </w:p>
    <w:p w14:paraId="0FE1A1B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2072</w:t>
      </w:r>
    </w:p>
    <w:p w14:paraId="5E06966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under fading propagation conditions in asynchronous cells for UE category M1 in CEModeA when DRX is used</w:t>
      </w:r>
      <w:r>
        <w:tab/>
        <w:t>2073</w:t>
      </w:r>
    </w:p>
    <w:p w14:paraId="3DC4662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2073</w:t>
      </w:r>
    </w:p>
    <w:p w14:paraId="328FA84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2075</w:t>
      </w:r>
    </w:p>
    <w:p w14:paraId="4C36A76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inter-frequency event triggered reporting under fading propagation conditions in asynchronous cells for UE category M1 in CEModeA in DRX</w:t>
      </w:r>
      <w:r>
        <w:tab/>
        <w:t>2075</w:t>
      </w:r>
    </w:p>
    <w:p w14:paraId="67C0A91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2075</w:t>
      </w:r>
    </w:p>
    <w:p w14:paraId="65243B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2078</w:t>
      </w:r>
    </w:p>
    <w:p w14:paraId="3A062E5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under fading propagation conditions in asynchronous cells for UE category M1 in CEModeB in DRX</w:t>
      </w:r>
      <w:r>
        <w:tab/>
        <w:t>2078</w:t>
      </w:r>
    </w:p>
    <w:p w14:paraId="1A2D558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2078</w:t>
      </w:r>
    </w:p>
    <w:p w14:paraId="5836777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2081</w:t>
      </w:r>
    </w:p>
    <w:p w14:paraId="3C926AF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inter-frequency event triggered reporting under fading propagation conditions in asynchronous cells for UE category M1 in CEModeB in DRX</w:t>
      </w:r>
      <w:r>
        <w:tab/>
        <w:t>2081</w:t>
      </w:r>
    </w:p>
    <w:p w14:paraId="581DA7C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2081</w:t>
      </w:r>
    </w:p>
    <w:p w14:paraId="04BA12F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A.8.3.19.2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2084</w:t>
      </w:r>
    </w:p>
    <w:p w14:paraId="7175BAB5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Inter-frequency Measurements</w:t>
      </w:r>
      <w:r>
        <w:tab/>
        <w:t>2084</w:t>
      </w:r>
    </w:p>
    <w:p w14:paraId="4C88A81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synchronous cells</w:t>
      </w:r>
      <w:r>
        <w:tab/>
        <w:t>2084</w:t>
      </w:r>
    </w:p>
    <w:p w14:paraId="31A466D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2084</w:t>
      </w:r>
    </w:p>
    <w:p w14:paraId="0B096D8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2086</w:t>
      </w:r>
    </w:p>
    <w:p w14:paraId="03BC2C8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TDD-TDD Inter-frequency event triggered reporting when DRX is used under fading propagation conditions in synchronous cells</w:t>
      </w:r>
      <w:r>
        <w:tab/>
        <w:t>2086</w:t>
      </w:r>
    </w:p>
    <w:p w14:paraId="65046E3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2086</w:t>
      </w:r>
    </w:p>
    <w:p w14:paraId="7604F8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2089</w:t>
      </w:r>
    </w:p>
    <w:p w14:paraId="37BFA7B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AWGN propagation conditions in synchronous cells with DRX when L3 filtering is used</w:t>
      </w:r>
      <w:r>
        <w:tab/>
        <w:t>2089</w:t>
      </w:r>
    </w:p>
    <w:p w14:paraId="4E90F7F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2089</w:t>
      </w:r>
    </w:p>
    <w:p w14:paraId="2A8556D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2091</w:t>
      </w:r>
    </w:p>
    <w:p w14:paraId="5861FC2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</w:t>
      </w:r>
      <w:r w:rsidRPr="00614873">
        <w:rPr>
          <w:snapToGrid w:val="0"/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Inter</w:t>
      </w:r>
      <w:r>
        <w:rPr>
          <w:lang w:eastAsia="zh-CN"/>
        </w:rPr>
        <w:t>-</w:t>
      </w:r>
      <w:r>
        <w:t xml:space="preserve">frequency identification of a new CGI of E-UTRA cell </w:t>
      </w:r>
      <w:r w:rsidRPr="00614873">
        <w:rPr>
          <w:lang w:val="en-US"/>
        </w:rPr>
        <w:t>using autonomous gaps</w:t>
      </w:r>
      <w:r>
        <w:tab/>
        <w:t>2092</w:t>
      </w:r>
    </w:p>
    <w:p w14:paraId="42125F6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</w:t>
      </w:r>
      <w:r w:rsidRPr="00614873">
        <w:rPr>
          <w:snapToGrid w:val="0"/>
          <w:lang w:eastAsia="zh-CN"/>
        </w:rPr>
        <w:t>4</w:t>
      </w:r>
      <w:r w:rsidRPr="00614873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2092</w:t>
      </w:r>
    </w:p>
    <w:p w14:paraId="55E284A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</w:t>
      </w:r>
      <w:r w:rsidRPr="00614873">
        <w:rPr>
          <w:snapToGrid w:val="0"/>
          <w:lang w:eastAsia="zh-CN"/>
        </w:rPr>
        <w:t>4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2094</w:t>
      </w:r>
    </w:p>
    <w:p w14:paraId="6E06CD4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</w:t>
      </w:r>
      <w:r w:rsidRPr="00614873">
        <w:rPr>
          <w:snapToGrid w:val="0"/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</w:t>
      </w:r>
      <w:r>
        <w:rPr>
          <w:lang w:eastAsia="zh-CN"/>
        </w:rPr>
        <w:t>er-</w:t>
      </w:r>
      <w:r>
        <w:t xml:space="preserve">frequency identification of a new CGI of E-UTRA cell </w:t>
      </w:r>
      <w:r w:rsidRPr="00614873">
        <w:rPr>
          <w:lang w:val="en-US"/>
        </w:rPr>
        <w:t>using autonomous gaps</w:t>
      </w:r>
      <w:r w:rsidRPr="00614873">
        <w:rPr>
          <w:lang w:val="en-US" w:eastAsia="zh-CN"/>
        </w:rPr>
        <w:t xml:space="preserve"> with DRX</w:t>
      </w:r>
      <w:r>
        <w:tab/>
        <w:t>2095</w:t>
      </w:r>
    </w:p>
    <w:p w14:paraId="15FE373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</w:t>
      </w:r>
      <w:r w:rsidRPr="00614873">
        <w:rPr>
          <w:snapToGrid w:val="0"/>
          <w:lang w:eastAsia="zh-CN"/>
        </w:rPr>
        <w:t>5</w:t>
      </w:r>
      <w:r w:rsidRPr="00614873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2095</w:t>
      </w:r>
    </w:p>
    <w:p w14:paraId="5499471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</w:t>
      </w:r>
      <w:r w:rsidRPr="00614873">
        <w:rPr>
          <w:snapToGrid w:val="0"/>
          <w:lang w:eastAsia="zh-CN"/>
        </w:rPr>
        <w:t>5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2097</w:t>
      </w:r>
    </w:p>
    <w:p w14:paraId="174A39B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TDD-TDD Inter-frequency event triggered reporting </w:t>
      </w:r>
      <w:r>
        <w:rPr>
          <w:lang w:eastAsia="zh-CN"/>
        </w:rPr>
        <w:t>for TDD UL/DL configuration 0</w:t>
      </w:r>
      <w:r>
        <w:tab/>
        <w:t>2097</w:t>
      </w:r>
    </w:p>
    <w:p w14:paraId="1594157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A.8.4.</w:t>
      </w:r>
      <w:r w:rsidRPr="00614873">
        <w:rPr>
          <w:rFonts w:cs="v4.2.0"/>
          <w:snapToGrid w:val="0"/>
          <w:lang w:eastAsia="zh-CN"/>
        </w:rPr>
        <w:t>6</w:t>
      </w:r>
      <w:r w:rsidRPr="00614873">
        <w:rPr>
          <w:rFonts w:cs="v4.2.0"/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2097</w:t>
      </w:r>
    </w:p>
    <w:p w14:paraId="6D0757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A.8.4.</w:t>
      </w:r>
      <w:r w:rsidRPr="00614873">
        <w:rPr>
          <w:rFonts w:cs="v4.2.0"/>
          <w:snapToGrid w:val="0"/>
          <w:lang w:eastAsia="zh-CN"/>
        </w:rPr>
        <w:t>6</w:t>
      </w:r>
      <w:r w:rsidRPr="00614873">
        <w:rPr>
          <w:rFonts w:cs="v4.2.0"/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2098</w:t>
      </w:r>
    </w:p>
    <w:p w14:paraId="4DAA61B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synchronous cells for Increased Carrier Monitoring without Reduced Performance Group</w:t>
      </w:r>
      <w:r>
        <w:tab/>
        <w:t>2098</w:t>
      </w:r>
    </w:p>
    <w:p w14:paraId="1C73063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2098</w:t>
      </w:r>
    </w:p>
    <w:p w14:paraId="03C14A7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A.8.4.7.2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2102</w:t>
      </w:r>
    </w:p>
    <w:p w14:paraId="29516CD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8.4.8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TDD-TDD Interfrequency correct reporting of measurement events with reduced performance group configured, non DRX</w:t>
      </w:r>
      <w:r>
        <w:tab/>
        <w:t>2102</w:t>
      </w:r>
    </w:p>
    <w:p w14:paraId="33C9A99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4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8</w:t>
      </w:r>
      <w:r w:rsidRPr="00614873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2102</w:t>
      </w:r>
    </w:p>
    <w:p w14:paraId="5A7B906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4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8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2105</w:t>
      </w:r>
    </w:p>
    <w:p w14:paraId="51604A2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</w:t>
      </w:r>
      <w:r>
        <w:t>DD-</w:t>
      </w:r>
      <w:r>
        <w:rPr>
          <w:lang w:eastAsia="zh-CN"/>
        </w:rPr>
        <w:t>T</w:t>
      </w:r>
      <w:r>
        <w:t>DD Inter</w:t>
      </w:r>
      <w:r>
        <w:rPr>
          <w:lang w:eastAsia="zh-CN"/>
        </w:rPr>
        <w:t>-</w:t>
      </w:r>
      <w:r>
        <w:t>frequency correct reporting of measurement events with reduced performance group configured, DRX</w:t>
      </w:r>
      <w:r>
        <w:tab/>
        <w:t>2105</w:t>
      </w:r>
    </w:p>
    <w:p w14:paraId="7609F94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2105</w:t>
      </w:r>
    </w:p>
    <w:p w14:paraId="77AE338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2110</w:t>
      </w:r>
    </w:p>
    <w:p w14:paraId="70FC78C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with MGL=3ms under fading propagation conditions in synchronous cells</w:t>
      </w:r>
      <w:r>
        <w:tab/>
        <w:t>2110</w:t>
      </w:r>
    </w:p>
    <w:p w14:paraId="20B2019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A.8.4.10.1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2110</w:t>
      </w:r>
    </w:p>
    <w:p w14:paraId="67F410F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A.8.4.10.2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2112</w:t>
      </w:r>
    </w:p>
    <w:p w14:paraId="193AB68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synchronous cells with burst gap</w:t>
      </w:r>
      <w:r>
        <w:tab/>
        <w:t>2112</w:t>
      </w:r>
    </w:p>
    <w:p w14:paraId="7C7956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2112</w:t>
      </w:r>
    </w:p>
    <w:p w14:paraId="55E8DC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2114</w:t>
      </w:r>
    </w:p>
    <w:p w14:paraId="6172C2E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asynchronous cells for UE category M1 with discontinuous MPDCCH monitoring in CEModeA</w:t>
      </w:r>
      <w:r>
        <w:tab/>
        <w:t>2114</w:t>
      </w:r>
    </w:p>
    <w:p w14:paraId="0AAD095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2114</w:t>
      </w:r>
    </w:p>
    <w:p w14:paraId="2B4B2EA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2116</w:t>
      </w:r>
    </w:p>
    <w:p w14:paraId="7E48DE4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asynchronous cells for UE category M1 with discontinuous MPDCCH monitoring in CEModeB</w:t>
      </w:r>
      <w:r>
        <w:tab/>
        <w:t>2117</w:t>
      </w:r>
    </w:p>
    <w:p w14:paraId="4C8368E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2117</w:t>
      </w:r>
    </w:p>
    <w:p w14:paraId="685C91E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2118</w:t>
      </w:r>
    </w:p>
    <w:p w14:paraId="4255396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asynchronous cells for UE category M1 in CEModeA in DRX</w:t>
      </w:r>
      <w:r>
        <w:tab/>
        <w:t>2119</w:t>
      </w:r>
    </w:p>
    <w:p w14:paraId="5A882E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2119</w:t>
      </w:r>
    </w:p>
    <w:p w14:paraId="356768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2121</w:t>
      </w:r>
    </w:p>
    <w:p w14:paraId="5B25768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asynchronous cells for UE category M1 in CEModeB in DRX</w:t>
      </w:r>
      <w:r>
        <w:tab/>
        <w:t>2121</w:t>
      </w:r>
    </w:p>
    <w:p w14:paraId="473FE5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2121</w:t>
      </w:r>
    </w:p>
    <w:p w14:paraId="79438B7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A.8.4.15.2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</w:t>
      </w:r>
      <w:r>
        <w:tab/>
        <w:t>2124</w:t>
      </w:r>
    </w:p>
    <w:p w14:paraId="2F4A9A0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A.8.5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FDD - UTRAN FDD Measurements</w:t>
      </w:r>
      <w:r>
        <w:tab/>
        <w:t>2124</w:t>
      </w:r>
    </w:p>
    <w:p w14:paraId="5C045FD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FDD - UTRAN FDD event triggered reporting under fading propagation conditions</w:t>
      </w:r>
      <w:r>
        <w:tab/>
        <w:t>2124</w:t>
      </w:r>
    </w:p>
    <w:p w14:paraId="2EDE0F7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2124</w:t>
      </w:r>
    </w:p>
    <w:p w14:paraId="1803A62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2126</w:t>
      </w:r>
    </w:p>
    <w:p w14:paraId="5F09741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UTRAN FDD SON ANR cell search reporting under AWGN propagation conditions</w:t>
      </w:r>
      <w:r>
        <w:tab/>
        <w:t>2126</w:t>
      </w:r>
    </w:p>
    <w:p w14:paraId="08B86FD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2126</w:t>
      </w:r>
    </w:p>
    <w:p w14:paraId="26A7C69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2128</w:t>
      </w:r>
    </w:p>
    <w:p w14:paraId="0D79E11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FDD-UTRAN FDD event triggered reporting when DRX is used under fading propagation conditions</w:t>
      </w:r>
      <w:r>
        <w:tab/>
        <w:t>2128</w:t>
      </w:r>
    </w:p>
    <w:p w14:paraId="17BC706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2128</w:t>
      </w:r>
    </w:p>
    <w:p w14:paraId="33317C8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A.8.5.3.2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2131</w:t>
      </w:r>
    </w:p>
    <w:p w14:paraId="0C83481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UTRAN FDD enhanced cell identification under AWGN propagation conditions</w:t>
      </w:r>
      <w:r>
        <w:tab/>
        <w:t>2131</w:t>
      </w:r>
    </w:p>
    <w:p w14:paraId="2370AC2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A.8.5.4.1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2131</w:t>
      </w:r>
    </w:p>
    <w:p w14:paraId="34888D2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A.8.5.4.2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2133</w:t>
      </w:r>
    </w:p>
    <w:p w14:paraId="759B4A0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A.8.5.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 UTRAN FDD - UTRAN FDD identification of a new CGI of UTRAN cell using autonomous gaps</w:t>
      </w:r>
      <w:r>
        <w:tab/>
        <w:t>2133</w:t>
      </w:r>
    </w:p>
    <w:p w14:paraId="6175133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A.8.5.</w:t>
      </w:r>
      <w:r w:rsidRPr="00614873">
        <w:rPr>
          <w:snapToGrid w:val="0"/>
          <w:lang w:eastAsia="zh-CN"/>
        </w:rPr>
        <w:t>5</w:t>
      </w:r>
      <w:r w:rsidRPr="00614873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2133</w:t>
      </w:r>
    </w:p>
    <w:p w14:paraId="636E0E7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A.8.5.</w:t>
      </w:r>
      <w:r w:rsidRPr="00614873">
        <w:rPr>
          <w:snapToGrid w:val="0"/>
          <w:lang w:eastAsia="zh-CN"/>
        </w:rPr>
        <w:t>5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2136</w:t>
      </w:r>
    </w:p>
    <w:p w14:paraId="102D2ED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A.8.5.6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UTRAN FDD event triggered reporting without measurement gaps under AWGN propagation conditions</w:t>
      </w:r>
      <w:r>
        <w:tab/>
        <w:t>2136</w:t>
      </w:r>
    </w:p>
    <w:p w14:paraId="306AB88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A.8.5.6.1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2136</w:t>
      </w:r>
    </w:p>
    <w:p w14:paraId="09353B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A.8.5.6.2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2137</w:t>
      </w:r>
    </w:p>
    <w:p w14:paraId="5A2DFE6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A.8.5.7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UTRAN FDD Event Triggered Reporting under Fading Propagation Conditions for 5 MHz Bandwidth</w:t>
      </w:r>
      <w:r>
        <w:tab/>
        <w:t>2138</w:t>
      </w:r>
    </w:p>
    <w:p w14:paraId="3185A98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A.8.5.7.1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2138</w:t>
      </w:r>
    </w:p>
    <w:p w14:paraId="6FC69B4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A.8.5.7.2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2138</w:t>
      </w:r>
    </w:p>
    <w:p w14:paraId="313EF15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A.8.5.8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FDD InterRAT UTRA FDD correct reporting of measurement events with reduced performance group configured, non DRX</w:t>
      </w:r>
      <w:r>
        <w:tab/>
        <w:t>2138</w:t>
      </w:r>
    </w:p>
    <w:p w14:paraId="56BC8F0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A.8.5.8.1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2138</w:t>
      </w:r>
    </w:p>
    <w:p w14:paraId="1AC91C1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A.8.5.8.2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2141</w:t>
      </w:r>
    </w:p>
    <w:p w14:paraId="3047C945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A.8.6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/>
        </w:rPr>
        <w:t>E-UTRAN TDD - UTRAN FDD Measurements</w:t>
      </w:r>
      <w:r>
        <w:tab/>
        <w:t>2141</w:t>
      </w:r>
    </w:p>
    <w:p w14:paraId="4D011BE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TDD - UTRAN FDD event triggered reporting under fading propagation conditions</w:t>
      </w:r>
      <w:r>
        <w:tab/>
        <w:t>2141</w:t>
      </w:r>
    </w:p>
    <w:p w14:paraId="3E9863D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2141</w:t>
      </w:r>
    </w:p>
    <w:p w14:paraId="773A9FF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2143</w:t>
      </w:r>
    </w:p>
    <w:p w14:paraId="1F17D2C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 UTRAN </w:t>
      </w:r>
      <w:r>
        <w:rPr>
          <w:lang w:eastAsia="zh-CN"/>
        </w:rPr>
        <w:t>T</w:t>
      </w:r>
      <w:r>
        <w:t>DD - UTRAN FDD identification of a new CGI of UTRAN cell using autonomous gaps</w:t>
      </w:r>
      <w:r>
        <w:tab/>
        <w:t>2143</w:t>
      </w:r>
    </w:p>
    <w:p w14:paraId="6FFDBC2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6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2</w:t>
      </w:r>
      <w:r w:rsidRPr="00614873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2143</w:t>
      </w:r>
    </w:p>
    <w:p w14:paraId="74276C1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6.2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2146</w:t>
      </w:r>
    </w:p>
    <w:p w14:paraId="276BC03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TDD InterRAT UTRA FDD correct reporting of measurement events with reduced performance group configured, non DRX</w:t>
      </w:r>
      <w:r>
        <w:tab/>
        <w:t>2146</w:t>
      </w:r>
    </w:p>
    <w:p w14:paraId="6BB91D6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2146</w:t>
      </w:r>
    </w:p>
    <w:p w14:paraId="37A9A6B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A.8.6.3.2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2149</w:t>
      </w:r>
    </w:p>
    <w:p w14:paraId="026DEAF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</w:t>
      </w:r>
      <w:r>
        <w:rPr>
          <w:lang w:eastAsia="zh-CN"/>
        </w:rPr>
        <w:t>N</w:t>
      </w:r>
      <w:r>
        <w:t xml:space="preserve"> TDD – UTRA</w:t>
      </w:r>
      <w:r>
        <w:rPr>
          <w:lang w:eastAsia="zh-CN"/>
        </w:rPr>
        <w:t>N</w:t>
      </w:r>
      <w:r>
        <w:t xml:space="preserve"> TDD Measurements</w:t>
      </w:r>
      <w:r>
        <w:tab/>
        <w:t>2149</w:t>
      </w:r>
    </w:p>
    <w:p w14:paraId="4DDAC9F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</w:t>
      </w:r>
      <w:r w:rsidRPr="00614873">
        <w:rPr>
          <w:rFonts w:cs="v4.2.0"/>
          <w:lang w:eastAsia="zh-CN"/>
        </w:rPr>
        <w:t>7</w:t>
      </w:r>
      <w:r w:rsidRPr="00614873">
        <w:rPr>
          <w:rFonts w:cs="v4.2.0"/>
        </w:rPr>
        <w:t>.</w:t>
      </w:r>
      <w:r w:rsidRPr="00614873">
        <w:rPr>
          <w:rFonts w:cs="v4.2.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</w:t>
      </w:r>
      <w:r w:rsidRPr="00614873">
        <w:rPr>
          <w:rFonts w:cs="v4.2.0"/>
          <w:lang w:eastAsia="zh-CN"/>
        </w:rPr>
        <w:t>N</w:t>
      </w:r>
      <w:r w:rsidRPr="00614873">
        <w:rPr>
          <w:rFonts w:cs="v4.2.0"/>
        </w:rPr>
        <w:t xml:space="preserve"> TDD to UTRA</w:t>
      </w:r>
      <w:r w:rsidRPr="00614873">
        <w:rPr>
          <w:rFonts w:cs="v4.2.0"/>
          <w:lang w:eastAsia="zh-CN"/>
        </w:rPr>
        <w:t>N</w:t>
      </w:r>
      <w:r w:rsidRPr="00614873">
        <w:rPr>
          <w:rFonts w:cs="v4.2.0"/>
        </w:rPr>
        <w:t xml:space="preserve"> TDD cell search under fading propagation conditions</w:t>
      </w:r>
      <w:r>
        <w:tab/>
        <w:t>2149</w:t>
      </w:r>
    </w:p>
    <w:p w14:paraId="5D82B4D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</w:t>
      </w:r>
      <w:r w:rsidRPr="00614873">
        <w:rPr>
          <w:rFonts w:cs="v4.2.0"/>
          <w:lang w:eastAsia="zh-CN"/>
        </w:rPr>
        <w:t>7</w:t>
      </w:r>
      <w:r w:rsidRPr="00614873">
        <w:rPr>
          <w:rFonts w:cs="v4.2.0"/>
        </w:rP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Purpose and Environment</w:t>
      </w:r>
      <w:r>
        <w:tab/>
        <w:t>2149</w:t>
      </w:r>
    </w:p>
    <w:p w14:paraId="7A61729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</w:t>
      </w:r>
      <w:r w:rsidRPr="00614873">
        <w:rPr>
          <w:rFonts w:cs="v4.2.0"/>
          <w:lang w:eastAsia="zh-CN"/>
        </w:rPr>
        <w:t>7</w:t>
      </w:r>
      <w:r w:rsidRPr="00614873">
        <w:rPr>
          <w:rFonts w:cs="v4.2.0"/>
        </w:rPr>
        <w:t>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Void</w:t>
      </w:r>
      <w:r>
        <w:tab/>
        <w:t>2149</w:t>
      </w:r>
    </w:p>
    <w:p w14:paraId="07766281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A.8.7.1.1.2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2149</w:t>
      </w:r>
    </w:p>
    <w:p w14:paraId="63AD995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2151</w:t>
      </w:r>
    </w:p>
    <w:p w14:paraId="15E0C4C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</w:t>
      </w:r>
      <w:r w:rsidRPr="00614873">
        <w:rPr>
          <w:rFonts w:cs="v4.2.0"/>
          <w:lang w:eastAsia="zh-CN"/>
        </w:rPr>
        <w:t>7</w:t>
      </w:r>
      <w:r w:rsidRPr="00614873">
        <w:rPr>
          <w:rFonts w:cs="v4.2.0"/>
        </w:rPr>
        <w:t>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Requirements</w:t>
      </w:r>
      <w:r>
        <w:tab/>
        <w:t>2151</w:t>
      </w:r>
    </w:p>
    <w:p w14:paraId="6AEA9B4D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</w:t>
      </w:r>
      <w:r w:rsidRPr="00614873">
        <w:rPr>
          <w:rFonts w:cs="v4.2.0"/>
          <w:lang w:eastAsia="zh-CN"/>
        </w:rPr>
        <w:t>7</w:t>
      </w:r>
      <w:r w:rsidRPr="00614873">
        <w:rPr>
          <w:rFonts w:cs="v4.2.0"/>
        </w:rPr>
        <w:t>.1.</w:t>
      </w:r>
      <w:r w:rsidRPr="00614873">
        <w:rPr>
          <w:rFonts w:cs="v4.2.0"/>
          <w:lang w:eastAsia="zh-CN"/>
        </w:rPr>
        <w:t>2</w:t>
      </w:r>
      <w:r w:rsidRPr="00614873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Void</w:t>
      </w:r>
      <w:r>
        <w:tab/>
        <w:t>2151</w:t>
      </w:r>
    </w:p>
    <w:p w14:paraId="4554C6F8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A.8.7.1.2.2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2151</w:t>
      </w:r>
    </w:p>
    <w:p w14:paraId="6061E472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</w:t>
      </w:r>
      <w:r w:rsidRPr="00614873">
        <w:rPr>
          <w:rFonts w:cs="v4.2.0"/>
          <w:lang w:eastAsia="zh-CN"/>
        </w:rPr>
        <w:t>7</w:t>
      </w:r>
      <w:r w:rsidRPr="00614873">
        <w:rPr>
          <w:rFonts w:cs="v4.2.0"/>
        </w:rPr>
        <w:t>.1.</w:t>
      </w:r>
      <w:r w:rsidRPr="00614873">
        <w:rPr>
          <w:rFonts w:cs="v4.2.0"/>
          <w:lang w:eastAsia="zh-CN"/>
        </w:rPr>
        <w:t>2</w:t>
      </w:r>
      <w:r w:rsidRPr="00614873">
        <w:rPr>
          <w:rFonts w:cs="v4.2.0"/>
        </w:rPr>
        <w:t>.</w:t>
      </w:r>
      <w:r w:rsidRPr="00614873">
        <w:rPr>
          <w:rFonts w:cs="v4.2.0"/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lang w:eastAsia="zh-CN"/>
        </w:rPr>
        <w:t>Void</w:t>
      </w:r>
      <w:r>
        <w:tab/>
        <w:t>2151</w:t>
      </w:r>
    </w:p>
    <w:p w14:paraId="2685C6C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TDD-UTRAN TDD cell search when DRX is used under fading propagation conditions</w:t>
      </w:r>
      <w:r>
        <w:tab/>
        <w:t>2151</w:t>
      </w:r>
    </w:p>
    <w:p w14:paraId="7527803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2151</w:t>
      </w:r>
    </w:p>
    <w:p w14:paraId="076E48C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2154</w:t>
      </w:r>
    </w:p>
    <w:p w14:paraId="2CEA8D6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- UTRAN </w:t>
      </w:r>
      <w:r>
        <w:rPr>
          <w:lang w:eastAsia="zh-CN"/>
        </w:rPr>
        <w:t>T</w:t>
      </w:r>
      <w:r>
        <w:t>DD SON ANR cell search reporting in AWGN propagation conditions</w:t>
      </w:r>
      <w:r>
        <w:tab/>
        <w:t>2155</w:t>
      </w:r>
    </w:p>
    <w:p w14:paraId="3D3F68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</w:t>
      </w:r>
      <w:r w:rsidRPr="00614873">
        <w:rPr>
          <w:rFonts w:cs="v4.2.0"/>
          <w:snapToGrid w:val="0"/>
          <w:lang w:eastAsia="zh-CN"/>
        </w:rPr>
        <w:t>7</w:t>
      </w:r>
      <w:r w:rsidRPr="00614873">
        <w:rPr>
          <w:rFonts w:cs="v4.2.0"/>
          <w:snapToGrid w:val="0"/>
        </w:rPr>
        <w:t>.</w:t>
      </w:r>
      <w:r w:rsidRPr="00614873">
        <w:rPr>
          <w:rFonts w:cs="v4.2.0"/>
          <w:snapToGrid w:val="0"/>
          <w:lang w:eastAsia="zh-CN"/>
        </w:rPr>
        <w:t>3</w:t>
      </w:r>
      <w:r w:rsidRPr="00614873">
        <w:rPr>
          <w:rFonts w:cs="v4.2.0"/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2155</w:t>
      </w:r>
    </w:p>
    <w:p w14:paraId="4489BCC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</w:t>
      </w:r>
      <w:r w:rsidRPr="00614873">
        <w:rPr>
          <w:rFonts w:cs="v4.2.0"/>
          <w:snapToGrid w:val="0"/>
          <w:lang w:eastAsia="zh-CN"/>
        </w:rPr>
        <w:t>7</w:t>
      </w:r>
      <w:r w:rsidRPr="00614873">
        <w:rPr>
          <w:rFonts w:cs="v4.2.0"/>
          <w:snapToGrid w:val="0"/>
        </w:rPr>
        <w:t>.</w:t>
      </w:r>
      <w:r w:rsidRPr="00614873">
        <w:rPr>
          <w:rFonts w:cs="v4.2.0"/>
          <w:snapToGrid w:val="0"/>
          <w:lang w:eastAsia="zh-CN"/>
        </w:rPr>
        <w:t>3</w:t>
      </w:r>
      <w:r w:rsidRPr="00614873">
        <w:rPr>
          <w:rFonts w:cs="v4.2.0"/>
          <w:snapToGrid w:val="0"/>
        </w:rPr>
        <w:t>.</w:t>
      </w:r>
      <w:r w:rsidRPr="00614873">
        <w:rPr>
          <w:rFonts w:cs="v4.2.0"/>
          <w:snapToGrid w:val="0"/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</w:t>
      </w:r>
      <w:r w:rsidRPr="00614873">
        <w:rPr>
          <w:rFonts w:cs="v4.2.0"/>
          <w:snapToGrid w:val="0"/>
          <w:lang w:eastAsia="zh-CN"/>
        </w:rPr>
        <w:t>arameters</w:t>
      </w:r>
      <w:r>
        <w:tab/>
        <w:t>2155</w:t>
      </w:r>
    </w:p>
    <w:p w14:paraId="731C30D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</w:t>
      </w:r>
      <w:r w:rsidRPr="00614873">
        <w:rPr>
          <w:rFonts w:cs="v4.2.0"/>
          <w:snapToGrid w:val="0"/>
          <w:lang w:eastAsia="zh-CN"/>
        </w:rPr>
        <w:t>7</w:t>
      </w:r>
      <w:r w:rsidRPr="00614873">
        <w:rPr>
          <w:rFonts w:cs="v4.2.0"/>
          <w:snapToGrid w:val="0"/>
        </w:rPr>
        <w:t>.</w:t>
      </w:r>
      <w:r w:rsidRPr="00614873">
        <w:rPr>
          <w:rFonts w:cs="v4.2.0"/>
          <w:snapToGrid w:val="0"/>
          <w:lang w:eastAsia="zh-CN"/>
        </w:rPr>
        <w:t>3</w:t>
      </w:r>
      <w:r w:rsidRPr="00614873">
        <w:rPr>
          <w:rFonts w:cs="v4.2.0"/>
          <w:snapToGrid w:val="0"/>
        </w:rPr>
        <w:t>.</w:t>
      </w:r>
      <w:r w:rsidRPr="00614873">
        <w:rPr>
          <w:rFonts w:cs="v4.2.0"/>
          <w:snapToGrid w:val="0"/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2156</w:t>
      </w:r>
    </w:p>
    <w:p w14:paraId="1B8B002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7</w:t>
      </w:r>
      <w:r>
        <w:t>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- UTRAN </w:t>
      </w:r>
      <w:r>
        <w:rPr>
          <w:lang w:eastAsia="zh-CN"/>
        </w:rPr>
        <w:t>T</w:t>
      </w:r>
      <w:r>
        <w:t>DD enhanced cell identification under AWGN propagation conditions</w:t>
      </w:r>
      <w:r>
        <w:tab/>
        <w:t>2157</w:t>
      </w:r>
    </w:p>
    <w:p w14:paraId="3E9098E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7</w:t>
      </w:r>
      <w:r w:rsidRPr="00614873">
        <w:rPr>
          <w:snapToGrid w:val="0"/>
        </w:rPr>
        <w:t>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2157</w:t>
      </w:r>
    </w:p>
    <w:p w14:paraId="4C45ADA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7</w:t>
      </w:r>
      <w:r w:rsidRPr="00614873">
        <w:rPr>
          <w:snapToGrid w:val="0"/>
        </w:rPr>
        <w:t>.4.</w:t>
      </w:r>
      <w:r w:rsidRPr="00614873">
        <w:rPr>
          <w:snapToGrid w:val="0"/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2159</w:t>
      </w:r>
    </w:p>
    <w:p w14:paraId="2822D4A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8.7.5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 TDD InterRAT UTRA TDD correct reporting of measurement events with reduced performance group configured, non DRX</w:t>
      </w:r>
      <w:r>
        <w:tab/>
        <w:t>2159</w:t>
      </w:r>
    </w:p>
    <w:p w14:paraId="5B45CCD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7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5</w:t>
      </w:r>
      <w:r w:rsidRPr="00614873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2159</w:t>
      </w:r>
    </w:p>
    <w:p w14:paraId="1FD0EFD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2161</w:t>
      </w:r>
    </w:p>
    <w:p w14:paraId="2D8E9FE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A.8.7A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TDD Measurements</w:t>
      </w:r>
      <w:r>
        <w:tab/>
        <w:t>2161</w:t>
      </w:r>
    </w:p>
    <w:p w14:paraId="5398C6E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A.8.7A.1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 FDD InterRAT UTRA TDD correct reporting of measurement events with reduced performance group configured, non DRX</w:t>
      </w:r>
      <w:r>
        <w:tab/>
        <w:t>2161</w:t>
      </w:r>
    </w:p>
    <w:p w14:paraId="2713FE1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A.8.7A.1.1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2161</w:t>
      </w:r>
    </w:p>
    <w:p w14:paraId="45076E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A.8.7A.1.2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2164</w:t>
      </w:r>
    </w:p>
    <w:p w14:paraId="491C97E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GSM Measurements</w:t>
      </w:r>
      <w:r>
        <w:tab/>
        <w:t>2164</w:t>
      </w:r>
    </w:p>
    <w:p w14:paraId="68FCB49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FDD – GSM event triggered reporting in AWGN</w:t>
      </w:r>
      <w:r>
        <w:tab/>
        <w:t>2164</w:t>
      </w:r>
    </w:p>
    <w:p w14:paraId="41A9C54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A.8.8.1.1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2164</w:t>
      </w:r>
    </w:p>
    <w:p w14:paraId="2900F66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A.8.8.1.2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2166</w:t>
      </w:r>
    </w:p>
    <w:p w14:paraId="24F9923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FDD-GSM event triggered reporting when DRX is used in AWGN</w:t>
      </w:r>
      <w:r>
        <w:tab/>
        <w:t>2166</w:t>
      </w:r>
    </w:p>
    <w:p w14:paraId="156AA4F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2166</w:t>
      </w:r>
    </w:p>
    <w:p w14:paraId="37485E6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2168</w:t>
      </w:r>
    </w:p>
    <w:p w14:paraId="6E5B06E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GSM event triggered reporting in AWGN with enhanced BSIC identification</w:t>
      </w:r>
      <w:r>
        <w:tab/>
        <w:t>2169</w:t>
      </w:r>
    </w:p>
    <w:p w14:paraId="352502E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A.8.8.3.1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2169</w:t>
      </w:r>
    </w:p>
    <w:p w14:paraId="67ECD48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A.8.8.3.2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2170</w:t>
      </w:r>
    </w:p>
    <w:p w14:paraId="03A2D20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val="sv-SE"/>
        </w:rPr>
        <w:t>A.8</w:t>
      </w:r>
      <w:r w:rsidRPr="00614873">
        <w:rPr>
          <w:lang w:val="sv-SE"/>
        </w:rPr>
        <w:t>.</w:t>
      </w:r>
      <w:r w:rsidRPr="00614873">
        <w:rPr>
          <w:lang w:val="sv-SE" w:eastAsia="zh-CN"/>
        </w:rPr>
        <w:t>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sv-SE" w:eastAsia="zh-CN"/>
        </w:rPr>
        <w:t>E-UTRAN F</w:t>
      </w:r>
      <w:r w:rsidRPr="00614873">
        <w:rPr>
          <w:lang w:val="sv-SE"/>
        </w:rPr>
        <w:t>DD</w:t>
      </w:r>
      <w:r w:rsidRPr="00614873">
        <w:rPr>
          <w:lang w:val="sv-SE" w:eastAsia="zh-CN"/>
        </w:rPr>
        <w:t xml:space="preserve"> </w:t>
      </w:r>
      <w:r w:rsidRPr="00614873">
        <w:rPr>
          <w:lang w:val="sv-SE"/>
        </w:rPr>
        <w:t>-</w:t>
      </w:r>
      <w:r w:rsidRPr="00614873">
        <w:rPr>
          <w:lang w:val="sv-SE" w:eastAsia="zh-CN"/>
        </w:rPr>
        <w:t xml:space="preserve"> UTRAN T</w:t>
      </w:r>
      <w:r w:rsidRPr="00614873">
        <w:rPr>
          <w:lang w:val="sv-SE"/>
        </w:rPr>
        <w:t>DD measurements</w:t>
      </w:r>
      <w:r>
        <w:tab/>
        <w:t>2171</w:t>
      </w:r>
    </w:p>
    <w:p w14:paraId="1860483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</w:t>
      </w:r>
      <w:r w:rsidRPr="00614873">
        <w:rPr>
          <w:rFonts w:cs="v4.2.0"/>
          <w:lang w:eastAsia="zh-CN"/>
        </w:rPr>
        <w:t>9</w:t>
      </w:r>
      <w:r w:rsidRPr="00614873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</w:t>
      </w:r>
      <w:r>
        <w:t>DD</w:t>
      </w:r>
      <w:r>
        <w:rPr>
          <w:lang w:eastAsia="zh-CN"/>
        </w:rPr>
        <w:t xml:space="preserve"> </w:t>
      </w:r>
      <w:r>
        <w:t>-</w:t>
      </w:r>
      <w:r>
        <w:rPr>
          <w:lang w:eastAsia="zh-CN"/>
        </w:rPr>
        <w:t xml:space="preserve"> UTRAN T</w:t>
      </w:r>
      <w:r>
        <w:t>DD</w:t>
      </w:r>
      <w:r w:rsidRPr="00614873">
        <w:rPr>
          <w:rFonts w:cs="v4.2.0"/>
        </w:rPr>
        <w:t xml:space="preserve"> </w:t>
      </w:r>
      <w:r w:rsidRPr="00614873">
        <w:rPr>
          <w:rFonts w:cs="v4.2.0"/>
          <w:lang w:eastAsia="zh-CN"/>
        </w:rPr>
        <w:t>e</w:t>
      </w:r>
      <w:r w:rsidRPr="00614873">
        <w:rPr>
          <w:rFonts w:cs="v4.2.0"/>
        </w:rPr>
        <w:t>vent triggered reporting in fading propagation conditions</w:t>
      </w:r>
      <w:r>
        <w:tab/>
        <w:t>2171</w:t>
      </w:r>
    </w:p>
    <w:p w14:paraId="40BF082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</w:t>
      </w:r>
      <w:r w:rsidRPr="00614873">
        <w:rPr>
          <w:rFonts w:cs="v4.2.0"/>
          <w:snapToGrid w:val="0"/>
          <w:lang w:eastAsia="zh-CN"/>
        </w:rPr>
        <w:t>9</w:t>
      </w:r>
      <w:r w:rsidRPr="00614873">
        <w:rPr>
          <w:rFonts w:cs="v4.2.0"/>
          <w:snapToGrid w:val="0"/>
        </w:rP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2171</w:t>
      </w:r>
    </w:p>
    <w:p w14:paraId="7BA86D0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</w:t>
      </w:r>
      <w:r w:rsidRPr="00614873">
        <w:rPr>
          <w:rFonts w:cs="v4.2.0"/>
          <w:snapToGrid w:val="0"/>
          <w:lang w:eastAsia="zh-CN"/>
        </w:rPr>
        <w:t>9</w:t>
      </w:r>
      <w:r w:rsidRPr="00614873">
        <w:rPr>
          <w:rFonts w:cs="v4.2.0"/>
          <w:snapToGrid w:val="0"/>
        </w:rPr>
        <w:t>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2172</w:t>
      </w:r>
    </w:p>
    <w:p w14:paraId="076C5DF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</w:t>
      </w:r>
      <w:r w:rsidRPr="00614873">
        <w:rPr>
          <w:rFonts w:cs="v4.2.0"/>
          <w:lang w:eastAsia="zh-CN"/>
        </w:rPr>
        <w:t>9</w:t>
      </w:r>
      <w:r w:rsidRPr="00614873">
        <w:rPr>
          <w:rFonts w:cs="v4.2.0"/>
        </w:rPr>
        <w:t>.</w:t>
      </w:r>
      <w:r w:rsidRPr="00614873">
        <w:rPr>
          <w:rFonts w:cs="v4.2.0"/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</w:t>
      </w:r>
      <w:r w:rsidRPr="00614873">
        <w:rPr>
          <w:rFonts w:cs="v4.2.0"/>
          <w:lang w:eastAsia="zh-CN"/>
        </w:rPr>
        <w:t>N</w:t>
      </w:r>
      <w:r w:rsidRPr="00614873">
        <w:rPr>
          <w:rFonts w:cs="v4.2.0"/>
        </w:rPr>
        <w:t xml:space="preserve"> </w:t>
      </w:r>
      <w:r w:rsidRPr="00614873">
        <w:rPr>
          <w:rFonts w:cs="v4.2.0"/>
          <w:lang w:eastAsia="zh-CN"/>
        </w:rPr>
        <w:t>F</w:t>
      </w:r>
      <w:r w:rsidRPr="00614873">
        <w:rPr>
          <w:rFonts w:cs="v4.2.0"/>
        </w:rPr>
        <w:t xml:space="preserve">DD </w:t>
      </w:r>
      <w:r w:rsidRPr="00614873">
        <w:rPr>
          <w:rFonts w:cs="v4.2.0"/>
          <w:lang w:eastAsia="zh-CN"/>
        </w:rPr>
        <w:t xml:space="preserve">- </w:t>
      </w:r>
      <w:r w:rsidRPr="00614873">
        <w:rPr>
          <w:rFonts w:cs="v4.2.0"/>
        </w:rPr>
        <w:t>UTRA</w:t>
      </w:r>
      <w:r w:rsidRPr="00614873">
        <w:rPr>
          <w:rFonts w:cs="v4.2.0"/>
          <w:lang w:eastAsia="zh-CN"/>
        </w:rPr>
        <w:t>N</w:t>
      </w:r>
      <w:r w:rsidRPr="00614873">
        <w:rPr>
          <w:rFonts w:cs="v4.2.0"/>
        </w:rPr>
        <w:t xml:space="preserve"> TDD </w:t>
      </w:r>
      <w:r>
        <w:t>enhanced cell identification under AWGN propagation conditions</w:t>
      </w:r>
      <w:r>
        <w:tab/>
        <w:t>2173</w:t>
      </w:r>
    </w:p>
    <w:p w14:paraId="635EC43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9</w:t>
      </w:r>
      <w:r>
        <w:t>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2173</w:t>
      </w:r>
    </w:p>
    <w:p w14:paraId="459993B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9</w:t>
      </w:r>
      <w:r>
        <w:t>.</w:t>
      </w:r>
      <w:r>
        <w:rPr>
          <w:lang w:eastAsia="zh-CN"/>
        </w:rPr>
        <w:t>2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2175</w:t>
      </w:r>
    </w:p>
    <w:p w14:paraId="2FC4E6B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TDD – GSM Measurements</w:t>
      </w:r>
      <w:r>
        <w:tab/>
        <w:t>2175</w:t>
      </w:r>
    </w:p>
    <w:p w14:paraId="2FD3D16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GSM event triggered reporting in AWGN</w:t>
      </w:r>
      <w:r>
        <w:tab/>
        <w:t>2175</w:t>
      </w:r>
    </w:p>
    <w:p w14:paraId="6C15048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2175</w:t>
      </w:r>
    </w:p>
    <w:p w14:paraId="7D5AA98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2176</w:t>
      </w:r>
    </w:p>
    <w:p w14:paraId="1A26397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TDD-GSM event triggered reporting when DRX is used in AWGN</w:t>
      </w:r>
      <w:r>
        <w:tab/>
        <w:t>2177</w:t>
      </w:r>
    </w:p>
    <w:p w14:paraId="4776941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2177</w:t>
      </w:r>
    </w:p>
    <w:p w14:paraId="2B1B3F3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2179</w:t>
      </w:r>
    </w:p>
    <w:p w14:paraId="4F55288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</w:rPr>
        <w:t>A.</w:t>
      </w:r>
      <w:r>
        <w:t>8.</w:t>
      </w:r>
      <w:r w:rsidRPr="00614873">
        <w:rPr>
          <w:rFonts w:eastAsia="SimSun"/>
        </w:rPr>
        <w:t>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</w:rPr>
        <w:t>Monitoring of Multiple Layers</w:t>
      </w:r>
      <w:r>
        <w:tab/>
        <w:t>2179</w:t>
      </w:r>
    </w:p>
    <w:p w14:paraId="11008D1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Multiple E-UTRAN FDD-FDD Inter-frequency event triggered reporting under fading propagation conditions</w:t>
      </w:r>
      <w:r>
        <w:tab/>
        <w:t>2179</w:t>
      </w:r>
    </w:p>
    <w:p w14:paraId="5D30D70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2179</w:t>
      </w:r>
    </w:p>
    <w:p w14:paraId="35B74D6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2181</w:t>
      </w:r>
    </w:p>
    <w:p w14:paraId="5420C13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E-UTRAN TDD and E-UTRAN TDD Inter-frequency event triggered reporting under fading propagation conditions</w:t>
      </w:r>
      <w:r>
        <w:tab/>
        <w:t>2182</w:t>
      </w:r>
    </w:p>
    <w:p w14:paraId="07A1CE5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2182</w:t>
      </w:r>
    </w:p>
    <w:p w14:paraId="657604F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2183</w:t>
      </w:r>
    </w:p>
    <w:p w14:paraId="7BA999B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A.8.11.3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E-UTRAN FDD-FDD Inter-frequency and UTRAN FDD event triggered reporting under fading propagation conditions</w:t>
      </w:r>
      <w:r>
        <w:tab/>
        <w:t>2184</w:t>
      </w:r>
    </w:p>
    <w:p w14:paraId="347B432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2184</w:t>
      </w:r>
    </w:p>
    <w:p w14:paraId="77CCB74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2186</w:t>
      </w:r>
    </w:p>
    <w:p w14:paraId="03A0769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11</w:t>
      </w:r>
      <w:r>
        <w:t>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InterRAT </w:t>
      </w:r>
      <w:r>
        <w:t xml:space="preserve">E-UTRA TDD </w:t>
      </w:r>
      <w:r>
        <w:rPr>
          <w:lang w:eastAsia="zh-CN"/>
        </w:rPr>
        <w:t xml:space="preserve">to </w:t>
      </w:r>
      <w:r>
        <w:t xml:space="preserve">E-UTRA TDD and UTRA TDD cell search </w:t>
      </w:r>
      <w:r>
        <w:rPr>
          <w:lang w:eastAsia="zh-CN"/>
        </w:rPr>
        <w:t>test case</w:t>
      </w:r>
      <w:r>
        <w:tab/>
        <w:t>2186</w:t>
      </w:r>
    </w:p>
    <w:p w14:paraId="3DF2372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11</w:t>
      </w:r>
      <w:r>
        <w:t>.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2186</w:t>
      </w:r>
    </w:p>
    <w:p w14:paraId="1039B04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11</w:t>
      </w:r>
      <w:r>
        <w:t>.</w:t>
      </w:r>
      <w:r>
        <w:rPr>
          <w:lang w:eastAsia="zh-CN"/>
        </w:rPr>
        <w:t>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2189</w:t>
      </w:r>
    </w:p>
    <w:p w14:paraId="102C4B9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A.8.11.5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Combined E-UTRAN FDD – E-UTRA FDD and GSM cell search. E-UTRA cells in fading; GSM cell in static propagation conditions</w:t>
      </w:r>
      <w:r>
        <w:tab/>
        <w:t>2189</w:t>
      </w:r>
    </w:p>
    <w:p w14:paraId="0E5DAC3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A.8.11.5.1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2189</w:t>
      </w:r>
    </w:p>
    <w:p w14:paraId="3AA570B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A.8.11.5.2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2191</w:t>
      </w:r>
    </w:p>
    <w:p w14:paraId="77E1B3B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A.8.11.6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Combined E-UTRAN TDD – E-UTRA TDD and GSM cell search. E-UTRA cells in fading; GSM cell in static propagation conditions</w:t>
      </w:r>
      <w:r>
        <w:tab/>
        <w:t>2192</w:t>
      </w:r>
    </w:p>
    <w:p w14:paraId="28B80C6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2192</w:t>
      </w:r>
    </w:p>
    <w:p w14:paraId="37C1C48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A.8.11.6.2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2194</w:t>
      </w:r>
    </w:p>
    <w:p w14:paraId="1F9D76D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RSTD Intra-frequency Measurements</w:t>
      </w:r>
      <w:r>
        <w:tab/>
        <w:t>2195</w:t>
      </w:r>
    </w:p>
    <w:p w14:paraId="76E3E87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RSTD measurement reporting delay test case</w:t>
      </w:r>
      <w:r>
        <w:tab/>
        <w:t>2195</w:t>
      </w:r>
    </w:p>
    <w:p w14:paraId="205B2F4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2195</w:t>
      </w:r>
    </w:p>
    <w:p w14:paraId="6532447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2199</w:t>
      </w:r>
    </w:p>
    <w:p w14:paraId="5479322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 for UE Category 1bis</w:t>
      </w:r>
      <w:r>
        <w:tab/>
        <w:t>2199</w:t>
      </w:r>
    </w:p>
    <w:p w14:paraId="48856FA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RSTD measurement reporting delay test case</w:t>
      </w:r>
      <w:r>
        <w:tab/>
        <w:t>2199</w:t>
      </w:r>
    </w:p>
    <w:p w14:paraId="4219856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2199</w:t>
      </w:r>
    </w:p>
    <w:p w14:paraId="681FA68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2204</w:t>
      </w:r>
    </w:p>
    <w:p w14:paraId="2145127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A.8.12.2.2A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 for UE Category 1bis</w:t>
      </w:r>
      <w:r>
        <w:tab/>
        <w:t>2204</w:t>
      </w:r>
    </w:p>
    <w:p w14:paraId="71E13AC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RSTD measurement period test case in CE Mode A</w:t>
      </w:r>
      <w:r>
        <w:tab/>
        <w:t>2204</w:t>
      </w:r>
    </w:p>
    <w:p w14:paraId="6898302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2204</w:t>
      </w:r>
    </w:p>
    <w:p w14:paraId="317BC51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2210</w:t>
      </w:r>
    </w:p>
    <w:p w14:paraId="744518C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intra-frequency RSTD measurement period test case in CE Mode A</w:t>
      </w:r>
      <w:r>
        <w:tab/>
        <w:t>2210</w:t>
      </w:r>
    </w:p>
    <w:p w14:paraId="19D3D20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2210</w:t>
      </w:r>
    </w:p>
    <w:p w14:paraId="6E2CFA4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2215</w:t>
      </w:r>
    </w:p>
    <w:p w14:paraId="4E8A8EA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RSTD measurement period test case in CE Mode A</w:t>
      </w:r>
      <w:r>
        <w:tab/>
        <w:t>2215</w:t>
      </w:r>
    </w:p>
    <w:p w14:paraId="348F3EC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2215</w:t>
      </w:r>
    </w:p>
    <w:p w14:paraId="76678B1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2220</w:t>
      </w:r>
    </w:p>
    <w:p w14:paraId="7D50D44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RSTD measurement period test case in CE Mode B</w:t>
      </w:r>
      <w:r>
        <w:tab/>
        <w:t>2220</w:t>
      </w:r>
    </w:p>
    <w:p w14:paraId="20ED05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2220</w:t>
      </w:r>
    </w:p>
    <w:p w14:paraId="3FF3523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2225</w:t>
      </w:r>
    </w:p>
    <w:p w14:paraId="74A6FAB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intra-frequency RSTD measurement period test case in CE Mode B</w:t>
      </w:r>
      <w:r>
        <w:tab/>
        <w:t>2225</w:t>
      </w:r>
    </w:p>
    <w:p w14:paraId="44ED821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2225</w:t>
      </w:r>
    </w:p>
    <w:p w14:paraId="66A59CE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2230</w:t>
      </w:r>
    </w:p>
    <w:p w14:paraId="7A821CB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RSTD measurement period test case in CE Mode B</w:t>
      </w:r>
      <w:r>
        <w:tab/>
        <w:t>2230</w:t>
      </w:r>
    </w:p>
    <w:p w14:paraId="6C958D6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2230</w:t>
      </w:r>
    </w:p>
    <w:p w14:paraId="405E5CF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2235</w:t>
      </w:r>
    </w:p>
    <w:p w14:paraId="7F20702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RSTD measurement period test case in CE Mode A with longer PRS occasions</w:t>
      </w:r>
      <w:r>
        <w:tab/>
        <w:t>2235</w:t>
      </w:r>
    </w:p>
    <w:p w14:paraId="1A7A6F0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2235</w:t>
      </w:r>
    </w:p>
    <w:p w14:paraId="6601BBC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2240</w:t>
      </w:r>
    </w:p>
    <w:p w14:paraId="6B8E8F0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intra-frequency RSTD measurement period test case in CE Mode A with longer PRS occasions</w:t>
      </w:r>
      <w:r>
        <w:tab/>
        <w:t>2240</w:t>
      </w:r>
    </w:p>
    <w:p w14:paraId="5711B4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2240</w:t>
      </w:r>
    </w:p>
    <w:p w14:paraId="5D35D6C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2245</w:t>
      </w:r>
    </w:p>
    <w:p w14:paraId="757C772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RSTD measurement period test case in CE Mode A with longer PRS occasions</w:t>
      </w:r>
      <w:r>
        <w:tab/>
        <w:t>2245</w:t>
      </w:r>
    </w:p>
    <w:p w14:paraId="42F36F6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2245</w:t>
      </w:r>
    </w:p>
    <w:p w14:paraId="1006903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2250</w:t>
      </w:r>
    </w:p>
    <w:p w14:paraId="66D7BC9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RSTD measurement period test case in CE Mode B with longer PRS occasions</w:t>
      </w:r>
      <w:r>
        <w:tab/>
        <w:t>2250</w:t>
      </w:r>
    </w:p>
    <w:p w14:paraId="7D69C2B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2250</w:t>
      </w:r>
    </w:p>
    <w:p w14:paraId="5D5EED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2255</w:t>
      </w:r>
    </w:p>
    <w:p w14:paraId="1DBAA80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intra-frequency RSTD measurement period test case in CE Mode B with longer PRS occasions</w:t>
      </w:r>
      <w:r>
        <w:tab/>
        <w:t>2255</w:t>
      </w:r>
    </w:p>
    <w:p w14:paraId="1CCD0D7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2255</w:t>
      </w:r>
    </w:p>
    <w:p w14:paraId="018AE19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2260</w:t>
      </w:r>
    </w:p>
    <w:p w14:paraId="47FDBA7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RSTD measurement period test case in CE Mode B with longer PRS occasions</w:t>
      </w:r>
      <w:r>
        <w:tab/>
        <w:t>2260</w:t>
      </w:r>
    </w:p>
    <w:p w14:paraId="6BE677A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2260</w:t>
      </w:r>
    </w:p>
    <w:p w14:paraId="0389884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2265</w:t>
      </w:r>
    </w:p>
    <w:p w14:paraId="4E3EE03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Inter-frequency Measurements</w:t>
      </w:r>
      <w:r>
        <w:tab/>
        <w:t>2265</w:t>
      </w:r>
    </w:p>
    <w:p w14:paraId="5D2B990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RSTD measurement reporting delay test case with the reference cell on the serving carrier frequency</w:t>
      </w:r>
      <w:r>
        <w:tab/>
        <w:t>2265</w:t>
      </w:r>
    </w:p>
    <w:p w14:paraId="6C9BA57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2265</w:t>
      </w:r>
    </w:p>
    <w:p w14:paraId="2A26EDD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2270</w:t>
      </w:r>
    </w:p>
    <w:p w14:paraId="327E37E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 for UE Category 1bis</w:t>
      </w:r>
      <w:r>
        <w:tab/>
        <w:t>2270</w:t>
      </w:r>
    </w:p>
    <w:p w14:paraId="2F327B1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RSTD measurement reporting delay test case with the reference cell on the serving carrier frequency</w:t>
      </w:r>
      <w:r>
        <w:tab/>
        <w:t>2270</w:t>
      </w:r>
    </w:p>
    <w:p w14:paraId="3EAA19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2270</w:t>
      </w:r>
    </w:p>
    <w:p w14:paraId="1EA3D08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2276</w:t>
      </w:r>
    </w:p>
    <w:p w14:paraId="0D849B4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A.8.13.2.2A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 for UE Category 1bis</w:t>
      </w:r>
      <w:r>
        <w:tab/>
        <w:t>2276</w:t>
      </w:r>
    </w:p>
    <w:p w14:paraId="33449A8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inter-frequency RSTD measurement period test case in CE Mode A</w:t>
      </w:r>
      <w:r>
        <w:tab/>
        <w:t>2276</w:t>
      </w:r>
    </w:p>
    <w:p w14:paraId="69E9E4D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2276</w:t>
      </w:r>
    </w:p>
    <w:p w14:paraId="4CFC1EB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2283</w:t>
      </w:r>
    </w:p>
    <w:p w14:paraId="7F32FE7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inter-frequency RSTD measurement period test case in CE Mode A</w:t>
      </w:r>
      <w:r>
        <w:tab/>
        <w:t>2283</w:t>
      </w:r>
    </w:p>
    <w:p w14:paraId="6258E69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2283</w:t>
      </w:r>
    </w:p>
    <w:p w14:paraId="0793BE5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2289</w:t>
      </w:r>
    </w:p>
    <w:p w14:paraId="49F92CD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inter-frequency RSTD measurement period test case in CE Mode A</w:t>
      </w:r>
      <w:r>
        <w:tab/>
        <w:t>2289</w:t>
      </w:r>
    </w:p>
    <w:p w14:paraId="773A719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2289</w:t>
      </w:r>
    </w:p>
    <w:p w14:paraId="1824E29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2295</w:t>
      </w:r>
    </w:p>
    <w:p w14:paraId="5A154C7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inter-frequency RSTD measurement period test case in CE Mode B</w:t>
      </w:r>
      <w:r>
        <w:tab/>
        <w:t>2295</w:t>
      </w:r>
    </w:p>
    <w:p w14:paraId="7E233F0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2295</w:t>
      </w:r>
    </w:p>
    <w:p w14:paraId="2934F80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2301</w:t>
      </w:r>
    </w:p>
    <w:p w14:paraId="701C2FA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inter-frequency RSTD measurement period test case in CE Mode B</w:t>
      </w:r>
      <w:r>
        <w:tab/>
        <w:t>2301</w:t>
      </w:r>
    </w:p>
    <w:p w14:paraId="045E322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2301</w:t>
      </w:r>
    </w:p>
    <w:p w14:paraId="2CB7CDE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2307</w:t>
      </w:r>
    </w:p>
    <w:p w14:paraId="2261E8F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inter-frequency RSTD measurement period test case in CE Mode B</w:t>
      </w:r>
      <w:r>
        <w:tab/>
        <w:t>2307</w:t>
      </w:r>
    </w:p>
    <w:p w14:paraId="2131FB8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2307</w:t>
      </w:r>
    </w:p>
    <w:p w14:paraId="158A662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2313</w:t>
      </w:r>
    </w:p>
    <w:p w14:paraId="797E657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inter-frequency RSTD measurement period test case in CE Mode A with longer PRS occasions</w:t>
      </w:r>
      <w:r>
        <w:tab/>
        <w:t>2313</w:t>
      </w:r>
    </w:p>
    <w:p w14:paraId="0106C0D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2313</w:t>
      </w:r>
    </w:p>
    <w:p w14:paraId="7B21172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2319</w:t>
      </w:r>
    </w:p>
    <w:p w14:paraId="3F830B1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inter-frequency RSTD measurement period test case in CE Mode A with longer PRS occasions</w:t>
      </w:r>
      <w:r>
        <w:tab/>
        <w:t>2319</w:t>
      </w:r>
    </w:p>
    <w:p w14:paraId="214D4C6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2319</w:t>
      </w:r>
    </w:p>
    <w:p w14:paraId="2D788CC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2325</w:t>
      </w:r>
    </w:p>
    <w:p w14:paraId="04BD1F6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inter-frequency RSTD measurement period test case in CE Mode A with longer PRS occasions</w:t>
      </w:r>
      <w:r>
        <w:tab/>
        <w:t>2325</w:t>
      </w:r>
    </w:p>
    <w:p w14:paraId="6669C6D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2325</w:t>
      </w:r>
    </w:p>
    <w:p w14:paraId="02FD466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2331</w:t>
      </w:r>
    </w:p>
    <w:p w14:paraId="498378C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inter-frequency RSTD measurement period test case in CE Mode B with longer PRS occasions</w:t>
      </w:r>
      <w:r>
        <w:tab/>
        <w:t>2331</w:t>
      </w:r>
    </w:p>
    <w:p w14:paraId="53BE029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2331</w:t>
      </w:r>
    </w:p>
    <w:p w14:paraId="3B76AC4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2337</w:t>
      </w:r>
    </w:p>
    <w:p w14:paraId="52BC13E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inter-frequency RSTD measurement period test case in CE Mode B with longer PRS occasions</w:t>
      </w:r>
      <w:r>
        <w:tab/>
        <w:t>2337</w:t>
      </w:r>
    </w:p>
    <w:p w14:paraId="1455802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2337</w:t>
      </w:r>
    </w:p>
    <w:p w14:paraId="2F2156B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2343</w:t>
      </w:r>
    </w:p>
    <w:p w14:paraId="2D07A2F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inter-frequency RSTD measurement period test case in CE Mode B with longer PRS occasions</w:t>
      </w:r>
      <w:r>
        <w:tab/>
        <w:t>2343</w:t>
      </w:r>
    </w:p>
    <w:p w14:paraId="1902947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2343</w:t>
      </w:r>
    </w:p>
    <w:p w14:paraId="1306C42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2349</w:t>
      </w:r>
    </w:p>
    <w:p w14:paraId="059F7F4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FDD Inter-frequency Measurements</w:t>
      </w:r>
      <w:r>
        <w:tab/>
        <w:t>2349</w:t>
      </w:r>
    </w:p>
    <w:p w14:paraId="52E2BDB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Inter-frequency event triggered reporting under fading propagation conditions in asynchronous cells</w:t>
      </w:r>
      <w:r>
        <w:tab/>
        <w:t>2349</w:t>
      </w:r>
    </w:p>
    <w:p w14:paraId="5F94865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A.8.14.1</w:t>
      </w:r>
      <w:r w:rsidRPr="00614873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2349</w:t>
      </w:r>
    </w:p>
    <w:p w14:paraId="5FF2C3A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2351</w:t>
      </w:r>
    </w:p>
    <w:p w14:paraId="7F487D6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</w:t>
      </w:r>
      <w:r>
        <w:rPr>
          <w:lang w:eastAsia="zh-CN"/>
        </w:rPr>
        <w:t>F</w:t>
      </w:r>
      <w:r>
        <w:t xml:space="preserve">DD Inter-frequency event triggered reporting when DRX is used under fading propagation conditions in </w:t>
      </w:r>
      <w:r>
        <w:rPr>
          <w:lang w:eastAsia="zh-CN"/>
        </w:rPr>
        <w:t>a</w:t>
      </w:r>
      <w:r>
        <w:t>synchronous cells</w:t>
      </w:r>
      <w:r>
        <w:tab/>
        <w:t>2351</w:t>
      </w:r>
    </w:p>
    <w:p w14:paraId="1B010C2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2351</w:t>
      </w:r>
    </w:p>
    <w:p w14:paraId="123B0AC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2354</w:t>
      </w:r>
    </w:p>
    <w:p w14:paraId="7E1873D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- FDD Inter</w:t>
      </w:r>
      <w:r>
        <w:rPr>
          <w:lang w:eastAsia="zh-CN"/>
        </w:rPr>
        <w:t>-</w:t>
      </w:r>
      <w:r>
        <w:t>frequency identification of a new CGI of E-UTRA cell using autonomous gaps</w:t>
      </w:r>
      <w:r>
        <w:tab/>
        <w:t>2354</w:t>
      </w:r>
    </w:p>
    <w:p w14:paraId="0B21D8C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A.8.14.3.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 xml:space="preserve">Test </w:t>
      </w:r>
      <w:r w:rsidRPr="00614873">
        <w:rPr>
          <w:snapToGrid w:val="0"/>
          <w:lang w:eastAsia="zh-CN"/>
        </w:rPr>
        <w:t>Purpose and Environment</w:t>
      </w:r>
      <w:r>
        <w:tab/>
        <w:t>2354</w:t>
      </w:r>
    </w:p>
    <w:p w14:paraId="2C85142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2356</w:t>
      </w:r>
    </w:p>
    <w:p w14:paraId="0862937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TDD Inter-frequency Measurements</w:t>
      </w:r>
      <w:r>
        <w:tab/>
        <w:t>2357</w:t>
      </w:r>
    </w:p>
    <w:p w14:paraId="48C0867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FDD-TDD Inter-frequency event triggered reporting under fading propagation conditions in asynchronous cells</w:t>
      </w:r>
      <w:r>
        <w:tab/>
        <w:t>2357</w:t>
      </w:r>
    </w:p>
    <w:p w14:paraId="1CF3403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2357</w:t>
      </w:r>
    </w:p>
    <w:p w14:paraId="3AF39F0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2358</w:t>
      </w:r>
    </w:p>
    <w:p w14:paraId="2F27AA1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A.8.15.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FDD-TDD Inter-frequency event triggered reporting </w:t>
      </w:r>
      <w:r>
        <w:rPr>
          <w:lang w:eastAsia="zh-CN"/>
        </w:rPr>
        <w:t>when DRX is used</w:t>
      </w:r>
      <w:r>
        <w:t xml:space="preserve"> under fading propagation conditions in asynchronous cells</w:t>
      </w:r>
      <w:r>
        <w:tab/>
        <w:t>2358</w:t>
      </w:r>
    </w:p>
    <w:p w14:paraId="1FB57EE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15</w:t>
      </w:r>
      <w:r w:rsidRPr="00614873">
        <w:rPr>
          <w:snapToGrid w:val="0"/>
        </w:rP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2358</w:t>
      </w:r>
    </w:p>
    <w:p w14:paraId="10D1A35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15</w:t>
      </w:r>
      <w:r w:rsidRPr="00614873">
        <w:rPr>
          <w:snapToGrid w:val="0"/>
        </w:rPr>
        <w:t>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2361</w:t>
      </w:r>
    </w:p>
    <w:p w14:paraId="5573B7B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15.3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- </w:t>
      </w:r>
      <w:r>
        <w:rPr>
          <w:lang w:eastAsia="zh-CN"/>
        </w:rPr>
        <w:t>T</w:t>
      </w:r>
      <w:r>
        <w:t>DD Inter</w:t>
      </w:r>
      <w:r>
        <w:rPr>
          <w:lang w:eastAsia="zh-CN"/>
        </w:rPr>
        <w:t>-</w:t>
      </w:r>
      <w:r>
        <w:t>frequency identification of a new CGI of E-UTRA cell using autonomous gaps</w:t>
      </w:r>
      <w:r>
        <w:tab/>
        <w:t>2361</w:t>
      </w:r>
    </w:p>
    <w:p w14:paraId="535AC3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15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2361</w:t>
      </w:r>
    </w:p>
    <w:p w14:paraId="5C0C4E7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15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2363</w:t>
      </w:r>
    </w:p>
    <w:p w14:paraId="5F2BE49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Carrier Aggregation Measurements</w:t>
      </w:r>
      <w:r>
        <w:tab/>
        <w:t>2364</w:t>
      </w:r>
    </w:p>
    <w:p w14:paraId="31ECF36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event triggered reporting under deactivated SCell in non-DRX</w:t>
      </w:r>
      <w:r>
        <w:tab/>
        <w:t>2364</w:t>
      </w:r>
    </w:p>
    <w:p w14:paraId="6A43B1D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2364</w:t>
      </w:r>
    </w:p>
    <w:p w14:paraId="420AF1C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2366</w:t>
      </w:r>
    </w:p>
    <w:p w14:paraId="38EB3E1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event triggered reporting under deactivated SCell in non-DRX</w:t>
      </w:r>
      <w:r>
        <w:tab/>
        <w:t>2366</w:t>
      </w:r>
    </w:p>
    <w:p w14:paraId="33BA7C9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2366</w:t>
      </w:r>
    </w:p>
    <w:p w14:paraId="144A33C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2368</w:t>
      </w:r>
    </w:p>
    <w:p w14:paraId="7DB01B7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8.16.3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F</w:t>
      </w:r>
      <w:r>
        <w:t>DD-</w:t>
      </w:r>
      <w:r>
        <w:rPr>
          <w:lang w:eastAsia="zh-CN"/>
        </w:rPr>
        <w:t>F</w:t>
      </w:r>
      <w:r>
        <w:t>DD Event triggered reporting on deactivat</w:t>
      </w:r>
      <w:r>
        <w:rPr>
          <w:lang w:eastAsia="zh-CN"/>
        </w:rPr>
        <w:t>ed</w:t>
      </w:r>
      <w:r>
        <w:t xml:space="preserve"> S</w:t>
      </w:r>
      <w:r>
        <w:rPr>
          <w:lang w:eastAsia="zh-CN"/>
        </w:rPr>
        <w:t>C</w:t>
      </w:r>
      <w:r>
        <w:t>ell</w:t>
      </w:r>
      <w:r>
        <w:rPr>
          <w:lang w:eastAsia="zh-CN"/>
        </w:rPr>
        <w:t xml:space="preserve"> </w:t>
      </w:r>
      <w:r>
        <w:t>with PCell interruption in non-DRX</w:t>
      </w:r>
      <w:r>
        <w:tab/>
        <w:t>2368</w:t>
      </w:r>
    </w:p>
    <w:p w14:paraId="681BD3A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8.16.3.1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2368</w:t>
      </w:r>
    </w:p>
    <w:p w14:paraId="0E941CC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16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2370</w:t>
      </w:r>
    </w:p>
    <w:p w14:paraId="6320564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8.16.3A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F</w:t>
      </w:r>
      <w:r>
        <w:t>DD-</w:t>
      </w:r>
      <w:r>
        <w:rPr>
          <w:lang w:eastAsia="zh-CN"/>
        </w:rPr>
        <w:t>F</w:t>
      </w:r>
      <w:r>
        <w:t>DD Event triggered reporting on deactivat</w:t>
      </w:r>
      <w:r>
        <w:rPr>
          <w:lang w:eastAsia="zh-CN"/>
        </w:rPr>
        <w:t>ed</w:t>
      </w:r>
      <w:r>
        <w:t xml:space="preserve"> S</w:t>
      </w:r>
      <w:r>
        <w:rPr>
          <w:lang w:eastAsia="zh-CN"/>
        </w:rPr>
        <w:t>C</w:t>
      </w:r>
      <w:r>
        <w:t>ell</w:t>
      </w:r>
      <w:r>
        <w:rPr>
          <w:lang w:eastAsia="zh-CN"/>
        </w:rPr>
        <w:t xml:space="preserve"> </w:t>
      </w:r>
      <w:r>
        <w:t>with network controlled PCell interruption in non-DRX</w:t>
      </w:r>
      <w:r>
        <w:tab/>
        <w:t>2371</w:t>
      </w:r>
    </w:p>
    <w:p w14:paraId="6A9AE22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8.16.3A.1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2371</w:t>
      </w:r>
    </w:p>
    <w:p w14:paraId="52E285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16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2372</w:t>
      </w:r>
    </w:p>
    <w:p w14:paraId="571714D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8.16.4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Event triggered reporting on deactivat</w:t>
      </w:r>
      <w:r>
        <w:rPr>
          <w:lang w:eastAsia="zh-CN"/>
        </w:rPr>
        <w:t>ed</w:t>
      </w:r>
      <w:r>
        <w:t xml:space="preserve"> S</w:t>
      </w:r>
      <w:r>
        <w:rPr>
          <w:lang w:eastAsia="zh-CN"/>
        </w:rPr>
        <w:t>C</w:t>
      </w:r>
      <w:r>
        <w:t>ell  with PCell interruption in non-DRX</w:t>
      </w:r>
      <w:r>
        <w:tab/>
        <w:t>2373</w:t>
      </w:r>
    </w:p>
    <w:p w14:paraId="2B887D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8.16.4.1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2373</w:t>
      </w:r>
    </w:p>
    <w:p w14:paraId="2E5617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16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2374</w:t>
      </w:r>
    </w:p>
    <w:p w14:paraId="37D4F7E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8.16.4A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Event triggered reporting on deactivat</w:t>
      </w:r>
      <w:r>
        <w:rPr>
          <w:lang w:eastAsia="zh-CN"/>
        </w:rPr>
        <w:t>ed</w:t>
      </w:r>
      <w:r>
        <w:t xml:space="preserve"> S</w:t>
      </w:r>
      <w:r>
        <w:rPr>
          <w:lang w:eastAsia="zh-CN"/>
        </w:rPr>
        <w:t>C</w:t>
      </w:r>
      <w:r>
        <w:t>ell with PCell interruption in non-DRX</w:t>
      </w:r>
      <w:r>
        <w:tab/>
        <w:t>2375</w:t>
      </w:r>
    </w:p>
    <w:p w14:paraId="0036CA7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8.16.4A.1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2375</w:t>
      </w:r>
    </w:p>
    <w:p w14:paraId="5101C22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16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4A.2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2377</w:t>
      </w:r>
    </w:p>
    <w:p w14:paraId="4B82D96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event triggered reporting under deactivated SCell in non-DRX for 20 MHz bandwidth</w:t>
      </w:r>
      <w:r>
        <w:tab/>
        <w:t>2378</w:t>
      </w:r>
    </w:p>
    <w:p w14:paraId="75DABD8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2378</w:t>
      </w:r>
    </w:p>
    <w:p w14:paraId="63A5A29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2378</w:t>
      </w:r>
    </w:p>
    <w:p w14:paraId="645C07E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event triggered reporting under deactivated SCell in non-DRX for 20 MHz bandwidth</w:t>
      </w:r>
      <w:r>
        <w:tab/>
        <w:t>2378</w:t>
      </w:r>
    </w:p>
    <w:p w14:paraId="39A8CC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2378</w:t>
      </w:r>
    </w:p>
    <w:p w14:paraId="1BCCE11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2379</w:t>
      </w:r>
    </w:p>
    <w:p w14:paraId="1DE4581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FDD event triggered reporting on deactivated SCell with PCell interruption in non-DRX for 20 MHz bandwidth</w:t>
      </w:r>
      <w:r>
        <w:tab/>
        <w:t>2379</w:t>
      </w:r>
    </w:p>
    <w:p w14:paraId="5C146CA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</w:t>
      </w:r>
      <w:r>
        <w:rPr>
          <w:lang w:eastAsia="zh-CN"/>
        </w:rPr>
        <w:t>Purpose and Environment</w:t>
      </w:r>
      <w:r>
        <w:tab/>
        <w:t>2379</w:t>
      </w:r>
    </w:p>
    <w:p w14:paraId="16993E0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Requirements</w:t>
      </w:r>
      <w:r>
        <w:tab/>
        <w:t>2380</w:t>
      </w:r>
    </w:p>
    <w:p w14:paraId="0FEC5F1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TDD event triggered reporting on deactivated SCell with PCell interruption in non-DRX for 20 MHz bandwidth</w:t>
      </w:r>
      <w:r>
        <w:tab/>
        <w:t>2380</w:t>
      </w:r>
    </w:p>
    <w:p w14:paraId="7A08CE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</w:t>
      </w:r>
      <w:r>
        <w:rPr>
          <w:lang w:eastAsia="zh-CN"/>
        </w:rPr>
        <w:t>Purpose and Environment</w:t>
      </w:r>
      <w:r>
        <w:tab/>
        <w:t>2380</w:t>
      </w:r>
    </w:p>
    <w:p w14:paraId="3ED664C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Requirements</w:t>
      </w:r>
      <w:r>
        <w:tab/>
        <w:t>2381</w:t>
      </w:r>
    </w:p>
    <w:p w14:paraId="41E4F0D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event triggered reporting under deactivated SCell in non-DRX</w:t>
      </w:r>
      <w:r>
        <w:rPr>
          <w:lang w:eastAsia="zh-CN"/>
        </w:rPr>
        <w:t xml:space="preserve"> for 10MHz+5MHz</w:t>
      </w:r>
      <w:r>
        <w:tab/>
        <w:t>2381</w:t>
      </w:r>
    </w:p>
    <w:p w14:paraId="06F8846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2381</w:t>
      </w:r>
    </w:p>
    <w:p w14:paraId="06FC5FE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2382</w:t>
      </w:r>
    </w:p>
    <w:p w14:paraId="1AF6E2E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event triggered reporting under deactivated SCell in non-DRX</w:t>
      </w:r>
      <w:r>
        <w:rPr>
          <w:lang w:eastAsia="zh-CN"/>
        </w:rPr>
        <w:t xml:space="preserve"> for 10MHz+5MHz</w:t>
      </w:r>
      <w:r>
        <w:tab/>
        <w:t>2382</w:t>
      </w:r>
    </w:p>
    <w:p w14:paraId="0C6B792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10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2382</w:t>
      </w:r>
    </w:p>
    <w:p w14:paraId="1214BB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10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2383</w:t>
      </w:r>
    </w:p>
    <w:p w14:paraId="406C8C0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</w:t>
      </w:r>
      <w:r>
        <w:rPr>
          <w:lang w:eastAsia="zh-CN"/>
        </w:rPr>
        <w:t>e</w:t>
      </w:r>
      <w:r>
        <w:t>vent triggered reporting on deactivating S</w:t>
      </w:r>
      <w:r>
        <w:rPr>
          <w:lang w:eastAsia="zh-CN"/>
        </w:rPr>
        <w:t>C</w:t>
      </w:r>
      <w:r>
        <w:t>ell with PCell interruption in non-DRX for</w:t>
      </w:r>
      <w:r>
        <w:rPr>
          <w:lang w:eastAsia="zh-CN"/>
        </w:rPr>
        <w:t xml:space="preserve"> </w:t>
      </w:r>
      <w:r>
        <w:t>10MHz+5MHz</w:t>
      </w:r>
      <w:r>
        <w:tab/>
        <w:t>2383</w:t>
      </w:r>
    </w:p>
    <w:p w14:paraId="1F45E1E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</w:t>
      </w:r>
      <w:r>
        <w:rPr>
          <w:lang w:eastAsia="zh-CN"/>
        </w:rPr>
        <w:t>Purpose and Environment</w:t>
      </w:r>
      <w:r>
        <w:tab/>
        <w:t>2383</w:t>
      </w:r>
    </w:p>
    <w:p w14:paraId="56F76B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Requirements</w:t>
      </w:r>
      <w:r>
        <w:tab/>
        <w:t>2384</w:t>
      </w:r>
    </w:p>
    <w:p w14:paraId="6CD2A44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</w:t>
      </w:r>
      <w:r>
        <w:rPr>
          <w:lang w:eastAsia="zh-CN"/>
        </w:rPr>
        <w:t>e</w:t>
      </w:r>
      <w:r>
        <w:t>vent triggered reporting on deactivating S</w:t>
      </w:r>
      <w:r>
        <w:rPr>
          <w:lang w:eastAsia="zh-CN"/>
        </w:rPr>
        <w:t>C</w:t>
      </w:r>
      <w:r>
        <w:t>ell with PCell interruption in non-DRX for</w:t>
      </w:r>
      <w:r>
        <w:rPr>
          <w:lang w:eastAsia="zh-CN"/>
        </w:rPr>
        <w:t xml:space="preserve"> </w:t>
      </w:r>
      <w:r>
        <w:t>10MHz+5MHz</w:t>
      </w:r>
      <w:r>
        <w:tab/>
        <w:t>2384</w:t>
      </w:r>
    </w:p>
    <w:p w14:paraId="67F5B18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</w:t>
      </w:r>
      <w:r>
        <w:rPr>
          <w:lang w:eastAsia="zh-CN"/>
        </w:rPr>
        <w:t>Purpose and Environment</w:t>
      </w:r>
      <w:r>
        <w:tab/>
        <w:t>2384</w:t>
      </w:r>
    </w:p>
    <w:p w14:paraId="57A8719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Requirements</w:t>
      </w:r>
      <w:r>
        <w:tab/>
        <w:t>2384</w:t>
      </w:r>
    </w:p>
    <w:p w14:paraId="741B919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event triggered reporting under deactivated SCell in non-DRX for 5MHz +5 MHz bandwidth</w:t>
      </w:r>
      <w:r>
        <w:tab/>
        <w:t>2384</w:t>
      </w:r>
    </w:p>
    <w:p w14:paraId="60AE1E5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2384</w:t>
      </w:r>
    </w:p>
    <w:p w14:paraId="12CF7FA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2385</w:t>
      </w:r>
    </w:p>
    <w:p w14:paraId="3D61B19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event triggered reporting under deactivated SCell in non-DRX for 5 MHz +5 MHz bandwidth</w:t>
      </w:r>
      <w:r>
        <w:tab/>
        <w:t>2385</w:t>
      </w:r>
    </w:p>
    <w:p w14:paraId="67E5D77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2385</w:t>
      </w:r>
    </w:p>
    <w:p w14:paraId="778827F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2386</w:t>
      </w:r>
    </w:p>
    <w:p w14:paraId="3D71A42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FDD event triggered reporting on deactivated SCell with PCell interruption in non-DRX for 5 +5 MHz bandwidth</w:t>
      </w:r>
      <w:r>
        <w:tab/>
        <w:t>2386</w:t>
      </w:r>
    </w:p>
    <w:p w14:paraId="4BB3C81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</w:t>
      </w:r>
      <w:r>
        <w:rPr>
          <w:lang w:eastAsia="zh-CN"/>
        </w:rPr>
        <w:t>Purpose and Environment</w:t>
      </w:r>
      <w:r>
        <w:tab/>
        <w:t>2386</w:t>
      </w:r>
    </w:p>
    <w:p w14:paraId="4B0FABE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Requirements</w:t>
      </w:r>
      <w:r>
        <w:tab/>
        <w:t>2386</w:t>
      </w:r>
    </w:p>
    <w:p w14:paraId="334210A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TDD event triggered reporting on deactivated SCell with PCell interruption in non-DRX for 5+5 MHz bandwidth</w:t>
      </w:r>
      <w:r>
        <w:tab/>
        <w:t>2386</w:t>
      </w:r>
    </w:p>
    <w:p w14:paraId="088509A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</w:t>
      </w:r>
      <w:r>
        <w:rPr>
          <w:lang w:eastAsia="zh-CN"/>
        </w:rPr>
        <w:t>Purpose and Environment</w:t>
      </w:r>
      <w:r>
        <w:tab/>
        <w:t>2386</w:t>
      </w:r>
    </w:p>
    <w:p w14:paraId="72CFBCE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Requirements</w:t>
      </w:r>
      <w:r>
        <w:tab/>
        <w:t>2387</w:t>
      </w:r>
    </w:p>
    <w:p w14:paraId="268EF27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activation and deactivation of known SCell in non-DRX</w:t>
      </w:r>
      <w:r>
        <w:tab/>
        <w:t>2387</w:t>
      </w:r>
    </w:p>
    <w:p w14:paraId="54F78AB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2387</w:t>
      </w:r>
    </w:p>
    <w:p w14:paraId="3791EBD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2389</w:t>
      </w:r>
    </w:p>
    <w:p w14:paraId="7410A07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activation and deactivation of known SCell in non-DRX for 20MHz</w:t>
      </w:r>
      <w:r>
        <w:tab/>
        <w:t>2390</w:t>
      </w:r>
    </w:p>
    <w:p w14:paraId="3CE9ED5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A.8.16.17A.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2390</w:t>
      </w:r>
    </w:p>
    <w:p w14:paraId="7544290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2390</w:t>
      </w:r>
    </w:p>
    <w:p w14:paraId="52E7EC3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activation and deactivation of known SCell in non-DRX for 10MHz + 5MHz</w:t>
      </w:r>
      <w:r>
        <w:tab/>
        <w:t>2390</w:t>
      </w:r>
    </w:p>
    <w:p w14:paraId="265E6DE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A.8.16.17B.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2390</w:t>
      </w:r>
    </w:p>
    <w:p w14:paraId="0FA9E71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2391</w:t>
      </w:r>
    </w:p>
    <w:p w14:paraId="041255F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A.8.16.17C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activation and deactivation of known SCell in non-DRX for 5MHz + 5MHz</w:t>
      </w:r>
      <w:r>
        <w:tab/>
        <w:t>2391</w:t>
      </w:r>
    </w:p>
    <w:p w14:paraId="4E788F9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A.8.16.17C.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2391</w:t>
      </w:r>
    </w:p>
    <w:p w14:paraId="022969C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A.8.16.17C.2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2391</w:t>
      </w:r>
    </w:p>
    <w:p w14:paraId="09CC9E1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known SCell in non-DRX</w:t>
      </w:r>
      <w:r>
        <w:tab/>
        <w:t>2391</w:t>
      </w:r>
    </w:p>
    <w:p w14:paraId="09D8955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2391</w:t>
      </w:r>
    </w:p>
    <w:p w14:paraId="54E53C8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2393</w:t>
      </w:r>
    </w:p>
    <w:p w14:paraId="794FD82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known SCell in non-DRX for 20MHz</w:t>
      </w:r>
      <w:r>
        <w:tab/>
        <w:t>2394</w:t>
      </w:r>
    </w:p>
    <w:p w14:paraId="0723D2D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A.8.16.18A.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2394</w:t>
      </w:r>
    </w:p>
    <w:p w14:paraId="045D56C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2394</w:t>
      </w:r>
    </w:p>
    <w:p w14:paraId="0BD7F39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known SCell in non-DRX for 10MHz + 5MHz</w:t>
      </w:r>
      <w:r>
        <w:tab/>
        <w:t>2394</w:t>
      </w:r>
    </w:p>
    <w:p w14:paraId="76A941D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A.8.16.18B.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2394</w:t>
      </w:r>
    </w:p>
    <w:p w14:paraId="564EFE3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2395</w:t>
      </w:r>
    </w:p>
    <w:p w14:paraId="2F7A5CA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A.8.16.18C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known SCell in non-DRX for 5MHz + 5MHz</w:t>
      </w:r>
      <w:r>
        <w:tab/>
        <w:t>2395</w:t>
      </w:r>
    </w:p>
    <w:p w14:paraId="0441CED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A.8.16.18C.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2395</w:t>
      </w:r>
    </w:p>
    <w:p w14:paraId="6BA7A80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A.8.16.18C.2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2395</w:t>
      </w:r>
    </w:p>
    <w:p w14:paraId="19E4E8C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A.8.16.18D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known SCell in non-DRX for 20MHz + 10MHz</w:t>
      </w:r>
      <w:r>
        <w:tab/>
        <w:t>2395</w:t>
      </w:r>
    </w:p>
    <w:p w14:paraId="7DC41AB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A.8.16.18D.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2395</w:t>
      </w:r>
    </w:p>
    <w:p w14:paraId="6743118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A.8.16.18D.2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2396</w:t>
      </w:r>
    </w:p>
    <w:p w14:paraId="1303BFC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activation and deactivation of </w:t>
      </w:r>
      <w:r>
        <w:rPr>
          <w:lang w:eastAsia="zh-CN"/>
        </w:rPr>
        <w:t>un</w:t>
      </w:r>
      <w:r>
        <w:t>known SCell in non-DRX</w:t>
      </w:r>
      <w:r>
        <w:tab/>
        <w:t>2396</w:t>
      </w:r>
    </w:p>
    <w:p w14:paraId="11E22D4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2396</w:t>
      </w:r>
    </w:p>
    <w:p w14:paraId="2CF00F2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2398</w:t>
      </w:r>
    </w:p>
    <w:p w14:paraId="1081350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activation and deactivation of unknown SCell in non-DRX for 20MHz</w:t>
      </w:r>
      <w:r>
        <w:tab/>
        <w:t>2398</w:t>
      </w:r>
    </w:p>
    <w:p w14:paraId="47DB8DA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A.8.16.19A.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2398</w:t>
      </w:r>
    </w:p>
    <w:p w14:paraId="4CD535A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2399</w:t>
      </w:r>
    </w:p>
    <w:p w14:paraId="2A780B2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A.8.16.19B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activation and deactivation of unknown SCell in non-DRX for 10MHz + 5MHz</w:t>
      </w:r>
      <w:r>
        <w:tab/>
        <w:t>2399</w:t>
      </w:r>
    </w:p>
    <w:p w14:paraId="5A51B07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A.8.16.19B.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2399</w:t>
      </w:r>
    </w:p>
    <w:p w14:paraId="0AEA928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2399</w:t>
      </w:r>
    </w:p>
    <w:p w14:paraId="640416B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A.8.16.19C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activation and deactivation of unknown SCell in non-DRX for 5MHz + 5MHz</w:t>
      </w:r>
      <w:r>
        <w:tab/>
        <w:t>2399</w:t>
      </w:r>
    </w:p>
    <w:p w14:paraId="0BE843E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A.8.16.19C.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2399</w:t>
      </w:r>
    </w:p>
    <w:p w14:paraId="6880903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A.8.16.19C.2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2400</w:t>
      </w:r>
    </w:p>
    <w:p w14:paraId="272A3FE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activation </w:t>
      </w:r>
      <w:r>
        <w:rPr>
          <w:lang w:eastAsia="zh-CN"/>
        </w:rPr>
        <w:t>and deactivation</w:t>
      </w:r>
      <w:r>
        <w:t xml:space="preserve"> of unknown SCell in non-DRX</w:t>
      </w:r>
      <w:r>
        <w:tab/>
        <w:t>2400</w:t>
      </w:r>
    </w:p>
    <w:p w14:paraId="1AE2BF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2400</w:t>
      </w:r>
    </w:p>
    <w:p w14:paraId="07EC076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2402</w:t>
      </w:r>
    </w:p>
    <w:p w14:paraId="04E5DB7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unknown SCell in non-DRX for 20MHz</w:t>
      </w:r>
      <w:r>
        <w:tab/>
        <w:t>2403</w:t>
      </w:r>
    </w:p>
    <w:p w14:paraId="0121D35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A.8.16.20A.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2403</w:t>
      </w:r>
    </w:p>
    <w:p w14:paraId="09B5089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2403</w:t>
      </w:r>
    </w:p>
    <w:p w14:paraId="0117893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unknown SCell in non-DRX for 10MHz + 5MHz</w:t>
      </w:r>
      <w:r>
        <w:tab/>
        <w:t>2403</w:t>
      </w:r>
    </w:p>
    <w:p w14:paraId="7EF7A1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A.8.16.20B.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2403</w:t>
      </w:r>
    </w:p>
    <w:p w14:paraId="7CF64C9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2404</w:t>
      </w:r>
    </w:p>
    <w:p w14:paraId="0FE4CB0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A.8.16.20C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unknown SCell in non-DRX for 5MHz + 5MHz</w:t>
      </w:r>
      <w:r>
        <w:tab/>
        <w:t>2404</w:t>
      </w:r>
    </w:p>
    <w:p w14:paraId="574D3F0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A.8.16.20C.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2404</w:t>
      </w:r>
    </w:p>
    <w:p w14:paraId="4977E2E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A.8.16.20C.2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2404</w:t>
      </w:r>
    </w:p>
    <w:p w14:paraId="1749BA2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A.8.16.20D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unknown SCell in non-DRX for 20MHz + 10MHz</w:t>
      </w:r>
      <w:r>
        <w:tab/>
        <w:t>2404</w:t>
      </w:r>
    </w:p>
    <w:p w14:paraId="0278118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A.8.16.20D.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2404</w:t>
      </w:r>
    </w:p>
    <w:p w14:paraId="53458FA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A.8.16.20D.2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2405</w:t>
      </w:r>
    </w:p>
    <w:p w14:paraId="2EA5068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event triggered reporting under deactivated SCell in non-DRX for 20MHz+10MHz</w:t>
      </w:r>
      <w:r>
        <w:tab/>
        <w:t>2405</w:t>
      </w:r>
    </w:p>
    <w:p w14:paraId="0BF892D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2405</w:t>
      </w:r>
    </w:p>
    <w:p w14:paraId="5A25BFC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2407</w:t>
      </w:r>
    </w:p>
    <w:p w14:paraId="753B43A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</w:t>
      </w:r>
      <w:r>
        <w:rPr>
          <w:lang w:eastAsia="zh-CN"/>
        </w:rPr>
        <w:t>e</w:t>
      </w:r>
      <w:r>
        <w:t>vent triggered reporting on deactivating S</w:t>
      </w:r>
      <w:r>
        <w:rPr>
          <w:lang w:eastAsia="zh-CN"/>
        </w:rPr>
        <w:t>C</w:t>
      </w:r>
      <w:r>
        <w:t>ell with PCell interruption in non-DRX for</w:t>
      </w:r>
      <w:r>
        <w:rPr>
          <w:lang w:eastAsia="zh-CN"/>
        </w:rPr>
        <w:t xml:space="preserve"> </w:t>
      </w:r>
      <w:r>
        <w:t>20MHz+10MHz</w:t>
      </w:r>
      <w:r>
        <w:tab/>
        <w:t>2407</w:t>
      </w:r>
    </w:p>
    <w:p w14:paraId="7D9F62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2407</w:t>
      </w:r>
    </w:p>
    <w:p w14:paraId="668D7DF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2409</w:t>
      </w:r>
    </w:p>
    <w:p w14:paraId="5D27955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CA Event Triggered Reporting Under Deactivated SCell in Non-DRX with PCell in FDD</w:t>
      </w:r>
      <w:r>
        <w:tab/>
        <w:t>2409</w:t>
      </w:r>
    </w:p>
    <w:p w14:paraId="52995EE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2409</w:t>
      </w:r>
    </w:p>
    <w:p w14:paraId="60D9DE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2412</w:t>
      </w:r>
    </w:p>
    <w:p w14:paraId="214C766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CA Event Triggered Reporting Under Deactivated SCell in Non-DRX with PCell in TDD</w:t>
      </w:r>
      <w:r>
        <w:tab/>
        <w:t>2412</w:t>
      </w:r>
    </w:p>
    <w:p w14:paraId="0D6786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2412</w:t>
      </w:r>
    </w:p>
    <w:p w14:paraId="57A23C2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2415</w:t>
      </w:r>
    </w:p>
    <w:p w14:paraId="05EA3E9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DD-</w:t>
      </w:r>
      <w:r>
        <w:rPr>
          <w:lang w:eastAsia="zh-CN"/>
        </w:rPr>
        <w:t>F</w:t>
      </w:r>
      <w:r>
        <w:t>DD CA Event triggered reporting on deactivat</w:t>
      </w:r>
      <w:r>
        <w:rPr>
          <w:lang w:eastAsia="zh-CN"/>
        </w:rPr>
        <w:t>ed</w:t>
      </w:r>
      <w:r>
        <w:t xml:space="preserve"> S</w:t>
      </w:r>
      <w:r>
        <w:rPr>
          <w:lang w:eastAsia="zh-CN"/>
        </w:rPr>
        <w:t>C</w:t>
      </w:r>
      <w:r>
        <w:t>ell</w:t>
      </w:r>
      <w:r>
        <w:rPr>
          <w:lang w:eastAsia="zh-CN"/>
        </w:rPr>
        <w:t xml:space="preserve"> </w:t>
      </w:r>
      <w:r>
        <w:t>with PCell interruption in non-DRX with PCell in FDD</w:t>
      </w:r>
      <w:r>
        <w:tab/>
        <w:t>2415</w:t>
      </w:r>
    </w:p>
    <w:p w14:paraId="067111D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2415</w:t>
      </w:r>
    </w:p>
    <w:p w14:paraId="3AC506F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2418</w:t>
      </w:r>
    </w:p>
    <w:p w14:paraId="33A8361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DD-</w:t>
      </w:r>
      <w:r>
        <w:rPr>
          <w:lang w:eastAsia="zh-CN"/>
        </w:rPr>
        <w:t>F</w:t>
      </w:r>
      <w:r>
        <w:t>DD CA Event triggered reporting on deactivat</w:t>
      </w:r>
      <w:r>
        <w:rPr>
          <w:lang w:eastAsia="zh-CN"/>
        </w:rPr>
        <w:t>ed</w:t>
      </w:r>
      <w:r>
        <w:t xml:space="preserve"> S</w:t>
      </w:r>
      <w:r>
        <w:rPr>
          <w:lang w:eastAsia="zh-CN"/>
        </w:rPr>
        <w:t>C</w:t>
      </w:r>
      <w:r>
        <w:t>ell</w:t>
      </w:r>
      <w:r>
        <w:rPr>
          <w:lang w:eastAsia="zh-CN"/>
        </w:rPr>
        <w:t xml:space="preserve"> </w:t>
      </w:r>
      <w:r>
        <w:t>with PCell interruption in non-DRX with PCell in TDD</w:t>
      </w:r>
      <w:r>
        <w:tab/>
        <w:t>2418</w:t>
      </w:r>
    </w:p>
    <w:p w14:paraId="5730422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2418</w:t>
      </w:r>
    </w:p>
    <w:p w14:paraId="7166FA0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2421</w:t>
      </w:r>
    </w:p>
    <w:p w14:paraId="1691F3C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PCell in FDD CA Event Triggered Reporting with 2 Deactivated SCells in Non-DRX</w:t>
      </w:r>
      <w:r>
        <w:tab/>
        <w:t>2421</w:t>
      </w:r>
    </w:p>
    <w:p w14:paraId="7841ACB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2421</w:t>
      </w:r>
    </w:p>
    <w:p w14:paraId="0A8B2A9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  <w:lang w:eastAsia="zh-CN"/>
        </w:rPr>
        <w:t>A.8.16.27.2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  <w:lang w:eastAsia="zh-CN"/>
        </w:rPr>
        <w:t>Test Requirements</w:t>
      </w:r>
      <w:r>
        <w:tab/>
        <w:t>2426</w:t>
      </w:r>
    </w:p>
    <w:p w14:paraId="17EDBB8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PCell in TDD CA Event Triggered Reporting with 2 Deactivated SCells in Non-DRX</w:t>
      </w:r>
      <w:r>
        <w:tab/>
        <w:t>2426</w:t>
      </w:r>
    </w:p>
    <w:p w14:paraId="163ECC6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2426</w:t>
      </w:r>
    </w:p>
    <w:p w14:paraId="0234806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  <w:lang w:eastAsia="zh-CN"/>
        </w:rPr>
        <w:t>A.8.16.28.2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  <w:lang w:eastAsia="zh-CN"/>
        </w:rPr>
        <w:t>Test Requirements</w:t>
      </w:r>
      <w:r>
        <w:tab/>
        <w:t>2431</w:t>
      </w:r>
    </w:p>
    <w:p w14:paraId="332DF7D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FDD CA Event Triggered Reporting under Deactivated SCells in Non-DRX</w:t>
      </w:r>
      <w:r>
        <w:tab/>
        <w:t>2431</w:t>
      </w:r>
    </w:p>
    <w:p w14:paraId="0589841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2431</w:t>
      </w:r>
    </w:p>
    <w:p w14:paraId="079E464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2436</w:t>
      </w:r>
    </w:p>
    <w:p w14:paraId="5DFB8B7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TDD CA Event Triggered Reporting under Deactivated SCells in Non-DRX</w:t>
      </w:r>
      <w:r>
        <w:tab/>
        <w:t>2436</w:t>
      </w:r>
    </w:p>
    <w:p w14:paraId="1621C3A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2436</w:t>
      </w:r>
    </w:p>
    <w:p w14:paraId="285C71D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2441</w:t>
      </w:r>
    </w:p>
    <w:p w14:paraId="7D88A64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TDD-FDD 3 DL CA Event Triggered Reporting on Deactivated SCell with PCell and SCell Interruptions in Non-DRX and with PCell in FDD</w:t>
      </w:r>
      <w:r>
        <w:tab/>
        <w:t>2441</w:t>
      </w:r>
    </w:p>
    <w:p w14:paraId="7E5F520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2441</w:t>
      </w:r>
    </w:p>
    <w:p w14:paraId="29DA896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A.8.16.31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2446</w:t>
      </w:r>
    </w:p>
    <w:p w14:paraId="3FD6B49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3 DL CA Event Triggered Reporting on Deactivated SCell with PCell and SCell Interruptions in Non-DRX and with PCell in TDD</w:t>
      </w:r>
      <w:r>
        <w:tab/>
        <w:t>2446</w:t>
      </w:r>
    </w:p>
    <w:p w14:paraId="2ADB2C8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A.8.16.32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2446</w:t>
      </w:r>
    </w:p>
    <w:p w14:paraId="3548BDF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A.8.16.32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2451</w:t>
      </w:r>
    </w:p>
    <w:p w14:paraId="42AC950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3 DL CA Event Triggered Reporting on Deactivated SCell with PCell and SCell Interruptions in Non-DRX</w:t>
      </w:r>
      <w:r>
        <w:tab/>
        <w:t>2451</w:t>
      </w:r>
    </w:p>
    <w:p w14:paraId="71DE27C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A.8.16.33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2451</w:t>
      </w:r>
    </w:p>
    <w:p w14:paraId="72A7D46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A.8.16.33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2456</w:t>
      </w:r>
    </w:p>
    <w:p w14:paraId="2B8C63B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3 DL CA Event Triggered Reporting on Deactivated SCell with PCell and SCell Interruptions in Non-DRX</w:t>
      </w:r>
      <w:r>
        <w:tab/>
        <w:t>2456</w:t>
      </w:r>
    </w:p>
    <w:p w14:paraId="43DB07E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A.8.16.34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2456</w:t>
      </w:r>
    </w:p>
    <w:p w14:paraId="44CBE6C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A.8.16.34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2461</w:t>
      </w:r>
    </w:p>
    <w:p w14:paraId="5D60B49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PCell in FDD CA Activation and Deactivation of Known SCell in Non-DRX</w:t>
      </w:r>
      <w:r>
        <w:tab/>
        <w:t>2461</w:t>
      </w:r>
    </w:p>
    <w:p w14:paraId="61FDA27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2461</w:t>
      </w:r>
    </w:p>
    <w:p w14:paraId="5A4F326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2463</w:t>
      </w:r>
    </w:p>
    <w:p w14:paraId="2B4DA4F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PCell in TDD CA Activation and Deactivation of Known SCell in Non-DRX</w:t>
      </w:r>
      <w:r>
        <w:tab/>
        <w:t>2464</w:t>
      </w:r>
    </w:p>
    <w:p w14:paraId="5CBD46E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2464</w:t>
      </w:r>
    </w:p>
    <w:p w14:paraId="6456033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2466</w:t>
      </w:r>
    </w:p>
    <w:p w14:paraId="52C5C25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3 DL</w:t>
      </w:r>
      <w:r>
        <w:t xml:space="preserve"> FDD CA activation and deactivation of known SCell in non-DRX</w:t>
      </w:r>
      <w:r>
        <w:tab/>
        <w:t>2467</w:t>
      </w:r>
    </w:p>
    <w:p w14:paraId="07BCBB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A.8.16.37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2467</w:t>
      </w:r>
    </w:p>
    <w:p w14:paraId="6E67681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2469</w:t>
      </w:r>
    </w:p>
    <w:p w14:paraId="1010901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3 DL</w:t>
      </w:r>
      <w:r>
        <w:t xml:space="preserve"> TDD CA activation and deactivation of known SCell in non-DRX</w:t>
      </w:r>
      <w:r>
        <w:tab/>
        <w:t>2470</w:t>
      </w:r>
    </w:p>
    <w:p w14:paraId="6674D7D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2470</w:t>
      </w:r>
    </w:p>
    <w:p w14:paraId="2B8914E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2472</w:t>
      </w:r>
    </w:p>
    <w:p w14:paraId="44F35B1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TDD-FDD 3DL CA Activation and Deactivation of Unknown SCell in Non-DRX with PCell in FDD</w:t>
      </w:r>
      <w:r>
        <w:tab/>
        <w:t>2473</w:t>
      </w:r>
    </w:p>
    <w:p w14:paraId="46FAB9F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2473</w:t>
      </w:r>
    </w:p>
    <w:p w14:paraId="1BBD9B3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2476</w:t>
      </w:r>
    </w:p>
    <w:p w14:paraId="53F950D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TDD-FDD 3DL CA Activation and Deactivation of Unknown SCell in Non-DRX with PCell in TDD</w:t>
      </w:r>
      <w:r>
        <w:tab/>
        <w:t>2476</w:t>
      </w:r>
    </w:p>
    <w:p w14:paraId="1E9E641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2476</w:t>
      </w:r>
    </w:p>
    <w:p w14:paraId="3D721A4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2479</w:t>
      </w:r>
    </w:p>
    <w:p w14:paraId="5D67B6F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3 DL</w:t>
      </w:r>
      <w:r>
        <w:t xml:space="preserve"> FDD CA activation and deactivation of </w:t>
      </w:r>
      <w:r>
        <w:rPr>
          <w:lang w:eastAsia="zh-CN"/>
        </w:rPr>
        <w:t>un</w:t>
      </w:r>
      <w:r>
        <w:t>known SCell in non-DRX</w:t>
      </w:r>
      <w:r>
        <w:tab/>
        <w:t>2479</w:t>
      </w:r>
    </w:p>
    <w:p w14:paraId="6EE2138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16</w:t>
      </w:r>
      <w:r>
        <w:t>.41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2479</w:t>
      </w:r>
    </w:p>
    <w:p w14:paraId="7213923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2481</w:t>
      </w:r>
    </w:p>
    <w:p w14:paraId="73DDD53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42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3 DL</w:t>
      </w:r>
      <w:r>
        <w:t xml:space="preserve"> TDD CA activation and deactivation of </w:t>
      </w:r>
      <w:r>
        <w:rPr>
          <w:lang w:eastAsia="zh-CN"/>
        </w:rPr>
        <w:t>un</w:t>
      </w:r>
      <w:r>
        <w:t>known SCell in non-DRX</w:t>
      </w:r>
      <w:r>
        <w:tab/>
        <w:t>2482</w:t>
      </w:r>
    </w:p>
    <w:p w14:paraId="2048D16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42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2482</w:t>
      </w:r>
    </w:p>
    <w:p w14:paraId="249742F4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42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2484</w:t>
      </w:r>
    </w:p>
    <w:p w14:paraId="59F043E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CA activation and deactivation of known SCell in non-DRX with PCell in FDD</w:t>
      </w:r>
      <w:r>
        <w:tab/>
        <w:t>2485</w:t>
      </w:r>
    </w:p>
    <w:p w14:paraId="71692C9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2485</w:t>
      </w:r>
    </w:p>
    <w:p w14:paraId="6AE1520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2488</w:t>
      </w:r>
    </w:p>
    <w:p w14:paraId="611401F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TDD-FDD CA activation and deactivation of </w:t>
      </w:r>
      <w:r>
        <w:rPr>
          <w:lang w:eastAsia="zh-CN"/>
        </w:rPr>
        <w:t>un</w:t>
      </w:r>
      <w:r>
        <w:t>known SCell in non-DRX with PCell in FDD</w:t>
      </w:r>
      <w:r>
        <w:tab/>
        <w:t>2488</w:t>
      </w:r>
    </w:p>
    <w:p w14:paraId="579B9E6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2488</w:t>
      </w:r>
    </w:p>
    <w:p w14:paraId="081952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2491</w:t>
      </w:r>
    </w:p>
    <w:p w14:paraId="4E744F5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CA activation and deactivation of known SCell in non-DRX with PCell in TDD</w:t>
      </w:r>
      <w:r>
        <w:tab/>
        <w:t>2491</w:t>
      </w:r>
    </w:p>
    <w:p w14:paraId="5F1589E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2491</w:t>
      </w:r>
    </w:p>
    <w:p w14:paraId="5857A0E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2494</w:t>
      </w:r>
    </w:p>
    <w:p w14:paraId="34C4BD2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TDD-FDD CA activation and deactivation of </w:t>
      </w:r>
      <w:r>
        <w:rPr>
          <w:lang w:eastAsia="zh-CN"/>
        </w:rPr>
        <w:t>un</w:t>
      </w:r>
      <w:r>
        <w:t>known SCell in non-DRX with PCell in TDD</w:t>
      </w:r>
      <w:r>
        <w:tab/>
        <w:t>2494</w:t>
      </w:r>
    </w:p>
    <w:p w14:paraId="7A991E9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2494</w:t>
      </w:r>
    </w:p>
    <w:p w14:paraId="5F3855A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2496</w:t>
      </w:r>
    </w:p>
    <w:p w14:paraId="0F3A179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A.8.16.47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2DL/2UL FDD CA activation and deactivation of known PUCCH SCell without valid TA in non-DRX</w:t>
      </w:r>
      <w:r>
        <w:tab/>
        <w:t>2497</w:t>
      </w:r>
    </w:p>
    <w:p w14:paraId="42A70F3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A.8.16.47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2497</w:t>
      </w:r>
    </w:p>
    <w:p w14:paraId="1DFF55E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2499</w:t>
      </w:r>
    </w:p>
    <w:p w14:paraId="6790074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  <w:lang w:eastAsia="zh-CN"/>
        </w:rPr>
        <w:t>A.8.16.48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  <w:lang w:eastAsia="zh-CN"/>
        </w:rPr>
        <w:t>2DL/2UL TDD CA activation and deactivation of known PUCCH SCell without valid TA in non-DRX</w:t>
      </w:r>
      <w:r>
        <w:tab/>
        <w:t>2500</w:t>
      </w:r>
    </w:p>
    <w:p w14:paraId="1B738EF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</w:rPr>
        <w:t>A.8.16.48</w:t>
      </w:r>
      <w:r w:rsidRPr="00614873">
        <w:rPr>
          <w:rFonts w:eastAsia="MS Mincho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</w:rPr>
        <w:t xml:space="preserve">Test </w:t>
      </w:r>
      <w:r w:rsidRPr="00614873">
        <w:rPr>
          <w:rFonts w:eastAsia="MS Mincho"/>
          <w:lang w:eastAsia="zh-CN"/>
        </w:rPr>
        <w:t>Purpose and Environment</w:t>
      </w:r>
      <w:r>
        <w:tab/>
        <w:t>2500</w:t>
      </w:r>
    </w:p>
    <w:p w14:paraId="3B3FD28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</w:rPr>
        <w:t>A.8.16.48.2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</w:rPr>
        <w:t>Test Requirements</w:t>
      </w:r>
      <w:r>
        <w:tab/>
        <w:t>2502</w:t>
      </w:r>
    </w:p>
    <w:p w14:paraId="1A7D2FA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>2DL/2UL TDD-FDD CA (FDD PCell) activation and deactivation of known PUCCH SCell without valid TA in non-DRX</w:t>
      </w:r>
      <w:r>
        <w:tab/>
        <w:t>2503</w:t>
      </w:r>
    </w:p>
    <w:p w14:paraId="4F992D7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2503</w:t>
      </w:r>
    </w:p>
    <w:p w14:paraId="427249B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2506</w:t>
      </w:r>
    </w:p>
    <w:p w14:paraId="35827AE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2DL/2UL </w:t>
      </w:r>
      <w:r>
        <w:rPr>
          <w:lang w:eastAsia="zh-CN"/>
        </w:rPr>
        <w:t>TDD-</w:t>
      </w:r>
      <w:r>
        <w:t xml:space="preserve">FDD CA </w:t>
      </w:r>
      <w:r>
        <w:rPr>
          <w:lang w:eastAsia="zh-CN"/>
        </w:rPr>
        <w:t xml:space="preserve">(TDD PCell) </w:t>
      </w:r>
      <w:r>
        <w:t>activation and deactivation of known PUCCH SCell without valid TA in non-DRX</w:t>
      </w:r>
      <w:r>
        <w:tab/>
        <w:t>2506</w:t>
      </w:r>
    </w:p>
    <w:p w14:paraId="69B2853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2506</w:t>
      </w:r>
    </w:p>
    <w:p w14:paraId="00ADE59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2508</w:t>
      </w:r>
    </w:p>
    <w:p w14:paraId="2A4D1AA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4 DL FDD CA Event Triggered Reporting with 3 deactivated SCells in Non-DRX</w:t>
      </w:r>
      <w:r>
        <w:tab/>
        <w:t>2509</w:t>
      </w:r>
    </w:p>
    <w:p w14:paraId="6B0397B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2509</w:t>
      </w:r>
    </w:p>
    <w:p w14:paraId="03E004D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2514</w:t>
      </w:r>
    </w:p>
    <w:p w14:paraId="442559C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4 DL TDD CA Event Triggered Reporting with 3 deactivated SCells in Non-DRX</w:t>
      </w:r>
      <w:r>
        <w:tab/>
        <w:t>2514</w:t>
      </w:r>
    </w:p>
    <w:p w14:paraId="67F22CA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2514</w:t>
      </w:r>
    </w:p>
    <w:p w14:paraId="50A85BE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2519</w:t>
      </w:r>
    </w:p>
    <w:p w14:paraId="65D9DD0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4 DL PCell in FDD CA Event Triggered Reporting with 3 Deactivated SCells in Non-DRX</w:t>
      </w:r>
      <w:r>
        <w:tab/>
        <w:t>2519</w:t>
      </w:r>
    </w:p>
    <w:p w14:paraId="7201D71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2519</w:t>
      </w:r>
    </w:p>
    <w:p w14:paraId="4BA4B2D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  <w:lang w:eastAsia="zh-CN"/>
        </w:rPr>
        <w:t>A.8.16.53.2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  <w:lang w:eastAsia="zh-CN"/>
        </w:rPr>
        <w:t>Test Requirements</w:t>
      </w:r>
      <w:r>
        <w:tab/>
        <w:t>2523</w:t>
      </w:r>
    </w:p>
    <w:p w14:paraId="086DD22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4 DL PCell in TDD CA Event Triggered Reporting with 3 Deactivated SCells in Non-DRX</w:t>
      </w:r>
      <w:r>
        <w:tab/>
        <w:t>2523</w:t>
      </w:r>
    </w:p>
    <w:p w14:paraId="7822DE4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2523</w:t>
      </w:r>
    </w:p>
    <w:p w14:paraId="6CB7378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  <w:lang w:eastAsia="zh-CN"/>
        </w:rPr>
        <w:t>A.8.16.54.2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  <w:lang w:eastAsia="zh-CN"/>
        </w:rPr>
        <w:t>Test Requirements</w:t>
      </w:r>
      <w:r>
        <w:tab/>
        <w:t>2527</w:t>
      </w:r>
    </w:p>
    <w:p w14:paraId="4BD9B36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FDD </w:t>
      </w:r>
      <w:r>
        <w:t>4 DL CA Event Triggered Reporting on Deactivated SCell with PCell and SCell Interruptions in Non-DRX</w:t>
      </w:r>
      <w:r>
        <w:tab/>
        <w:t>2527</w:t>
      </w:r>
    </w:p>
    <w:p w14:paraId="79C5026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A.8.16.55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2527</w:t>
      </w:r>
    </w:p>
    <w:p w14:paraId="15FB521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A.8.16.55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2533</w:t>
      </w:r>
    </w:p>
    <w:p w14:paraId="6589EAB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TDD </w:t>
      </w:r>
      <w:r>
        <w:t>4 DL CA Event Triggered Reporting on Deactivated SCell with PCell and SCell Interruptions in Non-DRX</w:t>
      </w:r>
      <w:r>
        <w:tab/>
        <w:t>2533</w:t>
      </w:r>
    </w:p>
    <w:p w14:paraId="76FD5F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A.8.16.56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2533</w:t>
      </w:r>
    </w:p>
    <w:p w14:paraId="7134F6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A.8.16.56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2539</w:t>
      </w:r>
    </w:p>
    <w:p w14:paraId="17D039B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A.8.16.57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4DL CA activation and deactivation of know SCell in non-DRX</w:t>
      </w:r>
      <w:r>
        <w:tab/>
        <w:t>2539</w:t>
      </w:r>
    </w:p>
    <w:p w14:paraId="2A424DF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2539</w:t>
      </w:r>
    </w:p>
    <w:p w14:paraId="4CB4B5B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2541</w:t>
      </w:r>
    </w:p>
    <w:p w14:paraId="4BAC434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A.8.16.58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4DL CA activation and deactivation of know SCell in non-DRX</w:t>
      </w:r>
      <w:r>
        <w:tab/>
        <w:t>2542</w:t>
      </w:r>
    </w:p>
    <w:p w14:paraId="2A9D3F0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2542</w:t>
      </w:r>
    </w:p>
    <w:p w14:paraId="6D86BEC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2544</w:t>
      </w:r>
    </w:p>
    <w:p w14:paraId="6552126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PCell in FDD FDD-TDD 4 DL CA activation and deactivation of known SCell in non-DRX</w:t>
      </w:r>
      <w:r>
        <w:tab/>
        <w:t>2545</w:t>
      </w:r>
    </w:p>
    <w:p w14:paraId="18994DD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2545</w:t>
      </w:r>
    </w:p>
    <w:p w14:paraId="4C4C091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2549</w:t>
      </w:r>
    </w:p>
    <w:p w14:paraId="1C04DAD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PCell in TDD FDD-TDD 4 DL CA activation and deactivation of known SCell in non-DRX</w:t>
      </w:r>
      <w:r>
        <w:tab/>
        <w:t>2550</w:t>
      </w:r>
    </w:p>
    <w:p w14:paraId="014B77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2550</w:t>
      </w:r>
    </w:p>
    <w:p w14:paraId="4738AD4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2553</w:t>
      </w:r>
    </w:p>
    <w:p w14:paraId="645B940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A.8.16.61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4DL CA activation and deactivation of unknown SCell in non-DRX</w:t>
      </w:r>
      <w:r>
        <w:tab/>
        <w:t>2554</w:t>
      </w:r>
    </w:p>
    <w:p w14:paraId="284B51D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2554</w:t>
      </w:r>
    </w:p>
    <w:p w14:paraId="6C8FC23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2557</w:t>
      </w:r>
    </w:p>
    <w:p w14:paraId="621B277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A.8.16.62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4DL CA activation and deactivation of unknown SCell in non-DRX</w:t>
      </w:r>
      <w:r>
        <w:tab/>
        <w:t>2557</w:t>
      </w:r>
    </w:p>
    <w:p w14:paraId="46C554B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2557</w:t>
      </w:r>
    </w:p>
    <w:p w14:paraId="1B4F1C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2559</w:t>
      </w:r>
    </w:p>
    <w:p w14:paraId="4501C9A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PCell in FDD FDD-TDD 4 DL CA activation and deactivation of unknown SCell in non-DRX</w:t>
      </w:r>
      <w:r>
        <w:tab/>
        <w:t>2560</w:t>
      </w:r>
    </w:p>
    <w:p w14:paraId="70A0E50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2560</w:t>
      </w:r>
    </w:p>
    <w:p w14:paraId="677F189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2563</w:t>
      </w:r>
    </w:p>
    <w:p w14:paraId="11DEDA4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PCell in TDD FDD-TDD 4 DL CA activation and deactivation of unknown SCell in non-DRX</w:t>
      </w:r>
      <w:r>
        <w:tab/>
        <w:t>2564</w:t>
      </w:r>
    </w:p>
    <w:p w14:paraId="2D68C0F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2564</w:t>
      </w:r>
    </w:p>
    <w:p w14:paraId="26BEADA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2568</w:t>
      </w:r>
    </w:p>
    <w:p w14:paraId="7C1899C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FDD-TDD with PCell in FDD CA Event Triggered Reporting with 4 Deactivated SCells in Non-DRX</w:t>
      </w:r>
      <w:r>
        <w:tab/>
        <w:t>2568</w:t>
      </w:r>
    </w:p>
    <w:p w14:paraId="56D1989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2568</w:t>
      </w:r>
    </w:p>
    <w:p w14:paraId="41D8364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  <w:lang w:eastAsia="zh-CN"/>
        </w:rPr>
        <w:t>A.8.16.65.2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  <w:lang w:eastAsia="zh-CN"/>
        </w:rPr>
        <w:t>Test Requirements</w:t>
      </w:r>
      <w:r>
        <w:tab/>
        <w:t>2573</w:t>
      </w:r>
    </w:p>
    <w:p w14:paraId="1EA6C53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FDD-TDD with PCell in TDD CA Event Triggered Reporting with 4 Deactivated SCells in Non-DRX</w:t>
      </w:r>
      <w:r>
        <w:tab/>
        <w:t>2573</w:t>
      </w:r>
    </w:p>
    <w:p w14:paraId="7EE99CA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2573</w:t>
      </w:r>
    </w:p>
    <w:p w14:paraId="632AED2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  <w:lang w:eastAsia="zh-CN"/>
        </w:rPr>
        <w:t>A.8.16.66.2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  <w:lang w:eastAsia="zh-CN"/>
        </w:rPr>
        <w:t>Test Requirements</w:t>
      </w:r>
      <w:r>
        <w:tab/>
        <w:t>2578</w:t>
      </w:r>
    </w:p>
    <w:p w14:paraId="00D81BF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FDD-TDD with PCell in FDD CA activation and deactivation of Unknown SCell in non-DRX</w:t>
      </w:r>
      <w:r>
        <w:tab/>
        <w:t>2578</w:t>
      </w:r>
    </w:p>
    <w:p w14:paraId="7DB60B8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2578</w:t>
      </w:r>
    </w:p>
    <w:p w14:paraId="4BE42AD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2583</w:t>
      </w:r>
    </w:p>
    <w:p w14:paraId="0B4CF49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FDD-TDD with PCell in TDD CA activation and deactivation of Unknown SCell in non-DRX</w:t>
      </w:r>
      <w:r>
        <w:tab/>
        <w:t>2583</w:t>
      </w:r>
    </w:p>
    <w:p w14:paraId="2250275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2583</w:t>
      </w:r>
    </w:p>
    <w:p w14:paraId="7800F57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2588</w:t>
      </w:r>
    </w:p>
    <w:p w14:paraId="57D5A20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A.8.16.69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FDD CA activation and deactivation of unknown SCell in non-DRX</w:t>
      </w:r>
      <w:r>
        <w:tab/>
        <w:t>2588</w:t>
      </w:r>
    </w:p>
    <w:p w14:paraId="39B6EC6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A.8.16.69.1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2588</w:t>
      </w:r>
    </w:p>
    <w:p w14:paraId="3997BB7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2592</w:t>
      </w:r>
    </w:p>
    <w:p w14:paraId="0CFF260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A.8.16.70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TDD CA activation and deactivation of unknown SCell in non-DRX</w:t>
      </w:r>
      <w:r>
        <w:tab/>
        <w:t>2592</w:t>
      </w:r>
    </w:p>
    <w:p w14:paraId="3362F96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A.8.16.70.1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2592</w:t>
      </w:r>
    </w:p>
    <w:p w14:paraId="77064E2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2596</w:t>
      </w:r>
    </w:p>
    <w:p w14:paraId="47F17D1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 CA Event Triggered Reporting with Deactivated SCells in Non-DRX</w:t>
      </w:r>
      <w:r>
        <w:tab/>
        <w:t>2596</w:t>
      </w:r>
    </w:p>
    <w:p w14:paraId="1659DC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2596</w:t>
      </w:r>
    </w:p>
    <w:p w14:paraId="1069934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2601</w:t>
      </w:r>
    </w:p>
    <w:p w14:paraId="3D44745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TDD CA Event Triggered Reporting with Deactivated SCells in Non-DRX</w:t>
      </w:r>
      <w:r>
        <w:tab/>
        <w:t>2601</w:t>
      </w:r>
    </w:p>
    <w:p w14:paraId="0630347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2601</w:t>
      </w:r>
    </w:p>
    <w:p w14:paraId="025A04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2606</w:t>
      </w:r>
    </w:p>
    <w:p w14:paraId="526627A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 CA Event Triggered Reporting on Deactivated SCell with PCell and SCell Interruptions in Non-DRX</w:t>
      </w:r>
      <w:r>
        <w:tab/>
        <w:t>2606</w:t>
      </w:r>
    </w:p>
    <w:p w14:paraId="340CBAB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A.8.16.73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2606</w:t>
      </w:r>
    </w:p>
    <w:p w14:paraId="6762F4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A.8.16.73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2612</w:t>
      </w:r>
    </w:p>
    <w:p w14:paraId="5A4C1C9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TDD CA Event Triggered Reporting on Deactivated SCell with PCell and SCell Interruptions in Non-DRX</w:t>
      </w:r>
      <w:r>
        <w:tab/>
        <w:t>2612</w:t>
      </w:r>
    </w:p>
    <w:p w14:paraId="34F27BA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A.8.16.74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2612</w:t>
      </w:r>
    </w:p>
    <w:p w14:paraId="557E1CC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A.8.16.74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2618</w:t>
      </w:r>
    </w:p>
    <w:p w14:paraId="622365E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FDD-TDD with PCell in FDD CA activation and deactivation of known SCell in non-DRX</w:t>
      </w:r>
      <w:r>
        <w:tab/>
        <w:t>2618</w:t>
      </w:r>
    </w:p>
    <w:p w14:paraId="0308ED5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2618</w:t>
      </w:r>
    </w:p>
    <w:p w14:paraId="0885F2B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2624</w:t>
      </w:r>
    </w:p>
    <w:p w14:paraId="15BCC3E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FDD-TDD with PCell in TDD CA activation and deactivation of known SCell in non-DRX</w:t>
      </w:r>
      <w:r>
        <w:tab/>
        <w:t>2624</w:t>
      </w:r>
    </w:p>
    <w:p w14:paraId="05B43D9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2624</w:t>
      </w:r>
    </w:p>
    <w:p w14:paraId="6EAB9BC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2630</w:t>
      </w:r>
    </w:p>
    <w:p w14:paraId="488472F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A.8.16.77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FDD CA activation and deactivation of know SCell in non-DRX</w:t>
      </w:r>
      <w:r>
        <w:tab/>
        <w:t>2630</w:t>
      </w:r>
    </w:p>
    <w:p w14:paraId="1C3BDA4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A.8.16.77.1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2630</w:t>
      </w:r>
    </w:p>
    <w:p w14:paraId="3F31C07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2634</w:t>
      </w:r>
    </w:p>
    <w:p w14:paraId="72B26E6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A.8.16.78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TDD CA activation and deactivation of know SCell in non-DRX</w:t>
      </w:r>
      <w:r>
        <w:tab/>
        <w:t>2634</w:t>
      </w:r>
    </w:p>
    <w:p w14:paraId="42431E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A.8.16.78.1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2634</w:t>
      </w:r>
    </w:p>
    <w:p w14:paraId="23F4B78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2636</w:t>
      </w:r>
    </w:p>
    <w:p w14:paraId="7E31E9B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PCell in FDD FDD-TDD </w:t>
      </w:r>
      <w:r>
        <w:t>4 DL CA Event Triggered Reporting on Deactivated SCell with PCell and SCell Interruptions in Non-DRX</w:t>
      </w:r>
      <w:r>
        <w:tab/>
        <w:t>2637</w:t>
      </w:r>
    </w:p>
    <w:p w14:paraId="5BE027B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A.8.16.79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2637</w:t>
      </w:r>
    </w:p>
    <w:p w14:paraId="4160524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A.8.16.79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2644</w:t>
      </w:r>
    </w:p>
    <w:p w14:paraId="27421E0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PCell in TDD TDD-FDD </w:t>
      </w:r>
      <w:r>
        <w:t>4 DL CA Event Triggered Reporting on Deactivated SCell with PCell and SCell Interruptions in Non-DRX</w:t>
      </w:r>
      <w:r>
        <w:tab/>
        <w:t>2644</w:t>
      </w:r>
    </w:p>
    <w:p w14:paraId="2E85D18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A.8.16.80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2644</w:t>
      </w:r>
    </w:p>
    <w:p w14:paraId="5EC3CE4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A.8.16.80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2651</w:t>
      </w:r>
    </w:p>
    <w:p w14:paraId="18CC85E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PCell in FDD FDD-TDD </w:t>
      </w:r>
      <w:r>
        <w:t>5 DL CA Event Triggered Reporting on Deactivated SCell with PCell and SCell Interruptions in Non-DRX</w:t>
      </w:r>
      <w:r>
        <w:tab/>
        <w:t>2651</w:t>
      </w:r>
    </w:p>
    <w:p w14:paraId="7938E2A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2651</w:t>
      </w:r>
    </w:p>
    <w:p w14:paraId="165BF95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A.8.16.81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2657</w:t>
      </w:r>
    </w:p>
    <w:p w14:paraId="6178210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PCell in TDD TDD-FDD </w:t>
      </w:r>
      <w:r>
        <w:t>5 DL CA Event Triggered Reporting on Deactivated SCell with PCell and SCell Interruptions in Non-DRX</w:t>
      </w:r>
      <w:r>
        <w:tab/>
        <w:t>2657</w:t>
      </w:r>
    </w:p>
    <w:p w14:paraId="5898789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A.8.16.82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2657</w:t>
      </w:r>
    </w:p>
    <w:p w14:paraId="6C5616C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A.8.16.82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2663</w:t>
      </w:r>
    </w:p>
    <w:p w14:paraId="3DB4FB2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CA Event Triggered Reporting under Deactivated SCells in Non-DRX with generic duplex modes</w:t>
      </w:r>
      <w:r>
        <w:tab/>
        <w:t>2663</w:t>
      </w:r>
    </w:p>
    <w:p w14:paraId="6313003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2663</w:t>
      </w:r>
    </w:p>
    <w:p w14:paraId="6AFC5F6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  <w:lang w:eastAsia="zh-CN"/>
        </w:rPr>
        <w:t>A.8.16.83.2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  <w:lang w:eastAsia="zh-CN"/>
        </w:rPr>
        <w:t>Test Requirements</w:t>
      </w:r>
      <w:r>
        <w:tab/>
        <w:t>2668</w:t>
      </w:r>
    </w:p>
    <w:p w14:paraId="6EE3C97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3 DL CA Event Triggered Reporting on Deactivated SCell with PCell and SCell Interruptions in Non-DRX with generic duplex modes</w:t>
      </w:r>
      <w:r>
        <w:tab/>
        <w:t>2668</w:t>
      </w:r>
    </w:p>
    <w:p w14:paraId="33B450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A.8.16.84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2668</w:t>
      </w:r>
    </w:p>
    <w:p w14:paraId="277DD44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A.8.16.84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2674</w:t>
      </w:r>
    </w:p>
    <w:p w14:paraId="2145F64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CA Activation and Deactivation of Known SCell in Non-DRX with generic duplex modes</w:t>
      </w:r>
      <w:r>
        <w:tab/>
        <w:t>2674</w:t>
      </w:r>
    </w:p>
    <w:p w14:paraId="14068C2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2674</w:t>
      </w:r>
    </w:p>
    <w:p w14:paraId="5A3BF6D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2678</w:t>
      </w:r>
    </w:p>
    <w:p w14:paraId="49791F7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CA Activation and Deactivation of Unknown SCell in Non-DRX with generic duplex modes</w:t>
      </w:r>
      <w:r>
        <w:tab/>
        <w:t>2678</w:t>
      </w:r>
    </w:p>
    <w:p w14:paraId="46B9337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2678</w:t>
      </w:r>
    </w:p>
    <w:p w14:paraId="49F8DD4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2681</w:t>
      </w:r>
    </w:p>
    <w:p w14:paraId="6B4F018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4 DL CA Event Triggered Reporting under Deactivated SCells in Non-DRX with generic duplex modes</w:t>
      </w:r>
      <w:r>
        <w:tab/>
        <w:t>2681</w:t>
      </w:r>
    </w:p>
    <w:p w14:paraId="50FB86F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2681</w:t>
      </w:r>
    </w:p>
    <w:p w14:paraId="5C759E9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  <w:lang w:eastAsia="zh-CN"/>
        </w:rPr>
        <w:t>A.8.16.87.2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  <w:lang w:eastAsia="zh-CN"/>
        </w:rPr>
        <w:t>Test Requirements</w:t>
      </w:r>
      <w:r>
        <w:tab/>
        <w:t>2687</w:t>
      </w:r>
    </w:p>
    <w:p w14:paraId="275250D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Arial"/>
          <w:lang w:eastAsia="ja-JP"/>
        </w:rPr>
        <w:t>4 DL CA Event Triggered Reporting on Deactivated SCell with PCell and SCell Interruptions in Non-DRX with generic duplex modes</w:t>
      </w:r>
      <w:r>
        <w:tab/>
        <w:t>2687</w:t>
      </w:r>
    </w:p>
    <w:p w14:paraId="1BF4FCB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A.8.16.88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2687</w:t>
      </w:r>
    </w:p>
    <w:p w14:paraId="209098F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A.8.16.88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2695</w:t>
      </w:r>
    </w:p>
    <w:p w14:paraId="6648AE9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4 DL CA Activation and Deactivation of Known SCell in Non-DRX with generic duplex modes</w:t>
      </w:r>
      <w:r>
        <w:tab/>
        <w:t>2695</w:t>
      </w:r>
    </w:p>
    <w:p w14:paraId="0D5FC56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2695</w:t>
      </w:r>
    </w:p>
    <w:p w14:paraId="2E24F0B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2702</w:t>
      </w:r>
    </w:p>
    <w:p w14:paraId="5A3440D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4 DL CA Activation and Deactivation of Unknown SCell in Non-DRX with generic duplex modes</w:t>
      </w:r>
      <w:r>
        <w:tab/>
        <w:t>2702</w:t>
      </w:r>
    </w:p>
    <w:p w14:paraId="21A8BBE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2702</w:t>
      </w:r>
    </w:p>
    <w:p w14:paraId="613D0BB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2709</w:t>
      </w:r>
    </w:p>
    <w:p w14:paraId="7DF76F4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CA Event Triggered Reporting under Deactivated SCells in Non-DRX with generic duplex modes</w:t>
      </w:r>
      <w:r>
        <w:tab/>
        <w:t>2709</w:t>
      </w:r>
    </w:p>
    <w:p w14:paraId="1874E40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2709</w:t>
      </w:r>
    </w:p>
    <w:p w14:paraId="575D272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  <w:lang w:eastAsia="zh-CN"/>
        </w:rPr>
        <w:t>A.8.16.91.2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  <w:lang w:eastAsia="zh-CN"/>
        </w:rPr>
        <w:t>Test Requirements</w:t>
      </w:r>
      <w:r>
        <w:tab/>
        <w:t>2715</w:t>
      </w:r>
    </w:p>
    <w:p w14:paraId="2BB4D77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CA Event Triggered Reporting on Deactivated SCell with PCell and SCell Interruptions in Non-DRX with generic duplex modes</w:t>
      </w:r>
      <w:r>
        <w:tab/>
        <w:t>2715</w:t>
      </w:r>
    </w:p>
    <w:p w14:paraId="53BBD71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A.8.16.92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2715</w:t>
      </w:r>
    </w:p>
    <w:p w14:paraId="683655E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A.8.16.92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2723</w:t>
      </w:r>
    </w:p>
    <w:p w14:paraId="078B727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CA Activation and Deactivation of Known SCell in Non-DRX with generic duplex modes</w:t>
      </w:r>
      <w:r>
        <w:tab/>
        <w:t>2723</w:t>
      </w:r>
    </w:p>
    <w:p w14:paraId="0BB3F5E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2723</w:t>
      </w:r>
    </w:p>
    <w:p w14:paraId="11ECBC1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2730</w:t>
      </w:r>
    </w:p>
    <w:p w14:paraId="41F881C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CA Activation and Deactivation of Unknown SCell in Non-DRX with generic duplex modes</w:t>
      </w:r>
      <w:r>
        <w:tab/>
        <w:t>2730</w:t>
      </w:r>
    </w:p>
    <w:p w14:paraId="75980E8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2730</w:t>
      </w:r>
    </w:p>
    <w:p w14:paraId="657148D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2737</w:t>
      </w:r>
    </w:p>
    <w:p w14:paraId="4603981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6 DL CA Event Triggered Reporting under Deactivated SCells in Non-DRX with generic duplex modes</w:t>
      </w:r>
      <w:r>
        <w:tab/>
        <w:t>2737</w:t>
      </w:r>
    </w:p>
    <w:p w14:paraId="12EEE1E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2737</w:t>
      </w:r>
    </w:p>
    <w:p w14:paraId="715E420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A.8.16.95.2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2745</w:t>
      </w:r>
    </w:p>
    <w:p w14:paraId="4818B75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6 DL CA Event Triggered Reporting on Deactivated SCell with PCell and SCell Interruptions in Non-DRX with generic duplex modes</w:t>
      </w:r>
      <w:r>
        <w:tab/>
        <w:t>2745</w:t>
      </w:r>
    </w:p>
    <w:p w14:paraId="773ECE3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A.8.16.96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2745</w:t>
      </w:r>
    </w:p>
    <w:p w14:paraId="3F7ACC2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A.8.16.96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2754</w:t>
      </w:r>
    </w:p>
    <w:p w14:paraId="64F6036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6 DL CA Activation and Deactivation of Known SCell in Non-DRX with generic duplex modes</w:t>
      </w:r>
      <w:r>
        <w:tab/>
        <w:t>2754</w:t>
      </w:r>
    </w:p>
    <w:p w14:paraId="4CED52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2754</w:t>
      </w:r>
    </w:p>
    <w:p w14:paraId="47734E1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2761</w:t>
      </w:r>
    </w:p>
    <w:p w14:paraId="2D87AD5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6 DL CA Activation and Deactivation of Unknown SCell in Non-DRX with generic duplex modes</w:t>
      </w:r>
      <w:r>
        <w:tab/>
        <w:t>2761</w:t>
      </w:r>
    </w:p>
    <w:p w14:paraId="4912769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2761</w:t>
      </w:r>
    </w:p>
    <w:p w14:paraId="645B71D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2769</w:t>
      </w:r>
    </w:p>
    <w:p w14:paraId="232B24C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7 DL CA Event Triggered Reporting under Deactivated SCells in Non-DRX with generic duplex modes</w:t>
      </w:r>
      <w:r>
        <w:tab/>
        <w:t>2769</w:t>
      </w:r>
    </w:p>
    <w:p w14:paraId="492F318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2769</w:t>
      </w:r>
    </w:p>
    <w:p w14:paraId="328AC65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A.8.16.99.2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2779</w:t>
      </w:r>
    </w:p>
    <w:p w14:paraId="10E8562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7 DL CA Event Triggered Reporting on Deactivated SCell with PCell and SCell Interruptions in Non-DRX with generic duplex modes</w:t>
      </w:r>
      <w:r>
        <w:tab/>
        <w:t>2779</w:t>
      </w:r>
    </w:p>
    <w:p w14:paraId="3C3D8F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A.8.16.100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2779</w:t>
      </w:r>
    </w:p>
    <w:p w14:paraId="20A5B5C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A.8.16.100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2789</w:t>
      </w:r>
    </w:p>
    <w:p w14:paraId="103A39E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7 DL CA Activation and Deactivation of Known SCell in Non-DRX with generic duplex modes</w:t>
      </w:r>
      <w:r>
        <w:tab/>
        <w:t>2789</w:t>
      </w:r>
    </w:p>
    <w:p w14:paraId="24CD154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2789</w:t>
      </w:r>
    </w:p>
    <w:p w14:paraId="6AB56ED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2799</w:t>
      </w:r>
    </w:p>
    <w:p w14:paraId="4D6A6DE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7 DL CA Activation and Deactivation of Unknown SCell in Non-DRX with generic duplex modes</w:t>
      </w:r>
      <w:r>
        <w:tab/>
        <w:t>2799</w:t>
      </w:r>
    </w:p>
    <w:p w14:paraId="0707D09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2799</w:t>
      </w:r>
    </w:p>
    <w:p w14:paraId="51D9691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2810</w:t>
      </w:r>
    </w:p>
    <w:p w14:paraId="1CA0D74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Hibernation and Activation of Known SCell in Non-DRX with generic duplex modes</w:t>
      </w:r>
      <w:r>
        <w:tab/>
        <w:t>2810</w:t>
      </w:r>
    </w:p>
    <w:p w14:paraId="617026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2810</w:t>
      </w:r>
    </w:p>
    <w:p w14:paraId="2680BBB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2815</w:t>
      </w:r>
    </w:p>
    <w:p w14:paraId="33AE011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Hibernation and Activation of Unknown SCell in Non-DRX with generic duplex modes</w:t>
      </w:r>
      <w:r>
        <w:tab/>
        <w:t>2816</w:t>
      </w:r>
    </w:p>
    <w:p w14:paraId="356CD69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2816</w:t>
      </w:r>
    </w:p>
    <w:p w14:paraId="2B71A67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2820</w:t>
      </w:r>
    </w:p>
    <w:p w14:paraId="420BF8E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</w:rPr>
        <w:t>A.8.16.105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</w:rPr>
        <w:t>Idle Mode measurements of inter-frequency CA candidate cells for early reporting</w:t>
      </w:r>
      <w:r>
        <w:tab/>
        <w:t>2821</w:t>
      </w:r>
    </w:p>
    <w:p w14:paraId="6057747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  <w:lang w:eastAsia="zh-CN"/>
        </w:rPr>
        <w:t>A.8.16.105.1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  <w:lang w:eastAsia="zh-CN"/>
        </w:rPr>
        <w:t>Test Purpose and Environment</w:t>
      </w:r>
      <w:r>
        <w:tab/>
        <w:t>2821</w:t>
      </w:r>
    </w:p>
    <w:p w14:paraId="161B602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</w:t>
      </w:r>
      <w:r>
        <w:t>8.16.105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2825</w:t>
      </w:r>
    </w:p>
    <w:p w14:paraId="3343B19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Direct Activation of Known SCell in Non-DRX with generic duplex modes</w:t>
      </w:r>
      <w:r>
        <w:tab/>
        <w:t>2826</w:t>
      </w:r>
    </w:p>
    <w:p w14:paraId="47010BB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2826</w:t>
      </w:r>
    </w:p>
    <w:p w14:paraId="0E2BD3E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2830</w:t>
      </w:r>
    </w:p>
    <w:p w14:paraId="426D565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event triggered reporting under deactivated SCell in non-DRX </w:t>
      </w:r>
      <w:r w:rsidRPr="00614873">
        <w:rPr>
          <w:rFonts w:cs="Arial"/>
        </w:rPr>
        <w:t xml:space="preserve">with </w:t>
      </w:r>
      <w:r w:rsidRPr="00614873">
        <w:rPr>
          <w:i/>
        </w:rPr>
        <w:t>highSpeedEnhMeasFlag</w:t>
      </w:r>
      <w:r w:rsidRPr="00614873">
        <w:rPr>
          <w:i/>
          <w:lang w:eastAsia="ja-JP"/>
        </w:rPr>
        <w:t>2</w:t>
      </w:r>
      <w:r w:rsidRPr="00614873">
        <w:rPr>
          <w:i/>
        </w:rPr>
        <w:t>-</w:t>
      </w:r>
      <w:r w:rsidRPr="00614873">
        <w:rPr>
          <w:i/>
          <w:lang w:eastAsia="ja-JP"/>
        </w:rPr>
        <w:t>r16</w:t>
      </w:r>
      <w:r>
        <w:tab/>
        <w:t>2830</w:t>
      </w:r>
    </w:p>
    <w:p w14:paraId="7796AA2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2830</w:t>
      </w:r>
    </w:p>
    <w:p w14:paraId="6A0BD81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2832</w:t>
      </w:r>
    </w:p>
    <w:p w14:paraId="636CDBE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event triggered reporting under deactivated SCell in non-DRX with </w:t>
      </w:r>
      <w:r w:rsidRPr="00614873">
        <w:rPr>
          <w:i/>
        </w:rPr>
        <w:t>highSpeedEnhMeasFlag</w:t>
      </w:r>
      <w:r w:rsidRPr="00614873">
        <w:rPr>
          <w:i/>
          <w:lang w:eastAsia="ja-JP"/>
        </w:rPr>
        <w:t>2</w:t>
      </w:r>
      <w:r w:rsidRPr="00614873">
        <w:rPr>
          <w:i/>
        </w:rPr>
        <w:t>-</w:t>
      </w:r>
      <w:r w:rsidRPr="00614873">
        <w:rPr>
          <w:i/>
          <w:lang w:eastAsia="ja-JP"/>
        </w:rPr>
        <w:t>r16</w:t>
      </w:r>
      <w:r>
        <w:tab/>
        <w:t>2833</w:t>
      </w:r>
    </w:p>
    <w:p w14:paraId="623D94B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2833</w:t>
      </w:r>
    </w:p>
    <w:p w14:paraId="6F803D1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2835</w:t>
      </w:r>
    </w:p>
    <w:p w14:paraId="25B3EC0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Measurements for E-UTRAN Carrier Aggregation</w:t>
      </w:r>
      <w:r>
        <w:tab/>
        <w:t>2836</w:t>
      </w:r>
    </w:p>
    <w:p w14:paraId="02719DA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RSTD measurement reporting delay test case</w:t>
      </w:r>
      <w:r>
        <w:tab/>
        <w:t>2836</w:t>
      </w:r>
    </w:p>
    <w:p w14:paraId="5BB91D5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2836</w:t>
      </w:r>
    </w:p>
    <w:p w14:paraId="67A6F25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2842</w:t>
      </w:r>
    </w:p>
    <w:p w14:paraId="0AAACCE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RSTD measurement reporting delay test case</w:t>
      </w:r>
      <w:r>
        <w:tab/>
        <w:t>2842</w:t>
      </w:r>
    </w:p>
    <w:p w14:paraId="55831AE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2842</w:t>
      </w:r>
    </w:p>
    <w:p w14:paraId="21ABBBC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2849</w:t>
      </w:r>
    </w:p>
    <w:p w14:paraId="544E988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RSTD Measurement Reporting Test Case for 20 MHz</w:t>
      </w:r>
      <w:r>
        <w:tab/>
        <w:t>2849</w:t>
      </w:r>
    </w:p>
    <w:p w14:paraId="663F575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2849</w:t>
      </w:r>
    </w:p>
    <w:p w14:paraId="2705FFE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2850</w:t>
      </w:r>
    </w:p>
    <w:p w14:paraId="2C36A78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RSTD Measurement Reporting Test Case for 20 MHz</w:t>
      </w:r>
      <w:r>
        <w:tab/>
        <w:t>2850</w:t>
      </w:r>
    </w:p>
    <w:p w14:paraId="47C55D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A.8.17.4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2850</w:t>
      </w:r>
    </w:p>
    <w:p w14:paraId="798F9D5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A.8.17.4</w:t>
      </w:r>
      <w:r>
        <w:rPr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2851</w:t>
      </w:r>
    </w:p>
    <w:p w14:paraId="1594798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RSTD Measurement Reporting Test Case for </w:t>
      </w:r>
      <w:r>
        <w:rPr>
          <w:lang w:eastAsia="zh-CN"/>
        </w:rPr>
        <w:t>10MHz+5</w:t>
      </w:r>
      <w:r>
        <w:t>MHz</w:t>
      </w:r>
      <w:r>
        <w:tab/>
        <w:t>2851</w:t>
      </w:r>
    </w:p>
    <w:p w14:paraId="7C074FB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2851</w:t>
      </w:r>
    </w:p>
    <w:p w14:paraId="3F89FC3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2852</w:t>
      </w:r>
    </w:p>
    <w:p w14:paraId="2B9EAB9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RSTD Measurement Reporting Test Case for </w:t>
      </w:r>
      <w:r>
        <w:rPr>
          <w:lang w:eastAsia="zh-CN"/>
        </w:rPr>
        <w:t>10MHz+5</w:t>
      </w:r>
      <w:r>
        <w:t>MHz</w:t>
      </w:r>
      <w:r>
        <w:tab/>
        <w:t>2852</w:t>
      </w:r>
    </w:p>
    <w:p w14:paraId="0128B9B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2852</w:t>
      </w:r>
    </w:p>
    <w:p w14:paraId="126A35E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2853</w:t>
      </w:r>
    </w:p>
    <w:p w14:paraId="0FA2487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RSTD Measurement Reporting Test Case for 5 + 5 MHz Bandwidth</w:t>
      </w:r>
      <w:r>
        <w:tab/>
        <w:t>2854</w:t>
      </w:r>
    </w:p>
    <w:p w14:paraId="5FC1E98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A.8.17.7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2854</w:t>
      </w:r>
    </w:p>
    <w:p w14:paraId="2D28093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A.8.17.7</w:t>
      </w:r>
      <w:r>
        <w:rPr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2854</w:t>
      </w:r>
    </w:p>
    <w:p w14:paraId="73F7459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RSTD Measurement Reporting Test Case for 5+5 MHz bandwidth</w:t>
      </w:r>
      <w:r>
        <w:tab/>
        <w:t>2855</w:t>
      </w:r>
    </w:p>
    <w:p w14:paraId="7036C42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A.8.17.8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2855</w:t>
      </w:r>
    </w:p>
    <w:p w14:paraId="000FA22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A.8.17.8</w:t>
      </w:r>
      <w:r>
        <w:rPr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2855</w:t>
      </w:r>
    </w:p>
    <w:p w14:paraId="72CB61A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RSTD Measurement Reporting Test Case for </w:t>
      </w:r>
      <w:r>
        <w:rPr>
          <w:lang w:eastAsia="zh-CN"/>
        </w:rPr>
        <w:t>20MHz+10</w:t>
      </w:r>
      <w:r>
        <w:t>MHz</w:t>
      </w:r>
      <w:r>
        <w:tab/>
        <w:t>2856</w:t>
      </w:r>
    </w:p>
    <w:p w14:paraId="7F6DBD5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A.8.17.9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2856</w:t>
      </w:r>
    </w:p>
    <w:p w14:paraId="3006E99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A.8.17.9</w:t>
      </w:r>
      <w:r>
        <w:rPr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2857</w:t>
      </w:r>
    </w:p>
    <w:p w14:paraId="143CE88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3 DL FDD CA RSTD Measurement Reporting Delay Test Case</w:t>
      </w:r>
      <w:r>
        <w:tab/>
        <w:t>2857</w:t>
      </w:r>
    </w:p>
    <w:p w14:paraId="7FB066B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A.8.17.10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2857</w:t>
      </w:r>
    </w:p>
    <w:p w14:paraId="2D62649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2864</w:t>
      </w:r>
    </w:p>
    <w:p w14:paraId="32BA899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3 DL TDD CA RSTD Measurement Reporting Delay Test Case</w:t>
      </w:r>
      <w:r>
        <w:tab/>
        <w:t>2865</w:t>
      </w:r>
    </w:p>
    <w:p w14:paraId="393C51C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A.8.17.11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2865</w:t>
      </w:r>
    </w:p>
    <w:p w14:paraId="5A1ADBF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2871</w:t>
      </w:r>
    </w:p>
    <w:p w14:paraId="5374AEC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– </w:t>
      </w:r>
      <w:r>
        <w:rPr>
          <w:lang w:eastAsia="zh-CN"/>
        </w:rPr>
        <w:t>HRPD</w:t>
      </w:r>
      <w:r>
        <w:t xml:space="preserve"> Measurements</w:t>
      </w:r>
      <w:r>
        <w:tab/>
        <w:t>2872</w:t>
      </w:r>
    </w:p>
    <w:p w14:paraId="3E61D64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TDD-HRPD event triggered reporting under fading propagation conditions</w:t>
      </w:r>
      <w:r>
        <w:tab/>
        <w:t>2872</w:t>
      </w:r>
    </w:p>
    <w:p w14:paraId="4A66D87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A.8.18.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2872</w:t>
      </w:r>
    </w:p>
    <w:p w14:paraId="668AD8D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A.8.18.1.2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2874</w:t>
      </w:r>
    </w:p>
    <w:p w14:paraId="77ADB63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– </w:t>
      </w:r>
      <w:r>
        <w:rPr>
          <w:lang w:eastAsia="zh-CN"/>
        </w:rPr>
        <w:t>CDMA2000 1X</w:t>
      </w:r>
      <w:r>
        <w:t xml:space="preserve"> Measurements</w:t>
      </w:r>
      <w:r>
        <w:tab/>
        <w:t>2874</w:t>
      </w:r>
    </w:p>
    <w:p w14:paraId="5E34AE2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– </w:t>
      </w:r>
      <w:r>
        <w:rPr>
          <w:lang w:eastAsia="zh-CN"/>
        </w:rPr>
        <w:t>CDMA2000 1X</w:t>
      </w:r>
      <w:r>
        <w:t xml:space="preserve"> event triggered reporting under fading propagation conditions</w:t>
      </w:r>
      <w:r>
        <w:tab/>
        <w:t>2874</w:t>
      </w:r>
    </w:p>
    <w:p w14:paraId="2609FB5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A.8.19.1.1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2874</w:t>
      </w:r>
    </w:p>
    <w:p w14:paraId="67FC050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A.8.19.1.2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2875</w:t>
      </w:r>
    </w:p>
    <w:p w14:paraId="4A59E83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Inter-frequency/RAT Measurements in CA mode</w:t>
      </w:r>
      <w:r>
        <w:tab/>
        <w:t>2876</w:t>
      </w:r>
    </w:p>
    <w:p w14:paraId="762F27F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under fading propagation conditions in asynchronous cells</w:t>
      </w:r>
      <w:r>
        <w:tab/>
        <w:t>2876</w:t>
      </w:r>
    </w:p>
    <w:p w14:paraId="0A1C93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2876</w:t>
      </w:r>
    </w:p>
    <w:p w14:paraId="0554A4C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2877</w:t>
      </w:r>
    </w:p>
    <w:p w14:paraId="1B42D82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synchronous cells</w:t>
      </w:r>
      <w:r>
        <w:tab/>
        <w:t>2877</w:t>
      </w:r>
    </w:p>
    <w:p w14:paraId="6E6B839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2878</w:t>
      </w:r>
    </w:p>
    <w:p w14:paraId="2DA545B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2879</w:t>
      </w:r>
    </w:p>
    <w:p w14:paraId="3870B7D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8.20.2A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synchronous cells for 20 MHz +20 MHz bandwidth.</w:t>
      </w:r>
      <w:r>
        <w:tab/>
        <w:t>2880</w:t>
      </w:r>
    </w:p>
    <w:p w14:paraId="57490FE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A.8.20.</w:t>
      </w:r>
      <w:r w:rsidRPr="00614873">
        <w:rPr>
          <w:snapToGrid w:val="0"/>
          <w:lang w:eastAsia="zh-CN"/>
        </w:rPr>
        <w:t>2A</w:t>
      </w:r>
      <w:r w:rsidRPr="00614873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2880</w:t>
      </w:r>
    </w:p>
    <w:p w14:paraId="28F3696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A.8.20.2</w:t>
      </w:r>
      <w:r w:rsidRPr="00614873">
        <w:rPr>
          <w:snapToGrid w:val="0"/>
          <w:lang w:eastAsia="zh-CN"/>
        </w:rPr>
        <w:t>A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2880</w:t>
      </w:r>
    </w:p>
    <w:p w14:paraId="1D20855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8.20.2B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synchronous cells for 20 MHz +</w:t>
      </w:r>
      <w:r>
        <w:rPr>
          <w:lang w:eastAsia="zh-CN"/>
        </w:rPr>
        <w:t>1</w:t>
      </w:r>
      <w:r>
        <w:t>0 MHz bandwidth.</w:t>
      </w:r>
      <w:r>
        <w:tab/>
        <w:t>2880</w:t>
      </w:r>
    </w:p>
    <w:p w14:paraId="03A929E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A.8.20.</w:t>
      </w:r>
      <w:r w:rsidRPr="00614873">
        <w:rPr>
          <w:snapToGrid w:val="0"/>
          <w:lang w:eastAsia="zh-CN"/>
        </w:rPr>
        <w:t>2B</w:t>
      </w:r>
      <w:r w:rsidRPr="00614873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2880</w:t>
      </w:r>
    </w:p>
    <w:p w14:paraId="0BB9A36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A.8.20.2</w:t>
      </w:r>
      <w:r w:rsidRPr="00614873">
        <w:rPr>
          <w:snapToGrid w:val="0"/>
          <w:lang w:eastAsia="zh-CN"/>
        </w:rPr>
        <w:t>B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2883</w:t>
      </w:r>
    </w:p>
    <w:p w14:paraId="6BBEF63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UTRAN FDD event triggered reporting under fading propagation conditions</w:t>
      </w:r>
      <w:r>
        <w:tab/>
        <w:t>2883</w:t>
      </w:r>
    </w:p>
    <w:p w14:paraId="17F7AA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A.8.20.3.1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2883</w:t>
      </w:r>
    </w:p>
    <w:p w14:paraId="13450A9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A.8.20.3.2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2885</w:t>
      </w:r>
    </w:p>
    <w:p w14:paraId="5AB46C0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</w:t>
      </w:r>
      <w:r>
        <w:rPr>
          <w:lang w:eastAsia="zh-CN"/>
        </w:rPr>
        <w:t>N</w:t>
      </w:r>
      <w:r>
        <w:t xml:space="preserve"> TDD to UTRA</w:t>
      </w:r>
      <w:r>
        <w:rPr>
          <w:lang w:eastAsia="zh-CN"/>
        </w:rPr>
        <w:t>N</w:t>
      </w:r>
      <w:r>
        <w:t xml:space="preserve"> TDD cell search under fading propagation conditions</w:t>
      </w:r>
      <w:r>
        <w:tab/>
        <w:t>2885</w:t>
      </w:r>
    </w:p>
    <w:p w14:paraId="56A1C16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2885</w:t>
      </w:r>
    </w:p>
    <w:p w14:paraId="168488D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2885</w:t>
      </w:r>
    </w:p>
    <w:p w14:paraId="7582A1C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2887</w:t>
      </w:r>
    </w:p>
    <w:p w14:paraId="2F8645C9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2887</w:t>
      </w:r>
    </w:p>
    <w:p w14:paraId="4D3003D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</w:t>
      </w:r>
      <w:r>
        <w:rPr>
          <w:lang w:eastAsia="zh-CN"/>
        </w:rPr>
        <w:t>N</w:t>
      </w:r>
      <w:r>
        <w:t xml:space="preserve"> TDD </w:t>
      </w:r>
      <w:r>
        <w:rPr>
          <w:lang w:eastAsia="zh-CN"/>
        </w:rPr>
        <w:t xml:space="preserve">with 20 MHz +20 MHz bandwidth </w:t>
      </w:r>
      <w:r>
        <w:t>to UTRA</w:t>
      </w:r>
      <w:r>
        <w:rPr>
          <w:lang w:eastAsia="zh-CN"/>
        </w:rPr>
        <w:t>N</w:t>
      </w:r>
      <w:r>
        <w:t xml:space="preserve"> TDD cell search under fading propagation conditions</w:t>
      </w:r>
      <w:r>
        <w:tab/>
        <w:t>2887</w:t>
      </w:r>
    </w:p>
    <w:p w14:paraId="461118F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A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2887</w:t>
      </w:r>
    </w:p>
    <w:p w14:paraId="18F69F5C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A</w:t>
      </w:r>
      <w:r>
        <w:t>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2887</w:t>
      </w:r>
    </w:p>
    <w:p w14:paraId="484C3CA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A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2887</w:t>
      </w:r>
    </w:p>
    <w:p w14:paraId="2FC091CA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A</w:t>
      </w:r>
      <w:r>
        <w:t>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2887</w:t>
      </w:r>
    </w:p>
    <w:p w14:paraId="09A5BD2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</w:t>
      </w:r>
      <w:r>
        <w:rPr>
          <w:lang w:eastAsia="zh-CN"/>
        </w:rPr>
        <w:t>N</w:t>
      </w:r>
      <w:r>
        <w:t xml:space="preserve"> TDD </w:t>
      </w:r>
      <w:r>
        <w:rPr>
          <w:lang w:eastAsia="zh-CN"/>
        </w:rPr>
        <w:t xml:space="preserve">with 20 MHz +10 MHz bandwidth </w:t>
      </w:r>
      <w:r>
        <w:t>to UTRA</w:t>
      </w:r>
      <w:r>
        <w:rPr>
          <w:lang w:eastAsia="zh-CN"/>
        </w:rPr>
        <w:t>N</w:t>
      </w:r>
      <w:r>
        <w:t xml:space="preserve"> TDD cell search under fading propagation conditions</w:t>
      </w:r>
      <w:r>
        <w:tab/>
        <w:t>2888</w:t>
      </w:r>
    </w:p>
    <w:p w14:paraId="3656B26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B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2888</w:t>
      </w:r>
    </w:p>
    <w:p w14:paraId="3705D69B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B</w:t>
      </w:r>
      <w:r>
        <w:t>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2888</w:t>
      </w:r>
    </w:p>
    <w:p w14:paraId="7606C7F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B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2890</w:t>
      </w:r>
    </w:p>
    <w:p w14:paraId="7D31DF10" w14:textId="77777777" w:rsidR="001C418C" w:rsidRDefault="001C418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B</w:t>
      </w:r>
      <w:r>
        <w:t>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2890</w:t>
      </w:r>
    </w:p>
    <w:p w14:paraId="7D4759B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CSG Proximity Indication Testing Case for E-UTRAN FDD – FDD Inter frequency</w:t>
      </w:r>
      <w:r>
        <w:tab/>
        <w:t>2890</w:t>
      </w:r>
    </w:p>
    <w:p w14:paraId="354A2A9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</w:rPr>
        <w:t>Test Purpose and Environment</w:t>
      </w:r>
      <w:r>
        <w:tab/>
        <w:t>2890</w:t>
      </w:r>
    </w:p>
    <w:p w14:paraId="7950734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A.8.21.2 Test Requirements</w:t>
      </w:r>
      <w:r>
        <w:tab/>
        <w:t>2894</w:t>
      </w:r>
    </w:p>
    <w:p w14:paraId="1E62C91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Discovery Signal Measurements</w:t>
      </w:r>
      <w:r>
        <w:tab/>
        <w:t>2894</w:t>
      </w:r>
    </w:p>
    <w:p w14:paraId="4EC8C1E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intra-frequency event triggered reporting under fading propagation conditions in synchronous cells in DRX based on CRS based discovery signal</w:t>
      </w:r>
      <w:r>
        <w:tab/>
        <w:t>2894</w:t>
      </w:r>
    </w:p>
    <w:p w14:paraId="06C4B4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A.8.22.1.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2894</w:t>
      </w:r>
    </w:p>
    <w:p w14:paraId="433E582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2897</w:t>
      </w:r>
    </w:p>
    <w:p w14:paraId="49C9DDE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intra-frequency event triggered reporting under fading propagation conditions in synchronous cells in DRX based on CRS based discovery signal</w:t>
      </w:r>
      <w:r>
        <w:tab/>
        <w:t>2897</w:t>
      </w:r>
    </w:p>
    <w:p w14:paraId="60522CF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A.8.22.2.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2897</w:t>
      </w:r>
    </w:p>
    <w:p w14:paraId="4B95232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2900</w:t>
      </w:r>
    </w:p>
    <w:p w14:paraId="33736EC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</w:t>
      </w:r>
      <w:r>
        <w:rPr>
          <w:lang w:eastAsia="zh-CN"/>
        </w:rPr>
        <w:t>er</w:t>
      </w:r>
      <w:r>
        <w:t>-frequency event triggered reporting under fading propagation conditions in DRX based on CRS based discovery signal</w:t>
      </w:r>
      <w:r>
        <w:tab/>
        <w:t>2900</w:t>
      </w:r>
    </w:p>
    <w:p w14:paraId="6E6EBF8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A.8.22.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2900</w:t>
      </w:r>
    </w:p>
    <w:p w14:paraId="29B6B76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A.8.22.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2903</w:t>
      </w:r>
    </w:p>
    <w:p w14:paraId="61A77D2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</w:t>
      </w:r>
      <w:r>
        <w:rPr>
          <w:lang w:eastAsia="zh-CN"/>
        </w:rPr>
        <w:t>er</w:t>
      </w:r>
      <w:r>
        <w:t>-frequency event triggered reporting under fading propagation conditions in DRX based on CRS based discovery signal</w:t>
      </w:r>
      <w:r>
        <w:tab/>
        <w:t>2903</w:t>
      </w:r>
    </w:p>
    <w:p w14:paraId="717A2A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A.8.22.</w:t>
      </w:r>
      <w:r w:rsidRPr="00614873">
        <w:rPr>
          <w:snapToGrid w:val="0"/>
          <w:lang w:eastAsia="zh-CN"/>
        </w:rPr>
        <w:t>4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2903</w:t>
      </w:r>
    </w:p>
    <w:p w14:paraId="76BC38D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A.8.22.</w:t>
      </w:r>
      <w:r w:rsidRPr="00614873">
        <w:rPr>
          <w:snapToGrid w:val="0"/>
          <w:lang w:eastAsia="zh-CN"/>
        </w:rPr>
        <w:t>4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2906</w:t>
      </w:r>
    </w:p>
    <w:p w14:paraId="2DDDD56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FDD-FDD intra-frequency event triggered reporting </w:t>
      </w:r>
      <w:r w:rsidRPr="00614873">
        <w:rPr>
          <w:rFonts w:cs="v4.2.0"/>
        </w:rPr>
        <w:t>in DRX based on</w:t>
      </w:r>
      <w:r>
        <w:t xml:space="preserve"> CSI-RS based discovery signal</w:t>
      </w:r>
      <w:r>
        <w:tab/>
        <w:t>2906</w:t>
      </w:r>
    </w:p>
    <w:p w14:paraId="3250413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2906</w:t>
      </w:r>
    </w:p>
    <w:p w14:paraId="4BE26CF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2910</w:t>
      </w:r>
    </w:p>
    <w:p w14:paraId="487B09F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TDD-TDD intra-frequency event triggered reporting </w:t>
      </w:r>
      <w:r w:rsidRPr="00614873">
        <w:rPr>
          <w:rFonts w:cs="v4.2.0"/>
        </w:rPr>
        <w:t>in DRX based on</w:t>
      </w:r>
      <w:r>
        <w:t xml:space="preserve"> CSI-RS based discovery signal</w:t>
      </w:r>
      <w:r>
        <w:tab/>
        <w:t>2910</w:t>
      </w:r>
    </w:p>
    <w:p w14:paraId="333AE29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2910</w:t>
      </w:r>
    </w:p>
    <w:p w14:paraId="7514613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A.8.22.6.2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2914</w:t>
      </w:r>
    </w:p>
    <w:p w14:paraId="29E3A14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in DRX based on</w:t>
      </w:r>
      <w:r w:rsidRPr="00614873">
        <w:rPr>
          <w:bCs/>
        </w:rPr>
        <w:t xml:space="preserve"> CSI-RS based discovery signal</w:t>
      </w:r>
      <w:r>
        <w:tab/>
        <w:t>2914</w:t>
      </w:r>
    </w:p>
    <w:p w14:paraId="1CAEF02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2914</w:t>
      </w:r>
    </w:p>
    <w:p w14:paraId="7E3F7CA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2918</w:t>
      </w:r>
    </w:p>
    <w:p w14:paraId="649D076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bCs/>
        </w:rPr>
        <w:t>E-UTRAN TDD-TDD inter-frequency event triggered reporting under fading propagation condition in DRX based on CSI-RS based discovery signal</w:t>
      </w:r>
      <w:r>
        <w:tab/>
        <w:t>2918</w:t>
      </w:r>
    </w:p>
    <w:p w14:paraId="7730D47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A.8.22.8.1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2918</w:t>
      </w:r>
    </w:p>
    <w:p w14:paraId="2753332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2922</w:t>
      </w:r>
    </w:p>
    <w:p w14:paraId="3DDEC7F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8.22.9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event triggered reporting under deactivated SCell in non-DRX based on CRS based discovery signal</w:t>
      </w:r>
      <w:r>
        <w:tab/>
        <w:t>2922</w:t>
      </w:r>
    </w:p>
    <w:p w14:paraId="26AA5CA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22</w:t>
      </w:r>
      <w:r>
        <w:t>.</w:t>
      </w: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2922</w:t>
      </w:r>
    </w:p>
    <w:p w14:paraId="70B100D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22</w:t>
      </w:r>
      <w:r>
        <w:t>.</w:t>
      </w:r>
      <w:r>
        <w:rPr>
          <w:lang w:eastAsia="zh-CN"/>
        </w:rPr>
        <w:t>9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2924</w:t>
      </w:r>
    </w:p>
    <w:p w14:paraId="5179AB8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8.22.10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event triggered reporting under deactivated SCell in non-DRX based on CRS based discovery signal</w:t>
      </w:r>
      <w:r>
        <w:tab/>
        <w:t>2925</w:t>
      </w:r>
    </w:p>
    <w:p w14:paraId="43B5D36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22</w:t>
      </w:r>
      <w:r>
        <w:t>.</w:t>
      </w:r>
      <w:r>
        <w:rPr>
          <w:lang w:eastAsia="zh-CN"/>
        </w:rPr>
        <w:t>10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2925</w:t>
      </w:r>
    </w:p>
    <w:p w14:paraId="317ADD5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22</w:t>
      </w:r>
      <w:r>
        <w:t>.</w:t>
      </w:r>
      <w:r>
        <w:rPr>
          <w:lang w:eastAsia="zh-CN"/>
        </w:rPr>
        <w:t>10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2927</w:t>
      </w:r>
    </w:p>
    <w:p w14:paraId="518A602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bCs/>
        </w:rPr>
        <w:t>E-UTRAN FDD event triggered reporting under deactivated SCell in non-DRX based on CSI-RS based discovery signal</w:t>
      </w:r>
      <w:r>
        <w:tab/>
        <w:t>2928</w:t>
      </w:r>
    </w:p>
    <w:p w14:paraId="449749D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A.8.22.11.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2928</w:t>
      </w:r>
    </w:p>
    <w:p w14:paraId="7AF904F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2931</w:t>
      </w:r>
    </w:p>
    <w:p w14:paraId="3E3F55B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bCs/>
        </w:rPr>
        <w:t>E-UTRAN TDD event triggered reporting under deactivated SCell in non-DRX based on CSI-RS based discovery signal</w:t>
      </w:r>
      <w:r>
        <w:tab/>
        <w:t>2931</w:t>
      </w:r>
    </w:p>
    <w:p w14:paraId="1EC8F28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A.8.22.12.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2931</w:t>
      </w:r>
    </w:p>
    <w:p w14:paraId="1E0CE7B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2935</w:t>
      </w:r>
    </w:p>
    <w:p w14:paraId="7022BDB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Dual Connectivity Measurements</w:t>
      </w:r>
      <w:r>
        <w:tab/>
        <w:t>2935</w:t>
      </w:r>
    </w:p>
    <w:p w14:paraId="7FD5B61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intra-frequency event triggered reporting with DRX in synchronous DC</w:t>
      </w:r>
      <w:r>
        <w:tab/>
        <w:t>2935</w:t>
      </w:r>
    </w:p>
    <w:p w14:paraId="44B7F7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2935</w:t>
      </w:r>
    </w:p>
    <w:p w14:paraId="60995E4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2938</w:t>
      </w:r>
    </w:p>
    <w:p w14:paraId="76C2020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intra-frequency event triggered reporting with DRX in asynchronous DC</w:t>
      </w:r>
      <w:r>
        <w:tab/>
        <w:t>2938</w:t>
      </w:r>
    </w:p>
    <w:p w14:paraId="0BD4067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2938</w:t>
      </w:r>
    </w:p>
    <w:p w14:paraId="60096AF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2941</w:t>
      </w:r>
    </w:p>
    <w:p w14:paraId="645A184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DC intra-frequency event triggered reporting with DRX in synchronous DC</w:t>
      </w:r>
      <w:r>
        <w:tab/>
        <w:t>2941</w:t>
      </w:r>
    </w:p>
    <w:p w14:paraId="6F61D6E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2941</w:t>
      </w:r>
    </w:p>
    <w:p w14:paraId="177EFCF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2944</w:t>
      </w:r>
    </w:p>
    <w:p w14:paraId="7DBC6D6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inter-frequency event triggered reporting with DRX in synchronous DC</w:t>
      </w:r>
      <w:r>
        <w:tab/>
        <w:t>2944</w:t>
      </w:r>
    </w:p>
    <w:p w14:paraId="40BE973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2944</w:t>
      </w:r>
    </w:p>
    <w:p w14:paraId="6ABBB77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2947</w:t>
      </w:r>
    </w:p>
    <w:p w14:paraId="3E7A9A6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inter-frequency event triggered reporting with DRX in asynchronous DC</w:t>
      </w:r>
      <w:r>
        <w:tab/>
        <w:t>2947</w:t>
      </w:r>
    </w:p>
    <w:p w14:paraId="0081A45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2947</w:t>
      </w:r>
    </w:p>
    <w:p w14:paraId="088AE91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2950</w:t>
      </w:r>
    </w:p>
    <w:p w14:paraId="541DBDE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DC inter-frequency event triggered reporting with DRX in synchronous DC</w:t>
      </w:r>
      <w:r>
        <w:tab/>
        <w:t>2950</w:t>
      </w:r>
    </w:p>
    <w:p w14:paraId="140B070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2950</w:t>
      </w:r>
    </w:p>
    <w:p w14:paraId="0619208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2953</w:t>
      </w:r>
    </w:p>
    <w:p w14:paraId="0D01F9D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Addition and Release Delay of known PSCell in Synchronous DC</w:t>
      </w:r>
      <w:r>
        <w:tab/>
        <w:t>2953</w:t>
      </w:r>
    </w:p>
    <w:p w14:paraId="1FD99CC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2953</w:t>
      </w:r>
    </w:p>
    <w:p w14:paraId="7A60F7B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2955</w:t>
      </w:r>
    </w:p>
    <w:p w14:paraId="750C8E8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Addition and Release Delay of known PSCell in Asynchronous DC</w:t>
      </w:r>
      <w:r>
        <w:tab/>
        <w:t>2956</w:t>
      </w:r>
    </w:p>
    <w:p w14:paraId="7DC5E4A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2956</w:t>
      </w:r>
    </w:p>
    <w:p w14:paraId="2BE2D43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2958</w:t>
      </w:r>
    </w:p>
    <w:p w14:paraId="37F4C05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Addition and Release Delay of known PSCell in Synchronous DC</w:t>
      </w:r>
      <w:r>
        <w:tab/>
        <w:t>2959</w:t>
      </w:r>
    </w:p>
    <w:p w14:paraId="43847CF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2959</w:t>
      </w:r>
    </w:p>
    <w:p w14:paraId="4CBAC6A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2962</w:t>
      </w:r>
    </w:p>
    <w:p w14:paraId="3463D3F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DC intra-frequency event triggered reporting with DRX in synchronous DC with PCell in FDD</w:t>
      </w:r>
      <w:r>
        <w:tab/>
        <w:t>2962</w:t>
      </w:r>
    </w:p>
    <w:p w14:paraId="74C7F97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2962</w:t>
      </w:r>
    </w:p>
    <w:p w14:paraId="36B9DCF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2965</w:t>
      </w:r>
    </w:p>
    <w:p w14:paraId="135EB31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DC intra-frequency event triggered reporting with DRX in synchronous DC with PCell in TDD</w:t>
      </w:r>
      <w:r>
        <w:tab/>
        <w:t>2965</w:t>
      </w:r>
    </w:p>
    <w:p w14:paraId="33095E8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2965</w:t>
      </w:r>
    </w:p>
    <w:p w14:paraId="097B835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2968</w:t>
      </w:r>
    </w:p>
    <w:p w14:paraId="62693E9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DC inter-frequency event triggered reporting with DRX in synchronous DC with PCell in FDD</w:t>
      </w:r>
      <w:r>
        <w:tab/>
        <w:t>2968</w:t>
      </w:r>
    </w:p>
    <w:p w14:paraId="7A943A3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2968</w:t>
      </w:r>
    </w:p>
    <w:p w14:paraId="2389613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2971</w:t>
      </w:r>
    </w:p>
    <w:p w14:paraId="6864295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DC inter-frequency event triggered reporting with DRX in synchronous DC with PCell in TDD</w:t>
      </w:r>
      <w:r>
        <w:tab/>
        <w:t>2971</w:t>
      </w:r>
    </w:p>
    <w:p w14:paraId="6591DF3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2971</w:t>
      </w:r>
    </w:p>
    <w:p w14:paraId="282C41A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2974</w:t>
      </w:r>
    </w:p>
    <w:p w14:paraId="44E072B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</w:t>
      </w:r>
      <w:r>
        <w:rPr>
          <w:lang w:eastAsia="zh-CN"/>
        </w:rPr>
        <w:t>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DD-FDD Addition and Release Delay of known PSCell in Synchronous DC</w:t>
      </w:r>
      <w:r>
        <w:rPr>
          <w:lang w:eastAsia="zh-CN"/>
        </w:rPr>
        <w:t xml:space="preserve"> with PCell in FDD</w:t>
      </w:r>
      <w:r>
        <w:tab/>
        <w:t>2974</w:t>
      </w:r>
    </w:p>
    <w:p w14:paraId="719EEE9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</w:t>
      </w:r>
      <w:r>
        <w:rPr>
          <w:lang w:eastAsia="zh-CN"/>
        </w:rPr>
        <w:t>14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2974</w:t>
      </w:r>
    </w:p>
    <w:p w14:paraId="7934E61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</w:t>
      </w:r>
      <w:r>
        <w:rPr>
          <w:lang w:eastAsia="zh-CN"/>
        </w:rPr>
        <w:t>14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2977</w:t>
      </w:r>
    </w:p>
    <w:p w14:paraId="7D6BA6F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</w:t>
      </w:r>
      <w:r>
        <w:rPr>
          <w:lang w:eastAsia="zh-CN"/>
        </w:rPr>
        <w:t>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DD-FDD Addition and Release Delay of known PSCell in Synchronous DC</w:t>
      </w:r>
      <w:r>
        <w:rPr>
          <w:lang w:eastAsia="zh-CN"/>
        </w:rPr>
        <w:t xml:space="preserve"> with PCell in TDD</w:t>
      </w:r>
      <w:r>
        <w:tab/>
        <w:t>2977</w:t>
      </w:r>
    </w:p>
    <w:p w14:paraId="25F05A5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</w:t>
      </w:r>
      <w:r>
        <w:rPr>
          <w:lang w:eastAsia="zh-CN"/>
        </w:rPr>
        <w:t>15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2977</w:t>
      </w:r>
    </w:p>
    <w:p w14:paraId="10C7BAD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</w:t>
      </w:r>
      <w:r>
        <w:rPr>
          <w:lang w:eastAsia="zh-CN"/>
        </w:rPr>
        <w:t>15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2980</w:t>
      </w:r>
    </w:p>
    <w:p w14:paraId="59588DA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SSTD measurement reporting delay with no DRX in asynchronous DC</w:t>
      </w:r>
      <w:r>
        <w:tab/>
        <w:t>2980</w:t>
      </w:r>
    </w:p>
    <w:p w14:paraId="353ED93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2980</w:t>
      </w:r>
    </w:p>
    <w:p w14:paraId="472010D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2981</w:t>
      </w:r>
    </w:p>
    <w:p w14:paraId="3433A7C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SSTD measurement reporting delay with DRX in asynchronous DC</w:t>
      </w:r>
      <w:r>
        <w:tab/>
        <w:t>2982</w:t>
      </w:r>
    </w:p>
    <w:p w14:paraId="3CB77D2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2982</w:t>
      </w:r>
    </w:p>
    <w:p w14:paraId="66499D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2984</w:t>
      </w:r>
    </w:p>
    <w:p w14:paraId="3121CCA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- FDD </w:t>
      </w:r>
      <w:r>
        <w:rPr>
          <w:lang w:eastAsia="zh-CN"/>
        </w:rPr>
        <w:t xml:space="preserve">DC </w:t>
      </w:r>
      <w:r>
        <w:t>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</w:t>
      </w:r>
      <w:r>
        <w:rPr>
          <w:lang w:eastAsia="zh-CN"/>
        </w:rPr>
        <w:t xml:space="preserve"> in synchronous DC</w:t>
      </w:r>
      <w:r>
        <w:tab/>
        <w:t>2984</w:t>
      </w:r>
    </w:p>
    <w:p w14:paraId="78B421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2984</w:t>
      </w:r>
    </w:p>
    <w:p w14:paraId="3172D30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2985</w:t>
      </w:r>
    </w:p>
    <w:p w14:paraId="1D1750C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- FDD </w:t>
      </w:r>
      <w:r>
        <w:rPr>
          <w:lang w:eastAsia="zh-CN"/>
        </w:rPr>
        <w:t xml:space="preserve">DC </w:t>
      </w:r>
      <w:r>
        <w:t>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</w:t>
      </w:r>
      <w:r>
        <w:rPr>
          <w:lang w:eastAsia="zh-CN"/>
        </w:rPr>
        <w:t xml:space="preserve"> in asynchronous DC</w:t>
      </w:r>
      <w:r>
        <w:tab/>
        <w:t>2986</w:t>
      </w:r>
    </w:p>
    <w:p w14:paraId="228368F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2986</w:t>
      </w:r>
    </w:p>
    <w:p w14:paraId="265FABA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2987</w:t>
      </w:r>
    </w:p>
    <w:p w14:paraId="3F499F5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- </w:t>
      </w:r>
      <w:r>
        <w:rPr>
          <w:lang w:eastAsia="zh-CN"/>
        </w:rPr>
        <w:t>T</w:t>
      </w:r>
      <w:r>
        <w:t xml:space="preserve">DD </w:t>
      </w:r>
      <w:r>
        <w:rPr>
          <w:lang w:eastAsia="zh-CN"/>
        </w:rPr>
        <w:t xml:space="preserve">DC </w:t>
      </w:r>
      <w:r>
        <w:t>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</w:t>
      </w:r>
      <w:r>
        <w:rPr>
          <w:lang w:eastAsia="zh-CN"/>
        </w:rPr>
        <w:t xml:space="preserve"> in synchronous DC</w:t>
      </w:r>
      <w:r>
        <w:tab/>
        <w:t>2988</w:t>
      </w:r>
    </w:p>
    <w:p w14:paraId="06723C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2988</w:t>
      </w:r>
    </w:p>
    <w:p w14:paraId="67766CB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2989</w:t>
      </w:r>
    </w:p>
    <w:p w14:paraId="453609A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DC Inter-frequency identification of a new CGI of E-UTRA cell using autonomous gaps in synchronous DC</w:t>
      </w:r>
      <w:r>
        <w:tab/>
        <w:t>2990</w:t>
      </w:r>
    </w:p>
    <w:p w14:paraId="451CABE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2990</w:t>
      </w:r>
    </w:p>
    <w:p w14:paraId="77FB6FC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A.8.23.21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2991</w:t>
      </w:r>
    </w:p>
    <w:p w14:paraId="03FCA56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DC Inter-frequency identification of a new CGI of E-UTRA cell using autonomous gaps in asynchronous DC</w:t>
      </w:r>
      <w:r>
        <w:tab/>
        <w:t>2992</w:t>
      </w:r>
    </w:p>
    <w:p w14:paraId="0E620E3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2992</w:t>
      </w:r>
    </w:p>
    <w:p w14:paraId="62C793B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</w:rPr>
        <w:t>A.8.23.22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2993</w:t>
      </w:r>
    </w:p>
    <w:p w14:paraId="1D79CCF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DC Inter-frequency identification of a new CGI of E-UTRA cell using autonomous gaps in synchronous DC</w:t>
      </w:r>
      <w:r>
        <w:tab/>
        <w:t>2994</w:t>
      </w:r>
    </w:p>
    <w:p w14:paraId="64B9B7A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2994</w:t>
      </w:r>
    </w:p>
    <w:p w14:paraId="43C7BF9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A.8.23.23.2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2995</w:t>
      </w:r>
    </w:p>
    <w:p w14:paraId="610EAF1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activation and deactivation of known SCell in Non-DRX in synchronous DC</w:t>
      </w:r>
      <w:r>
        <w:tab/>
        <w:t>2996</w:t>
      </w:r>
    </w:p>
    <w:p w14:paraId="0B60FDE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A.8.23.24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2996</w:t>
      </w:r>
    </w:p>
    <w:p w14:paraId="22F8240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2998</w:t>
      </w:r>
    </w:p>
    <w:p w14:paraId="248B46D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activation and deactivation of known SCell in Non-DRX in asynchronous DC</w:t>
      </w:r>
      <w:r>
        <w:tab/>
        <w:t>2999</w:t>
      </w:r>
    </w:p>
    <w:p w14:paraId="0E284F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A.8.23.25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2999</w:t>
      </w:r>
    </w:p>
    <w:p w14:paraId="3B79664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3001</w:t>
      </w:r>
    </w:p>
    <w:p w14:paraId="3B563E5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DC activation and deactivation of known SCell in Non-DRX in synchronous DC</w:t>
      </w:r>
      <w:r>
        <w:tab/>
        <w:t>3002</w:t>
      </w:r>
    </w:p>
    <w:p w14:paraId="76A2431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A.8.23.26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3002</w:t>
      </w:r>
    </w:p>
    <w:p w14:paraId="49F44E4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3004</w:t>
      </w:r>
    </w:p>
    <w:p w14:paraId="3C6CB98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event triggered reporting under deactivated SCell with PCell and PSCell interruption in non-DRX in synchronous DC</w:t>
      </w:r>
      <w:r>
        <w:tab/>
        <w:t>3005</w:t>
      </w:r>
    </w:p>
    <w:p w14:paraId="3215B2C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3005</w:t>
      </w:r>
    </w:p>
    <w:p w14:paraId="057759A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3008</w:t>
      </w:r>
    </w:p>
    <w:p w14:paraId="4EB61BD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event triggered reporting under deactivated SCell with PCell and PSCell interruption in non-DRX in asynchronous DC</w:t>
      </w:r>
      <w:r>
        <w:tab/>
        <w:t>3008</w:t>
      </w:r>
    </w:p>
    <w:p w14:paraId="3B57540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3008</w:t>
      </w:r>
    </w:p>
    <w:p w14:paraId="203FAEF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3012</w:t>
      </w:r>
    </w:p>
    <w:p w14:paraId="46272CF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DC event triggered reporting under deactivated SCell with PCell and PSCell interruption in non-DRX in synchronous DC</w:t>
      </w:r>
      <w:r>
        <w:tab/>
        <w:t>3012</w:t>
      </w:r>
    </w:p>
    <w:p w14:paraId="67F3E7C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3012</w:t>
      </w:r>
    </w:p>
    <w:p w14:paraId="130F890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3016</w:t>
      </w:r>
    </w:p>
    <w:p w14:paraId="56095D5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Proximity-based Services</w:t>
      </w:r>
      <w:r>
        <w:tab/>
        <w:t>3016</w:t>
      </w:r>
    </w:p>
    <w:p w14:paraId="404E8D2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Initiation/Cease of SLSS Transmission with ProSe Direct Discovery</w:t>
      </w:r>
      <w:r>
        <w:tab/>
        <w:t>3016</w:t>
      </w:r>
    </w:p>
    <w:p w14:paraId="2088D92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3016</w:t>
      </w:r>
    </w:p>
    <w:p w14:paraId="3CFF361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3017</w:t>
      </w:r>
    </w:p>
    <w:p w14:paraId="25CAB51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Initiation/Cease of SLSS Transmission with ProSe Direct Discovery</w:t>
      </w:r>
      <w:r>
        <w:tab/>
        <w:t>3018</w:t>
      </w:r>
    </w:p>
    <w:p w14:paraId="6C914D8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3018</w:t>
      </w:r>
    </w:p>
    <w:p w14:paraId="1D5813A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3019</w:t>
      </w:r>
    </w:p>
    <w:p w14:paraId="56F6BED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Initiation/Cease of SLSS Transmission with ProSe Direct Communication</w:t>
      </w:r>
      <w:r>
        <w:tab/>
        <w:t>3019</w:t>
      </w:r>
    </w:p>
    <w:p w14:paraId="530326E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3020</w:t>
      </w:r>
    </w:p>
    <w:p w14:paraId="3AF830A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3021</w:t>
      </w:r>
    </w:p>
    <w:p w14:paraId="5E6E599E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E-UTRAN-WLAN Measurements</w:t>
      </w:r>
      <w:r>
        <w:tab/>
        <w:t>3022</w:t>
      </w:r>
    </w:p>
    <w:p w14:paraId="4A70E70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FDD-WLAN Event Triggered Reporting in non-DRX under AWGN</w:t>
      </w:r>
      <w:r>
        <w:tab/>
        <w:t>3022</w:t>
      </w:r>
    </w:p>
    <w:p w14:paraId="685BCF3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A.8.25.1.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3022</w:t>
      </w:r>
    </w:p>
    <w:p w14:paraId="2529120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  <w:lang w:eastAsia="zh-CN"/>
        </w:rPr>
        <w:t>A.8.25.1.2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  <w:lang w:eastAsia="zh-CN"/>
        </w:rPr>
        <w:t>Test Requirements</w:t>
      </w:r>
      <w:r>
        <w:tab/>
        <w:t>3024</w:t>
      </w:r>
    </w:p>
    <w:p w14:paraId="33A54DF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TDD-WLAN Event Triggered Reporting in non-DRX under AWGN</w:t>
      </w:r>
      <w:r>
        <w:tab/>
        <w:t>3024</w:t>
      </w:r>
    </w:p>
    <w:p w14:paraId="67ADCCA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A.8.25.2.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3024</w:t>
      </w:r>
    </w:p>
    <w:p w14:paraId="1190480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  <w:lang w:eastAsia="zh-CN"/>
        </w:rPr>
        <w:t>A.8.25.2.2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  <w:lang w:eastAsia="zh-CN"/>
        </w:rPr>
        <w:t>Test Requirements</w:t>
      </w:r>
      <w:r>
        <w:tab/>
        <w:t>3026</w:t>
      </w:r>
    </w:p>
    <w:p w14:paraId="6727307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26 Frame Structure 3 (FS3)</w:t>
      </w:r>
      <w:r>
        <w:tab/>
        <w:t>3026</w:t>
      </w:r>
    </w:p>
    <w:p w14:paraId="657A565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26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FDD-FS3 </w:t>
      </w:r>
      <w:r>
        <w:rPr>
          <w:lang w:eastAsia="zh-CN"/>
        </w:rPr>
        <w:t>A</w:t>
      </w:r>
      <w:r>
        <w:t xml:space="preserve">ctivation and deactivation of known FS3 SCell </w:t>
      </w:r>
      <w:r>
        <w:rPr>
          <w:lang w:eastAsia="zh-CN"/>
        </w:rPr>
        <w:t>with FDD PCell in non-DRX</w:t>
      </w:r>
      <w:r>
        <w:tab/>
        <w:t>3026</w:t>
      </w:r>
    </w:p>
    <w:p w14:paraId="214F01A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26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3026</w:t>
      </w:r>
    </w:p>
    <w:p w14:paraId="6F001AE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</w:t>
      </w:r>
      <w:r>
        <w:t>6.</w:t>
      </w:r>
      <w:r>
        <w:rPr>
          <w:lang w:eastAsia="zh-CN"/>
        </w:rPr>
        <w:t>1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3028</w:t>
      </w:r>
    </w:p>
    <w:p w14:paraId="721597B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</w:t>
      </w:r>
      <w:r>
        <w:t>6.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TDD-FS3 Activation and deactivation of known FS3 SCell </w:t>
      </w:r>
      <w:r>
        <w:rPr>
          <w:lang w:eastAsia="zh-CN"/>
        </w:rPr>
        <w:t>with TDD PCell in non-DRX</w:t>
      </w:r>
      <w:r>
        <w:tab/>
        <w:t>3029</w:t>
      </w:r>
    </w:p>
    <w:p w14:paraId="416B1CE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</w:t>
      </w:r>
      <w:r>
        <w:t>6.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3029</w:t>
      </w:r>
    </w:p>
    <w:p w14:paraId="4541A64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</w:t>
      </w:r>
      <w:r>
        <w:t>6.</w:t>
      </w:r>
      <w:r>
        <w:rPr>
          <w:lang w:eastAsia="zh-CN"/>
        </w:rPr>
        <w:t>2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3031</w:t>
      </w:r>
    </w:p>
    <w:p w14:paraId="02941CF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8.26.3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FDD-FS3 Event triggered reporting on deactivat</w:t>
      </w:r>
      <w:r>
        <w:rPr>
          <w:lang w:eastAsia="zh-CN"/>
        </w:rPr>
        <w:t>ed</w:t>
      </w:r>
      <w:r>
        <w:t xml:space="preserve"> FS3 S</w:t>
      </w:r>
      <w:r>
        <w:rPr>
          <w:lang w:eastAsia="zh-CN"/>
        </w:rPr>
        <w:t>C</w:t>
      </w:r>
      <w:r>
        <w:t>ell</w:t>
      </w:r>
      <w:r>
        <w:rPr>
          <w:lang w:eastAsia="zh-CN"/>
        </w:rPr>
        <w:t xml:space="preserve"> and</w:t>
      </w:r>
      <w:r>
        <w:t xml:space="preserve"> </w:t>
      </w:r>
      <w:r>
        <w:rPr>
          <w:lang w:eastAsia="zh-CN"/>
        </w:rPr>
        <w:t>F</w:t>
      </w:r>
      <w:r>
        <w:t>DD PCell interruption in non-DRX</w:t>
      </w:r>
      <w:r>
        <w:tab/>
        <w:t>3032</w:t>
      </w:r>
    </w:p>
    <w:p w14:paraId="072864F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8.26.3.1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3032</w:t>
      </w:r>
    </w:p>
    <w:p w14:paraId="33B6D9F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26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3035</w:t>
      </w:r>
    </w:p>
    <w:p w14:paraId="08D3941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A.8.26.3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FDD-TDD 3DL Event triggered reporting on deactivat</w:t>
      </w:r>
      <w:r>
        <w:rPr>
          <w:lang w:eastAsia="zh-CN"/>
        </w:rPr>
        <w:t>ed</w:t>
      </w:r>
      <w:r>
        <w:t xml:space="preserve"> FS3 S</w:t>
      </w:r>
      <w:r>
        <w:rPr>
          <w:lang w:eastAsia="zh-CN"/>
        </w:rPr>
        <w:t>C</w:t>
      </w:r>
      <w:r>
        <w:t>ell</w:t>
      </w:r>
      <w:r>
        <w:rPr>
          <w:lang w:eastAsia="zh-CN"/>
        </w:rPr>
        <w:t xml:space="preserve"> and</w:t>
      </w:r>
      <w:r>
        <w:t xml:space="preserve"> </w:t>
      </w:r>
      <w:r>
        <w:rPr>
          <w:lang w:eastAsia="zh-CN"/>
        </w:rPr>
        <w:t>F</w:t>
      </w:r>
      <w:r>
        <w:t>DD PCell interruption in non-DRX</w:t>
      </w:r>
      <w:r>
        <w:tab/>
        <w:t>3035</w:t>
      </w:r>
    </w:p>
    <w:p w14:paraId="37E5CF2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A.8.26.3A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3035</w:t>
      </w:r>
    </w:p>
    <w:p w14:paraId="0648C64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A.8.26.3A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3038</w:t>
      </w:r>
    </w:p>
    <w:p w14:paraId="30EA548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8.26.4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TDD-FS3 Event triggered reporting on deactivat</w:t>
      </w:r>
      <w:r>
        <w:rPr>
          <w:lang w:eastAsia="zh-CN"/>
        </w:rPr>
        <w:t>ed</w:t>
      </w:r>
      <w:r>
        <w:t xml:space="preserve"> FS3 S</w:t>
      </w:r>
      <w:r>
        <w:rPr>
          <w:lang w:eastAsia="zh-CN"/>
        </w:rPr>
        <w:t>C</w:t>
      </w:r>
      <w:r>
        <w:t xml:space="preserve">ell </w:t>
      </w:r>
      <w:r>
        <w:rPr>
          <w:lang w:eastAsia="zh-CN"/>
        </w:rPr>
        <w:t xml:space="preserve">and </w:t>
      </w:r>
      <w:r>
        <w:t>TDD PCell interruption in non-DRX</w:t>
      </w:r>
      <w:r>
        <w:tab/>
        <w:t>3038</w:t>
      </w:r>
    </w:p>
    <w:p w14:paraId="28B9794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8.26.4.1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3038</w:t>
      </w:r>
    </w:p>
    <w:p w14:paraId="6E6DDE5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</w:t>
      </w:r>
      <w:r w:rsidRPr="00614873">
        <w:rPr>
          <w:snapToGrid w:val="0"/>
          <w:lang w:eastAsia="zh-CN"/>
        </w:rPr>
        <w:t>26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3042</w:t>
      </w:r>
    </w:p>
    <w:p w14:paraId="07F7E27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A.8.26.4A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3DL Event triggered reporting on deactivat</w:t>
      </w:r>
      <w:r>
        <w:rPr>
          <w:lang w:eastAsia="zh-CN"/>
        </w:rPr>
        <w:t>ed</w:t>
      </w:r>
      <w:r>
        <w:t xml:space="preserve"> FS3 S</w:t>
      </w:r>
      <w:r>
        <w:rPr>
          <w:lang w:eastAsia="zh-CN"/>
        </w:rPr>
        <w:t>C</w:t>
      </w:r>
      <w:r>
        <w:t>ell</w:t>
      </w:r>
      <w:r>
        <w:rPr>
          <w:lang w:eastAsia="zh-CN"/>
        </w:rPr>
        <w:t xml:space="preserve"> and</w:t>
      </w:r>
      <w:r>
        <w:t xml:space="preserve"> </w:t>
      </w:r>
      <w:r>
        <w:rPr>
          <w:lang w:eastAsia="zh-CN"/>
        </w:rPr>
        <w:t>F</w:t>
      </w:r>
      <w:r>
        <w:t>DD PCell interruption in non-DRX</w:t>
      </w:r>
      <w:r>
        <w:tab/>
        <w:t>3042</w:t>
      </w:r>
    </w:p>
    <w:p w14:paraId="4BB7928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A.8.26.4A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3042</w:t>
      </w:r>
    </w:p>
    <w:p w14:paraId="5C7CE7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A.8.26.4A</w:t>
      </w:r>
      <w:r w:rsidRPr="00614873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3046</w:t>
      </w:r>
    </w:p>
    <w:p w14:paraId="3EC4959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FDD-FS3 </w:t>
      </w:r>
      <w:r>
        <w:rPr>
          <w:lang w:eastAsia="zh-CN"/>
        </w:rPr>
        <w:t>I</w:t>
      </w:r>
      <w:r>
        <w:t xml:space="preserve">ntra-frequency event triggered reporting in </w:t>
      </w:r>
      <w:r>
        <w:rPr>
          <w:lang w:eastAsia="zh-CN"/>
        </w:rPr>
        <w:t>non-</w:t>
      </w:r>
      <w:r>
        <w:t>DRX</w:t>
      </w:r>
      <w:r>
        <w:rPr>
          <w:lang w:eastAsia="zh-CN"/>
        </w:rPr>
        <w:t xml:space="preserve"> for</w:t>
      </w:r>
      <w:r>
        <w:t xml:space="preserve"> CRS based discovery signal</w:t>
      </w:r>
      <w:r>
        <w:tab/>
        <w:t>3046</w:t>
      </w:r>
    </w:p>
    <w:p w14:paraId="16AC255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A.8.26.5.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3046</w:t>
      </w:r>
    </w:p>
    <w:p w14:paraId="65213FC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A.8.26.5.2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3049</w:t>
      </w:r>
    </w:p>
    <w:p w14:paraId="47980EC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A.8.26.5A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FDD-FS3 </w:t>
      </w:r>
      <w:r>
        <w:rPr>
          <w:lang w:eastAsia="zh-CN"/>
        </w:rPr>
        <w:t>I</w:t>
      </w:r>
      <w:r>
        <w:t xml:space="preserve">ntra-frequency event triggered reporting in </w:t>
      </w:r>
      <w:r>
        <w:rPr>
          <w:lang w:eastAsia="zh-CN"/>
        </w:rPr>
        <w:t>non-</w:t>
      </w:r>
      <w:r>
        <w:t>DRX</w:t>
      </w:r>
      <w:r>
        <w:rPr>
          <w:lang w:eastAsia="zh-CN"/>
        </w:rPr>
        <w:t xml:space="preserve"> for</w:t>
      </w:r>
      <w:r>
        <w:t xml:space="preserve"> CRS based discovery signal with 2 SCells</w:t>
      </w:r>
      <w:r>
        <w:tab/>
        <w:t>3049</w:t>
      </w:r>
    </w:p>
    <w:p w14:paraId="2F7BDA8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A.8.26.5A.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3049</w:t>
      </w:r>
    </w:p>
    <w:p w14:paraId="3D7C79D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A.8.26.5A.2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3053</w:t>
      </w:r>
    </w:p>
    <w:p w14:paraId="6B5BEBE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TDD-FS3 </w:t>
      </w:r>
      <w:r>
        <w:rPr>
          <w:lang w:eastAsia="zh-CN"/>
        </w:rPr>
        <w:t>I</w:t>
      </w:r>
      <w:r>
        <w:t xml:space="preserve">ntra-frequency event triggered reporting in </w:t>
      </w:r>
      <w:r>
        <w:rPr>
          <w:lang w:eastAsia="zh-CN"/>
        </w:rPr>
        <w:t>non-</w:t>
      </w:r>
      <w:r>
        <w:t xml:space="preserve">DRX </w:t>
      </w:r>
      <w:r>
        <w:rPr>
          <w:lang w:eastAsia="zh-CN"/>
        </w:rPr>
        <w:t>for</w:t>
      </w:r>
      <w:r>
        <w:t xml:space="preserve"> CRS based discovery signal</w:t>
      </w:r>
      <w:r>
        <w:tab/>
        <w:t>3053</w:t>
      </w:r>
    </w:p>
    <w:p w14:paraId="4076B85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A.8.26.6.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3053</w:t>
      </w:r>
    </w:p>
    <w:p w14:paraId="258BBCE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A.8.26.6.2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3057</w:t>
      </w:r>
    </w:p>
    <w:p w14:paraId="7CDA99B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A.8.26.6A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TDD-FS3 Intra-frequency event triggered reporting in non-DRX for CRS based discovery signal with 2 SCells</w:t>
      </w:r>
      <w:r>
        <w:tab/>
        <w:t>3057</w:t>
      </w:r>
    </w:p>
    <w:p w14:paraId="694823B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A.8.26.6A.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3057</w:t>
      </w:r>
    </w:p>
    <w:p w14:paraId="0F8E6D9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A.8.26.6A.2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3061</w:t>
      </w:r>
    </w:p>
    <w:p w14:paraId="660FBC8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FDD-FS3 </w:t>
      </w:r>
      <w:r>
        <w:rPr>
          <w:lang w:eastAsia="zh-CN"/>
        </w:rPr>
        <w:t>I</w:t>
      </w:r>
      <w:r>
        <w:t xml:space="preserve">ntra-frequency event triggered reporting in DRX </w:t>
      </w:r>
      <w:r>
        <w:rPr>
          <w:lang w:eastAsia="zh-CN"/>
        </w:rPr>
        <w:t>for</w:t>
      </w:r>
      <w:r>
        <w:t xml:space="preserve"> CRS based discovery signal</w:t>
      </w:r>
      <w:r>
        <w:tab/>
        <w:t>3061</w:t>
      </w:r>
    </w:p>
    <w:p w14:paraId="04BFA1F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A.8.26.7.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3061</w:t>
      </w:r>
    </w:p>
    <w:p w14:paraId="46B5594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A.8.26.7.2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3064</w:t>
      </w:r>
    </w:p>
    <w:p w14:paraId="362F86E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TDD-FS3 </w:t>
      </w:r>
      <w:r>
        <w:rPr>
          <w:lang w:eastAsia="zh-CN"/>
        </w:rPr>
        <w:t>I</w:t>
      </w:r>
      <w:r>
        <w:t xml:space="preserve">ntra-frequency event triggered reporting in DRX </w:t>
      </w:r>
      <w:r>
        <w:rPr>
          <w:lang w:eastAsia="zh-CN"/>
        </w:rPr>
        <w:t>for</w:t>
      </w:r>
      <w:r>
        <w:t xml:space="preserve"> CRS based discovery signal</w:t>
      </w:r>
      <w:r>
        <w:tab/>
        <w:t>3064</w:t>
      </w:r>
    </w:p>
    <w:p w14:paraId="58576B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A.8.26.8.</w:t>
      </w:r>
      <w:r w:rsidRPr="00614873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3064</w:t>
      </w:r>
    </w:p>
    <w:p w14:paraId="2CBEBD0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A.8.26.8.2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3068</w:t>
      </w:r>
    </w:p>
    <w:p w14:paraId="2C65B09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FDD-FS3 Inter-frequency event triggered reporting under fading propagation conditions in synchronous cells</w:t>
      </w:r>
      <w:r>
        <w:tab/>
        <w:t>3068</w:t>
      </w:r>
    </w:p>
    <w:p w14:paraId="543594C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A.8.26.9.1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3068</w:t>
      </w:r>
    </w:p>
    <w:p w14:paraId="2698BDE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A.8.26.9.2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3071</w:t>
      </w:r>
    </w:p>
    <w:p w14:paraId="4CB92DB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TDD-FS3 inter-frequency event triggered reporting under fading propagation conditions in synchronous cells</w:t>
      </w:r>
      <w:r>
        <w:tab/>
        <w:t>3071</w:t>
      </w:r>
    </w:p>
    <w:p w14:paraId="771AA7A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A.8.26.10.1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3071</w:t>
      </w:r>
    </w:p>
    <w:p w14:paraId="549FA9E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A.8.26.10.2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3074</w:t>
      </w:r>
    </w:p>
    <w:p w14:paraId="0C451DB1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A.9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Measurement Performance Requirements</w:t>
      </w:r>
      <w:r>
        <w:tab/>
        <w:t>3076</w:t>
      </w:r>
    </w:p>
    <w:p w14:paraId="5290D9EE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RSRP</w:t>
      </w:r>
      <w:r>
        <w:tab/>
        <w:t>3076</w:t>
      </w:r>
    </w:p>
    <w:p w14:paraId="1A05560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 frequency case</w:t>
      </w:r>
      <w:r>
        <w:tab/>
        <w:t>3076</w:t>
      </w:r>
    </w:p>
    <w:p w14:paraId="59C1365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3076</w:t>
      </w:r>
    </w:p>
    <w:p w14:paraId="644E502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3076</w:t>
      </w:r>
    </w:p>
    <w:p w14:paraId="2B65592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3079</w:t>
      </w:r>
    </w:p>
    <w:p w14:paraId="6A1B2D5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Intra frequency case</w:t>
      </w:r>
      <w:r>
        <w:tab/>
        <w:t>3079</w:t>
      </w:r>
    </w:p>
    <w:p w14:paraId="2FA6AD6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3079</w:t>
      </w:r>
    </w:p>
    <w:p w14:paraId="285749F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3079</w:t>
      </w:r>
    </w:p>
    <w:p w14:paraId="37BD8B1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3080</w:t>
      </w:r>
    </w:p>
    <w:p w14:paraId="7D8E66B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</w:t>
      </w:r>
      <w:r>
        <w:tab/>
        <w:t>3081</w:t>
      </w:r>
    </w:p>
    <w:p w14:paraId="5B08825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3081</w:t>
      </w:r>
    </w:p>
    <w:p w14:paraId="707DB64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3081</w:t>
      </w:r>
    </w:p>
    <w:p w14:paraId="21C7684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3084</w:t>
      </w:r>
    </w:p>
    <w:p w14:paraId="79F7A67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TDD—TDD Inter frequency case</w:t>
      </w:r>
      <w:r>
        <w:tab/>
        <w:t>3084</w:t>
      </w:r>
    </w:p>
    <w:p w14:paraId="2CBABC3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3084</w:t>
      </w:r>
    </w:p>
    <w:p w14:paraId="12D3437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3084</w:t>
      </w:r>
    </w:p>
    <w:p w14:paraId="4DCF78D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3086</w:t>
      </w:r>
    </w:p>
    <w:p w14:paraId="2B5B45F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</w:t>
      </w:r>
      <w:r>
        <w:rPr>
          <w:lang w:eastAsia="zh-CN"/>
        </w:rPr>
        <w:t>T</w:t>
      </w:r>
      <w:r>
        <w:t>DD Inter frequency case</w:t>
      </w:r>
      <w:r>
        <w:tab/>
        <w:t>3087</w:t>
      </w:r>
    </w:p>
    <w:p w14:paraId="6798E71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3087</w:t>
      </w:r>
    </w:p>
    <w:p w14:paraId="6FE6DBB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3087</w:t>
      </w:r>
    </w:p>
    <w:p w14:paraId="0688AED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5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3088</w:t>
      </w:r>
    </w:p>
    <w:p w14:paraId="44A8252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RSRP for E-UTRAN Carrier Aggregation</w:t>
      </w:r>
      <w:r>
        <w:tab/>
        <w:t>3089</w:t>
      </w:r>
    </w:p>
    <w:p w14:paraId="01A71C9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3089</w:t>
      </w:r>
    </w:p>
    <w:p w14:paraId="0300C69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3089</w:t>
      </w:r>
    </w:p>
    <w:p w14:paraId="4FD0553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3092</w:t>
      </w:r>
    </w:p>
    <w:p w14:paraId="0663198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 for</w:t>
      </w:r>
      <w:r>
        <w:t xml:space="preserve"> E-UTRAN Carrier Aggregation</w:t>
      </w:r>
      <w:r>
        <w:tab/>
        <w:t>3092</w:t>
      </w:r>
    </w:p>
    <w:p w14:paraId="22D828A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3092</w:t>
      </w:r>
    </w:p>
    <w:p w14:paraId="599BDD1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3092</w:t>
      </w:r>
    </w:p>
    <w:p w14:paraId="4B7CA59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3095</w:t>
      </w:r>
    </w:p>
    <w:p w14:paraId="07E8CE6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RSRP under Time-Domain Measurement Resource Restriction with Non-MBSFN ABS</w:t>
      </w:r>
      <w:r>
        <w:tab/>
        <w:t>3095</w:t>
      </w:r>
    </w:p>
    <w:p w14:paraId="0943CCC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3095</w:t>
      </w:r>
    </w:p>
    <w:p w14:paraId="09144D2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3095</w:t>
      </w:r>
    </w:p>
    <w:p w14:paraId="6ADFCC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3099</w:t>
      </w:r>
    </w:p>
    <w:p w14:paraId="26B3FD8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RSRP under Time-Domain Measurement Resource Restriction with Non-MBSFN ABS</w:t>
      </w:r>
      <w:r>
        <w:tab/>
        <w:t>3099</w:t>
      </w:r>
    </w:p>
    <w:p w14:paraId="6210CC2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3099</w:t>
      </w:r>
    </w:p>
    <w:p w14:paraId="3975A86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3099</w:t>
      </w:r>
    </w:p>
    <w:p w14:paraId="71CB1B6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3101</w:t>
      </w:r>
    </w:p>
    <w:p w14:paraId="17E785B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RSRP under Time-Domain Measurement Resource Restriction with MBSFN ABS</w:t>
      </w:r>
      <w:r>
        <w:tab/>
        <w:t>3102</w:t>
      </w:r>
    </w:p>
    <w:p w14:paraId="280210B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3102</w:t>
      </w:r>
    </w:p>
    <w:p w14:paraId="7247A4F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3102</w:t>
      </w:r>
    </w:p>
    <w:p w14:paraId="418FFD2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3105</w:t>
      </w:r>
    </w:p>
    <w:p w14:paraId="4BEEC8C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RSRP under Time-Domain Measurement Resource Restriction with MBSFN ABS</w:t>
      </w:r>
      <w:r>
        <w:tab/>
        <w:t>3105</w:t>
      </w:r>
    </w:p>
    <w:p w14:paraId="2298984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3105</w:t>
      </w:r>
    </w:p>
    <w:p w14:paraId="5317123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3105</w:t>
      </w:r>
    </w:p>
    <w:p w14:paraId="3723B9A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3109</w:t>
      </w:r>
    </w:p>
    <w:p w14:paraId="709703E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RSRP for E-UTRAN Carrier Aggregation</w:t>
      </w:r>
      <w:r>
        <w:rPr>
          <w:lang w:eastAsia="zh-CN"/>
        </w:rPr>
        <w:t xml:space="preserve"> for 20MHz</w:t>
      </w:r>
      <w:r>
        <w:tab/>
        <w:t>3109</w:t>
      </w:r>
    </w:p>
    <w:p w14:paraId="6C7E926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3109</w:t>
      </w:r>
    </w:p>
    <w:p w14:paraId="4EC29A0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3109</w:t>
      </w:r>
    </w:p>
    <w:p w14:paraId="1A9C1C6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12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3110</w:t>
      </w:r>
    </w:p>
    <w:p w14:paraId="71FB03D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 for</w:t>
      </w:r>
      <w:r>
        <w:t xml:space="preserve"> E-UTRAN Carrier Aggregation</w:t>
      </w:r>
      <w:r>
        <w:rPr>
          <w:lang w:eastAsia="zh-CN"/>
        </w:rPr>
        <w:t xml:space="preserve"> for 20MHz</w:t>
      </w:r>
      <w:r>
        <w:tab/>
        <w:t>3110</w:t>
      </w:r>
    </w:p>
    <w:p w14:paraId="45CF608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A.9.1.13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3110</w:t>
      </w:r>
    </w:p>
    <w:p w14:paraId="3FB77DB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A.9.1.13.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3110</w:t>
      </w:r>
    </w:p>
    <w:p w14:paraId="7D5E27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A.9.1.13.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3111</w:t>
      </w:r>
    </w:p>
    <w:p w14:paraId="2022F8A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FDD RSRP under Time-Domain Measurement Resource Restriction with </w:t>
      </w:r>
      <w:r>
        <w:rPr>
          <w:lang w:eastAsia="zh-CN"/>
        </w:rPr>
        <w:t>CRS Assistance Information and</w:t>
      </w:r>
      <w:r>
        <w:t xml:space="preserve"> Non-MBSFN ABS</w:t>
      </w:r>
      <w:r>
        <w:tab/>
        <w:t>3111</w:t>
      </w:r>
    </w:p>
    <w:p w14:paraId="78AAA65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3111</w:t>
      </w:r>
    </w:p>
    <w:p w14:paraId="45BC38D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3111</w:t>
      </w:r>
    </w:p>
    <w:p w14:paraId="60DE476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14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3115</w:t>
      </w:r>
    </w:p>
    <w:p w14:paraId="4A673C4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</w:t>
      </w:r>
      <w:r>
        <w:t xml:space="preserve">DD RSRP under Time-Domain Measurement Resource Restriction with </w:t>
      </w:r>
      <w:r>
        <w:rPr>
          <w:lang w:eastAsia="zh-CN"/>
        </w:rPr>
        <w:t>CRS Assistance Information and</w:t>
      </w:r>
      <w:r>
        <w:t xml:space="preserve"> Non-MBSFN ABS</w:t>
      </w:r>
      <w:r>
        <w:tab/>
        <w:t>3115</w:t>
      </w:r>
    </w:p>
    <w:p w14:paraId="75811AA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3115</w:t>
      </w:r>
    </w:p>
    <w:p w14:paraId="74E974B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3115</w:t>
      </w:r>
    </w:p>
    <w:p w14:paraId="3B2F020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15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3117</w:t>
      </w:r>
    </w:p>
    <w:p w14:paraId="156D518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 frequency case for 5MHz Bandwidth</w:t>
      </w:r>
      <w:r>
        <w:tab/>
        <w:t>3118</w:t>
      </w:r>
    </w:p>
    <w:p w14:paraId="1DDEA95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3118</w:t>
      </w:r>
    </w:p>
    <w:p w14:paraId="0212AED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3118</w:t>
      </w:r>
    </w:p>
    <w:p w14:paraId="21CA583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3119</w:t>
      </w:r>
    </w:p>
    <w:p w14:paraId="6AA6A48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 for 5MHz Bandwidth</w:t>
      </w:r>
      <w:r>
        <w:tab/>
        <w:t>3119</w:t>
      </w:r>
    </w:p>
    <w:p w14:paraId="16028D2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3119</w:t>
      </w:r>
    </w:p>
    <w:p w14:paraId="7AEE27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3120</w:t>
      </w:r>
    </w:p>
    <w:p w14:paraId="1D72F4C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3121</w:t>
      </w:r>
    </w:p>
    <w:p w14:paraId="5E252D1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RSRP for E-UTRAN Carrier Aggregation</w:t>
      </w:r>
      <w:r>
        <w:rPr>
          <w:lang w:eastAsia="zh-CN"/>
        </w:rPr>
        <w:t xml:space="preserve"> for 10MHz + 5MHz</w:t>
      </w:r>
      <w:r>
        <w:tab/>
        <w:t>3121</w:t>
      </w:r>
    </w:p>
    <w:p w14:paraId="533EB68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18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3121</w:t>
      </w:r>
    </w:p>
    <w:p w14:paraId="27EDFCB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18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3121</w:t>
      </w:r>
    </w:p>
    <w:p w14:paraId="7005BD5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18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3122</w:t>
      </w:r>
    </w:p>
    <w:p w14:paraId="273EAFC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 for</w:t>
      </w:r>
      <w:r>
        <w:t xml:space="preserve"> E-UTRAN Carrier Aggregation</w:t>
      </w:r>
      <w:r>
        <w:rPr>
          <w:lang w:eastAsia="zh-CN"/>
        </w:rPr>
        <w:t xml:space="preserve"> for 10MHz + 5MHz</w:t>
      </w:r>
      <w:r>
        <w:tab/>
        <w:t>3123</w:t>
      </w:r>
    </w:p>
    <w:p w14:paraId="2AE9CC5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A.9.1.19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3123</w:t>
      </w:r>
    </w:p>
    <w:p w14:paraId="6651132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19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3123</w:t>
      </w:r>
    </w:p>
    <w:p w14:paraId="4F58881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19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3123</w:t>
      </w:r>
    </w:p>
    <w:p w14:paraId="126910A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RSRP for E-UTRAN Carrier Aggregation</w:t>
      </w:r>
      <w:r>
        <w:rPr>
          <w:lang w:eastAsia="zh-CN"/>
        </w:rPr>
        <w:t xml:space="preserve"> for 5MHz + 5MHz bandwidth</w:t>
      </w:r>
      <w:r>
        <w:tab/>
        <w:t>3123</w:t>
      </w:r>
    </w:p>
    <w:p w14:paraId="63AFAE2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3123</w:t>
      </w:r>
    </w:p>
    <w:p w14:paraId="65B8FAD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3123</w:t>
      </w:r>
    </w:p>
    <w:p w14:paraId="047AE5F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3125</w:t>
      </w:r>
    </w:p>
    <w:p w14:paraId="79D402F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 for</w:t>
      </w:r>
      <w:r>
        <w:t xml:space="preserve"> E-UTRAN Carrier Aggregation</w:t>
      </w:r>
      <w:r>
        <w:rPr>
          <w:lang w:eastAsia="zh-CN"/>
        </w:rPr>
        <w:t xml:space="preserve"> for 5MHz + 5MHz bandwidth</w:t>
      </w:r>
      <w:r>
        <w:tab/>
        <w:t>3125</w:t>
      </w:r>
    </w:p>
    <w:p w14:paraId="5583F68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A.9.1.21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3125</w:t>
      </w:r>
    </w:p>
    <w:p w14:paraId="4295B00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A.9.1.21.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3125</w:t>
      </w:r>
    </w:p>
    <w:p w14:paraId="038EB03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A.9.1.21.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3125</w:t>
      </w:r>
    </w:p>
    <w:p w14:paraId="140C211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RSRP for E-UTRAN TDD-FDD Carrier Aggregation with PCell in FDD</w:t>
      </w:r>
      <w:r>
        <w:tab/>
        <w:t>3125</w:t>
      </w:r>
    </w:p>
    <w:p w14:paraId="305EAF7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3125</w:t>
      </w:r>
    </w:p>
    <w:p w14:paraId="3B7E844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3126</w:t>
      </w:r>
    </w:p>
    <w:p w14:paraId="7FA68BE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3130</w:t>
      </w:r>
    </w:p>
    <w:p w14:paraId="33515E5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A.9.1.23 RSRP for E-UTRAN TDD-FDD Carrier Aggregation with PCell in TDD</w:t>
      </w:r>
      <w:r>
        <w:tab/>
        <w:t>3130</w:t>
      </w:r>
    </w:p>
    <w:p w14:paraId="539D894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3130</w:t>
      </w:r>
    </w:p>
    <w:p w14:paraId="5DA80F7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3130</w:t>
      </w:r>
    </w:p>
    <w:p w14:paraId="1365CAD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3134</w:t>
      </w:r>
    </w:p>
    <w:p w14:paraId="4323F4B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 for</w:t>
      </w:r>
      <w:r>
        <w:t xml:space="preserve"> E-UTRAN Carrier Aggregation</w:t>
      </w:r>
      <w:r>
        <w:rPr>
          <w:lang w:eastAsia="zh-CN"/>
        </w:rPr>
        <w:t xml:space="preserve"> for 20MHz + 10MHz</w:t>
      </w:r>
      <w:r>
        <w:tab/>
        <w:t>3134</w:t>
      </w:r>
    </w:p>
    <w:p w14:paraId="55711E4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A.9.1.24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3134</w:t>
      </w:r>
    </w:p>
    <w:p w14:paraId="6FA349E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3134</w:t>
      </w:r>
    </w:p>
    <w:p w14:paraId="66581BE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A.9.1.24.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3135</w:t>
      </w:r>
    </w:p>
    <w:p w14:paraId="5D3280A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intra-frequency absolute and relative RSRP accuracies in CRS based discovery signal</w:t>
      </w:r>
      <w:r>
        <w:tab/>
        <w:t>3135</w:t>
      </w:r>
    </w:p>
    <w:p w14:paraId="757E281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3135</w:t>
      </w:r>
    </w:p>
    <w:p w14:paraId="03D4AE4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3135</w:t>
      </w:r>
    </w:p>
    <w:p w14:paraId="112ED55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3138</w:t>
      </w:r>
    </w:p>
    <w:p w14:paraId="4CBBA55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intra-frequency absolute and relative RSRP accuracies in CRS based discovery signal</w:t>
      </w:r>
      <w:r>
        <w:tab/>
        <w:t>3138</w:t>
      </w:r>
    </w:p>
    <w:p w14:paraId="55C253D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3138</w:t>
      </w:r>
    </w:p>
    <w:p w14:paraId="1B18490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3138</w:t>
      </w:r>
    </w:p>
    <w:p w14:paraId="0DB5B80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3141</w:t>
      </w:r>
    </w:p>
    <w:p w14:paraId="0F60D5E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inter-frequency absolute and relative RSRP accuracies in CRS based discovery signal</w:t>
      </w:r>
      <w:r>
        <w:tab/>
        <w:t>3141</w:t>
      </w:r>
    </w:p>
    <w:p w14:paraId="10F9F89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3141</w:t>
      </w:r>
    </w:p>
    <w:p w14:paraId="60C1DF1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3141</w:t>
      </w:r>
    </w:p>
    <w:p w14:paraId="08985E5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3144</w:t>
      </w:r>
    </w:p>
    <w:p w14:paraId="5867A8B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TDD—TDD inter-frequency absolute and relative  RSRP accuracies in CRS based discovery signal</w:t>
      </w:r>
      <w:r>
        <w:tab/>
        <w:t>3144</w:t>
      </w:r>
    </w:p>
    <w:p w14:paraId="1BC0330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3144</w:t>
      </w:r>
    </w:p>
    <w:p w14:paraId="377320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3144</w:t>
      </w:r>
    </w:p>
    <w:p w14:paraId="56B4050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3147</w:t>
      </w:r>
    </w:p>
    <w:p w14:paraId="5332C96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 frequency absolute and relative CSI-RSRP accuracies in CSI-RS based discovery signal</w:t>
      </w:r>
      <w:r>
        <w:tab/>
        <w:t>3147</w:t>
      </w:r>
    </w:p>
    <w:p w14:paraId="5E65035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3147</w:t>
      </w:r>
    </w:p>
    <w:p w14:paraId="643D8CF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3147</w:t>
      </w:r>
    </w:p>
    <w:p w14:paraId="2856160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3150</w:t>
      </w:r>
    </w:p>
    <w:p w14:paraId="0998082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intra frequency absolute and relative CSI-RSRP accuracies in CSI-RS based discovery signal</w:t>
      </w:r>
      <w:r>
        <w:tab/>
        <w:t>3150</w:t>
      </w:r>
    </w:p>
    <w:p w14:paraId="287C779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3150</w:t>
      </w:r>
    </w:p>
    <w:p w14:paraId="4A0485A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3151</w:t>
      </w:r>
    </w:p>
    <w:p w14:paraId="2A88B23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3154</w:t>
      </w:r>
    </w:p>
    <w:p w14:paraId="592A7BB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inter-frequency absolute and relative CSI-RSRP accuracies in CSI-RS based discovery signal</w:t>
      </w:r>
      <w:r>
        <w:tab/>
        <w:t>3154</w:t>
      </w:r>
    </w:p>
    <w:p w14:paraId="4DD9061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3154</w:t>
      </w:r>
    </w:p>
    <w:p w14:paraId="19CBFF7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3154</w:t>
      </w:r>
    </w:p>
    <w:p w14:paraId="42155BC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3157</w:t>
      </w:r>
    </w:p>
    <w:p w14:paraId="486E439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TDD—TDD inter-frequency absolute and relative  CSI-RSRP accuracies in CSI-RS based discovery signal</w:t>
      </w:r>
      <w:r>
        <w:tab/>
        <w:t>3158</w:t>
      </w:r>
    </w:p>
    <w:p w14:paraId="4925074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3158</w:t>
      </w:r>
    </w:p>
    <w:p w14:paraId="2C95D4F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3158</w:t>
      </w:r>
    </w:p>
    <w:p w14:paraId="0B17BFD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3161</w:t>
      </w:r>
    </w:p>
    <w:p w14:paraId="2927E9E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</w:t>
      </w:r>
      <w:r>
        <w:t>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absolute and relative RSRP accuracies for E-UTRAN Carrier Aggregation in CRS based discovery signal</w:t>
      </w:r>
      <w:r>
        <w:tab/>
        <w:t>3161</w:t>
      </w:r>
    </w:p>
    <w:p w14:paraId="7B454FB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3161</w:t>
      </w:r>
    </w:p>
    <w:p w14:paraId="2D0FB83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3161</w:t>
      </w:r>
    </w:p>
    <w:p w14:paraId="4F1AA0F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3164</w:t>
      </w:r>
    </w:p>
    <w:p w14:paraId="4B9F250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absolute and relative RSRP accuracies for E-UTRAN Carrier Aggregation in CRS based discovery signal</w:t>
      </w:r>
      <w:r>
        <w:tab/>
        <w:t>3164</w:t>
      </w:r>
    </w:p>
    <w:p w14:paraId="335BBDC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3164</w:t>
      </w:r>
    </w:p>
    <w:p w14:paraId="618C656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3164</w:t>
      </w:r>
    </w:p>
    <w:p w14:paraId="621A8EF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A.9.1.34.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3167</w:t>
      </w:r>
    </w:p>
    <w:p w14:paraId="2FEB40D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absolute and relative CSI-RSRP accuracies for E-UTRAN Carrier Aggregation in CSI-RS based discovery signal</w:t>
      </w:r>
      <w:r>
        <w:tab/>
        <w:t>3167</w:t>
      </w:r>
    </w:p>
    <w:p w14:paraId="6F23714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3167</w:t>
      </w:r>
    </w:p>
    <w:p w14:paraId="3DBD0C8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3167</w:t>
      </w:r>
    </w:p>
    <w:p w14:paraId="1896742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3170</w:t>
      </w:r>
    </w:p>
    <w:p w14:paraId="5EF3DA1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absolute and relative CSI-RSRP accuracies for E-UTRAN Carrier Aggregation in CSI-RS based discovery signal</w:t>
      </w:r>
      <w:r>
        <w:tab/>
        <w:t>3171</w:t>
      </w:r>
    </w:p>
    <w:p w14:paraId="4C023B8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3171</w:t>
      </w:r>
    </w:p>
    <w:p w14:paraId="0CB1C8F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3171</w:t>
      </w:r>
    </w:p>
    <w:p w14:paraId="1B76697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3174</w:t>
      </w:r>
    </w:p>
    <w:p w14:paraId="28B7EE1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A.9.1.37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PCell in FDD RSRP for E-UTRAN in Carrier Aggregation</w:t>
      </w:r>
      <w:r>
        <w:tab/>
        <w:t>3174</w:t>
      </w:r>
    </w:p>
    <w:p w14:paraId="3336B51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3174</w:t>
      </w:r>
    </w:p>
    <w:p w14:paraId="54CEE68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3174</w:t>
      </w:r>
    </w:p>
    <w:p w14:paraId="206FF1A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3177</w:t>
      </w:r>
    </w:p>
    <w:p w14:paraId="0196C7F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A.9.1.38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PCell in TDD RSRP for E-UTRAN in Carrier Aggregation</w:t>
      </w:r>
      <w:r>
        <w:tab/>
        <w:t>3178</w:t>
      </w:r>
    </w:p>
    <w:p w14:paraId="108169C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3178</w:t>
      </w:r>
    </w:p>
    <w:p w14:paraId="4FC4C3F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3178</w:t>
      </w:r>
    </w:p>
    <w:p w14:paraId="4A9F1F6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3181</w:t>
      </w:r>
    </w:p>
    <w:p w14:paraId="5583AE6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FDD RSRP for E-UTRAN in Carrier Aggregation</w:t>
      </w:r>
      <w:r>
        <w:tab/>
        <w:t>3182</w:t>
      </w:r>
    </w:p>
    <w:p w14:paraId="37C6309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3182</w:t>
      </w:r>
    </w:p>
    <w:p w14:paraId="4942A07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A.9.1.39.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3182</w:t>
      </w:r>
    </w:p>
    <w:p w14:paraId="1C11E08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A.9.1.39.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3188</w:t>
      </w:r>
    </w:p>
    <w:p w14:paraId="74DE52F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TDD RSRP for E-UTRAN in Carrier Aggregation</w:t>
      </w:r>
      <w:r>
        <w:tab/>
        <w:t>3188</w:t>
      </w:r>
    </w:p>
    <w:p w14:paraId="1022682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3188</w:t>
      </w:r>
    </w:p>
    <w:p w14:paraId="1301D16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A.9.1.40.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3189</w:t>
      </w:r>
    </w:p>
    <w:p w14:paraId="47CBD36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A.9.1.40.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3195</w:t>
      </w:r>
    </w:p>
    <w:p w14:paraId="7179247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UE category 0</w:t>
      </w:r>
      <w:r>
        <w:tab/>
        <w:t>3195</w:t>
      </w:r>
    </w:p>
    <w:p w14:paraId="4F7845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3195</w:t>
      </w:r>
    </w:p>
    <w:p w14:paraId="540BD43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3195</w:t>
      </w:r>
    </w:p>
    <w:p w14:paraId="64DA151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3198</w:t>
      </w:r>
    </w:p>
    <w:p w14:paraId="1D688AB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UE category 0</w:t>
      </w:r>
      <w:r>
        <w:tab/>
        <w:t>3198</w:t>
      </w:r>
    </w:p>
    <w:p w14:paraId="4E9D98F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3198</w:t>
      </w:r>
    </w:p>
    <w:p w14:paraId="0F03294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3198</w:t>
      </w:r>
    </w:p>
    <w:p w14:paraId="075477C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3201</w:t>
      </w:r>
    </w:p>
    <w:p w14:paraId="4E84742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</w:t>
      </w:r>
      <w:r>
        <w:t xml:space="preserve"> Intra frequency case</w:t>
      </w:r>
      <w:r>
        <w:rPr>
          <w:lang w:eastAsia="zh-CN"/>
        </w:rPr>
        <w:t xml:space="preserve"> for UE category 0</w:t>
      </w:r>
      <w:r>
        <w:tab/>
        <w:t>3201</w:t>
      </w:r>
    </w:p>
    <w:p w14:paraId="4A68A1A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3201</w:t>
      </w:r>
    </w:p>
    <w:p w14:paraId="2B0D96C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3201</w:t>
      </w:r>
    </w:p>
    <w:p w14:paraId="435EECD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3202</w:t>
      </w:r>
    </w:p>
    <w:p w14:paraId="2BB1FBE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A.9.1.44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4 DL CA PCell in FDD FDD-TDD RSRP for E-UTRAN in Carrier Aggregation</w:t>
      </w:r>
      <w:r>
        <w:tab/>
        <w:t>3203</w:t>
      </w:r>
    </w:p>
    <w:p w14:paraId="6619C56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3203</w:t>
      </w:r>
    </w:p>
    <w:p w14:paraId="05B6DD4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3203</w:t>
      </w:r>
    </w:p>
    <w:p w14:paraId="5352E27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3208</w:t>
      </w:r>
    </w:p>
    <w:p w14:paraId="2DC7305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A.9.1.45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4 DL CA PCell in TDD FDD-TDD RSRP for E-UTRAN in Carrier Aggregation</w:t>
      </w:r>
      <w:r>
        <w:tab/>
        <w:t>3208</w:t>
      </w:r>
    </w:p>
    <w:p w14:paraId="4D95970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3208</w:t>
      </w:r>
    </w:p>
    <w:p w14:paraId="7ECEB35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3208</w:t>
      </w:r>
    </w:p>
    <w:p w14:paraId="5AC2F0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2416</w:t>
      </w:r>
    </w:p>
    <w:p w14:paraId="038BFF0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A.9.1.46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4 DL FDD RSRP for E-UTRAN in Carrier Aggregation</w:t>
      </w:r>
      <w:r>
        <w:tab/>
        <w:t>2416</w:t>
      </w:r>
    </w:p>
    <w:p w14:paraId="2CC3377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2416</w:t>
      </w:r>
    </w:p>
    <w:p w14:paraId="583473A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2416</w:t>
      </w:r>
    </w:p>
    <w:p w14:paraId="6F44AA5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2425</w:t>
      </w:r>
    </w:p>
    <w:p w14:paraId="38470CE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A.9.1.47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4 DL TDD RSRP for E-UTRAN in Carrier Aggregation</w:t>
      </w:r>
      <w:r>
        <w:tab/>
        <w:t>2426</w:t>
      </w:r>
    </w:p>
    <w:p w14:paraId="18C65F7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2426</w:t>
      </w:r>
    </w:p>
    <w:p w14:paraId="0D4953D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2426</w:t>
      </w:r>
    </w:p>
    <w:p w14:paraId="512313E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2435</w:t>
      </w:r>
    </w:p>
    <w:p w14:paraId="49BEB3B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A.9.1.48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FDD-TDD with PCell in FDD RSRP for E-UTRAN in Carrier Aggregation</w:t>
      </w:r>
      <w:r>
        <w:tab/>
        <w:t>2435</w:t>
      </w:r>
    </w:p>
    <w:p w14:paraId="3400916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2435</w:t>
      </w:r>
    </w:p>
    <w:p w14:paraId="14D6D8D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2436</w:t>
      </w:r>
    </w:p>
    <w:p w14:paraId="1148667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2446</w:t>
      </w:r>
    </w:p>
    <w:p w14:paraId="219011A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A.9.1.49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FDD-TDD with PCell in TDD RSRP for E-UTRAN in Carrier Aggregation</w:t>
      </w:r>
      <w:r>
        <w:tab/>
        <w:t>2447</w:t>
      </w:r>
    </w:p>
    <w:p w14:paraId="2F027B3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2447</w:t>
      </w:r>
    </w:p>
    <w:p w14:paraId="0D3D489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2447</w:t>
      </w:r>
    </w:p>
    <w:p w14:paraId="0315B1E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2457</w:t>
      </w:r>
    </w:p>
    <w:p w14:paraId="7255B7F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 RSRP for E-UTRAN in Carrier Aggregation</w:t>
      </w:r>
      <w:r>
        <w:tab/>
        <w:t>2458</w:t>
      </w:r>
    </w:p>
    <w:p w14:paraId="5D80480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2458</w:t>
      </w:r>
    </w:p>
    <w:p w14:paraId="1D58A46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2458</w:t>
      </w:r>
    </w:p>
    <w:p w14:paraId="6CA754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A.9.1.50.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2465</w:t>
      </w:r>
    </w:p>
    <w:p w14:paraId="6A5C4AE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5 DL </w:t>
      </w:r>
      <w:r>
        <w:rPr>
          <w:lang w:eastAsia="zh-CN"/>
        </w:rPr>
        <w:t>T</w:t>
      </w:r>
      <w:r>
        <w:t>DD RSRP for E-UTRAN in Carrier Aggregation</w:t>
      </w:r>
      <w:r>
        <w:tab/>
        <w:t>2466</w:t>
      </w:r>
    </w:p>
    <w:p w14:paraId="71B3498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2466</w:t>
      </w:r>
    </w:p>
    <w:p w14:paraId="06189B4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2466</w:t>
      </w:r>
    </w:p>
    <w:p w14:paraId="790AE27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A.9.1.51.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2472</w:t>
      </w:r>
    </w:p>
    <w:p w14:paraId="319ED4F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in CEModeA</w:t>
      </w:r>
      <w:r>
        <w:tab/>
        <w:t>2473</w:t>
      </w:r>
    </w:p>
    <w:p w14:paraId="355D94C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2473</w:t>
      </w:r>
    </w:p>
    <w:p w14:paraId="62223A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2473</w:t>
      </w:r>
    </w:p>
    <w:p w14:paraId="5625DCF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2476</w:t>
      </w:r>
    </w:p>
    <w:p w14:paraId="059B187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A.9.1.52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for 5MHz Bandwidth in CEModeA</w:t>
      </w:r>
      <w:r>
        <w:tab/>
        <w:t>2476</w:t>
      </w:r>
    </w:p>
    <w:p w14:paraId="2A068F8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A.9.1.52</w:t>
      </w:r>
      <w:r>
        <w:rPr>
          <w:lang w:eastAsia="zh-CN"/>
        </w:rPr>
        <w:t>A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2476</w:t>
      </w:r>
    </w:p>
    <w:p w14:paraId="58BD296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A.9.1.52</w:t>
      </w:r>
      <w:r>
        <w:rPr>
          <w:lang w:eastAsia="zh-CN"/>
        </w:rPr>
        <w:t>A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2476</w:t>
      </w:r>
    </w:p>
    <w:p w14:paraId="6BE920F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A.9.1.52</w:t>
      </w:r>
      <w:r>
        <w:rPr>
          <w:lang w:eastAsia="zh-CN"/>
        </w:rPr>
        <w:t>A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2477</w:t>
      </w:r>
    </w:p>
    <w:p w14:paraId="69A27C7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in CEModeA</w:t>
      </w:r>
      <w:r>
        <w:tab/>
        <w:t>2477</w:t>
      </w:r>
    </w:p>
    <w:p w14:paraId="198CFDA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2477</w:t>
      </w:r>
    </w:p>
    <w:p w14:paraId="50EBBA2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2478</w:t>
      </w:r>
    </w:p>
    <w:p w14:paraId="7E510C6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2481</w:t>
      </w:r>
    </w:p>
    <w:p w14:paraId="0655F25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for 5MHz Bandwidth in CEModeA</w:t>
      </w:r>
      <w:r>
        <w:tab/>
        <w:t>2481</w:t>
      </w:r>
    </w:p>
    <w:p w14:paraId="2A3F819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</w:t>
      </w:r>
      <w:r>
        <w:rPr>
          <w:lang w:eastAsia="zh-CN"/>
        </w:rPr>
        <w:t>A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2481</w:t>
      </w:r>
    </w:p>
    <w:p w14:paraId="615AA92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</w:t>
      </w:r>
      <w:r>
        <w:rPr>
          <w:lang w:eastAsia="zh-CN"/>
        </w:rPr>
        <w:t>A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2481</w:t>
      </w:r>
    </w:p>
    <w:p w14:paraId="6E1966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</w:t>
      </w:r>
      <w:r>
        <w:rPr>
          <w:lang w:eastAsia="zh-CN"/>
        </w:rPr>
        <w:t>A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2482</w:t>
      </w:r>
    </w:p>
    <w:p w14:paraId="5F7F764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</w:t>
      </w:r>
      <w:r>
        <w:t xml:space="preserve"> Intra frequency case</w:t>
      </w:r>
      <w:r>
        <w:rPr>
          <w:lang w:eastAsia="zh-CN"/>
        </w:rPr>
        <w:t xml:space="preserve"> for Cat-M1 UE in CEModeA</w:t>
      </w:r>
      <w:r>
        <w:tab/>
        <w:t>2483</w:t>
      </w:r>
    </w:p>
    <w:p w14:paraId="37E959D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2483</w:t>
      </w:r>
    </w:p>
    <w:p w14:paraId="0E282AA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2483</w:t>
      </w:r>
    </w:p>
    <w:p w14:paraId="35F82BB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2486</w:t>
      </w:r>
    </w:p>
    <w:p w14:paraId="0CB110E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</w:t>
      </w:r>
      <w:r>
        <w:t>55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Intra frequency absolute and relative RSRP accuracies with FDD PCell</w:t>
      </w:r>
      <w:r>
        <w:tab/>
        <w:t>2486</w:t>
      </w:r>
    </w:p>
    <w:p w14:paraId="7FE21B1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2486</w:t>
      </w:r>
    </w:p>
    <w:p w14:paraId="20367C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2486</w:t>
      </w:r>
    </w:p>
    <w:p w14:paraId="6548978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2490</w:t>
      </w:r>
    </w:p>
    <w:p w14:paraId="2CE9394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</w:t>
      </w:r>
      <w:r>
        <w:t>56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Intra frequency absolute and relative RSRP accuracies with TDD PCell</w:t>
      </w:r>
      <w:r>
        <w:tab/>
        <w:t>2490</w:t>
      </w:r>
    </w:p>
    <w:p w14:paraId="0A475DF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2490</w:t>
      </w:r>
    </w:p>
    <w:p w14:paraId="6EEBB7C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2490</w:t>
      </w:r>
    </w:p>
    <w:p w14:paraId="63F5FCD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2493</w:t>
      </w:r>
    </w:p>
    <w:p w14:paraId="6EF2DE0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in CEModeB</w:t>
      </w:r>
      <w:r>
        <w:tab/>
        <w:t>2494</w:t>
      </w:r>
    </w:p>
    <w:p w14:paraId="763CF61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2494</w:t>
      </w:r>
    </w:p>
    <w:p w14:paraId="1BBA46F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2494</w:t>
      </w:r>
    </w:p>
    <w:p w14:paraId="544083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2497</w:t>
      </w:r>
    </w:p>
    <w:p w14:paraId="49FC4B4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A.9.1.57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for 5MHz Bandwidth in CEModeB</w:t>
      </w:r>
      <w:r>
        <w:tab/>
        <w:t>2497</w:t>
      </w:r>
    </w:p>
    <w:p w14:paraId="6EE070A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A.9.1.57</w:t>
      </w:r>
      <w:r>
        <w:rPr>
          <w:lang w:eastAsia="zh-CN"/>
        </w:rPr>
        <w:t>A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2497</w:t>
      </w:r>
    </w:p>
    <w:p w14:paraId="334EA7A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A.9.1.57</w:t>
      </w:r>
      <w:r>
        <w:rPr>
          <w:lang w:eastAsia="zh-CN"/>
        </w:rPr>
        <w:t>A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2497</w:t>
      </w:r>
    </w:p>
    <w:p w14:paraId="6B82D4E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A.9.1.57</w:t>
      </w:r>
      <w:r>
        <w:rPr>
          <w:lang w:eastAsia="zh-CN"/>
        </w:rPr>
        <w:t>A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2498</w:t>
      </w:r>
    </w:p>
    <w:p w14:paraId="152FCD2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in CEModeB</w:t>
      </w:r>
      <w:r>
        <w:tab/>
        <w:t>2498</w:t>
      </w:r>
    </w:p>
    <w:p w14:paraId="65DE6CF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2498</w:t>
      </w:r>
    </w:p>
    <w:p w14:paraId="21064B9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2499</w:t>
      </w:r>
    </w:p>
    <w:p w14:paraId="098ECB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2502</w:t>
      </w:r>
    </w:p>
    <w:p w14:paraId="4617551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A.9.1.58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for 5MHz Bandwidth in CEModeB</w:t>
      </w:r>
      <w:r>
        <w:tab/>
        <w:t>2502</w:t>
      </w:r>
    </w:p>
    <w:p w14:paraId="08278E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A.9.1.58</w:t>
      </w:r>
      <w:r>
        <w:rPr>
          <w:lang w:eastAsia="zh-CN"/>
        </w:rPr>
        <w:t>A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2502</w:t>
      </w:r>
    </w:p>
    <w:p w14:paraId="70813B8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A.9.1.58</w:t>
      </w:r>
      <w:r>
        <w:rPr>
          <w:lang w:eastAsia="zh-CN"/>
        </w:rPr>
        <w:t>A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2502</w:t>
      </w:r>
    </w:p>
    <w:p w14:paraId="28D563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A.9.1.58</w:t>
      </w:r>
      <w:r>
        <w:rPr>
          <w:lang w:eastAsia="zh-CN"/>
        </w:rPr>
        <w:t>A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2503</w:t>
      </w:r>
    </w:p>
    <w:p w14:paraId="1D51BEF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</w:t>
      </w:r>
      <w:r>
        <w:t xml:space="preserve"> Intra frequency case</w:t>
      </w:r>
      <w:r>
        <w:rPr>
          <w:lang w:eastAsia="zh-CN"/>
        </w:rPr>
        <w:t xml:space="preserve"> for Cat-M1 UE in CEModeB</w:t>
      </w:r>
      <w:r>
        <w:tab/>
        <w:t>2503</w:t>
      </w:r>
    </w:p>
    <w:p w14:paraId="64184EA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2503</w:t>
      </w:r>
    </w:p>
    <w:p w14:paraId="138DD0E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2504</w:t>
      </w:r>
    </w:p>
    <w:p w14:paraId="42941A4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2506</w:t>
      </w:r>
    </w:p>
    <w:p w14:paraId="46C06F3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Absolute and relative CSI-RSRP accuracies in CSI-RS based discovery signal with FDD PCell</w:t>
      </w:r>
      <w:r>
        <w:tab/>
        <w:t>2506</w:t>
      </w:r>
    </w:p>
    <w:p w14:paraId="5F77093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2506</w:t>
      </w:r>
    </w:p>
    <w:p w14:paraId="74A854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2506</w:t>
      </w:r>
    </w:p>
    <w:p w14:paraId="78BD7E3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2509</w:t>
      </w:r>
    </w:p>
    <w:p w14:paraId="18A029A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Absolute and relative CSI-RSRP accuracies in CSI-RS based discovery signal with TDD PCell</w:t>
      </w:r>
      <w:r>
        <w:tab/>
        <w:t>2510</w:t>
      </w:r>
    </w:p>
    <w:p w14:paraId="536A902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2510</w:t>
      </w:r>
    </w:p>
    <w:p w14:paraId="3A2939F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2510</w:t>
      </w:r>
    </w:p>
    <w:p w14:paraId="5AA217C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2513</w:t>
      </w:r>
    </w:p>
    <w:p w14:paraId="177796C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RSRP </w:t>
      </w:r>
      <w:r>
        <w:t>Inter frequency case</w:t>
      </w:r>
      <w:r>
        <w:rPr>
          <w:lang w:eastAsia="zh-CN"/>
        </w:rPr>
        <w:t xml:space="preserve"> for Cat-M1 UE in CEModeA</w:t>
      </w:r>
      <w:r>
        <w:tab/>
        <w:t>2513</w:t>
      </w:r>
    </w:p>
    <w:p w14:paraId="61DFDD1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2513</w:t>
      </w:r>
    </w:p>
    <w:p w14:paraId="643230F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2513</w:t>
      </w:r>
    </w:p>
    <w:p w14:paraId="748D83F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2516</w:t>
      </w:r>
    </w:p>
    <w:p w14:paraId="740C8DD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RSRP </w:t>
      </w:r>
      <w:r>
        <w:t>Inter frequency case</w:t>
      </w:r>
      <w:r>
        <w:rPr>
          <w:lang w:eastAsia="zh-CN"/>
        </w:rPr>
        <w:t xml:space="preserve"> for Cat-M1 UE in CEModeA</w:t>
      </w:r>
      <w:r>
        <w:tab/>
        <w:t>2516</w:t>
      </w:r>
    </w:p>
    <w:p w14:paraId="20A98B2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2516</w:t>
      </w:r>
    </w:p>
    <w:p w14:paraId="234B42B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2516</w:t>
      </w:r>
    </w:p>
    <w:p w14:paraId="194C06A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2519</w:t>
      </w:r>
    </w:p>
    <w:p w14:paraId="14A8252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</w:t>
      </w:r>
      <w:r>
        <w:t xml:space="preserve"> Inter frequency case</w:t>
      </w:r>
      <w:r>
        <w:rPr>
          <w:lang w:eastAsia="zh-CN"/>
        </w:rPr>
        <w:t xml:space="preserve"> for Cat-M1 UE in CEModeA</w:t>
      </w:r>
      <w:r>
        <w:tab/>
        <w:t>2519</w:t>
      </w:r>
    </w:p>
    <w:p w14:paraId="11A57BD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2519</w:t>
      </w:r>
    </w:p>
    <w:p w14:paraId="148CD5E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2519</w:t>
      </w:r>
    </w:p>
    <w:p w14:paraId="79F7B15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2520</w:t>
      </w:r>
    </w:p>
    <w:p w14:paraId="2E5C864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RSRP </w:t>
      </w:r>
      <w:r>
        <w:t>Inter frequency case</w:t>
      </w:r>
      <w:r>
        <w:rPr>
          <w:lang w:eastAsia="zh-CN"/>
        </w:rPr>
        <w:t xml:space="preserve"> for Cat-M1 UE in CEModeB</w:t>
      </w:r>
      <w:r>
        <w:tab/>
        <w:t>2521</w:t>
      </w:r>
    </w:p>
    <w:p w14:paraId="2E97C92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2521</w:t>
      </w:r>
    </w:p>
    <w:p w14:paraId="100DA17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2521</w:t>
      </w:r>
    </w:p>
    <w:p w14:paraId="75F7E4B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2527</w:t>
      </w:r>
    </w:p>
    <w:p w14:paraId="420EFB5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RSRP </w:t>
      </w:r>
      <w:r>
        <w:t>Inter frequency case</w:t>
      </w:r>
      <w:r>
        <w:rPr>
          <w:lang w:eastAsia="zh-CN"/>
        </w:rPr>
        <w:t xml:space="preserve"> for Cat-M1 UE in CEModeB</w:t>
      </w:r>
      <w:r>
        <w:tab/>
        <w:t>2527</w:t>
      </w:r>
    </w:p>
    <w:p w14:paraId="53CCA93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2527</w:t>
      </w:r>
    </w:p>
    <w:p w14:paraId="6D85A6A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2527</w:t>
      </w:r>
    </w:p>
    <w:p w14:paraId="3B5773E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2533</w:t>
      </w:r>
    </w:p>
    <w:p w14:paraId="2505CB3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</w:t>
      </w:r>
      <w:r>
        <w:t xml:space="preserve"> Inter frequency case</w:t>
      </w:r>
      <w:r>
        <w:rPr>
          <w:lang w:eastAsia="zh-CN"/>
        </w:rPr>
        <w:t xml:space="preserve"> for Cat-M1 UE in CEModeB</w:t>
      </w:r>
      <w:r>
        <w:tab/>
        <w:t>2533</w:t>
      </w:r>
    </w:p>
    <w:p w14:paraId="6A51F19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2533</w:t>
      </w:r>
    </w:p>
    <w:p w14:paraId="64AD39C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2533</w:t>
      </w:r>
    </w:p>
    <w:p w14:paraId="648EECB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2534</w:t>
      </w:r>
    </w:p>
    <w:p w14:paraId="5A1C561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A.9.1.68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RSRP for E-UTRAN in Carrier Aggregation with generic duplex modes</w:t>
      </w:r>
      <w:r>
        <w:tab/>
        <w:t>2535</w:t>
      </w:r>
    </w:p>
    <w:p w14:paraId="0C1F84E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2535</w:t>
      </w:r>
    </w:p>
    <w:p w14:paraId="30395B0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2535</w:t>
      </w:r>
    </w:p>
    <w:p w14:paraId="236599E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2539</w:t>
      </w:r>
    </w:p>
    <w:p w14:paraId="0BCDC02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A.9.1.69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4 DL RSRP for E-UTRAN in Carrier Aggregation</w:t>
      </w:r>
      <w:r>
        <w:t xml:space="preserve"> </w:t>
      </w:r>
      <w:r>
        <w:rPr>
          <w:lang w:eastAsia="zh-CN"/>
        </w:rPr>
        <w:t>with generic duplex modes</w:t>
      </w:r>
      <w:r>
        <w:tab/>
        <w:t>2539</w:t>
      </w:r>
    </w:p>
    <w:p w14:paraId="6F52845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2539</w:t>
      </w:r>
    </w:p>
    <w:p w14:paraId="4BAB0EF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2539</w:t>
      </w:r>
    </w:p>
    <w:p w14:paraId="7C68DC3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2543</w:t>
      </w:r>
    </w:p>
    <w:p w14:paraId="5DD5DBD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</w:t>
      </w:r>
      <w:r>
        <w:t>70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RSRP for E-UTRAN in Carrier Aggregation with generic duplex modes</w:t>
      </w:r>
      <w:r>
        <w:tab/>
        <w:t>2544</w:t>
      </w:r>
    </w:p>
    <w:p w14:paraId="705F8C4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2544</w:t>
      </w:r>
    </w:p>
    <w:p w14:paraId="1C94D94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2544</w:t>
      </w:r>
    </w:p>
    <w:p w14:paraId="15606B3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2556</w:t>
      </w:r>
    </w:p>
    <w:p w14:paraId="2EFDB81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</w:t>
      </w:r>
      <w:r>
        <w:t>71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6 DL RSRP for E-UTRAN in Carrier Aggregation with generic duplex modes</w:t>
      </w:r>
      <w:r>
        <w:tab/>
        <w:t>2557</w:t>
      </w:r>
    </w:p>
    <w:p w14:paraId="568CB43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2557</w:t>
      </w:r>
    </w:p>
    <w:p w14:paraId="6EEA2B4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2557</w:t>
      </w:r>
    </w:p>
    <w:p w14:paraId="288AE3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2569</w:t>
      </w:r>
    </w:p>
    <w:p w14:paraId="7359265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</w:t>
      </w:r>
      <w:r>
        <w:t>72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7 DL RSRP for E-UTRAN in Carrier Aggregation with generic duplex modes</w:t>
      </w:r>
      <w:r>
        <w:tab/>
        <w:t>2570</w:t>
      </w:r>
    </w:p>
    <w:p w14:paraId="3E21CC9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2570</w:t>
      </w:r>
    </w:p>
    <w:p w14:paraId="31B2EB8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2570</w:t>
      </w:r>
    </w:p>
    <w:p w14:paraId="3801E9F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2582</w:t>
      </w:r>
    </w:p>
    <w:p w14:paraId="3C7884D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 frequency case for CA Idle Mode Measurements</w:t>
      </w:r>
      <w:r>
        <w:tab/>
        <w:t>2583</w:t>
      </w:r>
    </w:p>
    <w:p w14:paraId="768DE29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2583</w:t>
      </w:r>
    </w:p>
    <w:p w14:paraId="3C3B49B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2583</w:t>
      </w:r>
    </w:p>
    <w:p w14:paraId="498809F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2586</w:t>
      </w:r>
    </w:p>
    <w:p w14:paraId="02F2EE5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 for CA Idle Mode Measurements for overlapping carrier</w:t>
      </w:r>
      <w:r>
        <w:tab/>
        <w:t>2586</w:t>
      </w:r>
    </w:p>
    <w:p w14:paraId="3CAE86D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2586</w:t>
      </w:r>
    </w:p>
    <w:p w14:paraId="0E782DB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2586</w:t>
      </w:r>
    </w:p>
    <w:p w14:paraId="337EB22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2587</w:t>
      </w:r>
    </w:p>
    <w:p w14:paraId="1E845E0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 for CA Idle Mode Measurements for non-overlapping carrier</w:t>
      </w:r>
      <w:r>
        <w:tab/>
        <w:t>2587</w:t>
      </w:r>
    </w:p>
    <w:p w14:paraId="571700D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2587</w:t>
      </w:r>
    </w:p>
    <w:p w14:paraId="28870B1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2588</w:t>
      </w:r>
    </w:p>
    <w:p w14:paraId="5FC1884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2589</w:t>
      </w:r>
    </w:p>
    <w:p w14:paraId="1E95457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</w:t>
      </w:r>
      <w:r>
        <w:t>RSS based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in CEModeA</w:t>
      </w:r>
      <w:r>
        <w:tab/>
        <w:t>2589</w:t>
      </w:r>
    </w:p>
    <w:p w14:paraId="5F959E0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2589</w:t>
      </w:r>
    </w:p>
    <w:p w14:paraId="09DC18D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2589</w:t>
      </w:r>
    </w:p>
    <w:p w14:paraId="5BB1764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2592</w:t>
      </w:r>
    </w:p>
    <w:p w14:paraId="42124B0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</w:t>
      </w:r>
      <w:r>
        <w:t>RSS based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in CEModeA</w:t>
      </w:r>
      <w:r>
        <w:tab/>
        <w:t>2592</w:t>
      </w:r>
    </w:p>
    <w:p w14:paraId="52D5BE0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2592</w:t>
      </w:r>
    </w:p>
    <w:p w14:paraId="6CE74AD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2592</w:t>
      </w:r>
    </w:p>
    <w:p w14:paraId="002ED41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2595</w:t>
      </w:r>
    </w:p>
    <w:p w14:paraId="1F8BB3B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</w:t>
      </w:r>
      <w:r>
        <w:t>RSS based</w:t>
      </w:r>
      <w:r>
        <w:rPr>
          <w:lang w:eastAsia="zh-CN"/>
        </w:rPr>
        <w:t xml:space="preserve"> RSRP</w:t>
      </w:r>
      <w:r>
        <w:t xml:space="preserve"> Intra frequency case</w:t>
      </w:r>
      <w:r>
        <w:rPr>
          <w:lang w:eastAsia="zh-CN"/>
        </w:rPr>
        <w:t xml:space="preserve"> for Cat-M1 UE in CEModeA</w:t>
      </w:r>
      <w:r>
        <w:tab/>
        <w:t>2595</w:t>
      </w:r>
    </w:p>
    <w:p w14:paraId="4D79B4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2595</w:t>
      </w:r>
    </w:p>
    <w:p w14:paraId="50FECB5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2595</w:t>
      </w:r>
    </w:p>
    <w:p w14:paraId="59CAD10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2598</w:t>
      </w:r>
    </w:p>
    <w:p w14:paraId="54C18A8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</w:t>
      </w:r>
      <w:r>
        <w:t>RSS based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in CEModeB</w:t>
      </w:r>
      <w:r>
        <w:tab/>
        <w:t>2598</w:t>
      </w:r>
    </w:p>
    <w:p w14:paraId="1FED25F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2598</w:t>
      </w:r>
    </w:p>
    <w:p w14:paraId="67D6D1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2598</w:t>
      </w:r>
    </w:p>
    <w:p w14:paraId="3720676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2601</w:t>
      </w:r>
    </w:p>
    <w:p w14:paraId="712C950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</w:t>
      </w:r>
      <w:r>
        <w:t>RSS based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in CEModeB</w:t>
      </w:r>
      <w:r>
        <w:tab/>
        <w:t>2601</w:t>
      </w:r>
    </w:p>
    <w:p w14:paraId="565E95A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2601</w:t>
      </w:r>
    </w:p>
    <w:p w14:paraId="05A0B6D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2601</w:t>
      </w:r>
    </w:p>
    <w:p w14:paraId="0192F0E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2604</w:t>
      </w:r>
    </w:p>
    <w:p w14:paraId="7D31B55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</w:t>
      </w:r>
      <w:r>
        <w:t>RSS based</w:t>
      </w:r>
      <w:r>
        <w:rPr>
          <w:lang w:eastAsia="zh-CN"/>
        </w:rPr>
        <w:t xml:space="preserve"> RSRP</w:t>
      </w:r>
      <w:r>
        <w:t xml:space="preserve"> Intra frequency case</w:t>
      </w:r>
      <w:r>
        <w:rPr>
          <w:lang w:eastAsia="zh-CN"/>
        </w:rPr>
        <w:t xml:space="preserve"> for Cat-M1 UE in CEModeB</w:t>
      </w:r>
      <w:r>
        <w:tab/>
        <w:t>2604</w:t>
      </w:r>
    </w:p>
    <w:p w14:paraId="7706FDD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2604</w:t>
      </w:r>
    </w:p>
    <w:p w14:paraId="6244CC5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2604</w:t>
      </w:r>
    </w:p>
    <w:p w14:paraId="045FF81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2607</w:t>
      </w:r>
    </w:p>
    <w:p w14:paraId="70BDD6C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RSRQ</w:t>
      </w:r>
      <w:r>
        <w:tab/>
        <w:t>2607</w:t>
      </w:r>
    </w:p>
    <w:p w14:paraId="3DE4BE1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 frequency case</w:t>
      </w:r>
      <w:r>
        <w:tab/>
        <w:t>2607</w:t>
      </w:r>
    </w:p>
    <w:p w14:paraId="0B5D950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2607</w:t>
      </w:r>
    </w:p>
    <w:p w14:paraId="202B267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2607</w:t>
      </w:r>
    </w:p>
    <w:p w14:paraId="326FF69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2610</w:t>
      </w:r>
    </w:p>
    <w:p w14:paraId="0C545B7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Intra frequency case</w:t>
      </w:r>
      <w:r>
        <w:tab/>
        <w:t>2610</w:t>
      </w:r>
    </w:p>
    <w:p w14:paraId="1B44F4A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2610</w:t>
      </w:r>
    </w:p>
    <w:p w14:paraId="3F6AE5D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2610</w:t>
      </w:r>
    </w:p>
    <w:p w14:paraId="030038E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2612</w:t>
      </w:r>
    </w:p>
    <w:p w14:paraId="3A93E0E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</w:t>
      </w:r>
      <w:r>
        <w:tab/>
        <w:t>2612</w:t>
      </w:r>
    </w:p>
    <w:p w14:paraId="562859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2612</w:t>
      </w:r>
    </w:p>
    <w:p w14:paraId="64FFB62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2612</w:t>
      </w:r>
    </w:p>
    <w:p w14:paraId="40FC111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2615</w:t>
      </w:r>
    </w:p>
    <w:p w14:paraId="21299E0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TDD—TDD Inter frequency case</w:t>
      </w:r>
      <w:r>
        <w:tab/>
        <w:t>2615</w:t>
      </w:r>
    </w:p>
    <w:p w14:paraId="549FCB6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2615</w:t>
      </w:r>
    </w:p>
    <w:p w14:paraId="114C1BD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2615</w:t>
      </w:r>
    </w:p>
    <w:p w14:paraId="2FD501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2617</w:t>
      </w:r>
    </w:p>
    <w:p w14:paraId="19BA1C8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</w:t>
      </w:r>
      <w:r>
        <w:rPr>
          <w:lang w:eastAsia="zh-CN"/>
        </w:rPr>
        <w:t>T</w:t>
      </w:r>
      <w:r>
        <w:t>DD Inter frequency case</w:t>
      </w:r>
      <w:r>
        <w:tab/>
        <w:t>2618</w:t>
      </w:r>
    </w:p>
    <w:p w14:paraId="13E63EA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2618</w:t>
      </w:r>
    </w:p>
    <w:p w14:paraId="02FED9C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2618</w:t>
      </w:r>
    </w:p>
    <w:p w14:paraId="05F4540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A.9.2.4A.3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2620</w:t>
      </w:r>
    </w:p>
    <w:p w14:paraId="09472EC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RSRQ for E-UTRA Carrier Aggregation</w:t>
      </w:r>
      <w:r>
        <w:tab/>
        <w:t>2620</w:t>
      </w:r>
    </w:p>
    <w:p w14:paraId="0ADABAF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2620</w:t>
      </w:r>
    </w:p>
    <w:p w14:paraId="04444EA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2621</w:t>
      </w:r>
    </w:p>
    <w:p w14:paraId="4B8A78A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2624</w:t>
      </w:r>
    </w:p>
    <w:p w14:paraId="1A43BCB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RSRQ for E-UTRA Carrier Aggregation</w:t>
      </w:r>
      <w:r>
        <w:tab/>
        <w:t>2624</w:t>
      </w:r>
    </w:p>
    <w:p w14:paraId="33ABC32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2624</w:t>
      </w:r>
    </w:p>
    <w:p w14:paraId="5F6B512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2625</w:t>
      </w:r>
    </w:p>
    <w:p w14:paraId="3314A9F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2628</w:t>
      </w:r>
    </w:p>
    <w:p w14:paraId="3AC96B6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FDD RSRQ under Time Domain Measurement Resource Restriction with Non-MBSFN ABS</w:t>
      </w:r>
      <w:r>
        <w:tab/>
        <w:t>2628</w:t>
      </w:r>
    </w:p>
    <w:p w14:paraId="5C2A463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7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2628</w:t>
      </w:r>
    </w:p>
    <w:p w14:paraId="5CD509E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7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2628</w:t>
      </w:r>
    </w:p>
    <w:p w14:paraId="73EA56F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7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2632</w:t>
      </w:r>
    </w:p>
    <w:p w14:paraId="0016E60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TDD RSRQ under Time Domain Measurement Resource Restriction with Non-MBSFN ABS</w:t>
      </w:r>
      <w:r>
        <w:tab/>
        <w:t>2632</w:t>
      </w:r>
    </w:p>
    <w:p w14:paraId="09823E2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8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2632</w:t>
      </w:r>
    </w:p>
    <w:p w14:paraId="64983CA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8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2632</w:t>
      </w:r>
    </w:p>
    <w:p w14:paraId="3F5CE22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8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2636</w:t>
      </w:r>
    </w:p>
    <w:p w14:paraId="695BEA7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RSRQ under Time Domain Measurement Resource Restriction with MBSFN ABS</w:t>
      </w:r>
      <w:r>
        <w:tab/>
        <w:t>2636</w:t>
      </w:r>
    </w:p>
    <w:p w14:paraId="063EFFA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2636</w:t>
      </w:r>
    </w:p>
    <w:p w14:paraId="39E3298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2636</w:t>
      </w:r>
    </w:p>
    <w:p w14:paraId="5ABDC55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2640</w:t>
      </w:r>
    </w:p>
    <w:p w14:paraId="3D4765A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Intra frequency case under time domain measurement resource restriction with MBSFN ABS</w:t>
      </w:r>
      <w:r>
        <w:tab/>
        <w:t>2640</w:t>
      </w:r>
    </w:p>
    <w:p w14:paraId="77139E7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2640</w:t>
      </w:r>
    </w:p>
    <w:p w14:paraId="46B3438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2640</w:t>
      </w:r>
    </w:p>
    <w:p w14:paraId="6632551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2644</w:t>
      </w:r>
    </w:p>
    <w:p w14:paraId="33F7B61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RSRQ for E-UTRA Carrier Aggregation (20MHz bandwidth)</w:t>
      </w:r>
      <w:r>
        <w:tab/>
        <w:t>2644</w:t>
      </w:r>
    </w:p>
    <w:p w14:paraId="41115C8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2644</w:t>
      </w:r>
    </w:p>
    <w:p w14:paraId="5218A95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2644</w:t>
      </w:r>
    </w:p>
    <w:p w14:paraId="1726900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2645</w:t>
      </w:r>
    </w:p>
    <w:p w14:paraId="3D7059A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RSRQ for E-UTRA Carrier Aggregation (20MHz bandwidth)</w:t>
      </w:r>
      <w:r>
        <w:tab/>
        <w:t>2645</w:t>
      </w:r>
    </w:p>
    <w:p w14:paraId="1A2D02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2645</w:t>
      </w:r>
    </w:p>
    <w:p w14:paraId="4BC06C5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2646</w:t>
      </w:r>
    </w:p>
    <w:p w14:paraId="30086B0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2646</w:t>
      </w:r>
    </w:p>
    <w:p w14:paraId="4DFE618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A.9.2.13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2647</w:t>
      </w:r>
    </w:p>
    <w:p w14:paraId="32EF5EA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A.9.2.13.1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2647</w:t>
      </w:r>
    </w:p>
    <w:p w14:paraId="240F809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A.9.2.13.2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2647</w:t>
      </w:r>
    </w:p>
    <w:p w14:paraId="01C408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A.9.2.13.3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2647</w:t>
      </w:r>
    </w:p>
    <w:p w14:paraId="587C72D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A.9.2.14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2647</w:t>
      </w:r>
    </w:p>
    <w:p w14:paraId="394E467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A.9.2.14.1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2647</w:t>
      </w:r>
    </w:p>
    <w:p w14:paraId="0AF177E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A.9.2.14.2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2647</w:t>
      </w:r>
    </w:p>
    <w:p w14:paraId="6C92AA3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A.9.2.14.3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2647</w:t>
      </w:r>
    </w:p>
    <w:p w14:paraId="519A02F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FDD RSRQ under Time Domain Measurement Resource Restriction with </w:t>
      </w:r>
      <w:r>
        <w:t>CRS Assistance Information and Non-MBSFN ABS</w:t>
      </w:r>
      <w:r>
        <w:tab/>
        <w:t>2647</w:t>
      </w:r>
    </w:p>
    <w:p w14:paraId="1C715E2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15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2647</w:t>
      </w:r>
    </w:p>
    <w:p w14:paraId="4434F6F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15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2647</w:t>
      </w:r>
    </w:p>
    <w:p w14:paraId="3EF47AC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15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2651</w:t>
      </w:r>
    </w:p>
    <w:p w14:paraId="44167AC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</w:t>
      </w:r>
      <w:r>
        <w:rPr>
          <w:lang w:eastAsia="zh-CN"/>
        </w:rPr>
        <w:t xml:space="preserve">DD RSRQ under Time Domain Measurement Resource Restriction with </w:t>
      </w:r>
      <w:r>
        <w:t>CRS Assistance Information and Non-MBSFN ABS</w:t>
      </w:r>
      <w:r>
        <w:tab/>
        <w:t>2651</w:t>
      </w:r>
    </w:p>
    <w:p w14:paraId="2D7132B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</w:t>
      </w:r>
      <w:r>
        <w:rPr>
          <w:lang w:eastAsia="zh-CN"/>
        </w:rPr>
        <w:t>6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2651</w:t>
      </w:r>
    </w:p>
    <w:p w14:paraId="6AB4153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</w:t>
      </w:r>
      <w:r>
        <w:rPr>
          <w:lang w:eastAsia="zh-CN"/>
        </w:rPr>
        <w:t>6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2651</w:t>
      </w:r>
    </w:p>
    <w:p w14:paraId="199F8ED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</w:t>
      </w:r>
      <w:r>
        <w:rPr>
          <w:lang w:eastAsia="zh-CN"/>
        </w:rPr>
        <w:t>6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2656</w:t>
      </w:r>
    </w:p>
    <w:p w14:paraId="1936B09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 frequency case for 5 MHz bandwidth</w:t>
      </w:r>
      <w:r>
        <w:tab/>
        <w:t>2656</w:t>
      </w:r>
    </w:p>
    <w:p w14:paraId="62220B7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17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2656</w:t>
      </w:r>
    </w:p>
    <w:p w14:paraId="4F1FAAC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2656</w:t>
      </w:r>
    </w:p>
    <w:p w14:paraId="0CE8660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2658</w:t>
      </w:r>
    </w:p>
    <w:p w14:paraId="4A9DB43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 for 5MHz bandwidth</w:t>
      </w:r>
      <w:r>
        <w:tab/>
        <w:t>2658</w:t>
      </w:r>
    </w:p>
    <w:p w14:paraId="1F176DE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2658</w:t>
      </w:r>
    </w:p>
    <w:p w14:paraId="60DF510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2658</w:t>
      </w:r>
    </w:p>
    <w:p w14:paraId="7233DF1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2661</w:t>
      </w:r>
    </w:p>
    <w:p w14:paraId="4B0270F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FDD-FDD Inter Frequency WB-RSRQ</w:t>
      </w:r>
      <w:r>
        <w:tab/>
        <w:t>2661</w:t>
      </w:r>
    </w:p>
    <w:p w14:paraId="37B568A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2661</w:t>
      </w:r>
    </w:p>
    <w:p w14:paraId="457CF19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2661</w:t>
      </w:r>
    </w:p>
    <w:p w14:paraId="654BF6C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2663</w:t>
      </w:r>
    </w:p>
    <w:p w14:paraId="2E48205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</w:t>
      </w:r>
      <w:r>
        <w:t>DD—</w:t>
      </w:r>
      <w:r>
        <w:rPr>
          <w:lang w:eastAsia="zh-CN"/>
        </w:rPr>
        <w:t>T</w:t>
      </w:r>
      <w:r>
        <w:t>DD Inter Frequency WB-RSRQ</w:t>
      </w:r>
      <w:r>
        <w:tab/>
        <w:t>2663</w:t>
      </w:r>
    </w:p>
    <w:p w14:paraId="200D8BD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2663</w:t>
      </w:r>
    </w:p>
    <w:p w14:paraId="42BA6F9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2663</w:t>
      </w:r>
    </w:p>
    <w:p w14:paraId="05583F2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2666</w:t>
      </w:r>
    </w:p>
    <w:p w14:paraId="257AF38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</w:t>
      </w:r>
      <w:r>
        <w:rPr>
          <w:lang w:eastAsia="zh-CN"/>
        </w:rPr>
        <w:t>Q</w:t>
      </w:r>
      <w:r>
        <w:t xml:space="preserve"> for E-UTRAN Carrier Aggregation</w:t>
      </w:r>
      <w:r>
        <w:rPr>
          <w:lang w:eastAsia="zh-CN"/>
        </w:rPr>
        <w:t xml:space="preserve"> for 10MHz+5MHz</w:t>
      </w:r>
      <w:r>
        <w:tab/>
        <w:t>2666</w:t>
      </w:r>
    </w:p>
    <w:p w14:paraId="78DDB6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2666</w:t>
      </w:r>
    </w:p>
    <w:p w14:paraId="6C9FA31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2666</w:t>
      </w:r>
    </w:p>
    <w:p w14:paraId="433F8FD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2669</w:t>
      </w:r>
    </w:p>
    <w:p w14:paraId="787D8AF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RSRQ for</w:t>
      </w:r>
      <w:r>
        <w:t xml:space="preserve"> E-UTRAN Carrier Aggregation</w:t>
      </w:r>
      <w:r>
        <w:rPr>
          <w:lang w:eastAsia="zh-CN"/>
        </w:rPr>
        <w:t xml:space="preserve"> for 10MHz+5MHz</w:t>
      </w:r>
      <w:r>
        <w:tab/>
        <w:t>2669</w:t>
      </w:r>
    </w:p>
    <w:p w14:paraId="0348DC2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2670</w:t>
      </w:r>
    </w:p>
    <w:p w14:paraId="1D31B30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2670</w:t>
      </w:r>
    </w:p>
    <w:p w14:paraId="16AE19F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2670</w:t>
      </w:r>
    </w:p>
    <w:p w14:paraId="3027045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RSRQ for E-UTRA Carrier Aggregation (5MHz + 5MHz bandwidth)</w:t>
      </w:r>
      <w:r>
        <w:tab/>
        <w:t>2670</w:t>
      </w:r>
    </w:p>
    <w:p w14:paraId="63DDDE0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2670</w:t>
      </w:r>
    </w:p>
    <w:p w14:paraId="519CD39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2670</w:t>
      </w:r>
    </w:p>
    <w:p w14:paraId="086E488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2673</w:t>
      </w:r>
    </w:p>
    <w:p w14:paraId="09E0785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RSRQ for E-UTRA Carrier Aggregation (5MHz + 5MHz bandwidth)</w:t>
      </w:r>
      <w:r>
        <w:tab/>
        <w:t>2673</w:t>
      </w:r>
    </w:p>
    <w:p w14:paraId="0375AF0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2673</w:t>
      </w:r>
    </w:p>
    <w:p w14:paraId="54C73D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2673</w:t>
      </w:r>
    </w:p>
    <w:p w14:paraId="7A80382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2674</w:t>
      </w:r>
    </w:p>
    <w:p w14:paraId="23F7405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</w:t>
      </w:r>
      <w:r>
        <w:rPr>
          <w:lang w:eastAsia="zh-CN"/>
        </w:rPr>
        <w:t>Q</w:t>
      </w:r>
      <w:r>
        <w:t xml:space="preserve"> for E-UTRAN TDD-FDD Carrier Aggregation with PCell in FDD</w:t>
      </w:r>
      <w:r>
        <w:tab/>
        <w:t>2674</w:t>
      </w:r>
    </w:p>
    <w:p w14:paraId="5F6BC2A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25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2674</w:t>
      </w:r>
    </w:p>
    <w:p w14:paraId="4416C52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25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2674</w:t>
      </w:r>
    </w:p>
    <w:p w14:paraId="389720A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2679</w:t>
      </w:r>
    </w:p>
    <w:p w14:paraId="18CC36D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RSRQ for E-UTRAN T</w:t>
      </w:r>
      <w:r>
        <w:t>DD</w:t>
      </w:r>
      <w:r>
        <w:rPr>
          <w:lang w:eastAsia="zh-CN"/>
        </w:rPr>
        <w:t xml:space="preserve">-FDD </w:t>
      </w:r>
      <w:r>
        <w:t>Carrier Aggregation</w:t>
      </w:r>
      <w:r>
        <w:rPr>
          <w:lang w:eastAsia="zh-CN"/>
        </w:rPr>
        <w:t xml:space="preserve"> with PCell in TDD</w:t>
      </w:r>
      <w:r>
        <w:tab/>
        <w:t>2679</w:t>
      </w:r>
    </w:p>
    <w:p w14:paraId="6D612C0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2679</w:t>
      </w:r>
    </w:p>
    <w:p w14:paraId="43E2D26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2679</w:t>
      </w:r>
    </w:p>
    <w:p w14:paraId="6FAF56F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2683</w:t>
      </w:r>
    </w:p>
    <w:p w14:paraId="34A84AD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RSRQ for</w:t>
      </w:r>
      <w:r>
        <w:t xml:space="preserve"> E-UTRAN Carrier Aggregation</w:t>
      </w:r>
      <w:r>
        <w:rPr>
          <w:lang w:eastAsia="zh-CN"/>
        </w:rPr>
        <w:t xml:space="preserve"> for </w:t>
      </w:r>
      <w:r>
        <w:t>2</w:t>
      </w:r>
      <w:r>
        <w:rPr>
          <w:lang w:eastAsia="zh-CN"/>
        </w:rPr>
        <w:t>0MHz+</w:t>
      </w:r>
      <w:r>
        <w:t>1</w:t>
      </w:r>
      <w:r>
        <w:rPr>
          <w:lang w:eastAsia="zh-CN"/>
        </w:rPr>
        <w:t>0MHz</w:t>
      </w:r>
      <w:r>
        <w:tab/>
        <w:t>2683</w:t>
      </w:r>
    </w:p>
    <w:p w14:paraId="374C504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2683</w:t>
      </w:r>
    </w:p>
    <w:p w14:paraId="05AFBD4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2683</w:t>
      </w:r>
    </w:p>
    <w:p w14:paraId="41FC592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2684</w:t>
      </w:r>
    </w:p>
    <w:p w14:paraId="08F6092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intra-frequency absolute RSRQ accuracy with CRS based discovery signal</w:t>
      </w:r>
      <w:r>
        <w:tab/>
        <w:t>2684</w:t>
      </w:r>
    </w:p>
    <w:p w14:paraId="61C94BD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2684</w:t>
      </w:r>
    </w:p>
    <w:p w14:paraId="027080C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2684</w:t>
      </w:r>
    </w:p>
    <w:p w14:paraId="3109392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2687</w:t>
      </w:r>
    </w:p>
    <w:p w14:paraId="49E30F8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intra-frequency absolute RSRQ accuracy with CRS based discovery signal</w:t>
      </w:r>
      <w:r>
        <w:tab/>
        <w:t>2687</w:t>
      </w:r>
    </w:p>
    <w:p w14:paraId="26D75D8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2687</w:t>
      </w:r>
    </w:p>
    <w:p w14:paraId="2F2CA3D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2687</w:t>
      </w:r>
    </w:p>
    <w:p w14:paraId="5E9663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2690</w:t>
      </w:r>
    </w:p>
    <w:p w14:paraId="4A64707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FDD-FDD inter-frequency absolute and relative RSRQ accuracies with CRS based discovery signal</w:t>
      </w:r>
      <w:r>
        <w:tab/>
        <w:t>2690</w:t>
      </w:r>
    </w:p>
    <w:p w14:paraId="0A3AD8B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2690</w:t>
      </w:r>
    </w:p>
    <w:p w14:paraId="0E990F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2690</w:t>
      </w:r>
    </w:p>
    <w:p w14:paraId="20E4D60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2693</w:t>
      </w:r>
    </w:p>
    <w:p w14:paraId="05F46B6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TDD-TDD inter-frequency absolute and relative RSRQ accuracies with CRS based discovery signal</w:t>
      </w:r>
      <w:r>
        <w:tab/>
        <w:t>2693</w:t>
      </w:r>
    </w:p>
    <w:p w14:paraId="0CC8BDC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3</w:t>
      </w:r>
      <w:r>
        <w:t>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2693</w:t>
      </w:r>
    </w:p>
    <w:p w14:paraId="0C25956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31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2693</w:t>
      </w:r>
    </w:p>
    <w:p w14:paraId="18E21C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31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2696</w:t>
      </w:r>
    </w:p>
    <w:p w14:paraId="355B64C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absolute and relative RSRQ accuracy for E-UTRAN Carrier Aggregation in CRS based discovery signal</w:t>
      </w:r>
      <w:r>
        <w:tab/>
        <w:t>2696</w:t>
      </w:r>
    </w:p>
    <w:p w14:paraId="0E35433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2696</w:t>
      </w:r>
    </w:p>
    <w:p w14:paraId="2C61500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2696</w:t>
      </w:r>
    </w:p>
    <w:p w14:paraId="2C48FB3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2699</w:t>
      </w:r>
    </w:p>
    <w:p w14:paraId="06D9FD1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absolute and relative RSRQ accuracy for E-UTRAN Carrier Aggregation in CRS based discovery signal</w:t>
      </w:r>
      <w:r>
        <w:tab/>
        <w:t>2699</w:t>
      </w:r>
    </w:p>
    <w:p w14:paraId="73CF373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2699</w:t>
      </w:r>
    </w:p>
    <w:p w14:paraId="6F862D5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2699</w:t>
      </w:r>
    </w:p>
    <w:p w14:paraId="0986664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2703</w:t>
      </w:r>
    </w:p>
    <w:p w14:paraId="040DAB0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new RSRQ</w:t>
      </w:r>
      <w:r>
        <w:tab/>
        <w:t>2703</w:t>
      </w:r>
    </w:p>
    <w:p w14:paraId="1B65DB3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2703</w:t>
      </w:r>
    </w:p>
    <w:p w14:paraId="2D98B4D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2703</w:t>
      </w:r>
    </w:p>
    <w:p w14:paraId="565F45D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2706</w:t>
      </w:r>
    </w:p>
    <w:p w14:paraId="20084FB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TDD—TDD Inter frequency new RSRQ</w:t>
      </w:r>
      <w:r>
        <w:tab/>
        <w:t>2706</w:t>
      </w:r>
    </w:p>
    <w:p w14:paraId="79E6A8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2706</w:t>
      </w:r>
    </w:p>
    <w:p w14:paraId="20D9FC0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2706</w:t>
      </w:r>
    </w:p>
    <w:p w14:paraId="65A5884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2709</w:t>
      </w:r>
    </w:p>
    <w:p w14:paraId="1A6AFF4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RSRQ measured on all OFDM symbols</w:t>
      </w:r>
      <w:r>
        <w:tab/>
        <w:t>2709</w:t>
      </w:r>
    </w:p>
    <w:p w14:paraId="15D0836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2709</w:t>
      </w:r>
    </w:p>
    <w:p w14:paraId="7B4D4E1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2709</w:t>
      </w:r>
    </w:p>
    <w:p w14:paraId="5FB8F1F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2710</w:t>
      </w:r>
    </w:p>
    <w:p w14:paraId="55275A1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TDD—TDD Inter frequency RSRQ measurement on all OFDM symbols</w:t>
      </w:r>
      <w:r>
        <w:tab/>
        <w:t>2711</w:t>
      </w:r>
    </w:p>
    <w:p w14:paraId="61B7D12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2711</w:t>
      </w:r>
    </w:p>
    <w:p w14:paraId="63E0038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2711</w:t>
      </w:r>
    </w:p>
    <w:p w14:paraId="23F573D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2712</w:t>
      </w:r>
    </w:p>
    <w:p w14:paraId="1A69F8B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3 DL PCell in FDD RSRQ for E-UTRAN in Carrier Aggregation</w:t>
      </w:r>
      <w:r>
        <w:tab/>
        <w:t>2713</w:t>
      </w:r>
    </w:p>
    <w:p w14:paraId="6E7756C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2713</w:t>
      </w:r>
    </w:p>
    <w:p w14:paraId="7347EE8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A.9.2.38.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2713</w:t>
      </w:r>
    </w:p>
    <w:p w14:paraId="29965E6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A.9.2.38.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2717</w:t>
      </w:r>
    </w:p>
    <w:p w14:paraId="08AF5EA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3 DL </w:t>
      </w:r>
      <w:r>
        <w:rPr>
          <w:lang w:eastAsia="zh-CN"/>
        </w:rPr>
        <w:t xml:space="preserve">PCell in </w:t>
      </w:r>
      <w:r>
        <w:t>TDD RSR</w:t>
      </w:r>
      <w:r>
        <w:rPr>
          <w:lang w:eastAsia="zh-CN"/>
        </w:rPr>
        <w:t>Q</w:t>
      </w:r>
      <w:r>
        <w:t xml:space="preserve"> for E-UTRAN in Carrier Aggregation</w:t>
      </w:r>
      <w:r>
        <w:tab/>
        <w:t>2717</w:t>
      </w:r>
    </w:p>
    <w:p w14:paraId="4ACF9F2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2717</w:t>
      </w:r>
    </w:p>
    <w:p w14:paraId="1A18D37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A.9.2.39.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2717</w:t>
      </w:r>
    </w:p>
    <w:p w14:paraId="4575363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A.9.2.39.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2721</w:t>
      </w:r>
    </w:p>
    <w:p w14:paraId="3CAE192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A.9.2.40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FDD RSRQ for E-UTRAN in Carrier Aggregation</w:t>
      </w:r>
      <w:r>
        <w:tab/>
        <w:t>2721</w:t>
      </w:r>
    </w:p>
    <w:p w14:paraId="7E089F7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2721</w:t>
      </w:r>
    </w:p>
    <w:p w14:paraId="2BDAD3C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2721</w:t>
      </w:r>
    </w:p>
    <w:p w14:paraId="04FB45A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2724</w:t>
      </w:r>
    </w:p>
    <w:p w14:paraId="36ABA84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A.9.2.41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TDD RSRQ for E-UTRAN in Carrier Aggregation</w:t>
      </w:r>
      <w:r>
        <w:tab/>
        <w:t>2725</w:t>
      </w:r>
    </w:p>
    <w:p w14:paraId="7264783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2725</w:t>
      </w:r>
    </w:p>
    <w:p w14:paraId="136606C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2725</w:t>
      </w:r>
    </w:p>
    <w:p w14:paraId="4C1E6D0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2728</w:t>
      </w:r>
    </w:p>
    <w:p w14:paraId="4649D85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RSRQ</w:t>
      </w:r>
      <w:r>
        <w:t xml:space="preserve"> Intra frequency case</w:t>
      </w:r>
      <w:r>
        <w:rPr>
          <w:lang w:eastAsia="zh-CN"/>
        </w:rPr>
        <w:t xml:space="preserve"> for UE category 0</w:t>
      </w:r>
      <w:r>
        <w:tab/>
        <w:t>2728</w:t>
      </w:r>
    </w:p>
    <w:p w14:paraId="19FCAAC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2728</w:t>
      </w:r>
    </w:p>
    <w:p w14:paraId="0D2FE70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2728</w:t>
      </w:r>
    </w:p>
    <w:p w14:paraId="01BF293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2731</w:t>
      </w:r>
    </w:p>
    <w:p w14:paraId="1D9C56B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RSRQ</w:t>
      </w:r>
      <w:r>
        <w:t xml:space="preserve"> Intra frequency case</w:t>
      </w:r>
      <w:r>
        <w:rPr>
          <w:lang w:eastAsia="zh-CN"/>
        </w:rPr>
        <w:t xml:space="preserve"> for UE category 0</w:t>
      </w:r>
      <w:r>
        <w:tab/>
        <w:t>2731</w:t>
      </w:r>
    </w:p>
    <w:p w14:paraId="11B714A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2731</w:t>
      </w:r>
    </w:p>
    <w:p w14:paraId="37A1272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2731</w:t>
      </w:r>
    </w:p>
    <w:p w14:paraId="3C68227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2734</w:t>
      </w:r>
    </w:p>
    <w:p w14:paraId="01FF0F8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</w:t>
      </w:r>
      <w:r>
        <w:t xml:space="preserve">DD </w:t>
      </w:r>
      <w:r>
        <w:rPr>
          <w:lang w:eastAsia="zh-CN"/>
        </w:rPr>
        <w:t xml:space="preserve">RSRQ </w:t>
      </w:r>
      <w:r>
        <w:t>Intra frequency case</w:t>
      </w:r>
      <w:r>
        <w:rPr>
          <w:lang w:eastAsia="zh-CN"/>
        </w:rPr>
        <w:t xml:space="preserve"> for UE category 0</w:t>
      </w:r>
      <w:r>
        <w:tab/>
        <w:t>2734</w:t>
      </w:r>
    </w:p>
    <w:p w14:paraId="3102FE1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2734</w:t>
      </w:r>
    </w:p>
    <w:p w14:paraId="5ADA889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2734</w:t>
      </w:r>
    </w:p>
    <w:p w14:paraId="0CB7816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2736</w:t>
      </w:r>
    </w:p>
    <w:p w14:paraId="76EBC66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4 DL CA PCell in FDD FDD-TDD RSRQ for E-UTRAN in Carrier Aggregation</w:t>
      </w:r>
      <w:r>
        <w:tab/>
        <w:t>2736</w:t>
      </w:r>
    </w:p>
    <w:p w14:paraId="4E28090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2736</w:t>
      </w:r>
    </w:p>
    <w:p w14:paraId="70F0469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A.9.2.45.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2736</w:t>
      </w:r>
    </w:p>
    <w:p w14:paraId="4CD1B76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A.9.2.45.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2740</w:t>
      </w:r>
    </w:p>
    <w:p w14:paraId="247681A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4 DL CA PCell in TDD TDD-FDD RSRQ for E-UTRAN in Carrier Aggregation</w:t>
      </w:r>
      <w:r>
        <w:tab/>
        <w:t>2741</w:t>
      </w:r>
    </w:p>
    <w:p w14:paraId="7159A2B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2741</w:t>
      </w:r>
    </w:p>
    <w:p w14:paraId="16C40A4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A.9.2.46.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2741</w:t>
      </w:r>
    </w:p>
    <w:p w14:paraId="79CBA18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A.9.2.46.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2745</w:t>
      </w:r>
    </w:p>
    <w:p w14:paraId="1401BB4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F</w:t>
      </w:r>
      <w:r>
        <w:t xml:space="preserve">DD-TDD with </w:t>
      </w:r>
      <w:r>
        <w:rPr>
          <w:lang w:eastAsia="zh-CN"/>
        </w:rPr>
        <w:t>PCell in FDD RSRQ for E-UTRAN in Carrier Aggregation</w:t>
      </w:r>
      <w:r>
        <w:tab/>
        <w:t>2746</w:t>
      </w:r>
    </w:p>
    <w:p w14:paraId="217A3B7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2746</w:t>
      </w:r>
    </w:p>
    <w:p w14:paraId="6948A95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A.9.2.47.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2746</w:t>
      </w:r>
    </w:p>
    <w:p w14:paraId="239619C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A.9.2.47.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2750</w:t>
      </w:r>
    </w:p>
    <w:p w14:paraId="506865C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F</w:t>
      </w:r>
      <w:r>
        <w:t xml:space="preserve">DD-TDD with </w:t>
      </w:r>
      <w:r>
        <w:rPr>
          <w:lang w:eastAsia="zh-CN"/>
        </w:rPr>
        <w:t>PCell in TDD RSRQ for E-UTRAN in Carrier Aggregation</w:t>
      </w:r>
      <w:r>
        <w:tab/>
        <w:t>2750</w:t>
      </w:r>
    </w:p>
    <w:p w14:paraId="50144AE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2750</w:t>
      </w:r>
    </w:p>
    <w:p w14:paraId="358A0C5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A.9.2.48.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2751</w:t>
      </w:r>
    </w:p>
    <w:p w14:paraId="0C08DEB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A.9.2.48.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2755</w:t>
      </w:r>
    </w:p>
    <w:p w14:paraId="4B55F72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A.9.2.49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 RSRQ for E-UTRAN in Carrier Aggregation</w:t>
      </w:r>
      <w:r>
        <w:tab/>
        <w:t>2756</w:t>
      </w:r>
    </w:p>
    <w:p w14:paraId="3BF6EAE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2756</w:t>
      </w:r>
    </w:p>
    <w:p w14:paraId="0A9F97E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2756</w:t>
      </w:r>
    </w:p>
    <w:p w14:paraId="27938B4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2762</w:t>
      </w:r>
    </w:p>
    <w:p w14:paraId="62520CA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A.9.2.50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TDD RSRQ for E-UTRAN in Carrier Aggregation</w:t>
      </w:r>
      <w:r>
        <w:tab/>
        <w:t>2763</w:t>
      </w:r>
    </w:p>
    <w:p w14:paraId="00BBA2C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2763</w:t>
      </w:r>
    </w:p>
    <w:p w14:paraId="395FA24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2763</w:t>
      </w:r>
    </w:p>
    <w:p w14:paraId="24E1414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2769</w:t>
      </w:r>
    </w:p>
    <w:p w14:paraId="7093258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</w:t>
      </w:r>
      <w:r>
        <w:t>2</w:t>
      </w:r>
      <w:r>
        <w:rPr>
          <w:lang w:eastAsia="zh-CN"/>
        </w:rPr>
        <w:t>.</w:t>
      </w:r>
      <w:r>
        <w:t>51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Intra frequency absolute and relative RSRQ accuracies with FDD PCell</w:t>
      </w:r>
      <w:r>
        <w:tab/>
        <w:t>2769</w:t>
      </w:r>
    </w:p>
    <w:p w14:paraId="58137DD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2769</w:t>
      </w:r>
    </w:p>
    <w:p w14:paraId="7ED06E9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2770</w:t>
      </w:r>
    </w:p>
    <w:p w14:paraId="1D30430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2774</w:t>
      </w:r>
    </w:p>
    <w:p w14:paraId="5F87E37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</w:t>
      </w:r>
      <w:r>
        <w:t>2</w:t>
      </w:r>
      <w:r>
        <w:rPr>
          <w:lang w:eastAsia="zh-CN"/>
        </w:rPr>
        <w:t>.</w:t>
      </w:r>
      <w:r>
        <w:t>52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Intra frequency absolute and relative RSRQ accuracies with TDD PCell</w:t>
      </w:r>
      <w:r>
        <w:tab/>
        <w:t>2774</w:t>
      </w:r>
    </w:p>
    <w:p w14:paraId="7B2E457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2774</w:t>
      </w:r>
    </w:p>
    <w:p w14:paraId="392BBC0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2774</w:t>
      </w:r>
    </w:p>
    <w:p w14:paraId="5DD90B4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2777</w:t>
      </w:r>
    </w:p>
    <w:p w14:paraId="6A922EC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A.9.2.53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4DL FDD RSRQ for E-UTRAN in Carrier Aggregation</w:t>
      </w:r>
      <w:r>
        <w:tab/>
        <w:t>2778</w:t>
      </w:r>
    </w:p>
    <w:p w14:paraId="05198AE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2778</w:t>
      </w:r>
    </w:p>
    <w:p w14:paraId="3FF23DA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2778</w:t>
      </w:r>
    </w:p>
    <w:p w14:paraId="4B34B81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2784</w:t>
      </w:r>
    </w:p>
    <w:p w14:paraId="4087249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A.9.2.54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4DL TDD RSRQ for E-UTRAN in Carrier Aggregation</w:t>
      </w:r>
      <w:r>
        <w:tab/>
        <w:t>2785</w:t>
      </w:r>
    </w:p>
    <w:p w14:paraId="1B92C33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2785</w:t>
      </w:r>
    </w:p>
    <w:p w14:paraId="6856F39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2785</w:t>
      </w:r>
    </w:p>
    <w:p w14:paraId="6ACB919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2791</w:t>
      </w:r>
    </w:p>
    <w:p w14:paraId="1E9D2E5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3 DL RSRQ for E-UTRAN in Carrier Aggregation with generic duplex modes</w:t>
      </w:r>
      <w:r>
        <w:tab/>
        <w:t>2791</w:t>
      </w:r>
    </w:p>
    <w:p w14:paraId="0F087DD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2791</w:t>
      </w:r>
    </w:p>
    <w:p w14:paraId="53CFF1E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A.9.2.55.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2792</w:t>
      </w:r>
    </w:p>
    <w:p w14:paraId="6B7FF41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A.9.2.55.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2797</w:t>
      </w:r>
    </w:p>
    <w:p w14:paraId="26C534D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4 DL RSRQ for E-UTRAN in Carrier Aggregation with generic duplex modes</w:t>
      </w:r>
      <w:r>
        <w:tab/>
        <w:t>2797</w:t>
      </w:r>
    </w:p>
    <w:p w14:paraId="7689AF7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2797</w:t>
      </w:r>
    </w:p>
    <w:p w14:paraId="1B1D566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A.9.2.56.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2797</w:t>
      </w:r>
    </w:p>
    <w:p w14:paraId="4F877B5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A.9.2.56.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2802</w:t>
      </w:r>
    </w:p>
    <w:p w14:paraId="1B928F1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RSRQ for E-UTRAN</w:t>
      </w:r>
      <w:r>
        <w:t xml:space="preserve"> </w:t>
      </w:r>
      <w:r>
        <w:rPr>
          <w:lang w:eastAsia="zh-CN"/>
        </w:rPr>
        <w:t>in Carrier Aggregation with generic duplex modes</w:t>
      </w:r>
      <w:r>
        <w:tab/>
        <w:t>2802</w:t>
      </w:r>
    </w:p>
    <w:p w14:paraId="608950A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2802</w:t>
      </w:r>
    </w:p>
    <w:p w14:paraId="0EE91AC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A.9.2.57.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2803</w:t>
      </w:r>
    </w:p>
    <w:p w14:paraId="1FB5DA0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A.9.2.57.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2807</w:t>
      </w:r>
    </w:p>
    <w:p w14:paraId="1E7B0BA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6 DL RSRQ for E-UTRAN</w:t>
      </w:r>
      <w:r>
        <w:t xml:space="preserve"> </w:t>
      </w:r>
      <w:r>
        <w:rPr>
          <w:lang w:eastAsia="zh-CN"/>
        </w:rPr>
        <w:t>in Carrier Aggregation with generic duplex modes</w:t>
      </w:r>
      <w:r>
        <w:tab/>
        <w:t>2808</w:t>
      </w:r>
    </w:p>
    <w:p w14:paraId="717BB55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2808</w:t>
      </w:r>
    </w:p>
    <w:p w14:paraId="31E91EC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A.9.2.58.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2808</w:t>
      </w:r>
    </w:p>
    <w:p w14:paraId="574F87E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A.9.2.58.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2812</w:t>
      </w:r>
    </w:p>
    <w:p w14:paraId="211D4BD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7 DL RSRQ for E-UTRAN</w:t>
      </w:r>
      <w:r>
        <w:t xml:space="preserve"> </w:t>
      </w:r>
      <w:r>
        <w:rPr>
          <w:lang w:eastAsia="zh-CN"/>
        </w:rPr>
        <w:t>in Carrier Aggregation with generic duplex modes</w:t>
      </w:r>
      <w:r>
        <w:tab/>
        <w:t>2813</w:t>
      </w:r>
    </w:p>
    <w:p w14:paraId="7BF31CF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2813</w:t>
      </w:r>
    </w:p>
    <w:p w14:paraId="38AA3F5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A.9.2.59.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2813</w:t>
      </w:r>
    </w:p>
    <w:p w14:paraId="764CB4C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A.9.2.59.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2818</w:t>
      </w:r>
    </w:p>
    <w:p w14:paraId="77BF739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 frequency case for CA Idle Mode Measurements</w:t>
      </w:r>
      <w:r>
        <w:tab/>
        <w:t>2819</w:t>
      </w:r>
    </w:p>
    <w:p w14:paraId="06C2E85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2819</w:t>
      </w:r>
    </w:p>
    <w:p w14:paraId="7E57FBC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2819</w:t>
      </w:r>
    </w:p>
    <w:p w14:paraId="1063585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2822</w:t>
      </w:r>
    </w:p>
    <w:p w14:paraId="4E40C11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 for CA Idle Mode Measurements on overlapping carrier</w:t>
      </w:r>
      <w:r>
        <w:tab/>
        <w:t>2822</w:t>
      </w:r>
    </w:p>
    <w:p w14:paraId="253BA39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2822</w:t>
      </w:r>
    </w:p>
    <w:p w14:paraId="7C0069D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2822</w:t>
      </w:r>
    </w:p>
    <w:p w14:paraId="36EA4D7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2825</w:t>
      </w:r>
    </w:p>
    <w:p w14:paraId="55AA32E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 for CA Idle Mode Measurements on non-overlapping carrier</w:t>
      </w:r>
      <w:r>
        <w:tab/>
        <w:t>2825</w:t>
      </w:r>
    </w:p>
    <w:p w14:paraId="7D6ED67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2825</w:t>
      </w:r>
    </w:p>
    <w:p w14:paraId="2026E00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2825</w:t>
      </w:r>
    </w:p>
    <w:p w14:paraId="0E6C96E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2828</w:t>
      </w:r>
    </w:p>
    <w:p w14:paraId="76E5DE2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  <w:lang w:val="sv-SE" w:eastAsia="zh-CN"/>
        </w:rPr>
        <w:t>A.9.3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  <w:lang w:val="sv-SE" w:eastAsia="zh-CN"/>
        </w:rPr>
        <w:t>UTRAN FDD CPICH RSCP</w:t>
      </w:r>
      <w:r>
        <w:tab/>
        <w:t>2828</w:t>
      </w:r>
    </w:p>
    <w:p w14:paraId="6B886DE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sv-SE"/>
        </w:rPr>
        <w:t>A.9.3.1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bCs/>
          <w:lang w:val="sv-SE"/>
        </w:rPr>
        <w:t>E-UTRAN FDD</w:t>
      </w:r>
      <w:r>
        <w:tab/>
        <w:t>2828</w:t>
      </w:r>
    </w:p>
    <w:p w14:paraId="6BEC70B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A.9.3.1.1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2828</w:t>
      </w:r>
    </w:p>
    <w:p w14:paraId="68ACC87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A.9.3.1.2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Parameters</w:t>
      </w:r>
      <w:r>
        <w:tab/>
        <w:t>2828</w:t>
      </w:r>
    </w:p>
    <w:p w14:paraId="479348A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A.9.3.1.3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2831</w:t>
      </w:r>
    </w:p>
    <w:p w14:paraId="7858380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A.9.3.2 </w:t>
      </w:r>
      <w:r w:rsidRPr="00614873">
        <w:rPr>
          <w:bCs/>
        </w:rPr>
        <w:t>E-UTRAN TDD</w:t>
      </w:r>
      <w:r>
        <w:tab/>
        <w:t>2831</w:t>
      </w:r>
    </w:p>
    <w:p w14:paraId="6B6AC8F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A.9.3.2.1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2831</w:t>
      </w:r>
    </w:p>
    <w:p w14:paraId="7AADD8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A.9.3.2.2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Parameters</w:t>
      </w:r>
      <w:r>
        <w:tab/>
        <w:t>2831</w:t>
      </w:r>
    </w:p>
    <w:p w14:paraId="7A47FB7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A.9.3.2.3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2834</w:t>
      </w:r>
    </w:p>
    <w:p w14:paraId="3687E47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de-DE"/>
        </w:rPr>
        <w:t>A.9.3.</w:t>
      </w:r>
      <w:r w:rsidRPr="00614873">
        <w:rPr>
          <w:lang w:val="de-DE"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de-DE"/>
        </w:rPr>
        <w:t>E-UTRAN FDD</w:t>
      </w:r>
      <w:r w:rsidRPr="00614873">
        <w:rPr>
          <w:lang w:val="de-DE" w:eastAsia="zh-CN"/>
        </w:rPr>
        <w:t xml:space="preserve"> for 5MHz Bandwidth</w:t>
      </w:r>
      <w:r>
        <w:tab/>
        <w:t>2834</w:t>
      </w:r>
    </w:p>
    <w:p w14:paraId="1654A56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A.9.3.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2834</w:t>
      </w:r>
    </w:p>
    <w:p w14:paraId="48599FF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A.9.3.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Parameters</w:t>
      </w:r>
      <w:r>
        <w:tab/>
        <w:t>2834</w:t>
      </w:r>
    </w:p>
    <w:p w14:paraId="315B31E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A.9.3.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2835</w:t>
      </w:r>
    </w:p>
    <w:p w14:paraId="129757D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SimSun"/>
        </w:rPr>
        <w:t>A.9.4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SimSun"/>
        </w:rPr>
        <w:t>UTRAN FDD CPICH Ec/No</w:t>
      </w:r>
      <w:r>
        <w:tab/>
        <w:t>2836</w:t>
      </w:r>
    </w:p>
    <w:p w14:paraId="5310DD6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</w:t>
      </w:r>
      <w:r>
        <w:tab/>
        <w:t>2836</w:t>
      </w:r>
    </w:p>
    <w:p w14:paraId="490A37D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A.9.4.1.1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2836</w:t>
      </w:r>
    </w:p>
    <w:p w14:paraId="280C3BB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A.9.4.1.2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Parameters</w:t>
      </w:r>
      <w:r>
        <w:tab/>
        <w:t>2836</w:t>
      </w:r>
    </w:p>
    <w:p w14:paraId="785CDAA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A.9.4.1.3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2838</w:t>
      </w:r>
    </w:p>
    <w:p w14:paraId="1D3D822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</w:t>
      </w:r>
      <w:r>
        <w:tab/>
        <w:t>2839</w:t>
      </w:r>
    </w:p>
    <w:p w14:paraId="5BB6D64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A.9.4.2.1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Purpose and Environment</w:t>
      </w:r>
      <w:r>
        <w:tab/>
        <w:t>2839</w:t>
      </w:r>
    </w:p>
    <w:p w14:paraId="10473FE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A.9.4.2.2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Parameters</w:t>
      </w:r>
      <w:r>
        <w:tab/>
        <w:t>2839</w:t>
      </w:r>
    </w:p>
    <w:p w14:paraId="186B602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cs="v4.2.0"/>
          <w:snapToGrid w:val="0"/>
        </w:rPr>
        <w:t>A.9.4.2.3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cs="v4.2.0"/>
          <w:snapToGrid w:val="0"/>
        </w:rPr>
        <w:t>Test Requirements</w:t>
      </w:r>
      <w:r>
        <w:tab/>
        <w:t>2841</w:t>
      </w:r>
    </w:p>
    <w:p w14:paraId="6A548CD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de-DE"/>
        </w:rPr>
        <w:t>A.9.</w:t>
      </w:r>
      <w:r w:rsidRPr="00614873">
        <w:rPr>
          <w:lang w:val="de-DE" w:eastAsia="zh-CN"/>
        </w:rPr>
        <w:t>4</w:t>
      </w:r>
      <w:r w:rsidRPr="00614873">
        <w:rPr>
          <w:lang w:val="de-DE"/>
        </w:rPr>
        <w:t>.</w:t>
      </w:r>
      <w:r w:rsidRPr="00614873">
        <w:rPr>
          <w:lang w:val="de-DE"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de-DE"/>
        </w:rPr>
        <w:t>E-UTRAN FDD</w:t>
      </w:r>
      <w:r w:rsidRPr="00614873">
        <w:rPr>
          <w:lang w:val="de-DE" w:eastAsia="zh-CN"/>
        </w:rPr>
        <w:t xml:space="preserve"> for 5MHz Bandwidth</w:t>
      </w:r>
      <w:r>
        <w:tab/>
        <w:t>2842</w:t>
      </w:r>
    </w:p>
    <w:p w14:paraId="48ABD15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A.9.</w:t>
      </w:r>
      <w:r w:rsidRPr="00614873">
        <w:rPr>
          <w:snapToGrid w:val="0"/>
          <w:lang w:eastAsia="zh-CN"/>
        </w:rPr>
        <w:t>4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Purpose and Environment</w:t>
      </w:r>
      <w:r>
        <w:tab/>
        <w:t>2842</w:t>
      </w:r>
    </w:p>
    <w:p w14:paraId="028A1FF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A.9.</w:t>
      </w:r>
      <w:r w:rsidRPr="00614873">
        <w:rPr>
          <w:snapToGrid w:val="0"/>
          <w:lang w:eastAsia="zh-CN"/>
        </w:rPr>
        <w:t>4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Parameters</w:t>
      </w:r>
      <w:r>
        <w:tab/>
        <w:t>2842</w:t>
      </w:r>
    </w:p>
    <w:p w14:paraId="07FA07A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snapToGrid w:val="0"/>
        </w:rPr>
        <w:t>A.9.</w:t>
      </w:r>
      <w:r w:rsidRPr="00614873">
        <w:rPr>
          <w:snapToGrid w:val="0"/>
          <w:lang w:eastAsia="zh-CN"/>
        </w:rPr>
        <w:t>4</w:t>
      </w:r>
      <w:r w:rsidRPr="00614873">
        <w:rPr>
          <w:snapToGrid w:val="0"/>
        </w:rPr>
        <w:t>.</w:t>
      </w:r>
      <w:r w:rsidRPr="00614873">
        <w:rPr>
          <w:snapToGrid w:val="0"/>
          <w:lang w:eastAsia="zh-CN"/>
        </w:rPr>
        <w:t>3</w:t>
      </w:r>
      <w:r w:rsidRPr="00614873">
        <w:rPr>
          <w:snapToGrid w:val="0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2843</w:t>
      </w:r>
    </w:p>
    <w:p w14:paraId="1E0443E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UTRAN TDD measurement</w:t>
      </w:r>
      <w:r>
        <w:tab/>
        <w:t>2843</w:t>
      </w:r>
    </w:p>
    <w:p w14:paraId="24ACA74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P-CCPCH RSCP absolute accuracy for E-UTRAN FDD</w:t>
      </w:r>
      <w:r>
        <w:tab/>
        <w:t>2843</w:t>
      </w:r>
    </w:p>
    <w:p w14:paraId="0E9B3C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2843</w:t>
      </w:r>
    </w:p>
    <w:p w14:paraId="745DB50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t>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2843</w:t>
      </w:r>
    </w:p>
    <w:p w14:paraId="49F7C91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t>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2845</w:t>
      </w:r>
    </w:p>
    <w:p w14:paraId="41EA684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P-CCPCH RSCP absolute accuracy for E-UTRAN TDD</w:t>
      </w:r>
      <w:r>
        <w:tab/>
        <w:t>2845</w:t>
      </w:r>
    </w:p>
    <w:p w14:paraId="58AF150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2845</w:t>
      </w:r>
    </w:p>
    <w:p w14:paraId="4FC59D7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t>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2845</w:t>
      </w:r>
    </w:p>
    <w:p w14:paraId="6B36600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t>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2847</w:t>
      </w:r>
    </w:p>
    <w:p w14:paraId="200ED42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it-IT"/>
        </w:rPr>
        <w:t>A.9.6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it-IT"/>
        </w:rPr>
        <w:t>GSM Carrier RSSI</w:t>
      </w:r>
      <w:r>
        <w:tab/>
        <w:t>2848</w:t>
      </w:r>
    </w:p>
    <w:p w14:paraId="73EE578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bCs/>
          <w:lang w:val="it-IT"/>
        </w:rPr>
        <w:t>A.9.6.1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bCs/>
          <w:lang w:val="it-IT"/>
        </w:rPr>
        <w:t>E-UTRAN FDD</w:t>
      </w:r>
      <w:r>
        <w:tab/>
        <w:t>2848</w:t>
      </w:r>
    </w:p>
    <w:p w14:paraId="19A1A59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bCs/>
        </w:rPr>
        <w:t>A.9.6.1.1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bCs/>
        </w:rPr>
        <w:t>Test Purpose and Environment</w:t>
      </w:r>
      <w:r>
        <w:tab/>
        <w:t>2848</w:t>
      </w:r>
    </w:p>
    <w:p w14:paraId="6959BAD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bCs/>
        </w:rPr>
        <w:t>A.9.6.1.2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bCs/>
        </w:rPr>
        <w:t>Test Requirements</w:t>
      </w:r>
      <w:r>
        <w:tab/>
        <w:t>2849</w:t>
      </w:r>
    </w:p>
    <w:p w14:paraId="32628E8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bCs/>
        </w:rPr>
        <w:t>A.9.6.2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bCs/>
        </w:rPr>
        <w:t>E-UTRAN TDD</w:t>
      </w:r>
      <w:r>
        <w:tab/>
        <w:t>2849</w:t>
      </w:r>
    </w:p>
    <w:p w14:paraId="0A0357A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bCs/>
        </w:rPr>
        <w:t>A.9.6.2.1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bCs/>
        </w:rPr>
        <w:t>Test Purpose and Environment</w:t>
      </w:r>
      <w:r>
        <w:tab/>
        <w:t>2849</w:t>
      </w:r>
    </w:p>
    <w:p w14:paraId="3D47078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bCs/>
        </w:rPr>
        <w:t>A.9.6.2.2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bCs/>
        </w:rPr>
        <w:t>Test Requirements</w:t>
      </w:r>
      <w:r>
        <w:tab/>
        <w:t>2851</w:t>
      </w:r>
    </w:p>
    <w:p w14:paraId="68F96A3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UE Rx </w:t>
      </w:r>
      <w:r w:rsidRPr="00614873">
        <w:rPr>
          <w:b/>
        </w:rPr>
        <w:t>–</w:t>
      </w:r>
      <w:r w:rsidRPr="00614873">
        <w:rPr>
          <w:b/>
          <w:lang w:eastAsia="zh-CN"/>
        </w:rPr>
        <w:t xml:space="preserve"> </w:t>
      </w:r>
      <w:r>
        <w:rPr>
          <w:lang w:eastAsia="zh-CN"/>
        </w:rPr>
        <w:t>Tx Time Difference</w:t>
      </w:r>
      <w:r>
        <w:tab/>
        <w:t>2852</w:t>
      </w:r>
    </w:p>
    <w:p w14:paraId="436B959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FDD UE Rx </w:t>
      </w:r>
      <w:r w:rsidRPr="00614873">
        <w:rPr>
          <w:b/>
        </w:rPr>
        <w:t>–</w:t>
      </w:r>
      <w:r w:rsidRPr="00614873">
        <w:rPr>
          <w:b/>
          <w:lang w:eastAsia="zh-CN"/>
        </w:rPr>
        <w:t xml:space="preserve"> </w:t>
      </w:r>
      <w:r>
        <w:rPr>
          <w:lang w:eastAsia="zh-CN"/>
        </w:rPr>
        <w:t>Tx time difference</w:t>
      </w:r>
      <w:r>
        <w:t xml:space="preserve"> case</w:t>
      </w:r>
      <w:r>
        <w:tab/>
        <w:t>2852</w:t>
      </w:r>
    </w:p>
    <w:p w14:paraId="1156C01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2852</w:t>
      </w:r>
    </w:p>
    <w:p w14:paraId="4814CE7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2852</w:t>
      </w:r>
    </w:p>
    <w:p w14:paraId="61423C7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2853</w:t>
      </w:r>
    </w:p>
    <w:p w14:paraId="4517989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 TDD UE Rx </w:t>
      </w:r>
      <w:r w:rsidRPr="00614873">
        <w:rPr>
          <w:b/>
        </w:rPr>
        <w:t>–</w:t>
      </w:r>
      <w:r w:rsidRPr="00614873">
        <w:rPr>
          <w:b/>
          <w:lang w:eastAsia="zh-CN"/>
        </w:rPr>
        <w:t xml:space="preserve"> </w:t>
      </w:r>
      <w:r>
        <w:rPr>
          <w:lang w:eastAsia="zh-CN"/>
        </w:rPr>
        <w:t>Tx time difference</w:t>
      </w:r>
      <w:r>
        <w:t xml:space="preserve"> case</w:t>
      </w:r>
      <w:r>
        <w:tab/>
        <w:t>2853</w:t>
      </w:r>
    </w:p>
    <w:p w14:paraId="3546E65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2853</w:t>
      </w:r>
    </w:p>
    <w:p w14:paraId="7BFFD55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2853</w:t>
      </w:r>
    </w:p>
    <w:p w14:paraId="20A7A7B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A.9.7.2.3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2855</w:t>
      </w:r>
    </w:p>
    <w:p w14:paraId="5AD929B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UE Rx</w:t>
      </w:r>
      <w:r>
        <w:t>–</w:t>
      </w:r>
      <w:r>
        <w:rPr>
          <w:lang w:eastAsia="zh-CN"/>
        </w:rPr>
        <w:t>Tx Time Difference</w:t>
      </w:r>
      <w:r>
        <w:t xml:space="preserve"> under Time-Domain Measurement Resource Restriction with Non-MBSFN ABS</w:t>
      </w:r>
      <w:r>
        <w:tab/>
        <w:t>2855</w:t>
      </w:r>
    </w:p>
    <w:p w14:paraId="582200F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2855</w:t>
      </w:r>
    </w:p>
    <w:p w14:paraId="2B8CA38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2855</w:t>
      </w:r>
    </w:p>
    <w:p w14:paraId="4D6A660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2858</w:t>
      </w:r>
    </w:p>
    <w:p w14:paraId="05D921A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UE Rx-Tx Time Difference</w:t>
      </w:r>
      <w:r>
        <w:t xml:space="preserve"> under Time-Domain Measurement Resource Restriction with Non-MBSFN ABS</w:t>
      </w:r>
      <w:r>
        <w:tab/>
        <w:t>2858</w:t>
      </w:r>
    </w:p>
    <w:p w14:paraId="75EC572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2858</w:t>
      </w:r>
    </w:p>
    <w:p w14:paraId="06D89DC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</w:t>
      </w:r>
      <w:r>
        <w:t>arameters</w:t>
      </w:r>
      <w:r>
        <w:tab/>
        <w:t>2858</w:t>
      </w:r>
    </w:p>
    <w:p w14:paraId="3F29CC0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4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2861</w:t>
      </w:r>
    </w:p>
    <w:p w14:paraId="4186437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UE Rx</w:t>
      </w:r>
      <w:r w:rsidRPr="00614873">
        <w:rPr>
          <w:b/>
        </w:rPr>
        <w:t>–</w:t>
      </w:r>
      <w:r>
        <w:rPr>
          <w:lang w:eastAsia="zh-CN"/>
        </w:rPr>
        <w:t>Tx time difference</w:t>
      </w:r>
      <w:r>
        <w:t xml:space="preserve"> under Time Domain Measurement Resource Restriction with CRS Assistance Information and Non-MBSFN ABS</w:t>
      </w:r>
      <w:r>
        <w:tab/>
        <w:t>2861</w:t>
      </w:r>
    </w:p>
    <w:p w14:paraId="56D671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2861</w:t>
      </w:r>
    </w:p>
    <w:p w14:paraId="7BBE334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2861</w:t>
      </w:r>
    </w:p>
    <w:p w14:paraId="4AC34C5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5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2864</w:t>
      </w:r>
    </w:p>
    <w:p w14:paraId="415596E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UE Rx-Tx Time Difference</w:t>
      </w:r>
      <w:r>
        <w:t xml:space="preserve"> under Time-Domain Measurement Resource Restriction with CRS Assistance Information and Non-MBSFN ABS</w:t>
      </w:r>
      <w:r>
        <w:tab/>
        <w:t>2864</w:t>
      </w:r>
    </w:p>
    <w:p w14:paraId="0B8BE7B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6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2864</w:t>
      </w:r>
    </w:p>
    <w:p w14:paraId="1144A38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6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</w:t>
      </w:r>
      <w:r>
        <w:t>arameters</w:t>
      </w:r>
      <w:r>
        <w:tab/>
        <w:t>2864</w:t>
      </w:r>
    </w:p>
    <w:p w14:paraId="11435D2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6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2867</w:t>
      </w:r>
    </w:p>
    <w:p w14:paraId="6059371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UE Rx-Tx time difference</w:t>
      </w:r>
      <w:r>
        <w:t xml:space="preserve"> case for Cat-M1/M2 UE in CEModeA</w:t>
      </w:r>
      <w:r>
        <w:tab/>
        <w:t>2867</w:t>
      </w:r>
    </w:p>
    <w:p w14:paraId="59A4829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2867</w:t>
      </w:r>
    </w:p>
    <w:p w14:paraId="1731DA8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2867</w:t>
      </w:r>
    </w:p>
    <w:p w14:paraId="6E985AE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2868</w:t>
      </w:r>
    </w:p>
    <w:p w14:paraId="65E5550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HD-FDD UE Rx-Tx time difference</w:t>
      </w:r>
      <w:r>
        <w:t xml:space="preserve"> case for Cat-M1/M2 UE in CEModeA</w:t>
      </w:r>
      <w:r>
        <w:tab/>
        <w:t>2869</w:t>
      </w:r>
    </w:p>
    <w:p w14:paraId="29FB84B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2869</w:t>
      </w:r>
    </w:p>
    <w:p w14:paraId="311E7F6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2869</w:t>
      </w:r>
    </w:p>
    <w:p w14:paraId="7A09502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2870</w:t>
      </w:r>
    </w:p>
    <w:p w14:paraId="5253DC0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UE Rx-Tx time difference</w:t>
      </w:r>
      <w:r>
        <w:t xml:space="preserve"> case for Cat-M1/M2 UE in CEModeA</w:t>
      </w:r>
      <w:r>
        <w:tab/>
        <w:t>2870</w:t>
      </w:r>
    </w:p>
    <w:p w14:paraId="762DC57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2870</w:t>
      </w:r>
    </w:p>
    <w:p w14:paraId="54FCA7B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2870</w:t>
      </w:r>
    </w:p>
    <w:p w14:paraId="7BBBEB4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2871</w:t>
      </w:r>
    </w:p>
    <w:p w14:paraId="733DF90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RSTD</w:t>
      </w:r>
      <w:r>
        <w:tab/>
        <w:t>2872</w:t>
      </w:r>
    </w:p>
    <w:p w14:paraId="2B8773A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RSTD intra frequency case</w:t>
      </w:r>
      <w:r>
        <w:tab/>
        <w:t>2872</w:t>
      </w:r>
    </w:p>
    <w:p w14:paraId="066CE67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2872</w:t>
      </w:r>
    </w:p>
    <w:p w14:paraId="1AD18B4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2874</w:t>
      </w:r>
    </w:p>
    <w:p w14:paraId="73D8801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 for UE Category 1bis</w:t>
      </w:r>
      <w:r>
        <w:tab/>
        <w:t>2874</w:t>
      </w:r>
    </w:p>
    <w:p w14:paraId="53B73B7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RSTD intra frequency case</w:t>
      </w:r>
      <w:r>
        <w:tab/>
        <w:t>2875</w:t>
      </w:r>
    </w:p>
    <w:p w14:paraId="37710BC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2875</w:t>
      </w:r>
    </w:p>
    <w:p w14:paraId="06DE09C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2878</w:t>
      </w:r>
    </w:p>
    <w:p w14:paraId="0F2985B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 for UE Category 1bis</w:t>
      </w:r>
      <w:r>
        <w:tab/>
        <w:t>2878</w:t>
      </w:r>
    </w:p>
    <w:p w14:paraId="46FA707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A.9.</w:t>
      </w:r>
      <w:r w:rsidRPr="00614873">
        <w:rPr>
          <w:lang w:val="en-US" w:eastAsia="zh-CN"/>
        </w:rPr>
        <w:t>8</w:t>
      </w:r>
      <w:r w:rsidRPr="00614873">
        <w:rPr>
          <w:lang w:val="en-US"/>
        </w:rPr>
        <w:t>.</w:t>
      </w:r>
      <w:r w:rsidRPr="00614873">
        <w:rPr>
          <w:lang w:val="en-US"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E-UTRAN FDD-FDD RSTD inter frequency case</w:t>
      </w:r>
      <w:r>
        <w:tab/>
        <w:t>2879</w:t>
      </w:r>
    </w:p>
    <w:p w14:paraId="10B9D35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2879</w:t>
      </w:r>
    </w:p>
    <w:p w14:paraId="43EE3E7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2881</w:t>
      </w:r>
    </w:p>
    <w:p w14:paraId="25E0725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 for UE Category 1bis</w:t>
      </w:r>
      <w:r>
        <w:tab/>
        <w:t>2881</w:t>
      </w:r>
    </w:p>
    <w:p w14:paraId="2E8E61A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A.9.</w:t>
      </w:r>
      <w:r w:rsidRPr="00614873">
        <w:rPr>
          <w:lang w:val="en-US" w:eastAsia="zh-CN"/>
        </w:rPr>
        <w:t>8</w:t>
      </w:r>
      <w:r w:rsidRPr="00614873">
        <w:rPr>
          <w:lang w:val="en-US"/>
        </w:rPr>
        <w:t>.</w:t>
      </w:r>
      <w:r w:rsidRPr="00614873">
        <w:rPr>
          <w:lang w:val="en-US"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E-UTRAN TDD-TDD RSTD inter frequency case</w:t>
      </w:r>
      <w:r>
        <w:tab/>
        <w:t>2882</w:t>
      </w:r>
    </w:p>
    <w:p w14:paraId="2744D71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2882</w:t>
      </w:r>
    </w:p>
    <w:p w14:paraId="16FBCF7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2884</w:t>
      </w:r>
    </w:p>
    <w:p w14:paraId="5552E0B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 for UE Category 1bis</w:t>
      </w:r>
      <w:r>
        <w:tab/>
        <w:t>2884</w:t>
      </w:r>
    </w:p>
    <w:p w14:paraId="6783E08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A.9.</w:t>
      </w:r>
      <w:r w:rsidRPr="00614873">
        <w:rPr>
          <w:lang w:val="en-US" w:eastAsia="zh-CN"/>
        </w:rPr>
        <w:t>8</w:t>
      </w:r>
      <w:r w:rsidRPr="00614873">
        <w:rPr>
          <w:lang w:val="en-US"/>
        </w:rPr>
        <w:t>.</w:t>
      </w:r>
      <w:r w:rsidRPr="00614873">
        <w:rPr>
          <w:lang w:val="en-US"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E-UTRAN FDD RSTD Measurement Accuracy in Carrier Aggregation</w:t>
      </w:r>
      <w:r>
        <w:tab/>
        <w:t>2885</w:t>
      </w:r>
    </w:p>
    <w:p w14:paraId="4949E4F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2885</w:t>
      </w:r>
    </w:p>
    <w:p w14:paraId="32E2124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2887</w:t>
      </w:r>
    </w:p>
    <w:p w14:paraId="25E4F8C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A.9.</w:t>
      </w:r>
      <w:r w:rsidRPr="00614873">
        <w:rPr>
          <w:lang w:val="en-US" w:eastAsia="zh-CN"/>
        </w:rPr>
        <w:t>8</w:t>
      </w:r>
      <w:r w:rsidRPr="00614873">
        <w:rPr>
          <w:lang w:val="en-US"/>
        </w:rPr>
        <w:t>.</w:t>
      </w:r>
      <w:r w:rsidRPr="00614873">
        <w:rPr>
          <w:lang w:val="en-US"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E-UTRAN TDD RSTD Measurement Accuracy in Carrier Aggregation</w:t>
      </w:r>
      <w:r>
        <w:tab/>
        <w:t>2887</w:t>
      </w:r>
    </w:p>
    <w:p w14:paraId="5C27C35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2887</w:t>
      </w:r>
    </w:p>
    <w:p w14:paraId="7C7E393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2890</w:t>
      </w:r>
    </w:p>
    <w:p w14:paraId="11661E4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A.9.</w:t>
      </w:r>
      <w:r w:rsidRPr="00614873">
        <w:rPr>
          <w:lang w:val="en-US" w:eastAsia="zh-CN"/>
        </w:rPr>
        <w:t>8</w:t>
      </w:r>
      <w:r w:rsidRPr="00614873">
        <w:rPr>
          <w:lang w:val="en-US"/>
        </w:rPr>
        <w:t>.</w:t>
      </w:r>
      <w:r w:rsidRPr="00614873">
        <w:rPr>
          <w:lang w:val="en-US"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E-UTRAN FDD RSTD Measurement Accuracy in Carrier Aggregation for 20MHz bandwidth</w:t>
      </w:r>
      <w:r>
        <w:tab/>
        <w:t>2890</w:t>
      </w:r>
    </w:p>
    <w:p w14:paraId="15A3F98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2890</w:t>
      </w:r>
    </w:p>
    <w:p w14:paraId="4EA8C6A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2891</w:t>
      </w:r>
    </w:p>
    <w:p w14:paraId="3BD9ABE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A.9.</w:t>
      </w:r>
      <w:r w:rsidRPr="00614873">
        <w:rPr>
          <w:lang w:val="en-US" w:eastAsia="zh-CN"/>
        </w:rPr>
        <w:t>8</w:t>
      </w:r>
      <w:r w:rsidRPr="00614873">
        <w:rPr>
          <w:lang w:val="en-US"/>
        </w:rPr>
        <w:t>.</w:t>
      </w:r>
      <w:r w:rsidRPr="00614873">
        <w:rPr>
          <w:lang w:val="en-US"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E-UTRAN TDD RSTD Measurement Accuracy in Carrier Aggregation for 20MHz bandwidth</w:t>
      </w:r>
      <w:r>
        <w:tab/>
        <w:t>2891</w:t>
      </w:r>
    </w:p>
    <w:p w14:paraId="28A41EA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2891</w:t>
      </w:r>
    </w:p>
    <w:p w14:paraId="3B38917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2892</w:t>
      </w:r>
    </w:p>
    <w:p w14:paraId="0431167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A.9.</w:t>
      </w:r>
      <w:r w:rsidRPr="00614873">
        <w:rPr>
          <w:lang w:val="en-US" w:eastAsia="zh-CN"/>
        </w:rPr>
        <w:t>8</w:t>
      </w:r>
      <w:r w:rsidRPr="00614873">
        <w:rPr>
          <w:lang w:val="en-US"/>
        </w:rPr>
        <w:t>.</w:t>
      </w:r>
      <w:r w:rsidRPr="00614873">
        <w:rPr>
          <w:lang w:val="en-US" w:eastAsia="zh-CN"/>
        </w:rPr>
        <w:t>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E-UTRAN FDD RSTD Measurement Accuracy in Carrier Aggregation for 10MHz+5MHz</w:t>
      </w:r>
      <w:r>
        <w:tab/>
        <w:t>2892</w:t>
      </w:r>
    </w:p>
    <w:p w14:paraId="6A37885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2892</w:t>
      </w:r>
    </w:p>
    <w:p w14:paraId="6F76DC9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9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2893</w:t>
      </w:r>
    </w:p>
    <w:p w14:paraId="3DF90B9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A.9.</w:t>
      </w:r>
      <w:r w:rsidRPr="00614873">
        <w:rPr>
          <w:lang w:val="en-US" w:eastAsia="zh-CN"/>
        </w:rPr>
        <w:t>8</w:t>
      </w:r>
      <w:r w:rsidRPr="00614873">
        <w:rPr>
          <w:lang w:val="en-US"/>
        </w:rPr>
        <w:t>.</w:t>
      </w:r>
      <w:r w:rsidRPr="00614873">
        <w:rPr>
          <w:lang w:val="en-US"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E-UTRAN TDD RSTD Measurement Accuracy in Carrier Aggregation for 10MHz+5MHz</w:t>
      </w:r>
      <w:r>
        <w:tab/>
        <w:t>2893</w:t>
      </w:r>
    </w:p>
    <w:p w14:paraId="163E29A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10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2893</w:t>
      </w:r>
    </w:p>
    <w:p w14:paraId="69D17D7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10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2894</w:t>
      </w:r>
    </w:p>
    <w:p w14:paraId="24C6C06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A.9.8.11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E-UTRAN FDD RSTD Measurement Accuracy in Carrier Aggregation for 5 + 5MHz bandwidth</w:t>
      </w:r>
      <w:r>
        <w:tab/>
        <w:t>2894</w:t>
      </w:r>
    </w:p>
    <w:p w14:paraId="77D0138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2894</w:t>
      </w:r>
    </w:p>
    <w:p w14:paraId="0489C8E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A.9.8.11.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2895</w:t>
      </w:r>
    </w:p>
    <w:p w14:paraId="34EE36C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A.9.8.12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E-UTRAN TDD RSTD Measurement Accuracy in Carrier Aggregation for 5+5MHz bandwidth</w:t>
      </w:r>
      <w:r>
        <w:tab/>
        <w:t>2895</w:t>
      </w:r>
    </w:p>
    <w:p w14:paraId="31B8C58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2895</w:t>
      </w:r>
    </w:p>
    <w:p w14:paraId="187F170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2896</w:t>
      </w:r>
    </w:p>
    <w:p w14:paraId="5EA31D7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</w:t>
      </w:r>
      <w:r>
        <w:t>TDD</w:t>
      </w:r>
      <w:r>
        <w:rPr>
          <w:lang w:eastAsia="zh-CN"/>
        </w:rPr>
        <w:t xml:space="preserve"> RSTD Measurement Accuracy in </w:t>
      </w:r>
      <w:r>
        <w:t>Carrier Aggregation</w:t>
      </w:r>
      <w:r>
        <w:rPr>
          <w:lang w:eastAsia="zh-CN"/>
        </w:rPr>
        <w:t xml:space="preserve"> for </w:t>
      </w:r>
      <w:r>
        <w:t>2</w:t>
      </w:r>
      <w:r>
        <w:rPr>
          <w:lang w:eastAsia="zh-CN"/>
        </w:rPr>
        <w:t>0MHz+</w:t>
      </w:r>
      <w:r>
        <w:t>1</w:t>
      </w:r>
      <w:r>
        <w:rPr>
          <w:lang w:eastAsia="zh-CN"/>
        </w:rPr>
        <w:t>0MHz</w:t>
      </w:r>
      <w:r>
        <w:tab/>
        <w:t>2896</w:t>
      </w:r>
    </w:p>
    <w:p w14:paraId="32AF3C3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2896</w:t>
      </w:r>
    </w:p>
    <w:p w14:paraId="07A61B3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.13.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2897</w:t>
      </w:r>
    </w:p>
    <w:p w14:paraId="0A6E016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A.9.8.14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E-UTRAN FDD RSTD Measurement Accuracy in 3DL Carrier Aggregation</w:t>
      </w:r>
      <w:r>
        <w:tab/>
        <w:t>2897</w:t>
      </w:r>
    </w:p>
    <w:p w14:paraId="393823F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2897</w:t>
      </w:r>
    </w:p>
    <w:p w14:paraId="39C8448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2904</w:t>
      </w:r>
    </w:p>
    <w:p w14:paraId="52FA80D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en-US"/>
        </w:rPr>
        <w:t>A.9.8.15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 w:eastAsia="zh-CN"/>
        </w:rPr>
        <w:t>E-UTRAN TDD RSTD Measurement Accuracy in 3DL Carrier Aggregation</w:t>
      </w:r>
      <w:r>
        <w:tab/>
        <w:t>2904</w:t>
      </w:r>
    </w:p>
    <w:p w14:paraId="6F2D3A4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2904</w:t>
      </w:r>
    </w:p>
    <w:p w14:paraId="352199E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A.9.8.15.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2910</w:t>
      </w:r>
    </w:p>
    <w:p w14:paraId="6519D9C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 – FDD Intr</w:t>
      </w:r>
      <w:r>
        <w:rPr>
          <w:lang w:eastAsia="zh-CN"/>
        </w:rPr>
        <w:t>a</w:t>
      </w:r>
      <w:r>
        <w:t xml:space="preserve"> frequency case for UE Category NB1 </w:t>
      </w:r>
      <w:r>
        <w:rPr>
          <w:lang w:eastAsia="zh-CN"/>
        </w:rPr>
        <w:t>inband mode</w:t>
      </w:r>
      <w:r>
        <w:t xml:space="preserve"> in normal coverage</w:t>
      </w:r>
      <w:r>
        <w:tab/>
        <w:t>2910</w:t>
      </w:r>
    </w:p>
    <w:p w14:paraId="2BC5981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</w:t>
      </w:r>
      <w:r>
        <w:rPr>
          <w:lang w:eastAsia="zh-CN"/>
        </w:rPr>
        <w:t>16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2910</w:t>
      </w:r>
    </w:p>
    <w:p w14:paraId="5668858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16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2913</w:t>
      </w:r>
    </w:p>
    <w:p w14:paraId="02D8018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HD – FDD Inter frequency case for UE Category NB1 </w:t>
      </w:r>
      <w:r>
        <w:rPr>
          <w:lang w:eastAsia="zh-CN"/>
        </w:rPr>
        <w:t>inband mode</w:t>
      </w:r>
      <w:r>
        <w:t xml:space="preserve"> in normal coverage</w:t>
      </w:r>
      <w:r>
        <w:tab/>
        <w:t>2913</w:t>
      </w:r>
    </w:p>
    <w:p w14:paraId="33BEB42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</w:t>
      </w:r>
      <w:r>
        <w:rPr>
          <w:lang w:eastAsia="zh-CN"/>
        </w:rPr>
        <w:t>17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2913</w:t>
      </w:r>
    </w:p>
    <w:p w14:paraId="361284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17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2916</w:t>
      </w:r>
    </w:p>
    <w:p w14:paraId="7F67952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 – FDD Intr</w:t>
      </w:r>
      <w:r>
        <w:rPr>
          <w:lang w:eastAsia="zh-CN"/>
        </w:rPr>
        <w:t>a</w:t>
      </w:r>
      <w:r>
        <w:t xml:space="preserve"> frequency case for UE Category NB1 </w:t>
      </w:r>
      <w:r>
        <w:rPr>
          <w:lang w:eastAsia="zh-CN"/>
        </w:rPr>
        <w:t>inband mode</w:t>
      </w:r>
      <w:r>
        <w:t xml:space="preserve"> in enhanced coverage</w:t>
      </w:r>
      <w:r>
        <w:tab/>
        <w:t>2916</w:t>
      </w:r>
    </w:p>
    <w:p w14:paraId="43D23BE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</w:t>
      </w:r>
      <w:r>
        <w:rPr>
          <w:lang w:eastAsia="zh-CN"/>
        </w:rPr>
        <w:t>18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2916</w:t>
      </w:r>
    </w:p>
    <w:p w14:paraId="735110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18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2919</w:t>
      </w:r>
    </w:p>
    <w:p w14:paraId="07EFAA3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HD – FDD Inter frequency case for UE Category NB1 </w:t>
      </w:r>
      <w:r>
        <w:rPr>
          <w:lang w:eastAsia="zh-CN"/>
        </w:rPr>
        <w:t>inband mode</w:t>
      </w:r>
      <w:r>
        <w:t xml:space="preserve"> in enhanced coverage</w:t>
      </w:r>
      <w:r>
        <w:tab/>
        <w:t>2919</w:t>
      </w:r>
    </w:p>
    <w:p w14:paraId="1062F08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</w:t>
      </w:r>
      <w:r>
        <w:rPr>
          <w:lang w:eastAsia="zh-CN"/>
        </w:rPr>
        <w:t>19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2919</w:t>
      </w:r>
    </w:p>
    <w:p w14:paraId="3EB33DD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19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2922</w:t>
      </w:r>
    </w:p>
    <w:p w14:paraId="7D59560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RSTD intra-frequency measurement accuracy in CE Mode A</w:t>
      </w:r>
      <w:r>
        <w:tab/>
        <w:t>2922</w:t>
      </w:r>
    </w:p>
    <w:p w14:paraId="6745FEF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2922</w:t>
      </w:r>
    </w:p>
    <w:p w14:paraId="035435D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A.9.8.20.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2925</w:t>
      </w:r>
    </w:p>
    <w:p w14:paraId="50A1106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HD-FDD RSTD intra-frequency measurement accuracy in CEModeA</w:t>
      </w:r>
      <w:r>
        <w:tab/>
        <w:t>2925</w:t>
      </w:r>
    </w:p>
    <w:p w14:paraId="4DFE2C5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2925</w:t>
      </w:r>
    </w:p>
    <w:p w14:paraId="2AF7BA9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A.9.8.21.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2929</w:t>
      </w:r>
    </w:p>
    <w:p w14:paraId="7CBDA9B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RSTD intra-frequency measurement accuracy in CE Mode A</w:t>
      </w:r>
      <w:r>
        <w:tab/>
        <w:t>2930</w:t>
      </w:r>
    </w:p>
    <w:p w14:paraId="1324A52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2930</w:t>
      </w:r>
    </w:p>
    <w:p w14:paraId="7FE1852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2933</w:t>
      </w:r>
    </w:p>
    <w:p w14:paraId="09BD8F1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RSTD intra-frequency measurement accuracy in CE Mode B</w:t>
      </w:r>
      <w:r>
        <w:tab/>
        <w:t>2934</w:t>
      </w:r>
    </w:p>
    <w:p w14:paraId="48275D7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2934</w:t>
      </w:r>
    </w:p>
    <w:p w14:paraId="29397E9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A.9.8.23.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2937</w:t>
      </w:r>
    </w:p>
    <w:p w14:paraId="1DBA30F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HD-FDD RSTD intra-frequency measurement accuracy in CE Mode B</w:t>
      </w:r>
      <w:r>
        <w:tab/>
        <w:t>2937</w:t>
      </w:r>
    </w:p>
    <w:p w14:paraId="0AF5197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2937</w:t>
      </w:r>
    </w:p>
    <w:p w14:paraId="77DFE59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2941</w:t>
      </w:r>
    </w:p>
    <w:p w14:paraId="6377C47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RSTD intra-frequency measurement accuracy in CE Mode B</w:t>
      </w:r>
      <w:r>
        <w:tab/>
        <w:t>2941</w:t>
      </w:r>
    </w:p>
    <w:p w14:paraId="04BA12A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2941</w:t>
      </w:r>
    </w:p>
    <w:p w14:paraId="716B6F2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A.9.8.25.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2945</w:t>
      </w:r>
    </w:p>
    <w:p w14:paraId="41952CF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RSTD inter-frequency measurement accuracy in CE Mode A</w:t>
      </w:r>
      <w:r>
        <w:tab/>
        <w:t>2946</w:t>
      </w:r>
    </w:p>
    <w:p w14:paraId="12EB30A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2946</w:t>
      </w:r>
    </w:p>
    <w:p w14:paraId="63B5B16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A.9.8.26.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2948</w:t>
      </w:r>
    </w:p>
    <w:p w14:paraId="4C64CF7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HD-FDD RSTD inter-frequency measurement accuracy in CE Mode A</w:t>
      </w:r>
      <w:r>
        <w:tab/>
        <w:t>2948</w:t>
      </w:r>
    </w:p>
    <w:p w14:paraId="5277971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2948</w:t>
      </w:r>
    </w:p>
    <w:p w14:paraId="50EB3FA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A.9.8.27.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2951</w:t>
      </w:r>
    </w:p>
    <w:p w14:paraId="6BF64A7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RSTD inter-frequency measurement accuracy in CE Mode A</w:t>
      </w:r>
      <w:r>
        <w:tab/>
        <w:t>2951</w:t>
      </w:r>
    </w:p>
    <w:p w14:paraId="62931AF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2951</w:t>
      </w:r>
    </w:p>
    <w:p w14:paraId="407EFD1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A.9.8.28.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2954</w:t>
      </w:r>
    </w:p>
    <w:p w14:paraId="62C0BA3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RSTD inter-frequency measurement accuracy in CE Mode B</w:t>
      </w:r>
      <w:r>
        <w:tab/>
        <w:t>2954</w:t>
      </w:r>
    </w:p>
    <w:p w14:paraId="16B3CB4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2954</w:t>
      </w:r>
    </w:p>
    <w:p w14:paraId="0A8A6F1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2958</w:t>
      </w:r>
    </w:p>
    <w:p w14:paraId="7BD36D7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HD-FDD RSTD inter-frequency measurement accuracy in CE Mode B</w:t>
      </w:r>
      <w:r>
        <w:tab/>
        <w:t>2959</w:t>
      </w:r>
    </w:p>
    <w:p w14:paraId="791C227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2959</w:t>
      </w:r>
    </w:p>
    <w:p w14:paraId="4763D36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2962</w:t>
      </w:r>
    </w:p>
    <w:p w14:paraId="5BB0EC1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RSTD inter-frequency measurement accuracy in CE Mode B</w:t>
      </w:r>
      <w:r>
        <w:tab/>
        <w:t>2963</w:t>
      </w:r>
    </w:p>
    <w:p w14:paraId="2D5EA6A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2963</w:t>
      </w:r>
    </w:p>
    <w:p w14:paraId="232CC65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2967</w:t>
      </w:r>
    </w:p>
    <w:p w14:paraId="07C0BCE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</w:t>
      </w:r>
      <w:r>
        <w:rPr>
          <w:lang w:eastAsia="zh-CN"/>
        </w:rPr>
        <w:t>a</w:t>
      </w:r>
      <w:r>
        <w:t xml:space="preserve"> frequency case for UE Category NB1 </w:t>
      </w:r>
      <w:r>
        <w:rPr>
          <w:lang w:eastAsia="zh-CN"/>
        </w:rPr>
        <w:t>inband mode</w:t>
      </w:r>
      <w:r>
        <w:t xml:space="preserve"> in normal coverage</w:t>
      </w:r>
      <w:r>
        <w:tab/>
        <w:t>2967</w:t>
      </w:r>
    </w:p>
    <w:p w14:paraId="081B116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2967</w:t>
      </w:r>
    </w:p>
    <w:p w14:paraId="11786EF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2970</w:t>
      </w:r>
    </w:p>
    <w:p w14:paraId="5445066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TDD Inter frequency case for UE Category NB1 </w:t>
      </w:r>
      <w:r>
        <w:rPr>
          <w:lang w:eastAsia="zh-CN"/>
        </w:rPr>
        <w:t>inband mode</w:t>
      </w:r>
      <w:r>
        <w:t xml:space="preserve"> in normal coverage</w:t>
      </w:r>
      <w:r>
        <w:tab/>
        <w:t>2970</w:t>
      </w:r>
    </w:p>
    <w:p w14:paraId="7713FBC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2970</w:t>
      </w:r>
    </w:p>
    <w:p w14:paraId="54AFEBD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A.9.8.33.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2973</w:t>
      </w:r>
    </w:p>
    <w:p w14:paraId="7BF8A25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</w:t>
      </w:r>
      <w:r>
        <w:rPr>
          <w:lang w:eastAsia="zh-CN"/>
        </w:rPr>
        <w:t>a</w:t>
      </w:r>
      <w:r>
        <w:t xml:space="preserve"> frequency case for UE Category NB1 </w:t>
      </w:r>
      <w:r>
        <w:rPr>
          <w:lang w:eastAsia="zh-CN"/>
        </w:rPr>
        <w:t>inband mode</w:t>
      </w:r>
      <w:r>
        <w:t xml:space="preserve"> in enhanced coverage</w:t>
      </w:r>
      <w:r>
        <w:tab/>
        <w:t>2973</w:t>
      </w:r>
    </w:p>
    <w:p w14:paraId="0C79367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2973</w:t>
      </w:r>
    </w:p>
    <w:p w14:paraId="212ADF6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2976</w:t>
      </w:r>
    </w:p>
    <w:p w14:paraId="04C83A8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TDD Inter frequency case for UE Category NB1 </w:t>
      </w:r>
      <w:r>
        <w:rPr>
          <w:lang w:eastAsia="zh-CN"/>
        </w:rPr>
        <w:t>inband mode</w:t>
      </w:r>
      <w:r>
        <w:t xml:space="preserve"> in enhanced coverage</w:t>
      </w:r>
      <w:r>
        <w:tab/>
        <w:t>2976</w:t>
      </w:r>
    </w:p>
    <w:p w14:paraId="107ACA1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2976</w:t>
      </w:r>
    </w:p>
    <w:p w14:paraId="51A7241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A.9.8.35.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2979</w:t>
      </w:r>
    </w:p>
    <w:p w14:paraId="1420D43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</w:t>
      </w:r>
      <w:r>
        <w:t>RP and RSRQ on the serving cell</w:t>
      </w:r>
      <w:r>
        <w:tab/>
        <w:t>2979</w:t>
      </w:r>
    </w:p>
    <w:p w14:paraId="4A78E7A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 frequency serving cell case</w:t>
      </w:r>
      <w:r>
        <w:tab/>
        <w:t>2979</w:t>
      </w:r>
    </w:p>
    <w:p w14:paraId="1B5B4CE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2979</w:t>
      </w:r>
    </w:p>
    <w:p w14:paraId="18A1267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2979</w:t>
      </w:r>
    </w:p>
    <w:p w14:paraId="794D44B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2982</w:t>
      </w:r>
    </w:p>
    <w:p w14:paraId="24524E7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</w:t>
      </w:r>
      <w:r>
        <w:t>DD Intra frequency serving cell case</w:t>
      </w:r>
      <w:r>
        <w:tab/>
        <w:t>2982</w:t>
      </w:r>
    </w:p>
    <w:p w14:paraId="0498FC6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2982</w:t>
      </w:r>
    </w:p>
    <w:p w14:paraId="7C16E43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A.9.9.</w:t>
      </w:r>
      <w:r>
        <w:rPr>
          <w:lang w:eastAsia="zh-CN"/>
        </w:rPr>
        <w:t>2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2982</w:t>
      </w:r>
    </w:p>
    <w:p w14:paraId="153DD6B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A.9.9.</w:t>
      </w:r>
      <w:r>
        <w:rPr>
          <w:lang w:eastAsia="zh-CN"/>
        </w:rPr>
        <w:t>2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2984</w:t>
      </w:r>
    </w:p>
    <w:p w14:paraId="00620D8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SSTD</w:t>
      </w:r>
      <w:r>
        <w:tab/>
        <w:t>2984</w:t>
      </w:r>
    </w:p>
    <w:p w14:paraId="4CACF97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EUTRAN FDD-FDD SSTD accuracy in asynchronous DC</w:t>
      </w:r>
      <w:r>
        <w:tab/>
        <w:t>2984</w:t>
      </w:r>
    </w:p>
    <w:p w14:paraId="22EAF7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2984</w:t>
      </w:r>
    </w:p>
    <w:p w14:paraId="2B2273A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2984</w:t>
      </w:r>
    </w:p>
    <w:p w14:paraId="63BC895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A.9.10.1.3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snapToGrid w:val="0"/>
        </w:rPr>
        <w:t>Test Requirements</w:t>
      </w:r>
      <w:r>
        <w:tab/>
        <w:t>2986</w:t>
      </w:r>
    </w:p>
    <w:p w14:paraId="52EDB21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A.9.10.2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2986</w:t>
      </w:r>
    </w:p>
    <w:p w14:paraId="03D6BE6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A.9.10.3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2986</w:t>
      </w:r>
    </w:p>
    <w:p w14:paraId="6053544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lang w:val="fi-FI"/>
        </w:rPr>
        <w:t>A.9.10.4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fi-FI"/>
        </w:rPr>
        <w:t>Void</w:t>
      </w:r>
      <w:r>
        <w:tab/>
        <w:t>2986</w:t>
      </w:r>
    </w:p>
    <w:p w14:paraId="77D4FFF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A.9.11 RSSI</w:t>
      </w:r>
      <w:r>
        <w:tab/>
        <w:t>2986</w:t>
      </w:r>
    </w:p>
    <w:p w14:paraId="416D385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average RSSI accuracy case (PCell using FDD)</w:t>
      </w:r>
      <w:r>
        <w:tab/>
        <w:t>2986</w:t>
      </w:r>
    </w:p>
    <w:p w14:paraId="1618557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2986</w:t>
      </w:r>
    </w:p>
    <w:p w14:paraId="3E93EF4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2986</w:t>
      </w:r>
    </w:p>
    <w:p w14:paraId="4C504FD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A.9.11.1.3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2989</w:t>
      </w:r>
    </w:p>
    <w:p w14:paraId="4013B00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average RSSI accuracy case (PCell using TDD)</w:t>
      </w:r>
      <w:r>
        <w:tab/>
        <w:t>2989</w:t>
      </w:r>
    </w:p>
    <w:p w14:paraId="4E554DA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2989</w:t>
      </w:r>
    </w:p>
    <w:p w14:paraId="3991716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2989</w:t>
      </w:r>
    </w:p>
    <w:p w14:paraId="1BB7BBC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Channel occupancy</w:t>
      </w:r>
      <w:r>
        <w:tab/>
        <w:t>2992</w:t>
      </w:r>
    </w:p>
    <w:p w14:paraId="72AABE5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channel occupancy test (PCell using FDD)</w:t>
      </w:r>
      <w:r>
        <w:tab/>
        <w:t>2992</w:t>
      </w:r>
    </w:p>
    <w:p w14:paraId="1B54162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2992</w:t>
      </w:r>
    </w:p>
    <w:p w14:paraId="03E278D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2992</w:t>
      </w:r>
    </w:p>
    <w:p w14:paraId="22436D9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2995</w:t>
      </w:r>
    </w:p>
    <w:p w14:paraId="0FCFC8E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channel occupancy test (PCell using TDD)</w:t>
      </w:r>
      <w:r>
        <w:tab/>
        <w:t>2995</w:t>
      </w:r>
    </w:p>
    <w:p w14:paraId="315BA66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2995</w:t>
      </w:r>
    </w:p>
    <w:p w14:paraId="240B9EC0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2995</w:t>
      </w:r>
    </w:p>
    <w:p w14:paraId="6CD603B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2998</w:t>
      </w:r>
    </w:p>
    <w:p w14:paraId="695966C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RS-SINR</w:t>
      </w:r>
      <w:r>
        <w:tab/>
        <w:t>2998</w:t>
      </w:r>
    </w:p>
    <w:p w14:paraId="25C8143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Intra-Frequency Case</w:t>
      </w:r>
      <w:r>
        <w:tab/>
        <w:t>2998</w:t>
      </w:r>
    </w:p>
    <w:p w14:paraId="07BD5A5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2998</w:t>
      </w:r>
    </w:p>
    <w:p w14:paraId="064001A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2998</w:t>
      </w:r>
    </w:p>
    <w:p w14:paraId="608BCD5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3001</w:t>
      </w:r>
    </w:p>
    <w:p w14:paraId="6E51577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Intra-Frequency Case</w:t>
      </w:r>
      <w:r>
        <w:tab/>
        <w:t>3001</w:t>
      </w:r>
    </w:p>
    <w:p w14:paraId="41969B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3001</w:t>
      </w:r>
    </w:p>
    <w:p w14:paraId="49DCFF9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3001</w:t>
      </w:r>
    </w:p>
    <w:p w14:paraId="3E466C7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3004</w:t>
      </w:r>
    </w:p>
    <w:p w14:paraId="2EBB1F6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</w:t>
      </w:r>
      <w:r>
        <w:tab/>
        <w:t>3004</w:t>
      </w:r>
    </w:p>
    <w:p w14:paraId="5BB102B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3004</w:t>
      </w:r>
    </w:p>
    <w:p w14:paraId="30C2252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3004</w:t>
      </w:r>
    </w:p>
    <w:p w14:paraId="23195BD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3007</w:t>
      </w:r>
    </w:p>
    <w:p w14:paraId="1EE4D97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TDD—TDD Inter frequency case</w:t>
      </w:r>
      <w:r>
        <w:tab/>
        <w:t>3007</w:t>
      </w:r>
    </w:p>
    <w:p w14:paraId="4C7770F6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3007</w:t>
      </w:r>
    </w:p>
    <w:p w14:paraId="1D357931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3007</w:t>
      </w:r>
    </w:p>
    <w:p w14:paraId="27770EE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3011</w:t>
      </w:r>
    </w:p>
    <w:p w14:paraId="1D82FC4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</w:t>
      </w:r>
      <w:r>
        <w:rPr>
          <w:lang w:eastAsia="zh-CN"/>
        </w:rPr>
        <w:t>T</w:t>
      </w:r>
      <w:r>
        <w:t>DD Inter frequency case</w:t>
      </w:r>
      <w:r>
        <w:tab/>
        <w:t>3012</w:t>
      </w:r>
    </w:p>
    <w:p w14:paraId="4513D84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3012</w:t>
      </w:r>
    </w:p>
    <w:p w14:paraId="255DCC8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3012</w:t>
      </w:r>
    </w:p>
    <w:p w14:paraId="1A7C269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</w:t>
      </w:r>
      <w:r>
        <w:rPr>
          <w:lang w:eastAsia="zh-CN"/>
        </w:rPr>
        <w:t>5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3018</w:t>
      </w:r>
    </w:p>
    <w:p w14:paraId="27E2517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</w:t>
      </w:r>
      <w:r>
        <w:t>DD—</w:t>
      </w:r>
      <w:r>
        <w:rPr>
          <w:lang w:eastAsia="zh-CN"/>
        </w:rPr>
        <w:t>F</w:t>
      </w:r>
      <w:r>
        <w:t>DD Inter frequency case</w:t>
      </w:r>
      <w:r>
        <w:tab/>
        <w:t>3018</w:t>
      </w:r>
    </w:p>
    <w:p w14:paraId="305D1D4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3018</w:t>
      </w:r>
    </w:p>
    <w:p w14:paraId="7F39D43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3018</w:t>
      </w:r>
    </w:p>
    <w:p w14:paraId="688FE3A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3022</w:t>
      </w:r>
    </w:p>
    <w:p w14:paraId="731D603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Channel quality reporting accuracy</w:t>
      </w:r>
      <w:r>
        <w:tab/>
        <w:t>3022</w:t>
      </w:r>
    </w:p>
    <w:p w14:paraId="490058E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HD-FDD </w:t>
      </w:r>
      <w:r>
        <w:rPr>
          <w:lang w:eastAsia="zh-CN"/>
        </w:rPr>
        <w:t>Downlink channel quality reporting accuracy for UE Category NB1 Standalone mode under normal coverage</w:t>
      </w:r>
      <w:r>
        <w:tab/>
        <w:t>3022</w:t>
      </w:r>
    </w:p>
    <w:p w14:paraId="2D5F376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3022</w:t>
      </w:r>
    </w:p>
    <w:p w14:paraId="38DD9867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3023</w:t>
      </w:r>
    </w:p>
    <w:p w14:paraId="282C786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3023</w:t>
      </w:r>
    </w:p>
    <w:p w14:paraId="4D1461E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HD-FDD </w:t>
      </w:r>
      <w:r>
        <w:rPr>
          <w:lang w:eastAsia="zh-CN"/>
        </w:rPr>
        <w:t>Downlink channel quality reporting accuracy for UE Category NB1 Standalone mode under enhanced coverage</w:t>
      </w:r>
      <w:r>
        <w:tab/>
        <w:t>3024</w:t>
      </w:r>
    </w:p>
    <w:p w14:paraId="21FCF49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3024</w:t>
      </w:r>
    </w:p>
    <w:p w14:paraId="004059F8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3024</w:t>
      </w:r>
    </w:p>
    <w:p w14:paraId="3FC81E0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3025</w:t>
      </w:r>
    </w:p>
    <w:p w14:paraId="7B35402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HD-FDD </w:t>
      </w:r>
      <w:r>
        <w:rPr>
          <w:lang w:eastAsia="zh-CN"/>
        </w:rPr>
        <w:t>Downlink channel quality reporting accuracy on non-anchor carrier for UE Category NB1 Standalone mode under normal coverage</w:t>
      </w:r>
      <w:r>
        <w:tab/>
        <w:t>3025</w:t>
      </w:r>
    </w:p>
    <w:p w14:paraId="44EAC3DA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3025</w:t>
      </w:r>
    </w:p>
    <w:p w14:paraId="7D68582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3025</w:t>
      </w:r>
    </w:p>
    <w:p w14:paraId="270A1DA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3026</w:t>
      </w:r>
    </w:p>
    <w:p w14:paraId="4A20F2C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HD-FDD </w:t>
      </w:r>
      <w:r>
        <w:rPr>
          <w:lang w:eastAsia="zh-CN"/>
        </w:rPr>
        <w:t>Downlink channel quality reporting accuracy on non-anchor carrier for UE Category NB1 Standalone mode under enhanced coverage</w:t>
      </w:r>
      <w:r>
        <w:tab/>
        <w:t>3026</w:t>
      </w:r>
    </w:p>
    <w:p w14:paraId="6D0E84F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3026</w:t>
      </w:r>
    </w:p>
    <w:p w14:paraId="611025A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3026</w:t>
      </w:r>
    </w:p>
    <w:p w14:paraId="4380CEA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3027</w:t>
      </w:r>
    </w:p>
    <w:p w14:paraId="3F85DBB4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A.10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Proximity-based Services in Any Cell Selection State</w:t>
      </w:r>
      <w:r>
        <w:tab/>
        <w:t>3050</w:t>
      </w:r>
    </w:p>
    <w:p w14:paraId="0D4A50D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ProSe Direct Communication Transmission Timing Accuracy Test</w:t>
      </w:r>
      <w:r>
        <w:tab/>
        <w:t>3050</w:t>
      </w:r>
    </w:p>
    <w:p w14:paraId="770C611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3050</w:t>
      </w:r>
    </w:p>
    <w:p w14:paraId="30F6459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3051</w:t>
      </w:r>
    </w:p>
    <w:p w14:paraId="72D78FC8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Initiation/Cease of SLSS Transmission with ProSe Direct Communication</w:t>
      </w:r>
      <w:r>
        <w:tab/>
        <w:t>3052</w:t>
      </w:r>
    </w:p>
    <w:p w14:paraId="52B3F021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3052</w:t>
      </w:r>
    </w:p>
    <w:p w14:paraId="5C10013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3053</w:t>
      </w:r>
    </w:p>
    <w:p w14:paraId="6D0BBC6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SyncRef UE Selection / Reselection Test</w:t>
      </w:r>
      <w:r>
        <w:tab/>
        <w:t>3053</w:t>
      </w:r>
    </w:p>
    <w:p w14:paraId="7646927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3053</w:t>
      </w:r>
    </w:p>
    <w:p w14:paraId="0C6D556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3055</w:t>
      </w:r>
    </w:p>
    <w:p w14:paraId="5972A54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Cell Identification on downlink frequency associated with ProSe frequency (when UE is transmitting for ProSe)</w:t>
      </w:r>
      <w:r>
        <w:tab/>
        <w:t>3056</w:t>
      </w:r>
    </w:p>
    <w:p w14:paraId="1E3BE34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3056</w:t>
      </w:r>
    </w:p>
    <w:p w14:paraId="7A8BA52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3058</w:t>
      </w:r>
    </w:p>
    <w:p w14:paraId="5A4C0BD5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A.1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V2V Sidelink Communication for V2V Operation on Dedicated V2V Carrier</w:t>
      </w:r>
      <w:r>
        <w:tab/>
        <w:t>3058</w:t>
      </w:r>
    </w:p>
    <w:p w14:paraId="326EC09F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11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V2V UE Transmission Timing Accuracy Test</w:t>
      </w:r>
      <w:r>
        <w:tab/>
        <w:t>3058</w:t>
      </w:r>
    </w:p>
    <w:p w14:paraId="5DE0703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11</w:t>
      </w:r>
      <w:r>
        <w:t>.</w:t>
      </w:r>
      <w:r>
        <w:rPr>
          <w:lang w:eastAsia="zh-CN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3058</w:t>
      </w:r>
    </w:p>
    <w:p w14:paraId="063E1A1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11</w:t>
      </w:r>
      <w:r>
        <w:t>.</w:t>
      </w:r>
      <w:r>
        <w:rPr>
          <w:lang w:eastAsia="zh-CN"/>
        </w:rPr>
        <w:t>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3059</w:t>
      </w:r>
    </w:p>
    <w:p w14:paraId="177BC6F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lang w:val="en-US"/>
        </w:rPr>
        <w:t>Interruptions due to V2V sidelink communication</w:t>
      </w:r>
      <w:r>
        <w:tab/>
        <w:t>3059</w:t>
      </w:r>
    </w:p>
    <w:p w14:paraId="028CA6B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3059</w:t>
      </w:r>
    </w:p>
    <w:p w14:paraId="68E4315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3061</w:t>
      </w:r>
    </w:p>
    <w:p w14:paraId="1545AA4E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A.12</w:t>
      </w:r>
      <w:r>
        <w:tab/>
        <w:t>3061</w:t>
      </w:r>
    </w:p>
    <w:p w14:paraId="2CA338B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UE Transmission Timing Accuracy Test</w:t>
      </w:r>
      <w:r>
        <w:tab/>
        <w:t>3061</w:t>
      </w:r>
    </w:p>
    <w:p w14:paraId="0CC2CDA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UE Transmission Timing Accuracy Test for eNB as Timing Reference</w:t>
      </w:r>
      <w:r>
        <w:tab/>
        <w:t>3061</w:t>
      </w:r>
    </w:p>
    <w:p w14:paraId="285809A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A.12.1.1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3061</w:t>
      </w:r>
    </w:p>
    <w:p w14:paraId="54766BC2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A.12.1.1</w:t>
      </w:r>
      <w:r>
        <w:rPr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3062</w:t>
      </w:r>
    </w:p>
    <w:p w14:paraId="5E10DE7F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UE Transmission Timing Accuracy Test for SyncRef UE as Timing Reference</w:t>
      </w:r>
      <w:r>
        <w:tab/>
        <w:t>3063</w:t>
      </w:r>
    </w:p>
    <w:p w14:paraId="483492F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3063</w:t>
      </w:r>
    </w:p>
    <w:p w14:paraId="23F7E07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3063</w:t>
      </w:r>
    </w:p>
    <w:p w14:paraId="776BB01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 with V2X Sidelink Communication</w:t>
      </w:r>
      <w:r>
        <w:tab/>
        <w:t>3064</w:t>
      </w:r>
    </w:p>
    <w:p w14:paraId="794F414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Initiation/Cease of SLSS Transmission with V2X Sidelink Communication </w:t>
      </w:r>
      <w:r>
        <w:rPr>
          <w:lang w:eastAsia="zh-CN"/>
        </w:rPr>
        <w:t>for eNB as Timing Reference</w:t>
      </w:r>
      <w:r>
        <w:tab/>
        <w:t>3064</w:t>
      </w:r>
    </w:p>
    <w:p w14:paraId="7088931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3064</w:t>
      </w:r>
    </w:p>
    <w:p w14:paraId="4280BAA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3065</w:t>
      </w:r>
    </w:p>
    <w:p w14:paraId="5F85103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 with V2X Sidelink Communication for SyncRef UE as Timing Reference</w:t>
      </w:r>
      <w:r>
        <w:tab/>
        <w:t>3066</w:t>
      </w:r>
    </w:p>
    <w:p w14:paraId="0ECB6094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3066</w:t>
      </w:r>
    </w:p>
    <w:p w14:paraId="2B44BE6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3067</w:t>
      </w:r>
    </w:p>
    <w:p w14:paraId="0748FE1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Synchronization Reference Selection/Reselection Tests</w:t>
      </w:r>
      <w:r>
        <w:tab/>
        <w:t>3067</w:t>
      </w:r>
    </w:p>
    <w:p w14:paraId="164954B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V2X Synchronization Reference Selection/Reselection Tests </w:t>
      </w:r>
      <w:r>
        <w:rPr>
          <w:lang w:eastAsia="zh-CN"/>
        </w:rPr>
        <w:t>for GNSS configured as the highest priority</w:t>
      </w:r>
      <w:r>
        <w:tab/>
        <w:t>3067</w:t>
      </w:r>
    </w:p>
    <w:p w14:paraId="16438A1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3067</w:t>
      </w:r>
    </w:p>
    <w:p w14:paraId="38160C4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3070</w:t>
      </w:r>
    </w:p>
    <w:p w14:paraId="40E274F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V2X Synchronization Reference Selection/Reselection Tests </w:t>
      </w:r>
      <w:r>
        <w:rPr>
          <w:lang w:eastAsia="zh-CN"/>
        </w:rPr>
        <w:t>for eNB configured as the highest priority</w:t>
      </w:r>
      <w:r>
        <w:tab/>
        <w:t>3071</w:t>
      </w:r>
    </w:p>
    <w:p w14:paraId="4AADC16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3071</w:t>
      </w:r>
    </w:p>
    <w:p w14:paraId="06E27E6B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3073</w:t>
      </w:r>
    </w:p>
    <w:p w14:paraId="3A18801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Congestion Control Measurement Test for V2X UE</w:t>
      </w:r>
      <w:r>
        <w:tab/>
        <w:t>3073</w:t>
      </w:r>
    </w:p>
    <w:p w14:paraId="58F725E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3073</w:t>
      </w:r>
    </w:p>
    <w:p w14:paraId="1C75310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3075</w:t>
      </w:r>
    </w:p>
    <w:p w14:paraId="56E6E94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due to V2X Sidelink Communication</w:t>
      </w:r>
      <w:r>
        <w:tab/>
        <w:t>3075</w:t>
      </w:r>
    </w:p>
    <w:p w14:paraId="738F4B4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3075</w:t>
      </w:r>
    </w:p>
    <w:p w14:paraId="5B48263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3077</w:t>
      </w:r>
    </w:p>
    <w:p w14:paraId="79EE8E4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UE Autonomous Resource Selection/Reselection Measurement Test</w:t>
      </w:r>
      <w:r>
        <w:tab/>
        <w:t>3077</w:t>
      </w:r>
    </w:p>
    <w:p w14:paraId="4FD6120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V2X UE Autonomous Resource Selection/Reselection Tests </w:t>
      </w:r>
      <w:r>
        <w:rPr>
          <w:lang w:eastAsia="zh-CN"/>
        </w:rPr>
        <w:t>for PSSCH-RSRP measurements</w:t>
      </w:r>
      <w:r>
        <w:tab/>
        <w:t>3077</w:t>
      </w:r>
    </w:p>
    <w:p w14:paraId="627DE89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3077</w:t>
      </w:r>
    </w:p>
    <w:p w14:paraId="13519B9D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3079</w:t>
      </w:r>
    </w:p>
    <w:p w14:paraId="3CCBA1F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UE Autonomous Resource Selection/Reselection Tests for S-RSSI measurements</w:t>
      </w:r>
      <w:r>
        <w:tab/>
        <w:t>3079</w:t>
      </w:r>
    </w:p>
    <w:p w14:paraId="6B104E19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3079</w:t>
      </w:r>
    </w:p>
    <w:p w14:paraId="6B911415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3081</w:t>
      </w:r>
    </w:p>
    <w:p w14:paraId="37BC655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Synchronization Reference Selection/Reselection Tests for V2X Carrier Aggregation</w:t>
      </w:r>
      <w:r>
        <w:tab/>
        <w:t>3081</w:t>
      </w:r>
    </w:p>
    <w:p w14:paraId="518869E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3081</w:t>
      </w:r>
    </w:p>
    <w:p w14:paraId="7952F48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3084</w:t>
      </w:r>
    </w:p>
    <w:p w14:paraId="7E7C527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due to V2X Carrier Aggregation</w:t>
      </w:r>
      <w:r>
        <w:tab/>
        <w:t>3085</w:t>
      </w:r>
    </w:p>
    <w:p w14:paraId="02753EB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on a FDD PCell</w:t>
      </w:r>
      <w:r>
        <w:tab/>
        <w:t>3085</w:t>
      </w:r>
    </w:p>
    <w:p w14:paraId="66F4641F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A.12.8.1.1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3085</w:t>
      </w:r>
    </w:p>
    <w:p w14:paraId="48B1F173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A.12.8.1.2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3086</w:t>
      </w:r>
    </w:p>
    <w:p w14:paraId="6D88A0B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on a TDD PCell</w:t>
      </w:r>
      <w:r>
        <w:tab/>
        <w:t>3086</w:t>
      </w:r>
    </w:p>
    <w:p w14:paraId="2D8B7C4E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3086</w:t>
      </w:r>
    </w:p>
    <w:p w14:paraId="5B2C89BC" w14:textId="77777777" w:rsidR="001C418C" w:rsidRDefault="001C418C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3088</w:t>
      </w:r>
    </w:p>
    <w:p w14:paraId="56ACE37D" w14:textId="77777777" w:rsidR="001C418C" w:rsidRDefault="001C418C">
      <w:pPr>
        <w:pStyle w:val="TOC8"/>
        <w:rPr>
          <w:rFonts w:asciiTheme="minorHAnsi" w:eastAsiaTheme="minorEastAsia" w:hAnsiTheme="minorHAnsi" w:cstheme="minorBidi"/>
          <w:b w:val="0"/>
          <w:szCs w:val="22"/>
          <w:lang w:eastAsia="en-GB"/>
        </w:rPr>
      </w:pPr>
      <w:r>
        <w:t>Annex B (normative): Conditions for RRM requirements applicability for operating bands</w:t>
      </w:r>
      <w:r>
        <w:tab/>
        <w:t>3089</w:t>
      </w:r>
    </w:p>
    <w:p w14:paraId="41A0055B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B.1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Conditions for E-UTRAN RRC_IDLE state mobility</w:t>
      </w:r>
      <w:r>
        <w:tab/>
        <w:t>3089</w:t>
      </w:r>
    </w:p>
    <w:p w14:paraId="32FA50D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intra-frequency E-UTRAN cells for cell re-selection</w:t>
      </w:r>
      <w:r>
        <w:tab/>
        <w:t>3089</w:t>
      </w:r>
    </w:p>
    <w:p w14:paraId="47FB5D2F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inter-frequency E-UTRAN cells for cell re-selection</w:t>
      </w:r>
      <w:r>
        <w:tab/>
        <w:t>3089</w:t>
      </w:r>
    </w:p>
    <w:p w14:paraId="1132A63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intra-frequency E-UTRAN cells for cell re-selection for UE Category M1</w:t>
      </w:r>
      <w:r>
        <w:tab/>
        <w:t>3089</w:t>
      </w:r>
    </w:p>
    <w:p w14:paraId="5F1EA90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intra-frequency NB-IoT cells for cell re-selection for UE Category NB1</w:t>
      </w:r>
      <w:r>
        <w:tab/>
        <w:t>3091</w:t>
      </w:r>
    </w:p>
    <w:p w14:paraId="364640D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inter-frequency NB-IoT cells for cell re-selection for UE Category NB1</w:t>
      </w:r>
      <w:r>
        <w:tab/>
        <w:t>3092</w:t>
      </w:r>
    </w:p>
    <w:p w14:paraId="40332C4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intra-frequency E-UTRAN cells for cell re-selection for UE Category 1bis</w:t>
      </w:r>
      <w:r>
        <w:tab/>
        <w:t>3092</w:t>
      </w:r>
    </w:p>
    <w:p w14:paraId="0636C9B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E-UTRAN cells for cell re-selection for UE Category M</w:t>
      </w:r>
      <w:r>
        <w:rPr>
          <w:lang w:eastAsia="zh-CN"/>
        </w:rPr>
        <w:t>2</w:t>
      </w:r>
      <w:r>
        <w:tab/>
        <w:t>3092</w:t>
      </w:r>
    </w:p>
    <w:p w14:paraId="7EE5E34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B.1.7.1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Conditions for measurements of intra-frequence E-UTRAN cells for cell selection</w:t>
      </w:r>
      <w:r>
        <w:tab/>
        <w:t>3092</w:t>
      </w:r>
    </w:p>
    <w:p w14:paraId="544CD430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B.1.7.2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Condition for measurements of inter-frequence E-UTRAN cells for cell selection</w:t>
      </w:r>
      <w:r>
        <w:tab/>
        <w:t>3094</w:t>
      </w:r>
    </w:p>
    <w:p w14:paraId="227514A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inter-frequency E-UTRAN cells for cell re-selection for UE Category M1</w:t>
      </w:r>
      <w:r>
        <w:tab/>
        <w:t>3095</w:t>
      </w:r>
    </w:p>
    <w:p w14:paraId="00A6DF28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B.2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Conditions for UE Measurements Procedures in RRC_CONNECTED State</w:t>
      </w:r>
      <w:r>
        <w:tab/>
        <w:t>3095</w:t>
      </w:r>
    </w:p>
    <w:p w14:paraId="1CCBBEC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intra-frequency measurements</w:t>
      </w:r>
      <w:r>
        <w:tab/>
        <w:t>3095</w:t>
      </w:r>
    </w:p>
    <w:p w14:paraId="4F618E9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intra-frequency measurements with autonomous gaps</w:t>
      </w:r>
      <w:r>
        <w:tab/>
        <w:t>3096</w:t>
      </w:r>
    </w:p>
    <w:p w14:paraId="6CA7F6B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inter-frequency measurements</w:t>
      </w:r>
      <w:r>
        <w:tab/>
        <w:t>3096</w:t>
      </w:r>
    </w:p>
    <w:p w14:paraId="02B14B3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inter-frequency measurements with autonomous gaps</w:t>
      </w:r>
      <w:r>
        <w:tab/>
        <w:t>3097</w:t>
      </w:r>
    </w:p>
    <w:p w14:paraId="669E2F9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OTDOA intra-frequency RSTD Measurements</w:t>
      </w:r>
      <w:r>
        <w:tab/>
        <w:t>3097</w:t>
      </w:r>
    </w:p>
    <w:p w14:paraId="5D95058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OTDOA inter-frequency RSTD Measurements</w:t>
      </w:r>
      <w:r>
        <w:tab/>
        <w:t>3097</w:t>
      </w:r>
    </w:p>
    <w:p w14:paraId="39011F8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the secondary component carrier with deactivated SCell</w:t>
      </w:r>
      <w:r>
        <w:tab/>
        <w:t>3098</w:t>
      </w:r>
    </w:p>
    <w:p w14:paraId="7B241718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Intra-Frequency Measurements under Time Domain Measurement Resource Restriction</w:t>
      </w:r>
      <w:r>
        <w:tab/>
        <w:t>3098</w:t>
      </w:r>
    </w:p>
    <w:p w14:paraId="329700B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Intra-Frequency Measurements under Time Domain Measurement Resource Restriction with CRS Assistance Information</w:t>
      </w:r>
      <w:r>
        <w:tab/>
        <w:t>3099</w:t>
      </w:r>
    </w:p>
    <w:p w14:paraId="6604007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</w:t>
      </w:r>
      <w:r>
        <w:rPr>
          <w:lang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intra-frequency discovery signal measurements</w:t>
      </w:r>
      <w:r>
        <w:tab/>
        <w:t>3099</w:t>
      </w:r>
    </w:p>
    <w:p w14:paraId="4291C83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</w:t>
      </w:r>
      <w:r>
        <w:rPr>
          <w:lang w:eastAsia="zh-CN"/>
        </w:rPr>
        <w:t>0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</w:t>
      </w:r>
      <w:r>
        <w:rPr>
          <w:lang w:eastAsia="zh-CN"/>
        </w:rPr>
        <w:t>a</w:t>
      </w:r>
      <w:r>
        <w:t>-frequency CRS-based measurements</w:t>
      </w:r>
      <w:r>
        <w:tab/>
        <w:t>3099</w:t>
      </w:r>
    </w:p>
    <w:p w14:paraId="6DBAC5A9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</w:t>
      </w:r>
      <w:r>
        <w:rPr>
          <w:lang w:eastAsia="zh-CN"/>
        </w:rPr>
        <w:t>0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</w:t>
      </w:r>
      <w:r>
        <w:rPr>
          <w:lang w:eastAsia="zh-CN"/>
        </w:rPr>
        <w:t>a</w:t>
      </w:r>
      <w:r>
        <w:t>-frequency CSI</w:t>
      </w:r>
      <w:r>
        <w:rPr>
          <w:lang w:eastAsia="zh-CN"/>
        </w:rPr>
        <w:t>-RS</w:t>
      </w:r>
      <w:r>
        <w:t xml:space="preserve"> based measurements</w:t>
      </w:r>
      <w:r>
        <w:tab/>
        <w:t>3099</w:t>
      </w:r>
    </w:p>
    <w:p w14:paraId="313DE2E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</w:t>
      </w:r>
      <w:r>
        <w:rPr>
          <w:lang w:eastAsia="zh-CN"/>
        </w:rPr>
        <w:t>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inter-frequency discovery signal measurements</w:t>
      </w:r>
      <w:r>
        <w:tab/>
        <w:t>3100</w:t>
      </w:r>
    </w:p>
    <w:p w14:paraId="2E35763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inter-frequency CRS-based measurements</w:t>
      </w:r>
      <w:r>
        <w:tab/>
        <w:t>3100</w:t>
      </w:r>
    </w:p>
    <w:p w14:paraId="54057A8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inter-frequency CSI</w:t>
      </w:r>
      <w:r>
        <w:rPr>
          <w:lang w:eastAsia="zh-CN"/>
        </w:rPr>
        <w:t>-RS</w:t>
      </w:r>
      <w:r>
        <w:t xml:space="preserve"> based measurements</w:t>
      </w:r>
      <w:r>
        <w:tab/>
        <w:t>3100</w:t>
      </w:r>
    </w:p>
    <w:p w14:paraId="713A05E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intra-frequency discovery signal measurements under operation with frame structure 3</w:t>
      </w:r>
      <w:r>
        <w:tab/>
        <w:t>3101</w:t>
      </w:r>
    </w:p>
    <w:p w14:paraId="5A02251F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</w:t>
      </w:r>
      <w:r>
        <w:rPr>
          <w:lang w:eastAsia="zh-CN"/>
        </w:rPr>
        <w:t>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inter-frequency discovery signal measurements under operation with frame structure 3</w:t>
      </w:r>
      <w:r>
        <w:tab/>
        <w:t>3101</w:t>
      </w:r>
    </w:p>
    <w:p w14:paraId="1F56EFC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</w:t>
      </w:r>
      <w:r>
        <w:rPr>
          <w:lang w:eastAsia="zh-CN"/>
        </w:rPr>
        <w:t>3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inter-frequency CRS-based measurements</w:t>
      </w:r>
      <w:r>
        <w:tab/>
        <w:t>3101</w:t>
      </w:r>
    </w:p>
    <w:p w14:paraId="653A67A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</w:t>
      </w:r>
      <w:r>
        <w:rPr>
          <w:lang w:eastAsia="zh-CN"/>
        </w:rPr>
        <w:t>3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inter-frequency CSI</w:t>
      </w:r>
      <w:r>
        <w:rPr>
          <w:lang w:eastAsia="zh-CN"/>
        </w:rPr>
        <w:t>-RS</w:t>
      </w:r>
      <w:r>
        <w:t xml:space="preserve"> based measurements</w:t>
      </w:r>
      <w:r>
        <w:tab/>
        <w:t>3102</w:t>
      </w:r>
    </w:p>
    <w:p w14:paraId="0CA69BB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intra-frequency measurements by UE Category M1</w:t>
      </w:r>
      <w:r>
        <w:tab/>
        <w:t>3102</w:t>
      </w:r>
    </w:p>
    <w:p w14:paraId="6EB0FB4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NB-IoT intra-frequency measurements by UE Category NB1</w:t>
      </w:r>
      <w:r>
        <w:tab/>
        <w:t>3103</w:t>
      </w:r>
    </w:p>
    <w:p w14:paraId="16A56C7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NB-IoT intra-frequency </w:t>
      </w:r>
      <w:r>
        <w:rPr>
          <w:lang w:eastAsia="zh-CN"/>
        </w:rPr>
        <w:t xml:space="preserve">RSTD </w:t>
      </w:r>
      <w:r>
        <w:t>measurements by UE Category NB</w:t>
      </w:r>
      <w:r>
        <w:rPr>
          <w:lang w:eastAsia="zh-CN"/>
        </w:rPr>
        <w:t>1</w:t>
      </w:r>
      <w:r>
        <w:tab/>
        <w:t>3104</w:t>
      </w:r>
    </w:p>
    <w:p w14:paraId="633E498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NB-IoT int</w:t>
      </w:r>
      <w:r>
        <w:rPr>
          <w:lang w:eastAsia="zh-CN"/>
        </w:rPr>
        <w:t>er</w:t>
      </w:r>
      <w:r>
        <w:t xml:space="preserve">-frequency </w:t>
      </w:r>
      <w:r>
        <w:rPr>
          <w:lang w:eastAsia="zh-CN"/>
        </w:rPr>
        <w:t xml:space="preserve">RSTD </w:t>
      </w:r>
      <w:r>
        <w:t>measurements by UE Category NB1</w:t>
      </w:r>
      <w:r>
        <w:tab/>
        <w:t>3105</w:t>
      </w:r>
    </w:p>
    <w:p w14:paraId="67977A0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E-UTRAN </w:t>
      </w:r>
      <w:r>
        <w:rPr>
          <w:lang w:eastAsia="zh-CN"/>
        </w:rPr>
        <w:t xml:space="preserve">inter-frequency </w:t>
      </w:r>
      <w:r>
        <w:t>measurements by UE Category M</w:t>
      </w:r>
      <w:r>
        <w:rPr>
          <w:lang w:eastAsia="zh-CN"/>
        </w:rPr>
        <w:t>1</w:t>
      </w:r>
      <w:r>
        <w:tab/>
        <w:t>3106</w:t>
      </w:r>
    </w:p>
    <w:p w14:paraId="39319BB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measurements by UE Category M</w:t>
      </w:r>
      <w:r>
        <w:rPr>
          <w:lang w:eastAsia="zh-CN"/>
        </w:rPr>
        <w:t>2</w:t>
      </w:r>
      <w:r>
        <w:tab/>
        <w:t>3107</w:t>
      </w:r>
    </w:p>
    <w:p w14:paraId="3F306DC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B.2.19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E-UTRAN </w:t>
      </w:r>
      <w:r>
        <w:rPr>
          <w:lang w:eastAsia="zh-CN"/>
        </w:rPr>
        <w:t xml:space="preserve">intra-frequency </w:t>
      </w:r>
      <w:r>
        <w:t>measurements</w:t>
      </w:r>
      <w:r>
        <w:tab/>
        <w:t>3107</w:t>
      </w:r>
    </w:p>
    <w:p w14:paraId="3FF0A6D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B.2.19</w:t>
      </w:r>
      <w:r>
        <w:rPr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E-UTRAN </w:t>
      </w:r>
      <w:r>
        <w:rPr>
          <w:lang w:eastAsia="zh-CN"/>
        </w:rPr>
        <w:t xml:space="preserve">inter-frequency </w:t>
      </w:r>
      <w:r>
        <w:t>measurements</w:t>
      </w:r>
      <w:r>
        <w:tab/>
        <w:t>3107</w:t>
      </w:r>
    </w:p>
    <w:p w14:paraId="0E3D526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</w:t>
      </w:r>
      <w:r>
        <w:rPr>
          <w:lang w:eastAsia="zh-CN"/>
        </w:rPr>
        <w:t>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E-UTRAN </w:t>
      </w:r>
      <w:r>
        <w:t xml:space="preserve">inter-frequency </w:t>
      </w:r>
      <w:r>
        <w:rPr>
          <w:lang w:eastAsia="zh-CN"/>
        </w:rPr>
        <w:t xml:space="preserve">RSTD </w:t>
      </w:r>
      <w:r>
        <w:t xml:space="preserve">measurements by UE Category </w:t>
      </w:r>
      <w:r>
        <w:rPr>
          <w:lang w:eastAsia="zh-CN"/>
        </w:rPr>
        <w:t>M1</w:t>
      </w:r>
      <w:r>
        <w:tab/>
        <w:t>3107</w:t>
      </w:r>
    </w:p>
    <w:p w14:paraId="618E4FFE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</w:t>
      </w:r>
      <w:r>
        <w:rPr>
          <w:lang w:eastAsia="zh-CN"/>
        </w:rPr>
        <w:t>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E-UTRAN </w:t>
      </w:r>
      <w:r>
        <w:t>int</w:t>
      </w:r>
      <w:r>
        <w:rPr>
          <w:lang w:eastAsia="zh-CN"/>
        </w:rPr>
        <w:t>er</w:t>
      </w:r>
      <w:r>
        <w:t xml:space="preserve">-frequency </w:t>
      </w:r>
      <w:r>
        <w:rPr>
          <w:lang w:eastAsia="zh-CN"/>
        </w:rPr>
        <w:t xml:space="preserve">RSTD </w:t>
      </w:r>
      <w:r>
        <w:t xml:space="preserve">measurements by UE Category </w:t>
      </w:r>
      <w:r>
        <w:rPr>
          <w:lang w:eastAsia="zh-CN"/>
        </w:rPr>
        <w:t>M2</w:t>
      </w:r>
      <w:r>
        <w:tab/>
        <w:t>3108</w:t>
      </w:r>
    </w:p>
    <w:p w14:paraId="2B9FADA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E-UTRAN </w:t>
      </w:r>
      <w:r>
        <w:t xml:space="preserve">intra-frequency </w:t>
      </w:r>
      <w:r>
        <w:rPr>
          <w:lang w:eastAsia="zh-CN"/>
        </w:rPr>
        <w:t xml:space="preserve">RSTD </w:t>
      </w:r>
      <w:r>
        <w:t xml:space="preserve">measurements by UE Category </w:t>
      </w:r>
      <w:r>
        <w:rPr>
          <w:lang w:eastAsia="zh-CN"/>
        </w:rPr>
        <w:t>M1</w:t>
      </w:r>
      <w:r>
        <w:tab/>
        <w:t>3108</w:t>
      </w:r>
    </w:p>
    <w:p w14:paraId="27D676A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E-UTRAN </w:t>
      </w:r>
      <w:r>
        <w:t xml:space="preserve">intra-frequency </w:t>
      </w:r>
      <w:r>
        <w:rPr>
          <w:lang w:eastAsia="zh-CN"/>
        </w:rPr>
        <w:t xml:space="preserve">RSTD </w:t>
      </w:r>
      <w:r>
        <w:t xml:space="preserve">measurements by UE Category </w:t>
      </w:r>
      <w:r>
        <w:rPr>
          <w:lang w:eastAsia="zh-CN"/>
        </w:rPr>
        <w:t>M2</w:t>
      </w:r>
      <w:r>
        <w:tab/>
        <w:t>3110</w:t>
      </w:r>
    </w:p>
    <w:p w14:paraId="6991BB7A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B.3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Conditions for measurements performance requirements for UE</w:t>
      </w:r>
      <w:r>
        <w:tab/>
        <w:t>3110</w:t>
      </w:r>
    </w:p>
    <w:p w14:paraId="16D231F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RSRP and RSRQ Accuracy Requirements</w:t>
      </w:r>
      <w:r>
        <w:tab/>
        <w:t>3110</w:t>
      </w:r>
    </w:p>
    <w:p w14:paraId="18D42AE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3110</w:t>
      </w:r>
    </w:p>
    <w:p w14:paraId="1E7F772E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RSRP and RSRQ Accuracy Requirements</w:t>
      </w:r>
      <w:r>
        <w:tab/>
        <w:t>3110</w:t>
      </w:r>
    </w:p>
    <w:p w14:paraId="1B0BD23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relative RSRP and RSRQ Accuracy Requirements</w:t>
      </w:r>
      <w:r>
        <w:tab/>
        <w:t>3110</w:t>
      </w:r>
    </w:p>
    <w:p w14:paraId="2F8C4BC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UE Rx – Tx time difference</w:t>
      </w:r>
      <w:r>
        <w:tab/>
        <w:t>3110</w:t>
      </w:r>
    </w:p>
    <w:p w14:paraId="34446CF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Reference Signal Time Difference (RSTD) measurements</w:t>
      </w:r>
      <w:r>
        <w:tab/>
        <w:t>3111</w:t>
      </w:r>
    </w:p>
    <w:p w14:paraId="4015C8E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RSTD measurements</w:t>
      </w:r>
      <w:r>
        <w:tab/>
        <w:t>3111</w:t>
      </w:r>
    </w:p>
    <w:p w14:paraId="1EC9191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Relative RSRP Accuracy Requirements</w:t>
      </w:r>
      <w:r>
        <w:tab/>
        <w:t>3111</w:t>
      </w:r>
    </w:p>
    <w:p w14:paraId="23D452A9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Absolute RSRP and RSRQ Accuracy Requirements under Time Domain Measurement Resource Restriction</w:t>
      </w:r>
      <w:r>
        <w:tab/>
        <w:t>3111</w:t>
      </w:r>
    </w:p>
    <w:p w14:paraId="2373E5E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Relative RSRP Accuracy Requirements under Time Domain Measurement Resource Restriction</w:t>
      </w:r>
      <w:r>
        <w:tab/>
        <w:t>3111</w:t>
      </w:r>
    </w:p>
    <w:p w14:paraId="30488858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Absolute RSRP and RSRQ Accuracy Requirements under Time Domain Measurement Resource Restriction with CRS Assistance Information</w:t>
      </w:r>
      <w:r>
        <w:tab/>
        <w:t>3112</w:t>
      </w:r>
    </w:p>
    <w:p w14:paraId="69A36A3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Relative RSRP Accuracy Requirements under Time Domain Measurement Resource Restriction with CRS Assistance Information</w:t>
      </w:r>
      <w:r>
        <w:tab/>
        <w:t>3112</w:t>
      </w:r>
    </w:p>
    <w:p w14:paraId="3D2F90EF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UE Rx–Tx Time Difference Measurement under </w:t>
      </w:r>
      <w:r>
        <w:t>Time Domain Measurement Resource Restriction with CRS Assistance Information</w:t>
      </w:r>
      <w:r>
        <w:tab/>
        <w:t>3112</w:t>
      </w:r>
    </w:p>
    <w:p w14:paraId="64D7F47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Absolute Discovery Signal Measurement Accuracy Requirements</w:t>
      </w:r>
      <w:r>
        <w:tab/>
        <w:t>3112</w:t>
      </w:r>
    </w:p>
    <w:p w14:paraId="4BC9882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</w:t>
      </w:r>
      <w:r>
        <w:rPr>
          <w:lang w:eastAsia="zh-CN"/>
        </w:rPr>
        <w:t>3</w:t>
      </w:r>
      <w:r>
        <w:t>.1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Intra</w:t>
      </w:r>
      <w:r>
        <w:t>-frequency CRS-based measurements</w:t>
      </w:r>
      <w:r>
        <w:tab/>
        <w:t>3112</w:t>
      </w:r>
    </w:p>
    <w:p w14:paraId="0D79896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</w:t>
      </w:r>
      <w:r>
        <w:rPr>
          <w:lang w:eastAsia="zh-CN"/>
        </w:rPr>
        <w:t>3</w:t>
      </w:r>
      <w:r>
        <w:t>.1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Intra</w:t>
      </w:r>
      <w:r>
        <w:t>-frequency C</w:t>
      </w:r>
      <w:r>
        <w:rPr>
          <w:lang w:eastAsia="zh-CN"/>
        </w:rPr>
        <w:t>SI-</w:t>
      </w:r>
      <w:r>
        <w:t>RS-based measurements</w:t>
      </w:r>
      <w:r>
        <w:tab/>
        <w:t>3112</w:t>
      </w:r>
    </w:p>
    <w:p w14:paraId="0A99F018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Relative Discovery Signal Measurement Accuracy Requirements</w:t>
      </w:r>
      <w:r>
        <w:tab/>
        <w:t>3113</w:t>
      </w:r>
    </w:p>
    <w:p w14:paraId="4E9C85D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</w:t>
      </w:r>
      <w:r>
        <w:rPr>
          <w:lang w:eastAsia="zh-CN"/>
        </w:rPr>
        <w:t>3</w:t>
      </w:r>
      <w:r>
        <w:t>.1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Intra</w:t>
      </w:r>
      <w:r>
        <w:t>-frequency CRS-based measurements</w:t>
      </w:r>
      <w:r>
        <w:tab/>
        <w:t>3113</w:t>
      </w:r>
    </w:p>
    <w:p w14:paraId="65C82B2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</w:t>
      </w:r>
      <w:r>
        <w:rPr>
          <w:lang w:eastAsia="zh-CN"/>
        </w:rPr>
        <w:t>3</w:t>
      </w:r>
      <w:r>
        <w:t>.1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Intra</w:t>
      </w:r>
      <w:r>
        <w:t>-frequency C</w:t>
      </w:r>
      <w:r>
        <w:rPr>
          <w:lang w:eastAsia="zh-CN"/>
        </w:rPr>
        <w:t>SI-</w:t>
      </w:r>
      <w:r>
        <w:t>RS-based measurements</w:t>
      </w:r>
      <w:r>
        <w:tab/>
        <w:t>3113</w:t>
      </w:r>
    </w:p>
    <w:p w14:paraId="4B2C560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</w:t>
      </w:r>
      <w:r>
        <w:rPr>
          <w:lang w:eastAsia="zh-CN"/>
        </w:rPr>
        <w:t>er</w:t>
      </w:r>
      <w:r>
        <w:t>-Frequency Absolute Discovery Signal Measurement Accuracy Requirements</w:t>
      </w:r>
      <w:r>
        <w:tab/>
        <w:t>3114</w:t>
      </w:r>
    </w:p>
    <w:p w14:paraId="7EED22BB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</w:t>
      </w:r>
      <w:r>
        <w:rPr>
          <w:lang w:eastAsia="zh-CN"/>
        </w:rPr>
        <w:t>3</w:t>
      </w:r>
      <w:r>
        <w:t>.1</w:t>
      </w:r>
      <w:r>
        <w:rPr>
          <w:lang w:eastAsia="zh-CN"/>
        </w:rPr>
        <w:t>6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Inter</w:t>
      </w:r>
      <w:r>
        <w:t>-frequency CRS-based measurements</w:t>
      </w:r>
      <w:r>
        <w:tab/>
        <w:t>3114</w:t>
      </w:r>
    </w:p>
    <w:p w14:paraId="6A5A581E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</w:t>
      </w:r>
      <w:r>
        <w:rPr>
          <w:lang w:eastAsia="zh-CN"/>
        </w:rPr>
        <w:t>3</w:t>
      </w:r>
      <w:r>
        <w:t>.1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Inter</w:t>
      </w:r>
      <w:r>
        <w:t>-frequency C</w:t>
      </w:r>
      <w:r>
        <w:rPr>
          <w:lang w:eastAsia="zh-CN"/>
        </w:rPr>
        <w:t>SI-</w:t>
      </w:r>
      <w:r>
        <w:t>RS-based measurements</w:t>
      </w:r>
      <w:r>
        <w:tab/>
        <w:t>3114</w:t>
      </w:r>
    </w:p>
    <w:p w14:paraId="26F35E3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</w:t>
      </w:r>
      <w:r>
        <w:rPr>
          <w:lang w:eastAsia="zh-CN"/>
        </w:rPr>
        <w:t>er</w:t>
      </w:r>
      <w:r>
        <w:t>-Frequency Relative Discovery Signal Measurement Accuracy Requirements</w:t>
      </w:r>
      <w:r>
        <w:tab/>
        <w:t>3114</w:t>
      </w:r>
    </w:p>
    <w:p w14:paraId="61729D0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</w:t>
      </w:r>
      <w:r>
        <w:rPr>
          <w:lang w:eastAsia="zh-CN"/>
        </w:rPr>
        <w:t>3</w:t>
      </w:r>
      <w:r>
        <w:t>.1</w:t>
      </w:r>
      <w:r>
        <w:rPr>
          <w:lang w:eastAsia="zh-CN"/>
        </w:rPr>
        <w:t>7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Inter</w:t>
      </w:r>
      <w:r>
        <w:t>-frequency CRS-based measurements</w:t>
      </w:r>
      <w:r>
        <w:tab/>
        <w:t>3114</w:t>
      </w:r>
    </w:p>
    <w:p w14:paraId="04FFEE9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</w:t>
      </w:r>
      <w:r>
        <w:rPr>
          <w:lang w:eastAsia="zh-CN"/>
        </w:rPr>
        <w:t>3</w:t>
      </w:r>
      <w:r>
        <w:t>.1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Inter</w:t>
      </w:r>
      <w:r>
        <w:t>-frequency C</w:t>
      </w:r>
      <w:r>
        <w:rPr>
          <w:lang w:eastAsia="zh-CN"/>
        </w:rPr>
        <w:t>SI-</w:t>
      </w:r>
      <w:r>
        <w:t>RS-based measurements</w:t>
      </w:r>
      <w:r>
        <w:tab/>
        <w:t>3114</w:t>
      </w:r>
    </w:p>
    <w:p w14:paraId="6970DBC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Absolute RS-SINR Accuracy Requirements</w:t>
      </w:r>
      <w:r>
        <w:tab/>
        <w:t>3114</w:t>
      </w:r>
    </w:p>
    <w:p w14:paraId="29ACB26B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Absolute RS-SINR Accuracy Requirements</w:t>
      </w:r>
      <w:r>
        <w:tab/>
        <w:t>3114</w:t>
      </w:r>
    </w:p>
    <w:p w14:paraId="61458B2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Relative RS-SINR Accuracy Requirements</w:t>
      </w:r>
      <w:r>
        <w:tab/>
        <w:t>3114</w:t>
      </w:r>
    </w:p>
    <w:p w14:paraId="43F7968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Absolute Accuracy Requirements for Measurements under Operation with Frame Structure 3</w:t>
      </w:r>
      <w:r>
        <w:tab/>
        <w:t>3115</w:t>
      </w:r>
    </w:p>
    <w:p w14:paraId="0C55B612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RSRP </w:t>
      </w:r>
      <w:r>
        <w:t>measurements</w:t>
      </w:r>
      <w:r>
        <w:tab/>
        <w:t>3115</w:t>
      </w:r>
    </w:p>
    <w:p w14:paraId="4F3696E5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RSRQ </w:t>
      </w:r>
      <w:r>
        <w:t>measurements</w:t>
      </w:r>
      <w:r>
        <w:tab/>
        <w:t>3115</w:t>
      </w:r>
    </w:p>
    <w:p w14:paraId="7C47BE88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CSI-RSRP</w:t>
      </w:r>
      <w:r>
        <w:rPr>
          <w:lang w:eastAsia="zh-CN"/>
        </w:rPr>
        <w:t xml:space="preserve"> </w:t>
      </w:r>
      <w:r>
        <w:t>measurements</w:t>
      </w:r>
      <w:r>
        <w:tab/>
        <w:t>3115</w:t>
      </w:r>
    </w:p>
    <w:p w14:paraId="6765647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Relative Accuracy Requirements for Measurements under Operation with Frame Structure 3</w:t>
      </w:r>
      <w:r>
        <w:tab/>
        <w:t>3115</w:t>
      </w:r>
    </w:p>
    <w:p w14:paraId="37CBE2D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RSRP </w:t>
      </w:r>
      <w:r>
        <w:t>measurements</w:t>
      </w:r>
      <w:r>
        <w:tab/>
        <w:t>3115</w:t>
      </w:r>
    </w:p>
    <w:p w14:paraId="23CA92D3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3116</w:t>
      </w:r>
    </w:p>
    <w:p w14:paraId="2D6F630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CSI-RSRP</w:t>
      </w:r>
      <w:r>
        <w:rPr>
          <w:lang w:eastAsia="zh-CN"/>
        </w:rPr>
        <w:t xml:space="preserve"> </w:t>
      </w:r>
      <w:r>
        <w:t>measurements</w:t>
      </w:r>
      <w:r>
        <w:tab/>
        <w:t>3116</w:t>
      </w:r>
    </w:p>
    <w:p w14:paraId="2536A3C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Absolute Accuracy Requirements for Measurements under Operation with Frame Structure 3</w:t>
      </w:r>
      <w:r>
        <w:tab/>
        <w:t>3116</w:t>
      </w:r>
    </w:p>
    <w:p w14:paraId="3C354DB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RSRP </w:t>
      </w:r>
      <w:r>
        <w:t>measurements</w:t>
      </w:r>
      <w:r>
        <w:tab/>
        <w:t>3116</w:t>
      </w:r>
    </w:p>
    <w:p w14:paraId="63F3A2E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RSRQ </w:t>
      </w:r>
      <w:r>
        <w:t>measurements</w:t>
      </w:r>
      <w:r>
        <w:tab/>
        <w:t>3116</w:t>
      </w:r>
    </w:p>
    <w:p w14:paraId="14BD329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CSI-RSRP</w:t>
      </w:r>
      <w:r>
        <w:rPr>
          <w:lang w:eastAsia="zh-CN"/>
        </w:rPr>
        <w:t xml:space="preserve"> </w:t>
      </w:r>
      <w:r>
        <w:t>measurements</w:t>
      </w:r>
      <w:r>
        <w:tab/>
        <w:t>3116</w:t>
      </w:r>
    </w:p>
    <w:p w14:paraId="394A86F3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Relative Accuracy Requirements for Measurements under Operation with Frame Structure 3</w:t>
      </w:r>
      <w:r>
        <w:tab/>
        <w:t>3117</w:t>
      </w:r>
    </w:p>
    <w:p w14:paraId="7B27E5AD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RSRP </w:t>
      </w:r>
      <w:r>
        <w:t>measurements</w:t>
      </w:r>
      <w:r>
        <w:tab/>
        <w:t>3117</w:t>
      </w:r>
    </w:p>
    <w:p w14:paraId="44A3100A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RSRQ </w:t>
      </w:r>
      <w:r>
        <w:t>measurements</w:t>
      </w:r>
      <w:r>
        <w:tab/>
        <w:t>3117</w:t>
      </w:r>
    </w:p>
    <w:p w14:paraId="3EAB2294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CSI-RSRP</w:t>
      </w:r>
      <w:r>
        <w:rPr>
          <w:lang w:eastAsia="zh-CN"/>
        </w:rPr>
        <w:t xml:space="preserve"> </w:t>
      </w:r>
      <w:r>
        <w:t>measurements</w:t>
      </w:r>
      <w:r>
        <w:tab/>
        <w:t>3117</w:t>
      </w:r>
    </w:p>
    <w:p w14:paraId="465A648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NB-IoT intra-frequency Absolute NRSRP and NRSRQ Accuracy Requirements for UE Category NB1</w:t>
      </w:r>
      <w:r>
        <w:tab/>
        <w:t>3117</w:t>
      </w:r>
    </w:p>
    <w:p w14:paraId="14CF63F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NB-IoT inter-frequency Absolute NRSRP and NRSRQ Accuracy Requirements for UE Category NB1</w:t>
      </w:r>
      <w:r>
        <w:tab/>
        <w:t>3117</w:t>
      </w:r>
    </w:p>
    <w:p w14:paraId="7339C04E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RSRP and RSRQ Accuracy Requirements for Category 0</w:t>
      </w:r>
      <w:r>
        <w:tab/>
        <w:t>3117</w:t>
      </w:r>
    </w:p>
    <w:p w14:paraId="0993738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Relative RSRP Accuracy Requirements for Category 0</w:t>
      </w:r>
      <w:r>
        <w:tab/>
        <w:t>3118</w:t>
      </w:r>
    </w:p>
    <w:p w14:paraId="78C42AB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Reference Signal Time Difference (RSTD) measurements</w:t>
      </w:r>
      <w:r>
        <w:rPr>
          <w:lang w:eastAsia="zh-CN"/>
        </w:rPr>
        <w:t xml:space="preserve"> for NB1</w:t>
      </w:r>
      <w:r>
        <w:tab/>
        <w:t>3118</w:t>
      </w:r>
    </w:p>
    <w:p w14:paraId="18A736BA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</w:t>
      </w:r>
      <w:r>
        <w:rPr>
          <w:lang w:eastAsia="zh-CN"/>
        </w:rPr>
        <w:t>er</w:t>
      </w:r>
      <w:r>
        <w:t>-frequency Reference Signal Time Difference (RSTD) measurements</w:t>
      </w:r>
      <w:r>
        <w:rPr>
          <w:lang w:eastAsia="zh-CN"/>
        </w:rPr>
        <w:t xml:space="preserve"> for NB1</w:t>
      </w:r>
      <w:r>
        <w:tab/>
        <w:t>3118</w:t>
      </w:r>
    </w:p>
    <w:p w14:paraId="61EB307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Reference Signal Time Difference (RSTD) measurements</w:t>
      </w:r>
      <w:r>
        <w:rPr>
          <w:lang w:eastAsia="zh-CN"/>
        </w:rPr>
        <w:t xml:space="preserve"> for Cat M1</w:t>
      </w:r>
      <w:r>
        <w:tab/>
        <w:t>3118</w:t>
      </w:r>
    </w:p>
    <w:p w14:paraId="16AE6C1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Reference Signal Time Difference (RSTD) measurements</w:t>
      </w:r>
      <w:r>
        <w:rPr>
          <w:lang w:eastAsia="zh-CN"/>
        </w:rPr>
        <w:t xml:space="preserve"> for Cat M2</w:t>
      </w:r>
      <w:r>
        <w:tab/>
        <w:t>3118</w:t>
      </w:r>
    </w:p>
    <w:p w14:paraId="3C749C2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Reference Signal Time Difference (RSTD) measurements</w:t>
      </w:r>
      <w:r>
        <w:rPr>
          <w:lang w:eastAsia="zh-CN"/>
        </w:rPr>
        <w:t xml:space="preserve"> for Cat M1</w:t>
      </w:r>
      <w:r>
        <w:tab/>
        <w:t>3119</w:t>
      </w:r>
    </w:p>
    <w:p w14:paraId="60980F3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Reference Signal Time Difference (RSTD) measurements</w:t>
      </w:r>
      <w:r>
        <w:rPr>
          <w:lang w:eastAsia="zh-CN"/>
        </w:rPr>
        <w:t xml:space="preserve"> for Cat M2</w:t>
      </w:r>
      <w:r>
        <w:tab/>
        <w:t>3119</w:t>
      </w:r>
    </w:p>
    <w:p w14:paraId="448C728B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B.4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RRM Requirements Exceptions</w:t>
      </w:r>
      <w:r>
        <w:tab/>
        <w:t>3119</w:t>
      </w:r>
    </w:p>
    <w:p w14:paraId="5B1315DC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General</w:t>
      </w:r>
      <w:r>
        <w:tab/>
        <w:t>3119</w:t>
      </w:r>
    </w:p>
    <w:p w14:paraId="063A9130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Receiver sensitivity relaxation for UE supporting CA</w:t>
      </w:r>
      <w:r>
        <w:tab/>
        <w:t>3119</w:t>
      </w:r>
    </w:p>
    <w:p w14:paraId="0FE0800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Receiver sensitivity relaxation for UE configured with CA</w:t>
      </w:r>
      <w:r>
        <w:tab/>
        <w:t>3119</w:t>
      </w:r>
    </w:p>
    <w:p w14:paraId="329B8E97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614873">
        <w:rPr>
          <w:rFonts w:eastAsia="MS Mincho"/>
        </w:rPr>
        <w:t>B.4.3.1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614873">
        <w:rPr>
          <w:rFonts w:eastAsia="MS Mincho"/>
        </w:rPr>
        <w:t>Inter-band carrier aggregation</w:t>
      </w:r>
      <w:r>
        <w:tab/>
        <w:t>3119</w:t>
      </w:r>
    </w:p>
    <w:p w14:paraId="14BA03BC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Intra-band non-contiguous carrier aggregation</w:t>
      </w:r>
      <w:r>
        <w:tab/>
        <w:t>3119</w:t>
      </w:r>
    </w:p>
    <w:p w14:paraId="3F2E04B6" w14:textId="77777777" w:rsidR="001C418C" w:rsidRDefault="001C418C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B.4.3.3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Inter-band carrier aggregation with operating bands without uplink band</w:t>
      </w:r>
      <w:r>
        <w:tab/>
        <w:t>3120</w:t>
      </w:r>
    </w:p>
    <w:p w14:paraId="6377838C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B.5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Conditions for Measurement Performance Requirements for ProSe UE</w:t>
      </w:r>
      <w:r>
        <w:tab/>
        <w:t>3120</w:t>
      </w:r>
    </w:p>
    <w:p w14:paraId="7AFE6BFF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S-RSRP Accuracy Requirements</w:t>
      </w:r>
      <w:r>
        <w:tab/>
        <w:t>3120</w:t>
      </w:r>
    </w:p>
    <w:p w14:paraId="0D82032F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Relative S-RSRP Accuracy Requirements</w:t>
      </w:r>
      <w:r>
        <w:tab/>
        <w:t>3120</w:t>
      </w:r>
    </w:p>
    <w:p w14:paraId="4FC0EB21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Selection/Reselection to Intra-frequency SyncRef UE</w:t>
      </w:r>
      <w:r>
        <w:tab/>
        <w:t>3121</w:t>
      </w:r>
    </w:p>
    <w:p w14:paraId="37092EA6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SD-RSRP Accuracy Requirements</w:t>
      </w:r>
      <w:r>
        <w:tab/>
        <w:t>3121</w:t>
      </w:r>
    </w:p>
    <w:p w14:paraId="764F7217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Relative SD-RSRP Accuracy Requirements</w:t>
      </w:r>
      <w:r>
        <w:tab/>
        <w:t>3122</w:t>
      </w:r>
    </w:p>
    <w:p w14:paraId="60D8C9C0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B.6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Conditions for V2X</w:t>
      </w:r>
      <w:r>
        <w:tab/>
        <w:t>3122</w:t>
      </w:r>
    </w:p>
    <w:p w14:paraId="77C0AC14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 for GNSS signals</w:t>
      </w:r>
      <w:r>
        <w:tab/>
        <w:t>3122</w:t>
      </w:r>
    </w:p>
    <w:p w14:paraId="35967998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Absolute S-RSRP Accuracy Requirements</w:t>
      </w:r>
      <w:r>
        <w:tab/>
        <w:t>3122</w:t>
      </w:r>
    </w:p>
    <w:p w14:paraId="68C39FA5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Relative S-RSRP Accuracy Requirements</w:t>
      </w:r>
      <w:r>
        <w:tab/>
        <w:t>3122</w:t>
      </w:r>
    </w:p>
    <w:p w14:paraId="33D07E92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Selection/Reselection to Intra-frequency SyncRef UE</w:t>
      </w:r>
      <w:r>
        <w:tab/>
        <w:t>3123</w:t>
      </w:r>
    </w:p>
    <w:p w14:paraId="609463A8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Absolute PSSCH-RSRP Accuracy Requirements</w:t>
      </w:r>
      <w:r>
        <w:tab/>
        <w:t>3123</w:t>
      </w:r>
    </w:p>
    <w:p w14:paraId="37BFFBD9" w14:textId="77777777" w:rsidR="001C418C" w:rsidRDefault="001C418C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B.7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Conditions for sTTI and 1ms-TTI with 3 Subframe HARQ Processing</w:t>
      </w:r>
      <w:r>
        <w:tab/>
        <w:t>3124</w:t>
      </w:r>
    </w:p>
    <w:p w14:paraId="5B2D892D" w14:textId="77777777" w:rsidR="001C418C" w:rsidRDefault="001C418C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Maximum Timing Difference Between Uplink and Downlink Carriers in Carrier Aggregation</w:t>
      </w:r>
      <w:r>
        <w:tab/>
        <w:t>3124</w:t>
      </w:r>
    </w:p>
    <w:p w14:paraId="7CF458EA" w14:textId="77777777" w:rsidR="001C418C" w:rsidRDefault="001C418C">
      <w:pPr>
        <w:pStyle w:val="TOC8"/>
        <w:rPr>
          <w:rFonts w:asciiTheme="minorHAnsi" w:eastAsiaTheme="minorEastAsia" w:hAnsiTheme="minorHAnsi" w:cstheme="minorBidi"/>
          <w:b w:val="0"/>
          <w:szCs w:val="22"/>
          <w:lang w:eastAsia="en-GB"/>
        </w:rPr>
      </w:pPr>
      <w:r>
        <w:t>Annex C (informative): Change history:</w:t>
      </w:r>
      <w:r>
        <w:tab/>
        <w:t>3125</w:t>
      </w:r>
    </w:p>
    <w:p w14:paraId="6B7D5F00" w14:textId="4503F37B" w:rsidR="00080512" w:rsidRPr="004D3578" w:rsidRDefault="001C418C">
      <w:r>
        <w:rPr>
          <w:noProof/>
          <w:sz w:val="22"/>
        </w:rPr>
        <w:fldChar w:fldCharType="end"/>
      </w:r>
    </w:p>
    <w:p w14:paraId="43B27F4E" w14:textId="1279CA57" w:rsidR="00174903" w:rsidRPr="001D185D" w:rsidRDefault="00174903" w:rsidP="00174903">
      <w:pPr>
        <w:rPr>
          <w:rFonts w:cs="v4.2.0"/>
          <w:noProof/>
          <w:sz w:val="22"/>
          <w:lang w:val="en-US"/>
        </w:rPr>
      </w:pPr>
      <w:r w:rsidRPr="001D185D">
        <w:rPr>
          <w:noProof/>
        </w:rPr>
        <w:fldChar w:fldCharType="begin"/>
      </w:r>
      <w:r w:rsidRPr="001D185D">
        <w:rPr>
          <w:noProof/>
        </w:rPr>
        <w:instrText xml:space="preserve"> RD "36133-g</w:instrText>
      </w:r>
      <w:r w:rsidR="00D31755">
        <w:rPr>
          <w:noProof/>
        </w:rPr>
        <w:instrText>f</w:instrText>
      </w:r>
      <w:r w:rsidRPr="001D185D">
        <w:rPr>
          <w:noProof/>
        </w:rPr>
        <w:instrText>0_s00-11.doc</w:instrText>
      </w:r>
      <w:r w:rsidR="007C04C2">
        <w:rPr>
          <w:noProof/>
        </w:rPr>
        <w:instrText>x</w:instrText>
      </w:r>
      <w:r w:rsidRPr="001D185D">
        <w:rPr>
          <w:noProof/>
        </w:rPr>
        <w:instrText xml:space="preserve">" \f  </w:instrText>
      </w:r>
      <w:r w:rsidRPr="001D185D">
        <w:rPr>
          <w:noProof/>
        </w:rPr>
        <w:fldChar w:fldCharType="end"/>
      </w:r>
      <w:r w:rsidRPr="001D185D">
        <w:rPr>
          <w:noProof/>
        </w:rPr>
        <w:fldChar w:fldCharType="begin"/>
      </w:r>
      <w:r w:rsidRPr="001D185D">
        <w:rPr>
          <w:noProof/>
        </w:rPr>
        <w:instrText xml:space="preserve"> RD "36133-g</w:instrText>
      </w:r>
      <w:r w:rsidR="00D31755">
        <w:rPr>
          <w:noProof/>
        </w:rPr>
        <w:instrText>f</w:instrText>
      </w:r>
      <w:r w:rsidRPr="001D185D">
        <w:rPr>
          <w:noProof/>
        </w:rPr>
        <w:instrText>0_sA.1-A.6.doc</w:instrText>
      </w:r>
      <w:r w:rsidR="007C04C2">
        <w:rPr>
          <w:noProof/>
        </w:rPr>
        <w:instrText>x</w:instrText>
      </w:r>
      <w:r w:rsidRPr="001D185D">
        <w:rPr>
          <w:noProof/>
        </w:rPr>
        <w:instrText xml:space="preserve">" \f  </w:instrText>
      </w:r>
      <w:r w:rsidRPr="001D185D">
        <w:rPr>
          <w:noProof/>
        </w:rPr>
        <w:fldChar w:fldCharType="end"/>
      </w:r>
      <w:r w:rsidRPr="001D185D">
        <w:rPr>
          <w:noProof/>
        </w:rPr>
        <w:fldChar w:fldCharType="begin"/>
      </w:r>
      <w:r w:rsidRPr="001D185D">
        <w:rPr>
          <w:noProof/>
        </w:rPr>
        <w:instrText xml:space="preserve"> RD "36133-g</w:instrText>
      </w:r>
      <w:r w:rsidR="00D31755">
        <w:rPr>
          <w:noProof/>
        </w:rPr>
        <w:instrText>f</w:instrText>
      </w:r>
      <w:r w:rsidRPr="001D185D">
        <w:rPr>
          <w:noProof/>
        </w:rPr>
        <w:instrText>0_sA.7-A.8.doc</w:instrText>
      </w:r>
      <w:r w:rsidR="007C04C2">
        <w:rPr>
          <w:noProof/>
        </w:rPr>
        <w:instrText>x</w:instrText>
      </w:r>
      <w:r w:rsidRPr="001D185D">
        <w:rPr>
          <w:noProof/>
        </w:rPr>
        <w:instrText xml:space="preserve">" \f  </w:instrText>
      </w:r>
      <w:r w:rsidRPr="001D185D">
        <w:rPr>
          <w:noProof/>
        </w:rPr>
        <w:fldChar w:fldCharType="end"/>
      </w:r>
      <w:r w:rsidRPr="001D185D">
        <w:rPr>
          <w:noProof/>
        </w:rPr>
        <w:fldChar w:fldCharType="begin"/>
      </w:r>
      <w:r w:rsidRPr="001D185D">
        <w:rPr>
          <w:noProof/>
        </w:rPr>
        <w:instrText xml:space="preserve"> RD "36133-g</w:instrText>
      </w:r>
      <w:r w:rsidR="00D31755">
        <w:rPr>
          <w:noProof/>
        </w:rPr>
        <w:instrText>f</w:instrText>
      </w:r>
      <w:r w:rsidRPr="001D185D">
        <w:rPr>
          <w:noProof/>
        </w:rPr>
        <w:instrText>0_sA.9-XX.doc</w:instrText>
      </w:r>
      <w:r w:rsidR="007C04C2">
        <w:rPr>
          <w:noProof/>
        </w:rPr>
        <w:instrText>x</w:instrText>
      </w:r>
      <w:r w:rsidRPr="001D185D">
        <w:rPr>
          <w:noProof/>
        </w:rPr>
        <w:instrText xml:space="preserve">" \f  </w:instrText>
      </w:r>
      <w:r w:rsidRPr="001D185D">
        <w:rPr>
          <w:noProof/>
        </w:rPr>
        <w:fldChar w:fldCharType="end"/>
      </w:r>
    </w:p>
    <w:sectPr w:rsidR="00174903" w:rsidRPr="001D185D">
      <w:headerReference w:type="default" r:id="rId11"/>
      <w:footerReference w:type="default" r:id="rId12"/>
      <w:footnotePr>
        <w:numRestart w:val="eachSect"/>
      </w:footnotePr>
      <w:pgSz w:w="11907" w:h="16840" w:code="9"/>
      <w:pgMar w:top="1416" w:right="1133" w:bottom="1133" w:left="1133" w:header="850" w:footer="340" w:gutter="0"/>
      <w:cols w:space="720"/>
      <w:formProt w:val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2F6DB" w14:textId="77777777" w:rsidR="006F77C4" w:rsidRDefault="006F77C4">
      <w:r>
        <w:separator/>
      </w:r>
    </w:p>
  </w:endnote>
  <w:endnote w:type="continuationSeparator" w:id="0">
    <w:p w14:paraId="3EC6A00B" w14:textId="77777777" w:rsidR="006F77C4" w:rsidRDefault="006F7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4.2.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?? ??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3.7.0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5.0.0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tel Clear Light">
    <w:altName w:val="Arial"/>
    <w:charset w:val="00"/>
    <w:family w:val="swiss"/>
    <w:pitch w:val="variable"/>
    <w:sig w:usb0="00000001" w:usb1="400060F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29EE4" w14:textId="77777777" w:rsidR="009837E8" w:rsidRDefault="009837E8">
    <w:pPr>
      <w:pStyle w:val="Footer"/>
    </w:pPr>
    <w:r>
      <w:t>3GPP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67FF5" w14:textId="77777777" w:rsidR="006F77C4" w:rsidRDefault="006F77C4">
      <w:r>
        <w:separator/>
      </w:r>
    </w:p>
  </w:footnote>
  <w:footnote w:type="continuationSeparator" w:id="0">
    <w:p w14:paraId="70849372" w14:textId="77777777" w:rsidR="006F77C4" w:rsidRDefault="006F7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825CC" w14:textId="23824F41" w:rsidR="009837E8" w:rsidRDefault="009837E8">
    <w:pPr>
      <w:framePr w:h="284" w:hRule="exact" w:wrap="around" w:vAnchor="text" w:hAnchor="margin" w:xAlign="right" w:y="1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ZA </w:instrText>
    </w:r>
    <w:r>
      <w:rPr>
        <w:rFonts w:ascii="Arial" w:hAnsi="Arial" w:cs="Arial"/>
        <w:b/>
        <w:sz w:val="18"/>
        <w:szCs w:val="18"/>
      </w:rPr>
      <w:fldChar w:fldCharType="separate"/>
    </w:r>
    <w:r w:rsidR="008B7ED2">
      <w:rPr>
        <w:rFonts w:ascii="Arial" w:hAnsi="Arial" w:cs="Arial"/>
        <w:b/>
        <w:noProof/>
        <w:sz w:val="18"/>
        <w:szCs w:val="18"/>
      </w:rPr>
      <w:t>3GPP TS 36.133 V16.1415.0 (2022-0609)</w:t>
    </w:r>
    <w:r>
      <w:rPr>
        <w:rFonts w:ascii="Arial" w:hAnsi="Arial" w:cs="Arial"/>
        <w:b/>
        <w:sz w:val="18"/>
        <w:szCs w:val="18"/>
      </w:rPr>
      <w:fldChar w:fldCharType="end"/>
    </w:r>
  </w:p>
  <w:p w14:paraId="1E0EF4A1" w14:textId="77777777" w:rsidR="009837E8" w:rsidRDefault="009837E8">
    <w:pPr>
      <w:framePr w:h="284" w:hRule="exact" w:wrap="around" w:vAnchor="text" w:hAnchor="margin" w:xAlign="center" w:y="7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PAGE </w:instrText>
    </w:r>
    <w:r>
      <w:rPr>
        <w:rFonts w:ascii="Arial" w:hAnsi="Arial" w:cs="Arial"/>
        <w:b/>
        <w:sz w:val="18"/>
        <w:szCs w:val="18"/>
      </w:rPr>
      <w:fldChar w:fldCharType="separate"/>
    </w:r>
    <w:r>
      <w:rPr>
        <w:rFonts w:ascii="Arial" w:hAnsi="Arial" w:cs="Arial"/>
        <w:b/>
        <w:noProof/>
        <w:sz w:val="18"/>
        <w:szCs w:val="18"/>
      </w:rPr>
      <w:t>14</w:t>
    </w:r>
    <w:r>
      <w:rPr>
        <w:rFonts w:ascii="Arial" w:hAnsi="Arial" w:cs="Arial"/>
        <w:b/>
        <w:sz w:val="18"/>
        <w:szCs w:val="18"/>
      </w:rPr>
      <w:fldChar w:fldCharType="end"/>
    </w:r>
  </w:p>
  <w:p w14:paraId="3ECB7F28" w14:textId="50665815" w:rsidR="009837E8" w:rsidRDefault="009837E8">
    <w:pPr>
      <w:framePr w:h="284" w:hRule="exact" w:wrap="around" w:vAnchor="text" w:hAnchor="margin" w:y="7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ZGSM </w:instrText>
    </w:r>
    <w:r>
      <w:rPr>
        <w:rFonts w:ascii="Arial" w:hAnsi="Arial" w:cs="Arial"/>
        <w:b/>
        <w:sz w:val="18"/>
        <w:szCs w:val="18"/>
      </w:rPr>
      <w:fldChar w:fldCharType="separate"/>
    </w:r>
    <w:r w:rsidR="008B7ED2">
      <w:rPr>
        <w:rFonts w:ascii="Arial" w:hAnsi="Arial" w:cs="Arial"/>
        <w:b/>
        <w:noProof/>
        <w:sz w:val="18"/>
        <w:szCs w:val="18"/>
      </w:rPr>
      <w:t>Release 16</w:t>
    </w:r>
    <w:r>
      <w:rPr>
        <w:rFonts w:ascii="Arial" w:hAnsi="Arial" w:cs="Arial"/>
        <w:b/>
        <w:sz w:val="18"/>
        <w:szCs w:val="18"/>
      </w:rPr>
      <w:fldChar w:fldCharType="end"/>
    </w:r>
  </w:p>
  <w:p w14:paraId="1FDA03FD" w14:textId="77777777" w:rsidR="009837E8" w:rsidRDefault="009837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F2553B"/>
    <w:multiLevelType w:val="hybridMultilevel"/>
    <w:tmpl w:val="DAD8533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9217601"/>
    <w:multiLevelType w:val="hybridMultilevel"/>
    <w:tmpl w:val="CEB47B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91879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00423711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" w16cid:durableId="749423503">
    <w:abstractNumId w:val="1"/>
  </w:num>
  <w:num w:numId="4" w16cid:durableId="1858691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13A"/>
    <w:rsid w:val="00033397"/>
    <w:rsid w:val="00040095"/>
    <w:rsid w:val="00051834"/>
    <w:rsid w:val="00054A22"/>
    <w:rsid w:val="00062023"/>
    <w:rsid w:val="000655A6"/>
    <w:rsid w:val="00080512"/>
    <w:rsid w:val="000C47C3"/>
    <w:rsid w:val="000D58AB"/>
    <w:rsid w:val="000D6668"/>
    <w:rsid w:val="000F76D4"/>
    <w:rsid w:val="00121457"/>
    <w:rsid w:val="00133525"/>
    <w:rsid w:val="001506B9"/>
    <w:rsid w:val="00165938"/>
    <w:rsid w:val="00174903"/>
    <w:rsid w:val="001900B1"/>
    <w:rsid w:val="001A4C42"/>
    <w:rsid w:val="001A7420"/>
    <w:rsid w:val="001B6637"/>
    <w:rsid w:val="001C21C3"/>
    <w:rsid w:val="001C29BD"/>
    <w:rsid w:val="001C418C"/>
    <w:rsid w:val="001D02C2"/>
    <w:rsid w:val="001D4D78"/>
    <w:rsid w:val="001F0C1D"/>
    <w:rsid w:val="001F1132"/>
    <w:rsid w:val="001F168B"/>
    <w:rsid w:val="002347A2"/>
    <w:rsid w:val="002675F0"/>
    <w:rsid w:val="00273D1F"/>
    <w:rsid w:val="00296D07"/>
    <w:rsid w:val="002B6339"/>
    <w:rsid w:val="002E00EE"/>
    <w:rsid w:val="003172DC"/>
    <w:rsid w:val="0035462D"/>
    <w:rsid w:val="003765B8"/>
    <w:rsid w:val="003C21A5"/>
    <w:rsid w:val="003C3971"/>
    <w:rsid w:val="00402795"/>
    <w:rsid w:val="00412DC0"/>
    <w:rsid w:val="00423334"/>
    <w:rsid w:val="004345EC"/>
    <w:rsid w:val="00453D60"/>
    <w:rsid w:val="00465515"/>
    <w:rsid w:val="004D3578"/>
    <w:rsid w:val="004E213A"/>
    <w:rsid w:val="004F0988"/>
    <w:rsid w:val="004F3340"/>
    <w:rsid w:val="004F4AF9"/>
    <w:rsid w:val="0051130A"/>
    <w:rsid w:val="0053388B"/>
    <w:rsid w:val="00535773"/>
    <w:rsid w:val="00543E6C"/>
    <w:rsid w:val="005456D7"/>
    <w:rsid w:val="00546844"/>
    <w:rsid w:val="00553F78"/>
    <w:rsid w:val="00565087"/>
    <w:rsid w:val="00597B11"/>
    <w:rsid w:val="005A5D5B"/>
    <w:rsid w:val="005D2E01"/>
    <w:rsid w:val="005D7526"/>
    <w:rsid w:val="005E4BB2"/>
    <w:rsid w:val="00602AEA"/>
    <w:rsid w:val="00614FDF"/>
    <w:rsid w:val="0063543D"/>
    <w:rsid w:val="00647114"/>
    <w:rsid w:val="006A323F"/>
    <w:rsid w:val="006B30D0"/>
    <w:rsid w:val="006C1682"/>
    <w:rsid w:val="006C3D95"/>
    <w:rsid w:val="006C4B9D"/>
    <w:rsid w:val="006E5C86"/>
    <w:rsid w:val="006F44BB"/>
    <w:rsid w:val="006F77C4"/>
    <w:rsid w:val="00701116"/>
    <w:rsid w:val="00713C44"/>
    <w:rsid w:val="00734A5B"/>
    <w:rsid w:val="00734B25"/>
    <w:rsid w:val="0074026F"/>
    <w:rsid w:val="007429F6"/>
    <w:rsid w:val="00744E76"/>
    <w:rsid w:val="007455DC"/>
    <w:rsid w:val="00774DA4"/>
    <w:rsid w:val="00781F0F"/>
    <w:rsid w:val="007B4A3A"/>
    <w:rsid w:val="007B600E"/>
    <w:rsid w:val="007C04C2"/>
    <w:rsid w:val="007C169A"/>
    <w:rsid w:val="007D43F8"/>
    <w:rsid w:val="007F0F4A"/>
    <w:rsid w:val="008028A4"/>
    <w:rsid w:val="00830747"/>
    <w:rsid w:val="0085144B"/>
    <w:rsid w:val="008768CA"/>
    <w:rsid w:val="008A53C7"/>
    <w:rsid w:val="008B34DA"/>
    <w:rsid w:val="008B7ED2"/>
    <w:rsid w:val="008C384C"/>
    <w:rsid w:val="0090271F"/>
    <w:rsid w:val="00902E23"/>
    <w:rsid w:val="009114D7"/>
    <w:rsid w:val="0091348E"/>
    <w:rsid w:val="00917CCB"/>
    <w:rsid w:val="00925E63"/>
    <w:rsid w:val="00942EC2"/>
    <w:rsid w:val="00950578"/>
    <w:rsid w:val="0097441F"/>
    <w:rsid w:val="00980B03"/>
    <w:rsid w:val="009837E8"/>
    <w:rsid w:val="00997DA3"/>
    <w:rsid w:val="009F37B7"/>
    <w:rsid w:val="00A10F02"/>
    <w:rsid w:val="00A164B4"/>
    <w:rsid w:val="00A26956"/>
    <w:rsid w:val="00A27486"/>
    <w:rsid w:val="00A53724"/>
    <w:rsid w:val="00A56066"/>
    <w:rsid w:val="00A73129"/>
    <w:rsid w:val="00A82346"/>
    <w:rsid w:val="00A92BA1"/>
    <w:rsid w:val="00AB37AE"/>
    <w:rsid w:val="00AC2348"/>
    <w:rsid w:val="00AC6BC6"/>
    <w:rsid w:val="00AE65E2"/>
    <w:rsid w:val="00B15449"/>
    <w:rsid w:val="00B74237"/>
    <w:rsid w:val="00B93086"/>
    <w:rsid w:val="00BA19ED"/>
    <w:rsid w:val="00BA4B8D"/>
    <w:rsid w:val="00BB7024"/>
    <w:rsid w:val="00BC0F7D"/>
    <w:rsid w:val="00BC3769"/>
    <w:rsid w:val="00BD53DC"/>
    <w:rsid w:val="00BD7D31"/>
    <w:rsid w:val="00BE3255"/>
    <w:rsid w:val="00BF128E"/>
    <w:rsid w:val="00C074DD"/>
    <w:rsid w:val="00C1496A"/>
    <w:rsid w:val="00C33079"/>
    <w:rsid w:val="00C45231"/>
    <w:rsid w:val="00C72833"/>
    <w:rsid w:val="00C80F1D"/>
    <w:rsid w:val="00C93F40"/>
    <w:rsid w:val="00C94447"/>
    <w:rsid w:val="00CA172A"/>
    <w:rsid w:val="00CA3D0C"/>
    <w:rsid w:val="00CE7A7A"/>
    <w:rsid w:val="00D31755"/>
    <w:rsid w:val="00D57972"/>
    <w:rsid w:val="00D675A9"/>
    <w:rsid w:val="00D738D6"/>
    <w:rsid w:val="00D755EB"/>
    <w:rsid w:val="00D76048"/>
    <w:rsid w:val="00D87E00"/>
    <w:rsid w:val="00D9134D"/>
    <w:rsid w:val="00DA7A03"/>
    <w:rsid w:val="00DB1818"/>
    <w:rsid w:val="00DC309B"/>
    <w:rsid w:val="00DC4DA2"/>
    <w:rsid w:val="00DD4C17"/>
    <w:rsid w:val="00DD74A5"/>
    <w:rsid w:val="00DD79C9"/>
    <w:rsid w:val="00DF2B1F"/>
    <w:rsid w:val="00DF62CD"/>
    <w:rsid w:val="00E143BE"/>
    <w:rsid w:val="00E16509"/>
    <w:rsid w:val="00E44582"/>
    <w:rsid w:val="00E77645"/>
    <w:rsid w:val="00E95926"/>
    <w:rsid w:val="00EA15B0"/>
    <w:rsid w:val="00EA5EA7"/>
    <w:rsid w:val="00EC4A25"/>
    <w:rsid w:val="00EC4C3B"/>
    <w:rsid w:val="00F025A2"/>
    <w:rsid w:val="00F04712"/>
    <w:rsid w:val="00F11B67"/>
    <w:rsid w:val="00F13360"/>
    <w:rsid w:val="00F22EC7"/>
    <w:rsid w:val="00F325C8"/>
    <w:rsid w:val="00F653B8"/>
    <w:rsid w:val="00F9008D"/>
    <w:rsid w:val="00FA1266"/>
    <w:rsid w:val="00FC1192"/>
    <w:rsid w:val="00FC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071648"/>
  <w15:chartTrackingRefBased/>
  <w15:docId w15:val="{C1E256F0-A0B3-411F-BCCB-5F2ECFDE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80"/>
    </w:pPr>
    <w:rPr>
      <w:lang w:eastAsia="en-US"/>
    </w:rPr>
  </w:style>
  <w:style w:type="paragraph" w:styleId="Heading1">
    <w:name w:val="heading 1"/>
    <w:next w:val="Normal"/>
    <w:qFormat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basedOn w:val="Heading1"/>
    <w:next w:val="Normal"/>
    <w:qFormat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pPr>
      <w:outlineLvl w:val="5"/>
    </w:pPr>
  </w:style>
  <w:style w:type="paragraph" w:styleId="Heading7">
    <w:name w:val="heading 7"/>
    <w:basedOn w:val="H6"/>
    <w:next w:val="Normal"/>
    <w:qFormat/>
    <w:pPr>
      <w:outlineLvl w:val="6"/>
    </w:pPr>
  </w:style>
  <w:style w:type="paragraph" w:styleId="Heading8">
    <w:name w:val="heading 8"/>
    <w:basedOn w:val="Heading1"/>
    <w:next w:val="Normal"/>
    <w:qFormat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6">
    <w:name w:val="H6"/>
    <w:basedOn w:val="Heading5"/>
    <w:next w:val="Normal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uiPriority w:val="39"/>
    <w:pPr>
      <w:ind w:left="1418" w:hanging="1418"/>
    </w:pPr>
  </w:style>
  <w:style w:type="paragraph" w:styleId="TOC8">
    <w:name w:val="toc 8"/>
    <w:basedOn w:val="TOC1"/>
    <w:uiPriority w:val="39"/>
    <w:pPr>
      <w:spacing w:before="180"/>
      <w:ind w:left="2693" w:hanging="2693"/>
    </w:pPr>
    <w:rPr>
      <w:b/>
    </w:rPr>
  </w:style>
  <w:style w:type="paragraph" w:styleId="TOC1">
    <w:name w:val="toc 1"/>
    <w:uiPriority w:val="39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noProof/>
      <w:sz w:val="22"/>
      <w:lang w:eastAsia="en-US"/>
    </w:rPr>
  </w:style>
  <w:style w:type="paragraph" w:customStyle="1" w:styleId="EQ">
    <w:name w:val="EQ"/>
    <w:basedOn w:val="Normal"/>
    <w:next w:val="Normal"/>
    <w:pPr>
      <w:keepLines/>
      <w:tabs>
        <w:tab w:val="center" w:pos="4536"/>
        <w:tab w:val="right" w:pos="9072"/>
      </w:tabs>
    </w:pPr>
    <w:rPr>
      <w:noProof/>
    </w:rPr>
  </w:style>
  <w:style w:type="character" w:customStyle="1" w:styleId="ZGSM">
    <w:name w:val="ZGSM"/>
  </w:style>
  <w:style w:type="paragraph" w:styleId="Header">
    <w:name w:val="header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  <w:lang w:eastAsia="ja-JP"/>
    </w:rPr>
  </w:style>
  <w:style w:type="paragraph" w:customStyle="1" w:styleId="ZD">
    <w:name w:val="ZD"/>
    <w:pPr>
      <w:framePr w:wrap="notBeside" w:vAnchor="page" w:hAnchor="margin" w:y="15764"/>
      <w:widowControl w:val="0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uiPriority w:val="39"/>
    <w:pPr>
      <w:ind w:left="1701" w:hanging="1701"/>
    </w:pPr>
  </w:style>
  <w:style w:type="paragraph" w:styleId="TOC4">
    <w:name w:val="toc 4"/>
    <w:basedOn w:val="TOC3"/>
    <w:uiPriority w:val="39"/>
    <w:pPr>
      <w:ind w:left="1418" w:hanging="1418"/>
    </w:pPr>
  </w:style>
  <w:style w:type="paragraph" w:styleId="TOC3">
    <w:name w:val="toc 3"/>
    <w:basedOn w:val="TOC2"/>
    <w:uiPriority w:val="39"/>
    <w:pPr>
      <w:ind w:left="1134" w:hanging="1134"/>
    </w:pPr>
  </w:style>
  <w:style w:type="paragraph" w:styleId="TOC2">
    <w:name w:val="toc 2"/>
    <w:basedOn w:val="TOC1"/>
    <w:uiPriority w:val="39"/>
    <w:pPr>
      <w:keepNext w:val="0"/>
      <w:spacing w:before="0"/>
      <w:ind w:left="851" w:hanging="851"/>
    </w:pPr>
    <w:rPr>
      <w:sz w:val="20"/>
    </w:rPr>
  </w:style>
  <w:style w:type="paragraph" w:styleId="Footer">
    <w:name w:val="footer"/>
    <w:basedOn w:val="Header"/>
    <w:pPr>
      <w:jc w:val="center"/>
    </w:pPr>
    <w:rPr>
      <w:i/>
    </w:rPr>
  </w:style>
  <w:style w:type="paragraph" w:customStyle="1" w:styleId="TT">
    <w:name w:val="TT"/>
    <w:basedOn w:val="Heading1"/>
    <w:next w:val="Normal"/>
    <w:pPr>
      <w:outlineLvl w:val="9"/>
    </w:pPr>
  </w:style>
  <w:style w:type="paragraph" w:customStyle="1" w:styleId="NF">
    <w:name w:val="NF"/>
    <w:basedOn w:val="NO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pPr>
      <w:keepLines/>
      <w:ind w:left="1135" w:hanging="851"/>
    </w:pPr>
  </w:style>
  <w:style w:type="paragraph" w:customStyle="1" w:styleId="PL">
    <w:name w:val="PL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eastAsia="en-US"/>
    </w:rPr>
  </w:style>
  <w:style w:type="paragraph" w:customStyle="1" w:styleId="TAR">
    <w:name w:val="TAR"/>
    <w:basedOn w:val="TAL"/>
    <w:pPr>
      <w:jc w:val="right"/>
    </w:pPr>
  </w:style>
  <w:style w:type="paragraph" w:customStyle="1" w:styleId="TAL">
    <w:name w:val="TAL"/>
    <w:basedOn w:val="Normal"/>
    <w:pPr>
      <w:keepNext/>
      <w:keepLines/>
      <w:spacing w:after="0"/>
    </w:pPr>
    <w:rPr>
      <w:rFonts w:ascii="Arial" w:hAnsi="Arial"/>
      <w:sz w:val="18"/>
    </w:rPr>
  </w:style>
  <w:style w:type="paragraph" w:customStyle="1" w:styleId="TAH">
    <w:name w:val="TAH"/>
    <w:basedOn w:val="TAC"/>
    <w:rPr>
      <w:b/>
    </w:rPr>
  </w:style>
  <w:style w:type="paragraph" w:customStyle="1" w:styleId="TAC">
    <w:name w:val="TAC"/>
    <w:basedOn w:val="TAL"/>
    <w:pPr>
      <w:jc w:val="center"/>
    </w:pPr>
  </w:style>
  <w:style w:type="paragraph" w:customStyle="1" w:styleId="LD">
    <w:name w:val="LD"/>
    <w:pPr>
      <w:keepNext/>
      <w:keepLines/>
      <w:spacing w:line="180" w:lineRule="exact"/>
    </w:pPr>
    <w:rPr>
      <w:rFonts w:ascii="Courier New" w:hAnsi="Courier New"/>
      <w:noProof/>
      <w:lang w:eastAsia="en-US"/>
    </w:rPr>
  </w:style>
  <w:style w:type="paragraph" w:customStyle="1" w:styleId="EX">
    <w:name w:val="EX"/>
    <w:basedOn w:val="Normal"/>
    <w:pPr>
      <w:keepLines/>
      <w:ind w:left="1702" w:hanging="1418"/>
    </w:pPr>
  </w:style>
  <w:style w:type="paragraph" w:customStyle="1" w:styleId="FP">
    <w:name w:val="FP"/>
    <w:basedOn w:val="Normal"/>
    <w:pPr>
      <w:spacing w:after="0"/>
    </w:pPr>
  </w:style>
  <w:style w:type="paragraph" w:customStyle="1" w:styleId="NW">
    <w:name w:val="NW"/>
    <w:basedOn w:val="NO"/>
    <w:pPr>
      <w:spacing w:after="0"/>
    </w:pPr>
  </w:style>
  <w:style w:type="paragraph" w:customStyle="1" w:styleId="EW">
    <w:name w:val="EW"/>
    <w:basedOn w:val="EX"/>
    <w:pPr>
      <w:spacing w:after="0"/>
    </w:pPr>
  </w:style>
  <w:style w:type="paragraph" w:customStyle="1" w:styleId="B1">
    <w:name w:val="B1"/>
    <w:basedOn w:val="Normal"/>
    <w:pPr>
      <w:ind w:left="568" w:hanging="284"/>
    </w:pPr>
  </w:style>
  <w:style w:type="paragraph" w:styleId="TOC6">
    <w:name w:val="toc 6"/>
    <w:basedOn w:val="TOC5"/>
    <w:next w:val="Normal"/>
    <w:uiPriority w:val="39"/>
    <w:pPr>
      <w:ind w:left="1985" w:hanging="1985"/>
    </w:pPr>
  </w:style>
  <w:style w:type="paragraph" w:styleId="TOC7">
    <w:name w:val="toc 7"/>
    <w:basedOn w:val="TOC6"/>
    <w:next w:val="Normal"/>
    <w:uiPriority w:val="39"/>
    <w:pPr>
      <w:ind w:left="2268" w:hanging="2268"/>
    </w:pPr>
  </w:style>
  <w:style w:type="paragraph" w:customStyle="1" w:styleId="EditorsNote">
    <w:name w:val="Editor's Note"/>
    <w:basedOn w:val="NO"/>
    <w:rPr>
      <w:color w:val="FF0000"/>
    </w:rPr>
  </w:style>
  <w:style w:type="paragraph" w:customStyle="1" w:styleId="TH">
    <w:name w:val="TH"/>
    <w:basedOn w:val="Normal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ZA">
    <w:name w:val="ZA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eastAsia="en-US"/>
    </w:rPr>
  </w:style>
  <w:style w:type="paragraph" w:customStyle="1" w:styleId="ZT">
    <w:name w:val="ZT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eastAsia="en-US"/>
    </w:rPr>
  </w:style>
  <w:style w:type="paragraph" w:customStyle="1" w:styleId="ZU">
    <w:name w:val="ZU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pPr>
      <w:ind w:left="851" w:hanging="851"/>
    </w:pPr>
  </w:style>
  <w:style w:type="paragraph" w:customStyle="1" w:styleId="ZH">
    <w:name w:val="ZH"/>
    <w:pPr>
      <w:framePr w:wrap="notBeside" w:vAnchor="page" w:hAnchor="margin" w:xAlign="center" w:y="6805"/>
      <w:widowControl w:val="0"/>
    </w:pPr>
    <w:rPr>
      <w:rFonts w:ascii="Arial" w:hAnsi="Arial"/>
      <w:noProof/>
      <w:lang w:eastAsia="en-US"/>
    </w:rPr>
  </w:style>
  <w:style w:type="paragraph" w:customStyle="1" w:styleId="TF">
    <w:name w:val="TF"/>
    <w:basedOn w:val="TH"/>
    <w:pPr>
      <w:keepNext w:val="0"/>
      <w:spacing w:before="0" w:after="240"/>
    </w:pPr>
  </w:style>
  <w:style w:type="paragraph" w:customStyle="1" w:styleId="ZG">
    <w:name w:val="ZG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eastAsia="en-US"/>
    </w:rPr>
  </w:style>
  <w:style w:type="paragraph" w:customStyle="1" w:styleId="B2">
    <w:name w:val="B2"/>
    <w:basedOn w:val="Normal"/>
    <w:pPr>
      <w:ind w:left="851" w:hanging="284"/>
    </w:pPr>
  </w:style>
  <w:style w:type="paragraph" w:customStyle="1" w:styleId="B3">
    <w:name w:val="B3"/>
    <w:basedOn w:val="Normal"/>
    <w:pPr>
      <w:ind w:left="1135" w:hanging="284"/>
    </w:pPr>
  </w:style>
  <w:style w:type="paragraph" w:customStyle="1" w:styleId="B4">
    <w:name w:val="B4"/>
    <w:basedOn w:val="Normal"/>
    <w:pPr>
      <w:ind w:left="1418" w:hanging="284"/>
    </w:pPr>
  </w:style>
  <w:style w:type="paragraph" w:customStyle="1" w:styleId="B5">
    <w:name w:val="B5"/>
    <w:basedOn w:val="Normal"/>
    <w:pPr>
      <w:ind w:left="1702" w:hanging="284"/>
    </w:pPr>
  </w:style>
  <w:style w:type="paragraph" w:customStyle="1" w:styleId="ZTD">
    <w:name w:val="ZTD"/>
    <w:basedOn w:val="ZB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pPr>
      <w:framePr w:wrap="notBeside" w:y="16161"/>
    </w:pPr>
  </w:style>
  <w:style w:type="paragraph" w:customStyle="1" w:styleId="TAJ">
    <w:name w:val="TAJ"/>
    <w:basedOn w:val="TH"/>
  </w:style>
  <w:style w:type="paragraph" w:customStyle="1" w:styleId="Guidance">
    <w:name w:val="Guidance"/>
    <w:basedOn w:val="Normal"/>
    <w:rPr>
      <w:i/>
      <w:color w:val="0000FF"/>
    </w:rPr>
  </w:style>
  <w:style w:type="paragraph" w:styleId="BalloonText">
    <w:name w:val="Balloon Text"/>
    <w:basedOn w:val="Normal"/>
    <w:link w:val="BalloonTextChar"/>
    <w:rsid w:val="004F09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F0988"/>
    <w:rPr>
      <w:rFonts w:ascii="Segoe UI" w:hAnsi="Segoe UI" w:cs="Segoe UI"/>
      <w:sz w:val="18"/>
      <w:szCs w:val="18"/>
      <w:lang w:eastAsia="en-US"/>
    </w:rPr>
  </w:style>
  <w:style w:type="table" w:styleId="TableGrid">
    <w:name w:val="Table Grid"/>
    <w:basedOn w:val="TableNormal"/>
    <w:rsid w:val="004F0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7402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026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F1336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3175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ylorcarol\AppData\Roaming\Microsoft\Templates\3gpp_7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A9786-A23D-48F0-821C-C6FE3889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30</TotalTime>
  <Pages>1</Pages>
  <Words>43052</Words>
  <Characters>245397</Characters>
  <Application>Microsoft Office Word</Application>
  <DocSecurity>0</DocSecurity>
  <Lines>2044</Lines>
  <Paragraphs>575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3GPP TS ab.cde</vt:lpstr>
    </vt:vector>
  </TitlesOfParts>
  <Company>ETSI</Company>
  <LinksUpToDate>false</LinksUpToDate>
  <CharactersWithSpaces>287874</CharactersWithSpaces>
  <SharedDoc>false</SharedDoc>
  <HyperlinkBase/>
  <HLinks>
    <vt:vector size="6" baseType="variant">
      <vt:variant>
        <vt:i4>4128872</vt:i4>
      </vt:variant>
      <vt:variant>
        <vt:i4>69</vt:i4>
      </vt:variant>
      <vt:variant>
        <vt:i4>0</vt:i4>
      </vt:variant>
      <vt:variant>
        <vt:i4>5</vt:i4>
      </vt:variant>
      <vt:variant>
        <vt:lpwstr>ftp://ftp.3gpp.org/Information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3GPP TS ab.cde</dc:title>
  <dc:subject>&lt;Title 1; Title 2&gt; (Release 14 | 13 |12)</dc:subject>
  <dc:creator>MCC Support</dc:creator>
  <cp:keywords>&lt;keyword[, keyword, ]&gt;</cp:keywords>
  <cp:lastModifiedBy>MCC</cp:lastModifiedBy>
  <cp:revision>14</cp:revision>
  <cp:lastPrinted>2019-02-25T14:05:00Z</cp:lastPrinted>
  <dcterms:created xsi:type="dcterms:W3CDTF">2021-09-30T15:30:00Z</dcterms:created>
  <dcterms:modified xsi:type="dcterms:W3CDTF">2022-09-26T14:50:00Z</dcterms:modified>
</cp:coreProperties>
</file>