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BE4E51" w14:paraId="6B81170C" w14:textId="77777777" w:rsidTr="005E4BB2">
        <w:tc>
          <w:tcPr>
            <w:tcW w:w="10423" w:type="dxa"/>
            <w:gridSpan w:val="2"/>
            <w:shd w:val="clear" w:color="auto" w:fill="auto"/>
          </w:tcPr>
          <w:p w14:paraId="148FCB90" w14:textId="2F54D14A" w:rsidR="004F0988" w:rsidRPr="00BE4E51" w:rsidRDefault="004F0988" w:rsidP="00133525">
            <w:pPr>
              <w:pStyle w:val="ZA"/>
              <w:framePr w:w="0" w:hRule="auto" w:wrap="auto" w:vAnchor="margin" w:hAnchor="text" w:yAlign="inline"/>
            </w:pPr>
            <w:bookmarkStart w:id="0" w:name="page1"/>
            <w:r w:rsidRPr="00BE4E51">
              <w:rPr>
                <w:sz w:val="64"/>
              </w:rPr>
              <w:t xml:space="preserve">3GPP </w:t>
            </w:r>
            <w:bookmarkStart w:id="1" w:name="specType1"/>
            <w:r w:rsidRPr="00BE4E51">
              <w:rPr>
                <w:sz w:val="64"/>
              </w:rPr>
              <w:t>TS</w:t>
            </w:r>
            <w:bookmarkEnd w:id="1"/>
            <w:r w:rsidRPr="00BE4E51">
              <w:rPr>
                <w:sz w:val="64"/>
              </w:rPr>
              <w:t xml:space="preserve"> </w:t>
            </w:r>
            <w:bookmarkStart w:id="2" w:name="specNumber"/>
            <w:r w:rsidR="00AA7B50" w:rsidRPr="00BE4E51">
              <w:rPr>
                <w:sz w:val="64"/>
              </w:rPr>
              <w:t>38</w:t>
            </w:r>
            <w:r w:rsidRPr="00BE4E51">
              <w:rPr>
                <w:sz w:val="64"/>
              </w:rPr>
              <w:t>.</w:t>
            </w:r>
            <w:bookmarkEnd w:id="2"/>
            <w:r w:rsidR="00AA7B50" w:rsidRPr="00BE4E51">
              <w:rPr>
                <w:sz w:val="64"/>
              </w:rPr>
              <w:t>307</w:t>
            </w:r>
            <w:r w:rsidRPr="00BE4E51">
              <w:rPr>
                <w:sz w:val="64"/>
              </w:rPr>
              <w:t xml:space="preserve"> </w:t>
            </w:r>
            <w:r w:rsidRPr="00BE4E51">
              <w:t>V</w:t>
            </w:r>
            <w:bookmarkStart w:id="3" w:name="specVersion"/>
            <w:r w:rsidR="00AA7B50" w:rsidRPr="00BE4E51">
              <w:t>15</w:t>
            </w:r>
            <w:r w:rsidRPr="00BE4E51">
              <w:t>.</w:t>
            </w:r>
            <w:r w:rsidR="00395577">
              <w:t>10</w:t>
            </w:r>
            <w:r w:rsidRPr="00BE4E51">
              <w:t>.</w:t>
            </w:r>
            <w:bookmarkEnd w:id="3"/>
            <w:r w:rsidR="00AA7B50" w:rsidRPr="00BE4E51">
              <w:t>0</w:t>
            </w:r>
            <w:r w:rsidRPr="00BE4E51">
              <w:t xml:space="preserve"> </w:t>
            </w:r>
            <w:r w:rsidRPr="00BE4E51">
              <w:rPr>
                <w:sz w:val="32"/>
              </w:rPr>
              <w:t>(</w:t>
            </w:r>
            <w:bookmarkStart w:id="4" w:name="issueDate"/>
            <w:r w:rsidR="00395577" w:rsidRPr="00BE4E51">
              <w:rPr>
                <w:sz w:val="32"/>
              </w:rPr>
              <w:t>202</w:t>
            </w:r>
            <w:r w:rsidR="00395577">
              <w:rPr>
                <w:sz w:val="32"/>
              </w:rPr>
              <w:t>2</w:t>
            </w:r>
            <w:r w:rsidRPr="00BE4E51">
              <w:rPr>
                <w:sz w:val="32"/>
              </w:rPr>
              <w:t>-</w:t>
            </w:r>
            <w:bookmarkEnd w:id="4"/>
            <w:r w:rsidR="00395577">
              <w:rPr>
                <w:sz w:val="32"/>
              </w:rPr>
              <w:t>03</w:t>
            </w:r>
            <w:r w:rsidRPr="00BE4E51">
              <w:rPr>
                <w:sz w:val="32"/>
              </w:rPr>
              <w:t>)</w:t>
            </w:r>
          </w:p>
        </w:tc>
      </w:tr>
      <w:tr w:rsidR="004F0988" w:rsidRPr="00BE4E51" w14:paraId="7C8BC5D2" w14:textId="77777777" w:rsidTr="005E4BB2">
        <w:trPr>
          <w:trHeight w:hRule="exact" w:val="1134"/>
        </w:trPr>
        <w:tc>
          <w:tcPr>
            <w:tcW w:w="10423" w:type="dxa"/>
            <w:gridSpan w:val="2"/>
            <w:shd w:val="clear" w:color="auto" w:fill="auto"/>
          </w:tcPr>
          <w:p w14:paraId="525E08FD" w14:textId="77777777" w:rsidR="00BA4B8D" w:rsidRPr="00BE4E51" w:rsidRDefault="004F0988" w:rsidP="00AA7B50">
            <w:pPr>
              <w:pStyle w:val="ZB"/>
              <w:framePr w:w="0" w:hRule="auto" w:wrap="auto" w:vAnchor="margin" w:hAnchor="text" w:yAlign="inline"/>
            </w:pPr>
            <w:r w:rsidRPr="00BE4E51">
              <w:t xml:space="preserve">Technical </w:t>
            </w:r>
            <w:bookmarkStart w:id="5" w:name="spectype2"/>
            <w:r w:rsidRPr="00BE4E51">
              <w:t>Specification</w:t>
            </w:r>
            <w:bookmarkEnd w:id="5"/>
          </w:p>
        </w:tc>
      </w:tr>
      <w:tr w:rsidR="004F0988" w:rsidRPr="00BE4E51" w14:paraId="53C78519" w14:textId="77777777" w:rsidTr="005E4BB2">
        <w:trPr>
          <w:trHeight w:hRule="exact" w:val="3686"/>
        </w:trPr>
        <w:tc>
          <w:tcPr>
            <w:tcW w:w="10423" w:type="dxa"/>
            <w:gridSpan w:val="2"/>
            <w:shd w:val="clear" w:color="auto" w:fill="auto"/>
          </w:tcPr>
          <w:p w14:paraId="1931096B" w14:textId="77777777" w:rsidR="00AA7B50" w:rsidRPr="00BE4E51" w:rsidRDefault="00AA7B50" w:rsidP="00AA7B50">
            <w:pPr>
              <w:pStyle w:val="ZT"/>
              <w:framePr w:wrap="auto" w:hAnchor="text" w:yAlign="inline"/>
            </w:pPr>
            <w:r w:rsidRPr="00BE4E51">
              <w:t>3rd Generation Partnership Project;</w:t>
            </w:r>
          </w:p>
          <w:p w14:paraId="094318BA" w14:textId="77777777" w:rsidR="00AA7B50" w:rsidRPr="00BE4E51" w:rsidRDefault="00AA7B50" w:rsidP="00AA7B50">
            <w:pPr>
              <w:pStyle w:val="ZT"/>
              <w:framePr w:wrap="auto" w:hAnchor="text" w:yAlign="inline"/>
            </w:pPr>
            <w:r w:rsidRPr="00BE4E51">
              <w:t>Technical Specification Group Radio Access Network;</w:t>
            </w:r>
          </w:p>
          <w:p w14:paraId="6E185CA7" w14:textId="77777777" w:rsidR="00AA7B50" w:rsidRPr="00BE4E51" w:rsidRDefault="00AA7B50" w:rsidP="00AA7B50">
            <w:pPr>
              <w:pStyle w:val="ZT"/>
              <w:framePr w:wrap="auto" w:hAnchor="text" w:yAlign="inline"/>
            </w:pPr>
            <w:r w:rsidRPr="00BE4E51">
              <w:t>NR;</w:t>
            </w:r>
          </w:p>
          <w:p w14:paraId="37A75EA4" w14:textId="77777777" w:rsidR="00AA7B50" w:rsidRPr="00BE4E51" w:rsidRDefault="00AA7B50" w:rsidP="00AA7B50">
            <w:pPr>
              <w:pStyle w:val="ZT"/>
              <w:framePr w:wrap="auto" w:hAnchor="text" w:yAlign="inline"/>
            </w:pPr>
            <w:r w:rsidRPr="00BE4E51">
              <w:t xml:space="preserve">Requirements on User Equipments (UEs) </w:t>
            </w:r>
          </w:p>
          <w:p w14:paraId="2AE689AE" w14:textId="77777777" w:rsidR="00AA7B50" w:rsidRPr="00BE4E51" w:rsidRDefault="00AA7B50" w:rsidP="00AA7B50">
            <w:pPr>
              <w:pStyle w:val="ZT"/>
              <w:framePr w:wrap="auto" w:hAnchor="text" w:yAlign="inline"/>
            </w:pPr>
            <w:r w:rsidRPr="00BE4E51">
              <w:t>supporting a release-independent frequency band</w:t>
            </w:r>
          </w:p>
          <w:p w14:paraId="693C925A" w14:textId="77777777" w:rsidR="004F0988" w:rsidRPr="00BE4E51" w:rsidRDefault="008E7B89" w:rsidP="00133525">
            <w:pPr>
              <w:pStyle w:val="ZT"/>
              <w:framePr w:wrap="auto" w:hAnchor="text" w:yAlign="inline"/>
              <w:rPr>
                <w:i/>
                <w:sz w:val="28"/>
              </w:rPr>
            </w:pPr>
            <w:r w:rsidRPr="00BE4E51">
              <w:t>(</w:t>
            </w:r>
            <w:r w:rsidRPr="00BE4E51">
              <w:rPr>
                <w:rStyle w:val="ZGSM"/>
              </w:rPr>
              <w:t xml:space="preserve">Release </w:t>
            </w:r>
            <w:bookmarkStart w:id="6" w:name="specRelease"/>
            <w:r w:rsidRPr="00BE4E51">
              <w:rPr>
                <w:rStyle w:val="ZGSM"/>
              </w:rPr>
              <w:t>15</w:t>
            </w:r>
            <w:bookmarkEnd w:id="6"/>
            <w:r w:rsidRPr="00BE4E51">
              <w:t>)</w:t>
            </w:r>
          </w:p>
        </w:tc>
      </w:tr>
      <w:tr w:rsidR="00BF128E" w:rsidRPr="00BE4E51" w14:paraId="39155816" w14:textId="77777777" w:rsidTr="005E4BB2">
        <w:tc>
          <w:tcPr>
            <w:tcW w:w="10423" w:type="dxa"/>
            <w:gridSpan w:val="2"/>
            <w:shd w:val="clear" w:color="auto" w:fill="auto"/>
          </w:tcPr>
          <w:p w14:paraId="2849FA55" w14:textId="77777777" w:rsidR="00BF128E" w:rsidRPr="00BE4E51" w:rsidRDefault="00BF128E" w:rsidP="00133525">
            <w:pPr>
              <w:pStyle w:val="ZU"/>
              <w:framePr w:w="0" w:wrap="auto" w:vAnchor="margin" w:hAnchor="text" w:yAlign="inline"/>
              <w:tabs>
                <w:tab w:val="right" w:pos="10206"/>
              </w:tabs>
              <w:jc w:val="left"/>
            </w:pPr>
            <w:r w:rsidRPr="00BE4E51">
              <w:rPr>
                <w:color w:val="0000FF"/>
              </w:rPr>
              <w:tab/>
            </w:r>
          </w:p>
        </w:tc>
      </w:tr>
      <w:tr w:rsidR="00D57972" w:rsidRPr="00BE4E51" w14:paraId="40E27A2F" w14:textId="77777777" w:rsidTr="005E4BB2">
        <w:trPr>
          <w:trHeight w:hRule="exact" w:val="1531"/>
        </w:trPr>
        <w:tc>
          <w:tcPr>
            <w:tcW w:w="4883" w:type="dxa"/>
            <w:shd w:val="clear" w:color="auto" w:fill="auto"/>
          </w:tcPr>
          <w:p w14:paraId="02E1093B" w14:textId="77777777" w:rsidR="00D57972" w:rsidRPr="00BE4E51" w:rsidRDefault="00AA7B50">
            <w:r w:rsidRPr="00BE4E51">
              <w:rPr>
                <w:i/>
                <w:noProof/>
              </w:rPr>
              <w:drawing>
                <wp:inline distT="0" distB="0" distL="0" distR="0" wp14:anchorId="225B285A" wp14:editId="1E27CCA1">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0E2BC99E" w14:textId="77777777" w:rsidR="00D57972" w:rsidRPr="00BE4E51" w:rsidRDefault="00AA7B50" w:rsidP="00133525">
            <w:pPr>
              <w:jc w:val="right"/>
            </w:pPr>
            <w:bookmarkStart w:id="7" w:name="logos"/>
            <w:r w:rsidRPr="00BE4E51">
              <w:rPr>
                <w:noProof/>
              </w:rPr>
              <w:drawing>
                <wp:inline distT="0" distB="0" distL="0" distR="0" wp14:anchorId="77E1FE59" wp14:editId="33E78F93">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7"/>
          </w:p>
        </w:tc>
      </w:tr>
      <w:tr w:rsidR="00C074DD" w:rsidRPr="00BE4E51" w14:paraId="0EE97A6B" w14:textId="77777777" w:rsidTr="005E4BB2">
        <w:trPr>
          <w:trHeight w:hRule="exact" w:val="5783"/>
        </w:trPr>
        <w:tc>
          <w:tcPr>
            <w:tcW w:w="10423" w:type="dxa"/>
            <w:gridSpan w:val="2"/>
            <w:shd w:val="clear" w:color="auto" w:fill="auto"/>
          </w:tcPr>
          <w:p w14:paraId="4B762801" w14:textId="77777777" w:rsidR="00C074DD" w:rsidRPr="00BE4E51" w:rsidRDefault="00C074DD" w:rsidP="00C074DD">
            <w:pPr>
              <w:pStyle w:val="Guidance"/>
              <w:rPr>
                <w:b/>
                <w:color w:val="auto"/>
              </w:rPr>
            </w:pPr>
          </w:p>
        </w:tc>
      </w:tr>
      <w:tr w:rsidR="00C074DD" w:rsidRPr="00BE4E51" w14:paraId="7FAEA141" w14:textId="77777777" w:rsidTr="005E4BB2">
        <w:trPr>
          <w:cantSplit/>
          <w:trHeight w:hRule="exact" w:val="964"/>
        </w:trPr>
        <w:tc>
          <w:tcPr>
            <w:tcW w:w="10423" w:type="dxa"/>
            <w:gridSpan w:val="2"/>
            <w:shd w:val="clear" w:color="auto" w:fill="auto"/>
          </w:tcPr>
          <w:p w14:paraId="2E0A1C5C" w14:textId="77777777" w:rsidR="00C074DD" w:rsidRPr="00BE4E51" w:rsidRDefault="00C074DD" w:rsidP="00C074DD">
            <w:pPr>
              <w:rPr>
                <w:sz w:val="16"/>
              </w:rPr>
            </w:pPr>
            <w:bookmarkStart w:id="8" w:name="warningNotice"/>
            <w:r w:rsidRPr="00BE4E51">
              <w:rPr>
                <w:sz w:val="16"/>
              </w:rPr>
              <w:t>The present document has been developed within the 3rd Generation Partnership Project (3GPP</w:t>
            </w:r>
            <w:r w:rsidRPr="00BE4E51">
              <w:rPr>
                <w:sz w:val="16"/>
                <w:vertAlign w:val="superscript"/>
              </w:rPr>
              <w:t xml:space="preserve"> TM</w:t>
            </w:r>
            <w:r w:rsidRPr="00BE4E51">
              <w:rPr>
                <w:sz w:val="16"/>
              </w:rPr>
              <w:t>) and may be further elaborated for the purposes of 3GPP.</w:t>
            </w:r>
            <w:r w:rsidRPr="00BE4E51">
              <w:rPr>
                <w:sz w:val="16"/>
              </w:rPr>
              <w:br/>
              <w:t>The present document has not been subject to any approval process by the 3GPP</w:t>
            </w:r>
            <w:r w:rsidRPr="00BE4E51">
              <w:rPr>
                <w:sz w:val="16"/>
                <w:vertAlign w:val="superscript"/>
              </w:rPr>
              <w:t xml:space="preserve"> </w:t>
            </w:r>
            <w:r w:rsidRPr="00BE4E51">
              <w:rPr>
                <w:sz w:val="16"/>
              </w:rPr>
              <w:t>Organizational Partners and shall not be implemented.</w:t>
            </w:r>
            <w:r w:rsidRPr="00BE4E51">
              <w:rPr>
                <w:sz w:val="16"/>
              </w:rPr>
              <w:br/>
              <w:t>This Specification is provided for future development work within 3GPP</w:t>
            </w:r>
            <w:r w:rsidRPr="00BE4E51">
              <w:rPr>
                <w:sz w:val="16"/>
                <w:vertAlign w:val="superscript"/>
              </w:rPr>
              <w:t xml:space="preserve"> </w:t>
            </w:r>
            <w:r w:rsidRPr="00BE4E51">
              <w:rPr>
                <w:sz w:val="16"/>
              </w:rPr>
              <w:t>only. The Organizational Partners accept no liability for any use of this Specification.</w:t>
            </w:r>
            <w:r w:rsidRPr="00BE4E51">
              <w:rPr>
                <w:sz w:val="16"/>
              </w:rPr>
              <w:br/>
              <w:t>Specifications and Reports for implementation of the 3GPP</w:t>
            </w:r>
            <w:r w:rsidRPr="00BE4E51">
              <w:rPr>
                <w:sz w:val="16"/>
                <w:vertAlign w:val="superscript"/>
              </w:rPr>
              <w:t xml:space="preserve"> TM</w:t>
            </w:r>
            <w:r w:rsidRPr="00BE4E51">
              <w:rPr>
                <w:sz w:val="16"/>
              </w:rPr>
              <w:t xml:space="preserve"> system should be obtained via the 3GPP Organizational Partners' Publications Offices.</w:t>
            </w:r>
            <w:bookmarkEnd w:id="8"/>
          </w:p>
          <w:p w14:paraId="54EEC5D2" w14:textId="77777777" w:rsidR="00C074DD" w:rsidRPr="00BE4E51" w:rsidRDefault="00C074DD" w:rsidP="00C074DD">
            <w:pPr>
              <w:pStyle w:val="ZV"/>
              <w:framePr w:w="0" w:wrap="auto" w:vAnchor="margin" w:hAnchor="text" w:yAlign="inline"/>
            </w:pPr>
          </w:p>
          <w:p w14:paraId="6727DF4E" w14:textId="77777777" w:rsidR="00C074DD" w:rsidRPr="00BE4E51" w:rsidRDefault="00C074DD" w:rsidP="00C074DD">
            <w:pPr>
              <w:rPr>
                <w:sz w:val="16"/>
              </w:rPr>
            </w:pPr>
          </w:p>
        </w:tc>
      </w:tr>
      <w:bookmarkEnd w:id="0"/>
    </w:tbl>
    <w:p w14:paraId="696D265C" w14:textId="77777777" w:rsidR="00080512" w:rsidRPr="00BE4E51" w:rsidRDefault="00080512">
      <w:pPr>
        <w:sectPr w:rsidR="00080512" w:rsidRPr="00BE4E51"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BE4E51" w14:paraId="1EE1DB90" w14:textId="77777777" w:rsidTr="00133525">
        <w:trPr>
          <w:trHeight w:hRule="exact" w:val="5670"/>
        </w:trPr>
        <w:tc>
          <w:tcPr>
            <w:tcW w:w="10423" w:type="dxa"/>
            <w:shd w:val="clear" w:color="auto" w:fill="auto"/>
          </w:tcPr>
          <w:p w14:paraId="1B65790E" w14:textId="77777777" w:rsidR="00E16509" w:rsidRPr="00BE4E51" w:rsidRDefault="00E16509" w:rsidP="00E16509">
            <w:pPr>
              <w:pStyle w:val="Guidance"/>
              <w:rPr>
                <w:color w:val="auto"/>
              </w:rPr>
            </w:pPr>
            <w:bookmarkStart w:id="9" w:name="page2"/>
          </w:p>
        </w:tc>
      </w:tr>
      <w:tr w:rsidR="00E16509" w:rsidRPr="00BE4E51" w14:paraId="77263A56" w14:textId="77777777" w:rsidTr="00C074DD">
        <w:trPr>
          <w:trHeight w:hRule="exact" w:val="5387"/>
        </w:trPr>
        <w:tc>
          <w:tcPr>
            <w:tcW w:w="10423" w:type="dxa"/>
            <w:shd w:val="clear" w:color="auto" w:fill="auto"/>
          </w:tcPr>
          <w:p w14:paraId="59B0F61B" w14:textId="77777777" w:rsidR="00E16509" w:rsidRPr="00BE4E51" w:rsidRDefault="00E16509" w:rsidP="00133525">
            <w:pPr>
              <w:pStyle w:val="FP"/>
              <w:spacing w:after="240"/>
              <w:ind w:left="2835" w:right="2835"/>
              <w:jc w:val="center"/>
              <w:rPr>
                <w:rFonts w:ascii="Arial" w:hAnsi="Arial"/>
                <w:b/>
                <w:i/>
              </w:rPr>
            </w:pPr>
            <w:bookmarkStart w:id="10" w:name="coords3gpp"/>
            <w:r w:rsidRPr="00BE4E51">
              <w:rPr>
                <w:rFonts w:ascii="Arial" w:hAnsi="Arial"/>
                <w:b/>
                <w:i/>
              </w:rPr>
              <w:t>3GPP</w:t>
            </w:r>
          </w:p>
          <w:p w14:paraId="74DE5EFE" w14:textId="77777777" w:rsidR="00E16509" w:rsidRPr="00BE4E51" w:rsidRDefault="00E16509" w:rsidP="00133525">
            <w:pPr>
              <w:pStyle w:val="FP"/>
              <w:pBdr>
                <w:bottom w:val="single" w:sz="6" w:space="1" w:color="auto"/>
              </w:pBdr>
              <w:ind w:left="2835" w:right="2835"/>
              <w:jc w:val="center"/>
            </w:pPr>
            <w:r w:rsidRPr="00BE4E51">
              <w:t>Postal address</w:t>
            </w:r>
          </w:p>
          <w:p w14:paraId="11EF39C7" w14:textId="77777777" w:rsidR="00E16509" w:rsidRPr="00BE4E51" w:rsidRDefault="00E16509" w:rsidP="00133525">
            <w:pPr>
              <w:pStyle w:val="FP"/>
              <w:ind w:left="2835" w:right="2835"/>
              <w:jc w:val="center"/>
              <w:rPr>
                <w:rFonts w:ascii="Arial" w:hAnsi="Arial"/>
                <w:sz w:val="18"/>
              </w:rPr>
            </w:pPr>
          </w:p>
          <w:p w14:paraId="21883261" w14:textId="77777777" w:rsidR="00E16509" w:rsidRPr="00BE4E51" w:rsidRDefault="00E16509" w:rsidP="00133525">
            <w:pPr>
              <w:pStyle w:val="FP"/>
              <w:pBdr>
                <w:bottom w:val="single" w:sz="6" w:space="1" w:color="auto"/>
              </w:pBdr>
              <w:spacing w:before="240"/>
              <w:ind w:left="2835" w:right="2835"/>
              <w:jc w:val="center"/>
            </w:pPr>
            <w:r w:rsidRPr="00BE4E51">
              <w:t>3GPP support office address</w:t>
            </w:r>
          </w:p>
          <w:p w14:paraId="010177BA" w14:textId="77777777" w:rsidR="00E16509" w:rsidRPr="00BE4E51" w:rsidRDefault="00E16509" w:rsidP="00133525">
            <w:pPr>
              <w:pStyle w:val="FP"/>
              <w:ind w:left="2835" w:right="2835"/>
              <w:jc w:val="center"/>
              <w:rPr>
                <w:rFonts w:ascii="Arial" w:hAnsi="Arial"/>
                <w:sz w:val="18"/>
              </w:rPr>
            </w:pPr>
            <w:r w:rsidRPr="00BE4E51">
              <w:rPr>
                <w:rFonts w:ascii="Arial" w:hAnsi="Arial"/>
                <w:sz w:val="18"/>
              </w:rPr>
              <w:t>650 Route des Lucioles - Sophia Antipolis</w:t>
            </w:r>
          </w:p>
          <w:p w14:paraId="305ACECC" w14:textId="77777777" w:rsidR="00E16509" w:rsidRPr="00BE4E51" w:rsidRDefault="00E16509" w:rsidP="00133525">
            <w:pPr>
              <w:pStyle w:val="FP"/>
              <w:ind w:left="2835" w:right="2835"/>
              <w:jc w:val="center"/>
              <w:rPr>
                <w:rFonts w:ascii="Arial" w:hAnsi="Arial"/>
                <w:sz w:val="18"/>
              </w:rPr>
            </w:pPr>
            <w:r w:rsidRPr="00BE4E51">
              <w:rPr>
                <w:rFonts w:ascii="Arial" w:hAnsi="Arial"/>
                <w:sz w:val="18"/>
              </w:rPr>
              <w:t>Valbonne - FRANCE</w:t>
            </w:r>
          </w:p>
          <w:p w14:paraId="26BC32BE" w14:textId="77777777" w:rsidR="00E16509" w:rsidRPr="00BE4E51" w:rsidRDefault="00E16509" w:rsidP="00133525">
            <w:pPr>
              <w:pStyle w:val="FP"/>
              <w:spacing w:after="20"/>
              <w:ind w:left="2835" w:right="2835"/>
              <w:jc w:val="center"/>
              <w:rPr>
                <w:rFonts w:ascii="Arial" w:hAnsi="Arial"/>
                <w:sz w:val="18"/>
              </w:rPr>
            </w:pPr>
            <w:r w:rsidRPr="00BE4E51">
              <w:rPr>
                <w:rFonts w:ascii="Arial" w:hAnsi="Arial"/>
                <w:sz w:val="18"/>
              </w:rPr>
              <w:t>Tel.: +33 4 92 94 42 00 Fax: +33 4 93 65 47 16</w:t>
            </w:r>
          </w:p>
          <w:p w14:paraId="1CF35EB5" w14:textId="77777777" w:rsidR="00E16509" w:rsidRPr="00BE4E51" w:rsidRDefault="00E16509" w:rsidP="00133525">
            <w:pPr>
              <w:pStyle w:val="FP"/>
              <w:pBdr>
                <w:bottom w:val="single" w:sz="6" w:space="1" w:color="auto"/>
              </w:pBdr>
              <w:spacing w:before="240"/>
              <w:ind w:left="2835" w:right="2835"/>
              <w:jc w:val="center"/>
            </w:pPr>
            <w:r w:rsidRPr="00BE4E51">
              <w:t>Internet</w:t>
            </w:r>
          </w:p>
          <w:p w14:paraId="3F850003" w14:textId="77777777" w:rsidR="00E16509" w:rsidRPr="00BE4E51" w:rsidRDefault="00E16509" w:rsidP="00133525">
            <w:pPr>
              <w:pStyle w:val="FP"/>
              <w:ind w:left="2835" w:right="2835"/>
              <w:jc w:val="center"/>
              <w:rPr>
                <w:rFonts w:ascii="Arial" w:hAnsi="Arial"/>
                <w:sz w:val="18"/>
              </w:rPr>
            </w:pPr>
            <w:r w:rsidRPr="00BE4E51">
              <w:rPr>
                <w:rFonts w:ascii="Arial" w:hAnsi="Arial"/>
                <w:sz w:val="18"/>
              </w:rPr>
              <w:t>http://www.3gpp.org</w:t>
            </w:r>
            <w:bookmarkEnd w:id="10"/>
          </w:p>
          <w:p w14:paraId="6C5E4266" w14:textId="77777777" w:rsidR="00E16509" w:rsidRPr="00BE4E51" w:rsidRDefault="00E16509" w:rsidP="00133525"/>
        </w:tc>
      </w:tr>
      <w:tr w:rsidR="00E16509" w:rsidRPr="00BE4E51" w14:paraId="338D919C" w14:textId="77777777" w:rsidTr="00C074DD">
        <w:tc>
          <w:tcPr>
            <w:tcW w:w="10423" w:type="dxa"/>
            <w:shd w:val="clear" w:color="auto" w:fill="auto"/>
            <w:vAlign w:val="bottom"/>
          </w:tcPr>
          <w:p w14:paraId="1098FC0B" w14:textId="77777777" w:rsidR="00E16509" w:rsidRPr="00BE4E51" w:rsidRDefault="00E16509" w:rsidP="00133525">
            <w:pPr>
              <w:pStyle w:val="FP"/>
              <w:pBdr>
                <w:bottom w:val="single" w:sz="6" w:space="1" w:color="auto"/>
              </w:pBdr>
              <w:spacing w:after="240"/>
              <w:jc w:val="center"/>
              <w:rPr>
                <w:rFonts w:ascii="Arial" w:hAnsi="Arial"/>
                <w:b/>
                <w:i/>
                <w:noProof/>
              </w:rPr>
            </w:pPr>
            <w:bookmarkStart w:id="11" w:name="copyrightNotification"/>
            <w:r w:rsidRPr="00BE4E51">
              <w:rPr>
                <w:rFonts w:ascii="Arial" w:hAnsi="Arial"/>
                <w:b/>
                <w:i/>
                <w:noProof/>
              </w:rPr>
              <w:t>Copyright Notification</w:t>
            </w:r>
          </w:p>
          <w:p w14:paraId="5809DCC7" w14:textId="77777777" w:rsidR="00E16509" w:rsidRPr="00BE4E51" w:rsidRDefault="00E16509" w:rsidP="00133525">
            <w:pPr>
              <w:pStyle w:val="FP"/>
              <w:jc w:val="center"/>
              <w:rPr>
                <w:noProof/>
              </w:rPr>
            </w:pPr>
            <w:r w:rsidRPr="00BE4E51">
              <w:rPr>
                <w:noProof/>
              </w:rPr>
              <w:t>No part may be reproduced except as authorized by written permission.</w:t>
            </w:r>
            <w:r w:rsidRPr="00BE4E51">
              <w:rPr>
                <w:noProof/>
              </w:rPr>
              <w:br/>
              <w:t>The copyright and the foregoing restriction extend to reproduction in all media.</w:t>
            </w:r>
          </w:p>
          <w:p w14:paraId="0D67B3A2" w14:textId="77777777" w:rsidR="00E16509" w:rsidRPr="00BE4E51" w:rsidRDefault="00E16509" w:rsidP="00133525">
            <w:pPr>
              <w:pStyle w:val="FP"/>
              <w:jc w:val="center"/>
              <w:rPr>
                <w:noProof/>
              </w:rPr>
            </w:pPr>
          </w:p>
          <w:p w14:paraId="5E63128F" w14:textId="393C052D" w:rsidR="00E16509" w:rsidRPr="00BE4E51" w:rsidRDefault="00E16509" w:rsidP="00133525">
            <w:pPr>
              <w:pStyle w:val="FP"/>
              <w:jc w:val="center"/>
              <w:rPr>
                <w:noProof/>
                <w:sz w:val="18"/>
              </w:rPr>
            </w:pPr>
            <w:r w:rsidRPr="00BE4E51">
              <w:rPr>
                <w:noProof/>
                <w:sz w:val="18"/>
              </w:rPr>
              <w:t xml:space="preserve">© </w:t>
            </w:r>
            <w:r w:rsidR="004626B5" w:rsidRPr="00BE4E51">
              <w:rPr>
                <w:noProof/>
                <w:sz w:val="18"/>
              </w:rPr>
              <w:t>202</w:t>
            </w:r>
            <w:r w:rsidR="00EA5BA4">
              <w:rPr>
                <w:noProof/>
                <w:sz w:val="18"/>
              </w:rPr>
              <w:t>2</w:t>
            </w:r>
            <w:r w:rsidRPr="00BE4E51">
              <w:rPr>
                <w:noProof/>
                <w:sz w:val="18"/>
              </w:rPr>
              <w:t>, 3GPP Organizational Partners (ARIB, ATIS, CCSA, ETSI, TSDSI, TTA, TTC).</w:t>
            </w:r>
            <w:bookmarkStart w:id="12" w:name="copyrightaddon"/>
            <w:bookmarkEnd w:id="12"/>
          </w:p>
          <w:p w14:paraId="19CBE772" w14:textId="77777777" w:rsidR="00E16509" w:rsidRPr="00BE4E51" w:rsidRDefault="00E16509" w:rsidP="00133525">
            <w:pPr>
              <w:pStyle w:val="FP"/>
              <w:jc w:val="center"/>
              <w:rPr>
                <w:noProof/>
                <w:sz w:val="18"/>
              </w:rPr>
            </w:pPr>
            <w:r w:rsidRPr="00BE4E51">
              <w:rPr>
                <w:noProof/>
                <w:sz w:val="18"/>
              </w:rPr>
              <w:t>All rights reserved.</w:t>
            </w:r>
          </w:p>
          <w:p w14:paraId="3E7ABEAE" w14:textId="77777777" w:rsidR="00E16509" w:rsidRPr="00BE4E51" w:rsidRDefault="00E16509" w:rsidP="00E16509">
            <w:pPr>
              <w:pStyle w:val="FP"/>
              <w:rPr>
                <w:noProof/>
                <w:sz w:val="18"/>
              </w:rPr>
            </w:pPr>
          </w:p>
          <w:p w14:paraId="05F1F0E2" w14:textId="77777777" w:rsidR="00E16509" w:rsidRPr="00BE4E51" w:rsidRDefault="00E16509" w:rsidP="00E16509">
            <w:pPr>
              <w:pStyle w:val="FP"/>
              <w:rPr>
                <w:noProof/>
                <w:sz w:val="18"/>
              </w:rPr>
            </w:pPr>
            <w:r w:rsidRPr="00BE4E51">
              <w:rPr>
                <w:noProof/>
                <w:sz w:val="18"/>
              </w:rPr>
              <w:t>UMTS™ is a Trade Mark of ETSI registered for the benefit of its members</w:t>
            </w:r>
          </w:p>
          <w:p w14:paraId="2DB2AF25" w14:textId="77777777" w:rsidR="00E16509" w:rsidRPr="00BE4E51" w:rsidRDefault="00E16509" w:rsidP="00E16509">
            <w:pPr>
              <w:pStyle w:val="FP"/>
              <w:rPr>
                <w:noProof/>
                <w:sz w:val="18"/>
              </w:rPr>
            </w:pPr>
            <w:r w:rsidRPr="00BE4E51">
              <w:rPr>
                <w:noProof/>
                <w:sz w:val="18"/>
              </w:rPr>
              <w:t>3GPP™ is a Trade Mark of ETSI registered for the benefit of its Members and of the 3GPP Organizational Partners</w:t>
            </w:r>
            <w:r w:rsidRPr="00BE4E51">
              <w:rPr>
                <w:noProof/>
                <w:sz w:val="18"/>
              </w:rPr>
              <w:br/>
              <w:t>LTE™ is a Trade Mark of ETSI registered for the benefit of its Members and of the 3GPP Organizational Partners</w:t>
            </w:r>
          </w:p>
          <w:p w14:paraId="3AF5FC41" w14:textId="77777777" w:rsidR="00E16509" w:rsidRPr="00BE4E51" w:rsidRDefault="00E16509" w:rsidP="00E16509">
            <w:pPr>
              <w:pStyle w:val="FP"/>
              <w:rPr>
                <w:noProof/>
                <w:sz w:val="18"/>
              </w:rPr>
            </w:pPr>
            <w:r w:rsidRPr="00BE4E51">
              <w:rPr>
                <w:noProof/>
                <w:sz w:val="18"/>
              </w:rPr>
              <w:t>GSM® and the GSM logo are registered and owned by the GSM Association</w:t>
            </w:r>
            <w:bookmarkEnd w:id="11"/>
          </w:p>
          <w:p w14:paraId="09DB0CFA" w14:textId="77777777" w:rsidR="00E16509" w:rsidRPr="00BE4E51" w:rsidRDefault="00E16509" w:rsidP="00133525"/>
        </w:tc>
      </w:tr>
      <w:bookmarkEnd w:id="9"/>
    </w:tbl>
    <w:p w14:paraId="5917EFC0" w14:textId="77777777" w:rsidR="00080512" w:rsidRPr="00BE4E51" w:rsidRDefault="00080512">
      <w:pPr>
        <w:pStyle w:val="TT"/>
      </w:pPr>
      <w:r w:rsidRPr="00BE4E51">
        <w:br w:type="page"/>
      </w:r>
      <w:bookmarkStart w:id="13" w:name="tableOfContents"/>
      <w:bookmarkEnd w:id="13"/>
      <w:r w:rsidRPr="00BE4E51">
        <w:lastRenderedPageBreak/>
        <w:t>Contents</w:t>
      </w:r>
    </w:p>
    <w:p w14:paraId="010693C5" w14:textId="5D2A1B11" w:rsidR="0035320A" w:rsidRDefault="0035320A">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_Toc98751328 \h </w:instrText>
      </w:r>
      <w:r>
        <w:fldChar w:fldCharType="separate"/>
      </w:r>
      <w:r>
        <w:t>4</w:t>
      </w:r>
      <w:r>
        <w:fldChar w:fldCharType="end"/>
      </w:r>
    </w:p>
    <w:p w14:paraId="745F9327" w14:textId="52F88D31" w:rsidR="0035320A" w:rsidRDefault="0035320A">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_Toc98751329 \h </w:instrText>
      </w:r>
      <w:r>
        <w:fldChar w:fldCharType="separate"/>
      </w:r>
      <w:r>
        <w:t>6</w:t>
      </w:r>
      <w:r>
        <w:fldChar w:fldCharType="end"/>
      </w:r>
    </w:p>
    <w:p w14:paraId="119D2DEB" w14:textId="03699376" w:rsidR="0035320A" w:rsidRDefault="0035320A">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_Toc98751330 \h </w:instrText>
      </w:r>
      <w:r>
        <w:fldChar w:fldCharType="separate"/>
      </w:r>
      <w:r>
        <w:t>6</w:t>
      </w:r>
      <w:r>
        <w:fldChar w:fldCharType="end"/>
      </w:r>
    </w:p>
    <w:p w14:paraId="55F73ADB" w14:textId="4DEECCFC" w:rsidR="0035320A" w:rsidRDefault="0035320A">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_Toc98751331 \h </w:instrText>
      </w:r>
      <w:r>
        <w:fldChar w:fldCharType="separate"/>
      </w:r>
      <w:r>
        <w:t>6</w:t>
      </w:r>
      <w:r>
        <w:fldChar w:fldCharType="end"/>
      </w:r>
    </w:p>
    <w:p w14:paraId="0899BD07" w14:textId="196E0FA5" w:rsidR="0035320A" w:rsidRDefault="0035320A">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_Toc98751332 \h </w:instrText>
      </w:r>
      <w:r>
        <w:fldChar w:fldCharType="separate"/>
      </w:r>
      <w:r>
        <w:t>6</w:t>
      </w:r>
      <w:r>
        <w:fldChar w:fldCharType="end"/>
      </w:r>
    </w:p>
    <w:p w14:paraId="0CF56460" w14:textId="550B2C02" w:rsidR="0035320A" w:rsidRDefault="0035320A">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_Toc98751333 \h </w:instrText>
      </w:r>
      <w:r>
        <w:fldChar w:fldCharType="separate"/>
      </w:r>
      <w:r>
        <w:t>7</w:t>
      </w:r>
      <w:r>
        <w:fldChar w:fldCharType="end"/>
      </w:r>
    </w:p>
    <w:p w14:paraId="3D187E82" w14:textId="0904653C" w:rsidR="0035320A" w:rsidRDefault="0035320A">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_Toc98751334 \h </w:instrText>
      </w:r>
      <w:r>
        <w:fldChar w:fldCharType="separate"/>
      </w:r>
      <w:r>
        <w:t>7</w:t>
      </w:r>
      <w:r>
        <w:fldChar w:fldCharType="end"/>
      </w:r>
    </w:p>
    <w:p w14:paraId="6FBA0D93" w14:textId="2FBAFC49" w:rsidR="0035320A" w:rsidRDefault="0035320A">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r>
      <w:r>
        <w:fldChar w:fldCharType="begin"/>
      </w:r>
      <w:r>
        <w:instrText xml:space="preserve"> PAGEREF _Toc98751335 \h </w:instrText>
      </w:r>
      <w:r>
        <w:fldChar w:fldCharType="separate"/>
      </w:r>
      <w:r>
        <w:t>7</w:t>
      </w:r>
      <w:r>
        <w:fldChar w:fldCharType="end"/>
      </w:r>
    </w:p>
    <w:p w14:paraId="4FA7C420" w14:textId="5F20EC54" w:rsidR="0035320A" w:rsidRDefault="0035320A">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Release independent features for NR frequency range 1</w:t>
      </w:r>
      <w:r>
        <w:tab/>
      </w:r>
      <w:r>
        <w:fldChar w:fldCharType="begin"/>
      </w:r>
      <w:r>
        <w:instrText xml:space="preserve"> PAGEREF _Toc98751336 \h </w:instrText>
      </w:r>
      <w:r>
        <w:fldChar w:fldCharType="separate"/>
      </w:r>
      <w:r>
        <w:t>8</w:t>
      </w:r>
      <w:r>
        <w:fldChar w:fldCharType="end"/>
      </w:r>
    </w:p>
    <w:p w14:paraId="721BE60D" w14:textId="5C4CAC60" w:rsidR="0035320A" w:rsidRDefault="0035320A">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Additional NR operating bands and UE power classes for NR frequency range 1</w:t>
      </w:r>
      <w:r>
        <w:tab/>
      </w:r>
      <w:r>
        <w:fldChar w:fldCharType="begin"/>
      </w:r>
      <w:r>
        <w:instrText xml:space="preserve"> PAGEREF _Toc98751337 \h </w:instrText>
      </w:r>
      <w:r>
        <w:fldChar w:fldCharType="separate"/>
      </w:r>
      <w:r>
        <w:t>8</w:t>
      </w:r>
      <w:r>
        <w:fldChar w:fldCharType="end"/>
      </w:r>
    </w:p>
    <w:p w14:paraId="3355662D" w14:textId="17275BC0" w:rsidR="0035320A" w:rsidRDefault="0035320A">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Additional NR CA configurations for NR frequency range 1</w:t>
      </w:r>
      <w:r>
        <w:tab/>
      </w:r>
      <w:r>
        <w:fldChar w:fldCharType="begin"/>
      </w:r>
      <w:r>
        <w:instrText xml:space="preserve"> PAGEREF _Toc98751338 \h </w:instrText>
      </w:r>
      <w:r>
        <w:fldChar w:fldCharType="separate"/>
      </w:r>
      <w:r>
        <w:t>8</w:t>
      </w:r>
      <w:r>
        <w:fldChar w:fldCharType="end"/>
      </w:r>
    </w:p>
    <w:p w14:paraId="6E3DA416" w14:textId="67EC9451" w:rsidR="0035320A" w:rsidRDefault="0035320A">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Intra-band CA</w:t>
      </w:r>
      <w:r>
        <w:tab/>
      </w:r>
      <w:r>
        <w:fldChar w:fldCharType="begin"/>
      </w:r>
      <w:r>
        <w:instrText xml:space="preserve"> PAGEREF _Toc98751339 \h </w:instrText>
      </w:r>
      <w:r>
        <w:fldChar w:fldCharType="separate"/>
      </w:r>
      <w:r>
        <w:t>8</w:t>
      </w:r>
      <w:r>
        <w:fldChar w:fldCharType="end"/>
      </w:r>
    </w:p>
    <w:p w14:paraId="4DCCD4BB" w14:textId="7CC649AD" w:rsidR="0035320A" w:rsidRDefault="0035320A">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Inter-band CA</w:t>
      </w:r>
      <w:r>
        <w:tab/>
      </w:r>
      <w:r>
        <w:fldChar w:fldCharType="begin"/>
      </w:r>
      <w:r>
        <w:instrText xml:space="preserve"> PAGEREF _Toc98751340 \h </w:instrText>
      </w:r>
      <w:r>
        <w:fldChar w:fldCharType="separate"/>
      </w:r>
      <w:r>
        <w:t>9</w:t>
      </w:r>
      <w:r>
        <w:fldChar w:fldCharType="end"/>
      </w:r>
    </w:p>
    <w:p w14:paraId="4609E3C6" w14:textId="258DB8CF" w:rsidR="0035320A" w:rsidRDefault="0035320A">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Additional NR SUL configurations for NR frequency range 1</w:t>
      </w:r>
      <w:r>
        <w:tab/>
      </w:r>
      <w:r>
        <w:fldChar w:fldCharType="begin"/>
      </w:r>
      <w:r>
        <w:instrText xml:space="preserve"> PAGEREF _Toc98751341 \h </w:instrText>
      </w:r>
      <w:r>
        <w:fldChar w:fldCharType="separate"/>
      </w:r>
      <w:r>
        <w:t>9</w:t>
      </w:r>
      <w:r>
        <w:fldChar w:fldCharType="end"/>
      </w:r>
    </w:p>
    <w:p w14:paraId="0473F49B" w14:textId="3BA76B9F" w:rsidR="0035320A" w:rsidRDefault="0035320A">
      <w:pPr>
        <w:pStyle w:val="TOC2"/>
        <w:rPr>
          <w:rFonts w:asciiTheme="minorHAnsi" w:eastAsiaTheme="minorEastAsia" w:hAnsiTheme="minorHAnsi" w:cstheme="minorBidi"/>
          <w:sz w:val="22"/>
          <w:szCs w:val="22"/>
          <w:lang w:eastAsia="en-GB"/>
        </w:rPr>
      </w:pPr>
      <w:r>
        <w:t>5.</w:t>
      </w:r>
      <w:r>
        <w:rPr>
          <w:lang w:eastAsia="zh-CN"/>
        </w:rPr>
        <w:t>4</w:t>
      </w:r>
      <w:r>
        <w:rPr>
          <w:rFonts w:asciiTheme="minorHAnsi" w:eastAsiaTheme="minorEastAsia" w:hAnsiTheme="minorHAnsi" w:cstheme="minorBidi"/>
          <w:sz w:val="22"/>
          <w:szCs w:val="22"/>
          <w:lang w:eastAsia="en-GB"/>
        </w:rPr>
        <w:tab/>
      </w:r>
      <w:r>
        <w:t>Other release independent features for NR frequency range 1</w:t>
      </w:r>
      <w:r>
        <w:tab/>
      </w:r>
      <w:r>
        <w:fldChar w:fldCharType="begin"/>
      </w:r>
      <w:r>
        <w:instrText xml:space="preserve"> PAGEREF _Toc98751342 \h </w:instrText>
      </w:r>
      <w:r>
        <w:fldChar w:fldCharType="separate"/>
      </w:r>
      <w:r>
        <w:t>10</w:t>
      </w:r>
      <w:r>
        <w:fldChar w:fldCharType="end"/>
      </w:r>
    </w:p>
    <w:p w14:paraId="6F7B9155" w14:textId="1C12BC45" w:rsidR="0035320A" w:rsidRDefault="0035320A">
      <w:pPr>
        <w:pStyle w:val="TOC2"/>
        <w:rPr>
          <w:rFonts w:asciiTheme="minorHAnsi" w:eastAsiaTheme="minorEastAsia" w:hAnsiTheme="minorHAnsi" w:cstheme="minorBidi"/>
          <w:sz w:val="22"/>
          <w:szCs w:val="22"/>
          <w:lang w:eastAsia="en-GB"/>
        </w:rPr>
      </w:pPr>
      <w:r>
        <w:t>5.</w:t>
      </w:r>
      <w:r>
        <w:rPr>
          <w:lang w:eastAsia="zh-CN"/>
        </w:rPr>
        <w:t>5</w:t>
      </w:r>
      <w:r>
        <w:rPr>
          <w:rFonts w:asciiTheme="minorHAnsi" w:eastAsiaTheme="minorEastAsia" w:hAnsiTheme="minorHAnsi" w:cstheme="minorBidi"/>
          <w:sz w:val="22"/>
          <w:szCs w:val="22"/>
          <w:lang w:eastAsia="en-GB"/>
        </w:rPr>
        <w:tab/>
      </w:r>
      <w:r>
        <w:t xml:space="preserve">Other release independent </w:t>
      </w:r>
      <w:r>
        <w:rPr>
          <w:lang w:eastAsia="zh-CN"/>
        </w:rPr>
        <w:t>requirements</w:t>
      </w:r>
      <w:r>
        <w:t xml:space="preserve"> for NR frequency range 1</w:t>
      </w:r>
      <w:r>
        <w:tab/>
      </w:r>
      <w:r>
        <w:fldChar w:fldCharType="begin"/>
      </w:r>
      <w:r>
        <w:instrText xml:space="preserve"> PAGEREF _Toc98751343 \h </w:instrText>
      </w:r>
      <w:r>
        <w:fldChar w:fldCharType="separate"/>
      </w:r>
      <w:r>
        <w:t>10</w:t>
      </w:r>
      <w:r>
        <w:fldChar w:fldCharType="end"/>
      </w:r>
    </w:p>
    <w:p w14:paraId="72835E77" w14:textId="2C410C63" w:rsidR="0035320A" w:rsidRDefault="0035320A">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Release independent features for NR frequency range 2</w:t>
      </w:r>
      <w:r>
        <w:tab/>
      </w:r>
      <w:r>
        <w:fldChar w:fldCharType="begin"/>
      </w:r>
      <w:r>
        <w:instrText xml:space="preserve"> PAGEREF _Toc98751344 \h </w:instrText>
      </w:r>
      <w:r>
        <w:fldChar w:fldCharType="separate"/>
      </w:r>
      <w:r>
        <w:t>11</w:t>
      </w:r>
      <w:r>
        <w:fldChar w:fldCharType="end"/>
      </w:r>
    </w:p>
    <w:p w14:paraId="34CBED59" w14:textId="4285E5BD" w:rsidR="0035320A" w:rsidRDefault="0035320A">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Additional NR operating bands and UE power classes for NR frequency range 2</w:t>
      </w:r>
      <w:r>
        <w:tab/>
      </w:r>
      <w:r>
        <w:fldChar w:fldCharType="begin"/>
      </w:r>
      <w:r>
        <w:instrText xml:space="preserve"> PAGEREF _Toc98751345 \h </w:instrText>
      </w:r>
      <w:r>
        <w:fldChar w:fldCharType="separate"/>
      </w:r>
      <w:r>
        <w:t>11</w:t>
      </w:r>
      <w:r>
        <w:fldChar w:fldCharType="end"/>
      </w:r>
    </w:p>
    <w:p w14:paraId="0E5D3B63" w14:textId="0C1E4B46" w:rsidR="0035320A" w:rsidRDefault="0035320A">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Additional NR CA configurations for NR frequency range 2</w:t>
      </w:r>
      <w:r>
        <w:tab/>
      </w:r>
      <w:r>
        <w:fldChar w:fldCharType="begin"/>
      </w:r>
      <w:r>
        <w:instrText xml:space="preserve"> PAGEREF _Toc98751346 \h </w:instrText>
      </w:r>
      <w:r>
        <w:fldChar w:fldCharType="separate"/>
      </w:r>
      <w:r>
        <w:t>11</w:t>
      </w:r>
      <w:r>
        <w:fldChar w:fldCharType="end"/>
      </w:r>
    </w:p>
    <w:p w14:paraId="29BC0674" w14:textId="5563F573" w:rsidR="0035320A" w:rsidRDefault="0035320A">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t>Intra-band CA</w:t>
      </w:r>
      <w:r>
        <w:tab/>
      </w:r>
      <w:r>
        <w:fldChar w:fldCharType="begin"/>
      </w:r>
      <w:r>
        <w:instrText xml:space="preserve"> PAGEREF _Toc98751347 \h </w:instrText>
      </w:r>
      <w:r>
        <w:fldChar w:fldCharType="separate"/>
      </w:r>
      <w:r>
        <w:t>11</w:t>
      </w:r>
      <w:r>
        <w:fldChar w:fldCharType="end"/>
      </w:r>
    </w:p>
    <w:p w14:paraId="2D50608A" w14:textId="11731A54" w:rsidR="0035320A" w:rsidRDefault="0035320A">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Release independent features for NR interworking between NR frequency range 1 and NR frequency range 2</w:t>
      </w:r>
      <w:r>
        <w:tab/>
      </w:r>
      <w:r>
        <w:fldChar w:fldCharType="begin"/>
      </w:r>
      <w:r>
        <w:instrText xml:space="preserve"> PAGEREF _Toc98751348 \h </w:instrText>
      </w:r>
      <w:r>
        <w:fldChar w:fldCharType="separate"/>
      </w:r>
      <w:r>
        <w:t>12</w:t>
      </w:r>
      <w:r>
        <w:fldChar w:fldCharType="end"/>
      </w:r>
    </w:p>
    <w:p w14:paraId="7F946426" w14:textId="29B9022D" w:rsidR="0035320A" w:rsidRDefault="0035320A">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Additional NR inter-band CA configurations between frequency range 1 and frequency range 2</w:t>
      </w:r>
      <w:r>
        <w:tab/>
      </w:r>
      <w:r>
        <w:fldChar w:fldCharType="begin"/>
      </w:r>
      <w:r>
        <w:instrText xml:space="preserve"> PAGEREF _Toc98751349 \h </w:instrText>
      </w:r>
      <w:r>
        <w:fldChar w:fldCharType="separate"/>
      </w:r>
      <w:r>
        <w:t>12</w:t>
      </w:r>
      <w:r>
        <w:fldChar w:fldCharType="end"/>
      </w:r>
    </w:p>
    <w:p w14:paraId="7AD2F3B9" w14:textId="3B26B7CE" w:rsidR="0035320A" w:rsidRDefault="0035320A">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Additional Inter-band NR-DC configurations between frequency range 1 and frequency range 2</w:t>
      </w:r>
      <w:r>
        <w:tab/>
      </w:r>
      <w:r>
        <w:fldChar w:fldCharType="begin"/>
      </w:r>
      <w:r>
        <w:instrText xml:space="preserve"> PAGEREF _Toc98751350 \h </w:instrText>
      </w:r>
      <w:r>
        <w:fldChar w:fldCharType="separate"/>
      </w:r>
      <w:r>
        <w:t>13</w:t>
      </w:r>
      <w:r>
        <w:fldChar w:fldCharType="end"/>
      </w:r>
    </w:p>
    <w:p w14:paraId="09DCEC08" w14:textId="1B464BE9" w:rsidR="0035320A" w:rsidRDefault="0035320A">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Release independent features for NR interworking between NR and E-UTRA</w:t>
      </w:r>
      <w:r>
        <w:tab/>
      </w:r>
      <w:r>
        <w:fldChar w:fldCharType="begin"/>
      </w:r>
      <w:r>
        <w:instrText xml:space="preserve"> PAGEREF _Toc98751351 \h </w:instrText>
      </w:r>
      <w:r>
        <w:fldChar w:fldCharType="separate"/>
      </w:r>
      <w:r>
        <w:t>13</w:t>
      </w:r>
      <w:r>
        <w:fldChar w:fldCharType="end"/>
      </w:r>
    </w:p>
    <w:p w14:paraId="7B57B111" w14:textId="451DF832" w:rsidR="0035320A" w:rsidRDefault="0035320A">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Additional EN-DC configurations</w:t>
      </w:r>
      <w:r>
        <w:tab/>
      </w:r>
      <w:r>
        <w:fldChar w:fldCharType="begin"/>
      </w:r>
      <w:r>
        <w:instrText xml:space="preserve"> PAGEREF _Toc98751352 \h </w:instrText>
      </w:r>
      <w:r>
        <w:fldChar w:fldCharType="separate"/>
      </w:r>
      <w:r>
        <w:t>13</w:t>
      </w:r>
      <w:r>
        <w:fldChar w:fldCharType="end"/>
      </w:r>
    </w:p>
    <w:p w14:paraId="6E30C1EC" w14:textId="7F125C72" w:rsidR="0035320A" w:rsidRDefault="0035320A">
      <w:pPr>
        <w:pStyle w:val="TOC3"/>
        <w:rPr>
          <w:rFonts w:asciiTheme="minorHAnsi" w:eastAsiaTheme="minorEastAsia" w:hAnsiTheme="minorHAnsi" w:cstheme="minorBidi"/>
          <w:sz w:val="22"/>
          <w:szCs w:val="22"/>
          <w:lang w:eastAsia="en-GB"/>
        </w:rPr>
      </w:pPr>
      <w:r>
        <w:t>8.1.1</w:t>
      </w:r>
      <w:r>
        <w:rPr>
          <w:rFonts w:asciiTheme="minorHAnsi" w:eastAsiaTheme="minorEastAsia" w:hAnsiTheme="minorHAnsi" w:cstheme="minorBidi"/>
          <w:sz w:val="22"/>
          <w:szCs w:val="22"/>
          <w:lang w:eastAsia="en-GB"/>
        </w:rPr>
        <w:tab/>
      </w:r>
      <w:r>
        <w:t>Intra-band EN-DC</w:t>
      </w:r>
      <w:r>
        <w:tab/>
      </w:r>
      <w:r>
        <w:fldChar w:fldCharType="begin"/>
      </w:r>
      <w:r>
        <w:instrText xml:space="preserve"> PAGEREF _Toc98751353 \h </w:instrText>
      </w:r>
      <w:r>
        <w:fldChar w:fldCharType="separate"/>
      </w:r>
      <w:r>
        <w:t>13</w:t>
      </w:r>
      <w:r>
        <w:fldChar w:fldCharType="end"/>
      </w:r>
    </w:p>
    <w:p w14:paraId="5F8C788A" w14:textId="32A2F3D0" w:rsidR="0035320A" w:rsidRDefault="0035320A">
      <w:pPr>
        <w:pStyle w:val="TOC3"/>
        <w:rPr>
          <w:rFonts w:asciiTheme="minorHAnsi" w:eastAsiaTheme="minorEastAsia" w:hAnsiTheme="minorHAnsi" w:cstheme="minorBidi"/>
          <w:sz w:val="22"/>
          <w:szCs w:val="22"/>
          <w:lang w:eastAsia="en-GB"/>
        </w:rPr>
      </w:pPr>
      <w:r>
        <w:t>8.1.2</w:t>
      </w:r>
      <w:r>
        <w:rPr>
          <w:rFonts w:asciiTheme="minorHAnsi" w:eastAsiaTheme="minorEastAsia" w:hAnsiTheme="minorHAnsi" w:cstheme="minorBidi"/>
          <w:sz w:val="22"/>
          <w:szCs w:val="22"/>
          <w:lang w:eastAsia="en-GB"/>
        </w:rPr>
        <w:tab/>
      </w:r>
      <w:r>
        <w:t>Inter-band EN-DC</w:t>
      </w:r>
      <w:r>
        <w:tab/>
      </w:r>
      <w:r>
        <w:fldChar w:fldCharType="begin"/>
      </w:r>
      <w:r>
        <w:instrText xml:space="preserve"> PAGEREF _Toc98751354 \h </w:instrText>
      </w:r>
      <w:r>
        <w:fldChar w:fldCharType="separate"/>
      </w:r>
      <w:r>
        <w:t>14</w:t>
      </w:r>
      <w:r>
        <w:fldChar w:fldCharType="end"/>
      </w:r>
    </w:p>
    <w:p w14:paraId="2AF91F13" w14:textId="5A90BB37" w:rsidR="0035320A" w:rsidRDefault="0035320A">
      <w:pPr>
        <w:pStyle w:val="TOC4"/>
        <w:rPr>
          <w:rFonts w:asciiTheme="minorHAnsi" w:eastAsiaTheme="minorEastAsia" w:hAnsiTheme="minorHAnsi" w:cstheme="minorBidi"/>
          <w:sz w:val="22"/>
          <w:szCs w:val="22"/>
          <w:lang w:eastAsia="en-GB"/>
        </w:rPr>
      </w:pPr>
      <w:r>
        <w:t>8.1.2.1</w:t>
      </w:r>
      <w:r>
        <w:rPr>
          <w:rFonts w:asciiTheme="minorHAnsi" w:eastAsiaTheme="minorEastAsia" w:hAnsiTheme="minorHAnsi" w:cstheme="minorBidi"/>
          <w:sz w:val="22"/>
          <w:szCs w:val="22"/>
          <w:lang w:eastAsia="en-GB"/>
        </w:rPr>
        <w:tab/>
      </w:r>
      <w:r>
        <w:t>Inter-band EN-DC within frequency range 1</w:t>
      </w:r>
      <w:r>
        <w:tab/>
      </w:r>
      <w:r>
        <w:fldChar w:fldCharType="begin"/>
      </w:r>
      <w:r>
        <w:instrText xml:space="preserve"> PAGEREF _Toc98751355 \h </w:instrText>
      </w:r>
      <w:r>
        <w:fldChar w:fldCharType="separate"/>
      </w:r>
      <w:r>
        <w:t>14</w:t>
      </w:r>
      <w:r>
        <w:fldChar w:fldCharType="end"/>
      </w:r>
    </w:p>
    <w:p w14:paraId="3229E6AF" w14:textId="43CCB54C" w:rsidR="0035320A" w:rsidRDefault="0035320A">
      <w:pPr>
        <w:pStyle w:val="TOC4"/>
        <w:rPr>
          <w:rFonts w:asciiTheme="minorHAnsi" w:eastAsiaTheme="minorEastAsia" w:hAnsiTheme="minorHAnsi" w:cstheme="minorBidi"/>
          <w:sz w:val="22"/>
          <w:szCs w:val="22"/>
          <w:lang w:eastAsia="en-GB"/>
        </w:rPr>
      </w:pPr>
      <w:r>
        <w:t>8.1.2.2</w:t>
      </w:r>
      <w:r>
        <w:rPr>
          <w:rFonts w:asciiTheme="minorHAnsi" w:eastAsiaTheme="minorEastAsia" w:hAnsiTheme="minorHAnsi" w:cstheme="minorBidi"/>
          <w:sz w:val="22"/>
          <w:szCs w:val="22"/>
          <w:lang w:eastAsia="en-GB"/>
        </w:rPr>
        <w:tab/>
      </w:r>
      <w:r>
        <w:t>Inter-band EN-DC including frequency range 2</w:t>
      </w:r>
      <w:r>
        <w:tab/>
      </w:r>
      <w:r>
        <w:fldChar w:fldCharType="begin"/>
      </w:r>
      <w:r>
        <w:instrText xml:space="preserve"> PAGEREF _Toc98751356 \h </w:instrText>
      </w:r>
      <w:r>
        <w:fldChar w:fldCharType="separate"/>
      </w:r>
      <w:r>
        <w:t>15</w:t>
      </w:r>
      <w:r>
        <w:fldChar w:fldCharType="end"/>
      </w:r>
    </w:p>
    <w:p w14:paraId="0C8385B1" w14:textId="70C2BFA6" w:rsidR="0035320A" w:rsidRDefault="0035320A">
      <w:pPr>
        <w:pStyle w:val="TOC4"/>
        <w:rPr>
          <w:rFonts w:asciiTheme="minorHAnsi" w:eastAsiaTheme="minorEastAsia" w:hAnsiTheme="minorHAnsi" w:cstheme="minorBidi"/>
          <w:sz w:val="22"/>
          <w:szCs w:val="22"/>
          <w:lang w:eastAsia="en-GB"/>
        </w:rPr>
      </w:pPr>
      <w:r>
        <w:t>8.1.2.3</w:t>
      </w:r>
      <w:r>
        <w:rPr>
          <w:rFonts w:asciiTheme="minorHAnsi" w:eastAsiaTheme="minorEastAsia" w:hAnsiTheme="minorHAnsi" w:cstheme="minorBidi"/>
          <w:sz w:val="22"/>
          <w:szCs w:val="22"/>
          <w:lang w:eastAsia="en-GB"/>
        </w:rPr>
        <w:tab/>
      </w:r>
      <w:r>
        <w:t>Inter-band EN-DC including frequency range 1 and frequency range 2</w:t>
      </w:r>
      <w:r>
        <w:tab/>
      </w:r>
      <w:r>
        <w:fldChar w:fldCharType="begin"/>
      </w:r>
      <w:r>
        <w:instrText xml:space="preserve"> PAGEREF _Toc98751357 \h </w:instrText>
      </w:r>
      <w:r>
        <w:fldChar w:fldCharType="separate"/>
      </w:r>
      <w:r>
        <w:t>15</w:t>
      </w:r>
      <w:r>
        <w:fldChar w:fldCharType="end"/>
      </w:r>
    </w:p>
    <w:p w14:paraId="2CACA108" w14:textId="3357DC44" w:rsidR="0035320A" w:rsidRDefault="0035320A">
      <w:pPr>
        <w:pStyle w:val="TOC8"/>
        <w:rPr>
          <w:rFonts w:asciiTheme="minorHAnsi" w:eastAsiaTheme="minorEastAsia" w:hAnsiTheme="minorHAnsi" w:cstheme="minorBidi"/>
          <w:b w:val="0"/>
          <w:szCs w:val="22"/>
          <w:lang w:eastAsia="en-GB"/>
        </w:rPr>
      </w:pPr>
      <w:r>
        <w:t xml:space="preserve">Annex </w:t>
      </w:r>
      <w:r>
        <w:rPr>
          <w:lang w:eastAsia="ko-KR"/>
        </w:rPr>
        <w:t>A</w:t>
      </w:r>
      <w:r>
        <w:t xml:space="preserve"> (informative): </w:t>
      </w:r>
      <w:r>
        <w:rPr>
          <w:lang w:eastAsia="ko-KR"/>
        </w:rPr>
        <w:t>Frequency arrangement for overlapping operating bands</w:t>
      </w:r>
      <w:r>
        <w:tab/>
      </w:r>
      <w:r>
        <w:fldChar w:fldCharType="begin"/>
      </w:r>
      <w:r>
        <w:instrText xml:space="preserve"> PAGEREF _Toc98751358 \h </w:instrText>
      </w:r>
      <w:r>
        <w:fldChar w:fldCharType="separate"/>
      </w:r>
      <w:r>
        <w:t>16</w:t>
      </w:r>
      <w:r>
        <w:fldChar w:fldCharType="end"/>
      </w:r>
    </w:p>
    <w:p w14:paraId="75AA7F8D" w14:textId="1DCF9FAC" w:rsidR="0035320A" w:rsidRDefault="0035320A">
      <w:pPr>
        <w:pStyle w:val="TOC8"/>
        <w:rPr>
          <w:rFonts w:asciiTheme="minorHAnsi" w:eastAsiaTheme="minorEastAsia" w:hAnsiTheme="minorHAnsi" w:cstheme="minorBidi"/>
          <w:b w:val="0"/>
          <w:szCs w:val="22"/>
          <w:lang w:eastAsia="en-GB"/>
        </w:rPr>
      </w:pPr>
      <w:r>
        <w:t xml:space="preserve">Annex </w:t>
      </w:r>
      <w:r>
        <w:rPr>
          <w:lang w:eastAsia="ko-KR"/>
        </w:rPr>
        <w:t>B</w:t>
      </w:r>
      <w:r>
        <w:t xml:space="preserve"> (informative): Change history</w:t>
      </w:r>
      <w:r>
        <w:tab/>
      </w:r>
      <w:r>
        <w:fldChar w:fldCharType="begin"/>
      </w:r>
      <w:r>
        <w:instrText xml:space="preserve"> PAGEREF _Toc98751359 \h </w:instrText>
      </w:r>
      <w:r>
        <w:fldChar w:fldCharType="separate"/>
      </w:r>
      <w:r>
        <w:t>16</w:t>
      </w:r>
      <w:r>
        <w:fldChar w:fldCharType="end"/>
      </w:r>
    </w:p>
    <w:p w14:paraId="49AB9DE6" w14:textId="26DF62E0" w:rsidR="00080512" w:rsidRPr="00BE4E51" w:rsidRDefault="0035320A">
      <w:r>
        <w:fldChar w:fldCharType="end"/>
      </w:r>
    </w:p>
    <w:p w14:paraId="57D55992" w14:textId="77777777" w:rsidR="00AA7B50" w:rsidRPr="00BE4E51" w:rsidRDefault="00080512" w:rsidP="00AA7B50">
      <w:pPr>
        <w:pStyle w:val="Heading1"/>
      </w:pPr>
      <w:r w:rsidRPr="00BE4E51">
        <w:br w:type="page"/>
      </w:r>
      <w:bookmarkStart w:id="14" w:name="_Toc2086433"/>
      <w:bookmarkStart w:id="15" w:name="_Toc37141022"/>
      <w:bookmarkStart w:id="16" w:name="_Toc37268828"/>
      <w:bookmarkStart w:id="17" w:name="_Toc37268916"/>
      <w:bookmarkStart w:id="18" w:name="_Toc45907529"/>
      <w:bookmarkStart w:id="19" w:name="_Toc60857449"/>
      <w:bookmarkStart w:id="20" w:name="_Toc61184413"/>
      <w:bookmarkStart w:id="21" w:name="_Toc66387930"/>
      <w:bookmarkStart w:id="22" w:name="_Toc68701220"/>
      <w:bookmarkStart w:id="23" w:name="_Toc68701289"/>
      <w:bookmarkStart w:id="24" w:name="_Toc68701329"/>
      <w:bookmarkStart w:id="25" w:name="_Toc68701399"/>
      <w:bookmarkStart w:id="26" w:name="_Toc82185645"/>
      <w:bookmarkStart w:id="27" w:name="_Toc98751328"/>
      <w:r w:rsidR="00AA7B50" w:rsidRPr="00BE4E51">
        <w:lastRenderedPageBreak/>
        <w:t>Foreword</w:t>
      </w:r>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2EDA07CA" w14:textId="77777777" w:rsidR="00080512" w:rsidRPr="00BE4E51" w:rsidRDefault="00080512">
      <w:r w:rsidRPr="00BE4E51">
        <w:t xml:space="preserve">This Technical </w:t>
      </w:r>
      <w:bookmarkStart w:id="28" w:name="spectype3"/>
      <w:r w:rsidRPr="00BE4E51">
        <w:t>Specification</w:t>
      </w:r>
      <w:bookmarkEnd w:id="28"/>
      <w:r w:rsidRPr="00BE4E51">
        <w:t xml:space="preserve"> has been produced by the 3</w:t>
      </w:r>
      <w:r w:rsidR="00F04712" w:rsidRPr="00BE4E51">
        <w:t>rd</w:t>
      </w:r>
      <w:r w:rsidRPr="00BE4E51">
        <w:t xml:space="preserve"> Generation Partnership Project (3GPP).</w:t>
      </w:r>
    </w:p>
    <w:p w14:paraId="7D698A60" w14:textId="77777777" w:rsidR="00080512" w:rsidRPr="00BE4E51" w:rsidRDefault="00080512">
      <w:r w:rsidRPr="00BE4E5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4EE7557" w14:textId="77777777" w:rsidR="00080512" w:rsidRPr="00BE4E51" w:rsidRDefault="00080512">
      <w:pPr>
        <w:pStyle w:val="B1"/>
      </w:pPr>
      <w:r w:rsidRPr="00BE4E51">
        <w:t>Version x.y.z</w:t>
      </w:r>
    </w:p>
    <w:p w14:paraId="5B187D2B" w14:textId="77777777" w:rsidR="00080512" w:rsidRPr="00BE4E51" w:rsidRDefault="00080512">
      <w:pPr>
        <w:pStyle w:val="B1"/>
      </w:pPr>
      <w:r w:rsidRPr="00BE4E51">
        <w:t>where:</w:t>
      </w:r>
    </w:p>
    <w:p w14:paraId="5586D068" w14:textId="77777777" w:rsidR="00080512" w:rsidRPr="00BE4E51" w:rsidRDefault="00080512">
      <w:pPr>
        <w:pStyle w:val="B2"/>
      </w:pPr>
      <w:r w:rsidRPr="00BE4E51">
        <w:t>x</w:t>
      </w:r>
      <w:r w:rsidRPr="00BE4E51">
        <w:tab/>
        <w:t>the first digit:</w:t>
      </w:r>
    </w:p>
    <w:p w14:paraId="2FF6144D" w14:textId="77777777" w:rsidR="00080512" w:rsidRPr="00BE4E51" w:rsidRDefault="00080512">
      <w:pPr>
        <w:pStyle w:val="B3"/>
      </w:pPr>
      <w:r w:rsidRPr="00BE4E51">
        <w:t>1</w:t>
      </w:r>
      <w:r w:rsidRPr="00BE4E51">
        <w:tab/>
        <w:t>presented to TSG for information;</w:t>
      </w:r>
    </w:p>
    <w:p w14:paraId="0E75A4BE" w14:textId="77777777" w:rsidR="00080512" w:rsidRPr="00BE4E51" w:rsidRDefault="00080512">
      <w:pPr>
        <w:pStyle w:val="B3"/>
      </w:pPr>
      <w:r w:rsidRPr="00BE4E51">
        <w:t>2</w:t>
      </w:r>
      <w:r w:rsidRPr="00BE4E51">
        <w:tab/>
        <w:t>presented to TSG for approval;</w:t>
      </w:r>
    </w:p>
    <w:p w14:paraId="523DCD89" w14:textId="77777777" w:rsidR="00080512" w:rsidRPr="00BE4E51" w:rsidRDefault="00080512">
      <w:pPr>
        <w:pStyle w:val="B3"/>
      </w:pPr>
      <w:r w:rsidRPr="00BE4E51">
        <w:t>3</w:t>
      </w:r>
      <w:r w:rsidRPr="00BE4E51">
        <w:tab/>
        <w:t>or greater indicates TSG approved document under change control.</w:t>
      </w:r>
    </w:p>
    <w:p w14:paraId="2802E9AC" w14:textId="77777777" w:rsidR="00080512" w:rsidRPr="00BE4E51" w:rsidRDefault="00080512">
      <w:pPr>
        <w:pStyle w:val="B2"/>
      </w:pPr>
      <w:r w:rsidRPr="00BE4E51">
        <w:t>y</w:t>
      </w:r>
      <w:r w:rsidRPr="00BE4E51">
        <w:tab/>
        <w:t>the second digit is incremented for all changes of substance, i.e. technical enhancements, corrections, updates, etc.</w:t>
      </w:r>
    </w:p>
    <w:p w14:paraId="12CB2A5A" w14:textId="77777777" w:rsidR="00080512" w:rsidRPr="00BE4E51" w:rsidRDefault="00080512">
      <w:pPr>
        <w:pStyle w:val="B2"/>
      </w:pPr>
      <w:r w:rsidRPr="00BE4E51">
        <w:t>z</w:t>
      </w:r>
      <w:r w:rsidRPr="00BE4E51">
        <w:tab/>
        <w:t>the third digit is incremented when editorial only changes have been incorporated in the document.</w:t>
      </w:r>
    </w:p>
    <w:p w14:paraId="17248162" w14:textId="77777777" w:rsidR="008C384C" w:rsidRPr="00BE4E51" w:rsidRDefault="008C384C" w:rsidP="008C384C">
      <w:r w:rsidRPr="00BE4E51">
        <w:t xml:space="preserve">In </w:t>
      </w:r>
      <w:r w:rsidR="0074026F" w:rsidRPr="00BE4E51">
        <w:t>the present</w:t>
      </w:r>
      <w:r w:rsidRPr="00BE4E51">
        <w:t xml:space="preserve"> document, modal verbs have the following meanings:</w:t>
      </w:r>
    </w:p>
    <w:p w14:paraId="6E845967" w14:textId="77777777" w:rsidR="008C384C" w:rsidRPr="00BE4E51" w:rsidRDefault="008C384C" w:rsidP="00774DA4">
      <w:pPr>
        <w:pStyle w:val="EX"/>
      </w:pPr>
      <w:r w:rsidRPr="00BE4E51">
        <w:rPr>
          <w:b/>
        </w:rPr>
        <w:t>shall</w:t>
      </w:r>
      <w:r w:rsidRPr="00BE4E51">
        <w:tab/>
      </w:r>
      <w:r w:rsidRPr="00BE4E51">
        <w:tab/>
        <w:t>indicates a mandatory requirement to do something</w:t>
      </w:r>
    </w:p>
    <w:p w14:paraId="6666A539" w14:textId="77777777" w:rsidR="008C384C" w:rsidRPr="00BE4E51" w:rsidRDefault="008C384C" w:rsidP="00774DA4">
      <w:pPr>
        <w:pStyle w:val="EX"/>
      </w:pPr>
      <w:r w:rsidRPr="00BE4E51">
        <w:rPr>
          <w:b/>
        </w:rPr>
        <w:t>shall not</w:t>
      </w:r>
      <w:r w:rsidRPr="00BE4E51">
        <w:tab/>
        <w:t>indicates an interdiction (</w:t>
      </w:r>
      <w:r w:rsidR="001F1132" w:rsidRPr="00BE4E51">
        <w:t>prohibition</w:t>
      </w:r>
      <w:r w:rsidRPr="00BE4E51">
        <w:t>) to do something</w:t>
      </w:r>
    </w:p>
    <w:p w14:paraId="0ADD6FA0" w14:textId="77777777" w:rsidR="00BA19ED" w:rsidRPr="00BE4E51" w:rsidRDefault="00BA19ED" w:rsidP="00A27486">
      <w:r w:rsidRPr="00BE4E51">
        <w:t>The constructions "shall" and "shall not" are confined to the context of normative provisions, and do not appear in Technical Reports.</w:t>
      </w:r>
    </w:p>
    <w:p w14:paraId="6C100086" w14:textId="77777777" w:rsidR="00C1496A" w:rsidRPr="00BE4E51" w:rsidRDefault="00C1496A" w:rsidP="00A27486">
      <w:r w:rsidRPr="00BE4E51">
        <w:t xml:space="preserve">The constructions "must" and "must not" are not used as substitutes for "shall" and "shall not". Their use is avoided insofar as possible, and </w:t>
      </w:r>
      <w:r w:rsidR="001F1132" w:rsidRPr="00BE4E51">
        <w:t xml:space="preserve">they </w:t>
      </w:r>
      <w:r w:rsidRPr="00BE4E51">
        <w:t xml:space="preserve">are </w:t>
      </w:r>
      <w:r w:rsidR="001F1132" w:rsidRPr="00BE4E51">
        <w:t>not</w:t>
      </w:r>
      <w:r w:rsidRPr="00BE4E51">
        <w:t xml:space="preserve"> used in a normative context except in a direct citation from an external, referenced, non-3GPP document, or so as to maintain continuity of style when extending or modifying the provisions of such a referenced document.</w:t>
      </w:r>
    </w:p>
    <w:p w14:paraId="3CF105BF" w14:textId="77777777" w:rsidR="008C384C" w:rsidRPr="00BE4E51" w:rsidRDefault="008C384C" w:rsidP="00774DA4">
      <w:pPr>
        <w:pStyle w:val="EX"/>
      </w:pPr>
      <w:r w:rsidRPr="00BE4E51">
        <w:rPr>
          <w:b/>
        </w:rPr>
        <w:t>should</w:t>
      </w:r>
      <w:r w:rsidRPr="00BE4E51">
        <w:tab/>
      </w:r>
      <w:r w:rsidRPr="00BE4E51">
        <w:tab/>
        <w:t>indicates a recommendation to do something</w:t>
      </w:r>
    </w:p>
    <w:p w14:paraId="05764DFA" w14:textId="77777777" w:rsidR="008C384C" w:rsidRPr="00BE4E51" w:rsidRDefault="008C384C" w:rsidP="00774DA4">
      <w:pPr>
        <w:pStyle w:val="EX"/>
      </w:pPr>
      <w:r w:rsidRPr="00BE4E51">
        <w:rPr>
          <w:b/>
        </w:rPr>
        <w:t>should not</w:t>
      </w:r>
      <w:r w:rsidRPr="00BE4E51">
        <w:tab/>
        <w:t>indicates a recommendation not to do something</w:t>
      </w:r>
    </w:p>
    <w:p w14:paraId="269A1E47" w14:textId="77777777" w:rsidR="008C384C" w:rsidRPr="00BE4E51" w:rsidRDefault="008C384C" w:rsidP="00774DA4">
      <w:pPr>
        <w:pStyle w:val="EX"/>
      </w:pPr>
      <w:r w:rsidRPr="00BE4E51">
        <w:rPr>
          <w:b/>
        </w:rPr>
        <w:t>may</w:t>
      </w:r>
      <w:r w:rsidRPr="00BE4E51">
        <w:tab/>
      </w:r>
      <w:r w:rsidRPr="00BE4E51">
        <w:tab/>
        <w:t>indicates permission to do something</w:t>
      </w:r>
    </w:p>
    <w:p w14:paraId="018854F3" w14:textId="77777777" w:rsidR="008C384C" w:rsidRPr="00BE4E51" w:rsidRDefault="008C384C" w:rsidP="00774DA4">
      <w:pPr>
        <w:pStyle w:val="EX"/>
      </w:pPr>
      <w:r w:rsidRPr="00BE4E51">
        <w:rPr>
          <w:b/>
        </w:rPr>
        <w:t>need not</w:t>
      </w:r>
      <w:r w:rsidRPr="00BE4E51">
        <w:tab/>
        <w:t>indicates permission not to do something</w:t>
      </w:r>
    </w:p>
    <w:p w14:paraId="662FA8DF" w14:textId="77777777" w:rsidR="008C384C" w:rsidRPr="00BE4E51" w:rsidRDefault="008C384C" w:rsidP="00A27486">
      <w:r w:rsidRPr="00BE4E51">
        <w:t>The construction "may not" is ambiguous</w:t>
      </w:r>
      <w:r w:rsidR="001F1132" w:rsidRPr="00BE4E51">
        <w:t xml:space="preserve"> </w:t>
      </w:r>
      <w:r w:rsidRPr="00BE4E51">
        <w:t xml:space="preserve">and </w:t>
      </w:r>
      <w:r w:rsidR="00774DA4" w:rsidRPr="00BE4E51">
        <w:t>is not</w:t>
      </w:r>
      <w:r w:rsidR="00F9008D" w:rsidRPr="00BE4E51">
        <w:t xml:space="preserve"> </w:t>
      </w:r>
      <w:r w:rsidRPr="00BE4E51">
        <w:t>used in normative elements.</w:t>
      </w:r>
      <w:r w:rsidR="001F1132" w:rsidRPr="00BE4E51">
        <w:t xml:space="preserve"> The </w:t>
      </w:r>
      <w:r w:rsidR="003765B8" w:rsidRPr="00BE4E51">
        <w:t xml:space="preserve">unambiguous </w:t>
      </w:r>
      <w:r w:rsidR="001F1132" w:rsidRPr="00BE4E51">
        <w:t>construction</w:t>
      </w:r>
      <w:r w:rsidR="003765B8" w:rsidRPr="00BE4E51">
        <w:t>s</w:t>
      </w:r>
      <w:r w:rsidR="001F1132" w:rsidRPr="00BE4E51">
        <w:t xml:space="preserve"> "might not" </w:t>
      </w:r>
      <w:r w:rsidR="003765B8" w:rsidRPr="00BE4E51">
        <w:t>or "shall not" are</w:t>
      </w:r>
      <w:r w:rsidR="001F1132" w:rsidRPr="00BE4E51">
        <w:t xml:space="preserve"> used </w:t>
      </w:r>
      <w:r w:rsidR="003765B8" w:rsidRPr="00BE4E51">
        <w:t xml:space="preserve">instead, depending upon the </w:t>
      </w:r>
      <w:r w:rsidR="001F1132" w:rsidRPr="00BE4E51">
        <w:t>meaning intended.</w:t>
      </w:r>
    </w:p>
    <w:p w14:paraId="4D6E4E80" w14:textId="77777777" w:rsidR="008C384C" w:rsidRPr="00BE4E51" w:rsidRDefault="008C384C" w:rsidP="00774DA4">
      <w:pPr>
        <w:pStyle w:val="EX"/>
      </w:pPr>
      <w:r w:rsidRPr="00BE4E51">
        <w:rPr>
          <w:b/>
        </w:rPr>
        <w:t>can</w:t>
      </w:r>
      <w:r w:rsidRPr="00BE4E51">
        <w:tab/>
      </w:r>
      <w:r w:rsidRPr="00BE4E51">
        <w:tab/>
        <w:t>indicates</w:t>
      </w:r>
      <w:r w:rsidR="00774DA4" w:rsidRPr="00BE4E51">
        <w:t xml:space="preserve"> that something is possible</w:t>
      </w:r>
    </w:p>
    <w:p w14:paraId="1BC6617D" w14:textId="77777777" w:rsidR="00774DA4" w:rsidRPr="00BE4E51" w:rsidRDefault="00774DA4" w:rsidP="00774DA4">
      <w:pPr>
        <w:pStyle w:val="EX"/>
      </w:pPr>
      <w:r w:rsidRPr="00BE4E51">
        <w:rPr>
          <w:b/>
        </w:rPr>
        <w:t>cannot</w:t>
      </w:r>
      <w:r w:rsidRPr="00BE4E51">
        <w:tab/>
      </w:r>
      <w:r w:rsidRPr="00BE4E51">
        <w:tab/>
        <w:t>indicates that something is impossible</w:t>
      </w:r>
    </w:p>
    <w:p w14:paraId="2496BBD9" w14:textId="77777777" w:rsidR="00774DA4" w:rsidRPr="00BE4E51" w:rsidRDefault="00774DA4" w:rsidP="00A27486">
      <w:r w:rsidRPr="00BE4E51">
        <w:t xml:space="preserve">The constructions "can" and "cannot" </w:t>
      </w:r>
      <w:r w:rsidR="00F9008D" w:rsidRPr="00BE4E51">
        <w:t xml:space="preserve">are not </w:t>
      </w:r>
      <w:r w:rsidRPr="00BE4E51">
        <w:t>substitute</w:t>
      </w:r>
      <w:r w:rsidR="003765B8" w:rsidRPr="00BE4E51">
        <w:t>s</w:t>
      </w:r>
      <w:r w:rsidRPr="00BE4E51">
        <w:t xml:space="preserve"> for "may" and "need not".</w:t>
      </w:r>
    </w:p>
    <w:p w14:paraId="45B13997" w14:textId="77777777" w:rsidR="00774DA4" w:rsidRPr="00BE4E51" w:rsidRDefault="00774DA4" w:rsidP="00774DA4">
      <w:pPr>
        <w:pStyle w:val="EX"/>
      </w:pPr>
      <w:r w:rsidRPr="00BE4E51">
        <w:rPr>
          <w:b/>
        </w:rPr>
        <w:t>will</w:t>
      </w:r>
      <w:r w:rsidRPr="00BE4E51">
        <w:tab/>
      </w:r>
      <w:r w:rsidRPr="00BE4E51">
        <w:tab/>
        <w:t xml:space="preserve">indicates that something is certain </w:t>
      </w:r>
      <w:r w:rsidR="003765B8" w:rsidRPr="00BE4E51">
        <w:t xml:space="preserve">or </w:t>
      </w:r>
      <w:r w:rsidRPr="00BE4E51">
        <w:t xml:space="preserve">expected to happen </w:t>
      </w:r>
      <w:r w:rsidR="003765B8" w:rsidRPr="00BE4E51">
        <w:t xml:space="preserve">as a result of action taken by an </w:t>
      </w:r>
      <w:r w:rsidRPr="00BE4E51">
        <w:t>agency the behaviour of which is outside the scope of the present document</w:t>
      </w:r>
    </w:p>
    <w:p w14:paraId="3AFB33D1" w14:textId="77777777" w:rsidR="00774DA4" w:rsidRPr="00BE4E51" w:rsidRDefault="00774DA4" w:rsidP="00774DA4">
      <w:pPr>
        <w:pStyle w:val="EX"/>
      </w:pPr>
      <w:r w:rsidRPr="00BE4E51">
        <w:rPr>
          <w:b/>
        </w:rPr>
        <w:t>will not</w:t>
      </w:r>
      <w:r w:rsidRPr="00BE4E51">
        <w:tab/>
      </w:r>
      <w:r w:rsidRPr="00BE4E51">
        <w:tab/>
        <w:t xml:space="preserve">indicates that something is certain </w:t>
      </w:r>
      <w:r w:rsidR="003765B8" w:rsidRPr="00BE4E51">
        <w:t xml:space="preserve">or expected not </w:t>
      </w:r>
      <w:r w:rsidRPr="00BE4E51">
        <w:t xml:space="preserve">to happen </w:t>
      </w:r>
      <w:r w:rsidR="003765B8" w:rsidRPr="00BE4E51">
        <w:t xml:space="preserve">as a result of action taken </w:t>
      </w:r>
      <w:r w:rsidRPr="00BE4E51">
        <w:t xml:space="preserve">by </w:t>
      </w:r>
      <w:r w:rsidR="003765B8" w:rsidRPr="00BE4E51">
        <w:t xml:space="preserve">an </w:t>
      </w:r>
      <w:r w:rsidRPr="00BE4E51">
        <w:t>agency the behaviour of which is outside the scope of the present document</w:t>
      </w:r>
    </w:p>
    <w:p w14:paraId="51FFAA39" w14:textId="77777777" w:rsidR="001F1132" w:rsidRPr="00BE4E51" w:rsidRDefault="001F1132" w:rsidP="00774DA4">
      <w:pPr>
        <w:pStyle w:val="EX"/>
      </w:pPr>
      <w:r w:rsidRPr="00BE4E51">
        <w:rPr>
          <w:b/>
        </w:rPr>
        <w:t>might</w:t>
      </w:r>
      <w:r w:rsidRPr="00BE4E51">
        <w:tab/>
        <w:t xml:space="preserve">indicates a likelihood that something will happen as a result of </w:t>
      </w:r>
      <w:r w:rsidR="003765B8" w:rsidRPr="00BE4E51">
        <w:t xml:space="preserve">action taken by </w:t>
      </w:r>
      <w:r w:rsidRPr="00BE4E51">
        <w:t>some agency the behaviour of which is outside the scope of the present document</w:t>
      </w:r>
    </w:p>
    <w:p w14:paraId="5832299E" w14:textId="77777777" w:rsidR="003765B8" w:rsidRPr="00BE4E51" w:rsidRDefault="003765B8" w:rsidP="003765B8">
      <w:pPr>
        <w:pStyle w:val="EX"/>
      </w:pPr>
      <w:r w:rsidRPr="00BE4E51">
        <w:rPr>
          <w:b/>
        </w:rPr>
        <w:lastRenderedPageBreak/>
        <w:t>might not</w:t>
      </w:r>
      <w:r w:rsidRPr="00BE4E51">
        <w:tab/>
        <w:t>indicates a likelihood that something will not happen as a result of action taken by some agency the behaviour of which is outside the scope of the present document</w:t>
      </w:r>
    </w:p>
    <w:p w14:paraId="1773753B" w14:textId="77777777" w:rsidR="001F1132" w:rsidRPr="00BE4E51" w:rsidRDefault="001F1132" w:rsidP="001F1132">
      <w:r w:rsidRPr="00BE4E51">
        <w:t>In addition:</w:t>
      </w:r>
    </w:p>
    <w:p w14:paraId="43652250" w14:textId="77777777" w:rsidR="00774DA4" w:rsidRPr="00BE4E51" w:rsidRDefault="00774DA4" w:rsidP="00774DA4">
      <w:pPr>
        <w:pStyle w:val="EX"/>
      </w:pPr>
      <w:r w:rsidRPr="00BE4E51">
        <w:rPr>
          <w:b/>
        </w:rPr>
        <w:t>is</w:t>
      </w:r>
      <w:r w:rsidRPr="00BE4E51">
        <w:tab/>
        <w:t>(or any other verb in the indicative</w:t>
      </w:r>
      <w:r w:rsidR="001F1132" w:rsidRPr="00BE4E51">
        <w:t xml:space="preserve"> mood</w:t>
      </w:r>
      <w:r w:rsidRPr="00BE4E51">
        <w:t>) indicates a statement of fact</w:t>
      </w:r>
    </w:p>
    <w:p w14:paraId="19E234A7" w14:textId="77777777" w:rsidR="00647114" w:rsidRPr="00BE4E51" w:rsidRDefault="00647114" w:rsidP="00774DA4">
      <w:pPr>
        <w:pStyle w:val="EX"/>
      </w:pPr>
      <w:r w:rsidRPr="00BE4E51">
        <w:rPr>
          <w:b/>
        </w:rPr>
        <w:t>is not</w:t>
      </w:r>
      <w:r w:rsidRPr="00BE4E51">
        <w:tab/>
        <w:t>(or any other negative verb in the indicative</w:t>
      </w:r>
      <w:r w:rsidR="001F1132" w:rsidRPr="00BE4E51">
        <w:t xml:space="preserve"> mood</w:t>
      </w:r>
      <w:r w:rsidRPr="00BE4E51">
        <w:t>) indicates a statement of fact</w:t>
      </w:r>
    </w:p>
    <w:p w14:paraId="160A9920" w14:textId="77777777" w:rsidR="00774DA4" w:rsidRPr="00BE4E51" w:rsidRDefault="00647114" w:rsidP="00A27486">
      <w:r w:rsidRPr="00BE4E51">
        <w:t>The constructions "is" and "is not" do not indicate requirements.</w:t>
      </w:r>
    </w:p>
    <w:p w14:paraId="2FA12BC8" w14:textId="77777777" w:rsidR="00AA7B50" w:rsidRPr="00BE4E51" w:rsidRDefault="00AA7B50" w:rsidP="00AA7B50">
      <w:pPr>
        <w:pStyle w:val="Heading1"/>
      </w:pPr>
      <w:r w:rsidRPr="00BE4E51">
        <w:br w:type="page"/>
      </w:r>
      <w:bookmarkStart w:id="29" w:name="_Toc13051498"/>
      <w:bookmarkStart w:id="30" w:name="_Toc29468674"/>
      <w:bookmarkStart w:id="31" w:name="_Toc29468791"/>
      <w:bookmarkStart w:id="32" w:name="_Toc37141023"/>
      <w:bookmarkStart w:id="33" w:name="_Toc37268829"/>
      <w:bookmarkStart w:id="34" w:name="_Toc37268917"/>
      <w:bookmarkStart w:id="35" w:name="_Toc45907530"/>
      <w:bookmarkStart w:id="36" w:name="_Toc60857450"/>
      <w:bookmarkStart w:id="37" w:name="_Toc61184414"/>
      <w:bookmarkStart w:id="38" w:name="_Toc66387931"/>
      <w:bookmarkStart w:id="39" w:name="_Toc68701221"/>
      <w:bookmarkStart w:id="40" w:name="_Toc68701290"/>
      <w:bookmarkStart w:id="41" w:name="_Toc68701330"/>
      <w:bookmarkStart w:id="42" w:name="_Toc68701400"/>
      <w:bookmarkStart w:id="43" w:name="_Toc82185646"/>
      <w:bookmarkStart w:id="44" w:name="_Toc98751329"/>
      <w:r w:rsidRPr="00BE4E51">
        <w:lastRenderedPageBreak/>
        <w:t>1</w:t>
      </w:r>
      <w:r w:rsidRPr="00BE4E51">
        <w:tab/>
        <w:t>Scope</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55195240" w14:textId="77777777" w:rsidR="00AA7B50" w:rsidRPr="00BE4E51" w:rsidRDefault="00AA7B50" w:rsidP="00AA7B50">
      <w:r w:rsidRPr="00BE4E51">
        <w:t>The present document specifies requirements for Rel-15 UEs supporting release independent features like:</w:t>
      </w:r>
    </w:p>
    <w:p w14:paraId="47753CBD" w14:textId="77777777" w:rsidR="00AA7B50" w:rsidRPr="00BE4E51" w:rsidRDefault="00AA7B50" w:rsidP="00AA7B50">
      <w:pPr>
        <w:pStyle w:val="B1"/>
      </w:pPr>
      <w:r w:rsidRPr="00BE4E51">
        <w:t>-</w:t>
      </w:r>
      <w:r w:rsidRPr="00BE4E51">
        <w:tab/>
        <w:t xml:space="preserve">additional NR operating bands and power classes on top of Rel-15 of </w:t>
      </w:r>
      <w:r w:rsidRPr="00BE4E51">
        <w:rPr>
          <w:lang w:val="en-US"/>
        </w:rPr>
        <w:t>TS 38.101 [2-5] and TS 38.133 [6]</w:t>
      </w:r>
      <w:r w:rsidRPr="00BE4E51">
        <w:t>;</w:t>
      </w:r>
    </w:p>
    <w:p w14:paraId="77A7F02E" w14:textId="77777777" w:rsidR="00AA7B50" w:rsidRPr="00BE4E51" w:rsidRDefault="00AA7B50" w:rsidP="00AA7B50">
      <w:pPr>
        <w:pStyle w:val="Heading1"/>
      </w:pPr>
      <w:bookmarkStart w:id="45" w:name="_Toc13051499"/>
      <w:bookmarkStart w:id="46" w:name="_Toc29468675"/>
      <w:bookmarkStart w:id="47" w:name="_Toc29468792"/>
      <w:bookmarkStart w:id="48" w:name="_Toc37141024"/>
      <w:bookmarkStart w:id="49" w:name="_Toc37268830"/>
      <w:bookmarkStart w:id="50" w:name="_Toc37268918"/>
      <w:bookmarkStart w:id="51" w:name="_Toc45907531"/>
      <w:bookmarkStart w:id="52" w:name="_Toc60857451"/>
      <w:bookmarkStart w:id="53" w:name="_Toc61184415"/>
      <w:bookmarkStart w:id="54" w:name="_Toc66387932"/>
      <w:bookmarkStart w:id="55" w:name="_Toc68701222"/>
      <w:bookmarkStart w:id="56" w:name="_Toc68701291"/>
      <w:bookmarkStart w:id="57" w:name="_Toc68701331"/>
      <w:bookmarkStart w:id="58" w:name="_Toc68701401"/>
      <w:bookmarkStart w:id="59" w:name="_Toc82185647"/>
      <w:bookmarkStart w:id="60" w:name="_Toc98751330"/>
      <w:r w:rsidRPr="00BE4E51">
        <w:t>2</w:t>
      </w:r>
      <w:r w:rsidRPr="00BE4E51">
        <w:tab/>
        <w:t>References</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00B60688" w14:textId="77777777" w:rsidR="00AA7B50" w:rsidRPr="00BE4E51" w:rsidRDefault="00AA7B50" w:rsidP="00AA7B50">
      <w:r w:rsidRPr="00BE4E51">
        <w:t>The following documents contain provisions which, through reference in this text, constitute provisions of the present document.</w:t>
      </w:r>
    </w:p>
    <w:p w14:paraId="62253F95" w14:textId="77777777" w:rsidR="00AA7B50" w:rsidRPr="00BE4E51" w:rsidRDefault="00AA7B50" w:rsidP="00AA7B50">
      <w:pPr>
        <w:pStyle w:val="B1"/>
      </w:pPr>
      <w:bookmarkStart w:id="61" w:name="OLE_LINK1"/>
      <w:bookmarkStart w:id="62" w:name="OLE_LINK2"/>
      <w:bookmarkStart w:id="63" w:name="OLE_LINK3"/>
      <w:bookmarkStart w:id="64" w:name="OLE_LINK4"/>
      <w:r w:rsidRPr="00BE4E51">
        <w:t>-</w:t>
      </w:r>
      <w:r w:rsidRPr="00BE4E51">
        <w:tab/>
        <w:t>References are either specific (identified by date of publication, edition number, version number, etc.) or non</w:t>
      </w:r>
      <w:r w:rsidRPr="00BE4E51">
        <w:noBreakHyphen/>
        <w:t>specific.</w:t>
      </w:r>
    </w:p>
    <w:p w14:paraId="4A052F77" w14:textId="77777777" w:rsidR="00AA7B50" w:rsidRPr="00BE4E51" w:rsidRDefault="00AA7B50" w:rsidP="00AA7B50">
      <w:pPr>
        <w:pStyle w:val="B1"/>
      </w:pPr>
      <w:r w:rsidRPr="00BE4E51">
        <w:t>-</w:t>
      </w:r>
      <w:r w:rsidRPr="00BE4E51">
        <w:tab/>
        <w:t>For a specific reference, subsequent revisions do not apply.</w:t>
      </w:r>
    </w:p>
    <w:p w14:paraId="43FAC298" w14:textId="77777777" w:rsidR="00AA7B50" w:rsidRPr="00BE4E51" w:rsidRDefault="00AA7B50" w:rsidP="00AA7B50">
      <w:pPr>
        <w:pStyle w:val="B1"/>
      </w:pPr>
      <w:r w:rsidRPr="00BE4E51">
        <w:t>-</w:t>
      </w:r>
      <w:r w:rsidRPr="00BE4E51">
        <w:tab/>
        <w:t>For a non-specific reference, the latest version applies. In the case of a reference to a 3GPP document (including a GSM document), a non-specific reference implicitly refers to the latest version of that document</w:t>
      </w:r>
      <w:r w:rsidRPr="00BE4E51">
        <w:rPr>
          <w:i/>
        </w:rPr>
        <w:t xml:space="preserve"> in the same Release as the present document</w:t>
      </w:r>
      <w:r w:rsidRPr="00BE4E51">
        <w:t>.</w:t>
      </w:r>
    </w:p>
    <w:bookmarkEnd w:id="61"/>
    <w:bookmarkEnd w:id="62"/>
    <w:bookmarkEnd w:id="63"/>
    <w:bookmarkEnd w:id="64"/>
    <w:p w14:paraId="06081D4F" w14:textId="77777777" w:rsidR="00AA7B50" w:rsidRPr="00BE4E51" w:rsidRDefault="00AA7B50" w:rsidP="00AA7B50">
      <w:pPr>
        <w:pStyle w:val="EX"/>
      </w:pPr>
      <w:r w:rsidRPr="00BE4E51">
        <w:t>[1]</w:t>
      </w:r>
      <w:r w:rsidRPr="00BE4E51">
        <w:tab/>
        <w:t>3GPP TR 21.905: "Vocabulary for 3GPP Specifications".</w:t>
      </w:r>
    </w:p>
    <w:p w14:paraId="00591C3F" w14:textId="77777777" w:rsidR="00AA7B50" w:rsidRPr="00BE4E51" w:rsidRDefault="00AA7B50" w:rsidP="00AA7B50">
      <w:pPr>
        <w:pStyle w:val="EX"/>
      </w:pPr>
      <w:r w:rsidRPr="00BE4E51">
        <w:rPr>
          <w:rFonts w:hint="eastAsia"/>
        </w:rPr>
        <w:t>[2]</w:t>
      </w:r>
      <w:r w:rsidRPr="00BE4E51">
        <w:rPr>
          <w:rFonts w:hint="eastAsia"/>
        </w:rPr>
        <w:tab/>
      </w:r>
      <w:r w:rsidRPr="00BE4E51">
        <w:t>3GPP TS </w:t>
      </w:r>
      <w:r w:rsidRPr="00BE4E51">
        <w:rPr>
          <w:rFonts w:hint="eastAsia"/>
        </w:rPr>
        <w:t>38</w:t>
      </w:r>
      <w:r w:rsidRPr="00BE4E51">
        <w:t>.101-1: NR; User Equipment (UE) radio transmission and reception; Part 1: Range 1 Standalone</w:t>
      </w:r>
    </w:p>
    <w:p w14:paraId="759D475E" w14:textId="77777777" w:rsidR="00AA7B50" w:rsidRPr="00BE4E51" w:rsidRDefault="00AA7B50" w:rsidP="00AA7B50">
      <w:pPr>
        <w:pStyle w:val="EX"/>
      </w:pPr>
      <w:r w:rsidRPr="00BE4E51">
        <w:rPr>
          <w:lang w:eastAsia="ja-JP"/>
        </w:rPr>
        <w:t>[3]</w:t>
      </w:r>
      <w:r w:rsidRPr="00BE4E51">
        <w:rPr>
          <w:lang w:eastAsia="ja-JP"/>
        </w:rPr>
        <w:tab/>
      </w:r>
      <w:r w:rsidRPr="00BE4E51">
        <w:t>3GPP TS </w:t>
      </w:r>
      <w:r w:rsidRPr="00BE4E51">
        <w:rPr>
          <w:rFonts w:hint="eastAsia"/>
        </w:rPr>
        <w:t>38</w:t>
      </w:r>
      <w:r w:rsidRPr="00BE4E51">
        <w:t>.101-2: NR; User Equipment (UE) radio transmission and reception; Part 2: Range 2 Standalone</w:t>
      </w:r>
    </w:p>
    <w:p w14:paraId="2DC7E0FB" w14:textId="77777777" w:rsidR="00AA7B50" w:rsidRPr="00BE4E51" w:rsidRDefault="00AA7B50" w:rsidP="00AA7B50">
      <w:pPr>
        <w:pStyle w:val="EX"/>
      </w:pPr>
      <w:r w:rsidRPr="00BE4E51">
        <w:t>[4]</w:t>
      </w:r>
      <w:r w:rsidRPr="00BE4E51">
        <w:tab/>
        <w:t>3GPP TS </w:t>
      </w:r>
      <w:r w:rsidRPr="00BE4E51">
        <w:rPr>
          <w:rFonts w:hint="eastAsia"/>
        </w:rPr>
        <w:t>38</w:t>
      </w:r>
      <w:r w:rsidRPr="00BE4E51">
        <w:t>.101-3: NR; User Equipment (UE) radio transmission and reception; Part 3: Range 1 and Range 2 Interworking operation with other radios</w:t>
      </w:r>
    </w:p>
    <w:p w14:paraId="680EBA66" w14:textId="77777777" w:rsidR="00AA7B50" w:rsidRPr="00BE4E51" w:rsidRDefault="00AA7B50" w:rsidP="00AA7B50">
      <w:pPr>
        <w:pStyle w:val="EX"/>
      </w:pPr>
      <w:r w:rsidRPr="00BE4E51">
        <w:t>[5]</w:t>
      </w:r>
      <w:r w:rsidRPr="00BE4E51">
        <w:tab/>
        <w:t>3GPP TS </w:t>
      </w:r>
      <w:r w:rsidRPr="00BE4E51">
        <w:rPr>
          <w:rFonts w:hint="eastAsia"/>
        </w:rPr>
        <w:t>38</w:t>
      </w:r>
      <w:r w:rsidRPr="00BE4E51">
        <w:t>.101-4: NR; User Equipment (UE) radio transmission and reception; Part 4: UE performance requirements</w:t>
      </w:r>
    </w:p>
    <w:p w14:paraId="1811C442" w14:textId="77777777" w:rsidR="00AA7B50" w:rsidRPr="00BE4E51" w:rsidRDefault="00AA7B50" w:rsidP="00AA7B50">
      <w:pPr>
        <w:pStyle w:val="EX"/>
      </w:pPr>
      <w:r w:rsidRPr="00BE4E51">
        <w:t>[6]</w:t>
      </w:r>
      <w:r w:rsidRPr="00BE4E51">
        <w:tab/>
        <w:t>3GPP TS 38.133: NR; Requirements for support of radio resource management</w:t>
      </w:r>
    </w:p>
    <w:p w14:paraId="7CA2CC59" w14:textId="77777777" w:rsidR="00AA7B50" w:rsidRPr="00BE4E51" w:rsidRDefault="00AA7B50" w:rsidP="00AA7B50">
      <w:pPr>
        <w:pStyle w:val="EX"/>
      </w:pPr>
      <w:r w:rsidRPr="00BE4E51">
        <w:rPr>
          <w:lang w:eastAsia="ja-JP"/>
        </w:rPr>
        <w:t>[7]</w:t>
      </w:r>
      <w:r w:rsidRPr="00BE4E51">
        <w:rPr>
          <w:lang w:eastAsia="ja-JP"/>
        </w:rPr>
        <w:tab/>
      </w:r>
      <w:r w:rsidRPr="00BE4E51">
        <w:t>3GPP TS 38.306: NR; User Equipment (UE) radio access capabilities</w:t>
      </w:r>
    </w:p>
    <w:p w14:paraId="0C867144" w14:textId="77777777" w:rsidR="00AA7B50" w:rsidRPr="00BE4E51" w:rsidRDefault="00AA7B50" w:rsidP="00AA7B50">
      <w:pPr>
        <w:pStyle w:val="EX"/>
      </w:pPr>
    </w:p>
    <w:p w14:paraId="1CB3E5CB" w14:textId="77777777" w:rsidR="00AA7B50" w:rsidRPr="00BE4E51" w:rsidRDefault="00AA7B50" w:rsidP="00AA7B50">
      <w:pPr>
        <w:pStyle w:val="Heading1"/>
      </w:pPr>
      <w:bookmarkStart w:id="65" w:name="_Toc13051500"/>
      <w:bookmarkStart w:id="66" w:name="_Toc29468676"/>
      <w:bookmarkStart w:id="67" w:name="_Toc29468793"/>
      <w:bookmarkStart w:id="68" w:name="_Toc37141025"/>
      <w:bookmarkStart w:id="69" w:name="_Toc37268831"/>
      <w:bookmarkStart w:id="70" w:name="_Toc37268919"/>
      <w:bookmarkStart w:id="71" w:name="_Toc45907532"/>
      <w:bookmarkStart w:id="72" w:name="_Toc60857452"/>
      <w:bookmarkStart w:id="73" w:name="_Toc61184416"/>
      <w:bookmarkStart w:id="74" w:name="_Toc66387933"/>
      <w:bookmarkStart w:id="75" w:name="_Toc68701223"/>
      <w:bookmarkStart w:id="76" w:name="_Toc68701292"/>
      <w:bookmarkStart w:id="77" w:name="_Toc68701332"/>
      <w:bookmarkStart w:id="78" w:name="_Toc68701402"/>
      <w:bookmarkStart w:id="79" w:name="_Toc82185648"/>
      <w:bookmarkStart w:id="80" w:name="_Toc98751331"/>
      <w:r w:rsidRPr="00BE4E51">
        <w:t>3</w:t>
      </w:r>
      <w:r w:rsidRPr="00BE4E51">
        <w:tab/>
        <w:t>Definitions, symbols and abbreviations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3C83570A" w14:textId="77777777" w:rsidR="00AA7B50" w:rsidRPr="00BE4E51" w:rsidRDefault="00AA7B50" w:rsidP="00AA7B50">
      <w:pPr>
        <w:pStyle w:val="Heading2"/>
      </w:pPr>
      <w:bookmarkStart w:id="81" w:name="_Toc13051501"/>
      <w:bookmarkStart w:id="82" w:name="_Toc29468677"/>
      <w:bookmarkStart w:id="83" w:name="_Toc29468794"/>
      <w:bookmarkStart w:id="84" w:name="_Toc37141026"/>
      <w:bookmarkStart w:id="85" w:name="_Toc37268832"/>
      <w:bookmarkStart w:id="86" w:name="_Toc37268920"/>
      <w:bookmarkStart w:id="87" w:name="_Toc45907533"/>
      <w:bookmarkStart w:id="88" w:name="_Toc60857453"/>
      <w:bookmarkStart w:id="89" w:name="_Toc61184417"/>
      <w:bookmarkStart w:id="90" w:name="_Toc66387934"/>
      <w:bookmarkStart w:id="91" w:name="_Toc68701224"/>
      <w:bookmarkStart w:id="92" w:name="_Toc68701293"/>
      <w:bookmarkStart w:id="93" w:name="_Toc68701333"/>
      <w:bookmarkStart w:id="94" w:name="_Toc68701403"/>
      <w:bookmarkStart w:id="95" w:name="_Toc82185649"/>
      <w:bookmarkStart w:id="96" w:name="_Toc98751332"/>
      <w:r w:rsidRPr="00BE4E51">
        <w:t>3.1</w:t>
      </w:r>
      <w:r w:rsidRPr="00BE4E51">
        <w:tab/>
        <w:t>Definitions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15AF009D" w14:textId="77777777" w:rsidR="00AA7B50" w:rsidRPr="00BE4E51" w:rsidRDefault="00AA7B50" w:rsidP="00AA7B50">
      <w:r w:rsidRPr="00BE4E51">
        <w:t>For the purposes of the present document, the terms and definitions given in TR 21.905 [1] and the following apply. A term defined in the present document takes precedence over the definition of the same term, if any, in TR 21.905 [1].</w:t>
      </w:r>
    </w:p>
    <w:p w14:paraId="75B742AD" w14:textId="77777777" w:rsidR="00AA7B50" w:rsidRPr="00BE4E51" w:rsidRDefault="00AA7B50" w:rsidP="00AA7B50">
      <w:pPr>
        <w:rPr>
          <w:lang w:val="en-US"/>
        </w:rPr>
      </w:pPr>
      <w:r w:rsidRPr="00BE4E51">
        <w:rPr>
          <w:b/>
        </w:rPr>
        <w:t>r</w:t>
      </w:r>
      <w:r w:rsidRPr="00BE4E51">
        <w:rPr>
          <w:b/>
          <w:lang w:val="en-US"/>
        </w:rPr>
        <w:t>elease independent</w:t>
      </w:r>
      <w:r w:rsidRPr="00BE4E51">
        <w:rPr>
          <w:lang w:val="en-US"/>
        </w:rPr>
        <w:t>: applicable to some frozen releases, starting from a certain release Rel-M</w:t>
      </w:r>
    </w:p>
    <w:p w14:paraId="1285D72B" w14:textId="77777777" w:rsidR="00AA7B50" w:rsidRPr="00BE4E51" w:rsidRDefault="00AA7B50" w:rsidP="00AA7B50">
      <w:pPr>
        <w:pStyle w:val="NO"/>
        <w:rPr>
          <w:lang w:val="en-US"/>
        </w:rPr>
      </w:pPr>
      <w:r w:rsidRPr="00BE4E51">
        <w:rPr>
          <w:lang w:val="en-US"/>
        </w:rPr>
        <w:t>NOTE 1:</w:t>
      </w:r>
      <w:r w:rsidRPr="00BE4E51">
        <w:rPr>
          <w:lang w:val="en-US"/>
        </w:rPr>
        <w:tab/>
        <w:t>Normally, a feature is introduced only in the latest open release Rel-N and future releases are based on the previous one so that future releases inherit the requirements of this feature. Introducing a feature "in a release independent way from Rel-M onwards" (M&lt;N) means it was decided by TSG RAN that this feature would be also beneficial in previous, already frozen releases starting with Rel-M until Rel-(N-1). In order to avoid touching TS 38.101 [2-5] or TS 38.133 [6] of these frozen releases, the corresponding requirements are captured in TS 38.307 via pointers to [2-5] or [6] of the release in which the feature was introduced.</w:t>
      </w:r>
    </w:p>
    <w:p w14:paraId="339C4AE3" w14:textId="77777777" w:rsidR="00AA7B50" w:rsidRPr="00BE4E51" w:rsidRDefault="00AA7B50" w:rsidP="00AA7B50">
      <w:pPr>
        <w:pStyle w:val="NO"/>
        <w:rPr>
          <w:lang w:val="en-US"/>
        </w:rPr>
      </w:pPr>
      <w:r w:rsidRPr="00BE4E51">
        <w:rPr>
          <w:lang w:val="en-US"/>
        </w:rPr>
        <w:t>NOTE 2:</w:t>
      </w:r>
      <w:r w:rsidRPr="00BE4E51">
        <w:rPr>
          <w:lang w:val="en-US"/>
        </w:rPr>
        <w:tab/>
        <w:t>Release independent does not mean applicable to all releases.</w:t>
      </w:r>
    </w:p>
    <w:p w14:paraId="0DF1BE22" w14:textId="77777777" w:rsidR="00AA7B50" w:rsidRPr="00BE4E51" w:rsidRDefault="00AA7B50" w:rsidP="00AA7B50">
      <w:pPr>
        <w:pStyle w:val="Heading2"/>
      </w:pPr>
      <w:bookmarkStart w:id="97" w:name="_Toc13051502"/>
      <w:bookmarkStart w:id="98" w:name="_Toc29468678"/>
      <w:bookmarkStart w:id="99" w:name="_Toc29468795"/>
      <w:bookmarkStart w:id="100" w:name="_Toc37141027"/>
      <w:bookmarkStart w:id="101" w:name="_Toc37268833"/>
      <w:bookmarkStart w:id="102" w:name="_Toc37268921"/>
      <w:bookmarkStart w:id="103" w:name="_Toc45907534"/>
      <w:bookmarkStart w:id="104" w:name="_Toc60857454"/>
      <w:bookmarkStart w:id="105" w:name="_Toc61184418"/>
      <w:bookmarkStart w:id="106" w:name="_Toc66387935"/>
      <w:bookmarkStart w:id="107" w:name="_Toc68701225"/>
      <w:bookmarkStart w:id="108" w:name="_Toc68701294"/>
      <w:bookmarkStart w:id="109" w:name="_Toc68701334"/>
      <w:bookmarkStart w:id="110" w:name="_Toc68701404"/>
      <w:bookmarkStart w:id="111" w:name="_Toc82185650"/>
      <w:bookmarkStart w:id="112" w:name="_Toc98751333"/>
      <w:r w:rsidRPr="00BE4E51">
        <w:lastRenderedPageBreak/>
        <w:t>3.2</w:t>
      </w:r>
      <w:r w:rsidRPr="00BE4E51">
        <w:tab/>
        <w:t>Symbols</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0E17E5C3" w14:textId="77777777" w:rsidR="00AA7B50" w:rsidRPr="00BE4E51" w:rsidRDefault="00AA7B50" w:rsidP="00AA7B50">
      <w:pPr>
        <w:keepNext/>
      </w:pPr>
      <w:r w:rsidRPr="00BE4E51">
        <w:t>For the purposes of the present document, the following symbols apply:</w:t>
      </w:r>
    </w:p>
    <w:p w14:paraId="45D62149" w14:textId="77777777" w:rsidR="00AA7B50" w:rsidRPr="00BE4E51" w:rsidRDefault="00AA7B50" w:rsidP="00AA7B50">
      <w:pPr>
        <w:pStyle w:val="EW"/>
      </w:pPr>
      <w:r w:rsidRPr="00BE4E51">
        <w:t>N</w:t>
      </w:r>
      <w:r w:rsidRPr="00BE4E51">
        <w:tab/>
        <w:t xml:space="preserve">Release in which a feature is introduced into </w:t>
      </w:r>
      <w:r w:rsidRPr="00BE4E51">
        <w:rPr>
          <w:lang w:val="en-US"/>
        </w:rPr>
        <w:t>TS 38.101 [2-5] or TS 38.133 [6]</w:t>
      </w:r>
    </w:p>
    <w:p w14:paraId="42C7D73E" w14:textId="77777777" w:rsidR="00AA7B50" w:rsidRPr="00BE4E51" w:rsidRDefault="00AA7B50" w:rsidP="00AA7B50">
      <w:pPr>
        <w:pStyle w:val="EW"/>
      </w:pPr>
      <w:r w:rsidRPr="00BE4E51">
        <w:t>M</w:t>
      </w:r>
      <w:r w:rsidRPr="00BE4E51">
        <w:tab/>
        <w:t>Release from which onwards (including release M) a feature is release independent</w:t>
      </w:r>
    </w:p>
    <w:p w14:paraId="07994AAE" w14:textId="77777777" w:rsidR="00AA7B50" w:rsidRPr="00BE4E51" w:rsidRDefault="00AA7B50" w:rsidP="00AA7B50">
      <w:pPr>
        <w:pStyle w:val="EW"/>
      </w:pPr>
    </w:p>
    <w:p w14:paraId="1ED2B0EE" w14:textId="77777777" w:rsidR="00AA7B50" w:rsidRPr="00BE4E51" w:rsidRDefault="00AA7B50" w:rsidP="00AA7B50">
      <w:pPr>
        <w:pStyle w:val="Heading2"/>
      </w:pPr>
      <w:bookmarkStart w:id="113" w:name="_Toc13051503"/>
      <w:bookmarkStart w:id="114" w:name="_Toc29468679"/>
      <w:bookmarkStart w:id="115" w:name="_Toc29468796"/>
      <w:bookmarkStart w:id="116" w:name="_Toc37141028"/>
      <w:bookmarkStart w:id="117" w:name="_Toc37268834"/>
      <w:bookmarkStart w:id="118" w:name="_Toc37268922"/>
      <w:bookmarkStart w:id="119" w:name="_Toc45907535"/>
      <w:bookmarkStart w:id="120" w:name="_Toc60857455"/>
      <w:bookmarkStart w:id="121" w:name="_Toc61184419"/>
      <w:bookmarkStart w:id="122" w:name="_Toc66387936"/>
      <w:bookmarkStart w:id="123" w:name="_Toc68701226"/>
      <w:bookmarkStart w:id="124" w:name="_Toc68701295"/>
      <w:bookmarkStart w:id="125" w:name="_Toc68701335"/>
      <w:bookmarkStart w:id="126" w:name="_Toc68701405"/>
      <w:bookmarkStart w:id="127" w:name="_Toc82185651"/>
      <w:bookmarkStart w:id="128" w:name="_Toc98751334"/>
      <w:r w:rsidRPr="00BE4E51">
        <w:t>3.3</w:t>
      </w:r>
      <w:r w:rsidRPr="00BE4E51">
        <w:tab/>
        <w:t>Abbreviations</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13DA6B63" w14:textId="77777777" w:rsidR="00AA7B50" w:rsidRPr="00BE4E51" w:rsidRDefault="00AA7B50" w:rsidP="00AA7B50">
      <w:pPr>
        <w:keepNext/>
      </w:pPr>
      <w:r w:rsidRPr="00BE4E51">
        <w:t>For the purposes of the present document, the abbreviations given in TR 21.905 [1] and the following apply. An abbreviation defined in the present document takes precedence over the definition of the same abbreviation, if any, in TR 21.905 [1].</w:t>
      </w:r>
    </w:p>
    <w:p w14:paraId="3D566F09" w14:textId="77777777" w:rsidR="00AA7B50" w:rsidRPr="00BE4E51" w:rsidRDefault="00AA7B50" w:rsidP="00AA7B50">
      <w:pPr>
        <w:pStyle w:val="EW"/>
        <w:rPr>
          <w:rFonts w:cs="v4.1.0"/>
        </w:rPr>
      </w:pPr>
      <w:r w:rsidRPr="00BE4E51">
        <w:rPr>
          <w:rFonts w:cs="v4.1.0"/>
        </w:rPr>
        <w:t>BW</w:t>
      </w:r>
      <w:r w:rsidRPr="00BE4E51">
        <w:rPr>
          <w:rFonts w:cs="v4.1.0"/>
        </w:rPr>
        <w:tab/>
        <w:t>Bandwidth</w:t>
      </w:r>
    </w:p>
    <w:p w14:paraId="37EE7D58" w14:textId="77777777" w:rsidR="00AA7B50" w:rsidRPr="00BE4E51" w:rsidRDefault="00AA7B50" w:rsidP="00AA7B50">
      <w:pPr>
        <w:pStyle w:val="EW"/>
      </w:pPr>
      <w:r w:rsidRPr="00BE4E51">
        <w:rPr>
          <w:rFonts w:cs="v4.1.0"/>
        </w:rPr>
        <w:t>CA</w:t>
      </w:r>
      <w:r w:rsidRPr="00BE4E51">
        <w:rPr>
          <w:rFonts w:cs="v4.1.0"/>
        </w:rPr>
        <w:tab/>
      </w:r>
      <w:r w:rsidRPr="00BE4E51">
        <w:t>Carrier Aggregation</w:t>
      </w:r>
    </w:p>
    <w:p w14:paraId="534B60F9" w14:textId="77777777" w:rsidR="00AA7B50" w:rsidRPr="00BE4E51" w:rsidRDefault="00AA7B50" w:rsidP="00AA7B50">
      <w:pPr>
        <w:pStyle w:val="EW"/>
        <w:rPr>
          <w:rFonts w:cs="v4.1.0"/>
        </w:rPr>
      </w:pPr>
      <w:r w:rsidRPr="00BE4E51">
        <w:rPr>
          <w:rFonts w:cs="v4.1.0"/>
        </w:rPr>
        <w:t>CC</w:t>
      </w:r>
      <w:r w:rsidRPr="00BE4E51">
        <w:rPr>
          <w:rFonts w:cs="v4.1.0"/>
        </w:rPr>
        <w:tab/>
        <w:t>Component carrier</w:t>
      </w:r>
    </w:p>
    <w:p w14:paraId="0DD41FA7" w14:textId="77777777" w:rsidR="00AA7B50" w:rsidRPr="00BE4E51" w:rsidRDefault="00AA7B50" w:rsidP="00AA7B50">
      <w:pPr>
        <w:pStyle w:val="EW"/>
      </w:pPr>
      <w:r w:rsidRPr="00BE4E51">
        <w:rPr>
          <w:rFonts w:cs="v4.1.0"/>
        </w:rPr>
        <w:t>DL</w:t>
      </w:r>
      <w:r w:rsidRPr="00BE4E51">
        <w:rPr>
          <w:rFonts w:cs="v4.1.0"/>
        </w:rPr>
        <w:tab/>
        <w:t>Downlink</w:t>
      </w:r>
    </w:p>
    <w:p w14:paraId="1DCF126D" w14:textId="77777777" w:rsidR="00AA7B50" w:rsidRPr="00BE4E51" w:rsidRDefault="00AA7B50" w:rsidP="00AA7B50">
      <w:pPr>
        <w:pStyle w:val="EW"/>
      </w:pPr>
      <w:r w:rsidRPr="00BE4E51">
        <w:rPr>
          <w:rFonts w:cs="v4.1.0"/>
        </w:rPr>
        <w:t>EN-DC</w:t>
      </w:r>
      <w:r w:rsidRPr="00BE4E51">
        <w:rPr>
          <w:rFonts w:cs="v4.1.0"/>
        </w:rPr>
        <w:tab/>
        <w:t>Dual connectivity between E-UTRA and NR</w:t>
      </w:r>
    </w:p>
    <w:p w14:paraId="2C02A163" w14:textId="77777777" w:rsidR="00AA7B50" w:rsidRPr="00BE4E51" w:rsidRDefault="00AA7B50" w:rsidP="00AA7B50">
      <w:pPr>
        <w:pStyle w:val="EW"/>
      </w:pPr>
      <w:r w:rsidRPr="00BE4E51">
        <w:t>FDD</w:t>
      </w:r>
      <w:r w:rsidRPr="00BE4E51">
        <w:tab/>
        <w:t>Frequency Division Duplex</w:t>
      </w:r>
    </w:p>
    <w:p w14:paraId="7BF618DF" w14:textId="77777777" w:rsidR="00AA7B50" w:rsidRPr="00BE4E51" w:rsidRDefault="00AA7B50" w:rsidP="00AA7B50">
      <w:pPr>
        <w:pStyle w:val="EW"/>
      </w:pPr>
      <w:r w:rsidRPr="00BE4E51">
        <w:t>FR1</w:t>
      </w:r>
      <w:r w:rsidRPr="00BE4E51">
        <w:tab/>
        <w:t>Frequency range 1</w:t>
      </w:r>
    </w:p>
    <w:p w14:paraId="2B250EE9" w14:textId="77777777" w:rsidR="00AA7B50" w:rsidRPr="00BE4E51" w:rsidRDefault="00AA7B50" w:rsidP="00AA7B50">
      <w:pPr>
        <w:pStyle w:val="EW"/>
      </w:pPr>
      <w:r w:rsidRPr="00BE4E51">
        <w:t>FR2</w:t>
      </w:r>
      <w:r w:rsidRPr="00BE4E51">
        <w:tab/>
        <w:t>Frequency range 2</w:t>
      </w:r>
    </w:p>
    <w:p w14:paraId="47B9C9B3" w14:textId="77777777" w:rsidR="00AA7B50" w:rsidRPr="00BE4E51" w:rsidRDefault="00AA7B50" w:rsidP="00AA7B50">
      <w:pPr>
        <w:pStyle w:val="EW"/>
      </w:pPr>
      <w:r w:rsidRPr="00BE4E51">
        <w:t>NR</w:t>
      </w:r>
      <w:r w:rsidRPr="00BE4E51">
        <w:tab/>
        <w:t>New radio</w:t>
      </w:r>
    </w:p>
    <w:p w14:paraId="063A352E" w14:textId="77777777" w:rsidR="00BC1398" w:rsidRPr="00C25669" w:rsidRDefault="00BC1398" w:rsidP="00BC1398">
      <w:pPr>
        <w:keepLines/>
        <w:spacing w:after="0"/>
        <w:ind w:left="1702" w:hanging="1418"/>
        <w:rPr>
          <w:rFonts w:eastAsia="SimSun"/>
          <w:lang w:eastAsia="zh-CN"/>
        </w:rPr>
      </w:pPr>
      <w:r w:rsidRPr="00C25669">
        <w:rPr>
          <w:rFonts w:eastAsia="SimSun"/>
        </w:rPr>
        <w:t>PMI</w:t>
      </w:r>
      <w:r w:rsidRPr="00C25669">
        <w:rPr>
          <w:rFonts w:eastAsia="SimSun"/>
        </w:rPr>
        <w:tab/>
        <w:t>Precoding Matrix Indicator</w:t>
      </w:r>
    </w:p>
    <w:p w14:paraId="3D7BB5B0" w14:textId="77777777" w:rsidR="00AA7B50" w:rsidRPr="00BE4E51" w:rsidRDefault="00AA7B50" w:rsidP="00AA7B50">
      <w:pPr>
        <w:pStyle w:val="EW"/>
      </w:pPr>
      <w:r w:rsidRPr="00BE4E51">
        <w:t>REL</w:t>
      </w:r>
      <w:r w:rsidRPr="00BE4E51">
        <w:tab/>
        <w:t>Release</w:t>
      </w:r>
    </w:p>
    <w:p w14:paraId="4DF5FCB9" w14:textId="77777777" w:rsidR="00AA7B50" w:rsidRPr="00BE4E51" w:rsidRDefault="00AA7B50" w:rsidP="00AA7B50">
      <w:pPr>
        <w:pStyle w:val="EW"/>
      </w:pPr>
      <w:r w:rsidRPr="00BE4E51">
        <w:t>SDL</w:t>
      </w:r>
      <w:r w:rsidRPr="00BE4E51">
        <w:tab/>
        <w:t>Supplementary downlink</w:t>
      </w:r>
    </w:p>
    <w:p w14:paraId="70ED329A" w14:textId="77777777" w:rsidR="00AA7B50" w:rsidRPr="00BE4E51" w:rsidRDefault="00AA7B50" w:rsidP="00AA7B50">
      <w:pPr>
        <w:pStyle w:val="EW"/>
      </w:pPr>
      <w:r w:rsidRPr="00BE4E51">
        <w:t>SUL</w:t>
      </w:r>
      <w:r w:rsidRPr="00BE4E51">
        <w:tab/>
        <w:t>Supplementary uplink</w:t>
      </w:r>
    </w:p>
    <w:p w14:paraId="56BB1F47" w14:textId="77777777" w:rsidR="00AA7B50" w:rsidRPr="00BE4E51" w:rsidRDefault="00AA7B50" w:rsidP="00AA7B50">
      <w:pPr>
        <w:pStyle w:val="EW"/>
      </w:pPr>
      <w:r w:rsidRPr="00BE4E51">
        <w:t>TDD</w:t>
      </w:r>
      <w:r w:rsidRPr="00BE4E51">
        <w:tab/>
        <w:t xml:space="preserve">Time Division Duplex </w:t>
      </w:r>
    </w:p>
    <w:p w14:paraId="63ABBED5" w14:textId="77777777" w:rsidR="00AA7B50" w:rsidRPr="00BE4E51" w:rsidRDefault="00AA7B50" w:rsidP="00AA7B50">
      <w:pPr>
        <w:pStyle w:val="EW"/>
      </w:pPr>
      <w:r w:rsidRPr="00BE4E51">
        <w:t>UE</w:t>
      </w:r>
      <w:r w:rsidRPr="00BE4E51">
        <w:tab/>
        <w:t>User Equipment</w:t>
      </w:r>
    </w:p>
    <w:p w14:paraId="4EC4DBA0" w14:textId="77777777" w:rsidR="00AA7B50" w:rsidRPr="00BE4E51" w:rsidRDefault="00AA7B50" w:rsidP="00AA7B50">
      <w:pPr>
        <w:pStyle w:val="EW"/>
        <w:rPr>
          <w:lang w:eastAsia="ko-KR"/>
        </w:rPr>
      </w:pPr>
      <w:r w:rsidRPr="00BE4E51">
        <w:t>UL</w:t>
      </w:r>
      <w:r w:rsidRPr="00BE4E51">
        <w:tab/>
        <w:t>Uplink</w:t>
      </w:r>
    </w:p>
    <w:p w14:paraId="712A78B1" w14:textId="77777777" w:rsidR="00AA7B50" w:rsidRPr="00BE4E51" w:rsidRDefault="00AA7B50" w:rsidP="00AA7B50">
      <w:pPr>
        <w:pStyle w:val="EW"/>
        <w:rPr>
          <w:lang w:eastAsia="ko-KR"/>
        </w:rPr>
      </w:pPr>
    </w:p>
    <w:p w14:paraId="056509E7" w14:textId="77777777" w:rsidR="00AA7B50" w:rsidRPr="00BE4E51" w:rsidRDefault="00AA7B50" w:rsidP="00AA7B50">
      <w:pPr>
        <w:pStyle w:val="Heading1"/>
      </w:pPr>
      <w:bookmarkStart w:id="129" w:name="_Toc13051504"/>
      <w:bookmarkStart w:id="130" w:name="_Toc29468680"/>
      <w:bookmarkStart w:id="131" w:name="_Toc29468797"/>
      <w:bookmarkStart w:id="132" w:name="_Toc37141029"/>
      <w:bookmarkStart w:id="133" w:name="_Toc37268835"/>
      <w:bookmarkStart w:id="134" w:name="_Toc37268923"/>
      <w:bookmarkStart w:id="135" w:name="_Toc45907536"/>
      <w:bookmarkStart w:id="136" w:name="_Toc60857456"/>
      <w:bookmarkStart w:id="137" w:name="_Toc61184420"/>
      <w:bookmarkStart w:id="138" w:name="_Toc66387937"/>
      <w:bookmarkStart w:id="139" w:name="_Toc68701227"/>
      <w:bookmarkStart w:id="140" w:name="_Toc68701296"/>
      <w:bookmarkStart w:id="141" w:name="_Toc68701336"/>
      <w:bookmarkStart w:id="142" w:name="_Toc68701406"/>
      <w:bookmarkStart w:id="143" w:name="_Toc82185652"/>
      <w:bookmarkStart w:id="144" w:name="_Toc98751335"/>
      <w:r w:rsidRPr="00BE4E51">
        <w:t>4</w:t>
      </w:r>
      <w:r w:rsidRPr="00BE4E51">
        <w:tab/>
        <w:t>General</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1039901A" w14:textId="77777777" w:rsidR="00AA7B50" w:rsidRPr="00BE4E51" w:rsidRDefault="00AA7B50" w:rsidP="00AA7B50">
      <w:r w:rsidRPr="00BE4E51">
        <w:t>TSG-RAN has agreed for certain features (see the following clauses) to introduce them in a "release independent way".</w:t>
      </w:r>
    </w:p>
    <w:p w14:paraId="0B59FD3B" w14:textId="77777777" w:rsidR="00AA7B50" w:rsidRPr="00BE4E51" w:rsidRDefault="00AA7B50" w:rsidP="00AA7B50">
      <w:r w:rsidRPr="00BE4E51">
        <w:t>This means for each feature:</w:t>
      </w:r>
    </w:p>
    <w:p w14:paraId="1654745D" w14:textId="77777777" w:rsidR="00AA7B50" w:rsidRPr="00BE4E51" w:rsidRDefault="00AA7B50" w:rsidP="00AA7B50">
      <w:pPr>
        <w:pStyle w:val="B1"/>
      </w:pPr>
      <w:r w:rsidRPr="00BE4E51">
        <w:t>-</w:t>
      </w:r>
      <w:r w:rsidRPr="00BE4E51">
        <w:tab/>
        <w:t>it is "introduced" in a release N, i.e. TS 38.101 [2-5] and TS 38.133 [6] of release N define certain UE requirements for this feature; the feature is indicated in the tables of the following clauses;</w:t>
      </w:r>
    </w:p>
    <w:p w14:paraId="4100C28A" w14:textId="77777777" w:rsidR="00AA7B50" w:rsidRPr="00BE4E51" w:rsidRDefault="00AA7B50" w:rsidP="00AA7B50">
      <w:pPr>
        <w:pStyle w:val="B1"/>
      </w:pPr>
      <w:r w:rsidRPr="00BE4E51">
        <w:t>-</w:t>
      </w:r>
      <w:r w:rsidRPr="00BE4E51">
        <w:tab/>
        <w:t>it is "release independent" starting from a release M (M&lt;N); M for the given feature is provided in the tables of the following clauses;</w:t>
      </w:r>
    </w:p>
    <w:p w14:paraId="55340F29" w14:textId="77777777" w:rsidR="00AA7B50" w:rsidRPr="00BE4E51" w:rsidRDefault="00AA7B50" w:rsidP="00AA7B50">
      <w:pPr>
        <w:pStyle w:val="B1"/>
      </w:pPr>
      <w:r w:rsidRPr="00BE4E51">
        <w:t>-</w:t>
      </w:r>
      <w:r w:rsidRPr="00BE4E51">
        <w:tab/>
        <w:t>UEs supporting this feature have to fulfil additional requirements in release M or higher which are specified in one or more Annexes of TS 38.307 of release N; the applicable Annexes for a given feature are provided in the tables of the following clauses.</w:t>
      </w:r>
    </w:p>
    <w:p w14:paraId="4936685E" w14:textId="7CE26432" w:rsidR="00AA7B50" w:rsidRDefault="00AA7B50" w:rsidP="00AA7B50">
      <w:r w:rsidRPr="00BE4E51">
        <w:t>The applicable UE Categories are specified in TS 38.306 [7] according to the release to which the UE conforms.</w:t>
      </w:r>
    </w:p>
    <w:p w14:paraId="2FED27F0" w14:textId="77777777" w:rsidR="000164AD" w:rsidRDefault="000164AD" w:rsidP="000164AD">
      <w:pPr>
        <w:rPr>
          <w:rStyle w:val="CommentReference"/>
          <w:rFonts w:eastAsia="SimSun"/>
          <w:lang w:val="en-US" w:eastAsia="zh-CN"/>
        </w:rPr>
      </w:pPr>
      <w:r>
        <w:t xml:space="preserve">In the table of </w:t>
      </w:r>
      <w:r>
        <w:rPr>
          <w:rFonts w:eastAsia="SimSun" w:hint="eastAsia"/>
          <w:lang w:val="en-US" w:eastAsia="zh-CN"/>
        </w:rPr>
        <w:t xml:space="preserve">release independent features </w:t>
      </w:r>
      <w:r>
        <w:t>in subsequent clauses,</w:t>
      </w:r>
      <w:r>
        <w:rPr>
          <w:rFonts w:eastAsia="SimSun" w:hint="eastAsia"/>
          <w:lang w:val="en-US" w:eastAsia="zh-CN"/>
        </w:rPr>
        <w:t xml:space="preserve"> </w:t>
      </w:r>
      <w:r>
        <w:t>"FDD, TDD" refers to CA</w:t>
      </w:r>
      <w:r>
        <w:rPr>
          <w:rFonts w:eastAsia="SimSun" w:hint="eastAsia"/>
          <w:lang w:val="en-US" w:eastAsia="zh-CN"/>
        </w:rPr>
        <w:t xml:space="preserve"> or EN-DC</w:t>
      </w:r>
      <w:r>
        <w:t xml:space="preserve"> configuration composed by only FDD bands or only TDD bands, respectively.</w:t>
      </w:r>
      <w:r>
        <w:rPr>
          <w:rFonts w:eastAsia="SimSun" w:hint="eastAsia"/>
          <w:lang w:val="en-US" w:eastAsia="zh-CN"/>
        </w:rPr>
        <w:t xml:space="preserve"> </w:t>
      </w:r>
      <w:r>
        <w:t xml:space="preserve">"FDD and TDD" refers to CA </w:t>
      </w:r>
      <w:r>
        <w:rPr>
          <w:rFonts w:eastAsia="SimSun" w:hint="eastAsia"/>
          <w:lang w:val="en-US" w:eastAsia="zh-CN"/>
        </w:rPr>
        <w:t xml:space="preserve">or EN-DC </w:t>
      </w:r>
      <w:r>
        <w:t>configuration including</w:t>
      </w:r>
      <w:r>
        <w:rPr>
          <w:rFonts w:eastAsia="SimSun" w:hint="eastAsia"/>
          <w:lang w:val="en-US" w:eastAsia="zh-CN"/>
        </w:rPr>
        <w:t xml:space="preserve"> </w:t>
      </w:r>
      <w:r>
        <w:t>both FDD and TDD bands.</w:t>
      </w:r>
      <w:r>
        <w:rPr>
          <w:rFonts w:eastAsia="SimSun" w:hint="eastAsia"/>
          <w:lang w:val="en-US" w:eastAsia="zh-CN"/>
        </w:rPr>
        <w:t xml:space="preserve"> </w:t>
      </w:r>
      <w:r>
        <w:t>"</w:t>
      </w:r>
      <w:r>
        <w:rPr>
          <w:lang w:eastAsia="zh-CN"/>
        </w:rPr>
        <w:t>SDL</w:t>
      </w:r>
      <w:r>
        <w:rPr>
          <w:rFonts w:hint="eastAsia"/>
          <w:lang w:eastAsia="zh-CN"/>
        </w:rPr>
        <w:t xml:space="preserve"> and </w:t>
      </w:r>
      <w:r>
        <w:rPr>
          <w:rFonts w:eastAsia="SimSun" w:hint="eastAsia"/>
          <w:lang w:val="en-US" w:eastAsia="zh-CN"/>
        </w:rPr>
        <w:t>F</w:t>
      </w:r>
      <w:r>
        <w:t>DD</w:t>
      </w:r>
      <w:r>
        <w:rPr>
          <w:rFonts w:eastAsia="SimSun" w:hint="eastAsia"/>
          <w:lang w:val="en-US" w:eastAsia="zh-CN"/>
        </w:rPr>
        <w:t xml:space="preserve">, </w:t>
      </w:r>
      <w:r>
        <w:rPr>
          <w:lang w:eastAsia="zh-CN"/>
        </w:rPr>
        <w:t>SDL</w:t>
      </w:r>
      <w:r>
        <w:rPr>
          <w:rFonts w:hint="eastAsia"/>
          <w:lang w:eastAsia="zh-CN"/>
        </w:rPr>
        <w:t xml:space="preserve"> and </w:t>
      </w:r>
      <w:r>
        <w:t xml:space="preserve">TDD" refers to CA configuration including </w:t>
      </w:r>
      <w:r>
        <w:rPr>
          <w:rFonts w:eastAsia="SimSun" w:hint="eastAsia"/>
          <w:lang w:val="en-US" w:eastAsia="zh-CN"/>
        </w:rPr>
        <w:t>both SDL and FDD bands or both SDL and TDD bands</w:t>
      </w:r>
      <w:r>
        <w:t>, respectively.</w:t>
      </w:r>
      <w:r>
        <w:rPr>
          <w:rFonts w:eastAsia="SimSun" w:hint="eastAsia"/>
          <w:lang w:val="en-US" w:eastAsia="zh-CN"/>
        </w:rPr>
        <w:t xml:space="preserve"> </w:t>
      </w:r>
      <w:r>
        <w:t xml:space="preserve"> "</w:t>
      </w:r>
      <w:r>
        <w:rPr>
          <w:rFonts w:eastAsia="SimSun" w:hint="eastAsia"/>
          <w:lang w:val="en-US" w:eastAsia="zh-CN"/>
        </w:rPr>
        <w:t>TDD and SUL</w:t>
      </w:r>
      <w:r>
        <w:t xml:space="preserve">" refers to </w:t>
      </w:r>
      <w:r>
        <w:rPr>
          <w:rFonts w:eastAsia="SimSun" w:hint="eastAsia"/>
          <w:lang w:val="en-US" w:eastAsia="zh-CN"/>
        </w:rPr>
        <w:t xml:space="preserve">SUL </w:t>
      </w:r>
      <w:r>
        <w:t xml:space="preserve">configuration including </w:t>
      </w:r>
      <w:r>
        <w:rPr>
          <w:rFonts w:eastAsia="SimSun" w:hint="eastAsia"/>
          <w:lang w:val="en-US" w:eastAsia="zh-CN"/>
        </w:rPr>
        <w:t>both TDD and SUL bands</w:t>
      </w:r>
      <w:r>
        <w:t>.</w:t>
      </w:r>
      <w:r>
        <w:rPr>
          <w:rFonts w:eastAsia="SimSun" w:hint="eastAsia"/>
          <w:lang w:val="en-US" w:eastAsia="zh-CN"/>
        </w:rPr>
        <w:t xml:space="preserve"> </w:t>
      </w:r>
      <w:r>
        <w:t>"</w:t>
      </w:r>
      <w:r>
        <w:rPr>
          <w:rFonts w:eastAsia="DengXian"/>
        </w:rPr>
        <w:t>FDD and TDD and SUL</w:t>
      </w:r>
      <w:r>
        <w:t>"</w:t>
      </w:r>
      <w:r>
        <w:rPr>
          <w:rFonts w:eastAsia="SimSun" w:hint="eastAsia"/>
          <w:lang w:val="en-US" w:eastAsia="zh-CN"/>
        </w:rPr>
        <w:t xml:space="preserve"> </w:t>
      </w:r>
      <w:r>
        <w:t xml:space="preserve">refers to </w:t>
      </w:r>
      <w:r>
        <w:rPr>
          <w:rFonts w:eastAsia="SimSun" w:hint="eastAsia"/>
          <w:lang w:val="en-US" w:eastAsia="zh-CN"/>
        </w:rPr>
        <w:t>EN-DC</w:t>
      </w:r>
      <w:r>
        <w:t xml:space="preserve"> configuration including</w:t>
      </w:r>
      <w:r>
        <w:rPr>
          <w:rFonts w:eastAsia="SimSun" w:hint="eastAsia"/>
          <w:lang w:val="en-US" w:eastAsia="zh-CN"/>
        </w:rPr>
        <w:t xml:space="preserve"> both FDD, TDD and SUL bands</w:t>
      </w:r>
      <w:r>
        <w:t xml:space="preserve">. Unless stated otherwise, </w:t>
      </w:r>
      <w:r>
        <w:rPr>
          <w:rFonts w:eastAsia="SimSun" w:hint="eastAsia"/>
          <w:lang w:val="en-US" w:eastAsia="zh-CN"/>
        </w:rPr>
        <w:t xml:space="preserve">the </w:t>
      </w:r>
      <w:r>
        <w:t>release independent</w:t>
      </w:r>
      <w:r>
        <w:rPr>
          <w:rFonts w:eastAsia="SimSun" w:hint="eastAsia"/>
          <w:lang w:val="en-US" w:eastAsia="zh-CN"/>
        </w:rPr>
        <w:t xml:space="preserve"> for the band combinations are from Rel-15.</w:t>
      </w:r>
    </w:p>
    <w:p w14:paraId="7DD10BF9" w14:textId="2C2AA0E6" w:rsidR="003A37B3" w:rsidRPr="00185E59" w:rsidRDefault="003A37B3" w:rsidP="003A37B3">
      <w:pPr>
        <w:rPr>
          <w:rFonts w:eastAsia="PMingLiU"/>
          <w:lang w:val="en-US" w:eastAsia="zh-TW"/>
        </w:rPr>
      </w:pPr>
      <w:r w:rsidRPr="00185E59">
        <w:rPr>
          <w:rFonts w:eastAsia="PMingLiU"/>
          <w:lang w:val="en-US" w:eastAsia="zh-TW"/>
        </w:rPr>
        <w:t xml:space="preserve">When a new feature is introduced only the latest release of release independent spec needs to be updated. The latest release of release independent spec refers to the release which the new feature is introduced in. </w:t>
      </w:r>
      <w:r w:rsidRPr="00185E59">
        <w:rPr>
          <w:rFonts w:eastAsia="PMingLiU" w:hint="eastAsia"/>
          <w:lang w:val="en-US" w:eastAsia="zh-TW"/>
        </w:rPr>
        <w:t>If</w:t>
      </w:r>
      <w:r w:rsidRPr="00185E59">
        <w:rPr>
          <w:rFonts w:eastAsia="PMingLiU"/>
          <w:lang w:val="en-US" w:eastAsia="zh-TW"/>
        </w:rPr>
        <w:t xml:space="preserve"> a</w:t>
      </w:r>
      <w:r w:rsidRPr="00185E59">
        <w:rPr>
          <w:rFonts w:eastAsia="PMingLiU" w:hint="eastAsia"/>
          <w:lang w:val="en-US" w:eastAsia="zh-TW"/>
        </w:rPr>
        <w:t>n</w:t>
      </w:r>
      <w:r w:rsidRPr="00185E59">
        <w:rPr>
          <w:rFonts w:eastAsia="PMingLiU"/>
          <w:lang w:val="en-US" w:eastAsia="zh-TW"/>
        </w:rPr>
        <w:t xml:space="preserve"> RF feature introduced in the same release as the release which the feature is independent from, (i.e. M=N), the common UE RF requirements table in annex B.4 is specified from release N+1, otherwise the common UE RF requirements table is specified from release N.</w:t>
      </w:r>
    </w:p>
    <w:p w14:paraId="475A5618" w14:textId="77777777" w:rsidR="000164AD" w:rsidRPr="00BE4E51" w:rsidRDefault="000164AD" w:rsidP="00AA7B50"/>
    <w:p w14:paraId="474EBB22" w14:textId="77777777" w:rsidR="00AA7B50" w:rsidRPr="00BE4E51" w:rsidRDefault="00AA7B50" w:rsidP="00AA7B50">
      <w:pPr>
        <w:pStyle w:val="Heading1"/>
      </w:pPr>
      <w:bookmarkStart w:id="145" w:name="_Toc13051505"/>
      <w:bookmarkStart w:id="146" w:name="_Toc29468681"/>
      <w:bookmarkStart w:id="147" w:name="_Toc29468798"/>
      <w:bookmarkStart w:id="148" w:name="_Toc37141030"/>
      <w:bookmarkStart w:id="149" w:name="_Toc37268836"/>
      <w:bookmarkStart w:id="150" w:name="_Toc37268924"/>
      <w:bookmarkStart w:id="151" w:name="_Toc45907537"/>
      <w:bookmarkStart w:id="152" w:name="_Toc60857457"/>
      <w:bookmarkStart w:id="153" w:name="_Toc61184421"/>
      <w:bookmarkStart w:id="154" w:name="_Toc66387938"/>
      <w:bookmarkStart w:id="155" w:name="_Toc68701228"/>
      <w:bookmarkStart w:id="156" w:name="_Toc68701297"/>
      <w:bookmarkStart w:id="157" w:name="_Toc68701337"/>
      <w:bookmarkStart w:id="158" w:name="_Toc68701407"/>
      <w:bookmarkStart w:id="159" w:name="_Toc82185653"/>
      <w:bookmarkStart w:id="160" w:name="_Toc98751336"/>
      <w:r w:rsidRPr="00BE4E51">
        <w:t>5</w:t>
      </w:r>
      <w:r w:rsidRPr="00BE4E51">
        <w:tab/>
        <w:t>Release independent features for NR frequency range 1</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326DF127" w14:textId="77777777" w:rsidR="00AA7B50" w:rsidRPr="00BE4E51" w:rsidRDefault="00AA7B50" w:rsidP="00AA7B50">
      <w:pPr>
        <w:pStyle w:val="Heading2"/>
      </w:pPr>
      <w:bookmarkStart w:id="161" w:name="_Toc13051506"/>
      <w:bookmarkStart w:id="162" w:name="_Toc29468682"/>
      <w:bookmarkStart w:id="163" w:name="_Toc29468799"/>
      <w:bookmarkStart w:id="164" w:name="_Toc37141031"/>
      <w:bookmarkStart w:id="165" w:name="_Toc37268837"/>
      <w:bookmarkStart w:id="166" w:name="_Toc37268925"/>
      <w:bookmarkStart w:id="167" w:name="_Toc45907538"/>
      <w:bookmarkStart w:id="168" w:name="_Toc60857458"/>
      <w:bookmarkStart w:id="169" w:name="_Toc61184422"/>
      <w:bookmarkStart w:id="170" w:name="_Toc66387939"/>
      <w:bookmarkStart w:id="171" w:name="_Toc68701229"/>
      <w:bookmarkStart w:id="172" w:name="_Toc68701298"/>
      <w:bookmarkStart w:id="173" w:name="_Toc68701338"/>
      <w:bookmarkStart w:id="174" w:name="_Toc68701408"/>
      <w:bookmarkStart w:id="175" w:name="_Toc82185654"/>
      <w:bookmarkStart w:id="176" w:name="_Toc98751337"/>
      <w:r w:rsidRPr="00BE4E51">
        <w:t>5.1</w:t>
      </w:r>
      <w:r w:rsidRPr="00BE4E51">
        <w:tab/>
        <w:t>Additional NR operating bands and UE power classes for NR frequency range 1</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EC92AED" w14:textId="77777777" w:rsidR="00AA7B50" w:rsidRPr="00BE4E51" w:rsidRDefault="00AA7B50" w:rsidP="00AA7B50">
      <w:r w:rsidRPr="00BE4E51">
        <w:t>Requirements for a Rel-15 UE for additional NR operating bands power classes</w:t>
      </w:r>
      <w:r w:rsidR="00C83142">
        <w:t xml:space="preserve"> and UE channel bandwidth</w:t>
      </w:r>
      <w:r w:rsidRPr="00BE4E51">
        <w:t xml:space="preserve"> compared to TS 38.101-1 of Rel-15 [2] are introduced via this clause.</w:t>
      </w:r>
    </w:p>
    <w:p w14:paraId="4680A40F" w14:textId="77777777" w:rsidR="00AA7B50" w:rsidRPr="00BE4E51" w:rsidRDefault="00AA7B50" w:rsidP="00AA7B50">
      <w:pPr>
        <w:pStyle w:val="TH"/>
      </w:pPr>
      <w:r w:rsidRPr="00BE4E51">
        <w:t>Table 5.1-1: NR operating bands</w:t>
      </w:r>
    </w:p>
    <w:tbl>
      <w:tblPr>
        <w:tblW w:w="0" w:type="auto"/>
        <w:tblInd w:w="108" w:type="dxa"/>
        <w:tblLayout w:type="fixed"/>
        <w:tblLook w:val="04A0" w:firstRow="1" w:lastRow="0" w:firstColumn="1" w:lastColumn="0" w:noHBand="0" w:noVBand="1"/>
      </w:tblPr>
      <w:tblGrid>
        <w:gridCol w:w="4395"/>
        <w:gridCol w:w="1559"/>
        <w:gridCol w:w="1134"/>
        <w:gridCol w:w="2551"/>
      </w:tblGrid>
      <w:tr w:rsidR="00AA7B50" w:rsidRPr="00BE4E51" w14:paraId="38C356A5"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2A4BF" w14:textId="77777777" w:rsidR="00AA7B50" w:rsidRPr="00BE4E51" w:rsidRDefault="00AA7B50" w:rsidP="00AC2AF5">
            <w:pPr>
              <w:pStyle w:val="TAH"/>
              <w:rPr>
                <w:rFonts w:cs="Arial"/>
              </w:rPr>
            </w:pPr>
            <w:r w:rsidRPr="00BE4E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C17104C" w14:textId="77777777" w:rsidR="00AA7B50" w:rsidRPr="00BE4E51" w:rsidRDefault="00AA7B50" w:rsidP="00AC2AF5">
            <w:pPr>
              <w:pStyle w:val="TAH"/>
              <w:rPr>
                <w:rFonts w:cs="Arial"/>
              </w:rPr>
            </w:pPr>
            <w:r w:rsidRPr="00BE4E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D91670" w14:textId="77777777" w:rsidR="00AA7B50" w:rsidRPr="00BE4E51" w:rsidRDefault="00AA7B50" w:rsidP="00AC2AF5">
            <w:pPr>
              <w:pStyle w:val="TAH"/>
              <w:rPr>
                <w:rFonts w:cs="Arial"/>
              </w:rPr>
            </w:pPr>
            <w:r w:rsidRPr="00BE4E51">
              <w:rPr>
                <w:rFonts w:cs="Arial"/>
              </w:rPr>
              <w:t>Release</w:t>
            </w:r>
          </w:p>
          <w:p w14:paraId="523EB6EE" w14:textId="77777777" w:rsidR="00AA7B50" w:rsidRPr="00BE4E51" w:rsidRDefault="00AA7B50" w:rsidP="00AC2AF5">
            <w:pPr>
              <w:pStyle w:val="TAH"/>
              <w:rPr>
                <w:rFonts w:cs="Arial"/>
              </w:rPr>
            </w:pPr>
            <w:r w:rsidRPr="00BE4E51">
              <w:rPr>
                <w:rFonts w:cs="Arial"/>
              </w:rPr>
              <w:t>independent from</w:t>
            </w:r>
          </w:p>
        </w:tc>
        <w:tc>
          <w:tcPr>
            <w:tcW w:w="2551" w:type="dxa"/>
            <w:tcBorders>
              <w:top w:val="single" w:sz="4" w:space="0" w:color="auto"/>
              <w:left w:val="nil"/>
              <w:bottom w:val="single" w:sz="4" w:space="0" w:color="auto"/>
              <w:right w:val="single" w:sz="4" w:space="0" w:color="auto"/>
            </w:tcBorders>
          </w:tcPr>
          <w:p w14:paraId="4AFCA632" w14:textId="77777777" w:rsidR="00AA7B50" w:rsidRPr="00BE4E51" w:rsidRDefault="00AA7B50" w:rsidP="00AC2AF5">
            <w:pPr>
              <w:pStyle w:val="TAH"/>
              <w:rPr>
                <w:rFonts w:cs="Arial"/>
                <w:lang w:val="en-US"/>
              </w:rPr>
            </w:pPr>
            <w:r w:rsidRPr="00BE4E51">
              <w:rPr>
                <w:rFonts w:cs="Arial"/>
                <w:lang w:val="en-US"/>
              </w:rPr>
              <w:t>Requirements to be fulfilled</w:t>
            </w:r>
          </w:p>
          <w:p w14:paraId="5980AEEB" w14:textId="77777777" w:rsidR="00AA7B50" w:rsidRPr="00BE4E51" w:rsidRDefault="00AA7B50" w:rsidP="00AC2AF5">
            <w:pPr>
              <w:pStyle w:val="TAH"/>
              <w:rPr>
                <w:rFonts w:cs="Arial"/>
              </w:rPr>
            </w:pPr>
            <w:r w:rsidRPr="00BE4E51">
              <w:rPr>
                <w:rFonts w:cs="Arial"/>
                <w:lang w:val="en-US"/>
              </w:rPr>
              <w:t>(see TS 38.307 of the release in which the band was introduced)</w:t>
            </w:r>
          </w:p>
        </w:tc>
      </w:tr>
      <w:tr w:rsidR="00AA7B50" w:rsidRPr="00BE4E51" w14:paraId="31742077" w14:textId="77777777" w:rsidTr="00AC2AF5">
        <w:trPr>
          <w:trHeight w:val="288"/>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38DFD9A6" w14:textId="77777777" w:rsidR="00AA7B50" w:rsidRPr="00BE4E51" w:rsidRDefault="00AA7B50" w:rsidP="00AC2AF5">
            <w:pPr>
              <w:pStyle w:val="TAL"/>
            </w:pPr>
            <w:r w:rsidRPr="00BE4E51">
              <w:t>Operating bands</w:t>
            </w:r>
          </w:p>
        </w:tc>
        <w:tc>
          <w:tcPr>
            <w:tcW w:w="1559" w:type="dxa"/>
            <w:tcBorders>
              <w:top w:val="nil"/>
              <w:left w:val="nil"/>
              <w:bottom w:val="single" w:sz="4" w:space="0" w:color="auto"/>
              <w:right w:val="single" w:sz="4" w:space="0" w:color="auto"/>
            </w:tcBorders>
            <w:shd w:val="clear" w:color="auto" w:fill="auto"/>
            <w:noWrap/>
            <w:vAlign w:val="center"/>
            <w:hideMark/>
          </w:tcPr>
          <w:p w14:paraId="7EAD89BF" w14:textId="77777777" w:rsidR="00AA7B50" w:rsidRPr="00BE4E51" w:rsidRDefault="00AA7B50" w:rsidP="00AC2AF5">
            <w:pPr>
              <w:pStyle w:val="TAL"/>
              <w:jc w:val="center"/>
            </w:pPr>
            <w:r w:rsidRPr="00BE4E51">
              <w:t>FDD, TDD, SDL, SUL</w:t>
            </w:r>
          </w:p>
        </w:tc>
        <w:tc>
          <w:tcPr>
            <w:tcW w:w="1134" w:type="dxa"/>
            <w:tcBorders>
              <w:top w:val="nil"/>
              <w:left w:val="nil"/>
              <w:bottom w:val="single" w:sz="4" w:space="0" w:color="auto"/>
              <w:right w:val="single" w:sz="4" w:space="0" w:color="auto"/>
            </w:tcBorders>
            <w:shd w:val="clear" w:color="auto" w:fill="auto"/>
            <w:noWrap/>
            <w:vAlign w:val="center"/>
            <w:hideMark/>
          </w:tcPr>
          <w:p w14:paraId="628A596C" w14:textId="77777777" w:rsidR="00AA7B50" w:rsidRPr="00BE4E51" w:rsidRDefault="00AA7B50" w:rsidP="00AC2AF5">
            <w:pPr>
              <w:pStyle w:val="TAL"/>
              <w:jc w:val="center"/>
            </w:pPr>
            <w:r w:rsidRPr="00BE4E51">
              <w:t>Rel-15</w:t>
            </w:r>
          </w:p>
        </w:tc>
        <w:tc>
          <w:tcPr>
            <w:tcW w:w="2551" w:type="dxa"/>
            <w:tcBorders>
              <w:top w:val="nil"/>
              <w:left w:val="nil"/>
              <w:bottom w:val="single" w:sz="4" w:space="0" w:color="auto"/>
              <w:right w:val="single" w:sz="4" w:space="0" w:color="auto"/>
            </w:tcBorders>
          </w:tcPr>
          <w:p w14:paraId="709579F2" w14:textId="77777777" w:rsidR="00AA7B50" w:rsidRPr="00BE4E51" w:rsidRDefault="00AA7B50" w:rsidP="00AC2AF5">
            <w:pPr>
              <w:pStyle w:val="TAL"/>
            </w:pPr>
          </w:p>
        </w:tc>
      </w:tr>
    </w:tbl>
    <w:p w14:paraId="4F0E5045" w14:textId="77777777" w:rsidR="00AA7B50" w:rsidRPr="00BE4E51" w:rsidRDefault="00AA7B50" w:rsidP="00AA7B50"/>
    <w:p w14:paraId="732A3524" w14:textId="77777777" w:rsidR="00B4440A" w:rsidRPr="00BE4E51" w:rsidRDefault="00B4440A" w:rsidP="00B4440A">
      <w:pPr>
        <w:pStyle w:val="TH"/>
      </w:pPr>
      <w:r w:rsidRPr="00BE4E51">
        <w:t>Table 5.1-2: NR UE power class</w:t>
      </w:r>
    </w:p>
    <w:tbl>
      <w:tblPr>
        <w:tblW w:w="0" w:type="auto"/>
        <w:tblInd w:w="108" w:type="dxa"/>
        <w:tblLayout w:type="fixed"/>
        <w:tblLook w:val="04A0" w:firstRow="1" w:lastRow="0" w:firstColumn="1" w:lastColumn="0" w:noHBand="0" w:noVBand="1"/>
      </w:tblPr>
      <w:tblGrid>
        <w:gridCol w:w="4395"/>
        <w:gridCol w:w="1559"/>
        <w:gridCol w:w="1134"/>
        <w:gridCol w:w="2551"/>
      </w:tblGrid>
      <w:tr w:rsidR="00B4440A" w:rsidRPr="00BE4E51" w14:paraId="207EB84F"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58A42" w14:textId="77777777" w:rsidR="00B4440A" w:rsidRPr="00BE4E51" w:rsidRDefault="00B4440A" w:rsidP="00AC2AF5">
            <w:pPr>
              <w:pStyle w:val="TAH"/>
              <w:rPr>
                <w:rFonts w:cs="Arial"/>
              </w:rPr>
            </w:pPr>
            <w:r w:rsidRPr="00BE4E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7D5DA45" w14:textId="77777777" w:rsidR="00B4440A" w:rsidRPr="00BE4E51" w:rsidRDefault="00B4440A" w:rsidP="00AC2AF5">
            <w:pPr>
              <w:pStyle w:val="TAH"/>
              <w:rPr>
                <w:rFonts w:cs="Arial"/>
              </w:rPr>
            </w:pPr>
            <w:r w:rsidRPr="00BE4E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23702A" w14:textId="77777777" w:rsidR="00B4440A" w:rsidRPr="00BE4E51" w:rsidRDefault="00B4440A" w:rsidP="00AC2AF5">
            <w:pPr>
              <w:pStyle w:val="TAH"/>
              <w:rPr>
                <w:rFonts w:cs="Arial"/>
              </w:rPr>
            </w:pPr>
            <w:r w:rsidRPr="00BE4E51">
              <w:rPr>
                <w:rFonts w:cs="Arial"/>
              </w:rPr>
              <w:t>Release</w:t>
            </w:r>
          </w:p>
          <w:p w14:paraId="5492F910" w14:textId="77777777" w:rsidR="00B4440A" w:rsidRPr="00BE4E51" w:rsidRDefault="00B4440A" w:rsidP="00AC2AF5">
            <w:pPr>
              <w:pStyle w:val="TAH"/>
              <w:rPr>
                <w:rFonts w:cs="Arial"/>
              </w:rPr>
            </w:pPr>
            <w:r w:rsidRPr="00BE4E51">
              <w:rPr>
                <w:rFonts w:cs="Arial"/>
              </w:rPr>
              <w:t>independent from</w:t>
            </w:r>
          </w:p>
        </w:tc>
        <w:tc>
          <w:tcPr>
            <w:tcW w:w="2551" w:type="dxa"/>
            <w:tcBorders>
              <w:top w:val="single" w:sz="4" w:space="0" w:color="auto"/>
              <w:left w:val="nil"/>
              <w:bottom w:val="single" w:sz="4" w:space="0" w:color="auto"/>
              <w:right w:val="single" w:sz="4" w:space="0" w:color="auto"/>
            </w:tcBorders>
          </w:tcPr>
          <w:p w14:paraId="2569B3C1" w14:textId="77777777" w:rsidR="00B4440A" w:rsidRPr="00BE4E51" w:rsidRDefault="00B4440A" w:rsidP="00AC2AF5">
            <w:pPr>
              <w:pStyle w:val="TAH"/>
              <w:rPr>
                <w:rFonts w:cs="Arial"/>
                <w:lang w:val="en-US"/>
              </w:rPr>
            </w:pPr>
            <w:r w:rsidRPr="00BE4E51">
              <w:rPr>
                <w:rFonts w:cs="Arial"/>
                <w:lang w:val="en-US"/>
              </w:rPr>
              <w:t>Requirements to be fulfilled</w:t>
            </w:r>
          </w:p>
          <w:p w14:paraId="6321BDE4" w14:textId="77777777" w:rsidR="00B4440A" w:rsidRPr="00BE4E51" w:rsidRDefault="00B4440A" w:rsidP="00AC2AF5">
            <w:pPr>
              <w:pStyle w:val="TAH"/>
              <w:rPr>
                <w:rFonts w:cs="Arial"/>
              </w:rPr>
            </w:pPr>
            <w:r w:rsidRPr="00BE4E51">
              <w:rPr>
                <w:rFonts w:cs="Arial"/>
                <w:lang w:val="en-US"/>
              </w:rPr>
              <w:t>(see TS 38.307 of the release in which the power class was introduced)</w:t>
            </w:r>
          </w:p>
        </w:tc>
      </w:tr>
      <w:tr w:rsidR="00B4440A" w:rsidRPr="00BE4E51" w14:paraId="18252CD9"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1786E" w14:textId="77777777" w:rsidR="00B4440A" w:rsidRPr="00BE4E51" w:rsidRDefault="00B4440A" w:rsidP="00AC2AF5">
            <w:pPr>
              <w:pStyle w:val="TAL"/>
            </w:pPr>
            <w:r w:rsidRPr="00BE4E51">
              <w:t>Power Class 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425E39B" w14:textId="77777777" w:rsidR="00B4440A" w:rsidRPr="00BE4E51" w:rsidRDefault="00B4440A" w:rsidP="00AC2AF5">
            <w:pPr>
              <w:pStyle w:val="TAL"/>
              <w:jc w:val="center"/>
            </w:pPr>
            <w:r w:rsidRPr="00BE4E51">
              <w:t>FDD</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99B4BB" w14:textId="77777777" w:rsidR="00B4440A" w:rsidRPr="00BE4E51" w:rsidRDefault="00B4440A" w:rsidP="00AC2AF5">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5FB75AD9" w14:textId="77777777" w:rsidR="00B4440A" w:rsidRPr="00BE4E51" w:rsidRDefault="00B4440A" w:rsidP="00AC2AF5">
            <w:pPr>
              <w:pStyle w:val="TAL"/>
            </w:pPr>
          </w:p>
        </w:tc>
      </w:tr>
      <w:tr w:rsidR="00B4440A" w:rsidRPr="00BE4E51" w14:paraId="4704F910"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63787" w14:textId="77777777" w:rsidR="00B4440A" w:rsidRPr="00BE4E51" w:rsidRDefault="00B4440A" w:rsidP="00AC2AF5">
            <w:pPr>
              <w:pStyle w:val="TAL"/>
            </w:pPr>
            <w:r w:rsidRPr="00BE4E51">
              <w:t>Power Class 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BFD26CF" w14:textId="77777777" w:rsidR="00B4440A" w:rsidRPr="00BE4E51" w:rsidRDefault="00B4440A" w:rsidP="00AC2AF5">
            <w:pPr>
              <w:pStyle w:val="TAL"/>
              <w:jc w:val="center"/>
            </w:pPr>
            <w:r w:rsidRPr="00BE4E51">
              <w:t>TDD</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9C6BB33" w14:textId="77777777" w:rsidR="00B4440A" w:rsidRPr="00BE4E51" w:rsidRDefault="00B4440A" w:rsidP="00AC2AF5">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080871DE" w14:textId="77777777" w:rsidR="00B4440A" w:rsidRPr="00BE4E51" w:rsidRDefault="00B4440A" w:rsidP="00AC2AF5">
            <w:pPr>
              <w:pStyle w:val="TAL"/>
            </w:pPr>
          </w:p>
        </w:tc>
      </w:tr>
      <w:tr w:rsidR="00B4440A" w:rsidRPr="00BE4E51" w14:paraId="60351FB1"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3A31F" w14:textId="77777777" w:rsidR="00B4440A" w:rsidRPr="00BE4E51" w:rsidRDefault="00B4440A" w:rsidP="00AC2AF5">
            <w:pPr>
              <w:pStyle w:val="TAL"/>
            </w:pPr>
            <w:r w:rsidRPr="00BE4E51">
              <w:t>Power Class 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6259A9A" w14:textId="77777777" w:rsidR="00B4440A" w:rsidRPr="00BE4E51" w:rsidRDefault="00B4440A" w:rsidP="00AC2AF5">
            <w:pPr>
              <w:pStyle w:val="TAL"/>
              <w:jc w:val="center"/>
            </w:pPr>
            <w:r w:rsidRPr="00BE4E51">
              <w:t>FDD, TDD, SUL</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BA8E494" w14:textId="77777777" w:rsidR="00B4440A" w:rsidRPr="00BE4E51" w:rsidRDefault="00B4440A" w:rsidP="00AC2AF5">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2955EB6B" w14:textId="77777777" w:rsidR="00B4440A" w:rsidRPr="00BE4E51" w:rsidRDefault="00B4440A" w:rsidP="00AC2AF5">
            <w:pPr>
              <w:pStyle w:val="TAL"/>
            </w:pPr>
          </w:p>
        </w:tc>
      </w:tr>
    </w:tbl>
    <w:p w14:paraId="710DAF80" w14:textId="77777777" w:rsidR="00AA7B50" w:rsidRDefault="00AA7B50" w:rsidP="00AA7B50"/>
    <w:p w14:paraId="3512B86A" w14:textId="77777777" w:rsidR="00C83142" w:rsidRPr="00BE4E51" w:rsidRDefault="00C83142" w:rsidP="00C83142">
      <w:pPr>
        <w:pStyle w:val="TH"/>
      </w:pPr>
      <w:r>
        <w:t>Table 5.1-3</w:t>
      </w:r>
      <w:r w:rsidRPr="00BE4E51">
        <w:t xml:space="preserve">: NR UE </w:t>
      </w:r>
      <w:r>
        <w:t>channel bandwidth</w:t>
      </w:r>
    </w:p>
    <w:tbl>
      <w:tblPr>
        <w:tblW w:w="0" w:type="auto"/>
        <w:tblInd w:w="108" w:type="dxa"/>
        <w:tblLayout w:type="fixed"/>
        <w:tblLook w:val="04A0" w:firstRow="1" w:lastRow="0" w:firstColumn="1" w:lastColumn="0" w:noHBand="0" w:noVBand="1"/>
      </w:tblPr>
      <w:tblGrid>
        <w:gridCol w:w="4395"/>
        <w:gridCol w:w="1559"/>
        <w:gridCol w:w="1134"/>
        <w:gridCol w:w="2551"/>
      </w:tblGrid>
      <w:tr w:rsidR="00C83142" w:rsidRPr="00BE4E51" w14:paraId="3D5054F4"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9782D" w14:textId="77777777" w:rsidR="00C83142" w:rsidRPr="00BE4E51" w:rsidRDefault="00C83142" w:rsidP="00AC2AF5">
            <w:pPr>
              <w:pStyle w:val="TAH"/>
              <w:rPr>
                <w:rFonts w:cs="Arial"/>
              </w:rPr>
            </w:pPr>
            <w:r w:rsidRPr="00BE4E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9C41CA1" w14:textId="77777777" w:rsidR="00C83142" w:rsidRPr="00BE4E51" w:rsidRDefault="00C83142" w:rsidP="00AC2AF5">
            <w:pPr>
              <w:pStyle w:val="TAH"/>
              <w:rPr>
                <w:rFonts w:cs="Arial"/>
              </w:rPr>
            </w:pPr>
            <w:r w:rsidRPr="00BE4E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8B34DC" w14:textId="77777777" w:rsidR="00C83142" w:rsidRPr="00BE4E51" w:rsidRDefault="00C83142" w:rsidP="00AC2AF5">
            <w:pPr>
              <w:pStyle w:val="TAH"/>
              <w:rPr>
                <w:rFonts w:cs="Arial"/>
              </w:rPr>
            </w:pPr>
            <w:r w:rsidRPr="00BE4E51">
              <w:rPr>
                <w:rFonts w:cs="Arial"/>
              </w:rPr>
              <w:t>Release</w:t>
            </w:r>
          </w:p>
          <w:p w14:paraId="3E77DD2C" w14:textId="77777777" w:rsidR="00C83142" w:rsidRPr="00BE4E51" w:rsidRDefault="00C83142" w:rsidP="00AC2AF5">
            <w:pPr>
              <w:pStyle w:val="TAH"/>
              <w:rPr>
                <w:rFonts w:cs="Arial"/>
              </w:rPr>
            </w:pPr>
            <w:r w:rsidRPr="00BE4E51">
              <w:rPr>
                <w:rFonts w:cs="Arial"/>
              </w:rPr>
              <w:t>independent from</w:t>
            </w:r>
          </w:p>
        </w:tc>
        <w:tc>
          <w:tcPr>
            <w:tcW w:w="2551" w:type="dxa"/>
            <w:tcBorders>
              <w:top w:val="single" w:sz="4" w:space="0" w:color="auto"/>
              <w:left w:val="nil"/>
              <w:bottom w:val="single" w:sz="4" w:space="0" w:color="auto"/>
              <w:right w:val="single" w:sz="4" w:space="0" w:color="auto"/>
            </w:tcBorders>
          </w:tcPr>
          <w:p w14:paraId="176CC790" w14:textId="77777777" w:rsidR="00C83142" w:rsidRPr="00BE4E51" w:rsidRDefault="00C83142" w:rsidP="00AC2AF5">
            <w:pPr>
              <w:pStyle w:val="TAH"/>
              <w:rPr>
                <w:rFonts w:cs="Arial"/>
                <w:lang w:val="en-US"/>
              </w:rPr>
            </w:pPr>
            <w:r w:rsidRPr="00BE4E51">
              <w:rPr>
                <w:rFonts w:cs="Arial"/>
                <w:lang w:val="en-US"/>
              </w:rPr>
              <w:t>Requirements to be fulfilled</w:t>
            </w:r>
          </w:p>
          <w:p w14:paraId="4330AC57" w14:textId="77777777" w:rsidR="00C83142" w:rsidRPr="00BE4E51" w:rsidRDefault="00C83142" w:rsidP="00AC2AF5">
            <w:pPr>
              <w:pStyle w:val="TAH"/>
              <w:rPr>
                <w:rFonts w:cs="Arial"/>
              </w:rPr>
            </w:pPr>
            <w:r w:rsidRPr="00BE4E51">
              <w:rPr>
                <w:rFonts w:cs="Arial"/>
                <w:lang w:val="en-US"/>
              </w:rPr>
              <w:t xml:space="preserve">(see TS 38.307 of the release in which the </w:t>
            </w:r>
            <w:r>
              <w:rPr>
                <w:rFonts w:cs="Arial"/>
                <w:lang w:val="en-US"/>
              </w:rPr>
              <w:t>UE channel bandwidth</w:t>
            </w:r>
            <w:r w:rsidRPr="00BE4E51">
              <w:rPr>
                <w:rFonts w:cs="Arial"/>
                <w:lang w:val="en-US"/>
              </w:rPr>
              <w:t xml:space="preserve"> was introduced)</w:t>
            </w:r>
          </w:p>
        </w:tc>
      </w:tr>
      <w:tr w:rsidR="00C83142" w:rsidRPr="00BE4E51" w14:paraId="606B72A4"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7FC31" w14:textId="77777777" w:rsidR="00C83142" w:rsidRPr="00BE4E51" w:rsidRDefault="00C83142" w:rsidP="00AC2AF5">
            <w:pPr>
              <w:pStyle w:val="TAL"/>
            </w:pPr>
            <w:r>
              <w:t>UE channel bandwidth</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1F2BEB0" w14:textId="77777777" w:rsidR="00C83142" w:rsidRPr="00BE4E51" w:rsidRDefault="00C83142" w:rsidP="00AC2AF5">
            <w:pPr>
              <w:pStyle w:val="TAL"/>
              <w:jc w:val="center"/>
            </w:pPr>
            <w:r w:rsidRPr="00BE4E51">
              <w:t>FDD</w:t>
            </w:r>
            <w:r>
              <w:t>, TDD, SUL, SDL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8A4C71" w14:textId="77777777" w:rsidR="00C83142" w:rsidRPr="00BE4E51" w:rsidRDefault="00C83142" w:rsidP="00AC2AF5">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3CA3511C" w14:textId="77777777" w:rsidR="00C83142" w:rsidRPr="00BE4E51" w:rsidRDefault="00C83142" w:rsidP="00AC2AF5">
            <w:pPr>
              <w:pStyle w:val="TAL"/>
            </w:pPr>
          </w:p>
        </w:tc>
      </w:tr>
    </w:tbl>
    <w:p w14:paraId="1519E4C2" w14:textId="77777777" w:rsidR="00C83142" w:rsidRDefault="00C83142" w:rsidP="00C83142"/>
    <w:p w14:paraId="1D699E86" w14:textId="77777777" w:rsidR="00C83142" w:rsidRPr="00BE4E51" w:rsidRDefault="00C83142" w:rsidP="00AA7B50"/>
    <w:p w14:paraId="77F34F6C" w14:textId="77777777" w:rsidR="00AA7B50" w:rsidRPr="00BE4E51" w:rsidRDefault="00AA7B50" w:rsidP="00AA7B50">
      <w:pPr>
        <w:pStyle w:val="Heading2"/>
      </w:pPr>
      <w:bookmarkStart w:id="177" w:name="_Toc13051507"/>
      <w:bookmarkStart w:id="178" w:name="_Toc29468683"/>
      <w:bookmarkStart w:id="179" w:name="_Toc29468800"/>
      <w:bookmarkStart w:id="180" w:name="_Toc37141032"/>
      <w:bookmarkStart w:id="181" w:name="_Toc37268838"/>
      <w:bookmarkStart w:id="182" w:name="_Toc37268926"/>
      <w:bookmarkStart w:id="183" w:name="_Toc45907539"/>
      <w:bookmarkStart w:id="184" w:name="_Toc60857459"/>
      <w:bookmarkStart w:id="185" w:name="_Toc61184423"/>
      <w:bookmarkStart w:id="186" w:name="_Toc66387940"/>
      <w:bookmarkStart w:id="187" w:name="_Toc68701230"/>
      <w:bookmarkStart w:id="188" w:name="_Toc68701299"/>
      <w:bookmarkStart w:id="189" w:name="_Toc68701339"/>
      <w:bookmarkStart w:id="190" w:name="_Toc68701409"/>
      <w:bookmarkStart w:id="191" w:name="_Toc82185655"/>
      <w:bookmarkStart w:id="192" w:name="_Toc98751338"/>
      <w:r w:rsidRPr="00BE4E51">
        <w:t>5.2</w:t>
      </w:r>
      <w:r w:rsidRPr="00BE4E51">
        <w:tab/>
        <w:t>Additional NR CA configurations for NR frequency range 1</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6EA67FAC" w14:textId="7A6B554B" w:rsidR="003A37B3" w:rsidRPr="00BE4E51" w:rsidRDefault="003A37B3" w:rsidP="003A37B3">
      <w:pPr>
        <w:pStyle w:val="Heading3"/>
      </w:pPr>
      <w:bookmarkStart w:id="193" w:name="_Toc13051508"/>
      <w:bookmarkStart w:id="194" w:name="_Toc29468684"/>
      <w:bookmarkStart w:id="195" w:name="_Toc29468801"/>
      <w:bookmarkStart w:id="196" w:name="_Toc37141033"/>
      <w:bookmarkStart w:id="197" w:name="_Toc37268839"/>
      <w:bookmarkStart w:id="198" w:name="_Toc37268927"/>
      <w:bookmarkStart w:id="199" w:name="_Toc45907540"/>
      <w:bookmarkStart w:id="200" w:name="_Toc60857460"/>
      <w:bookmarkStart w:id="201" w:name="_Toc61184424"/>
      <w:bookmarkStart w:id="202" w:name="_Toc66387941"/>
      <w:bookmarkStart w:id="203" w:name="_Toc68701231"/>
      <w:bookmarkStart w:id="204" w:name="_Toc68701300"/>
      <w:bookmarkStart w:id="205" w:name="_Toc68701340"/>
      <w:bookmarkStart w:id="206" w:name="_Toc68701410"/>
      <w:bookmarkStart w:id="207" w:name="_Toc82185656"/>
      <w:bookmarkStart w:id="208" w:name="_Toc98751339"/>
      <w:r w:rsidRPr="00BE4E51">
        <w:t>5.2.1</w:t>
      </w:r>
      <w:r w:rsidRPr="00BE4E51">
        <w:tab/>
        <w:t>Intra</w:t>
      </w:r>
      <w:r>
        <w:t>-</w:t>
      </w:r>
      <w:r w:rsidRPr="00BE4E51">
        <w:t>band CA</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06CEF9E3" w14:textId="77777777" w:rsidR="00AA7B50" w:rsidRPr="00BE4E51" w:rsidRDefault="00AA7B50" w:rsidP="00AA7B50">
      <w:r w:rsidRPr="00BE4E51">
        <w:t>Requirements for a Rel-15 UE for additional NR intraband CA configurations within FR1 compared to TS 38.101-1 of Rel-15 [2] are introduced via this clause.</w:t>
      </w:r>
    </w:p>
    <w:p w14:paraId="4D553C27" w14:textId="4B9884FD" w:rsidR="00AA7B50" w:rsidRPr="00BE4E51" w:rsidRDefault="003A37B3" w:rsidP="00AA7B50">
      <w:pPr>
        <w:pStyle w:val="TH"/>
        <w:rPr>
          <w:lang w:eastAsia="ko-KR"/>
        </w:rPr>
      </w:pPr>
      <w:r w:rsidRPr="00BE4E51">
        <w:lastRenderedPageBreak/>
        <w:t>Table 5.2.1-1: NR intra</w:t>
      </w:r>
      <w:r>
        <w:t>-</w:t>
      </w:r>
      <w:r w:rsidRPr="00BE4E51">
        <w:t>band CA within FR1</w:t>
      </w:r>
    </w:p>
    <w:tbl>
      <w:tblPr>
        <w:tblW w:w="9639" w:type="dxa"/>
        <w:tblInd w:w="108" w:type="dxa"/>
        <w:tblLook w:val="04A0" w:firstRow="1" w:lastRow="0" w:firstColumn="1" w:lastColumn="0" w:noHBand="0" w:noVBand="1"/>
      </w:tblPr>
      <w:tblGrid>
        <w:gridCol w:w="2127"/>
        <w:gridCol w:w="746"/>
        <w:gridCol w:w="2372"/>
        <w:gridCol w:w="992"/>
        <w:gridCol w:w="1428"/>
        <w:gridCol w:w="1974"/>
      </w:tblGrid>
      <w:tr w:rsidR="00AA7B50" w:rsidRPr="00BE4E51" w14:paraId="4216D310" w14:textId="77777777" w:rsidTr="00AC2AF5">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170F8" w14:textId="77777777" w:rsidR="00AA7B50" w:rsidRPr="00BE4E51" w:rsidRDefault="00AA7B50" w:rsidP="00AC2AF5">
            <w:pPr>
              <w:pStyle w:val="TAH"/>
            </w:pPr>
            <w:r w:rsidRPr="00BE4E51">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1E87BAE7" w14:textId="77777777" w:rsidR="00AA7B50" w:rsidRPr="00BE4E51" w:rsidRDefault="00AA7B50" w:rsidP="00AC2AF5">
            <w:pPr>
              <w:pStyle w:val="TAH"/>
            </w:pPr>
            <w:r w:rsidRPr="00BE4E51">
              <w:t>DL/UL</w:t>
            </w:r>
          </w:p>
        </w:tc>
        <w:tc>
          <w:tcPr>
            <w:tcW w:w="2372" w:type="dxa"/>
            <w:tcBorders>
              <w:top w:val="single" w:sz="4" w:space="0" w:color="auto"/>
              <w:left w:val="nil"/>
              <w:bottom w:val="single" w:sz="4" w:space="0" w:color="auto"/>
              <w:right w:val="single" w:sz="4" w:space="0" w:color="auto"/>
            </w:tcBorders>
            <w:shd w:val="clear" w:color="auto" w:fill="auto"/>
            <w:noWrap/>
            <w:vAlign w:val="center"/>
            <w:hideMark/>
          </w:tcPr>
          <w:p w14:paraId="5819FD78" w14:textId="77777777" w:rsidR="00AA7B50" w:rsidRPr="00BE4E51" w:rsidRDefault="00AA7B50" w:rsidP="00AC2AF5">
            <w:pPr>
              <w:pStyle w:val="TAH"/>
            </w:pPr>
            <w:r w:rsidRPr="00BE4E51">
              <w:t>CA BW Class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81DBE5B" w14:textId="77777777" w:rsidR="00AA7B50" w:rsidRPr="00BE4E51" w:rsidRDefault="00AA7B50" w:rsidP="00AC2AF5">
            <w:pPr>
              <w:pStyle w:val="TAH"/>
            </w:pPr>
            <w:r w:rsidRPr="00BE4E51">
              <w:t>Duplex-mode</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14:paraId="281C9A21" w14:textId="77777777" w:rsidR="00AA7B50" w:rsidRPr="00BE4E51" w:rsidRDefault="00AA7B50" w:rsidP="00AC2AF5">
            <w:pPr>
              <w:pStyle w:val="TAH"/>
            </w:pPr>
            <w:r w:rsidRPr="00BE4E51">
              <w:t>Release</w:t>
            </w:r>
          </w:p>
          <w:p w14:paraId="6C519B35" w14:textId="77777777" w:rsidR="00AA7B50" w:rsidRPr="00BE4E51" w:rsidRDefault="00AA7B50" w:rsidP="00AC2AF5">
            <w:pPr>
              <w:pStyle w:val="TAH"/>
            </w:pPr>
            <w:r w:rsidRPr="00BE4E51">
              <w:t>independent from</w:t>
            </w:r>
          </w:p>
        </w:tc>
        <w:tc>
          <w:tcPr>
            <w:tcW w:w="1974" w:type="dxa"/>
            <w:tcBorders>
              <w:top w:val="single" w:sz="4" w:space="0" w:color="auto"/>
              <w:left w:val="nil"/>
              <w:bottom w:val="single" w:sz="4" w:space="0" w:color="auto"/>
              <w:right w:val="single" w:sz="4" w:space="0" w:color="auto"/>
            </w:tcBorders>
          </w:tcPr>
          <w:p w14:paraId="11BC3B70" w14:textId="77777777" w:rsidR="00AA7B50" w:rsidRPr="00BE4E51" w:rsidRDefault="00AA7B50" w:rsidP="00AC2AF5">
            <w:pPr>
              <w:pStyle w:val="TAH"/>
            </w:pPr>
            <w:r w:rsidRPr="00BE4E51">
              <w:t>requirements to be fulfilled</w:t>
            </w:r>
          </w:p>
          <w:p w14:paraId="7D4102D6" w14:textId="77777777" w:rsidR="00AA7B50" w:rsidRPr="00BE4E51" w:rsidRDefault="00AA7B50" w:rsidP="00AC2AF5">
            <w:pPr>
              <w:pStyle w:val="TAH"/>
            </w:pPr>
            <w:r w:rsidRPr="00BE4E51">
              <w:t>(see 3</w:t>
            </w:r>
            <w:r w:rsidR="00744BE6">
              <w:t>8</w:t>
            </w:r>
            <w:r w:rsidRPr="00BE4E51">
              <w:t>.307 of the REL in which the CA configuration was introduced)</w:t>
            </w:r>
          </w:p>
        </w:tc>
      </w:tr>
      <w:tr w:rsidR="00AA7B50" w:rsidRPr="00BE4E51" w14:paraId="419B9B2D" w14:textId="77777777" w:rsidTr="00AC2AF5">
        <w:trPr>
          <w:trHeight w:val="288"/>
        </w:trPr>
        <w:tc>
          <w:tcPr>
            <w:tcW w:w="2127" w:type="dxa"/>
            <w:vMerge w:val="restart"/>
            <w:tcBorders>
              <w:top w:val="single" w:sz="4" w:space="0" w:color="auto"/>
              <w:left w:val="single" w:sz="4" w:space="0" w:color="auto"/>
              <w:right w:val="single" w:sz="4" w:space="0" w:color="auto"/>
            </w:tcBorders>
            <w:shd w:val="clear" w:color="auto" w:fill="auto"/>
            <w:noWrap/>
            <w:vAlign w:val="center"/>
            <w:hideMark/>
          </w:tcPr>
          <w:p w14:paraId="00ABE874" w14:textId="77777777" w:rsidR="00AA7B50" w:rsidRPr="00BE4E51" w:rsidRDefault="00AA7B50" w:rsidP="00AC2AF5">
            <w:pPr>
              <w:pStyle w:val="TAC"/>
            </w:pPr>
            <w:r w:rsidRPr="00BE4E51">
              <w:t>Intra-band contiguous CA configurations within FR1</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5E01633C" w14:textId="77777777" w:rsidR="00AA7B50" w:rsidRPr="00BE4E51" w:rsidRDefault="00AA7B50" w:rsidP="00AC2AF5">
            <w:pPr>
              <w:pStyle w:val="TAC"/>
            </w:pPr>
            <w:r w:rsidRPr="00BE4E51">
              <w:t>DL</w:t>
            </w:r>
          </w:p>
        </w:tc>
        <w:tc>
          <w:tcPr>
            <w:tcW w:w="2372" w:type="dxa"/>
            <w:tcBorders>
              <w:top w:val="single" w:sz="4" w:space="0" w:color="auto"/>
              <w:left w:val="nil"/>
              <w:bottom w:val="single" w:sz="4" w:space="0" w:color="auto"/>
              <w:right w:val="single" w:sz="4" w:space="0" w:color="auto"/>
            </w:tcBorders>
            <w:shd w:val="clear" w:color="auto" w:fill="auto"/>
            <w:noWrap/>
            <w:vAlign w:val="center"/>
            <w:hideMark/>
          </w:tcPr>
          <w:p w14:paraId="7648DE5E" w14:textId="3532C8AF" w:rsidR="00AA7B50" w:rsidRPr="00BE4E51" w:rsidRDefault="003A37B3" w:rsidP="00AC2AF5">
            <w:pPr>
              <w:pStyle w:val="TAC"/>
              <w:rPr>
                <w:lang w:val="sv-FI"/>
              </w:rPr>
            </w:pPr>
            <w:r w:rsidRPr="00BE4E51">
              <w:rPr>
                <w:lang w:val="sv-FI"/>
              </w:rPr>
              <w:t>C, D, E, G, H, I, J, K, 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487C531" w14:textId="77777777" w:rsidR="00AA7B50" w:rsidRPr="00BE4E51" w:rsidRDefault="00AA7B50" w:rsidP="00AC2AF5">
            <w:pPr>
              <w:pStyle w:val="TAC"/>
            </w:pPr>
            <w:r w:rsidRPr="00BE4E51">
              <w:t>TDD</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14:paraId="47A4CB2E" w14:textId="77777777" w:rsidR="00AA7B50" w:rsidRPr="00BE4E51" w:rsidRDefault="00AA7B50" w:rsidP="00AC2AF5">
            <w:pPr>
              <w:pStyle w:val="TAC"/>
            </w:pPr>
            <w:r w:rsidRPr="00BE4E51">
              <w:t>Rel-15</w:t>
            </w:r>
          </w:p>
        </w:tc>
        <w:tc>
          <w:tcPr>
            <w:tcW w:w="1974" w:type="dxa"/>
            <w:tcBorders>
              <w:top w:val="single" w:sz="4" w:space="0" w:color="auto"/>
              <w:left w:val="nil"/>
              <w:bottom w:val="single" w:sz="4" w:space="0" w:color="auto"/>
              <w:right w:val="single" w:sz="4" w:space="0" w:color="auto"/>
            </w:tcBorders>
          </w:tcPr>
          <w:p w14:paraId="18139082" w14:textId="77777777" w:rsidR="00AA7B50" w:rsidRPr="00BE4E51" w:rsidRDefault="00AA7B50" w:rsidP="00AC2AF5">
            <w:pPr>
              <w:pStyle w:val="TAC"/>
            </w:pPr>
          </w:p>
        </w:tc>
      </w:tr>
      <w:tr w:rsidR="00AA7B50" w:rsidRPr="00BE4E51" w14:paraId="510FCCF3" w14:textId="77777777" w:rsidTr="00AC2AF5">
        <w:trPr>
          <w:trHeight w:val="288"/>
        </w:trPr>
        <w:tc>
          <w:tcPr>
            <w:tcW w:w="2127" w:type="dxa"/>
            <w:vMerge/>
            <w:tcBorders>
              <w:left w:val="single" w:sz="4" w:space="0" w:color="auto"/>
              <w:bottom w:val="single" w:sz="4" w:space="0" w:color="auto"/>
              <w:right w:val="single" w:sz="4" w:space="0" w:color="auto"/>
            </w:tcBorders>
            <w:shd w:val="clear" w:color="auto" w:fill="auto"/>
            <w:noWrap/>
            <w:vAlign w:val="center"/>
            <w:hideMark/>
          </w:tcPr>
          <w:p w14:paraId="099CDFEC" w14:textId="77777777" w:rsidR="00AA7B50" w:rsidRPr="00BE4E51" w:rsidRDefault="00AA7B50" w:rsidP="00AC2AF5">
            <w:pPr>
              <w:pStyle w:val="TAC"/>
            </w:pP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62471AA7" w14:textId="77777777" w:rsidR="00AA7B50" w:rsidRPr="00BE4E51" w:rsidRDefault="00AA7B50" w:rsidP="00AC2AF5">
            <w:pPr>
              <w:pStyle w:val="TAC"/>
            </w:pPr>
            <w:r w:rsidRPr="00BE4E51">
              <w:t>UL</w:t>
            </w:r>
          </w:p>
        </w:tc>
        <w:tc>
          <w:tcPr>
            <w:tcW w:w="2372" w:type="dxa"/>
            <w:tcBorders>
              <w:top w:val="single" w:sz="4" w:space="0" w:color="auto"/>
              <w:left w:val="nil"/>
              <w:bottom w:val="single" w:sz="4" w:space="0" w:color="auto"/>
              <w:right w:val="single" w:sz="4" w:space="0" w:color="auto"/>
            </w:tcBorders>
            <w:shd w:val="clear" w:color="auto" w:fill="auto"/>
            <w:noWrap/>
            <w:vAlign w:val="center"/>
            <w:hideMark/>
          </w:tcPr>
          <w:p w14:paraId="5CD6622A" w14:textId="77777777" w:rsidR="00AA7B50" w:rsidRPr="00BE4E51" w:rsidRDefault="00AA7B50" w:rsidP="00AC2AF5">
            <w:pPr>
              <w:pStyle w:val="TAC"/>
            </w:pPr>
            <w:r w:rsidRPr="00BE4E51">
              <w:t>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780DBDF" w14:textId="77777777" w:rsidR="00AA7B50" w:rsidRPr="00BE4E51" w:rsidRDefault="00AA7B50" w:rsidP="00AC2AF5">
            <w:pPr>
              <w:pStyle w:val="TAC"/>
            </w:pPr>
            <w:r w:rsidRPr="00BE4E51">
              <w:t>TDD</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14:paraId="157FC218" w14:textId="77777777" w:rsidR="00AA7B50" w:rsidRPr="00BE4E51" w:rsidRDefault="00AA7B50" w:rsidP="00AC2AF5">
            <w:pPr>
              <w:pStyle w:val="TAC"/>
            </w:pPr>
            <w:r w:rsidRPr="00BE4E51">
              <w:t>Rel-15</w:t>
            </w:r>
          </w:p>
        </w:tc>
        <w:tc>
          <w:tcPr>
            <w:tcW w:w="1974" w:type="dxa"/>
            <w:tcBorders>
              <w:top w:val="single" w:sz="4" w:space="0" w:color="auto"/>
              <w:left w:val="nil"/>
              <w:bottom w:val="single" w:sz="4" w:space="0" w:color="auto"/>
              <w:right w:val="single" w:sz="4" w:space="0" w:color="auto"/>
            </w:tcBorders>
          </w:tcPr>
          <w:p w14:paraId="6145E284" w14:textId="77777777" w:rsidR="00AA7B50" w:rsidRPr="00BE4E51" w:rsidRDefault="00AA7B50" w:rsidP="00AC2AF5">
            <w:pPr>
              <w:pStyle w:val="TAC"/>
            </w:pPr>
          </w:p>
        </w:tc>
      </w:tr>
    </w:tbl>
    <w:p w14:paraId="66366ECD" w14:textId="77777777" w:rsidR="00AA7B50" w:rsidRPr="00BE4E51" w:rsidRDefault="00AA7B50" w:rsidP="00AA7B50"/>
    <w:p w14:paraId="2CB40C87" w14:textId="7849B531" w:rsidR="003A37B3" w:rsidRPr="00BE4E51" w:rsidRDefault="003A37B3" w:rsidP="003A37B3">
      <w:pPr>
        <w:pStyle w:val="Heading3"/>
      </w:pPr>
      <w:bookmarkStart w:id="209" w:name="_Toc13051509"/>
      <w:bookmarkStart w:id="210" w:name="_Toc29468685"/>
      <w:bookmarkStart w:id="211" w:name="_Toc29468802"/>
      <w:bookmarkStart w:id="212" w:name="_Toc37141034"/>
      <w:bookmarkStart w:id="213" w:name="_Toc37268840"/>
      <w:bookmarkStart w:id="214" w:name="_Toc37268928"/>
      <w:bookmarkStart w:id="215" w:name="_Toc45907541"/>
      <w:bookmarkStart w:id="216" w:name="_Toc60857461"/>
      <w:bookmarkStart w:id="217" w:name="_Toc61184425"/>
      <w:bookmarkStart w:id="218" w:name="_Toc66387942"/>
      <w:bookmarkStart w:id="219" w:name="_Toc68701232"/>
      <w:bookmarkStart w:id="220" w:name="_Toc68701301"/>
      <w:bookmarkStart w:id="221" w:name="_Toc68701341"/>
      <w:bookmarkStart w:id="222" w:name="_Toc68701411"/>
      <w:bookmarkStart w:id="223" w:name="_Toc82185657"/>
      <w:bookmarkStart w:id="224" w:name="_Toc98751340"/>
      <w:bookmarkStart w:id="225" w:name="OLE_LINK27"/>
      <w:r w:rsidRPr="00BE4E51">
        <w:t>5.2.2</w:t>
      </w:r>
      <w:r w:rsidRPr="00BE4E51">
        <w:tab/>
        <w:t>Inter</w:t>
      </w:r>
      <w:r>
        <w:t>-</w:t>
      </w:r>
      <w:r w:rsidRPr="00BE4E51">
        <w:t>band CA</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32827C82" w14:textId="3EB90DEA" w:rsidR="003A37B3" w:rsidRPr="00BE4E51" w:rsidRDefault="003A37B3" w:rsidP="003A37B3">
      <w:r w:rsidRPr="00BE4E51">
        <w:t>Requirements for a Rel-15 UE for additional NR inter</w:t>
      </w:r>
      <w:r>
        <w:t>-</w:t>
      </w:r>
      <w:r w:rsidRPr="00BE4E51">
        <w:t>band CA configurations within FR1 compared to TS 38.101-1 of Rel-15 [2] are introduced via this clause.</w:t>
      </w:r>
    </w:p>
    <w:p w14:paraId="71121019" w14:textId="77777777" w:rsidR="003A37B3" w:rsidRPr="00BE4E51" w:rsidRDefault="003A37B3" w:rsidP="003A37B3">
      <w:pPr>
        <w:pStyle w:val="TH"/>
      </w:pPr>
      <w:r w:rsidRPr="00BE4E51">
        <w:t>Table 5.2.2-1: NR inter</w:t>
      </w:r>
      <w:r>
        <w:t>-</w:t>
      </w:r>
      <w:r w:rsidRPr="00BE4E51">
        <w:t>band CA within FR1</w:t>
      </w:r>
    </w:p>
    <w:tbl>
      <w:tblPr>
        <w:tblW w:w="9198" w:type="dxa"/>
        <w:tblInd w:w="108" w:type="dxa"/>
        <w:tblLook w:val="04A0" w:firstRow="1" w:lastRow="0" w:firstColumn="1" w:lastColumn="0" w:noHBand="0" w:noVBand="1"/>
      </w:tblPr>
      <w:tblGrid>
        <w:gridCol w:w="1985"/>
        <w:gridCol w:w="746"/>
        <w:gridCol w:w="1047"/>
        <w:gridCol w:w="877"/>
        <w:gridCol w:w="897"/>
        <w:gridCol w:w="1086"/>
        <w:gridCol w:w="1286"/>
        <w:gridCol w:w="1366"/>
      </w:tblGrid>
      <w:tr w:rsidR="00AA7B50" w:rsidRPr="00BE4E51" w14:paraId="4F8D97C3" w14:textId="77777777" w:rsidTr="00AC2AF5">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9BD83" w14:textId="77777777" w:rsidR="00AA7B50" w:rsidRPr="00BE4E51" w:rsidRDefault="00AA7B50" w:rsidP="00AC2AF5">
            <w:pPr>
              <w:pStyle w:val="TAH"/>
            </w:pPr>
            <w:r w:rsidRPr="00BE4E51">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4CF83284" w14:textId="77777777" w:rsidR="00AA7B50" w:rsidRPr="00BE4E51" w:rsidRDefault="00AA7B50" w:rsidP="00AC2AF5">
            <w:pPr>
              <w:pStyle w:val="TAH"/>
            </w:pPr>
            <w:r w:rsidRPr="00BE4E51">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68B6C951" w14:textId="77777777" w:rsidR="00AA7B50" w:rsidRPr="00BE4E51" w:rsidRDefault="00AA7B50" w:rsidP="00AC2AF5">
            <w:pPr>
              <w:pStyle w:val="TAH"/>
            </w:pPr>
            <w:r w:rsidRPr="00BE4E51">
              <w:t>Maximum number of bands</w:t>
            </w:r>
          </w:p>
        </w:tc>
        <w:tc>
          <w:tcPr>
            <w:tcW w:w="877" w:type="dxa"/>
            <w:tcBorders>
              <w:top w:val="single" w:sz="4" w:space="0" w:color="auto"/>
              <w:left w:val="nil"/>
              <w:bottom w:val="single" w:sz="4" w:space="0" w:color="auto"/>
              <w:right w:val="single" w:sz="4" w:space="0" w:color="auto"/>
            </w:tcBorders>
            <w:vAlign w:val="center"/>
          </w:tcPr>
          <w:p w14:paraId="475620B0" w14:textId="77777777" w:rsidR="00AA7B50" w:rsidRPr="00BE4E51" w:rsidRDefault="00AA7B50" w:rsidP="00AC2AF5">
            <w:pPr>
              <w:pStyle w:val="TAH"/>
            </w:pPr>
            <w:r w:rsidRPr="00BE4E51">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0C7DE" w14:textId="77777777" w:rsidR="00AA7B50" w:rsidRPr="00BE4E51" w:rsidRDefault="00AA7B50" w:rsidP="00AC2AF5">
            <w:pPr>
              <w:pStyle w:val="TAH"/>
            </w:pPr>
            <w:r w:rsidRPr="00BE4E51">
              <w:t>CA BW Classes</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407077E0" w14:textId="77777777" w:rsidR="00AA7B50" w:rsidRPr="00BE4E51" w:rsidRDefault="00AA7B50" w:rsidP="00AC2AF5">
            <w:pPr>
              <w:pStyle w:val="TAH"/>
            </w:pPr>
            <w:r w:rsidRPr="00BE4E51">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35B39941" w14:textId="77777777" w:rsidR="00AA7B50" w:rsidRPr="00BE4E51" w:rsidRDefault="00AA7B50" w:rsidP="00AC2AF5">
            <w:pPr>
              <w:pStyle w:val="TAH"/>
            </w:pPr>
            <w:r w:rsidRPr="00BE4E51">
              <w:t>Release</w:t>
            </w:r>
          </w:p>
          <w:p w14:paraId="460B1407" w14:textId="77777777" w:rsidR="00AA7B50" w:rsidRPr="00BE4E51" w:rsidRDefault="00AA7B50" w:rsidP="00AC2AF5">
            <w:pPr>
              <w:pStyle w:val="TAH"/>
            </w:pPr>
            <w:r w:rsidRPr="00BE4E51">
              <w:t>independent from</w:t>
            </w:r>
          </w:p>
        </w:tc>
        <w:tc>
          <w:tcPr>
            <w:tcW w:w="1366" w:type="dxa"/>
            <w:tcBorders>
              <w:top w:val="single" w:sz="4" w:space="0" w:color="auto"/>
              <w:left w:val="nil"/>
              <w:bottom w:val="single" w:sz="4" w:space="0" w:color="auto"/>
              <w:right w:val="single" w:sz="4" w:space="0" w:color="auto"/>
            </w:tcBorders>
          </w:tcPr>
          <w:p w14:paraId="320C19F9" w14:textId="77777777" w:rsidR="00AA7B50" w:rsidRPr="00BE4E51" w:rsidRDefault="00AA7B50" w:rsidP="00AC2AF5">
            <w:pPr>
              <w:pStyle w:val="TAH"/>
            </w:pPr>
            <w:r w:rsidRPr="00BE4E51">
              <w:t>requirements to be fulfilled</w:t>
            </w:r>
          </w:p>
          <w:p w14:paraId="154D3F99" w14:textId="77777777" w:rsidR="00AA7B50" w:rsidRPr="00BE4E51" w:rsidRDefault="00AA7B50" w:rsidP="00AC2AF5">
            <w:pPr>
              <w:pStyle w:val="TAH"/>
            </w:pPr>
            <w:r w:rsidRPr="00BE4E51">
              <w:t>(see 38.307 of the REL in which the CA configuration was introduced)</w:t>
            </w:r>
          </w:p>
        </w:tc>
      </w:tr>
      <w:tr w:rsidR="00AA7B50" w:rsidRPr="00BE4E51" w14:paraId="7257A8E7" w14:textId="77777777" w:rsidTr="00AC2AF5">
        <w:trPr>
          <w:trHeight w:val="449"/>
        </w:trPr>
        <w:tc>
          <w:tcPr>
            <w:tcW w:w="1985" w:type="dxa"/>
            <w:vMerge w:val="restart"/>
            <w:tcBorders>
              <w:top w:val="single" w:sz="4" w:space="0" w:color="auto"/>
              <w:left w:val="single" w:sz="4" w:space="0" w:color="auto"/>
              <w:right w:val="single" w:sz="4" w:space="0" w:color="auto"/>
            </w:tcBorders>
            <w:shd w:val="clear" w:color="auto" w:fill="auto"/>
            <w:noWrap/>
            <w:vAlign w:val="center"/>
            <w:hideMark/>
          </w:tcPr>
          <w:p w14:paraId="0604031D" w14:textId="77777777" w:rsidR="00AA7B50" w:rsidRPr="00BE4E51" w:rsidRDefault="00AA7B50" w:rsidP="00AC2AF5">
            <w:pPr>
              <w:pStyle w:val="TAC"/>
            </w:pPr>
            <w:r w:rsidRPr="00BE4E51">
              <w:t>Inter-band CA configurations within NR FR1</w:t>
            </w:r>
          </w:p>
        </w:tc>
        <w:tc>
          <w:tcPr>
            <w:tcW w:w="746" w:type="dxa"/>
            <w:tcBorders>
              <w:top w:val="single" w:sz="4" w:space="0" w:color="auto"/>
              <w:left w:val="single" w:sz="4" w:space="0" w:color="auto"/>
              <w:right w:val="single" w:sz="4" w:space="0" w:color="auto"/>
            </w:tcBorders>
            <w:shd w:val="clear" w:color="auto" w:fill="auto"/>
            <w:noWrap/>
            <w:vAlign w:val="center"/>
            <w:hideMark/>
          </w:tcPr>
          <w:p w14:paraId="62F818E5" w14:textId="77777777" w:rsidR="00AA7B50" w:rsidRPr="00BE4E51" w:rsidRDefault="00AA7B50" w:rsidP="00AC2AF5">
            <w:pPr>
              <w:pStyle w:val="TAC"/>
            </w:pPr>
            <w:r w:rsidRPr="00BE4E51">
              <w:t>DL</w:t>
            </w:r>
          </w:p>
        </w:tc>
        <w:tc>
          <w:tcPr>
            <w:tcW w:w="955" w:type="dxa"/>
            <w:tcBorders>
              <w:top w:val="single" w:sz="4" w:space="0" w:color="auto"/>
              <w:left w:val="single" w:sz="4" w:space="0" w:color="auto"/>
              <w:right w:val="single" w:sz="4" w:space="0" w:color="auto"/>
            </w:tcBorders>
            <w:shd w:val="clear" w:color="auto" w:fill="auto"/>
            <w:noWrap/>
            <w:vAlign w:val="center"/>
            <w:hideMark/>
          </w:tcPr>
          <w:p w14:paraId="62DFED38" w14:textId="77777777" w:rsidR="00AA7B50" w:rsidRPr="00BE4E51" w:rsidRDefault="00AA7B50" w:rsidP="00AC2AF5">
            <w:pPr>
              <w:pStyle w:val="TAC"/>
            </w:pPr>
            <w:r w:rsidRPr="00BE4E51">
              <w:t>2</w:t>
            </w:r>
          </w:p>
        </w:tc>
        <w:tc>
          <w:tcPr>
            <w:tcW w:w="877" w:type="dxa"/>
            <w:tcBorders>
              <w:top w:val="single" w:sz="4" w:space="0" w:color="auto"/>
              <w:left w:val="nil"/>
              <w:right w:val="single" w:sz="4" w:space="0" w:color="auto"/>
            </w:tcBorders>
            <w:vAlign w:val="center"/>
          </w:tcPr>
          <w:p w14:paraId="439C69FD" w14:textId="77777777" w:rsidR="00AA7B50" w:rsidRPr="00BE4E51" w:rsidRDefault="00AA7B50" w:rsidP="00AC2AF5">
            <w:pPr>
              <w:pStyle w:val="TAC"/>
            </w:pPr>
            <w:r w:rsidRPr="00BE4E51">
              <w:t>2</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629AF749" w14:textId="77777777" w:rsidR="00AA7B50" w:rsidRPr="00BE4E51" w:rsidRDefault="00AA7B50" w:rsidP="00AC2AF5">
            <w:pPr>
              <w:pStyle w:val="TAC"/>
            </w:pPr>
            <w:r w:rsidRPr="00BE4E51">
              <w:t>A</w:t>
            </w:r>
          </w:p>
        </w:tc>
        <w:tc>
          <w:tcPr>
            <w:tcW w:w="1086" w:type="dxa"/>
            <w:tcBorders>
              <w:top w:val="nil"/>
              <w:left w:val="nil"/>
              <w:bottom w:val="single" w:sz="4" w:space="0" w:color="auto"/>
              <w:right w:val="nil"/>
            </w:tcBorders>
            <w:shd w:val="clear" w:color="auto" w:fill="auto"/>
            <w:noWrap/>
            <w:vAlign w:val="center"/>
            <w:hideMark/>
          </w:tcPr>
          <w:p w14:paraId="6E0D8655" w14:textId="3E4D5A5D" w:rsidR="00AA7B50" w:rsidRPr="00BE4E51" w:rsidRDefault="005C1AE2" w:rsidP="00AC2AF5">
            <w:pPr>
              <w:pStyle w:val="TAC"/>
            </w:pPr>
            <w:r>
              <w:rPr>
                <w:lang w:eastAsia="zh-CN"/>
              </w:rPr>
              <w:t xml:space="preserve">TDD, </w:t>
            </w:r>
            <w:r>
              <w:rPr>
                <w:rFonts w:hint="eastAsia"/>
                <w:lang w:eastAsia="zh-CN"/>
              </w:rPr>
              <w:t>FDD</w:t>
            </w:r>
            <w:r>
              <w:rPr>
                <w:lang w:eastAsia="zh-CN"/>
              </w:rPr>
              <w:t>, SDL</w:t>
            </w:r>
            <w:r>
              <w:rPr>
                <w:rFonts w:hint="eastAsia"/>
                <w:lang w:eastAsia="zh-CN"/>
              </w:rPr>
              <w:t xml:space="preserve"> and </w:t>
            </w:r>
            <w:r>
              <w:rPr>
                <w:rFonts w:eastAsia="SimSun" w:hint="eastAsia"/>
                <w:lang w:val="en-US" w:eastAsia="zh-CN"/>
              </w:rPr>
              <w:t>F</w:t>
            </w:r>
            <w:r>
              <w:t>DD</w:t>
            </w:r>
            <w:r>
              <w:rPr>
                <w:rFonts w:eastAsia="SimSun" w:hint="eastAsia"/>
                <w:lang w:val="en-US" w:eastAsia="zh-CN"/>
              </w:rPr>
              <w:t xml:space="preserve">, </w:t>
            </w:r>
            <w:r>
              <w:rPr>
                <w:lang w:eastAsia="zh-CN"/>
              </w:rPr>
              <w:t>SDL</w:t>
            </w:r>
            <w:r>
              <w:rPr>
                <w:rFonts w:hint="eastAsia"/>
                <w:lang w:eastAsia="zh-CN"/>
              </w:rPr>
              <w:t xml:space="preserve"> and </w:t>
            </w:r>
            <w:r>
              <w:t>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17E74A6A" w14:textId="77777777" w:rsidR="00AA7B50" w:rsidRPr="00BE4E51" w:rsidRDefault="00AA7B50" w:rsidP="00AC2AF5">
            <w:pPr>
              <w:pStyle w:val="TAC"/>
            </w:pPr>
            <w:r w:rsidRPr="00BE4E51">
              <w:t>Rel-15</w:t>
            </w:r>
          </w:p>
        </w:tc>
        <w:tc>
          <w:tcPr>
            <w:tcW w:w="1366" w:type="dxa"/>
            <w:tcBorders>
              <w:top w:val="nil"/>
              <w:left w:val="single" w:sz="4" w:space="0" w:color="auto"/>
              <w:bottom w:val="single" w:sz="4" w:space="0" w:color="auto"/>
              <w:right w:val="single" w:sz="4" w:space="0" w:color="auto"/>
            </w:tcBorders>
          </w:tcPr>
          <w:p w14:paraId="1F1E8EC4" w14:textId="77777777" w:rsidR="00AA7B50" w:rsidRPr="00BE4E51" w:rsidRDefault="00AA7B50" w:rsidP="00AC2AF5">
            <w:pPr>
              <w:pStyle w:val="TAC"/>
            </w:pPr>
          </w:p>
        </w:tc>
      </w:tr>
      <w:tr w:rsidR="00AA7B50" w:rsidRPr="00BE4E51" w14:paraId="4C48B464" w14:textId="77777777" w:rsidTr="00AC2AF5">
        <w:trPr>
          <w:trHeight w:val="288"/>
        </w:trPr>
        <w:tc>
          <w:tcPr>
            <w:tcW w:w="1985" w:type="dxa"/>
            <w:vMerge/>
            <w:tcBorders>
              <w:left w:val="single" w:sz="4" w:space="0" w:color="auto"/>
              <w:bottom w:val="single" w:sz="4" w:space="0" w:color="auto"/>
              <w:right w:val="single" w:sz="4" w:space="0" w:color="auto"/>
            </w:tcBorders>
            <w:vAlign w:val="center"/>
            <w:hideMark/>
          </w:tcPr>
          <w:p w14:paraId="27F78C7F" w14:textId="77777777" w:rsidR="00AA7B50" w:rsidRPr="00BE4E51" w:rsidRDefault="00AA7B50" w:rsidP="00AC2AF5">
            <w:pPr>
              <w:pStyle w:val="TAC"/>
            </w:pPr>
          </w:p>
        </w:tc>
        <w:tc>
          <w:tcPr>
            <w:tcW w:w="746" w:type="dxa"/>
            <w:tcBorders>
              <w:top w:val="single" w:sz="4" w:space="0" w:color="auto"/>
              <w:left w:val="single" w:sz="4" w:space="0" w:color="auto"/>
              <w:bottom w:val="single" w:sz="4" w:space="0" w:color="auto"/>
              <w:right w:val="single" w:sz="4" w:space="0" w:color="auto"/>
            </w:tcBorders>
            <w:vAlign w:val="center"/>
            <w:hideMark/>
          </w:tcPr>
          <w:p w14:paraId="5ED5B13D" w14:textId="77777777" w:rsidR="00AA7B50" w:rsidRPr="00BE4E51" w:rsidRDefault="00AA7B50" w:rsidP="00AC2AF5">
            <w:pPr>
              <w:pStyle w:val="TAC"/>
            </w:pPr>
            <w:r w:rsidRPr="00BE4E51">
              <w:t>UL</w:t>
            </w:r>
          </w:p>
        </w:tc>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FD477A" w14:textId="77777777" w:rsidR="00AA7B50" w:rsidRPr="00BE4E51" w:rsidRDefault="00AA7B50" w:rsidP="00AC2AF5">
            <w:pPr>
              <w:pStyle w:val="TAC"/>
            </w:pPr>
            <w:r w:rsidRPr="00BE4E51">
              <w:t>2</w:t>
            </w:r>
          </w:p>
        </w:tc>
        <w:tc>
          <w:tcPr>
            <w:tcW w:w="877" w:type="dxa"/>
            <w:tcBorders>
              <w:top w:val="single" w:sz="4" w:space="0" w:color="auto"/>
              <w:left w:val="nil"/>
              <w:bottom w:val="single" w:sz="4" w:space="0" w:color="auto"/>
              <w:right w:val="single" w:sz="4" w:space="0" w:color="auto"/>
            </w:tcBorders>
            <w:vAlign w:val="center"/>
          </w:tcPr>
          <w:p w14:paraId="7DABF6BF" w14:textId="77777777" w:rsidR="00AA7B50" w:rsidRPr="00BE4E51" w:rsidRDefault="00AA7B50" w:rsidP="00AC2AF5">
            <w:pPr>
              <w:pStyle w:val="TAC"/>
            </w:pPr>
            <w:r w:rsidRPr="00BE4E51">
              <w:t>2</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5FF03" w14:textId="77777777" w:rsidR="00AA7B50" w:rsidRPr="00BE4E51" w:rsidRDefault="00AA7B50" w:rsidP="00AC2AF5">
            <w:pPr>
              <w:pStyle w:val="TAC"/>
            </w:pPr>
            <w:r w:rsidRPr="00BE4E51">
              <w:t>A</w:t>
            </w:r>
          </w:p>
        </w:tc>
        <w:tc>
          <w:tcPr>
            <w:tcW w:w="1086" w:type="dxa"/>
            <w:tcBorders>
              <w:top w:val="single" w:sz="4" w:space="0" w:color="auto"/>
              <w:left w:val="nil"/>
              <w:bottom w:val="single" w:sz="4" w:space="0" w:color="auto"/>
              <w:right w:val="nil"/>
            </w:tcBorders>
            <w:shd w:val="clear" w:color="auto" w:fill="auto"/>
            <w:noWrap/>
            <w:vAlign w:val="center"/>
          </w:tcPr>
          <w:p w14:paraId="51B4F938" w14:textId="77777777" w:rsidR="00AA7B50" w:rsidRPr="00BE4E51" w:rsidRDefault="00AA7B50" w:rsidP="00AC2AF5">
            <w:pPr>
              <w:pStyle w:val="TAC"/>
            </w:pPr>
            <w:r w:rsidRPr="00BE4E51">
              <w:t>TDD, 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9BF19" w14:textId="77777777" w:rsidR="00AA7B50" w:rsidRPr="00BE4E51" w:rsidRDefault="00AA7B50" w:rsidP="00AC2AF5">
            <w:pPr>
              <w:pStyle w:val="TAC"/>
            </w:pPr>
            <w:r w:rsidRPr="00BE4E51">
              <w:t>Rel-15</w:t>
            </w:r>
          </w:p>
        </w:tc>
        <w:tc>
          <w:tcPr>
            <w:tcW w:w="1366" w:type="dxa"/>
            <w:tcBorders>
              <w:top w:val="single" w:sz="4" w:space="0" w:color="auto"/>
              <w:left w:val="single" w:sz="4" w:space="0" w:color="auto"/>
              <w:bottom w:val="single" w:sz="4" w:space="0" w:color="auto"/>
              <w:right w:val="single" w:sz="4" w:space="0" w:color="auto"/>
            </w:tcBorders>
          </w:tcPr>
          <w:p w14:paraId="24B4EF2F" w14:textId="77777777" w:rsidR="00AA7B50" w:rsidRPr="00BE4E51" w:rsidRDefault="00AA7B50" w:rsidP="00AC2AF5">
            <w:pPr>
              <w:pStyle w:val="TAC"/>
            </w:pPr>
          </w:p>
        </w:tc>
      </w:tr>
      <w:bookmarkEnd w:id="225"/>
    </w:tbl>
    <w:p w14:paraId="1C3D43C3" w14:textId="77777777" w:rsidR="00AA7B50" w:rsidRPr="00BE4E51" w:rsidRDefault="00AA7B50" w:rsidP="00AA7B50"/>
    <w:p w14:paraId="755D44BC" w14:textId="77777777" w:rsidR="00AA7B50" w:rsidRPr="00BE4E51" w:rsidRDefault="00AA7B50" w:rsidP="00AA7B50">
      <w:pPr>
        <w:pStyle w:val="Heading2"/>
      </w:pPr>
      <w:bookmarkStart w:id="226" w:name="_Toc13051510"/>
      <w:bookmarkStart w:id="227" w:name="_Toc29468686"/>
      <w:bookmarkStart w:id="228" w:name="_Toc29468803"/>
      <w:bookmarkStart w:id="229" w:name="_Toc37141035"/>
      <w:bookmarkStart w:id="230" w:name="_Toc37268841"/>
      <w:bookmarkStart w:id="231" w:name="_Toc37268929"/>
      <w:bookmarkStart w:id="232" w:name="_Toc45907542"/>
      <w:bookmarkStart w:id="233" w:name="_Toc60857462"/>
      <w:bookmarkStart w:id="234" w:name="_Toc61184426"/>
      <w:bookmarkStart w:id="235" w:name="_Toc66387943"/>
      <w:bookmarkStart w:id="236" w:name="_Toc68701233"/>
      <w:bookmarkStart w:id="237" w:name="_Toc68701302"/>
      <w:bookmarkStart w:id="238" w:name="_Toc68701342"/>
      <w:bookmarkStart w:id="239" w:name="_Toc68701412"/>
      <w:bookmarkStart w:id="240" w:name="_Toc82185658"/>
      <w:bookmarkStart w:id="241" w:name="_Toc98751341"/>
      <w:r w:rsidRPr="00BE4E51">
        <w:t>5.3</w:t>
      </w:r>
      <w:r w:rsidRPr="00BE4E51">
        <w:tab/>
        <w:t>Additional NR SUL configurations for NR frequency range 1</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1622E9A5" w14:textId="77777777" w:rsidR="00AA7B50" w:rsidRPr="00BE4E51" w:rsidRDefault="00AA7B50" w:rsidP="00AA7B50">
      <w:r w:rsidRPr="00BE4E51">
        <w:t>Requirements for a Rel-15 UE for additional NR SUL configurations within FR1 compared to TS 38.101-1 of Rel-15 [2] are introduced via this clause.</w:t>
      </w:r>
    </w:p>
    <w:p w14:paraId="546A1078" w14:textId="77777777" w:rsidR="00AA7B50" w:rsidRPr="00BE4E51" w:rsidRDefault="00AA7B50" w:rsidP="00AA7B50">
      <w:pPr>
        <w:pStyle w:val="TH"/>
      </w:pPr>
      <w:r w:rsidRPr="00BE4E51">
        <w:t>Table 5.3-1: NR SUL within FR1</w:t>
      </w:r>
    </w:p>
    <w:tbl>
      <w:tblPr>
        <w:tblW w:w="9198" w:type="dxa"/>
        <w:tblInd w:w="108" w:type="dxa"/>
        <w:tblLook w:val="04A0" w:firstRow="1" w:lastRow="0" w:firstColumn="1" w:lastColumn="0" w:noHBand="0" w:noVBand="1"/>
      </w:tblPr>
      <w:tblGrid>
        <w:gridCol w:w="1985"/>
        <w:gridCol w:w="746"/>
        <w:gridCol w:w="955"/>
        <w:gridCol w:w="877"/>
        <w:gridCol w:w="897"/>
        <w:gridCol w:w="1086"/>
        <w:gridCol w:w="1286"/>
        <w:gridCol w:w="1366"/>
      </w:tblGrid>
      <w:tr w:rsidR="00AA7B50" w:rsidRPr="00BE4E51" w14:paraId="79849BF8" w14:textId="77777777" w:rsidTr="00AC2AF5">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6A7E9" w14:textId="77777777" w:rsidR="00AA7B50" w:rsidRPr="00BE4E51" w:rsidRDefault="00AA7B50" w:rsidP="00AC2AF5">
            <w:pPr>
              <w:pStyle w:val="TAH"/>
            </w:pPr>
            <w:r w:rsidRPr="00BE4E51">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0E6440BB" w14:textId="77777777" w:rsidR="00AA7B50" w:rsidRPr="00BE4E51" w:rsidRDefault="00AA7B50" w:rsidP="00AC2AF5">
            <w:pPr>
              <w:pStyle w:val="TAH"/>
            </w:pPr>
            <w:r w:rsidRPr="00BE4E51">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37140A6B" w14:textId="77777777" w:rsidR="00AA7B50" w:rsidRPr="00BE4E51" w:rsidRDefault="00AA7B50" w:rsidP="00AC2AF5">
            <w:pPr>
              <w:pStyle w:val="TAH"/>
            </w:pPr>
            <w:r w:rsidRPr="00BE4E51">
              <w:t>number of bands</w:t>
            </w:r>
          </w:p>
        </w:tc>
        <w:tc>
          <w:tcPr>
            <w:tcW w:w="877" w:type="dxa"/>
            <w:tcBorders>
              <w:top w:val="single" w:sz="4" w:space="0" w:color="auto"/>
              <w:left w:val="nil"/>
              <w:bottom w:val="single" w:sz="4" w:space="0" w:color="auto"/>
              <w:right w:val="single" w:sz="4" w:space="0" w:color="auto"/>
            </w:tcBorders>
            <w:vAlign w:val="center"/>
          </w:tcPr>
          <w:p w14:paraId="16E08576" w14:textId="77777777" w:rsidR="00AA7B50" w:rsidRPr="00BE4E51" w:rsidRDefault="00AA7B50" w:rsidP="00AC2AF5">
            <w:pPr>
              <w:pStyle w:val="TAH"/>
            </w:pPr>
            <w:r w:rsidRPr="00BE4E51">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CCA7F" w14:textId="77777777" w:rsidR="00AA7B50" w:rsidRPr="00BE4E51" w:rsidRDefault="00AA7B50" w:rsidP="00AC2AF5">
            <w:pPr>
              <w:pStyle w:val="TAH"/>
            </w:pPr>
            <w:r w:rsidRPr="00BE4E51">
              <w:t>CA BW Classes</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6EA140AD" w14:textId="77777777" w:rsidR="00AA7B50" w:rsidRPr="00BE4E51" w:rsidRDefault="00AA7B50" w:rsidP="00AC2AF5">
            <w:pPr>
              <w:pStyle w:val="TAH"/>
            </w:pPr>
            <w:r w:rsidRPr="00BE4E51">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3B3B252F" w14:textId="77777777" w:rsidR="00AA7B50" w:rsidRPr="00BE4E51" w:rsidRDefault="00AA7B50" w:rsidP="00AC2AF5">
            <w:pPr>
              <w:pStyle w:val="TAH"/>
            </w:pPr>
            <w:r w:rsidRPr="00BE4E51">
              <w:t>Release</w:t>
            </w:r>
          </w:p>
          <w:p w14:paraId="670E4B1F" w14:textId="77777777" w:rsidR="00AA7B50" w:rsidRPr="00BE4E51" w:rsidRDefault="00AA7B50" w:rsidP="00AC2AF5">
            <w:pPr>
              <w:pStyle w:val="TAH"/>
            </w:pPr>
            <w:r w:rsidRPr="00BE4E51">
              <w:t>independent from</w:t>
            </w:r>
          </w:p>
        </w:tc>
        <w:tc>
          <w:tcPr>
            <w:tcW w:w="1366" w:type="dxa"/>
            <w:tcBorders>
              <w:top w:val="single" w:sz="4" w:space="0" w:color="auto"/>
              <w:left w:val="nil"/>
              <w:bottom w:val="single" w:sz="4" w:space="0" w:color="auto"/>
              <w:right w:val="single" w:sz="4" w:space="0" w:color="auto"/>
            </w:tcBorders>
          </w:tcPr>
          <w:p w14:paraId="2A64D64E" w14:textId="77777777" w:rsidR="00AA7B50" w:rsidRPr="00BE4E51" w:rsidRDefault="00AA7B50" w:rsidP="00AC2AF5">
            <w:pPr>
              <w:pStyle w:val="TAH"/>
            </w:pPr>
            <w:r w:rsidRPr="00BE4E51">
              <w:t>requirements to be fulfilled</w:t>
            </w:r>
          </w:p>
          <w:p w14:paraId="797E3357" w14:textId="77777777" w:rsidR="00AA7B50" w:rsidRPr="00BE4E51" w:rsidRDefault="00AA7B50" w:rsidP="00AC2AF5">
            <w:pPr>
              <w:pStyle w:val="TAH"/>
            </w:pPr>
            <w:r w:rsidRPr="00BE4E51">
              <w:t>(see 38.307 of the REL in which the SUL configuration was introduced)</w:t>
            </w:r>
          </w:p>
        </w:tc>
      </w:tr>
      <w:tr w:rsidR="00AA7B50" w:rsidRPr="00BE4E51" w14:paraId="4A0B61AA" w14:textId="77777777" w:rsidTr="00AC2AF5">
        <w:trPr>
          <w:trHeight w:val="449"/>
        </w:trPr>
        <w:tc>
          <w:tcPr>
            <w:tcW w:w="1985" w:type="dxa"/>
            <w:vMerge w:val="restart"/>
            <w:tcBorders>
              <w:top w:val="single" w:sz="4" w:space="0" w:color="auto"/>
              <w:left w:val="single" w:sz="4" w:space="0" w:color="auto"/>
              <w:right w:val="single" w:sz="4" w:space="0" w:color="auto"/>
            </w:tcBorders>
            <w:shd w:val="clear" w:color="auto" w:fill="auto"/>
            <w:noWrap/>
            <w:vAlign w:val="center"/>
            <w:hideMark/>
          </w:tcPr>
          <w:p w14:paraId="6F607399" w14:textId="77777777" w:rsidR="00AA7B50" w:rsidRPr="00BE4E51" w:rsidRDefault="00AA7B50" w:rsidP="00AC2AF5">
            <w:pPr>
              <w:pStyle w:val="TAC"/>
            </w:pPr>
            <w:r w:rsidRPr="00BE4E51">
              <w:t xml:space="preserve">Inter-band </w:t>
            </w:r>
            <w:r w:rsidRPr="00BE4E51">
              <w:rPr>
                <w:rFonts w:hint="eastAsia"/>
                <w:lang w:eastAsia="zh-CN"/>
              </w:rPr>
              <w:t>SUL</w:t>
            </w:r>
            <w:r w:rsidRPr="00BE4E51">
              <w:t xml:space="preserve"> configurations within NR FR1</w:t>
            </w:r>
          </w:p>
        </w:tc>
        <w:tc>
          <w:tcPr>
            <w:tcW w:w="746" w:type="dxa"/>
            <w:tcBorders>
              <w:top w:val="single" w:sz="4" w:space="0" w:color="auto"/>
              <w:left w:val="single" w:sz="4" w:space="0" w:color="auto"/>
              <w:right w:val="single" w:sz="4" w:space="0" w:color="auto"/>
            </w:tcBorders>
            <w:shd w:val="clear" w:color="auto" w:fill="auto"/>
            <w:noWrap/>
            <w:vAlign w:val="center"/>
            <w:hideMark/>
          </w:tcPr>
          <w:p w14:paraId="623FB42F" w14:textId="77777777" w:rsidR="00AA7B50" w:rsidRPr="00BE4E51" w:rsidRDefault="00AA7B50" w:rsidP="00AC2AF5">
            <w:pPr>
              <w:pStyle w:val="TAC"/>
            </w:pPr>
            <w:r w:rsidRPr="00BE4E51">
              <w:t>DL</w:t>
            </w:r>
          </w:p>
        </w:tc>
        <w:tc>
          <w:tcPr>
            <w:tcW w:w="955" w:type="dxa"/>
            <w:tcBorders>
              <w:top w:val="single" w:sz="4" w:space="0" w:color="auto"/>
              <w:left w:val="single" w:sz="4" w:space="0" w:color="auto"/>
              <w:right w:val="single" w:sz="4" w:space="0" w:color="auto"/>
            </w:tcBorders>
            <w:shd w:val="clear" w:color="auto" w:fill="auto"/>
            <w:noWrap/>
            <w:vAlign w:val="center"/>
            <w:hideMark/>
          </w:tcPr>
          <w:p w14:paraId="40F055CD" w14:textId="77777777" w:rsidR="00AA7B50" w:rsidRPr="00BE4E51" w:rsidRDefault="00AA7B50" w:rsidP="00AC2AF5">
            <w:pPr>
              <w:pStyle w:val="TAC"/>
            </w:pPr>
            <w:r w:rsidRPr="00BE4E51">
              <w:t>1</w:t>
            </w:r>
          </w:p>
        </w:tc>
        <w:tc>
          <w:tcPr>
            <w:tcW w:w="877" w:type="dxa"/>
            <w:tcBorders>
              <w:top w:val="single" w:sz="4" w:space="0" w:color="auto"/>
              <w:left w:val="nil"/>
              <w:right w:val="single" w:sz="4" w:space="0" w:color="auto"/>
            </w:tcBorders>
            <w:vAlign w:val="center"/>
          </w:tcPr>
          <w:p w14:paraId="5F18746F" w14:textId="77777777" w:rsidR="00AA7B50" w:rsidRPr="00BE4E51" w:rsidRDefault="00AA7B50" w:rsidP="00AC2AF5">
            <w:pPr>
              <w:pStyle w:val="TAC"/>
            </w:pPr>
            <w:r w:rsidRPr="00BE4E51">
              <w:t>1</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4837B3CB" w14:textId="77777777" w:rsidR="00AA7B50" w:rsidRPr="00BE4E51" w:rsidRDefault="00AA7B50" w:rsidP="00AC2AF5">
            <w:pPr>
              <w:pStyle w:val="TAC"/>
            </w:pPr>
            <w:r w:rsidRPr="00BE4E51">
              <w:t>A</w:t>
            </w:r>
          </w:p>
        </w:tc>
        <w:tc>
          <w:tcPr>
            <w:tcW w:w="1086" w:type="dxa"/>
            <w:tcBorders>
              <w:top w:val="nil"/>
              <w:left w:val="nil"/>
              <w:bottom w:val="single" w:sz="4" w:space="0" w:color="auto"/>
              <w:right w:val="nil"/>
            </w:tcBorders>
            <w:shd w:val="clear" w:color="auto" w:fill="auto"/>
            <w:noWrap/>
            <w:vAlign w:val="center"/>
            <w:hideMark/>
          </w:tcPr>
          <w:p w14:paraId="1BF95B0C" w14:textId="77777777" w:rsidR="00AA7B50" w:rsidRPr="00BE4E51" w:rsidRDefault="00AA7B50" w:rsidP="00AC2AF5">
            <w:pPr>
              <w:pStyle w:val="TAC"/>
            </w:pPr>
            <w:r w:rsidRPr="00BE4E51">
              <w:t>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4826AF34" w14:textId="77777777" w:rsidR="00AA7B50" w:rsidRPr="00BE4E51" w:rsidRDefault="00AA7B50" w:rsidP="00AC2AF5">
            <w:pPr>
              <w:pStyle w:val="TAC"/>
            </w:pPr>
            <w:r w:rsidRPr="00BE4E51">
              <w:t>Rel-15</w:t>
            </w:r>
          </w:p>
        </w:tc>
        <w:tc>
          <w:tcPr>
            <w:tcW w:w="1366" w:type="dxa"/>
            <w:tcBorders>
              <w:top w:val="nil"/>
              <w:left w:val="single" w:sz="4" w:space="0" w:color="auto"/>
              <w:bottom w:val="single" w:sz="4" w:space="0" w:color="auto"/>
              <w:right w:val="single" w:sz="4" w:space="0" w:color="auto"/>
            </w:tcBorders>
          </w:tcPr>
          <w:p w14:paraId="0F1C418C" w14:textId="77777777" w:rsidR="00AA7B50" w:rsidRPr="00BE4E51" w:rsidRDefault="00AA7B50" w:rsidP="00AC2AF5">
            <w:pPr>
              <w:pStyle w:val="TAC"/>
            </w:pPr>
          </w:p>
        </w:tc>
      </w:tr>
      <w:tr w:rsidR="00AA7B50" w:rsidRPr="00BE4E51" w14:paraId="2B6B3358" w14:textId="77777777" w:rsidTr="00AC2AF5">
        <w:trPr>
          <w:trHeight w:val="288"/>
        </w:trPr>
        <w:tc>
          <w:tcPr>
            <w:tcW w:w="1985" w:type="dxa"/>
            <w:vMerge/>
            <w:tcBorders>
              <w:left w:val="single" w:sz="4" w:space="0" w:color="auto"/>
              <w:bottom w:val="single" w:sz="4" w:space="0" w:color="auto"/>
              <w:right w:val="single" w:sz="4" w:space="0" w:color="auto"/>
            </w:tcBorders>
            <w:vAlign w:val="center"/>
            <w:hideMark/>
          </w:tcPr>
          <w:p w14:paraId="31AE8D60" w14:textId="77777777" w:rsidR="00AA7B50" w:rsidRPr="00BE4E51" w:rsidRDefault="00AA7B50" w:rsidP="00AC2AF5">
            <w:pPr>
              <w:pStyle w:val="TAC"/>
            </w:pPr>
          </w:p>
        </w:tc>
        <w:tc>
          <w:tcPr>
            <w:tcW w:w="746" w:type="dxa"/>
            <w:tcBorders>
              <w:top w:val="single" w:sz="4" w:space="0" w:color="auto"/>
              <w:left w:val="single" w:sz="4" w:space="0" w:color="auto"/>
              <w:bottom w:val="single" w:sz="4" w:space="0" w:color="auto"/>
              <w:right w:val="single" w:sz="4" w:space="0" w:color="auto"/>
            </w:tcBorders>
            <w:vAlign w:val="center"/>
            <w:hideMark/>
          </w:tcPr>
          <w:p w14:paraId="107274D1" w14:textId="77777777" w:rsidR="00AA7B50" w:rsidRPr="00BE4E51" w:rsidRDefault="00AA7B50" w:rsidP="00AC2AF5">
            <w:pPr>
              <w:pStyle w:val="TAC"/>
            </w:pPr>
            <w:r w:rsidRPr="00BE4E51">
              <w:t>UL</w:t>
            </w:r>
          </w:p>
        </w:tc>
        <w:tc>
          <w:tcPr>
            <w:tcW w:w="9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840B5" w14:textId="77777777" w:rsidR="00AA7B50" w:rsidRPr="00BE4E51" w:rsidRDefault="00AA7B50" w:rsidP="00AC2AF5">
            <w:pPr>
              <w:pStyle w:val="TAC"/>
            </w:pPr>
            <w:r w:rsidRPr="00BE4E51">
              <w:rPr>
                <w:rFonts w:hint="eastAsia"/>
                <w:lang w:eastAsia="zh-CN"/>
              </w:rPr>
              <w:t>2</w:t>
            </w:r>
          </w:p>
        </w:tc>
        <w:tc>
          <w:tcPr>
            <w:tcW w:w="877" w:type="dxa"/>
            <w:tcBorders>
              <w:top w:val="single" w:sz="4" w:space="0" w:color="auto"/>
              <w:left w:val="nil"/>
              <w:bottom w:val="single" w:sz="4" w:space="0" w:color="auto"/>
              <w:right w:val="single" w:sz="4" w:space="0" w:color="auto"/>
            </w:tcBorders>
            <w:vAlign w:val="center"/>
          </w:tcPr>
          <w:p w14:paraId="7BD71DDE" w14:textId="77777777" w:rsidR="00AA7B50" w:rsidRPr="00BE4E51" w:rsidRDefault="00AA7B50" w:rsidP="00AC2AF5">
            <w:pPr>
              <w:pStyle w:val="TAC"/>
            </w:pPr>
            <w:r w:rsidRPr="00BE4E51">
              <w:rPr>
                <w:rFonts w:hint="eastAsia"/>
                <w:lang w:eastAsia="zh-CN"/>
              </w:rPr>
              <w:t>2</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1BDBF" w14:textId="77777777" w:rsidR="00AA7B50" w:rsidRPr="00BE4E51" w:rsidRDefault="00AA7B50" w:rsidP="00AC2AF5">
            <w:pPr>
              <w:pStyle w:val="TAC"/>
            </w:pPr>
            <w:r w:rsidRPr="00BE4E51">
              <w:t>A</w:t>
            </w:r>
          </w:p>
        </w:tc>
        <w:tc>
          <w:tcPr>
            <w:tcW w:w="1086" w:type="dxa"/>
            <w:tcBorders>
              <w:top w:val="single" w:sz="4" w:space="0" w:color="auto"/>
              <w:left w:val="nil"/>
              <w:bottom w:val="single" w:sz="4" w:space="0" w:color="auto"/>
              <w:right w:val="nil"/>
            </w:tcBorders>
            <w:shd w:val="clear" w:color="auto" w:fill="auto"/>
            <w:noWrap/>
            <w:vAlign w:val="center"/>
          </w:tcPr>
          <w:p w14:paraId="05F8F1AD" w14:textId="77777777" w:rsidR="00AA7B50" w:rsidRPr="00BE4E51" w:rsidRDefault="00AA7B50" w:rsidP="00AC2AF5">
            <w:pPr>
              <w:pStyle w:val="TAC"/>
            </w:pPr>
            <w:r w:rsidRPr="00BE4E51">
              <w:t>TDD and SUL</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C308C" w14:textId="77777777" w:rsidR="00AA7B50" w:rsidRPr="00BE4E51" w:rsidRDefault="00AA7B50" w:rsidP="00AC2AF5">
            <w:pPr>
              <w:pStyle w:val="TAC"/>
            </w:pPr>
            <w:r w:rsidRPr="00BE4E51">
              <w:t>Rel-15</w:t>
            </w:r>
          </w:p>
        </w:tc>
        <w:tc>
          <w:tcPr>
            <w:tcW w:w="1366" w:type="dxa"/>
            <w:tcBorders>
              <w:top w:val="single" w:sz="4" w:space="0" w:color="auto"/>
              <w:left w:val="single" w:sz="4" w:space="0" w:color="auto"/>
              <w:bottom w:val="single" w:sz="4" w:space="0" w:color="auto"/>
              <w:right w:val="single" w:sz="4" w:space="0" w:color="auto"/>
            </w:tcBorders>
          </w:tcPr>
          <w:p w14:paraId="7DBF3542" w14:textId="77777777" w:rsidR="00AA7B50" w:rsidRPr="00BE4E51" w:rsidRDefault="00AA7B50" w:rsidP="00AC2AF5">
            <w:pPr>
              <w:pStyle w:val="TAC"/>
            </w:pPr>
          </w:p>
        </w:tc>
      </w:tr>
    </w:tbl>
    <w:p w14:paraId="4A9D6EF1" w14:textId="77777777" w:rsidR="00AA7B50" w:rsidRDefault="00AA7B50" w:rsidP="00AA7B50"/>
    <w:p w14:paraId="14B5E154" w14:textId="77777777" w:rsidR="00B32568" w:rsidRDefault="00B32568" w:rsidP="00B32568">
      <w:pPr>
        <w:pStyle w:val="Heading2"/>
      </w:pPr>
      <w:bookmarkStart w:id="242" w:name="_Toc60857463"/>
      <w:bookmarkStart w:id="243" w:name="_Toc61184427"/>
      <w:bookmarkStart w:id="244" w:name="_Toc66387944"/>
      <w:bookmarkStart w:id="245" w:name="_Toc68701234"/>
      <w:bookmarkStart w:id="246" w:name="_Toc68701303"/>
      <w:bookmarkStart w:id="247" w:name="_Toc68701343"/>
      <w:bookmarkStart w:id="248" w:name="_Toc68701413"/>
      <w:bookmarkStart w:id="249" w:name="_Toc82185659"/>
      <w:bookmarkStart w:id="250" w:name="_Toc98751342"/>
      <w:bookmarkStart w:id="251" w:name="_Toc21098346"/>
      <w:bookmarkStart w:id="252" w:name="_Toc29470573"/>
      <w:bookmarkStart w:id="253" w:name="_Toc37141941"/>
      <w:bookmarkStart w:id="254" w:name="_Toc37141992"/>
      <w:bookmarkStart w:id="255" w:name="_Toc37142044"/>
      <w:bookmarkStart w:id="256" w:name="_Toc37269047"/>
      <w:bookmarkStart w:id="257" w:name="_Toc37269090"/>
      <w:bookmarkStart w:id="258" w:name="_Toc45907613"/>
      <w:bookmarkStart w:id="259" w:name="_Toc52564795"/>
      <w:r>
        <w:lastRenderedPageBreak/>
        <w:t>5.</w:t>
      </w:r>
      <w:r>
        <w:rPr>
          <w:lang w:eastAsia="zh-CN"/>
        </w:rPr>
        <w:t>4</w:t>
      </w:r>
      <w:r>
        <w:tab/>
        <w:t>Other release independent features for NR frequency range 1</w:t>
      </w:r>
      <w:bookmarkEnd w:id="242"/>
      <w:bookmarkEnd w:id="243"/>
      <w:bookmarkEnd w:id="244"/>
      <w:bookmarkEnd w:id="245"/>
      <w:bookmarkEnd w:id="246"/>
      <w:bookmarkEnd w:id="247"/>
      <w:bookmarkEnd w:id="248"/>
      <w:bookmarkEnd w:id="249"/>
      <w:bookmarkEnd w:id="250"/>
    </w:p>
    <w:p w14:paraId="20921BD3" w14:textId="77777777" w:rsidR="00B32568" w:rsidRDefault="00B32568" w:rsidP="00B32568">
      <w:r>
        <w:t>This clause covers requirements for a Rel-1</w:t>
      </w:r>
      <w:r>
        <w:rPr>
          <w:lang w:eastAsia="zh-CN"/>
        </w:rPr>
        <w:t>5</w:t>
      </w:r>
      <w:r>
        <w:t xml:space="preserve"> UE coming from all other release independent features that are not covered under clause </w:t>
      </w:r>
      <w:r>
        <w:rPr>
          <w:lang w:eastAsia="zh-CN"/>
        </w:rPr>
        <w:t>5.1</w:t>
      </w:r>
      <w:r>
        <w:t xml:space="preserve">, </w:t>
      </w:r>
      <w:r>
        <w:rPr>
          <w:lang w:eastAsia="zh-CN"/>
        </w:rPr>
        <w:t>5.2</w:t>
      </w:r>
      <w:r>
        <w:t xml:space="preserve"> and </w:t>
      </w:r>
      <w:r>
        <w:rPr>
          <w:lang w:eastAsia="zh-CN"/>
        </w:rPr>
        <w:t>5.3</w:t>
      </w:r>
      <w:r>
        <w:t>, e.g. generic baseband requirements or requirements that are not band/CA/</w:t>
      </w:r>
      <w:r>
        <w:rPr>
          <w:lang w:eastAsia="zh-CN"/>
        </w:rPr>
        <w:t>SUL</w:t>
      </w:r>
      <w:r>
        <w:t xml:space="preserve"> configuration specific.</w:t>
      </w:r>
    </w:p>
    <w:p w14:paraId="20422BFF" w14:textId="77777777" w:rsidR="00B32568" w:rsidRDefault="00B32568" w:rsidP="00B32568">
      <w:pPr>
        <w:pStyle w:val="TH"/>
      </w:pPr>
      <w:r>
        <w:t>Table 5.</w:t>
      </w:r>
      <w:r>
        <w:rPr>
          <w:lang w:eastAsia="zh-CN"/>
        </w:rPr>
        <w:t>4</w:t>
      </w:r>
      <w:r>
        <w:t>-1: Additional requirements of other release independent features</w:t>
      </w:r>
    </w:p>
    <w:tbl>
      <w:tblPr>
        <w:tblW w:w="99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418"/>
        <w:gridCol w:w="2409"/>
        <w:gridCol w:w="4304"/>
      </w:tblGrid>
      <w:tr w:rsidR="00B32568" w14:paraId="44F705F6" w14:textId="77777777" w:rsidTr="00AC2AF5">
        <w:tc>
          <w:tcPr>
            <w:tcW w:w="1844" w:type="dxa"/>
            <w:tcBorders>
              <w:top w:val="single" w:sz="4" w:space="0" w:color="auto"/>
              <w:left w:val="single" w:sz="4" w:space="0" w:color="auto"/>
              <w:bottom w:val="single" w:sz="4" w:space="0" w:color="auto"/>
              <w:right w:val="single" w:sz="4" w:space="0" w:color="auto"/>
            </w:tcBorders>
            <w:vAlign w:val="center"/>
            <w:hideMark/>
          </w:tcPr>
          <w:p w14:paraId="259E8DE9" w14:textId="77777777" w:rsidR="00B32568" w:rsidRDefault="00B32568" w:rsidP="00AC2AF5">
            <w:pPr>
              <w:pStyle w:val="TAH"/>
              <w:rPr>
                <w:rFonts w:cs="Arial"/>
              </w:rPr>
            </w:pPr>
            <w:r>
              <w:rPr>
                <w:rFonts w:cs="Arial"/>
              </w:rPr>
              <w:t>Feature</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EB6E6EE" w14:textId="77777777" w:rsidR="00B32568" w:rsidRDefault="00B32568" w:rsidP="00AC2AF5">
            <w:pPr>
              <w:pStyle w:val="TAH"/>
              <w:rPr>
                <w:rFonts w:cs="Arial"/>
              </w:rPr>
            </w:pPr>
            <w:r>
              <w:rPr>
                <w:rFonts w:cs="Arial"/>
              </w:rPr>
              <w:t>Release</w:t>
            </w:r>
          </w:p>
          <w:p w14:paraId="59C616A5" w14:textId="77777777" w:rsidR="00B32568" w:rsidRDefault="00B32568" w:rsidP="00AC2AF5">
            <w:pPr>
              <w:pStyle w:val="TAH"/>
              <w:rPr>
                <w:rFonts w:cs="Arial"/>
              </w:rPr>
            </w:pPr>
            <w:r>
              <w:rPr>
                <w:rFonts w:cs="Arial"/>
              </w:rPr>
              <w:t>independent from</w:t>
            </w:r>
          </w:p>
        </w:tc>
        <w:tc>
          <w:tcPr>
            <w:tcW w:w="2409" w:type="dxa"/>
            <w:tcBorders>
              <w:top w:val="single" w:sz="4" w:space="0" w:color="auto"/>
              <w:left w:val="single" w:sz="4" w:space="0" w:color="auto"/>
              <w:bottom w:val="single" w:sz="4" w:space="0" w:color="auto"/>
              <w:right w:val="single" w:sz="4" w:space="0" w:color="auto"/>
            </w:tcBorders>
            <w:hideMark/>
          </w:tcPr>
          <w:p w14:paraId="1F5F9E25" w14:textId="77777777" w:rsidR="00B32568" w:rsidRDefault="00B32568" w:rsidP="00AC2AF5">
            <w:pPr>
              <w:pStyle w:val="TAH"/>
              <w:jc w:val="left"/>
              <w:rPr>
                <w:rFonts w:cs="Arial"/>
              </w:rPr>
            </w:pPr>
            <w:r>
              <w:rPr>
                <w:rFonts w:cs="Arial"/>
              </w:rPr>
              <w:t>Requirements to be fulfilled</w:t>
            </w:r>
          </w:p>
          <w:p w14:paraId="3242C1FE" w14:textId="77777777" w:rsidR="00B32568" w:rsidRDefault="00B32568" w:rsidP="00AC2AF5">
            <w:pPr>
              <w:pStyle w:val="TAH"/>
              <w:jc w:val="left"/>
              <w:rPr>
                <w:rFonts w:cs="Arial"/>
              </w:rPr>
            </w:pPr>
            <w:r>
              <w:rPr>
                <w:rFonts w:cs="Arial"/>
              </w:rPr>
              <w:t>(see 38.307 of the REL when the feature was introduced)</w:t>
            </w:r>
          </w:p>
        </w:tc>
        <w:tc>
          <w:tcPr>
            <w:tcW w:w="4304" w:type="dxa"/>
            <w:tcBorders>
              <w:top w:val="single" w:sz="4" w:space="0" w:color="auto"/>
              <w:left w:val="single" w:sz="4" w:space="0" w:color="auto"/>
              <w:bottom w:val="single" w:sz="4" w:space="0" w:color="auto"/>
              <w:right w:val="single" w:sz="4" w:space="0" w:color="auto"/>
            </w:tcBorders>
            <w:hideMark/>
          </w:tcPr>
          <w:p w14:paraId="4618EADD" w14:textId="77777777" w:rsidR="00B32568" w:rsidRDefault="00B32568" w:rsidP="00AC2AF5">
            <w:pPr>
              <w:pStyle w:val="TAH"/>
              <w:rPr>
                <w:rFonts w:cs="Arial"/>
              </w:rPr>
            </w:pPr>
            <w:r>
              <w:rPr>
                <w:rFonts w:cs="Arial"/>
              </w:rPr>
              <w:t>Further information</w:t>
            </w:r>
          </w:p>
        </w:tc>
      </w:tr>
      <w:tr w:rsidR="00B32568" w14:paraId="668E4FD8" w14:textId="77777777" w:rsidTr="00AC2AF5">
        <w:tc>
          <w:tcPr>
            <w:tcW w:w="1844" w:type="dxa"/>
            <w:tcBorders>
              <w:top w:val="single" w:sz="4" w:space="0" w:color="auto"/>
              <w:left w:val="single" w:sz="4" w:space="0" w:color="auto"/>
              <w:bottom w:val="single" w:sz="4" w:space="0" w:color="auto"/>
              <w:right w:val="single" w:sz="4" w:space="0" w:color="auto"/>
            </w:tcBorders>
            <w:hideMark/>
          </w:tcPr>
          <w:p w14:paraId="53AC9ADD" w14:textId="77777777" w:rsidR="00B32568" w:rsidRDefault="00B32568" w:rsidP="00AC2AF5">
            <w:pPr>
              <w:pStyle w:val="TAC"/>
              <w:jc w:val="left"/>
              <w:rPr>
                <w:rFonts w:cs="Arial"/>
              </w:rPr>
            </w:pPr>
            <w:r>
              <w:t>RRM requirements for high speed train scenario</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FBDEABA" w14:textId="77777777" w:rsidR="00B32568" w:rsidRDefault="00B32568" w:rsidP="00AC2AF5">
            <w:pPr>
              <w:pStyle w:val="TAC"/>
              <w:rPr>
                <w:rFonts w:cs="Arial"/>
                <w:lang w:eastAsia="zh-CN"/>
              </w:rPr>
            </w:pPr>
            <w:r>
              <w:rPr>
                <w:rFonts w:cs="Arial"/>
              </w:rPr>
              <w:t>Rel-15 (NOTE 1)</w:t>
            </w:r>
          </w:p>
        </w:tc>
        <w:tc>
          <w:tcPr>
            <w:tcW w:w="2409" w:type="dxa"/>
            <w:tcBorders>
              <w:top w:val="single" w:sz="4" w:space="0" w:color="auto"/>
              <w:left w:val="single" w:sz="4" w:space="0" w:color="auto"/>
              <w:bottom w:val="single" w:sz="4" w:space="0" w:color="auto"/>
              <w:right w:val="single" w:sz="4" w:space="0" w:color="auto"/>
            </w:tcBorders>
          </w:tcPr>
          <w:p w14:paraId="53E29E43" w14:textId="77777777" w:rsidR="00B32568" w:rsidRDefault="00B32568" w:rsidP="00AC2AF5">
            <w:pPr>
              <w:pStyle w:val="TAC"/>
              <w:jc w:val="left"/>
              <w:rPr>
                <w:rFonts w:cs="Arial"/>
              </w:rPr>
            </w:pPr>
            <w:r w:rsidRPr="00FC2972">
              <w:rPr>
                <w:rFonts w:cs="Arial"/>
              </w:rPr>
              <w:t xml:space="preserve">Table </w:t>
            </w:r>
            <w:r>
              <w:rPr>
                <w:lang w:eastAsia="en-GB"/>
              </w:rPr>
              <w:t>C</w:t>
            </w:r>
            <w:r w:rsidRPr="00FC2972">
              <w:rPr>
                <w:lang w:eastAsia="en-GB"/>
              </w:rPr>
              <w:t>.1-1</w:t>
            </w:r>
          </w:p>
        </w:tc>
        <w:tc>
          <w:tcPr>
            <w:tcW w:w="4304" w:type="dxa"/>
            <w:tcBorders>
              <w:top w:val="single" w:sz="4" w:space="0" w:color="auto"/>
              <w:left w:val="single" w:sz="4" w:space="0" w:color="auto"/>
              <w:bottom w:val="single" w:sz="4" w:space="0" w:color="auto"/>
              <w:right w:val="single" w:sz="4" w:space="0" w:color="auto"/>
            </w:tcBorders>
            <w:hideMark/>
          </w:tcPr>
          <w:p w14:paraId="37DE4F20" w14:textId="77777777" w:rsidR="00B32568" w:rsidRDefault="00B32568" w:rsidP="00AC2AF5">
            <w:pPr>
              <w:pStyle w:val="TAL"/>
              <w:rPr>
                <w:lang w:eastAsia="zh-CN"/>
              </w:rPr>
            </w:pPr>
            <w:r w:rsidRPr="00FC2972">
              <w:t xml:space="preserve">Rel-16 WI </w:t>
            </w:r>
            <w:r w:rsidRPr="00FC2972">
              <w:rPr>
                <w:rFonts w:cs="Arial"/>
              </w:rPr>
              <w:t>NR_HST</w:t>
            </w:r>
            <w:r w:rsidRPr="00FC2972">
              <w:t xml:space="preserve"> introduced band independent RRM requirements</w:t>
            </w:r>
            <w:r>
              <w:t xml:space="preserve">: </w:t>
            </w:r>
            <w:r w:rsidRPr="00FC2972">
              <w:t xml:space="preserve">see </w:t>
            </w:r>
            <w:r w:rsidRPr="00FC2972">
              <w:rPr>
                <w:rFonts w:cs="Arial"/>
              </w:rPr>
              <w:t xml:space="preserve">Table </w:t>
            </w:r>
            <w:r>
              <w:rPr>
                <w:lang w:eastAsia="en-GB"/>
              </w:rPr>
              <w:t>C</w:t>
            </w:r>
            <w:r w:rsidRPr="00FC2972">
              <w:rPr>
                <w:lang w:eastAsia="en-GB"/>
              </w:rPr>
              <w:t>.1-1</w:t>
            </w:r>
          </w:p>
        </w:tc>
      </w:tr>
      <w:tr w:rsidR="009E1081" w14:paraId="001EF058" w14:textId="77777777" w:rsidTr="00AC2AF5">
        <w:tc>
          <w:tcPr>
            <w:tcW w:w="1844" w:type="dxa"/>
            <w:tcBorders>
              <w:top w:val="single" w:sz="4" w:space="0" w:color="auto"/>
              <w:left w:val="single" w:sz="4" w:space="0" w:color="auto"/>
              <w:bottom w:val="single" w:sz="4" w:space="0" w:color="auto"/>
              <w:right w:val="single" w:sz="4" w:space="0" w:color="auto"/>
            </w:tcBorders>
          </w:tcPr>
          <w:p w14:paraId="2A0586A6" w14:textId="5EF5D006" w:rsidR="009E1081" w:rsidRDefault="009E1081" w:rsidP="009E1081">
            <w:pPr>
              <w:pStyle w:val="TAC"/>
              <w:jc w:val="left"/>
            </w:pPr>
            <w:r w:rsidRPr="004A2E87">
              <w:t>UE demodulation</w:t>
            </w:r>
            <w:r>
              <w:t xml:space="preserve"> requirements for high speed train scenario</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10B5DCE" w14:textId="173A623B" w:rsidR="009E1081" w:rsidRDefault="009E1081" w:rsidP="009E1081">
            <w:pPr>
              <w:pStyle w:val="TAC"/>
              <w:rPr>
                <w:rFonts w:cs="Arial"/>
              </w:rPr>
            </w:pPr>
            <w:r>
              <w:rPr>
                <w:rFonts w:cs="Arial"/>
              </w:rPr>
              <w:t>Rel-15 (NOTE 1)</w:t>
            </w:r>
          </w:p>
        </w:tc>
        <w:tc>
          <w:tcPr>
            <w:tcW w:w="2409" w:type="dxa"/>
            <w:tcBorders>
              <w:top w:val="single" w:sz="4" w:space="0" w:color="auto"/>
              <w:left w:val="single" w:sz="4" w:space="0" w:color="auto"/>
              <w:bottom w:val="single" w:sz="4" w:space="0" w:color="auto"/>
              <w:right w:val="single" w:sz="4" w:space="0" w:color="auto"/>
            </w:tcBorders>
          </w:tcPr>
          <w:p w14:paraId="1C1A76F6" w14:textId="35D72210" w:rsidR="009E1081" w:rsidRPr="00FC2972" w:rsidRDefault="009E1081" w:rsidP="009E1081">
            <w:pPr>
              <w:pStyle w:val="TAC"/>
              <w:jc w:val="left"/>
              <w:rPr>
                <w:rFonts w:cs="Arial"/>
              </w:rPr>
            </w:pPr>
            <w:r w:rsidRPr="00FC2972">
              <w:rPr>
                <w:rFonts w:cs="Arial"/>
              </w:rPr>
              <w:t xml:space="preserve">Table </w:t>
            </w:r>
            <w:r>
              <w:rPr>
                <w:lang w:eastAsia="en-GB"/>
              </w:rPr>
              <w:t>C.2</w:t>
            </w:r>
            <w:r w:rsidRPr="00FC2972">
              <w:rPr>
                <w:lang w:eastAsia="en-GB"/>
              </w:rPr>
              <w:t>-1</w:t>
            </w:r>
          </w:p>
        </w:tc>
        <w:tc>
          <w:tcPr>
            <w:tcW w:w="4304" w:type="dxa"/>
            <w:tcBorders>
              <w:top w:val="single" w:sz="4" w:space="0" w:color="auto"/>
              <w:left w:val="single" w:sz="4" w:space="0" w:color="auto"/>
              <w:bottom w:val="single" w:sz="4" w:space="0" w:color="auto"/>
              <w:right w:val="single" w:sz="4" w:space="0" w:color="auto"/>
            </w:tcBorders>
          </w:tcPr>
          <w:p w14:paraId="3E528E03" w14:textId="1942953C" w:rsidR="009E1081" w:rsidRPr="00FC2972" w:rsidRDefault="009E1081" w:rsidP="009E1081">
            <w:pPr>
              <w:pStyle w:val="TAL"/>
            </w:pPr>
            <w:r w:rsidRPr="00FC2972">
              <w:t xml:space="preserve">Rel-16 WI </w:t>
            </w:r>
            <w:r w:rsidRPr="00FC2972">
              <w:rPr>
                <w:rFonts w:cs="Arial"/>
              </w:rPr>
              <w:t>NR_HST</w:t>
            </w:r>
            <w:r w:rsidRPr="00FC2972">
              <w:t xml:space="preserve"> introduced band independent </w:t>
            </w:r>
            <w:r>
              <w:t xml:space="preserve">UE </w:t>
            </w:r>
            <w:r w:rsidRPr="00AB0BD8">
              <w:rPr>
                <w:rFonts w:cs="Arial" w:hint="eastAsia"/>
              </w:rPr>
              <w:t>demodulation</w:t>
            </w:r>
            <w:r w:rsidRPr="00AB0BD8">
              <w:rPr>
                <w:rFonts w:cs="Arial"/>
              </w:rPr>
              <w:t xml:space="preserve"> </w:t>
            </w:r>
            <w:r w:rsidRPr="00FC2972">
              <w:t>requir</w:t>
            </w:r>
            <w:r>
              <w:t>e</w:t>
            </w:r>
            <w:r w:rsidRPr="00FC2972">
              <w:t>ments</w:t>
            </w:r>
            <w:r w:rsidRPr="003A0957">
              <w:t>:</w:t>
            </w:r>
            <w:r>
              <w:t xml:space="preserve"> s</w:t>
            </w:r>
            <w:r w:rsidRPr="00FC2972">
              <w:t xml:space="preserve">ee </w:t>
            </w:r>
            <w:r w:rsidRPr="00FC2972">
              <w:rPr>
                <w:rFonts w:cs="Arial"/>
              </w:rPr>
              <w:t xml:space="preserve">Table </w:t>
            </w:r>
            <w:r>
              <w:rPr>
                <w:lang w:eastAsia="en-GB"/>
              </w:rPr>
              <w:t>C</w:t>
            </w:r>
            <w:r w:rsidRPr="00FC2972">
              <w:rPr>
                <w:lang w:eastAsia="en-GB"/>
              </w:rPr>
              <w:t>.</w:t>
            </w:r>
            <w:r>
              <w:rPr>
                <w:lang w:eastAsia="en-GB"/>
              </w:rPr>
              <w:t>2</w:t>
            </w:r>
            <w:r w:rsidRPr="00FC2972">
              <w:rPr>
                <w:lang w:eastAsia="en-GB"/>
              </w:rPr>
              <w:t>-1</w:t>
            </w:r>
          </w:p>
        </w:tc>
      </w:tr>
      <w:tr w:rsidR="00D5469F" w14:paraId="4C24D562" w14:textId="77777777" w:rsidTr="00AC2AF5">
        <w:tc>
          <w:tcPr>
            <w:tcW w:w="1844" w:type="dxa"/>
            <w:tcBorders>
              <w:top w:val="single" w:sz="4" w:space="0" w:color="auto"/>
              <w:left w:val="single" w:sz="4" w:space="0" w:color="auto"/>
              <w:bottom w:val="single" w:sz="4" w:space="0" w:color="auto"/>
              <w:right w:val="single" w:sz="4" w:space="0" w:color="auto"/>
            </w:tcBorders>
          </w:tcPr>
          <w:p w14:paraId="068438AA" w14:textId="614F91E6" w:rsidR="00D5469F" w:rsidRPr="004A2E87" w:rsidRDefault="00D5469F" w:rsidP="00D5469F">
            <w:pPr>
              <w:pStyle w:val="TAC"/>
              <w:jc w:val="left"/>
            </w:pPr>
            <w:r w:rsidRPr="00E44700">
              <w:t>RF requirements for 4Rx UEs</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7E8B01" w14:textId="449D0836" w:rsidR="00D5469F" w:rsidRDefault="00D5469F" w:rsidP="00D5469F">
            <w:pPr>
              <w:pStyle w:val="TAC"/>
              <w:rPr>
                <w:rFonts w:cs="Arial"/>
              </w:rPr>
            </w:pPr>
            <w:r>
              <w:rPr>
                <w:rFonts w:hint="eastAsia"/>
                <w:lang w:eastAsia="zh-TW"/>
              </w:rPr>
              <w:t>Rel-15</w:t>
            </w:r>
          </w:p>
        </w:tc>
        <w:tc>
          <w:tcPr>
            <w:tcW w:w="2409" w:type="dxa"/>
            <w:tcBorders>
              <w:top w:val="single" w:sz="4" w:space="0" w:color="auto"/>
              <w:left w:val="single" w:sz="4" w:space="0" w:color="auto"/>
              <w:bottom w:val="single" w:sz="4" w:space="0" w:color="auto"/>
              <w:right w:val="single" w:sz="4" w:space="0" w:color="auto"/>
            </w:tcBorders>
          </w:tcPr>
          <w:p w14:paraId="26A77683" w14:textId="77777777" w:rsidR="00D5469F" w:rsidRPr="00FC2972" w:rsidRDefault="00D5469F" w:rsidP="00D5469F">
            <w:pPr>
              <w:pStyle w:val="TAC"/>
              <w:jc w:val="left"/>
              <w:rPr>
                <w:rFonts w:cs="Arial"/>
              </w:rPr>
            </w:pPr>
          </w:p>
        </w:tc>
        <w:tc>
          <w:tcPr>
            <w:tcW w:w="4304" w:type="dxa"/>
            <w:tcBorders>
              <w:top w:val="single" w:sz="4" w:space="0" w:color="auto"/>
              <w:left w:val="single" w:sz="4" w:space="0" w:color="auto"/>
              <w:bottom w:val="single" w:sz="4" w:space="0" w:color="auto"/>
              <w:right w:val="single" w:sz="4" w:space="0" w:color="auto"/>
            </w:tcBorders>
          </w:tcPr>
          <w:p w14:paraId="017A4E92" w14:textId="77777777" w:rsidR="00D5469F" w:rsidRPr="00FC2972" w:rsidRDefault="00D5469F" w:rsidP="00D5469F">
            <w:pPr>
              <w:pStyle w:val="TAL"/>
            </w:pPr>
          </w:p>
        </w:tc>
      </w:tr>
      <w:tr w:rsidR="00B32568" w14:paraId="3D0F4BE2" w14:textId="77777777" w:rsidTr="00AC2AF5">
        <w:tc>
          <w:tcPr>
            <w:tcW w:w="9975" w:type="dxa"/>
            <w:gridSpan w:val="4"/>
            <w:tcBorders>
              <w:top w:val="single" w:sz="4" w:space="0" w:color="auto"/>
              <w:left w:val="single" w:sz="4" w:space="0" w:color="auto"/>
              <w:bottom w:val="single" w:sz="4" w:space="0" w:color="auto"/>
              <w:right w:val="single" w:sz="4" w:space="0" w:color="auto"/>
            </w:tcBorders>
          </w:tcPr>
          <w:p w14:paraId="7C9A0DC5" w14:textId="2215E2E8" w:rsidR="00B32568" w:rsidRPr="00FC2972" w:rsidRDefault="00B32568" w:rsidP="00CF107C">
            <w:pPr>
              <w:pStyle w:val="TAN"/>
            </w:pPr>
            <w:r>
              <w:t>NOTE 1:</w:t>
            </w:r>
            <w:r w:rsidR="00C74208" w:rsidRPr="0087716F">
              <w:tab/>
            </w:r>
            <w:r>
              <w:t>Rel-15 UEs supporting the high speed train are assumed to read the Rel-16 high speed train scenario information, which is broadcast to all UEs.</w:t>
            </w:r>
          </w:p>
        </w:tc>
      </w:tr>
    </w:tbl>
    <w:p w14:paraId="6DCDB31B" w14:textId="77777777" w:rsidR="00577071" w:rsidRPr="00535751" w:rsidRDefault="00577071" w:rsidP="00577071">
      <w:pPr>
        <w:pStyle w:val="Heading2"/>
      </w:pPr>
      <w:bookmarkStart w:id="260" w:name="_Toc66387945"/>
      <w:bookmarkStart w:id="261" w:name="_Toc68701235"/>
      <w:bookmarkStart w:id="262" w:name="_Toc68701304"/>
      <w:bookmarkStart w:id="263" w:name="_Toc68701344"/>
      <w:bookmarkStart w:id="264" w:name="_Toc68701414"/>
      <w:bookmarkStart w:id="265" w:name="_Toc82185660"/>
      <w:bookmarkStart w:id="266" w:name="_Toc98751343"/>
      <w:bookmarkEnd w:id="251"/>
      <w:bookmarkEnd w:id="252"/>
      <w:bookmarkEnd w:id="253"/>
      <w:bookmarkEnd w:id="254"/>
      <w:bookmarkEnd w:id="255"/>
      <w:bookmarkEnd w:id="256"/>
      <w:bookmarkEnd w:id="257"/>
      <w:bookmarkEnd w:id="258"/>
      <w:bookmarkEnd w:id="259"/>
      <w:r w:rsidRPr="00535751">
        <w:t>5.</w:t>
      </w:r>
      <w:r>
        <w:rPr>
          <w:rFonts w:hint="eastAsia"/>
          <w:lang w:eastAsia="zh-CN"/>
        </w:rPr>
        <w:t>5</w:t>
      </w:r>
      <w:r w:rsidRPr="00535751">
        <w:tab/>
      </w:r>
      <w:r w:rsidRPr="0026558D">
        <w:t xml:space="preserve">Other release independent </w:t>
      </w:r>
      <w:r>
        <w:rPr>
          <w:rFonts w:hint="eastAsia"/>
          <w:lang w:eastAsia="zh-CN"/>
        </w:rPr>
        <w:t>requirements</w:t>
      </w:r>
      <w:r w:rsidRPr="000C0F8C">
        <w:t xml:space="preserve"> </w:t>
      </w:r>
      <w:r w:rsidRPr="00535751">
        <w:t>for NR frequency range 1</w:t>
      </w:r>
      <w:bookmarkEnd w:id="260"/>
      <w:bookmarkEnd w:id="261"/>
      <w:bookmarkEnd w:id="262"/>
      <w:bookmarkEnd w:id="263"/>
      <w:bookmarkEnd w:id="264"/>
      <w:bookmarkEnd w:id="265"/>
      <w:bookmarkEnd w:id="266"/>
    </w:p>
    <w:p w14:paraId="075D024E" w14:textId="77777777" w:rsidR="00577071" w:rsidRPr="0026558D" w:rsidRDefault="00577071" w:rsidP="00577071">
      <w:r w:rsidRPr="0026558D">
        <w:t>This clause covers requirements for a Rel-1</w:t>
      </w:r>
      <w:r>
        <w:rPr>
          <w:rFonts w:hint="eastAsia"/>
          <w:lang w:eastAsia="zh-CN"/>
        </w:rPr>
        <w:t>5</w:t>
      </w:r>
      <w:r w:rsidRPr="0026558D">
        <w:t xml:space="preserve"> UE coming from all other release independent </w:t>
      </w:r>
      <w:r>
        <w:rPr>
          <w:rFonts w:hint="eastAsia"/>
          <w:lang w:eastAsia="zh-CN"/>
        </w:rPr>
        <w:t>requirements with the corresponding features introduced in Rel-15</w:t>
      </w:r>
      <w:r w:rsidRPr="0026558D">
        <w:t>.</w:t>
      </w:r>
    </w:p>
    <w:p w14:paraId="162E289B" w14:textId="77777777" w:rsidR="00577071" w:rsidRPr="0026558D" w:rsidRDefault="00577071" w:rsidP="00577071">
      <w:pPr>
        <w:pStyle w:val="TH"/>
      </w:pPr>
      <w:r w:rsidRPr="0026558D">
        <w:t xml:space="preserve">Table </w:t>
      </w:r>
      <w:r w:rsidRPr="00535751">
        <w:t>5.</w:t>
      </w:r>
      <w:r>
        <w:rPr>
          <w:rFonts w:hint="eastAsia"/>
          <w:lang w:eastAsia="zh-CN"/>
        </w:rPr>
        <w:t>5</w:t>
      </w:r>
      <w:r w:rsidRPr="0026558D">
        <w:t xml:space="preserve">-1: </w:t>
      </w:r>
      <w:r>
        <w:rPr>
          <w:rFonts w:hint="eastAsia"/>
          <w:lang w:eastAsia="zh-CN"/>
        </w:rPr>
        <w:t>R</w:t>
      </w:r>
      <w:r w:rsidRPr="0026558D">
        <w:t xml:space="preserve">elease independent </w:t>
      </w:r>
      <w:r>
        <w:rPr>
          <w:rFonts w:hint="eastAsia"/>
          <w:lang w:eastAsia="zh-CN"/>
        </w:rPr>
        <w:t>requirements with the corresponding features introduced in Rel-15</w:t>
      </w:r>
    </w:p>
    <w:tbl>
      <w:tblPr>
        <w:tblW w:w="9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2409"/>
        <w:gridCol w:w="4304"/>
      </w:tblGrid>
      <w:tr w:rsidR="00577071" w:rsidRPr="0026558D" w14:paraId="46037E49" w14:textId="77777777" w:rsidTr="00AC2AF5">
        <w:tc>
          <w:tcPr>
            <w:tcW w:w="1843" w:type="dxa"/>
            <w:shd w:val="clear" w:color="auto" w:fill="auto"/>
            <w:vAlign w:val="center"/>
          </w:tcPr>
          <w:p w14:paraId="03D8739E" w14:textId="77777777" w:rsidR="00577071" w:rsidRPr="0026558D" w:rsidRDefault="00577071" w:rsidP="00AC2AF5">
            <w:pPr>
              <w:pStyle w:val="TAH"/>
              <w:rPr>
                <w:rFonts w:cs="Arial"/>
              </w:rPr>
            </w:pPr>
            <w:r w:rsidRPr="0026558D">
              <w:rPr>
                <w:rFonts w:cs="Arial"/>
              </w:rPr>
              <w:t>Feature</w:t>
            </w:r>
          </w:p>
        </w:tc>
        <w:tc>
          <w:tcPr>
            <w:tcW w:w="1418" w:type="dxa"/>
            <w:shd w:val="clear" w:color="auto" w:fill="auto"/>
            <w:tcMar>
              <w:left w:w="28" w:type="dxa"/>
              <w:right w:w="28" w:type="dxa"/>
            </w:tcMar>
            <w:vAlign w:val="center"/>
          </w:tcPr>
          <w:p w14:paraId="21D81572" w14:textId="77777777" w:rsidR="00577071" w:rsidRPr="0026558D" w:rsidRDefault="00577071" w:rsidP="00AC2AF5">
            <w:pPr>
              <w:pStyle w:val="TAH"/>
              <w:rPr>
                <w:rFonts w:cs="Arial"/>
              </w:rPr>
            </w:pPr>
            <w:r w:rsidRPr="0026558D">
              <w:rPr>
                <w:rFonts w:cs="Arial"/>
              </w:rPr>
              <w:t>Release</w:t>
            </w:r>
          </w:p>
          <w:p w14:paraId="79BB6DDC" w14:textId="77777777" w:rsidR="00577071" w:rsidRPr="0026558D" w:rsidRDefault="00577071" w:rsidP="00AC2AF5">
            <w:pPr>
              <w:pStyle w:val="TAH"/>
              <w:rPr>
                <w:rFonts w:cs="Arial"/>
              </w:rPr>
            </w:pPr>
            <w:r w:rsidRPr="0026558D">
              <w:rPr>
                <w:rFonts w:cs="Arial"/>
              </w:rPr>
              <w:t>independent from</w:t>
            </w:r>
          </w:p>
        </w:tc>
        <w:tc>
          <w:tcPr>
            <w:tcW w:w="2409" w:type="dxa"/>
          </w:tcPr>
          <w:p w14:paraId="26727AA6" w14:textId="77777777" w:rsidR="00577071" w:rsidRPr="0026558D" w:rsidRDefault="00577071" w:rsidP="00AC2AF5">
            <w:pPr>
              <w:pStyle w:val="TAH"/>
              <w:jc w:val="left"/>
              <w:rPr>
                <w:rFonts w:cs="Arial"/>
              </w:rPr>
            </w:pPr>
            <w:r w:rsidRPr="0026558D">
              <w:rPr>
                <w:rFonts w:cs="Arial"/>
              </w:rPr>
              <w:t>Requirements to be fulfilled</w:t>
            </w:r>
          </w:p>
          <w:p w14:paraId="10D7F12C" w14:textId="77777777" w:rsidR="00577071" w:rsidRPr="0026558D" w:rsidRDefault="00577071" w:rsidP="00AC2AF5">
            <w:pPr>
              <w:pStyle w:val="TAH"/>
              <w:jc w:val="left"/>
              <w:rPr>
                <w:rFonts w:cs="Arial"/>
              </w:rPr>
            </w:pPr>
            <w:r w:rsidRPr="0026558D">
              <w:rPr>
                <w:rFonts w:cs="Arial"/>
              </w:rPr>
              <w:t xml:space="preserve">(see </w:t>
            </w:r>
            <w:r w:rsidRPr="00A25532">
              <w:rPr>
                <w:rFonts w:cs="Arial"/>
              </w:rPr>
              <w:t>3</w:t>
            </w:r>
            <w:r w:rsidRPr="00A25532">
              <w:rPr>
                <w:rFonts w:cs="Arial"/>
                <w:lang w:eastAsia="zh-CN"/>
              </w:rPr>
              <w:t>8</w:t>
            </w:r>
            <w:r w:rsidRPr="00A25532">
              <w:rPr>
                <w:rFonts w:cs="Arial"/>
              </w:rPr>
              <w:t>.3</w:t>
            </w:r>
            <w:r w:rsidRPr="0026558D">
              <w:rPr>
                <w:rFonts w:cs="Arial"/>
              </w:rPr>
              <w:t>07 of the REL when the feature was introduced)</w:t>
            </w:r>
          </w:p>
        </w:tc>
        <w:tc>
          <w:tcPr>
            <w:tcW w:w="4304" w:type="dxa"/>
          </w:tcPr>
          <w:p w14:paraId="474BE7AC" w14:textId="77777777" w:rsidR="00577071" w:rsidRPr="0026558D" w:rsidRDefault="00577071" w:rsidP="00AC2AF5">
            <w:pPr>
              <w:pStyle w:val="TAH"/>
              <w:rPr>
                <w:rFonts w:cs="Arial"/>
              </w:rPr>
            </w:pPr>
            <w:r w:rsidRPr="0026558D">
              <w:rPr>
                <w:rFonts w:cs="Arial"/>
              </w:rPr>
              <w:t>Further information</w:t>
            </w:r>
          </w:p>
        </w:tc>
      </w:tr>
      <w:tr w:rsidR="00577071" w:rsidRPr="0026558D" w14:paraId="58DD6B33" w14:textId="77777777" w:rsidTr="00AC2AF5">
        <w:tc>
          <w:tcPr>
            <w:tcW w:w="1843" w:type="dxa"/>
            <w:shd w:val="clear" w:color="auto" w:fill="auto"/>
          </w:tcPr>
          <w:p w14:paraId="0F109755" w14:textId="77777777" w:rsidR="00577071" w:rsidRPr="00265F9F" w:rsidRDefault="00577071" w:rsidP="00AC2AF5">
            <w:pPr>
              <w:pStyle w:val="TAC"/>
              <w:jc w:val="left"/>
              <w:rPr>
                <w:rFonts w:eastAsia="SimSun"/>
              </w:rPr>
            </w:pPr>
            <w:r w:rsidRPr="00265F9F">
              <w:t xml:space="preserve">Precoding </w:t>
            </w:r>
            <w:r w:rsidRPr="00265F9F">
              <w:rPr>
                <w:rFonts w:hint="eastAsia"/>
                <w:lang w:eastAsia="zh-CN"/>
              </w:rPr>
              <w:t>m</w:t>
            </w:r>
            <w:r w:rsidRPr="00265F9F">
              <w:t xml:space="preserve">atrix </w:t>
            </w:r>
            <w:r w:rsidRPr="00265F9F">
              <w:rPr>
                <w:rFonts w:hint="eastAsia"/>
                <w:lang w:eastAsia="zh-CN"/>
              </w:rPr>
              <w:t>i</w:t>
            </w:r>
            <w:r w:rsidRPr="00265F9F">
              <w:t>ndicator (PMI)</w:t>
            </w:r>
            <w:r w:rsidRPr="00265F9F">
              <w:rPr>
                <w:rFonts w:hint="eastAsia"/>
                <w:lang w:eastAsia="zh-CN"/>
              </w:rPr>
              <w:t xml:space="preserve"> </w:t>
            </w:r>
            <w:r w:rsidRPr="00265F9F">
              <w:rPr>
                <w:rFonts w:cs="Arial"/>
              </w:rPr>
              <w:t xml:space="preserve">reporting requirements for </w:t>
            </w:r>
            <w:r w:rsidRPr="00265F9F">
              <w:rPr>
                <w:lang w:val="en-US"/>
              </w:rPr>
              <w:t>TypeI-SinglePanel</w:t>
            </w:r>
            <w:r w:rsidRPr="00265F9F">
              <w:rPr>
                <w:rFonts w:hint="eastAsia"/>
                <w:lang w:val="en-US" w:eastAsia="zh-CN"/>
              </w:rPr>
              <w:t xml:space="preserve"> and</w:t>
            </w:r>
            <w:r w:rsidRPr="00265F9F">
              <w:rPr>
                <w:lang w:eastAsia="zh-CN"/>
              </w:rPr>
              <w:t xml:space="preserve"> </w:t>
            </w:r>
            <w:r w:rsidRPr="00265F9F">
              <w:rPr>
                <w:lang w:val="en-US"/>
              </w:rPr>
              <w:t>Type</w:t>
            </w:r>
            <w:r w:rsidRPr="00265F9F">
              <w:rPr>
                <w:lang w:val="en-US" w:eastAsia="zh-CN"/>
              </w:rPr>
              <w:t>I</w:t>
            </w:r>
            <w:r w:rsidRPr="00265F9F">
              <w:rPr>
                <w:lang w:val="en-US"/>
              </w:rPr>
              <w:t>I</w:t>
            </w:r>
            <w:r w:rsidRPr="00265F9F">
              <w:rPr>
                <w:rFonts w:hint="eastAsia"/>
                <w:lang w:val="en-US" w:eastAsia="zh-CN"/>
              </w:rPr>
              <w:t xml:space="preserve"> </w:t>
            </w:r>
            <w:r w:rsidRPr="00265F9F">
              <w:rPr>
                <w:lang w:val="en-US" w:eastAsia="zh-CN"/>
              </w:rPr>
              <w:t xml:space="preserve"> Codebook</w:t>
            </w:r>
            <w:r w:rsidRPr="00265F9F">
              <w:rPr>
                <w:rFonts w:hint="eastAsia"/>
                <w:lang w:val="en-US" w:eastAsia="zh-CN"/>
              </w:rPr>
              <w:t xml:space="preserve">s with more than 8TX and </w:t>
            </w:r>
            <w:r w:rsidRPr="00265F9F">
              <w:rPr>
                <w:lang w:val="en-US" w:eastAsia="zh-CN"/>
              </w:rPr>
              <w:t>up to 32T</w:t>
            </w:r>
            <w:r w:rsidRPr="00265F9F">
              <w:rPr>
                <w:rFonts w:hint="eastAsia"/>
                <w:lang w:val="en-US" w:eastAsia="zh-CN"/>
              </w:rPr>
              <w:t>X</w:t>
            </w:r>
          </w:p>
        </w:tc>
        <w:tc>
          <w:tcPr>
            <w:tcW w:w="1418" w:type="dxa"/>
            <w:shd w:val="clear" w:color="auto" w:fill="auto"/>
            <w:tcMar>
              <w:left w:w="28" w:type="dxa"/>
              <w:right w:w="28" w:type="dxa"/>
            </w:tcMar>
          </w:tcPr>
          <w:p w14:paraId="0A8A3F12" w14:textId="77777777" w:rsidR="00577071" w:rsidRPr="00265F9F" w:rsidRDefault="00577071" w:rsidP="00AC2AF5">
            <w:pPr>
              <w:pStyle w:val="TAC"/>
              <w:rPr>
                <w:rFonts w:cs="Arial"/>
              </w:rPr>
            </w:pPr>
            <w:r w:rsidRPr="00265F9F">
              <w:rPr>
                <w:rFonts w:cs="Arial"/>
              </w:rPr>
              <w:t>Rel-1</w:t>
            </w:r>
            <w:r w:rsidRPr="00265F9F">
              <w:rPr>
                <w:rFonts w:cs="Arial" w:hint="eastAsia"/>
                <w:lang w:eastAsia="zh-CN"/>
              </w:rPr>
              <w:t>5</w:t>
            </w:r>
          </w:p>
        </w:tc>
        <w:tc>
          <w:tcPr>
            <w:tcW w:w="2409" w:type="dxa"/>
          </w:tcPr>
          <w:p w14:paraId="74A248F0" w14:textId="77777777" w:rsidR="00577071" w:rsidRPr="00265F9F" w:rsidRDefault="00577071" w:rsidP="00AC2AF5">
            <w:pPr>
              <w:pStyle w:val="TAC"/>
              <w:jc w:val="left"/>
            </w:pPr>
            <w:r w:rsidRPr="00265F9F">
              <w:t xml:space="preserve">Table </w:t>
            </w:r>
            <w:r w:rsidRPr="00265F9F">
              <w:rPr>
                <w:rFonts w:hint="eastAsia"/>
                <w:lang w:eastAsia="zh-CN"/>
              </w:rPr>
              <w:t>D.1</w:t>
            </w:r>
            <w:r w:rsidRPr="00265F9F">
              <w:t>-1</w:t>
            </w:r>
            <w:r w:rsidRPr="00265F9F">
              <w:rPr>
                <w:rFonts w:hint="eastAsia"/>
                <w:lang w:eastAsia="zh-CN"/>
              </w:rPr>
              <w:t xml:space="preserve">, </w:t>
            </w:r>
            <w:r w:rsidRPr="00265F9F">
              <w:t xml:space="preserve">Table </w:t>
            </w:r>
            <w:r w:rsidRPr="00265F9F">
              <w:rPr>
                <w:rFonts w:hint="eastAsia"/>
                <w:lang w:eastAsia="zh-CN"/>
              </w:rPr>
              <w:t>D</w:t>
            </w:r>
            <w:r w:rsidRPr="00265F9F">
              <w:t>.</w:t>
            </w:r>
            <w:r w:rsidRPr="00265F9F">
              <w:rPr>
                <w:rFonts w:hint="eastAsia"/>
                <w:lang w:eastAsia="zh-CN"/>
              </w:rPr>
              <w:t>2</w:t>
            </w:r>
            <w:r w:rsidRPr="00265F9F">
              <w:t>-1</w:t>
            </w:r>
          </w:p>
        </w:tc>
        <w:tc>
          <w:tcPr>
            <w:tcW w:w="4304" w:type="dxa"/>
          </w:tcPr>
          <w:p w14:paraId="10D51042" w14:textId="77777777" w:rsidR="00577071" w:rsidRPr="00265F9F" w:rsidRDefault="00577071" w:rsidP="00AC2AF5">
            <w:pPr>
              <w:pStyle w:val="TAL"/>
            </w:pPr>
            <w:r w:rsidRPr="00265F9F">
              <w:t>Rel-1</w:t>
            </w:r>
            <w:r w:rsidRPr="00265F9F">
              <w:rPr>
                <w:rFonts w:hint="eastAsia"/>
                <w:lang w:eastAsia="zh-CN"/>
              </w:rPr>
              <w:t>6</w:t>
            </w:r>
            <w:r w:rsidRPr="00265F9F">
              <w:t xml:space="preserve"> </w:t>
            </w:r>
            <w:r w:rsidRPr="00265F9F">
              <w:rPr>
                <w:noProof/>
              </w:rPr>
              <w:t>NR_perf_enh-Perf</w:t>
            </w:r>
            <w:r w:rsidRPr="00265F9F">
              <w:t xml:space="preserve"> WI introduced band independent </w:t>
            </w:r>
            <w:r w:rsidRPr="00265F9F">
              <w:rPr>
                <w:rFonts w:hint="eastAsia"/>
                <w:lang w:eastAsia="zh-CN"/>
              </w:rPr>
              <w:t>PMI reporting</w:t>
            </w:r>
            <w:r w:rsidRPr="00265F9F">
              <w:t xml:space="preserve"> requirements</w:t>
            </w:r>
            <w:r w:rsidRPr="00265F9F">
              <w:rPr>
                <w:rFonts w:cs="Arial"/>
              </w:rPr>
              <w:t xml:space="preserve"> for </w:t>
            </w:r>
            <w:r w:rsidRPr="00265F9F">
              <w:rPr>
                <w:lang w:eastAsia="zh-CN"/>
              </w:rPr>
              <w:t xml:space="preserve">16TX </w:t>
            </w:r>
            <w:r w:rsidRPr="00265F9F">
              <w:rPr>
                <w:rFonts w:hint="eastAsia"/>
                <w:lang w:eastAsia="zh-CN"/>
              </w:rPr>
              <w:t xml:space="preserve">and 32TX </w:t>
            </w:r>
            <w:r w:rsidRPr="00265F9F">
              <w:rPr>
                <w:lang w:val="en-US"/>
              </w:rPr>
              <w:t>TypeI-SinglePanel</w:t>
            </w:r>
            <w:r w:rsidRPr="00265F9F">
              <w:rPr>
                <w:lang w:val="en-US" w:eastAsia="zh-CN"/>
              </w:rPr>
              <w:t xml:space="preserve"> Codebook</w:t>
            </w:r>
            <w:r w:rsidRPr="00265F9F">
              <w:rPr>
                <w:rFonts w:hint="eastAsia"/>
                <w:lang w:val="en-US" w:eastAsia="zh-CN"/>
              </w:rPr>
              <w:t xml:space="preserve">, and </w:t>
            </w:r>
            <w:r w:rsidRPr="00265F9F">
              <w:rPr>
                <w:lang w:eastAsia="zh-CN"/>
              </w:rPr>
              <w:t xml:space="preserve">16TX </w:t>
            </w:r>
            <w:r w:rsidRPr="00265F9F">
              <w:rPr>
                <w:lang w:val="en-US"/>
              </w:rPr>
              <w:t>Type</w:t>
            </w:r>
            <w:r w:rsidRPr="00265F9F">
              <w:rPr>
                <w:lang w:val="en-US" w:eastAsia="zh-CN"/>
              </w:rPr>
              <w:t>I</w:t>
            </w:r>
            <w:r w:rsidRPr="00265F9F">
              <w:rPr>
                <w:lang w:val="en-US"/>
              </w:rPr>
              <w:t>I</w:t>
            </w:r>
            <w:r w:rsidRPr="00265F9F">
              <w:rPr>
                <w:lang w:val="en-US" w:eastAsia="zh-CN"/>
              </w:rPr>
              <w:t xml:space="preserve"> Codebook</w:t>
            </w:r>
            <w:r w:rsidRPr="00265F9F">
              <w:rPr>
                <w:rFonts w:hint="eastAsia"/>
                <w:lang w:eastAsia="zh-CN"/>
              </w:rPr>
              <w:t>.</w:t>
            </w:r>
          </w:p>
        </w:tc>
      </w:tr>
      <w:tr w:rsidR="00577071" w:rsidRPr="0026558D" w14:paraId="231EFCB8" w14:textId="77777777" w:rsidTr="00AC2AF5">
        <w:tc>
          <w:tcPr>
            <w:tcW w:w="1843" w:type="dxa"/>
            <w:shd w:val="clear" w:color="auto" w:fill="auto"/>
          </w:tcPr>
          <w:p w14:paraId="41665859" w14:textId="77777777" w:rsidR="00577071" w:rsidRPr="00267680" w:rsidRDefault="00577071" w:rsidP="00AC2AF5">
            <w:pPr>
              <w:pStyle w:val="TAC"/>
              <w:jc w:val="left"/>
              <w:rPr>
                <w:rFonts w:cs="Arial"/>
                <w:lang w:eastAsia="zh-CN"/>
              </w:rPr>
            </w:pPr>
            <w:r w:rsidRPr="00AC3283">
              <w:rPr>
                <w:rFonts w:eastAsia="SimSun"/>
              </w:rPr>
              <w:t xml:space="preserve">PDSCH </w:t>
            </w:r>
            <w:r>
              <w:rPr>
                <w:rFonts w:eastAsia="SimSun" w:hint="eastAsia"/>
                <w:lang w:eastAsia="zh-CN"/>
              </w:rPr>
              <w:t>demoulation</w:t>
            </w:r>
            <w:r w:rsidRPr="00AC3283">
              <w:rPr>
                <w:rFonts w:eastAsia="SimSun"/>
              </w:rPr>
              <w:t xml:space="preserve"> </w:t>
            </w:r>
            <w:r>
              <w:rPr>
                <w:rFonts w:eastAsia="SimSun" w:hint="eastAsia"/>
                <w:lang w:eastAsia="zh-CN"/>
              </w:rPr>
              <w:t>requirements</w:t>
            </w:r>
            <w:r w:rsidRPr="00AC3283">
              <w:rPr>
                <w:rFonts w:eastAsia="SimSun"/>
              </w:rPr>
              <w:t xml:space="preserve"> </w:t>
            </w:r>
            <w:r>
              <w:rPr>
                <w:rFonts w:eastAsia="SimSun" w:hint="eastAsia"/>
                <w:lang w:eastAsia="zh-CN"/>
              </w:rPr>
              <w:t>with LTE</w:t>
            </w:r>
            <w:r w:rsidRPr="00AC3283">
              <w:rPr>
                <w:rFonts w:eastAsia="SimSun"/>
              </w:rPr>
              <w:t xml:space="preserve"> CRS rate matching</w:t>
            </w:r>
            <w:r>
              <w:rPr>
                <w:rFonts w:eastAsia="SimSun" w:hint="eastAsia"/>
                <w:lang w:eastAsia="zh-CN"/>
              </w:rPr>
              <w:t xml:space="preserve"> for TDD band</w:t>
            </w:r>
          </w:p>
        </w:tc>
        <w:tc>
          <w:tcPr>
            <w:tcW w:w="1418" w:type="dxa"/>
            <w:shd w:val="clear" w:color="auto" w:fill="auto"/>
            <w:tcMar>
              <w:left w:w="28" w:type="dxa"/>
              <w:right w:w="28" w:type="dxa"/>
            </w:tcMar>
          </w:tcPr>
          <w:p w14:paraId="0E58197D" w14:textId="77777777" w:rsidR="00577071" w:rsidRPr="0026558D" w:rsidRDefault="00577071" w:rsidP="00AC2AF5">
            <w:pPr>
              <w:pStyle w:val="TAC"/>
              <w:rPr>
                <w:rFonts w:cs="Arial"/>
              </w:rPr>
            </w:pPr>
            <w:r w:rsidRPr="0026558D">
              <w:rPr>
                <w:rFonts w:cs="Arial"/>
              </w:rPr>
              <w:t>Rel-1</w:t>
            </w:r>
            <w:r>
              <w:rPr>
                <w:rFonts w:cs="Arial" w:hint="eastAsia"/>
                <w:lang w:eastAsia="zh-CN"/>
              </w:rPr>
              <w:t>5</w:t>
            </w:r>
          </w:p>
        </w:tc>
        <w:tc>
          <w:tcPr>
            <w:tcW w:w="2409" w:type="dxa"/>
          </w:tcPr>
          <w:p w14:paraId="64D68B01" w14:textId="77777777" w:rsidR="00577071" w:rsidRPr="0026558D" w:rsidRDefault="00577071" w:rsidP="00AC2AF5">
            <w:pPr>
              <w:pStyle w:val="TAC"/>
              <w:jc w:val="left"/>
              <w:rPr>
                <w:rFonts w:cs="Arial"/>
              </w:rPr>
            </w:pPr>
            <w:r w:rsidRPr="0026558D">
              <w:t xml:space="preserve">Table </w:t>
            </w:r>
            <w:r>
              <w:rPr>
                <w:rFonts w:hint="eastAsia"/>
                <w:lang w:eastAsia="zh-CN"/>
              </w:rPr>
              <w:t>E</w:t>
            </w:r>
            <w:r w:rsidRPr="0026558D">
              <w:t>.</w:t>
            </w:r>
            <w:r>
              <w:rPr>
                <w:rFonts w:hint="eastAsia"/>
                <w:lang w:eastAsia="zh-CN"/>
              </w:rPr>
              <w:t>1</w:t>
            </w:r>
            <w:r w:rsidRPr="0026558D">
              <w:t>-1</w:t>
            </w:r>
          </w:p>
        </w:tc>
        <w:tc>
          <w:tcPr>
            <w:tcW w:w="4304" w:type="dxa"/>
          </w:tcPr>
          <w:p w14:paraId="159F80DB" w14:textId="437F8763" w:rsidR="00577071" w:rsidRPr="0026558D" w:rsidRDefault="00577071" w:rsidP="00AC2AF5">
            <w:pPr>
              <w:pStyle w:val="TAL"/>
              <w:rPr>
                <w:lang w:eastAsia="zh-CN"/>
              </w:rPr>
            </w:pPr>
            <w:r w:rsidRPr="0026558D">
              <w:t>Rel-1</w:t>
            </w:r>
            <w:r>
              <w:rPr>
                <w:rFonts w:hint="eastAsia"/>
                <w:lang w:eastAsia="zh-CN"/>
              </w:rPr>
              <w:t>6</w:t>
            </w:r>
            <w:r w:rsidRPr="0026558D">
              <w:t xml:space="preserve"> </w:t>
            </w:r>
            <w:r w:rsidRPr="005E20D7">
              <w:rPr>
                <w:noProof/>
              </w:rPr>
              <w:t>NR_perf_enh-Perf</w:t>
            </w:r>
            <w:r w:rsidRPr="0026558D">
              <w:t xml:space="preserve"> WI introduced band independent </w:t>
            </w:r>
            <w:r>
              <w:rPr>
                <w:rFonts w:hint="eastAsia"/>
                <w:lang w:eastAsia="zh-CN"/>
              </w:rPr>
              <w:t xml:space="preserve">PDSCH </w:t>
            </w:r>
            <w:r>
              <w:rPr>
                <w:rFonts w:eastAsia="SimSun" w:hint="eastAsia"/>
                <w:lang w:eastAsia="zh-CN"/>
              </w:rPr>
              <w:t>demo</w:t>
            </w:r>
            <w:r w:rsidR="00C264EE">
              <w:rPr>
                <w:rFonts w:eastAsia="SimSun"/>
                <w:lang w:eastAsia="zh-CN"/>
              </w:rPr>
              <w:t>d</w:t>
            </w:r>
            <w:r>
              <w:rPr>
                <w:rFonts w:eastAsia="SimSun" w:hint="eastAsia"/>
                <w:lang w:eastAsia="zh-CN"/>
              </w:rPr>
              <w:t>ulation</w:t>
            </w:r>
            <w:r w:rsidRPr="00AC3283">
              <w:rPr>
                <w:rFonts w:eastAsia="SimSun"/>
              </w:rPr>
              <w:t xml:space="preserve"> </w:t>
            </w:r>
            <w:r w:rsidRPr="0026558D">
              <w:t>requirements</w:t>
            </w:r>
            <w:r>
              <w:rPr>
                <w:rFonts w:hint="eastAsia"/>
                <w:lang w:eastAsia="zh-CN"/>
              </w:rPr>
              <w:t xml:space="preserve"> with LTE CRS rate matching for TDD band.</w:t>
            </w:r>
          </w:p>
        </w:tc>
      </w:tr>
    </w:tbl>
    <w:p w14:paraId="0EDEE6C2" w14:textId="76D1EA4B" w:rsidR="00B32568" w:rsidRPr="00BE4E51" w:rsidRDefault="00577071" w:rsidP="00AA7B50">
      <w:r w:rsidRPr="00535751">
        <w:rPr>
          <w:lang w:val="en-US"/>
        </w:rPr>
        <w:br w:type="page"/>
      </w:r>
    </w:p>
    <w:p w14:paraId="18476929" w14:textId="77777777" w:rsidR="00AA7B50" w:rsidRPr="00BE4E51" w:rsidRDefault="00AA7B50" w:rsidP="00AA7B50">
      <w:pPr>
        <w:pStyle w:val="Heading1"/>
      </w:pPr>
      <w:bookmarkStart w:id="267" w:name="_Toc13051511"/>
      <w:bookmarkStart w:id="268" w:name="_Toc29468687"/>
      <w:bookmarkStart w:id="269" w:name="_Toc29468804"/>
      <w:bookmarkStart w:id="270" w:name="_Toc37141036"/>
      <w:bookmarkStart w:id="271" w:name="_Toc37268842"/>
      <w:bookmarkStart w:id="272" w:name="_Toc37268930"/>
      <w:bookmarkStart w:id="273" w:name="_Toc45907543"/>
      <w:bookmarkStart w:id="274" w:name="_Toc60857464"/>
      <w:bookmarkStart w:id="275" w:name="_Toc61184428"/>
      <w:bookmarkStart w:id="276" w:name="_Toc66387946"/>
      <w:bookmarkStart w:id="277" w:name="_Toc68701236"/>
      <w:bookmarkStart w:id="278" w:name="_Toc68701305"/>
      <w:bookmarkStart w:id="279" w:name="_Toc68701345"/>
      <w:bookmarkStart w:id="280" w:name="_Toc68701415"/>
      <w:bookmarkStart w:id="281" w:name="_Toc82185661"/>
      <w:bookmarkStart w:id="282" w:name="_Toc98751344"/>
      <w:r w:rsidRPr="00BE4E51">
        <w:lastRenderedPageBreak/>
        <w:t>6</w:t>
      </w:r>
      <w:r w:rsidRPr="00BE4E51">
        <w:tab/>
        <w:t>Release independent features for NR frequency range 2</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069A04B8" w14:textId="77777777" w:rsidR="00AA7B50" w:rsidRPr="00BE4E51" w:rsidRDefault="00AA7B50" w:rsidP="00AA7B50">
      <w:pPr>
        <w:pStyle w:val="Heading2"/>
      </w:pPr>
      <w:bookmarkStart w:id="283" w:name="_Toc13051512"/>
      <w:bookmarkStart w:id="284" w:name="_Toc29468688"/>
      <w:bookmarkStart w:id="285" w:name="_Toc29468805"/>
      <w:bookmarkStart w:id="286" w:name="_Toc37141037"/>
      <w:bookmarkStart w:id="287" w:name="_Toc37268843"/>
      <w:bookmarkStart w:id="288" w:name="_Toc37268931"/>
      <w:bookmarkStart w:id="289" w:name="_Toc45907544"/>
      <w:bookmarkStart w:id="290" w:name="_Toc60857465"/>
      <w:bookmarkStart w:id="291" w:name="_Toc61184429"/>
      <w:bookmarkStart w:id="292" w:name="_Toc66387947"/>
      <w:bookmarkStart w:id="293" w:name="_Toc68701237"/>
      <w:bookmarkStart w:id="294" w:name="_Toc68701306"/>
      <w:bookmarkStart w:id="295" w:name="_Toc68701346"/>
      <w:bookmarkStart w:id="296" w:name="_Toc68701416"/>
      <w:bookmarkStart w:id="297" w:name="_Toc82185662"/>
      <w:bookmarkStart w:id="298" w:name="_Toc98751345"/>
      <w:r w:rsidRPr="00BE4E51">
        <w:t>6.1</w:t>
      </w:r>
      <w:r w:rsidRPr="00BE4E51">
        <w:tab/>
        <w:t>Additional NR operating bands and UE power classes for NR frequency range 2</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5DB3AA82" w14:textId="77777777" w:rsidR="00AA7B50" w:rsidRPr="00BE4E51" w:rsidRDefault="00AA7B50" w:rsidP="00AA7B50">
      <w:r w:rsidRPr="00BE4E51">
        <w:t xml:space="preserve">Requirements for a Rel-15 UE for additional NR operating bands power classes </w:t>
      </w:r>
      <w:r w:rsidR="00C83142">
        <w:t>and UE channel bandwidth</w:t>
      </w:r>
      <w:r w:rsidR="00C83142" w:rsidRPr="00BE4E51">
        <w:t xml:space="preserve"> </w:t>
      </w:r>
      <w:r w:rsidRPr="00BE4E51">
        <w:t>compared to TS 38.101-2 of Rel-15 [3] are introduced via this clause.</w:t>
      </w:r>
    </w:p>
    <w:p w14:paraId="50A128BF" w14:textId="77777777" w:rsidR="00AA7B50" w:rsidRPr="00BE4E51" w:rsidRDefault="00AA7B50" w:rsidP="00AA7B50">
      <w:pPr>
        <w:pStyle w:val="TH"/>
      </w:pPr>
      <w:r w:rsidRPr="00BE4E51">
        <w:t>Table 6.1-1: NR operating bands</w:t>
      </w:r>
    </w:p>
    <w:tbl>
      <w:tblPr>
        <w:tblW w:w="0" w:type="auto"/>
        <w:tblInd w:w="108" w:type="dxa"/>
        <w:tblLayout w:type="fixed"/>
        <w:tblLook w:val="04A0" w:firstRow="1" w:lastRow="0" w:firstColumn="1" w:lastColumn="0" w:noHBand="0" w:noVBand="1"/>
      </w:tblPr>
      <w:tblGrid>
        <w:gridCol w:w="4479"/>
        <w:gridCol w:w="1191"/>
        <w:gridCol w:w="1418"/>
        <w:gridCol w:w="2551"/>
      </w:tblGrid>
      <w:tr w:rsidR="00AA7B50" w:rsidRPr="00BE4E51" w14:paraId="2138BAA8" w14:textId="77777777" w:rsidTr="00AC2AF5">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51A53" w14:textId="77777777" w:rsidR="00AA7B50" w:rsidRPr="00BE4E51" w:rsidRDefault="00AA7B50" w:rsidP="00AC2AF5">
            <w:pPr>
              <w:pStyle w:val="TAH"/>
              <w:rPr>
                <w:rFonts w:cs="Arial"/>
              </w:rPr>
            </w:pPr>
            <w:r w:rsidRPr="00BE4E51">
              <w:rPr>
                <w:rFonts w:cs="Arial"/>
              </w:rPr>
              <w:t>Feature</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45EFD46B" w14:textId="77777777" w:rsidR="00AA7B50" w:rsidRPr="00BE4E51" w:rsidRDefault="00AA7B50" w:rsidP="00AC2AF5">
            <w:pPr>
              <w:pStyle w:val="TAH"/>
              <w:rPr>
                <w:rFonts w:cs="Arial"/>
              </w:rPr>
            </w:pPr>
            <w:r w:rsidRPr="00BE4E51">
              <w:rPr>
                <w:rFonts w:cs="Arial"/>
              </w:rPr>
              <w:t>Duplex-mode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CB4E6CA" w14:textId="77777777" w:rsidR="00AA7B50" w:rsidRPr="00BE4E51" w:rsidRDefault="00AA7B50" w:rsidP="00AC2AF5">
            <w:pPr>
              <w:pStyle w:val="TAH"/>
              <w:rPr>
                <w:rFonts w:cs="Arial"/>
              </w:rPr>
            </w:pPr>
            <w:r w:rsidRPr="00BE4E51">
              <w:rPr>
                <w:rFonts w:cs="Arial"/>
              </w:rPr>
              <w:t>Release</w:t>
            </w:r>
          </w:p>
          <w:p w14:paraId="630685A8" w14:textId="77777777" w:rsidR="00AA7B50" w:rsidRPr="00BE4E51" w:rsidRDefault="00AA7B50" w:rsidP="00AC2AF5">
            <w:pPr>
              <w:pStyle w:val="TAH"/>
              <w:rPr>
                <w:rFonts w:cs="Arial"/>
              </w:rPr>
            </w:pPr>
            <w:r w:rsidRPr="00BE4E51">
              <w:rPr>
                <w:rFonts w:cs="Arial"/>
              </w:rPr>
              <w:t>independent from</w:t>
            </w:r>
          </w:p>
        </w:tc>
        <w:tc>
          <w:tcPr>
            <w:tcW w:w="2551" w:type="dxa"/>
            <w:tcBorders>
              <w:top w:val="single" w:sz="4" w:space="0" w:color="auto"/>
              <w:left w:val="nil"/>
              <w:bottom w:val="single" w:sz="4" w:space="0" w:color="auto"/>
              <w:right w:val="single" w:sz="4" w:space="0" w:color="auto"/>
            </w:tcBorders>
          </w:tcPr>
          <w:p w14:paraId="0C4279AB" w14:textId="77777777" w:rsidR="00AA7B50" w:rsidRPr="00BE4E51" w:rsidRDefault="00AA7B50" w:rsidP="00AC2AF5">
            <w:pPr>
              <w:pStyle w:val="TAH"/>
              <w:rPr>
                <w:rFonts w:cs="Arial"/>
                <w:lang w:val="en-US"/>
              </w:rPr>
            </w:pPr>
            <w:r w:rsidRPr="00BE4E51">
              <w:rPr>
                <w:rFonts w:cs="Arial"/>
                <w:lang w:val="en-US"/>
              </w:rPr>
              <w:t>Requirements to be fulfilled</w:t>
            </w:r>
          </w:p>
          <w:p w14:paraId="6D423D5B" w14:textId="77777777" w:rsidR="00AA7B50" w:rsidRPr="00BE4E51" w:rsidRDefault="00AA7B50" w:rsidP="00AC2AF5">
            <w:pPr>
              <w:pStyle w:val="TAH"/>
              <w:rPr>
                <w:rFonts w:cs="Arial"/>
              </w:rPr>
            </w:pPr>
            <w:r w:rsidRPr="00BE4E51">
              <w:rPr>
                <w:rFonts w:cs="Arial"/>
                <w:lang w:val="en-US"/>
              </w:rPr>
              <w:t>(see TS 38.307 of the release in which the band was introduced)</w:t>
            </w:r>
          </w:p>
        </w:tc>
      </w:tr>
      <w:tr w:rsidR="00AA7B50" w:rsidRPr="00BE4E51" w14:paraId="379CD805" w14:textId="77777777" w:rsidTr="00AC2AF5">
        <w:trPr>
          <w:trHeight w:val="288"/>
        </w:trPr>
        <w:tc>
          <w:tcPr>
            <w:tcW w:w="4479" w:type="dxa"/>
            <w:tcBorders>
              <w:top w:val="nil"/>
              <w:left w:val="single" w:sz="4" w:space="0" w:color="auto"/>
              <w:bottom w:val="single" w:sz="4" w:space="0" w:color="auto"/>
              <w:right w:val="single" w:sz="4" w:space="0" w:color="auto"/>
            </w:tcBorders>
            <w:shd w:val="clear" w:color="auto" w:fill="auto"/>
            <w:noWrap/>
            <w:vAlign w:val="center"/>
            <w:hideMark/>
          </w:tcPr>
          <w:p w14:paraId="185D7668" w14:textId="77777777" w:rsidR="00AA7B50" w:rsidRPr="00BE4E51" w:rsidRDefault="00AA7B50" w:rsidP="00AC2AF5">
            <w:pPr>
              <w:pStyle w:val="TAL"/>
            </w:pPr>
            <w:r w:rsidRPr="00BE4E51">
              <w:t>Operating bands</w:t>
            </w:r>
          </w:p>
        </w:tc>
        <w:tc>
          <w:tcPr>
            <w:tcW w:w="1191" w:type="dxa"/>
            <w:tcBorders>
              <w:top w:val="nil"/>
              <w:left w:val="nil"/>
              <w:bottom w:val="single" w:sz="4" w:space="0" w:color="auto"/>
              <w:right w:val="single" w:sz="4" w:space="0" w:color="auto"/>
            </w:tcBorders>
            <w:shd w:val="clear" w:color="auto" w:fill="auto"/>
            <w:noWrap/>
            <w:vAlign w:val="center"/>
            <w:hideMark/>
          </w:tcPr>
          <w:p w14:paraId="5494302C" w14:textId="77777777" w:rsidR="00AA7B50" w:rsidRPr="00BE4E51" w:rsidRDefault="00AA7B50" w:rsidP="00AC2AF5">
            <w:pPr>
              <w:pStyle w:val="TAL"/>
              <w:jc w:val="center"/>
            </w:pPr>
            <w:r w:rsidRPr="00BE4E51">
              <w:t>TDD</w:t>
            </w:r>
          </w:p>
        </w:tc>
        <w:tc>
          <w:tcPr>
            <w:tcW w:w="1418" w:type="dxa"/>
            <w:tcBorders>
              <w:top w:val="nil"/>
              <w:left w:val="nil"/>
              <w:bottom w:val="single" w:sz="4" w:space="0" w:color="auto"/>
              <w:right w:val="single" w:sz="4" w:space="0" w:color="auto"/>
            </w:tcBorders>
            <w:shd w:val="clear" w:color="auto" w:fill="auto"/>
            <w:noWrap/>
            <w:vAlign w:val="center"/>
            <w:hideMark/>
          </w:tcPr>
          <w:p w14:paraId="5408F142" w14:textId="77777777" w:rsidR="00AA7B50" w:rsidRPr="00BE4E51" w:rsidRDefault="00AA7B50" w:rsidP="00AC2AF5">
            <w:pPr>
              <w:pStyle w:val="TAL"/>
              <w:jc w:val="center"/>
            </w:pPr>
            <w:r w:rsidRPr="00BE4E51">
              <w:t>Rel-15</w:t>
            </w:r>
          </w:p>
        </w:tc>
        <w:tc>
          <w:tcPr>
            <w:tcW w:w="2551" w:type="dxa"/>
            <w:tcBorders>
              <w:top w:val="nil"/>
              <w:left w:val="nil"/>
              <w:bottom w:val="single" w:sz="4" w:space="0" w:color="auto"/>
              <w:right w:val="single" w:sz="4" w:space="0" w:color="auto"/>
            </w:tcBorders>
          </w:tcPr>
          <w:p w14:paraId="761C52AE" w14:textId="77777777" w:rsidR="00AA7B50" w:rsidRPr="00BE4E51" w:rsidRDefault="00AA7B50" w:rsidP="00AC2AF5">
            <w:pPr>
              <w:pStyle w:val="TAL"/>
            </w:pPr>
          </w:p>
        </w:tc>
      </w:tr>
    </w:tbl>
    <w:p w14:paraId="17180692" w14:textId="77777777" w:rsidR="00AA7B50" w:rsidRPr="00BE4E51" w:rsidRDefault="00AA7B50" w:rsidP="00AA7B50"/>
    <w:p w14:paraId="0FC0BED9" w14:textId="77777777" w:rsidR="00AA7B50" w:rsidRPr="00BE4E51" w:rsidRDefault="00AA7B50" w:rsidP="00AA7B50">
      <w:pPr>
        <w:pStyle w:val="TH"/>
      </w:pPr>
      <w:r w:rsidRPr="00BE4E51">
        <w:t>Table 6.1-2: NR UE power class</w:t>
      </w:r>
    </w:p>
    <w:tbl>
      <w:tblPr>
        <w:tblW w:w="9639" w:type="dxa"/>
        <w:tblInd w:w="108" w:type="dxa"/>
        <w:tblLayout w:type="fixed"/>
        <w:tblLook w:val="04A0" w:firstRow="1" w:lastRow="0" w:firstColumn="1" w:lastColumn="0" w:noHBand="0" w:noVBand="1"/>
      </w:tblPr>
      <w:tblGrid>
        <w:gridCol w:w="4479"/>
        <w:gridCol w:w="1191"/>
        <w:gridCol w:w="1418"/>
        <w:gridCol w:w="2551"/>
      </w:tblGrid>
      <w:tr w:rsidR="00AA7B50" w:rsidRPr="00BE4E51" w14:paraId="28C6C501" w14:textId="77777777" w:rsidTr="00C83142">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639F6" w14:textId="77777777" w:rsidR="00AA7B50" w:rsidRPr="00BE4E51" w:rsidRDefault="00AA7B50" w:rsidP="00AC2AF5">
            <w:pPr>
              <w:pStyle w:val="TAH"/>
              <w:rPr>
                <w:rFonts w:cs="Arial"/>
              </w:rPr>
            </w:pPr>
            <w:r w:rsidRPr="00BE4E51">
              <w:rPr>
                <w:rFonts w:cs="Arial"/>
              </w:rPr>
              <w:t>Feature</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1CCA75E0" w14:textId="77777777" w:rsidR="00AA7B50" w:rsidRPr="00BE4E51" w:rsidRDefault="00AA7B50" w:rsidP="00AC2AF5">
            <w:pPr>
              <w:pStyle w:val="TAH"/>
              <w:rPr>
                <w:rFonts w:cs="Arial"/>
              </w:rPr>
            </w:pPr>
            <w:r w:rsidRPr="00BE4E51">
              <w:rPr>
                <w:rFonts w:cs="Arial"/>
              </w:rPr>
              <w:t>Duplex-mode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E18CE3F" w14:textId="77777777" w:rsidR="00AA7B50" w:rsidRPr="00BE4E51" w:rsidRDefault="00AA7B50" w:rsidP="00AC2AF5">
            <w:pPr>
              <w:pStyle w:val="TAH"/>
              <w:rPr>
                <w:rFonts w:cs="Arial"/>
              </w:rPr>
            </w:pPr>
            <w:r w:rsidRPr="00BE4E51">
              <w:rPr>
                <w:rFonts w:cs="Arial"/>
              </w:rPr>
              <w:t>Release</w:t>
            </w:r>
          </w:p>
          <w:p w14:paraId="38ACFF62" w14:textId="77777777" w:rsidR="00AA7B50" w:rsidRPr="00BE4E51" w:rsidRDefault="00AA7B50" w:rsidP="00AC2AF5">
            <w:pPr>
              <w:pStyle w:val="TAH"/>
              <w:rPr>
                <w:rFonts w:cs="Arial"/>
              </w:rPr>
            </w:pPr>
            <w:r w:rsidRPr="00BE4E51">
              <w:rPr>
                <w:rFonts w:cs="Arial"/>
              </w:rPr>
              <w:t>independent from</w:t>
            </w:r>
          </w:p>
        </w:tc>
        <w:tc>
          <w:tcPr>
            <w:tcW w:w="2551" w:type="dxa"/>
            <w:tcBorders>
              <w:top w:val="single" w:sz="4" w:space="0" w:color="auto"/>
              <w:left w:val="nil"/>
              <w:bottom w:val="single" w:sz="4" w:space="0" w:color="auto"/>
              <w:right w:val="single" w:sz="4" w:space="0" w:color="auto"/>
            </w:tcBorders>
          </w:tcPr>
          <w:p w14:paraId="5FCE2ACA" w14:textId="77777777" w:rsidR="00AA7B50" w:rsidRPr="00BE4E51" w:rsidRDefault="00AA7B50" w:rsidP="00AC2AF5">
            <w:pPr>
              <w:pStyle w:val="TAH"/>
              <w:rPr>
                <w:rFonts w:cs="Arial"/>
                <w:lang w:val="en-US"/>
              </w:rPr>
            </w:pPr>
            <w:r w:rsidRPr="00BE4E51">
              <w:rPr>
                <w:rFonts w:cs="Arial"/>
                <w:lang w:val="en-US"/>
              </w:rPr>
              <w:t>Requirements to be fulfilled</w:t>
            </w:r>
          </w:p>
          <w:p w14:paraId="034C7F92" w14:textId="77777777" w:rsidR="00AA7B50" w:rsidRPr="00BE4E51" w:rsidRDefault="00AA7B50" w:rsidP="00AC2AF5">
            <w:pPr>
              <w:pStyle w:val="TAH"/>
              <w:rPr>
                <w:rFonts w:cs="Arial"/>
              </w:rPr>
            </w:pPr>
            <w:r w:rsidRPr="00BE4E51">
              <w:rPr>
                <w:rFonts w:cs="Arial"/>
                <w:lang w:val="en-US"/>
              </w:rPr>
              <w:t>(see TS 38.307 of the release in which the band was introduced)</w:t>
            </w:r>
          </w:p>
        </w:tc>
      </w:tr>
      <w:tr w:rsidR="00AA7B50" w:rsidRPr="00BE4E51" w14:paraId="283C039E" w14:textId="77777777" w:rsidTr="00C83142">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07D59" w14:textId="77777777" w:rsidR="00AA7B50" w:rsidRPr="00BE4E51" w:rsidRDefault="00AA7B50" w:rsidP="00AC2AF5">
            <w:pPr>
              <w:pStyle w:val="TAL"/>
            </w:pPr>
            <w:r w:rsidRPr="00BE4E51">
              <w:rPr>
                <w:rFonts w:hint="eastAsia"/>
                <w:lang w:eastAsia="zh-CN"/>
              </w:rPr>
              <w:t>Power Class 1, 2, 3, 4</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1855A2D7" w14:textId="77777777" w:rsidR="00AA7B50" w:rsidRPr="00BE4E51" w:rsidRDefault="00AA7B50" w:rsidP="00AC2AF5">
            <w:pPr>
              <w:pStyle w:val="TAL"/>
              <w:jc w:val="center"/>
            </w:pPr>
            <w:r w:rsidRPr="00BE4E51">
              <w:rPr>
                <w:rFonts w:hint="eastAsia"/>
                <w:lang w:eastAsia="zh-CN"/>
              </w:rPr>
              <w:t>TDD</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854CDFA" w14:textId="77777777" w:rsidR="00AA7B50" w:rsidRPr="00BE4E51" w:rsidRDefault="00AA7B50" w:rsidP="00AC2AF5">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586EA851" w14:textId="77777777" w:rsidR="00AA7B50" w:rsidRPr="00BE4E51" w:rsidRDefault="00AA7B50" w:rsidP="00AC2AF5">
            <w:pPr>
              <w:pStyle w:val="TAL"/>
            </w:pPr>
          </w:p>
        </w:tc>
      </w:tr>
    </w:tbl>
    <w:p w14:paraId="21639639" w14:textId="77777777" w:rsidR="00C83142" w:rsidRDefault="00C83142" w:rsidP="00C83142">
      <w:pPr>
        <w:pStyle w:val="TH"/>
      </w:pPr>
    </w:p>
    <w:p w14:paraId="0486C9AC" w14:textId="77777777" w:rsidR="00C83142" w:rsidRPr="00BE4E51" w:rsidRDefault="00C83142" w:rsidP="00C83142">
      <w:pPr>
        <w:pStyle w:val="TH"/>
      </w:pPr>
      <w:r>
        <w:t>Table 6.1-3</w:t>
      </w:r>
      <w:r w:rsidRPr="00BE4E51">
        <w:t xml:space="preserve">: NR UE </w:t>
      </w:r>
      <w:r>
        <w:t>channel bandwidth</w:t>
      </w:r>
    </w:p>
    <w:tbl>
      <w:tblPr>
        <w:tblW w:w="0" w:type="auto"/>
        <w:tblInd w:w="108" w:type="dxa"/>
        <w:tblLayout w:type="fixed"/>
        <w:tblLook w:val="04A0" w:firstRow="1" w:lastRow="0" w:firstColumn="1" w:lastColumn="0" w:noHBand="0" w:noVBand="1"/>
      </w:tblPr>
      <w:tblGrid>
        <w:gridCol w:w="4479"/>
        <w:gridCol w:w="1191"/>
        <w:gridCol w:w="1418"/>
        <w:gridCol w:w="2551"/>
      </w:tblGrid>
      <w:tr w:rsidR="00C83142" w:rsidRPr="00BE4E51" w14:paraId="3295B46C" w14:textId="77777777" w:rsidTr="00AC2AF5">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39178" w14:textId="77777777" w:rsidR="00C83142" w:rsidRPr="00BE4E51" w:rsidRDefault="00C83142" w:rsidP="00AC2AF5">
            <w:pPr>
              <w:pStyle w:val="TAH"/>
              <w:rPr>
                <w:rFonts w:cs="Arial"/>
              </w:rPr>
            </w:pPr>
            <w:r w:rsidRPr="00BE4E51">
              <w:rPr>
                <w:rFonts w:cs="Arial"/>
              </w:rPr>
              <w:t>Feature</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38207519" w14:textId="77777777" w:rsidR="00C83142" w:rsidRPr="00BE4E51" w:rsidRDefault="00C83142" w:rsidP="00AC2AF5">
            <w:pPr>
              <w:pStyle w:val="TAH"/>
              <w:rPr>
                <w:rFonts w:cs="Arial"/>
              </w:rPr>
            </w:pPr>
            <w:r w:rsidRPr="00BE4E51">
              <w:rPr>
                <w:rFonts w:cs="Arial"/>
              </w:rPr>
              <w:t>Duplex-mode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0390504" w14:textId="77777777" w:rsidR="00C83142" w:rsidRPr="00BE4E51" w:rsidRDefault="00C83142" w:rsidP="00AC2AF5">
            <w:pPr>
              <w:pStyle w:val="TAH"/>
              <w:rPr>
                <w:rFonts w:cs="Arial"/>
              </w:rPr>
            </w:pPr>
            <w:r w:rsidRPr="00BE4E51">
              <w:rPr>
                <w:rFonts w:cs="Arial"/>
              </w:rPr>
              <w:t>Release</w:t>
            </w:r>
          </w:p>
          <w:p w14:paraId="3682487D" w14:textId="77777777" w:rsidR="00C83142" w:rsidRPr="00BE4E51" w:rsidRDefault="00C83142" w:rsidP="00AC2AF5">
            <w:pPr>
              <w:pStyle w:val="TAH"/>
              <w:rPr>
                <w:rFonts w:cs="Arial"/>
              </w:rPr>
            </w:pPr>
            <w:r w:rsidRPr="00BE4E51">
              <w:rPr>
                <w:rFonts w:cs="Arial"/>
              </w:rPr>
              <w:t>independent from</w:t>
            </w:r>
          </w:p>
        </w:tc>
        <w:tc>
          <w:tcPr>
            <w:tcW w:w="2551" w:type="dxa"/>
            <w:tcBorders>
              <w:top w:val="single" w:sz="4" w:space="0" w:color="auto"/>
              <w:left w:val="nil"/>
              <w:bottom w:val="single" w:sz="4" w:space="0" w:color="auto"/>
              <w:right w:val="single" w:sz="4" w:space="0" w:color="auto"/>
            </w:tcBorders>
          </w:tcPr>
          <w:p w14:paraId="3F23BBAD" w14:textId="77777777" w:rsidR="00C83142" w:rsidRPr="00BE4E51" w:rsidRDefault="00C83142" w:rsidP="00AC2AF5">
            <w:pPr>
              <w:pStyle w:val="TAH"/>
              <w:rPr>
                <w:rFonts w:cs="Arial"/>
                <w:lang w:val="en-US"/>
              </w:rPr>
            </w:pPr>
            <w:r w:rsidRPr="00BE4E51">
              <w:rPr>
                <w:rFonts w:cs="Arial"/>
                <w:lang w:val="en-US"/>
              </w:rPr>
              <w:t>Requirements to be fulfilled</w:t>
            </w:r>
          </w:p>
          <w:p w14:paraId="58E3B4A3" w14:textId="77777777" w:rsidR="00C83142" w:rsidRPr="00BE4E51" w:rsidRDefault="00C83142" w:rsidP="00AC2AF5">
            <w:pPr>
              <w:pStyle w:val="TAH"/>
              <w:rPr>
                <w:rFonts w:cs="Arial"/>
              </w:rPr>
            </w:pPr>
            <w:r w:rsidRPr="00BE4E51">
              <w:rPr>
                <w:rFonts w:cs="Arial"/>
                <w:lang w:val="en-US"/>
              </w:rPr>
              <w:t xml:space="preserve">(see TS 38.307 of the release in which the </w:t>
            </w:r>
            <w:r>
              <w:rPr>
                <w:rFonts w:cs="Arial"/>
                <w:lang w:val="en-US"/>
              </w:rPr>
              <w:t>UE channel bandwidth</w:t>
            </w:r>
            <w:r w:rsidRPr="00BE4E51">
              <w:rPr>
                <w:rFonts w:cs="Arial"/>
                <w:lang w:val="en-US"/>
              </w:rPr>
              <w:t xml:space="preserve"> was introduced)</w:t>
            </w:r>
          </w:p>
        </w:tc>
      </w:tr>
      <w:tr w:rsidR="00C83142" w:rsidRPr="00BE4E51" w14:paraId="46FC4446" w14:textId="77777777" w:rsidTr="00AC2AF5">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75998" w14:textId="77777777" w:rsidR="00C83142" w:rsidRPr="00BE4E51" w:rsidRDefault="00C83142" w:rsidP="00AC2AF5">
            <w:pPr>
              <w:pStyle w:val="TAL"/>
            </w:pPr>
            <w:r>
              <w:rPr>
                <w:lang w:eastAsia="zh-CN"/>
              </w:rPr>
              <w:t>UE channel bandwidth</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4A74E533" w14:textId="77777777" w:rsidR="00C83142" w:rsidRPr="00BE4E51" w:rsidRDefault="00C83142" w:rsidP="00AC2AF5">
            <w:pPr>
              <w:pStyle w:val="TAL"/>
              <w:jc w:val="center"/>
            </w:pPr>
            <w:r w:rsidRPr="00BE4E51">
              <w:rPr>
                <w:rFonts w:hint="eastAsia"/>
                <w:lang w:eastAsia="zh-CN"/>
              </w:rPr>
              <w:t>TDD</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189AC39" w14:textId="77777777" w:rsidR="00C83142" w:rsidRPr="00BE4E51" w:rsidRDefault="00C83142" w:rsidP="00AC2AF5">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19A0C041" w14:textId="77777777" w:rsidR="00C83142" w:rsidRPr="00BE4E51" w:rsidRDefault="00C83142" w:rsidP="00AC2AF5">
            <w:pPr>
              <w:pStyle w:val="TAL"/>
            </w:pPr>
          </w:p>
        </w:tc>
      </w:tr>
    </w:tbl>
    <w:p w14:paraId="56D3FB6C" w14:textId="77777777" w:rsidR="00AA7B50" w:rsidRPr="00BE4E51" w:rsidRDefault="00AA7B50" w:rsidP="00AA7B50"/>
    <w:p w14:paraId="1D61330E" w14:textId="77777777" w:rsidR="00AA7B50" w:rsidRPr="00BE4E51" w:rsidRDefault="00AA7B50" w:rsidP="00AA7B50">
      <w:pPr>
        <w:pStyle w:val="Heading2"/>
      </w:pPr>
      <w:bookmarkStart w:id="299" w:name="_Toc13051513"/>
      <w:bookmarkStart w:id="300" w:name="_Toc29468689"/>
      <w:bookmarkStart w:id="301" w:name="_Toc29468806"/>
      <w:bookmarkStart w:id="302" w:name="_Toc37141038"/>
      <w:bookmarkStart w:id="303" w:name="_Toc37268844"/>
      <w:bookmarkStart w:id="304" w:name="_Toc37268932"/>
      <w:bookmarkStart w:id="305" w:name="_Toc45907545"/>
      <w:bookmarkStart w:id="306" w:name="_Toc60857466"/>
      <w:bookmarkStart w:id="307" w:name="_Toc61184430"/>
      <w:bookmarkStart w:id="308" w:name="_Toc66387948"/>
      <w:bookmarkStart w:id="309" w:name="_Toc68701238"/>
      <w:bookmarkStart w:id="310" w:name="_Toc68701307"/>
      <w:bookmarkStart w:id="311" w:name="_Toc68701347"/>
      <w:bookmarkStart w:id="312" w:name="_Toc68701417"/>
      <w:bookmarkStart w:id="313" w:name="_Toc82185663"/>
      <w:bookmarkStart w:id="314" w:name="_Toc98751346"/>
      <w:r w:rsidRPr="00BE4E51">
        <w:t>6.2</w:t>
      </w:r>
      <w:r w:rsidRPr="00BE4E51">
        <w:tab/>
        <w:t>Additional NR CA configurations for NR frequency range 2</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168EC9C5" w14:textId="1F6DD19A" w:rsidR="00AA3A57" w:rsidRPr="00BE4E51" w:rsidRDefault="00AA3A57" w:rsidP="00990435">
      <w:pPr>
        <w:pStyle w:val="Heading3"/>
      </w:pPr>
      <w:bookmarkStart w:id="315" w:name="_Toc13051514"/>
      <w:bookmarkStart w:id="316" w:name="_Toc29468690"/>
      <w:bookmarkStart w:id="317" w:name="_Toc29468807"/>
      <w:bookmarkStart w:id="318" w:name="_Toc37141039"/>
      <w:bookmarkStart w:id="319" w:name="_Toc37268845"/>
      <w:bookmarkStart w:id="320" w:name="_Toc37268933"/>
      <w:bookmarkStart w:id="321" w:name="_Toc45907546"/>
      <w:bookmarkStart w:id="322" w:name="_Toc60857467"/>
      <w:bookmarkStart w:id="323" w:name="_Toc61184431"/>
      <w:bookmarkStart w:id="324" w:name="_Toc66387949"/>
      <w:bookmarkStart w:id="325" w:name="_Toc68701239"/>
      <w:bookmarkStart w:id="326" w:name="_Toc68701308"/>
      <w:bookmarkStart w:id="327" w:name="_Toc68701348"/>
      <w:bookmarkStart w:id="328" w:name="_Toc68701418"/>
      <w:bookmarkStart w:id="329" w:name="_Toc82185664"/>
      <w:bookmarkStart w:id="330" w:name="_Toc98751347"/>
      <w:r w:rsidRPr="00BE4E51">
        <w:t>6.2.1</w:t>
      </w:r>
      <w:r w:rsidRPr="00BE4E51">
        <w:tab/>
        <w:t>Intra</w:t>
      </w:r>
      <w:r>
        <w:t>-</w:t>
      </w:r>
      <w:r w:rsidRPr="00BE4E51">
        <w:t>band CA</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7EDF5232" w14:textId="6B3A430B" w:rsidR="00AA3A57" w:rsidRPr="00BE4E51" w:rsidRDefault="00AA3A57" w:rsidP="00990435">
      <w:r w:rsidRPr="00BE4E51">
        <w:t>Requirements for a Rel-15 UE for additional NR intra</w:t>
      </w:r>
      <w:r>
        <w:t>-</w:t>
      </w:r>
      <w:r w:rsidRPr="00BE4E51">
        <w:t>band CA configurations within FR2 compared to TS 38.101-2 of Rel-15 [3] are introduced via this clause.</w:t>
      </w:r>
    </w:p>
    <w:p w14:paraId="586151E2" w14:textId="352AEDB0" w:rsidR="00AA3A57" w:rsidRPr="00BE4E51" w:rsidRDefault="00AA3A57" w:rsidP="00AA3A57">
      <w:pPr>
        <w:pStyle w:val="TH"/>
      </w:pPr>
      <w:r w:rsidRPr="00BE4E51">
        <w:lastRenderedPageBreak/>
        <w:t>Table 6.2.1-1: NR intra</w:t>
      </w:r>
      <w:r>
        <w:t>-</w:t>
      </w:r>
      <w:r w:rsidRPr="00BE4E51">
        <w:t>band contiguous CA within FR2</w:t>
      </w:r>
    </w:p>
    <w:tbl>
      <w:tblPr>
        <w:tblW w:w="9639" w:type="dxa"/>
        <w:tblInd w:w="108" w:type="dxa"/>
        <w:tblLook w:val="04A0" w:firstRow="1" w:lastRow="0" w:firstColumn="1" w:lastColumn="0" w:noHBand="0" w:noVBand="1"/>
      </w:tblPr>
      <w:tblGrid>
        <w:gridCol w:w="2127"/>
        <w:gridCol w:w="746"/>
        <w:gridCol w:w="2514"/>
        <w:gridCol w:w="992"/>
        <w:gridCol w:w="1286"/>
        <w:gridCol w:w="1974"/>
      </w:tblGrid>
      <w:tr w:rsidR="00AA7B50" w:rsidRPr="00BE4E51" w14:paraId="239D7D3C" w14:textId="77777777" w:rsidTr="00AC2AF5">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A5D7C" w14:textId="77777777" w:rsidR="00AA7B50" w:rsidRPr="00BE4E51" w:rsidRDefault="00AA7B50" w:rsidP="00AC2AF5">
            <w:pPr>
              <w:pStyle w:val="TAH"/>
            </w:pPr>
            <w:r w:rsidRPr="00BE4E51">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72B14FDC" w14:textId="77777777" w:rsidR="00AA7B50" w:rsidRPr="00BE4E51" w:rsidRDefault="00AA7B50" w:rsidP="00AC2AF5">
            <w:pPr>
              <w:pStyle w:val="TAH"/>
            </w:pPr>
            <w:r w:rsidRPr="00BE4E51">
              <w:t>DL/UL</w:t>
            </w:r>
          </w:p>
        </w:tc>
        <w:tc>
          <w:tcPr>
            <w:tcW w:w="2514" w:type="dxa"/>
            <w:tcBorders>
              <w:top w:val="single" w:sz="4" w:space="0" w:color="auto"/>
              <w:left w:val="nil"/>
              <w:bottom w:val="single" w:sz="4" w:space="0" w:color="auto"/>
              <w:right w:val="single" w:sz="4" w:space="0" w:color="auto"/>
            </w:tcBorders>
            <w:shd w:val="clear" w:color="auto" w:fill="auto"/>
            <w:noWrap/>
            <w:vAlign w:val="center"/>
            <w:hideMark/>
          </w:tcPr>
          <w:p w14:paraId="1751A7C1" w14:textId="77777777" w:rsidR="00AA7B50" w:rsidRPr="00BE4E51" w:rsidRDefault="00AA7B50" w:rsidP="00AC2AF5">
            <w:pPr>
              <w:pStyle w:val="TAH"/>
            </w:pPr>
            <w:r w:rsidRPr="00BE4E51">
              <w:t>CA BW Class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29D6244" w14:textId="77777777" w:rsidR="00AA7B50" w:rsidRPr="00BE4E51" w:rsidRDefault="00AA7B50" w:rsidP="00AC2AF5">
            <w:pPr>
              <w:pStyle w:val="TAH"/>
            </w:pPr>
            <w:r w:rsidRPr="00BE4E51">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5ACFABA9" w14:textId="77777777" w:rsidR="00AA7B50" w:rsidRPr="00BE4E51" w:rsidRDefault="00AA7B50" w:rsidP="00AC2AF5">
            <w:pPr>
              <w:pStyle w:val="TAH"/>
            </w:pPr>
            <w:r w:rsidRPr="00BE4E51">
              <w:t>Release</w:t>
            </w:r>
          </w:p>
          <w:p w14:paraId="6BF94DE1" w14:textId="77777777" w:rsidR="00AA7B50" w:rsidRPr="00BE4E51" w:rsidRDefault="00AA7B50" w:rsidP="00AC2AF5">
            <w:pPr>
              <w:pStyle w:val="TAH"/>
            </w:pPr>
            <w:r w:rsidRPr="00BE4E51">
              <w:t>independent from</w:t>
            </w:r>
          </w:p>
        </w:tc>
        <w:tc>
          <w:tcPr>
            <w:tcW w:w="1974" w:type="dxa"/>
            <w:tcBorders>
              <w:top w:val="single" w:sz="4" w:space="0" w:color="auto"/>
              <w:left w:val="nil"/>
              <w:bottom w:val="single" w:sz="4" w:space="0" w:color="auto"/>
              <w:right w:val="single" w:sz="4" w:space="0" w:color="auto"/>
            </w:tcBorders>
          </w:tcPr>
          <w:p w14:paraId="562DA89F" w14:textId="77777777" w:rsidR="00AA7B50" w:rsidRPr="00BE4E51" w:rsidRDefault="00AA7B50" w:rsidP="00AC2AF5">
            <w:pPr>
              <w:pStyle w:val="TAH"/>
            </w:pPr>
            <w:r w:rsidRPr="00BE4E51">
              <w:t>requirements to be fulfilled</w:t>
            </w:r>
          </w:p>
          <w:p w14:paraId="30AACD94" w14:textId="77777777" w:rsidR="00AA7B50" w:rsidRPr="00BE4E51" w:rsidRDefault="00AA7B50" w:rsidP="00AC2AF5">
            <w:pPr>
              <w:pStyle w:val="TAH"/>
            </w:pPr>
            <w:r w:rsidRPr="00BE4E51">
              <w:t>(see 3</w:t>
            </w:r>
            <w:r w:rsidR="00744BE6">
              <w:t>8</w:t>
            </w:r>
            <w:r w:rsidRPr="00BE4E51">
              <w:t>.307 of the REL in which the CA configuration was introduced)</w:t>
            </w:r>
          </w:p>
        </w:tc>
      </w:tr>
      <w:tr w:rsidR="00AA7B50" w:rsidRPr="00BE4E51" w14:paraId="4F4A2995" w14:textId="77777777" w:rsidTr="00AC2AF5">
        <w:trPr>
          <w:trHeight w:val="288"/>
        </w:trPr>
        <w:tc>
          <w:tcPr>
            <w:tcW w:w="2127" w:type="dxa"/>
            <w:vMerge w:val="restart"/>
            <w:tcBorders>
              <w:top w:val="single" w:sz="4" w:space="0" w:color="auto"/>
              <w:left w:val="single" w:sz="4" w:space="0" w:color="auto"/>
              <w:right w:val="single" w:sz="4" w:space="0" w:color="auto"/>
            </w:tcBorders>
            <w:shd w:val="clear" w:color="auto" w:fill="auto"/>
            <w:noWrap/>
            <w:vAlign w:val="center"/>
            <w:hideMark/>
          </w:tcPr>
          <w:p w14:paraId="6BDA31CC" w14:textId="77777777" w:rsidR="00AA7B50" w:rsidRPr="00BE4E51" w:rsidRDefault="00AA7B50" w:rsidP="00AC2AF5">
            <w:pPr>
              <w:pStyle w:val="TAC"/>
            </w:pPr>
            <w:r w:rsidRPr="00BE4E51">
              <w:t>Intra-band contiguous CA configurations within FR2</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2CB5587F" w14:textId="77777777" w:rsidR="00AA7B50" w:rsidRPr="00BE4E51" w:rsidRDefault="00AA7B50" w:rsidP="00AC2AF5">
            <w:pPr>
              <w:pStyle w:val="TAC"/>
            </w:pPr>
            <w:r w:rsidRPr="00BE4E51">
              <w:t>DL</w:t>
            </w:r>
          </w:p>
        </w:tc>
        <w:tc>
          <w:tcPr>
            <w:tcW w:w="2514" w:type="dxa"/>
            <w:tcBorders>
              <w:top w:val="single" w:sz="4" w:space="0" w:color="auto"/>
              <w:left w:val="nil"/>
              <w:bottom w:val="single" w:sz="4" w:space="0" w:color="auto"/>
              <w:right w:val="single" w:sz="4" w:space="0" w:color="auto"/>
            </w:tcBorders>
            <w:shd w:val="clear" w:color="auto" w:fill="auto"/>
            <w:noWrap/>
            <w:vAlign w:val="center"/>
            <w:hideMark/>
          </w:tcPr>
          <w:p w14:paraId="4410BD81" w14:textId="77777777" w:rsidR="00AA7B50" w:rsidRPr="00BE4E51" w:rsidRDefault="00AA7B50" w:rsidP="00AC2AF5">
            <w:pPr>
              <w:pStyle w:val="TAC"/>
              <w:rPr>
                <w:lang w:val="sv-FI"/>
              </w:rPr>
            </w:pPr>
            <w:r w:rsidRPr="00BE4E51">
              <w:rPr>
                <w:lang w:val="sv-FI"/>
              </w:rPr>
              <w:t>B, C, D, E, F, G, H, I, J, K, L, M, O, P, Q</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142CEA3" w14:textId="77777777" w:rsidR="00AA7B50" w:rsidRPr="00BE4E51" w:rsidRDefault="00AA7B50" w:rsidP="00AC2AF5">
            <w:pPr>
              <w:pStyle w:val="TAC"/>
            </w:pPr>
            <w:r w:rsidRPr="00BE4E51">
              <w:t>TDD</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0AFE15B7" w14:textId="77777777" w:rsidR="00AA7B50" w:rsidRPr="00BE4E51" w:rsidRDefault="00AA7B50" w:rsidP="00AC2AF5">
            <w:pPr>
              <w:pStyle w:val="TAC"/>
            </w:pPr>
            <w:r w:rsidRPr="00BE4E51">
              <w:t>Rel-15</w:t>
            </w:r>
          </w:p>
        </w:tc>
        <w:tc>
          <w:tcPr>
            <w:tcW w:w="1974" w:type="dxa"/>
            <w:vMerge w:val="restart"/>
            <w:tcBorders>
              <w:top w:val="single" w:sz="4" w:space="0" w:color="auto"/>
              <w:left w:val="nil"/>
              <w:right w:val="single" w:sz="4" w:space="0" w:color="auto"/>
            </w:tcBorders>
          </w:tcPr>
          <w:p w14:paraId="5093C06E" w14:textId="77777777" w:rsidR="00AA7B50" w:rsidRPr="00BE4E51" w:rsidRDefault="00AA7B50" w:rsidP="00AC2AF5">
            <w:pPr>
              <w:pStyle w:val="TAC"/>
            </w:pPr>
          </w:p>
        </w:tc>
      </w:tr>
      <w:tr w:rsidR="00AA7B50" w:rsidRPr="00BE4E51" w14:paraId="6209654A" w14:textId="77777777" w:rsidTr="00AC2AF5">
        <w:trPr>
          <w:trHeight w:val="288"/>
        </w:trPr>
        <w:tc>
          <w:tcPr>
            <w:tcW w:w="2127" w:type="dxa"/>
            <w:vMerge/>
            <w:tcBorders>
              <w:left w:val="single" w:sz="4" w:space="0" w:color="auto"/>
              <w:bottom w:val="single" w:sz="4" w:space="0" w:color="auto"/>
              <w:right w:val="single" w:sz="4" w:space="0" w:color="auto"/>
            </w:tcBorders>
            <w:shd w:val="clear" w:color="auto" w:fill="auto"/>
            <w:noWrap/>
            <w:vAlign w:val="center"/>
            <w:hideMark/>
          </w:tcPr>
          <w:p w14:paraId="6B2A0900" w14:textId="77777777" w:rsidR="00AA7B50" w:rsidRPr="00BE4E51" w:rsidRDefault="00AA7B50" w:rsidP="00AC2AF5">
            <w:pPr>
              <w:pStyle w:val="TAC"/>
            </w:pP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46A836F7" w14:textId="77777777" w:rsidR="00AA7B50" w:rsidRPr="00BE4E51" w:rsidRDefault="00AA7B50" w:rsidP="00AC2AF5">
            <w:pPr>
              <w:pStyle w:val="TAC"/>
            </w:pPr>
            <w:r w:rsidRPr="00BE4E51">
              <w:t>UL</w:t>
            </w:r>
          </w:p>
        </w:tc>
        <w:tc>
          <w:tcPr>
            <w:tcW w:w="2514" w:type="dxa"/>
            <w:tcBorders>
              <w:top w:val="single" w:sz="4" w:space="0" w:color="auto"/>
              <w:left w:val="nil"/>
              <w:bottom w:val="single" w:sz="4" w:space="0" w:color="auto"/>
              <w:right w:val="single" w:sz="4" w:space="0" w:color="auto"/>
            </w:tcBorders>
            <w:shd w:val="clear" w:color="auto" w:fill="auto"/>
            <w:noWrap/>
            <w:vAlign w:val="center"/>
            <w:hideMark/>
          </w:tcPr>
          <w:p w14:paraId="3E518636" w14:textId="77777777" w:rsidR="00AA7B50" w:rsidRPr="00BE4E51" w:rsidRDefault="00AA7B50" w:rsidP="00AC2AF5">
            <w:pPr>
              <w:pStyle w:val="TAC"/>
              <w:rPr>
                <w:lang w:val="sv-FI"/>
              </w:rPr>
            </w:pPr>
            <w:r w:rsidRPr="00BE4E51">
              <w:rPr>
                <w:lang w:val="sv-FI"/>
              </w:rPr>
              <w:t>B, D, E, F, G, H, I, J, K, L, M, O, P, Q</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8968F58" w14:textId="77777777" w:rsidR="00AA7B50" w:rsidRPr="00BE4E51" w:rsidRDefault="00AA7B50" w:rsidP="00AC2AF5">
            <w:pPr>
              <w:pStyle w:val="TAC"/>
            </w:pPr>
            <w:r w:rsidRPr="00BE4E51">
              <w:t>TDD</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230618FC" w14:textId="77777777" w:rsidR="00AA7B50" w:rsidRPr="00BE4E51" w:rsidRDefault="00AA7B50" w:rsidP="00AC2AF5">
            <w:pPr>
              <w:pStyle w:val="TAC"/>
            </w:pPr>
            <w:r w:rsidRPr="00BE4E51">
              <w:t>Rel-15</w:t>
            </w:r>
          </w:p>
        </w:tc>
        <w:tc>
          <w:tcPr>
            <w:tcW w:w="1974" w:type="dxa"/>
            <w:vMerge/>
            <w:tcBorders>
              <w:left w:val="nil"/>
              <w:bottom w:val="single" w:sz="4" w:space="0" w:color="auto"/>
              <w:right w:val="single" w:sz="4" w:space="0" w:color="auto"/>
            </w:tcBorders>
          </w:tcPr>
          <w:p w14:paraId="3BF9323F" w14:textId="77777777" w:rsidR="00AA7B50" w:rsidRPr="00BE4E51" w:rsidRDefault="00AA7B50" w:rsidP="00AC2AF5">
            <w:pPr>
              <w:pStyle w:val="TAC"/>
            </w:pPr>
          </w:p>
        </w:tc>
      </w:tr>
    </w:tbl>
    <w:p w14:paraId="1D7FAFE3" w14:textId="77777777" w:rsidR="00AA7B50" w:rsidRPr="00BE4E51" w:rsidRDefault="00AA7B50" w:rsidP="00AA7B50"/>
    <w:p w14:paraId="599B4020" w14:textId="4AED59F8" w:rsidR="00AA3A57" w:rsidRPr="00BE4E51" w:rsidRDefault="00AA3A57" w:rsidP="00AA3A57">
      <w:pPr>
        <w:pStyle w:val="TH"/>
      </w:pPr>
      <w:r w:rsidRPr="00BE4E51">
        <w:t>Table 6.2.1-2: NR non-contiguous intra</w:t>
      </w:r>
      <w:r>
        <w:t>-</w:t>
      </w:r>
      <w:r w:rsidRPr="00BE4E51">
        <w:t>band CA within FR2</w:t>
      </w:r>
    </w:p>
    <w:tbl>
      <w:tblPr>
        <w:tblW w:w="9639" w:type="dxa"/>
        <w:tblInd w:w="108" w:type="dxa"/>
        <w:tblLook w:val="04A0" w:firstRow="1" w:lastRow="0" w:firstColumn="1" w:lastColumn="0" w:noHBand="0" w:noVBand="1"/>
      </w:tblPr>
      <w:tblGrid>
        <w:gridCol w:w="2127"/>
        <w:gridCol w:w="746"/>
        <w:gridCol w:w="1257"/>
        <w:gridCol w:w="1257"/>
        <w:gridCol w:w="992"/>
        <w:gridCol w:w="1286"/>
        <w:gridCol w:w="1974"/>
      </w:tblGrid>
      <w:tr w:rsidR="00AA7B50" w:rsidRPr="00BE4E51" w14:paraId="7A08A70D" w14:textId="77777777" w:rsidTr="00AC2AF5">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34976" w14:textId="77777777" w:rsidR="00AA7B50" w:rsidRPr="00BE4E51" w:rsidRDefault="00AA7B50" w:rsidP="00AC2AF5">
            <w:pPr>
              <w:pStyle w:val="TAH"/>
            </w:pPr>
            <w:r w:rsidRPr="00BE4E51">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06D6228A" w14:textId="77777777" w:rsidR="00AA7B50" w:rsidRPr="00BE4E51" w:rsidRDefault="00AA7B50" w:rsidP="00AC2AF5">
            <w:pPr>
              <w:pStyle w:val="TAH"/>
            </w:pPr>
            <w:r w:rsidRPr="00BE4E51">
              <w:t>DL/UL</w:t>
            </w: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5FF7C679" w14:textId="77777777" w:rsidR="00AA7B50" w:rsidRPr="00BE4E51" w:rsidRDefault="00AA7B50" w:rsidP="00AC2AF5">
            <w:pPr>
              <w:pStyle w:val="TAH"/>
            </w:pPr>
            <w:r w:rsidRPr="00BE4E51">
              <w:t>number of sub-blocks</w:t>
            </w:r>
          </w:p>
        </w:tc>
        <w:tc>
          <w:tcPr>
            <w:tcW w:w="1257" w:type="dxa"/>
            <w:tcBorders>
              <w:top w:val="single" w:sz="4" w:space="0" w:color="auto"/>
              <w:left w:val="nil"/>
              <w:bottom w:val="single" w:sz="4" w:space="0" w:color="auto"/>
              <w:right w:val="single" w:sz="4" w:space="0" w:color="auto"/>
            </w:tcBorders>
            <w:shd w:val="clear" w:color="auto" w:fill="auto"/>
            <w:vAlign w:val="center"/>
          </w:tcPr>
          <w:p w14:paraId="3F85EE98" w14:textId="77777777" w:rsidR="00AA7B50" w:rsidRPr="00BE4E51" w:rsidRDefault="00AA7B50" w:rsidP="00AC2AF5">
            <w:pPr>
              <w:pStyle w:val="TAH"/>
            </w:pPr>
            <w:r w:rsidRPr="00BE4E51">
              <w:t>maximum number of CCs within a sub-block</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01F0082" w14:textId="77777777" w:rsidR="00AA7B50" w:rsidRPr="00BE4E51" w:rsidRDefault="00AA7B50" w:rsidP="00AC2AF5">
            <w:pPr>
              <w:pStyle w:val="TAH"/>
            </w:pPr>
            <w:r w:rsidRPr="00BE4E51">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1063330D" w14:textId="77777777" w:rsidR="00AA7B50" w:rsidRPr="00BE4E51" w:rsidRDefault="00AA7B50" w:rsidP="00AC2AF5">
            <w:pPr>
              <w:pStyle w:val="TAH"/>
            </w:pPr>
            <w:r w:rsidRPr="00BE4E51">
              <w:t>Release</w:t>
            </w:r>
          </w:p>
          <w:p w14:paraId="48AA3990" w14:textId="77777777" w:rsidR="00AA7B50" w:rsidRPr="00BE4E51" w:rsidRDefault="00AA7B50" w:rsidP="00AC2AF5">
            <w:pPr>
              <w:pStyle w:val="TAH"/>
            </w:pPr>
            <w:r w:rsidRPr="00BE4E51">
              <w:t>independent from</w:t>
            </w:r>
          </w:p>
        </w:tc>
        <w:tc>
          <w:tcPr>
            <w:tcW w:w="1974" w:type="dxa"/>
            <w:tcBorders>
              <w:top w:val="single" w:sz="4" w:space="0" w:color="auto"/>
              <w:left w:val="nil"/>
              <w:bottom w:val="single" w:sz="4" w:space="0" w:color="auto"/>
              <w:right w:val="single" w:sz="4" w:space="0" w:color="auto"/>
            </w:tcBorders>
          </w:tcPr>
          <w:p w14:paraId="456F19DC" w14:textId="77777777" w:rsidR="00AA7B50" w:rsidRPr="00BE4E51" w:rsidRDefault="00AA7B50" w:rsidP="00AC2AF5">
            <w:pPr>
              <w:pStyle w:val="TAH"/>
            </w:pPr>
            <w:r w:rsidRPr="00BE4E51">
              <w:t>requirements to be fulfilled</w:t>
            </w:r>
          </w:p>
          <w:p w14:paraId="523FF0E0" w14:textId="77777777" w:rsidR="00AA7B50" w:rsidRPr="00BE4E51" w:rsidRDefault="00AA7B50" w:rsidP="00AC2AF5">
            <w:pPr>
              <w:pStyle w:val="TAH"/>
            </w:pPr>
            <w:r w:rsidRPr="00BE4E51">
              <w:t>(see 3</w:t>
            </w:r>
            <w:r w:rsidR="00744BE6">
              <w:t>8</w:t>
            </w:r>
            <w:r w:rsidRPr="00BE4E51">
              <w:t>.307 of the REL in which the CA configuration was introduced)</w:t>
            </w:r>
          </w:p>
        </w:tc>
      </w:tr>
      <w:tr w:rsidR="00AA7B50" w:rsidRPr="00BE4E51" w14:paraId="17B406E8" w14:textId="77777777" w:rsidTr="00AC2AF5">
        <w:trPr>
          <w:trHeight w:val="288"/>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D8A38" w14:textId="77777777" w:rsidR="00AA7B50" w:rsidRPr="00BE4E51" w:rsidRDefault="00AA7B50" w:rsidP="00AC2AF5">
            <w:pPr>
              <w:pStyle w:val="TAC"/>
            </w:pPr>
            <w:r w:rsidRPr="00BE4E51">
              <w:t>Intra-band non-contiguous CA configurations within FR2</w:t>
            </w:r>
          </w:p>
        </w:tc>
        <w:tc>
          <w:tcPr>
            <w:tcW w:w="746" w:type="dxa"/>
            <w:vMerge w:val="restart"/>
            <w:tcBorders>
              <w:top w:val="single" w:sz="4" w:space="0" w:color="auto"/>
              <w:left w:val="nil"/>
              <w:right w:val="single" w:sz="4" w:space="0" w:color="auto"/>
            </w:tcBorders>
            <w:shd w:val="clear" w:color="auto" w:fill="auto"/>
            <w:noWrap/>
            <w:vAlign w:val="center"/>
            <w:hideMark/>
          </w:tcPr>
          <w:p w14:paraId="71AC60C8" w14:textId="77777777" w:rsidR="00AA7B50" w:rsidRPr="00BE4E51" w:rsidRDefault="00AA7B50" w:rsidP="00AC2AF5">
            <w:pPr>
              <w:pStyle w:val="TAC"/>
            </w:pPr>
            <w:r w:rsidRPr="00BE4E51">
              <w:t>DL</w:t>
            </w: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7D09BBB5" w14:textId="77777777" w:rsidR="00AA7B50" w:rsidRPr="00BE4E51" w:rsidRDefault="00AA7B50" w:rsidP="00AC2AF5">
            <w:pPr>
              <w:pStyle w:val="TAC"/>
            </w:pPr>
            <w:r w:rsidRPr="00BE4E51">
              <w:t>2</w:t>
            </w:r>
          </w:p>
        </w:tc>
        <w:tc>
          <w:tcPr>
            <w:tcW w:w="1257" w:type="dxa"/>
            <w:tcBorders>
              <w:top w:val="single" w:sz="4" w:space="0" w:color="auto"/>
              <w:left w:val="nil"/>
              <w:bottom w:val="single" w:sz="4" w:space="0" w:color="auto"/>
              <w:right w:val="single" w:sz="4" w:space="0" w:color="auto"/>
            </w:tcBorders>
            <w:shd w:val="clear" w:color="auto" w:fill="auto"/>
            <w:vAlign w:val="center"/>
          </w:tcPr>
          <w:p w14:paraId="7973140C" w14:textId="77777777" w:rsidR="00AA7B50" w:rsidRPr="00BE4E51" w:rsidRDefault="00AA7B50" w:rsidP="00AC2AF5">
            <w:pPr>
              <w:pStyle w:val="TAC"/>
            </w:pPr>
            <w:r w:rsidRPr="00BE4E51">
              <w:t>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ED515F5" w14:textId="77777777" w:rsidR="00AA7B50" w:rsidRPr="00BE4E51" w:rsidRDefault="00AA7B50" w:rsidP="00AC2AF5">
            <w:pPr>
              <w:pStyle w:val="TAC"/>
            </w:pPr>
            <w:r w:rsidRPr="00BE4E51">
              <w:t>TDD</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5FB82CBF" w14:textId="77777777" w:rsidR="00AA7B50" w:rsidRPr="00BE4E51" w:rsidRDefault="00AA7B50" w:rsidP="00AC2AF5">
            <w:pPr>
              <w:pStyle w:val="TAC"/>
            </w:pPr>
            <w:r w:rsidRPr="00BE4E51">
              <w:t>Rel-15</w:t>
            </w:r>
          </w:p>
        </w:tc>
        <w:tc>
          <w:tcPr>
            <w:tcW w:w="1974" w:type="dxa"/>
            <w:vMerge w:val="restart"/>
            <w:tcBorders>
              <w:top w:val="single" w:sz="4" w:space="0" w:color="auto"/>
              <w:left w:val="nil"/>
              <w:bottom w:val="single" w:sz="4" w:space="0" w:color="auto"/>
              <w:right w:val="single" w:sz="4" w:space="0" w:color="auto"/>
            </w:tcBorders>
          </w:tcPr>
          <w:p w14:paraId="379985F0" w14:textId="77777777" w:rsidR="00AA7B50" w:rsidRPr="00BE4E51" w:rsidRDefault="00AA7B50" w:rsidP="00AC2AF5">
            <w:pPr>
              <w:pStyle w:val="TAC"/>
            </w:pPr>
          </w:p>
        </w:tc>
      </w:tr>
      <w:tr w:rsidR="00AA7B50" w:rsidRPr="00BE4E51" w14:paraId="573B9F11" w14:textId="77777777" w:rsidTr="00AC2AF5">
        <w:trPr>
          <w:trHeight w:val="288"/>
        </w:trPr>
        <w:tc>
          <w:tcPr>
            <w:tcW w:w="212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079A707" w14:textId="77777777" w:rsidR="00AA7B50" w:rsidRPr="00BE4E51" w:rsidRDefault="00AA7B50" w:rsidP="00AC2AF5">
            <w:pPr>
              <w:pStyle w:val="TAC"/>
            </w:pPr>
          </w:p>
        </w:tc>
        <w:tc>
          <w:tcPr>
            <w:tcW w:w="746" w:type="dxa"/>
            <w:vMerge/>
            <w:tcBorders>
              <w:left w:val="nil"/>
              <w:right w:val="single" w:sz="4" w:space="0" w:color="auto"/>
            </w:tcBorders>
            <w:shd w:val="clear" w:color="auto" w:fill="auto"/>
            <w:noWrap/>
            <w:vAlign w:val="center"/>
          </w:tcPr>
          <w:p w14:paraId="0609B2F4" w14:textId="77777777" w:rsidR="00AA7B50" w:rsidRPr="00BE4E51" w:rsidRDefault="00AA7B50" w:rsidP="00AC2AF5">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3D22F469" w14:textId="77777777" w:rsidR="00AA7B50" w:rsidRPr="00BE4E51" w:rsidRDefault="00AA7B50" w:rsidP="00AC2AF5">
            <w:pPr>
              <w:pStyle w:val="TAC"/>
            </w:pPr>
            <w:r w:rsidRPr="00BE4E51">
              <w:t>3</w:t>
            </w:r>
          </w:p>
        </w:tc>
        <w:tc>
          <w:tcPr>
            <w:tcW w:w="1257" w:type="dxa"/>
            <w:tcBorders>
              <w:top w:val="single" w:sz="4" w:space="0" w:color="auto"/>
              <w:left w:val="nil"/>
              <w:bottom w:val="single" w:sz="4" w:space="0" w:color="auto"/>
              <w:right w:val="single" w:sz="4" w:space="0" w:color="auto"/>
            </w:tcBorders>
            <w:shd w:val="clear" w:color="auto" w:fill="auto"/>
            <w:vAlign w:val="center"/>
          </w:tcPr>
          <w:p w14:paraId="01073BB6" w14:textId="77777777" w:rsidR="00AA7B50" w:rsidRPr="00BE4E51" w:rsidRDefault="00AA7B50" w:rsidP="00AC2AF5">
            <w:pPr>
              <w:pStyle w:val="TAC"/>
            </w:pPr>
            <w:r w:rsidRPr="00BE4E51">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D8A673F" w14:textId="77777777" w:rsidR="00AA7B50" w:rsidRPr="00BE4E51" w:rsidRDefault="00AA7B50" w:rsidP="00AC2AF5">
            <w:pPr>
              <w:pStyle w:val="TAC"/>
            </w:pPr>
            <w:r w:rsidRPr="00BE4E51">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11A7A339" w14:textId="77777777" w:rsidR="00AA7B50" w:rsidRPr="00BE4E51" w:rsidRDefault="00AA7B50" w:rsidP="00AC2AF5">
            <w:pPr>
              <w:pStyle w:val="TAC"/>
            </w:pPr>
            <w:r w:rsidRPr="00BE4E51">
              <w:t>Rel-15</w:t>
            </w:r>
          </w:p>
        </w:tc>
        <w:tc>
          <w:tcPr>
            <w:tcW w:w="1974" w:type="dxa"/>
            <w:vMerge/>
            <w:tcBorders>
              <w:left w:val="nil"/>
              <w:bottom w:val="single" w:sz="4" w:space="0" w:color="auto"/>
              <w:right w:val="single" w:sz="4" w:space="0" w:color="auto"/>
            </w:tcBorders>
          </w:tcPr>
          <w:p w14:paraId="672D7DAF" w14:textId="77777777" w:rsidR="00AA7B50" w:rsidRPr="00BE4E51" w:rsidRDefault="00AA7B50" w:rsidP="00AC2AF5">
            <w:pPr>
              <w:pStyle w:val="TAC"/>
            </w:pPr>
          </w:p>
        </w:tc>
      </w:tr>
      <w:tr w:rsidR="00AA7B50" w:rsidRPr="00BE4E51" w14:paraId="3094C620" w14:textId="77777777" w:rsidTr="00AC2AF5">
        <w:trPr>
          <w:trHeight w:val="288"/>
        </w:trPr>
        <w:tc>
          <w:tcPr>
            <w:tcW w:w="212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523455" w14:textId="77777777" w:rsidR="00AA7B50" w:rsidRPr="00BE4E51" w:rsidRDefault="00AA7B50" w:rsidP="00AC2AF5">
            <w:pPr>
              <w:pStyle w:val="TAC"/>
            </w:pPr>
          </w:p>
        </w:tc>
        <w:tc>
          <w:tcPr>
            <w:tcW w:w="746" w:type="dxa"/>
            <w:vMerge/>
            <w:tcBorders>
              <w:left w:val="nil"/>
              <w:bottom w:val="single" w:sz="4" w:space="0" w:color="auto"/>
              <w:right w:val="single" w:sz="4" w:space="0" w:color="auto"/>
            </w:tcBorders>
            <w:shd w:val="clear" w:color="auto" w:fill="auto"/>
            <w:noWrap/>
            <w:vAlign w:val="center"/>
          </w:tcPr>
          <w:p w14:paraId="5DAE5C98" w14:textId="77777777" w:rsidR="00AA7B50" w:rsidRPr="00BE4E51" w:rsidRDefault="00AA7B50" w:rsidP="00AC2AF5">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05232A82" w14:textId="77777777" w:rsidR="00AA7B50" w:rsidRPr="00BE4E51" w:rsidRDefault="00AA7B50" w:rsidP="00AC2AF5">
            <w:pPr>
              <w:pStyle w:val="TAC"/>
            </w:pPr>
            <w:r w:rsidRPr="00BE4E51">
              <w:t>4</w:t>
            </w:r>
          </w:p>
        </w:tc>
        <w:tc>
          <w:tcPr>
            <w:tcW w:w="1257" w:type="dxa"/>
            <w:tcBorders>
              <w:top w:val="single" w:sz="4" w:space="0" w:color="auto"/>
              <w:left w:val="nil"/>
              <w:bottom w:val="single" w:sz="4" w:space="0" w:color="auto"/>
              <w:right w:val="single" w:sz="4" w:space="0" w:color="auto"/>
            </w:tcBorders>
            <w:shd w:val="clear" w:color="auto" w:fill="auto"/>
            <w:vAlign w:val="center"/>
          </w:tcPr>
          <w:p w14:paraId="3122774C" w14:textId="77777777" w:rsidR="00AA7B50" w:rsidRPr="00BE4E51" w:rsidRDefault="00AA7B50" w:rsidP="00AC2AF5">
            <w:pPr>
              <w:pStyle w:val="TAC"/>
            </w:pPr>
            <w:r w:rsidRPr="00BE4E51">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2476FAF" w14:textId="77777777" w:rsidR="00AA7B50" w:rsidRPr="00BE4E51" w:rsidRDefault="00AA7B50" w:rsidP="00AC2AF5">
            <w:pPr>
              <w:pStyle w:val="TAC"/>
            </w:pPr>
            <w:r w:rsidRPr="00BE4E51">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59945494" w14:textId="77777777" w:rsidR="00AA7B50" w:rsidRPr="00BE4E51" w:rsidRDefault="00AA7B50" w:rsidP="00AC2AF5">
            <w:pPr>
              <w:pStyle w:val="TAC"/>
            </w:pPr>
            <w:r w:rsidRPr="00BE4E51">
              <w:t>Rel-15</w:t>
            </w:r>
          </w:p>
        </w:tc>
        <w:tc>
          <w:tcPr>
            <w:tcW w:w="1974" w:type="dxa"/>
            <w:vMerge/>
            <w:tcBorders>
              <w:left w:val="nil"/>
              <w:bottom w:val="single" w:sz="4" w:space="0" w:color="auto"/>
              <w:right w:val="single" w:sz="4" w:space="0" w:color="auto"/>
            </w:tcBorders>
          </w:tcPr>
          <w:p w14:paraId="2A7DA0F6" w14:textId="77777777" w:rsidR="00AA7B50" w:rsidRPr="00BE4E51" w:rsidRDefault="00AA7B50" w:rsidP="00AC2AF5">
            <w:pPr>
              <w:pStyle w:val="TAC"/>
            </w:pPr>
          </w:p>
        </w:tc>
      </w:tr>
    </w:tbl>
    <w:p w14:paraId="56817B69" w14:textId="77777777" w:rsidR="00AA7B50" w:rsidRPr="00BE4E51" w:rsidRDefault="00AA7B50" w:rsidP="00AA7B50"/>
    <w:p w14:paraId="4068576B" w14:textId="77777777" w:rsidR="00AA7B50" w:rsidRPr="00BE4E51" w:rsidRDefault="00AA7B50" w:rsidP="00AA7B50">
      <w:pPr>
        <w:pStyle w:val="Heading1"/>
      </w:pPr>
      <w:bookmarkStart w:id="331" w:name="_Toc13051515"/>
      <w:bookmarkStart w:id="332" w:name="_Toc29468691"/>
      <w:bookmarkStart w:id="333" w:name="_Toc29468808"/>
      <w:bookmarkStart w:id="334" w:name="_Toc37141040"/>
      <w:bookmarkStart w:id="335" w:name="_Toc37268846"/>
      <w:bookmarkStart w:id="336" w:name="_Toc37268934"/>
      <w:bookmarkStart w:id="337" w:name="_Toc45907547"/>
      <w:bookmarkStart w:id="338" w:name="_Toc60857468"/>
      <w:bookmarkStart w:id="339" w:name="_Toc61184432"/>
      <w:bookmarkStart w:id="340" w:name="_Toc66387950"/>
      <w:bookmarkStart w:id="341" w:name="_Toc68701240"/>
      <w:bookmarkStart w:id="342" w:name="_Toc68701309"/>
      <w:bookmarkStart w:id="343" w:name="_Toc68701349"/>
      <w:bookmarkStart w:id="344" w:name="_Toc68701419"/>
      <w:bookmarkStart w:id="345" w:name="_Toc82185665"/>
      <w:bookmarkStart w:id="346" w:name="_Toc98751348"/>
      <w:r w:rsidRPr="00BE4E51">
        <w:t>7</w:t>
      </w:r>
      <w:r w:rsidRPr="00BE4E51">
        <w:tab/>
        <w:t>Release independent features for NR interworking between NR frequency range 1 and NR frequency range 2</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445EA5D8" w14:textId="0EA1618E" w:rsidR="00AA3A57" w:rsidRPr="00BE4E51" w:rsidRDefault="00AA3A57" w:rsidP="00AA3A57">
      <w:pPr>
        <w:pStyle w:val="Heading2"/>
      </w:pPr>
      <w:bookmarkStart w:id="347" w:name="_Toc13051516"/>
      <w:bookmarkStart w:id="348" w:name="_Toc29468692"/>
      <w:bookmarkStart w:id="349" w:name="_Toc29468809"/>
      <w:bookmarkStart w:id="350" w:name="_Toc37141041"/>
      <w:bookmarkStart w:id="351" w:name="_Toc37268847"/>
      <w:bookmarkStart w:id="352" w:name="_Toc37268935"/>
      <w:bookmarkStart w:id="353" w:name="_Toc45907548"/>
      <w:bookmarkStart w:id="354" w:name="_Toc60857469"/>
      <w:bookmarkStart w:id="355" w:name="_Toc61184433"/>
      <w:bookmarkStart w:id="356" w:name="_Toc66387951"/>
      <w:bookmarkStart w:id="357" w:name="_Toc68701241"/>
      <w:bookmarkStart w:id="358" w:name="_Toc68701310"/>
      <w:bookmarkStart w:id="359" w:name="_Toc68701350"/>
      <w:bookmarkStart w:id="360" w:name="_Toc68701420"/>
      <w:bookmarkStart w:id="361" w:name="_Toc82185666"/>
      <w:bookmarkStart w:id="362" w:name="_Toc98751349"/>
      <w:r w:rsidRPr="00BE4E51">
        <w:t>7.1</w:t>
      </w:r>
      <w:r w:rsidRPr="00BE4E51">
        <w:tab/>
        <w:t>Additional NR inter</w:t>
      </w:r>
      <w:r>
        <w:t>-</w:t>
      </w:r>
      <w:r w:rsidRPr="00BE4E51">
        <w:t>band CA configurations between frequency</w:t>
      </w:r>
      <w:r w:rsidRPr="00BE4E51" w:rsidDel="0007492E">
        <w:t xml:space="preserve"> </w:t>
      </w:r>
      <w:r w:rsidRPr="00BE4E51">
        <w:t>range 1 and frequency</w:t>
      </w:r>
      <w:r w:rsidRPr="00BE4E51" w:rsidDel="0007492E">
        <w:t xml:space="preserve"> </w:t>
      </w:r>
      <w:r w:rsidRPr="00BE4E51">
        <w:t>range 2</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7E0D2DBA" w14:textId="267C2098" w:rsidR="00AA3A57" w:rsidRPr="00BE4E51" w:rsidRDefault="00AA3A57" w:rsidP="00AA3A57">
      <w:r w:rsidRPr="00BE4E51">
        <w:t>Requirements for a Rel-15 UE for additional NR inter</w:t>
      </w:r>
      <w:r>
        <w:t>-</w:t>
      </w:r>
      <w:r w:rsidRPr="00BE4E51">
        <w:t>band CA configurations between FR1 and FR2 compared to TS 38.101-3 of Rel-15 [4] are introduced via this clause.</w:t>
      </w:r>
    </w:p>
    <w:p w14:paraId="6524867A" w14:textId="02FB330D" w:rsidR="00AA7B50" w:rsidRPr="00BE4E51" w:rsidRDefault="00AA3A57" w:rsidP="00AA7B50">
      <w:pPr>
        <w:pStyle w:val="TH"/>
      </w:pPr>
      <w:r w:rsidRPr="00BE4E51">
        <w:t>Table 7.1-1: NR inter</w:t>
      </w:r>
      <w:r>
        <w:t>-</w:t>
      </w:r>
      <w:r w:rsidRPr="00BE4E51">
        <w:t>band CA between FR1 and FR2</w:t>
      </w:r>
    </w:p>
    <w:tbl>
      <w:tblPr>
        <w:tblW w:w="10165" w:type="dxa"/>
        <w:tblInd w:w="108" w:type="dxa"/>
        <w:tblLook w:val="04A0" w:firstRow="1" w:lastRow="0" w:firstColumn="1" w:lastColumn="0" w:noHBand="0" w:noVBand="1"/>
      </w:tblPr>
      <w:tblGrid>
        <w:gridCol w:w="1985"/>
        <w:gridCol w:w="872"/>
        <w:gridCol w:w="1118"/>
        <w:gridCol w:w="1057"/>
        <w:gridCol w:w="1205"/>
        <w:gridCol w:w="1276"/>
        <w:gridCol w:w="1286"/>
        <w:gridCol w:w="1366"/>
      </w:tblGrid>
      <w:tr w:rsidR="00AA7B50" w:rsidRPr="00BE4E51" w14:paraId="11E4F663" w14:textId="77777777" w:rsidTr="00AC2AF5">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7D913" w14:textId="77777777" w:rsidR="00AA7B50" w:rsidRPr="00BE4E51" w:rsidRDefault="00AA7B50" w:rsidP="00AC2AF5">
            <w:pPr>
              <w:pStyle w:val="TAH"/>
            </w:pPr>
            <w:r w:rsidRPr="00BE4E51">
              <w:t>Feature</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05F972D" w14:textId="77777777" w:rsidR="00AA7B50" w:rsidRPr="00BE4E51" w:rsidRDefault="00AA7B50" w:rsidP="00AC2AF5">
            <w:pPr>
              <w:pStyle w:val="TAH"/>
            </w:pPr>
            <w:r w:rsidRPr="00BE4E51">
              <w:t>DL/UL</w:t>
            </w:r>
          </w:p>
        </w:tc>
        <w:tc>
          <w:tcPr>
            <w:tcW w:w="1118" w:type="dxa"/>
            <w:tcBorders>
              <w:top w:val="single" w:sz="4" w:space="0" w:color="auto"/>
              <w:left w:val="nil"/>
              <w:bottom w:val="single" w:sz="4" w:space="0" w:color="auto"/>
              <w:right w:val="single" w:sz="4" w:space="0" w:color="auto"/>
            </w:tcBorders>
            <w:shd w:val="clear" w:color="auto" w:fill="auto"/>
            <w:noWrap/>
            <w:vAlign w:val="center"/>
            <w:hideMark/>
          </w:tcPr>
          <w:p w14:paraId="1E377B0E" w14:textId="77777777" w:rsidR="00AA7B50" w:rsidRPr="00BE4E51" w:rsidRDefault="00AA7B50" w:rsidP="00AC2AF5">
            <w:pPr>
              <w:pStyle w:val="TAH"/>
            </w:pPr>
            <w:r w:rsidRPr="00BE4E51">
              <w:t>number of bands</w:t>
            </w:r>
          </w:p>
        </w:tc>
        <w:tc>
          <w:tcPr>
            <w:tcW w:w="1057" w:type="dxa"/>
            <w:tcBorders>
              <w:top w:val="single" w:sz="4" w:space="0" w:color="auto"/>
              <w:left w:val="nil"/>
              <w:bottom w:val="single" w:sz="4" w:space="0" w:color="auto"/>
              <w:right w:val="single" w:sz="4" w:space="0" w:color="auto"/>
            </w:tcBorders>
            <w:vAlign w:val="center"/>
          </w:tcPr>
          <w:p w14:paraId="51789C88" w14:textId="77777777" w:rsidR="00AA7B50" w:rsidRPr="00BE4E51" w:rsidRDefault="00AA7B50" w:rsidP="00AC2AF5">
            <w:pPr>
              <w:pStyle w:val="TAH"/>
            </w:pPr>
            <w:r w:rsidRPr="00BE4E51">
              <w:t xml:space="preserve">maximum number of CCs </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9DC15" w14:textId="77777777" w:rsidR="00AA7B50" w:rsidRPr="00BE4E51" w:rsidRDefault="00AA7B50" w:rsidP="00AC2AF5">
            <w:pPr>
              <w:pStyle w:val="TAH"/>
            </w:pPr>
            <w:r w:rsidRPr="00BE4E51">
              <w:t xml:space="preserve">CA BW Classes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A1CE0D4" w14:textId="77777777" w:rsidR="00AA7B50" w:rsidRPr="00BE4E51" w:rsidRDefault="00AA7B50" w:rsidP="00AC2AF5">
            <w:pPr>
              <w:pStyle w:val="TAH"/>
            </w:pPr>
            <w:r w:rsidRPr="00BE4E51">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50E9FEA1" w14:textId="77777777" w:rsidR="00AA7B50" w:rsidRPr="00BE4E51" w:rsidRDefault="00AA7B50" w:rsidP="00AC2AF5">
            <w:pPr>
              <w:pStyle w:val="TAH"/>
            </w:pPr>
            <w:r w:rsidRPr="00BE4E51">
              <w:t>Release</w:t>
            </w:r>
          </w:p>
          <w:p w14:paraId="3BDA499E" w14:textId="77777777" w:rsidR="00AA7B50" w:rsidRPr="00BE4E51" w:rsidRDefault="00AA7B50" w:rsidP="00AC2AF5">
            <w:pPr>
              <w:pStyle w:val="TAH"/>
            </w:pPr>
            <w:r w:rsidRPr="00BE4E51">
              <w:t>independent from</w:t>
            </w:r>
          </w:p>
        </w:tc>
        <w:tc>
          <w:tcPr>
            <w:tcW w:w="1366" w:type="dxa"/>
            <w:tcBorders>
              <w:top w:val="single" w:sz="4" w:space="0" w:color="auto"/>
              <w:left w:val="nil"/>
              <w:bottom w:val="single" w:sz="4" w:space="0" w:color="auto"/>
              <w:right w:val="single" w:sz="4" w:space="0" w:color="auto"/>
            </w:tcBorders>
          </w:tcPr>
          <w:p w14:paraId="40471827" w14:textId="77777777" w:rsidR="00AA7B50" w:rsidRPr="00BE4E51" w:rsidRDefault="00AA7B50" w:rsidP="00AC2AF5">
            <w:pPr>
              <w:pStyle w:val="TAH"/>
            </w:pPr>
            <w:r w:rsidRPr="00BE4E51">
              <w:t>requirements to be fulfilled</w:t>
            </w:r>
          </w:p>
          <w:p w14:paraId="02765D46" w14:textId="77777777" w:rsidR="00AA7B50" w:rsidRPr="00BE4E51" w:rsidRDefault="00AA7B50" w:rsidP="00AC2AF5">
            <w:pPr>
              <w:pStyle w:val="TAH"/>
            </w:pPr>
            <w:r w:rsidRPr="00BE4E51">
              <w:t>(see 38.307 of the REL in which the CA configuration was introduced)</w:t>
            </w:r>
          </w:p>
        </w:tc>
      </w:tr>
      <w:tr w:rsidR="00AA7B50" w:rsidRPr="00BE4E51" w14:paraId="242A0C54" w14:textId="77777777" w:rsidTr="00AC2AF5">
        <w:trPr>
          <w:trHeight w:val="449"/>
        </w:trPr>
        <w:tc>
          <w:tcPr>
            <w:tcW w:w="1985" w:type="dxa"/>
            <w:vMerge w:val="restart"/>
            <w:tcBorders>
              <w:top w:val="single" w:sz="4" w:space="0" w:color="auto"/>
              <w:left w:val="single" w:sz="4" w:space="0" w:color="auto"/>
              <w:right w:val="single" w:sz="4" w:space="0" w:color="auto"/>
            </w:tcBorders>
            <w:shd w:val="clear" w:color="auto" w:fill="auto"/>
            <w:noWrap/>
            <w:vAlign w:val="center"/>
            <w:hideMark/>
          </w:tcPr>
          <w:p w14:paraId="17CCF109" w14:textId="77777777" w:rsidR="00AA7B50" w:rsidRPr="00BE4E51" w:rsidRDefault="00AA7B50" w:rsidP="00AC2AF5">
            <w:pPr>
              <w:pStyle w:val="TAC"/>
            </w:pPr>
            <w:r w:rsidRPr="00BE4E51">
              <w:t>Inter-band CA configurations for NR interworking between FR1 and FR2</w:t>
            </w:r>
          </w:p>
        </w:tc>
        <w:tc>
          <w:tcPr>
            <w:tcW w:w="872" w:type="dxa"/>
            <w:tcBorders>
              <w:top w:val="single" w:sz="4" w:space="0" w:color="auto"/>
              <w:left w:val="single" w:sz="4" w:space="0" w:color="auto"/>
              <w:right w:val="single" w:sz="4" w:space="0" w:color="auto"/>
            </w:tcBorders>
            <w:shd w:val="clear" w:color="auto" w:fill="auto"/>
            <w:noWrap/>
            <w:vAlign w:val="center"/>
            <w:hideMark/>
          </w:tcPr>
          <w:p w14:paraId="2C47B22C" w14:textId="77777777" w:rsidR="00AA7B50" w:rsidRPr="00BE4E51" w:rsidRDefault="00AA7B50" w:rsidP="00AC2AF5">
            <w:pPr>
              <w:pStyle w:val="TAC"/>
            </w:pPr>
            <w:r w:rsidRPr="00BE4E51">
              <w:t>DL FR1</w:t>
            </w:r>
          </w:p>
        </w:tc>
        <w:tc>
          <w:tcPr>
            <w:tcW w:w="1118" w:type="dxa"/>
            <w:tcBorders>
              <w:top w:val="single" w:sz="4" w:space="0" w:color="auto"/>
              <w:left w:val="single" w:sz="4" w:space="0" w:color="auto"/>
              <w:right w:val="single" w:sz="4" w:space="0" w:color="auto"/>
            </w:tcBorders>
            <w:shd w:val="clear" w:color="auto" w:fill="auto"/>
            <w:noWrap/>
            <w:vAlign w:val="center"/>
            <w:hideMark/>
          </w:tcPr>
          <w:p w14:paraId="558B1BE6" w14:textId="77777777" w:rsidR="00AA7B50" w:rsidRPr="00BE4E51" w:rsidRDefault="00AA7B50" w:rsidP="00AC2AF5">
            <w:pPr>
              <w:pStyle w:val="TAC"/>
            </w:pPr>
            <w:r w:rsidRPr="00BE4E51">
              <w:t>1</w:t>
            </w:r>
          </w:p>
        </w:tc>
        <w:tc>
          <w:tcPr>
            <w:tcW w:w="1057" w:type="dxa"/>
            <w:tcBorders>
              <w:top w:val="single" w:sz="4" w:space="0" w:color="auto"/>
              <w:left w:val="nil"/>
              <w:right w:val="single" w:sz="4" w:space="0" w:color="auto"/>
            </w:tcBorders>
            <w:vAlign w:val="center"/>
          </w:tcPr>
          <w:p w14:paraId="54BA1F32" w14:textId="77777777" w:rsidR="00AA7B50" w:rsidRPr="00BE4E51" w:rsidRDefault="00AA7B50" w:rsidP="00AC2AF5">
            <w:pPr>
              <w:pStyle w:val="TAC"/>
            </w:pPr>
            <w:r w:rsidRPr="00BE4E51">
              <w:t>2</w:t>
            </w:r>
          </w:p>
        </w:tc>
        <w:tc>
          <w:tcPr>
            <w:tcW w:w="1205" w:type="dxa"/>
            <w:tcBorders>
              <w:top w:val="nil"/>
              <w:left w:val="single" w:sz="4" w:space="0" w:color="auto"/>
              <w:bottom w:val="single" w:sz="4" w:space="0" w:color="auto"/>
              <w:right w:val="single" w:sz="4" w:space="0" w:color="auto"/>
            </w:tcBorders>
            <w:shd w:val="clear" w:color="auto" w:fill="auto"/>
            <w:noWrap/>
            <w:vAlign w:val="center"/>
            <w:hideMark/>
          </w:tcPr>
          <w:p w14:paraId="034B9670" w14:textId="77777777" w:rsidR="00AA7B50" w:rsidRPr="00BE4E51" w:rsidRDefault="00AA7B50" w:rsidP="00AC2AF5">
            <w:pPr>
              <w:pStyle w:val="TAC"/>
            </w:pPr>
            <w:r w:rsidRPr="00BE4E51">
              <w:t>A, C</w:t>
            </w:r>
          </w:p>
        </w:tc>
        <w:tc>
          <w:tcPr>
            <w:tcW w:w="1276" w:type="dxa"/>
            <w:tcBorders>
              <w:top w:val="nil"/>
              <w:left w:val="nil"/>
              <w:bottom w:val="single" w:sz="4" w:space="0" w:color="auto"/>
              <w:right w:val="nil"/>
            </w:tcBorders>
            <w:shd w:val="clear" w:color="auto" w:fill="auto"/>
            <w:noWrap/>
            <w:vAlign w:val="center"/>
            <w:hideMark/>
          </w:tcPr>
          <w:p w14:paraId="05D6EEEE" w14:textId="77777777" w:rsidR="00AA7B50" w:rsidRPr="00BE4E51" w:rsidRDefault="00AA7B50" w:rsidP="00AC2AF5">
            <w:pPr>
              <w:pStyle w:val="TAC"/>
            </w:pPr>
            <w:r w:rsidRPr="00BE4E51">
              <w:t>FDD, 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2198C255" w14:textId="77777777" w:rsidR="00AA7B50" w:rsidRPr="00BE4E51" w:rsidRDefault="00AA7B50" w:rsidP="00AC2AF5">
            <w:pPr>
              <w:pStyle w:val="TAC"/>
            </w:pPr>
            <w:r w:rsidRPr="00BE4E51">
              <w:t>Rel-15</w:t>
            </w:r>
          </w:p>
        </w:tc>
        <w:tc>
          <w:tcPr>
            <w:tcW w:w="1366" w:type="dxa"/>
            <w:tcBorders>
              <w:top w:val="nil"/>
              <w:left w:val="single" w:sz="4" w:space="0" w:color="auto"/>
              <w:bottom w:val="single" w:sz="4" w:space="0" w:color="auto"/>
              <w:right w:val="single" w:sz="4" w:space="0" w:color="auto"/>
            </w:tcBorders>
          </w:tcPr>
          <w:p w14:paraId="7C64053E" w14:textId="77777777" w:rsidR="00AA7B50" w:rsidRPr="00BE4E51" w:rsidRDefault="00AA7B50" w:rsidP="00AC2AF5">
            <w:pPr>
              <w:pStyle w:val="TAC"/>
            </w:pPr>
          </w:p>
        </w:tc>
      </w:tr>
      <w:tr w:rsidR="00AA7B50" w:rsidRPr="00BE4E51" w14:paraId="37099E02" w14:textId="77777777" w:rsidTr="00AC2AF5">
        <w:trPr>
          <w:trHeight w:val="449"/>
        </w:trPr>
        <w:tc>
          <w:tcPr>
            <w:tcW w:w="1985" w:type="dxa"/>
            <w:vMerge/>
            <w:tcBorders>
              <w:top w:val="single" w:sz="4" w:space="0" w:color="auto"/>
              <w:left w:val="single" w:sz="4" w:space="0" w:color="auto"/>
              <w:right w:val="single" w:sz="4" w:space="0" w:color="auto"/>
            </w:tcBorders>
            <w:shd w:val="clear" w:color="auto" w:fill="auto"/>
            <w:noWrap/>
            <w:vAlign w:val="center"/>
          </w:tcPr>
          <w:p w14:paraId="7C27CADA" w14:textId="77777777" w:rsidR="00AA7B50" w:rsidRPr="00BE4E51" w:rsidRDefault="00AA7B50" w:rsidP="00AC2AF5">
            <w:pPr>
              <w:pStyle w:val="TAC"/>
            </w:pPr>
          </w:p>
        </w:tc>
        <w:tc>
          <w:tcPr>
            <w:tcW w:w="872" w:type="dxa"/>
            <w:tcBorders>
              <w:top w:val="single" w:sz="4" w:space="0" w:color="auto"/>
              <w:left w:val="single" w:sz="4" w:space="0" w:color="auto"/>
              <w:right w:val="single" w:sz="4" w:space="0" w:color="auto"/>
            </w:tcBorders>
            <w:shd w:val="clear" w:color="auto" w:fill="auto"/>
            <w:noWrap/>
            <w:vAlign w:val="center"/>
          </w:tcPr>
          <w:p w14:paraId="1D9E1352" w14:textId="77777777" w:rsidR="00AA7B50" w:rsidRPr="00BE4E51" w:rsidRDefault="00AA7B50" w:rsidP="00AC2AF5">
            <w:pPr>
              <w:pStyle w:val="TAC"/>
            </w:pPr>
            <w:r w:rsidRPr="00BE4E51">
              <w:t>DL FR2</w:t>
            </w:r>
          </w:p>
        </w:tc>
        <w:tc>
          <w:tcPr>
            <w:tcW w:w="1118" w:type="dxa"/>
            <w:tcBorders>
              <w:top w:val="single" w:sz="4" w:space="0" w:color="auto"/>
              <w:left w:val="single" w:sz="4" w:space="0" w:color="auto"/>
              <w:right w:val="single" w:sz="4" w:space="0" w:color="auto"/>
            </w:tcBorders>
            <w:shd w:val="clear" w:color="auto" w:fill="auto"/>
            <w:noWrap/>
            <w:vAlign w:val="center"/>
          </w:tcPr>
          <w:p w14:paraId="5457E9A9" w14:textId="77777777" w:rsidR="00AA7B50" w:rsidRPr="00BE4E51" w:rsidRDefault="00AA7B50" w:rsidP="00AC2AF5">
            <w:pPr>
              <w:pStyle w:val="TAC"/>
            </w:pPr>
            <w:r w:rsidRPr="00BE4E51">
              <w:t>1</w:t>
            </w:r>
          </w:p>
        </w:tc>
        <w:tc>
          <w:tcPr>
            <w:tcW w:w="1057" w:type="dxa"/>
            <w:tcBorders>
              <w:top w:val="single" w:sz="4" w:space="0" w:color="auto"/>
              <w:left w:val="nil"/>
              <w:right w:val="single" w:sz="4" w:space="0" w:color="auto"/>
            </w:tcBorders>
            <w:vAlign w:val="center"/>
          </w:tcPr>
          <w:p w14:paraId="4BABCD10" w14:textId="77777777" w:rsidR="00AA7B50" w:rsidRPr="00BE4E51" w:rsidRDefault="00AA7B50" w:rsidP="00AC2AF5">
            <w:pPr>
              <w:pStyle w:val="TAC"/>
            </w:pPr>
            <w:r w:rsidRPr="00BE4E51">
              <w:t>4</w:t>
            </w:r>
          </w:p>
        </w:tc>
        <w:tc>
          <w:tcPr>
            <w:tcW w:w="1205" w:type="dxa"/>
            <w:tcBorders>
              <w:top w:val="nil"/>
              <w:left w:val="single" w:sz="4" w:space="0" w:color="auto"/>
              <w:bottom w:val="single" w:sz="4" w:space="0" w:color="auto"/>
              <w:right w:val="single" w:sz="4" w:space="0" w:color="auto"/>
            </w:tcBorders>
            <w:shd w:val="clear" w:color="auto" w:fill="auto"/>
            <w:noWrap/>
            <w:vAlign w:val="center"/>
          </w:tcPr>
          <w:p w14:paraId="18E6C265" w14:textId="77777777" w:rsidR="00AA7B50" w:rsidRPr="00BE4E51" w:rsidRDefault="00AA7B50" w:rsidP="00AC2AF5">
            <w:pPr>
              <w:pStyle w:val="TAC"/>
            </w:pPr>
            <w:r w:rsidRPr="00BE4E51">
              <w:t>A, D, E, F</w:t>
            </w:r>
          </w:p>
        </w:tc>
        <w:tc>
          <w:tcPr>
            <w:tcW w:w="1276" w:type="dxa"/>
            <w:tcBorders>
              <w:top w:val="nil"/>
              <w:left w:val="nil"/>
              <w:bottom w:val="single" w:sz="4" w:space="0" w:color="auto"/>
              <w:right w:val="nil"/>
            </w:tcBorders>
            <w:shd w:val="clear" w:color="auto" w:fill="auto"/>
            <w:noWrap/>
            <w:vAlign w:val="center"/>
          </w:tcPr>
          <w:p w14:paraId="67BC5F86" w14:textId="77777777" w:rsidR="00AA7B50" w:rsidRPr="00BE4E51" w:rsidRDefault="00AA7B50" w:rsidP="00AC2AF5">
            <w:pPr>
              <w:pStyle w:val="TAC"/>
            </w:pPr>
            <w:r w:rsidRPr="00BE4E51">
              <w:t>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40A998C8" w14:textId="77777777" w:rsidR="00AA7B50" w:rsidRPr="00BE4E51" w:rsidRDefault="00AA7B50" w:rsidP="00AC2AF5">
            <w:pPr>
              <w:pStyle w:val="TAC"/>
            </w:pPr>
            <w:r w:rsidRPr="00BE4E51">
              <w:t>Rel-15</w:t>
            </w:r>
          </w:p>
        </w:tc>
        <w:tc>
          <w:tcPr>
            <w:tcW w:w="1366" w:type="dxa"/>
            <w:tcBorders>
              <w:top w:val="nil"/>
              <w:left w:val="single" w:sz="4" w:space="0" w:color="auto"/>
              <w:bottom w:val="single" w:sz="4" w:space="0" w:color="auto"/>
              <w:right w:val="single" w:sz="4" w:space="0" w:color="auto"/>
            </w:tcBorders>
          </w:tcPr>
          <w:p w14:paraId="45570939" w14:textId="77777777" w:rsidR="00AA7B50" w:rsidRPr="00BE4E51" w:rsidRDefault="00AA7B50" w:rsidP="00AC2AF5">
            <w:pPr>
              <w:pStyle w:val="TAC"/>
            </w:pPr>
          </w:p>
        </w:tc>
      </w:tr>
      <w:tr w:rsidR="00AA7B50" w:rsidRPr="00BE4E51" w14:paraId="564C4849" w14:textId="77777777" w:rsidTr="00AC2AF5">
        <w:trPr>
          <w:trHeight w:val="449"/>
        </w:trPr>
        <w:tc>
          <w:tcPr>
            <w:tcW w:w="1985" w:type="dxa"/>
            <w:vMerge/>
            <w:tcBorders>
              <w:top w:val="single" w:sz="4" w:space="0" w:color="auto"/>
              <w:left w:val="single" w:sz="4" w:space="0" w:color="auto"/>
              <w:right w:val="single" w:sz="4" w:space="0" w:color="auto"/>
            </w:tcBorders>
            <w:shd w:val="clear" w:color="auto" w:fill="auto"/>
            <w:noWrap/>
            <w:vAlign w:val="center"/>
          </w:tcPr>
          <w:p w14:paraId="06FF8574" w14:textId="77777777" w:rsidR="00AA7B50" w:rsidRPr="00BE4E51" w:rsidRDefault="00AA7B50" w:rsidP="00AC2AF5">
            <w:pPr>
              <w:pStyle w:val="TAC"/>
            </w:pPr>
          </w:p>
        </w:tc>
        <w:tc>
          <w:tcPr>
            <w:tcW w:w="872" w:type="dxa"/>
            <w:tcBorders>
              <w:top w:val="single" w:sz="4" w:space="0" w:color="auto"/>
              <w:left w:val="single" w:sz="4" w:space="0" w:color="auto"/>
              <w:right w:val="single" w:sz="4" w:space="0" w:color="auto"/>
            </w:tcBorders>
            <w:shd w:val="clear" w:color="auto" w:fill="auto"/>
            <w:noWrap/>
            <w:vAlign w:val="center"/>
          </w:tcPr>
          <w:p w14:paraId="13AF54A3" w14:textId="77777777" w:rsidR="00AA7B50" w:rsidRPr="00BE4E51" w:rsidRDefault="00AA7B50" w:rsidP="00AC2AF5">
            <w:pPr>
              <w:pStyle w:val="TAC"/>
            </w:pPr>
            <w:r w:rsidRPr="00BE4E51">
              <w:t>UL FR1</w:t>
            </w:r>
          </w:p>
        </w:tc>
        <w:tc>
          <w:tcPr>
            <w:tcW w:w="1118" w:type="dxa"/>
            <w:tcBorders>
              <w:top w:val="single" w:sz="4" w:space="0" w:color="auto"/>
              <w:left w:val="single" w:sz="4" w:space="0" w:color="auto"/>
              <w:right w:val="single" w:sz="4" w:space="0" w:color="auto"/>
            </w:tcBorders>
            <w:shd w:val="clear" w:color="auto" w:fill="auto"/>
            <w:noWrap/>
            <w:vAlign w:val="center"/>
          </w:tcPr>
          <w:p w14:paraId="484EAC1C" w14:textId="77777777" w:rsidR="00AA7B50" w:rsidRPr="00BE4E51" w:rsidRDefault="00AA7B50" w:rsidP="00AC2AF5">
            <w:pPr>
              <w:pStyle w:val="TAC"/>
            </w:pPr>
            <w:r w:rsidRPr="00BE4E51">
              <w:t>1</w:t>
            </w:r>
          </w:p>
        </w:tc>
        <w:tc>
          <w:tcPr>
            <w:tcW w:w="1057" w:type="dxa"/>
            <w:tcBorders>
              <w:top w:val="single" w:sz="4" w:space="0" w:color="auto"/>
              <w:left w:val="nil"/>
              <w:right w:val="single" w:sz="4" w:space="0" w:color="auto"/>
            </w:tcBorders>
            <w:vAlign w:val="center"/>
          </w:tcPr>
          <w:p w14:paraId="0D2D7F2C" w14:textId="77777777" w:rsidR="00AA7B50" w:rsidRPr="00BE4E51" w:rsidRDefault="00AA7B50" w:rsidP="00AC2AF5">
            <w:pPr>
              <w:pStyle w:val="TAC"/>
            </w:pPr>
            <w:r w:rsidRPr="00BE4E51">
              <w:t>1</w:t>
            </w:r>
          </w:p>
        </w:tc>
        <w:tc>
          <w:tcPr>
            <w:tcW w:w="1205" w:type="dxa"/>
            <w:tcBorders>
              <w:top w:val="nil"/>
              <w:left w:val="single" w:sz="4" w:space="0" w:color="auto"/>
              <w:bottom w:val="single" w:sz="4" w:space="0" w:color="auto"/>
              <w:right w:val="single" w:sz="4" w:space="0" w:color="auto"/>
            </w:tcBorders>
            <w:shd w:val="clear" w:color="auto" w:fill="auto"/>
            <w:noWrap/>
            <w:vAlign w:val="center"/>
          </w:tcPr>
          <w:p w14:paraId="25747C06" w14:textId="77777777" w:rsidR="00AA7B50" w:rsidRPr="00BE4E51" w:rsidRDefault="00AA7B50" w:rsidP="00AC2AF5">
            <w:pPr>
              <w:pStyle w:val="TAC"/>
            </w:pPr>
            <w:r w:rsidRPr="00BE4E51">
              <w:t>A</w:t>
            </w:r>
          </w:p>
        </w:tc>
        <w:tc>
          <w:tcPr>
            <w:tcW w:w="1276" w:type="dxa"/>
            <w:tcBorders>
              <w:top w:val="nil"/>
              <w:left w:val="nil"/>
              <w:bottom w:val="single" w:sz="4" w:space="0" w:color="auto"/>
              <w:right w:val="nil"/>
            </w:tcBorders>
            <w:shd w:val="clear" w:color="auto" w:fill="auto"/>
            <w:noWrap/>
            <w:vAlign w:val="center"/>
          </w:tcPr>
          <w:p w14:paraId="00C6BF23" w14:textId="77777777" w:rsidR="00AA7B50" w:rsidRPr="00BE4E51" w:rsidRDefault="00AA7B50" w:rsidP="00AC2AF5">
            <w:pPr>
              <w:pStyle w:val="TAC"/>
            </w:pPr>
            <w:r w:rsidRPr="00BE4E51">
              <w:t>FDD, 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639F43BB" w14:textId="77777777" w:rsidR="00AA7B50" w:rsidRPr="00BE4E51" w:rsidRDefault="00AA7B50" w:rsidP="00AC2AF5">
            <w:pPr>
              <w:pStyle w:val="TAC"/>
            </w:pPr>
            <w:r w:rsidRPr="00BE4E51">
              <w:t>Rel-15</w:t>
            </w:r>
          </w:p>
        </w:tc>
        <w:tc>
          <w:tcPr>
            <w:tcW w:w="1366" w:type="dxa"/>
            <w:tcBorders>
              <w:top w:val="nil"/>
              <w:left w:val="single" w:sz="4" w:space="0" w:color="auto"/>
              <w:bottom w:val="single" w:sz="4" w:space="0" w:color="auto"/>
              <w:right w:val="single" w:sz="4" w:space="0" w:color="auto"/>
            </w:tcBorders>
          </w:tcPr>
          <w:p w14:paraId="6FF6489B" w14:textId="77777777" w:rsidR="00AA7B50" w:rsidRPr="00BE4E51" w:rsidRDefault="00AA7B50" w:rsidP="00AC2AF5">
            <w:pPr>
              <w:pStyle w:val="TAC"/>
            </w:pPr>
          </w:p>
        </w:tc>
      </w:tr>
      <w:tr w:rsidR="00AA7B50" w:rsidRPr="00BE4E51" w14:paraId="13E63CC9" w14:textId="77777777" w:rsidTr="00AC2AF5">
        <w:trPr>
          <w:trHeight w:val="288"/>
        </w:trPr>
        <w:tc>
          <w:tcPr>
            <w:tcW w:w="1985" w:type="dxa"/>
            <w:vMerge/>
            <w:tcBorders>
              <w:left w:val="single" w:sz="4" w:space="0" w:color="auto"/>
              <w:bottom w:val="single" w:sz="4" w:space="0" w:color="auto"/>
              <w:right w:val="single" w:sz="4" w:space="0" w:color="auto"/>
            </w:tcBorders>
            <w:vAlign w:val="center"/>
            <w:hideMark/>
          </w:tcPr>
          <w:p w14:paraId="477DFA9A" w14:textId="77777777" w:rsidR="00AA7B50" w:rsidRPr="00BE4E51" w:rsidRDefault="00AA7B50" w:rsidP="00AC2AF5">
            <w:pPr>
              <w:pStyle w:val="TAC"/>
            </w:pPr>
          </w:p>
        </w:tc>
        <w:tc>
          <w:tcPr>
            <w:tcW w:w="872" w:type="dxa"/>
            <w:tcBorders>
              <w:top w:val="single" w:sz="4" w:space="0" w:color="auto"/>
              <w:left w:val="single" w:sz="4" w:space="0" w:color="auto"/>
              <w:bottom w:val="single" w:sz="4" w:space="0" w:color="auto"/>
              <w:right w:val="single" w:sz="4" w:space="0" w:color="auto"/>
            </w:tcBorders>
            <w:vAlign w:val="center"/>
            <w:hideMark/>
          </w:tcPr>
          <w:p w14:paraId="4703B6DE" w14:textId="77777777" w:rsidR="00AA7B50" w:rsidRPr="00BE4E51" w:rsidRDefault="00AA7B50" w:rsidP="00AC2AF5">
            <w:pPr>
              <w:pStyle w:val="TAC"/>
            </w:pPr>
            <w:r w:rsidRPr="00BE4E51">
              <w:t>UL FR2</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B4314" w14:textId="77777777" w:rsidR="00AA7B50" w:rsidRPr="00BE4E51" w:rsidRDefault="00AA7B50" w:rsidP="00AC2AF5">
            <w:pPr>
              <w:pStyle w:val="TAC"/>
            </w:pPr>
            <w:r w:rsidRPr="00BE4E51">
              <w:t>1</w:t>
            </w:r>
          </w:p>
        </w:tc>
        <w:tc>
          <w:tcPr>
            <w:tcW w:w="1057" w:type="dxa"/>
            <w:tcBorders>
              <w:top w:val="single" w:sz="4" w:space="0" w:color="auto"/>
              <w:left w:val="nil"/>
              <w:bottom w:val="single" w:sz="4" w:space="0" w:color="auto"/>
              <w:right w:val="single" w:sz="4" w:space="0" w:color="auto"/>
            </w:tcBorders>
            <w:vAlign w:val="center"/>
          </w:tcPr>
          <w:p w14:paraId="1D994DB4" w14:textId="77777777" w:rsidR="00AA7B50" w:rsidRPr="00BE4E51" w:rsidRDefault="00AA7B50" w:rsidP="00AC2AF5">
            <w:pPr>
              <w:pStyle w:val="TAC"/>
            </w:pPr>
            <w:r w:rsidRPr="00BE4E51">
              <w:t>1</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6BA8D" w14:textId="77777777" w:rsidR="00AA7B50" w:rsidRPr="00BE4E51" w:rsidRDefault="00AA7B50" w:rsidP="00AC2AF5">
            <w:pPr>
              <w:pStyle w:val="TAC"/>
            </w:pPr>
            <w:r w:rsidRPr="00BE4E51">
              <w:t>A</w:t>
            </w:r>
          </w:p>
        </w:tc>
        <w:tc>
          <w:tcPr>
            <w:tcW w:w="1276" w:type="dxa"/>
            <w:tcBorders>
              <w:top w:val="single" w:sz="4" w:space="0" w:color="auto"/>
              <w:left w:val="nil"/>
              <w:bottom w:val="single" w:sz="4" w:space="0" w:color="auto"/>
              <w:right w:val="nil"/>
            </w:tcBorders>
            <w:shd w:val="clear" w:color="auto" w:fill="auto"/>
            <w:noWrap/>
            <w:vAlign w:val="center"/>
          </w:tcPr>
          <w:p w14:paraId="3D6F63A0" w14:textId="77777777" w:rsidR="00AA7B50" w:rsidRPr="00BE4E51" w:rsidRDefault="00AA7B50" w:rsidP="00AC2AF5">
            <w:pPr>
              <w:pStyle w:val="TAC"/>
            </w:pPr>
            <w:r w:rsidRPr="00BE4E51">
              <w:t>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DD800" w14:textId="77777777" w:rsidR="00AA7B50" w:rsidRPr="00BE4E51" w:rsidRDefault="00AA7B50" w:rsidP="00AC2AF5">
            <w:pPr>
              <w:pStyle w:val="TAC"/>
            </w:pPr>
            <w:r w:rsidRPr="00BE4E51">
              <w:t>Rel-15</w:t>
            </w:r>
          </w:p>
        </w:tc>
        <w:tc>
          <w:tcPr>
            <w:tcW w:w="1366" w:type="dxa"/>
            <w:tcBorders>
              <w:top w:val="single" w:sz="4" w:space="0" w:color="auto"/>
              <w:left w:val="single" w:sz="4" w:space="0" w:color="auto"/>
              <w:bottom w:val="single" w:sz="4" w:space="0" w:color="auto"/>
              <w:right w:val="single" w:sz="4" w:space="0" w:color="auto"/>
            </w:tcBorders>
          </w:tcPr>
          <w:p w14:paraId="466460E6" w14:textId="77777777" w:rsidR="00AA7B50" w:rsidRPr="00BE4E51" w:rsidRDefault="00AA7B50" w:rsidP="00AC2AF5">
            <w:pPr>
              <w:pStyle w:val="TAC"/>
            </w:pPr>
          </w:p>
        </w:tc>
      </w:tr>
    </w:tbl>
    <w:p w14:paraId="02B6ADB6" w14:textId="77777777" w:rsidR="00AA7B50" w:rsidRPr="00BE4E51" w:rsidRDefault="00AA7B50" w:rsidP="00AA7B50"/>
    <w:p w14:paraId="3532C58E" w14:textId="77777777" w:rsidR="00AA7B50" w:rsidRPr="00BE4E51" w:rsidRDefault="00AA7B50" w:rsidP="00AA7B50">
      <w:pPr>
        <w:pStyle w:val="Heading2"/>
      </w:pPr>
      <w:bookmarkStart w:id="363" w:name="_Toc13051517"/>
      <w:bookmarkStart w:id="364" w:name="_Toc29468693"/>
      <w:bookmarkStart w:id="365" w:name="_Toc29468810"/>
      <w:bookmarkStart w:id="366" w:name="_Toc37141042"/>
      <w:bookmarkStart w:id="367" w:name="_Toc37268848"/>
      <w:bookmarkStart w:id="368" w:name="_Toc37268936"/>
      <w:bookmarkStart w:id="369" w:name="_Toc45907549"/>
      <w:bookmarkStart w:id="370" w:name="_Toc60857470"/>
      <w:bookmarkStart w:id="371" w:name="_Toc61184434"/>
      <w:bookmarkStart w:id="372" w:name="_Toc66387952"/>
      <w:bookmarkStart w:id="373" w:name="_Toc68701242"/>
      <w:bookmarkStart w:id="374" w:name="_Toc68701311"/>
      <w:bookmarkStart w:id="375" w:name="_Toc68701351"/>
      <w:bookmarkStart w:id="376" w:name="_Toc68701421"/>
      <w:bookmarkStart w:id="377" w:name="_Toc82185667"/>
      <w:bookmarkStart w:id="378" w:name="_Toc98751350"/>
      <w:r w:rsidRPr="00BE4E51">
        <w:lastRenderedPageBreak/>
        <w:t>7.2</w:t>
      </w:r>
      <w:r w:rsidRPr="00BE4E51">
        <w:tab/>
        <w:t>Additional Inter-band NR-DC configurations between frequency range 1 and frequency range 2</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7D1B964" w14:textId="77777777" w:rsidR="00AA7B50" w:rsidRPr="00BE4E51" w:rsidRDefault="00AA7B50" w:rsidP="00AA7B50">
      <w:r w:rsidRPr="00BE4E51">
        <w:t>Requirements for a Rel-15 UE for additional Inter-band NR-DC configurations between FR1 and FR2 compared to TS 38.101-3 of Rel-15 [4] are introduced via this clause.</w:t>
      </w:r>
    </w:p>
    <w:p w14:paraId="43C23C3F" w14:textId="77777777" w:rsidR="00B4440A" w:rsidRPr="00BE4E51" w:rsidRDefault="00B4440A" w:rsidP="00B4440A">
      <w:pPr>
        <w:pStyle w:val="TH"/>
      </w:pPr>
      <w:r w:rsidRPr="00BE4E51">
        <w:t>Table 7.2-1: Inter-band NR-DC between FR1 and FR2</w:t>
      </w:r>
    </w:p>
    <w:tbl>
      <w:tblPr>
        <w:tblW w:w="9882" w:type="dxa"/>
        <w:tblInd w:w="108" w:type="dxa"/>
        <w:tblLook w:val="04A0" w:firstRow="1" w:lastRow="0" w:firstColumn="1" w:lastColumn="0" w:noHBand="0" w:noVBand="1"/>
      </w:tblPr>
      <w:tblGrid>
        <w:gridCol w:w="1985"/>
        <w:gridCol w:w="872"/>
        <w:gridCol w:w="1112"/>
        <w:gridCol w:w="1057"/>
        <w:gridCol w:w="1418"/>
        <w:gridCol w:w="877"/>
        <w:gridCol w:w="1286"/>
        <w:gridCol w:w="1366"/>
      </w:tblGrid>
      <w:tr w:rsidR="00B4440A" w:rsidRPr="00BE4E51" w14:paraId="52BDB8AB" w14:textId="77777777" w:rsidTr="00AC2AF5">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E0DBD" w14:textId="77777777" w:rsidR="00B4440A" w:rsidRPr="00BE4E51" w:rsidRDefault="00B4440A" w:rsidP="00AC2AF5">
            <w:pPr>
              <w:pStyle w:val="TAH"/>
            </w:pPr>
            <w:r w:rsidRPr="00BE4E51">
              <w:t>Feature</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DB1BEC4" w14:textId="77777777" w:rsidR="00B4440A" w:rsidRPr="00BE4E51" w:rsidRDefault="00B4440A" w:rsidP="00AC2AF5">
            <w:pPr>
              <w:pStyle w:val="TAH"/>
            </w:pPr>
            <w:r w:rsidRPr="00BE4E51">
              <w:t>DL/UL</w:t>
            </w:r>
          </w:p>
        </w:tc>
        <w:tc>
          <w:tcPr>
            <w:tcW w:w="1112" w:type="dxa"/>
            <w:tcBorders>
              <w:top w:val="single" w:sz="4" w:space="0" w:color="auto"/>
              <w:left w:val="nil"/>
              <w:bottom w:val="single" w:sz="4" w:space="0" w:color="auto"/>
              <w:right w:val="single" w:sz="4" w:space="0" w:color="auto"/>
            </w:tcBorders>
            <w:shd w:val="clear" w:color="auto" w:fill="auto"/>
            <w:noWrap/>
            <w:vAlign w:val="center"/>
            <w:hideMark/>
          </w:tcPr>
          <w:p w14:paraId="46F01409" w14:textId="77777777" w:rsidR="00B4440A" w:rsidRPr="00BE4E51" w:rsidRDefault="00B4440A" w:rsidP="00AC2AF5">
            <w:pPr>
              <w:pStyle w:val="TAH"/>
            </w:pPr>
            <w:r w:rsidRPr="00BE4E51">
              <w:t>number of bands</w:t>
            </w:r>
          </w:p>
        </w:tc>
        <w:tc>
          <w:tcPr>
            <w:tcW w:w="1134" w:type="dxa"/>
            <w:tcBorders>
              <w:top w:val="single" w:sz="4" w:space="0" w:color="auto"/>
              <w:left w:val="nil"/>
              <w:bottom w:val="single" w:sz="4" w:space="0" w:color="auto"/>
              <w:right w:val="single" w:sz="4" w:space="0" w:color="auto"/>
            </w:tcBorders>
            <w:vAlign w:val="center"/>
          </w:tcPr>
          <w:p w14:paraId="033D64E8" w14:textId="77777777" w:rsidR="00B4440A" w:rsidRPr="00BE4E51" w:rsidRDefault="00B4440A" w:rsidP="00AC2AF5">
            <w:pPr>
              <w:pStyle w:val="TAH"/>
            </w:pPr>
            <w:r w:rsidRPr="00BE4E51">
              <w:t>maximum number of CCs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4BE45" w14:textId="77777777" w:rsidR="00B4440A" w:rsidRPr="00BE4E51" w:rsidRDefault="00B4440A" w:rsidP="00AC2AF5">
            <w:pPr>
              <w:pStyle w:val="TAH"/>
            </w:pPr>
            <w:r w:rsidRPr="00BE4E51">
              <w:t xml:space="preserve">CA BW Classes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F143A6D" w14:textId="77777777" w:rsidR="00B4440A" w:rsidRPr="00BE4E51" w:rsidRDefault="00B4440A" w:rsidP="00AC2AF5">
            <w:pPr>
              <w:pStyle w:val="TAH"/>
            </w:pPr>
            <w:r w:rsidRPr="00BE4E51">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461264E1" w14:textId="77777777" w:rsidR="00B4440A" w:rsidRPr="00BE4E51" w:rsidRDefault="00B4440A" w:rsidP="00AC2AF5">
            <w:pPr>
              <w:pStyle w:val="TAH"/>
            </w:pPr>
            <w:r w:rsidRPr="00BE4E51">
              <w:t>Release</w:t>
            </w:r>
          </w:p>
          <w:p w14:paraId="4AB4DA30" w14:textId="77777777" w:rsidR="00B4440A" w:rsidRPr="00BE4E51" w:rsidRDefault="00B4440A" w:rsidP="00AC2AF5">
            <w:pPr>
              <w:pStyle w:val="TAH"/>
            </w:pPr>
            <w:r w:rsidRPr="00BE4E51">
              <w:t>independent from</w:t>
            </w:r>
          </w:p>
        </w:tc>
        <w:tc>
          <w:tcPr>
            <w:tcW w:w="1366" w:type="dxa"/>
            <w:tcBorders>
              <w:top w:val="single" w:sz="4" w:space="0" w:color="auto"/>
              <w:left w:val="nil"/>
              <w:bottom w:val="single" w:sz="4" w:space="0" w:color="auto"/>
              <w:right w:val="single" w:sz="4" w:space="0" w:color="auto"/>
            </w:tcBorders>
          </w:tcPr>
          <w:p w14:paraId="17234419" w14:textId="77777777" w:rsidR="00B4440A" w:rsidRPr="00BE4E51" w:rsidRDefault="00B4440A" w:rsidP="00AC2AF5">
            <w:pPr>
              <w:pStyle w:val="TAH"/>
            </w:pPr>
            <w:r w:rsidRPr="00BE4E51">
              <w:t>requirements to be fulfilled</w:t>
            </w:r>
          </w:p>
          <w:p w14:paraId="3EF832B2" w14:textId="77777777" w:rsidR="00B4440A" w:rsidRPr="00BE4E51" w:rsidRDefault="00B4440A" w:rsidP="00AC2AF5">
            <w:pPr>
              <w:pStyle w:val="TAH"/>
            </w:pPr>
            <w:r w:rsidRPr="00BE4E51">
              <w:t>(see 38.307 of the REL in which the CA configuration was introduced)</w:t>
            </w:r>
          </w:p>
        </w:tc>
      </w:tr>
      <w:tr w:rsidR="00B4440A" w:rsidRPr="00BE4E51" w14:paraId="648276B9" w14:textId="77777777" w:rsidTr="00AC2AF5">
        <w:trPr>
          <w:trHeight w:val="449"/>
        </w:trPr>
        <w:tc>
          <w:tcPr>
            <w:tcW w:w="1985" w:type="dxa"/>
            <w:vMerge w:val="restart"/>
            <w:tcBorders>
              <w:top w:val="single" w:sz="4" w:space="0" w:color="auto"/>
              <w:left w:val="single" w:sz="4" w:space="0" w:color="auto"/>
              <w:right w:val="single" w:sz="4" w:space="0" w:color="auto"/>
            </w:tcBorders>
            <w:shd w:val="clear" w:color="auto" w:fill="auto"/>
            <w:noWrap/>
            <w:vAlign w:val="center"/>
            <w:hideMark/>
          </w:tcPr>
          <w:p w14:paraId="53626870" w14:textId="77777777" w:rsidR="00B4440A" w:rsidRPr="00BE4E51" w:rsidRDefault="00B4440A" w:rsidP="00AC2AF5">
            <w:pPr>
              <w:pStyle w:val="TAC"/>
            </w:pPr>
            <w:r w:rsidRPr="00BE4E51">
              <w:t>Inter-band DC configurations for NR interworking between FR1 and FR2</w:t>
            </w:r>
          </w:p>
        </w:tc>
        <w:tc>
          <w:tcPr>
            <w:tcW w:w="872" w:type="dxa"/>
            <w:tcBorders>
              <w:top w:val="single" w:sz="4" w:space="0" w:color="auto"/>
              <w:left w:val="single" w:sz="4" w:space="0" w:color="auto"/>
              <w:right w:val="single" w:sz="4" w:space="0" w:color="auto"/>
            </w:tcBorders>
            <w:shd w:val="clear" w:color="auto" w:fill="auto"/>
            <w:noWrap/>
            <w:vAlign w:val="center"/>
            <w:hideMark/>
          </w:tcPr>
          <w:p w14:paraId="014D753F" w14:textId="77777777" w:rsidR="00B4440A" w:rsidRPr="00BE4E51" w:rsidRDefault="00B4440A" w:rsidP="00AC2AF5">
            <w:pPr>
              <w:pStyle w:val="TAC"/>
            </w:pPr>
            <w:r w:rsidRPr="00BE4E51">
              <w:t>DL FR1</w:t>
            </w:r>
          </w:p>
        </w:tc>
        <w:tc>
          <w:tcPr>
            <w:tcW w:w="1112" w:type="dxa"/>
            <w:tcBorders>
              <w:top w:val="single" w:sz="4" w:space="0" w:color="auto"/>
              <w:left w:val="single" w:sz="4" w:space="0" w:color="auto"/>
              <w:right w:val="single" w:sz="4" w:space="0" w:color="auto"/>
            </w:tcBorders>
            <w:shd w:val="clear" w:color="auto" w:fill="auto"/>
            <w:noWrap/>
            <w:vAlign w:val="center"/>
            <w:hideMark/>
          </w:tcPr>
          <w:p w14:paraId="13979C39" w14:textId="77777777" w:rsidR="00B4440A" w:rsidRPr="00BE4E51" w:rsidRDefault="00B4440A" w:rsidP="00AC2AF5">
            <w:pPr>
              <w:pStyle w:val="TAC"/>
            </w:pPr>
            <w:r w:rsidRPr="00BE4E51">
              <w:t>1</w:t>
            </w:r>
          </w:p>
        </w:tc>
        <w:tc>
          <w:tcPr>
            <w:tcW w:w="1134" w:type="dxa"/>
            <w:tcBorders>
              <w:top w:val="single" w:sz="4" w:space="0" w:color="auto"/>
              <w:left w:val="nil"/>
              <w:right w:val="single" w:sz="4" w:space="0" w:color="auto"/>
            </w:tcBorders>
            <w:vAlign w:val="center"/>
          </w:tcPr>
          <w:p w14:paraId="3A51023D" w14:textId="77777777" w:rsidR="00B4440A" w:rsidRPr="00BE4E51" w:rsidRDefault="00B4440A" w:rsidP="00AC2AF5">
            <w:pPr>
              <w:pStyle w:val="TAC"/>
            </w:pPr>
            <w:r w:rsidRPr="00BE4E51">
              <w:t>2</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0CFA0BC" w14:textId="77777777" w:rsidR="00B4440A" w:rsidRPr="00BE4E51" w:rsidRDefault="00B4440A" w:rsidP="00AC2AF5">
            <w:pPr>
              <w:pStyle w:val="TAC"/>
            </w:pPr>
            <w:r w:rsidRPr="00BE4E51">
              <w:t>A, C</w:t>
            </w:r>
          </w:p>
        </w:tc>
        <w:tc>
          <w:tcPr>
            <w:tcW w:w="709" w:type="dxa"/>
            <w:tcBorders>
              <w:top w:val="nil"/>
              <w:left w:val="nil"/>
              <w:bottom w:val="single" w:sz="4" w:space="0" w:color="auto"/>
              <w:right w:val="nil"/>
            </w:tcBorders>
            <w:shd w:val="clear" w:color="auto" w:fill="auto"/>
            <w:noWrap/>
            <w:vAlign w:val="center"/>
            <w:hideMark/>
          </w:tcPr>
          <w:p w14:paraId="485621DD" w14:textId="77777777" w:rsidR="00B4440A" w:rsidRPr="00BE4E51" w:rsidRDefault="00B4440A" w:rsidP="00AC2AF5">
            <w:pPr>
              <w:pStyle w:val="TAC"/>
            </w:pPr>
            <w:r w:rsidRPr="00BE4E51">
              <w:t>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2B5E05C3" w14:textId="77777777" w:rsidR="00B4440A" w:rsidRPr="00BE4E51" w:rsidRDefault="00B4440A" w:rsidP="00AC2AF5">
            <w:pPr>
              <w:pStyle w:val="TAC"/>
            </w:pPr>
            <w:r w:rsidRPr="00BE4E51">
              <w:t>Rel-15</w:t>
            </w:r>
          </w:p>
        </w:tc>
        <w:tc>
          <w:tcPr>
            <w:tcW w:w="1366" w:type="dxa"/>
            <w:tcBorders>
              <w:top w:val="nil"/>
              <w:left w:val="single" w:sz="4" w:space="0" w:color="auto"/>
              <w:bottom w:val="single" w:sz="4" w:space="0" w:color="auto"/>
              <w:right w:val="single" w:sz="4" w:space="0" w:color="auto"/>
            </w:tcBorders>
          </w:tcPr>
          <w:p w14:paraId="510FC196" w14:textId="77777777" w:rsidR="00B4440A" w:rsidRPr="00BE4E51" w:rsidRDefault="00B4440A" w:rsidP="00AC2AF5">
            <w:pPr>
              <w:pStyle w:val="TAC"/>
            </w:pPr>
          </w:p>
        </w:tc>
      </w:tr>
      <w:tr w:rsidR="00B4440A" w:rsidRPr="00BE4E51" w14:paraId="11676591" w14:textId="77777777" w:rsidTr="00AC2AF5">
        <w:trPr>
          <w:trHeight w:val="449"/>
        </w:trPr>
        <w:tc>
          <w:tcPr>
            <w:tcW w:w="1985" w:type="dxa"/>
            <w:vMerge/>
            <w:tcBorders>
              <w:top w:val="single" w:sz="4" w:space="0" w:color="auto"/>
              <w:left w:val="single" w:sz="4" w:space="0" w:color="auto"/>
              <w:right w:val="single" w:sz="4" w:space="0" w:color="auto"/>
            </w:tcBorders>
            <w:shd w:val="clear" w:color="auto" w:fill="auto"/>
            <w:noWrap/>
            <w:vAlign w:val="center"/>
          </w:tcPr>
          <w:p w14:paraId="7C11923C" w14:textId="77777777" w:rsidR="00B4440A" w:rsidRPr="00BE4E51" w:rsidRDefault="00B4440A" w:rsidP="00AC2AF5">
            <w:pPr>
              <w:pStyle w:val="TAC"/>
            </w:pPr>
          </w:p>
        </w:tc>
        <w:tc>
          <w:tcPr>
            <w:tcW w:w="872" w:type="dxa"/>
            <w:tcBorders>
              <w:top w:val="single" w:sz="4" w:space="0" w:color="auto"/>
              <w:left w:val="single" w:sz="4" w:space="0" w:color="auto"/>
              <w:right w:val="single" w:sz="4" w:space="0" w:color="auto"/>
            </w:tcBorders>
            <w:shd w:val="clear" w:color="auto" w:fill="auto"/>
            <w:noWrap/>
            <w:vAlign w:val="center"/>
          </w:tcPr>
          <w:p w14:paraId="492411BD" w14:textId="77777777" w:rsidR="00B4440A" w:rsidRPr="00BE4E51" w:rsidRDefault="00B4440A" w:rsidP="00AC2AF5">
            <w:pPr>
              <w:pStyle w:val="TAC"/>
            </w:pPr>
            <w:r w:rsidRPr="00BE4E51">
              <w:t>DL FR2</w:t>
            </w:r>
          </w:p>
        </w:tc>
        <w:tc>
          <w:tcPr>
            <w:tcW w:w="1112" w:type="dxa"/>
            <w:tcBorders>
              <w:top w:val="single" w:sz="4" w:space="0" w:color="auto"/>
              <w:left w:val="single" w:sz="4" w:space="0" w:color="auto"/>
              <w:right w:val="single" w:sz="4" w:space="0" w:color="auto"/>
            </w:tcBorders>
            <w:shd w:val="clear" w:color="auto" w:fill="auto"/>
            <w:noWrap/>
            <w:vAlign w:val="center"/>
          </w:tcPr>
          <w:p w14:paraId="07C968F0" w14:textId="77777777" w:rsidR="00B4440A" w:rsidRPr="00BE4E51" w:rsidRDefault="00B4440A" w:rsidP="00AC2AF5">
            <w:pPr>
              <w:pStyle w:val="TAC"/>
            </w:pPr>
            <w:r w:rsidRPr="00BE4E51">
              <w:t>1</w:t>
            </w:r>
          </w:p>
        </w:tc>
        <w:tc>
          <w:tcPr>
            <w:tcW w:w="1134" w:type="dxa"/>
            <w:tcBorders>
              <w:top w:val="single" w:sz="4" w:space="0" w:color="auto"/>
              <w:left w:val="nil"/>
              <w:right w:val="single" w:sz="4" w:space="0" w:color="auto"/>
            </w:tcBorders>
            <w:vAlign w:val="center"/>
          </w:tcPr>
          <w:p w14:paraId="54CB7A88" w14:textId="77777777" w:rsidR="00B4440A" w:rsidRPr="00BE4E51" w:rsidRDefault="00B4440A" w:rsidP="00AC2AF5">
            <w:pPr>
              <w:pStyle w:val="TAC"/>
            </w:pPr>
            <w:r w:rsidRPr="00BE4E51">
              <w:t>8</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1D2887DA" w14:textId="77777777" w:rsidR="00B4440A" w:rsidRPr="00BE4E51" w:rsidRDefault="00B4440A" w:rsidP="00AC2AF5">
            <w:pPr>
              <w:pStyle w:val="TAC"/>
            </w:pPr>
            <w:r w:rsidRPr="00BE4E51">
              <w:t>A, D, E, F, G, H, I, J, K, L, M</w:t>
            </w:r>
          </w:p>
        </w:tc>
        <w:tc>
          <w:tcPr>
            <w:tcW w:w="709" w:type="dxa"/>
            <w:tcBorders>
              <w:top w:val="nil"/>
              <w:left w:val="nil"/>
              <w:bottom w:val="single" w:sz="4" w:space="0" w:color="auto"/>
              <w:right w:val="nil"/>
            </w:tcBorders>
            <w:shd w:val="clear" w:color="auto" w:fill="auto"/>
            <w:noWrap/>
            <w:vAlign w:val="center"/>
          </w:tcPr>
          <w:p w14:paraId="36F084DF" w14:textId="77777777" w:rsidR="00B4440A" w:rsidRPr="00BE4E51" w:rsidRDefault="00B4440A" w:rsidP="00AC2AF5">
            <w:pPr>
              <w:pStyle w:val="TAC"/>
            </w:pPr>
            <w:r w:rsidRPr="00BE4E51">
              <w:t>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44262E36" w14:textId="77777777" w:rsidR="00B4440A" w:rsidRPr="00BE4E51" w:rsidRDefault="00B4440A" w:rsidP="00AC2AF5">
            <w:pPr>
              <w:pStyle w:val="TAC"/>
            </w:pPr>
            <w:r w:rsidRPr="00BE4E51">
              <w:t>Rel-15</w:t>
            </w:r>
          </w:p>
        </w:tc>
        <w:tc>
          <w:tcPr>
            <w:tcW w:w="1366" w:type="dxa"/>
            <w:tcBorders>
              <w:top w:val="nil"/>
              <w:left w:val="single" w:sz="4" w:space="0" w:color="auto"/>
              <w:bottom w:val="single" w:sz="4" w:space="0" w:color="auto"/>
              <w:right w:val="single" w:sz="4" w:space="0" w:color="auto"/>
            </w:tcBorders>
          </w:tcPr>
          <w:p w14:paraId="07C7A73C" w14:textId="77777777" w:rsidR="00B4440A" w:rsidRPr="00BE4E51" w:rsidRDefault="00B4440A" w:rsidP="00AC2AF5">
            <w:pPr>
              <w:pStyle w:val="TAC"/>
            </w:pPr>
          </w:p>
        </w:tc>
      </w:tr>
      <w:tr w:rsidR="00B4440A" w:rsidRPr="00BE4E51" w14:paraId="1A9F67B3" w14:textId="77777777" w:rsidTr="00AC2AF5">
        <w:trPr>
          <w:trHeight w:val="449"/>
        </w:trPr>
        <w:tc>
          <w:tcPr>
            <w:tcW w:w="1985" w:type="dxa"/>
            <w:vMerge/>
            <w:tcBorders>
              <w:top w:val="single" w:sz="4" w:space="0" w:color="auto"/>
              <w:left w:val="single" w:sz="4" w:space="0" w:color="auto"/>
              <w:right w:val="single" w:sz="4" w:space="0" w:color="auto"/>
            </w:tcBorders>
            <w:shd w:val="clear" w:color="auto" w:fill="auto"/>
            <w:noWrap/>
            <w:vAlign w:val="center"/>
          </w:tcPr>
          <w:p w14:paraId="46B02B11" w14:textId="77777777" w:rsidR="00B4440A" w:rsidRPr="00BE4E51" w:rsidRDefault="00B4440A" w:rsidP="00AC2AF5">
            <w:pPr>
              <w:pStyle w:val="TAC"/>
            </w:pPr>
          </w:p>
        </w:tc>
        <w:tc>
          <w:tcPr>
            <w:tcW w:w="872" w:type="dxa"/>
            <w:tcBorders>
              <w:top w:val="single" w:sz="4" w:space="0" w:color="auto"/>
              <w:left w:val="single" w:sz="4" w:space="0" w:color="auto"/>
              <w:right w:val="single" w:sz="4" w:space="0" w:color="auto"/>
            </w:tcBorders>
            <w:shd w:val="clear" w:color="auto" w:fill="auto"/>
            <w:noWrap/>
            <w:vAlign w:val="center"/>
          </w:tcPr>
          <w:p w14:paraId="6F70F846" w14:textId="77777777" w:rsidR="00B4440A" w:rsidRPr="00BE4E51" w:rsidRDefault="00B4440A" w:rsidP="00AC2AF5">
            <w:pPr>
              <w:pStyle w:val="TAC"/>
            </w:pPr>
            <w:r w:rsidRPr="00BE4E51">
              <w:t>UL FR1</w:t>
            </w:r>
          </w:p>
        </w:tc>
        <w:tc>
          <w:tcPr>
            <w:tcW w:w="1112" w:type="dxa"/>
            <w:tcBorders>
              <w:top w:val="single" w:sz="4" w:space="0" w:color="auto"/>
              <w:left w:val="single" w:sz="4" w:space="0" w:color="auto"/>
              <w:right w:val="single" w:sz="4" w:space="0" w:color="auto"/>
            </w:tcBorders>
            <w:shd w:val="clear" w:color="auto" w:fill="auto"/>
            <w:noWrap/>
            <w:vAlign w:val="center"/>
          </w:tcPr>
          <w:p w14:paraId="5BF1921C" w14:textId="77777777" w:rsidR="00B4440A" w:rsidRPr="00BE4E51" w:rsidRDefault="00B4440A" w:rsidP="00AC2AF5">
            <w:pPr>
              <w:pStyle w:val="TAC"/>
            </w:pPr>
            <w:r w:rsidRPr="00BE4E51">
              <w:t>1</w:t>
            </w:r>
          </w:p>
        </w:tc>
        <w:tc>
          <w:tcPr>
            <w:tcW w:w="1134" w:type="dxa"/>
            <w:tcBorders>
              <w:top w:val="single" w:sz="4" w:space="0" w:color="auto"/>
              <w:left w:val="nil"/>
              <w:right w:val="single" w:sz="4" w:space="0" w:color="auto"/>
            </w:tcBorders>
            <w:vAlign w:val="center"/>
          </w:tcPr>
          <w:p w14:paraId="5D7F1F9A" w14:textId="77777777" w:rsidR="00B4440A" w:rsidRPr="00BE4E51" w:rsidRDefault="00B4440A" w:rsidP="00AC2AF5">
            <w:pPr>
              <w:pStyle w:val="TAC"/>
            </w:pPr>
            <w:r w:rsidRPr="00BE4E51">
              <w:t>1</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70EC3235" w14:textId="77777777" w:rsidR="00B4440A" w:rsidRPr="00BE4E51" w:rsidRDefault="00B4440A" w:rsidP="00AC2AF5">
            <w:pPr>
              <w:pStyle w:val="TAC"/>
            </w:pPr>
            <w:r w:rsidRPr="00BE4E51">
              <w:t>A</w:t>
            </w:r>
          </w:p>
        </w:tc>
        <w:tc>
          <w:tcPr>
            <w:tcW w:w="709" w:type="dxa"/>
            <w:tcBorders>
              <w:top w:val="nil"/>
              <w:left w:val="nil"/>
              <w:bottom w:val="single" w:sz="4" w:space="0" w:color="auto"/>
              <w:right w:val="nil"/>
            </w:tcBorders>
            <w:shd w:val="clear" w:color="auto" w:fill="auto"/>
            <w:noWrap/>
            <w:vAlign w:val="center"/>
          </w:tcPr>
          <w:p w14:paraId="304EFE3C" w14:textId="77777777" w:rsidR="00B4440A" w:rsidRPr="00BE4E51" w:rsidRDefault="00B4440A" w:rsidP="00AC2AF5">
            <w:pPr>
              <w:pStyle w:val="TAC"/>
            </w:pPr>
            <w:r w:rsidRPr="00BE4E51">
              <w:t>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617C1BB0" w14:textId="77777777" w:rsidR="00B4440A" w:rsidRPr="00BE4E51" w:rsidRDefault="00B4440A" w:rsidP="00AC2AF5">
            <w:pPr>
              <w:pStyle w:val="TAC"/>
            </w:pPr>
            <w:r w:rsidRPr="00BE4E51">
              <w:t>Rel-15</w:t>
            </w:r>
          </w:p>
        </w:tc>
        <w:tc>
          <w:tcPr>
            <w:tcW w:w="1366" w:type="dxa"/>
            <w:tcBorders>
              <w:top w:val="nil"/>
              <w:left w:val="single" w:sz="4" w:space="0" w:color="auto"/>
              <w:bottom w:val="single" w:sz="4" w:space="0" w:color="auto"/>
              <w:right w:val="single" w:sz="4" w:space="0" w:color="auto"/>
            </w:tcBorders>
          </w:tcPr>
          <w:p w14:paraId="713F0B3F" w14:textId="77777777" w:rsidR="00B4440A" w:rsidRPr="00BE4E51" w:rsidRDefault="00B4440A" w:rsidP="00AC2AF5">
            <w:pPr>
              <w:pStyle w:val="TAC"/>
            </w:pPr>
          </w:p>
        </w:tc>
      </w:tr>
      <w:tr w:rsidR="00B4440A" w:rsidRPr="00BE4E51" w14:paraId="381FA8C5" w14:textId="77777777" w:rsidTr="00AC2AF5">
        <w:trPr>
          <w:trHeight w:val="288"/>
        </w:trPr>
        <w:tc>
          <w:tcPr>
            <w:tcW w:w="1985" w:type="dxa"/>
            <w:vMerge/>
            <w:tcBorders>
              <w:left w:val="single" w:sz="4" w:space="0" w:color="auto"/>
              <w:bottom w:val="single" w:sz="4" w:space="0" w:color="auto"/>
              <w:right w:val="single" w:sz="4" w:space="0" w:color="auto"/>
            </w:tcBorders>
            <w:vAlign w:val="center"/>
            <w:hideMark/>
          </w:tcPr>
          <w:p w14:paraId="705A0296" w14:textId="77777777" w:rsidR="00B4440A" w:rsidRPr="00BE4E51" w:rsidRDefault="00B4440A" w:rsidP="00AC2AF5">
            <w:pPr>
              <w:pStyle w:val="TAC"/>
            </w:pPr>
          </w:p>
        </w:tc>
        <w:tc>
          <w:tcPr>
            <w:tcW w:w="872" w:type="dxa"/>
            <w:tcBorders>
              <w:top w:val="single" w:sz="4" w:space="0" w:color="auto"/>
              <w:left w:val="single" w:sz="4" w:space="0" w:color="auto"/>
              <w:bottom w:val="single" w:sz="4" w:space="0" w:color="auto"/>
              <w:right w:val="single" w:sz="4" w:space="0" w:color="auto"/>
            </w:tcBorders>
            <w:vAlign w:val="center"/>
            <w:hideMark/>
          </w:tcPr>
          <w:p w14:paraId="4822160C" w14:textId="77777777" w:rsidR="00B4440A" w:rsidRPr="00BE4E51" w:rsidRDefault="00B4440A" w:rsidP="00AC2AF5">
            <w:pPr>
              <w:pStyle w:val="TAC"/>
            </w:pPr>
            <w:r w:rsidRPr="00BE4E51">
              <w:t>UL FR2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4B761" w14:textId="77777777" w:rsidR="00B4440A" w:rsidRPr="00BE4E51" w:rsidRDefault="00B4440A" w:rsidP="00AC2AF5">
            <w:pPr>
              <w:pStyle w:val="TAC"/>
            </w:pPr>
            <w:r w:rsidRPr="00BE4E51">
              <w:t>1</w:t>
            </w:r>
          </w:p>
        </w:tc>
        <w:tc>
          <w:tcPr>
            <w:tcW w:w="1134" w:type="dxa"/>
            <w:tcBorders>
              <w:top w:val="single" w:sz="4" w:space="0" w:color="auto"/>
              <w:left w:val="nil"/>
              <w:bottom w:val="single" w:sz="4" w:space="0" w:color="auto"/>
              <w:right w:val="single" w:sz="4" w:space="0" w:color="auto"/>
            </w:tcBorders>
            <w:vAlign w:val="center"/>
          </w:tcPr>
          <w:p w14:paraId="55EBE917" w14:textId="77777777" w:rsidR="00B4440A" w:rsidRPr="00BE4E51" w:rsidRDefault="00B4440A" w:rsidP="00AC2AF5">
            <w:pPr>
              <w:pStyle w:val="TAC"/>
            </w:pPr>
            <w:r w:rsidRPr="00BE4E51">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A03ED" w14:textId="77777777" w:rsidR="00B4440A" w:rsidRPr="00BE4E51" w:rsidRDefault="00B4440A" w:rsidP="00AC2AF5">
            <w:pPr>
              <w:pStyle w:val="TAC"/>
            </w:pPr>
            <w:r w:rsidRPr="00BE4E51">
              <w:t>A</w:t>
            </w:r>
          </w:p>
        </w:tc>
        <w:tc>
          <w:tcPr>
            <w:tcW w:w="709" w:type="dxa"/>
            <w:tcBorders>
              <w:top w:val="single" w:sz="4" w:space="0" w:color="auto"/>
              <w:left w:val="nil"/>
              <w:bottom w:val="single" w:sz="4" w:space="0" w:color="auto"/>
              <w:right w:val="nil"/>
            </w:tcBorders>
            <w:shd w:val="clear" w:color="auto" w:fill="auto"/>
            <w:noWrap/>
            <w:vAlign w:val="center"/>
          </w:tcPr>
          <w:p w14:paraId="56557C81" w14:textId="77777777" w:rsidR="00B4440A" w:rsidRPr="00BE4E51" w:rsidRDefault="00B4440A" w:rsidP="00AC2AF5">
            <w:pPr>
              <w:pStyle w:val="TAC"/>
            </w:pPr>
            <w:r w:rsidRPr="00BE4E51">
              <w:t>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63FCD" w14:textId="77777777" w:rsidR="00B4440A" w:rsidRPr="00BE4E51" w:rsidRDefault="00B4440A" w:rsidP="00AC2AF5">
            <w:pPr>
              <w:pStyle w:val="TAC"/>
            </w:pPr>
            <w:r w:rsidRPr="00BE4E51">
              <w:t>Rel-15</w:t>
            </w:r>
          </w:p>
        </w:tc>
        <w:tc>
          <w:tcPr>
            <w:tcW w:w="1366" w:type="dxa"/>
            <w:tcBorders>
              <w:top w:val="single" w:sz="4" w:space="0" w:color="auto"/>
              <w:left w:val="single" w:sz="4" w:space="0" w:color="auto"/>
              <w:bottom w:val="single" w:sz="4" w:space="0" w:color="auto"/>
              <w:right w:val="single" w:sz="4" w:space="0" w:color="auto"/>
            </w:tcBorders>
          </w:tcPr>
          <w:p w14:paraId="271A5445" w14:textId="77777777" w:rsidR="00B4440A" w:rsidRPr="00BE4E51" w:rsidRDefault="00B4440A" w:rsidP="00AC2AF5">
            <w:pPr>
              <w:pStyle w:val="TAC"/>
            </w:pPr>
          </w:p>
        </w:tc>
      </w:tr>
    </w:tbl>
    <w:p w14:paraId="319A4EE8" w14:textId="77777777" w:rsidR="00AA7B50" w:rsidRPr="00BE4E51" w:rsidRDefault="00AA7B50" w:rsidP="00AA7B50"/>
    <w:p w14:paraId="07D1DCBF" w14:textId="77777777" w:rsidR="00AA7B50" w:rsidRPr="00BE4E51" w:rsidRDefault="00AA7B50" w:rsidP="00AA7B50">
      <w:pPr>
        <w:pStyle w:val="Heading1"/>
      </w:pPr>
      <w:bookmarkStart w:id="379" w:name="_Toc13051518"/>
      <w:bookmarkStart w:id="380" w:name="_Toc29468694"/>
      <w:bookmarkStart w:id="381" w:name="_Toc29468811"/>
      <w:bookmarkStart w:id="382" w:name="_Toc37141043"/>
      <w:bookmarkStart w:id="383" w:name="_Toc37268849"/>
      <w:bookmarkStart w:id="384" w:name="_Toc37268937"/>
      <w:bookmarkStart w:id="385" w:name="_Toc45907550"/>
      <w:bookmarkStart w:id="386" w:name="_Toc60857471"/>
      <w:bookmarkStart w:id="387" w:name="_Toc61184435"/>
      <w:bookmarkStart w:id="388" w:name="_Toc66387953"/>
      <w:bookmarkStart w:id="389" w:name="_Toc68701243"/>
      <w:bookmarkStart w:id="390" w:name="_Toc68701312"/>
      <w:bookmarkStart w:id="391" w:name="_Toc68701352"/>
      <w:bookmarkStart w:id="392" w:name="_Toc68701422"/>
      <w:bookmarkStart w:id="393" w:name="_Toc82185668"/>
      <w:bookmarkStart w:id="394" w:name="_Toc98751351"/>
      <w:r w:rsidRPr="00BE4E51">
        <w:t>8</w:t>
      </w:r>
      <w:r w:rsidRPr="00BE4E51">
        <w:tab/>
        <w:t>Release independent features for NR interworking between NR and E-UTRA</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190E4349" w14:textId="77777777" w:rsidR="00AA7B50" w:rsidRPr="00BE4E51" w:rsidRDefault="00AA7B50" w:rsidP="00AA7B50">
      <w:pPr>
        <w:pStyle w:val="Heading2"/>
      </w:pPr>
      <w:bookmarkStart w:id="395" w:name="_Toc13051519"/>
      <w:bookmarkStart w:id="396" w:name="_Toc29468695"/>
      <w:bookmarkStart w:id="397" w:name="_Toc29468812"/>
      <w:bookmarkStart w:id="398" w:name="_Toc37141044"/>
      <w:bookmarkStart w:id="399" w:name="_Toc37268850"/>
      <w:bookmarkStart w:id="400" w:name="_Toc37268938"/>
      <w:bookmarkStart w:id="401" w:name="_Toc45907551"/>
      <w:bookmarkStart w:id="402" w:name="_Toc60857472"/>
      <w:bookmarkStart w:id="403" w:name="_Toc61184436"/>
      <w:bookmarkStart w:id="404" w:name="_Toc66387954"/>
      <w:bookmarkStart w:id="405" w:name="_Toc68701244"/>
      <w:bookmarkStart w:id="406" w:name="_Toc68701313"/>
      <w:bookmarkStart w:id="407" w:name="_Toc68701353"/>
      <w:bookmarkStart w:id="408" w:name="_Toc68701423"/>
      <w:bookmarkStart w:id="409" w:name="_Toc82185669"/>
      <w:bookmarkStart w:id="410" w:name="_Toc98751352"/>
      <w:r w:rsidRPr="00BE4E51">
        <w:t>8.1</w:t>
      </w:r>
      <w:r w:rsidRPr="00BE4E51">
        <w:tab/>
        <w:t>Additional EN-DC configurations</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63D14D90" w14:textId="79E2264D" w:rsidR="00AA3A57" w:rsidRPr="00BE4E51" w:rsidRDefault="00AA3A57" w:rsidP="00990435">
      <w:pPr>
        <w:pStyle w:val="Heading3"/>
      </w:pPr>
      <w:bookmarkStart w:id="411" w:name="_Toc13051520"/>
      <w:bookmarkStart w:id="412" w:name="_Toc29468696"/>
      <w:bookmarkStart w:id="413" w:name="_Toc29468813"/>
      <w:bookmarkStart w:id="414" w:name="_Toc37141045"/>
      <w:bookmarkStart w:id="415" w:name="_Toc37268851"/>
      <w:bookmarkStart w:id="416" w:name="_Toc37268939"/>
      <w:bookmarkStart w:id="417" w:name="_Toc45907552"/>
      <w:bookmarkStart w:id="418" w:name="_Toc60857473"/>
      <w:bookmarkStart w:id="419" w:name="_Toc61184437"/>
      <w:bookmarkStart w:id="420" w:name="_Toc66387955"/>
      <w:bookmarkStart w:id="421" w:name="_Toc68701245"/>
      <w:bookmarkStart w:id="422" w:name="_Toc68701314"/>
      <w:bookmarkStart w:id="423" w:name="_Toc68701354"/>
      <w:bookmarkStart w:id="424" w:name="_Toc68701424"/>
      <w:bookmarkStart w:id="425" w:name="_Toc82185670"/>
      <w:bookmarkStart w:id="426" w:name="_Toc98751353"/>
      <w:r w:rsidRPr="00BE4E51">
        <w:t>8.1.1</w:t>
      </w:r>
      <w:r w:rsidRPr="00BE4E51">
        <w:tab/>
        <w:t>Intra</w:t>
      </w:r>
      <w:r>
        <w:t>-</w:t>
      </w:r>
      <w:r w:rsidRPr="00BE4E51">
        <w:t>band EN-DC</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6F99893E" w14:textId="387C41F2" w:rsidR="00AA3A57" w:rsidRPr="00BE4E51" w:rsidRDefault="00AA3A57" w:rsidP="00990435">
      <w:r w:rsidRPr="00BE4E51">
        <w:t>Requirements for a Rel-15 UE for additional EN-DC intra</w:t>
      </w:r>
      <w:r>
        <w:t>-</w:t>
      </w:r>
      <w:r w:rsidRPr="00BE4E51">
        <w:t>band configurations within FR1 compared to TS 38.101-3 of Rel-15 [4] are introduced via this clause.</w:t>
      </w:r>
    </w:p>
    <w:p w14:paraId="7032F9FE" w14:textId="11FAB117" w:rsidR="00AA3A57" w:rsidRPr="00BE4E51" w:rsidRDefault="00AA3A57" w:rsidP="00AA3A57">
      <w:pPr>
        <w:pStyle w:val="TH"/>
      </w:pPr>
      <w:r w:rsidRPr="00BE4E51">
        <w:t>Table 8.1.1-0: EN-DC intra</w:t>
      </w:r>
      <w:r>
        <w:t>-</w:t>
      </w:r>
      <w:r w:rsidRPr="00BE4E51">
        <w:t>band UE power class</w:t>
      </w:r>
    </w:p>
    <w:tbl>
      <w:tblPr>
        <w:tblW w:w="9639" w:type="dxa"/>
        <w:tblInd w:w="108" w:type="dxa"/>
        <w:tblLayout w:type="fixed"/>
        <w:tblLook w:val="04A0" w:firstRow="1" w:lastRow="0" w:firstColumn="1" w:lastColumn="0" w:noHBand="0" w:noVBand="1"/>
      </w:tblPr>
      <w:tblGrid>
        <w:gridCol w:w="4395"/>
        <w:gridCol w:w="1559"/>
        <w:gridCol w:w="1134"/>
        <w:gridCol w:w="2551"/>
      </w:tblGrid>
      <w:tr w:rsidR="00AA7B50" w:rsidRPr="00BE4E51" w14:paraId="003A1DAA"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22EE5" w14:textId="77777777" w:rsidR="00AA7B50" w:rsidRPr="00BE4E51" w:rsidRDefault="00AA7B50" w:rsidP="00AC2AF5">
            <w:pPr>
              <w:pStyle w:val="TAH"/>
              <w:rPr>
                <w:rFonts w:cs="Arial"/>
              </w:rPr>
            </w:pPr>
            <w:r w:rsidRPr="00BE4E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C7DDF16" w14:textId="77777777" w:rsidR="00AA7B50" w:rsidRPr="00BE4E51" w:rsidRDefault="00AA7B50" w:rsidP="00AC2AF5">
            <w:pPr>
              <w:pStyle w:val="TAH"/>
              <w:rPr>
                <w:rFonts w:cs="Arial"/>
              </w:rPr>
            </w:pPr>
            <w:r w:rsidRPr="00BE4E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E404F1" w14:textId="77777777" w:rsidR="00AA7B50" w:rsidRPr="00BE4E51" w:rsidRDefault="00AA7B50" w:rsidP="00AC2AF5">
            <w:pPr>
              <w:pStyle w:val="TAH"/>
              <w:rPr>
                <w:rFonts w:cs="Arial"/>
              </w:rPr>
            </w:pPr>
            <w:r w:rsidRPr="00BE4E51">
              <w:rPr>
                <w:rFonts w:cs="Arial"/>
              </w:rPr>
              <w:t>Release</w:t>
            </w:r>
          </w:p>
          <w:p w14:paraId="6D9E62FF" w14:textId="77777777" w:rsidR="00AA7B50" w:rsidRPr="00BE4E51" w:rsidRDefault="00AA7B50" w:rsidP="00AC2AF5">
            <w:pPr>
              <w:pStyle w:val="TAH"/>
              <w:rPr>
                <w:rFonts w:cs="Arial"/>
              </w:rPr>
            </w:pPr>
            <w:r w:rsidRPr="00BE4E51">
              <w:rPr>
                <w:rFonts w:cs="Arial"/>
              </w:rPr>
              <w:t>independent from</w:t>
            </w:r>
          </w:p>
        </w:tc>
        <w:tc>
          <w:tcPr>
            <w:tcW w:w="2551" w:type="dxa"/>
            <w:tcBorders>
              <w:top w:val="single" w:sz="4" w:space="0" w:color="auto"/>
              <w:left w:val="nil"/>
              <w:bottom w:val="single" w:sz="4" w:space="0" w:color="auto"/>
              <w:right w:val="single" w:sz="4" w:space="0" w:color="auto"/>
            </w:tcBorders>
          </w:tcPr>
          <w:p w14:paraId="7048BB7B" w14:textId="77777777" w:rsidR="00AA7B50" w:rsidRPr="00BE4E51" w:rsidRDefault="00AA7B50" w:rsidP="00AC2AF5">
            <w:pPr>
              <w:pStyle w:val="TAH"/>
              <w:rPr>
                <w:rFonts w:cs="Arial"/>
                <w:lang w:val="en-US"/>
              </w:rPr>
            </w:pPr>
            <w:r w:rsidRPr="00BE4E51">
              <w:rPr>
                <w:rFonts w:cs="Arial"/>
                <w:lang w:val="en-US"/>
              </w:rPr>
              <w:t>Requirements to be fulfilled</w:t>
            </w:r>
          </w:p>
          <w:p w14:paraId="314D5EC9" w14:textId="77777777" w:rsidR="00AA7B50" w:rsidRPr="00BE4E51" w:rsidRDefault="00AA7B50" w:rsidP="00AC2AF5">
            <w:pPr>
              <w:pStyle w:val="TAH"/>
              <w:rPr>
                <w:rFonts w:cs="Arial"/>
              </w:rPr>
            </w:pPr>
            <w:r w:rsidRPr="00BE4E51">
              <w:rPr>
                <w:rFonts w:cs="Arial"/>
                <w:lang w:val="en-US"/>
              </w:rPr>
              <w:t>(see TS 38.307 of the release in which the band was introduced)</w:t>
            </w:r>
          </w:p>
        </w:tc>
      </w:tr>
      <w:tr w:rsidR="00AA3A57" w:rsidRPr="00BE4E51" w14:paraId="45C7532E"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0B1AA" w14:textId="59688078" w:rsidR="00AA3A57" w:rsidRPr="00BE4E51" w:rsidRDefault="00AA3A57" w:rsidP="00AA3A57">
            <w:pPr>
              <w:pStyle w:val="TAL"/>
            </w:pPr>
            <w:r w:rsidRPr="00BE4E51">
              <w:t>Intra</w:t>
            </w:r>
            <w:r>
              <w:t>-</w:t>
            </w:r>
            <w:r w:rsidRPr="00BE4E51">
              <w:t>band contiguous EN-DC power class 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9FC955C" w14:textId="77777777" w:rsidR="00AA3A57" w:rsidRPr="00BE4E51" w:rsidRDefault="00AA3A57" w:rsidP="00AA3A57">
            <w:pPr>
              <w:pStyle w:val="TAL"/>
              <w:jc w:val="center"/>
            </w:pPr>
            <w:r w:rsidRPr="00BE4E51">
              <w:t>TDD</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9FAC10A" w14:textId="77777777" w:rsidR="00AA3A57" w:rsidRPr="00BE4E51" w:rsidRDefault="00AA3A57" w:rsidP="00AA3A57">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33CC7593" w14:textId="77777777" w:rsidR="00AA3A57" w:rsidRPr="00BE4E51" w:rsidRDefault="00AA3A57" w:rsidP="00AA3A57">
            <w:pPr>
              <w:pStyle w:val="TAL"/>
            </w:pPr>
          </w:p>
        </w:tc>
      </w:tr>
      <w:tr w:rsidR="00AA3A57" w:rsidRPr="00BE4E51" w14:paraId="0EF0E836"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EF031" w14:textId="19154F84" w:rsidR="00AA3A57" w:rsidRPr="00BE4E51" w:rsidRDefault="00AA3A57" w:rsidP="00AA3A57">
            <w:pPr>
              <w:pStyle w:val="TAL"/>
            </w:pPr>
            <w:r w:rsidRPr="00BE4E51">
              <w:t>Intra</w:t>
            </w:r>
            <w:r>
              <w:t>-</w:t>
            </w:r>
            <w:r w:rsidRPr="00BE4E51">
              <w:t>band contiguous EN-DC power class 3</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FE15188" w14:textId="77777777" w:rsidR="00AA3A57" w:rsidRPr="00BE4E51" w:rsidRDefault="00AA3A57" w:rsidP="00AA3A57">
            <w:pPr>
              <w:pStyle w:val="TAL"/>
              <w:jc w:val="center"/>
            </w:pPr>
            <w:r w:rsidRPr="00BE4E51">
              <w:t>FDD, TDD</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019E0E" w14:textId="77777777" w:rsidR="00AA3A57" w:rsidRPr="00BE4E51" w:rsidRDefault="00AA3A57" w:rsidP="00AA3A57">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53195C25" w14:textId="77777777" w:rsidR="00AA3A57" w:rsidRPr="00BE4E51" w:rsidRDefault="00AA3A57" w:rsidP="00AA3A57">
            <w:pPr>
              <w:pStyle w:val="TAL"/>
            </w:pPr>
          </w:p>
        </w:tc>
      </w:tr>
      <w:tr w:rsidR="00AA3A57" w:rsidRPr="00BE4E51" w14:paraId="1D2A8E09"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092141" w14:textId="61983F36" w:rsidR="00AA3A57" w:rsidRPr="00BE4E51" w:rsidRDefault="00AA3A57" w:rsidP="00AA3A57">
            <w:pPr>
              <w:pStyle w:val="TAL"/>
            </w:pPr>
            <w:r w:rsidRPr="00BE4E51">
              <w:t>Intra</w:t>
            </w:r>
            <w:r>
              <w:t>-</w:t>
            </w:r>
            <w:r w:rsidRPr="00BE4E51">
              <w:t>band non-contiguous EN-DC power class 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84D98F3" w14:textId="77777777" w:rsidR="00AA3A57" w:rsidRPr="00BE4E51" w:rsidRDefault="00AA3A57" w:rsidP="00AA3A57">
            <w:pPr>
              <w:pStyle w:val="TAL"/>
              <w:jc w:val="center"/>
            </w:pPr>
            <w:r w:rsidRPr="00BE4E51">
              <w:t>TDD</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F1700E" w14:textId="77777777" w:rsidR="00AA3A57" w:rsidRPr="00BE4E51" w:rsidRDefault="00AA3A57" w:rsidP="00AA3A57">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30649165" w14:textId="77777777" w:rsidR="00AA3A57" w:rsidRPr="00BE4E51" w:rsidRDefault="00AA3A57" w:rsidP="00AA3A57">
            <w:pPr>
              <w:pStyle w:val="TAL"/>
            </w:pPr>
          </w:p>
        </w:tc>
      </w:tr>
      <w:tr w:rsidR="00AA3A57" w:rsidRPr="00BE4E51" w14:paraId="2A30DD40" w14:textId="77777777" w:rsidTr="00AC2AF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7A78B" w14:textId="28BDE6AA" w:rsidR="00AA3A57" w:rsidRPr="00BE4E51" w:rsidRDefault="00AA3A57" w:rsidP="00AA3A57">
            <w:pPr>
              <w:pStyle w:val="TAL"/>
            </w:pPr>
            <w:r w:rsidRPr="00BE4E51">
              <w:t>Intra</w:t>
            </w:r>
            <w:r>
              <w:t>-</w:t>
            </w:r>
            <w:r w:rsidRPr="00BE4E51">
              <w:t>band non-contiguous EN-DC power class 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90342C8" w14:textId="77777777" w:rsidR="00AA3A57" w:rsidRPr="00BE4E51" w:rsidRDefault="00AA3A57" w:rsidP="00AA3A57">
            <w:pPr>
              <w:pStyle w:val="TAL"/>
              <w:jc w:val="center"/>
            </w:pPr>
            <w:r w:rsidRPr="00BE4E51">
              <w:t>FDD, TDD</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D25D0D8" w14:textId="77777777" w:rsidR="00AA3A57" w:rsidRPr="00BE4E51" w:rsidRDefault="00AA3A57" w:rsidP="00AA3A57">
            <w:pPr>
              <w:pStyle w:val="TAL"/>
              <w:jc w:val="center"/>
            </w:pPr>
            <w:r w:rsidRPr="00BE4E51">
              <w:t>Rel-15</w:t>
            </w:r>
          </w:p>
        </w:tc>
        <w:tc>
          <w:tcPr>
            <w:tcW w:w="2551" w:type="dxa"/>
            <w:tcBorders>
              <w:top w:val="single" w:sz="4" w:space="0" w:color="auto"/>
              <w:left w:val="nil"/>
              <w:bottom w:val="single" w:sz="4" w:space="0" w:color="auto"/>
              <w:right w:val="single" w:sz="4" w:space="0" w:color="auto"/>
            </w:tcBorders>
          </w:tcPr>
          <w:p w14:paraId="4EC9AE4F" w14:textId="77777777" w:rsidR="00AA3A57" w:rsidRPr="00BE4E51" w:rsidRDefault="00AA3A57" w:rsidP="00AA3A57">
            <w:pPr>
              <w:pStyle w:val="TAL"/>
            </w:pPr>
          </w:p>
        </w:tc>
      </w:tr>
    </w:tbl>
    <w:p w14:paraId="2FA49DD8" w14:textId="77777777" w:rsidR="00AA7B50" w:rsidRPr="00BE4E51" w:rsidRDefault="00AA7B50" w:rsidP="00AA7B50"/>
    <w:p w14:paraId="3F7712AF" w14:textId="1846DEC1" w:rsidR="00AA3A57" w:rsidRPr="00BE4E51" w:rsidRDefault="00AA3A57" w:rsidP="00AA3A57">
      <w:pPr>
        <w:pStyle w:val="TH"/>
      </w:pPr>
      <w:r w:rsidRPr="00BE4E51">
        <w:lastRenderedPageBreak/>
        <w:t>Table 8.1.1-1: EN-DC contiguous intra</w:t>
      </w:r>
      <w:r>
        <w:t>-</w:t>
      </w:r>
      <w:r w:rsidRPr="00BE4E51">
        <w:t>band configurations within FR1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1"/>
        <w:gridCol w:w="768"/>
        <w:gridCol w:w="1073"/>
        <w:gridCol w:w="1057"/>
        <w:gridCol w:w="1117"/>
        <w:gridCol w:w="1387"/>
        <w:gridCol w:w="1628"/>
      </w:tblGrid>
      <w:tr w:rsidR="00AA3A57" w:rsidRPr="00BE4E51" w14:paraId="252AF331" w14:textId="77777777" w:rsidTr="00990435">
        <w:trPr>
          <w:jc w:val="center"/>
        </w:trPr>
        <w:tc>
          <w:tcPr>
            <w:tcW w:w="1350" w:type="pct"/>
            <w:shd w:val="clear" w:color="auto" w:fill="auto"/>
            <w:vAlign w:val="center"/>
          </w:tcPr>
          <w:p w14:paraId="56149073" w14:textId="77777777" w:rsidR="00AA3A57" w:rsidRPr="00BE4E51" w:rsidRDefault="00AA3A57" w:rsidP="00990435">
            <w:pPr>
              <w:pStyle w:val="TAH"/>
              <w:rPr>
                <w:rFonts w:eastAsia="DengXian"/>
              </w:rPr>
            </w:pPr>
            <w:r w:rsidRPr="00BE4E51">
              <w:rPr>
                <w:rFonts w:eastAsia="DengXian"/>
              </w:rPr>
              <w:t>Feature</w:t>
            </w:r>
          </w:p>
        </w:tc>
        <w:tc>
          <w:tcPr>
            <w:tcW w:w="398" w:type="pct"/>
            <w:shd w:val="clear" w:color="auto" w:fill="auto"/>
            <w:vAlign w:val="center"/>
          </w:tcPr>
          <w:p w14:paraId="6DF6738D" w14:textId="77777777" w:rsidR="00AA3A57" w:rsidRPr="00BE4E51" w:rsidRDefault="00AA3A57" w:rsidP="00990435">
            <w:pPr>
              <w:pStyle w:val="TAH"/>
              <w:rPr>
                <w:rFonts w:eastAsia="DengXian"/>
              </w:rPr>
            </w:pPr>
            <w:r w:rsidRPr="00BE4E51">
              <w:rPr>
                <w:rFonts w:eastAsia="DengXian"/>
              </w:rPr>
              <w:t>DL/UL</w:t>
            </w:r>
          </w:p>
        </w:tc>
        <w:tc>
          <w:tcPr>
            <w:tcW w:w="557" w:type="pct"/>
            <w:shd w:val="clear" w:color="auto" w:fill="auto"/>
            <w:vAlign w:val="center"/>
          </w:tcPr>
          <w:p w14:paraId="22BBD805" w14:textId="77777777" w:rsidR="00AA3A57" w:rsidRPr="00BE4E51" w:rsidRDefault="00AA3A57" w:rsidP="00990435">
            <w:pPr>
              <w:pStyle w:val="TAH"/>
              <w:rPr>
                <w:rFonts w:eastAsia="DengXian"/>
              </w:rPr>
            </w:pPr>
            <w:r w:rsidRPr="00BE4E51">
              <w:rPr>
                <w:rFonts w:eastAsia="DengXian"/>
              </w:rPr>
              <w:t>maximum number of E-UTRA CCs</w:t>
            </w:r>
          </w:p>
        </w:tc>
        <w:tc>
          <w:tcPr>
            <w:tcW w:w="549" w:type="pct"/>
            <w:shd w:val="clear" w:color="auto" w:fill="auto"/>
            <w:vAlign w:val="center"/>
          </w:tcPr>
          <w:p w14:paraId="1B5AEB98" w14:textId="77777777" w:rsidR="00AA3A57" w:rsidRPr="00BE4E51" w:rsidRDefault="00AA3A57" w:rsidP="00990435">
            <w:pPr>
              <w:pStyle w:val="TAH"/>
              <w:rPr>
                <w:rFonts w:eastAsia="DengXian"/>
              </w:rPr>
            </w:pPr>
            <w:r w:rsidRPr="00BE4E51">
              <w:rPr>
                <w:rFonts w:eastAsia="DengXian"/>
              </w:rPr>
              <w:t>maximum number of NR CCs</w:t>
            </w:r>
          </w:p>
        </w:tc>
        <w:tc>
          <w:tcPr>
            <w:tcW w:w="580" w:type="pct"/>
            <w:shd w:val="clear" w:color="auto" w:fill="auto"/>
            <w:vAlign w:val="center"/>
          </w:tcPr>
          <w:p w14:paraId="0A0CED67" w14:textId="77777777" w:rsidR="00AA3A57" w:rsidRPr="00BE4E51" w:rsidRDefault="00AA3A57" w:rsidP="00990435">
            <w:pPr>
              <w:pStyle w:val="TAH"/>
              <w:rPr>
                <w:rFonts w:eastAsia="DengXian"/>
              </w:rPr>
            </w:pPr>
            <w:r w:rsidRPr="00BE4E51">
              <w:rPr>
                <w:rFonts w:eastAsia="DengXian"/>
              </w:rPr>
              <w:t>Duplex-mode</w:t>
            </w:r>
          </w:p>
        </w:tc>
        <w:tc>
          <w:tcPr>
            <w:tcW w:w="720" w:type="pct"/>
            <w:shd w:val="clear" w:color="auto" w:fill="auto"/>
            <w:vAlign w:val="center"/>
          </w:tcPr>
          <w:p w14:paraId="2CFC5153" w14:textId="77777777" w:rsidR="00AA3A57" w:rsidRPr="00BE4E51" w:rsidRDefault="00AA3A57" w:rsidP="00990435">
            <w:pPr>
              <w:pStyle w:val="TAH"/>
              <w:rPr>
                <w:rFonts w:eastAsia="DengXian"/>
              </w:rPr>
            </w:pPr>
            <w:r w:rsidRPr="00BE4E51">
              <w:rPr>
                <w:rFonts w:eastAsia="DengXian"/>
              </w:rPr>
              <w:t>Release</w:t>
            </w:r>
          </w:p>
          <w:p w14:paraId="66C8ACE0" w14:textId="77777777" w:rsidR="00AA3A57" w:rsidRPr="00BE4E51" w:rsidRDefault="00AA3A57" w:rsidP="00990435">
            <w:pPr>
              <w:pStyle w:val="TAH"/>
              <w:rPr>
                <w:rFonts w:eastAsia="DengXian"/>
              </w:rPr>
            </w:pPr>
            <w:r w:rsidRPr="00BE4E51">
              <w:rPr>
                <w:rFonts w:eastAsia="DengXian"/>
              </w:rPr>
              <w:t>independent from</w:t>
            </w:r>
          </w:p>
        </w:tc>
        <w:tc>
          <w:tcPr>
            <w:tcW w:w="845" w:type="pct"/>
            <w:shd w:val="clear" w:color="auto" w:fill="auto"/>
          </w:tcPr>
          <w:p w14:paraId="3B9CF168" w14:textId="77777777" w:rsidR="00AA3A57" w:rsidRPr="00BE4E51" w:rsidRDefault="00AA3A57" w:rsidP="00990435">
            <w:pPr>
              <w:keepNext/>
              <w:keepLines/>
              <w:spacing w:after="0"/>
              <w:jc w:val="center"/>
              <w:rPr>
                <w:rFonts w:ascii="Arial" w:eastAsia="DengXian" w:hAnsi="Arial" w:cs="Arial"/>
                <w:b/>
                <w:sz w:val="18"/>
              </w:rPr>
            </w:pPr>
            <w:r w:rsidRPr="00BE4E51">
              <w:rPr>
                <w:rFonts w:ascii="Arial" w:eastAsia="DengXian" w:hAnsi="Arial" w:cs="Arial"/>
                <w:b/>
                <w:sz w:val="18"/>
              </w:rPr>
              <w:t>requirements to be fulfilled</w:t>
            </w:r>
          </w:p>
          <w:p w14:paraId="0EE5E911" w14:textId="77777777" w:rsidR="00AA3A57" w:rsidRPr="00BE4E51" w:rsidRDefault="00AA3A57" w:rsidP="00990435">
            <w:pPr>
              <w:pStyle w:val="TAH"/>
              <w:rPr>
                <w:rFonts w:eastAsia="DengXian"/>
              </w:rPr>
            </w:pPr>
            <w:r w:rsidRPr="00BE4E51">
              <w:rPr>
                <w:rFonts w:eastAsia="DengXian" w:cs="Arial"/>
              </w:rPr>
              <w:t>(see 38.307 of the REL in which the CA configuration was introduced)</w:t>
            </w:r>
          </w:p>
        </w:tc>
      </w:tr>
      <w:tr w:rsidR="00AA3A57" w:rsidRPr="00BE4E51" w14:paraId="74CCE122" w14:textId="77777777" w:rsidTr="00990435">
        <w:trPr>
          <w:jc w:val="center"/>
        </w:trPr>
        <w:tc>
          <w:tcPr>
            <w:tcW w:w="1350" w:type="pct"/>
            <w:vMerge w:val="restart"/>
            <w:shd w:val="clear" w:color="auto" w:fill="auto"/>
            <w:vAlign w:val="center"/>
          </w:tcPr>
          <w:p w14:paraId="7BC0533F" w14:textId="71DC412A" w:rsidR="00AA3A57" w:rsidRPr="00BE4E51" w:rsidRDefault="00AA3A57" w:rsidP="00990435">
            <w:pPr>
              <w:pStyle w:val="TAC"/>
              <w:rPr>
                <w:rFonts w:eastAsia="DengXian"/>
              </w:rPr>
            </w:pPr>
            <w:r>
              <w:t>I</w:t>
            </w:r>
            <w:r w:rsidRPr="00BE4E51">
              <w:t>ntra</w:t>
            </w:r>
            <w:r>
              <w:t>-</w:t>
            </w:r>
            <w:r w:rsidRPr="00BE4E51">
              <w:t>band</w:t>
            </w:r>
            <w:r w:rsidRPr="00BE4E51">
              <w:rPr>
                <w:rFonts w:eastAsia="DengXian"/>
              </w:rPr>
              <w:t xml:space="preserve"> contiguous EN-DC</w:t>
            </w:r>
          </w:p>
        </w:tc>
        <w:tc>
          <w:tcPr>
            <w:tcW w:w="398" w:type="pct"/>
            <w:shd w:val="clear" w:color="auto" w:fill="auto"/>
            <w:vAlign w:val="center"/>
          </w:tcPr>
          <w:p w14:paraId="1C469DC9" w14:textId="77777777" w:rsidR="00AA3A57" w:rsidRPr="00BE4E51" w:rsidRDefault="00AA3A57" w:rsidP="00990435">
            <w:pPr>
              <w:pStyle w:val="TAC"/>
              <w:rPr>
                <w:rFonts w:eastAsia="DengXian"/>
              </w:rPr>
            </w:pPr>
            <w:r w:rsidRPr="00BE4E51">
              <w:rPr>
                <w:rFonts w:eastAsia="DengXian"/>
              </w:rPr>
              <w:t>DL</w:t>
            </w:r>
          </w:p>
        </w:tc>
        <w:tc>
          <w:tcPr>
            <w:tcW w:w="557" w:type="pct"/>
            <w:shd w:val="clear" w:color="auto" w:fill="auto"/>
            <w:vAlign w:val="center"/>
          </w:tcPr>
          <w:p w14:paraId="5C1FF246" w14:textId="77777777" w:rsidR="00AA3A57" w:rsidRPr="00BE4E51" w:rsidRDefault="00AA3A57" w:rsidP="00990435">
            <w:pPr>
              <w:pStyle w:val="TAC"/>
              <w:rPr>
                <w:rFonts w:eastAsia="DengXian"/>
              </w:rPr>
            </w:pPr>
            <w:r w:rsidRPr="00BE4E51">
              <w:rPr>
                <w:rFonts w:eastAsia="DengXian"/>
              </w:rPr>
              <w:t>3</w:t>
            </w:r>
          </w:p>
        </w:tc>
        <w:tc>
          <w:tcPr>
            <w:tcW w:w="549" w:type="pct"/>
            <w:shd w:val="clear" w:color="auto" w:fill="auto"/>
            <w:vAlign w:val="center"/>
          </w:tcPr>
          <w:p w14:paraId="509E417E" w14:textId="77777777" w:rsidR="00AA3A57" w:rsidRPr="00BE4E51" w:rsidRDefault="00AA3A57" w:rsidP="00990435">
            <w:pPr>
              <w:pStyle w:val="TAC"/>
              <w:rPr>
                <w:rFonts w:eastAsia="DengXian"/>
              </w:rPr>
            </w:pPr>
            <w:r w:rsidRPr="00BE4E51">
              <w:rPr>
                <w:rFonts w:eastAsia="DengXian"/>
              </w:rPr>
              <w:t>1</w:t>
            </w:r>
          </w:p>
        </w:tc>
        <w:tc>
          <w:tcPr>
            <w:tcW w:w="580" w:type="pct"/>
            <w:shd w:val="clear" w:color="auto" w:fill="auto"/>
          </w:tcPr>
          <w:p w14:paraId="62436559" w14:textId="77777777" w:rsidR="00AA3A57" w:rsidRPr="00BE4E51" w:rsidRDefault="00AA3A57" w:rsidP="00990435">
            <w:pPr>
              <w:pStyle w:val="TAC"/>
              <w:rPr>
                <w:rFonts w:eastAsia="DengXian"/>
              </w:rPr>
            </w:pPr>
            <w:r w:rsidRPr="00BE4E51">
              <w:rPr>
                <w:rFonts w:eastAsia="DengXian"/>
              </w:rPr>
              <w:t>FDD, TDD</w:t>
            </w:r>
          </w:p>
        </w:tc>
        <w:tc>
          <w:tcPr>
            <w:tcW w:w="720" w:type="pct"/>
            <w:shd w:val="clear" w:color="auto" w:fill="auto"/>
          </w:tcPr>
          <w:p w14:paraId="4E93FAB9" w14:textId="77777777" w:rsidR="00AA3A57" w:rsidRPr="00BE4E51" w:rsidRDefault="00AA3A57" w:rsidP="00990435">
            <w:pPr>
              <w:pStyle w:val="TAC"/>
              <w:rPr>
                <w:rFonts w:eastAsia="DengXian"/>
              </w:rPr>
            </w:pPr>
            <w:r w:rsidRPr="00BE4E51">
              <w:rPr>
                <w:rFonts w:eastAsia="DengXian"/>
              </w:rPr>
              <w:t>Rel-15</w:t>
            </w:r>
          </w:p>
        </w:tc>
        <w:tc>
          <w:tcPr>
            <w:tcW w:w="845" w:type="pct"/>
            <w:shd w:val="clear" w:color="auto" w:fill="auto"/>
          </w:tcPr>
          <w:p w14:paraId="1E065A8F" w14:textId="77777777" w:rsidR="00AA3A57" w:rsidRPr="00BE4E51" w:rsidRDefault="00AA3A57" w:rsidP="00990435">
            <w:pPr>
              <w:pStyle w:val="TAC"/>
              <w:rPr>
                <w:rFonts w:eastAsia="DengXian"/>
              </w:rPr>
            </w:pPr>
          </w:p>
        </w:tc>
      </w:tr>
      <w:tr w:rsidR="00AA3A57" w:rsidRPr="00BE4E51" w14:paraId="1DABB348" w14:textId="77777777" w:rsidTr="00990435">
        <w:trPr>
          <w:jc w:val="center"/>
        </w:trPr>
        <w:tc>
          <w:tcPr>
            <w:tcW w:w="1350" w:type="pct"/>
            <w:vMerge/>
            <w:shd w:val="clear" w:color="auto" w:fill="auto"/>
          </w:tcPr>
          <w:p w14:paraId="72E5D69A" w14:textId="77777777" w:rsidR="00AA3A57" w:rsidRPr="00BE4E51" w:rsidRDefault="00AA3A57" w:rsidP="00990435">
            <w:pPr>
              <w:pStyle w:val="TAC"/>
              <w:rPr>
                <w:rFonts w:eastAsia="DengXian"/>
              </w:rPr>
            </w:pPr>
          </w:p>
        </w:tc>
        <w:tc>
          <w:tcPr>
            <w:tcW w:w="398" w:type="pct"/>
            <w:shd w:val="clear" w:color="auto" w:fill="auto"/>
            <w:vAlign w:val="center"/>
          </w:tcPr>
          <w:p w14:paraId="7666B885" w14:textId="77777777" w:rsidR="00AA3A57" w:rsidRPr="00BE4E51" w:rsidRDefault="00AA3A57" w:rsidP="00990435">
            <w:pPr>
              <w:pStyle w:val="TAC"/>
              <w:rPr>
                <w:rFonts w:eastAsia="DengXian"/>
              </w:rPr>
            </w:pPr>
            <w:r w:rsidRPr="00BE4E51">
              <w:rPr>
                <w:rFonts w:eastAsia="DengXian"/>
              </w:rPr>
              <w:t>UL</w:t>
            </w:r>
          </w:p>
        </w:tc>
        <w:tc>
          <w:tcPr>
            <w:tcW w:w="557" w:type="pct"/>
            <w:shd w:val="clear" w:color="auto" w:fill="auto"/>
            <w:vAlign w:val="center"/>
          </w:tcPr>
          <w:p w14:paraId="5DC1B9C8" w14:textId="77777777" w:rsidR="00AA3A57" w:rsidRPr="00BE4E51" w:rsidRDefault="00AA3A57" w:rsidP="00990435">
            <w:pPr>
              <w:pStyle w:val="TAC"/>
              <w:rPr>
                <w:rFonts w:eastAsia="DengXian"/>
              </w:rPr>
            </w:pPr>
            <w:r w:rsidRPr="00BE4E51">
              <w:rPr>
                <w:rFonts w:eastAsia="DengXian"/>
              </w:rPr>
              <w:t>1</w:t>
            </w:r>
          </w:p>
        </w:tc>
        <w:tc>
          <w:tcPr>
            <w:tcW w:w="549" w:type="pct"/>
            <w:shd w:val="clear" w:color="auto" w:fill="auto"/>
            <w:vAlign w:val="center"/>
          </w:tcPr>
          <w:p w14:paraId="6C01040C" w14:textId="77777777" w:rsidR="00AA3A57" w:rsidRPr="00BE4E51" w:rsidRDefault="00AA3A57" w:rsidP="00990435">
            <w:pPr>
              <w:pStyle w:val="TAC"/>
              <w:rPr>
                <w:rFonts w:eastAsia="DengXian"/>
              </w:rPr>
            </w:pPr>
            <w:r w:rsidRPr="00BE4E51">
              <w:rPr>
                <w:rFonts w:eastAsia="DengXian"/>
              </w:rPr>
              <w:t>1</w:t>
            </w:r>
          </w:p>
        </w:tc>
        <w:tc>
          <w:tcPr>
            <w:tcW w:w="580" w:type="pct"/>
            <w:shd w:val="clear" w:color="auto" w:fill="auto"/>
          </w:tcPr>
          <w:p w14:paraId="7E052AC1" w14:textId="77777777" w:rsidR="00AA3A57" w:rsidRPr="00BE4E51" w:rsidRDefault="00AA3A57" w:rsidP="00990435">
            <w:pPr>
              <w:pStyle w:val="TAC"/>
              <w:rPr>
                <w:rFonts w:eastAsia="DengXian"/>
              </w:rPr>
            </w:pPr>
            <w:r w:rsidRPr="00BE4E51">
              <w:rPr>
                <w:rFonts w:eastAsia="DengXian"/>
              </w:rPr>
              <w:t>FDD, TDD</w:t>
            </w:r>
          </w:p>
        </w:tc>
        <w:tc>
          <w:tcPr>
            <w:tcW w:w="720" w:type="pct"/>
            <w:shd w:val="clear" w:color="auto" w:fill="auto"/>
          </w:tcPr>
          <w:p w14:paraId="27462B9F" w14:textId="77777777" w:rsidR="00AA3A57" w:rsidRPr="00BE4E51" w:rsidRDefault="00AA3A57" w:rsidP="00990435">
            <w:pPr>
              <w:pStyle w:val="TAC"/>
              <w:rPr>
                <w:rFonts w:eastAsia="DengXian"/>
              </w:rPr>
            </w:pPr>
            <w:r w:rsidRPr="00BE4E51">
              <w:rPr>
                <w:rFonts w:eastAsia="DengXian"/>
              </w:rPr>
              <w:t>Rel-15</w:t>
            </w:r>
          </w:p>
        </w:tc>
        <w:tc>
          <w:tcPr>
            <w:tcW w:w="845" w:type="pct"/>
            <w:shd w:val="clear" w:color="auto" w:fill="auto"/>
          </w:tcPr>
          <w:p w14:paraId="4A042FD4" w14:textId="77777777" w:rsidR="00AA3A57" w:rsidRPr="00BE4E51" w:rsidRDefault="00AA3A57" w:rsidP="00990435">
            <w:pPr>
              <w:pStyle w:val="TAC"/>
              <w:rPr>
                <w:rFonts w:eastAsia="DengXian"/>
              </w:rPr>
            </w:pPr>
          </w:p>
        </w:tc>
      </w:tr>
    </w:tbl>
    <w:p w14:paraId="5F098DC6" w14:textId="77777777" w:rsidR="00AA3A57" w:rsidRPr="00BE4E51" w:rsidRDefault="00AA3A57" w:rsidP="00AA3A57"/>
    <w:p w14:paraId="0C90BCC0" w14:textId="29BCEB29" w:rsidR="00AA3A57" w:rsidRPr="00BE4E51" w:rsidRDefault="00AA3A57" w:rsidP="00AA3A57">
      <w:pPr>
        <w:pStyle w:val="TH"/>
      </w:pPr>
      <w:r w:rsidRPr="00BE4E51">
        <w:t>Table 8.1.1-2: EN-DC non-contiguous intra</w:t>
      </w:r>
      <w:r>
        <w:t>-</w:t>
      </w:r>
      <w:r w:rsidRPr="00BE4E51">
        <w:t>band configurations within FR1</w:t>
      </w:r>
    </w:p>
    <w:tbl>
      <w:tblPr>
        <w:tblW w:w="9781" w:type="dxa"/>
        <w:tblInd w:w="108" w:type="dxa"/>
        <w:tblLayout w:type="fixed"/>
        <w:tblLook w:val="04A0" w:firstRow="1" w:lastRow="0" w:firstColumn="1" w:lastColumn="0" w:noHBand="0" w:noVBand="1"/>
      </w:tblPr>
      <w:tblGrid>
        <w:gridCol w:w="1560"/>
        <w:gridCol w:w="746"/>
        <w:gridCol w:w="1238"/>
        <w:gridCol w:w="1134"/>
        <w:gridCol w:w="1134"/>
        <w:gridCol w:w="992"/>
        <w:gridCol w:w="1418"/>
        <w:gridCol w:w="1559"/>
      </w:tblGrid>
      <w:tr w:rsidR="00AA3A57" w:rsidRPr="00BE4E51" w14:paraId="5A3E6141" w14:textId="77777777" w:rsidTr="00990435">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5C0BB" w14:textId="77777777" w:rsidR="00AA3A57" w:rsidRPr="00BE4E51" w:rsidRDefault="00AA3A57" w:rsidP="00990435">
            <w:pPr>
              <w:pStyle w:val="TAH"/>
              <w:rPr>
                <w:rFonts w:cs="Arial"/>
                <w:lang w:val="en-US"/>
              </w:rPr>
            </w:pPr>
            <w:r w:rsidRPr="00BE4E51">
              <w:rPr>
                <w:rFonts w:cs="Arial"/>
                <w:lang w:val="en-US"/>
              </w:rPr>
              <w:t>Feature</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F9B81" w14:textId="77777777" w:rsidR="00AA3A57" w:rsidRPr="00BE4E51" w:rsidRDefault="00AA3A57" w:rsidP="00990435">
            <w:pPr>
              <w:pStyle w:val="TAH"/>
              <w:rPr>
                <w:rFonts w:cs="Arial"/>
                <w:lang w:val="en-US"/>
              </w:rPr>
            </w:pPr>
            <w:r w:rsidRPr="00BE4E51">
              <w:rPr>
                <w:rFonts w:cs="Arial"/>
                <w:lang w:val="en-US"/>
              </w:rPr>
              <w:t>DL/UL</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D67F9" w14:textId="77777777" w:rsidR="00AA3A57" w:rsidRPr="00BE4E51" w:rsidRDefault="00AA3A57" w:rsidP="00990435">
            <w:pPr>
              <w:pStyle w:val="TAH"/>
              <w:rPr>
                <w:rFonts w:cs="Arial"/>
                <w:lang w:val="en-US"/>
              </w:rPr>
            </w:pPr>
            <w:r w:rsidRPr="00BE4E51">
              <w:rPr>
                <w:rFonts w:cs="Arial"/>
                <w:lang w:val="en-US"/>
              </w:rPr>
              <w:t>maximum number of sub-blocks</w:t>
            </w:r>
          </w:p>
        </w:tc>
        <w:tc>
          <w:tcPr>
            <w:tcW w:w="1134" w:type="dxa"/>
            <w:tcBorders>
              <w:top w:val="single" w:sz="4" w:space="0" w:color="auto"/>
              <w:left w:val="single" w:sz="4" w:space="0" w:color="auto"/>
              <w:bottom w:val="single" w:sz="4" w:space="0" w:color="auto"/>
              <w:right w:val="single" w:sz="4" w:space="0" w:color="auto"/>
            </w:tcBorders>
            <w:vAlign w:val="center"/>
          </w:tcPr>
          <w:p w14:paraId="1F6A9992" w14:textId="77777777" w:rsidR="00AA3A57" w:rsidRPr="00BE4E51" w:rsidRDefault="00AA3A57" w:rsidP="00990435">
            <w:pPr>
              <w:pStyle w:val="TAH"/>
              <w:rPr>
                <w:rFonts w:cs="Arial"/>
                <w:lang w:val="en-US"/>
              </w:rPr>
            </w:pPr>
            <w:r w:rsidRPr="00BE4E51">
              <w:rPr>
                <w:rFonts w:cs="Arial"/>
                <w:lang w:val="en-US"/>
              </w:rPr>
              <w:t>maximum number of E-UTRA CCs</w:t>
            </w:r>
          </w:p>
        </w:tc>
        <w:tc>
          <w:tcPr>
            <w:tcW w:w="1134" w:type="dxa"/>
            <w:tcBorders>
              <w:top w:val="single" w:sz="4" w:space="0" w:color="auto"/>
              <w:left w:val="single" w:sz="4" w:space="0" w:color="auto"/>
              <w:bottom w:val="single" w:sz="4" w:space="0" w:color="auto"/>
              <w:right w:val="single" w:sz="4" w:space="0" w:color="auto"/>
            </w:tcBorders>
            <w:vAlign w:val="center"/>
          </w:tcPr>
          <w:p w14:paraId="57922EE9" w14:textId="77777777" w:rsidR="00AA3A57" w:rsidRPr="00BE4E51" w:rsidRDefault="00AA3A57" w:rsidP="00990435">
            <w:pPr>
              <w:pStyle w:val="TAH"/>
              <w:rPr>
                <w:rFonts w:cs="Arial"/>
                <w:lang w:val="en-US"/>
              </w:rPr>
            </w:pPr>
            <w:r w:rsidRPr="00BE4E51">
              <w:rPr>
                <w:rFonts w:eastAsia="DengXian"/>
              </w:rPr>
              <w:t>maximum number of NR CCs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E7551" w14:textId="77777777" w:rsidR="00AA3A57" w:rsidRPr="00BE4E51" w:rsidRDefault="00AA3A57" w:rsidP="00990435">
            <w:pPr>
              <w:pStyle w:val="TAH"/>
              <w:rPr>
                <w:rFonts w:cs="Arial"/>
                <w:lang w:val="en-US"/>
              </w:rPr>
            </w:pPr>
            <w:r w:rsidRPr="00BE4E51">
              <w:rPr>
                <w:rFonts w:cs="Arial"/>
                <w:lang w:val="en-US"/>
              </w:rPr>
              <w:t>Duplex-mode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761A5" w14:textId="77777777" w:rsidR="00AA3A57" w:rsidRPr="00BE4E51" w:rsidRDefault="00AA3A57" w:rsidP="00990435">
            <w:pPr>
              <w:pStyle w:val="TAH"/>
              <w:rPr>
                <w:rFonts w:cs="Arial"/>
                <w:lang w:val="en-US"/>
              </w:rPr>
            </w:pPr>
            <w:r w:rsidRPr="00BE4E51">
              <w:rPr>
                <w:rFonts w:cs="Arial"/>
                <w:lang w:val="en-US"/>
              </w:rPr>
              <w:t>Release</w:t>
            </w:r>
          </w:p>
          <w:p w14:paraId="11B9B9C8" w14:textId="77777777" w:rsidR="00AA3A57" w:rsidRPr="00BE4E51" w:rsidRDefault="00AA3A57" w:rsidP="00990435">
            <w:pPr>
              <w:pStyle w:val="TAH"/>
              <w:rPr>
                <w:rFonts w:cs="Arial"/>
                <w:lang w:val="en-US"/>
              </w:rPr>
            </w:pPr>
            <w:r w:rsidRPr="00BE4E51">
              <w:rPr>
                <w:rFonts w:cs="Arial"/>
                <w:lang w:val="en-US"/>
              </w:rPr>
              <w:t>independent from</w:t>
            </w:r>
          </w:p>
        </w:tc>
        <w:tc>
          <w:tcPr>
            <w:tcW w:w="1559" w:type="dxa"/>
            <w:tcBorders>
              <w:top w:val="single" w:sz="4" w:space="0" w:color="auto"/>
              <w:left w:val="single" w:sz="4" w:space="0" w:color="auto"/>
              <w:bottom w:val="single" w:sz="4" w:space="0" w:color="auto"/>
              <w:right w:val="single" w:sz="4" w:space="0" w:color="auto"/>
            </w:tcBorders>
          </w:tcPr>
          <w:p w14:paraId="1D18E209" w14:textId="77777777" w:rsidR="00AA3A57" w:rsidRPr="00BE4E51" w:rsidRDefault="00AA3A57" w:rsidP="00990435">
            <w:pPr>
              <w:pStyle w:val="TAH"/>
              <w:rPr>
                <w:rFonts w:cs="Arial"/>
              </w:rPr>
            </w:pPr>
            <w:r w:rsidRPr="00BE4E51">
              <w:rPr>
                <w:rFonts w:cs="Arial"/>
              </w:rPr>
              <w:t>requirements to be fulfilled</w:t>
            </w:r>
          </w:p>
          <w:p w14:paraId="5EA42578" w14:textId="77777777" w:rsidR="00AA3A57" w:rsidRPr="00BE4E51" w:rsidRDefault="00AA3A57" w:rsidP="00990435">
            <w:pPr>
              <w:pStyle w:val="TAH"/>
              <w:rPr>
                <w:rFonts w:cs="Arial"/>
                <w:lang w:val="en-US"/>
              </w:rPr>
            </w:pPr>
            <w:r w:rsidRPr="00BE4E51">
              <w:rPr>
                <w:rFonts w:cs="Arial"/>
              </w:rPr>
              <w:t>(see 38.307 of the REL in which the CA configuration was introduced)</w:t>
            </w:r>
          </w:p>
        </w:tc>
      </w:tr>
      <w:tr w:rsidR="00AA3A57" w:rsidRPr="00BE4E51" w14:paraId="5D03FD1C" w14:textId="77777777" w:rsidTr="00990435">
        <w:trPr>
          <w:trHeight w:val="288"/>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5F3B3" w14:textId="4F9643F5" w:rsidR="00AA3A57" w:rsidRPr="00BE4E51" w:rsidRDefault="00AA3A57" w:rsidP="00990435">
            <w:pPr>
              <w:pStyle w:val="TAC"/>
              <w:rPr>
                <w:rFonts w:cs="Arial"/>
                <w:lang w:val="en-US"/>
              </w:rPr>
            </w:pPr>
            <w:r>
              <w:rPr>
                <w:rFonts w:eastAsia="DengXian"/>
              </w:rPr>
              <w:t>Intra-band</w:t>
            </w:r>
            <w:r w:rsidRPr="00BE4E51">
              <w:rPr>
                <w:rFonts w:eastAsia="DengXian"/>
              </w:rPr>
              <w:t xml:space="preserve"> EN-DC</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2E1E3" w14:textId="77777777" w:rsidR="00AA3A57" w:rsidRPr="00BE4E51" w:rsidRDefault="00AA3A57" w:rsidP="00990435">
            <w:pPr>
              <w:pStyle w:val="TAC"/>
              <w:rPr>
                <w:rFonts w:cs="Arial"/>
                <w:lang w:val="en-US"/>
              </w:rPr>
            </w:pPr>
            <w:r w:rsidRPr="00BE4E51">
              <w:rPr>
                <w:rFonts w:cs="Arial"/>
                <w:lang w:val="en-US"/>
              </w:rPr>
              <w:t>DL</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07C5C" w14:textId="77777777" w:rsidR="00AA3A57" w:rsidRPr="00BE4E51" w:rsidRDefault="00AA3A57" w:rsidP="00990435">
            <w:pPr>
              <w:pStyle w:val="TAC"/>
              <w:rPr>
                <w:rFonts w:cs="Arial"/>
                <w:lang w:val="en-US"/>
              </w:rPr>
            </w:pPr>
            <w:r w:rsidRPr="00BE4E51">
              <w:rPr>
                <w:rFonts w:cs="Arial"/>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14:paraId="0DCFA66C" w14:textId="77777777" w:rsidR="00AA3A57" w:rsidRPr="00BE4E51" w:rsidRDefault="00AA3A57" w:rsidP="00990435">
            <w:pPr>
              <w:pStyle w:val="TAC"/>
              <w:rPr>
                <w:rFonts w:cs="Arial"/>
                <w:lang w:val="en-US"/>
              </w:rPr>
            </w:pPr>
            <w:r w:rsidRPr="00BE4E51">
              <w:rPr>
                <w:rFonts w:cs="Arial"/>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14:paraId="72303E45" w14:textId="77777777" w:rsidR="00AA3A57" w:rsidRPr="00BE4E51" w:rsidRDefault="00AA3A57" w:rsidP="00990435">
            <w:pPr>
              <w:pStyle w:val="TAC"/>
              <w:rPr>
                <w:rFonts w:cs="Arial"/>
                <w:lang w:val="en-US"/>
              </w:rPr>
            </w:pPr>
            <w:r w:rsidRPr="00BE4E51">
              <w:rPr>
                <w:rFonts w:cs="Arial"/>
                <w:lang w:val="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1D062" w14:textId="77777777" w:rsidR="00AA3A57" w:rsidRPr="00BE4E51" w:rsidRDefault="00AA3A57" w:rsidP="00990435">
            <w:pPr>
              <w:pStyle w:val="TAC"/>
              <w:rPr>
                <w:rFonts w:cs="Arial"/>
                <w:lang w:val="en-US"/>
              </w:rPr>
            </w:pPr>
            <w:r w:rsidRPr="00BE4E51">
              <w:rPr>
                <w:rFonts w:cs="Arial"/>
                <w:lang w:val="en-US"/>
              </w:rPr>
              <w:t>FDD, TDD</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4080E" w14:textId="77777777" w:rsidR="00AA3A57" w:rsidRPr="00BE4E51" w:rsidRDefault="00AA3A57" w:rsidP="00990435">
            <w:pPr>
              <w:pStyle w:val="TAC"/>
              <w:rPr>
                <w:rFonts w:cs="Arial"/>
                <w:lang w:val="en-US"/>
              </w:rPr>
            </w:pPr>
            <w:r w:rsidRPr="00BE4E51">
              <w:rPr>
                <w:rFonts w:cs="Arial"/>
                <w:lang w:val="en-US"/>
              </w:rPr>
              <w:t>Rel-15</w:t>
            </w:r>
          </w:p>
        </w:tc>
        <w:tc>
          <w:tcPr>
            <w:tcW w:w="1559" w:type="dxa"/>
            <w:tcBorders>
              <w:top w:val="single" w:sz="4" w:space="0" w:color="auto"/>
              <w:left w:val="single" w:sz="4" w:space="0" w:color="auto"/>
              <w:bottom w:val="single" w:sz="4" w:space="0" w:color="auto"/>
              <w:right w:val="single" w:sz="4" w:space="0" w:color="auto"/>
            </w:tcBorders>
          </w:tcPr>
          <w:p w14:paraId="3A25F3BA" w14:textId="77777777" w:rsidR="00AA3A57" w:rsidRPr="00BE4E51" w:rsidRDefault="00AA3A57" w:rsidP="00990435">
            <w:pPr>
              <w:pStyle w:val="TAC"/>
              <w:jc w:val="left"/>
              <w:rPr>
                <w:rFonts w:cs="Arial"/>
                <w:lang w:val="en-US"/>
              </w:rPr>
            </w:pPr>
          </w:p>
        </w:tc>
      </w:tr>
      <w:tr w:rsidR="00AA3A57" w:rsidRPr="00BE4E51" w14:paraId="7EE17B2E" w14:textId="77777777" w:rsidTr="00990435">
        <w:trPr>
          <w:trHeight w:val="288"/>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7D121381" w14:textId="77777777" w:rsidR="00AA3A57" w:rsidRPr="00BE4E51" w:rsidRDefault="00AA3A57" w:rsidP="00990435">
            <w:pPr>
              <w:spacing w:after="0"/>
              <w:jc w:val="center"/>
              <w:rPr>
                <w:rFonts w:ascii="Calibri" w:hAnsi="Calibri"/>
                <w:sz w:val="22"/>
                <w:szCs w:val="22"/>
                <w:lang w:val="en-US"/>
              </w:rPr>
            </w:pP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33120" w14:textId="77777777" w:rsidR="00AA3A57" w:rsidRPr="00BE4E51" w:rsidRDefault="00AA3A57" w:rsidP="00990435">
            <w:pPr>
              <w:pStyle w:val="TAC"/>
              <w:rPr>
                <w:rFonts w:cs="Arial"/>
                <w:lang w:val="en-US"/>
              </w:rPr>
            </w:pPr>
            <w:r w:rsidRPr="00BE4E51">
              <w:rPr>
                <w:rFonts w:cs="Arial"/>
                <w:lang w:val="en-US"/>
              </w:rPr>
              <w:t>UL</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07CCD" w14:textId="77777777" w:rsidR="00AA3A57" w:rsidRPr="00BE4E51" w:rsidRDefault="00AA3A57" w:rsidP="00990435">
            <w:pPr>
              <w:pStyle w:val="TAC"/>
              <w:rPr>
                <w:rFonts w:cs="Arial"/>
                <w:lang w:val="en-US"/>
              </w:rPr>
            </w:pPr>
            <w:r w:rsidRPr="00BE4E51">
              <w:rPr>
                <w:rFonts w:cs="Arial"/>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14:paraId="22C0BF0F" w14:textId="77777777" w:rsidR="00AA3A57" w:rsidRPr="00BE4E51" w:rsidRDefault="00AA3A57" w:rsidP="00990435">
            <w:pPr>
              <w:pStyle w:val="TAC"/>
              <w:rPr>
                <w:rFonts w:cs="Arial"/>
                <w:lang w:val="en-US"/>
              </w:rPr>
            </w:pPr>
            <w:r w:rsidRPr="00BE4E51">
              <w:rPr>
                <w:rFonts w:cs="Arial"/>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576E5C38" w14:textId="77777777" w:rsidR="00AA3A57" w:rsidRPr="00BE4E51" w:rsidRDefault="00AA3A57" w:rsidP="00990435">
            <w:pPr>
              <w:pStyle w:val="TAC"/>
              <w:rPr>
                <w:rFonts w:cs="Arial"/>
                <w:lang w:val="en-US"/>
              </w:rPr>
            </w:pPr>
            <w:r w:rsidRPr="00BE4E51">
              <w:rPr>
                <w:rFonts w:cs="Arial"/>
                <w:lang w:val="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4ABE8" w14:textId="77777777" w:rsidR="00AA3A57" w:rsidRPr="00BE4E51" w:rsidRDefault="00AA3A57" w:rsidP="00990435">
            <w:pPr>
              <w:pStyle w:val="TAC"/>
              <w:rPr>
                <w:rFonts w:cs="Arial"/>
                <w:lang w:val="en-US"/>
              </w:rPr>
            </w:pPr>
            <w:r w:rsidRPr="00BE4E51">
              <w:rPr>
                <w:rFonts w:cs="Arial"/>
                <w:lang w:val="en-US"/>
              </w:rPr>
              <w:t>FDD, TDD</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3BBC5" w14:textId="77777777" w:rsidR="00AA3A57" w:rsidRPr="00BE4E51" w:rsidRDefault="00AA3A57" w:rsidP="00990435">
            <w:pPr>
              <w:pStyle w:val="TAC"/>
              <w:rPr>
                <w:rFonts w:cs="Arial"/>
                <w:lang w:val="en-US"/>
              </w:rPr>
            </w:pPr>
            <w:r w:rsidRPr="00BE4E51">
              <w:rPr>
                <w:rFonts w:cs="Arial"/>
                <w:lang w:val="en-US"/>
              </w:rPr>
              <w:t>Rel-15</w:t>
            </w:r>
          </w:p>
        </w:tc>
        <w:tc>
          <w:tcPr>
            <w:tcW w:w="1559" w:type="dxa"/>
            <w:tcBorders>
              <w:top w:val="single" w:sz="4" w:space="0" w:color="auto"/>
              <w:left w:val="single" w:sz="4" w:space="0" w:color="auto"/>
              <w:bottom w:val="single" w:sz="4" w:space="0" w:color="auto"/>
              <w:right w:val="single" w:sz="4" w:space="0" w:color="auto"/>
            </w:tcBorders>
          </w:tcPr>
          <w:p w14:paraId="41D76243" w14:textId="77777777" w:rsidR="00AA3A57" w:rsidRPr="00BE4E51" w:rsidRDefault="00AA3A57" w:rsidP="00990435">
            <w:pPr>
              <w:pStyle w:val="TAC"/>
              <w:jc w:val="left"/>
              <w:rPr>
                <w:rFonts w:cs="Arial"/>
                <w:lang w:val="en-US"/>
              </w:rPr>
            </w:pPr>
          </w:p>
        </w:tc>
      </w:tr>
    </w:tbl>
    <w:p w14:paraId="642A66C2" w14:textId="77777777" w:rsidR="00AA7B50" w:rsidRPr="00BE4E51" w:rsidRDefault="00AA7B50" w:rsidP="00AA7B50"/>
    <w:p w14:paraId="33B2AD96" w14:textId="52B9F375" w:rsidR="006321B1" w:rsidRPr="00BE4E51" w:rsidRDefault="006321B1" w:rsidP="006321B1">
      <w:pPr>
        <w:pStyle w:val="Heading3"/>
      </w:pPr>
      <w:bookmarkStart w:id="427" w:name="_Toc13051521"/>
      <w:bookmarkStart w:id="428" w:name="_Toc29468697"/>
      <w:bookmarkStart w:id="429" w:name="_Toc29468814"/>
      <w:bookmarkStart w:id="430" w:name="_Toc37141046"/>
      <w:bookmarkStart w:id="431" w:name="_Toc37268852"/>
      <w:bookmarkStart w:id="432" w:name="_Toc37268940"/>
      <w:bookmarkStart w:id="433" w:name="_Toc45907553"/>
      <w:bookmarkStart w:id="434" w:name="_Toc60857474"/>
      <w:bookmarkStart w:id="435" w:name="_Toc61184438"/>
      <w:bookmarkStart w:id="436" w:name="_Toc66387956"/>
      <w:bookmarkStart w:id="437" w:name="_Toc68701246"/>
      <w:bookmarkStart w:id="438" w:name="_Toc68701315"/>
      <w:bookmarkStart w:id="439" w:name="_Toc68701355"/>
      <w:bookmarkStart w:id="440" w:name="_Toc68701425"/>
      <w:bookmarkStart w:id="441" w:name="_Toc82185671"/>
      <w:bookmarkStart w:id="442" w:name="_Toc98751354"/>
      <w:r w:rsidRPr="00BE4E51">
        <w:t>8.1.2</w:t>
      </w:r>
      <w:r w:rsidRPr="00BE4E51">
        <w:tab/>
        <w:t>Inter</w:t>
      </w:r>
      <w:r>
        <w:t>-</w:t>
      </w:r>
      <w:r w:rsidRPr="00BE4E51">
        <w:t>band EN-DC</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68BA27DC" w14:textId="66DA507E" w:rsidR="006321B1" w:rsidRPr="00BE4E51" w:rsidRDefault="006321B1" w:rsidP="006321B1">
      <w:pPr>
        <w:pStyle w:val="Heading4"/>
      </w:pPr>
      <w:bookmarkStart w:id="443" w:name="_Toc13051522"/>
      <w:bookmarkStart w:id="444" w:name="_Toc29468698"/>
      <w:bookmarkStart w:id="445" w:name="_Toc29468815"/>
      <w:bookmarkStart w:id="446" w:name="_Toc37141047"/>
      <w:bookmarkStart w:id="447" w:name="_Toc37268853"/>
      <w:bookmarkStart w:id="448" w:name="_Toc37268941"/>
      <w:bookmarkStart w:id="449" w:name="_Toc45907554"/>
      <w:bookmarkStart w:id="450" w:name="_Toc60857475"/>
      <w:bookmarkStart w:id="451" w:name="_Toc61184439"/>
      <w:bookmarkStart w:id="452" w:name="_Toc66387957"/>
      <w:bookmarkStart w:id="453" w:name="_Toc68701247"/>
      <w:bookmarkStart w:id="454" w:name="_Toc68701316"/>
      <w:bookmarkStart w:id="455" w:name="_Toc68701356"/>
      <w:bookmarkStart w:id="456" w:name="_Toc68701426"/>
      <w:bookmarkStart w:id="457" w:name="_Toc82185672"/>
      <w:bookmarkStart w:id="458" w:name="_Toc98751355"/>
      <w:r w:rsidRPr="00BE4E51">
        <w:t>8.1.2.1</w:t>
      </w:r>
      <w:r w:rsidRPr="00BE4E51">
        <w:tab/>
        <w:t>Inter</w:t>
      </w:r>
      <w:r>
        <w:t>-</w:t>
      </w:r>
      <w:r w:rsidRPr="00BE4E51">
        <w:t>band EN-DC within frequency</w:t>
      </w:r>
      <w:r w:rsidRPr="00BE4E51" w:rsidDel="0007492E">
        <w:t xml:space="preserve"> </w:t>
      </w:r>
      <w:r w:rsidRPr="00BE4E51">
        <w:t>range 1</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489810FE" w14:textId="77777777" w:rsidR="006321B1" w:rsidRPr="00BE4E51" w:rsidRDefault="006321B1" w:rsidP="006321B1">
      <w:r w:rsidRPr="00BE4E51">
        <w:t>Requirements for a Rel-15 UE for additional EN-DC interband configurations within FR1 compared to TS 38.101-3 of Rel-15 [4] are introduced via this clause.</w:t>
      </w:r>
    </w:p>
    <w:p w14:paraId="0CD0B399" w14:textId="2777A6CA" w:rsidR="006321B1" w:rsidRPr="00BE4E51" w:rsidRDefault="006321B1" w:rsidP="006321B1">
      <w:pPr>
        <w:pStyle w:val="TH"/>
      </w:pPr>
      <w:r w:rsidRPr="00BE4E51">
        <w:t>Table 8.1.2.1-0: EN-DC inter</w:t>
      </w:r>
      <w:r>
        <w:t>-</w:t>
      </w:r>
      <w:r w:rsidRPr="00BE4E51">
        <w:t>band UE power class</w:t>
      </w:r>
    </w:p>
    <w:tbl>
      <w:tblPr>
        <w:tblW w:w="9639" w:type="dxa"/>
        <w:tblInd w:w="108" w:type="dxa"/>
        <w:tblLayout w:type="fixed"/>
        <w:tblLook w:val="04A0" w:firstRow="1" w:lastRow="0" w:firstColumn="1" w:lastColumn="0" w:noHBand="0" w:noVBand="1"/>
      </w:tblPr>
      <w:tblGrid>
        <w:gridCol w:w="4395"/>
        <w:gridCol w:w="1559"/>
        <w:gridCol w:w="1134"/>
        <w:gridCol w:w="2551"/>
      </w:tblGrid>
      <w:tr w:rsidR="006321B1" w:rsidRPr="00BE4E51" w14:paraId="04F6F0AE" w14:textId="77777777" w:rsidTr="0099043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6A775" w14:textId="77777777" w:rsidR="006321B1" w:rsidRPr="00BE4E51" w:rsidRDefault="006321B1" w:rsidP="00990435">
            <w:pPr>
              <w:pStyle w:val="TAH"/>
              <w:rPr>
                <w:rFonts w:cs="Arial"/>
              </w:rPr>
            </w:pPr>
            <w:r w:rsidRPr="00BE4E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1D31A27" w14:textId="77777777" w:rsidR="006321B1" w:rsidRPr="00BE4E51" w:rsidRDefault="006321B1" w:rsidP="00990435">
            <w:pPr>
              <w:pStyle w:val="TAH"/>
              <w:rPr>
                <w:rFonts w:cs="Arial"/>
              </w:rPr>
            </w:pPr>
            <w:r w:rsidRPr="00BE4E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A9F4487" w14:textId="77777777" w:rsidR="006321B1" w:rsidRPr="00BE4E51" w:rsidRDefault="006321B1" w:rsidP="00990435">
            <w:pPr>
              <w:pStyle w:val="TAH"/>
              <w:rPr>
                <w:rFonts w:cs="Arial"/>
              </w:rPr>
            </w:pPr>
            <w:r w:rsidRPr="00BE4E51">
              <w:rPr>
                <w:rFonts w:cs="Arial"/>
              </w:rPr>
              <w:t>Release</w:t>
            </w:r>
          </w:p>
          <w:p w14:paraId="5B14BA58" w14:textId="77777777" w:rsidR="006321B1" w:rsidRPr="00BE4E51" w:rsidRDefault="006321B1" w:rsidP="00990435">
            <w:pPr>
              <w:pStyle w:val="TAH"/>
              <w:rPr>
                <w:rFonts w:cs="Arial"/>
              </w:rPr>
            </w:pPr>
            <w:r w:rsidRPr="00BE4E51">
              <w:rPr>
                <w:rFonts w:cs="Arial"/>
              </w:rPr>
              <w:t>independent from</w:t>
            </w:r>
          </w:p>
        </w:tc>
        <w:tc>
          <w:tcPr>
            <w:tcW w:w="2551" w:type="dxa"/>
            <w:tcBorders>
              <w:top w:val="single" w:sz="4" w:space="0" w:color="auto"/>
              <w:left w:val="nil"/>
              <w:bottom w:val="single" w:sz="4" w:space="0" w:color="auto"/>
              <w:right w:val="single" w:sz="4" w:space="0" w:color="auto"/>
            </w:tcBorders>
          </w:tcPr>
          <w:p w14:paraId="453DB0DD" w14:textId="77777777" w:rsidR="006321B1" w:rsidRPr="00BE4E51" w:rsidRDefault="006321B1" w:rsidP="00990435">
            <w:pPr>
              <w:pStyle w:val="TAH"/>
              <w:rPr>
                <w:rFonts w:cs="Arial"/>
                <w:lang w:val="en-US"/>
              </w:rPr>
            </w:pPr>
            <w:r w:rsidRPr="00BE4E51">
              <w:rPr>
                <w:rFonts w:cs="Arial"/>
                <w:lang w:val="en-US"/>
              </w:rPr>
              <w:t>Requirements to be fulfilled</w:t>
            </w:r>
          </w:p>
          <w:p w14:paraId="6AB6E187" w14:textId="77777777" w:rsidR="006321B1" w:rsidRPr="00BE4E51" w:rsidRDefault="006321B1" w:rsidP="00990435">
            <w:pPr>
              <w:pStyle w:val="TAH"/>
              <w:rPr>
                <w:rFonts w:cs="Arial"/>
              </w:rPr>
            </w:pPr>
            <w:r w:rsidRPr="00BE4E51">
              <w:rPr>
                <w:rFonts w:cs="Arial"/>
                <w:lang w:val="en-US"/>
              </w:rPr>
              <w:t>(see TS 38.307 of the release in which the band was introduced)</w:t>
            </w:r>
          </w:p>
        </w:tc>
      </w:tr>
      <w:tr w:rsidR="006321B1" w:rsidRPr="00BE4E51" w14:paraId="7DC7B147" w14:textId="77777777" w:rsidTr="0099043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C07A0" w14:textId="344650FA" w:rsidR="006321B1" w:rsidRPr="00BE4E51" w:rsidRDefault="006321B1" w:rsidP="00990435">
            <w:pPr>
              <w:pStyle w:val="TAL"/>
            </w:pPr>
            <w:r w:rsidRPr="00BE4E51">
              <w:t>Inter</w:t>
            </w:r>
            <w:r>
              <w:t>-</w:t>
            </w:r>
            <w:r w:rsidRPr="00BE4E51">
              <w:t xml:space="preserve">band EN-DC Power Class </w:t>
            </w:r>
            <w:r w:rsidRPr="00BE4E51">
              <w:rPr>
                <w:rFonts w:hint="eastAsia"/>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13D3263" w14:textId="77777777" w:rsidR="006321B1" w:rsidRPr="00BE4E51" w:rsidRDefault="006321B1" w:rsidP="00990435">
            <w:pPr>
              <w:pStyle w:val="TAL"/>
              <w:jc w:val="center"/>
            </w:pPr>
            <w:r w:rsidRPr="00BE4E51">
              <w:t>TDD</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C2A85A" w14:textId="77777777" w:rsidR="006321B1" w:rsidRPr="00BE4E51" w:rsidRDefault="006321B1" w:rsidP="00990435">
            <w:pPr>
              <w:pStyle w:val="TAL"/>
              <w:jc w:val="center"/>
            </w:pPr>
            <w:r w:rsidRPr="00BE4E51">
              <w:t>Rel-15</w:t>
            </w:r>
          </w:p>
        </w:tc>
        <w:tc>
          <w:tcPr>
            <w:tcW w:w="2551" w:type="dxa"/>
            <w:vMerge w:val="restart"/>
            <w:tcBorders>
              <w:top w:val="single" w:sz="4" w:space="0" w:color="auto"/>
              <w:left w:val="nil"/>
              <w:right w:val="single" w:sz="4" w:space="0" w:color="auto"/>
            </w:tcBorders>
            <w:vAlign w:val="center"/>
          </w:tcPr>
          <w:p w14:paraId="7DC15ADC" w14:textId="77777777" w:rsidR="006321B1" w:rsidRPr="00BE4E51" w:rsidRDefault="006321B1" w:rsidP="00990435">
            <w:pPr>
              <w:pStyle w:val="TAL"/>
              <w:jc w:val="center"/>
            </w:pPr>
            <w:r w:rsidRPr="00BE4E51">
              <w:t xml:space="preserve">Table </w:t>
            </w:r>
            <w:r w:rsidRPr="00BE4E51">
              <w:rPr>
                <w:lang w:eastAsia="ja-JP"/>
              </w:rPr>
              <w:t>B.4.6</w:t>
            </w:r>
            <w:r w:rsidRPr="00BE4E51">
              <w:rPr>
                <w:rFonts w:hint="eastAsia"/>
                <w:lang w:eastAsia="ja-JP"/>
              </w:rPr>
              <w:t>-1</w:t>
            </w:r>
          </w:p>
        </w:tc>
      </w:tr>
      <w:tr w:rsidR="006321B1" w:rsidRPr="00BE4E51" w14:paraId="2F8DE758" w14:textId="77777777" w:rsidTr="00990435">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8E30E" w14:textId="089D4623" w:rsidR="006321B1" w:rsidRPr="00BE4E51" w:rsidRDefault="006321B1" w:rsidP="00990435">
            <w:pPr>
              <w:pStyle w:val="TAL"/>
            </w:pPr>
            <w:r w:rsidRPr="00BE4E51">
              <w:t>Inter</w:t>
            </w:r>
            <w:r>
              <w:t>-</w:t>
            </w:r>
            <w:r w:rsidRPr="00BE4E51">
              <w:t>band EN-DC Power Class 3</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15B9070" w14:textId="77777777" w:rsidR="006321B1" w:rsidRPr="00BE4E51" w:rsidRDefault="006321B1" w:rsidP="00990435">
            <w:pPr>
              <w:pStyle w:val="TAL"/>
              <w:jc w:val="center"/>
            </w:pPr>
            <w:r>
              <w:t>FDD, TDD</w:t>
            </w:r>
            <w:r>
              <w:rPr>
                <w:rFonts w:eastAsia="SimSun" w:hint="eastAsia"/>
                <w:lang w:val="en-US" w:eastAsia="zh-CN"/>
              </w:rPr>
              <w:t xml:space="preserve">, </w:t>
            </w:r>
            <w:r>
              <w:rPr>
                <w:rFonts w:eastAsia="DengXian"/>
              </w:rPr>
              <w:t>FDD and TDD</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C0F860" w14:textId="77777777" w:rsidR="006321B1" w:rsidRPr="00BE4E51" w:rsidRDefault="006321B1" w:rsidP="00990435">
            <w:pPr>
              <w:pStyle w:val="TAL"/>
              <w:jc w:val="center"/>
            </w:pPr>
            <w:r w:rsidRPr="00BE4E51">
              <w:t>Rel-15</w:t>
            </w:r>
          </w:p>
        </w:tc>
        <w:tc>
          <w:tcPr>
            <w:tcW w:w="2551" w:type="dxa"/>
            <w:vMerge/>
            <w:tcBorders>
              <w:left w:val="nil"/>
              <w:bottom w:val="single" w:sz="4" w:space="0" w:color="auto"/>
              <w:right w:val="single" w:sz="4" w:space="0" w:color="auto"/>
            </w:tcBorders>
            <w:vAlign w:val="center"/>
          </w:tcPr>
          <w:p w14:paraId="26052CA1" w14:textId="77777777" w:rsidR="006321B1" w:rsidRPr="00BE4E51" w:rsidRDefault="006321B1" w:rsidP="00990435">
            <w:pPr>
              <w:pStyle w:val="TAL"/>
              <w:jc w:val="center"/>
              <w:rPr>
                <w:noProof/>
              </w:rPr>
            </w:pPr>
          </w:p>
        </w:tc>
      </w:tr>
    </w:tbl>
    <w:p w14:paraId="71F0E00D" w14:textId="77777777" w:rsidR="006321B1" w:rsidRPr="00BE4E51" w:rsidRDefault="006321B1" w:rsidP="006321B1"/>
    <w:p w14:paraId="40D03EB2" w14:textId="149872DA" w:rsidR="006321B1" w:rsidRPr="00BE4E51" w:rsidRDefault="006321B1" w:rsidP="006321B1">
      <w:pPr>
        <w:pStyle w:val="TH"/>
      </w:pPr>
      <w:bookmarkStart w:id="459" w:name="OLE_LINK26"/>
      <w:r w:rsidRPr="00BE4E51">
        <w:t>Table 8.1.2.1-1: EN-DC inter</w:t>
      </w:r>
      <w:r>
        <w:t>-</w:t>
      </w:r>
      <w:r w:rsidRPr="00BE4E51">
        <w:t xml:space="preserve">band configurations </w:t>
      </w:r>
      <w:r w:rsidRPr="00BE4E51">
        <w:rPr>
          <w:rFonts w:hint="eastAsia"/>
          <w:lang w:eastAsia="zh-CN"/>
        </w:rPr>
        <w:t xml:space="preserve">without SUL </w:t>
      </w:r>
      <w:r w:rsidRPr="00BE4E51">
        <w:t>within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46"/>
        <w:gridCol w:w="1054"/>
        <w:gridCol w:w="1151"/>
        <w:gridCol w:w="1034"/>
        <w:gridCol w:w="1077"/>
        <w:gridCol w:w="1432"/>
        <w:gridCol w:w="953"/>
        <w:gridCol w:w="1425"/>
      </w:tblGrid>
      <w:tr w:rsidR="006321B1" w:rsidRPr="00BE4E51" w14:paraId="402F19E8" w14:textId="77777777" w:rsidTr="00990435">
        <w:trPr>
          <w:jc w:val="center"/>
        </w:trPr>
        <w:tc>
          <w:tcPr>
            <w:tcW w:w="985" w:type="dxa"/>
            <w:shd w:val="clear" w:color="auto" w:fill="auto"/>
            <w:vAlign w:val="center"/>
          </w:tcPr>
          <w:p w14:paraId="100202C4" w14:textId="77777777" w:rsidR="006321B1" w:rsidRPr="00BE4E51" w:rsidRDefault="006321B1" w:rsidP="00990435">
            <w:pPr>
              <w:pStyle w:val="TAH"/>
              <w:rPr>
                <w:rFonts w:eastAsia="DengXian"/>
              </w:rPr>
            </w:pPr>
            <w:r w:rsidRPr="00BE4E51">
              <w:rPr>
                <w:rFonts w:eastAsia="DengXian"/>
              </w:rPr>
              <w:t>Feature</w:t>
            </w:r>
          </w:p>
        </w:tc>
        <w:tc>
          <w:tcPr>
            <w:tcW w:w="746" w:type="dxa"/>
            <w:shd w:val="clear" w:color="auto" w:fill="auto"/>
            <w:vAlign w:val="center"/>
          </w:tcPr>
          <w:p w14:paraId="3830D359" w14:textId="77777777" w:rsidR="006321B1" w:rsidRPr="00BE4E51" w:rsidRDefault="006321B1" w:rsidP="00990435">
            <w:pPr>
              <w:pStyle w:val="TAH"/>
              <w:rPr>
                <w:rFonts w:eastAsia="DengXian"/>
              </w:rPr>
            </w:pPr>
            <w:r w:rsidRPr="00BE4E51">
              <w:rPr>
                <w:rFonts w:eastAsia="DengXian"/>
              </w:rPr>
              <w:t>DL/UL</w:t>
            </w:r>
          </w:p>
        </w:tc>
        <w:tc>
          <w:tcPr>
            <w:tcW w:w="1054" w:type="dxa"/>
            <w:shd w:val="clear" w:color="auto" w:fill="auto"/>
            <w:vAlign w:val="center"/>
          </w:tcPr>
          <w:p w14:paraId="4428D55F" w14:textId="77777777" w:rsidR="006321B1" w:rsidRPr="00BE4E51" w:rsidRDefault="006321B1" w:rsidP="00990435">
            <w:pPr>
              <w:pStyle w:val="TAH"/>
              <w:rPr>
                <w:rFonts w:eastAsia="DengXian"/>
              </w:rPr>
            </w:pPr>
            <w:r w:rsidRPr="00BE4E51">
              <w:rPr>
                <w:rFonts w:eastAsia="DengXian"/>
              </w:rPr>
              <w:t>maximum number of E-UTRA bands</w:t>
            </w:r>
          </w:p>
        </w:tc>
        <w:tc>
          <w:tcPr>
            <w:tcW w:w="1151" w:type="dxa"/>
            <w:shd w:val="clear" w:color="auto" w:fill="auto"/>
            <w:vAlign w:val="center"/>
          </w:tcPr>
          <w:p w14:paraId="6D8E87C2" w14:textId="77777777" w:rsidR="006321B1" w:rsidRPr="00BE4E51" w:rsidRDefault="006321B1" w:rsidP="00990435">
            <w:pPr>
              <w:pStyle w:val="TAH"/>
              <w:rPr>
                <w:rFonts w:eastAsia="DengXian"/>
              </w:rPr>
            </w:pPr>
            <w:r w:rsidRPr="00BE4E51">
              <w:rPr>
                <w:rFonts w:eastAsia="DengXian"/>
              </w:rPr>
              <w:t>maximum number of E-UTRA CCs</w:t>
            </w:r>
          </w:p>
        </w:tc>
        <w:tc>
          <w:tcPr>
            <w:tcW w:w="1034" w:type="dxa"/>
            <w:shd w:val="clear" w:color="auto" w:fill="auto"/>
            <w:vAlign w:val="center"/>
          </w:tcPr>
          <w:p w14:paraId="0FFB0D0C" w14:textId="77777777" w:rsidR="006321B1" w:rsidRPr="00BE4E51" w:rsidRDefault="006321B1" w:rsidP="00990435">
            <w:pPr>
              <w:pStyle w:val="TAH"/>
              <w:rPr>
                <w:rFonts w:eastAsia="DengXian"/>
              </w:rPr>
            </w:pPr>
            <w:r w:rsidRPr="00BE4E51">
              <w:rPr>
                <w:rFonts w:eastAsia="DengXian"/>
              </w:rPr>
              <w:t>maximum number of NR bands</w:t>
            </w:r>
          </w:p>
        </w:tc>
        <w:tc>
          <w:tcPr>
            <w:tcW w:w="1077" w:type="dxa"/>
            <w:shd w:val="clear" w:color="auto" w:fill="auto"/>
            <w:vAlign w:val="center"/>
          </w:tcPr>
          <w:p w14:paraId="2D304AAB" w14:textId="77777777" w:rsidR="006321B1" w:rsidRPr="00BE4E51" w:rsidRDefault="006321B1" w:rsidP="00990435">
            <w:pPr>
              <w:pStyle w:val="TAH"/>
              <w:rPr>
                <w:rFonts w:eastAsia="DengXian"/>
              </w:rPr>
            </w:pPr>
            <w:r w:rsidRPr="00BE4E51">
              <w:rPr>
                <w:rFonts w:eastAsia="DengXian"/>
              </w:rPr>
              <w:t>maximum number of NR CCs</w:t>
            </w:r>
          </w:p>
        </w:tc>
        <w:tc>
          <w:tcPr>
            <w:tcW w:w="1432" w:type="dxa"/>
            <w:shd w:val="clear" w:color="auto" w:fill="auto"/>
            <w:vAlign w:val="center"/>
          </w:tcPr>
          <w:p w14:paraId="30AD5CA3" w14:textId="77777777" w:rsidR="006321B1" w:rsidRPr="00BE4E51" w:rsidRDefault="006321B1" w:rsidP="00990435">
            <w:pPr>
              <w:pStyle w:val="TAH"/>
              <w:rPr>
                <w:rFonts w:eastAsia="DengXian"/>
              </w:rPr>
            </w:pPr>
            <w:r w:rsidRPr="00BE4E51">
              <w:rPr>
                <w:rFonts w:eastAsia="DengXian"/>
              </w:rPr>
              <w:t>Duplex-mode</w:t>
            </w:r>
          </w:p>
        </w:tc>
        <w:tc>
          <w:tcPr>
            <w:tcW w:w="953" w:type="dxa"/>
            <w:shd w:val="clear" w:color="auto" w:fill="auto"/>
            <w:vAlign w:val="center"/>
          </w:tcPr>
          <w:p w14:paraId="05C79CE1" w14:textId="77777777" w:rsidR="006321B1" w:rsidRPr="00BE4E51" w:rsidRDefault="006321B1" w:rsidP="00990435">
            <w:pPr>
              <w:pStyle w:val="TAH"/>
              <w:rPr>
                <w:rFonts w:eastAsia="DengXian"/>
              </w:rPr>
            </w:pPr>
            <w:r w:rsidRPr="00BE4E51">
              <w:rPr>
                <w:rFonts w:eastAsia="DengXian"/>
              </w:rPr>
              <w:t>Release</w:t>
            </w:r>
          </w:p>
          <w:p w14:paraId="55DA180A" w14:textId="77777777" w:rsidR="006321B1" w:rsidRPr="00BE4E51" w:rsidRDefault="006321B1" w:rsidP="00990435">
            <w:pPr>
              <w:pStyle w:val="TAH"/>
              <w:rPr>
                <w:rFonts w:eastAsia="DengXian"/>
              </w:rPr>
            </w:pPr>
            <w:r w:rsidRPr="00BE4E51">
              <w:rPr>
                <w:rFonts w:eastAsia="DengXian"/>
              </w:rPr>
              <w:t>independent from</w:t>
            </w:r>
          </w:p>
        </w:tc>
        <w:tc>
          <w:tcPr>
            <w:tcW w:w="1425" w:type="dxa"/>
            <w:shd w:val="clear" w:color="auto" w:fill="auto"/>
            <w:vAlign w:val="center"/>
          </w:tcPr>
          <w:p w14:paraId="2AD9093B" w14:textId="77777777" w:rsidR="006321B1" w:rsidRPr="00BE4E51" w:rsidRDefault="006321B1" w:rsidP="00990435">
            <w:pPr>
              <w:pStyle w:val="TAH"/>
              <w:rPr>
                <w:rFonts w:eastAsia="DengXian" w:cs="Arial"/>
              </w:rPr>
            </w:pPr>
            <w:r w:rsidRPr="00BE4E51">
              <w:rPr>
                <w:rFonts w:eastAsia="DengXian" w:cs="Arial"/>
              </w:rPr>
              <w:t>requirements to be fulfilled</w:t>
            </w:r>
          </w:p>
          <w:p w14:paraId="6343EEDA" w14:textId="77777777" w:rsidR="006321B1" w:rsidRPr="00BE4E51" w:rsidRDefault="006321B1" w:rsidP="00990435">
            <w:pPr>
              <w:pStyle w:val="TAH"/>
              <w:rPr>
                <w:rFonts w:eastAsia="DengXian"/>
              </w:rPr>
            </w:pPr>
            <w:r w:rsidRPr="00BE4E51">
              <w:rPr>
                <w:rFonts w:eastAsia="DengXian" w:cs="Arial"/>
              </w:rPr>
              <w:t>(see 38.307 of the REL in which the CA configuration was introduced)</w:t>
            </w:r>
          </w:p>
        </w:tc>
      </w:tr>
      <w:tr w:rsidR="006321B1" w:rsidRPr="00BE4E51" w14:paraId="6522D585" w14:textId="77777777" w:rsidTr="00990435">
        <w:trPr>
          <w:jc w:val="center"/>
        </w:trPr>
        <w:tc>
          <w:tcPr>
            <w:tcW w:w="985" w:type="dxa"/>
            <w:vMerge w:val="restart"/>
            <w:shd w:val="clear" w:color="auto" w:fill="auto"/>
            <w:vAlign w:val="center"/>
          </w:tcPr>
          <w:p w14:paraId="6A01A4A8" w14:textId="377AC945" w:rsidR="006321B1" w:rsidRPr="00BE4E51" w:rsidRDefault="006321B1" w:rsidP="00990435">
            <w:pPr>
              <w:pStyle w:val="TAC"/>
              <w:rPr>
                <w:rFonts w:eastAsia="DengXian"/>
              </w:rPr>
            </w:pPr>
            <w:r w:rsidRPr="00BE4E51">
              <w:rPr>
                <w:rFonts w:eastAsia="DengXian"/>
              </w:rPr>
              <w:t>Inter</w:t>
            </w:r>
            <w:r>
              <w:rPr>
                <w:rFonts w:eastAsia="DengXian"/>
              </w:rPr>
              <w:t>-</w:t>
            </w:r>
            <w:r w:rsidRPr="00BE4E51">
              <w:rPr>
                <w:rFonts w:eastAsia="DengXian"/>
              </w:rPr>
              <w:t>band EN-DC</w:t>
            </w:r>
          </w:p>
        </w:tc>
        <w:tc>
          <w:tcPr>
            <w:tcW w:w="746" w:type="dxa"/>
            <w:shd w:val="clear" w:color="auto" w:fill="auto"/>
            <w:vAlign w:val="center"/>
          </w:tcPr>
          <w:p w14:paraId="5C16B6E4" w14:textId="77777777" w:rsidR="006321B1" w:rsidRPr="00BE4E51" w:rsidRDefault="006321B1" w:rsidP="00990435">
            <w:pPr>
              <w:pStyle w:val="TAC"/>
              <w:rPr>
                <w:rFonts w:eastAsia="DengXian"/>
              </w:rPr>
            </w:pPr>
            <w:r w:rsidRPr="00BE4E51">
              <w:rPr>
                <w:rFonts w:eastAsia="DengXian"/>
              </w:rPr>
              <w:t>DL</w:t>
            </w:r>
          </w:p>
        </w:tc>
        <w:tc>
          <w:tcPr>
            <w:tcW w:w="1054" w:type="dxa"/>
            <w:shd w:val="clear" w:color="auto" w:fill="auto"/>
            <w:vAlign w:val="center"/>
          </w:tcPr>
          <w:p w14:paraId="6E733E50" w14:textId="77777777" w:rsidR="006321B1" w:rsidRPr="00BE4E51" w:rsidRDefault="006321B1" w:rsidP="00990435">
            <w:pPr>
              <w:pStyle w:val="TAC"/>
              <w:rPr>
                <w:rFonts w:eastAsia="DengXian"/>
              </w:rPr>
            </w:pPr>
            <w:r w:rsidRPr="00BE4E51">
              <w:rPr>
                <w:rFonts w:eastAsia="DengXian"/>
              </w:rPr>
              <w:t>4</w:t>
            </w:r>
          </w:p>
        </w:tc>
        <w:tc>
          <w:tcPr>
            <w:tcW w:w="1151" w:type="dxa"/>
            <w:shd w:val="clear" w:color="auto" w:fill="auto"/>
            <w:vAlign w:val="center"/>
          </w:tcPr>
          <w:p w14:paraId="562A7C12" w14:textId="77777777" w:rsidR="006321B1" w:rsidRPr="00BE4E51" w:rsidRDefault="006321B1" w:rsidP="00990435">
            <w:pPr>
              <w:pStyle w:val="TAC"/>
              <w:rPr>
                <w:rFonts w:eastAsia="DengXian"/>
              </w:rPr>
            </w:pPr>
            <w:r w:rsidRPr="00BE4E51">
              <w:rPr>
                <w:rFonts w:eastAsia="DengXian"/>
              </w:rPr>
              <w:t>5</w:t>
            </w:r>
          </w:p>
        </w:tc>
        <w:tc>
          <w:tcPr>
            <w:tcW w:w="1034" w:type="dxa"/>
            <w:shd w:val="clear" w:color="auto" w:fill="auto"/>
            <w:vAlign w:val="center"/>
          </w:tcPr>
          <w:p w14:paraId="36E6A5DE" w14:textId="77777777" w:rsidR="006321B1" w:rsidRPr="00BE4E51" w:rsidRDefault="006321B1" w:rsidP="00990435">
            <w:pPr>
              <w:pStyle w:val="TAC"/>
              <w:rPr>
                <w:rFonts w:eastAsia="DengXian"/>
              </w:rPr>
            </w:pPr>
            <w:r w:rsidRPr="00BE4E51">
              <w:rPr>
                <w:rFonts w:eastAsia="DengXian"/>
              </w:rPr>
              <w:t>2</w:t>
            </w:r>
          </w:p>
        </w:tc>
        <w:tc>
          <w:tcPr>
            <w:tcW w:w="1077" w:type="dxa"/>
            <w:shd w:val="clear" w:color="auto" w:fill="auto"/>
            <w:vAlign w:val="center"/>
          </w:tcPr>
          <w:p w14:paraId="4975FBA2" w14:textId="77777777" w:rsidR="006321B1" w:rsidRPr="00BE4E51" w:rsidRDefault="006321B1" w:rsidP="00990435">
            <w:pPr>
              <w:pStyle w:val="TAC"/>
              <w:rPr>
                <w:rFonts w:eastAsia="DengXian"/>
              </w:rPr>
            </w:pPr>
            <w:r w:rsidRPr="00BE4E51">
              <w:rPr>
                <w:rFonts w:eastAsia="DengXian"/>
              </w:rPr>
              <w:t>2</w:t>
            </w:r>
          </w:p>
        </w:tc>
        <w:tc>
          <w:tcPr>
            <w:tcW w:w="1432" w:type="dxa"/>
            <w:shd w:val="clear" w:color="auto" w:fill="auto"/>
          </w:tcPr>
          <w:p w14:paraId="4E43425A" w14:textId="77777777" w:rsidR="006321B1" w:rsidRPr="00BE4E51" w:rsidRDefault="006321B1" w:rsidP="00990435">
            <w:pPr>
              <w:pStyle w:val="TAC"/>
              <w:rPr>
                <w:rFonts w:eastAsia="DengXian"/>
              </w:rPr>
            </w:pPr>
            <w:r w:rsidRPr="00BE4E51">
              <w:rPr>
                <w:rFonts w:eastAsia="DengXian"/>
              </w:rPr>
              <w:t xml:space="preserve">FDD, TDD, </w:t>
            </w:r>
          </w:p>
          <w:p w14:paraId="055561FF" w14:textId="77777777" w:rsidR="006321B1" w:rsidRPr="00BE4E51" w:rsidRDefault="006321B1" w:rsidP="00990435">
            <w:pPr>
              <w:pStyle w:val="TAC"/>
              <w:rPr>
                <w:rFonts w:eastAsia="DengXian"/>
              </w:rPr>
            </w:pPr>
            <w:r w:rsidRPr="00BE4E51">
              <w:rPr>
                <w:rFonts w:eastAsia="DengXian"/>
              </w:rPr>
              <w:t>FDD and TDD</w:t>
            </w:r>
          </w:p>
        </w:tc>
        <w:tc>
          <w:tcPr>
            <w:tcW w:w="953" w:type="dxa"/>
            <w:shd w:val="clear" w:color="auto" w:fill="auto"/>
            <w:vAlign w:val="center"/>
          </w:tcPr>
          <w:p w14:paraId="379D2B4F" w14:textId="77777777" w:rsidR="006321B1" w:rsidRPr="00BE4E51" w:rsidRDefault="006321B1" w:rsidP="00990435">
            <w:pPr>
              <w:pStyle w:val="TAC"/>
              <w:rPr>
                <w:rFonts w:eastAsia="DengXian"/>
              </w:rPr>
            </w:pPr>
            <w:r w:rsidRPr="00BE4E51">
              <w:rPr>
                <w:rFonts w:eastAsia="DengXian"/>
              </w:rPr>
              <w:t>Rel-15</w:t>
            </w:r>
          </w:p>
        </w:tc>
        <w:tc>
          <w:tcPr>
            <w:tcW w:w="1425" w:type="dxa"/>
            <w:shd w:val="clear" w:color="auto" w:fill="auto"/>
          </w:tcPr>
          <w:p w14:paraId="23934DF8" w14:textId="77777777" w:rsidR="006321B1" w:rsidRPr="00BE4E51" w:rsidRDefault="006321B1" w:rsidP="00990435">
            <w:pPr>
              <w:pStyle w:val="TAC"/>
              <w:rPr>
                <w:rFonts w:eastAsia="DengXian"/>
              </w:rPr>
            </w:pPr>
          </w:p>
        </w:tc>
      </w:tr>
      <w:tr w:rsidR="006321B1" w:rsidRPr="00BE4E51" w14:paraId="660AB849" w14:textId="77777777" w:rsidTr="00990435">
        <w:trPr>
          <w:jc w:val="center"/>
        </w:trPr>
        <w:tc>
          <w:tcPr>
            <w:tcW w:w="985" w:type="dxa"/>
            <w:vMerge/>
            <w:shd w:val="clear" w:color="auto" w:fill="auto"/>
          </w:tcPr>
          <w:p w14:paraId="04663287" w14:textId="77777777" w:rsidR="006321B1" w:rsidRPr="00BE4E51" w:rsidRDefault="006321B1" w:rsidP="00990435">
            <w:pPr>
              <w:pStyle w:val="TAC"/>
              <w:rPr>
                <w:rFonts w:eastAsia="DengXian"/>
              </w:rPr>
            </w:pPr>
          </w:p>
        </w:tc>
        <w:tc>
          <w:tcPr>
            <w:tcW w:w="746" w:type="dxa"/>
            <w:shd w:val="clear" w:color="auto" w:fill="auto"/>
            <w:vAlign w:val="center"/>
          </w:tcPr>
          <w:p w14:paraId="5FAD0509" w14:textId="77777777" w:rsidR="006321B1" w:rsidRPr="00BE4E51" w:rsidRDefault="006321B1" w:rsidP="00990435">
            <w:pPr>
              <w:pStyle w:val="TAC"/>
              <w:rPr>
                <w:rFonts w:eastAsia="DengXian"/>
              </w:rPr>
            </w:pPr>
            <w:r w:rsidRPr="00BE4E51">
              <w:rPr>
                <w:rFonts w:eastAsia="DengXian"/>
              </w:rPr>
              <w:t>UL</w:t>
            </w:r>
          </w:p>
        </w:tc>
        <w:tc>
          <w:tcPr>
            <w:tcW w:w="1054" w:type="dxa"/>
            <w:shd w:val="clear" w:color="auto" w:fill="auto"/>
            <w:vAlign w:val="center"/>
          </w:tcPr>
          <w:p w14:paraId="0BA7199E" w14:textId="77777777" w:rsidR="006321B1" w:rsidRPr="00BE4E51" w:rsidRDefault="006321B1" w:rsidP="00990435">
            <w:pPr>
              <w:pStyle w:val="TAC"/>
              <w:rPr>
                <w:rFonts w:eastAsia="DengXian"/>
              </w:rPr>
            </w:pPr>
            <w:r w:rsidRPr="00BE4E51">
              <w:rPr>
                <w:rFonts w:eastAsia="DengXian"/>
              </w:rPr>
              <w:t>1</w:t>
            </w:r>
          </w:p>
        </w:tc>
        <w:tc>
          <w:tcPr>
            <w:tcW w:w="1151" w:type="dxa"/>
            <w:shd w:val="clear" w:color="auto" w:fill="auto"/>
            <w:vAlign w:val="center"/>
          </w:tcPr>
          <w:p w14:paraId="248E72BB" w14:textId="77777777" w:rsidR="006321B1" w:rsidRPr="00BE4E51" w:rsidRDefault="006321B1" w:rsidP="00990435">
            <w:pPr>
              <w:pStyle w:val="TAC"/>
              <w:rPr>
                <w:rFonts w:eastAsia="DengXian"/>
              </w:rPr>
            </w:pPr>
            <w:r w:rsidRPr="00BE4E51">
              <w:rPr>
                <w:rFonts w:eastAsia="DengXian"/>
              </w:rPr>
              <w:t>2</w:t>
            </w:r>
          </w:p>
        </w:tc>
        <w:tc>
          <w:tcPr>
            <w:tcW w:w="1034" w:type="dxa"/>
            <w:shd w:val="clear" w:color="auto" w:fill="auto"/>
            <w:vAlign w:val="center"/>
          </w:tcPr>
          <w:p w14:paraId="07D4297B" w14:textId="77777777" w:rsidR="006321B1" w:rsidRPr="00BE4E51" w:rsidRDefault="006321B1" w:rsidP="00990435">
            <w:pPr>
              <w:pStyle w:val="TAC"/>
              <w:rPr>
                <w:rFonts w:eastAsia="DengXian"/>
              </w:rPr>
            </w:pPr>
            <w:r w:rsidRPr="00BE4E51">
              <w:rPr>
                <w:rFonts w:eastAsia="DengXian"/>
              </w:rPr>
              <w:t>1</w:t>
            </w:r>
          </w:p>
        </w:tc>
        <w:tc>
          <w:tcPr>
            <w:tcW w:w="1077" w:type="dxa"/>
            <w:shd w:val="clear" w:color="auto" w:fill="auto"/>
            <w:vAlign w:val="center"/>
          </w:tcPr>
          <w:p w14:paraId="71481A57" w14:textId="77777777" w:rsidR="006321B1" w:rsidRPr="00BE4E51" w:rsidRDefault="006321B1" w:rsidP="00990435">
            <w:pPr>
              <w:pStyle w:val="TAC"/>
              <w:rPr>
                <w:rFonts w:eastAsia="DengXian"/>
              </w:rPr>
            </w:pPr>
            <w:r w:rsidRPr="00BE4E51">
              <w:rPr>
                <w:rFonts w:eastAsia="DengXian"/>
              </w:rPr>
              <w:t>1</w:t>
            </w:r>
          </w:p>
        </w:tc>
        <w:tc>
          <w:tcPr>
            <w:tcW w:w="1432" w:type="dxa"/>
            <w:shd w:val="clear" w:color="auto" w:fill="auto"/>
          </w:tcPr>
          <w:p w14:paraId="76276075" w14:textId="77777777" w:rsidR="006321B1" w:rsidRPr="00BE4E51" w:rsidRDefault="006321B1" w:rsidP="00990435">
            <w:pPr>
              <w:pStyle w:val="TAC"/>
              <w:rPr>
                <w:rFonts w:eastAsia="DengXian"/>
              </w:rPr>
            </w:pPr>
            <w:r w:rsidRPr="00BE4E51">
              <w:rPr>
                <w:rFonts w:eastAsia="DengXian"/>
              </w:rPr>
              <w:t>FDD, TDD, FDD and TDD</w:t>
            </w:r>
          </w:p>
        </w:tc>
        <w:tc>
          <w:tcPr>
            <w:tcW w:w="953" w:type="dxa"/>
            <w:shd w:val="clear" w:color="auto" w:fill="auto"/>
            <w:vAlign w:val="center"/>
          </w:tcPr>
          <w:p w14:paraId="5FAC5539" w14:textId="77777777" w:rsidR="006321B1" w:rsidRPr="00BE4E51" w:rsidRDefault="006321B1" w:rsidP="00990435">
            <w:pPr>
              <w:pStyle w:val="TAC"/>
              <w:rPr>
                <w:rFonts w:eastAsia="DengXian"/>
              </w:rPr>
            </w:pPr>
            <w:r w:rsidRPr="00BE4E51">
              <w:rPr>
                <w:rFonts w:eastAsia="DengXian"/>
              </w:rPr>
              <w:t>Rel-15</w:t>
            </w:r>
          </w:p>
        </w:tc>
        <w:tc>
          <w:tcPr>
            <w:tcW w:w="1425" w:type="dxa"/>
            <w:shd w:val="clear" w:color="auto" w:fill="auto"/>
          </w:tcPr>
          <w:p w14:paraId="714E5B1F" w14:textId="77777777" w:rsidR="006321B1" w:rsidRPr="00BE4E51" w:rsidRDefault="006321B1" w:rsidP="00990435">
            <w:pPr>
              <w:pStyle w:val="TAC"/>
              <w:rPr>
                <w:rFonts w:eastAsia="DengXian"/>
              </w:rPr>
            </w:pPr>
          </w:p>
        </w:tc>
      </w:tr>
      <w:bookmarkEnd w:id="459"/>
    </w:tbl>
    <w:p w14:paraId="444CA475" w14:textId="77777777" w:rsidR="006321B1" w:rsidRPr="00BE4E51" w:rsidRDefault="006321B1" w:rsidP="006321B1">
      <w:pPr>
        <w:rPr>
          <w:lang w:eastAsia="zh-CN"/>
        </w:rPr>
      </w:pPr>
    </w:p>
    <w:p w14:paraId="4B4DF179" w14:textId="12D8F1F2" w:rsidR="006321B1" w:rsidRPr="00BE4E51" w:rsidRDefault="006321B1" w:rsidP="006321B1">
      <w:pPr>
        <w:pStyle w:val="TH"/>
      </w:pPr>
      <w:r w:rsidRPr="00BE4E51">
        <w:lastRenderedPageBreak/>
        <w:t>Table 8.1.2.1-2: EN-DC</w:t>
      </w:r>
      <w:r w:rsidRPr="009A791E">
        <w:t xml:space="preserve"> </w:t>
      </w:r>
      <w:r w:rsidRPr="00BE4E51">
        <w:t>inter</w:t>
      </w:r>
      <w:r>
        <w:t>-</w:t>
      </w:r>
      <w:r w:rsidRPr="00BE4E51">
        <w:t xml:space="preserve">band configurations </w:t>
      </w:r>
      <w:r w:rsidRPr="00BE4E51">
        <w:rPr>
          <w:rFonts w:hint="eastAsia"/>
          <w:lang w:eastAsia="zh-CN"/>
        </w:rPr>
        <w:t xml:space="preserve">with SUL </w:t>
      </w:r>
      <w:r w:rsidRPr="00BE4E51">
        <w:t>within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46"/>
        <w:gridCol w:w="1054"/>
        <w:gridCol w:w="1151"/>
        <w:gridCol w:w="1034"/>
        <w:gridCol w:w="1077"/>
        <w:gridCol w:w="1432"/>
        <w:gridCol w:w="953"/>
        <w:gridCol w:w="1425"/>
      </w:tblGrid>
      <w:tr w:rsidR="006321B1" w:rsidRPr="00BE4E51" w14:paraId="5A232C4B" w14:textId="77777777" w:rsidTr="00990435">
        <w:trPr>
          <w:jc w:val="center"/>
        </w:trPr>
        <w:tc>
          <w:tcPr>
            <w:tcW w:w="985" w:type="dxa"/>
            <w:shd w:val="clear" w:color="auto" w:fill="auto"/>
            <w:vAlign w:val="center"/>
          </w:tcPr>
          <w:p w14:paraId="0835880D" w14:textId="77777777" w:rsidR="006321B1" w:rsidRPr="00BE4E51" w:rsidRDefault="006321B1" w:rsidP="00990435">
            <w:pPr>
              <w:pStyle w:val="TAH"/>
              <w:rPr>
                <w:rFonts w:eastAsia="DengXian"/>
              </w:rPr>
            </w:pPr>
            <w:r w:rsidRPr="00BE4E51">
              <w:rPr>
                <w:rFonts w:eastAsia="DengXian"/>
              </w:rPr>
              <w:t>Feature</w:t>
            </w:r>
          </w:p>
        </w:tc>
        <w:tc>
          <w:tcPr>
            <w:tcW w:w="746" w:type="dxa"/>
            <w:shd w:val="clear" w:color="auto" w:fill="auto"/>
            <w:vAlign w:val="center"/>
          </w:tcPr>
          <w:p w14:paraId="08B10D14" w14:textId="77777777" w:rsidR="006321B1" w:rsidRPr="00BE4E51" w:rsidRDefault="006321B1" w:rsidP="00990435">
            <w:pPr>
              <w:pStyle w:val="TAH"/>
              <w:rPr>
                <w:rFonts w:eastAsia="DengXian"/>
              </w:rPr>
            </w:pPr>
            <w:r w:rsidRPr="00BE4E51">
              <w:rPr>
                <w:rFonts w:eastAsia="DengXian"/>
              </w:rPr>
              <w:t>DL/UL</w:t>
            </w:r>
          </w:p>
        </w:tc>
        <w:tc>
          <w:tcPr>
            <w:tcW w:w="1054" w:type="dxa"/>
            <w:shd w:val="clear" w:color="auto" w:fill="auto"/>
            <w:vAlign w:val="center"/>
          </w:tcPr>
          <w:p w14:paraId="0B4F6E25" w14:textId="77777777" w:rsidR="006321B1" w:rsidRPr="00BE4E51" w:rsidRDefault="006321B1" w:rsidP="00990435">
            <w:pPr>
              <w:pStyle w:val="TAH"/>
              <w:rPr>
                <w:rFonts w:eastAsia="DengXian"/>
              </w:rPr>
            </w:pPr>
            <w:r w:rsidRPr="00BE4E51">
              <w:rPr>
                <w:rFonts w:eastAsia="DengXian"/>
              </w:rPr>
              <w:t>maximum number of E-UTRA bands</w:t>
            </w:r>
          </w:p>
        </w:tc>
        <w:tc>
          <w:tcPr>
            <w:tcW w:w="1151" w:type="dxa"/>
            <w:shd w:val="clear" w:color="auto" w:fill="auto"/>
            <w:vAlign w:val="center"/>
          </w:tcPr>
          <w:p w14:paraId="01412590" w14:textId="77777777" w:rsidR="006321B1" w:rsidRPr="00BE4E51" w:rsidRDefault="006321B1" w:rsidP="00990435">
            <w:pPr>
              <w:pStyle w:val="TAH"/>
              <w:rPr>
                <w:rFonts w:eastAsia="DengXian"/>
              </w:rPr>
            </w:pPr>
            <w:r w:rsidRPr="00BE4E51">
              <w:rPr>
                <w:rFonts w:eastAsia="DengXian"/>
              </w:rPr>
              <w:t>maximum number of E-UTRA CCs</w:t>
            </w:r>
          </w:p>
        </w:tc>
        <w:tc>
          <w:tcPr>
            <w:tcW w:w="1034" w:type="dxa"/>
            <w:shd w:val="clear" w:color="auto" w:fill="auto"/>
            <w:vAlign w:val="center"/>
          </w:tcPr>
          <w:p w14:paraId="3B4AA78E" w14:textId="77777777" w:rsidR="006321B1" w:rsidRPr="00BE4E51" w:rsidRDefault="006321B1" w:rsidP="00990435">
            <w:pPr>
              <w:pStyle w:val="TAH"/>
              <w:rPr>
                <w:rFonts w:eastAsia="DengXian"/>
              </w:rPr>
            </w:pPr>
            <w:r w:rsidRPr="00BE4E51">
              <w:rPr>
                <w:rFonts w:eastAsia="DengXian"/>
              </w:rPr>
              <w:t>maximum number of NR bands</w:t>
            </w:r>
          </w:p>
        </w:tc>
        <w:tc>
          <w:tcPr>
            <w:tcW w:w="1077" w:type="dxa"/>
            <w:shd w:val="clear" w:color="auto" w:fill="auto"/>
            <w:vAlign w:val="center"/>
          </w:tcPr>
          <w:p w14:paraId="3A0ACCCD" w14:textId="77777777" w:rsidR="006321B1" w:rsidRPr="00BE4E51" w:rsidRDefault="006321B1" w:rsidP="00990435">
            <w:pPr>
              <w:pStyle w:val="TAH"/>
              <w:rPr>
                <w:rFonts w:eastAsia="DengXian"/>
              </w:rPr>
            </w:pPr>
            <w:r w:rsidRPr="00BE4E51">
              <w:rPr>
                <w:rFonts w:eastAsia="DengXian"/>
              </w:rPr>
              <w:t>maximum number of NR CCs</w:t>
            </w:r>
          </w:p>
        </w:tc>
        <w:tc>
          <w:tcPr>
            <w:tcW w:w="1432" w:type="dxa"/>
            <w:shd w:val="clear" w:color="auto" w:fill="auto"/>
            <w:vAlign w:val="center"/>
          </w:tcPr>
          <w:p w14:paraId="4B5FAE16" w14:textId="77777777" w:rsidR="006321B1" w:rsidRPr="00BE4E51" w:rsidRDefault="006321B1" w:rsidP="00990435">
            <w:pPr>
              <w:pStyle w:val="TAH"/>
              <w:rPr>
                <w:rFonts w:eastAsia="DengXian"/>
              </w:rPr>
            </w:pPr>
            <w:r w:rsidRPr="00BE4E51">
              <w:rPr>
                <w:rFonts w:eastAsia="DengXian"/>
              </w:rPr>
              <w:t>Duplex-mode</w:t>
            </w:r>
          </w:p>
        </w:tc>
        <w:tc>
          <w:tcPr>
            <w:tcW w:w="953" w:type="dxa"/>
            <w:shd w:val="clear" w:color="auto" w:fill="auto"/>
            <w:vAlign w:val="center"/>
          </w:tcPr>
          <w:p w14:paraId="30A66520" w14:textId="77777777" w:rsidR="006321B1" w:rsidRPr="00BE4E51" w:rsidRDefault="006321B1" w:rsidP="00990435">
            <w:pPr>
              <w:pStyle w:val="TAH"/>
              <w:rPr>
                <w:rFonts w:eastAsia="DengXian"/>
              </w:rPr>
            </w:pPr>
            <w:r w:rsidRPr="00BE4E51">
              <w:rPr>
                <w:rFonts w:eastAsia="DengXian"/>
              </w:rPr>
              <w:t>Release</w:t>
            </w:r>
          </w:p>
          <w:p w14:paraId="7A823C03" w14:textId="77777777" w:rsidR="006321B1" w:rsidRPr="00BE4E51" w:rsidRDefault="006321B1" w:rsidP="00990435">
            <w:pPr>
              <w:pStyle w:val="TAH"/>
              <w:rPr>
                <w:rFonts w:eastAsia="DengXian"/>
              </w:rPr>
            </w:pPr>
            <w:r w:rsidRPr="00BE4E51">
              <w:rPr>
                <w:rFonts w:eastAsia="DengXian"/>
              </w:rPr>
              <w:t>independent from</w:t>
            </w:r>
          </w:p>
        </w:tc>
        <w:tc>
          <w:tcPr>
            <w:tcW w:w="1425" w:type="dxa"/>
            <w:shd w:val="clear" w:color="auto" w:fill="auto"/>
            <w:vAlign w:val="center"/>
          </w:tcPr>
          <w:p w14:paraId="7145328D" w14:textId="77777777" w:rsidR="006321B1" w:rsidRPr="00BE4E51" w:rsidRDefault="006321B1" w:rsidP="00990435">
            <w:pPr>
              <w:pStyle w:val="TAH"/>
              <w:rPr>
                <w:rFonts w:eastAsia="DengXian" w:cs="Arial"/>
              </w:rPr>
            </w:pPr>
            <w:r w:rsidRPr="00BE4E51">
              <w:rPr>
                <w:rFonts w:eastAsia="DengXian" w:cs="Arial"/>
              </w:rPr>
              <w:t>requirements to be fulfilled</w:t>
            </w:r>
          </w:p>
          <w:p w14:paraId="06B147FB" w14:textId="77777777" w:rsidR="006321B1" w:rsidRPr="00BE4E51" w:rsidRDefault="006321B1" w:rsidP="00990435">
            <w:pPr>
              <w:pStyle w:val="TAH"/>
              <w:rPr>
                <w:rFonts w:eastAsia="DengXian"/>
              </w:rPr>
            </w:pPr>
            <w:r w:rsidRPr="00BE4E51">
              <w:rPr>
                <w:rFonts w:eastAsia="DengXian" w:cs="Arial"/>
              </w:rPr>
              <w:t>(see 38.307 of the REL in which the CA configuration was introduced)</w:t>
            </w:r>
          </w:p>
        </w:tc>
      </w:tr>
      <w:tr w:rsidR="006321B1" w:rsidRPr="00BE4E51" w14:paraId="0986D237" w14:textId="77777777" w:rsidTr="00990435">
        <w:trPr>
          <w:jc w:val="center"/>
        </w:trPr>
        <w:tc>
          <w:tcPr>
            <w:tcW w:w="985" w:type="dxa"/>
            <w:vMerge w:val="restart"/>
            <w:shd w:val="clear" w:color="auto" w:fill="auto"/>
            <w:vAlign w:val="center"/>
          </w:tcPr>
          <w:p w14:paraId="1267175C" w14:textId="27C68D62" w:rsidR="006321B1" w:rsidRPr="00BE4E51" w:rsidRDefault="006321B1" w:rsidP="00990435">
            <w:pPr>
              <w:pStyle w:val="TAC"/>
              <w:rPr>
                <w:rFonts w:eastAsia="DengXian"/>
              </w:rPr>
            </w:pPr>
            <w:r w:rsidRPr="00BE4E51">
              <w:rPr>
                <w:rFonts w:eastAsia="DengXian"/>
              </w:rPr>
              <w:t>Inter</w:t>
            </w:r>
            <w:r>
              <w:rPr>
                <w:rFonts w:eastAsia="DengXian"/>
              </w:rPr>
              <w:t>-</w:t>
            </w:r>
            <w:r w:rsidRPr="00BE4E51">
              <w:rPr>
                <w:rFonts w:eastAsia="DengXian"/>
              </w:rPr>
              <w:t>band EN-DC</w:t>
            </w:r>
          </w:p>
        </w:tc>
        <w:tc>
          <w:tcPr>
            <w:tcW w:w="746" w:type="dxa"/>
            <w:shd w:val="clear" w:color="auto" w:fill="auto"/>
            <w:vAlign w:val="center"/>
          </w:tcPr>
          <w:p w14:paraId="17F7DD4C" w14:textId="77777777" w:rsidR="006321B1" w:rsidRPr="00BE4E51" w:rsidRDefault="006321B1" w:rsidP="00990435">
            <w:pPr>
              <w:pStyle w:val="TAC"/>
              <w:rPr>
                <w:rFonts w:eastAsia="DengXian"/>
              </w:rPr>
            </w:pPr>
            <w:r w:rsidRPr="00BE4E51">
              <w:rPr>
                <w:rFonts w:eastAsia="DengXian"/>
              </w:rPr>
              <w:t>DL</w:t>
            </w:r>
          </w:p>
        </w:tc>
        <w:tc>
          <w:tcPr>
            <w:tcW w:w="1054" w:type="dxa"/>
            <w:shd w:val="clear" w:color="auto" w:fill="auto"/>
            <w:vAlign w:val="center"/>
          </w:tcPr>
          <w:p w14:paraId="1AF15AEB" w14:textId="77777777" w:rsidR="006321B1" w:rsidRPr="00BE4E51" w:rsidRDefault="006321B1" w:rsidP="00990435">
            <w:pPr>
              <w:pStyle w:val="TAC"/>
              <w:rPr>
                <w:rFonts w:eastAsia="DengXian"/>
              </w:rPr>
            </w:pPr>
            <w:r w:rsidRPr="00BE4E51">
              <w:rPr>
                <w:rFonts w:eastAsia="DengXian"/>
              </w:rPr>
              <w:t>2</w:t>
            </w:r>
          </w:p>
        </w:tc>
        <w:tc>
          <w:tcPr>
            <w:tcW w:w="1151" w:type="dxa"/>
            <w:shd w:val="clear" w:color="auto" w:fill="auto"/>
            <w:vAlign w:val="center"/>
          </w:tcPr>
          <w:p w14:paraId="3839A697" w14:textId="77777777" w:rsidR="006321B1" w:rsidRPr="00BE4E51" w:rsidRDefault="006321B1" w:rsidP="00990435">
            <w:pPr>
              <w:pStyle w:val="TAC"/>
              <w:rPr>
                <w:rFonts w:eastAsia="DengXian"/>
              </w:rPr>
            </w:pPr>
            <w:r w:rsidRPr="00BE4E51">
              <w:rPr>
                <w:rFonts w:eastAsia="DengXian"/>
              </w:rPr>
              <w:t>3</w:t>
            </w:r>
          </w:p>
        </w:tc>
        <w:tc>
          <w:tcPr>
            <w:tcW w:w="1034" w:type="dxa"/>
            <w:shd w:val="clear" w:color="auto" w:fill="auto"/>
            <w:vAlign w:val="center"/>
          </w:tcPr>
          <w:p w14:paraId="16B8B1B2" w14:textId="77777777" w:rsidR="006321B1" w:rsidRPr="00BE4E51" w:rsidRDefault="006321B1" w:rsidP="00990435">
            <w:pPr>
              <w:pStyle w:val="TAC"/>
              <w:rPr>
                <w:rFonts w:eastAsia="DengXian"/>
              </w:rPr>
            </w:pPr>
            <w:r w:rsidRPr="00BE4E51">
              <w:rPr>
                <w:rFonts w:eastAsia="DengXian"/>
              </w:rPr>
              <w:t>1</w:t>
            </w:r>
          </w:p>
        </w:tc>
        <w:tc>
          <w:tcPr>
            <w:tcW w:w="1077" w:type="dxa"/>
            <w:shd w:val="clear" w:color="auto" w:fill="auto"/>
            <w:vAlign w:val="center"/>
          </w:tcPr>
          <w:p w14:paraId="4685AE0A" w14:textId="77777777" w:rsidR="006321B1" w:rsidRPr="00BE4E51" w:rsidRDefault="006321B1" w:rsidP="00990435">
            <w:pPr>
              <w:pStyle w:val="TAC"/>
              <w:rPr>
                <w:rFonts w:eastAsia="DengXian"/>
              </w:rPr>
            </w:pPr>
            <w:r w:rsidRPr="00BE4E51">
              <w:rPr>
                <w:rFonts w:eastAsia="DengXian"/>
              </w:rPr>
              <w:t>1</w:t>
            </w:r>
          </w:p>
        </w:tc>
        <w:tc>
          <w:tcPr>
            <w:tcW w:w="1432" w:type="dxa"/>
            <w:shd w:val="clear" w:color="auto" w:fill="auto"/>
          </w:tcPr>
          <w:p w14:paraId="11728E34" w14:textId="77777777" w:rsidR="006321B1" w:rsidRPr="00BE4E51" w:rsidRDefault="006321B1" w:rsidP="00990435">
            <w:pPr>
              <w:pStyle w:val="TAC"/>
              <w:rPr>
                <w:rFonts w:eastAsia="DengXian"/>
              </w:rPr>
            </w:pPr>
            <w:r w:rsidRPr="00BE4E51">
              <w:rPr>
                <w:rFonts w:eastAsia="DengXian"/>
              </w:rPr>
              <w:t>FDD, TDD,</w:t>
            </w:r>
          </w:p>
          <w:p w14:paraId="72C608D3" w14:textId="77777777" w:rsidR="006321B1" w:rsidRPr="00BE4E51" w:rsidRDefault="006321B1" w:rsidP="00990435">
            <w:pPr>
              <w:pStyle w:val="TAC"/>
              <w:rPr>
                <w:rFonts w:eastAsia="DengXian"/>
              </w:rPr>
            </w:pPr>
            <w:r w:rsidRPr="00BE4E51">
              <w:rPr>
                <w:rFonts w:eastAsia="DengXian"/>
              </w:rPr>
              <w:t>FDD and TDD</w:t>
            </w:r>
          </w:p>
        </w:tc>
        <w:tc>
          <w:tcPr>
            <w:tcW w:w="953" w:type="dxa"/>
            <w:shd w:val="clear" w:color="auto" w:fill="auto"/>
            <w:vAlign w:val="center"/>
          </w:tcPr>
          <w:p w14:paraId="324D7FBD" w14:textId="77777777" w:rsidR="006321B1" w:rsidRPr="00BE4E51" w:rsidRDefault="006321B1" w:rsidP="00990435">
            <w:pPr>
              <w:pStyle w:val="TAC"/>
              <w:rPr>
                <w:rFonts w:eastAsia="DengXian"/>
              </w:rPr>
            </w:pPr>
            <w:r w:rsidRPr="00BE4E51">
              <w:rPr>
                <w:rFonts w:eastAsia="DengXian"/>
              </w:rPr>
              <w:t>Rel-15</w:t>
            </w:r>
          </w:p>
        </w:tc>
        <w:tc>
          <w:tcPr>
            <w:tcW w:w="1425" w:type="dxa"/>
            <w:shd w:val="clear" w:color="auto" w:fill="auto"/>
          </w:tcPr>
          <w:p w14:paraId="622A3D84" w14:textId="77777777" w:rsidR="006321B1" w:rsidRPr="00BE4E51" w:rsidRDefault="006321B1" w:rsidP="00990435">
            <w:pPr>
              <w:pStyle w:val="TAC"/>
              <w:rPr>
                <w:rFonts w:eastAsia="DengXian"/>
              </w:rPr>
            </w:pPr>
          </w:p>
        </w:tc>
      </w:tr>
      <w:tr w:rsidR="006321B1" w:rsidRPr="00BE4E51" w14:paraId="0991F903" w14:textId="77777777" w:rsidTr="00990435">
        <w:trPr>
          <w:jc w:val="center"/>
        </w:trPr>
        <w:tc>
          <w:tcPr>
            <w:tcW w:w="985" w:type="dxa"/>
            <w:vMerge/>
            <w:shd w:val="clear" w:color="auto" w:fill="auto"/>
          </w:tcPr>
          <w:p w14:paraId="143B329E" w14:textId="77777777" w:rsidR="006321B1" w:rsidRPr="00BE4E51" w:rsidRDefault="006321B1" w:rsidP="00990435">
            <w:pPr>
              <w:pStyle w:val="TAC"/>
              <w:rPr>
                <w:rFonts w:eastAsia="DengXian"/>
              </w:rPr>
            </w:pPr>
          </w:p>
        </w:tc>
        <w:tc>
          <w:tcPr>
            <w:tcW w:w="746" w:type="dxa"/>
            <w:shd w:val="clear" w:color="auto" w:fill="auto"/>
            <w:vAlign w:val="center"/>
          </w:tcPr>
          <w:p w14:paraId="3E119870" w14:textId="77777777" w:rsidR="006321B1" w:rsidRPr="00BE4E51" w:rsidRDefault="006321B1" w:rsidP="00990435">
            <w:pPr>
              <w:pStyle w:val="TAC"/>
              <w:rPr>
                <w:rFonts w:eastAsia="DengXian"/>
              </w:rPr>
            </w:pPr>
            <w:r w:rsidRPr="00BE4E51">
              <w:rPr>
                <w:rFonts w:eastAsia="DengXian"/>
              </w:rPr>
              <w:t>UL</w:t>
            </w:r>
          </w:p>
        </w:tc>
        <w:tc>
          <w:tcPr>
            <w:tcW w:w="1054" w:type="dxa"/>
            <w:shd w:val="clear" w:color="auto" w:fill="auto"/>
            <w:vAlign w:val="center"/>
          </w:tcPr>
          <w:p w14:paraId="4411CDA4" w14:textId="77777777" w:rsidR="006321B1" w:rsidRPr="00BE4E51" w:rsidRDefault="006321B1" w:rsidP="00990435">
            <w:pPr>
              <w:pStyle w:val="TAC"/>
              <w:rPr>
                <w:rFonts w:eastAsia="DengXian"/>
              </w:rPr>
            </w:pPr>
            <w:r w:rsidRPr="00BE4E51">
              <w:rPr>
                <w:rFonts w:eastAsia="DengXian"/>
              </w:rPr>
              <w:t>1</w:t>
            </w:r>
          </w:p>
        </w:tc>
        <w:tc>
          <w:tcPr>
            <w:tcW w:w="1151" w:type="dxa"/>
            <w:shd w:val="clear" w:color="auto" w:fill="auto"/>
            <w:vAlign w:val="center"/>
          </w:tcPr>
          <w:p w14:paraId="7A0AD4F5" w14:textId="77777777" w:rsidR="006321B1" w:rsidRPr="00BE4E51" w:rsidRDefault="006321B1" w:rsidP="00990435">
            <w:pPr>
              <w:pStyle w:val="TAC"/>
              <w:rPr>
                <w:rFonts w:eastAsia="DengXian"/>
                <w:lang w:eastAsia="zh-CN"/>
              </w:rPr>
            </w:pPr>
            <w:r w:rsidRPr="00BE4E51">
              <w:rPr>
                <w:rFonts w:eastAsia="DengXian" w:hint="eastAsia"/>
                <w:lang w:eastAsia="zh-CN"/>
              </w:rPr>
              <w:t>1</w:t>
            </w:r>
          </w:p>
        </w:tc>
        <w:tc>
          <w:tcPr>
            <w:tcW w:w="1034" w:type="dxa"/>
            <w:shd w:val="clear" w:color="auto" w:fill="auto"/>
            <w:vAlign w:val="center"/>
          </w:tcPr>
          <w:p w14:paraId="0C98A6AE" w14:textId="77777777" w:rsidR="006321B1" w:rsidRPr="00BE4E51" w:rsidRDefault="006321B1" w:rsidP="00990435">
            <w:pPr>
              <w:pStyle w:val="TAC"/>
              <w:rPr>
                <w:rFonts w:eastAsia="DengXian"/>
                <w:lang w:eastAsia="zh-CN"/>
              </w:rPr>
            </w:pPr>
            <w:r w:rsidRPr="00BE4E51">
              <w:rPr>
                <w:rFonts w:eastAsia="DengXian" w:hint="eastAsia"/>
                <w:lang w:eastAsia="zh-CN"/>
              </w:rPr>
              <w:t>2</w:t>
            </w:r>
          </w:p>
        </w:tc>
        <w:tc>
          <w:tcPr>
            <w:tcW w:w="1077" w:type="dxa"/>
            <w:shd w:val="clear" w:color="auto" w:fill="auto"/>
            <w:vAlign w:val="center"/>
          </w:tcPr>
          <w:p w14:paraId="573F156F" w14:textId="77777777" w:rsidR="006321B1" w:rsidRPr="00BE4E51" w:rsidRDefault="006321B1" w:rsidP="00990435">
            <w:pPr>
              <w:pStyle w:val="TAC"/>
              <w:rPr>
                <w:rFonts w:eastAsia="DengXian"/>
                <w:lang w:eastAsia="zh-CN"/>
              </w:rPr>
            </w:pPr>
            <w:r w:rsidRPr="00BE4E51">
              <w:rPr>
                <w:rFonts w:eastAsia="DengXian" w:hint="eastAsia"/>
                <w:lang w:eastAsia="zh-CN"/>
              </w:rPr>
              <w:t>2</w:t>
            </w:r>
          </w:p>
        </w:tc>
        <w:tc>
          <w:tcPr>
            <w:tcW w:w="1432" w:type="dxa"/>
            <w:shd w:val="clear" w:color="auto" w:fill="auto"/>
          </w:tcPr>
          <w:p w14:paraId="2A263451" w14:textId="77777777" w:rsidR="006321B1" w:rsidRPr="00BE4E51" w:rsidRDefault="006321B1" w:rsidP="00990435">
            <w:pPr>
              <w:pStyle w:val="TAC"/>
              <w:rPr>
                <w:rFonts w:eastAsia="DengXian"/>
              </w:rPr>
            </w:pPr>
            <w:r w:rsidRPr="00BE4E51">
              <w:rPr>
                <w:rFonts w:eastAsia="DengXian"/>
              </w:rPr>
              <w:t>FDD, TDD,</w:t>
            </w:r>
          </w:p>
          <w:p w14:paraId="16B1DDF9" w14:textId="77777777" w:rsidR="006321B1" w:rsidRPr="00BE4E51" w:rsidRDefault="006321B1" w:rsidP="00990435">
            <w:pPr>
              <w:pStyle w:val="TAC"/>
              <w:rPr>
                <w:rFonts w:eastAsia="DengXian"/>
              </w:rPr>
            </w:pPr>
            <w:r w:rsidRPr="00BE4E51">
              <w:rPr>
                <w:rFonts w:eastAsia="DengXian"/>
              </w:rPr>
              <w:t>FDD and TDD, FDD and TDD and SUL</w:t>
            </w:r>
          </w:p>
        </w:tc>
        <w:tc>
          <w:tcPr>
            <w:tcW w:w="953" w:type="dxa"/>
            <w:shd w:val="clear" w:color="auto" w:fill="auto"/>
            <w:vAlign w:val="center"/>
          </w:tcPr>
          <w:p w14:paraId="409D4511" w14:textId="77777777" w:rsidR="006321B1" w:rsidRPr="00BE4E51" w:rsidRDefault="006321B1" w:rsidP="00990435">
            <w:pPr>
              <w:pStyle w:val="TAC"/>
              <w:rPr>
                <w:rFonts w:eastAsia="DengXian"/>
              </w:rPr>
            </w:pPr>
            <w:r w:rsidRPr="00BE4E51">
              <w:rPr>
                <w:rFonts w:eastAsia="DengXian"/>
              </w:rPr>
              <w:t>Rel-15</w:t>
            </w:r>
          </w:p>
        </w:tc>
        <w:tc>
          <w:tcPr>
            <w:tcW w:w="1425" w:type="dxa"/>
            <w:shd w:val="clear" w:color="auto" w:fill="auto"/>
          </w:tcPr>
          <w:p w14:paraId="6C6F6C13" w14:textId="77777777" w:rsidR="006321B1" w:rsidRPr="00BE4E51" w:rsidRDefault="006321B1" w:rsidP="00990435">
            <w:pPr>
              <w:pStyle w:val="TAC"/>
              <w:rPr>
                <w:rFonts w:eastAsia="DengXian"/>
              </w:rPr>
            </w:pPr>
          </w:p>
        </w:tc>
      </w:tr>
    </w:tbl>
    <w:p w14:paraId="383C7400" w14:textId="77777777" w:rsidR="00AA7B50" w:rsidRPr="00BE4E51" w:rsidRDefault="00AA7B50" w:rsidP="00AA7B50">
      <w:pPr>
        <w:rPr>
          <w:lang w:eastAsia="zh-CN"/>
        </w:rPr>
      </w:pPr>
    </w:p>
    <w:p w14:paraId="305D6DC5" w14:textId="072AB27C" w:rsidR="007F203D" w:rsidRPr="00BE4E51" w:rsidRDefault="007F203D" w:rsidP="007F203D">
      <w:pPr>
        <w:pStyle w:val="Heading4"/>
      </w:pPr>
      <w:bookmarkStart w:id="460" w:name="_Toc13051523"/>
      <w:bookmarkStart w:id="461" w:name="_Toc29468699"/>
      <w:bookmarkStart w:id="462" w:name="_Toc29468816"/>
      <w:bookmarkStart w:id="463" w:name="_Toc37141048"/>
      <w:bookmarkStart w:id="464" w:name="_Toc37268854"/>
      <w:bookmarkStart w:id="465" w:name="_Toc37268942"/>
      <w:bookmarkStart w:id="466" w:name="_Toc45907555"/>
      <w:bookmarkStart w:id="467" w:name="_Toc60857476"/>
      <w:bookmarkStart w:id="468" w:name="_Toc61184440"/>
      <w:bookmarkStart w:id="469" w:name="_Toc66387958"/>
      <w:bookmarkStart w:id="470" w:name="_Toc68701248"/>
      <w:bookmarkStart w:id="471" w:name="_Toc68701317"/>
      <w:bookmarkStart w:id="472" w:name="_Toc68701357"/>
      <w:bookmarkStart w:id="473" w:name="_Toc68701427"/>
      <w:bookmarkStart w:id="474" w:name="_Toc82185673"/>
      <w:bookmarkStart w:id="475" w:name="_Toc98751356"/>
      <w:r w:rsidRPr="00BE4E51">
        <w:t>8.1.2.2</w:t>
      </w:r>
      <w:r w:rsidRPr="00BE4E51">
        <w:tab/>
        <w:t>Inter</w:t>
      </w:r>
      <w:r>
        <w:t>-</w:t>
      </w:r>
      <w:r w:rsidRPr="00BE4E51">
        <w:t>band EN-DC including frequency</w:t>
      </w:r>
      <w:r w:rsidRPr="00BE4E51" w:rsidDel="0007492E">
        <w:t xml:space="preserve"> </w:t>
      </w:r>
      <w:r w:rsidRPr="00BE4E51">
        <w:t>range 2</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0B48E3A7" w14:textId="456CF462" w:rsidR="007F203D" w:rsidRPr="00BE4E51" w:rsidRDefault="007F203D" w:rsidP="007F203D">
      <w:r w:rsidRPr="00BE4E51">
        <w:t>Requirements for a Rel-15 UE for additional EN-DC inter</w:t>
      </w:r>
      <w:r>
        <w:t>-</w:t>
      </w:r>
      <w:r w:rsidRPr="00BE4E51">
        <w:t>band configurations including FR2 compared to TS 38.101-3 of Rel-15 [4] are introduced via this clause.</w:t>
      </w:r>
    </w:p>
    <w:p w14:paraId="06524348" w14:textId="7FE81F0D" w:rsidR="007F203D" w:rsidRPr="00BE4E51" w:rsidRDefault="007F203D" w:rsidP="007F203D">
      <w:pPr>
        <w:pStyle w:val="TH"/>
      </w:pPr>
      <w:r w:rsidRPr="00BE4E51">
        <w:t>Table 8.1.2.2-1: EN-DC inter</w:t>
      </w:r>
      <w:r>
        <w:t>-</w:t>
      </w:r>
      <w:r w:rsidRPr="00BE4E51">
        <w:t>band configurations including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746"/>
        <w:gridCol w:w="877"/>
        <w:gridCol w:w="1179"/>
        <w:gridCol w:w="992"/>
        <w:gridCol w:w="1057"/>
        <w:gridCol w:w="1148"/>
        <w:gridCol w:w="1312"/>
        <w:gridCol w:w="1441"/>
      </w:tblGrid>
      <w:tr w:rsidR="007F203D" w:rsidRPr="00BE4E51" w14:paraId="5D92C6F0" w14:textId="77777777" w:rsidTr="00990435">
        <w:trPr>
          <w:jc w:val="center"/>
        </w:trPr>
        <w:tc>
          <w:tcPr>
            <w:tcW w:w="0" w:type="auto"/>
            <w:shd w:val="clear" w:color="auto" w:fill="auto"/>
            <w:vAlign w:val="center"/>
          </w:tcPr>
          <w:p w14:paraId="1CEBCAD2" w14:textId="77777777" w:rsidR="007F203D" w:rsidRPr="00BE4E51" w:rsidRDefault="007F203D" w:rsidP="00990435">
            <w:pPr>
              <w:pStyle w:val="TAH"/>
              <w:rPr>
                <w:rFonts w:eastAsia="DengXian"/>
              </w:rPr>
            </w:pPr>
            <w:r w:rsidRPr="00BE4E51">
              <w:rPr>
                <w:rFonts w:eastAsia="DengXian"/>
              </w:rPr>
              <w:t>Feature</w:t>
            </w:r>
          </w:p>
        </w:tc>
        <w:tc>
          <w:tcPr>
            <w:tcW w:w="0" w:type="auto"/>
            <w:shd w:val="clear" w:color="auto" w:fill="auto"/>
            <w:vAlign w:val="center"/>
          </w:tcPr>
          <w:p w14:paraId="1CD08D78" w14:textId="77777777" w:rsidR="007F203D" w:rsidRPr="00BE4E51" w:rsidRDefault="007F203D" w:rsidP="00990435">
            <w:pPr>
              <w:pStyle w:val="TAH"/>
              <w:rPr>
                <w:rFonts w:eastAsia="DengXian"/>
              </w:rPr>
            </w:pPr>
            <w:r w:rsidRPr="00BE4E51">
              <w:rPr>
                <w:rFonts w:eastAsia="DengXian"/>
              </w:rPr>
              <w:t>DL/UL</w:t>
            </w:r>
          </w:p>
        </w:tc>
        <w:tc>
          <w:tcPr>
            <w:tcW w:w="877" w:type="dxa"/>
            <w:shd w:val="clear" w:color="auto" w:fill="auto"/>
            <w:vAlign w:val="center"/>
          </w:tcPr>
          <w:p w14:paraId="07CFEA65" w14:textId="77777777" w:rsidR="007F203D" w:rsidRPr="00BE4E51" w:rsidRDefault="007F203D" w:rsidP="00990435">
            <w:pPr>
              <w:pStyle w:val="TAH"/>
              <w:rPr>
                <w:rFonts w:eastAsia="DengXian"/>
              </w:rPr>
            </w:pPr>
            <w:r w:rsidRPr="00BE4E51">
              <w:rPr>
                <w:rFonts w:eastAsia="DengXian"/>
              </w:rPr>
              <w:t>number of E-UTRA bands</w:t>
            </w:r>
          </w:p>
        </w:tc>
        <w:tc>
          <w:tcPr>
            <w:tcW w:w="1179" w:type="dxa"/>
            <w:shd w:val="clear" w:color="auto" w:fill="auto"/>
            <w:vAlign w:val="center"/>
          </w:tcPr>
          <w:p w14:paraId="4E5FE834" w14:textId="77777777" w:rsidR="007F203D" w:rsidRPr="00BE4E51" w:rsidRDefault="007F203D" w:rsidP="00990435">
            <w:pPr>
              <w:pStyle w:val="TAH"/>
              <w:rPr>
                <w:rFonts w:eastAsia="DengXian"/>
              </w:rPr>
            </w:pPr>
            <w:r w:rsidRPr="00BE4E51">
              <w:rPr>
                <w:rFonts w:eastAsia="DengXian"/>
              </w:rPr>
              <w:t>maximum number of E-UTRA CCs</w:t>
            </w:r>
          </w:p>
        </w:tc>
        <w:tc>
          <w:tcPr>
            <w:tcW w:w="992" w:type="dxa"/>
            <w:shd w:val="clear" w:color="auto" w:fill="auto"/>
            <w:vAlign w:val="center"/>
          </w:tcPr>
          <w:p w14:paraId="505BDF9E" w14:textId="77777777" w:rsidR="007F203D" w:rsidRPr="00BE4E51" w:rsidRDefault="007F203D" w:rsidP="00990435">
            <w:pPr>
              <w:pStyle w:val="TAH"/>
              <w:rPr>
                <w:rFonts w:eastAsia="DengXian"/>
              </w:rPr>
            </w:pPr>
            <w:r w:rsidRPr="00BE4E51">
              <w:rPr>
                <w:rFonts w:eastAsia="DengXian"/>
              </w:rPr>
              <w:t>number of NR bands</w:t>
            </w:r>
          </w:p>
        </w:tc>
        <w:tc>
          <w:tcPr>
            <w:tcW w:w="1053" w:type="dxa"/>
            <w:shd w:val="clear" w:color="auto" w:fill="auto"/>
            <w:vAlign w:val="center"/>
          </w:tcPr>
          <w:p w14:paraId="6F9E8A3C" w14:textId="77777777" w:rsidR="007F203D" w:rsidRPr="00BE4E51" w:rsidRDefault="007F203D" w:rsidP="00990435">
            <w:pPr>
              <w:pStyle w:val="TAH"/>
              <w:rPr>
                <w:rFonts w:eastAsia="DengXian"/>
              </w:rPr>
            </w:pPr>
            <w:r w:rsidRPr="00BE4E51">
              <w:rPr>
                <w:rFonts w:eastAsia="DengXian"/>
              </w:rPr>
              <w:t>maximum number of NR CCs</w:t>
            </w:r>
          </w:p>
        </w:tc>
        <w:tc>
          <w:tcPr>
            <w:tcW w:w="1148" w:type="dxa"/>
            <w:shd w:val="clear" w:color="auto" w:fill="auto"/>
            <w:vAlign w:val="center"/>
          </w:tcPr>
          <w:p w14:paraId="302A17D5" w14:textId="77777777" w:rsidR="007F203D" w:rsidRPr="00BE4E51" w:rsidRDefault="007F203D" w:rsidP="00990435">
            <w:pPr>
              <w:pStyle w:val="TAH"/>
              <w:rPr>
                <w:rFonts w:eastAsia="DengXian"/>
              </w:rPr>
            </w:pPr>
            <w:r w:rsidRPr="00BE4E51">
              <w:rPr>
                <w:rFonts w:eastAsia="DengXian"/>
              </w:rPr>
              <w:t>Duplex-mode</w:t>
            </w:r>
          </w:p>
        </w:tc>
        <w:tc>
          <w:tcPr>
            <w:tcW w:w="1312" w:type="dxa"/>
            <w:shd w:val="clear" w:color="auto" w:fill="auto"/>
            <w:vAlign w:val="center"/>
          </w:tcPr>
          <w:p w14:paraId="59E11FEB" w14:textId="77777777" w:rsidR="007F203D" w:rsidRPr="00BE4E51" w:rsidRDefault="007F203D" w:rsidP="00990435">
            <w:pPr>
              <w:pStyle w:val="TAH"/>
              <w:rPr>
                <w:rFonts w:eastAsia="DengXian"/>
              </w:rPr>
            </w:pPr>
            <w:r w:rsidRPr="00BE4E51">
              <w:rPr>
                <w:rFonts w:eastAsia="DengXian"/>
              </w:rPr>
              <w:t>Release</w:t>
            </w:r>
          </w:p>
          <w:p w14:paraId="2C925689" w14:textId="77777777" w:rsidR="007F203D" w:rsidRPr="00BE4E51" w:rsidRDefault="007F203D" w:rsidP="00990435">
            <w:pPr>
              <w:pStyle w:val="TAH"/>
              <w:rPr>
                <w:rFonts w:eastAsia="DengXian"/>
              </w:rPr>
            </w:pPr>
            <w:r w:rsidRPr="00BE4E51">
              <w:rPr>
                <w:rFonts w:eastAsia="DengXian"/>
              </w:rPr>
              <w:t>independent from</w:t>
            </w:r>
          </w:p>
        </w:tc>
        <w:tc>
          <w:tcPr>
            <w:tcW w:w="0" w:type="auto"/>
            <w:shd w:val="clear" w:color="auto" w:fill="auto"/>
            <w:vAlign w:val="center"/>
          </w:tcPr>
          <w:p w14:paraId="050E8949" w14:textId="77777777" w:rsidR="007F203D" w:rsidRPr="00BE4E51" w:rsidRDefault="007F203D" w:rsidP="00990435">
            <w:pPr>
              <w:pStyle w:val="TAH"/>
              <w:rPr>
                <w:rFonts w:eastAsia="DengXian" w:cs="Arial"/>
              </w:rPr>
            </w:pPr>
            <w:r w:rsidRPr="00BE4E51">
              <w:rPr>
                <w:rFonts w:eastAsia="DengXian" w:cs="Arial"/>
              </w:rPr>
              <w:t>requirements to be fulfilled</w:t>
            </w:r>
          </w:p>
          <w:p w14:paraId="19B55BE3" w14:textId="77777777" w:rsidR="007F203D" w:rsidRPr="00BE4E51" w:rsidRDefault="007F203D" w:rsidP="00990435">
            <w:pPr>
              <w:pStyle w:val="TAH"/>
              <w:rPr>
                <w:rFonts w:eastAsia="DengXian"/>
              </w:rPr>
            </w:pPr>
            <w:r w:rsidRPr="00BE4E51">
              <w:rPr>
                <w:rFonts w:eastAsia="DengXian" w:cs="Arial"/>
              </w:rPr>
              <w:t>(see 38.307 of the REL in which the CA configuration was introduced)</w:t>
            </w:r>
          </w:p>
        </w:tc>
      </w:tr>
      <w:tr w:rsidR="007F203D" w:rsidRPr="00BE4E51" w14:paraId="59903EF9" w14:textId="77777777" w:rsidTr="00990435">
        <w:trPr>
          <w:jc w:val="center"/>
        </w:trPr>
        <w:tc>
          <w:tcPr>
            <w:tcW w:w="0" w:type="auto"/>
            <w:vMerge w:val="restart"/>
            <w:shd w:val="clear" w:color="auto" w:fill="auto"/>
            <w:vAlign w:val="center"/>
          </w:tcPr>
          <w:p w14:paraId="62E6DD39" w14:textId="06FC328F" w:rsidR="007F203D" w:rsidRPr="00BE4E51" w:rsidRDefault="007F203D" w:rsidP="00990435">
            <w:pPr>
              <w:pStyle w:val="TAC"/>
              <w:rPr>
                <w:rFonts w:eastAsia="DengXian"/>
              </w:rPr>
            </w:pPr>
            <w:r w:rsidRPr="00BE4E51">
              <w:rPr>
                <w:rFonts w:eastAsia="DengXian"/>
              </w:rPr>
              <w:t>Inter</w:t>
            </w:r>
            <w:r>
              <w:rPr>
                <w:rFonts w:eastAsia="DengXian"/>
              </w:rPr>
              <w:t>-</w:t>
            </w:r>
            <w:r w:rsidRPr="00BE4E51">
              <w:rPr>
                <w:rFonts w:eastAsia="DengXian"/>
              </w:rPr>
              <w:t>band EN-DC</w:t>
            </w:r>
          </w:p>
        </w:tc>
        <w:tc>
          <w:tcPr>
            <w:tcW w:w="0" w:type="auto"/>
            <w:shd w:val="clear" w:color="auto" w:fill="auto"/>
            <w:vAlign w:val="center"/>
          </w:tcPr>
          <w:p w14:paraId="4DC1AD19" w14:textId="77777777" w:rsidR="007F203D" w:rsidRPr="00BE4E51" w:rsidRDefault="007F203D" w:rsidP="00990435">
            <w:pPr>
              <w:pStyle w:val="TAC"/>
              <w:rPr>
                <w:rFonts w:eastAsia="DengXian"/>
              </w:rPr>
            </w:pPr>
            <w:r w:rsidRPr="00BE4E51">
              <w:rPr>
                <w:rFonts w:eastAsia="DengXian"/>
              </w:rPr>
              <w:t>DL</w:t>
            </w:r>
          </w:p>
        </w:tc>
        <w:tc>
          <w:tcPr>
            <w:tcW w:w="877" w:type="dxa"/>
            <w:shd w:val="clear" w:color="auto" w:fill="auto"/>
            <w:vAlign w:val="center"/>
          </w:tcPr>
          <w:p w14:paraId="1A1A664F" w14:textId="77777777" w:rsidR="007F203D" w:rsidRPr="00BE4E51" w:rsidRDefault="007F203D" w:rsidP="00990435">
            <w:pPr>
              <w:pStyle w:val="TAC"/>
              <w:rPr>
                <w:rFonts w:eastAsia="DengXian"/>
              </w:rPr>
            </w:pPr>
            <w:r w:rsidRPr="00BE4E51">
              <w:rPr>
                <w:rFonts w:eastAsia="DengXian"/>
              </w:rPr>
              <w:t>4</w:t>
            </w:r>
          </w:p>
        </w:tc>
        <w:tc>
          <w:tcPr>
            <w:tcW w:w="1179" w:type="dxa"/>
            <w:shd w:val="clear" w:color="auto" w:fill="auto"/>
            <w:vAlign w:val="center"/>
          </w:tcPr>
          <w:p w14:paraId="01D3B075" w14:textId="77777777" w:rsidR="007F203D" w:rsidRPr="00BE4E51" w:rsidRDefault="007F203D" w:rsidP="00990435">
            <w:pPr>
              <w:pStyle w:val="TAC"/>
              <w:rPr>
                <w:rFonts w:eastAsia="DengXian"/>
              </w:rPr>
            </w:pPr>
            <w:r w:rsidRPr="00BE4E51">
              <w:rPr>
                <w:rFonts w:eastAsia="DengXian"/>
              </w:rPr>
              <w:t>5</w:t>
            </w:r>
          </w:p>
        </w:tc>
        <w:tc>
          <w:tcPr>
            <w:tcW w:w="992" w:type="dxa"/>
            <w:shd w:val="clear" w:color="auto" w:fill="auto"/>
            <w:vAlign w:val="center"/>
          </w:tcPr>
          <w:p w14:paraId="31251E1F" w14:textId="77777777" w:rsidR="007F203D" w:rsidRPr="00BE4E51" w:rsidRDefault="007F203D" w:rsidP="00990435">
            <w:pPr>
              <w:pStyle w:val="TAC"/>
              <w:rPr>
                <w:rFonts w:eastAsia="DengXian"/>
              </w:rPr>
            </w:pPr>
            <w:r w:rsidRPr="00BE4E51">
              <w:rPr>
                <w:rFonts w:eastAsia="DengXian"/>
              </w:rPr>
              <w:t>1</w:t>
            </w:r>
          </w:p>
        </w:tc>
        <w:tc>
          <w:tcPr>
            <w:tcW w:w="1053" w:type="dxa"/>
            <w:shd w:val="clear" w:color="auto" w:fill="auto"/>
            <w:vAlign w:val="center"/>
          </w:tcPr>
          <w:p w14:paraId="780145C8" w14:textId="77777777" w:rsidR="007F203D" w:rsidRPr="00BE4E51" w:rsidRDefault="007F203D" w:rsidP="00990435">
            <w:pPr>
              <w:pStyle w:val="TAC"/>
              <w:rPr>
                <w:rFonts w:eastAsia="DengXian"/>
              </w:rPr>
            </w:pPr>
            <w:r w:rsidRPr="00BE4E51">
              <w:rPr>
                <w:rFonts w:eastAsia="DengXian"/>
              </w:rPr>
              <w:t>8</w:t>
            </w:r>
          </w:p>
        </w:tc>
        <w:tc>
          <w:tcPr>
            <w:tcW w:w="1148" w:type="dxa"/>
            <w:shd w:val="clear" w:color="auto" w:fill="auto"/>
          </w:tcPr>
          <w:p w14:paraId="63DEF52D" w14:textId="77777777" w:rsidR="007F203D" w:rsidRPr="00BE4E51" w:rsidRDefault="007F203D" w:rsidP="00990435">
            <w:pPr>
              <w:pStyle w:val="TAC"/>
              <w:rPr>
                <w:rFonts w:eastAsia="DengXian"/>
              </w:rPr>
            </w:pPr>
            <w:r w:rsidRPr="00BE4E51">
              <w:rPr>
                <w:rFonts w:eastAsia="DengXian"/>
              </w:rPr>
              <w:t>TDD, FDD and TDD</w:t>
            </w:r>
          </w:p>
        </w:tc>
        <w:tc>
          <w:tcPr>
            <w:tcW w:w="1312" w:type="dxa"/>
            <w:shd w:val="clear" w:color="auto" w:fill="auto"/>
            <w:vAlign w:val="center"/>
          </w:tcPr>
          <w:p w14:paraId="7B70B25C" w14:textId="77777777" w:rsidR="007F203D" w:rsidRPr="00BE4E51" w:rsidRDefault="007F203D" w:rsidP="00990435">
            <w:pPr>
              <w:pStyle w:val="TAC"/>
              <w:rPr>
                <w:rFonts w:eastAsia="DengXian"/>
              </w:rPr>
            </w:pPr>
            <w:r w:rsidRPr="00BE4E51">
              <w:rPr>
                <w:rFonts w:eastAsia="DengXian"/>
              </w:rPr>
              <w:t>Rel-15</w:t>
            </w:r>
          </w:p>
        </w:tc>
        <w:tc>
          <w:tcPr>
            <w:tcW w:w="0" w:type="auto"/>
            <w:shd w:val="clear" w:color="auto" w:fill="auto"/>
          </w:tcPr>
          <w:p w14:paraId="2D776CA8" w14:textId="77777777" w:rsidR="007F203D" w:rsidRPr="00BE4E51" w:rsidRDefault="007F203D" w:rsidP="00990435">
            <w:pPr>
              <w:pStyle w:val="TAC"/>
              <w:rPr>
                <w:rFonts w:eastAsia="DengXian"/>
              </w:rPr>
            </w:pPr>
          </w:p>
        </w:tc>
      </w:tr>
      <w:tr w:rsidR="007F203D" w:rsidRPr="00BE4E51" w14:paraId="01E48D43" w14:textId="77777777" w:rsidTr="00990435">
        <w:trPr>
          <w:jc w:val="center"/>
        </w:trPr>
        <w:tc>
          <w:tcPr>
            <w:tcW w:w="0" w:type="auto"/>
            <w:vMerge/>
            <w:shd w:val="clear" w:color="auto" w:fill="auto"/>
          </w:tcPr>
          <w:p w14:paraId="0DCCBD69" w14:textId="77777777" w:rsidR="007F203D" w:rsidRPr="00BE4E51" w:rsidRDefault="007F203D" w:rsidP="00990435">
            <w:pPr>
              <w:pStyle w:val="TAC"/>
              <w:rPr>
                <w:rFonts w:eastAsia="DengXian"/>
              </w:rPr>
            </w:pPr>
          </w:p>
        </w:tc>
        <w:tc>
          <w:tcPr>
            <w:tcW w:w="0" w:type="auto"/>
            <w:shd w:val="clear" w:color="auto" w:fill="auto"/>
            <w:vAlign w:val="center"/>
          </w:tcPr>
          <w:p w14:paraId="028B2EA7" w14:textId="77777777" w:rsidR="007F203D" w:rsidRPr="00BE4E51" w:rsidRDefault="007F203D" w:rsidP="00990435">
            <w:pPr>
              <w:pStyle w:val="TAC"/>
              <w:rPr>
                <w:rFonts w:eastAsia="DengXian"/>
              </w:rPr>
            </w:pPr>
            <w:r w:rsidRPr="00BE4E51">
              <w:rPr>
                <w:rFonts w:eastAsia="DengXian"/>
              </w:rPr>
              <w:t>UL</w:t>
            </w:r>
          </w:p>
        </w:tc>
        <w:tc>
          <w:tcPr>
            <w:tcW w:w="877" w:type="dxa"/>
            <w:shd w:val="clear" w:color="auto" w:fill="auto"/>
            <w:vAlign w:val="center"/>
          </w:tcPr>
          <w:p w14:paraId="3089776A" w14:textId="77777777" w:rsidR="007F203D" w:rsidRPr="00BE4E51" w:rsidRDefault="007F203D" w:rsidP="00990435">
            <w:pPr>
              <w:pStyle w:val="TAC"/>
              <w:rPr>
                <w:rFonts w:eastAsia="DengXian"/>
              </w:rPr>
            </w:pPr>
            <w:r w:rsidRPr="00BE4E51">
              <w:rPr>
                <w:rFonts w:eastAsia="DengXian"/>
              </w:rPr>
              <w:t>1</w:t>
            </w:r>
          </w:p>
        </w:tc>
        <w:tc>
          <w:tcPr>
            <w:tcW w:w="1179" w:type="dxa"/>
            <w:shd w:val="clear" w:color="auto" w:fill="auto"/>
            <w:vAlign w:val="center"/>
          </w:tcPr>
          <w:p w14:paraId="24B6E093" w14:textId="77777777" w:rsidR="007F203D" w:rsidRPr="00BE4E51" w:rsidRDefault="007F203D" w:rsidP="00990435">
            <w:pPr>
              <w:pStyle w:val="TAC"/>
              <w:rPr>
                <w:rFonts w:eastAsia="DengXian"/>
              </w:rPr>
            </w:pPr>
            <w:r w:rsidRPr="00BE4E51">
              <w:rPr>
                <w:rFonts w:eastAsia="DengXian"/>
              </w:rPr>
              <w:t>2</w:t>
            </w:r>
          </w:p>
        </w:tc>
        <w:tc>
          <w:tcPr>
            <w:tcW w:w="992" w:type="dxa"/>
            <w:shd w:val="clear" w:color="auto" w:fill="auto"/>
            <w:vAlign w:val="center"/>
          </w:tcPr>
          <w:p w14:paraId="16D22153" w14:textId="77777777" w:rsidR="007F203D" w:rsidRPr="00BE4E51" w:rsidRDefault="007F203D" w:rsidP="00990435">
            <w:pPr>
              <w:pStyle w:val="TAC"/>
              <w:rPr>
                <w:rFonts w:eastAsia="DengXian"/>
              </w:rPr>
            </w:pPr>
            <w:r w:rsidRPr="00BE4E51">
              <w:rPr>
                <w:rFonts w:eastAsia="DengXian"/>
              </w:rPr>
              <w:t>1</w:t>
            </w:r>
          </w:p>
        </w:tc>
        <w:tc>
          <w:tcPr>
            <w:tcW w:w="1053" w:type="dxa"/>
            <w:shd w:val="clear" w:color="auto" w:fill="auto"/>
            <w:vAlign w:val="center"/>
          </w:tcPr>
          <w:p w14:paraId="1655304A" w14:textId="77777777" w:rsidR="007F203D" w:rsidRPr="00BE4E51" w:rsidRDefault="007F203D" w:rsidP="00990435">
            <w:pPr>
              <w:pStyle w:val="TAC"/>
              <w:rPr>
                <w:rFonts w:eastAsia="DengXian"/>
              </w:rPr>
            </w:pPr>
            <w:r w:rsidRPr="00BE4E51">
              <w:rPr>
                <w:rFonts w:eastAsia="DengXian"/>
              </w:rPr>
              <w:t>8</w:t>
            </w:r>
          </w:p>
        </w:tc>
        <w:tc>
          <w:tcPr>
            <w:tcW w:w="1148" w:type="dxa"/>
            <w:shd w:val="clear" w:color="auto" w:fill="auto"/>
          </w:tcPr>
          <w:p w14:paraId="5D2A5721" w14:textId="77777777" w:rsidR="007F203D" w:rsidRPr="00BE4E51" w:rsidRDefault="007F203D" w:rsidP="00990435">
            <w:pPr>
              <w:pStyle w:val="TAC"/>
              <w:rPr>
                <w:rFonts w:eastAsia="DengXian"/>
              </w:rPr>
            </w:pPr>
            <w:r w:rsidRPr="00BE4E51">
              <w:rPr>
                <w:rFonts w:eastAsia="DengXian"/>
              </w:rPr>
              <w:t>TDD, FDD and TDD</w:t>
            </w:r>
          </w:p>
        </w:tc>
        <w:tc>
          <w:tcPr>
            <w:tcW w:w="1312" w:type="dxa"/>
            <w:shd w:val="clear" w:color="auto" w:fill="auto"/>
            <w:vAlign w:val="center"/>
          </w:tcPr>
          <w:p w14:paraId="3C5D7B6F" w14:textId="77777777" w:rsidR="007F203D" w:rsidRPr="00BE4E51" w:rsidRDefault="007F203D" w:rsidP="00990435">
            <w:pPr>
              <w:pStyle w:val="TAC"/>
              <w:rPr>
                <w:rFonts w:eastAsia="DengXian"/>
              </w:rPr>
            </w:pPr>
            <w:r w:rsidRPr="00BE4E51">
              <w:rPr>
                <w:rFonts w:eastAsia="DengXian"/>
              </w:rPr>
              <w:t>Rel-15</w:t>
            </w:r>
          </w:p>
        </w:tc>
        <w:tc>
          <w:tcPr>
            <w:tcW w:w="0" w:type="auto"/>
            <w:shd w:val="clear" w:color="auto" w:fill="auto"/>
          </w:tcPr>
          <w:p w14:paraId="6955211F" w14:textId="77777777" w:rsidR="007F203D" w:rsidRPr="00BE4E51" w:rsidRDefault="007F203D" w:rsidP="00990435">
            <w:pPr>
              <w:pStyle w:val="TAC"/>
              <w:rPr>
                <w:rFonts w:eastAsia="DengXian"/>
              </w:rPr>
            </w:pPr>
          </w:p>
        </w:tc>
      </w:tr>
    </w:tbl>
    <w:p w14:paraId="7F33A1B3" w14:textId="77777777" w:rsidR="00AA7B50" w:rsidRPr="00BE4E51" w:rsidRDefault="00AA7B50" w:rsidP="00AA7B50"/>
    <w:p w14:paraId="64F8B9A1" w14:textId="142C3CBE" w:rsidR="007F203D" w:rsidRPr="00BE4E51" w:rsidRDefault="007F203D" w:rsidP="007F203D">
      <w:pPr>
        <w:pStyle w:val="Heading4"/>
      </w:pPr>
      <w:bookmarkStart w:id="476" w:name="_Toc13051524"/>
      <w:bookmarkStart w:id="477" w:name="_Toc29468700"/>
      <w:bookmarkStart w:id="478" w:name="_Toc29468817"/>
      <w:bookmarkStart w:id="479" w:name="_Toc37141049"/>
      <w:bookmarkStart w:id="480" w:name="_Toc37268855"/>
      <w:bookmarkStart w:id="481" w:name="_Toc37268943"/>
      <w:bookmarkStart w:id="482" w:name="_Toc45907556"/>
      <w:bookmarkStart w:id="483" w:name="_Toc60857477"/>
      <w:bookmarkStart w:id="484" w:name="_Toc61184441"/>
      <w:bookmarkStart w:id="485" w:name="_Toc66387959"/>
      <w:bookmarkStart w:id="486" w:name="_Toc68701249"/>
      <w:bookmarkStart w:id="487" w:name="_Toc68701318"/>
      <w:bookmarkStart w:id="488" w:name="_Toc68701358"/>
      <w:bookmarkStart w:id="489" w:name="_Toc68701428"/>
      <w:bookmarkStart w:id="490" w:name="_Toc82185674"/>
      <w:bookmarkStart w:id="491" w:name="_Toc98751357"/>
      <w:r w:rsidRPr="00BE4E51">
        <w:t>8.1.2.3</w:t>
      </w:r>
      <w:r w:rsidRPr="00BE4E51">
        <w:tab/>
        <w:t>Inter</w:t>
      </w:r>
      <w:r>
        <w:t>-</w:t>
      </w:r>
      <w:r w:rsidRPr="00BE4E51">
        <w:t>band EN-DC including frequency range 1 and frequency range 2</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34F645F6" w14:textId="25FC42A0" w:rsidR="007F203D" w:rsidRPr="00BE4E51" w:rsidRDefault="007F203D" w:rsidP="007F203D">
      <w:r w:rsidRPr="00BE4E51">
        <w:t>Requirements for a Rel-15 UE for additional EN-DC inter</w:t>
      </w:r>
      <w:r>
        <w:t>-</w:t>
      </w:r>
      <w:r w:rsidRPr="00BE4E51">
        <w:t>band configurations including FR1 and FR2 compared to TS 38.101-3 of Rel-15 [4] are introduced via this clause.</w:t>
      </w:r>
    </w:p>
    <w:p w14:paraId="66E6AB22" w14:textId="5994C259" w:rsidR="007F203D" w:rsidRPr="00BE4E51" w:rsidRDefault="007F203D" w:rsidP="007F203D">
      <w:pPr>
        <w:pStyle w:val="TH"/>
      </w:pPr>
      <w:bookmarkStart w:id="492" w:name="_Hlk526770197"/>
      <w:r w:rsidRPr="00BE4E51">
        <w:t>Table 8.1.2.3-1</w:t>
      </w:r>
      <w:bookmarkEnd w:id="492"/>
      <w:r w:rsidRPr="00BE4E51">
        <w:t>: EN-DC inter</w:t>
      </w:r>
      <w:r>
        <w:t>-</w:t>
      </w:r>
      <w:r w:rsidRPr="00BE4E51">
        <w:t>band configurations including FR1 and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944"/>
        <w:gridCol w:w="1134"/>
        <w:gridCol w:w="1134"/>
        <w:gridCol w:w="1134"/>
        <w:gridCol w:w="1134"/>
        <w:gridCol w:w="1134"/>
        <w:gridCol w:w="851"/>
        <w:gridCol w:w="1383"/>
      </w:tblGrid>
      <w:tr w:rsidR="007F203D" w:rsidRPr="00BE4E51" w14:paraId="042E52E2" w14:textId="77777777" w:rsidTr="00990435">
        <w:trPr>
          <w:jc w:val="center"/>
        </w:trPr>
        <w:tc>
          <w:tcPr>
            <w:tcW w:w="1007" w:type="dxa"/>
            <w:shd w:val="clear" w:color="auto" w:fill="auto"/>
            <w:vAlign w:val="center"/>
          </w:tcPr>
          <w:p w14:paraId="3A401D1B" w14:textId="77777777" w:rsidR="007F203D" w:rsidRPr="00BE4E51" w:rsidRDefault="007F203D" w:rsidP="00990435">
            <w:pPr>
              <w:pStyle w:val="TAH"/>
            </w:pPr>
            <w:r w:rsidRPr="00BE4E51">
              <w:t>Feature</w:t>
            </w:r>
          </w:p>
        </w:tc>
        <w:tc>
          <w:tcPr>
            <w:tcW w:w="944" w:type="dxa"/>
            <w:shd w:val="clear" w:color="auto" w:fill="auto"/>
            <w:vAlign w:val="center"/>
          </w:tcPr>
          <w:p w14:paraId="48A961E9" w14:textId="77777777" w:rsidR="007F203D" w:rsidRPr="00BE4E51" w:rsidRDefault="007F203D" w:rsidP="00990435">
            <w:pPr>
              <w:pStyle w:val="TAH"/>
            </w:pPr>
            <w:r w:rsidRPr="00BE4E51">
              <w:t>DL/UL</w:t>
            </w:r>
          </w:p>
        </w:tc>
        <w:tc>
          <w:tcPr>
            <w:tcW w:w="1134" w:type="dxa"/>
            <w:shd w:val="clear" w:color="auto" w:fill="auto"/>
            <w:vAlign w:val="center"/>
          </w:tcPr>
          <w:p w14:paraId="251DFDF7" w14:textId="77777777" w:rsidR="007F203D" w:rsidRPr="00BE4E51" w:rsidRDefault="007F203D" w:rsidP="00990435">
            <w:pPr>
              <w:pStyle w:val="TAH"/>
            </w:pPr>
            <w:r w:rsidRPr="00BE4E51">
              <w:t>maximum number of E-UTRA bands</w:t>
            </w:r>
          </w:p>
        </w:tc>
        <w:tc>
          <w:tcPr>
            <w:tcW w:w="1134" w:type="dxa"/>
            <w:shd w:val="clear" w:color="auto" w:fill="auto"/>
            <w:vAlign w:val="center"/>
          </w:tcPr>
          <w:p w14:paraId="0AA4A9CD" w14:textId="77777777" w:rsidR="007F203D" w:rsidRPr="00BE4E51" w:rsidRDefault="007F203D" w:rsidP="00990435">
            <w:pPr>
              <w:pStyle w:val="TAH"/>
            </w:pPr>
            <w:r w:rsidRPr="00BE4E51">
              <w:t>maximum number of E-UTRA CCs</w:t>
            </w:r>
          </w:p>
        </w:tc>
        <w:tc>
          <w:tcPr>
            <w:tcW w:w="1134" w:type="dxa"/>
            <w:shd w:val="clear" w:color="auto" w:fill="auto"/>
            <w:vAlign w:val="center"/>
          </w:tcPr>
          <w:p w14:paraId="6A12D25F" w14:textId="77777777" w:rsidR="007F203D" w:rsidRPr="00BE4E51" w:rsidRDefault="007F203D" w:rsidP="00990435">
            <w:pPr>
              <w:pStyle w:val="TAH"/>
            </w:pPr>
            <w:r w:rsidRPr="00BE4E51">
              <w:t xml:space="preserve">maximum number of NR </w:t>
            </w:r>
          </w:p>
          <w:p w14:paraId="6F1D697D" w14:textId="77777777" w:rsidR="007F203D" w:rsidRPr="00BE4E51" w:rsidRDefault="007F203D" w:rsidP="00990435">
            <w:pPr>
              <w:pStyle w:val="TAH"/>
            </w:pPr>
            <w:r w:rsidRPr="00BE4E51">
              <w:t>bands</w:t>
            </w:r>
          </w:p>
        </w:tc>
        <w:tc>
          <w:tcPr>
            <w:tcW w:w="1134" w:type="dxa"/>
            <w:shd w:val="clear" w:color="auto" w:fill="auto"/>
            <w:vAlign w:val="center"/>
          </w:tcPr>
          <w:p w14:paraId="5664DE97" w14:textId="77777777" w:rsidR="007F203D" w:rsidRPr="00BE4E51" w:rsidRDefault="007F203D" w:rsidP="00990435">
            <w:pPr>
              <w:pStyle w:val="TAH"/>
            </w:pPr>
            <w:r w:rsidRPr="00BE4E51">
              <w:t xml:space="preserve">maximum number of NR </w:t>
            </w:r>
          </w:p>
          <w:p w14:paraId="76BC1C32" w14:textId="77777777" w:rsidR="007F203D" w:rsidRPr="00BE4E51" w:rsidRDefault="007F203D" w:rsidP="00990435">
            <w:pPr>
              <w:pStyle w:val="TAH"/>
            </w:pPr>
            <w:r w:rsidRPr="00BE4E51">
              <w:t>CCs</w:t>
            </w:r>
          </w:p>
        </w:tc>
        <w:tc>
          <w:tcPr>
            <w:tcW w:w="1134" w:type="dxa"/>
            <w:shd w:val="clear" w:color="auto" w:fill="auto"/>
            <w:vAlign w:val="center"/>
          </w:tcPr>
          <w:p w14:paraId="2992A619" w14:textId="77777777" w:rsidR="007F203D" w:rsidRPr="00BE4E51" w:rsidRDefault="007F203D" w:rsidP="00990435">
            <w:pPr>
              <w:pStyle w:val="TAH"/>
            </w:pPr>
            <w:r w:rsidRPr="00BE4E51">
              <w:t>Duplex-mode</w:t>
            </w:r>
          </w:p>
        </w:tc>
        <w:tc>
          <w:tcPr>
            <w:tcW w:w="851" w:type="dxa"/>
            <w:shd w:val="clear" w:color="auto" w:fill="auto"/>
            <w:vAlign w:val="center"/>
          </w:tcPr>
          <w:p w14:paraId="79FAD157" w14:textId="77777777" w:rsidR="007F203D" w:rsidRPr="00BE4E51" w:rsidRDefault="007F203D" w:rsidP="00990435">
            <w:pPr>
              <w:pStyle w:val="TAH"/>
            </w:pPr>
            <w:r w:rsidRPr="00BE4E51">
              <w:t>Release</w:t>
            </w:r>
          </w:p>
          <w:p w14:paraId="263DE2A7" w14:textId="77777777" w:rsidR="007F203D" w:rsidRPr="00BE4E51" w:rsidRDefault="007F203D" w:rsidP="00990435">
            <w:pPr>
              <w:pStyle w:val="TAH"/>
            </w:pPr>
            <w:r w:rsidRPr="00BE4E51">
              <w:t>independent from</w:t>
            </w:r>
          </w:p>
        </w:tc>
        <w:tc>
          <w:tcPr>
            <w:tcW w:w="1383" w:type="dxa"/>
            <w:shd w:val="clear" w:color="auto" w:fill="auto"/>
            <w:vAlign w:val="center"/>
          </w:tcPr>
          <w:p w14:paraId="2F2CF7D0" w14:textId="77777777" w:rsidR="007F203D" w:rsidRPr="00BE4E51" w:rsidRDefault="007F203D" w:rsidP="00990435">
            <w:pPr>
              <w:pStyle w:val="TAH"/>
              <w:rPr>
                <w:rFonts w:cs="Arial"/>
              </w:rPr>
            </w:pPr>
            <w:r w:rsidRPr="00BE4E51">
              <w:rPr>
                <w:rFonts w:cs="Arial"/>
              </w:rPr>
              <w:t>requirements to be fulfilled</w:t>
            </w:r>
          </w:p>
          <w:p w14:paraId="6B2BA38D" w14:textId="77777777" w:rsidR="007F203D" w:rsidRPr="00BE4E51" w:rsidRDefault="007F203D" w:rsidP="00990435">
            <w:pPr>
              <w:pStyle w:val="TAH"/>
            </w:pPr>
            <w:r w:rsidRPr="00BE4E51">
              <w:rPr>
                <w:rFonts w:cs="Arial"/>
              </w:rPr>
              <w:t>(see 38.307 of the REL in which the CA configuration was introduced)</w:t>
            </w:r>
          </w:p>
        </w:tc>
      </w:tr>
      <w:tr w:rsidR="007F203D" w:rsidRPr="00BE4E51" w14:paraId="3EC43C06" w14:textId="77777777" w:rsidTr="00990435">
        <w:trPr>
          <w:trHeight w:val="239"/>
          <w:jc w:val="center"/>
        </w:trPr>
        <w:tc>
          <w:tcPr>
            <w:tcW w:w="1007" w:type="dxa"/>
            <w:vMerge w:val="restart"/>
            <w:shd w:val="clear" w:color="auto" w:fill="auto"/>
            <w:vAlign w:val="center"/>
          </w:tcPr>
          <w:p w14:paraId="002E68EB" w14:textId="3AF0C273" w:rsidR="007F203D" w:rsidRPr="00BE4E51" w:rsidRDefault="007F203D" w:rsidP="00990435">
            <w:pPr>
              <w:pStyle w:val="TAC"/>
            </w:pPr>
            <w:r w:rsidRPr="00BE4E51">
              <w:t>Inter</w:t>
            </w:r>
            <w:r>
              <w:t>-</w:t>
            </w:r>
            <w:r w:rsidRPr="00BE4E51">
              <w:t>band EN-DC</w:t>
            </w:r>
          </w:p>
        </w:tc>
        <w:tc>
          <w:tcPr>
            <w:tcW w:w="944" w:type="dxa"/>
            <w:shd w:val="clear" w:color="auto" w:fill="auto"/>
            <w:vAlign w:val="center"/>
          </w:tcPr>
          <w:p w14:paraId="0F7BB76C" w14:textId="77777777" w:rsidR="007F203D" w:rsidRPr="00BE4E51" w:rsidRDefault="007F203D" w:rsidP="00990435">
            <w:pPr>
              <w:pStyle w:val="TAC"/>
            </w:pPr>
            <w:r w:rsidRPr="00BE4E51">
              <w:t>DL FR1</w:t>
            </w:r>
          </w:p>
        </w:tc>
        <w:tc>
          <w:tcPr>
            <w:tcW w:w="1134" w:type="dxa"/>
            <w:vMerge w:val="restart"/>
            <w:shd w:val="clear" w:color="auto" w:fill="auto"/>
            <w:vAlign w:val="center"/>
          </w:tcPr>
          <w:p w14:paraId="1838589F" w14:textId="77777777" w:rsidR="007F203D" w:rsidRPr="00BE4E51" w:rsidRDefault="007F203D" w:rsidP="00990435">
            <w:pPr>
              <w:pStyle w:val="TAC"/>
            </w:pPr>
            <w:r w:rsidRPr="00BE4E51">
              <w:t>4</w:t>
            </w:r>
          </w:p>
        </w:tc>
        <w:tc>
          <w:tcPr>
            <w:tcW w:w="1134" w:type="dxa"/>
            <w:vMerge w:val="restart"/>
            <w:shd w:val="clear" w:color="auto" w:fill="auto"/>
            <w:vAlign w:val="center"/>
          </w:tcPr>
          <w:p w14:paraId="44AC77F3" w14:textId="77777777" w:rsidR="007F203D" w:rsidRPr="00BE4E51" w:rsidRDefault="007F203D" w:rsidP="00990435">
            <w:pPr>
              <w:pStyle w:val="TAC"/>
            </w:pPr>
            <w:r w:rsidRPr="00BE4E51">
              <w:t>4</w:t>
            </w:r>
          </w:p>
        </w:tc>
        <w:tc>
          <w:tcPr>
            <w:tcW w:w="1134" w:type="dxa"/>
            <w:shd w:val="clear" w:color="auto" w:fill="auto"/>
            <w:vAlign w:val="center"/>
          </w:tcPr>
          <w:p w14:paraId="27828D69" w14:textId="77777777" w:rsidR="007F203D" w:rsidRPr="00BE4E51" w:rsidRDefault="007F203D" w:rsidP="00990435">
            <w:pPr>
              <w:pStyle w:val="TAC"/>
            </w:pPr>
            <w:r w:rsidRPr="00BE4E51">
              <w:t>1</w:t>
            </w:r>
          </w:p>
        </w:tc>
        <w:tc>
          <w:tcPr>
            <w:tcW w:w="1134" w:type="dxa"/>
            <w:shd w:val="clear" w:color="auto" w:fill="auto"/>
            <w:vAlign w:val="center"/>
          </w:tcPr>
          <w:p w14:paraId="5677C2EB" w14:textId="77777777" w:rsidR="007F203D" w:rsidRPr="00BE4E51" w:rsidRDefault="007F203D" w:rsidP="00990435">
            <w:pPr>
              <w:pStyle w:val="TAC"/>
            </w:pPr>
            <w:r w:rsidRPr="00BE4E51">
              <w:t>2</w:t>
            </w:r>
          </w:p>
        </w:tc>
        <w:tc>
          <w:tcPr>
            <w:tcW w:w="1134" w:type="dxa"/>
            <w:shd w:val="clear" w:color="auto" w:fill="auto"/>
          </w:tcPr>
          <w:p w14:paraId="4B7DA00A" w14:textId="77777777" w:rsidR="007F203D" w:rsidRPr="00BE4E51" w:rsidRDefault="007F203D" w:rsidP="00990435">
            <w:pPr>
              <w:pStyle w:val="TAC"/>
            </w:pPr>
            <w:r w:rsidRPr="00BE4E51">
              <w:t>TDD, FDD</w:t>
            </w:r>
          </w:p>
        </w:tc>
        <w:tc>
          <w:tcPr>
            <w:tcW w:w="851" w:type="dxa"/>
            <w:shd w:val="clear" w:color="auto" w:fill="auto"/>
            <w:vAlign w:val="center"/>
          </w:tcPr>
          <w:p w14:paraId="2D718457" w14:textId="77777777" w:rsidR="007F203D" w:rsidRPr="00BE4E51" w:rsidRDefault="007F203D" w:rsidP="00990435">
            <w:pPr>
              <w:pStyle w:val="TAC"/>
            </w:pPr>
            <w:r w:rsidRPr="00BE4E51">
              <w:t>Rel-15</w:t>
            </w:r>
          </w:p>
        </w:tc>
        <w:tc>
          <w:tcPr>
            <w:tcW w:w="1383" w:type="dxa"/>
            <w:shd w:val="clear" w:color="auto" w:fill="auto"/>
          </w:tcPr>
          <w:p w14:paraId="76EEB5E0" w14:textId="77777777" w:rsidR="007F203D" w:rsidRPr="00BE4E51" w:rsidRDefault="007F203D" w:rsidP="00990435">
            <w:pPr>
              <w:pStyle w:val="TAC"/>
            </w:pPr>
          </w:p>
        </w:tc>
      </w:tr>
      <w:tr w:rsidR="007F203D" w:rsidRPr="00BE4E51" w14:paraId="7BEB7ECF" w14:textId="77777777" w:rsidTr="00990435">
        <w:trPr>
          <w:trHeight w:val="146"/>
          <w:jc w:val="center"/>
        </w:trPr>
        <w:tc>
          <w:tcPr>
            <w:tcW w:w="1007" w:type="dxa"/>
            <w:vMerge/>
            <w:shd w:val="clear" w:color="auto" w:fill="auto"/>
            <w:vAlign w:val="center"/>
          </w:tcPr>
          <w:p w14:paraId="093F9085" w14:textId="77777777" w:rsidR="007F203D" w:rsidRPr="00BE4E51" w:rsidRDefault="007F203D" w:rsidP="00990435">
            <w:pPr>
              <w:pStyle w:val="TAC"/>
            </w:pPr>
          </w:p>
        </w:tc>
        <w:tc>
          <w:tcPr>
            <w:tcW w:w="944" w:type="dxa"/>
            <w:shd w:val="clear" w:color="auto" w:fill="auto"/>
            <w:vAlign w:val="center"/>
          </w:tcPr>
          <w:p w14:paraId="6697E5BA" w14:textId="77777777" w:rsidR="007F203D" w:rsidRPr="00BE4E51" w:rsidRDefault="007F203D" w:rsidP="00990435">
            <w:pPr>
              <w:pStyle w:val="TAC"/>
            </w:pPr>
            <w:r w:rsidRPr="00BE4E51">
              <w:t>DL FR2</w:t>
            </w:r>
          </w:p>
        </w:tc>
        <w:tc>
          <w:tcPr>
            <w:tcW w:w="1134" w:type="dxa"/>
            <w:vMerge/>
            <w:shd w:val="clear" w:color="auto" w:fill="auto"/>
            <w:vAlign w:val="center"/>
          </w:tcPr>
          <w:p w14:paraId="6C54FF3D" w14:textId="77777777" w:rsidR="007F203D" w:rsidRPr="00BE4E51" w:rsidRDefault="007F203D" w:rsidP="00990435">
            <w:pPr>
              <w:pStyle w:val="TAC"/>
            </w:pPr>
          </w:p>
        </w:tc>
        <w:tc>
          <w:tcPr>
            <w:tcW w:w="1134" w:type="dxa"/>
            <w:vMerge/>
            <w:shd w:val="clear" w:color="auto" w:fill="auto"/>
            <w:vAlign w:val="center"/>
          </w:tcPr>
          <w:p w14:paraId="13D0ABDE" w14:textId="77777777" w:rsidR="007F203D" w:rsidRPr="00BE4E51" w:rsidRDefault="007F203D" w:rsidP="00990435">
            <w:pPr>
              <w:pStyle w:val="TAC"/>
            </w:pPr>
          </w:p>
        </w:tc>
        <w:tc>
          <w:tcPr>
            <w:tcW w:w="1134" w:type="dxa"/>
            <w:shd w:val="clear" w:color="auto" w:fill="auto"/>
            <w:vAlign w:val="center"/>
          </w:tcPr>
          <w:p w14:paraId="475E1BEB" w14:textId="77777777" w:rsidR="007F203D" w:rsidRPr="00BE4E51" w:rsidRDefault="007F203D" w:rsidP="00990435">
            <w:pPr>
              <w:pStyle w:val="TAC"/>
            </w:pPr>
            <w:r w:rsidRPr="00BE4E51">
              <w:t>1</w:t>
            </w:r>
          </w:p>
        </w:tc>
        <w:tc>
          <w:tcPr>
            <w:tcW w:w="1134" w:type="dxa"/>
            <w:shd w:val="clear" w:color="auto" w:fill="auto"/>
            <w:vAlign w:val="center"/>
          </w:tcPr>
          <w:p w14:paraId="0061F006" w14:textId="77777777" w:rsidR="007F203D" w:rsidRPr="00BE4E51" w:rsidRDefault="007F203D" w:rsidP="00990435">
            <w:pPr>
              <w:pStyle w:val="TAC"/>
            </w:pPr>
            <w:r w:rsidRPr="00BE4E51">
              <w:t>4</w:t>
            </w:r>
          </w:p>
        </w:tc>
        <w:tc>
          <w:tcPr>
            <w:tcW w:w="1134" w:type="dxa"/>
            <w:shd w:val="clear" w:color="auto" w:fill="auto"/>
          </w:tcPr>
          <w:p w14:paraId="4841CE00" w14:textId="77777777" w:rsidR="007F203D" w:rsidRPr="00BE4E51" w:rsidRDefault="007F203D" w:rsidP="00990435">
            <w:pPr>
              <w:pStyle w:val="TAC"/>
            </w:pPr>
            <w:r w:rsidRPr="00BE4E51">
              <w:t>TDD</w:t>
            </w:r>
          </w:p>
        </w:tc>
        <w:tc>
          <w:tcPr>
            <w:tcW w:w="851" w:type="dxa"/>
            <w:shd w:val="clear" w:color="auto" w:fill="auto"/>
            <w:vAlign w:val="center"/>
          </w:tcPr>
          <w:p w14:paraId="1F88BC35" w14:textId="77777777" w:rsidR="007F203D" w:rsidRPr="00BE4E51" w:rsidRDefault="007F203D" w:rsidP="00990435">
            <w:pPr>
              <w:pStyle w:val="TAC"/>
            </w:pPr>
            <w:r w:rsidRPr="00BE4E51">
              <w:t>Rel-15</w:t>
            </w:r>
          </w:p>
        </w:tc>
        <w:tc>
          <w:tcPr>
            <w:tcW w:w="1383" w:type="dxa"/>
            <w:shd w:val="clear" w:color="auto" w:fill="auto"/>
          </w:tcPr>
          <w:p w14:paraId="5BA8F5D3" w14:textId="77777777" w:rsidR="007F203D" w:rsidRPr="00BE4E51" w:rsidRDefault="007F203D" w:rsidP="00990435">
            <w:pPr>
              <w:pStyle w:val="TAC"/>
            </w:pPr>
          </w:p>
        </w:tc>
      </w:tr>
      <w:tr w:rsidR="007F203D" w:rsidRPr="00BE4E51" w14:paraId="60F54EC0" w14:textId="77777777" w:rsidTr="00990435">
        <w:trPr>
          <w:jc w:val="center"/>
        </w:trPr>
        <w:tc>
          <w:tcPr>
            <w:tcW w:w="1007" w:type="dxa"/>
            <w:vMerge/>
            <w:shd w:val="clear" w:color="auto" w:fill="auto"/>
            <w:vAlign w:val="center"/>
          </w:tcPr>
          <w:p w14:paraId="146CBF44" w14:textId="77777777" w:rsidR="007F203D" w:rsidRPr="00BE4E51" w:rsidRDefault="007F203D" w:rsidP="00990435">
            <w:pPr>
              <w:pStyle w:val="TAC"/>
            </w:pPr>
          </w:p>
        </w:tc>
        <w:tc>
          <w:tcPr>
            <w:tcW w:w="944" w:type="dxa"/>
            <w:shd w:val="clear" w:color="auto" w:fill="auto"/>
            <w:vAlign w:val="center"/>
          </w:tcPr>
          <w:p w14:paraId="2AF2551E" w14:textId="77777777" w:rsidR="007F203D" w:rsidRPr="00BE4E51" w:rsidRDefault="007F203D" w:rsidP="00990435">
            <w:pPr>
              <w:pStyle w:val="TAC"/>
            </w:pPr>
            <w:r w:rsidRPr="00BE4E51">
              <w:t>UL FR1</w:t>
            </w:r>
          </w:p>
        </w:tc>
        <w:tc>
          <w:tcPr>
            <w:tcW w:w="1134" w:type="dxa"/>
            <w:vMerge w:val="restart"/>
            <w:shd w:val="clear" w:color="auto" w:fill="auto"/>
            <w:vAlign w:val="center"/>
          </w:tcPr>
          <w:p w14:paraId="2DB82954" w14:textId="77777777" w:rsidR="007F203D" w:rsidRPr="00BE4E51" w:rsidRDefault="007F203D" w:rsidP="00990435">
            <w:pPr>
              <w:pStyle w:val="TAC"/>
            </w:pPr>
            <w:r w:rsidRPr="00BE4E51">
              <w:t>1</w:t>
            </w:r>
          </w:p>
        </w:tc>
        <w:tc>
          <w:tcPr>
            <w:tcW w:w="1134" w:type="dxa"/>
            <w:vMerge w:val="restart"/>
            <w:shd w:val="clear" w:color="auto" w:fill="auto"/>
            <w:vAlign w:val="center"/>
          </w:tcPr>
          <w:p w14:paraId="0D1655A8" w14:textId="77777777" w:rsidR="007F203D" w:rsidRPr="00BE4E51" w:rsidRDefault="007F203D" w:rsidP="00990435">
            <w:pPr>
              <w:pStyle w:val="TAC"/>
            </w:pPr>
            <w:r w:rsidRPr="00BE4E51">
              <w:t>1</w:t>
            </w:r>
          </w:p>
        </w:tc>
        <w:tc>
          <w:tcPr>
            <w:tcW w:w="1134" w:type="dxa"/>
            <w:shd w:val="clear" w:color="auto" w:fill="auto"/>
            <w:vAlign w:val="center"/>
          </w:tcPr>
          <w:p w14:paraId="2CE0D537" w14:textId="77777777" w:rsidR="007F203D" w:rsidRPr="00BE4E51" w:rsidRDefault="007F203D" w:rsidP="00990435">
            <w:pPr>
              <w:pStyle w:val="TAC"/>
            </w:pPr>
            <w:r w:rsidRPr="00BE4E51">
              <w:t>1</w:t>
            </w:r>
          </w:p>
        </w:tc>
        <w:tc>
          <w:tcPr>
            <w:tcW w:w="1134" w:type="dxa"/>
            <w:shd w:val="clear" w:color="auto" w:fill="auto"/>
            <w:vAlign w:val="center"/>
          </w:tcPr>
          <w:p w14:paraId="486067E3" w14:textId="77777777" w:rsidR="007F203D" w:rsidRPr="00BE4E51" w:rsidRDefault="007F203D" w:rsidP="00990435">
            <w:pPr>
              <w:pStyle w:val="TAC"/>
            </w:pPr>
            <w:r w:rsidRPr="00BE4E51">
              <w:t>1</w:t>
            </w:r>
          </w:p>
        </w:tc>
        <w:tc>
          <w:tcPr>
            <w:tcW w:w="1134" w:type="dxa"/>
            <w:shd w:val="clear" w:color="auto" w:fill="auto"/>
          </w:tcPr>
          <w:p w14:paraId="357E3F31" w14:textId="77777777" w:rsidR="007F203D" w:rsidRPr="00BE4E51" w:rsidRDefault="007F203D" w:rsidP="00990435">
            <w:pPr>
              <w:pStyle w:val="TAC"/>
            </w:pPr>
            <w:r w:rsidRPr="00BE4E51">
              <w:t>FDD, TDD</w:t>
            </w:r>
          </w:p>
        </w:tc>
        <w:tc>
          <w:tcPr>
            <w:tcW w:w="851" w:type="dxa"/>
            <w:shd w:val="clear" w:color="auto" w:fill="auto"/>
            <w:vAlign w:val="center"/>
          </w:tcPr>
          <w:p w14:paraId="474AF877" w14:textId="77777777" w:rsidR="007F203D" w:rsidRPr="00BE4E51" w:rsidRDefault="007F203D" w:rsidP="00990435">
            <w:pPr>
              <w:pStyle w:val="TAC"/>
            </w:pPr>
            <w:r w:rsidRPr="00BE4E51">
              <w:t>Rel-15</w:t>
            </w:r>
          </w:p>
        </w:tc>
        <w:tc>
          <w:tcPr>
            <w:tcW w:w="1383" w:type="dxa"/>
            <w:shd w:val="clear" w:color="auto" w:fill="auto"/>
          </w:tcPr>
          <w:p w14:paraId="222AD9E1" w14:textId="77777777" w:rsidR="007F203D" w:rsidRPr="00BE4E51" w:rsidRDefault="007F203D" w:rsidP="00990435">
            <w:pPr>
              <w:pStyle w:val="TAC"/>
            </w:pPr>
          </w:p>
        </w:tc>
      </w:tr>
      <w:tr w:rsidR="007F203D" w:rsidRPr="00BE4E51" w14:paraId="13C04997" w14:textId="77777777" w:rsidTr="00990435">
        <w:trPr>
          <w:jc w:val="center"/>
        </w:trPr>
        <w:tc>
          <w:tcPr>
            <w:tcW w:w="1007" w:type="dxa"/>
            <w:vMerge/>
            <w:shd w:val="clear" w:color="auto" w:fill="auto"/>
          </w:tcPr>
          <w:p w14:paraId="3DDAF690" w14:textId="77777777" w:rsidR="007F203D" w:rsidRPr="00BE4E51" w:rsidRDefault="007F203D" w:rsidP="00990435">
            <w:pPr>
              <w:pStyle w:val="TAC"/>
            </w:pPr>
          </w:p>
        </w:tc>
        <w:tc>
          <w:tcPr>
            <w:tcW w:w="944" w:type="dxa"/>
            <w:shd w:val="clear" w:color="auto" w:fill="auto"/>
            <w:vAlign w:val="center"/>
          </w:tcPr>
          <w:p w14:paraId="1431D1D9" w14:textId="77777777" w:rsidR="007F203D" w:rsidRPr="00BE4E51" w:rsidRDefault="007F203D" w:rsidP="00990435">
            <w:pPr>
              <w:pStyle w:val="TAC"/>
            </w:pPr>
            <w:r w:rsidRPr="00BE4E51">
              <w:t>UL FR2</w:t>
            </w:r>
          </w:p>
        </w:tc>
        <w:tc>
          <w:tcPr>
            <w:tcW w:w="1134" w:type="dxa"/>
            <w:vMerge/>
            <w:shd w:val="clear" w:color="auto" w:fill="auto"/>
            <w:vAlign w:val="center"/>
          </w:tcPr>
          <w:p w14:paraId="564C3C03" w14:textId="77777777" w:rsidR="007F203D" w:rsidRPr="00BE4E51" w:rsidRDefault="007F203D" w:rsidP="00990435">
            <w:pPr>
              <w:pStyle w:val="TAC"/>
            </w:pPr>
          </w:p>
        </w:tc>
        <w:tc>
          <w:tcPr>
            <w:tcW w:w="1134" w:type="dxa"/>
            <w:vMerge/>
            <w:shd w:val="clear" w:color="auto" w:fill="auto"/>
            <w:vAlign w:val="center"/>
          </w:tcPr>
          <w:p w14:paraId="45A7122F" w14:textId="77777777" w:rsidR="007F203D" w:rsidRPr="00BE4E51" w:rsidRDefault="007F203D" w:rsidP="00990435">
            <w:pPr>
              <w:pStyle w:val="TAC"/>
            </w:pPr>
          </w:p>
        </w:tc>
        <w:tc>
          <w:tcPr>
            <w:tcW w:w="1134" w:type="dxa"/>
            <w:shd w:val="clear" w:color="auto" w:fill="auto"/>
            <w:vAlign w:val="center"/>
          </w:tcPr>
          <w:p w14:paraId="35717FC6" w14:textId="77777777" w:rsidR="007F203D" w:rsidRPr="00BE4E51" w:rsidRDefault="007F203D" w:rsidP="00990435">
            <w:pPr>
              <w:pStyle w:val="TAC"/>
            </w:pPr>
            <w:r w:rsidRPr="00BE4E51">
              <w:t>1</w:t>
            </w:r>
          </w:p>
        </w:tc>
        <w:tc>
          <w:tcPr>
            <w:tcW w:w="1134" w:type="dxa"/>
            <w:shd w:val="clear" w:color="auto" w:fill="auto"/>
            <w:vAlign w:val="center"/>
          </w:tcPr>
          <w:p w14:paraId="5E3F9B94" w14:textId="77777777" w:rsidR="007F203D" w:rsidRPr="00BE4E51" w:rsidRDefault="007F203D" w:rsidP="00990435">
            <w:pPr>
              <w:pStyle w:val="TAC"/>
            </w:pPr>
            <w:r w:rsidRPr="00BE4E51">
              <w:t>1</w:t>
            </w:r>
          </w:p>
        </w:tc>
        <w:tc>
          <w:tcPr>
            <w:tcW w:w="1134" w:type="dxa"/>
            <w:shd w:val="clear" w:color="auto" w:fill="auto"/>
          </w:tcPr>
          <w:p w14:paraId="49407600" w14:textId="77777777" w:rsidR="007F203D" w:rsidRPr="00BE4E51" w:rsidRDefault="007F203D" w:rsidP="00990435">
            <w:pPr>
              <w:pStyle w:val="TAC"/>
            </w:pPr>
            <w:r w:rsidRPr="00BE4E51">
              <w:t xml:space="preserve">TDD, </w:t>
            </w:r>
          </w:p>
        </w:tc>
        <w:tc>
          <w:tcPr>
            <w:tcW w:w="851" w:type="dxa"/>
            <w:shd w:val="clear" w:color="auto" w:fill="auto"/>
            <w:vAlign w:val="center"/>
          </w:tcPr>
          <w:p w14:paraId="48FBB3CB" w14:textId="77777777" w:rsidR="007F203D" w:rsidRPr="00BE4E51" w:rsidRDefault="007F203D" w:rsidP="00990435">
            <w:pPr>
              <w:pStyle w:val="TAC"/>
            </w:pPr>
            <w:r w:rsidRPr="00BE4E51">
              <w:t>Rel-15</w:t>
            </w:r>
          </w:p>
        </w:tc>
        <w:tc>
          <w:tcPr>
            <w:tcW w:w="1383" w:type="dxa"/>
            <w:shd w:val="clear" w:color="auto" w:fill="auto"/>
          </w:tcPr>
          <w:p w14:paraId="7B2D4BC2" w14:textId="77777777" w:rsidR="007F203D" w:rsidRPr="00BE4E51" w:rsidRDefault="007F203D" w:rsidP="00990435">
            <w:pPr>
              <w:pStyle w:val="TAC"/>
            </w:pPr>
          </w:p>
        </w:tc>
      </w:tr>
    </w:tbl>
    <w:p w14:paraId="56B361AE" w14:textId="77777777" w:rsidR="00AA7B50" w:rsidRPr="00BE4E51" w:rsidRDefault="00AA7B50" w:rsidP="00AA7B50"/>
    <w:p w14:paraId="21A6B172" w14:textId="066FCB23" w:rsidR="00027339" w:rsidRPr="00F56B25" w:rsidRDefault="00AA7B50" w:rsidP="00A56D93">
      <w:pPr>
        <w:pStyle w:val="Heading8"/>
        <w:rPr>
          <w:lang w:eastAsia="ko-KR"/>
        </w:rPr>
      </w:pPr>
      <w:bookmarkStart w:id="493" w:name="historyclause"/>
      <w:r w:rsidRPr="00BE4E51">
        <w:br w:type="page"/>
      </w:r>
      <w:bookmarkStart w:id="494" w:name="_Toc60857478"/>
      <w:bookmarkStart w:id="495" w:name="_Toc61184442"/>
      <w:bookmarkStart w:id="496" w:name="_Toc66387960"/>
      <w:bookmarkStart w:id="497" w:name="_Toc68701250"/>
      <w:bookmarkStart w:id="498" w:name="_Toc68701319"/>
      <w:bookmarkStart w:id="499" w:name="_Toc68701359"/>
      <w:bookmarkStart w:id="500" w:name="_Toc68701429"/>
      <w:bookmarkStart w:id="501" w:name="_Toc82185675"/>
      <w:bookmarkStart w:id="502" w:name="_Toc98751358"/>
      <w:bookmarkStart w:id="503" w:name="_Toc13051525"/>
      <w:bookmarkStart w:id="504" w:name="_Toc29468701"/>
      <w:bookmarkStart w:id="505" w:name="_Toc29468818"/>
      <w:bookmarkStart w:id="506" w:name="_Toc37141050"/>
      <w:bookmarkStart w:id="507" w:name="_Toc37268856"/>
      <w:bookmarkStart w:id="508" w:name="_Toc37268944"/>
      <w:bookmarkStart w:id="509" w:name="_Toc45907557"/>
      <w:r w:rsidRPr="00BE4E51">
        <w:lastRenderedPageBreak/>
        <w:t xml:space="preserve">Annex </w:t>
      </w:r>
      <w:r w:rsidRPr="00BE4E51">
        <w:rPr>
          <w:rFonts w:hint="eastAsia"/>
          <w:lang w:eastAsia="ko-KR"/>
        </w:rPr>
        <w:t>A</w:t>
      </w:r>
      <w:r w:rsidR="00A917C7" w:rsidRPr="00BE4E51">
        <w:t xml:space="preserve"> </w:t>
      </w:r>
      <w:r w:rsidRPr="00BE4E51">
        <w:t>(informative):</w:t>
      </w:r>
      <w:bookmarkStart w:id="510" w:name="_Toc60857479"/>
      <w:bookmarkStart w:id="511" w:name="_Toc61184443"/>
      <w:bookmarkStart w:id="512" w:name="_Toc66387961"/>
      <w:bookmarkStart w:id="513" w:name="_Toc68701251"/>
      <w:bookmarkStart w:id="514" w:name="_Toc68701320"/>
      <w:bookmarkStart w:id="515" w:name="_Toc68701360"/>
      <w:bookmarkEnd w:id="494"/>
      <w:bookmarkEnd w:id="495"/>
      <w:bookmarkEnd w:id="496"/>
      <w:bookmarkEnd w:id="497"/>
      <w:bookmarkEnd w:id="498"/>
      <w:bookmarkEnd w:id="499"/>
      <w:r w:rsidR="00A56D93" w:rsidRPr="00BE4E51">
        <w:br/>
      </w:r>
      <w:r w:rsidR="00027339" w:rsidRPr="00F56B25">
        <w:rPr>
          <w:lang w:eastAsia="ko-KR"/>
        </w:rPr>
        <w:t>Frequency arrangement for overlapping operating bands</w:t>
      </w:r>
      <w:bookmarkEnd w:id="500"/>
      <w:bookmarkEnd w:id="501"/>
      <w:bookmarkEnd w:id="510"/>
      <w:bookmarkEnd w:id="511"/>
      <w:bookmarkEnd w:id="512"/>
      <w:bookmarkEnd w:id="513"/>
      <w:bookmarkEnd w:id="514"/>
      <w:bookmarkEnd w:id="515"/>
      <w:bookmarkEnd w:id="502"/>
    </w:p>
    <w:p w14:paraId="12F22C5F" w14:textId="77777777" w:rsidR="00027339" w:rsidRPr="009363AF" w:rsidRDefault="00027339" w:rsidP="00027339">
      <w:r w:rsidRPr="009363AF">
        <w:t xml:space="preserve">The following information is provided in order to assist a UE derive the DL </w:t>
      </w:r>
      <w:r w:rsidRPr="001C0CC4">
        <w:t>NR-ARFCN</w:t>
      </w:r>
      <w:r w:rsidRPr="009363AF">
        <w:t xml:space="preserve"> and UL </w:t>
      </w:r>
      <w:r w:rsidRPr="001C0CC4">
        <w:t>NR-ARFCN</w:t>
      </w:r>
      <w:r w:rsidRPr="009363AF">
        <w:t xml:space="preserve"> in a multi-band environment, in which multiple overlapping operating bands may be indicated in the fields </w:t>
      </w:r>
      <w:r w:rsidRPr="009363AF">
        <w:rPr>
          <w:i/>
        </w:rPr>
        <w:t>freqBandIndicator</w:t>
      </w:r>
      <w:r>
        <w:rPr>
          <w:i/>
        </w:rPr>
        <w:t>NR</w:t>
      </w:r>
      <w:r w:rsidRPr="009363AF">
        <w:t xml:space="preserve"> and </w:t>
      </w:r>
      <w:r w:rsidRPr="00180895">
        <w:rPr>
          <w:i/>
        </w:rPr>
        <w:t>MultiFrequencyBandListNR-SIB</w:t>
      </w:r>
      <w:r w:rsidRPr="009363AF">
        <w:t>.</w:t>
      </w:r>
    </w:p>
    <w:p w14:paraId="6F9CF6B3" w14:textId="77777777" w:rsidR="00027339" w:rsidRPr="009363AF" w:rsidRDefault="00027339" w:rsidP="00027339">
      <w:r w:rsidRPr="009363AF">
        <w:t xml:space="preserve">The overlapping bands, independent of release, which may be indicated in a cell are shown in Table A-1 for applicable </w:t>
      </w:r>
      <w:r>
        <w:t xml:space="preserve">NR operating </w:t>
      </w:r>
      <w:r w:rsidRPr="009363AF">
        <w:t xml:space="preserve">bands. The DL </w:t>
      </w:r>
      <w:r w:rsidRPr="001C0CC4">
        <w:t>NR-ARFCN</w:t>
      </w:r>
      <w:r w:rsidRPr="009363AF">
        <w:t xml:space="preserve"> and UL </w:t>
      </w:r>
      <w:r w:rsidRPr="001C0CC4">
        <w:t>NR-ARFCN</w:t>
      </w:r>
      <w:r w:rsidRPr="009363AF">
        <w:t xml:space="preserve"> are derived according to </w:t>
      </w:r>
      <w:r>
        <w:t>TS 38</w:t>
      </w:r>
      <w:r w:rsidRPr="009363AF">
        <w:t>.101</w:t>
      </w:r>
      <w:r>
        <w:t>-1</w:t>
      </w:r>
      <w:r w:rsidRPr="009363AF">
        <w:t xml:space="preserve"> Rel-</w:t>
      </w:r>
      <w:r>
        <w:t>15</w:t>
      </w:r>
      <w:r w:rsidRPr="009363AF">
        <w:t>.</w:t>
      </w:r>
    </w:p>
    <w:p w14:paraId="73B12816" w14:textId="77777777" w:rsidR="00027339" w:rsidRPr="009363AF" w:rsidRDefault="00027339" w:rsidP="00027339">
      <w:pPr>
        <w:pStyle w:val="TH"/>
      </w:pPr>
      <w:r w:rsidRPr="009363AF">
        <w:t>Table A-1: Overlapping bands (multi-band environment</w:t>
      </w:r>
      <w:r>
        <w:t>s) for each NR</w:t>
      </w:r>
      <w:r w:rsidRPr="009363AF">
        <w:t xml:space="preserve"> band</w:t>
      </w:r>
    </w:p>
    <w:tbl>
      <w:tblPr>
        <w:tblW w:w="6400" w:type="dxa"/>
        <w:jc w:val="center"/>
        <w:tblCellMar>
          <w:left w:w="0" w:type="dxa"/>
          <w:right w:w="0" w:type="dxa"/>
        </w:tblCellMar>
        <w:tblLook w:val="04A0" w:firstRow="1" w:lastRow="0" w:firstColumn="1" w:lastColumn="0" w:noHBand="0" w:noVBand="1"/>
      </w:tblPr>
      <w:tblGrid>
        <w:gridCol w:w="1620"/>
        <w:gridCol w:w="2920"/>
        <w:gridCol w:w="1860"/>
      </w:tblGrid>
      <w:tr w:rsidR="00027339" w14:paraId="32379EB8" w14:textId="77777777" w:rsidTr="00AC2AF5">
        <w:trPr>
          <w:jc w:val="center"/>
        </w:trPr>
        <w:tc>
          <w:tcPr>
            <w:tcW w:w="16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E5BC5F5" w14:textId="77777777" w:rsidR="00027339" w:rsidRPr="00141DE7" w:rsidRDefault="00027339" w:rsidP="00CF107C">
            <w:pPr>
              <w:pStyle w:val="TAH"/>
              <w:rPr>
                <w:rFonts w:eastAsia="Gulim"/>
                <w:sz w:val="36"/>
                <w:szCs w:val="36"/>
              </w:rPr>
            </w:pPr>
            <w:r w:rsidRPr="00141DE7">
              <w:t>NR</w:t>
            </w:r>
          </w:p>
          <w:p w14:paraId="51C62C7B" w14:textId="77777777" w:rsidR="00027339" w:rsidRPr="00F56B25" w:rsidRDefault="00027339" w:rsidP="00CF107C">
            <w:pPr>
              <w:pStyle w:val="TAH"/>
              <w:rPr>
                <w:sz w:val="36"/>
                <w:szCs w:val="36"/>
              </w:rPr>
            </w:pPr>
            <w:r w:rsidRPr="00F56B25">
              <w:t>Operating Band</w:t>
            </w:r>
          </w:p>
        </w:tc>
        <w:tc>
          <w:tcPr>
            <w:tcW w:w="2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AA55ADA" w14:textId="77777777" w:rsidR="00027339" w:rsidRPr="00F56B25" w:rsidRDefault="00027339" w:rsidP="00CF107C">
            <w:pPr>
              <w:pStyle w:val="TAH"/>
              <w:rPr>
                <w:sz w:val="36"/>
                <w:szCs w:val="36"/>
              </w:rPr>
            </w:pPr>
            <w:r w:rsidRPr="00F56B25">
              <w:t>Overlapping NR operating</w:t>
            </w:r>
          </w:p>
          <w:p w14:paraId="749B33CF" w14:textId="77777777" w:rsidR="00027339" w:rsidRPr="00141DE7" w:rsidRDefault="00027339" w:rsidP="00CF107C">
            <w:pPr>
              <w:pStyle w:val="TAH"/>
              <w:rPr>
                <w:sz w:val="36"/>
                <w:szCs w:val="36"/>
              </w:rPr>
            </w:pPr>
            <w:r w:rsidRPr="00141DE7">
              <w:t>bands</w:t>
            </w:r>
          </w:p>
        </w:tc>
        <w:tc>
          <w:tcPr>
            <w:tcW w:w="18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11F8B82" w14:textId="77777777" w:rsidR="00027339" w:rsidRPr="00141DE7" w:rsidRDefault="00027339" w:rsidP="00CF107C">
            <w:pPr>
              <w:pStyle w:val="TAH"/>
              <w:rPr>
                <w:sz w:val="36"/>
                <w:szCs w:val="36"/>
              </w:rPr>
            </w:pPr>
            <w:r w:rsidRPr="00141DE7">
              <w:t>Duplex Mode</w:t>
            </w:r>
          </w:p>
        </w:tc>
      </w:tr>
      <w:tr w:rsidR="00027339" w14:paraId="68BCC707" w14:textId="77777777" w:rsidTr="00AC2AF5">
        <w:trPr>
          <w:jc w:val="center"/>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AD0BDEE" w14:textId="77777777" w:rsidR="00027339" w:rsidRPr="00141DE7" w:rsidRDefault="00027339" w:rsidP="00CF107C">
            <w:pPr>
              <w:pStyle w:val="TAC"/>
              <w:rPr>
                <w:sz w:val="36"/>
                <w:szCs w:val="36"/>
              </w:rPr>
            </w:pPr>
            <w:r w:rsidRPr="00141DE7">
              <w:t>n2</w:t>
            </w:r>
          </w:p>
        </w:tc>
        <w:tc>
          <w:tcPr>
            <w:tcW w:w="29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5132492" w14:textId="77777777" w:rsidR="00027339" w:rsidRPr="00141DE7" w:rsidRDefault="00027339" w:rsidP="00CF107C">
            <w:pPr>
              <w:pStyle w:val="TAC"/>
              <w:rPr>
                <w:sz w:val="36"/>
                <w:szCs w:val="36"/>
              </w:rPr>
            </w:pPr>
            <w:r w:rsidRPr="00141DE7">
              <w:t>n25</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A6ED3B6" w14:textId="77777777" w:rsidR="00027339" w:rsidRPr="00F56B25" w:rsidRDefault="00027339" w:rsidP="00CF107C">
            <w:pPr>
              <w:pStyle w:val="TAC"/>
              <w:rPr>
                <w:sz w:val="36"/>
                <w:szCs w:val="36"/>
              </w:rPr>
            </w:pPr>
            <w:r w:rsidRPr="00F56B25">
              <w:t>FDD</w:t>
            </w:r>
          </w:p>
        </w:tc>
      </w:tr>
      <w:tr w:rsidR="00027339" w14:paraId="6E402715" w14:textId="77777777" w:rsidTr="00AC2AF5">
        <w:trPr>
          <w:jc w:val="center"/>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2C568C" w14:textId="77777777" w:rsidR="00027339" w:rsidRPr="00141DE7" w:rsidRDefault="00027339" w:rsidP="00CF107C">
            <w:pPr>
              <w:pStyle w:val="TAC"/>
              <w:rPr>
                <w:sz w:val="36"/>
                <w:szCs w:val="36"/>
              </w:rPr>
            </w:pPr>
            <w:r w:rsidRPr="00141DE7">
              <w:t>n25</w:t>
            </w:r>
          </w:p>
        </w:tc>
        <w:tc>
          <w:tcPr>
            <w:tcW w:w="29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9010E21" w14:textId="77777777" w:rsidR="00027339" w:rsidRPr="00141DE7" w:rsidRDefault="00027339" w:rsidP="00CF107C">
            <w:pPr>
              <w:pStyle w:val="TAC"/>
              <w:rPr>
                <w:sz w:val="36"/>
                <w:szCs w:val="36"/>
              </w:rPr>
            </w:pPr>
            <w:r w:rsidRPr="00141DE7">
              <w:t>n2</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87D696" w14:textId="77777777" w:rsidR="00027339" w:rsidRPr="00F56B25" w:rsidRDefault="00027339" w:rsidP="00CF107C">
            <w:pPr>
              <w:pStyle w:val="TAC"/>
              <w:rPr>
                <w:sz w:val="36"/>
                <w:szCs w:val="36"/>
              </w:rPr>
            </w:pPr>
            <w:r w:rsidRPr="00F56B25">
              <w:t>FDD</w:t>
            </w:r>
          </w:p>
        </w:tc>
      </w:tr>
      <w:tr w:rsidR="00027339" w14:paraId="7172EC31" w14:textId="77777777" w:rsidTr="00AC2AF5">
        <w:trPr>
          <w:jc w:val="center"/>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E2854BB" w14:textId="77777777" w:rsidR="00027339" w:rsidRPr="00141DE7" w:rsidRDefault="00027339" w:rsidP="00CF107C">
            <w:pPr>
              <w:pStyle w:val="TAC"/>
              <w:rPr>
                <w:sz w:val="36"/>
                <w:szCs w:val="36"/>
              </w:rPr>
            </w:pPr>
            <w:r w:rsidRPr="00141DE7">
              <w:t>n38</w:t>
            </w:r>
          </w:p>
        </w:tc>
        <w:tc>
          <w:tcPr>
            <w:tcW w:w="29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C474666" w14:textId="77777777" w:rsidR="00027339" w:rsidRPr="00141DE7" w:rsidRDefault="00027339" w:rsidP="00CF107C">
            <w:pPr>
              <w:pStyle w:val="TAC"/>
              <w:rPr>
                <w:sz w:val="36"/>
                <w:szCs w:val="36"/>
              </w:rPr>
            </w:pPr>
            <w:r>
              <w:t>n41</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564A74C" w14:textId="77777777" w:rsidR="00027339" w:rsidRPr="00F56B25" w:rsidRDefault="00027339" w:rsidP="00CF107C">
            <w:pPr>
              <w:pStyle w:val="TAC"/>
              <w:rPr>
                <w:sz w:val="36"/>
                <w:szCs w:val="36"/>
              </w:rPr>
            </w:pPr>
            <w:r w:rsidRPr="00F56B25">
              <w:t>TDD</w:t>
            </w:r>
          </w:p>
        </w:tc>
      </w:tr>
      <w:tr w:rsidR="00027339" w14:paraId="55F46A2F" w14:textId="77777777" w:rsidTr="00AC2AF5">
        <w:trPr>
          <w:jc w:val="center"/>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DC0EFB" w14:textId="77777777" w:rsidR="00027339" w:rsidRPr="00141DE7" w:rsidRDefault="00027339" w:rsidP="00CF107C">
            <w:pPr>
              <w:pStyle w:val="TAC"/>
              <w:rPr>
                <w:sz w:val="36"/>
                <w:szCs w:val="36"/>
              </w:rPr>
            </w:pPr>
            <w:r w:rsidRPr="00141DE7">
              <w:t>n41</w:t>
            </w:r>
          </w:p>
        </w:tc>
        <w:tc>
          <w:tcPr>
            <w:tcW w:w="29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537A4B2" w14:textId="77777777" w:rsidR="00027339" w:rsidRPr="00141DE7" w:rsidRDefault="00027339" w:rsidP="00CF107C">
            <w:pPr>
              <w:pStyle w:val="TAC"/>
              <w:rPr>
                <w:sz w:val="36"/>
                <w:szCs w:val="36"/>
              </w:rPr>
            </w:pPr>
            <w:r>
              <w:t>n38</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B647FB" w14:textId="77777777" w:rsidR="00027339" w:rsidRPr="00F56B25" w:rsidRDefault="00027339" w:rsidP="00CF107C">
            <w:pPr>
              <w:pStyle w:val="TAC"/>
              <w:rPr>
                <w:sz w:val="36"/>
                <w:szCs w:val="36"/>
              </w:rPr>
            </w:pPr>
            <w:r w:rsidRPr="00F56B25">
              <w:t>TDD</w:t>
            </w:r>
          </w:p>
        </w:tc>
      </w:tr>
      <w:tr w:rsidR="00027339" w14:paraId="4B1DDDA8" w14:textId="77777777" w:rsidTr="00AC2AF5">
        <w:trPr>
          <w:jc w:val="center"/>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C9A6C9C" w14:textId="77777777" w:rsidR="00027339" w:rsidRPr="00141DE7" w:rsidRDefault="00027339" w:rsidP="00CF107C">
            <w:pPr>
              <w:pStyle w:val="TAC"/>
              <w:rPr>
                <w:sz w:val="36"/>
                <w:szCs w:val="36"/>
              </w:rPr>
            </w:pPr>
            <w:r w:rsidRPr="00141DE7">
              <w:t>n7</w:t>
            </w:r>
            <w:r>
              <w:t>7</w:t>
            </w:r>
          </w:p>
        </w:tc>
        <w:tc>
          <w:tcPr>
            <w:tcW w:w="29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4566D9" w14:textId="77777777" w:rsidR="00027339" w:rsidRPr="00141DE7" w:rsidRDefault="00027339" w:rsidP="00CF107C">
            <w:pPr>
              <w:pStyle w:val="TAC"/>
              <w:rPr>
                <w:sz w:val="36"/>
                <w:szCs w:val="36"/>
              </w:rPr>
            </w:pPr>
            <w:r w:rsidRPr="00141DE7">
              <w:t>n7</w:t>
            </w:r>
            <w:r>
              <w:t>8</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878C4A" w14:textId="77777777" w:rsidR="00027339" w:rsidRPr="00F56B25" w:rsidRDefault="00027339" w:rsidP="00CF107C">
            <w:pPr>
              <w:pStyle w:val="TAC"/>
              <w:rPr>
                <w:sz w:val="36"/>
                <w:szCs w:val="36"/>
              </w:rPr>
            </w:pPr>
            <w:r w:rsidRPr="00F56B25">
              <w:t>TDD</w:t>
            </w:r>
          </w:p>
        </w:tc>
      </w:tr>
      <w:tr w:rsidR="00027339" w14:paraId="16A50221" w14:textId="77777777" w:rsidTr="00AC2AF5">
        <w:trPr>
          <w:jc w:val="center"/>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3CD49A6" w14:textId="77777777" w:rsidR="00027339" w:rsidRPr="00141DE7" w:rsidRDefault="00027339" w:rsidP="00CF107C">
            <w:pPr>
              <w:pStyle w:val="TAC"/>
              <w:rPr>
                <w:sz w:val="36"/>
                <w:szCs w:val="36"/>
              </w:rPr>
            </w:pPr>
            <w:r w:rsidRPr="00141DE7">
              <w:t>n7</w:t>
            </w:r>
            <w:r>
              <w:t>8</w:t>
            </w:r>
          </w:p>
        </w:tc>
        <w:tc>
          <w:tcPr>
            <w:tcW w:w="29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8F5A6C" w14:textId="77777777" w:rsidR="00027339" w:rsidRPr="00141DE7" w:rsidRDefault="00027339" w:rsidP="00CF107C">
            <w:pPr>
              <w:pStyle w:val="TAC"/>
              <w:rPr>
                <w:sz w:val="36"/>
                <w:szCs w:val="36"/>
              </w:rPr>
            </w:pPr>
            <w:r w:rsidRPr="00141DE7">
              <w:t>n7</w:t>
            </w:r>
            <w:r>
              <w:t>7</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78C9109" w14:textId="77777777" w:rsidR="00027339" w:rsidRPr="00F56B25" w:rsidRDefault="00027339" w:rsidP="00CF107C">
            <w:pPr>
              <w:pStyle w:val="TAC"/>
              <w:rPr>
                <w:sz w:val="36"/>
                <w:szCs w:val="36"/>
              </w:rPr>
            </w:pPr>
            <w:r w:rsidRPr="00F56B25">
              <w:t>TDD</w:t>
            </w:r>
          </w:p>
        </w:tc>
      </w:tr>
      <w:tr w:rsidR="00027339" w14:paraId="65D87B14" w14:textId="77777777" w:rsidTr="00AC2AF5">
        <w:trPr>
          <w:jc w:val="center"/>
        </w:trPr>
        <w:tc>
          <w:tcPr>
            <w:tcW w:w="16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534F6921" w14:textId="77777777" w:rsidR="00027339" w:rsidRPr="00141DE7" w:rsidRDefault="00027339" w:rsidP="00CF107C">
            <w:pPr>
              <w:pStyle w:val="TAC"/>
              <w:rPr>
                <w:sz w:val="36"/>
                <w:szCs w:val="36"/>
              </w:rPr>
            </w:pPr>
            <w:r w:rsidRPr="00141DE7">
              <w:t>n80</w:t>
            </w:r>
          </w:p>
        </w:tc>
        <w:tc>
          <w:tcPr>
            <w:tcW w:w="2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2880F939" w14:textId="77777777" w:rsidR="00027339" w:rsidRPr="00F56B25" w:rsidRDefault="00027339" w:rsidP="00CF107C">
            <w:pPr>
              <w:pStyle w:val="TAC"/>
              <w:rPr>
                <w:sz w:val="36"/>
                <w:szCs w:val="36"/>
              </w:rPr>
            </w:pPr>
            <w:r w:rsidRPr="00F56B25">
              <w:t>n86</w:t>
            </w:r>
          </w:p>
        </w:tc>
        <w:tc>
          <w:tcPr>
            <w:tcW w:w="18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76E5B833" w14:textId="77777777" w:rsidR="00027339" w:rsidRPr="00F56B25" w:rsidRDefault="00027339" w:rsidP="00CF107C">
            <w:pPr>
              <w:pStyle w:val="TAC"/>
              <w:rPr>
                <w:sz w:val="36"/>
                <w:szCs w:val="36"/>
              </w:rPr>
            </w:pPr>
            <w:r w:rsidRPr="00F56B25">
              <w:t>SUL</w:t>
            </w:r>
          </w:p>
        </w:tc>
      </w:tr>
      <w:tr w:rsidR="00027339" w14:paraId="4E9B2E73" w14:textId="77777777" w:rsidTr="00AC2AF5">
        <w:trPr>
          <w:jc w:val="center"/>
        </w:trPr>
        <w:tc>
          <w:tcPr>
            <w:tcW w:w="16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3CF6A687" w14:textId="77777777" w:rsidR="00027339" w:rsidRPr="00141DE7" w:rsidRDefault="00027339" w:rsidP="00CF107C">
            <w:pPr>
              <w:pStyle w:val="TAC"/>
              <w:rPr>
                <w:sz w:val="36"/>
                <w:szCs w:val="36"/>
              </w:rPr>
            </w:pPr>
            <w:r w:rsidRPr="00141DE7">
              <w:t>n86</w:t>
            </w:r>
          </w:p>
        </w:tc>
        <w:tc>
          <w:tcPr>
            <w:tcW w:w="2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5D5F50F9" w14:textId="77777777" w:rsidR="00027339" w:rsidRPr="00F56B25" w:rsidRDefault="00027339" w:rsidP="00CF107C">
            <w:pPr>
              <w:pStyle w:val="TAC"/>
              <w:rPr>
                <w:sz w:val="36"/>
                <w:szCs w:val="36"/>
              </w:rPr>
            </w:pPr>
            <w:r w:rsidRPr="00F56B25">
              <w:t>n80</w:t>
            </w:r>
          </w:p>
        </w:tc>
        <w:tc>
          <w:tcPr>
            <w:tcW w:w="18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2CB248AF" w14:textId="77777777" w:rsidR="00027339" w:rsidRPr="00F56B25" w:rsidRDefault="00027339" w:rsidP="00CF107C">
            <w:pPr>
              <w:pStyle w:val="TAC"/>
              <w:rPr>
                <w:sz w:val="36"/>
                <w:szCs w:val="36"/>
              </w:rPr>
            </w:pPr>
            <w:r w:rsidRPr="00F56B25">
              <w:t>SUL</w:t>
            </w:r>
          </w:p>
        </w:tc>
      </w:tr>
    </w:tbl>
    <w:p w14:paraId="3251D98E" w14:textId="77777777" w:rsidR="00AA7B50" w:rsidRPr="00BE4E51" w:rsidRDefault="00AE7EB5" w:rsidP="00AA7B50">
      <w:pPr>
        <w:pStyle w:val="Heading8"/>
      </w:pPr>
      <w:bookmarkStart w:id="516" w:name="_Toc66387962"/>
      <w:bookmarkStart w:id="517" w:name="_Toc68701252"/>
      <w:bookmarkStart w:id="518" w:name="_Toc68701321"/>
      <w:bookmarkStart w:id="519" w:name="_Toc68701361"/>
      <w:bookmarkStart w:id="520" w:name="_Toc68701430"/>
      <w:bookmarkStart w:id="521" w:name="_Toc82185676"/>
      <w:bookmarkStart w:id="522" w:name="_Toc98751359"/>
      <w:r w:rsidRPr="00BE4E51">
        <w:t xml:space="preserve">Annex </w:t>
      </w:r>
      <w:r>
        <w:rPr>
          <w:lang w:eastAsia="ko-KR"/>
        </w:rPr>
        <w:t>B</w:t>
      </w:r>
      <w:r w:rsidRPr="00BE4E51">
        <w:t xml:space="preserve"> (informative):</w:t>
      </w:r>
      <w:r w:rsidR="00AA7B50" w:rsidRPr="00BE4E51">
        <w:br/>
      </w:r>
      <w:bookmarkStart w:id="523" w:name="_Toc60857480"/>
      <w:bookmarkStart w:id="524" w:name="_Toc61184444"/>
      <w:r w:rsidR="00AA7B50" w:rsidRPr="00BE4E51">
        <w:t>Change history</w:t>
      </w:r>
      <w:bookmarkEnd w:id="503"/>
      <w:bookmarkEnd w:id="504"/>
      <w:bookmarkEnd w:id="505"/>
      <w:bookmarkEnd w:id="506"/>
      <w:bookmarkEnd w:id="507"/>
      <w:bookmarkEnd w:id="508"/>
      <w:bookmarkEnd w:id="509"/>
      <w:bookmarkEnd w:id="516"/>
      <w:bookmarkEnd w:id="517"/>
      <w:bookmarkEnd w:id="518"/>
      <w:bookmarkEnd w:id="519"/>
      <w:bookmarkEnd w:id="520"/>
      <w:bookmarkEnd w:id="521"/>
      <w:bookmarkEnd w:id="523"/>
      <w:bookmarkEnd w:id="524"/>
      <w:bookmarkEnd w:id="522"/>
    </w:p>
    <w:p w14:paraId="0913E605" w14:textId="77777777" w:rsidR="00AA7B50" w:rsidRPr="00BE4E51" w:rsidRDefault="00AA7B50" w:rsidP="00AA7B50">
      <w:pPr>
        <w:pStyle w:val="TH"/>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AA7B50" w:rsidRPr="00BE4E51" w14:paraId="5985EB66" w14:textId="77777777" w:rsidTr="0053571B">
        <w:tc>
          <w:tcPr>
            <w:tcW w:w="9639" w:type="dxa"/>
            <w:gridSpan w:val="8"/>
            <w:tcBorders>
              <w:top w:val="single" w:sz="4" w:space="0" w:color="auto"/>
              <w:left w:val="single" w:sz="4" w:space="0" w:color="auto"/>
              <w:bottom w:val="single" w:sz="4" w:space="0" w:color="auto"/>
              <w:right w:val="single" w:sz="4" w:space="0" w:color="auto"/>
            </w:tcBorders>
            <w:shd w:val="solid" w:color="FFFFFF" w:fill="auto"/>
          </w:tcPr>
          <w:bookmarkEnd w:id="493"/>
          <w:p w14:paraId="5B6C0197" w14:textId="77777777" w:rsidR="00AA7B50" w:rsidRPr="00BE4E51" w:rsidRDefault="00AA7B50" w:rsidP="00AC2AF5">
            <w:pPr>
              <w:pStyle w:val="TAL"/>
              <w:jc w:val="center"/>
              <w:rPr>
                <w:b/>
              </w:rPr>
            </w:pPr>
            <w:r w:rsidRPr="00BE4E51">
              <w:rPr>
                <w:b/>
              </w:rPr>
              <w:t>Change history</w:t>
            </w:r>
          </w:p>
        </w:tc>
      </w:tr>
      <w:tr w:rsidR="00AA7B50" w:rsidRPr="00BE4E51" w14:paraId="0A76ADDE" w14:textId="77777777" w:rsidTr="0053571B">
        <w:tc>
          <w:tcPr>
            <w:tcW w:w="800" w:type="dxa"/>
            <w:shd w:val="pct10" w:color="auto" w:fill="FFFFFF"/>
          </w:tcPr>
          <w:p w14:paraId="01A49754" w14:textId="77777777" w:rsidR="00AA7B50" w:rsidRPr="00BE4E51" w:rsidRDefault="00AA7B50" w:rsidP="00AC2AF5">
            <w:pPr>
              <w:pStyle w:val="TAL"/>
              <w:rPr>
                <w:b/>
                <w:sz w:val="16"/>
              </w:rPr>
            </w:pPr>
            <w:r w:rsidRPr="00BE4E51">
              <w:rPr>
                <w:b/>
                <w:sz w:val="16"/>
              </w:rPr>
              <w:t>Date</w:t>
            </w:r>
          </w:p>
        </w:tc>
        <w:tc>
          <w:tcPr>
            <w:tcW w:w="800" w:type="dxa"/>
            <w:shd w:val="pct10" w:color="auto" w:fill="FFFFFF"/>
          </w:tcPr>
          <w:p w14:paraId="224E1AE1" w14:textId="77777777" w:rsidR="00AA7B50" w:rsidRPr="00BE4E51" w:rsidRDefault="00AA7B50" w:rsidP="00AC2AF5">
            <w:pPr>
              <w:pStyle w:val="TAL"/>
              <w:rPr>
                <w:b/>
                <w:sz w:val="16"/>
              </w:rPr>
            </w:pPr>
            <w:r w:rsidRPr="00BE4E51">
              <w:rPr>
                <w:b/>
                <w:sz w:val="16"/>
              </w:rPr>
              <w:t>Meeting</w:t>
            </w:r>
          </w:p>
        </w:tc>
        <w:tc>
          <w:tcPr>
            <w:tcW w:w="1094" w:type="dxa"/>
            <w:shd w:val="pct10" w:color="auto" w:fill="FFFFFF"/>
          </w:tcPr>
          <w:p w14:paraId="2969E768" w14:textId="77777777" w:rsidR="00AA7B50" w:rsidRPr="00BE4E51" w:rsidRDefault="00AA7B50" w:rsidP="00AC2AF5">
            <w:pPr>
              <w:pStyle w:val="TAL"/>
              <w:rPr>
                <w:b/>
                <w:sz w:val="16"/>
              </w:rPr>
            </w:pPr>
            <w:r w:rsidRPr="00BE4E51">
              <w:rPr>
                <w:b/>
                <w:sz w:val="16"/>
              </w:rPr>
              <w:t>TDoc</w:t>
            </w:r>
          </w:p>
        </w:tc>
        <w:tc>
          <w:tcPr>
            <w:tcW w:w="567" w:type="dxa"/>
            <w:shd w:val="pct10" w:color="auto" w:fill="FFFFFF"/>
          </w:tcPr>
          <w:p w14:paraId="5EDF5290" w14:textId="77777777" w:rsidR="00AA7B50" w:rsidRPr="00BE4E51" w:rsidRDefault="00AA7B50" w:rsidP="00AC2AF5">
            <w:pPr>
              <w:pStyle w:val="TAL"/>
              <w:rPr>
                <w:b/>
                <w:sz w:val="16"/>
              </w:rPr>
            </w:pPr>
            <w:r w:rsidRPr="00BE4E51">
              <w:rPr>
                <w:b/>
                <w:sz w:val="16"/>
              </w:rPr>
              <w:t>CR</w:t>
            </w:r>
          </w:p>
        </w:tc>
        <w:tc>
          <w:tcPr>
            <w:tcW w:w="425" w:type="dxa"/>
            <w:shd w:val="pct10" w:color="auto" w:fill="FFFFFF"/>
          </w:tcPr>
          <w:p w14:paraId="386F5556" w14:textId="77777777" w:rsidR="00AA7B50" w:rsidRPr="00BE4E51" w:rsidRDefault="00AA7B50" w:rsidP="00AC2AF5">
            <w:pPr>
              <w:pStyle w:val="TAL"/>
              <w:rPr>
                <w:b/>
                <w:sz w:val="16"/>
              </w:rPr>
            </w:pPr>
            <w:r w:rsidRPr="00BE4E51">
              <w:rPr>
                <w:b/>
                <w:sz w:val="16"/>
              </w:rPr>
              <w:t>Rev</w:t>
            </w:r>
          </w:p>
        </w:tc>
        <w:tc>
          <w:tcPr>
            <w:tcW w:w="425" w:type="dxa"/>
            <w:shd w:val="pct10" w:color="auto" w:fill="FFFFFF"/>
          </w:tcPr>
          <w:p w14:paraId="22299F82" w14:textId="77777777" w:rsidR="00AA7B50" w:rsidRPr="00BE4E51" w:rsidRDefault="00AA7B50" w:rsidP="00AC2AF5">
            <w:pPr>
              <w:pStyle w:val="TAL"/>
              <w:rPr>
                <w:b/>
                <w:sz w:val="16"/>
              </w:rPr>
            </w:pPr>
            <w:r w:rsidRPr="00BE4E51">
              <w:rPr>
                <w:b/>
                <w:sz w:val="16"/>
              </w:rPr>
              <w:t>Cat</w:t>
            </w:r>
          </w:p>
        </w:tc>
        <w:tc>
          <w:tcPr>
            <w:tcW w:w="4820" w:type="dxa"/>
            <w:shd w:val="pct10" w:color="auto" w:fill="FFFFFF"/>
          </w:tcPr>
          <w:p w14:paraId="31D8FAD8" w14:textId="77777777" w:rsidR="00AA7B50" w:rsidRPr="00BE4E51" w:rsidRDefault="00AA7B50" w:rsidP="00AC2AF5">
            <w:pPr>
              <w:pStyle w:val="TAL"/>
              <w:rPr>
                <w:b/>
                <w:sz w:val="16"/>
              </w:rPr>
            </w:pPr>
            <w:r w:rsidRPr="00BE4E51">
              <w:rPr>
                <w:b/>
                <w:sz w:val="16"/>
              </w:rPr>
              <w:t>Subject/Comment</w:t>
            </w:r>
          </w:p>
        </w:tc>
        <w:tc>
          <w:tcPr>
            <w:tcW w:w="708" w:type="dxa"/>
            <w:shd w:val="pct10" w:color="auto" w:fill="FFFFFF"/>
          </w:tcPr>
          <w:p w14:paraId="6C1C0848" w14:textId="77777777" w:rsidR="00AA7B50" w:rsidRPr="00BE4E51" w:rsidRDefault="00AA7B50" w:rsidP="00AC2AF5">
            <w:pPr>
              <w:pStyle w:val="TAL"/>
              <w:rPr>
                <w:b/>
                <w:sz w:val="16"/>
              </w:rPr>
            </w:pPr>
            <w:r w:rsidRPr="00BE4E51">
              <w:rPr>
                <w:b/>
                <w:sz w:val="16"/>
              </w:rPr>
              <w:t>New version</w:t>
            </w:r>
          </w:p>
        </w:tc>
      </w:tr>
      <w:tr w:rsidR="00AA7B50" w:rsidRPr="00BE4E51" w14:paraId="63135512" w14:textId="77777777" w:rsidTr="0053571B">
        <w:tc>
          <w:tcPr>
            <w:tcW w:w="800" w:type="dxa"/>
            <w:shd w:val="solid" w:color="FFFFFF" w:fill="auto"/>
          </w:tcPr>
          <w:p w14:paraId="05F8CCEF" w14:textId="77777777" w:rsidR="00AA7B50" w:rsidRPr="00BE4E51" w:rsidRDefault="00AA7B50" w:rsidP="00AC2AF5">
            <w:pPr>
              <w:pStyle w:val="TAC"/>
              <w:rPr>
                <w:sz w:val="16"/>
                <w:szCs w:val="16"/>
              </w:rPr>
            </w:pPr>
            <w:r w:rsidRPr="00BE4E51">
              <w:rPr>
                <w:sz w:val="16"/>
                <w:szCs w:val="16"/>
              </w:rPr>
              <w:t>2017-09</w:t>
            </w:r>
          </w:p>
        </w:tc>
        <w:tc>
          <w:tcPr>
            <w:tcW w:w="800" w:type="dxa"/>
            <w:shd w:val="solid" w:color="FFFFFF" w:fill="auto"/>
          </w:tcPr>
          <w:p w14:paraId="34DA918A" w14:textId="77777777" w:rsidR="00AA7B50" w:rsidRPr="00BE4E51" w:rsidRDefault="00AA7B50" w:rsidP="00AC2AF5">
            <w:pPr>
              <w:pStyle w:val="TAC"/>
              <w:rPr>
                <w:sz w:val="16"/>
                <w:szCs w:val="16"/>
                <w:lang w:eastAsia="ko-KR"/>
              </w:rPr>
            </w:pPr>
            <w:r w:rsidRPr="00BE4E51">
              <w:rPr>
                <w:sz w:val="16"/>
                <w:szCs w:val="16"/>
              </w:rPr>
              <w:t>RAN4#8</w:t>
            </w:r>
            <w:r w:rsidRPr="00BE4E51">
              <w:rPr>
                <w:rFonts w:hint="eastAsia"/>
                <w:sz w:val="16"/>
                <w:szCs w:val="16"/>
                <w:lang w:eastAsia="ko-KR"/>
              </w:rPr>
              <w:t>5</w:t>
            </w:r>
          </w:p>
        </w:tc>
        <w:tc>
          <w:tcPr>
            <w:tcW w:w="1094" w:type="dxa"/>
            <w:shd w:val="solid" w:color="FFFFFF" w:fill="auto"/>
          </w:tcPr>
          <w:p w14:paraId="400E351F" w14:textId="77777777" w:rsidR="00AA7B50" w:rsidRPr="00BE4E51" w:rsidRDefault="00AA7B50" w:rsidP="00AC2AF5">
            <w:pPr>
              <w:pStyle w:val="TAC"/>
              <w:rPr>
                <w:sz w:val="16"/>
                <w:szCs w:val="16"/>
              </w:rPr>
            </w:pPr>
            <w:r w:rsidRPr="00BE4E51">
              <w:rPr>
                <w:sz w:val="16"/>
                <w:szCs w:val="16"/>
              </w:rPr>
              <w:t>R4-1712166</w:t>
            </w:r>
          </w:p>
        </w:tc>
        <w:tc>
          <w:tcPr>
            <w:tcW w:w="567" w:type="dxa"/>
            <w:shd w:val="solid" w:color="FFFFFF" w:fill="auto"/>
          </w:tcPr>
          <w:p w14:paraId="7C18C5DE" w14:textId="77777777" w:rsidR="00AA7B50" w:rsidRPr="00BE4E51" w:rsidRDefault="00AA7B50" w:rsidP="00AC2AF5">
            <w:pPr>
              <w:pStyle w:val="TAL"/>
              <w:rPr>
                <w:sz w:val="16"/>
                <w:szCs w:val="16"/>
              </w:rPr>
            </w:pPr>
          </w:p>
        </w:tc>
        <w:tc>
          <w:tcPr>
            <w:tcW w:w="425" w:type="dxa"/>
            <w:shd w:val="solid" w:color="FFFFFF" w:fill="auto"/>
          </w:tcPr>
          <w:p w14:paraId="5D6BCD28" w14:textId="77777777" w:rsidR="00AA7B50" w:rsidRPr="00BE4E51" w:rsidRDefault="00AA7B50" w:rsidP="00AC2AF5">
            <w:pPr>
              <w:pStyle w:val="TAC"/>
              <w:rPr>
                <w:sz w:val="16"/>
                <w:szCs w:val="16"/>
              </w:rPr>
            </w:pPr>
          </w:p>
        </w:tc>
        <w:tc>
          <w:tcPr>
            <w:tcW w:w="425" w:type="dxa"/>
            <w:shd w:val="solid" w:color="FFFFFF" w:fill="auto"/>
          </w:tcPr>
          <w:p w14:paraId="0BAA6CF3" w14:textId="77777777" w:rsidR="00AA7B50" w:rsidRPr="00BE4E51" w:rsidRDefault="00AA7B50" w:rsidP="00AC2AF5">
            <w:pPr>
              <w:pStyle w:val="TAC"/>
              <w:rPr>
                <w:sz w:val="16"/>
                <w:szCs w:val="16"/>
              </w:rPr>
            </w:pPr>
          </w:p>
        </w:tc>
        <w:tc>
          <w:tcPr>
            <w:tcW w:w="4820" w:type="dxa"/>
            <w:shd w:val="solid" w:color="FFFFFF" w:fill="auto"/>
          </w:tcPr>
          <w:p w14:paraId="24224B98" w14:textId="77777777" w:rsidR="00AA7B50" w:rsidRPr="00BE4E51" w:rsidRDefault="00AA7B50" w:rsidP="00AC2AF5">
            <w:pPr>
              <w:pStyle w:val="TAL"/>
              <w:rPr>
                <w:sz w:val="16"/>
                <w:szCs w:val="16"/>
              </w:rPr>
            </w:pPr>
            <w:r w:rsidRPr="00BE4E51">
              <w:rPr>
                <w:sz w:val="16"/>
                <w:szCs w:val="16"/>
              </w:rPr>
              <w:t>Skeleton TS</w:t>
            </w:r>
          </w:p>
        </w:tc>
        <w:tc>
          <w:tcPr>
            <w:tcW w:w="708" w:type="dxa"/>
            <w:shd w:val="solid" w:color="FFFFFF" w:fill="auto"/>
          </w:tcPr>
          <w:p w14:paraId="52BACB3A" w14:textId="77777777" w:rsidR="00AA7B50" w:rsidRPr="00BE4E51" w:rsidRDefault="00AA7B50" w:rsidP="00AC2AF5">
            <w:pPr>
              <w:pStyle w:val="TAC"/>
              <w:rPr>
                <w:sz w:val="16"/>
                <w:szCs w:val="16"/>
              </w:rPr>
            </w:pPr>
            <w:r w:rsidRPr="00BE4E51">
              <w:rPr>
                <w:sz w:val="16"/>
                <w:szCs w:val="16"/>
              </w:rPr>
              <w:t>0.0.1</w:t>
            </w:r>
          </w:p>
        </w:tc>
      </w:tr>
      <w:tr w:rsidR="00AA7B50" w:rsidRPr="00BE4E51" w14:paraId="544646BD" w14:textId="77777777" w:rsidTr="0053571B">
        <w:tc>
          <w:tcPr>
            <w:tcW w:w="800" w:type="dxa"/>
            <w:shd w:val="solid" w:color="FFFFFF" w:fill="auto"/>
          </w:tcPr>
          <w:p w14:paraId="77B38E0B" w14:textId="77777777" w:rsidR="00AA7B50" w:rsidRPr="00BE4E51" w:rsidRDefault="00AA7B50" w:rsidP="00AC2AF5">
            <w:pPr>
              <w:pStyle w:val="TAC"/>
              <w:rPr>
                <w:sz w:val="16"/>
                <w:szCs w:val="16"/>
              </w:rPr>
            </w:pPr>
            <w:r w:rsidRPr="00BE4E51">
              <w:rPr>
                <w:sz w:val="16"/>
                <w:szCs w:val="16"/>
              </w:rPr>
              <w:t>2018-03</w:t>
            </w:r>
          </w:p>
        </w:tc>
        <w:tc>
          <w:tcPr>
            <w:tcW w:w="800" w:type="dxa"/>
            <w:shd w:val="solid" w:color="FFFFFF" w:fill="auto"/>
          </w:tcPr>
          <w:p w14:paraId="3E5D3B86" w14:textId="77777777" w:rsidR="00AA7B50" w:rsidRPr="00BE4E51" w:rsidRDefault="00AA7B50" w:rsidP="00AC2AF5">
            <w:pPr>
              <w:pStyle w:val="TAC"/>
              <w:rPr>
                <w:sz w:val="16"/>
                <w:szCs w:val="16"/>
              </w:rPr>
            </w:pPr>
            <w:r w:rsidRPr="00BE4E51">
              <w:rPr>
                <w:sz w:val="16"/>
                <w:szCs w:val="16"/>
              </w:rPr>
              <w:t>RAN4#86</w:t>
            </w:r>
          </w:p>
        </w:tc>
        <w:tc>
          <w:tcPr>
            <w:tcW w:w="1094" w:type="dxa"/>
            <w:shd w:val="solid" w:color="FFFFFF" w:fill="auto"/>
          </w:tcPr>
          <w:p w14:paraId="19C16384" w14:textId="77777777" w:rsidR="00AA7B50" w:rsidRPr="00BE4E51" w:rsidRDefault="00AA7B50" w:rsidP="00AC2AF5">
            <w:pPr>
              <w:pStyle w:val="TAC"/>
              <w:rPr>
                <w:sz w:val="16"/>
                <w:szCs w:val="16"/>
              </w:rPr>
            </w:pPr>
            <w:r w:rsidRPr="00BE4E51">
              <w:rPr>
                <w:sz w:val="16"/>
                <w:szCs w:val="16"/>
              </w:rPr>
              <w:t>R4-1802107</w:t>
            </w:r>
          </w:p>
        </w:tc>
        <w:tc>
          <w:tcPr>
            <w:tcW w:w="567" w:type="dxa"/>
            <w:shd w:val="solid" w:color="FFFFFF" w:fill="auto"/>
          </w:tcPr>
          <w:p w14:paraId="2B137EA5" w14:textId="77777777" w:rsidR="00AA7B50" w:rsidRPr="00BE4E51" w:rsidRDefault="00AA7B50" w:rsidP="00AC2AF5">
            <w:pPr>
              <w:pStyle w:val="TAL"/>
              <w:rPr>
                <w:sz w:val="16"/>
                <w:szCs w:val="16"/>
              </w:rPr>
            </w:pPr>
          </w:p>
        </w:tc>
        <w:tc>
          <w:tcPr>
            <w:tcW w:w="425" w:type="dxa"/>
            <w:shd w:val="solid" w:color="FFFFFF" w:fill="auto"/>
          </w:tcPr>
          <w:p w14:paraId="25EE428E" w14:textId="77777777" w:rsidR="00AA7B50" w:rsidRPr="00BE4E51" w:rsidRDefault="00AA7B50" w:rsidP="00AC2AF5">
            <w:pPr>
              <w:pStyle w:val="TAC"/>
              <w:rPr>
                <w:sz w:val="16"/>
                <w:szCs w:val="16"/>
              </w:rPr>
            </w:pPr>
          </w:p>
        </w:tc>
        <w:tc>
          <w:tcPr>
            <w:tcW w:w="425" w:type="dxa"/>
            <w:shd w:val="solid" w:color="FFFFFF" w:fill="auto"/>
          </w:tcPr>
          <w:p w14:paraId="407C076B" w14:textId="77777777" w:rsidR="00AA7B50" w:rsidRPr="00BE4E51" w:rsidRDefault="00AA7B50" w:rsidP="00AC2AF5">
            <w:pPr>
              <w:pStyle w:val="TAC"/>
              <w:rPr>
                <w:sz w:val="16"/>
                <w:szCs w:val="16"/>
              </w:rPr>
            </w:pPr>
          </w:p>
        </w:tc>
        <w:tc>
          <w:tcPr>
            <w:tcW w:w="4820" w:type="dxa"/>
            <w:shd w:val="solid" w:color="FFFFFF" w:fill="auto"/>
          </w:tcPr>
          <w:p w14:paraId="713578CC" w14:textId="77777777" w:rsidR="00AA7B50" w:rsidRPr="00BE4E51" w:rsidRDefault="00AA7B50" w:rsidP="00AC2AF5">
            <w:pPr>
              <w:pStyle w:val="TAL"/>
              <w:rPr>
                <w:sz w:val="16"/>
                <w:szCs w:val="16"/>
              </w:rPr>
            </w:pPr>
            <w:r w:rsidRPr="00BE4E51">
              <w:rPr>
                <w:sz w:val="16"/>
                <w:szCs w:val="16"/>
              </w:rPr>
              <w:t>TS 38.307 v0.1.0</w:t>
            </w:r>
          </w:p>
        </w:tc>
        <w:tc>
          <w:tcPr>
            <w:tcW w:w="708" w:type="dxa"/>
            <w:shd w:val="solid" w:color="FFFFFF" w:fill="auto"/>
          </w:tcPr>
          <w:p w14:paraId="2B681DA7" w14:textId="77777777" w:rsidR="00AA7B50" w:rsidRPr="00BE4E51" w:rsidRDefault="00AA7B50" w:rsidP="00AC2AF5">
            <w:pPr>
              <w:pStyle w:val="TAC"/>
              <w:rPr>
                <w:sz w:val="16"/>
                <w:szCs w:val="16"/>
              </w:rPr>
            </w:pPr>
            <w:r w:rsidRPr="00BE4E51">
              <w:rPr>
                <w:sz w:val="16"/>
                <w:szCs w:val="16"/>
              </w:rPr>
              <w:t>0.1.0</w:t>
            </w:r>
          </w:p>
        </w:tc>
      </w:tr>
      <w:tr w:rsidR="00AA7B50" w:rsidRPr="00BE4E51" w14:paraId="40D86C90" w14:textId="77777777" w:rsidTr="0053571B">
        <w:tc>
          <w:tcPr>
            <w:tcW w:w="800" w:type="dxa"/>
            <w:shd w:val="solid" w:color="FFFFFF" w:fill="auto"/>
          </w:tcPr>
          <w:p w14:paraId="2714ADE8" w14:textId="77777777" w:rsidR="00AA7B50" w:rsidRPr="00BE4E51" w:rsidRDefault="00AA7B50" w:rsidP="00AC2AF5">
            <w:pPr>
              <w:pStyle w:val="TAC"/>
              <w:rPr>
                <w:sz w:val="16"/>
                <w:szCs w:val="16"/>
              </w:rPr>
            </w:pPr>
            <w:r w:rsidRPr="00BE4E51">
              <w:rPr>
                <w:sz w:val="16"/>
                <w:szCs w:val="16"/>
              </w:rPr>
              <w:t>2018-06</w:t>
            </w:r>
          </w:p>
        </w:tc>
        <w:tc>
          <w:tcPr>
            <w:tcW w:w="800" w:type="dxa"/>
            <w:shd w:val="solid" w:color="FFFFFF" w:fill="auto"/>
          </w:tcPr>
          <w:p w14:paraId="5F6070AD" w14:textId="77777777" w:rsidR="00AA7B50" w:rsidRPr="00BE4E51" w:rsidRDefault="00AA7B50" w:rsidP="00AC2AF5">
            <w:pPr>
              <w:pStyle w:val="TAC"/>
              <w:rPr>
                <w:sz w:val="16"/>
                <w:szCs w:val="16"/>
              </w:rPr>
            </w:pPr>
            <w:r w:rsidRPr="00BE4E51">
              <w:rPr>
                <w:sz w:val="16"/>
                <w:szCs w:val="16"/>
              </w:rPr>
              <w:t>RAN#80</w:t>
            </w:r>
          </w:p>
        </w:tc>
        <w:tc>
          <w:tcPr>
            <w:tcW w:w="1094" w:type="dxa"/>
            <w:shd w:val="solid" w:color="FFFFFF" w:fill="auto"/>
          </w:tcPr>
          <w:p w14:paraId="11CF7D0F" w14:textId="77777777" w:rsidR="00AA7B50" w:rsidRPr="00BE4E51" w:rsidRDefault="00AA7B50" w:rsidP="00AC2AF5">
            <w:pPr>
              <w:pStyle w:val="TAC"/>
              <w:rPr>
                <w:sz w:val="16"/>
                <w:szCs w:val="16"/>
              </w:rPr>
            </w:pPr>
            <w:r w:rsidRPr="00BE4E51">
              <w:rPr>
                <w:sz w:val="16"/>
                <w:szCs w:val="16"/>
              </w:rPr>
              <w:t>RP-180988</w:t>
            </w:r>
          </w:p>
        </w:tc>
        <w:tc>
          <w:tcPr>
            <w:tcW w:w="567" w:type="dxa"/>
            <w:shd w:val="solid" w:color="FFFFFF" w:fill="auto"/>
          </w:tcPr>
          <w:p w14:paraId="5FFD649D" w14:textId="77777777" w:rsidR="00AA7B50" w:rsidRPr="00BE4E51" w:rsidRDefault="00AA7B50" w:rsidP="00AC2AF5">
            <w:pPr>
              <w:pStyle w:val="TAL"/>
              <w:rPr>
                <w:sz w:val="16"/>
                <w:szCs w:val="16"/>
              </w:rPr>
            </w:pPr>
          </w:p>
        </w:tc>
        <w:tc>
          <w:tcPr>
            <w:tcW w:w="425" w:type="dxa"/>
            <w:shd w:val="solid" w:color="FFFFFF" w:fill="auto"/>
          </w:tcPr>
          <w:p w14:paraId="1709D5C5" w14:textId="77777777" w:rsidR="00AA7B50" w:rsidRPr="00BE4E51" w:rsidRDefault="00AA7B50" w:rsidP="00AC2AF5">
            <w:pPr>
              <w:pStyle w:val="TAC"/>
              <w:rPr>
                <w:sz w:val="16"/>
                <w:szCs w:val="16"/>
              </w:rPr>
            </w:pPr>
          </w:p>
        </w:tc>
        <w:tc>
          <w:tcPr>
            <w:tcW w:w="425" w:type="dxa"/>
            <w:shd w:val="solid" w:color="FFFFFF" w:fill="auto"/>
          </w:tcPr>
          <w:p w14:paraId="6F5AAE45" w14:textId="77777777" w:rsidR="00AA7B50" w:rsidRPr="00BE4E51" w:rsidRDefault="00AA7B50" w:rsidP="00AC2AF5">
            <w:pPr>
              <w:pStyle w:val="TAC"/>
              <w:rPr>
                <w:sz w:val="16"/>
                <w:szCs w:val="16"/>
              </w:rPr>
            </w:pPr>
          </w:p>
        </w:tc>
        <w:tc>
          <w:tcPr>
            <w:tcW w:w="4820" w:type="dxa"/>
            <w:shd w:val="solid" w:color="FFFFFF" w:fill="auto"/>
          </w:tcPr>
          <w:p w14:paraId="04DC86C1" w14:textId="77777777" w:rsidR="00AA7B50" w:rsidRPr="00BE4E51" w:rsidRDefault="00AA7B50" w:rsidP="00AC2AF5">
            <w:pPr>
              <w:pStyle w:val="TAL"/>
              <w:rPr>
                <w:sz w:val="16"/>
                <w:szCs w:val="16"/>
              </w:rPr>
            </w:pPr>
            <w:r w:rsidRPr="00BE4E51">
              <w:rPr>
                <w:sz w:val="16"/>
                <w:szCs w:val="16"/>
              </w:rPr>
              <w:t>v1.0.0 submitted for plenary approval</w:t>
            </w:r>
          </w:p>
        </w:tc>
        <w:tc>
          <w:tcPr>
            <w:tcW w:w="708" w:type="dxa"/>
            <w:shd w:val="solid" w:color="FFFFFF" w:fill="auto"/>
          </w:tcPr>
          <w:p w14:paraId="1B2A4CFE" w14:textId="77777777" w:rsidR="00AA7B50" w:rsidRPr="00BE4E51" w:rsidRDefault="00AA7B50" w:rsidP="00AC2AF5">
            <w:pPr>
              <w:pStyle w:val="TAC"/>
              <w:rPr>
                <w:sz w:val="16"/>
                <w:szCs w:val="16"/>
              </w:rPr>
            </w:pPr>
            <w:r w:rsidRPr="00BE4E51">
              <w:rPr>
                <w:sz w:val="16"/>
                <w:szCs w:val="16"/>
              </w:rPr>
              <w:t>1.0.0</w:t>
            </w:r>
          </w:p>
        </w:tc>
      </w:tr>
      <w:tr w:rsidR="00AA7B50" w:rsidRPr="00BE4E51" w14:paraId="71B0AAB8"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49C9A44F" w14:textId="77777777" w:rsidR="00AA7B50" w:rsidRPr="00BE4E51" w:rsidRDefault="00AA7B50" w:rsidP="00AC2AF5">
            <w:pPr>
              <w:pStyle w:val="TAC"/>
              <w:rPr>
                <w:sz w:val="16"/>
                <w:szCs w:val="16"/>
              </w:rPr>
            </w:pPr>
            <w:r w:rsidRPr="00BE4E51">
              <w:rPr>
                <w:sz w:val="16"/>
                <w:szCs w:val="16"/>
              </w:rPr>
              <w:t>2018-06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B135ED" w14:textId="77777777" w:rsidR="00AA7B50" w:rsidRPr="00BE4E51" w:rsidRDefault="00AA7B50" w:rsidP="00AC2AF5">
            <w:pPr>
              <w:pStyle w:val="TAC"/>
              <w:rPr>
                <w:sz w:val="16"/>
                <w:szCs w:val="16"/>
              </w:rPr>
            </w:pPr>
            <w:r w:rsidRPr="00BE4E51">
              <w:rPr>
                <w:sz w:val="16"/>
                <w:szCs w:val="16"/>
              </w:rPr>
              <w:t>RAN#80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6EAD06" w14:textId="77777777" w:rsidR="00AA7B50" w:rsidRPr="00BE4E51" w:rsidRDefault="00AA7B50" w:rsidP="00AC2AF5">
            <w:pPr>
              <w:pStyle w:val="TAC"/>
              <w:rPr>
                <w:sz w:val="16"/>
                <w:szCs w:val="16"/>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F0968B" w14:textId="77777777" w:rsidR="00AA7B50" w:rsidRPr="00BE4E51" w:rsidRDefault="00AA7B50" w:rsidP="00AC2AF5">
            <w:pPr>
              <w:pStyle w:val="TAL"/>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CC4AC1" w14:textId="77777777" w:rsidR="00AA7B50" w:rsidRPr="00BE4E51" w:rsidRDefault="00AA7B50" w:rsidP="00AC2AF5">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5CBC68" w14:textId="77777777" w:rsidR="00AA7B50" w:rsidRPr="00BE4E51" w:rsidRDefault="00AA7B50" w:rsidP="00AC2AF5">
            <w:pPr>
              <w:pStyle w:val="TAC"/>
              <w:rPr>
                <w:sz w:val="16"/>
                <w:szCs w:val="16"/>
              </w:rPr>
            </w:pP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B4CA02" w14:textId="77777777" w:rsidR="00AA7B50" w:rsidRPr="00BE4E51" w:rsidRDefault="00AA7B50" w:rsidP="00AC2AF5">
            <w:pPr>
              <w:pStyle w:val="TAL"/>
              <w:rPr>
                <w:sz w:val="16"/>
                <w:szCs w:val="16"/>
              </w:rPr>
            </w:pPr>
            <w:r w:rsidRPr="00BE4E51">
              <w:rPr>
                <w:sz w:val="16"/>
                <w:szCs w:val="16"/>
                <w:lang w:eastAsia="zh-CN"/>
              </w:rPr>
              <w:t>Approved by plenary – Rel-15 spec under change control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B67B9B" w14:textId="77777777" w:rsidR="00AA7B50" w:rsidRPr="00BE4E51" w:rsidRDefault="00AA7B50" w:rsidP="00AC2AF5">
            <w:pPr>
              <w:pStyle w:val="TAC"/>
              <w:rPr>
                <w:sz w:val="16"/>
                <w:szCs w:val="16"/>
              </w:rPr>
            </w:pPr>
            <w:r w:rsidRPr="00BE4E51">
              <w:rPr>
                <w:sz w:val="16"/>
                <w:szCs w:val="16"/>
              </w:rPr>
              <w:t>15.0.0</w:t>
            </w:r>
          </w:p>
        </w:tc>
      </w:tr>
      <w:tr w:rsidR="00AA7B50" w:rsidRPr="00BE4E51" w14:paraId="3087CB3F"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219244A4" w14:textId="77777777" w:rsidR="00AA7B50" w:rsidRPr="00BE4E51" w:rsidRDefault="00AA7B50" w:rsidP="00AC2AF5">
            <w:pPr>
              <w:pStyle w:val="TAC"/>
              <w:rPr>
                <w:sz w:val="16"/>
                <w:szCs w:val="16"/>
              </w:rPr>
            </w:pPr>
            <w:r w:rsidRPr="00BE4E51">
              <w:rPr>
                <w:sz w:val="16"/>
                <w:szCs w:val="16"/>
              </w:rPr>
              <w:t>2018-09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5FFB5C" w14:textId="77777777" w:rsidR="00AA7B50" w:rsidRPr="00BE4E51" w:rsidRDefault="00AA7B50" w:rsidP="00AC2AF5">
            <w:pPr>
              <w:pStyle w:val="TAC"/>
              <w:rPr>
                <w:sz w:val="16"/>
                <w:szCs w:val="16"/>
              </w:rPr>
            </w:pPr>
            <w:r w:rsidRPr="00BE4E51">
              <w:rPr>
                <w:sz w:val="16"/>
                <w:szCs w:val="16"/>
              </w:rPr>
              <w:t>RAN#81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3A993E" w14:textId="77777777" w:rsidR="00AA7B50" w:rsidRPr="00BE4E51" w:rsidRDefault="00AA7B50" w:rsidP="00AC2AF5">
            <w:pPr>
              <w:pStyle w:val="TAC"/>
              <w:rPr>
                <w:sz w:val="16"/>
                <w:szCs w:val="16"/>
              </w:rPr>
            </w:pPr>
            <w:r w:rsidRPr="00BE4E51">
              <w:rPr>
                <w:sz w:val="16"/>
                <w:szCs w:val="16"/>
              </w:rPr>
              <w:t>RP-181896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15A86E" w14:textId="77777777" w:rsidR="00AA7B50" w:rsidRPr="00BE4E51" w:rsidRDefault="00AA7B50" w:rsidP="00AC2AF5">
            <w:pPr>
              <w:pStyle w:val="TAL"/>
              <w:rPr>
                <w:sz w:val="16"/>
                <w:szCs w:val="16"/>
              </w:rPr>
            </w:pPr>
            <w:r w:rsidRPr="00BE4E51">
              <w:rPr>
                <w:sz w:val="16"/>
                <w:szCs w:val="16"/>
              </w:rPr>
              <w:t>0001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EB53B0" w14:textId="77777777" w:rsidR="00AA7B50" w:rsidRPr="00BE4E51" w:rsidRDefault="00AA7B50" w:rsidP="00AC2AF5">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F6449A" w14:textId="77777777" w:rsidR="00AA7B50" w:rsidRPr="00BE4E51" w:rsidRDefault="00AA7B50" w:rsidP="00AC2AF5">
            <w:pPr>
              <w:pStyle w:val="TAC"/>
              <w:rPr>
                <w:sz w:val="16"/>
                <w:szCs w:val="16"/>
              </w:rPr>
            </w:pPr>
            <w:r w:rsidRPr="00BE4E5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B2B497" w14:textId="77777777" w:rsidR="00AA7B50" w:rsidRPr="00BE4E51" w:rsidRDefault="00AA7B50" w:rsidP="00AC2AF5">
            <w:pPr>
              <w:pStyle w:val="TAL"/>
              <w:rPr>
                <w:sz w:val="16"/>
                <w:szCs w:val="16"/>
                <w:lang w:eastAsia="zh-CN"/>
              </w:rPr>
            </w:pPr>
            <w:r w:rsidRPr="00BE4E51">
              <w:rPr>
                <w:sz w:val="16"/>
                <w:szCs w:val="16"/>
                <w:lang w:eastAsia="zh-CN"/>
              </w:rPr>
              <w:t>CR for FR2 Power Classes in TS38.307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C6ED3A" w14:textId="77777777" w:rsidR="00AA7B50" w:rsidRPr="00BE4E51" w:rsidRDefault="00AA7B50" w:rsidP="00AC2AF5">
            <w:pPr>
              <w:pStyle w:val="TAC"/>
              <w:rPr>
                <w:sz w:val="16"/>
                <w:szCs w:val="16"/>
              </w:rPr>
            </w:pPr>
            <w:r w:rsidRPr="00BE4E51">
              <w:rPr>
                <w:sz w:val="16"/>
                <w:szCs w:val="16"/>
              </w:rPr>
              <w:t>15.1.0</w:t>
            </w:r>
          </w:p>
        </w:tc>
      </w:tr>
      <w:tr w:rsidR="00AA7B50" w:rsidRPr="00BE4E51" w14:paraId="2ABDDED2"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648D0F6B" w14:textId="77777777" w:rsidR="00AA7B50" w:rsidRPr="00BE4E51" w:rsidRDefault="00AA7B50" w:rsidP="00AC2AF5">
            <w:pPr>
              <w:pStyle w:val="TAC"/>
              <w:rPr>
                <w:sz w:val="16"/>
                <w:szCs w:val="16"/>
              </w:rPr>
            </w:pPr>
            <w:r w:rsidRPr="00BE4E51">
              <w:rPr>
                <w:sz w:val="16"/>
                <w:szCs w:val="16"/>
              </w:rPr>
              <w:t>2018-12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956C6B" w14:textId="77777777" w:rsidR="00AA7B50" w:rsidRPr="00BE4E51" w:rsidRDefault="00AA7B50" w:rsidP="00AC2AF5">
            <w:pPr>
              <w:pStyle w:val="TAC"/>
              <w:rPr>
                <w:sz w:val="16"/>
                <w:szCs w:val="16"/>
              </w:rPr>
            </w:pPr>
            <w:r w:rsidRPr="00BE4E51">
              <w:rPr>
                <w:sz w:val="16"/>
                <w:szCs w:val="16"/>
              </w:rPr>
              <w:t>RAN#82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6CF19B" w14:textId="77777777" w:rsidR="00AA7B50" w:rsidRPr="00BE4E51" w:rsidRDefault="00AA7B50" w:rsidP="00AC2AF5">
            <w:pPr>
              <w:pStyle w:val="TAC"/>
              <w:rPr>
                <w:sz w:val="16"/>
                <w:szCs w:val="16"/>
              </w:rPr>
            </w:pPr>
            <w:r w:rsidRPr="00BE4E51">
              <w:rPr>
                <w:sz w:val="16"/>
                <w:szCs w:val="16"/>
              </w:rPr>
              <w:t>RP-182362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7D8BA5" w14:textId="77777777" w:rsidR="00AA7B50" w:rsidRPr="00BE4E51" w:rsidRDefault="00AA7B50" w:rsidP="00AC2AF5">
            <w:pPr>
              <w:pStyle w:val="TAL"/>
              <w:rPr>
                <w:sz w:val="16"/>
                <w:szCs w:val="16"/>
              </w:rPr>
            </w:pPr>
            <w:r w:rsidRPr="00BE4E51">
              <w:rPr>
                <w:sz w:val="16"/>
                <w:szCs w:val="16"/>
              </w:rPr>
              <w:t>0002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630597" w14:textId="77777777" w:rsidR="00AA7B50" w:rsidRPr="00BE4E51" w:rsidRDefault="00AA7B50" w:rsidP="00AC2AF5">
            <w:pPr>
              <w:pStyle w:val="TAC"/>
              <w:rPr>
                <w:sz w:val="16"/>
                <w:szCs w:val="16"/>
              </w:rPr>
            </w:pPr>
            <w:r w:rsidRPr="00BE4E5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DA6B17" w14:textId="77777777" w:rsidR="00AA7B50" w:rsidRPr="00BE4E51" w:rsidRDefault="00AA7B50" w:rsidP="00AC2AF5">
            <w:pPr>
              <w:pStyle w:val="TAC"/>
              <w:rPr>
                <w:sz w:val="16"/>
                <w:szCs w:val="16"/>
              </w:rPr>
            </w:pPr>
            <w:r w:rsidRPr="00BE4E5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4B274C" w14:textId="77777777" w:rsidR="00AA7B50" w:rsidRPr="00BE4E51" w:rsidRDefault="00AA7B50" w:rsidP="00AC2AF5">
            <w:pPr>
              <w:pStyle w:val="TAL"/>
              <w:rPr>
                <w:sz w:val="16"/>
                <w:szCs w:val="16"/>
                <w:lang w:eastAsia="zh-CN"/>
              </w:rPr>
            </w:pPr>
            <w:r w:rsidRPr="00BE4E51">
              <w:rPr>
                <w:sz w:val="16"/>
                <w:szCs w:val="16"/>
                <w:lang w:eastAsia="zh-CN"/>
              </w:rPr>
              <w:t>CR for TS 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2F7590" w14:textId="77777777" w:rsidR="00AA7B50" w:rsidRPr="00BE4E51" w:rsidRDefault="00AA7B50" w:rsidP="00AC2AF5">
            <w:pPr>
              <w:pStyle w:val="TAC"/>
              <w:rPr>
                <w:sz w:val="16"/>
                <w:szCs w:val="16"/>
              </w:rPr>
            </w:pPr>
            <w:r w:rsidRPr="00BE4E51">
              <w:rPr>
                <w:sz w:val="16"/>
                <w:szCs w:val="16"/>
              </w:rPr>
              <w:t>15.2.0</w:t>
            </w:r>
          </w:p>
        </w:tc>
      </w:tr>
      <w:tr w:rsidR="00AA7B50" w:rsidRPr="00BE4E51" w14:paraId="1C9C2315"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5119D908" w14:textId="77777777" w:rsidR="00AA7B50" w:rsidRPr="00BE4E51" w:rsidRDefault="00AA7B50" w:rsidP="00AC2AF5">
            <w:pPr>
              <w:pStyle w:val="TAC"/>
              <w:rPr>
                <w:sz w:val="16"/>
                <w:szCs w:val="16"/>
              </w:rPr>
            </w:pPr>
            <w:r w:rsidRPr="00BE4E51">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A7F154" w14:textId="77777777" w:rsidR="00AA7B50" w:rsidRPr="00BE4E51" w:rsidRDefault="00AA7B50" w:rsidP="00AC2AF5">
            <w:pPr>
              <w:pStyle w:val="TAC"/>
              <w:rPr>
                <w:sz w:val="16"/>
                <w:szCs w:val="16"/>
              </w:rPr>
            </w:pPr>
            <w:r w:rsidRPr="00BE4E51">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E21329" w14:textId="77777777" w:rsidR="00AA7B50" w:rsidRPr="00BE4E51" w:rsidRDefault="00AA7B50" w:rsidP="00AC2AF5">
            <w:pPr>
              <w:pStyle w:val="TAC"/>
              <w:rPr>
                <w:sz w:val="16"/>
                <w:szCs w:val="16"/>
              </w:rPr>
            </w:pPr>
            <w:r w:rsidRPr="00BE4E51">
              <w:rPr>
                <w:sz w:val="16"/>
                <w:szCs w:val="16"/>
              </w:rPr>
              <w:t>RP-191237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05D818" w14:textId="77777777" w:rsidR="00AA7B50" w:rsidRPr="00BE4E51" w:rsidRDefault="00AA7B50" w:rsidP="00AC2AF5">
            <w:pPr>
              <w:pStyle w:val="TAL"/>
              <w:rPr>
                <w:sz w:val="16"/>
                <w:szCs w:val="16"/>
              </w:rPr>
            </w:pPr>
            <w:r w:rsidRPr="00BE4E51">
              <w:rPr>
                <w:sz w:val="16"/>
                <w:szCs w:val="16"/>
              </w:rPr>
              <w:t>0005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400682" w14:textId="77777777" w:rsidR="00AA7B50" w:rsidRPr="00BE4E51" w:rsidRDefault="00AA7B50" w:rsidP="00AC2AF5">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467162" w14:textId="77777777" w:rsidR="00AA7B50" w:rsidRPr="00BE4E51" w:rsidRDefault="00AA7B50" w:rsidP="00AC2AF5">
            <w:pPr>
              <w:pStyle w:val="TAC"/>
              <w:rPr>
                <w:sz w:val="16"/>
                <w:szCs w:val="16"/>
              </w:rPr>
            </w:pPr>
            <w:r w:rsidRPr="00BE4E5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78935E" w14:textId="77777777" w:rsidR="00AA7B50" w:rsidRPr="00BE4E51" w:rsidRDefault="00AA7B50" w:rsidP="00AC2AF5">
            <w:pPr>
              <w:pStyle w:val="TAL"/>
              <w:rPr>
                <w:sz w:val="16"/>
                <w:szCs w:val="16"/>
                <w:lang w:eastAsia="zh-CN"/>
              </w:rPr>
            </w:pPr>
            <w:r w:rsidRPr="00BE4E51">
              <w:rPr>
                <w:sz w:val="16"/>
                <w:szCs w:val="16"/>
                <w:lang w:eastAsia="zh-CN"/>
              </w:rPr>
              <w:t>Addition of missing features for TS 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BA6407" w14:textId="77777777" w:rsidR="00AA7B50" w:rsidRPr="00BE4E51" w:rsidRDefault="00AA7B50" w:rsidP="00AC2AF5">
            <w:pPr>
              <w:pStyle w:val="TAC"/>
              <w:rPr>
                <w:sz w:val="16"/>
                <w:szCs w:val="16"/>
              </w:rPr>
            </w:pPr>
            <w:r w:rsidRPr="00BE4E51">
              <w:rPr>
                <w:sz w:val="16"/>
                <w:szCs w:val="16"/>
              </w:rPr>
              <w:t>15.3.0</w:t>
            </w:r>
          </w:p>
        </w:tc>
      </w:tr>
      <w:tr w:rsidR="00AA7B50" w:rsidRPr="00BE4E51" w14:paraId="7A0DEEE0"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2CFA9B7F" w14:textId="77777777" w:rsidR="00AA7B50" w:rsidRPr="00BE4E51" w:rsidRDefault="00AA7B50" w:rsidP="00AC2AF5">
            <w:pPr>
              <w:pStyle w:val="TAC"/>
              <w:rPr>
                <w:sz w:val="16"/>
                <w:szCs w:val="16"/>
              </w:rPr>
            </w:pPr>
            <w:r w:rsidRPr="00BE4E51">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2C19D3" w14:textId="77777777" w:rsidR="00AA7B50" w:rsidRPr="00BE4E51" w:rsidRDefault="00AA7B50" w:rsidP="00AC2AF5">
            <w:pPr>
              <w:pStyle w:val="TAC"/>
              <w:rPr>
                <w:sz w:val="16"/>
                <w:szCs w:val="16"/>
              </w:rPr>
            </w:pPr>
            <w:r w:rsidRPr="00BE4E51">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E78075" w14:textId="77777777" w:rsidR="00AA7B50" w:rsidRPr="00BE4E51" w:rsidRDefault="00AA7B50" w:rsidP="00AC2AF5">
            <w:pPr>
              <w:pStyle w:val="TAC"/>
              <w:rPr>
                <w:sz w:val="16"/>
                <w:szCs w:val="16"/>
              </w:rPr>
            </w:pPr>
            <w:r w:rsidRPr="00BE4E51">
              <w:rPr>
                <w:rFonts w:cs="Arial"/>
                <w:sz w:val="16"/>
                <w:szCs w:val="16"/>
              </w:rPr>
              <w:t>RP-193019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37C2F2" w14:textId="77777777" w:rsidR="00AA7B50" w:rsidRPr="00BE4E51" w:rsidRDefault="00AA7B50" w:rsidP="00AC2AF5">
            <w:pPr>
              <w:pStyle w:val="TAL"/>
              <w:rPr>
                <w:sz w:val="16"/>
                <w:szCs w:val="16"/>
              </w:rPr>
            </w:pPr>
            <w:r w:rsidRPr="00BE4E51">
              <w:rPr>
                <w:rFonts w:cs="Arial"/>
                <w:sz w:val="16"/>
                <w:szCs w:val="16"/>
              </w:rPr>
              <w:t>0010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3EB1D4" w14:textId="77777777" w:rsidR="00AA7B50" w:rsidRPr="00BE4E51" w:rsidRDefault="00AA7B50" w:rsidP="00AC2AF5">
            <w:pPr>
              <w:pStyle w:val="TAC"/>
              <w:rPr>
                <w:sz w:val="16"/>
                <w:szCs w:val="16"/>
              </w:rPr>
            </w:pPr>
            <w:r w:rsidRPr="00BE4E51">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38EBDB" w14:textId="77777777" w:rsidR="00AA7B50" w:rsidRPr="00BE4E51" w:rsidRDefault="00AA7B50" w:rsidP="00AC2AF5">
            <w:pPr>
              <w:pStyle w:val="TAC"/>
              <w:rPr>
                <w:sz w:val="16"/>
                <w:szCs w:val="16"/>
              </w:rPr>
            </w:pPr>
            <w:r w:rsidRPr="00BE4E51">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BD023C" w14:textId="77777777" w:rsidR="00AA7B50" w:rsidRPr="00BE4E51" w:rsidRDefault="00AA7B50" w:rsidP="00AC2AF5">
            <w:pPr>
              <w:pStyle w:val="TAL"/>
              <w:rPr>
                <w:sz w:val="16"/>
                <w:szCs w:val="16"/>
                <w:lang w:eastAsia="zh-CN"/>
              </w:rPr>
            </w:pPr>
            <w:r w:rsidRPr="00BE4E51">
              <w:rPr>
                <w:rFonts w:cs="Arial"/>
                <w:sz w:val="16"/>
                <w:szCs w:val="16"/>
              </w:rPr>
              <w:t>CR for REL-15 TS 38.307 for PC2 EN-DC TDD+TDD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0B6AD3" w14:textId="77777777" w:rsidR="00AA7B50" w:rsidRPr="00BE4E51" w:rsidRDefault="00AA7B50" w:rsidP="00AC2AF5">
            <w:pPr>
              <w:pStyle w:val="TAC"/>
              <w:rPr>
                <w:sz w:val="16"/>
                <w:szCs w:val="16"/>
              </w:rPr>
            </w:pPr>
            <w:r w:rsidRPr="00BE4E51">
              <w:rPr>
                <w:sz w:val="16"/>
                <w:szCs w:val="16"/>
              </w:rPr>
              <w:t>15.4.0</w:t>
            </w:r>
          </w:p>
        </w:tc>
      </w:tr>
      <w:tr w:rsidR="00AA7B50" w:rsidRPr="00BE4E51" w14:paraId="4D1861A1"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0391F97F" w14:textId="77777777" w:rsidR="00AA7B50" w:rsidRPr="00BE4E51" w:rsidRDefault="00AA7B50" w:rsidP="00AC2AF5">
            <w:pPr>
              <w:pStyle w:val="TAC"/>
              <w:rPr>
                <w:sz w:val="16"/>
                <w:szCs w:val="16"/>
              </w:rPr>
            </w:pPr>
            <w:r w:rsidRPr="00BE4E51">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1D22D4" w14:textId="77777777" w:rsidR="00AA7B50" w:rsidRPr="00BE4E51" w:rsidRDefault="00AA7B50" w:rsidP="00AC2AF5">
            <w:pPr>
              <w:pStyle w:val="TAC"/>
              <w:rPr>
                <w:sz w:val="16"/>
                <w:szCs w:val="16"/>
              </w:rPr>
            </w:pPr>
            <w:r w:rsidRPr="00BE4E51">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CDE082" w14:textId="77777777" w:rsidR="00AA7B50" w:rsidRPr="00BE4E51" w:rsidRDefault="00AA7B50" w:rsidP="00AC2AF5">
            <w:pPr>
              <w:pStyle w:val="TAC"/>
              <w:rPr>
                <w:sz w:val="16"/>
                <w:szCs w:val="16"/>
              </w:rPr>
            </w:pPr>
            <w:r w:rsidRPr="00BE4E51">
              <w:rPr>
                <w:rFonts w:cs="Arial"/>
                <w:sz w:val="16"/>
                <w:szCs w:val="16"/>
              </w:rPr>
              <w:t>RP-193036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2A8543" w14:textId="77777777" w:rsidR="00AA7B50" w:rsidRPr="00BE4E51" w:rsidRDefault="00AA7B50" w:rsidP="00AC2AF5">
            <w:pPr>
              <w:pStyle w:val="TAL"/>
              <w:rPr>
                <w:sz w:val="16"/>
                <w:szCs w:val="16"/>
              </w:rPr>
            </w:pPr>
            <w:r w:rsidRPr="00BE4E51">
              <w:rPr>
                <w:rFonts w:cs="Arial"/>
                <w:sz w:val="16"/>
                <w:szCs w:val="16"/>
              </w:rPr>
              <w:t>0013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47315D" w14:textId="77777777" w:rsidR="00AA7B50" w:rsidRPr="00BE4E51" w:rsidRDefault="00AA7B50" w:rsidP="00AC2AF5">
            <w:pPr>
              <w:pStyle w:val="TAC"/>
              <w:rPr>
                <w:sz w:val="16"/>
                <w:szCs w:val="16"/>
              </w:rPr>
            </w:pPr>
            <w:r w:rsidRPr="00BE4E51">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3D74FA" w14:textId="77777777" w:rsidR="00AA7B50" w:rsidRPr="00BE4E51" w:rsidRDefault="00AA7B50" w:rsidP="00AC2AF5">
            <w:pPr>
              <w:pStyle w:val="TAC"/>
              <w:rPr>
                <w:sz w:val="16"/>
                <w:szCs w:val="16"/>
              </w:rPr>
            </w:pPr>
            <w:r w:rsidRPr="00BE4E51">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BDA3DD" w14:textId="77777777" w:rsidR="00AA7B50" w:rsidRPr="00BE4E51" w:rsidRDefault="00AA7B50" w:rsidP="00AC2AF5">
            <w:pPr>
              <w:pStyle w:val="TAL"/>
              <w:rPr>
                <w:sz w:val="16"/>
                <w:szCs w:val="16"/>
                <w:lang w:eastAsia="zh-CN"/>
              </w:rPr>
            </w:pPr>
            <w:r w:rsidRPr="00BE4E51">
              <w:rPr>
                <w:rFonts w:cs="Arial"/>
                <w:sz w:val="16"/>
                <w:szCs w:val="16"/>
              </w:rPr>
              <w:t>Adding SDL to 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4437AA" w14:textId="77777777" w:rsidR="00AA7B50" w:rsidRPr="00BE4E51" w:rsidRDefault="00AA7B50" w:rsidP="00AC2AF5">
            <w:pPr>
              <w:pStyle w:val="TAC"/>
              <w:rPr>
                <w:sz w:val="16"/>
                <w:szCs w:val="16"/>
              </w:rPr>
            </w:pPr>
            <w:r w:rsidRPr="00BE4E51">
              <w:rPr>
                <w:sz w:val="16"/>
                <w:szCs w:val="16"/>
              </w:rPr>
              <w:t>15.4.0</w:t>
            </w:r>
          </w:p>
        </w:tc>
      </w:tr>
      <w:tr w:rsidR="0053571B" w:rsidRPr="00A063F2" w14:paraId="3A0F6E36"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3B663468" w14:textId="77777777" w:rsidR="0053571B" w:rsidRPr="00BE4E51" w:rsidRDefault="0053571B" w:rsidP="0053571B">
            <w:pPr>
              <w:pStyle w:val="TAC"/>
              <w:rPr>
                <w:sz w:val="16"/>
                <w:szCs w:val="16"/>
              </w:rPr>
            </w:pPr>
            <w:r w:rsidRPr="00BE4E51">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F5483B" w14:textId="77777777" w:rsidR="0053571B" w:rsidRPr="00BE4E51" w:rsidRDefault="0053571B" w:rsidP="0053571B">
            <w:pPr>
              <w:pStyle w:val="TAC"/>
              <w:rPr>
                <w:sz w:val="16"/>
                <w:szCs w:val="16"/>
              </w:rPr>
            </w:pPr>
            <w:r w:rsidRPr="00BE4E51">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E0E018" w14:textId="77777777" w:rsidR="0053571B" w:rsidRPr="00BE4E51" w:rsidRDefault="0053571B" w:rsidP="0053571B">
            <w:pPr>
              <w:pStyle w:val="TAC"/>
              <w:rPr>
                <w:rFonts w:cs="Arial"/>
                <w:sz w:val="16"/>
                <w:szCs w:val="16"/>
              </w:rPr>
            </w:pPr>
            <w:r w:rsidRPr="00BE4E51">
              <w:rPr>
                <w:rFonts w:cs="Arial"/>
                <w:sz w:val="16"/>
                <w:szCs w:val="16"/>
              </w:rPr>
              <w:t>RP-200404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01B855" w14:textId="77777777" w:rsidR="0053571B" w:rsidRPr="00BE4E51" w:rsidRDefault="0053571B" w:rsidP="0053571B">
            <w:pPr>
              <w:pStyle w:val="TAL"/>
              <w:rPr>
                <w:rFonts w:cs="Arial"/>
                <w:sz w:val="16"/>
                <w:szCs w:val="16"/>
              </w:rPr>
            </w:pPr>
            <w:r w:rsidRPr="00BE4E51">
              <w:rPr>
                <w:rFonts w:cs="Arial"/>
                <w:sz w:val="16"/>
                <w:szCs w:val="16"/>
              </w:rPr>
              <w:t>0017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0976E3" w14:textId="77777777" w:rsidR="0053571B" w:rsidRPr="00BE4E51" w:rsidRDefault="0053571B" w:rsidP="0053571B">
            <w:pPr>
              <w:pStyle w:val="TAC"/>
              <w:rPr>
                <w:rFonts w:cs="Arial"/>
                <w:sz w:val="16"/>
                <w:szCs w:val="16"/>
              </w:rPr>
            </w:pPr>
            <w:r w:rsidRPr="00BE4E51">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22AC6B" w14:textId="77777777" w:rsidR="0053571B" w:rsidRPr="00BE4E51" w:rsidRDefault="0053571B" w:rsidP="0053571B">
            <w:pPr>
              <w:pStyle w:val="TAC"/>
              <w:rPr>
                <w:rFonts w:cs="Arial"/>
                <w:sz w:val="16"/>
                <w:szCs w:val="16"/>
              </w:rPr>
            </w:pPr>
            <w:r w:rsidRPr="00BE4E51">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3D696C" w14:textId="77777777" w:rsidR="0053571B" w:rsidRPr="00BE4E51" w:rsidRDefault="0053571B" w:rsidP="0053571B">
            <w:pPr>
              <w:pStyle w:val="TAL"/>
              <w:rPr>
                <w:rFonts w:cs="Arial"/>
                <w:sz w:val="16"/>
                <w:szCs w:val="16"/>
              </w:rPr>
            </w:pPr>
            <w:r w:rsidRPr="00BE4E51">
              <w:rPr>
                <w:rFonts w:cs="Arial"/>
                <w:sz w:val="16"/>
                <w:szCs w:val="16"/>
              </w:rPr>
              <w:t>38.307 CR power class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024B4B" w14:textId="77777777" w:rsidR="0053571B" w:rsidRDefault="0053571B" w:rsidP="0053571B">
            <w:pPr>
              <w:pStyle w:val="TAC"/>
              <w:rPr>
                <w:sz w:val="16"/>
                <w:szCs w:val="16"/>
              </w:rPr>
            </w:pPr>
            <w:r w:rsidRPr="00BE4E51">
              <w:rPr>
                <w:sz w:val="16"/>
                <w:szCs w:val="16"/>
              </w:rPr>
              <w:t>15.5.0</w:t>
            </w:r>
          </w:p>
        </w:tc>
      </w:tr>
      <w:tr w:rsidR="00861B0C" w:rsidRPr="00A063F2" w14:paraId="7EFE844B"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7D03F218" w14:textId="77777777" w:rsidR="00861B0C" w:rsidRPr="00BE4E51" w:rsidRDefault="00861B0C" w:rsidP="0053571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6B72D0" w14:textId="77777777" w:rsidR="00861B0C" w:rsidRPr="00BE4E51" w:rsidRDefault="00861B0C" w:rsidP="0053571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206537" w14:textId="77777777" w:rsidR="00861B0C" w:rsidRPr="00BE4E51" w:rsidRDefault="00861B0C" w:rsidP="0053571B">
            <w:pPr>
              <w:pStyle w:val="TAC"/>
              <w:rPr>
                <w:rFonts w:cs="Arial"/>
                <w:sz w:val="16"/>
                <w:szCs w:val="16"/>
              </w:rPr>
            </w:pPr>
            <w:r w:rsidRPr="00861B0C">
              <w:rPr>
                <w:rFonts w:cs="Arial"/>
                <w:sz w:val="16"/>
                <w:szCs w:val="16"/>
              </w:rPr>
              <w:t>RP-200986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D7A5AD" w14:textId="77777777" w:rsidR="00861B0C" w:rsidRPr="00BE4E51" w:rsidRDefault="00861B0C" w:rsidP="0053571B">
            <w:pPr>
              <w:pStyle w:val="TAL"/>
              <w:rPr>
                <w:rFonts w:cs="Arial"/>
                <w:sz w:val="16"/>
                <w:szCs w:val="16"/>
              </w:rPr>
            </w:pPr>
            <w:r>
              <w:rPr>
                <w:rFonts w:cs="Arial"/>
                <w:sz w:val="16"/>
                <w:szCs w:val="16"/>
              </w:rPr>
              <w:t>0021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FBCE9E" w14:textId="77777777" w:rsidR="00861B0C" w:rsidRPr="00BE4E51" w:rsidRDefault="00861B0C" w:rsidP="0053571B">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32450A" w14:textId="77777777" w:rsidR="00861B0C" w:rsidRPr="00BE4E51" w:rsidRDefault="00861B0C" w:rsidP="0053571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8F489B" w14:textId="77777777" w:rsidR="00861B0C" w:rsidRPr="00BE4E51" w:rsidRDefault="00861B0C" w:rsidP="0053571B">
            <w:pPr>
              <w:pStyle w:val="TAL"/>
              <w:rPr>
                <w:rFonts w:cs="Arial"/>
                <w:sz w:val="16"/>
                <w:szCs w:val="16"/>
              </w:rPr>
            </w:pPr>
            <w:r w:rsidRPr="00861B0C">
              <w:rPr>
                <w:rFonts w:cs="Arial"/>
                <w:sz w:val="16"/>
                <w:szCs w:val="16"/>
              </w:rPr>
              <w:t>Maintenance CR to 38307 on a reference spec number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E13015" w14:textId="77777777" w:rsidR="00861B0C" w:rsidRPr="00BE4E51" w:rsidRDefault="00861B0C" w:rsidP="0053571B">
            <w:pPr>
              <w:pStyle w:val="TAC"/>
              <w:rPr>
                <w:sz w:val="16"/>
                <w:szCs w:val="16"/>
              </w:rPr>
            </w:pPr>
            <w:r>
              <w:rPr>
                <w:sz w:val="16"/>
                <w:szCs w:val="16"/>
              </w:rPr>
              <w:t>15.6.0</w:t>
            </w:r>
          </w:p>
        </w:tc>
      </w:tr>
      <w:tr w:rsidR="00481369" w:rsidRPr="00A063F2" w14:paraId="4F67CE2D"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05263C51" w14:textId="77777777" w:rsidR="00481369" w:rsidRDefault="00481369" w:rsidP="0048136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E4A7B3" w14:textId="77777777" w:rsidR="00481369" w:rsidRDefault="00481369" w:rsidP="0048136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024150" w14:textId="77777777" w:rsidR="00481369" w:rsidRPr="00861B0C" w:rsidRDefault="00481369" w:rsidP="00481369">
            <w:pPr>
              <w:pStyle w:val="TAC"/>
              <w:rPr>
                <w:rFonts w:cs="Arial"/>
                <w:sz w:val="16"/>
                <w:szCs w:val="16"/>
              </w:rPr>
            </w:pPr>
            <w:r>
              <w:rPr>
                <w:rFonts w:cs="Arial"/>
                <w:sz w:val="16"/>
                <w:szCs w:val="16"/>
              </w:rPr>
              <w:t>RP-202485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90783F" w14:textId="77777777" w:rsidR="00481369" w:rsidRDefault="00481369" w:rsidP="00481369">
            <w:pPr>
              <w:pStyle w:val="TAL"/>
              <w:rPr>
                <w:rFonts w:cs="Arial"/>
                <w:sz w:val="16"/>
                <w:szCs w:val="16"/>
              </w:rPr>
            </w:pPr>
            <w:r>
              <w:rPr>
                <w:rFonts w:cs="Arial"/>
                <w:sz w:val="16"/>
                <w:szCs w:val="16"/>
              </w:rPr>
              <w:t>0039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61EF17" w14:textId="77777777" w:rsidR="00481369" w:rsidRPr="00BE4E51" w:rsidRDefault="00481369" w:rsidP="00481369">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1E15E6" w14:textId="77777777" w:rsidR="00481369" w:rsidRDefault="00481369" w:rsidP="0048136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03B22DF" w14:textId="77777777" w:rsidR="00481369" w:rsidRPr="00861B0C" w:rsidRDefault="00481369" w:rsidP="00481369">
            <w:pPr>
              <w:pStyle w:val="TAL"/>
              <w:rPr>
                <w:rFonts w:cs="Arial"/>
                <w:sz w:val="16"/>
                <w:szCs w:val="16"/>
              </w:rPr>
            </w:pPr>
            <w:r>
              <w:rPr>
                <w:rFonts w:cs="Arial"/>
                <w:sz w:val="16"/>
                <w:szCs w:val="16"/>
              </w:rPr>
              <w:t>CR to TS 38.307 Release independence support of new channel bandwidth from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B5AAD7" w14:textId="77777777" w:rsidR="00481369" w:rsidRDefault="00481369" w:rsidP="00481369">
            <w:pPr>
              <w:pStyle w:val="TAC"/>
              <w:rPr>
                <w:sz w:val="16"/>
                <w:szCs w:val="16"/>
              </w:rPr>
            </w:pPr>
            <w:r>
              <w:rPr>
                <w:sz w:val="16"/>
                <w:szCs w:val="16"/>
              </w:rPr>
              <w:t>15.7.0</w:t>
            </w:r>
          </w:p>
        </w:tc>
      </w:tr>
      <w:tr w:rsidR="00481369" w:rsidRPr="00A063F2" w14:paraId="4372013C"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5C5D668B" w14:textId="77777777" w:rsidR="00481369" w:rsidRDefault="00481369" w:rsidP="0048136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33C64E" w14:textId="77777777" w:rsidR="00481369" w:rsidRDefault="00481369" w:rsidP="0048136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4B4FB8" w14:textId="77777777" w:rsidR="00481369" w:rsidRPr="00861B0C" w:rsidRDefault="00481369" w:rsidP="00481369">
            <w:pPr>
              <w:pStyle w:val="TAC"/>
              <w:rPr>
                <w:rFonts w:cs="Arial"/>
                <w:sz w:val="16"/>
                <w:szCs w:val="16"/>
              </w:rPr>
            </w:pPr>
            <w:r>
              <w:rPr>
                <w:rFonts w:cs="Arial"/>
                <w:sz w:val="16"/>
                <w:szCs w:val="16"/>
              </w:rPr>
              <w:t>RP-202485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3DEDDB" w14:textId="77777777" w:rsidR="00481369" w:rsidRDefault="00481369" w:rsidP="00481369">
            <w:pPr>
              <w:pStyle w:val="TAL"/>
              <w:rPr>
                <w:rFonts w:cs="Arial"/>
                <w:sz w:val="16"/>
                <w:szCs w:val="16"/>
              </w:rPr>
            </w:pPr>
            <w:r>
              <w:rPr>
                <w:rFonts w:cs="Arial"/>
                <w:sz w:val="16"/>
                <w:szCs w:val="16"/>
              </w:rPr>
              <w:t>0031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DAC43F" w14:textId="77777777" w:rsidR="00481369" w:rsidRPr="00BE4E51" w:rsidRDefault="00481369" w:rsidP="00481369">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A78EFC" w14:textId="77777777" w:rsidR="00481369" w:rsidRDefault="00481369" w:rsidP="0048136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253B2F" w14:textId="77777777" w:rsidR="00481369" w:rsidRPr="00861B0C" w:rsidRDefault="00481369" w:rsidP="00481369">
            <w:pPr>
              <w:pStyle w:val="TAL"/>
              <w:rPr>
                <w:rFonts w:cs="Arial"/>
                <w:sz w:val="16"/>
                <w:szCs w:val="16"/>
              </w:rPr>
            </w:pPr>
            <w:r>
              <w:rPr>
                <w:rFonts w:cs="Arial"/>
                <w:sz w:val="16"/>
                <w:szCs w:val="16"/>
              </w:rPr>
              <w:t>CR on adding NR ovelapping bands list in TS38.307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5C2130" w14:textId="77777777" w:rsidR="00481369" w:rsidRDefault="00481369" w:rsidP="00481369">
            <w:pPr>
              <w:pStyle w:val="TAC"/>
              <w:rPr>
                <w:sz w:val="16"/>
                <w:szCs w:val="16"/>
              </w:rPr>
            </w:pPr>
            <w:r>
              <w:rPr>
                <w:sz w:val="16"/>
                <w:szCs w:val="16"/>
              </w:rPr>
              <w:t>15.7.0</w:t>
            </w:r>
          </w:p>
        </w:tc>
      </w:tr>
      <w:tr w:rsidR="00481369" w:rsidRPr="00A063F2" w14:paraId="064E72A9"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07A629A0" w14:textId="77777777" w:rsidR="00481369" w:rsidRDefault="00481369" w:rsidP="0048136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9795E7" w14:textId="77777777" w:rsidR="00481369" w:rsidRDefault="00481369" w:rsidP="0048136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5E69EE" w14:textId="77777777" w:rsidR="00481369" w:rsidRPr="00861B0C" w:rsidRDefault="00481369" w:rsidP="00481369">
            <w:pPr>
              <w:pStyle w:val="TAC"/>
              <w:rPr>
                <w:rFonts w:cs="Arial"/>
                <w:sz w:val="16"/>
                <w:szCs w:val="16"/>
              </w:rPr>
            </w:pPr>
            <w:r>
              <w:rPr>
                <w:rFonts w:cs="Arial"/>
                <w:sz w:val="16"/>
                <w:szCs w:val="16"/>
              </w:rPr>
              <w:t>RP-202422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128CF9" w14:textId="77777777" w:rsidR="00481369" w:rsidRDefault="00481369" w:rsidP="00481369">
            <w:pPr>
              <w:pStyle w:val="TAL"/>
              <w:rPr>
                <w:rFonts w:cs="Arial"/>
                <w:sz w:val="16"/>
                <w:szCs w:val="16"/>
              </w:rPr>
            </w:pPr>
            <w:r>
              <w:rPr>
                <w:rFonts w:cs="Arial"/>
                <w:sz w:val="16"/>
                <w:szCs w:val="16"/>
              </w:rPr>
              <w:t>0033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B73188" w14:textId="77777777" w:rsidR="00481369" w:rsidRPr="00BE4E51" w:rsidRDefault="00481369" w:rsidP="00481369">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F3F8AA" w14:textId="77777777" w:rsidR="00481369" w:rsidRDefault="00481369" w:rsidP="00481369">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974576" w14:textId="77777777" w:rsidR="00481369" w:rsidRPr="00861B0C" w:rsidRDefault="00481369" w:rsidP="00481369">
            <w:pPr>
              <w:pStyle w:val="TAL"/>
              <w:rPr>
                <w:rFonts w:cs="Arial"/>
                <w:sz w:val="16"/>
                <w:szCs w:val="16"/>
              </w:rPr>
            </w:pPr>
            <w:r>
              <w:rPr>
                <w:rFonts w:cs="Arial"/>
                <w:sz w:val="16"/>
                <w:szCs w:val="16"/>
              </w:rPr>
              <w:t>CR on release independent for Rel.16 NR HST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508015" w14:textId="77777777" w:rsidR="00481369" w:rsidRDefault="00481369" w:rsidP="00481369">
            <w:pPr>
              <w:pStyle w:val="TAC"/>
              <w:rPr>
                <w:sz w:val="16"/>
                <w:szCs w:val="16"/>
              </w:rPr>
            </w:pPr>
            <w:r>
              <w:rPr>
                <w:sz w:val="16"/>
                <w:szCs w:val="16"/>
              </w:rPr>
              <w:t>15.7.0</w:t>
            </w:r>
          </w:p>
        </w:tc>
      </w:tr>
      <w:tr w:rsidR="00481369" w:rsidRPr="00A063F2" w14:paraId="36783CFA"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0A916662" w14:textId="77777777" w:rsidR="00481369" w:rsidRDefault="00481369" w:rsidP="0048136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117ECB" w14:textId="77777777" w:rsidR="00481369" w:rsidRDefault="00481369" w:rsidP="0048136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39E645" w14:textId="77777777" w:rsidR="00481369" w:rsidRPr="00861B0C" w:rsidRDefault="00481369" w:rsidP="00481369">
            <w:pPr>
              <w:pStyle w:val="TAC"/>
              <w:rPr>
                <w:rFonts w:cs="Arial"/>
                <w:sz w:val="16"/>
                <w:szCs w:val="16"/>
              </w:rPr>
            </w:pPr>
            <w:r>
              <w:rPr>
                <w:rFonts w:cs="Arial"/>
                <w:sz w:val="16"/>
                <w:szCs w:val="16"/>
              </w:rPr>
              <w:t>RP-202422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43CB91" w14:textId="77777777" w:rsidR="00481369" w:rsidRDefault="00481369" w:rsidP="00481369">
            <w:pPr>
              <w:pStyle w:val="TAL"/>
              <w:rPr>
                <w:rFonts w:cs="Arial"/>
                <w:sz w:val="16"/>
                <w:szCs w:val="16"/>
              </w:rPr>
            </w:pPr>
            <w:r>
              <w:rPr>
                <w:rFonts w:cs="Arial"/>
                <w:sz w:val="16"/>
                <w:szCs w:val="16"/>
              </w:rPr>
              <w:t>0034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E5661A" w14:textId="77777777" w:rsidR="00481369" w:rsidRPr="00BE4E51" w:rsidRDefault="00481369" w:rsidP="00481369">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8AA08E" w14:textId="77777777" w:rsidR="00481369" w:rsidRDefault="00481369" w:rsidP="00481369">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3E2866" w14:textId="77777777" w:rsidR="00481369" w:rsidRPr="00861B0C" w:rsidRDefault="00481369" w:rsidP="00481369">
            <w:pPr>
              <w:pStyle w:val="TAL"/>
              <w:rPr>
                <w:rFonts w:cs="Arial"/>
                <w:sz w:val="16"/>
                <w:szCs w:val="16"/>
              </w:rPr>
            </w:pPr>
            <w:r>
              <w:rPr>
                <w:rFonts w:cs="Arial"/>
                <w:sz w:val="16"/>
                <w:szCs w:val="16"/>
              </w:rPr>
              <w:t>CR on release independent for Rel.16 NR HST UE demodulation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3A0AF77" w14:textId="77777777" w:rsidR="00481369" w:rsidRDefault="00481369" w:rsidP="00481369">
            <w:pPr>
              <w:pStyle w:val="TAC"/>
              <w:rPr>
                <w:sz w:val="16"/>
                <w:szCs w:val="16"/>
              </w:rPr>
            </w:pPr>
            <w:r>
              <w:rPr>
                <w:sz w:val="16"/>
                <w:szCs w:val="16"/>
              </w:rPr>
              <w:t>15.7.0</w:t>
            </w:r>
          </w:p>
        </w:tc>
      </w:tr>
      <w:tr w:rsidR="004626B5" w:rsidRPr="00A063F2" w14:paraId="5E4BA25B"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17627EB2" w14:textId="3C508F83" w:rsidR="004626B5" w:rsidRDefault="004626B5" w:rsidP="00481369">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A3252B" w14:textId="612581A9" w:rsidR="004626B5" w:rsidRDefault="004626B5" w:rsidP="00481369">
            <w:pPr>
              <w:pStyle w:val="TAC"/>
              <w:rPr>
                <w:sz w:val="16"/>
                <w:szCs w:val="16"/>
              </w:rPr>
            </w:pPr>
            <w:r>
              <w:rPr>
                <w:sz w:val="16"/>
                <w:szCs w:val="16"/>
              </w:rPr>
              <w:t>RAN</w:t>
            </w:r>
            <w:r w:rsidR="00B73E3D">
              <w:rPr>
                <w:sz w:val="16"/>
                <w:szCs w:val="16"/>
              </w:rPr>
              <w:t>#91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D5A66E" w14:textId="0C876DF4" w:rsidR="004626B5" w:rsidRDefault="00363C6C" w:rsidP="00481369">
            <w:pPr>
              <w:pStyle w:val="TAC"/>
              <w:rPr>
                <w:rFonts w:cs="Arial"/>
                <w:sz w:val="16"/>
                <w:szCs w:val="16"/>
              </w:rPr>
            </w:pPr>
            <w:r>
              <w:rPr>
                <w:rFonts w:cs="Arial"/>
                <w:sz w:val="16"/>
                <w:szCs w:val="16"/>
              </w:rPr>
              <w:t>RP-210</w:t>
            </w:r>
            <w:r w:rsidR="00D1492B">
              <w:rPr>
                <w:rFonts w:cs="Arial"/>
                <w:sz w:val="16"/>
                <w:szCs w:val="16"/>
              </w:rPr>
              <w:t>065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5EB28F" w14:textId="63D8688B" w:rsidR="004626B5" w:rsidRDefault="00FF0906" w:rsidP="00481369">
            <w:pPr>
              <w:pStyle w:val="TAL"/>
              <w:rPr>
                <w:rFonts w:cs="Arial"/>
                <w:sz w:val="16"/>
                <w:szCs w:val="16"/>
              </w:rPr>
            </w:pPr>
            <w:r>
              <w:rPr>
                <w:rFonts w:cs="Arial"/>
                <w:sz w:val="16"/>
                <w:szCs w:val="16"/>
              </w:rPr>
              <w:t>0043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F507AA" w14:textId="223CD277" w:rsidR="004626B5" w:rsidRDefault="00FF0906" w:rsidP="00481369">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33FE4A" w14:textId="0D2A4381" w:rsidR="004626B5" w:rsidRDefault="00FF0906" w:rsidP="00481369">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AF4E8C" w14:textId="165937DC" w:rsidR="004626B5" w:rsidRDefault="00186349" w:rsidP="00481369">
            <w:pPr>
              <w:pStyle w:val="TAL"/>
              <w:rPr>
                <w:rFonts w:cs="Arial"/>
                <w:sz w:val="16"/>
                <w:szCs w:val="16"/>
              </w:rPr>
            </w:pPr>
            <w:r>
              <w:rPr>
                <w:rFonts w:cs="Arial"/>
                <w:sz w:val="16"/>
                <w:szCs w:val="16"/>
              </w:rPr>
              <w:t>Draft CR for TS 38.307 on UE demodulation performance requirements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653FC2" w14:textId="7C588539" w:rsidR="004626B5" w:rsidRDefault="00B73E3D" w:rsidP="00481369">
            <w:pPr>
              <w:pStyle w:val="TAC"/>
              <w:rPr>
                <w:sz w:val="16"/>
                <w:szCs w:val="16"/>
              </w:rPr>
            </w:pPr>
            <w:r>
              <w:rPr>
                <w:sz w:val="16"/>
                <w:szCs w:val="16"/>
              </w:rPr>
              <w:t>15.8.0</w:t>
            </w:r>
          </w:p>
        </w:tc>
      </w:tr>
      <w:tr w:rsidR="00B73E3D" w:rsidRPr="00A063F2" w14:paraId="58438214"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6980C805" w14:textId="5F9BAEFC" w:rsidR="00B73E3D" w:rsidRDefault="00B73E3D" w:rsidP="00B73E3D">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864781" w14:textId="7294D34F" w:rsidR="00B73E3D" w:rsidRDefault="00B73E3D" w:rsidP="00B73E3D">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71D19E" w14:textId="4086F432" w:rsidR="00B73E3D" w:rsidRDefault="00E14D45" w:rsidP="00B73E3D">
            <w:pPr>
              <w:pStyle w:val="TAC"/>
              <w:rPr>
                <w:rFonts w:cs="Arial"/>
                <w:sz w:val="16"/>
                <w:szCs w:val="16"/>
              </w:rPr>
            </w:pPr>
            <w:r>
              <w:rPr>
                <w:rFonts w:cs="Arial"/>
                <w:sz w:val="16"/>
                <w:szCs w:val="16"/>
              </w:rPr>
              <w:t>RP-210078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836541" w14:textId="4AD87B89" w:rsidR="00B73E3D" w:rsidRDefault="00E14D45" w:rsidP="00B73E3D">
            <w:pPr>
              <w:pStyle w:val="TAL"/>
              <w:rPr>
                <w:rFonts w:cs="Arial"/>
                <w:sz w:val="16"/>
                <w:szCs w:val="16"/>
              </w:rPr>
            </w:pPr>
            <w:r>
              <w:rPr>
                <w:rFonts w:cs="Arial"/>
                <w:sz w:val="16"/>
                <w:szCs w:val="16"/>
              </w:rPr>
              <w:t>0046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D033B2" w14:textId="77777777" w:rsidR="00B73E3D" w:rsidRDefault="00B73E3D" w:rsidP="00B73E3D">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5C1FA3" w14:textId="2D74A233" w:rsidR="00B73E3D" w:rsidRDefault="00E14D45" w:rsidP="00B73E3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368050" w14:textId="5AEB0BE4" w:rsidR="00B73E3D" w:rsidRDefault="00E14D45" w:rsidP="00B73E3D">
            <w:pPr>
              <w:pStyle w:val="TAL"/>
              <w:rPr>
                <w:rFonts w:cs="Arial"/>
                <w:sz w:val="16"/>
                <w:szCs w:val="16"/>
              </w:rPr>
            </w:pPr>
            <w:r>
              <w:rPr>
                <w:rFonts w:cs="Arial"/>
                <w:sz w:val="16"/>
                <w:szCs w:val="16"/>
              </w:rPr>
              <w:t>CR on release independent for Rel-16 NR HST UE demodulation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E55D91" w14:textId="527B6EC4" w:rsidR="00B73E3D" w:rsidRDefault="00B73E3D" w:rsidP="00B73E3D">
            <w:pPr>
              <w:pStyle w:val="TAC"/>
              <w:rPr>
                <w:sz w:val="16"/>
                <w:szCs w:val="16"/>
              </w:rPr>
            </w:pPr>
            <w:r>
              <w:rPr>
                <w:sz w:val="16"/>
                <w:szCs w:val="16"/>
              </w:rPr>
              <w:t>15.8.0</w:t>
            </w:r>
          </w:p>
        </w:tc>
      </w:tr>
      <w:tr w:rsidR="001404EA" w:rsidRPr="00A063F2" w14:paraId="2CD4BADE"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05597155" w14:textId="442F0335" w:rsidR="001404EA" w:rsidRDefault="001404EA" w:rsidP="00B73E3D">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5D739D" w14:textId="1DE51640" w:rsidR="001404EA" w:rsidRDefault="001404EA" w:rsidP="00B73E3D">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292E8B" w14:textId="6C7DCE59" w:rsidR="001404EA" w:rsidRDefault="001404EA" w:rsidP="00B73E3D">
            <w:pPr>
              <w:pStyle w:val="TAC"/>
              <w:rPr>
                <w:rFonts w:cs="Arial"/>
                <w:sz w:val="16"/>
                <w:szCs w:val="16"/>
              </w:rPr>
            </w:pPr>
            <w:r w:rsidRPr="001404EA">
              <w:rPr>
                <w:rFonts w:cs="Arial"/>
                <w:sz w:val="16"/>
                <w:szCs w:val="16"/>
              </w:rPr>
              <w:t>RP-211921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EB628A" w14:textId="73EA18DB" w:rsidR="001404EA" w:rsidRDefault="001404EA" w:rsidP="00B73E3D">
            <w:pPr>
              <w:pStyle w:val="TAL"/>
              <w:rPr>
                <w:rFonts w:cs="Arial"/>
                <w:sz w:val="16"/>
                <w:szCs w:val="16"/>
              </w:rPr>
            </w:pPr>
            <w:r>
              <w:rPr>
                <w:rFonts w:cs="Arial"/>
                <w:sz w:val="16"/>
                <w:szCs w:val="16"/>
              </w:rPr>
              <w:t>0069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300C04" w14:textId="77777777" w:rsidR="001404EA" w:rsidRDefault="001404EA" w:rsidP="00B73E3D">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49E505" w14:textId="664B7BAA" w:rsidR="001404EA" w:rsidRDefault="001404EA" w:rsidP="00B73E3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E3DC6A" w14:textId="29BCD2A0" w:rsidR="001404EA" w:rsidRDefault="001404EA" w:rsidP="00B73E3D">
            <w:pPr>
              <w:pStyle w:val="TAL"/>
              <w:rPr>
                <w:rFonts w:cs="Arial"/>
                <w:sz w:val="16"/>
                <w:szCs w:val="16"/>
              </w:rPr>
            </w:pPr>
            <w:r w:rsidRPr="001404EA">
              <w:rPr>
                <w:rFonts w:cs="Arial"/>
                <w:sz w:val="16"/>
                <w:szCs w:val="16"/>
              </w:rPr>
              <w:t>CR to TS 38.307 on the definition of the duplex-mode for the band configurations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8BA20D" w14:textId="0B2A1E21" w:rsidR="001404EA" w:rsidRDefault="001404EA" w:rsidP="00B73E3D">
            <w:pPr>
              <w:pStyle w:val="TAC"/>
              <w:rPr>
                <w:sz w:val="16"/>
                <w:szCs w:val="16"/>
              </w:rPr>
            </w:pPr>
            <w:r>
              <w:rPr>
                <w:sz w:val="16"/>
                <w:szCs w:val="16"/>
              </w:rPr>
              <w:t>15.9.0</w:t>
            </w:r>
          </w:p>
        </w:tc>
      </w:tr>
      <w:tr w:rsidR="00EA766B" w:rsidRPr="00A063F2" w14:paraId="7FE2C31C"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2A2471CB" w14:textId="6B902049" w:rsidR="00EA766B" w:rsidRDefault="00EA766B" w:rsidP="00EA766B">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2E3E94" w14:textId="263F9242" w:rsidR="00EA766B" w:rsidRDefault="00EA766B" w:rsidP="00EA766B">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2398B2" w14:textId="28FD3CD8" w:rsidR="00EA766B" w:rsidRPr="00EA766B" w:rsidRDefault="00EA766B" w:rsidP="00EA766B">
            <w:pPr>
              <w:pStyle w:val="TAC"/>
              <w:rPr>
                <w:sz w:val="16"/>
                <w:szCs w:val="16"/>
              </w:rPr>
            </w:pPr>
            <w:r w:rsidRPr="00EA766B">
              <w:rPr>
                <w:sz w:val="16"/>
                <w:szCs w:val="16"/>
              </w:rPr>
              <w:t>RP-220337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A5B1D7" w14:textId="6BF059F5" w:rsidR="00EA766B" w:rsidRPr="00EA766B" w:rsidRDefault="00EA766B" w:rsidP="00EA766B">
            <w:pPr>
              <w:pStyle w:val="TAL"/>
              <w:rPr>
                <w:sz w:val="16"/>
                <w:szCs w:val="16"/>
              </w:rPr>
            </w:pPr>
            <w:r w:rsidRPr="00EA766B">
              <w:rPr>
                <w:sz w:val="16"/>
                <w:szCs w:val="16"/>
              </w:rPr>
              <w:t>0091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A46264" w14:textId="77777777" w:rsidR="00EA766B" w:rsidRPr="00EA766B" w:rsidRDefault="00EA766B" w:rsidP="00EA766B">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5F75A2" w14:textId="7EB7FCC4" w:rsidR="00EA766B" w:rsidRPr="00EA766B" w:rsidRDefault="00EA766B" w:rsidP="00EA766B">
            <w:pPr>
              <w:pStyle w:val="TAC"/>
              <w:rPr>
                <w:sz w:val="16"/>
                <w:szCs w:val="16"/>
              </w:rPr>
            </w:pPr>
            <w:r w:rsidRPr="00EA766B">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30C9DB" w14:textId="40606C73" w:rsidR="00EA766B" w:rsidRPr="00EA766B" w:rsidRDefault="00EA766B" w:rsidP="00EA766B">
            <w:pPr>
              <w:pStyle w:val="TAL"/>
              <w:rPr>
                <w:sz w:val="16"/>
                <w:szCs w:val="16"/>
              </w:rPr>
            </w:pPr>
            <w:r w:rsidRPr="00EA766B">
              <w:rPr>
                <w:sz w:val="16"/>
                <w:szCs w:val="16"/>
              </w:rPr>
              <w:t>Big CR for TS 38.307 Maintenance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BC8FBA" w14:textId="1717DE01" w:rsidR="00EA766B" w:rsidRDefault="00EA766B" w:rsidP="00EA766B">
            <w:pPr>
              <w:pStyle w:val="TAC"/>
              <w:rPr>
                <w:sz w:val="16"/>
                <w:szCs w:val="16"/>
              </w:rPr>
            </w:pPr>
            <w:r>
              <w:rPr>
                <w:sz w:val="16"/>
                <w:szCs w:val="16"/>
              </w:rPr>
              <w:t>15.10.0</w:t>
            </w:r>
          </w:p>
        </w:tc>
      </w:tr>
      <w:tr w:rsidR="00EA766B" w:rsidRPr="00A063F2" w14:paraId="7358596C" w14:textId="77777777" w:rsidTr="0053571B">
        <w:tc>
          <w:tcPr>
            <w:tcW w:w="800" w:type="dxa"/>
            <w:tcBorders>
              <w:top w:val="single" w:sz="4" w:space="0" w:color="auto"/>
              <w:left w:val="single" w:sz="4" w:space="0" w:color="auto"/>
              <w:bottom w:val="single" w:sz="4" w:space="0" w:color="auto"/>
              <w:right w:val="single" w:sz="4" w:space="0" w:color="auto"/>
            </w:tcBorders>
            <w:shd w:val="solid" w:color="FFFFFF" w:fill="auto"/>
          </w:tcPr>
          <w:p w14:paraId="6DCEB9E3" w14:textId="5538C042" w:rsidR="00EA766B" w:rsidRDefault="00EA766B" w:rsidP="00EA766B">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BE219E" w14:textId="71E9BA86" w:rsidR="00EA766B" w:rsidRDefault="00EA766B" w:rsidP="00EA766B">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F1C7075" w14:textId="1613FC71" w:rsidR="00EA766B" w:rsidRPr="00EA766B" w:rsidRDefault="00EA766B" w:rsidP="00EA766B">
            <w:pPr>
              <w:pStyle w:val="TAC"/>
              <w:rPr>
                <w:sz w:val="16"/>
                <w:szCs w:val="16"/>
              </w:rPr>
            </w:pPr>
            <w:r w:rsidRPr="00EA766B">
              <w:rPr>
                <w:sz w:val="16"/>
                <w:szCs w:val="16"/>
              </w:rPr>
              <w:t>RP-220352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130BFA" w14:textId="7368F9A4" w:rsidR="00EA766B" w:rsidRPr="00EA766B" w:rsidRDefault="00EA766B" w:rsidP="00EA766B">
            <w:pPr>
              <w:pStyle w:val="TAL"/>
              <w:rPr>
                <w:sz w:val="16"/>
                <w:szCs w:val="16"/>
              </w:rPr>
            </w:pPr>
            <w:r w:rsidRPr="00EA766B">
              <w:rPr>
                <w:sz w:val="16"/>
                <w:szCs w:val="16"/>
              </w:rPr>
              <w:t>0094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BF36A3" w14:textId="77777777" w:rsidR="00EA766B" w:rsidRPr="00EA766B" w:rsidRDefault="00EA766B" w:rsidP="00EA766B">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9FC344" w14:textId="1D3DEDF5" w:rsidR="00EA766B" w:rsidRPr="00EA766B" w:rsidRDefault="00EA766B" w:rsidP="00EA766B">
            <w:pPr>
              <w:pStyle w:val="TAC"/>
              <w:rPr>
                <w:sz w:val="16"/>
                <w:szCs w:val="16"/>
              </w:rPr>
            </w:pPr>
            <w:r w:rsidRPr="00EA766B">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12B616" w14:textId="4E2D5570" w:rsidR="00EA766B" w:rsidRPr="00EA766B" w:rsidRDefault="00EA766B" w:rsidP="00EA766B">
            <w:pPr>
              <w:pStyle w:val="TAL"/>
              <w:rPr>
                <w:sz w:val="16"/>
                <w:szCs w:val="16"/>
              </w:rPr>
            </w:pPr>
            <w:r w:rsidRPr="00EA766B">
              <w:rPr>
                <w:sz w:val="16"/>
                <w:szCs w:val="16"/>
              </w:rPr>
              <w:t>CR for release independent for 4Rx support for NR band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E02E2D" w14:textId="44149169" w:rsidR="00EA766B" w:rsidRDefault="00EA766B" w:rsidP="00EA766B">
            <w:pPr>
              <w:pStyle w:val="TAC"/>
              <w:rPr>
                <w:sz w:val="16"/>
                <w:szCs w:val="16"/>
              </w:rPr>
            </w:pPr>
            <w:r>
              <w:rPr>
                <w:sz w:val="16"/>
                <w:szCs w:val="16"/>
              </w:rPr>
              <w:t>15.10.0</w:t>
            </w:r>
          </w:p>
        </w:tc>
      </w:tr>
    </w:tbl>
    <w:p w14:paraId="3DC80701" w14:textId="77777777" w:rsidR="00AA7B50" w:rsidRPr="00A063F2" w:rsidRDefault="00AA7B50" w:rsidP="00AA7B50"/>
    <w:sectPr w:rsidR="00AA7B50" w:rsidRPr="00A063F2">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C7C54" w14:textId="77777777" w:rsidR="0016780A" w:rsidRDefault="0016780A">
      <w:r>
        <w:separator/>
      </w:r>
    </w:p>
  </w:endnote>
  <w:endnote w:type="continuationSeparator" w:id="0">
    <w:p w14:paraId="70A73A51" w14:textId="77777777" w:rsidR="0016780A" w:rsidRDefault="0016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v4.1.0">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A83CD" w14:textId="77777777" w:rsidR="00AC2AF5" w:rsidRDefault="00AC2AF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2CF8" w14:textId="77777777" w:rsidR="0016780A" w:rsidRDefault="0016780A">
      <w:r>
        <w:separator/>
      </w:r>
    </w:p>
  </w:footnote>
  <w:footnote w:type="continuationSeparator" w:id="0">
    <w:p w14:paraId="7D92F1A7" w14:textId="77777777" w:rsidR="0016780A" w:rsidRDefault="00167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F4843" w14:textId="09F1EEEE" w:rsidR="00AC2AF5" w:rsidRDefault="00AC2AF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600495">
      <w:rPr>
        <w:rFonts w:ascii="Arial" w:hAnsi="Arial" w:cs="Arial"/>
        <w:b/>
        <w:noProof/>
        <w:sz w:val="18"/>
        <w:szCs w:val="18"/>
      </w:rPr>
      <w:t>3GPP TS 38.307 V15.10.0 (2022-03)</w:t>
    </w:r>
    <w:r>
      <w:rPr>
        <w:rFonts w:ascii="Arial" w:hAnsi="Arial" w:cs="Arial"/>
        <w:b/>
        <w:sz w:val="18"/>
        <w:szCs w:val="18"/>
      </w:rPr>
      <w:fldChar w:fldCharType="end"/>
    </w:r>
  </w:p>
  <w:p w14:paraId="23841865" w14:textId="77777777" w:rsidR="00AC2AF5" w:rsidRDefault="00AC2AF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1DA89D74" w14:textId="26295C26" w:rsidR="00AC2AF5" w:rsidRDefault="00AC2AF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600495">
      <w:rPr>
        <w:rFonts w:ascii="Arial" w:hAnsi="Arial" w:cs="Arial"/>
        <w:b/>
        <w:noProof/>
        <w:sz w:val="18"/>
        <w:szCs w:val="18"/>
      </w:rPr>
      <w:t>Release 15</w:t>
    </w:r>
    <w:r>
      <w:rPr>
        <w:rFonts w:ascii="Arial" w:hAnsi="Arial" w:cs="Arial"/>
        <w:b/>
        <w:sz w:val="18"/>
        <w:szCs w:val="18"/>
      </w:rPr>
      <w:fldChar w:fldCharType="end"/>
    </w:r>
  </w:p>
  <w:p w14:paraId="68AD3EE9" w14:textId="77777777" w:rsidR="00AC2AF5" w:rsidRDefault="00AC2A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64AD"/>
    <w:rsid w:val="00027339"/>
    <w:rsid w:val="00033397"/>
    <w:rsid w:val="00040095"/>
    <w:rsid w:val="00051834"/>
    <w:rsid w:val="00054A22"/>
    <w:rsid w:val="000558C2"/>
    <w:rsid w:val="00062023"/>
    <w:rsid w:val="000655A6"/>
    <w:rsid w:val="00080512"/>
    <w:rsid w:val="000C47C3"/>
    <w:rsid w:val="000D58AB"/>
    <w:rsid w:val="00133525"/>
    <w:rsid w:val="001404EA"/>
    <w:rsid w:val="0016780A"/>
    <w:rsid w:val="00186349"/>
    <w:rsid w:val="001A4C42"/>
    <w:rsid w:val="001A7420"/>
    <w:rsid w:val="001B3862"/>
    <w:rsid w:val="001B6637"/>
    <w:rsid w:val="001C21C3"/>
    <w:rsid w:val="001D02C2"/>
    <w:rsid w:val="001F0C1D"/>
    <w:rsid w:val="001F1132"/>
    <w:rsid w:val="001F168B"/>
    <w:rsid w:val="002347A2"/>
    <w:rsid w:val="002675F0"/>
    <w:rsid w:val="002B6339"/>
    <w:rsid w:val="002E00EE"/>
    <w:rsid w:val="003172DC"/>
    <w:rsid w:val="0035320A"/>
    <w:rsid w:val="0035462D"/>
    <w:rsid w:val="00363C6C"/>
    <w:rsid w:val="003765B8"/>
    <w:rsid w:val="0038162E"/>
    <w:rsid w:val="00395577"/>
    <w:rsid w:val="003A37B3"/>
    <w:rsid w:val="003C3971"/>
    <w:rsid w:val="00423334"/>
    <w:rsid w:val="004345EC"/>
    <w:rsid w:val="004626B5"/>
    <w:rsid w:val="00465515"/>
    <w:rsid w:val="00481369"/>
    <w:rsid w:val="004D3578"/>
    <w:rsid w:val="004E213A"/>
    <w:rsid w:val="004F0988"/>
    <w:rsid w:val="004F3340"/>
    <w:rsid w:val="005165D8"/>
    <w:rsid w:val="0053388B"/>
    <w:rsid w:val="0053571B"/>
    <w:rsid w:val="00535773"/>
    <w:rsid w:val="00543E6C"/>
    <w:rsid w:val="00565087"/>
    <w:rsid w:val="00577071"/>
    <w:rsid w:val="00597B11"/>
    <w:rsid w:val="005C1AE2"/>
    <w:rsid w:val="005C78F8"/>
    <w:rsid w:val="005D2E01"/>
    <w:rsid w:val="005D7526"/>
    <w:rsid w:val="005E4BB2"/>
    <w:rsid w:val="00600495"/>
    <w:rsid w:val="00602AEA"/>
    <w:rsid w:val="00614FDF"/>
    <w:rsid w:val="006321B1"/>
    <w:rsid w:val="0063543D"/>
    <w:rsid w:val="00640F62"/>
    <w:rsid w:val="00647114"/>
    <w:rsid w:val="006A323F"/>
    <w:rsid w:val="006B30D0"/>
    <w:rsid w:val="006C3D95"/>
    <w:rsid w:val="006C6AC7"/>
    <w:rsid w:val="006D7BFB"/>
    <w:rsid w:val="006E5C86"/>
    <w:rsid w:val="00701116"/>
    <w:rsid w:val="00713C44"/>
    <w:rsid w:val="00721A45"/>
    <w:rsid w:val="00734A5B"/>
    <w:rsid w:val="0074026F"/>
    <w:rsid w:val="007429F6"/>
    <w:rsid w:val="00744BE6"/>
    <w:rsid w:val="00744E76"/>
    <w:rsid w:val="00774DA4"/>
    <w:rsid w:val="00781F0F"/>
    <w:rsid w:val="007B600E"/>
    <w:rsid w:val="007F0F4A"/>
    <w:rsid w:val="007F203D"/>
    <w:rsid w:val="008028A4"/>
    <w:rsid w:val="00830747"/>
    <w:rsid w:val="00861B0C"/>
    <w:rsid w:val="008768CA"/>
    <w:rsid w:val="008C384C"/>
    <w:rsid w:val="008E7B89"/>
    <w:rsid w:val="0090271F"/>
    <w:rsid w:val="00902E23"/>
    <w:rsid w:val="009114D7"/>
    <w:rsid w:val="0091348E"/>
    <w:rsid w:val="00917CCB"/>
    <w:rsid w:val="009218D4"/>
    <w:rsid w:val="00942EC2"/>
    <w:rsid w:val="00953B09"/>
    <w:rsid w:val="009B0C60"/>
    <w:rsid w:val="009D150F"/>
    <w:rsid w:val="009E1081"/>
    <w:rsid w:val="009F37B7"/>
    <w:rsid w:val="00A10F02"/>
    <w:rsid w:val="00A164B4"/>
    <w:rsid w:val="00A26956"/>
    <w:rsid w:val="00A27486"/>
    <w:rsid w:val="00A53724"/>
    <w:rsid w:val="00A56066"/>
    <w:rsid w:val="00A56D93"/>
    <w:rsid w:val="00A73129"/>
    <w:rsid w:val="00A82346"/>
    <w:rsid w:val="00A917C7"/>
    <w:rsid w:val="00A92BA1"/>
    <w:rsid w:val="00AA3A57"/>
    <w:rsid w:val="00AA7B50"/>
    <w:rsid w:val="00AC2AF5"/>
    <w:rsid w:val="00AC6BC6"/>
    <w:rsid w:val="00AE65E2"/>
    <w:rsid w:val="00AE7EB5"/>
    <w:rsid w:val="00AF40AC"/>
    <w:rsid w:val="00B15449"/>
    <w:rsid w:val="00B32568"/>
    <w:rsid w:val="00B4440A"/>
    <w:rsid w:val="00B73E3D"/>
    <w:rsid w:val="00B93086"/>
    <w:rsid w:val="00BA19ED"/>
    <w:rsid w:val="00BA4B8D"/>
    <w:rsid w:val="00BC0F7D"/>
    <w:rsid w:val="00BC1398"/>
    <w:rsid w:val="00BD736E"/>
    <w:rsid w:val="00BD7D31"/>
    <w:rsid w:val="00BE3255"/>
    <w:rsid w:val="00BE4E51"/>
    <w:rsid w:val="00BF128E"/>
    <w:rsid w:val="00C074DD"/>
    <w:rsid w:val="00C1496A"/>
    <w:rsid w:val="00C264EE"/>
    <w:rsid w:val="00C33079"/>
    <w:rsid w:val="00C45231"/>
    <w:rsid w:val="00C53E5B"/>
    <w:rsid w:val="00C6365E"/>
    <w:rsid w:val="00C72833"/>
    <w:rsid w:val="00C74208"/>
    <w:rsid w:val="00C7727A"/>
    <w:rsid w:val="00C80F1D"/>
    <w:rsid w:val="00C83142"/>
    <w:rsid w:val="00C93F40"/>
    <w:rsid w:val="00C95047"/>
    <w:rsid w:val="00CA3D0C"/>
    <w:rsid w:val="00CF107C"/>
    <w:rsid w:val="00D1492B"/>
    <w:rsid w:val="00D47646"/>
    <w:rsid w:val="00D5469F"/>
    <w:rsid w:val="00D57972"/>
    <w:rsid w:val="00D675A9"/>
    <w:rsid w:val="00D738D6"/>
    <w:rsid w:val="00D755EB"/>
    <w:rsid w:val="00D76048"/>
    <w:rsid w:val="00D87E00"/>
    <w:rsid w:val="00D9134D"/>
    <w:rsid w:val="00DA7A03"/>
    <w:rsid w:val="00DB1818"/>
    <w:rsid w:val="00DB2F1C"/>
    <w:rsid w:val="00DC309B"/>
    <w:rsid w:val="00DC4DA2"/>
    <w:rsid w:val="00DD4C17"/>
    <w:rsid w:val="00DD74A5"/>
    <w:rsid w:val="00DF2B1F"/>
    <w:rsid w:val="00DF62CD"/>
    <w:rsid w:val="00E14D45"/>
    <w:rsid w:val="00E16509"/>
    <w:rsid w:val="00E44582"/>
    <w:rsid w:val="00E5029E"/>
    <w:rsid w:val="00E77645"/>
    <w:rsid w:val="00E87054"/>
    <w:rsid w:val="00EA15B0"/>
    <w:rsid w:val="00EA5BA4"/>
    <w:rsid w:val="00EA5EA7"/>
    <w:rsid w:val="00EA766B"/>
    <w:rsid w:val="00EC4A25"/>
    <w:rsid w:val="00F025A2"/>
    <w:rsid w:val="00F04712"/>
    <w:rsid w:val="00F07388"/>
    <w:rsid w:val="00F13360"/>
    <w:rsid w:val="00F22EC7"/>
    <w:rsid w:val="00F325C8"/>
    <w:rsid w:val="00F653B8"/>
    <w:rsid w:val="00F9008D"/>
    <w:rsid w:val="00FA1266"/>
    <w:rsid w:val="00FA72FF"/>
    <w:rsid w:val="00FC1192"/>
    <w:rsid w:val="00FE2A74"/>
    <w:rsid w:val="00FF09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1B723"/>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annotation reference" w:qFormat="1"/>
    <w:lsdException w:name="Title" w:qFormat="1"/>
    <w:lsdException w:name="Subtitle" w:qFormat="1"/>
    <w:lsdException w:name="Strong" w:qFormat="1"/>
    <w:lsdException w:name="Emphasis" w:qFormat="1"/>
    <w:lsdException w:name="Normal (Web)" w:uiPriority="99"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Zchn"/>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4026F"/>
    <w:rPr>
      <w:color w:val="0563C1" w:themeColor="hyperlink"/>
      <w:u w:val="single"/>
    </w:rPr>
  </w:style>
  <w:style w:type="character" w:styleId="UnresolvedMention">
    <w:name w:val="Unresolved Mention"/>
    <w:basedOn w:val="DefaultParagraphFont"/>
    <w:uiPriority w:val="99"/>
    <w:semiHidden/>
    <w:unhideWhenUsed/>
    <w:rsid w:val="0074026F"/>
    <w:rPr>
      <w:color w:val="605E5C"/>
      <w:shd w:val="clear" w:color="auto" w:fill="E1DFDD"/>
    </w:rPr>
  </w:style>
  <w:style w:type="character" w:styleId="FollowedHyperlink">
    <w:name w:val="FollowedHyperlink"/>
    <w:basedOn w:val="DefaultParagraphFont"/>
    <w:rsid w:val="00F13360"/>
    <w:rPr>
      <w:color w:val="954F72" w:themeColor="followedHyperlink"/>
      <w:u w:val="single"/>
    </w:rPr>
  </w:style>
  <w:style w:type="character" w:customStyle="1" w:styleId="B1Zchn">
    <w:name w:val="B1 Zchn"/>
    <w:link w:val="B1"/>
    <w:rsid w:val="00AA7B50"/>
    <w:rPr>
      <w:lang w:eastAsia="en-US"/>
    </w:rPr>
  </w:style>
  <w:style w:type="character" w:customStyle="1" w:styleId="THChar">
    <w:name w:val="TH Char"/>
    <w:link w:val="TH"/>
    <w:qFormat/>
    <w:rsid w:val="00AA7B50"/>
    <w:rPr>
      <w:rFonts w:ascii="Arial" w:hAnsi="Arial"/>
      <w:b/>
      <w:lang w:eastAsia="en-US"/>
    </w:rPr>
  </w:style>
  <w:style w:type="character" w:customStyle="1" w:styleId="TALCar">
    <w:name w:val="TAL Car"/>
    <w:link w:val="TAL"/>
    <w:qFormat/>
    <w:rsid w:val="00AA7B50"/>
    <w:rPr>
      <w:rFonts w:ascii="Arial" w:hAnsi="Arial"/>
      <w:sz w:val="18"/>
      <w:lang w:eastAsia="en-US"/>
    </w:rPr>
  </w:style>
  <w:style w:type="character" w:customStyle="1" w:styleId="TAHCar">
    <w:name w:val="TAH Car"/>
    <w:link w:val="TAH"/>
    <w:qFormat/>
    <w:rsid w:val="00AA7B50"/>
    <w:rPr>
      <w:rFonts w:ascii="Arial" w:hAnsi="Arial"/>
      <w:b/>
      <w:sz w:val="18"/>
      <w:lang w:eastAsia="en-US"/>
    </w:rPr>
  </w:style>
  <w:style w:type="character" w:customStyle="1" w:styleId="TACChar">
    <w:name w:val="TAC Char"/>
    <w:link w:val="TAC"/>
    <w:qFormat/>
    <w:rsid w:val="00AA7B50"/>
    <w:rPr>
      <w:rFonts w:ascii="Arial" w:hAnsi="Arial"/>
      <w:sz w:val="18"/>
      <w:lang w:eastAsia="en-US"/>
    </w:rPr>
  </w:style>
  <w:style w:type="paragraph" w:styleId="DocumentMap">
    <w:name w:val="Document Map"/>
    <w:basedOn w:val="Normal"/>
    <w:link w:val="DocumentMapChar"/>
    <w:rsid w:val="00AA7B50"/>
    <w:rPr>
      <w:rFonts w:ascii="Tahoma" w:eastAsia="Malgun Gothic" w:hAnsi="Tahoma" w:cs="Tahoma"/>
      <w:sz w:val="16"/>
      <w:szCs w:val="16"/>
    </w:rPr>
  </w:style>
  <w:style w:type="character" w:customStyle="1" w:styleId="DocumentMapChar">
    <w:name w:val="Document Map Char"/>
    <w:basedOn w:val="DefaultParagraphFont"/>
    <w:link w:val="DocumentMap"/>
    <w:rsid w:val="00AA7B50"/>
    <w:rPr>
      <w:rFonts w:ascii="Tahoma" w:eastAsia="Malgun Gothic" w:hAnsi="Tahoma" w:cs="Tahoma"/>
      <w:sz w:val="16"/>
      <w:szCs w:val="16"/>
      <w:lang w:eastAsia="en-US"/>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rsid w:val="00027339"/>
    <w:rPr>
      <w:rFonts w:ascii="Arial" w:hAnsi="Arial"/>
      <w:sz w:val="32"/>
      <w:lang w:eastAsia="en-US"/>
    </w:rPr>
  </w:style>
  <w:style w:type="paragraph" w:styleId="NormalWeb">
    <w:name w:val="Normal (Web)"/>
    <w:basedOn w:val="Normal"/>
    <w:uiPriority w:val="99"/>
    <w:unhideWhenUsed/>
    <w:qFormat/>
    <w:rsid w:val="00027339"/>
    <w:pPr>
      <w:spacing w:before="100" w:beforeAutospacing="1" w:after="100" w:afterAutospacing="1"/>
    </w:pPr>
    <w:rPr>
      <w:rFonts w:eastAsia="MS Mincho"/>
      <w:sz w:val="24"/>
      <w:szCs w:val="24"/>
      <w:lang w:val="en-US" w:eastAsia="en-GB"/>
    </w:rPr>
  </w:style>
  <w:style w:type="character" w:customStyle="1" w:styleId="TALChar">
    <w:name w:val="TAL Char"/>
    <w:qFormat/>
    <w:rsid w:val="00C83142"/>
    <w:rPr>
      <w:rFonts w:ascii="Arial" w:hAnsi="Arial"/>
      <w:sz w:val="18"/>
      <w:lang w:val="en-GB" w:eastAsia="en-US"/>
    </w:rPr>
  </w:style>
  <w:style w:type="character" w:styleId="CommentReference">
    <w:name w:val="annotation reference"/>
    <w:qFormat/>
    <w:rsid w:val="000164AD"/>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07711">
      <w:bodyDiv w:val="1"/>
      <w:marLeft w:val="0"/>
      <w:marRight w:val="0"/>
      <w:marTop w:val="0"/>
      <w:marBottom w:val="0"/>
      <w:divBdr>
        <w:top w:val="none" w:sz="0" w:space="0" w:color="auto"/>
        <w:left w:val="none" w:sz="0" w:space="0" w:color="auto"/>
        <w:bottom w:val="none" w:sz="0" w:space="0" w:color="auto"/>
        <w:right w:val="none" w:sz="0" w:space="0" w:color="auto"/>
      </w:divBdr>
    </w:div>
    <w:div w:id="1323654619">
      <w:bodyDiv w:val="1"/>
      <w:marLeft w:val="0"/>
      <w:marRight w:val="0"/>
      <w:marTop w:val="0"/>
      <w:marBottom w:val="0"/>
      <w:divBdr>
        <w:top w:val="none" w:sz="0" w:space="0" w:color="auto"/>
        <w:left w:val="none" w:sz="0" w:space="0" w:color="auto"/>
        <w:bottom w:val="none" w:sz="0" w:space="0" w:color="auto"/>
        <w:right w:val="none" w:sz="0" w:space="0" w:color="auto"/>
      </w:divBdr>
    </w:div>
    <w:div w:id="1562670025">
      <w:bodyDiv w:val="1"/>
      <w:marLeft w:val="0"/>
      <w:marRight w:val="0"/>
      <w:marTop w:val="0"/>
      <w:marBottom w:val="0"/>
      <w:divBdr>
        <w:top w:val="none" w:sz="0" w:space="0" w:color="auto"/>
        <w:left w:val="none" w:sz="0" w:space="0" w:color="auto"/>
        <w:bottom w:val="none" w:sz="0" w:space="0" w:color="auto"/>
        <w:right w:val="none" w:sz="0" w:space="0" w:color="auto"/>
      </w:divBdr>
    </w:div>
    <w:div w:id="16827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065C8-1F69-4F10-9AFF-74138DDF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16</Pages>
  <Words>4157</Words>
  <Characters>23696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27798</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2</cp:revision>
  <cp:lastPrinted>2019-02-25T14:05:00Z</cp:lastPrinted>
  <dcterms:created xsi:type="dcterms:W3CDTF">2022-04-01T08:32:00Z</dcterms:created>
  <dcterms:modified xsi:type="dcterms:W3CDTF">2022-04-01T08:32:00Z</dcterms:modified>
</cp:coreProperties>
</file>