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828B9" w14:textId="5B36A4B6" w:rsidR="00396766" w:rsidRPr="00222A9F" w:rsidRDefault="00396766" w:rsidP="00396766">
      <w:pPr>
        <w:pStyle w:val="ZA"/>
        <w:framePr w:wrap="notBeside"/>
      </w:pPr>
      <w:bookmarkStart w:id="0" w:name="page1"/>
      <w:r w:rsidRPr="00222A9F">
        <w:rPr>
          <w:sz w:val="64"/>
        </w:rPr>
        <w:t xml:space="preserve">3GPP TS 36.124 </w:t>
      </w:r>
      <w:r w:rsidRPr="00222A9F">
        <w:t>V</w:t>
      </w:r>
      <w:r w:rsidR="002E1751" w:rsidRPr="00222A9F">
        <w:t>15.</w:t>
      </w:r>
      <w:r w:rsidR="009D09B6">
        <w:t>4</w:t>
      </w:r>
      <w:r w:rsidRPr="00222A9F">
        <w:t xml:space="preserve">.0 </w:t>
      </w:r>
      <w:r w:rsidRPr="00222A9F">
        <w:rPr>
          <w:sz w:val="32"/>
        </w:rPr>
        <w:t>(</w:t>
      </w:r>
      <w:r w:rsidR="009D09B6" w:rsidRPr="00222A9F">
        <w:rPr>
          <w:sz w:val="32"/>
        </w:rPr>
        <w:t>20</w:t>
      </w:r>
      <w:r w:rsidR="009D09B6">
        <w:rPr>
          <w:sz w:val="32"/>
        </w:rPr>
        <w:t>22</w:t>
      </w:r>
      <w:r w:rsidRPr="00222A9F">
        <w:rPr>
          <w:sz w:val="32"/>
        </w:rPr>
        <w:t>-</w:t>
      </w:r>
      <w:r w:rsidR="009D09B6">
        <w:rPr>
          <w:sz w:val="32"/>
        </w:rPr>
        <w:t>06</w:t>
      </w:r>
      <w:r w:rsidRPr="00222A9F">
        <w:rPr>
          <w:sz w:val="32"/>
        </w:rPr>
        <w:t>)</w:t>
      </w:r>
    </w:p>
    <w:p w14:paraId="2A9F06BE" w14:textId="77777777" w:rsidR="00396766" w:rsidRPr="00222A9F" w:rsidRDefault="00396766" w:rsidP="00396766">
      <w:pPr>
        <w:pStyle w:val="ZB"/>
        <w:framePr w:wrap="notBeside"/>
      </w:pPr>
      <w:r w:rsidRPr="00222A9F">
        <w:t>Technical Specification</w:t>
      </w:r>
    </w:p>
    <w:p w14:paraId="31D27014" w14:textId="77777777" w:rsidR="00396766" w:rsidRPr="00222A9F" w:rsidRDefault="00396766" w:rsidP="00396766">
      <w:pPr>
        <w:pStyle w:val="ZT"/>
        <w:framePr w:wrap="notBeside"/>
      </w:pPr>
      <w:r w:rsidRPr="00222A9F">
        <w:t>Technical Specification</w:t>
      </w:r>
    </w:p>
    <w:p w14:paraId="71228CEC" w14:textId="77777777" w:rsidR="00396766" w:rsidRPr="00222A9F" w:rsidRDefault="00396766" w:rsidP="00396766">
      <w:pPr>
        <w:pStyle w:val="ZT"/>
        <w:framePr w:wrap="notBeside"/>
      </w:pPr>
      <w:r w:rsidRPr="00222A9F">
        <w:t>3rd Generation Partnership Project;</w:t>
      </w:r>
    </w:p>
    <w:p w14:paraId="55853BE2" w14:textId="77777777" w:rsidR="00396766" w:rsidRPr="00222A9F" w:rsidRDefault="00396766" w:rsidP="00396766">
      <w:pPr>
        <w:pStyle w:val="ZT"/>
        <w:framePr w:wrap="notBeside"/>
      </w:pPr>
      <w:r w:rsidRPr="00222A9F">
        <w:t>Technical Specification Group Radio Access Network;</w:t>
      </w:r>
    </w:p>
    <w:p w14:paraId="73573A92" w14:textId="77777777" w:rsidR="00396766" w:rsidRPr="00222A9F" w:rsidRDefault="00396766" w:rsidP="00396766">
      <w:pPr>
        <w:pStyle w:val="ZT"/>
        <w:framePr w:wrap="notBeside"/>
      </w:pPr>
      <w:r w:rsidRPr="00222A9F">
        <w:t>Evolved Universal Terrestrial Radio Access (E-UTRA);</w:t>
      </w:r>
    </w:p>
    <w:p w14:paraId="746EDB56" w14:textId="77777777" w:rsidR="00396766" w:rsidRPr="00222A9F" w:rsidRDefault="00396766" w:rsidP="00396766">
      <w:pPr>
        <w:pStyle w:val="ZT"/>
        <w:framePr w:wrap="notBeside"/>
      </w:pPr>
      <w:r w:rsidRPr="00222A9F">
        <w:t>ElectroMagnetic Compatibility (EMC) requirements</w:t>
      </w:r>
    </w:p>
    <w:p w14:paraId="5BE16C73" w14:textId="77777777" w:rsidR="00396766" w:rsidRPr="00222A9F" w:rsidRDefault="00396766" w:rsidP="00396766">
      <w:pPr>
        <w:pStyle w:val="ZT"/>
        <w:framePr w:wrap="notBeside"/>
      </w:pPr>
      <w:r w:rsidRPr="00222A9F">
        <w:t>for mobile terminals and ancillary equipment</w:t>
      </w:r>
    </w:p>
    <w:p w14:paraId="720A5B81" w14:textId="77777777" w:rsidR="00C31BD5" w:rsidRPr="00222A9F" w:rsidRDefault="00C31BD5" w:rsidP="00C31BD5">
      <w:pPr>
        <w:pStyle w:val="ZT"/>
        <w:framePr w:wrap="notBeside"/>
        <w:rPr>
          <w:i/>
          <w:sz w:val="28"/>
        </w:rPr>
      </w:pPr>
      <w:r w:rsidRPr="00222A9F">
        <w:t>(</w:t>
      </w:r>
      <w:r w:rsidRPr="00222A9F">
        <w:rPr>
          <w:rStyle w:val="ZGSM"/>
        </w:rPr>
        <w:t>Release 15</w:t>
      </w:r>
      <w:r w:rsidRPr="00222A9F">
        <w:t>)</w:t>
      </w:r>
    </w:p>
    <w:p w14:paraId="12655B01" w14:textId="25AE3486" w:rsidR="00396766" w:rsidRPr="00222A9F" w:rsidRDefault="001E5214" w:rsidP="00396766">
      <w:pPr>
        <w:pStyle w:val="ZU"/>
        <w:framePr w:h="4929" w:hRule="exact" w:wrap="notBeside"/>
        <w:tabs>
          <w:tab w:val="right" w:pos="10206"/>
        </w:tabs>
        <w:jc w:val="left"/>
      </w:pPr>
      <w:r w:rsidRPr="00222A9F">
        <w:rPr>
          <w:i/>
        </w:rPr>
        <w:drawing>
          <wp:inline distT="0" distB="0" distL="0" distR="0" wp14:anchorId="1AF52976" wp14:editId="428C9147">
            <wp:extent cx="120650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6500" cy="838200"/>
                    </a:xfrm>
                    <a:prstGeom prst="rect">
                      <a:avLst/>
                    </a:prstGeom>
                    <a:noFill/>
                    <a:ln>
                      <a:noFill/>
                    </a:ln>
                  </pic:spPr>
                </pic:pic>
              </a:graphicData>
            </a:graphic>
          </wp:inline>
        </w:drawing>
      </w:r>
      <w:r w:rsidR="00396766" w:rsidRPr="00222A9F">
        <w:tab/>
      </w:r>
      <w:r w:rsidRPr="00222A9F">
        <w:drawing>
          <wp:inline distT="0" distB="0" distL="0" distR="0" wp14:anchorId="4A44659D" wp14:editId="76823477">
            <wp:extent cx="16256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5600" cy="952500"/>
                    </a:xfrm>
                    <a:prstGeom prst="rect">
                      <a:avLst/>
                    </a:prstGeom>
                    <a:noFill/>
                    <a:ln>
                      <a:noFill/>
                    </a:ln>
                  </pic:spPr>
                </pic:pic>
              </a:graphicData>
            </a:graphic>
          </wp:inline>
        </w:drawing>
      </w:r>
    </w:p>
    <w:p w14:paraId="5560E1A5" w14:textId="77777777" w:rsidR="00396766" w:rsidRPr="00222A9F" w:rsidRDefault="00396766" w:rsidP="00396766">
      <w:pPr>
        <w:pStyle w:val="ZU"/>
        <w:framePr w:h="4929" w:hRule="exact" w:wrap="notBeside"/>
        <w:tabs>
          <w:tab w:val="right" w:pos="10206"/>
        </w:tabs>
        <w:jc w:val="left"/>
      </w:pPr>
    </w:p>
    <w:p w14:paraId="00BD5E32" w14:textId="77777777" w:rsidR="00396766" w:rsidRPr="00222A9F" w:rsidRDefault="00396766" w:rsidP="00396766">
      <w:pPr>
        <w:framePr w:h="1377" w:hRule="exact" w:wrap="notBeside" w:vAnchor="page" w:hAnchor="margin" w:y="15305"/>
        <w:rPr>
          <w:sz w:val="16"/>
        </w:rPr>
      </w:pPr>
      <w:r w:rsidRPr="00222A9F">
        <w:rPr>
          <w:sz w:val="16"/>
        </w:rPr>
        <w:t>The present document has been developed within the 3rd Generation Partnership Project (3GPP</w:t>
      </w:r>
      <w:r w:rsidRPr="00222A9F">
        <w:rPr>
          <w:sz w:val="16"/>
          <w:vertAlign w:val="superscript"/>
        </w:rPr>
        <w:t xml:space="preserve"> TM</w:t>
      </w:r>
      <w:r w:rsidRPr="00222A9F">
        <w:rPr>
          <w:sz w:val="16"/>
        </w:rPr>
        <w:t>) and may be further elaborated for the purposes of 3GPP.</w:t>
      </w:r>
      <w:r w:rsidRPr="00222A9F">
        <w:rPr>
          <w:sz w:val="16"/>
        </w:rPr>
        <w:br/>
        <w:t>The present document has not been subject to any approval process by the 3GPP</w:t>
      </w:r>
      <w:r w:rsidRPr="00222A9F">
        <w:rPr>
          <w:sz w:val="16"/>
          <w:vertAlign w:val="superscript"/>
        </w:rPr>
        <w:t xml:space="preserve"> </w:t>
      </w:r>
      <w:r w:rsidRPr="00222A9F">
        <w:rPr>
          <w:sz w:val="16"/>
        </w:rPr>
        <w:t>Organizational Partners and shall not be implemented.</w:t>
      </w:r>
      <w:r w:rsidRPr="00222A9F">
        <w:rPr>
          <w:sz w:val="16"/>
        </w:rPr>
        <w:br/>
        <w:t>This Specification is provided for future development work within 3GPP</w:t>
      </w:r>
      <w:r w:rsidRPr="00222A9F">
        <w:rPr>
          <w:sz w:val="16"/>
          <w:vertAlign w:val="superscript"/>
        </w:rPr>
        <w:t xml:space="preserve"> </w:t>
      </w:r>
      <w:r w:rsidRPr="00222A9F">
        <w:rPr>
          <w:sz w:val="16"/>
        </w:rPr>
        <w:t>only. The Organizational Partners accept no liability for any use of this Specification.</w:t>
      </w:r>
      <w:r w:rsidRPr="00222A9F">
        <w:rPr>
          <w:sz w:val="16"/>
        </w:rPr>
        <w:br/>
        <w:t>Specifications and Reports for implementation of the 3GPP</w:t>
      </w:r>
      <w:r w:rsidRPr="00222A9F">
        <w:rPr>
          <w:sz w:val="16"/>
          <w:vertAlign w:val="superscript"/>
        </w:rPr>
        <w:t xml:space="preserve"> TM</w:t>
      </w:r>
      <w:r w:rsidRPr="00222A9F">
        <w:rPr>
          <w:sz w:val="16"/>
        </w:rPr>
        <w:t xml:space="preserve"> system should be obtained via the 3GPP Organizational Partners' Publications Offices.</w:t>
      </w:r>
    </w:p>
    <w:p w14:paraId="7BD3632D" w14:textId="77777777" w:rsidR="00396766" w:rsidRPr="00222A9F" w:rsidRDefault="00396766" w:rsidP="00396766">
      <w:pPr>
        <w:pStyle w:val="ZV"/>
        <w:framePr w:wrap="notBeside"/>
      </w:pPr>
    </w:p>
    <w:p w14:paraId="7790AC55" w14:textId="77777777" w:rsidR="00396766" w:rsidRPr="00222A9F" w:rsidRDefault="00396766" w:rsidP="00396766"/>
    <w:bookmarkEnd w:id="0"/>
    <w:p w14:paraId="04302F58" w14:textId="77777777" w:rsidR="00396766" w:rsidRPr="00222A9F" w:rsidRDefault="00396766" w:rsidP="00396766">
      <w:pPr>
        <w:sectPr w:rsidR="00396766" w:rsidRPr="00222A9F">
          <w:footnotePr>
            <w:numRestart w:val="eachSect"/>
          </w:footnotePr>
          <w:pgSz w:w="11907" w:h="16840"/>
          <w:pgMar w:top="2268" w:right="851" w:bottom="10773" w:left="851" w:header="0" w:footer="0" w:gutter="0"/>
          <w:cols w:space="720"/>
        </w:sectPr>
      </w:pPr>
    </w:p>
    <w:p w14:paraId="4794FD30" w14:textId="77777777" w:rsidR="00396766" w:rsidRPr="00222A9F" w:rsidRDefault="00396766" w:rsidP="00396766">
      <w:bookmarkStart w:id="1" w:name="page2"/>
    </w:p>
    <w:p w14:paraId="39C1F973" w14:textId="77777777" w:rsidR="00396766" w:rsidRPr="00222A9F" w:rsidRDefault="00396766" w:rsidP="00396766"/>
    <w:p w14:paraId="618B708A" w14:textId="77777777" w:rsidR="00396766" w:rsidRPr="00222A9F" w:rsidRDefault="00396766" w:rsidP="00396766"/>
    <w:p w14:paraId="3D694E13" w14:textId="77777777" w:rsidR="00396766" w:rsidRPr="00222A9F" w:rsidRDefault="00396766" w:rsidP="00396766">
      <w:pPr>
        <w:pStyle w:val="FP"/>
        <w:framePr w:wrap="notBeside" w:hAnchor="margin" w:yAlign="center"/>
        <w:spacing w:after="240"/>
        <w:ind w:left="2835" w:right="2835"/>
        <w:jc w:val="center"/>
        <w:rPr>
          <w:rFonts w:ascii="Arial" w:hAnsi="Arial"/>
          <w:b/>
          <w:i/>
        </w:rPr>
      </w:pPr>
      <w:r w:rsidRPr="00222A9F">
        <w:rPr>
          <w:rFonts w:ascii="Arial" w:hAnsi="Arial"/>
          <w:b/>
          <w:i/>
        </w:rPr>
        <w:t>3GPP</w:t>
      </w:r>
    </w:p>
    <w:p w14:paraId="0BE516FB" w14:textId="77777777" w:rsidR="00396766" w:rsidRPr="00222A9F" w:rsidRDefault="00396766" w:rsidP="00396766">
      <w:pPr>
        <w:pStyle w:val="FP"/>
        <w:framePr w:wrap="notBeside" w:hAnchor="margin" w:yAlign="center"/>
        <w:pBdr>
          <w:bottom w:val="single" w:sz="6" w:space="1" w:color="auto"/>
        </w:pBdr>
        <w:ind w:left="2835" w:right="2835"/>
        <w:jc w:val="center"/>
      </w:pPr>
      <w:r w:rsidRPr="00222A9F">
        <w:t>Postal address</w:t>
      </w:r>
    </w:p>
    <w:p w14:paraId="6EAF5A1F" w14:textId="77777777" w:rsidR="00396766" w:rsidRPr="00222A9F" w:rsidRDefault="00396766" w:rsidP="00396766">
      <w:pPr>
        <w:pStyle w:val="FP"/>
        <w:framePr w:wrap="notBeside" w:hAnchor="margin" w:yAlign="center"/>
        <w:ind w:left="2835" w:right="2835"/>
        <w:jc w:val="center"/>
        <w:rPr>
          <w:rFonts w:ascii="Arial" w:hAnsi="Arial"/>
          <w:sz w:val="18"/>
        </w:rPr>
      </w:pPr>
    </w:p>
    <w:p w14:paraId="58214747" w14:textId="77777777" w:rsidR="00396766" w:rsidRPr="00222A9F" w:rsidRDefault="00396766" w:rsidP="00396766">
      <w:pPr>
        <w:pStyle w:val="FP"/>
        <w:framePr w:wrap="notBeside" w:hAnchor="margin" w:yAlign="center"/>
        <w:pBdr>
          <w:bottom w:val="single" w:sz="6" w:space="1" w:color="auto"/>
        </w:pBdr>
        <w:spacing w:before="240"/>
        <w:ind w:left="2835" w:right="2835"/>
        <w:jc w:val="center"/>
      </w:pPr>
      <w:r w:rsidRPr="00222A9F">
        <w:t>3GPP support office address</w:t>
      </w:r>
    </w:p>
    <w:p w14:paraId="0FB85DEA" w14:textId="77777777" w:rsidR="00396766" w:rsidRPr="00222A9F" w:rsidRDefault="00396766" w:rsidP="00396766">
      <w:pPr>
        <w:pStyle w:val="FP"/>
        <w:framePr w:wrap="notBeside" w:hAnchor="margin" w:yAlign="center"/>
        <w:ind w:left="2835" w:right="2835"/>
        <w:jc w:val="center"/>
        <w:rPr>
          <w:rFonts w:ascii="Arial" w:hAnsi="Arial"/>
          <w:sz w:val="18"/>
        </w:rPr>
      </w:pPr>
      <w:r w:rsidRPr="00222A9F">
        <w:rPr>
          <w:rFonts w:ascii="Arial" w:hAnsi="Arial"/>
          <w:sz w:val="18"/>
        </w:rPr>
        <w:t>650 Route des Lucioles - Sophia Antipolis</w:t>
      </w:r>
    </w:p>
    <w:p w14:paraId="2EF79BCC" w14:textId="77777777" w:rsidR="00396766" w:rsidRPr="00222A9F" w:rsidRDefault="00396766" w:rsidP="00396766">
      <w:pPr>
        <w:pStyle w:val="FP"/>
        <w:framePr w:wrap="notBeside" w:hAnchor="margin" w:yAlign="center"/>
        <w:ind w:left="2835" w:right="2835"/>
        <w:jc w:val="center"/>
        <w:rPr>
          <w:rFonts w:ascii="Arial" w:hAnsi="Arial"/>
          <w:sz w:val="18"/>
        </w:rPr>
      </w:pPr>
      <w:r w:rsidRPr="00222A9F">
        <w:rPr>
          <w:rFonts w:ascii="Arial" w:hAnsi="Arial"/>
          <w:sz w:val="18"/>
        </w:rPr>
        <w:t>Valbonne - FRANCE</w:t>
      </w:r>
    </w:p>
    <w:p w14:paraId="6C20A704" w14:textId="77777777" w:rsidR="00396766" w:rsidRPr="00222A9F" w:rsidRDefault="00396766" w:rsidP="00396766">
      <w:pPr>
        <w:pStyle w:val="FP"/>
        <w:framePr w:wrap="notBeside" w:hAnchor="margin" w:yAlign="center"/>
        <w:spacing w:after="20"/>
        <w:ind w:left="2835" w:right="2835"/>
        <w:jc w:val="center"/>
        <w:rPr>
          <w:rFonts w:ascii="Arial" w:hAnsi="Arial"/>
          <w:sz w:val="18"/>
        </w:rPr>
      </w:pPr>
      <w:r w:rsidRPr="00222A9F">
        <w:rPr>
          <w:rFonts w:ascii="Arial" w:hAnsi="Arial"/>
          <w:sz w:val="18"/>
        </w:rPr>
        <w:t>Tel.: +33 4 92 94 42 00 Fax: +33 4 93 65 47 16</w:t>
      </w:r>
    </w:p>
    <w:p w14:paraId="3BB4305A" w14:textId="77777777" w:rsidR="00396766" w:rsidRPr="00222A9F" w:rsidRDefault="00396766" w:rsidP="00396766">
      <w:pPr>
        <w:pStyle w:val="FP"/>
        <w:framePr w:wrap="notBeside" w:hAnchor="margin" w:yAlign="center"/>
        <w:pBdr>
          <w:bottom w:val="single" w:sz="6" w:space="1" w:color="auto"/>
        </w:pBdr>
        <w:spacing w:before="240"/>
        <w:ind w:left="2835" w:right="2835"/>
        <w:jc w:val="center"/>
      </w:pPr>
      <w:r w:rsidRPr="00222A9F">
        <w:t>Internet</w:t>
      </w:r>
    </w:p>
    <w:p w14:paraId="0AAFB5C1" w14:textId="77777777" w:rsidR="00396766" w:rsidRPr="00222A9F" w:rsidRDefault="00396766" w:rsidP="00396766">
      <w:pPr>
        <w:pStyle w:val="FP"/>
        <w:framePr w:wrap="notBeside" w:hAnchor="margin" w:yAlign="center"/>
        <w:ind w:left="2835" w:right="2835"/>
        <w:jc w:val="center"/>
        <w:rPr>
          <w:rFonts w:ascii="Arial" w:hAnsi="Arial"/>
          <w:sz w:val="18"/>
        </w:rPr>
      </w:pPr>
      <w:r w:rsidRPr="00222A9F">
        <w:rPr>
          <w:rFonts w:ascii="Arial" w:hAnsi="Arial"/>
          <w:sz w:val="18"/>
        </w:rPr>
        <w:t>http://www.3gpp.org</w:t>
      </w:r>
    </w:p>
    <w:p w14:paraId="11DC646A" w14:textId="77777777" w:rsidR="00396766" w:rsidRPr="00222A9F" w:rsidRDefault="00396766" w:rsidP="00396766"/>
    <w:p w14:paraId="4F04EBEE" w14:textId="77777777" w:rsidR="00396766" w:rsidRPr="00222A9F" w:rsidRDefault="00396766" w:rsidP="00396766">
      <w:pPr>
        <w:pStyle w:val="FP"/>
        <w:framePr w:h="3057" w:hRule="exact" w:wrap="notBeside" w:vAnchor="page" w:hAnchor="margin" w:y="12605"/>
        <w:pBdr>
          <w:bottom w:val="single" w:sz="6" w:space="1" w:color="auto"/>
        </w:pBdr>
        <w:spacing w:after="240"/>
        <w:jc w:val="center"/>
        <w:rPr>
          <w:rFonts w:ascii="Arial" w:hAnsi="Arial"/>
          <w:b/>
          <w:i/>
          <w:noProof/>
        </w:rPr>
      </w:pPr>
      <w:r w:rsidRPr="00222A9F">
        <w:rPr>
          <w:rFonts w:ascii="Arial" w:hAnsi="Arial"/>
          <w:b/>
          <w:i/>
          <w:noProof/>
        </w:rPr>
        <w:t>Copyright Notification</w:t>
      </w:r>
    </w:p>
    <w:p w14:paraId="0ADBF6DC" w14:textId="77777777" w:rsidR="00396766" w:rsidRPr="00222A9F" w:rsidRDefault="00396766" w:rsidP="00396766">
      <w:pPr>
        <w:pStyle w:val="FP"/>
        <w:framePr w:h="3057" w:hRule="exact" w:wrap="notBeside" w:vAnchor="page" w:hAnchor="margin" w:y="12605"/>
        <w:jc w:val="center"/>
        <w:rPr>
          <w:noProof/>
        </w:rPr>
      </w:pPr>
      <w:r w:rsidRPr="00222A9F">
        <w:rPr>
          <w:noProof/>
        </w:rPr>
        <w:t>No part may be reproduced except as authorized by written permission.</w:t>
      </w:r>
      <w:r w:rsidRPr="00222A9F">
        <w:rPr>
          <w:noProof/>
        </w:rPr>
        <w:br/>
        <w:t>The copyright and the foregoing restriction extend to reproduction in all media.</w:t>
      </w:r>
    </w:p>
    <w:p w14:paraId="339A10E4" w14:textId="77777777" w:rsidR="00396766" w:rsidRPr="00222A9F" w:rsidRDefault="00396766" w:rsidP="00396766">
      <w:pPr>
        <w:pStyle w:val="FP"/>
        <w:framePr w:h="3057" w:hRule="exact" w:wrap="notBeside" w:vAnchor="page" w:hAnchor="margin" w:y="12605"/>
        <w:jc w:val="center"/>
        <w:rPr>
          <w:noProof/>
        </w:rPr>
      </w:pPr>
    </w:p>
    <w:p w14:paraId="3886D2CB" w14:textId="182C1211" w:rsidR="00396766" w:rsidRPr="00222A9F" w:rsidRDefault="00396766" w:rsidP="00396766">
      <w:pPr>
        <w:pStyle w:val="FP"/>
        <w:framePr w:h="3057" w:hRule="exact" w:wrap="notBeside" w:vAnchor="page" w:hAnchor="margin" w:y="12605"/>
        <w:jc w:val="center"/>
        <w:rPr>
          <w:noProof/>
          <w:sz w:val="18"/>
        </w:rPr>
      </w:pPr>
      <w:r w:rsidRPr="00222A9F">
        <w:rPr>
          <w:noProof/>
          <w:sz w:val="18"/>
        </w:rPr>
        <w:t xml:space="preserve">© </w:t>
      </w:r>
      <w:r w:rsidR="009D09B6" w:rsidRPr="00222A9F">
        <w:rPr>
          <w:noProof/>
          <w:sz w:val="18"/>
        </w:rPr>
        <w:t>20</w:t>
      </w:r>
      <w:r w:rsidR="009D09B6">
        <w:rPr>
          <w:noProof/>
          <w:sz w:val="18"/>
        </w:rPr>
        <w:t>22</w:t>
      </w:r>
      <w:r w:rsidRPr="00222A9F">
        <w:rPr>
          <w:noProof/>
          <w:sz w:val="18"/>
        </w:rPr>
        <w:t>, 3GPP Organizational Partners (ARIB, ATIS, CCSA, ETSI, TSDSI, TTA, TTC).</w:t>
      </w:r>
      <w:bookmarkStart w:id="2" w:name="copyrightaddon"/>
      <w:bookmarkEnd w:id="2"/>
    </w:p>
    <w:p w14:paraId="27519907" w14:textId="77777777" w:rsidR="00396766" w:rsidRPr="00222A9F" w:rsidRDefault="00396766" w:rsidP="00396766">
      <w:pPr>
        <w:pStyle w:val="FP"/>
        <w:framePr w:h="3057" w:hRule="exact" w:wrap="notBeside" w:vAnchor="page" w:hAnchor="margin" w:y="12605"/>
        <w:jc w:val="center"/>
        <w:rPr>
          <w:noProof/>
          <w:sz w:val="18"/>
        </w:rPr>
      </w:pPr>
      <w:r w:rsidRPr="00222A9F">
        <w:rPr>
          <w:noProof/>
          <w:sz w:val="18"/>
        </w:rPr>
        <w:t>All rights reserved.</w:t>
      </w:r>
    </w:p>
    <w:p w14:paraId="00686EE0" w14:textId="77777777" w:rsidR="00396766" w:rsidRPr="00222A9F" w:rsidRDefault="00396766" w:rsidP="00396766">
      <w:pPr>
        <w:pStyle w:val="FP"/>
        <w:framePr w:h="3057" w:hRule="exact" w:wrap="notBeside" w:vAnchor="page" w:hAnchor="margin" w:y="12605"/>
        <w:rPr>
          <w:noProof/>
          <w:sz w:val="18"/>
        </w:rPr>
      </w:pPr>
    </w:p>
    <w:p w14:paraId="417225DF" w14:textId="77777777" w:rsidR="00396766" w:rsidRPr="00222A9F" w:rsidRDefault="00396766" w:rsidP="00396766">
      <w:pPr>
        <w:pStyle w:val="FP"/>
        <w:framePr w:h="3057" w:hRule="exact" w:wrap="notBeside" w:vAnchor="page" w:hAnchor="margin" w:y="12605"/>
        <w:rPr>
          <w:noProof/>
          <w:sz w:val="18"/>
        </w:rPr>
      </w:pPr>
      <w:r w:rsidRPr="00222A9F">
        <w:rPr>
          <w:noProof/>
          <w:sz w:val="18"/>
        </w:rPr>
        <w:t>UMTS™ is a Trade Mark of ETSI registered for the benefit of its members</w:t>
      </w:r>
    </w:p>
    <w:p w14:paraId="5323B314" w14:textId="77777777" w:rsidR="00396766" w:rsidRPr="00222A9F" w:rsidRDefault="00396766" w:rsidP="00396766">
      <w:pPr>
        <w:pStyle w:val="FP"/>
        <w:framePr w:h="3057" w:hRule="exact" w:wrap="notBeside" w:vAnchor="page" w:hAnchor="margin" w:y="12605"/>
        <w:rPr>
          <w:noProof/>
          <w:sz w:val="18"/>
        </w:rPr>
      </w:pPr>
      <w:r w:rsidRPr="00222A9F">
        <w:rPr>
          <w:noProof/>
          <w:sz w:val="18"/>
        </w:rPr>
        <w:t>3GPP™ is a Trade Mark of ETSI registered for the benefit of its Members and of the 3GPP Organizational Partners</w:t>
      </w:r>
      <w:r w:rsidRPr="00222A9F">
        <w:rPr>
          <w:noProof/>
          <w:sz w:val="18"/>
        </w:rPr>
        <w:br/>
        <w:t>LTE™ is a Trade Mark of ETSI registered for the benefit of its Members and of the 3GPP Organizational Partners</w:t>
      </w:r>
    </w:p>
    <w:p w14:paraId="1B99F10A" w14:textId="77777777" w:rsidR="00396766" w:rsidRPr="00222A9F" w:rsidRDefault="00396766" w:rsidP="00396766">
      <w:pPr>
        <w:pStyle w:val="FP"/>
        <w:framePr w:h="3057" w:hRule="exact" w:wrap="notBeside" w:vAnchor="page" w:hAnchor="margin" w:y="12605"/>
        <w:rPr>
          <w:noProof/>
          <w:sz w:val="18"/>
        </w:rPr>
      </w:pPr>
      <w:r w:rsidRPr="00222A9F">
        <w:rPr>
          <w:noProof/>
          <w:sz w:val="18"/>
        </w:rPr>
        <w:t>GSM® and the GSM logo are registered and owned by the GSM Association</w:t>
      </w:r>
    </w:p>
    <w:bookmarkEnd w:id="1"/>
    <w:p w14:paraId="7BC0E040" w14:textId="77777777" w:rsidR="00396766" w:rsidRPr="00222A9F" w:rsidRDefault="00396766" w:rsidP="00396766">
      <w:pPr>
        <w:pStyle w:val="TT"/>
      </w:pPr>
      <w:r w:rsidRPr="00222A9F">
        <w:br w:type="page"/>
      </w:r>
      <w:r w:rsidRPr="00222A9F">
        <w:lastRenderedPageBreak/>
        <w:t>Contents</w:t>
      </w:r>
    </w:p>
    <w:p w14:paraId="3DDB53F2" w14:textId="7CB805F7" w:rsidR="00B02DB9" w:rsidRDefault="00B02DB9">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_Toc89424029 \h </w:instrText>
      </w:r>
      <w:r>
        <w:fldChar w:fldCharType="separate"/>
      </w:r>
      <w:r>
        <w:t>5</w:t>
      </w:r>
      <w:r>
        <w:fldChar w:fldCharType="end"/>
      </w:r>
    </w:p>
    <w:p w14:paraId="223034DF" w14:textId="10282CFF" w:rsidR="00B02DB9" w:rsidRDefault="00B02DB9">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_Toc89424030 \h </w:instrText>
      </w:r>
      <w:r>
        <w:fldChar w:fldCharType="separate"/>
      </w:r>
      <w:r>
        <w:t>6</w:t>
      </w:r>
      <w:r>
        <w:fldChar w:fldCharType="end"/>
      </w:r>
    </w:p>
    <w:p w14:paraId="2E690D34" w14:textId="1A9A924F" w:rsidR="00B02DB9" w:rsidRDefault="00B02DB9">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_Toc89424031 \h </w:instrText>
      </w:r>
      <w:r>
        <w:fldChar w:fldCharType="separate"/>
      </w:r>
      <w:r>
        <w:t>6</w:t>
      </w:r>
      <w:r>
        <w:fldChar w:fldCharType="end"/>
      </w:r>
    </w:p>
    <w:p w14:paraId="0F2C5497" w14:textId="1A1AE674" w:rsidR="00B02DB9" w:rsidRDefault="00B02DB9">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r>
      <w:r>
        <w:instrText xml:space="preserve"> PAGEREF _Toc89424032 \h </w:instrText>
      </w:r>
      <w:r>
        <w:fldChar w:fldCharType="separate"/>
      </w:r>
      <w:r>
        <w:t>8</w:t>
      </w:r>
      <w:r>
        <w:fldChar w:fldCharType="end"/>
      </w:r>
    </w:p>
    <w:p w14:paraId="32B5F062" w14:textId="3AE9EB0F" w:rsidR="00B02DB9" w:rsidRDefault="00B02DB9">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_Toc89424033 \h </w:instrText>
      </w:r>
      <w:r>
        <w:fldChar w:fldCharType="separate"/>
      </w:r>
      <w:r>
        <w:t>8</w:t>
      </w:r>
      <w:r>
        <w:fldChar w:fldCharType="end"/>
      </w:r>
    </w:p>
    <w:p w14:paraId="08D3BD0A" w14:textId="3B4E018E" w:rsidR="00B02DB9" w:rsidRDefault="00B02DB9">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r>
      <w:r>
        <w:instrText xml:space="preserve"> PAGEREF _Toc89424034 \h </w:instrText>
      </w:r>
      <w:r>
        <w:fldChar w:fldCharType="separate"/>
      </w:r>
      <w:r>
        <w:t>9</w:t>
      </w:r>
      <w:r>
        <w:fldChar w:fldCharType="end"/>
      </w:r>
    </w:p>
    <w:p w14:paraId="3E07EF84" w14:textId="6BBAE313" w:rsidR="00B02DB9" w:rsidRDefault="00B02DB9">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r>
      <w:r>
        <w:instrText xml:space="preserve"> PAGEREF _Toc89424035 \h </w:instrText>
      </w:r>
      <w:r>
        <w:fldChar w:fldCharType="separate"/>
      </w:r>
      <w:r>
        <w:t>9</w:t>
      </w:r>
      <w:r>
        <w:fldChar w:fldCharType="end"/>
      </w:r>
    </w:p>
    <w:p w14:paraId="517C6E59" w14:textId="2D2755FC" w:rsidR="00B02DB9" w:rsidRDefault="00B02DB9">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Test conditions</w:t>
      </w:r>
      <w:r>
        <w:tab/>
      </w:r>
      <w:r>
        <w:fldChar w:fldCharType="begin"/>
      </w:r>
      <w:r>
        <w:instrText xml:space="preserve"> PAGEREF _Toc89424036 \h </w:instrText>
      </w:r>
      <w:r>
        <w:fldChar w:fldCharType="separate"/>
      </w:r>
      <w:r>
        <w:t>10</w:t>
      </w:r>
      <w:r>
        <w:fldChar w:fldCharType="end"/>
      </w:r>
    </w:p>
    <w:p w14:paraId="2DA22C8B" w14:textId="1FADAB3F" w:rsidR="00B02DB9" w:rsidRDefault="00B02DB9">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General</w:t>
      </w:r>
      <w:r>
        <w:tab/>
      </w:r>
      <w:r>
        <w:fldChar w:fldCharType="begin"/>
      </w:r>
      <w:r>
        <w:instrText xml:space="preserve"> PAGEREF _Toc89424037 \h </w:instrText>
      </w:r>
      <w:r>
        <w:fldChar w:fldCharType="separate"/>
      </w:r>
      <w:r>
        <w:t>10</w:t>
      </w:r>
      <w:r>
        <w:fldChar w:fldCharType="end"/>
      </w:r>
    </w:p>
    <w:p w14:paraId="41938CAA" w14:textId="1BFFBF10" w:rsidR="00B02DB9" w:rsidRDefault="00B02DB9">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Arrangements for establishing a communication link</w:t>
      </w:r>
      <w:r>
        <w:tab/>
      </w:r>
      <w:r>
        <w:fldChar w:fldCharType="begin"/>
      </w:r>
      <w:r>
        <w:instrText xml:space="preserve"> PAGEREF _Toc89424038 \h </w:instrText>
      </w:r>
      <w:r>
        <w:fldChar w:fldCharType="separate"/>
      </w:r>
      <w:r>
        <w:t>10</w:t>
      </w:r>
      <w:r>
        <w:fldChar w:fldCharType="end"/>
      </w:r>
    </w:p>
    <w:p w14:paraId="54882A20" w14:textId="525151B8" w:rsidR="00B02DB9" w:rsidRDefault="00B02DB9">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Narrow band responses on receivers</w:t>
      </w:r>
      <w:r>
        <w:tab/>
      </w:r>
      <w:r>
        <w:fldChar w:fldCharType="begin"/>
      </w:r>
      <w:r>
        <w:instrText xml:space="preserve"> PAGEREF _Toc89424039 \h </w:instrText>
      </w:r>
      <w:r>
        <w:fldChar w:fldCharType="separate"/>
      </w:r>
      <w:r>
        <w:t>11</w:t>
      </w:r>
      <w:r>
        <w:fldChar w:fldCharType="end"/>
      </w:r>
    </w:p>
    <w:p w14:paraId="06C4FBB3" w14:textId="11A4BCE7" w:rsidR="00B02DB9" w:rsidRDefault="00B02DB9">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Receiver exclusion band</w:t>
      </w:r>
      <w:r>
        <w:tab/>
      </w:r>
      <w:r>
        <w:fldChar w:fldCharType="begin"/>
      </w:r>
      <w:r>
        <w:instrText xml:space="preserve"> PAGEREF _Toc89424040 \h </w:instrText>
      </w:r>
      <w:r>
        <w:fldChar w:fldCharType="separate"/>
      </w:r>
      <w:r>
        <w:t>11</w:t>
      </w:r>
      <w:r>
        <w:fldChar w:fldCharType="end"/>
      </w:r>
    </w:p>
    <w:p w14:paraId="4DF8AEFC" w14:textId="66B5BA56" w:rsidR="00B02DB9" w:rsidRDefault="00B02DB9">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Performance assessment</w:t>
      </w:r>
      <w:r>
        <w:tab/>
      </w:r>
      <w:r>
        <w:fldChar w:fldCharType="begin"/>
      </w:r>
      <w:r>
        <w:instrText xml:space="preserve"> PAGEREF _Toc89424041 \h </w:instrText>
      </w:r>
      <w:r>
        <w:fldChar w:fldCharType="separate"/>
      </w:r>
      <w:r>
        <w:t>13</w:t>
      </w:r>
      <w:r>
        <w:fldChar w:fldCharType="end"/>
      </w:r>
    </w:p>
    <w:p w14:paraId="585DD2C9" w14:textId="0765188B" w:rsidR="00B02DB9" w:rsidRDefault="00B02DB9">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General</w:t>
      </w:r>
      <w:r>
        <w:tab/>
      </w:r>
      <w:r>
        <w:fldChar w:fldCharType="begin"/>
      </w:r>
      <w:r>
        <w:instrText xml:space="preserve"> PAGEREF _Toc89424042 \h </w:instrText>
      </w:r>
      <w:r>
        <w:fldChar w:fldCharType="separate"/>
      </w:r>
      <w:r>
        <w:t>13</w:t>
      </w:r>
      <w:r>
        <w:fldChar w:fldCharType="end"/>
      </w:r>
    </w:p>
    <w:p w14:paraId="226C4FAC" w14:textId="04BC7730" w:rsidR="00B02DB9" w:rsidRDefault="00B02DB9">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Equipment which can provide a continuous communication link</w:t>
      </w:r>
      <w:r>
        <w:tab/>
      </w:r>
      <w:r>
        <w:fldChar w:fldCharType="begin"/>
      </w:r>
      <w:r>
        <w:instrText xml:space="preserve"> PAGEREF _Toc89424043 \h </w:instrText>
      </w:r>
      <w:r>
        <w:fldChar w:fldCharType="separate"/>
      </w:r>
      <w:r>
        <w:t>14</w:t>
      </w:r>
      <w:r>
        <w:fldChar w:fldCharType="end"/>
      </w:r>
    </w:p>
    <w:p w14:paraId="30394D7B" w14:textId="6F2A169D" w:rsidR="00B02DB9" w:rsidRDefault="00B02DB9">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Equipment which can only provide a discontinuous communication link (packet data/transmission)</w:t>
      </w:r>
      <w:r>
        <w:tab/>
      </w:r>
      <w:r>
        <w:fldChar w:fldCharType="begin"/>
      </w:r>
      <w:r>
        <w:instrText xml:space="preserve"> PAGEREF _Toc89424044 \h </w:instrText>
      </w:r>
      <w:r>
        <w:fldChar w:fldCharType="separate"/>
      </w:r>
      <w:r>
        <w:t>14</w:t>
      </w:r>
      <w:r>
        <w:fldChar w:fldCharType="end"/>
      </w:r>
    </w:p>
    <w:p w14:paraId="215E32EA" w14:textId="01A192AC" w:rsidR="00B02DB9" w:rsidRDefault="00B02DB9">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Equipment which does not provide a communication link</w:t>
      </w:r>
      <w:r>
        <w:tab/>
      </w:r>
      <w:r>
        <w:fldChar w:fldCharType="begin"/>
      </w:r>
      <w:r>
        <w:instrText xml:space="preserve"> PAGEREF _Toc89424045 \h </w:instrText>
      </w:r>
      <w:r>
        <w:fldChar w:fldCharType="separate"/>
      </w:r>
      <w:r>
        <w:t>14</w:t>
      </w:r>
      <w:r>
        <w:fldChar w:fldCharType="end"/>
      </w:r>
    </w:p>
    <w:p w14:paraId="35D3FC92" w14:textId="1FA03DA4" w:rsidR="00B02DB9" w:rsidRDefault="00B02DB9">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Conformance of ancillary equipment</w:t>
      </w:r>
      <w:r>
        <w:tab/>
      </w:r>
      <w:r>
        <w:fldChar w:fldCharType="begin"/>
      </w:r>
      <w:r>
        <w:instrText xml:space="preserve"> PAGEREF _Toc89424046 \h </w:instrText>
      </w:r>
      <w:r>
        <w:fldChar w:fldCharType="separate"/>
      </w:r>
      <w:r>
        <w:t>14</w:t>
      </w:r>
      <w:r>
        <w:fldChar w:fldCharType="end"/>
      </w:r>
    </w:p>
    <w:p w14:paraId="208D4468" w14:textId="7D580E1C" w:rsidR="00B02DB9" w:rsidRDefault="00B02DB9">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Equipment classification</w:t>
      </w:r>
      <w:r>
        <w:tab/>
      </w:r>
      <w:r>
        <w:fldChar w:fldCharType="begin"/>
      </w:r>
      <w:r>
        <w:instrText xml:space="preserve"> PAGEREF _Toc89424047 \h </w:instrText>
      </w:r>
      <w:r>
        <w:fldChar w:fldCharType="separate"/>
      </w:r>
      <w:r>
        <w:t>14</w:t>
      </w:r>
      <w:r>
        <w:fldChar w:fldCharType="end"/>
      </w:r>
    </w:p>
    <w:p w14:paraId="66861BAD" w14:textId="1DDAF3F5" w:rsidR="00B02DB9" w:rsidRDefault="00B02DB9">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Performance criteria</w:t>
      </w:r>
      <w:r>
        <w:tab/>
      </w:r>
      <w:r>
        <w:fldChar w:fldCharType="begin"/>
      </w:r>
      <w:r>
        <w:instrText xml:space="preserve"> PAGEREF _Toc89424048 \h </w:instrText>
      </w:r>
      <w:r>
        <w:fldChar w:fldCharType="separate"/>
      </w:r>
      <w:r>
        <w:t>14</w:t>
      </w:r>
      <w:r>
        <w:fldChar w:fldCharType="end"/>
      </w:r>
    </w:p>
    <w:p w14:paraId="41E0AA24" w14:textId="190B53CC" w:rsidR="00B02DB9" w:rsidRDefault="00B02DB9">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Performance criteria for continuous phenomena</w:t>
      </w:r>
      <w:r>
        <w:tab/>
      </w:r>
      <w:r>
        <w:fldChar w:fldCharType="begin"/>
      </w:r>
      <w:r>
        <w:instrText xml:space="preserve"> PAGEREF _Toc89424049 \h </w:instrText>
      </w:r>
      <w:r>
        <w:fldChar w:fldCharType="separate"/>
      </w:r>
      <w:r>
        <w:t>15</w:t>
      </w:r>
      <w:r>
        <w:fldChar w:fldCharType="end"/>
      </w:r>
    </w:p>
    <w:p w14:paraId="62EC0F4D" w14:textId="4297E634" w:rsidR="00B02DB9" w:rsidRDefault="00B02DB9">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Performance criteria for Transient phenomena</w:t>
      </w:r>
      <w:r>
        <w:tab/>
      </w:r>
      <w:r>
        <w:fldChar w:fldCharType="begin"/>
      </w:r>
      <w:r>
        <w:instrText xml:space="preserve"> PAGEREF _Toc89424050 \h </w:instrText>
      </w:r>
      <w:r>
        <w:fldChar w:fldCharType="separate"/>
      </w:r>
      <w:r>
        <w:t>15</w:t>
      </w:r>
      <w:r>
        <w:fldChar w:fldCharType="end"/>
      </w:r>
    </w:p>
    <w:p w14:paraId="1513F037" w14:textId="54B78360" w:rsidR="00B02DB9" w:rsidRDefault="00B02DB9">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Applicability overview tables</w:t>
      </w:r>
      <w:r>
        <w:tab/>
      </w:r>
      <w:r>
        <w:fldChar w:fldCharType="begin"/>
      </w:r>
      <w:r>
        <w:instrText xml:space="preserve"> PAGEREF _Toc89424051 \h </w:instrText>
      </w:r>
      <w:r>
        <w:fldChar w:fldCharType="separate"/>
      </w:r>
      <w:r>
        <w:t>16</w:t>
      </w:r>
      <w:r>
        <w:fldChar w:fldCharType="end"/>
      </w:r>
    </w:p>
    <w:p w14:paraId="38F32F65" w14:textId="72C97AF4" w:rsidR="00B02DB9" w:rsidRDefault="00B02DB9">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Emission</w:t>
      </w:r>
      <w:r>
        <w:tab/>
      </w:r>
      <w:r>
        <w:fldChar w:fldCharType="begin"/>
      </w:r>
      <w:r>
        <w:instrText xml:space="preserve"> PAGEREF _Toc89424052 \h </w:instrText>
      </w:r>
      <w:r>
        <w:fldChar w:fldCharType="separate"/>
      </w:r>
      <w:r>
        <w:t>16</w:t>
      </w:r>
      <w:r>
        <w:fldChar w:fldCharType="end"/>
      </w:r>
    </w:p>
    <w:p w14:paraId="646DFF1F" w14:textId="293A4D3B" w:rsidR="00B02DB9" w:rsidRDefault="00B02DB9">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Immunity</w:t>
      </w:r>
      <w:r>
        <w:tab/>
      </w:r>
      <w:r>
        <w:fldChar w:fldCharType="begin"/>
      </w:r>
      <w:r>
        <w:instrText xml:space="preserve"> PAGEREF _Toc89424053 \h </w:instrText>
      </w:r>
      <w:r>
        <w:fldChar w:fldCharType="separate"/>
      </w:r>
      <w:r>
        <w:t>17</w:t>
      </w:r>
      <w:r>
        <w:fldChar w:fldCharType="end"/>
      </w:r>
    </w:p>
    <w:p w14:paraId="6AE12266" w14:textId="4775AF55" w:rsidR="00B02DB9" w:rsidRDefault="00B02DB9">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Methods of measurement and limits for EMC emissions</w:t>
      </w:r>
      <w:r>
        <w:tab/>
      </w:r>
      <w:r>
        <w:fldChar w:fldCharType="begin"/>
      </w:r>
      <w:r>
        <w:instrText xml:space="preserve"> PAGEREF _Toc89424054 \h </w:instrText>
      </w:r>
      <w:r>
        <w:fldChar w:fldCharType="separate"/>
      </w:r>
      <w:r>
        <w:t>17</w:t>
      </w:r>
      <w:r>
        <w:fldChar w:fldCharType="end"/>
      </w:r>
    </w:p>
    <w:p w14:paraId="59F19099" w14:textId="7BADA2CD" w:rsidR="00B02DB9" w:rsidRDefault="00B02DB9">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Test configurations</w:t>
      </w:r>
      <w:r>
        <w:tab/>
      </w:r>
      <w:r>
        <w:fldChar w:fldCharType="begin"/>
      </w:r>
      <w:r>
        <w:instrText xml:space="preserve"> PAGEREF _Toc89424055 \h </w:instrText>
      </w:r>
      <w:r>
        <w:fldChar w:fldCharType="separate"/>
      </w:r>
      <w:r>
        <w:t>17</w:t>
      </w:r>
      <w:r>
        <w:fldChar w:fldCharType="end"/>
      </w:r>
    </w:p>
    <w:p w14:paraId="23452D01" w14:textId="222E10CA" w:rsidR="00B02DB9" w:rsidRDefault="00B02DB9">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Radiated Emission</w:t>
      </w:r>
      <w:r>
        <w:tab/>
      </w:r>
      <w:r>
        <w:fldChar w:fldCharType="begin"/>
      </w:r>
      <w:r>
        <w:instrText xml:space="preserve"> PAGEREF _Toc89424056 \h </w:instrText>
      </w:r>
      <w:r>
        <w:fldChar w:fldCharType="separate"/>
      </w:r>
      <w:r>
        <w:t>18</w:t>
      </w:r>
      <w:r>
        <w:fldChar w:fldCharType="end"/>
      </w:r>
    </w:p>
    <w:p w14:paraId="2FDC36A9" w14:textId="0DC1EEB0" w:rsidR="00B02DB9" w:rsidRDefault="00B02DB9">
      <w:pPr>
        <w:pStyle w:val="TOC3"/>
        <w:rPr>
          <w:rFonts w:asciiTheme="minorHAnsi" w:eastAsiaTheme="minorEastAsia" w:hAnsiTheme="minorHAnsi" w:cstheme="minorBidi"/>
          <w:sz w:val="22"/>
          <w:szCs w:val="22"/>
        </w:rPr>
      </w:pPr>
      <w:r>
        <w:t>8.2.1</w:t>
      </w:r>
      <w:r>
        <w:rPr>
          <w:rFonts w:asciiTheme="minorHAnsi" w:eastAsiaTheme="minorEastAsia" w:hAnsiTheme="minorHAnsi" w:cstheme="minorBidi"/>
          <w:sz w:val="22"/>
          <w:szCs w:val="22"/>
        </w:rPr>
        <w:tab/>
      </w:r>
      <w:r>
        <w:t>Definition</w:t>
      </w:r>
      <w:r>
        <w:tab/>
      </w:r>
      <w:r>
        <w:fldChar w:fldCharType="begin"/>
      </w:r>
      <w:r>
        <w:instrText xml:space="preserve"> PAGEREF _Toc89424057 \h </w:instrText>
      </w:r>
      <w:r>
        <w:fldChar w:fldCharType="separate"/>
      </w:r>
      <w:r>
        <w:t>18</w:t>
      </w:r>
      <w:r>
        <w:fldChar w:fldCharType="end"/>
      </w:r>
    </w:p>
    <w:p w14:paraId="2E29CD2F" w14:textId="5622835E" w:rsidR="00B02DB9" w:rsidRDefault="00B02DB9">
      <w:pPr>
        <w:pStyle w:val="TOC3"/>
        <w:rPr>
          <w:rFonts w:asciiTheme="minorHAnsi" w:eastAsiaTheme="minorEastAsia" w:hAnsiTheme="minorHAnsi" w:cstheme="minorBidi"/>
          <w:sz w:val="22"/>
          <w:szCs w:val="22"/>
        </w:rPr>
      </w:pPr>
      <w:r>
        <w:t>8.2.2</w:t>
      </w:r>
      <w:r>
        <w:rPr>
          <w:rFonts w:asciiTheme="minorHAnsi" w:eastAsiaTheme="minorEastAsia" w:hAnsiTheme="minorHAnsi" w:cstheme="minorBidi"/>
          <w:sz w:val="22"/>
          <w:szCs w:val="22"/>
        </w:rPr>
        <w:tab/>
      </w:r>
      <w:r>
        <w:t>Test method</w:t>
      </w:r>
      <w:r>
        <w:tab/>
      </w:r>
      <w:r>
        <w:fldChar w:fldCharType="begin"/>
      </w:r>
      <w:r>
        <w:instrText xml:space="preserve"> PAGEREF _Toc89424058 \h </w:instrText>
      </w:r>
      <w:r>
        <w:fldChar w:fldCharType="separate"/>
      </w:r>
      <w:r>
        <w:t>18</w:t>
      </w:r>
      <w:r>
        <w:fldChar w:fldCharType="end"/>
      </w:r>
    </w:p>
    <w:p w14:paraId="14B14B1C" w14:textId="09B446D0" w:rsidR="00B02DB9" w:rsidRDefault="00B02DB9">
      <w:pPr>
        <w:pStyle w:val="TOC3"/>
        <w:rPr>
          <w:rFonts w:asciiTheme="minorHAnsi" w:eastAsiaTheme="minorEastAsia" w:hAnsiTheme="minorHAnsi" w:cstheme="minorBidi"/>
          <w:sz w:val="22"/>
          <w:szCs w:val="22"/>
        </w:rPr>
      </w:pPr>
      <w:r>
        <w:t>8.2.3</w:t>
      </w:r>
      <w:r>
        <w:rPr>
          <w:rFonts w:asciiTheme="minorHAnsi" w:eastAsiaTheme="minorEastAsia" w:hAnsiTheme="minorHAnsi" w:cstheme="minorBidi"/>
          <w:sz w:val="22"/>
          <w:szCs w:val="22"/>
        </w:rPr>
        <w:tab/>
      </w:r>
      <w:r>
        <w:t>Limits</w:t>
      </w:r>
      <w:r>
        <w:tab/>
      </w:r>
      <w:r>
        <w:fldChar w:fldCharType="begin"/>
      </w:r>
      <w:r>
        <w:instrText xml:space="preserve"> PAGEREF _Toc89424059 \h </w:instrText>
      </w:r>
      <w:r>
        <w:fldChar w:fldCharType="separate"/>
      </w:r>
      <w:r>
        <w:t>18</w:t>
      </w:r>
      <w:r>
        <w:fldChar w:fldCharType="end"/>
      </w:r>
    </w:p>
    <w:p w14:paraId="709B2C23" w14:textId="1F268419" w:rsidR="00B02DB9" w:rsidRDefault="00B02DB9">
      <w:pPr>
        <w:pStyle w:val="TOC3"/>
        <w:rPr>
          <w:rFonts w:asciiTheme="minorHAnsi" w:eastAsiaTheme="minorEastAsia" w:hAnsiTheme="minorHAnsi" w:cstheme="minorBidi"/>
          <w:sz w:val="22"/>
          <w:szCs w:val="22"/>
        </w:rPr>
      </w:pPr>
      <w:r>
        <w:t>8.2.4</w:t>
      </w:r>
      <w:r>
        <w:rPr>
          <w:rFonts w:asciiTheme="minorHAnsi" w:eastAsiaTheme="minorEastAsia" w:hAnsiTheme="minorHAnsi" w:cstheme="minorBidi"/>
          <w:sz w:val="22"/>
          <w:szCs w:val="22"/>
        </w:rPr>
        <w:tab/>
      </w:r>
      <w:r>
        <w:t>Interpretation of the measurement results</w:t>
      </w:r>
      <w:r>
        <w:tab/>
      </w:r>
      <w:r>
        <w:fldChar w:fldCharType="begin"/>
      </w:r>
      <w:r>
        <w:instrText xml:space="preserve"> PAGEREF _Toc89424060 \h </w:instrText>
      </w:r>
      <w:r>
        <w:fldChar w:fldCharType="separate"/>
      </w:r>
      <w:r>
        <w:t>19</w:t>
      </w:r>
      <w:r>
        <w:fldChar w:fldCharType="end"/>
      </w:r>
    </w:p>
    <w:p w14:paraId="0BF9390C" w14:textId="4D4C72E8" w:rsidR="00B02DB9" w:rsidRDefault="00B02DB9">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Conducted emission DC power input/output port</w:t>
      </w:r>
      <w:r>
        <w:tab/>
      </w:r>
      <w:r>
        <w:fldChar w:fldCharType="begin"/>
      </w:r>
      <w:r>
        <w:instrText xml:space="preserve"> PAGEREF _Toc89424061 \h </w:instrText>
      </w:r>
      <w:r>
        <w:fldChar w:fldCharType="separate"/>
      </w:r>
      <w:r>
        <w:t>19</w:t>
      </w:r>
      <w:r>
        <w:fldChar w:fldCharType="end"/>
      </w:r>
    </w:p>
    <w:p w14:paraId="730E3E6C" w14:textId="5C39EAEC" w:rsidR="00B02DB9" w:rsidRDefault="00B02DB9">
      <w:pPr>
        <w:pStyle w:val="TOC3"/>
        <w:rPr>
          <w:rFonts w:asciiTheme="minorHAnsi" w:eastAsiaTheme="minorEastAsia" w:hAnsiTheme="minorHAnsi" w:cstheme="minorBidi"/>
          <w:sz w:val="22"/>
          <w:szCs w:val="22"/>
        </w:rPr>
      </w:pPr>
      <w:r>
        <w:t>8.3.1</w:t>
      </w:r>
      <w:r>
        <w:rPr>
          <w:rFonts w:asciiTheme="minorHAnsi" w:eastAsiaTheme="minorEastAsia" w:hAnsiTheme="minorHAnsi" w:cstheme="minorBidi"/>
          <w:sz w:val="22"/>
          <w:szCs w:val="22"/>
        </w:rPr>
        <w:tab/>
      </w:r>
      <w:r>
        <w:t>Definition</w:t>
      </w:r>
      <w:r>
        <w:tab/>
      </w:r>
      <w:r>
        <w:fldChar w:fldCharType="begin"/>
      </w:r>
      <w:r>
        <w:instrText xml:space="preserve"> PAGEREF _Toc89424062 \h </w:instrText>
      </w:r>
      <w:r>
        <w:fldChar w:fldCharType="separate"/>
      </w:r>
      <w:r>
        <w:t>20</w:t>
      </w:r>
      <w:r>
        <w:fldChar w:fldCharType="end"/>
      </w:r>
    </w:p>
    <w:p w14:paraId="047DB6DD" w14:textId="78CEE8C6" w:rsidR="00B02DB9" w:rsidRDefault="00B02DB9">
      <w:pPr>
        <w:pStyle w:val="TOC3"/>
        <w:rPr>
          <w:rFonts w:asciiTheme="minorHAnsi" w:eastAsiaTheme="minorEastAsia" w:hAnsiTheme="minorHAnsi" w:cstheme="minorBidi"/>
          <w:sz w:val="22"/>
          <w:szCs w:val="22"/>
        </w:rPr>
      </w:pPr>
      <w:r>
        <w:t>8.3.2</w:t>
      </w:r>
      <w:r>
        <w:rPr>
          <w:rFonts w:asciiTheme="minorHAnsi" w:eastAsiaTheme="minorEastAsia" w:hAnsiTheme="minorHAnsi" w:cstheme="minorBidi"/>
          <w:sz w:val="22"/>
          <w:szCs w:val="22"/>
        </w:rPr>
        <w:tab/>
      </w:r>
      <w:r>
        <w:t>Test method</w:t>
      </w:r>
      <w:r>
        <w:tab/>
      </w:r>
      <w:r>
        <w:fldChar w:fldCharType="begin"/>
      </w:r>
      <w:r>
        <w:instrText xml:space="preserve"> PAGEREF _Toc89424063 \h </w:instrText>
      </w:r>
      <w:r>
        <w:fldChar w:fldCharType="separate"/>
      </w:r>
      <w:r>
        <w:t>20</w:t>
      </w:r>
      <w:r>
        <w:fldChar w:fldCharType="end"/>
      </w:r>
    </w:p>
    <w:p w14:paraId="65DCF90D" w14:textId="3B82FA9A" w:rsidR="00B02DB9" w:rsidRDefault="00B02DB9">
      <w:pPr>
        <w:pStyle w:val="TOC3"/>
        <w:rPr>
          <w:rFonts w:asciiTheme="minorHAnsi" w:eastAsiaTheme="minorEastAsia" w:hAnsiTheme="minorHAnsi" w:cstheme="minorBidi"/>
          <w:sz w:val="22"/>
          <w:szCs w:val="22"/>
        </w:rPr>
      </w:pPr>
      <w:r>
        <w:t>8.3.3</w:t>
      </w:r>
      <w:r>
        <w:rPr>
          <w:rFonts w:asciiTheme="minorHAnsi" w:eastAsiaTheme="minorEastAsia" w:hAnsiTheme="minorHAnsi" w:cstheme="minorBidi"/>
          <w:sz w:val="22"/>
          <w:szCs w:val="22"/>
        </w:rPr>
        <w:tab/>
      </w:r>
      <w:r>
        <w:t>Limits</w:t>
      </w:r>
      <w:r>
        <w:tab/>
      </w:r>
      <w:r>
        <w:fldChar w:fldCharType="begin"/>
      </w:r>
      <w:r>
        <w:instrText xml:space="preserve"> PAGEREF _Toc89424064 \h </w:instrText>
      </w:r>
      <w:r>
        <w:fldChar w:fldCharType="separate"/>
      </w:r>
      <w:r>
        <w:t>20</w:t>
      </w:r>
      <w:r>
        <w:fldChar w:fldCharType="end"/>
      </w:r>
    </w:p>
    <w:p w14:paraId="694B4D79" w14:textId="3DFAC05C" w:rsidR="00B02DB9" w:rsidRDefault="00B02DB9">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Conducted emissions, AC mains power input/output port</w:t>
      </w:r>
      <w:r>
        <w:tab/>
      </w:r>
      <w:r>
        <w:fldChar w:fldCharType="begin"/>
      </w:r>
      <w:r>
        <w:instrText xml:space="preserve"> PAGEREF _Toc89424065 \h </w:instrText>
      </w:r>
      <w:r>
        <w:fldChar w:fldCharType="separate"/>
      </w:r>
      <w:r>
        <w:t>20</w:t>
      </w:r>
      <w:r>
        <w:fldChar w:fldCharType="end"/>
      </w:r>
    </w:p>
    <w:p w14:paraId="08E80E6D" w14:textId="10ABDC2D" w:rsidR="00B02DB9" w:rsidRDefault="00B02DB9">
      <w:pPr>
        <w:pStyle w:val="TOC3"/>
        <w:rPr>
          <w:rFonts w:asciiTheme="minorHAnsi" w:eastAsiaTheme="minorEastAsia" w:hAnsiTheme="minorHAnsi" w:cstheme="minorBidi"/>
          <w:sz w:val="22"/>
          <w:szCs w:val="22"/>
        </w:rPr>
      </w:pPr>
      <w:r>
        <w:t>8.4.1</w:t>
      </w:r>
      <w:r>
        <w:rPr>
          <w:rFonts w:asciiTheme="minorHAnsi" w:eastAsiaTheme="minorEastAsia" w:hAnsiTheme="minorHAnsi" w:cstheme="minorBidi"/>
          <w:sz w:val="22"/>
          <w:szCs w:val="22"/>
        </w:rPr>
        <w:tab/>
      </w:r>
      <w:r>
        <w:t>Definition</w:t>
      </w:r>
      <w:r>
        <w:tab/>
      </w:r>
      <w:r>
        <w:fldChar w:fldCharType="begin"/>
      </w:r>
      <w:r>
        <w:instrText xml:space="preserve"> PAGEREF _Toc89424066 \h </w:instrText>
      </w:r>
      <w:r>
        <w:fldChar w:fldCharType="separate"/>
      </w:r>
      <w:r>
        <w:t>20</w:t>
      </w:r>
      <w:r>
        <w:fldChar w:fldCharType="end"/>
      </w:r>
    </w:p>
    <w:p w14:paraId="497E1B8D" w14:textId="0F240ED4" w:rsidR="00B02DB9" w:rsidRDefault="00B02DB9">
      <w:pPr>
        <w:pStyle w:val="TOC3"/>
        <w:rPr>
          <w:rFonts w:asciiTheme="minorHAnsi" w:eastAsiaTheme="minorEastAsia" w:hAnsiTheme="minorHAnsi" w:cstheme="minorBidi"/>
          <w:sz w:val="22"/>
          <w:szCs w:val="22"/>
        </w:rPr>
      </w:pPr>
      <w:r>
        <w:t>8.4.2</w:t>
      </w:r>
      <w:r>
        <w:rPr>
          <w:rFonts w:asciiTheme="minorHAnsi" w:eastAsiaTheme="minorEastAsia" w:hAnsiTheme="minorHAnsi" w:cstheme="minorBidi"/>
          <w:sz w:val="22"/>
          <w:szCs w:val="22"/>
        </w:rPr>
        <w:tab/>
      </w:r>
      <w:r>
        <w:t>Test method</w:t>
      </w:r>
      <w:r>
        <w:tab/>
      </w:r>
      <w:r>
        <w:fldChar w:fldCharType="begin"/>
      </w:r>
      <w:r>
        <w:instrText xml:space="preserve"> PAGEREF _Toc89424067 \h </w:instrText>
      </w:r>
      <w:r>
        <w:fldChar w:fldCharType="separate"/>
      </w:r>
      <w:r>
        <w:t>20</w:t>
      </w:r>
      <w:r>
        <w:fldChar w:fldCharType="end"/>
      </w:r>
    </w:p>
    <w:p w14:paraId="05F3D3A8" w14:textId="41C11234" w:rsidR="00B02DB9" w:rsidRDefault="00B02DB9">
      <w:pPr>
        <w:pStyle w:val="TOC3"/>
        <w:rPr>
          <w:rFonts w:asciiTheme="minorHAnsi" w:eastAsiaTheme="minorEastAsia" w:hAnsiTheme="minorHAnsi" w:cstheme="minorBidi"/>
          <w:sz w:val="22"/>
          <w:szCs w:val="22"/>
        </w:rPr>
      </w:pPr>
      <w:r>
        <w:t>8.4.3</w:t>
      </w:r>
      <w:r>
        <w:rPr>
          <w:rFonts w:asciiTheme="minorHAnsi" w:eastAsiaTheme="minorEastAsia" w:hAnsiTheme="minorHAnsi" w:cstheme="minorBidi"/>
          <w:sz w:val="22"/>
          <w:szCs w:val="22"/>
        </w:rPr>
        <w:tab/>
      </w:r>
      <w:r>
        <w:t>Limits</w:t>
      </w:r>
      <w:r>
        <w:tab/>
      </w:r>
      <w:r>
        <w:fldChar w:fldCharType="begin"/>
      </w:r>
      <w:r>
        <w:instrText xml:space="preserve"> PAGEREF _Toc89424068 \h </w:instrText>
      </w:r>
      <w:r>
        <w:fldChar w:fldCharType="separate"/>
      </w:r>
      <w:r>
        <w:t>21</w:t>
      </w:r>
      <w:r>
        <w:fldChar w:fldCharType="end"/>
      </w:r>
    </w:p>
    <w:p w14:paraId="760B88ED" w14:textId="2A8A3690" w:rsidR="00B02DB9" w:rsidRDefault="00B02DB9">
      <w:pPr>
        <w:pStyle w:val="TOC2"/>
        <w:rPr>
          <w:rFonts w:asciiTheme="minorHAnsi" w:eastAsiaTheme="minorEastAsia" w:hAnsiTheme="minorHAnsi" w:cstheme="minorBidi"/>
          <w:sz w:val="22"/>
          <w:szCs w:val="22"/>
        </w:rPr>
      </w:pPr>
      <w:r w:rsidRPr="00C72474">
        <w:rPr>
          <w:lang w:val="en-US"/>
        </w:rPr>
        <w:t>8.5</w:t>
      </w:r>
      <w:r>
        <w:rPr>
          <w:rFonts w:asciiTheme="minorHAnsi" w:eastAsiaTheme="minorEastAsia" w:hAnsiTheme="minorHAnsi" w:cstheme="minorBidi"/>
          <w:sz w:val="22"/>
          <w:szCs w:val="22"/>
        </w:rPr>
        <w:tab/>
      </w:r>
      <w:r w:rsidRPr="00C72474">
        <w:rPr>
          <w:lang w:val="en-US"/>
        </w:rPr>
        <w:t>Harmonic current emissions (AC mains input port)</w:t>
      </w:r>
      <w:r>
        <w:tab/>
      </w:r>
      <w:r>
        <w:fldChar w:fldCharType="begin"/>
      </w:r>
      <w:r>
        <w:instrText xml:space="preserve"> PAGEREF _Toc89424069 \h </w:instrText>
      </w:r>
      <w:r>
        <w:fldChar w:fldCharType="separate"/>
      </w:r>
      <w:r>
        <w:t>21</w:t>
      </w:r>
      <w:r>
        <w:fldChar w:fldCharType="end"/>
      </w:r>
    </w:p>
    <w:p w14:paraId="3390F571" w14:textId="135D8EBE" w:rsidR="00B02DB9" w:rsidRDefault="00B02DB9">
      <w:pPr>
        <w:pStyle w:val="TOC2"/>
        <w:rPr>
          <w:rFonts w:asciiTheme="minorHAnsi" w:eastAsiaTheme="minorEastAsia" w:hAnsiTheme="minorHAnsi" w:cstheme="minorBidi"/>
          <w:sz w:val="22"/>
          <w:szCs w:val="22"/>
        </w:rPr>
      </w:pPr>
      <w:r>
        <w:t>8.6</w:t>
      </w:r>
      <w:r>
        <w:rPr>
          <w:rFonts w:asciiTheme="minorHAnsi" w:eastAsiaTheme="minorEastAsia" w:hAnsiTheme="minorHAnsi" w:cstheme="minorBidi"/>
          <w:sz w:val="22"/>
          <w:szCs w:val="22"/>
        </w:rPr>
        <w:tab/>
      </w:r>
      <w:r>
        <w:t>Voltage fluctuations and flicker (AC mains input port)</w:t>
      </w:r>
      <w:r>
        <w:tab/>
      </w:r>
      <w:r>
        <w:fldChar w:fldCharType="begin"/>
      </w:r>
      <w:r>
        <w:instrText xml:space="preserve"> PAGEREF _Toc89424070 \h </w:instrText>
      </w:r>
      <w:r>
        <w:fldChar w:fldCharType="separate"/>
      </w:r>
      <w:r>
        <w:t>21</w:t>
      </w:r>
      <w:r>
        <w:fldChar w:fldCharType="end"/>
      </w:r>
    </w:p>
    <w:p w14:paraId="5B24C7F1" w14:textId="5F449396" w:rsidR="00B02DB9" w:rsidRDefault="00B02DB9">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Test methods and levels for immunity tests</w:t>
      </w:r>
      <w:r>
        <w:tab/>
      </w:r>
      <w:r>
        <w:fldChar w:fldCharType="begin"/>
      </w:r>
      <w:r>
        <w:instrText xml:space="preserve"> PAGEREF _Toc89424071 \h </w:instrText>
      </w:r>
      <w:r>
        <w:fldChar w:fldCharType="separate"/>
      </w:r>
      <w:r>
        <w:t>21</w:t>
      </w:r>
      <w:r>
        <w:fldChar w:fldCharType="end"/>
      </w:r>
    </w:p>
    <w:p w14:paraId="2D1744DD" w14:textId="0F19C799" w:rsidR="00B02DB9" w:rsidRDefault="00B02DB9">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Test configurations</w:t>
      </w:r>
      <w:r>
        <w:tab/>
      </w:r>
      <w:r>
        <w:fldChar w:fldCharType="begin"/>
      </w:r>
      <w:r>
        <w:instrText xml:space="preserve"> PAGEREF _Toc89424072 \h </w:instrText>
      </w:r>
      <w:r>
        <w:fldChar w:fldCharType="separate"/>
      </w:r>
      <w:r>
        <w:t>21</w:t>
      </w:r>
      <w:r>
        <w:fldChar w:fldCharType="end"/>
      </w:r>
    </w:p>
    <w:p w14:paraId="70B9A3BB" w14:textId="3C1B7687" w:rsidR="00B02DB9" w:rsidRDefault="00B02DB9">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RF electromagnetic field (80 MHz - 6000 MHz)</w:t>
      </w:r>
      <w:r>
        <w:tab/>
      </w:r>
      <w:r>
        <w:fldChar w:fldCharType="begin"/>
      </w:r>
      <w:r>
        <w:instrText xml:space="preserve"> PAGEREF _Toc89424073 \h </w:instrText>
      </w:r>
      <w:r>
        <w:fldChar w:fldCharType="separate"/>
      </w:r>
      <w:r>
        <w:t>22</w:t>
      </w:r>
      <w:r>
        <w:fldChar w:fldCharType="end"/>
      </w:r>
    </w:p>
    <w:p w14:paraId="1CCB27C9" w14:textId="0FD82718" w:rsidR="00B02DB9" w:rsidRDefault="00B02DB9">
      <w:pPr>
        <w:pStyle w:val="TOC3"/>
        <w:rPr>
          <w:rFonts w:asciiTheme="minorHAnsi" w:eastAsiaTheme="minorEastAsia" w:hAnsiTheme="minorHAnsi" w:cstheme="minorBidi"/>
          <w:sz w:val="22"/>
          <w:szCs w:val="22"/>
        </w:rPr>
      </w:pPr>
      <w:r>
        <w:t>9.2.1</w:t>
      </w:r>
      <w:r>
        <w:rPr>
          <w:rFonts w:asciiTheme="minorHAnsi" w:eastAsiaTheme="minorEastAsia" w:hAnsiTheme="minorHAnsi" w:cstheme="minorBidi"/>
          <w:sz w:val="22"/>
          <w:szCs w:val="22"/>
        </w:rPr>
        <w:tab/>
      </w:r>
      <w:r>
        <w:t>Definition</w:t>
      </w:r>
      <w:r>
        <w:tab/>
      </w:r>
      <w:r>
        <w:fldChar w:fldCharType="begin"/>
      </w:r>
      <w:r>
        <w:instrText xml:space="preserve"> PAGEREF _Toc89424074 \h </w:instrText>
      </w:r>
      <w:r>
        <w:fldChar w:fldCharType="separate"/>
      </w:r>
      <w:r>
        <w:t>22</w:t>
      </w:r>
      <w:r>
        <w:fldChar w:fldCharType="end"/>
      </w:r>
    </w:p>
    <w:p w14:paraId="38C1FE65" w14:textId="0ED267EA" w:rsidR="00B02DB9" w:rsidRDefault="00B02DB9">
      <w:pPr>
        <w:pStyle w:val="TOC3"/>
        <w:rPr>
          <w:rFonts w:asciiTheme="minorHAnsi" w:eastAsiaTheme="minorEastAsia" w:hAnsiTheme="minorHAnsi" w:cstheme="minorBidi"/>
          <w:sz w:val="22"/>
          <w:szCs w:val="22"/>
        </w:rPr>
      </w:pPr>
      <w:r>
        <w:t>9.2.2</w:t>
      </w:r>
      <w:r>
        <w:rPr>
          <w:rFonts w:asciiTheme="minorHAnsi" w:eastAsiaTheme="minorEastAsia" w:hAnsiTheme="minorHAnsi" w:cstheme="minorBidi"/>
          <w:sz w:val="22"/>
          <w:szCs w:val="22"/>
        </w:rPr>
        <w:tab/>
      </w:r>
      <w:r>
        <w:t>Test method and level</w:t>
      </w:r>
      <w:r>
        <w:tab/>
      </w:r>
      <w:r>
        <w:fldChar w:fldCharType="begin"/>
      </w:r>
      <w:r>
        <w:instrText xml:space="preserve"> PAGEREF _Toc89424075 \h </w:instrText>
      </w:r>
      <w:r>
        <w:fldChar w:fldCharType="separate"/>
      </w:r>
      <w:r>
        <w:t>22</w:t>
      </w:r>
      <w:r>
        <w:fldChar w:fldCharType="end"/>
      </w:r>
    </w:p>
    <w:p w14:paraId="05494143" w14:textId="33B13BFC" w:rsidR="00B02DB9" w:rsidRDefault="00B02DB9">
      <w:pPr>
        <w:pStyle w:val="TOC3"/>
        <w:rPr>
          <w:rFonts w:asciiTheme="minorHAnsi" w:eastAsiaTheme="minorEastAsia" w:hAnsiTheme="minorHAnsi" w:cstheme="minorBidi"/>
          <w:sz w:val="22"/>
          <w:szCs w:val="22"/>
        </w:rPr>
      </w:pPr>
      <w:r>
        <w:t>9.2.3</w:t>
      </w:r>
      <w:r>
        <w:rPr>
          <w:rFonts w:asciiTheme="minorHAnsi" w:eastAsiaTheme="minorEastAsia" w:hAnsiTheme="minorHAnsi" w:cstheme="minorBidi"/>
          <w:sz w:val="22"/>
          <w:szCs w:val="22"/>
        </w:rPr>
        <w:tab/>
      </w:r>
      <w:r>
        <w:t>Performance criteria</w:t>
      </w:r>
      <w:r>
        <w:tab/>
      </w:r>
      <w:r>
        <w:fldChar w:fldCharType="begin"/>
      </w:r>
      <w:r>
        <w:instrText xml:space="preserve"> PAGEREF _Toc89424076 \h </w:instrText>
      </w:r>
      <w:r>
        <w:fldChar w:fldCharType="separate"/>
      </w:r>
      <w:r>
        <w:t>22</w:t>
      </w:r>
      <w:r>
        <w:fldChar w:fldCharType="end"/>
      </w:r>
    </w:p>
    <w:p w14:paraId="66594F46" w14:textId="21908650" w:rsidR="00B02DB9" w:rsidRDefault="00B02DB9">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Electrostatic discharge</w:t>
      </w:r>
      <w:r>
        <w:tab/>
      </w:r>
      <w:r>
        <w:fldChar w:fldCharType="begin"/>
      </w:r>
      <w:r>
        <w:instrText xml:space="preserve"> PAGEREF _Toc89424077 \h </w:instrText>
      </w:r>
      <w:r>
        <w:fldChar w:fldCharType="separate"/>
      </w:r>
      <w:r>
        <w:t>22</w:t>
      </w:r>
      <w:r>
        <w:fldChar w:fldCharType="end"/>
      </w:r>
    </w:p>
    <w:p w14:paraId="0B432984" w14:textId="6CD62B7C" w:rsidR="00B02DB9" w:rsidRDefault="00B02DB9">
      <w:pPr>
        <w:pStyle w:val="TOC3"/>
        <w:rPr>
          <w:rFonts w:asciiTheme="minorHAnsi" w:eastAsiaTheme="minorEastAsia" w:hAnsiTheme="minorHAnsi" w:cstheme="minorBidi"/>
          <w:sz w:val="22"/>
          <w:szCs w:val="22"/>
        </w:rPr>
      </w:pPr>
      <w:r>
        <w:t>9.3.1</w:t>
      </w:r>
      <w:r>
        <w:rPr>
          <w:rFonts w:asciiTheme="minorHAnsi" w:eastAsiaTheme="minorEastAsia" w:hAnsiTheme="minorHAnsi" w:cstheme="minorBidi"/>
          <w:sz w:val="22"/>
          <w:szCs w:val="22"/>
        </w:rPr>
        <w:tab/>
      </w:r>
      <w:r>
        <w:t>Definition</w:t>
      </w:r>
      <w:r>
        <w:tab/>
      </w:r>
      <w:r>
        <w:fldChar w:fldCharType="begin"/>
      </w:r>
      <w:r>
        <w:instrText xml:space="preserve"> PAGEREF _Toc89424078 \h </w:instrText>
      </w:r>
      <w:r>
        <w:fldChar w:fldCharType="separate"/>
      </w:r>
      <w:r>
        <w:t>22</w:t>
      </w:r>
      <w:r>
        <w:fldChar w:fldCharType="end"/>
      </w:r>
    </w:p>
    <w:p w14:paraId="2A9C74D0" w14:textId="5B4CE963" w:rsidR="00B02DB9" w:rsidRDefault="00B02DB9">
      <w:pPr>
        <w:pStyle w:val="TOC3"/>
        <w:rPr>
          <w:rFonts w:asciiTheme="minorHAnsi" w:eastAsiaTheme="minorEastAsia" w:hAnsiTheme="minorHAnsi" w:cstheme="minorBidi"/>
          <w:sz w:val="22"/>
          <w:szCs w:val="22"/>
        </w:rPr>
      </w:pPr>
      <w:r>
        <w:t>9.3.2</w:t>
      </w:r>
      <w:r>
        <w:rPr>
          <w:rFonts w:asciiTheme="minorHAnsi" w:eastAsiaTheme="minorEastAsia" w:hAnsiTheme="minorHAnsi" w:cstheme="minorBidi"/>
          <w:sz w:val="22"/>
          <w:szCs w:val="22"/>
        </w:rPr>
        <w:tab/>
      </w:r>
      <w:r>
        <w:t>Test method and level</w:t>
      </w:r>
      <w:r>
        <w:tab/>
      </w:r>
      <w:r>
        <w:fldChar w:fldCharType="begin"/>
      </w:r>
      <w:r>
        <w:instrText xml:space="preserve"> PAGEREF _Toc89424079 \h </w:instrText>
      </w:r>
      <w:r>
        <w:fldChar w:fldCharType="separate"/>
      </w:r>
      <w:r>
        <w:t>22</w:t>
      </w:r>
      <w:r>
        <w:fldChar w:fldCharType="end"/>
      </w:r>
    </w:p>
    <w:p w14:paraId="4F3A0A75" w14:textId="3EA2226D" w:rsidR="00B02DB9" w:rsidRDefault="00B02DB9">
      <w:pPr>
        <w:pStyle w:val="TOC3"/>
        <w:rPr>
          <w:rFonts w:asciiTheme="minorHAnsi" w:eastAsiaTheme="minorEastAsia" w:hAnsiTheme="minorHAnsi" w:cstheme="minorBidi"/>
          <w:sz w:val="22"/>
          <w:szCs w:val="22"/>
        </w:rPr>
      </w:pPr>
      <w:r>
        <w:t>9.3.3</w:t>
      </w:r>
      <w:r>
        <w:rPr>
          <w:rFonts w:asciiTheme="minorHAnsi" w:eastAsiaTheme="minorEastAsia" w:hAnsiTheme="minorHAnsi" w:cstheme="minorBidi"/>
          <w:sz w:val="22"/>
          <w:szCs w:val="22"/>
        </w:rPr>
        <w:tab/>
      </w:r>
      <w:r>
        <w:t>Performance criteria</w:t>
      </w:r>
      <w:r>
        <w:tab/>
      </w:r>
      <w:r>
        <w:fldChar w:fldCharType="begin"/>
      </w:r>
      <w:r>
        <w:instrText xml:space="preserve"> PAGEREF _Toc89424080 \h </w:instrText>
      </w:r>
      <w:r>
        <w:fldChar w:fldCharType="separate"/>
      </w:r>
      <w:r>
        <w:t>23</w:t>
      </w:r>
      <w:r>
        <w:fldChar w:fldCharType="end"/>
      </w:r>
    </w:p>
    <w:p w14:paraId="00AFFB81" w14:textId="282841E6" w:rsidR="00B02DB9" w:rsidRDefault="00B02DB9">
      <w:pPr>
        <w:pStyle w:val="TOC2"/>
        <w:rPr>
          <w:rFonts w:asciiTheme="minorHAnsi" w:eastAsiaTheme="minorEastAsia" w:hAnsiTheme="minorHAnsi" w:cstheme="minorBidi"/>
          <w:sz w:val="22"/>
          <w:szCs w:val="22"/>
        </w:rPr>
      </w:pPr>
      <w:r>
        <w:t>9.4</w:t>
      </w:r>
      <w:r>
        <w:rPr>
          <w:rFonts w:asciiTheme="minorHAnsi" w:eastAsiaTheme="minorEastAsia" w:hAnsiTheme="minorHAnsi" w:cstheme="minorBidi"/>
          <w:sz w:val="22"/>
          <w:szCs w:val="22"/>
        </w:rPr>
        <w:tab/>
      </w:r>
      <w:r>
        <w:t>Fast transients common mode</w:t>
      </w:r>
      <w:r>
        <w:tab/>
      </w:r>
      <w:r>
        <w:fldChar w:fldCharType="begin"/>
      </w:r>
      <w:r>
        <w:instrText xml:space="preserve"> PAGEREF _Toc89424081 \h </w:instrText>
      </w:r>
      <w:r>
        <w:fldChar w:fldCharType="separate"/>
      </w:r>
      <w:r>
        <w:t>23</w:t>
      </w:r>
      <w:r>
        <w:fldChar w:fldCharType="end"/>
      </w:r>
    </w:p>
    <w:p w14:paraId="7A5044E6" w14:textId="7003A977" w:rsidR="00B02DB9" w:rsidRDefault="00B02DB9">
      <w:pPr>
        <w:pStyle w:val="TOC3"/>
        <w:rPr>
          <w:rFonts w:asciiTheme="minorHAnsi" w:eastAsiaTheme="minorEastAsia" w:hAnsiTheme="minorHAnsi" w:cstheme="minorBidi"/>
          <w:sz w:val="22"/>
          <w:szCs w:val="22"/>
        </w:rPr>
      </w:pPr>
      <w:r>
        <w:t>9.4.1</w:t>
      </w:r>
      <w:r>
        <w:rPr>
          <w:rFonts w:asciiTheme="minorHAnsi" w:eastAsiaTheme="minorEastAsia" w:hAnsiTheme="minorHAnsi" w:cstheme="minorBidi"/>
          <w:sz w:val="22"/>
          <w:szCs w:val="22"/>
        </w:rPr>
        <w:tab/>
      </w:r>
      <w:r>
        <w:t>Definition</w:t>
      </w:r>
      <w:r>
        <w:tab/>
      </w:r>
      <w:r>
        <w:fldChar w:fldCharType="begin"/>
      </w:r>
      <w:r>
        <w:instrText xml:space="preserve"> PAGEREF _Toc89424082 \h </w:instrText>
      </w:r>
      <w:r>
        <w:fldChar w:fldCharType="separate"/>
      </w:r>
      <w:r>
        <w:t>23</w:t>
      </w:r>
      <w:r>
        <w:fldChar w:fldCharType="end"/>
      </w:r>
    </w:p>
    <w:p w14:paraId="74701EDE" w14:textId="01D2C353" w:rsidR="00B02DB9" w:rsidRDefault="00B02DB9">
      <w:pPr>
        <w:pStyle w:val="TOC3"/>
        <w:rPr>
          <w:rFonts w:asciiTheme="minorHAnsi" w:eastAsiaTheme="minorEastAsia" w:hAnsiTheme="minorHAnsi" w:cstheme="minorBidi"/>
          <w:sz w:val="22"/>
          <w:szCs w:val="22"/>
        </w:rPr>
      </w:pPr>
      <w:r>
        <w:t>9.4.2</w:t>
      </w:r>
      <w:r>
        <w:rPr>
          <w:rFonts w:asciiTheme="minorHAnsi" w:eastAsiaTheme="minorEastAsia" w:hAnsiTheme="minorHAnsi" w:cstheme="minorBidi"/>
          <w:sz w:val="22"/>
          <w:szCs w:val="22"/>
        </w:rPr>
        <w:tab/>
      </w:r>
      <w:r>
        <w:t>Test method and level</w:t>
      </w:r>
      <w:r>
        <w:tab/>
      </w:r>
      <w:r>
        <w:fldChar w:fldCharType="begin"/>
      </w:r>
      <w:r>
        <w:instrText xml:space="preserve"> PAGEREF _Toc89424083 \h </w:instrText>
      </w:r>
      <w:r>
        <w:fldChar w:fldCharType="separate"/>
      </w:r>
      <w:r>
        <w:t>23</w:t>
      </w:r>
      <w:r>
        <w:fldChar w:fldCharType="end"/>
      </w:r>
    </w:p>
    <w:p w14:paraId="0C5D2503" w14:textId="60661870" w:rsidR="00B02DB9" w:rsidRDefault="00B02DB9">
      <w:pPr>
        <w:pStyle w:val="TOC3"/>
        <w:rPr>
          <w:rFonts w:asciiTheme="minorHAnsi" w:eastAsiaTheme="minorEastAsia" w:hAnsiTheme="minorHAnsi" w:cstheme="minorBidi"/>
          <w:sz w:val="22"/>
          <w:szCs w:val="22"/>
        </w:rPr>
      </w:pPr>
      <w:r>
        <w:t>9.4.3</w:t>
      </w:r>
      <w:r>
        <w:rPr>
          <w:rFonts w:asciiTheme="minorHAnsi" w:eastAsiaTheme="minorEastAsia" w:hAnsiTheme="minorHAnsi" w:cstheme="minorBidi"/>
          <w:sz w:val="22"/>
          <w:szCs w:val="22"/>
        </w:rPr>
        <w:tab/>
      </w:r>
      <w:r>
        <w:t>Performance criteria</w:t>
      </w:r>
      <w:r>
        <w:tab/>
      </w:r>
      <w:r>
        <w:fldChar w:fldCharType="begin"/>
      </w:r>
      <w:r>
        <w:instrText xml:space="preserve"> PAGEREF _Toc89424084 \h </w:instrText>
      </w:r>
      <w:r>
        <w:fldChar w:fldCharType="separate"/>
      </w:r>
      <w:r>
        <w:t>23</w:t>
      </w:r>
      <w:r>
        <w:fldChar w:fldCharType="end"/>
      </w:r>
    </w:p>
    <w:p w14:paraId="6C618907" w14:textId="5904BDD9" w:rsidR="00B02DB9" w:rsidRDefault="00B02DB9">
      <w:pPr>
        <w:pStyle w:val="TOC2"/>
        <w:rPr>
          <w:rFonts w:asciiTheme="minorHAnsi" w:eastAsiaTheme="minorEastAsia" w:hAnsiTheme="minorHAnsi" w:cstheme="minorBidi"/>
          <w:sz w:val="22"/>
          <w:szCs w:val="22"/>
        </w:rPr>
      </w:pPr>
      <w:r w:rsidRPr="00C72474">
        <w:rPr>
          <w:lang w:val="en-US"/>
        </w:rPr>
        <w:t>9.5</w:t>
      </w:r>
      <w:r>
        <w:rPr>
          <w:rFonts w:asciiTheme="minorHAnsi" w:eastAsiaTheme="minorEastAsia" w:hAnsiTheme="minorHAnsi" w:cstheme="minorBidi"/>
          <w:sz w:val="22"/>
          <w:szCs w:val="22"/>
        </w:rPr>
        <w:tab/>
      </w:r>
      <w:r w:rsidRPr="00C72474">
        <w:rPr>
          <w:lang w:val="en-US"/>
        </w:rPr>
        <w:t>RF common mode (0.15 MHz to 80 MHz)</w:t>
      </w:r>
      <w:r>
        <w:tab/>
      </w:r>
      <w:r>
        <w:fldChar w:fldCharType="begin"/>
      </w:r>
      <w:r>
        <w:instrText xml:space="preserve"> PAGEREF _Toc89424085 \h </w:instrText>
      </w:r>
      <w:r>
        <w:fldChar w:fldCharType="separate"/>
      </w:r>
      <w:r>
        <w:t>23</w:t>
      </w:r>
      <w:r>
        <w:fldChar w:fldCharType="end"/>
      </w:r>
    </w:p>
    <w:p w14:paraId="74D2C06F" w14:textId="1E731BB8" w:rsidR="00B02DB9" w:rsidRDefault="00B02DB9">
      <w:pPr>
        <w:pStyle w:val="TOC3"/>
        <w:rPr>
          <w:rFonts w:asciiTheme="minorHAnsi" w:eastAsiaTheme="minorEastAsia" w:hAnsiTheme="minorHAnsi" w:cstheme="minorBidi"/>
          <w:sz w:val="22"/>
          <w:szCs w:val="22"/>
        </w:rPr>
      </w:pPr>
      <w:r>
        <w:t>9.5.1</w:t>
      </w:r>
      <w:r>
        <w:rPr>
          <w:rFonts w:asciiTheme="minorHAnsi" w:eastAsiaTheme="minorEastAsia" w:hAnsiTheme="minorHAnsi" w:cstheme="minorBidi"/>
          <w:sz w:val="22"/>
          <w:szCs w:val="22"/>
        </w:rPr>
        <w:tab/>
      </w:r>
      <w:r>
        <w:t>Definition</w:t>
      </w:r>
      <w:r>
        <w:tab/>
      </w:r>
      <w:r>
        <w:fldChar w:fldCharType="begin"/>
      </w:r>
      <w:r>
        <w:instrText xml:space="preserve"> PAGEREF _Toc89424086 \h </w:instrText>
      </w:r>
      <w:r>
        <w:fldChar w:fldCharType="separate"/>
      </w:r>
      <w:r>
        <w:t>24</w:t>
      </w:r>
      <w:r>
        <w:fldChar w:fldCharType="end"/>
      </w:r>
    </w:p>
    <w:p w14:paraId="542D5BEF" w14:textId="35363F36" w:rsidR="00B02DB9" w:rsidRDefault="00B02DB9">
      <w:pPr>
        <w:pStyle w:val="TOC3"/>
        <w:rPr>
          <w:rFonts w:asciiTheme="minorHAnsi" w:eastAsiaTheme="minorEastAsia" w:hAnsiTheme="minorHAnsi" w:cstheme="minorBidi"/>
          <w:sz w:val="22"/>
          <w:szCs w:val="22"/>
        </w:rPr>
      </w:pPr>
      <w:r>
        <w:t>9.5.2</w:t>
      </w:r>
      <w:r>
        <w:rPr>
          <w:rFonts w:asciiTheme="minorHAnsi" w:eastAsiaTheme="minorEastAsia" w:hAnsiTheme="minorHAnsi" w:cstheme="minorBidi"/>
          <w:sz w:val="22"/>
          <w:szCs w:val="22"/>
        </w:rPr>
        <w:tab/>
      </w:r>
      <w:r>
        <w:t>Test method and level</w:t>
      </w:r>
      <w:r>
        <w:tab/>
      </w:r>
      <w:r>
        <w:fldChar w:fldCharType="begin"/>
      </w:r>
      <w:r>
        <w:instrText xml:space="preserve"> PAGEREF _Toc89424087 \h </w:instrText>
      </w:r>
      <w:r>
        <w:fldChar w:fldCharType="separate"/>
      </w:r>
      <w:r>
        <w:t>24</w:t>
      </w:r>
      <w:r>
        <w:fldChar w:fldCharType="end"/>
      </w:r>
    </w:p>
    <w:p w14:paraId="6B2CB22B" w14:textId="3FD1BFE9" w:rsidR="00B02DB9" w:rsidRDefault="00B02DB9">
      <w:pPr>
        <w:pStyle w:val="TOC3"/>
        <w:rPr>
          <w:rFonts w:asciiTheme="minorHAnsi" w:eastAsiaTheme="minorEastAsia" w:hAnsiTheme="minorHAnsi" w:cstheme="minorBidi"/>
          <w:sz w:val="22"/>
          <w:szCs w:val="22"/>
        </w:rPr>
      </w:pPr>
      <w:r>
        <w:t>9.5.3</w:t>
      </w:r>
      <w:r>
        <w:rPr>
          <w:rFonts w:asciiTheme="minorHAnsi" w:eastAsiaTheme="minorEastAsia" w:hAnsiTheme="minorHAnsi" w:cstheme="minorBidi"/>
          <w:sz w:val="22"/>
          <w:szCs w:val="22"/>
        </w:rPr>
        <w:tab/>
      </w:r>
      <w:r>
        <w:t>Performance criteria</w:t>
      </w:r>
      <w:r>
        <w:tab/>
      </w:r>
      <w:r>
        <w:fldChar w:fldCharType="begin"/>
      </w:r>
      <w:r>
        <w:instrText xml:space="preserve"> PAGEREF _Toc89424088 \h </w:instrText>
      </w:r>
      <w:r>
        <w:fldChar w:fldCharType="separate"/>
      </w:r>
      <w:r>
        <w:t>24</w:t>
      </w:r>
      <w:r>
        <w:fldChar w:fldCharType="end"/>
      </w:r>
    </w:p>
    <w:p w14:paraId="2CBC0D5D" w14:textId="6C999F22" w:rsidR="00B02DB9" w:rsidRDefault="00B02DB9">
      <w:pPr>
        <w:pStyle w:val="TOC2"/>
        <w:rPr>
          <w:rFonts w:asciiTheme="minorHAnsi" w:eastAsiaTheme="minorEastAsia" w:hAnsiTheme="minorHAnsi" w:cstheme="minorBidi"/>
          <w:sz w:val="22"/>
          <w:szCs w:val="22"/>
        </w:rPr>
      </w:pPr>
      <w:r>
        <w:t>9.6</w:t>
      </w:r>
      <w:r>
        <w:rPr>
          <w:rFonts w:asciiTheme="minorHAnsi" w:eastAsiaTheme="minorEastAsia" w:hAnsiTheme="minorHAnsi" w:cstheme="minorBidi"/>
          <w:sz w:val="22"/>
          <w:szCs w:val="22"/>
        </w:rPr>
        <w:tab/>
      </w:r>
      <w:r>
        <w:t>Transients and surges, vehicular environment</w:t>
      </w:r>
      <w:r>
        <w:tab/>
      </w:r>
      <w:r>
        <w:fldChar w:fldCharType="begin"/>
      </w:r>
      <w:r>
        <w:instrText xml:space="preserve"> PAGEREF _Toc89424089 \h </w:instrText>
      </w:r>
      <w:r>
        <w:fldChar w:fldCharType="separate"/>
      </w:r>
      <w:r>
        <w:t>24</w:t>
      </w:r>
      <w:r>
        <w:fldChar w:fldCharType="end"/>
      </w:r>
    </w:p>
    <w:p w14:paraId="4559786F" w14:textId="242A7D06" w:rsidR="00B02DB9" w:rsidRDefault="00B02DB9">
      <w:pPr>
        <w:pStyle w:val="TOC3"/>
        <w:rPr>
          <w:rFonts w:asciiTheme="minorHAnsi" w:eastAsiaTheme="minorEastAsia" w:hAnsiTheme="minorHAnsi" w:cstheme="minorBidi"/>
          <w:sz w:val="22"/>
          <w:szCs w:val="22"/>
        </w:rPr>
      </w:pPr>
      <w:r>
        <w:t>9.6.1</w:t>
      </w:r>
      <w:r>
        <w:rPr>
          <w:rFonts w:asciiTheme="minorHAnsi" w:eastAsiaTheme="minorEastAsia" w:hAnsiTheme="minorHAnsi" w:cstheme="minorBidi"/>
          <w:sz w:val="22"/>
          <w:szCs w:val="22"/>
        </w:rPr>
        <w:tab/>
      </w:r>
      <w:r>
        <w:t>Definition</w:t>
      </w:r>
      <w:r>
        <w:tab/>
      </w:r>
      <w:r>
        <w:fldChar w:fldCharType="begin"/>
      </w:r>
      <w:r>
        <w:instrText xml:space="preserve"> PAGEREF _Toc89424090 \h </w:instrText>
      </w:r>
      <w:r>
        <w:fldChar w:fldCharType="separate"/>
      </w:r>
      <w:r>
        <w:t>24</w:t>
      </w:r>
      <w:r>
        <w:fldChar w:fldCharType="end"/>
      </w:r>
    </w:p>
    <w:p w14:paraId="146E1763" w14:textId="5FFC1128" w:rsidR="00B02DB9" w:rsidRDefault="00B02DB9">
      <w:pPr>
        <w:pStyle w:val="TOC3"/>
        <w:rPr>
          <w:rFonts w:asciiTheme="minorHAnsi" w:eastAsiaTheme="minorEastAsia" w:hAnsiTheme="minorHAnsi" w:cstheme="minorBidi"/>
          <w:sz w:val="22"/>
          <w:szCs w:val="22"/>
        </w:rPr>
      </w:pPr>
      <w:r>
        <w:t>9.6.2</w:t>
      </w:r>
      <w:r>
        <w:rPr>
          <w:rFonts w:asciiTheme="minorHAnsi" w:eastAsiaTheme="minorEastAsia" w:hAnsiTheme="minorHAnsi" w:cstheme="minorBidi"/>
          <w:sz w:val="22"/>
          <w:szCs w:val="22"/>
        </w:rPr>
        <w:tab/>
      </w:r>
      <w:r>
        <w:t>Test method and level</w:t>
      </w:r>
      <w:r>
        <w:tab/>
      </w:r>
      <w:r>
        <w:fldChar w:fldCharType="begin"/>
      </w:r>
      <w:r>
        <w:instrText xml:space="preserve"> PAGEREF _Toc89424091 \h </w:instrText>
      </w:r>
      <w:r>
        <w:fldChar w:fldCharType="separate"/>
      </w:r>
      <w:r>
        <w:t>24</w:t>
      </w:r>
      <w:r>
        <w:fldChar w:fldCharType="end"/>
      </w:r>
    </w:p>
    <w:p w14:paraId="5E83FB5E" w14:textId="4E1E3431" w:rsidR="00B02DB9" w:rsidRDefault="00B02DB9">
      <w:pPr>
        <w:pStyle w:val="TOC4"/>
        <w:rPr>
          <w:rFonts w:asciiTheme="minorHAnsi" w:eastAsiaTheme="minorEastAsia" w:hAnsiTheme="minorHAnsi" w:cstheme="minorBidi"/>
          <w:sz w:val="22"/>
          <w:szCs w:val="22"/>
        </w:rPr>
      </w:pPr>
      <w:r>
        <w:t>9.6.2.1</w:t>
      </w:r>
      <w:r>
        <w:rPr>
          <w:rFonts w:asciiTheme="minorHAnsi" w:eastAsiaTheme="minorEastAsia" w:hAnsiTheme="minorHAnsi" w:cstheme="minorBidi"/>
          <w:sz w:val="22"/>
          <w:szCs w:val="22"/>
        </w:rPr>
        <w:tab/>
      </w:r>
      <w:r>
        <w:t>12 V DC powered equipment</w:t>
      </w:r>
      <w:r>
        <w:tab/>
      </w:r>
      <w:r>
        <w:fldChar w:fldCharType="begin"/>
      </w:r>
      <w:r>
        <w:instrText xml:space="preserve"> PAGEREF _Toc89424092 \h </w:instrText>
      </w:r>
      <w:r>
        <w:fldChar w:fldCharType="separate"/>
      </w:r>
      <w:r>
        <w:t>24</w:t>
      </w:r>
      <w:r>
        <w:fldChar w:fldCharType="end"/>
      </w:r>
    </w:p>
    <w:p w14:paraId="084F2D27" w14:textId="58F27145" w:rsidR="00B02DB9" w:rsidRDefault="00B02DB9">
      <w:pPr>
        <w:pStyle w:val="TOC4"/>
        <w:rPr>
          <w:rFonts w:asciiTheme="minorHAnsi" w:eastAsiaTheme="minorEastAsia" w:hAnsiTheme="minorHAnsi" w:cstheme="minorBidi"/>
          <w:sz w:val="22"/>
          <w:szCs w:val="22"/>
        </w:rPr>
      </w:pPr>
      <w:r>
        <w:t>9.6.2.2</w:t>
      </w:r>
      <w:r>
        <w:rPr>
          <w:rFonts w:asciiTheme="minorHAnsi" w:eastAsiaTheme="minorEastAsia" w:hAnsiTheme="minorHAnsi" w:cstheme="minorBidi"/>
          <w:sz w:val="22"/>
          <w:szCs w:val="22"/>
        </w:rPr>
        <w:tab/>
      </w:r>
      <w:r>
        <w:t>24 V DC powered equipment</w:t>
      </w:r>
      <w:r>
        <w:tab/>
      </w:r>
      <w:r>
        <w:fldChar w:fldCharType="begin"/>
      </w:r>
      <w:r>
        <w:instrText xml:space="preserve"> PAGEREF _Toc89424093 \h </w:instrText>
      </w:r>
      <w:r>
        <w:fldChar w:fldCharType="separate"/>
      </w:r>
      <w:r>
        <w:t>25</w:t>
      </w:r>
      <w:r>
        <w:fldChar w:fldCharType="end"/>
      </w:r>
    </w:p>
    <w:p w14:paraId="6083E923" w14:textId="53BD578D" w:rsidR="00B02DB9" w:rsidRDefault="00B02DB9">
      <w:pPr>
        <w:pStyle w:val="TOC3"/>
        <w:rPr>
          <w:rFonts w:asciiTheme="minorHAnsi" w:eastAsiaTheme="minorEastAsia" w:hAnsiTheme="minorHAnsi" w:cstheme="minorBidi"/>
          <w:sz w:val="22"/>
          <w:szCs w:val="22"/>
        </w:rPr>
      </w:pPr>
      <w:r>
        <w:t>9.6.3</w:t>
      </w:r>
      <w:r>
        <w:rPr>
          <w:rFonts w:asciiTheme="minorHAnsi" w:eastAsiaTheme="minorEastAsia" w:hAnsiTheme="minorHAnsi" w:cstheme="minorBidi"/>
          <w:sz w:val="22"/>
          <w:szCs w:val="22"/>
        </w:rPr>
        <w:tab/>
      </w:r>
      <w:r>
        <w:t>Performance criteria</w:t>
      </w:r>
      <w:r>
        <w:tab/>
      </w:r>
      <w:r>
        <w:fldChar w:fldCharType="begin"/>
      </w:r>
      <w:r>
        <w:instrText xml:space="preserve"> PAGEREF _Toc89424094 \h </w:instrText>
      </w:r>
      <w:r>
        <w:fldChar w:fldCharType="separate"/>
      </w:r>
      <w:r>
        <w:t>25</w:t>
      </w:r>
      <w:r>
        <w:fldChar w:fldCharType="end"/>
      </w:r>
    </w:p>
    <w:p w14:paraId="3F93D7DB" w14:textId="4B6DCFF9" w:rsidR="00B02DB9" w:rsidRDefault="00B02DB9">
      <w:pPr>
        <w:pStyle w:val="TOC2"/>
        <w:rPr>
          <w:rFonts w:asciiTheme="minorHAnsi" w:eastAsiaTheme="minorEastAsia" w:hAnsiTheme="minorHAnsi" w:cstheme="minorBidi"/>
          <w:sz w:val="22"/>
          <w:szCs w:val="22"/>
        </w:rPr>
      </w:pPr>
      <w:r>
        <w:t>9.7</w:t>
      </w:r>
      <w:r>
        <w:rPr>
          <w:rFonts w:asciiTheme="minorHAnsi" w:eastAsiaTheme="minorEastAsia" w:hAnsiTheme="minorHAnsi" w:cstheme="minorBidi"/>
          <w:sz w:val="22"/>
          <w:szCs w:val="22"/>
        </w:rPr>
        <w:tab/>
      </w:r>
      <w:r>
        <w:t>Voltage dips and interruptions</w:t>
      </w:r>
      <w:r>
        <w:tab/>
      </w:r>
      <w:r>
        <w:fldChar w:fldCharType="begin"/>
      </w:r>
      <w:r>
        <w:instrText xml:space="preserve"> PAGEREF _Toc89424095 \h </w:instrText>
      </w:r>
      <w:r>
        <w:fldChar w:fldCharType="separate"/>
      </w:r>
      <w:r>
        <w:t>25</w:t>
      </w:r>
      <w:r>
        <w:fldChar w:fldCharType="end"/>
      </w:r>
    </w:p>
    <w:p w14:paraId="25CCB4DE" w14:textId="219F910E" w:rsidR="00B02DB9" w:rsidRDefault="00B02DB9">
      <w:pPr>
        <w:pStyle w:val="TOC3"/>
        <w:rPr>
          <w:rFonts w:asciiTheme="minorHAnsi" w:eastAsiaTheme="minorEastAsia" w:hAnsiTheme="minorHAnsi" w:cstheme="minorBidi"/>
          <w:sz w:val="22"/>
          <w:szCs w:val="22"/>
        </w:rPr>
      </w:pPr>
      <w:r>
        <w:t>9.7.1</w:t>
      </w:r>
      <w:r>
        <w:rPr>
          <w:rFonts w:asciiTheme="minorHAnsi" w:eastAsiaTheme="minorEastAsia" w:hAnsiTheme="minorHAnsi" w:cstheme="minorBidi"/>
          <w:sz w:val="22"/>
          <w:szCs w:val="22"/>
        </w:rPr>
        <w:tab/>
      </w:r>
      <w:r>
        <w:t>Definition</w:t>
      </w:r>
      <w:r>
        <w:tab/>
      </w:r>
      <w:r>
        <w:fldChar w:fldCharType="begin"/>
      </w:r>
      <w:r>
        <w:instrText xml:space="preserve"> PAGEREF _Toc89424096 \h </w:instrText>
      </w:r>
      <w:r>
        <w:fldChar w:fldCharType="separate"/>
      </w:r>
      <w:r>
        <w:t>26</w:t>
      </w:r>
      <w:r>
        <w:fldChar w:fldCharType="end"/>
      </w:r>
    </w:p>
    <w:p w14:paraId="394366FD" w14:textId="67E8AF68" w:rsidR="00B02DB9" w:rsidRDefault="00B02DB9">
      <w:pPr>
        <w:pStyle w:val="TOC3"/>
        <w:rPr>
          <w:rFonts w:asciiTheme="minorHAnsi" w:eastAsiaTheme="minorEastAsia" w:hAnsiTheme="minorHAnsi" w:cstheme="minorBidi"/>
          <w:sz w:val="22"/>
          <w:szCs w:val="22"/>
        </w:rPr>
      </w:pPr>
      <w:r>
        <w:t>9.7.2</w:t>
      </w:r>
      <w:r>
        <w:rPr>
          <w:rFonts w:asciiTheme="minorHAnsi" w:eastAsiaTheme="minorEastAsia" w:hAnsiTheme="minorHAnsi" w:cstheme="minorBidi"/>
          <w:sz w:val="22"/>
          <w:szCs w:val="22"/>
        </w:rPr>
        <w:tab/>
      </w:r>
      <w:r>
        <w:t>Test method and level</w:t>
      </w:r>
      <w:r>
        <w:tab/>
      </w:r>
      <w:r>
        <w:fldChar w:fldCharType="begin"/>
      </w:r>
      <w:r>
        <w:instrText xml:space="preserve"> PAGEREF _Toc89424097 \h </w:instrText>
      </w:r>
      <w:r>
        <w:fldChar w:fldCharType="separate"/>
      </w:r>
      <w:r>
        <w:t>26</w:t>
      </w:r>
      <w:r>
        <w:fldChar w:fldCharType="end"/>
      </w:r>
    </w:p>
    <w:p w14:paraId="69D2D68B" w14:textId="61BC9216" w:rsidR="00B02DB9" w:rsidRDefault="00B02DB9">
      <w:pPr>
        <w:pStyle w:val="TOC3"/>
        <w:rPr>
          <w:rFonts w:asciiTheme="minorHAnsi" w:eastAsiaTheme="minorEastAsia" w:hAnsiTheme="minorHAnsi" w:cstheme="minorBidi"/>
          <w:sz w:val="22"/>
          <w:szCs w:val="22"/>
        </w:rPr>
      </w:pPr>
      <w:r>
        <w:t>9.7.3</w:t>
      </w:r>
      <w:r>
        <w:rPr>
          <w:rFonts w:asciiTheme="minorHAnsi" w:eastAsiaTheme="minorEastAsia" w:hAnsiTheme="minorHAnsi" w:cstheme="minorBidi"/>
          <w:sz w:val="22"/>
          <w:szCs w:val="22"/>
        </w:rPr>
        <w:tab/>
      </w:r>
      <w:r>
        <w:t>Performance criteria</w:t>
      </w:r>
      <w:r>
        <w:tab/>
      </w:r>
      <w:r>
        <w:fldChar w:fldCharType="begin"/>
      </w:r>
      <w:r>
        <w:instrText xml:space="preserve"> PAGEREF _Toc89424098 \h </w:instrText>
      </w:r>
      <w:r>
        <w:fldChar w:fldCharType="separate"/>
      </w:r>
      <w:r>
        <w:t>26</w:t>
      </w:r>
      <w:r>
        <w:fldChar w:fldCharType="end"/>
      </w:r>
    </w:p>
    <w:p w14:paraId="587D7C25" w14:textId="2A08E43A" w:rsidR="00B02DB9" w:rsidRDefault="00B02DB9">
      <w:pPr>
        <w:pStyle w:val="TOC2"/>
        <w:rPr>
          <w:rFonts w:asciiTheme="minorHAnsi" w:eastAsiaTheme="minorEastAsia" w:hAnsiTheme="minorHAnsi" w:cstheme="minorBidi"/>
          <w:sz w:val="22"/>
          <w:szCs w:val="22"/>
        </w:rPr>
      </w:pPr>
      <w:r>
        <w:t>9.8</w:t>
      </w:r>
      <w:r>
        <w:rPr>
          <w:rFonts w:asciiTheme="minorHAnsi" w:eastAsiaTheme="minorEastAsia" w:hAnsiTheme="minorHAnsi" w:cstheme="minorBidi"/>
          <w:sz w:val="22"/>
          <w:szCs w:val="22"/>
        </w:rPr>
        <w:tab/>
      </w:r>
      <w:r>
        <w:t>Surges, common and differential mode</w:t>
      </w:r>
      <w:r>
        <w:tab/>
      </w:r>
      <w:r>
        <w:fldChar w:fldCharType="begin"/>
      </w:r>
      <w:r>
        <w:instrText xml:space="preserve"> PAGEREF _Toc89424099 \h </w:instrText>
      </w:r>
      <w:r>
        <w:fldChar w:fldCharType="separate"/>
      </w:r>
      <w:r>
        <w:t>26</w:t>
      </w:r>
      <w:r>
        <w:fldChar w:fldCharType="end"/>
      </w:r>
    </w:p>
    <w:p w14:paraId="611075A0" w14:textId="19A2DA51" w:rsidR="00B02DB9" w:rsidRDefault="00B02DB9">
      <w:pPr>
        <w:pStyle w:val="TOC3"/>
        <w:rPr>
          <w:rFonts w:asciiTheme="minorHAnsi" w:eastAsiaTheme="minorEastAsia" w:hAnsiTheme="minorHAnsi" w:cstheme="minorBidi"/>
          <w:sz w:val="22"/>
          <w:szCs w:val="22"/>
        </w:rPr>
      </w:pPr>
      <w:r>
        <w:t>9.8.1</w:t>
      </w:r>
      <w:r>
        <w:rPr>
          <w:rFonts w:asciiTheme="minorHAnsi" w:eastAsiaTheme="minorEastAsia" w:hAnsiTheme="minorHAnsi" w:cstheme="minorBidi"/>
          <w:sz w:val="22"/>
          <w:szCs w:val="22"/>
        </w:rPr>
        <w:tab/>
      </w:r>
      <w:r>
        <w:t>Definition</w:t>
      </w:r>
      <w:r>
        <w:tab/>
      </w:r>
      <w:r>
        <w:fldChar w:fldCharType="begin"/>
      </w:r>
      <w:r>
        <w:instrText xml:space="preserve"> PAGEREF _Toc89424100 \h </w:instrText>
      </w:r>
      <w:r>
        <w:fldChar w:fldCharType="separate"/>
      </w:r>
      <w:r>
        <w:t>26</w:t>
      </w:r>
      <w:r>
        <w:fldChar w:fldCharType="end"/>
      </w:r>
    </w:p>
    <w:p w14:paraId="4F7D6154" w14:textId="110491B5" w:rsidR="00B02DB9" w:rsidRDefault="00B02DB9">
      <w:pPr>
        <w:pStyle w:val="TOC3"/>
        <w:rPr>
          <w:rFonts w:asciiTheme="minorHAnsi" w:eastAsiaTheme="minorEastAsia" w:hAnsiTheme="minorHAnsi" w:cstheme="minorBidi"/>
          <w:sz w:val="22"/>
          <w:szCs w:val="22"/>
        </w:rPr>
      </w:pPr>
      <w:r>
        <w:t>9.8.2</w:t>
      </w:r>
      <w:r>
        <w:rPr>
          <w:rFonts w:asciiTheme="minorHAnsi" w:eastAsiaTheme="minorEastAsia" w:hAnsiTheme="minorHAnsi" w:cstheme="minorBidi"/>
          <w:sz w:val="22"/>
          <w:szCs w:val="22"/>
        </w:rPr>
        <w:tab/>
      </w:r>
      <w:r>
        <w:t>Test method and level</w:t>
      </w:r>
      <w:r>
        <w:tab/>
      </w:r>
      <w:r>
        <w:fldChar w:fldCharType="begin"/>
      </w:r>
      <w:r>
        <w:instrText xml:space="preserve"> PAGEREF _Toc89424101 \h </w:instrText>
      </w:r>
      <w:r>
        <w:fldChar w:fldCharType="separate"/>
      </w:r>
      <w:r>
        <w:t>26</w:t>
      </w:r>
      <w:r>
        <w:fldChar w:fldCharType="end"/>
      </w:r>
    </w:p>
    <w:p w14:paraId="180BA411" w14:textId="33E7536E" w:rsidR="00B02DB9" w:rsidRDefault="00B02DB9">
      <w:pPr>
        <w:pStyle w:val="TOC3"/>
        <w:rPr>
          <w:rFonts w:asciiTheme="minorHAnsi" w:eastAsiaTheme="minorEastAsia" w:hAnsiTheme="minorHAnsi" w:cstheme="minorBidi"/>
          <w:sz w:val="22"/>
          <w:szCs w:val="22"/>
        </w:rPr>
      </w:pPr>
      <w:r>
        <w:t>9.8.3</w:t>
      </w:r>
      <w:r>
        <w:rPr>
          <w:rFonts w:asciiTheme="minorHAnsi" w:eastAsiaTheme="minorEastAsia" w:hAnsiTheme="minorHAnsi" w:cstheme="minorBidi"/>
          <w:sz w:val="22"/>
          <w:szCs w:val="22"/>
        </w:rPr>
        <w:tab/>
      </w:r>
      <w:r>
        <w:t>Performance criteria</w:t>
      </w:r>
      <w:r>
        <w:tab/>
      </w:r>
      <w:r>
        <w:fldChar w:fldCharType="begin"/>
      </w:r>
      <w:r>
        <w:instrText xml:space="preserve"> PAGEREF _Toc89424102 \h </w:instrText>
      </w:r>
      <w:r>
        <w:fldChar w:fldCharType="separate"/>
      </w:r>
      <w:r>
        <w:t>26</w:t>
      </w:r>
      <w:r>
        <w:fldChar w:fldCharType="end"/>
      </w:r>
    </w:p>
    <w:p w14:paraId="11A1DDC5" w14:textId="70BD1BDF" w:rsidR="00B02DB9" w:rsidRDefault="00B02DB9">
      <w:pPr>
        <w:pStyle w:val="TOC8"/>
        <w:rPr>
          <w:rFonts w:asciiTheme="minorHAnsi" w:eastAsiaTheme="minorEastAsia" w:hAnsiTheme="minorHAnsi" w:cstheme="minorBidi"/>
          <w:b w:val="0"/>
          <w:szCs w:val="22"/>
        </w:rPr>
      </w:pPr>
      <w:r>
        <w:t>Annex A (normative): Performance assessment voice call. Audio break through</w:t>
      </w:r>
      <w:r>
        <w:tab/>
      </w:r>
      <w:r>
        <w:fldChar w:fldCharType="begin"/>
      </w:r>
      <w:r>
        <w:instrText xml:space="preserve"> PAGEREF _Toc89424103 \h </w:instrText>
      </w:r>
      <w:r>
        <w:fldChar w:fldCharType="separate"/>
      </w:r>
      <w:r>
        <w:t>27</w:t>
      </w:r>
      <w:r>
        <w:fldChar w:fldCharType="end"/>
      </w:r>
    </w:p>
    <w:p w14:paraId="09C58DE2" w14:textId="748E851B" w:rsidR="00B02DB9" w:rsidRDefault="00B02DB9">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t>Calibration of audio levels</w:t>
      </w:r>
      <w:r>
        <w:tab/>
      </w:r>
      <w:r>
        <w:fldChar w:fldCharType="begin"/>
      </w:r>
      <w:r>
        <w:instrText xml:space="preserve"> PAGEREF _Toc89424104 \h </w:instrText>
      </w:r>
      <w:r>
        <w:fldChar w:fldCharType="separate"/>
      </w:r>
      <w:r>
        <w:t>27</w:t>
      </w:r>
      <w:r>
        <w:fldChar w:fldCharType="end"/>
      </w:r>
    </w:p>
    <w:p w14:paraId="7AE0DD3B" w14:textId="4F604702" w:rsidR="00B02DB9" w:rsidRDefault="00B02DB9">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t>Measurement of audio levels</w:t>
      </w:r>
      <w:r>
        <w:tab/>
      </w:r>
      <w:r>
        <w:fldChar w:fldCharType="begin"/>
      </w:r>
      <w:r>
        <w:instrText xml:space="preserve"> PAGEREF _Toc89424105 \h </w:instrText>
      </w:r>
      <w:r>
        <w:fldChar w:fldCharType="separate"/>
      </w:r>
      <w:r>
        <w:t>28</w:t>
      </w:r>
      <w:r>
        <w:fldChar w:fldCharType="end"/>
      </w:r>
    </w:p>
    <w:p w14:paraId="1F94213D" w14:textId="192B733B" w:rsidR="00B02DB9" w:rsidRDefault="00B02DB9">
      <w:pPr>
        <w:pStyle w:val="TOC8"/>
        <w:rPr>
          <w:rFonts w:asciiTheme="minorHAnsi" w:eastAsiaTheme="minorEastAsia" w:hAnsiTheme="minorHAnsi" w:cstheme="minorBidi"/>
          <w:b w:val="0"/>
          <w:szCs w:val="22"/>
        </w:rPr>
      </w:pPr>
      <w:r>
        <w:t>Annex B (normative): Performance assessment of data transfer call. Throughput Percentages</w:t>
      </w:r>
      <w:r>
        <w:tab/>
      </w:r>
      <w:r>
        <w:fldChar w:fldCharType="begin"/>
      </w:r>
      <w:r>
        <w:instrText xml:space="preserve"> PAGEREF _Toc89424106 \h </w:instrText>
      </w:r>
      <w:r>
        <w:fldChar w:fldCharType="separate"/>
      </w:r>
      <w:r>
        <w:t>29</w:t>
      </w:r>
      <w:r>
        <w:fldChar w:fldCharType="end"/>
      </w:r>
    </w:p>
    <w:p w14:paraId="10CBDDEE" w14:textId="3569E546" w:rsidR="00B02DB9" w:rsidRDefault="00B02DB9">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Calibration of data transfer</w:t>
      </w:r>
      <w:r>
        <w:tab/>
      </w:r>
      <w:r>
        <w:fldChar w:fldCharType="begin"/>
      </w:r>
      <w:r>
        <w:instrText xml:space="preserve"> PAGEREF _Toc89424107 \h </w:instrText>
      </w:r>
      <w:r>
        <w:fldChar w:fldCharType="separate"/>
      </w:r>
      <w:r>
        <w:t>29</w:t>
      </w:r>
      <w:r>
        <w:fldChar w:fldCharType="end"/>
      </w:r>
    </w:p>
    <w:p w14:paraId="780DB2D9" w14:textId="747DA844" w:rsidR="00B02DB9" w:rsidRDefault="00B02DB9">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Derivation of Throughput Percentages</w:t>
      </w:r>
      <w:r>
        <w:tab/>
      </w:r>
      <w:r>
        <w:fldChar w:fldCharType="begin"/>
      </w:r>
      <w:r>
        <w:instrText xml:space="preserve"> PAGEREF _Toc89424108 \h </w:instrText>
      </w:r>
      <w:r>
        <w:fldChar w:fldCharType="separate"/>
      </w:r>
      <w:r>
        <w:t>29</w:t>
      </w:r>
      <w:r>
        <w:fldChar w:fldCharType="end"/>
      </w:r>
    </w:p>
    <w:p w14:paraId="4093224C" w14:textId="159502D1" w:rsidR="00B02DB9" w:rsidRDefault="00B02DB9">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EUT without data application ancillary</w:t>
      </w:r>
      <w:r>
        <w:tab/>
      </w:r>
      <w:r>
        <w:fldChar w:fldCharType="begin"/>
      </w:r>
      <w:r>
        <w:instrText xml:space="preserve"> PAGEREF _Toc89424109 \h </w:instrText>
      </w:r>
      <w:r>
        <w:fldChar w:fldCharType="separate"/>
      </w:r>
      <w:r>
        <w:t>29</w:t>
      </w:r>
      <w:r>
        <w:fldChar w:fldCharType="end"/>
      </w:r>
    </w:p>
    <w:p w14:paraId="67979400" w14:textId="201966BF" w:rsidR="00B02DB9" w:rsidRDefault="00B02DB9">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EUT with data application ancillary</w:t>
      </w:r>
      <w:r>
        <w:tab/>
      </w:r>
      <w:r>
        <w:fldChar w:fldCharType="begin"/>
      </w:r>
      <w:r>
        <w:instrText xml:space="preserve"> PAGEREF _Toc89424110 \h </w:instrText>
      </w:r>
      <w:r>
        <w:fldChar w:fldCharType="separate"/>
      </w:r>
      <w:r>
        <w:t>29</w:t>
      </w:r>
      <w:r>
        <w:fldChar w:fldCharType="end"/>
      </w:r>
    </w:p>
    <w:p w14:paraId="3D15AE66" w14:textId="37F97B3D" w:rsidR="00B02DB9" w:rsidRDefault="00B02DB9">
      <w:pPr>
        <w:pStyle w:val="TOC8"/>
        <w:rPr>
          <w:rFonts w:asciiTheme="minorHAnsi" w:eastAsiaTheme="minorEastAsia" w:hAnsiTheme="minorHAnsi" w:cstheme="minorBidi"/>
          <w:b w:val="0"/>
          <w:szCs w:val="22"/>
        </w:rPr>
      </w:pPr>
      <w:r w:rsidRPr="00C72474">
        <w:rPr>
          <w:lang w:val="en-AU"/>
        </w:rPr>
        <w:t xml:space="preserve">Annex C (informative): Change </w:t>
      </w:r>
      <w:r>
        <w:t>History</w:t>
      </w:r>
      <w:r>
        <w:tab/>
      </w:r>
      <w:r>
        <w:fldChar w:fldCharType="begin"/>
      </w:r>
      <w:r>
        <w:instrText xml:space="preserve"> PAGEREF _Toc89424111 \h </w:instrText>
      </w:r>
      <w:r>
        <w:fldChar w:fldCharType="separate"/>
      </w:r>
      <w:r>
        <w:t>31</w:t>
      </w:r>
      <w:r>
        <w:fldChar w:fldCharType="end"/>
      </w:r>
    </w:p>
    <w:p w14:paraId="6D39EA80" w14:textId="6ED8BBF1" w:rsidR="00250C81" w:rsidRPr="00222A9F" w:rsidRDefault="00B02DB9">
      <w:pPr>
        <w:tabs>
          <w:tab w:val="right" w:pos="9639"/>
        </w:tabs>
      </w:pPr>
      <w:r>
        <w:fldChar w:fldCharType="end"/>
      </w:r>
    </w:p>
    <w:p w14:paraId="61E616ED" w14:textId="77777777" w:rsidR="00250C81" w:rsidRPr="00222A9F" w:rsidRDefault="00250C81">
      <w:pPr>
        <w:pStyle w:val="Heading1"/>
      </w:pPr>
      <w:r w:rsidRPr="00222A9F">
        <w:br w:type="page"/>
      </w:r>
      <w:bookmarkStart w:id="3" w:name="_Toc510654479"/>
      <w:bookmarkStart w:id="4" w:name="_Toc89424029"/>
      <w:r w:rsidRPr="00222A9F">
        <w:t>Foreword</w:t>
      </w:r>
      <w:bookmarkEnd w:id="3"/>
      <w:bookmarkEnd w:id="4"/>
    </w:p>
    <w:p w14:paraId="530A67A0" w14:textId="77777777" w:rsidR="00250C81" w:rsidRPr="00222A9F" w:rsidRDefault="00250C81">
      <w:r w:rsidRPr="00222A9F">
        <w:t>This Technical Specification has been produced by the 3</w:t>
      </w:r>
      <w:r w:rsidRPr="00222A9F">
        <w:rPr>
          <w:vertAlign w:val="superscript"/>
        </w:rPr>
        <w:t>rd</w:t>
      </w:r>
      <w:r w:rsidRPr="00222A9F">
        <w:t xml:space="preserve"> Generation Partnership Project (3GPP).</w:t>
      </w:r>
    </w:p>
    <w:p w14:paraId="513643AF" w14:textId="77777777" w:rsidR="00250C81" w:rsidRPr="00222A9F" w:rsidRDefault="00250C81">
      <w:r w:rsidRPr="00222A9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9CF7342" w14:textId="77777777" w:rsidR="00250C81" w:rsidRPr="00222A9F" w:rsidRDefault="00250C81">
      <w:pPr>
        <w:pStyle w:val="B1"/>
        <w:rPr>
          <w:lang w:val="en-US"/>
        </w:rPr>
      </w:pPr>
      <w:r w:rsidRPr="00222A9F">
        <w:rPr>
          <w:lang w:val="en-US"/>
        </w:rPr>
        <w:t>Version x.y.z</w:t>
      </w:r>
    </w:p>
    <w:p w14:paraId="168566EC" w14:textId="77777777" w:rsidR="00250C81" w:rsidRPr="00222A9F" w:rsidRDefault="00250C81">
      <w:pPr>
        <w:pStyle w:val="B1"/>
      </w:pPr>
      <w:r w:rsidRPr="00222A9F">
        <w:t>where:</w:t>
      </w:r>
    </w:p>
    <w:p w14:paraId="16CA2B34" w14:textId="77777777" w:rsidR="00250C81" w:rsidRPr="00222A9F" w:rsidRDefault="00250C81">
      <w:pPr>
        <w:pStyle w:val="B2"/>
      </w:pPr>
      <w:r w:rsidRPr="00222A9F">
        <w:t>x</w:t>
      </w:r>
      <w:r w:rsidRPr="00222A9F">
        <w:tab/>
        <w:t>the first digit:</w:t>
      </w:r>
    </w:p>
    <w:p w14:paraId="64E81798" w14:textId="77777777" w:rsidR="00250C81" w:rsidRPr="00222A9F" w:rsidRDefault="00250C81">
      <w:pPr>
        <w:pStyle w:val="B3"/>
      </w:pPr>
      <w:r w:rsidRPr="00222A9F">
        <w:t>1</w:t>
      </w:r>
      <w:r w:rsidRPr="00222A9F">
        <w:tab/>
        <w:t>presented to TSG for information;</w:t>
      </w:r>
    </w:p>
    <w:p w14:paraId="36DE1AC7" w14:textId="77777777" w:rsidR="00250C81" w:rsidRPr="00222A9F" w:rsidRDefault="00250C81">
      <w:pPr>
        <w:pStyle w:val="B3"/>
      </w:pPr>
      <w:r w:rsidRPr="00222A9F">
        <w:t>2</w:t>
      </w:r>
      <w:r w:rsidRPr="00222A9F">
        <w:tab/>
        <w:t>presented to TSG for approval;</w:t>
      </w:r>
    </w:p>
    <w:p w14:paraId="01B6281A" w14:textId="77777777" w:rsidR="00250C81" w:rsidRPr="00222A9F" w:rsidRDefault="00250C81">
      <w:pPr>
        <w:pStyle w:val="B3"/>
      </w:pPr>
      <w:r w:rsidRPr="00222A9F">
        <w:t>3</w:t>
      </w:r>
      <w:r w:rsidRPr="00222A9F">
        <w:tab/>
        <w:t>or greater indicates TSG approved document under change control.</w:t>
      </w:r>
    </w:p>
    <w:p w14:paraId="442D1ED3" w14:textId="77777777" w:rsidR="00250C81" w:rsidRPr="00222A9F" w:rsidRDefault="00250C81">
      <w:pPr>
        <w:pStyle w:val="B2"/>
      </w:pPr>
      <w:r w:rsidRPr="00222A9F">
        <w:t>y</w:t>
      </w:r>
      <w:r w:rsidRPr="00222A9F">
        <w:tab/>
        <w:t>the second digit is incremented for all changes of substance, i.e. technical enhancements, corrections, updates, etc.</w:t>
      </w:r>
    </w:p>
    <w:p w14:paraId="12045308" w14:textId="77777777" w:rsidR="00250C81" w:rsidRPr="00222A9F" w:rsidRDefault="00250C81">
      <w:pPr>
        <w:pStyle w:val="B2"/>
      </w:pPr>
      <w:r w:rsidRPr="00222A9F">
        <w:t>z</w:t>
      </w:r>
      <w:r w:rsidRPr="00222A9F">
        <w:tab/>
        <w:t>the third digit is incremented when editorial only changes have been incorporated in the document.</w:t>
      </w:r>
    </w:p>
    <w:p w14:paraId="4AF2243C" w14:textId="77777777" w:rsidR="00250C81" w:rsidRPr="00222A9F" w:rsidRDefault="00250C81">
      <w:pPr>
        <w:pStyle w:val="Heading1"/>
      </w:pPr>
      <w:r w:rsidRPr="00222A9F">
        <w:br w:type="page"/>
      </w:r>
      <w:bookmarkStart w:id="5" w:name="_Toc510654480"/>
      <w:bookmarkStart w:id="6" w:name="_Toc89424030"/>
      <w:r w:rsidRPr="00222A9F">
        <w:t>1</w:t>
      </w:r>
      <w:r w:rsidRPr="00222A9F">
        <w:tab/>
        <w:t>Scope</w:t>
      </w:r>
      <w:bookmarkEnd w:id="5"/>
      <w:bookmarkEnd w:id="6"/>
    </w:p>
    <w:p w14:paraId="4664F2D4" w14:textId="77777777" w:rsidR="0020236E" w:rsidRPr="00222A9F" w:rsidRDefault="0020236E" w:rsidP="0020236E">
      <w:r w:rsidRPr="00222A9F">
        <w:t>The present document establishes the essential EMC requirements for "3</w:t>
      </w:r>
      <w:r w:rsidRPr="00222A9F">
        <w:rPr>
          <w:vertAlign w:val="superscript"/>
        </w:rPr>
        <w:t>rd</w:t>
      </w:r>
      <w:r w:rsidRPr="00222A9F">
        <w:t xml:space="preserve"> generation" digital cellular mobile terminal equipment and ancillary accessories in combination with a 3GPP E-UTRA user equipment (UE). </w:t>
      </w:r>
    </w:p>
    <w:p w14:paraId="29C49179" w14:textId="77777777" w:rsidR="0020236E" w:rsidRPr="00222A9F" w:rsidRDefault="0020236E" w:rsidP="0020236E">
      <w:r w:rsidRPr="00222A9F">
        <w:t>The equipment conforming to the requirements laid out in the present document and used in its intended electromagnetic environment in accordance with the manufacturers instructions</w:t>
      </w:r>
    </w:p>
    <w:p w14:paraId="750D9C5B" w14:textId="77777777" w:rsidR="0020236E" w:rsidRPr="00222A9F" w:rsidRDefault="0020236E" w:rsidP="0020236E">
      <w:pPr>
        <w:ind w:left="568" w:hanging="284"/>
      </w:pPr>
      <w:r w:rsidRPr="00222A9F">
        <w:t>-</w:t>
      </w:r>
      <w:r w:rsidRPr="00222A9F">
        <w:tab/>
        <w:t>shall not generate electromagnetic disturbances at a level which may interfere with the intended operation of other equipment;</w:t>
      </w:r>
    </w:p>
    <w:p w14:paraId="26344140" w14:textId="77777777" w:rsidR="0020236E" w:rsidRPr="00222A9F" w:rsidRDefault="0020236E" w:rsidP="0020236E">
      <w:pPr>
        <w:ind w:left="568" w:hanging="284"/>
      </w:pPr>
      <w:r w:rsidRPr="00222A9F">
        <w:t>-</w:t>
      </w:r>
      <w:r w:rsidRPr="00222A9F">
        <w:tab/>
        <w:t>has an adequate level of intrinsic immunity to electromagnetic disturbances to operate as intended;</w:t>
      </w:r>
    </w:p>
    <w:p w14:paraId="3DB80732" w14:textId="77777777" w:rsidR="0020236E" w:rsidRPr="00222A9F" w:rsidRDefault="0020236E" w:rsidP="0020236E">
      <w:r w:rsidRPr="00222A9F">
        <w:t>The present document specifies the applicable EMC tests, the methods of measurement, the frequency range, the limits and the minimum performance criteria for all types of E-UTRA UE´s and their accessories. E-UTRA base station equipment operating within network infrastructure is outside the scope of the present document. However, the present document does cover mobile and portable equipment that is intended to be operated in a fixed location while connected to the AC mains. E-UTRA base stations in the radio access network are covered by the technical specification TS36.113 [2].</w:t>
      </w:r>
    </w:p>
    <w:p w14:paraId="57F8E5ED" w14:textId="77777777" w:rsidR="0020236E" w:rsidRPr="00222A9F" w:rsidRDefault="0020236E" w:rsidP="0020236E">
      <w:r w:rsidRPr="00222A9F">
        <w:t>Requirements for the radiated emission from the enclosure port of integral antenna equipment and ancillaries have been included. Technical specifications for conducted emissions from the antenna connector are found in the 3GPP specifications for the radio interface, e.g. TS36.521 [3], for the effective use of the radio spectrum.</w:t>
      </w:r>
    </w:p>
    <w:p w14:paraId="029989FF" w14:textId="77777777" w:rsidR="0020236E" w:rsidRPr="00222A9F" w:rsidRDefault="0020236E" w:rsidP="0020236E">
      <w:r w:rsidRPr="00222A9F">
        <w:t xml:space="preserve">The immunity requirements have been selected to ensure an adequate level of compatibility for apparatus in residential, commercial, light industrial and vehicular environments. The levels however, do not cover extreme cases, which may occur in any location but with low probability of occurrence. </w:t>
      </w:r>
    </w:p>
    <w:p w14:paraId="574FA765" w14:textId="77777777" w:rsidR="0020236E" w:rsidRPr="00222A9F" w:rsidRDefault="0020236E" w:rsidP="0020236E">
      <w:r w:rsidRPr="00222A9F">
        <w:t>The environment classification used in the present document refers to the environment classification used in the Generic Standards IEC 61000-6-1 [4], IEC 61000-6-3 [5], except the vehicular environment class which refers to ISO 7637 Part 1 [6] and Part 2 [7].</w:t>
      </w:r>
    </w:p>
    <w:p w14:paraId="25D5AA88" w14:textId="77777777" w:rsidR="0020236E" w:rsidRPr="00222A9F" w:rsidRDefault="0020236E" w:rsidP="0020236E">
      <w:r w:rsidRPr="00222A9F">
        <w:t>Compliance of radio equipment to the requirements of the present document does not signify compliance to any requirement related to the use of the equipment (i.e. licensing requirements).</w:t>
      </w:r>
    </w:p>
    <w:p w14:paraId="10FBEFE9" w14:textId="77777777" w:rsidR="0020236E" w:rsidRPr="00222A9F" w:rsidRDefault="0020236E" w:rsidP="0020236E">
      <w:r w:rsidRPr="00222A9F">
        <w:t>Compliance to the requirements of the present document does not signify compliance to any safety requirement. However, any temporary or permanent unsafe condition caused by EMC is considered as non-compliance.</w:t>
      </w:r>
    </w:p>
    <w:p w14:paraId="2C2F8295" w14:textId="77777777" w:rsidR="00250C81" w:rsidRPr="00222A9F" w:rsidRDefault="00250C81">
      <w:pPr>
        <w:pStyle w:val="Heading1"/>
      </w:pPr>
      <w:bookmarkStart w:id="7" w:name="_Toc510654481"/>
      <w:bookmarkStart w:id="8" w:name="_Toc89424031"/>
      <w:r w:rsidRPr="00222A9F">
        <w:t>2</w:t>
      </w:r>
      <w:r w:rsidRPr="00222A9F">
        <w:tab/>
        <w:t>References</w:t>
      </w:r>
      <w:bookmarkEnd w:id="7"/>
      <w:bookmarkEnd w:id="8"/>
    </w:p>
    <w:p w14:paraId="35B145CD" w14:textId="77777777" w:rsidR="0014373B" w:rsidRPr="00222A9F" w:rsidRDefault="0014373B" w:rsidP="0014373B">
      <w:r w:rsidRPr="00222A9F">
        <w:t>The following documents contain provisions, which, through reference in this text, constitute provisions of the present document.</w:t>
      </w:r>
    </w:p>
    <w:p w14:paraId="6CCFA1BC" w14:textId="7122BC19" w:rsidR="0014373B" w:rsidRPr="00222A9F" w:rsidRDefault="00161123" w:rsidP="00161123">
      <w:pPr>
        <w:pStyle w:val="B1"/>
      </w:pPr>
      <w:r w:rsidRPr="008E21F4">
        <w:t>-</w:t>
      </w:r>
      <w:r w:rsidR="0014373B" w:rsidRPr="00222A9F">
        <w:rPr>
          <w:rFonts w:ascii="Symbol" w:hAnsi="Symbol"/>
        </w:rPr>
        <w:tab/>
      </w:r>
      <w:r w:rsidR="0014373B" w:rsidRPr="00222A9F">
        <w:t>References are either specific (identified by date of publication, edition number, version number, etc.) or non</w:t>
      </w:r>
      <w:r w:rsidR="0014373B" w:rsidRPr="00222A9F">
        <w:noBreakHyphen/>
        <w:t>specific;</w:t>
      </w:r>
    </w:p>
    <w:p w14:paraId="747CA873" w14:textId="16483BB5" w:rsidR="0014373B" w:rsidRPr="00222A9F" w:rsidRDefault="00161123" w:rsidP="00161123">
      <w:pPr>
        <w:pStyle w:val="B1"/>
      </w:pPr>
      <w:r w:rsidRPr="008E21F4">
        <w:t>-</w:t>
      </w:r>
      <w:r w:rsidR="0014373B" w:rsidRPr="00222A9F">
        <w:rPr>
          <w:rFonts w:ascii="Symbol" w:hAnsi="Symbol"/>
        </w:rPr>
        <w:tab/>
      </w:r>
      <w:r w:rsidR="0014373B" w:rsidRPr="00222A9F">
        <w:t>for a specific reference, subsequent revisions do not apply;</w:t>
      </w:r>
    </w:p>
    <w:p w14:paraId="6D57270E" w14:textId="6576D125" w:rsidR="0014373B" w:rsidRPr="00222A9F" w:rsidRDefault="00161123" w:rsidP="00161123">
      <w:pPr>
        <w:pStyle w:val="B1"/>
      </w:pPr>
      <w:r w:rsidRPr="008E21F4">
        <w:t>-</w:t>
      </w:r>
      <w:r w:rsidR="0014373B" w:rsidRPr="00222A9F">
        <w:rPr>
          <w:rFonts w:ascii="Symbol" w:hAnsi="Symbol"/>
        </w:rPr>
        <w:tab/>
      </w:r>
      <w:r w:rsidR="0014373B" w:rsidRPr="00222A9F">
        <w:t xml:space="preserve">for a non-specific reference, subsequent revisions do apply. In the case of a reference to a 3GPP document (including a GSM document), a non-specific reference implicitly refers to the latest version of that document </w:t>
      </w:r>
      <w:r w:rsidR="0014373B" w:rsidRPr="00222A9F">
        <w:rPr>
          <w:i/>
          <w:iCs/>
        </w:rPr>
        <w:t>in the same Release as the present document</w:t>
      </w:r>
      <w:r w:rsidR="0014373B" w:rsidRPr="00222A9F">
        <w:t>.</w:t>
      </w:r>
    </w:p>
    <w:p w14:paraId="438237DA" w14:textId="77777777" w:rsidR="0014373B" w:rsidRPr="00222A9F" w:rsidRDefault="0014373B" w:rsidP="00161123">
      <w:pPr>
        <w:pStyle w:val="EX"/>
      </w:pPr>
      <w:r w:rsidRPr="00222A9F">
        <w:t>[1]</w:t>
      </w:r>
      <w:r w:rsidRPr="00222A9F">
        <w:tab/>
        <w:t xml:space="preserve">3GPP TR 25.990: "Vocabulary for UTRAN". </w:t>
      </w:r>
      <w:r w:rsidRPr="00222A9F">
        <w:br/>
        <w:t>3GPP TR 21.905: "Vocabulary for 3GPP Specifications".</w:t>
      </w:r>
    </w:p>
    <w:p w14:paraId="75A57218" w14:textId="77777777" w:rsidR="0014373B" w:rsidRPr="00222A9F" w:rsidRDefault="0014373B" w:rsidP="00161123">
      <w:pPr>
        <w:pStyle w:val="EX"/>
      </w:pPr>
      <w:r w:rsidRPr="00222A9F">
        <w:t>[2]</w:t>
      </w:r>
      <w:r w:rsidRPr="00222A9F">
        <w:tab/>
        <w:t>3GPP TS 36.113: "Evolved Universal Terrestrial Radio Access (E-UTRA); Base station and repeater electromagnetic compatibility (EMC)".</w:t>
      </w:r>
    </w:p>
    <w:p w14:paraId="671702FE" w14:textId="77777777" w:rsidR="0014373B" w:rsidRPr="00222A9F" w:rsidRDefault="0014373B" w:rsidP="00161123">
      <w:pPr>
        <w:pStyle w:val="EX"/>
      </w:pPr>
      <w:r w:rsidRPr="00222A9F">
        <w:t>[3]</w:t>
      </w:r>
      <w:r w:rsidRPr="00222A9F">
        <w:tab/>
        <w:t xml:space="preserve">3GPP TS 36.521: "Evolved Universal Terrestrial Radio Access (E-UTRA) and Evolved Universal Terrestrial Radio Access Network (E-UTRAN); User Equipment (UE) conformance specification </w:t>
      </w:r>
      <w:r w:rsidRPr="00222A9F">
        <w:rPr>
          <w:lang w:val="en-US"/>
        </w:rPr>
        <w:t>Radio transmission and reception</w:t>
      </w:r>
      <w:r w:rsidRPr="00222A9F">
        <w:t>".</w:t>
      </w:r>
    </w:p>
    <w:p w14:paraId="78DAC946" w14:textId="77777777" w:rsidR="0014373B" w:rsidRPr="00222A9F" w:rsidRDefault="0014373B" w:rsidP="00161123">
      <w:pPr>
        <w:pStyle w:val="EX"/>
      </w:pPr>
      <w:r w:rsidRPr="00222A9F">
        <w:t>[4]</w:t>
      </w:r>
      <w:r w:rsidRPr="00222A9F">
        <w:tab/>
        <w:t>IEC 61000-6-1 (1997): "Electromagnetic compatibility (EMC) - Part 6: Generic standards - Section 1: Immunity standard for residential, commercial and light-industrial environments".</w:t>
      </w:r>
    </w:p>
    <w:p w14:paraId="7C687E0F" w14:textId="77777777" w:rsidR="0014373B" w:rsidRPr="00222A9F" w:rsidRDefault="0014373B" w:rsidP="00161123">
      <w:pPr>
        <w:pStyle w:val="EX"/>
      </w:pPr>
      <w:r w:rsidRPr="00222A9F">
        <w:t>[5]</w:t>
      </w:r>
      <w:r w:rsidRPr="00222A9F">
        <w:tab/>
        <w:t>IEC 61000-6-3 (1996): "Electromagnetic compatibility (EMC) - Part 6: Generic standards - Section 3: Emission standard for residential, commercial and light-industrial environments.</w:t>
      </w:r>
    </w:p>
    <w:p w14:paraId="4FB8FA90" w14:textId="77777777" w:rsidR="0014373B" w:rsidRPr="00222A9F" w:rsidRDefault="0014373B" w:rsidP="00161123">
      <w:pPr>
        <w:pStyle w:val="EX"/>
      </w:pPr>
      <w:r w:rsidRPr="00222A9F">
        <w:t>[6]</w:t>
      </w:r>
      <w:r w:rsidRPr="00222A9F">
        <w:tab/>
        <w:t>ISO 7637</w:t>
      </w:r>
      <w:r w:rsidRPr="00222A9F">
        <w:noBreakHyphen/>
        <w:t>1 (1990): "Road vehicles - Electrical disturbance by conduction and coupling - Part 1: Passenger cars and light commercial vehicles with nominal 12 V supply voltage - Electrical transient conduction along supply lines only".</w:t>
      </w:r>
    </w:p>
    <w:p w14:paraId="06713C8F" w14:textId="77777777" w:rsidR="0014373B" w:rsidRPr="00222A9F" w:rsidRDefault="0014373B" w:rsidP="00161123">
      <w:pPr>
        <w:pStyle w:val="EX"/>
      </w:pPr>
      <w:r w:rsidRPr="00222A9F">
        <w:t>[7]</w:t>
      </w:r>
      <w:r w:rsidRPr="00222A9F">
        <w:tab/>
        <w:t>ISO 7637</w:t>
      </w:r>
      <w:r w:rsidRPr="00222A9F">
        <w:noBreakHyphen/>
        <w:t>2 (1990): "Road vehicles - Electrical disturbance by conduction and coupling - Part 2: Commercial vehicles with nominal 24 V supply voltage - Electrical transient conduction along supply lines only".</w:t>
      </w:r>
    </w:p>
    <w:p w14:paraId="412CF00C" w14:textId="77777777" w:rsidR="0014373B" w:rsidRPr="00222A9F" w:rsidRDefault="0014373B" w:rsidP="00161123">
      <w:pPr>
        <w:pStyle w:val="EX"/>
      </w:pPr>
      <w:r w:rsidRPr="00222A9F">
        <w:t>[8]</w:t>
      </w:r>
      <w:r w:rsidRPr="00222A9F">
        <w:tab/>
        <w:t>IEC 60050(161): "International Electrotechnical Vocabulary - Chapter 161: Electromagnetic compatibility".</w:t>
      </w:r>
    </w:p>
    <w:p w14:paraId="7401DBBE" w14:textId="77777777" w:rsidR="0014373B" w:rsidRPr="00222A9F" w:rsidRDefault="0014373B" w:rsidP="00161123">
      <w:pPr>
        <w:pStyle w:val="EX"/>
      </w:pPr>
      <w:r w:rsidRPr="00222A9F">
        <w:t>[9]</w:t>
      </w:r>
      <w:r w:rsidRPr="00222A9F">
        <w:tab/>
        <w:t>ITU-R Recommendation SM.329: "Unwanted emissions in the spurious domain".</w:t>
      </w:r>
    </w:p>
    <w:p w14:paraId="0657EAA2" w14:textId="77777777" w:rsidR="0014373B" w:rsidRPr="00222A9F" w:rsidRDefault="0014373B" w:rsidP="00161123">
      <w:pPr>
        <w:pStyle w:val="EX"/>
      </w:pPr>
      <w:r w:rsidRPr="00222A9F">
        <w:t>[10]</w:t>
      </w:r>
      <w:r w:rsidRPr="00222A9F">
        <w:tab/>
        <w:t>IEC CISPR publication 22: "Information technology equipment; Radio disturbance characteristics - Limits and methods of measurement".</w:t>
      </w:r>
    </w:p>
    <w:p w14:paraId="75D0FDD3" w14:textId="77777777" w:rsidR="0014373B" w:rsidRPr="00222A9F" w:rsidRDefault="0014373B" w:rsidP="00161123">
      <w:pPr>
        <w:pStyle w:val="EX"/>
      </w:pPr>
      <w:r w:rsidRPr="00222A9F">
        <w:t>[11]</w:t>
      </w:r>
      <w:r w:rsidRPr="00222A9F">
        <w:tab/>
        <w:t>3GPP TS 36.101: "Evolved Universal Terrestrial Radio Access (E-UTRA); User Equipment (UE) radio transmission and reception (FDD)".</w:t>
      </w:r>
    </w:p>
    <w:p w14:paraId="6DA67199" w14:textId="77777777" w:rsidR="0014373B" w:rsidRPr="00222A9F" w:rsidRDefault="0014373B" w:rsidP="00161123">
      <w:pPr>
        <w:pStyle w:val="EX"/>
      </w:pPr>
      <w:r w:rsidRPr="00222A9F">
        <w:t>[12]</w:t>
      </w:r>
      <w:r w:rsidRPr="00222A9F">
        <w:tab/>
        <w:t>3GPP TS 36.508: "Evolved Universal Terrestrial Radio Access (E-UTRA) and Evolved Universal Terrestrial Radio Access Network (E-UTRAN); Common test environments for User Equipment (UE) conformance testing".</w:t>
      </w:r>
    </w:p>
    <w:p w14:paraId="2560F4CB" w14:textId="77777777" w:rsidR="0014373B" w:rsidRPr="00222A9F" w:rsidRDefault="0014373B" w:rsidP="00161123">
      <w:pPr>
        <w:pStyle w:val="EX"/>
      </w:pPr>
      <w:r w:rsidRPr="00222A9F">
        <w:t>[13]</w:t>
      </w:r>
      <w:r w:rsidRPr="00222A9F">
        <w:tab/>
        <w:t>3GPP TS 36.523: " Evolved Universal Terrestrial Radio Access (E-UTRA) and Evolved Universal Terrestrial Radio Access Network (E-UTRAN); User Equipment (UE) conformance specification".</w:t>
      </w:r>
    </w:p>
    <w:p w14:paraId="139BCD1E" w14:textId="77777777" w:rsidR="0014373B" w:rsidRPr="00222A9F" w:rsidRDefault="0014373B" w:rsidP="00161123">
      <w:pPr>
        <w:pStyle w:val="EX"/>
      </w:pPr>
      <w:r w:rsidRPr="00222A9F">
        <w:t>[14]</w:t>
      </w:r>
      <w:r w:rsidRPr="00222A9F">
        <w:tab/>
        <w:t>IEC CISPR publication 16-1: "Specification for radio disturbance and immunity measuring apparatus and methods".</w:t>
      </w:r>
    </w:p>
    <w:p w14:paraId="5B18A24E" w14:textId="77777777" w:rsidR="0014373B" w:rsidRPr="00222A9F" w:rsidRDefault="0014373B" w:rsidP="00161123">
      <w:pPr>
        <w:pStyle w:val="EX"/>
      </w:pPr>
      <w:r w:rsidRPr="00222A9F">
        <w:t>[15]</w:t>
      </w:r>
      <w:r w:rsidRPr="00222A9F">
        <w:tab/>
        <w:t xml:space="preserve">IEC 61000-3-2; (2000): "Electromagnetic compatibility; Part 3 - Limits; section 2 - Limits for harmonic current emissions (equipment input current </w:t>
      </w:r>
      <w:r w:rsidRPr="00222A9F">
        <w:sym w:font="Symbol" w:char="F0A3"/>
      </w:r>
      <w:r w:rsidRPr="00222A9F">
        <w:t xml:space="preserve"> 16 A per phase)"; Am.1 (1997-09)".</w:t>
      </w:r>
    </w:p>
    <w:p w14:paraId="5B178332" w14:textId="77777777" w:rsidR="0014373B" w:rsidRPr="00222A9F" w:rsidRDefault="0014373B" w:rsidP="00161123">
      <w:pPr>
        <w:pStyle w:val="EX"/>
      </w:pPr>
      <w:r w:rsidRPr="00222A9F">
        <w:t>[16]</w:t>
      </w:r>
      <w:r w:rsidRPr="00222A9F">
        <w:tab/>
        <w:t xml:space="preserve">IEC 61000-3-3; (19952): "Electromagnetic compatibility; Part 3 - Limits; section 2 - Limitation of voltage fluctuations and flicker in low-voltage supply systems for equipment with rated current </w:t>
      </w:r>
      <w:r w:rsidRPr="00222A9F">
        <w:sym w:font="Symbol" w:char="F0A3"/>
      </w:r>
      <w:r w:rsidRPr="00222A9F">
        <w:t xml:space="preserve"> 16 A" </w:t>
      </w:r>
    </w:p>
    <w:p w14:paraId="3010EE7B" w14:textId="77777777" w:rsidR="0014373B" w:rsidRPr="00222A9F" w:rsidRDefault="0014373B" w:rsidP="00161123">
      <w:pPr>
        <w:pStyle w:val="EX"/>
      </w:pPr>
      <w:r w:rsidRPr="00222A9F">
        <w:t>[17]</w:t>
      </w:r>
      <w:r w:rsidRPr="00222A9F">
        <w:tab/>
        <w:t>IEC 61000-4-3: "Electromagnetic compatibility (EMC) - Part 4: Testing and measurement techniques - section 3: Radiated, radio-frequency electromagnetic field immunity test".</w:t>
      </w:r>
    </w:p>
    <w:p w14:paraId="1499ABF2" w14:textId="77777777" w:rsidR="0014373B" w:rsidRPr="00222A9F" w:rsidRDefault="0014373B" w:rsidP="00161123">
      <w:pPr>
        <w:pStyle w:val="EX"/>
      </w:pPr>
      <w:r w:rsidRPr="00222A9F">
        <w:t>[18]</w:t>
      </w:r>
      <w:r w:rsidRPr="00222A9F">
        <w:tab/>
        <w:t>IEC 61000-4-2: "Electromagnetic compatibility (EMC) - Part 4: Testing and measurement techniques - section 2: Electrostatic discharge immunity test - Basic EMC publication".</w:t>
      </w:r>
    </w:p>
    <w:p w14:paraId="66660C6C" w14:textId="77777777" w:rsidR="0014373B" w:rsidRPr="00222A9F" w:rsidRDefault="0014373B" w:rsidP="00161123">
      <w:pPr>
        <w:pStyle w:val="EX"/>
      </w:pPr>
      <w:r w:rsidRPr="00222A9F">
        <w:t>[19]</w:t>
      </w:r>
      <w:r w:rsidRPr="00222A9F">
        <w:tab/>
        <w:t>IEC 61000-4-4: "Electromagnetic compatibility (EMC) - Part 4: Testing and measurement techniques - section 4: Electrical fast transient/burst immunity test - Basic EMC publication".</w:t>
      </w:r>
    </w:p>
    <w:p w14:paraId="73F77D33" w14:textId="77777777" w:rsidR="0014373B" w:rsidRPr="00222A9F" w:rsidRDefault="0014373B" w:rsidP="00161123">
      <w:pPr>
        <w:pStyle w:val="EX"/>
      </w:pPr>
      <w:r w:rsidRPr="00222A9F">
        <w:t>[20]</w:t>
      </w:r>
      <w:r w:rsidRPr="00222A9F">
        <w:tab/>
        <w:t>IEC 61000-4-6: "Electromagnetic compatibility (EMC) - Part 4: Testing and measurement techniques - section 6: immunity to conducted disturbances induced by radio frequency fields".</w:t>
      </w:r>
    </w:p>
    <w:p w14:paraId="788AF1EE" w14:textId="77777777" w:rsidR="0014373B" w:rsidRPr="00222A9F" w:rsidRDefault="0014373B" w:rsidP="00161123">
      <w:pPr>
        <w:pStyle w:val="EX"/>
      </w:pPr>
      <w:r w:rsidRPr="00222A9F">
        <w:t>[21]</w:t>
      </w:r>
      <w:r w:rsidRPr="00222A9F">
        <w:tab/>
        <w:t>IEC 61000-4-11: "Electromagnetic compatibility (EMC) - Part 4: Testing and measurement techniques - section 11: Voltage dips, short interruptions, and voltage variations immunity test".</w:t>
      </w:r>
    </w:p>
    <w:p w14:paraId="05702097" w14:textId="77777777" w:rsidR="0014373B" w:rsidRPr="00222A9F" w:rsidRDefault="0014373B" w:rsidP="00161123">
      <w:pPr>
        <w:pStyle w:val="EX"/>
      </w:pPr>
      <w:r w:rsidRPr="00222A9F">
        <w:t>[22]</w:t>
      </w:r>
      <w:r w:rsidRPr="00222A9F">
        <w:tab/>
        <w:t>IEC 61000-4-5: "Electromagnetic compatibility (EMC) - Part 4: Testing and measurement techniques - section 5: Surge immunity test".</w:t>
      </w:r>
    </w:p>
    <w:p w14:paraId="399EEE56" w14:textId="77777777" w:rsidR="0014373B" w:rsidRPr="00222A9F" w:rsidRDefault="0014373B" w:rsidP="00161123">
      <w:pPr>
        <w:pStyle w:val="EX"/>
      </w:pPr>
      <w:r w:rsidRPr="00222A9F">
        <w:t>[23]</w:t>
      </w:r>
      <w:r w:rsidRPr="00222A9F">
        <w:tab/>
        <w:t>ITU-R Recommendation SM.1539 (2001): "Variation of the boundary between the out-of-band and spurious domains required for the application of Recommendations ITU-R SM.1541 and ITU-R SM.329".</w:t>
      </w:r>
    </w:p>
    <w:p w14:paraId="212A3CE6" w14:textId="77777777" w:rsidR="00BB5B54" w:rsidRPr="00222A9F" w:rsidRDefault="00BB5B54" w:rsidP="00161123">
      <w:pPr>
        <w:pStyle w:val="EX"/>
      </w:pPr>
      <w:r w:rsidRPr="00222A9F">
        <w:t>[24]</w:t>
      </w:r>
      <w:r w:rsidRPr="00222A9F">
        <w:tab/>
        <w:t>3GPP TS 36.509: "Evolved Universal Terrestrial Radio Access (E-UTRA) and Evolved Universal Terrestrial Radio Access Network (E-UTRAN); Terminal logical test interface; Special conformance testing functions".</w:t>
      </w:r>
    </w:p>
    <w:p w14:paraId="6C6F0D5B" w14:textId="77777777" w:rsidR="004418CB" w:rsidRPr="00222A9F" w:rsidRDefault="004418CB" w:rsidP="00161123">
      <w:pPr>
        <w:pStyle w:val="EX"/>
      </w:pPr>
      <w:r w:rsidRPr="00222A9F">
        <w:t>[25]</w:t>
      </w:r>
      <w:r w:rsidRPr="00222A9F">
        <w:tab/>
        <w:t>ETSI ETR 027 (1991): "Radio Equipment and Systems (RES); Methods of measurement for private mobile radio equipment".</w:t>
      </w:r>
    </w:p>
    <w:p w14:paraId="7B605909" w14:textId="77777777" w:rsidR="004418CB" w:rsidRPr="00222A9F" w:rsidRDefault="004418CB" w:rsidP="00161123">
      <w:pPr>
        <w:pStyle w:val="EX"/>
      </w:pPr>
      <w:r w:rsidRPr="00222A9F">
        <w:t>[26]</w:t>
      </w:r>
      <w:r w:rsidRPr="00222A9F">
        <w:tab/>
        <w:t>ITU</w:t>
      </w:r>
      <w:r w:rsidRPr="00222A9F">
        <w:noBreakHyphen/>
        <w:t>T Recommendation P.64: "Telephone transmission quality, Telephone installations, Local line networks, Objective electro-acoustical measurements. Determination of sensitivity/frequency characteristics of local telephone systems".</w:t>
      </w:r>
    </w:p>
    <w:p w14:paraId="3A44AD93" w14:textId="77777777" w:rsidR="004418CB" w:rsidRPr="00222A9F" w:rsidRDefault="004418CB" w:rsidP="00161123">
      <w:pPr>
        <w:pStyle w:val="EX"/>
      </w:pPr>
      <w:r w:rsidRPr="00222A9F">
        <w:t>[27]</w:t>
      </w:r>
      <w:r w:rsidRPr="00222A9F">
        <w:tab/>
        <w:t>ITU</w:t>
      </w:r>
      <w:r w:rsidRPr="00222A9F">
        <w:noBreakHyphen/>
        <w:t>T Recommendation P.76: "Telephone transmission quality, Measurements related to speech loudness, Determination of loudness ratings; Fundamental principles, Annex A".</w:t>
      </w:r>
    </w:p>
    <w:p w14:paraId="77C3AB41" w14:textId="77777777" w:rsidR="00250C81" w:rsidRPr="00222A9F" w:rsidRDefault="00250C81">
      <w:pPr>
        <w:pStyle w:val="Heading1"/>
        <w:tabs>
          <w:tab w:val="left" w:pos="1140"/>
        </w:tabs>
        <w:ind w:left="1140" w:hanging="1140"/>
      </w:pPr>
      <w:bookmarkStart w:id="9" w:name="_Toc510654482"/>
      <w:bookmarkStart w:id="10" w:name="_Toc89424032"/>
      <w:r w:rsidRPr="00222A9F">
        <w:t>3</w:t>
      </w:r>
      <w:r w:rsidRPr="00222A9F">
        <w:tab/>
        <w:t>Definitions and abbreviations</w:t>
      </w:r>
      <w:bookmarkEnd w:id="9"/>
      <w:bookmarkEnd w:id="10"/>
    </w:p>
    <w:p w14:paraId="288DC810" w14:textId="77777777" w:rsidR="0014373B" w:rsidRPr="00222A9F" w:rsidRDefault="0014373B" w:rsidP="0014373B">
      <w:pPr>
        <w:pStyle w:val="Heading2"/>
      </w:pPr>
      <w:bookmarkStart w:id="11" w:name="_Toc510654483"/>
      <w:bookmarkStart w:id="12" w:name="_Toc89424033"/>
      <w:r w:rsidRPr="00222A9F">
        <w:t>3.1</w:t>
      </w:r>
      <w:r w:rsidRPr="00222A9F">
        <w:tab/>
        <w:t>Definitions</w:t>
      </w:r>
      <w:bookmarkEnd w:id="11"/>
      <w:bookmarkEnd w:id="12"/>
    </w:p>
    <w:p w14:paraId="6240D392" w14:textId="77777777" w:rsidR="0014373B" w:rsidRPr="00222A9F" w:rsidRDefault="0014373B" w:rsidP="0014373B">
      <w:r w:rsidRPr="00222A9F">
        <w:t>For the purposes of the present document, the following terms and definitions apply.</w:t>
      </w:r>
    </w:p>
    <w:p w14:paraId="6C0165FF" w14:textId="77777777" w:rsidR="0014373B" w:rsidRPr="00222A9F" w:rsidRDefault="0014373B" w:rsidP="0014373B">
      <w:pPr>
        <w:spacing w:after="120"/>
        <w:rPr>
          <w:lang w:val="en-US"/>
        </w:rPr>
      </w:pPr>
      <w:r w:rsidRPr="00222A9F">
        <w:rPr>
          <w:b/>
          <w:bCs/>
        </w:rPr>
        <w:t>Ancillary equipment</w:t>
      </w:r>
      <w:r w:rsidRPr="00222A9F">
        <w:t xml:space="preserve">: </w:t>
      </w:r>
      <w:r w:rsidRPr="00222A9F">
        <w:rPr>
          <w:lang w:val="en-US"/>
        </w:rPr>
        <w:t>Equipment (apparatus), used in connection with a user equipment (UE) is considered as an ancillary equipment (apparatus) if:</w:t>
      </w:r>
    </w:p>
    <w:p w14:paraId="0CB2DF4D" w14:textId="77777777" w:rsidR="0014373B" w:rsidRPr="00222A9F" w:rsidRDefault="0014373B" w:rsidP="00161123">
      <w:pPr>
        <w:pStyle w:val="B1"/>
        <w:rPr>
          <w:lang w:val="en-US"/>
        </w:rPr>
      </w:pPr>
      <w:r w:rsidRPr="00222A9F">
        <w:rPr>
          <w:lang w:val="en-US"/>
        </w:rPr>
        <w:t>-</w:t>
      </w:r>
      <w:r w:rsidRPr="00222A9F">
        <w:rPr>
          <w:lang w:val="en-US"/>
        </w:rPr>
        <w:tab/>
        <w:t>the equipment is intended for use in conjunction with a UE to provide additional operational and/or control features to the UE, (e.g. to extend control to another position or location); and</w:t>
      </w:r>
    </w:p>
    <w:p w14:paraId="452D4398" w14:textId="77777777" w:rsidR="0014373B" w:rsidRPr="00222A9F" w:rsidRDefault="0014373B" w:rsidP="00161123">
      <w:pPr>
        <w:pStyle w:val="B1"/>
        <w:rPr>
          <w:lang w:val="en-US"/>
        </w:rPr>
      </w:pPr>
      <w:r w:rsidRPr="00222A9F">
        <w:rPr>
          <w:lang w:val="en-US"/>
        </w:rPr>
        <w:t>-</w:t>
      </w:r>
      <w:r w:rsidRPr="00222A9F">
        <w:rPr>
          <w:lang w:val="en-US"/>
        </w:rPr>
        <w:tab/>
        <w:t>the equipment cannot be used on a stand alone basis to provide user functions independently of a UE; and</w:t>
      </w:r>
    </w:p>
    <w:p w14:paraId="74870804" w14:textId="77777777" w:rsidR="0014373B" w:rsidRPr="00222A9F" w:rsidRDefault="0014373B" w:rsidP="00161123">
      <w:pPr>
        <w:pStyle w:val="B1"/>
      </w:pPr>
      <w:r w:rsidRPr="00222A9F">
        <w:t>-</w:t>
      </w:r>
      <w:r w:rsidRPr="00222A9F">
        <w:tab/>
        <w:t>the UE to which it is connected, is capable of providing some intended operation such as transmitting and/or receiving without the ancillary equipment (i.e. it is not a sub</w:t>
      </w:r>
      <w:r w:rsidRPr="00222A9F">
        <w:noBreakHyphen/>
        <w:t>unit of the main equipment essential to the main equipment basic functions).</w:t>
      </w:r>
    </w:p>
    <w:p w14:paraId="7B4B6D92" w14:textId="77777777" w:rsidR="0014373B" w:rsidRPr="00222A9F" w:rsidRDefault="0014373B" w:rsidP="0014373B">
      <w:pPr>
        <w:spacing w:after="120"/>
      </w:pPr>
      <w:r w:rsidRPr="00222A9F">
        <w:rPr>
          <w:b/>
          <w:bCs/>
        </w:rPr>
        <w:t xml:space="preserve">Average power: </w:t>
      </w:r>
      <w:r w:rsidRPr="00222A9F">
        <w:t>The average transmitter output power obtained over any specified time interval, including periods with no transmission, when the transmit time slots are at the maximum power setting.</w:t>
      </w:r>
    </w:p>
    <w:p w14:paraId="17B77E71" w14:textId="77777777" w:rsidR="0014373B" w:rsidRPr="00222A9F" w:rsidRDefault="0014373B" w:rsidP="0014373B">
      <w:pPr>
        <w:spacing w:after="120"/>
      </w:pPr>
      <w:r w:rsidRPr="00222A9F">
        <w:rPr>
          <w:b/>
          <w:bCs/>
          <w:noProof/>
        </w:rPr>
        <w:t>Camped on a cell</w:t>
      </w:r>
      <w:r w:rsidRPr="00222A9F">
        <w:rPr>
          <w:b/>
          <w:bCs/>
        </w:rPr>
        <w:t>:</w:t>
      </w:r>
      <w:r w:rsidRPr="00222A9F">
        <w:t xml:space="preserve"> The UE is in idle mode and has completed the cell selection/reselection process and has chosen a cell. The UE monitors system information and (in most cases) paging information. Note that the services may be limited, and that the PLMN may not be aware of the existence of the UE within the chosen cell.</w:t>
      </w:r>
    </w:p>
    <w:p w14:paraId="757A6706" w14:textId="77777777" w:rsidR="0014373B" w:rsidRPr="00222A9F" w:rsidRDefault="0014373B" w:rsidP="0014373B">
      <w:r w:rsidRPr="00222A9F">
        <w:rPr>
          <w:b/>
        </w:rPr>
        <w:t>Channel bandwidth:</w:t>
      </w:r>
      <w:r w:rsidRPr="00222A9F">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73CF574C" w14:textId="77777777" w:rsidR="0014373B" w:rsidRPr="00222A9F" w:rsidRDefault="0014373B" w:rsidP="0014373B">
      <w:pPr>
        <w:spacing w:after="120"/>
        <w:rPr>
          <w:lang w:val="en-US"/>
        </w:rPr>
      </w:pPr>
      <w:r w:rsidRPr="00222A9F">
        <w:rPr>
          <w:b/>
          <w:bCs/>
        </w:rPr>
        <w:t>Continuous phenomena (continuous disturbance):</w:t>
      </w:r>
      <w:r w:rsidRPr="00222A9F">
        <w:t xml:space="preserve"> Electromagnetic disturbance, the effects of which on a particular device or equipment cannot be resolved into a succession of distinct effects (IEC 60050-161 [8]).</w:t>
      </w:r>
    </w:p>
    <w:p w14:paraId="74550434" w14:textId="77777777" w:rsidR="0014373B" w:rsidRPr="00222A9F" w:rsidRDefault="0014373B" w:rsidP="0014373B">
      <w:pPr>
        <w:spacing w:after="120"/>
        <w:rPr>
          <w:lang w:val="en-US"/>
        </w:rPr>
      </w:pPr>
      <w:r w:rsidRPr="00222A9F">
        <w:rPr>
          <w:b/>
          <w:bCs/>
        </w:rPr>
        <w:t>Data application ancillary:</w:t>
      </w:r>
      <w:r w:rsidRPr="00222A9F">
        <w:t xml:space="preserve"> Ancillary which provides send and/or receive data access to UMTS services via UE.</w:t>
      </w:r>
    </w:p>
    <w:p w14:paraId="7C8F39FF" w14:textId="77777777" w:rsidR="0014373B" w:rsidRPr="00222A9F" w:rsidRDefault="0014373B" w:rsidP="0014373B">
      <w:pPr>
        <w:spacing w:after="120"/>
        <w:rPr>
          <w:lang w:val="en-US"/>
        </w:rPr>
      </w:pPr>
      <w:r w:rsidRPr="00222A9F">
        <w:rPr>
          <w:b/>
          <w:bCs/>
          <w:snapToGrid w:val="0"/>
          <w:lang w:val="en-AU"/>
        </w:rPr>
        <w:t>Enclosure port</w:t>
      </w:r>
      <w:r w:rsidRPr="00222A9F">
        <w:rPr>
          <w:b/>
          <w:bCs/>
        </w:rPr>
        <w:t>:</w:t>
      </w:r>
      <w:r w:rsidRPr="00222A9F">
        <w:t xml:space="preserve"> </w:t>
      </w:r>
      <w:r w:rsidRPr="00222A9F">
        <w:rPr>
          <w:snapToGrid w:val="0"/>
          <w:lang w:val="en-AU"/>
        </w:rPr>
        <w:t>Physical boundary of the apparatus through which electromagnetic fields may radiate or impinge. In the case of integral antenna equipment, this port is inseparable from the antenna port.</w:t>
      </w:r>
    </w:p>
    <w:p w14:paraId="1DB0D643" w14:textId="77777777" w:rsidR="0014373B" w:rsidRPr="00222A9F" w:rsidRDefault="0014373B" w:rsidP="0014373B">
      <w:pPr>
        <w:spacing w:after="120"/>
        <w:rPr>
          <w:snapToGrid w:val="0"/>
          <w:lang w:val="en-AU"/>
        </w:rPr>
      </w:pPr>
      <w:r w:rsidRPr="00222A9F">
        <w:rPr>
          <w:b/>
          <w:bCs/>
        </w:rPr>
        <w:t>End- User data</w:t>
      </w:r>
      <w:r w:rsidRPr="00222A9F">
        <w:rPr>
          <w:b/>
          <w:bCs/>
          <w:snapToGrid w:val="0"/>
          <w:lang w:val="en-AU"/>
        </w:rPr>
        <w:t>:</w:t>
      </w:r>
      <w:r w:rsidRPr="00222A9F">
        <w:rPr>
          <w:snapToGrid w:val="0"/>
          <w:lang w:val="en-AU"/>
        </w:rPr>
        <w:t xml:space="preserve"> </w:t>
      </w:r>
      <w:r w:rsidRPr="00222A9F">
        <w:t>Manufacturer defined data patterns for data transfer testing. Represents EUT´s typical user application (e.g. photo, video, text file, message) in its characteristics.</w:t>
      </w:r>
    </w:p>
    <w:p w14:paraId="24188E1A" w14:textId="77777777" w:rsidR="0014373B" w:rsidRPr="00222A9F" w:rsidRDefault="0014373B" w:rsidP="0014373B">
      <w:pPr>
        <w:spacing w:after="120"/>
      </w:pPr>
      <w:r w:rsidRPr="00222A9F">
        <w:rPr>
          <w:b/>
          <w:bCs/>
          <w:noProof/>
        </w:rPr>
        <w:t>Idle mode</w:t>
      </w:r>
      <w:r w:rsidRPr="00222A9F">
        <w:rPr>
          <w:b/>
          <w:bCs/>
        </w:rPr>
        <w:t>:</w:t>
      </w:r>
      <w:r w:rsidRPr="00222A9F">
        <w:t xml:space="preserve"> Idle mode is the state of User Equipment (UE) when switched on but with no Radio Resource Control (RRC) connection.</w:t>
      </w:r>
      <w:r w:rsidRPr="00222A9F">
        <w:rPr>
          <w:noProof/>
        </w:rPr>
        <w:t xml:space="preserve"> </w:t>
      </w:r>
    </w:p>
    <w:p w14:paraId="5D10330A" w14:textId="77777777" w:rsidR="0014373B" w:rsidRPr="00222A9F" w:rsidRDefault="0014373B" w:rsidP="0014373B">
      <w:pPr>
        <w:spacing w:after="120"/>
      </w:pPr>
      <w:r w:rsidRPr="00222A9F">
        <w:rPr>
          <w:b/>
          <w:bCs/>
          <w:snapToGrid w:val="0"/>
          <w:lang w:val="en-AU"/>
        </w:rPr>
        <w:t>Integral antenna:</w:t>
      </w:r>
      <w:r w:rsidRPr="00222A9F">
        <w:rPr>
          <w:snapToGrid w:val="0"/>
          <w:lang w:val="en-AU"/>
        </w:rPr>
        <w:t xml:space="preserve"> Antenna designed to be connected directly to the equipment with or without the use of an external connector and considered to be part of the equipment. An integral antenna may be fitted internally or externally to the equipment.</w:t>
      </w:r>
    </w:p>
    <w:p w14:paraId="5182FE4B" w14:textId="77777777" w:rsidR="0014373B" w:rsidRPr="00222A9F" w:rsidRDefault="0014373B" w:rsidP="0014373B">
      <w:pPr>
        <w:rPr>
          <w:rFonts w:cs="v4.2.0"/>
          <w:b/>
        </w:rPr>
      </w:pPr>
      <w:r w:rsidRPr="00222A9F">
        <w:rPr>
          <w:b/>
        </w:rPr>
        <w:t xml:space="preserve">Maximum throughput: </w:t>
      </w:r>
      <w:r w:rsidRPr="00222A9F">
        <w:rPr>
          <w:bCs/>
        </w:rPr>
        <w:t>The maximum achievable throughput for a reference measurement channel.</w:t>
      </w:r>
    </w:p>
    <w:p w14:paraId="29626029" w14:textId="77777777" w:rsidR="0014373B" w:rsidRPr="00222A9F" w:rsidRDefault="0014373B" w:rsidP="0014373B">
      <w:pPr>
        <w:spacing w:after="120"/>
      </w:pPr>
      <w:r w:rsidRPr="00222A9F">
        <w:rPr>
          <w:b/>
          <w:bCs/>
        </w:rPr>
        <w:t>Necessary bandwidth:</w:t>
      </w:r>
      <w:r w:rsidRPr="00222A9F">
        <w:t xml:space="preserve"> For a given class of emission, the width of the frequency band which is just sufficient to ensure the transmission of information at the rate and with the quality required under specified conditions.</w:t>
      </w:r>
    </w:p>
    <w:p w14:paraId="3E0FC15D" w14:textId="77777777" w:rsidR="0014373B" w:rsidRPr="00222A9F" w:rsidRDefault="0014373B" w:rsidP="0014373B">
      <w:pPr>
        <w:spacing w:after="120"/>
      </w:pPr>
      <w:r w:rsidRPr="00222A9F">
        <w:rPr>
          <w:b/>
          <w:bCs/>
        </w:rPr>
        <w:t>Out of band emissions:</w:t>
      </w:r>
      <w:r w:rsidRPr="00222A9F">
        <w:t xml:space="preserve"> Emission on a frequency or frequencies immediately outside the necessary bandwidth, which results from, the modulation process, but excluding spurious emissions.</w:t>
      </w:r>
    </w:p>
    <w:p w14:paraId="7D79D6A9" w14:textId="77777777" w:rsidR="0014373B" w:rsidRPr="00222A9F" w:rsidRDefault="0014373B" w:rsidP="00161123">
      <w:pPr>
        <w:pStyle w:val="NO"/>
      </w:pPr>
      <w:r w:rsidRPr="00222A9F">
        <w:t>NOTE:</w:t>
      </w:r>
      <w:r w:rsidRPr="00222A9F">
        <w:tab/>
        <w:t xml:space="preserve">Any unwanted emission which falls at frequencies separated from the centre frequency of the emission by less than 250% of the necessary bandwidth of the emission will generally be considered out-of-band emission. </w:t>
      </w:r>
    </w:p>
    <w:p w14:paraId="462D1558" w14:textId="77777777" w:rsidR="0014373B" w:rsidRPr="00222A9F" w:rsidRDefault="0014373B" w:rsidP="0014373B">
      <w:pPr>
        <w:spacing w:after="120"/>
        <w:rPr>
          <w:snapToGrid w:val="0"/>
          <w:lang w:val="en-AU"/>
        </w:rPr>
      </w:pPr>
      <w:r w:rsidRPr="00222A9F">
        <w:rPr>
          <w:b/>
          <w:bCs/>
          <w:snapToGrid w:val="0"/>
          <w:lang w:val="en-AU"/>
        </w:rPr>
        <w:t>Port:</w:t>
      </w:r>
      <w:r w:rsidRPr="00222A9F">
        <w:rPr>
          <w:snapToGrid w:val="0"/>
          <w:lang w:val="en-AU"/>
        </w:rPr>
        <w:t xml:space="preserve"> particular interface, of the specified equipment (apparatus), with the electromagnetic environment. For example, any connection point on an equipment intended for connection of cables to or from that equipment is considered as a port (see figure 1).</w:t>
      </w:r>
    </w:p>
    <w:p w14:paraId="4A98A5DD" w14:textId="64840AE9" w:rsidR="0014373B" w:rsidRPr="00222A9F" w:rsidRDefault="001E5214" w:rsidP="007D35FA">
      <w:pPr>
        <w:pStyle w:val="TH"/>
      </w:pPr>
      <w:r w:rsidRPr="00222A9F">
        <w:rPr>
          <w:noProof/>
        </w:rPr>
        <w:drawing>
          <wp:inline distT="0" distB="0" distL="0" distR="0" wp14:anchorId="3CFB1865" wp14:editId="53A7B97E">
            <wp:extent cx="436245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2450" cy="1447800"/>
                    </a:xfrm>
                    <a:prstGeom prst="rect">
                      <a:avLst/>
                    </a:prstGeom>
                    <a:noFill/>
                    <a:ln>
                      <a:noFill/>
                    </a:ln>
                  </pic:spPr>
                </pic:pic>
              </a:graphicData>
            </a:graphic>
          </wp:inline>
        </w:drawing>
      </w:r>
    </w:p>
    <w:p w14:paraId="5D1FE168" w14:textId="77777777" w:rsidR="0014373B" w:rsidRPr="00222A9F" w:rsidRDefault="0014373B" w:rsidP="0014373B">
      <w:pPr>
        <w:spacing w:after="120"/>
      </w:pPr>
      <w:r w:rsidRPr="00222A9F">
        <w:rPr>
          <w:b/>
          <w:bCs/>
        </w:rPr>
        <w:t>Spurious emission from ITU-R SM 329 [9]:</w:t>
      </w:r>
      <w:r w:rsidRPr="00222A9F">
        <w:t xml:space="preserve"> Emission on a frequency, or frequencies, which are outside the necessary bandwidth and the level of which may be reduced without affecting the corresponding transmission of information. Spurious emissions include harmonic emissions, parasitic emissions, intermodulation products and frequency conversion products but exclude out</w:t>
      </w:r>
      <w:r w:rsidRPr="00222A9F">
        <w:noBreakHyphen/>
        <w:t>of</w:t>
      </w:r>
      <w:r w:rsidRPr="00222A9F">
        <w:noBreakHyphen/>
        <w:t xml:space="preserve">band emissions. </w:t>
      </w:r>
    </w:p>
    <w:p w14:paraId="2B172F9E" w14:textId="77777777" w:rsidR="0014373B" w:rsidRPr="00222A9F" w:rsidRDefault="0014373B" w:rsidP="0014373B">
      <w:pPr>
        <w:spacing w:after="120"/>
      </w:pPr>
      <w:r w:rsidRPr="00222A9F">
        <w:rPr>
          <w:b/>
          <w:bCs/>
          <w:snapToGrid w:val="0"/>
          <w:lang w:val="en-AU"/>
        </w:rPr>
        <w:t>Telecommunication port:</w:t>
      </w:r>
      <w:r w:rsidRPr="00222A9F">
        <w:rPr>
          <w:snapToGrid w:val="0"/>
          <w:lang w:val="en-AU"/>
        </w:rPr>
        <w:t xml:space="preserve"> Ports which are intended to be connected to telecommunication networks (e.g. public switched telecommunication networks, integrated services digital networks), local area networks (e.g. Ethernet, Token Ring) and similar networks (see </w:t>
      </w:r>
      <w:r w:rsidRPr="00222A9F">
        <w:t>CISPR 22 [10]</w:t>
      </w:r>
      <w:r w:rsidRPr="00222A9F">
        <w:rPr>
          <w:snapToGrid w:val="0"/>
          <w:lang w:val="en-AU"/>
        </w:rPr>
        <w:t>).</w:t>
      </w:r>
    </w:p>
    <w:p w14:paraId="338A9C43" w14:textId="77777777" w:rsidR="0014373B" w:rsidRPr="00222A9F" w:rsidRDefault="0014373B" w:rsidP="0014373B">
      <w:pPr>
        <w:rPr>
          <w:rFonts w:cs="v4.2.0"/>
          <w:b/>
        </w:rPr>
      </w:pPr>
      <w:r w:rsidRPr="00222A9F">
        <w:rPr>
          <w:b/>
        </w:rPr>
        <w:t xml:space="preserve">Throughput: </w:t>
      </w:r>
      <w:r w:rsidRPr="00222A9F">
        <w:rPr>
          <w:bCs/>
        </w:rPr>
        <w:t>The number of payload bits successfully received per second for a reference measurement channel in a specified reference condition.</w:t>
      </w:r>
    </w:p>
    <w:p w14:paraId="67998457" w14:textId="77777777" w:rsidR="0014373B" w:rsidRPr="00222A9F" w:rsidRDefault="0014373B" w:rsidP="0014373B">
      <w:pPr>
        <w:spacing w:after="120"/>
        <w:rPr>
          <w:snapToGrid w:val="0"/>
          <w:lang w:val="en-AU"/>
        </w:rPr>
      </w:pPr>
      <w:r w:rsidRPr="00222A9F">
        <w:rPr>
          <w:b/>
          <w:bCs/>
        </w:rPr>
        <w:t>Transient phenomena</w:t>
      </w:r>
      <w:r w:rsidRPr="00222A9F">
        <w:rPr>
          <w:snapToGrid w:val="0"/>
          <w:lang w:val="en-AU"/>
        </w:rPr>
        <w:t xml:space="preserve">: </w:t>
      </w:r>
      <w:r w:rsidRPr="00222A9F">
        <w:t>Pertaining to or designating a phenomena or a quantity which varies between two consecutive steady states during a time interval short compared with the time-scale of interest (IEC 60050-161 [8])</w:t>
      </w:r>
    </w:p>
    <w:p w14:paraId="0776DAD2" w14:textId="77777777" w:rsidR="0014373B" w:rsidRPr="00222A9F" w:rsidRDefault="0014373B" w:rsidP="0014373B">
      <w:pPr>
        <w:spacing w:after="120"/>
      </w:pPr>
      <w:r w:rsidRPr="00222A9F">
        <w:rPr>
          <w:b/>
          <w:bCs/>
        </w:rPr>
        <w:t>Traffic mode:</w:t>
      </w:r>
      <w:r w:rsidRPr="00222A9F">
        <w:t xml:space="preserve"> Is the state of User Equipment (UE) when switched on and with Radio Resource Control (RRC) connection established.</w:t>
      </w:r>
    </w:p>
    <w:p w14:paraId="75B55C43" w14:textId="77777777" w:rsidR="0014373B" w:rsidRPr="00222A9F" w:rsidRDefault="0014373B" w:rsidP="0014373B">
      <w:pPr>
        <w:spacing w:after="120"/>
        <w:rPr>
          <w:snapToGrid w:val="0"/>
          <w:lang w:val="en-AU"/>
        </w:rPr>
      </w:pPr>
      <w:r w:rsidRPr="00222A9F">
        <w:rPr>
          <w:b/>
          <w:bCs/>
        </w:rPr>
        <w:t>Universal mobile telecommunications system (UMTS)</w:t>
      </w:r>
      <w:r w:rsidRPr="00222A9F">
        <w:rPr>
          <w:b/>
          <w:bCs/>
          <w:snapToGrid w:val="0"/>
          <w:lang w:val="en-AU"/>
        </w:rPr>
        <w:t>:</w:t>
      </w:r>
      <w:r w:rsidRPr="00222A9F">
        <w:rPr>
          <w:snapToGrid w:val="0"/>
          <w:lang w:val="en-AU"/>
        </w:rPr>
        <w:t xml:space="preserve"> </w:t>
      </w:r>
      <w:r w:rsidRPr="00222A9F">
        <w:t>The telecommunications system, incorporating mobile cellular and other functionality, that is the subject of specifications produced by 3GPP</w:t>
      </w:r>
    </w:p>
    <w:p w14:paraId="49A17C76" w14:textId="77777777" w:rsidR="0014373B" w:rsidRPr="00222A9F" w:rsidRDefault="0014373B" w:rsidP="0014373B">
      <w:pPr>
        <w:spacing w:after="120"/>
      </w:pPr>
      <w:r w:rsidRPr="00222A9F">
        <w:rPr>
          <w:b/>
          <w:bCs/>
        </w:rPr>
        <w:t>User equipment (UE)</w:t>
      </w:r>
      <w:r w:rsidRPr="00222A9F">
        <w:t>:</w:t>
      </w:r>
      <w:r w:rsidRPr="00222A9F">
        <w:rPr>
          <w:noProof/>
        </w:rPr>
        <w:t xml:space="preserve"> </w:t>
      </w:r>
      <w:r w:rsidRPr="00222A9F">
        <w:t>is a "Mobile Station" (MS) which is an entity capable of accessing a set of UMTS services via one or more radio interfaces. This entity may be stationary or in motion within the UMTS service area while accessing the UMTS services, and may simultaneously serve one or more users.</w:t>
      </w:r>
    </w:p>
    <w:p w14:paraId="53309A1A" w14:textId="77777777" w:rsidR="0014373B" w:rsidRPr="00222A9F" w:rsidRDefault="0014373B" w:rsidP="0014373B">
      <w:pPr>
        <w:pStyle w:val="Heading2"/>
      </w:pPr>
      <w:bookmarkStart w:id="13" w:name="_Toc510654484"/>
      <w:bookmarkStart w:id="14" w:name="_Toc89424034"/>
      <w:r w:rsidRPr="00222A9F">
        <w:t>3.2</w:t>
      </w:r>
      <w:r w:rsidRPr="00222A9F">
        <w:tab/>
        <w:t>Symbols</w:t>
      </w:r>
      <w:bookmarkEnd w:id="13"/>
      <w:bookmarkEnd w:id="14"/>
    </w:p>
    <w:p w14:paraId="0A94AC1E" w14:textId="77777777" w:rsidR="0014373B" w:rsidRPr="00222A9F" w:rsidRDefault="0014373B" w:rsidP="0014373B">
      <w:pPr>
        <w:keepNext/>
      </w:pPr>
      <w:r w:rsidRPr="00222A9F">
        <w:t>For the purposes of the present document, the following symbols apply:</w:t>
      </w:r>
    </w:p>
    <w:p w14:paraId="049BB81E" w14:textId="77777777" w:rsidR="0014373B" w:rsidRPr="00222A9F" w:rsidRDefault="0014373B" w:rsidP="00161123">
      <w:pPr>
        <w:pStyle w:val="EW"/>
      </w:pPr>
      <w:r w:rsidRPr="00222A9F">
        <w:t>BW</w:t>
      </w:r>
      <w:r w:rsidRPr="00222A9F">
        <w:rPr>
          <w:vertAlign w:val="subscript"/>
        </w:rPr>
        <w:t>Channel</w:t>
      </w:r>
      <w:r w:rsidRPr="00222A9F">
        <w:tab/>
        <w:t>Channel bandwidth</w:t>
      </w:r>
    </w:p>
    <w:p w14:paraId="64F319BC" w14:textId="77777777" w:rsidR="0014373B" w:rsidRPr="00222A9F" w:rsidRDefault="0014373B" w:rsidP="0014373B">
      <w:pPr>
        <w:pStyle w:val="Heading2"/>
      </w:pPr>
      <w:bookmarkStart w:id="15" w:name="_Toc510654485"/>
      <w:bookmarkStart w:id="16" w:name="_Toc89424035"/>
      <w:r w:rsidRPr="00222A9F">
        <w:t>3.3</w:t>
      </w:r>
      <w:r w:rsidRPr="00222A9F">
        <w:tab/>
        <w:t>Abbreviations</w:t>
      </w:r>
      <w:bookmarkEnd w:id="15"/>
      <w:bookmarkEnd w:id="16"/>
    </w:p>
    <w:p w14:paraId="5D2F1C09" w14:textId="77777777" w:rsidR="0014373B" w:rsidRPr="00222A9F" w:rsidRDefault="0014373B" w:rsidP="0014373B">
      <w:r w:rsidRPr="00222A9F">
        <w:t>For the purposes of the present document, the following abbreviations apply:</w:t>
      </w:r>
    </w:p>
    <w:p w14:paraId="73535DD5" w14:textId="77777777" w:rsidR="0014373B" w:rsidRPr="00222A9F" w:rsidRDefault="0014373B" w:rsidP="00161123">
      <w:pPr>
        <w:pStyle w:val="EW"/>
      </w:pPr>
      <w:r w:rsidRPr="00222A9F">
        <w:t>AC</w:t>
      </w:r>
      <w:r w:rsidRPr="00222A9F">
        <w:tab/>
        <w:t>Alternating Current</w:t>
      </w:r>
    </w:p>
    <w:p w14:paraId="6043A90A" w14:textId="77777777" w:rsidR="0014373B" w:rsidRPr="00222A9F" w:rsidRDefault="0014373B" w:rsidP="00161123">
      <w:pPr>
        <w:pStyle w:val="EW"/>
      </w:pPr>
      <w:r w:rsidRPr="00222A9F">
        <w:t>BCCH</w:t>
      </w:r>
      <w:r w:rsidRPr="00222A9F">
        <w:tab/>
        <w:t>Broadcast Control Channel *)</w:t>
      </w:r>
    </w:p>
    <w:p w14:paraId="1EB8DDCB" w14:textId="77777777" w:rsidR="0014373B" w:rsidRPr="00222A9F" w:rsidRDefault="0014373B" w:rsidP="00161123">
      <w:pPr>
        <w:pStyle w:val="EW"/>
      </w:pPr>
      <w:r w:rsidRPr="00222A9F">
        <w:t>BS</w:t>
      </w:r>
      <w:r w:rsidRPr="00222A9F">
        <w:tab/>
        <w:t>Base Station</w:t>
      </w:r>
    </w:p>
    <w:p w14:paraId="35218392" w14:textId="77777777" w:rsidR="0014373B" w:rsidRPr="00222A9F" w:rsidRDefault="0014373B" w:rsidP="00161123">
      <w:pPr>
        <w:pStyle w:val="EW"/>
      </w:pPr>
      <w:r w:rsidRPr="00222A9F">
        <w:t>BSS</w:t>
      </w:r>
      <w:r w:rsidRPr="00222A9F">
        <w:tab/>
        <w:t>Base Station System</w:t>
      </w:r>
    </w:p>
    <w:p w14:paraId="61C1552C" w14:textId="77777777" w:rsidR="0014373B" w:rsidRPr="00222A9F" w:rsidRDefault="0014373B" w:rsidP="00161123">
      <w:pPr>
        <w:pStyle w:val="EW"/>
      </w:pPr>
      <w:r w:rsidRPr="00222A9F">
        <w:t>BTS</w:t>
      </w:r>
      <w:r w:rsidRPr="00222A9F">
        <w:tab/>
        <w:t>Base Transceiver Station</w:t>
      </w:r>
    </w:p>
    <w:p w14:paraId="50ED70B8" w14:textId="77777777" w:rsidR="0014373B" w:rsidRPr="00222A9F" w:rsidRDefault="0014373B" w:rsidP="00161123">
      <w:pPr>
        <w:pStyle w:val="EW"/>
      </w:pPr>
      <w:r w:rsidRPr="00222A9F">
        <w:t>CCCH</w:t>
      </w:r>
      <w:r w:rsidRPr="00222A9F">
        <w:tab/>
        <w:t>Common Control Channel *)</w:t>
      </w:r>
    </w:p>
    <w:p w14:paraId="400A26B9" w14:textId="77777777" w:rsidR="0014373B" w:rsidRPr="00222A9F" w:rsidRDefault="0014373B" w:rsidP="00161123">
      <w:pPr>
        <w:pStyle w:val="EW"/>
      </w:pPr>
      <w:r w:rsidRPr="00222A9F">
        <w:t>CW</w:t>
      </w:r>
      <w:r w:rsidRPr="00222A9F">
        <w:tab/>
        <w:t>Continuous Wave (unmodulated carrier wave)</w:t>
      </w:r>
    </w:p>
    <w:p w14:paraId="607C65EA" w14:textId="77777777" w:rsidR="0014373B" w:rsidRPr="00222A9F" w:rsidRDefault="0014373B" w:rsidP="00161123">
      <w:pPr>
        <w:pStyle w:val="EW"/>
      </w:pPr>
      <w:r w:rsidRPr="00222A9F">
        <w:t>DC</w:t>
      </w:r>
      <w:r w:rsidRPr="00222A9F">
        <w:tab/>
        <w:t>Direct Current</w:t>
      </w:r>
    </w:p>
    <w:p w14:paraId="1F5EB2A1" w14:textId="77777777" w:rsidR="0014373B" w:rsidRPr="00222A9F" w:rsidRDefault="0014373B" w:rsidP="00161123">
      <w:pPr>
        <w:pStyle w:val="EW"/>
      </w:pPr>
      <w:r w:rsidRPr="00222A9F">
        <w:t>DL</w:t>
      </w:r>
      <w:r w:rsidRPr="00222A9F">
        <w:tab/>
        <w:t>Down Link (From BTS to UE)</w:t>
      </w:r>
    </w:p>
    <w:p w14:paraId="0EF77E31" w14:textId="77777777" w:rsidR="0014373B" w:rsidRPr="00222A9F" w:rsidRDefault="0014373B" w:rsidP="00161123">
      <w:pPr>
        <w:pStyle w:val="EW"/>
      </w:pPr>
      <w:r w:rsidRPr="00222A9F">
        <w:t>DTX</w:t>
      </w:r>
      <w:r w:rsidRPr="00222A9F">
        <w:tab/>
        <w:t>Discontinuous Transmission *)</w:t>
      </w:r>
    </w:p>
    <w:p w14:paraId="47B0DE04" w14:textId="77777777" w:rsidR="0014373B" w:rsidRPr="00222A9F" w:rsidRDefault="0014373B" w:rsidP="00161123">
      <w:pPr>
        <w:pStyle w:val="EW"/>
      </w:pPr>
      <w:r w:rsidRPr="00222A9F">
        <w:t>EMC</w:t>
      </w:r>
      <w:r w:rsidRPr="00222A9F">
        <w:tab/>
        <w:t>Electromagnetic Compatibility</w:t>
      </w:r>
    </w:p>
    <w:p w14:paraId="67420C7A" w14:textId="77777777" w:rsidR="0014373B" w:rsidRPr="00222A9F" w:rsidRDefault="0014373B" w:rsidP="00161123">
      <w:pPr>
        <w:pStyle w:val="EW"/>
      </w:pPr>
      <w:r w:rsidRPr="00222A9F">
        <w:rPr>
          <w:rFonts w:hint="eastAsia"/>
        </w:rPr>
        <w:t>EPC</w:t>
      </w:r>
      <w:r w:rsidRPr="00222A9F">
        <w:rPr>
          <w:rFonts w:hint="eastAsia"/>
        </w:rPr>
        <w:tab/>
        <w:t>Evolved Packet Core</w:t>
      </w:r>
    </w:p>
    <w:p w14:paraId="6BE59A08" w14:textId="77777777" w:rsidR="0014373B" w:rsidRPr="00222A9F" w:rsidRDefault="0014373B" w:rsidP="00161123">
      <w:pPr>
        <w:pStyle w:val="EW"/>
      </w:pPr>
      <w:r w:rsidRPr="00222A9F">
        <w:t>ESD</w:t>
      </w:r>
      <w:r w:rsidRPr="00222A9F">
        <w:tab/>
        <w:t>ElectroStatic Discharge</w:t>
      </w:r>
    </w:p>
    <w:p w14:paraId="62530C75" w14:textId="77777777" w:rsidR="0014373B" w:rsidRPr="00222A9F" w:rsidRDefault="0014373B" w:rsidP="00161123">
      <w:pPr>
        <w:pStyle w:val="EW"/>
      </w:pPr>
      <w:r w:rsidRPr="00222A9F">
        <w:t>EUT</w:t>
      </w:r>
      <w:r w:rsidRPr="00222A9F">
        <w:tab/>
        <w:t>Equipment Under Test (UE or UE with ancillaries)</w:t>
      </w:r>
    </w:p>
    <w:p w14:paraId="2711BF8B" w14:textId="77777777" w:rsidR="0014373B" w:rsidRPr="00222A9F" w:rsidRDefault="0014373B" w:rsidP="00161123">
      <w:pPr>
        <w:pStyle w:val="EW"/>
      </w:pPr>
      <w:r w:rsidRPr="00222A9F">
        <w:t>FDD</w:t>
      </w:r>
      <w:r w:rsidRPr="00222A9F">
        <w:tab/>
        <w:t>Frequency Division Duplex</w:t>
      </w:r>
    </w:p>
    <w:p w14:paraId="6EEE0592" w14:textId="77777777" w:rsidR="0014373B" w:rsidRPr="00222A9F" w:rsidRDefault="0014373B" w:rsidP="00161123">
      <w:pPr>
        <w:pStyle w:val="EW"/>
        <w:rPr>
          <w:rFonts w:cs="v4.2.0"/>
        </w:rPr>
      </w:pPr>
      <w:r w:rsidRPr="00222A9F">
        <w:rPr>
          <w:rFonts w:cs="v4.2.0"/>
        </w:rPr>
        <w:t>FRC</w:t>
      </w:r>
      <w:r w:rsidRPr="00222A9F">
        <w:rPr>
          <w:rFonts w:cs="v4.2.0"/>
        </w:rPr>
        <w:tab/>
        <w:t>Fixed Reference Channel</w:t>
      </w:r>
    </w:p>
    <w:p w14:paraId="3C589638" w14:textId="77777777" w:rsidR="0014373B" w:rsidRPr="00222A9F" w:rsidRDefault="0014373B" w:rsidP="00161123">
      <w:pPr>
        <w:pStyle w:val="EW"/>
      </w:pPr>
      <w:r w:rsidRPr="00222A9F">
        <w:t>LISN</w:t>
      </w:r>
      <w:r w:rsidRPr="00222A9F">
        <w:tab/>
        <w:t>Line Impedance Stabilizing Network</w:t>
      </w:r>
    </w:p>
    <w:p w14:paraId="2D87B6A4" w14:textId="77777777" w:rsidR="0014373B" w:rsidRPr="00222A9F" w:rsidRDefault="0014373B" w:rsidP="00161123">
      <w:pPr>
        <w:pStyle w:val="EW"/>
      </w:pPr>
      <w:r w:rsidRPr="00222A9F">
        <w:t>MRP</w:t>
      </w:r>
      <w:r w:rsidRPr="00222A9F">
        <w:tab/>
        <w:t>Mouth Reference Point (artificial head)</w:t>
      </w:r>
    </w:p>
    <w:p w14:paraId="4A767251" w14:textId="77777777" w:rsidR="0014373B" w:rsidRPr="00222A9F" w:rsidRDefault="0014373B" w:rsidP="00161123">
      <w:pPr>
        <w:pStyle w:val="EW"/>
      </w:pPr>
      <w:r w:rsidRPr="00222A9F">
        <w:t>PCCPCH</w:t>
      </w:r>
      <w:r w:rsidRPr="00222A9F">
        <w:tab/>
        <w:t>Primary Common Control Physical Channel</w:t>
      </w:r>
    </w:p>
    <w:p w14:paraId="3D0C64DE" w14:textId="77777777" w:rsidR="0014373B" w:rsidRPr="00222A9F" w:rsidRDefault="0014373B" w:rsidP="00161123">
      <w:pPr>
        <w:pStyle w:val="EW"/>
      </w:pPr>
      <w:r w:rsidRPr="00222A9F">
        <w:t>RF</w:t>
      </w:r>
      <w:r w:rsidRPr="00222A9F">
        <w:tab/>
        <w:t>Radio Frequency</w:t>
      </w:r>
    </w:p>
    <w:p w14:paraId="1F867184" w14:textId="77777777" w:rsidR="0014373B" w:rsidRPr="00222A9F" w:rsidRDefault="0014373B" w:rsidP="00161123">
      <w:pPr>
        <w:pStyle w:val="EW"/>
      </w:pPr>
      <w:r w:rsidRPr="00222A9F">
        <w:t>rms</w:t>
      </w:r>
      <w:r w:rsidRPr="00222A9F">
        <w:tab/>
        <w:t>root mean square</w:t>
      </w:r>
    </w:p>
    <w:p w14:paraId="03BD98C4" w14:textId="77777777" w:rsidR="0014373B" w:rsidRPr="00222A9F" w:rsidRDefault="0014373B" w:rsidP="00161123">
      <w:pPr>
        <w:pStyle w:val="EW"/>
      </w:pPr>
      <w:r w:rsidRPr="00222A9F">
        <w:t>RRC</w:t>
      </w:r>
      <w:r w:rsidRPr="00222A9F">
        <w:tab/>
        <w:t>Radio Resource Control</w:t>
      </w:r>
    </w:p>
    <w:p w14:paraId="1B9A5971" w14:textId="77777777" w:rsidR="0014373B" w:rsidRPr="00222A9F" w:rsidRDefault="0014373B" w:rsidP="00161123">
      <w:pPr>
        <w:pStyle w:val="EW"/>
      </w:pPr>
      <w:r w:rsidRPr="00222A9F">
        <w:t>SPL</w:t>
      </w:r>
      <w:r w:rsidRPr="00222A9F">
        <w:tab/>
        <w:t>Sound Pressure Level</w:t>
      </w:r>
    </w:p>
    <w:p w14:paraId="0B660D69" w14:textId="77777777" w:rsidR="0014373B" w:rsidRPr="00222A9F" w:rsidRDefault="0014373B" w:rsidP="00161123">
      <w:pPr>
        <w:pStyle w:val="EW"/>
      </w:pPr>
      <w:r w:rsidRPr="00222A9F">
        <w:t>TCH</w:t>
      </w:r>
      <w:r w:rsidRPr="00222A9F">
        <w:tab/>
        <w:t>Traffic channel</w:t>
      </w:r>
    </w:p>
    <w:p w14:paraId="651D21F3" w14:textId="77777777" w:rsidR="0014373B" w:rsidRPr="00222A9F" w:rsidRDefault="0014373B" w:rsidP="00161123">
      <w:pPr>
        <w:pStyle w:val="EW"/>
      </w:pPr>
      <w:r w:rsidRPr="00222A9F">
        <w:t>TDD</w:t>
      </w:r>
      <w:r w:rsidRPr="00222A9F">
        <w:tab/>
        <w:t>Time Division Duplex</w:t>
      </w:r>
    </w:p>
    <w:p w14:paraId="29AC58F2" w14:textId="77777777" w:rsidR="0014373B" w:rsidRPr="00222A9F" w:rsidRDefault="0014373B" w:rsidP="00161123">
      <w:pPr>
        <w:pStyle w:val="EW"/>
      </w:pPr>
      <w:r w:rsidRPr="00222A9F">
        <w:t>UARFCN</w:t>
      </w:r>
      <w:r w:rsidRPr="00222A9F">
        <w:tab/>
        <w:t>UTRA Absolute Radio Frequency Channel Number *)</w:t>
      </w:r>
    </w:p>
    <w:p w14:paraId="53DD0472" w14:textId="77777777" w:rsidR="0014373B" w:rsidRPr="00222A9F" w:rsidRDefault="0014373B" w:rsidP="00161123">
      <w:pPr>
        <w:pStyle w:val="EW"/>
      </w:pPr>
      <w:r w:rsidRPr="00222A9F">
        <w:t>UE</w:t>
      </w:r>
      <w:r w:rsidRPr="00222A9F">
        <w:tab/>
        <w:t>User Equipment</w:t>
      </w:r>
    </w:p>
    <w:p w14:paraId="61005CA8" w14:textId="77777777" w:rsidR="0014373B" w:rsidRPr="00222A9F" w:rsidRDefault="0014373B" w:rsidP="00161123">
      <w:pPr>
        <w:pStyle w:val="EW"/>
      </w:pPr>
      <w:r w:rsidRPr="00222A9F">
        <w:t>UL</w:t>
      </w:r>
      <w:r w:rsidRPr="00222A9F">
        <w:tab/>
        <w:t>Up Link (From UE to BTS)</w:t>
      </w:r>
    </w:p>
    <w:p w14:paraId="65EF91AA" w14:textId="77777777" w:rsidR="0014373B" w:rsidRPr="00222A9F" w:rsidRDefault="0014373B" w:rsidP="00161123">
      <w:pPr>
        <w:pStyle w:val="EW"/>
      </w:pPr>
      <w:r w:rsidRPr="00222A9F">
        <w:t>UMTS</w:t>
      </w:r>
      <w:r w:rsidRPr="00222A9F">
        <w:tab/>
        <w:t>Universal Mobile Telecommunication System</w:t>
      </w:r>
    </w:p>
    <w:p w14:paraId="32B41188" w14:textId="77777777" w:rsidR="0014373B" w:rsidRPr="00222A9F" w:rsidRDefault="0014373B" w:rsidP="00161123">
      <w:pPr>
        <w:pStyle w:val="EW"/>
      </w:pPr>
      <w:r w:rsidRPr="00222A9F">
        <w:t>UTRA</w:t>
      </w:r>
      <w:r w:rsidRPr="00222A9F">
        <w:tab/>
        <w:t>Universal Terrestrial Radio Access network</w:t>
      </w:r>
    </w:p>
    <w:p w14:paraId="41116207" w14:textId="77777777" w:rsidR="0014373B" w:rsidRPr="00222A9F" w:rsidRDefault="0014373B" w:rsidP="00161123">
      <w:r w:rsidRPr="00222A9F">
        <w:t>*) refer to Terminology specifications TS 21.905 and TS 25.990 [1] for further details.</w:t>
      </w:r>
    </w:p>
    <w:p w14:paraId="52EA754B" w14:textId="77777777" w:rsidR="00250C81" w:rsidRPr="00222A9F" w:rsidRDefault="00250C81">
      <w:pPr>
        <w:pStyle w:val="Heading1"/>
      </w:pPr>
      <w:bookmarkStart w:id="17" w:name="_Toc510654486"/>
      <w:bookmarkStart w:id="18" w:name="_Toc89424036"/>
      <w:bookmarkStart w:id="19" w:name="_Ref371905211"/>
      <w:bookmarkStart w:id="20" w:name="_Ref371909257"/>
      <w:r w:rsidRPr="00222A9F">
        <w:t>4</w:t>
      </w:r>
      <w:r w:rsidRPr="00222A9F">
        <w:tab/>
        <w:t>Test conditions</w:t>
      </w:r>
      <w:bookmarkEnd w:id="17"/>
      <w:bookmarkEnd w:id="18"/>
    </w:p>
    <w:p w14:paraId="07A2946B" w14:textId="77777777" w:rsidR="00BB5B54" w:rsidRPr="00222A9F" w:rsidRDefault="00BB5B54" w:rsidP="00BB5B54">
      <w:pPr>
        <w:pStyle w:val="Heading2"/>
      </w:pPr>
      <w:bookmarkStart w:id="21" w:name="_Toc510654487"/>
      <w:bookmarkStart w:id="22" w:name="_Toc89424037"/>
      <w:r w:rsidRPr="00222A9F">
        <w:t>4.1</w:t>
      </w:r>
      <w:r w:rsidRPr="00222A9F">
        <w:tab/>
        <w:t>General</w:t>
      </w:r>
      <w:bookmarkEnd w:id="21"/>
      <w:bookmarkEnd w:id="22"/>
    </w:p>
    <w:p w14:paraId="03247C01" w14:textId="77777777" w:rsidR="00BB5B54" w:rsidRPr="00222A9F" w:rsidRDefault="00BB5B54" w:rsidP="00BB5B54">
      <w:r w:rsidRPr="00222A9F">
        <w:t>The equipment shall be tested under normal test conditions according to the relevant product and basic standards (See Annex E of TS 36.101 [11] for environmental conditions). If these conditions are not specified then the manufacturers declared range of humidity, temperature and supply voltage shall be used. The test conditions shall be recorded in the test report.</w:t>
      </w:r>
    </w:p>
    <w:p w14:paraId="29B5EF82" w14:textId="77777777" w:rsidR="00BB5B54" w:rsidRPr="00222A9F" w:rsidRDefault="00BB5B54" w:rsidP="00BB5B54">
      <w:r w:rsidRPr="00222A9F">
        <w:t>Whenever the Equipment under test (EUT) is provided with a detachable antenna, the EUT shall be tested with the antenna fitted in a manner typical of normal intended use, unless specified otherwise.</w:t>
      </w:r>
    </w:p>
    <w:p w14:paraId="43B20A19" w14:textId="77777777" w:rsidR="00BB5B54" w:rsidRPr="00222A9F" w:rsidRDefault="00BB5B54" w:rsidP="00BB5B54">
      <w:r w:rsidRPr="00222A9F">
        <w:t>Where the equipment incorporates an external 50 </w:t>
      </w:r>
      <w:r w:rsidRPr="00222A9F">
        <w:sym w:font="Symbol" w:char="F057"/>
      </w:r>
      <w:r w:rsidRPr="00222A9F">
        <w:t xml:space="preserve"> RF antenna connector that is normally connected via a coaxial cable, then the wanted signal to establish a communication link also uses a coaxial cable.</w:t>
      </w:r>
    </w:p>
    <w:p w14:paraId="203A3095" w14:textId="77777777" w:rsidR="00BB5B54" w:rsidRPr="00222A9F" w:rsidRDefault="00BB5B54" w:rsidP="00BB5B54">
      <w:r w:rsidRPr="00222A9F">
        <w:t>Where the equipment has an external 50 </w:t>
      </w:r>
      <w:r w:rsidRPr="00222A9F">
        <w:sym w:font="Symbol" w:char="F057"/>
      </w:r>
      <w:r w:rsidRPr="00222A9F">
        <w:t xml:space="preserve"> RF antenna connector that is not normally connected via a coaxial cable or where the equipment has no external 50 </w:t>
      </w:r>
      <w:r w:rsidRPr="00222A9F">
        <w:sym w:font="Symbol" w:char="F057"/>
      </w:r>
      <w:r w:rsidRPr="00222A9F">
        <w:t xml:space="preserve"> RF connector (i.e., integral antenna equipment), then the wanted signal, to establish a communication link, shall be delivered from the equipment to an antenna located within the test environment.</w:t>
      </w:r>
    </w:p>
    <w:p w14:paraId="73669340" w14:textId="77777777" w:rsidR="00BB5B54" w:rsidRPr="00222A9F" w:rsidRDefault="00BB5B54" w:rsidP="00BB5B54">
      <w:pPr>
        <w:pStyle w:val="Heading2"/>
      </w:pPr>
      <w:bookmarkStart w:id="23" w:name="_Toc510654488"/>
      <w:bookmarkStart w:id="24" w:name="_Toc89424038"/>
      <w:r w:rsidRPr="00222A9F">
        <w:t>4.2</w:t>
      </w:r>
      <w:r w:rsidRPr="00222A9F">
        <w:tab/>
        <w:t>Arrangements for establishing a communication link</w:t>
      </w:r>
      <w:bookmarkEnd w:id="23"/>
      <w:bookmarkEnd w:id="24"/>
    </w:p>
    <w:p w14:paraId="412BF742" w14:textId="77777777" w:rsidR="00BB5B54" w:rsidRPr="00222A9F" w:rsidRDefault="00BB5B54" w:rsidP="00BB5B54">
      <w:r w:rsidRPr="00222A9F">
        <w:t>The wanted RF input signal nominal frequency shall be selected by setting the E-UTRA Absolute Radio Frequency Channel Number (EARFCN) to an appropriate number.</w:t>
      </w:r>
    </w:p>
    <w:p w14:paraId="4EB9864D" w14:textId="77777777" w:rsidR="00BB5B54" w:rsidRPr="00222A9F" w:rsidRDefault="00BB5B54" w:rsidP="00BB5B54">
      <w:r w:rsidRPr="00222A9F">
        <w:t>A communication link shall be set up with a suitable base station simulator (hereafter called "the test system"). The test system shall be located outside of the test environment</w:t>
      </w:r>
    </w:p>
    <w:p w14:paraId="3E622452" w14:textId="77777777" w:rsidR="00BB5B54" w:rsidRPr="00222A9F" w:rsidRDefault="00BB5B54" w:rsidP="00BB5B54">
      <w:r w:rsidRPr="00222A9F">
        <w:t xml:space="preserve">When the EUT is required to be in the traffic mode, </w:t>
      </w:r>
      <w:r w:rsidRPr="00222A9F">
        <w:rPr>
          <w:rFonts w:eastAsia="MS PMincho"/>
        </w:rPr>
        <w:t xml:space="preserve">a call is set up according to the Generic call set-up procedure and </w:t>
      </w:r>
      <w:r w:rsidRPr="00222A9F">
        <w:t>the following conditions shall be met:</w:t>
      </w:r>
    </w:p>
    <w:p w14:paraId="56182A4A" w14:textId="77777777" w:rsidR="00BB5B54" w:rsidRPr="00222A9F" w:rsidRDefault="00BB5B54" w:rsidP="00BB5B54">
      <w:pPr>
        <w:rPr>
          <w:rFonts w:eastAsia="MS PMincho"/>
        </w:rPr>
      </w:pPr>
      <w:r w:rsidRPr="00222A9F">
        <w:rPr>
          <w:rFonts w:eastAsia="MS PMincho"/>
        </w:rPr>
        <w:t>See TS 36.508 [</w:t>
      </w:r>
      <w:r w:rsidRPr="00222A9F">
        <w:t>12</w:t>
      </w:r>
      <w:r w:rsidRPr="00222A9F">
        <w:rPr>
          <w:rFonts w:eastAsia="MS PMincho"/>
        </w:rPr>
        <w:t>] and TS 36.509 [24] for details regarding generic call set-up procedure and throughput test loop scenarios.</w:t>
      </w:r>
    </w:p>
    <w:p w14:paraId="781B442D" w14:textId="77777777" w:rsidR="00BB5B54" w:rsidRPr="00222A9F" w:rsidRDefault="00BB5B54" w:rsidP="00161123">
      <w:pPr>
        <w:pStyle w:val="B1"/>
        <w:rPr>
          <w:rFonts w:eastAsia="MS PMincho"/>
        </w:rPr>
      </w:pPr>
      <w:r w:rsidRPr="00222A9F">
        <w:rPr>
          <w:rFonts w:eastAsia="MS PMincho"/>
        </w:rPr>
        <w:t>-</w:t>
      </w:r>
      <w:r w:rsidRPr="00222A9F">
        <w:rPr>
          <w:rFonts w:eastAsia="MS PMincho"/>
        </w:rPr>
        <w:tab/>
        <w:t>Set and send continuously positive TPC commands to the UE;</w:t>
      </w:r>
    </w:p>
    <w:p w14:paraId="491376BF" w14:textId="77777777" w:rsidR="00BB5B54" w:rsidRPr="00222A9F" w:rsidRDefault="00BB5B54" w:rsidP="00161123">
      <w:pPr>
        <w:pStyle w:val="B1"/>
      </w:pPr>
      <w:r w:rsidRPr="00222A9F">
        <w:t>-</w:t>
      </w:r>
      <w:r w:rsidRPr="00222A9F">
        <w:tab/>
        <w:t>the DTX shall be disabled;</w:t>
      </w:r>
    </w:p>
    <w:p w14:paraId="0ABF55BB" w14:textId="77777777" w:rsidR="00BB5B54" w:rsidRPr="00222A9F" w:rsidRDefault="00BB5B54" w:rsidP="00161123">
      <w:pPr>
        <w:pStyle w:val="B1"/>
        <w:rPr>
          <w:rFonts w:eastAsia="MS PMincho"/>
        </w:rPr>
      </w:pPr>
      <w:r w:rsidRPr="00222A9F">
        <w:rPr>
          <w:rFonts w:eastAsia="MS PMincho"/>
        </w:rPr>
        <w:t>-</w:t>
      </w:r>
      <w:r w:rsidRPr="00222A9F">
        <w:rPr>
          <w:rFonts w:eastAsia="MS PMincho"/>
        </w:rPr>
        <w:tab/>
        <w:t>uplink power control shall be enabled;</w:t>
      </w:r>
    </w:p>
    <w:p w14:paraId="6948A054" w14:textId="77777777" w:rsidR="00BB5B54" w:rsidRPr="00222A9F" w:rsidRDefault="00BB5B54" w:rsidP="00161123">
      <w:pPr>
        <w:pStyle w:val="B1"/>
      </w:pPr>
      <w:r w:rsidRPr="00222A9F">
        <w:t>-</w:t>
      </w:r>
      <w:r w:rsidRPr="00222A9F">
        <w:tab/>
        <w:t>transmitting and/or receiving (UL/DL) bit rate for reference test channel shall be the reference measurement channel as specified in Annex C in TS 36.101 [11] with parameters specified in Table 7.3.1-1 and Table 7.3.1-2 in TS 36.101 [11];</w:t>
      </w:r>
    </w:p>
    <w:p w14:paraId="223B959A" w14:textId="77777777" w:rsidR="00BB5B54" w:rsidRPr="00222A9F" w:rsidRDefault="00BB5B54" w:rsidP="00161123">
      <w:pPr>
        <w:pStyle w:val="B1"/>
      </w:pPr>
      <w:r w:rsidRPr="00222A9F">
        <w:t>-</w:t>
      </w:r>
      <w:r w:rsidRPr="00222A9F">
        <w:tab/>
        <w:t>adequate measures shall be taken to avoid the effect of the unwanted signal on the measuring equipment;</w:t>
      </w:r>
    </w:p>
    <w:p w14:paraId="62E6FBAD" w14:textId="77777777" w:rsidR="00BB5B54" w:rsidRPr="00222A9F" w:rsidRDefault="00BB5B54" w:rsidP="00161123">
      <w:pPr>
        <w:pStyle w:val="B1"/>
      </w:pPr>
      <w:r w:rsidRPr="00222A9F">
        <w:t>-</w:t>
      </w:r>
      <w:r w:rsidRPr="00222A9F">
        <w:tab/>
        <w:t xml:space="preserve">for immunity testing, the wanted input signal level shall be set to 40 dB above the reference sensitivity level to provide a stable communication link. The reference sensitivity level is defined in TS 36.101 [11]; </w:t>
      </w:r>
    </w:p>
    <w:p w14:paraId="525207AB" w14:textId="77777777" w:rsidR="00BB5B54" w:rsidRPr="00222A9F" w:rsidRDefault="00BB5B54" w:rsidP="00161123">
      <w:pPr>
        <w:pStyle w:val="B1"/>
      </w:pPr>
      <w:r w:rsidRPr="00222A9F">
        <w:t>-</w:t>
      </w:r>
      <w:r w:rsidRPr="00222A9F">
        <w:tab/>
        <w:t>for emission testing, the wanted input signal level shall be no more than 15 dB above the reference sensitivity level, such that the performance of the measuring receiver is not limited by strong signal effects.</w:t>
      </w:r>
    </w:p>
    <w:p w14:paraId="2FFD1393" w14:textId="77777777" w:rsidR="00BB5B54" w:rsidRPr="00222A9F" w:rsidRDefault="00BB5B54" w:rsidP="00BB5B54">
      <w:r w:rsidRPr="00222A9F">
        <w:t>When the EUT is required to be in the idle mode, the following conditions shall be met:</w:t>
      </w:r>
    </w:p>
    <w:p w14:paraId="1AE4A9D3" w14:textId="77777777" w:rsidR="00BB5B54" w:rsidRPr="00222A9F" w:rsidRDefault="00BB5B54" w:rsidP="00161123">
      <w:pPr>
        <w:pStyle w:val="B1"/>
      </w:pPr>
      <w:r w:rsidRPr="00222A9F">
        <w:t>-</w:t>
      </w:r>
      <w:r w:rsidRPr="00222A9F">
        <w:tab/>
        <w:t>UE shall be camped on a cell</w:t>
      </w:r>
    </w:p>
    <w:p w14:paraId="5153B8B3" w14:textId="77777777" w:rsidR="00BB5B54" w:rsidRPr="00222A9F" w:rsidRDefault="00BB5B54" w:rsidP="00161123">
      <w:pPr>
        <w:pStyle w:val="B1"/>
      </w:pPr>
      <w:r w:rsidRPr="00222A9F">
        <w:t>-</w:t>
      </w:r>
      <w:r w:rsidRPr="00222A9F">
        <w:tab/>
        <w:t>UE shall perform Location Registration (LR) before the test, but not during the test;</w:t>
      </w:r>
    </w:p>
    <w:p w14:paraId="13E19BF3" w14:textId="77777777" w:rsidR="00BB5B54" w:rsidRPr="00222A9F" w:rsidRDefault="00BB5B54" w:rsidP="00161123">
      <w:pPr>
        <w:pStyle w:val="B1"/>
      </w:pPr>
      <w:r w:rsidRPr="00222A9F">
        <w:t>-</w:t>
      </w:r>
      <w:r w:rsidRPr="00222A9F">
        <w:tab/>
        <w:t>UE´s neighbour cell list shall be empty;</w:t>
      </w:r>
    </w:p>
    <w:p w14:paraId="5128627D" w14:textId="77777777" w:rsidR="00BB5B54" w:rsidRPr="00222A9F" w:rsidRDefault="00BB5B54" w:rsidP="00161123">
      <w:pPr>
        <w:pStyle w:val="B1"/>
      </w:pPr>
      <w:r w:rsidRPr="00222A9F">
        <w:t>-</w:t>
      </w:r>
      <w:r w:rsidRPr="00222A9F">
        <w:tab/>
        <w:t>Paging repetition period and DRX cycle shall be set to minimum (shortest possible time interval);</w:t>
      </w:r>
    </w:p>
    <w:p w14:paraId="15572B81" w14:textId="77777777" w:rsidR="00BB5B54" w:rsidRPr="00222A9F" w:rsidRDefault="00BB5B54" w:rsidP="00BB5B54">
      <w:r w:rsidRPr="00222A9F">
        <w:t>For immunity tests subclause 4.3, shall apply and the conditions shall be as follows:</w:t>
      </w:r>
    </w:p>
    <w:p w14:paraId="4C2CC263" w14:textId="77777777" w:rsidR="00BB5B54" w:rsidRPr="00222A9F" w:rsidRDefault="00BB5B54" w:rsidP="00BB5B54">
      <w:pPr>
        <w:pStyle w:val="Heading2"/>
      </w:pPr>
      <w:bookmarkStart w:id="25" w:name="_Toc510654489"/>
      <w:bookmarkStart w:id="26" w:name="_Toc89424039"/>
      <w:r w:rsidRPr="00222A9F">
        <w:t>4.3</w:t>
      </w:r>
      <w:r w:rsidRPr="00222A9F">
        <w:tab/>
        <w:t>Narrow band responses on receivers</w:t>
      </w:r>
      <w:bookmarkEnd w:id="25"/>
      <w:bookmarkEnd w:id="26"/>
    </w:p>
    <w:p w14:paraId="6C2A3797" w14:textId="77777777" w:rsidR="00BB5B54" w:rsidRPr="00222A9F" w:rsidRDefault="00BB5B54" w:rsidP="00BB5B54">
      <w:r w:rsidRPr="00222A9F">
        <w:t>Responses on receivers or duplex transceivers occurring during the test at discrete frequencies, which are narrow band responses (spurious responses), are identified by the following method:</w:t>
      </w:r>
    </w:p>
    <w:p w14:paraId="2AA37DB7" w14:textId="77777777" w:rsidR="00BB5B54" w:rsidRPr="00222A9F" w:rsidRDefault="00BB5B54" w:rsidP="00BB5B54">
      <w:pPr>
        <w:ind w:left="568" w:hanging="284"/>
      </w:pPr>
      <w:r w:rsidRPr="00222A9F">
        <w:t>-</w:t>
      </w:r>
      <w:r w:rsidRPr="00222A9F">
        <w:tab/>
        <w:t xml:space="preserve">If during an immunity test the quantity being monitored goes outside the specified tolerances, it is necessary to establish whether the deviation is due to an unwanted effect on the receiver of the UE or on the test system (narrow band response) or to a wide band (EMC) phenomenon. Therefore, the test shall be repeated with </w:t>
      </w:r>
      <w:r w:rsidRPr="00222A9F">
        <w:rPr>
          <w:rFonts w:cs="v4.2.0"/>
        </w:rPr>
        <w:t xml:space="preserve">the unwanted signal frequency increased or decreased by </w:t>
      </w:r>
      <w:r w:rsidRPr="00222A9F">
        <w:t>BW</w:t>
      </w:r>
      <w:r w:rsidRPr="00222A9F">
        <w:rPr>
          <w:vertAlign w:val="subscript"/>
        </w:rPr>
        <w:t>Channel</w:t>
      </w:r>
      <w:r w:rsidRPr="00222A9F">
        <w:rPr>
          <w:rFonts w:cs="v4.2.0"/>
        </w:rPr>
        <w:t xml:space="preserve"> MHz, where </w:t>
      </w:r>
      <w:r w:rsidRPr="00222A9F">
        <w:t>BW</w:t>
      </w:r>
      <w:r w:rsidRPr="00222A9F">
        <w:rPr>
          <w:vertAlign w:val="subscript"/>
        </w:rPr>
        <w:t>Channel</w:t>
      </w:r>
      <w:r w:rsidRPr="00222A9F">
        <w:rPr>
          <w:rFonts w:cs="v4.2.0"/>
        </w:rPr>
        <w:t xml:space="preserve"> is the channel bandwidth as defined in TS 36.101 [11];</w:t>
      </w:r>
    </w:p>
    <w:p w14:paraId="5D1A91A5" w14:textId="77777777" w:rsidR="00BB5B54" w:rsidRPr="00222A9F" w:rsidRDefault="00BB5B54" w:rsidP="00161123">
      <w:pPr>
        <w:pStyle w:val="B1"/>
      </w:pPr>
      <w:r w:rsidRPr="00222A9F">
        <w:t>-</w:t>
      </w:r>
      <w:r w:rsidRPr="00222A9F">
        <w:tab/>
        <w:t>if the deviation does not disappear, the procedure is repeated the unwanted signal frequency increased or decreased by 2 x BW</w:t>
      </w:r>
      <w:r w:rsidRPr="00222A9F">
        <w:rPr>
          <w:vertAlign w:val="subscript"/>
        </w:rPr>
        <w:t>Channel</w:t>
      </w:r>
      <w:r w:rsidRPr="00222A9F">
        <w:t> MHz, where BW</w:t>
      </w:r>
      <w:r w:rsidRPr="00222A9F">
        <w:rPr>
          <w:vertAlign w:val="subscript"/>
        </w:rPr>
        <w:t>Channel</w:t>
      </w:r>
      <w:r w:rsidRPr="00222A9F">
        <w:t xml:space="preserve"> is the channel bandwidth as defined in TS 36.101 [11];</w:t>
      </w:r>
    </w:p>
    <w:p w14:paraId="5F5261AC" w14:textId="77777777" w:rsidR="00BB5B54" w:rsidRPr="00161123" w:rsidRDefault="00BB5B54" w:rsidP="00161123">
      <w:pPr>
        <w:pStyle w:val="B1"/>
      </w:pPr>
      <w:r w:rsidRPr="00222A9F">
        <w:t>-</w:t>
      </w:r>
      <w:r w:rsidRPr="00222A9F">
        <w:tab/>
        <w:t>if the deviation does not disappear with the increased and/or decreased frequency, the phenomenon is considered wide band and therefore an EMC problem and the equipment fails the test.</w:t>
      </w:r>
    </w:p>
    <w:p w14:paraId="7679F18D" w14:textId="77777777" w:rsidR="00BB5B54" w:rsidRPr="00222A9F" w:rsidRDefault="00BB5B54" w:rsidP="00BB5B54">
      <w:r w:rsidRPr="00222A9F">
        <w:t>Narrow band responses are disregarded.</w:t>
      </w:r>
    </w:p>
    <w:p w14:paraId="3F34A7E8" w14:textId="77777777" w:rsidR="00BB5B54" w:rsidRPr="00222A9F" w:rsidRDefault="00BB5B54" w:rsidP="00BB5B54">
      <w:r w:rsidRPr="00222A9F">
        <w:t>The procedure above does not apply to conducted immunity tests in the frequency range 150 kHz to 80 MHz.</w:t>
      </w:r>
    </w:p>
    <w:p w14:paraId="621A4885" w14:textId="77777777" w:rsidR="00BB5B54" w:rsidRPr="00222A9F" w:rsidRDefault="00BB5B54" w:rsidP="00BB5B54">
      <w:pPr>
        <w:pStyle w:val="Heading2"/>
      </w:pPr>
      <w:bookmarkStart w:id="27" w:name="_Toc510654490"/>
      <w:bookmarkStart w:id="28" w:name="_Toc89424040"/>
      <w:r w:rsidRPr="00222A9F">
        <w:t>4.4</w:t>
      </w:r>
      <w:r w:rsidRPr="00222A9F">
        <w:tab/>
        <w:t>Receiver exclusion band</w:t>
      </w:r>
      <w:bookmarkEnd w:id="27"/>
      <w:bookmarkEnd w:id="28"/>
    </w:p>
    <w:p w14:paraId="757AD77B" w14:textId="77777777" w:rsidR="00BB24A2" w:rsidRPr="00A32A9C" w:rsidRDefault="00BB24A2" w:rsidP="00BB24A2">
      <w:r w:rsidRPr="00A32A9C">
        <w:t xml:space="preserve">The receiver exclusion band for terminals extends from the lower frequency of the allocated receiver band minus 85 MHz to the upper frequency of the allocated receiver band plus 85 MHz. </w:t>
      </w:r>
      <w:r w:rsidRPr="004E4DC6">
        <w:rPr>
          <w:lang w:val="en-US"/>
        </w:rPr>
        <w:t xml:space="preserve">The </w:t>
      </w:r>
      <w:r w:rsidRPr="004E4DC6">
        <w:rPr>
          <w:i/>
          <w:lang w:val="en-US"/>
        </w:rPr>
        <w:t>receiver exclusion band</w:t>
      </w:r>
      <w:r w:rsidRPr="004E4DC6">
        <w:rPr>
          <w:lang w:val="en-US"/>
        </w:rPr>
        <w:t xml:space="preserve"> for </w:t>
      </w:r>
      <w:r>
        <w:rPr>
          <w:lang w:val="en-US" w:eastAsia="zh-CN"/>
        </w:rPr>
        <w:t>UE</w:t>
      </w:r>
      <w:r w:rsidRPr="004E4DC6">
        <w:rPr>
          <w:rFonts w:hint="eastAsia"/>
          <w:lang w:val="en-US" w:eastAsia="zh-CN"/>
        </w:rPr>
        <w:t xml:space="preserve"> </w:t>
      </w:r>
      <w:r w:rsidRPr="004E4DC6">
        <w:rPr>
          <w:lang w:val="en-US"/>
        </w:rPr>
        <w:t xml:space="preserve">is the </w:t>
      </w:r>
      <w:r w:rsidRPr="004E4DC6">
        <w:rPr>
          <w:rFonts w:hint="eastAsia"/>
          <w:lang w:val="en-US" w:eastAsia="zh-CN"/>
        </w:rPr>
        <w:t xml:space="preserve">frequency range </w:t>
      </w:r>
      <w:r w:rsidRPr="004E4DC6">
        <w:rPr>
          <w:lang w:val="en-US"/>
        </w:rPr>
        <w:t>over which no tests of radiated immunity of a receiver are made.</w:t>
      </w:r>
      <w:r>
        <w:rPr>
          <w:lang w:val="en-US"/>
        </w:rPr>
        <w:t xml:space="preserve"> </w:t>
      </w:r>
      <w:r w:rsidRPr="00A32A9C">
        <w:t>The exclusions bands are as set out below:</w:t>
      </w:r>
    </w:p>
    <w:p w14:paraId="605B0E8A" w14:textId="77777777" w:rsidR="00BB24A2" w:rsidRDefault="00BB24A2" w:rsidP="00BB24A2">
      <w:pPr>
        <w:pStyle w:val="EQ"/>
        <w:jc w:val="center"/>
      </w:pPr>
      <w:bookmarkStart w:id="29" w:name="_Ref371905403"/>
      <w:bookmarkEnd w:id="19"/>
      <w:bookmarkEnd w:id="20"/>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4E4DC6">
        <w:t xml:space="preserve"> – </w:t>
      </w:r>
      <w:r>
        <w:t xml:space="preserve">85 </w:t>
      </w:r>
      <w:r w:rsidRPr="004E4DC6">
        <w:t>&lt;</w:t>
      </w:r>
      <w:r>
        <w:t xml:space="preserve"> </w:t>
      </w:r>
      <w:r w:rsidRPr="004E4DC6">
        <w:t xml:space="preserve">f &lt;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t xml:space="preserve"> + </w:t>
      </w:r>
      <w:r>
        <w:t>85 (MHz)</w:t>
      </w:r>
    </w:p>
    <w:p w14:paraId="2049AB50" w14:textId="77777777" w:rsidR="00BB24A2" w:rsidRPr="002A7711" w:rsidRDefault="00BB24A2" w:rsidP="00BB24A2">
      <w:r>
        <w:rPr>
          <w:lang w:val="en-US" w:eastAsia="zh-CN"/>
        </w:rPr>
        <w:t xml:space="preserve">Where </w:t>
      </w:r>
      <w:r>
        <w:rPr>
          <w:rFonts w:hint="eastAsia"/>
          <w:lang w:val="en-US" w:eastAsia="zh-CN"/>
        </w:rPr>
        <w:t>v</w:t>
      </w:r>
      <w:r w:rsidRPr="004E4DC6">
        <w:rPr>
          <w:lang w:val="en-US" w:eastAsia="zh-CN"/>
        </w:rPr>
        <w:t>alue</w:t>
      </w:r>
      <w:r w:rsidRPr="004E4DC6">
        <w:rPr>
          <w:rFonts w:hint="eastAsia"/>
          <w:lang w:val="en-US" w:eastAsia="zh-CN"/>
        </w:rPr>
        <w:t>s</w:t>
      </w:r>
      <w:r w:rsidRPr="004E4DC6">
        <w:rPr>
          <w:lang w:val="en-US" w:eastAsia="zh-CN"/>
        </w:rPr>
        <w:t xml:space="preserve"> of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5E0878">
        <w:t xml:space="preserve"> </w:t>
      </w:r>
      <w:r w:rsidRPr="004E4DC6">
        <w:rPr>
          <w:lang w:val="en-US" w:eastAsia="zh-CN"/>
        </w:rPr>
        <w:t xml:space="preserve">and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w:t>
      </w:r>
      <w:r w:rsidRPr="00182B32">
        <w:rPr>
          <w:vertAlign w:val="subscript"/>
        </w:rPr>
        <w:t>igh</w:t>
      </w:r>
      <w:r w:rsidRPr="00182B32">
        <w:rPr>
          <w:lang w:val="en-US" w:eastAsia="zh-CN"/>
        </w:rPr>
        <w:t xml:space="preserve"> are defined for each </w:t>
      </w:r>
      <w:r w:rsidRPr="00182B32">
        <w:rPr>
          <w:iCs/>
          <w:lang w:val="en-US" w:eastAsia="zh-CN"/>
        </w:rPr>
        <w:t>operating band</w:t>
      </w:r>
      <w:r w:rsidRPr="00182B32">
        <w:rPr>
          <w:lang w:val="en-US" w:eastAsia="zh-CN"/>
        </w:rPr>
        <w:t xml:space="preserve"> in TS</w:t>
      </w:r>
      <w:r>
        <w:rPr>
          <w:lang w:val="en-US" w:eastAsia="zh-CN"/>
        </w:rPr>
        <w:t xml:space="preserve"> 36</w:t>
      </w:r>
      <w:r w:rsidRPr="00A4569F">
        <w:rPr>
          <w:lang w:val="en-US" w:eastAsia="zh-CN"/>
        </w:rPr>
        <w:t>.101 [</w:t>
      </w:r>
      <w:r>
        <w:rPr>
          <w:lang w:val="en-US" w:eastAsia="zh-CN"/>
        </w:rPr>
        <w:t>11</w:t>
      </w:r>
      <w:r w:rsidRPr="00894F4E">
        <w:rPr>
          <w:lang w:val="en-US" w:eastAsia="zh-CN"/>
        </w:rPr>
        <w:t>]</w:t>
      </w:r>
      <w:r>
        <w:rPr>
          <w:lang w:val="en-US" w:eastAsia="zh-CN"/>
        </w:rPr>
        <w:t>,</w:t>
      </w:r>
      <w:r w:rsidRPr="00182B32">
        <w:rPr>
          <w:lang w:val="en-US" w:eastAsia="zh-CN"/>
        </w:rPr>
        <w:t xml:space="preserve"> clause 5.</w:t>
      </w:r>
      <w:r>
        <w:rPr>
          <w:lang w:val="en-US" w:eastAsia="zh-CN"/>
        </w:rPr>
        <w:t>5</w:t>
      </w:r>
      <w:r w:rsidRPr="00182B32">
        <w:rPr>
          <w:lang w:val="en-US" w:eastAsia="zh-CN"/>
        </w:rPr>
        <w:t>.</w:t>
      </w:r>
    </w:p>
    <w:p w14:paraId="21540BDE" w14:textId="77777777" w:rsidR="00BB24A2" w:rsidRPr="00222A9F" w:rsidRDefault="00BB24A2" w:rsidP="00665371">
      <w:pPr>
        <w:pStyle w:val="B1"/>
        <w:rPr>
          <w:snapToGrid w:val="0"/>
        </w:rPr>
      </w:pPr>
    </w:p>
    <w:p w14:paraId="3CCFEA00" w14:textId="77777777" w:rsidR="00250C81" w:rsidRPr="00222A9F" w:rsidRDefault="00250C81">
      <w:pPr>
        <w:pStyle w:val="Heading1"/>
      </w:pPr>
      <w:bookmarkStart w:id="30" w:name="_Toc510654491"/>
      <w:bookmarkStart w:id="31" w:name="_Toc89424041"/>
      <w:r w:rsidRPr="00222A9F">
        <w:t>5</w:t>
      </w:r>
      <w:r w:rsidRPr="00222A9F">
        <w:tab/>
        <w:t>Performance assessmen</w:t>
      </w:r>
      <w:bookmarkStart w:id="32" w:name="_Ref371905429"/>
      <w:bookmarkEnd w:id="29"/>
      <w:r w:rsidRPr="00222A9F">
        <w:t>t</w:t>
      </w:r>
      <w:bookmarkEnd w:id="30"/>
      <w:bookmarkEnd w:id="31"/>
      <w:bookmarkEnd w:id="32"/>
    </w:p>
    <w:p w14:paraId="0F50D09A" w14:textId="77777777" w:rsidR="00794727" w:rsidRPr="00222A9F" w:rsidRDefault="00794727" w:rsidP="00794727">
      <w:pPr>
        <w:pStyle w:val="Heading2"/>
      </w:pPr>
      <w:bookmarkStart w:id="33" w:name="_Toc510654492"/>
      <w:bookmarkStart w:id="34" w:name="_Toc89424042"/>
      <w:r w:rsidRPr="00222A9F">
        <w:t>5.1</w:t>
      </w:r>
      <w:r w:rsidRPr="00222A9F">
        <w:tab/>
        <w:t>General</w:t>
      </w:r>
      <w:bookmarkEnd w:id="33"/>
      <w:bookmarkEnd w:id="34"/>
    </w:p>
    <w:p w14:paraId="2A5F6C2E" w14:textId="77777777" w:rsidR="00794727" w:rsidRPr="00222A9F" w:rsidRDefault="00794727" w:rsidP="00794727">
      <w:r w:rsidRPr="00222A9F">
        <w:t>The manufacturer shall at the time of submission of the equipment for test, supply the following information to be recorded in the test report:</w:t>
      </w:r>
    </w:p>
    <w:p w14:paraId="29C5D816" w14:textId="77777777" w:rsidR="00794727" w:rsidRPr="00222A9F" w:rsidRDefault="00794727" w:rsidP="00665371">
      <w:pPr>
        <w:pStyle w:val="B1"/>
      </w:pPr>
      <w:r w:rsidRPr="00222A9F">
        <w:t>-</w:t>
      </w:r>
      <w:r w:rsidRPr="00222A9F">
        <w:tab/>
        <w:t>the primary functions of the radio equipment to be tested during and after the EMC testing;</w:t>
      </w:r>
    </w:p>
    <w:p w14:paraId="25FF8063" w14:textId="77777777" w:rsidR="00794727" w:rsidRPr="00222A9F" w:rsidRDefault="00794727" w:rsidP="00665371">
      <w:pPr>
        <w:pStyle w:val="B1"/>
      </w:pPr>
      <w:r w:rsidRPr="00222A9F">
        <w:t>-</w:t>
      </w:r>
      <w:r w:rsidRPr="00222A9F">
        <w:tab/>
        <w:t>if applicable, the method to be used to verify that a communications link is established and maintained;</w:t>
      </w:r>
    </w:p>
    <w:p w14:paraId="55ED18E0" w14:textId="77777777" w:rsidR="00794727" w:rsidRPr="00222A9F" w:rsidRDefault="00794727" w:rsidP="00665371">
      <w:pPr>
        <w:pStyle w:val="B1"/>
      </w:pPr>
      <w:r w:rsidRPr="00222A9F">
        <w:t>-</w:t>
      </w:r>
      <w:r w:rsidRPr="00222A9F">
        <w:tab/>
        <w:t>the intended functions of the radio equipment which shall be in accordance with the documentation accompanying the equipment;</w:t>
      </w:r>
    </w:p>
    <w:p w14:paraId="03E02B16" w14:textId="77777777" w:rsidR="00794727" w:rsidRPr="00222A9F" w:rsidRDefault="00794727" w:rsidP="00665371">
      <w:pPr>
        <w:pStyle w:val="B1"/>
      </w:pPr>
      <w:r w:rsidRPr="00222A9F">
        <w:t>-</w:t>
      </w:r>
      <w:r w:rsidRPr="00222A9F">
        <w:tab/>
        <w:t>the user-control functions and stored data that are required for normal operation and the method to be used to assess whether these have been lost after EMC stress;</w:t>
      </w:r>
    </w:p>
    <w:p w14:paraId="49E19913" w14:textId="77777777" w:rsidR="00794727" w:rsidRPr="00222A9F" w:rsidRDefault="00794727" w:rsidP="00665371">
      <w:pPr>
        <w:pStyle w:val="B1"/>
      </w:pPr>
      <w:r w:rsidRPr="00222A9F">
        <w:t>-</w:t>
      </w:r>
      <w:r w:rsidRPr="00222A9F">
        <w:tab/>
        <w:t>the ancillary equipment to be combined with the radio equipment for testing (where applicable);</w:t>
      </w:r>
    </w:p>
    <w:p w14:paraId="6EBA3C93" w14:textId="77777777" w:rsidR="00794727" w:rsidRPr="00222A9F" w:rsidRDefault="00794727" w:rsidP="00665371">
      <w:pPr>
        <w:pStyle w:val="B1"/>
      </w:pPr>
      <w:r w:rsidRPr="00222A9F">
        <w:t>-</w:t>
      </w:r>
      <w:r w:rsidRPr="00222A9F">
        <w:tab/>
        <w:t>information about ancillary equipment intended to be used with the radio equipment;</w:t>
      </w:r>
    </w:p>
    <w:p w14:paraId="79B2C8F6" w14:textId="77777777" w:rsidR="00794727" w:rsidRPr="00222A9F" w:rsidRDefault="00794727" w:rsidP="00665371">
      <w:pPr>
        <w:pStyle w:val="B1"/>
      </w:pPr>
      <w:r w:rsidRPr="00222A9F">
        <w:t>-</w:t>
      </w:r>
      <w:r w:rsidRPr="00222A9F">
        <w:tab/>
        <w:t>an exhaustive list of ports, classified as either power or signal/control. Power ports shall further be classified as AC or DC power;</w:t>
      </w:r>
    </w:p>
    <w:p w14:paraId="5AD4856B" w14:textId="77777777" w:rsidR="00794727" w:rsidRPr="00222A9F" w:rsidRDefault="00794727" w:rsidP="00665371">
      <w:pPr>
        <w:pStyle w:val="B1"/>
      </w:pPr>
      <w:r w:rsidRPr="00222A9F">
        <w:t>-</w:t>
      </w:r>
      <w:r w:rsidRPr="00222A9F">
        <w:tab/>
        <w:t>the humidity range, temperature, and supply voltage for all equipment submitted for testing.</w:t>
      </w:r>
    </w:p>
    <w:p w14:paraId="260F440C" w14:textId="77777777" w:rsidR="00794727" w:rsidRPr="00222A9F" w:rsidRDefault="00794727" w:rsidP="00794727">
      <w:pPr>
        <w:pStyle w:val="Heading2"/>
      </w:pPr>
      <w:bookmarkStart w:id="35" w:name="_Toc510654493"/>
      <w:bookmarkStart w:id="36" w:name="_Toc89424043"/>
      <w:r w:rsidRPr="00222A9F">
        <w:t>5.2</w:t>
      </w:r>
      <w:r w:rsidRPr="00222A9F">
        <w:tab/>
        <w:t>Equipment which can provide a continuous communication link</w:t>
      </w:r>
      <w:bookmarkEnd w:id="35"/>
      <w:bookmarkEnd w:id="36"/>
    </w:p>
    <w:p w14:paraId="32B24299" w14:textId="77777777" w:rsidR="00794727" w:rsidRPr="00222A9F" w:rsidRDefault="00794727" w:rsidP="00794727">
      <w:r w:rsidRPr="00222A9F">
        <w:t>The test arrangement and signals, given in clause 4, apply to radio equipment or a combination of radio equipment and ancillary equipment that permits the establishment of a communication link. The assessment of equipment performance shall be based on speech call and data transfer according to the criteria in clause 6.</w:t>
      </w:r>
    </w:p>
    <w:p w14:paraId="7BB1B0EF" w14:textId="77777777" w:rsidR="00794727" w:rsidRPr="00222A9F" w:rsidRDefault="00794727" w:rsidP="00794727">
      <w:pPr>
        <w:pStyle w:val="Heading2"/>
      </w:pPr>
      <w:bookmarkStart w:id="37" w:name="_Toc510654494"/>
      <w:bookmarkStart w:id="38" w:name="_Toc89424044"/>
      <w:r w:rsidRPr="00222A9F">
        <w:t>5.3</w:t>
      </w:r>
      <w:r w:rsidRPr="00222A9F">
        <w:tab/>
        <w:t>Equipment which can only provide a discontinuous communication link (packet data/transmission)</w:t>
      </w:r>
      <w:bookmarkEnd w:id="37"/>
      <w:bookmarkEnd w:id="38"/>
    </w:p>
    <w:p w14:paraId="6ADDBA5B" w14:textId="77777777" w:rsidR="00794727" w:rsidRPr="00222A9F" w:rsidRDefault="00794727" w:rsidP="00794727">
      <w:r w:rsidRPr="00222A9F">
        <w:t>If the equipment does not permit or allow for a communications link to be established and maintained during the EMC tests (as in subclause 5.2), the manufacturer shall define the performance assessment. The manufacturer shall provide the method of observing the degradation of performance of the equipment.</w:t>
      </w:r>
    </w:p>
    <w:p w14:paraId="574326E0" w14:textId="77777777" w:rsidR="00794727" w:rsidRPr="00222A9F" w:rsidRDefault="00794727" w:rsidP="00794727">
      <w:pPr>
        <w:pStyle w:val="Heading2"/>
      </w:pPr>
      <w:bookmarkStart w:id="39" w:name="_Toc510654495"/>
      <w:bookmarkStart w:id="40" w:name="_Toc89424045"/>
      <w:r w:rsidRPr="00222A9F">
        <w:t>5.4</w:t>
      </w:r>
      <w:r w:rsidRPr="00222A9F">
        <w:tab/>
        <w:t>Equipment which does not provide a communication link</w:t>
      </w:r>
      <w:bookmarkEnd w:id="39"/>
      <w:bookmarkEnd w:id="40"/>
    </w:p>
    <w:p w14:paraId="463735EB" w14:textId="77777777" w:rsidR="00794727" w:rsidRPr="00222A9F" w:rsidRDefault="00794727" w:rsidP="00794727">
      <w:pPr>
        <w:keepLines/>
        <w:ind w:right="14"/>
        <w:rPr>
          <w:lang w:val="en-AU"/>
        </w:rPr>
      </w:pPr>
      <w:r w:rsidRPr="00222A9F">
        <w:t>If the equipment is of a specialised nature which does not permit a communication link to be established, the manufacturer shall define the method of test to determine the acceptable level of performance or degradation of performance during and/or after the test. The manufacturer shall provide the method of observing the degradation of performance of the equipment.</w:t>
      </w:r>
      <w:r w:rsidRPr="00222A9F">
        <w:rPr>
          <w:lang w:val="en-AU"/>
        </w:rPr>
        <w:t xml:space="preserve"> </w:t>
      </w:r>
    </w:p>
    <w:p w14:paraId="4F1C4A58" w14:textId="77777777" w:rsidR="00794727" w:rsidRPr="00222A9F" w:rsidRDefault="00794727" w:rsidP="00794727">
      <w:pPr>
        <w:ind w:right="14"/>
      </w:pPr>
      <w:r w:rsidRPr="00222A9F">
        <w:rPr>
          <w:lang w:val="en-AU"/>
        </w:rPr>
        <w:t>The performance assessment carried out shall be simple, but at the same time give adequate proof that the primary functions of the equipment are operational.</w:t>
      </w:r>
    </w:p>
    <w:p w14:paraId="0B5CE0DF" w14:textId="77777777" w:rsidR="00794727" w:rsidRPr="00222A9F" w:rsidRDefault="00794727" w:rsidP="00794727">
      <w:pPr>
        <w:pStyle w:val="Heading2"/>
      </w:pPr>
      <w:bookmarkStart w:id="41" w:name="_Toc510654496"/>
      <w:bookmarkStart w:id="42" w:name="_Toc89424046"/>
      <w:r w:rsidRPr="00222A9F">
        <w:t>5.5</w:t>
      </w:r>
      <w:r w:rsidRPr="00222A9F">
        <w:tab/>
        <w:t>Conformance of ancillary equipment</w:t>
      </w:r>
      <w:bookmarkEnd w:id="41"/>
      <w:bookmarkEnd w:id="42"/>
    </w:p>
    <w:p w14:paraId="052B88C2" w14:textId="77777777" w:rsidR="00794727" w:rsidRPr="00222A9F" w:rsidRDefault="00794727" w:rsidP="00794727">
      <w:r w:rsidRPr="00222A9F">
        <w:t>Ancillary equipment shall be tested with it connected to a UE in which case compliance shall be demonstrated to the appropriate clauses of the present document.</w:t>
      </w:r>
    </w:p>
    <w:p w14:paraId="722A215D" w14:textId="77777777" w:rsidR="00794727" w:rsidRPr="00222A9F" w:rsidRDefault="00794727" w:rsidP="00794727">
      <w:pPr>
        <w:pStyle w:val="Heading2"/>
      </w:pPr>
      <w:bookmarkStart w:id="43" w:name="_Toc510654497"/>
      <w:bookmarkStart w:id="44" w:name="_Toc89424047"/>
      <w:r w:rsidRPr="00222A9F">
        <w:t>5.6</w:t>
      </w:r>
      <w:r w:rsidRPr="00222A9F">
        <w:tab/>
        <w:t>Equipment classification</w:t>
      </w:r>
      <w:bookmarkEnd w:id="43"/>
      <w:bookmarkEnd w:id="44"/>
    </w:p>
    <w:p w14:paraId="554ED10A" w14:textId="77777777" w:rsidR="00794727" w:rsidRPr="00222A9F" w:rsidRDefault="00794727" w:rsidP="00794727">
      <w:r w:rsidRPr="00222A9F">
        <w:t>Equipment is classified according to the source of power.</w:t>
      </w:r>
    </w:p>
    <w:p w14:paraId="4BB647F8" w14:textId="77777777" w:rsidR="00794727" w:rsidRPr="00222A9F" w:rsidRDefault="00794727" w:rsidP="00665371">
      <w:pPr>
        <w:pStyle w:val="B1"/>
      </w:pPr>
      <w:r w:rsidRPr="00222A9F">
        <w:t>-</w:t>
      </w:r>
      <w:r w:rsidRPr="00222A9F">
        <w:tab/>
        <w:t>if power is derived from a fixed AC or DC supply network installation the equipment is classified "for fixed use";</w:t>
      </w:r>
    </w:p>
    <w:p w14:paraId="2AF3DF0B" w14:textId="77777777" w:rsidR="00794727" w:rsidRPr="00222A9F" w:rsidRDefault="00794727" w:rsidP="00665371">
      <w:pPr>
        <w:pStyle w:val="B1"/>
      </w:pPr>
      <w:r w:rsidRPr="00222A9F">
        <w:t>-</w:t>
      </w:r>
      <w:r w:rsidRPr="00222A9F">
        <w:tab/>
        <w:t>if power is derived from a vehicular power supply (car battery + alternator) the equipment is classified "for vehicular use";</w:t>
      </w:r>
    </w:p>
    <w:p w14:paraId="68C07CB0" w14:textId="77777777" w:rsidR="00794727" w:rsidRPr="00222A9F" w:rsidRDefault="00794727" w:rsidP="00665371">
      <w:pPr>
        <w:pStyle w:val="B1"/>
      </w:pPr>
      <w:r w:rsidRPr="00222A9F">
        <w:t>-</w:t>
      </w:r>
      <w:r w:rsidRPr="00222A9F">
        <w:tab/>
        <w:t>if power is derived from an integral battery the equipment is classified "for portable use".</w:t>
      </w:r>
    </w:p>
    <w:p w14:paraId="3B7C6805" w14:textId="77777777" w:rsidR="00250C81" w:rsidRPr="00222A9F" w:rsidRDefault="00250C81">
      <w:pPr>
        <w:pStyle w:val="Heading1"/>
      </w:pPr>
      <w:bookmarkStart w:id="45" w:name="_Ref371905520"/>
      <w:bookmarkStart w:id="46" w:name="_Toc510654498"/>
      <w:bookmarkStart w:id="47" w:name="_Toc89424048"/>
      <w:r w:rsidRPr="00222A9F">
        <w:t>6</w:t>
      </w:r>
      <w:r w:rsidRPr="00222A9F">
        <w:tab/>
        <w:t>Performance criteria</w:t>
      </w:r>
      <w:bookmarkEnd w:id="45"/>
      <w:bookmarkEnd w:id="46"/>
      <w:bookmarkEnd w:id="47"/>
    </w:p>
    <w:p w14:paraId="2EAF59DD" w14:textId="77777777" w:rsidR="009206F5" w:rsidRPr="00222A9F" w:rsidRDefault="009206F5" w:rsidP="009206F5">
      <w:bookmarkStart w:id="48" w:name="_Ref371905538"/>
      <w:r w:rsidRPr="00222A9F">
        <w:t>The maintenance of a communications link shall be assessed by using an indicator, which may be part of the test system or the equipment under test.</w:t>
      </w:r>
    </w:p>
    <w:p w14:paraId="18174928" w14:textId="77777777" w:rsidR="009206F5" w:rsidRPr="00222A9F" w:rsidRDefault="009206F5" w:rsidP="009206F5">
      <w:r w:rsidRPr="00222A9F">
        <w:t>Specifically the equipment shall meet the minimum performance criteria as specified in the following subclauses as appropriate.</w:t>
      </w:r>
    </w:p>
    <w:p w14:paraId="505E3D27" w14:textId="77777777" w:rsidR="009206F5" w:rsidRPr="00222A9F" w:rsidRDefault="009206F5" w:rsidP="009206F5">
      <w:r w:rsidRPr="00222A9F">
        <w:t>Portable equipment intended for use whilst powered by the main battery of a vehicle shall additionally fulfil the applicable requirements set out by the present document for mobile equipment for vehicular use.</w:t>
      </w:r>
    </w:p>
    <w:p w14:paraId="4A5CCECB" w14:textId="77777777" w:rsidR="009206F5" w:rsidRPr="00222A9F" w:rsidRDefault="009206F5" w:rsidP="009206F5">
      <w:r w:rsidRPr="00222A9F">
        <w:t>Portable equipment intended for use whilst powered by AC mains shall additionally fulfil the applicable requirements set out by the present document for equipment for fixed use.</w:t>
      </w:r>
    </w:p>
    <w:p w14:paraId="6576227A" w14:textId="77777777" w:rsidR="009206F5" w:rsidRPr="00222A9F" w:rsidRDefault="009206F5" w:rsidP="009206F5">
      <w:r w:rsidRPr="00222A9F">
        <w:t>If an equipment is of such nature, that the performance criteria described in the following subclauses are not appropriate, then the manufacturer shall declare, for inclusion in the test report, his own specification for an acceptable level of performance or degradation of performance during and/or after testing, as required by the present document.</w:t>
      </w:r>
    </w:p>
    <w:p w14:paraId="00158F45" w14:textId="77777777" w:rsidR="009206F5" w:rsidRPr="00222A9F" w:rsidRDefault="009206F5" w:rsidP="009206F5">
      <w:r w:rsidRPr="00222A9F">
        <w:t>The performance criteria specified by the manufacturer shall give the same degree of immunity protection as called for in the following subclauses.</w:t>
      </w:r>
    </w:p>
    <w:p w14:paraId="56260196" w14:textId="77777777" w:rsidR="009206F5" w:rsidRPr="00222A9F" w:rsidRDefault="009206F5" w:rsidP="009206F5">
      <w:r w:rsidRPr="00222A9F">
        <w:t>In addition, the test shall also be performed in idle mode to ensure the transmitter does not unintentionally operate.</w:t>
      </w:r>
    </w:p>
    <w:p w14:paraId="0B17C830" w14:textId="77777777" w:rsidR="009206F5" w:rsidRPr="00222A9F" w:rsidRDefault="009206F5" w:rsidP="009206F5">
      <w:r w:rsidRPr="00222A9F">
        <w:t>The requirements apply to all types of E-UTRA for the UE.</w:t>
      </w:r>
    </w:p>
    <w:p w14:paraId="2A67A1BF" w14:textId="77777777" w:rsidR="009206F5" w:rsidRPr="00222A9F" w:rsidRDefault="009206F5" w:rsidP="009206F5">
      <w:pPr>
        <w:pStyle w:val="Heading2"/>
      </w:pPr>
      <w:bookmarkStart w:id="49" w:name="_Toc510654499"/>
      <w:bookmarkStart w:id="50" w:name="_Toc89424049"/>
      <w:r w:rsidRPr="00222A9F">
        <w:t>6.1</w:t>
      </w:r>
      <w:r w:rsidRPr="00222A9F">
        <w:tab/>
        <w:t>Performance criteria for continuous phenomena</w:t>
      </w:r>
      <w:bookmarkEnd w:id="49"/>
      <w:bookmarkEnd w:id="50"/>
    </w:p>
    <w:p w14:paraId="64B4DABA" w14:textId="77777777" w:rsidR="009206F5" w:rsidRPr="00222A9F" w:rsidRDefault="009206F5" w:rsidP="009206F5">
      <w:r w:rsidRPr="00222A9F">
        <w:t>A communication link shall be established at the start of the test, and maintained during the test, subclauses 4.1 and 4.2.</w:t>
      </w:r>
    </w:p>
    <w:p w14:paraId="0937F035" w14:textId="77777777" w:rsidR="009206F5" w:rsidRPr="00222A9F" w:rsidRDefault="009206F5" w:rsidP="009206F5">
      <w:r w:rsidRPr="00222A9F">
        <w:t>In the data transfer mode, the performance criteria shall be that the throughput shall be ≥ 95% of the maximum throughput of the reference measurement channel as specified in Annex C in TS 36.101 [11] with parameters specified in Table 7.3.1-1 and Table 7.3.1-2 in TS 36.101 [11] during the test sequence.</w:t>
      </w:r>
    </w:p>
    <w:p w14:paraId="4206E48A" w14:textId="77777777" w:rsidR="009206F5" w:rsidRPr="00222A9F" w:rsidRDefault="009206F5" w:rsidP="009206F5">
      <w:r w:rsidRPr="00222A9F">
        <w:t>In the speech mode, the performance criteria shall be that the uplink and downlink speech output levels shall be at least 35 dB less than the recorded reference levels, when measured through an audio band pass filter of width 200 Hz, centred on 1 kHz (Annex A).</w:t>
      </w:r>
    </w:p>
    <w:p w14:paraId="1D7A6052" w14:textId="77777777" w:rsidR="009206F5" w:rsidRPr="00222A9F" w:rsidRDefault="009206F5" w:rsidP="00665371">
      <w:pPr>
        <w:pStyle w:val="NO"/>
      </w:pPr>
      <w:r w:rsidRPr="00222A9F">
        <w:t>NOTE:</w:t>
      </w:r>
      <w:r w:rsidRPr="00222A9F">
        <w:tab/>
        <w:t>When there is a high level background noise present, the filter bandwidth can be reduced down to a minimum of 40 Hz.</w:t>
      </w:r>
    </w:p>
    <w:p w14:paraId="7ACDE9A0" w14:textId="77777777" w:rsidR="009206F5" w:rsidRPr="00222A9F" w:rsidRDefault="009206F5" w:rsidP="009206F5">
      <w:r w:rsidRPr="00222A9F">
        <w:t xml:space="preserve">At the conclusion of the test, the EUT shall operate as intended with no loss of user control functions or stored data, and the communication link shall have been maintained. </w:t>
      </w:r>
    </w:p>
    <w:p w14:paraId="48889609" w14:textId="77777777" w:rsidR="009206F5" w:rsidRPr="00222A9F" w:rsidRDefault="009206F5" w:rsidP="009206F5">
      <w:r w:rsidRPr="00222A9F">
        <w:t>In addition to confirming the above performance in traffic mode, the test shall be performed in idle mode, and the transmitter shall not unintentionally operate.</w:t>
      </w:r>
    </w:p>
    <w:p w14:paraId="3AF0BB4D" w14:textId="77777777" w:rsidR="009206F5" w:rsidRPr="00222A9F" w:rsidRDefault="009206F5" w:rsidP="009206F5">
      <w:pPr>
        <w:pStyle w:val="Heading2"/>
      </w:pPr>
      <w:bookmarkStart w:id="51" w:name="_Toc510654500"/>
      <w:bookmarkStart w:id="52" w:name="_Toc89424050"/>
      <w:r w:rsidRPr="00222A9F">
        <w:t>6.2</w:t>
      </w:r>
      <w:r w:rsidRPr="00222A9F">
        <w:tab/>
        <w:t>Performance criteria for Transient phenomena</w:t>
      </w:r>
      <w:bookmarkEnd w:id="51"/>
      <w:bookmarkEnd w:id="52"/>
    </w:p>
    <w:p w14:paraId="404E3F41" w14:textId="77777777" w:rsidR="009206F5" w:rsidRPr="00222A9F" w:rsidRDefault="009206F5" w:rsidP="009206F5">
      <w:r w:rsidRPr="00222A9F">
        <w:t>A communications link shall be established at the start of the test, subclauses 4.1 and 4.2.</w:t>
      </w:r>
    </w:p>
    <w:p w14:paraId="14DD88FE" w14:textId="77777777" w:rsidR="009206F5" w:rsidRPr="00222A9F" w:rsidRDefault="009206F5" w:rsidP="009206F5">
      <w:r w:rsidRPr="00222A9F">
        <w:t>At the conclusion of each exposure the EUT shall operate with no user noticeable loss of the communication link.</w:t>
      </w:r>
    </w:p>
    <w:p w14:paraId="11DD2CBA" w14:textId="77777777" w:rsidR="009206F5" w:rsidRPr="00222A9F" w:rsidRDefault="009206F5" w:rsidP="009206F5">
      <w:r w:rsidRPr="00222A9F">
        <w:t>At the conclusion of the total test comprising the series of individual exposures, the EUT shall operate as intended with no loss of user control functions or stored data, as declared by the manufacturer, and the communication link shall have been maintained.</w:t>
      </w:r>
    </w:p>
    <w:p w14:paraId="6D0994BD" w14:textId="77777777" w:rsidR="009206F5" w:rsidRPr="00222A9F" w:rsidRDefault="009206F5" w:rsidP="009206F5">
      <w:r w:rsidRPr="00222A9F">
        <w:t>In addition to confirming the above performance in traffic mode, the test shall also be performed in idle mode, and the transmitter shall not unintentionally operate.</w:t>
      </w:r>
    </w:p>
    <w:p w14:paraId="239C0734" w14:textId="77777777" w:rsidR="00250C81" w:rsidRPr="00222A9F" w:rsidRDefault="00250C81">
      <w:pPr>
        <w:pStyle w:val="Heading1"/>
      </w:pPr>
      <w:bookmarkStart w:id="53" w:name="_Toc510654501"/>
      <w:bookmarkStart w:id="54" w:name="_Toc89424051"/>
      <w:bookmarkEnd w:id="48"/>
      <w:r w:rsidRPr="00222A9F">
        <w:t>7</w:t>
      </w:r>
      <w:r w:rsidRPr="00222A9F">
        <w:tab/>
        <w:t>Applicability overview tables</w:t>
      </w:r>
      <w:bookmarkEnd w:id="53"/>
      <w:bookmarkEnd w:id="54"/>
    </w:p>
    <w:p w14:paraId="33CD2923" w14:textId="77777777" w:rsidR="00F815D4" w:rsidRPr="00222A9F" w:rsidRDefault="00F815D4" w:rsidP="00F815D4">
      <w:pPr>
        <w:pStyle w:val="Heading2"/>
      </w:pPr>
      <w:bookmarkStart w:id="55" w:name="_Toc510654502"/>
      <w:bookmarkStart w:id="56" w:name="_Toc89424052"/>
      <w:bookmarkStart w:id="57" w:name="_Ref371905622"/>
      <w:r w:rsidRPr="00222A9F">
        <w:t>7.1</w:t>
      </w:r>
      <w:r w:rsidRPr="00222A9F">
        <w:tab/>
        <w:t>Emission</w:t>
      </w:r>
      <w:bookmarkEnd w:id="55"/>
      <w:bookmarkEnd w:id="56"/>
    </w:p>
    <w:p w14:paraId="60AFF5FC" w14:textId="77777777" w:rsidR="00F815D4" w:rsidRPr="00222A9F" w:rsidRDefault="00F815D4" w:rsidP="007E0AA8">
      <w:pPr>
        <w:pStyle w:val="TH"/>
      </w:pPr>
      <w:r w:rsidRPr="00222A9F">
        <w:t>Table 1: Emission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329"/>
        <w:gridCol w:w="1040"/>
        <w:gridCol w:w="1349"/>
        <w:gridCol w:w="1173"/>
        <w:gridCol w:w="1264"/>
        <w:gridCol w:w="1013"/>
        <w:gridCol w:w="1727"/>
      </w:tblGrid>
      <w:tr w:rsidR="00F815D4" w:rsidRPr="00222A9F" w14:paraId="6E9C5B83" w14:textId="77777777">
        <w:trPr>
          <w:cantSplit/>
          <w:jc w:val="center"/>
        </w:trPr>
        <w:tc>
          <w:tcPr>
            <w:tcW w:w="1329" w:type="dxa"/>
            <w:tcBorders>
              <w:top w:val="nil"/>
              <w:left w:val="nil"/>
              <w:bottom w:val="single" w:sz="6" w:space="0" w:color="auto"/>
              <w:right w:val="nil"/>
            </w:tcBorders>
          </w:tcPr>
          <w:p w14:paraId="597CAF52" w14:textId="77777777" w:rsidR="00F815D4" w:rsidRPr="00222A9F" w:rsidRDefault="00F815D4" w:rsidP="00F815D4">
            <w:pPr>
              <w:keepNext/>
              <w:keepLines/>
              <w:jc w:val="center"/>
              <w:rPr>
                <w:rFonts w:ascii="Arial" w:hAnsi="Arial"/>
                <w:b/>
                <w:sz w:val="18"/>
              </w:rPr>
            </w:pPr>
          </w:p>
        </w:tc>
        <w:tc>
          <w:tcPr>
            <w:tcW w:w="1040" w:type="dxa"/>
            <w:tcBorders>
              <w:top w:val="nil"/>
              <w:left w:val="nil"/>
              <w:bottom w:val="single" w:sz="6" w:space="0" w:color="auto"/>
              <w:right w:val="nil"/>
            </w:tcBorders>
          </w:tcPr>
          <w:p w14:paraId="1F5EB069" w14:textId="77777777" w:rsidR="00F815D4" w:rsidRPr="00222A9F" w:rsidRDefault="00F815D4" w:rsidP="00F815D4">
            <w:pPr>
              <w:keepNext/>
              <w:keepLines/>
              <w:jc w:val="center"/>
              <w:rPr>
                <w:rFonts w:ascii="Arial" w:hAnsi="Arial"/>
                <w:b/>
                <w:sz w:val="18"/>
              </w:rPr>
            </w:pPr>
          </w:p>
        </w:tc>
        <w:tc>
          <w:tcPr>
            <w:tcW w:w="3786" w:type="dxa"/>
            <w:gridSpan w:val="3"/>
            <w:tcBorders>
              <w:left w:val="single" w:sz="6" w:space="0" w:color="auto"/>
              <w:right w:val="single" w:sz="6" w:space="0" w:color="auto"/>
            </w:tcBorders>
          </w:tcPr>
          <w:p w14:paraId="0EA27AE6" w14:textId="77777777" w:rsidR="00F815D4" w:rsidRPr="00222A9F" w:rsidRDefault="00F815D4" w:rsidP="00F815D4">
            <w:pPr>
              <w:keepNext/>
              <w:keepLines/>
              <w:jc w:val="center"/>
              <w:rPr>
                <w:rFonts w:ascii="Arial" w:hAnsi="Arial"/>
                <w:b/>
                <w:sz w:val="18"/>
              </w:rPr>
            </w:pPr>
            <w:r w:rsidRPr="00222A9F">
              <w:rPr>
                <w:rFonts w:ascii="Arial" w:hAnsi="Arial"/>
                <w:b/>
                <w:sz w:val="18"/>
              </w:rPr>
              <w:t>Equipment test requirement</w:t>
            </w:r>
          </w:p>
        </w:tc>
        <w:tc>
          <w:tcPr>
            <w:tcW w:w="1013" w:type="dxa"/>
            <w:tcBorders>
              <w:top w:val="nil"/>
              <w:left w:val="nil"/>
              <w:bottom w:val="single" w:sz="6" w:space="0" w:color="auto"/>
              <w:right w:val="nil"/>
            </w:tcBorders>
          </w:tcPr>
          <w:p w14:paraId="0A51795D" w14:textId="77777777" w:rsidR="00F815D4" w:rsidRPr="00222A9F" w:rsidRDefault="00F815D4" w:rsidP="00F815D4">
            <w:pPr>
              <w:keepNext/>
              <w:keepLines/>
              <w:jc w:val="center"/>
              <w:rPr>
                <w:rFonts w:ascii="Arial" w:hAnsi="Arial"/>
                <w:b/>
                <w:sz w:val="18"/>
              </w:rPr>
            </w:pPr>
          </w:p>
        </w:tc>
        <w:tc>
          <w:tcPr>
            <w:tcW w:w="1727" w:type="dxa"/>
            <w:tcBorders>
              <w:top w:val="nil"/>
              <w:left w:val="nil"/>
              <w:bottom w:val="single" w:sz="6" w:space="0" w:color="auto"/>
              <w:right w:val="nil"/>
            </w:tcBorders>
          </w:tcPr>
          <w:p w14:paraId="72A993EA" w14:textId="77777777" w:rsidR="00F815D4" w:rsidRPr="00222A9F" w:rsidRDefault="00F815D4" w:rsidP="00F815D4">
            <w:pPr>
              <w:keepNext/>
              <w:keepLines/>
              <w:jc w:val="center"/>
              <w:rPr>
                <w:rFonts w:ascii="Arial" w:hAnsi="Arial"/>
                <w:b/>
                <w:sz w:val="18"/>
              </w:rPr>
            </w:pPr>
          </w:p>
        </w:tc>
      </w:tr>
      <w:tr w:rsidR="00F815D4" w:rsidRPr="00222A9F" w14:paraId="2FC5FC40" w14:textId="77777777">
        <w:trPr>
          <w:cantSplit/>
          <w:jc w:val="center"/>
        </w:trPr>
        <w:tc>
          <w:tcPr>
            <w:tcW w:w="1329" w:type="dxa"/>
            <w:tcBorders>
              <w:top w:val="nil"/>
            </w:tcBorders>
          </w:tcPr>
          <w:p w14:paraId="7F6F92D1" w14:textId="77777777" w:rsidR="00F815D4" w:rsidRPr="00222A9F" w:rsidRDefault="00F815D4" w:rsidP="007E0AA8">
            <w:pPr>
              <w:pStyle w:val="TAL"/>
              <w:jc w:val="center"/>
              <w:rPr>
                <w:b/>
              </w:rPr>
            </w:pPr>
            <w:r w:rsidRPr="00222A9F">
              <w:rPr>
                <w:b/>
              </w:rPr>
              <w:t>Phenomenon</w:t>
            </w:r>
          </w:p>
        </w:tc>
        <w:tc>
          <w:tcPr>
            <w:tcW w:w="1040" w:type="dxa"/>
            <w:tcBorders>
              <w:top w:val="nil"/>
            </w:tcBorders>
          </w:tcPr>
          <w:p w14:paraId="76606138" w14:textId="77777777" w:rsidR="00F815D4" w:rsidRPr="00222A9F" w:rsidRDefault="00F815D4" w:rsidP="007E0AA8">
            <w:pPr>
              <w:pStyle w:val="TAL"/>
              <w:jc w:val="center"/>
              <w:rPr>
                <w:b/>
              </w:rPr>
            </w:pPr>
            <w:r w:rsidRPr="00222A9F">
              <w:rPr>
                <w:b/>
              </w:rPr>
              <w:t>Application</w:t>
            </w:r>
          </w:p>
        </w:tc>
        <w:tc>
          <w:tcPr>
            <w:tcW w:w="1349" w:type="dxa"/>
          </w:tcPr>
          <w:p w14:paraId="6A7EA6F0" w14:textId="77777777" w:rsidR="00F815D4" w:rsidRPr="00222A9F" w:rsidRDefault="00F815D4" w:rsidP="007E0AA8">
            <w:pPr>
              <w:pStyle w:val="TAL"/>
              <w:jc w:val="center"/>
              <w:rPr>
                <w:b/>
              </w:rPr>
            </w:pPr>
            <w:r w:rsidRPr="00222A9F">
              <w:rPr>
                <w:b/>
              </w:rPr>
              <w:t>Equipment connected to fixed AC or DC power installations</w:t>
            </w:r>
          </w:p>
        </w:tc>
        <w:tc>
          <w:tcPr>
            <w:tcW w:w="1173" w:type="dxa"/>
          </w:tcPr>
          <w:p w14:paraId="17D7404C" w14:textId="77777777" w:rsidR="00F815D4" w:rsidRPr="00222A9F" w:rsidRDefault="00F815D4" w:rsidP="007E0AA8">
            <w:pPr>
              <w:pStyle w:val="TAL"/>
              <w:jc w:val="center"/>
              <w:rPr>
                <w:b/>
              </w:rPr>
            </w:pPr>
            <w:r w:rsidRPr="00222A9F">
              <w:rPr>
                <w:b/>
              </w:rPr>
              <w:t>Equipment connected to vehicular DC supplies</w:t>
            </w:r>
          </w:p>
        </w:tc>
        <w:tc>
          <w:tcPr>
            <w:tcW w:w="1264" w:type="dxa"/>
          </w:tcPr>
          <w:p w14:paraId="37CA67CC" w14:textId="77777777" w:rsidR="00F815D4" w:rsidRPr="00222A9F" w:rsidRDefault="00F815D4" w:rsidP="007E0AA8">
            <w:pPr>
              <w:pStyle w:val="TAL"/>
              <w:jc w:val="center"/>
              <w:rPr>
                <w:b/>
              </w:rPr>
            </w:pPr>
            <w:r w:rsidRPr="00222A9F">
              <w:rPr>
                <w:b/>
              </w:rPr>
              <w:t>Equipment powered by integral battery</w:t>
            </w:r>
          </w:p>
        </w:tc>
        <w:tc>
          <w:tcPr>
            <w:tcW w:w="1013" w:type="dxa"/>
            <w:tcBorders>
              <w:top w:val="nil"/>
            </w:tcBorders>
          </w:tcPr>
          <w:p w14:paraId="6AFCBBD2" w14:textId="77777777" w:rsidR="00F815D4" w:rsidRPr="00222A9F" w:rsidRDefault="00F815D4" w:rsidP="007E0AA8">
            <w:pPr>
              <w:pStyle w:val="TAL"/>
              <w:jc w:val="center"/>
              <w:rPr>
                <w:b/>
              </w:rPr>
            </w:pPr>
            <w:r w:rsidRPr="00222A9F">
              <w:rPr>
                <w:b/>
              </w:rPr>
              <w:t>Reference subclause in the present document</w:t>
            </w:r>
          </w:p>
        </w:tc>
        <w:tc>
          <w:tcPr>
            <w:tcW w:w="1727" w:type="dxa"/>
            <w:tcBorders>
              <w:top w:val="nil"/>
            </w:tcBorders>
          </w:tcPr>
          <w:p w14:paraId="7CBE68C3" w14:textId="77777777" w:rsidR="00F815D4" w:rsidRPr="00222A9F" w:rsidRDefault="00F815D4" w:rsidP="007E0AA8">
            <w:pPr>
              <w:pStyle w:val="TAL"/>
              <w:jc w:val="center"/>
              <w:rPr>
                <w:b/>
              </w:rPr>
            </w:pPr>
            <w:r w:rsidRPr="00222A9F">
              <w:rPr>
                <w:b/>
              </w:rPr>
              <w:t>Reference Standard</w:t>
            </w:r>
          </w:p>
        </w:tc>
      </w:tr>
      <w:tr w:rsidR="00F815D4" w:rsidRPr="00222A9F" w14:paraId="49982090" w14:textId="77777777">
        <w:trPr>
          <w:cantSplit/>
          <w:jc w:val="center"/>
        </w:trPr>
        <w:tc>
          <w:tcPr>
            <w:tcW w:w="1329" w:type="dxa"/>
            <w:tcBorders>
              <w:bottom w:val="nil"/>
            </w:tcBorders>
          </w:tcPr>
          <w:p w14:paraId="596ADD05" w14:textId="77777777" w:rsidR="00F815D4" w:rsidRPr="00222A9F" w:rsidRDefault="00F815D4" w:rsidP="007E0AA8">
            <w:pPr>
              <w:pStyle w:val="TAL"/>
              <w:rPr>
                <w:b/>
              </w:rPr>
            </w:pPr>
            <w:r w:rsidRPr="00222A9F">
              <w:rPr>
                <w:b/>
              </w:rPr>
              <w:t>Radiated emission</w:t>
            </w:r>
          </w:p>
        </w:tc>
        <w:tc>
          <w:tcPr>
            <w:tcW w:w="1040" w:type="dxa"/>
            <w:tcBorders>
              <w:bottom w:val="nil"/>
            </w:tcBorders>
          </w:tcPr>
          <w:p w14:paraId="73ADE460" w14:textId="77777777" w:rsidR="00F815D4" w:rsidRPr="00222A9F" w:rsidRDefault="00F815D4" w:rsidP="007E0AA8">
            <w:pPr>
              <w:pStyle w:val="TAL"/>
            </w:pPr>
            <w:r w:rsidRPr="00222A9F">
              <w:t xml:space="preserve">Enclosure </w:t>
            </w:r>
          </w:p>
        </w:tc>
        <w:tc>
          <w:tcPr>
            <w:tcW w:w="1349" w:type="dxa"/>
          </w:tcPr>
          <w:p w14:paraId="711F35BA" w14:textId="77777777" w:rsidR="00F815D4" w:rsidRPr="00222A9F" w:rsidRDefault="00F815D4" w:rsidP="007E0AA8">
            <w:pPr>
              <w:pStyle w:val="TAL"/>
            </w:pPr>
            <w:r w:rsidRPr="00222A9F">
              <w:t xml:space="preserve">applicable </w:t>
            </w:r>
          </w:p>
        </w:tc>
        <w:tc>
          <w:tcPr>
            <w:tcW w:w="1173" w:type="dxa"/>
          </w:tcPr>
          <w:p w14:paraId="555D0E57" w14:textId="77777777" w:rsidR="00F815D4" w:rsidRPr="00222A9F" w:rsidRDefault="00F815D4" w:rsidP="007E0AA8">
            <w:pPr>
              <w:pStyle w:val="TAL"/>
            </w:pPr>
            <w:r w:rsidRPr="00222A9F">
              <w:t xml:space="preserve">applicable </w:t>
            </w:r>
          </w:p>
        </w:tc>
        <w:tc>
          <w:tcPr>
            <w:tcW w:w="1264" w:type="dxa"/>
          </w:tcPr>
          <w:p w14:paraId="6DFBFD7D" w14:textId="77777777" w:rsidR="00F815D4" w:rsidRPr="00222A9F" w:rsidRDefault="00F815D4" w:rsidP="007E0AA8">
            <w:pPr>
              <w:pStyle w:val="TAL"/>
            </w:pPr>
            <w:r w:rsidRPr="00222A9F">
              <w:t xml:space="preserve">applicable </w:t>
            </w:r>
          </w:p>
        </w:tc>
        <w:tc>
          <w:tcPr>
            <w:tcW w:w="1013" w:type="dxa"/>
          </w:tcPr>
          <w:p w14:paraId="77389519" w14:textId="77777777" w:rsidR="00F815D4" w:rsidRPr="00222A9F" w:rsidRDefault="00F815D4" w:rsidP="007E0AA8">
            <w:pPr>
              <w:pStyle w:val="TAL"/>
            </w:pPr>
            <w:r w:rsidRPr="00222A9F">
              <w:t>8.2</w:t>
            </w:r>
          </w:p>
        </w:tc>
        <w:tc>
          <w:tcPr>
            <w:tcW w:w="1727" w:type="dxa"/>
          </w:tcPr>
          <w:p w14:paraId="50BCE77A" w14:textId="77777777" w:rsidR="00F815D4" w:rsidRPr="00222A9F" w:rsidRDefault="00F815D4" w:rsidP="007E0AA8">
            <w:pPr>
              <w:pStyle w:val="TAL"/>
            </w:pPr>
            <w:r w:rsidRPr="00222A9F">
              <w:t xml:space="preserve">ITU-R SM.329 [9] </w:t>
            </w:r>
          </w:p>
          <w:p w14:paraId="7A0915D9" w14:textId="77777777" w:rsidR="00F815D4" w:rsidRPr="00222A9F" w:rsidRDefault="00F815D4" w:rsidP="007E0AA8">
            <w:pPr>
              <w:pStyle w:val="TAL"/>
            </w:pPr>
            <w:r w:rsidRPr="00222A9F">
              <w:t>TS 36.101 [11]</w:t>
            </w:r>
          </w:p>
        </w:tc>
      </w:tr>
      <w:tr w:rsidR="00F815D4" w:rsidRPr="00222A9F" w14:paraId="1B61A081" w14:textId="77777777">
        <w:trPr>
          <w:cantSplit/>
          <w:jc w:val="center"/>
        </w:trPr>
        <w:tc>
          <w:tcPr>
            <w:tcW w:w="1329" w:type="dxa"/>
            <w:tcBorders>
              <w:bottom w:val="nil"/>
            </w:tcBorders>
          </w:tcPr>
          <w:p w14:paraId="6C262288" w14:textId="77777777" w:rsidR="00F815D4" w:rsidRPr="00222A9F" w:rsidRDefault="00F815D4" w:rsidP="007E0AA8">
            <w:pPr>
              <w:pStyle w:val="TAL"/>
              <w:rPr>
                <w:b/>
              </w:rPr>
            </w:pPr>
            <w:r w:rsidRPr="00222A9F">
              <w:rPr>
                <w:b/>
              </w:rPr>
              <w:t>Conducted emission</w:t>
            </w:r>
          </w:p>
        </w:tc>
        <w:tc>
          <w:tcPr>
            <w:tcW w:w="1040" w:type="dxa"/>
            <w:tcBorders>
              <w:bottom w:val="nil"/>
            </w:tcBorders>
          </w:tcPr>
          <w:p w14:paraId="0E079CAB" w14:textId="77777777" w:rsidR="00F815D4" w:rsidRPr="00222A9F" w:rsidRDefault="00F815D4" w:rsidP="007E0AA8">
            <w:pPr>
              <w:pStyle w:val="TAL"/>
            </w:pPr>
            <w:r w:rsidRPr="00222A9F">
              <w:t>DC power input/output port</w:t>
            </w:r>
          </w:p>
        </w:tc>
        <w:tc>
          <w:tcPr>
            <w:tcW w:w="1349" w:type="dxa"/>
          </w:tcPr>
          <w:p w14:paraId="5511F6E7" w14:textId="77777777" w:rsidR="00F815D4" w:rsidRPr="00222A9F" w:rsidRDefault="00F815D4" w:rsidP="007E0AA8">
            <w:pPr>
              <w:pStyle w:val="TAL"/>
            </w:pPr>
            <w:r w:rsidRPr="00222A9F">
              <w:t>applicable</w:t>
            </w:r>
          </w:p>
        </w:tc>
        <w:tc>
          <w:tcPr>
            <w:tcW w:w="1173" w:type="dxa"/>
          </w:tcPr>
          <w:p w14:paraId="2D39F142" w14:textId="77777777" w:rsidR="00F815D4" w:rsidRPr="00222A9F" w:rsidRDefault="00F815D4" w:rsidP="007E0AA8">
            <w:pPr>
              <w:pStyle w:val="TAL"/>
            </w:pPr>
            <w:r w:rsidRPr="00222A9F">
              <w:t>applicable</w:t>
            </w:r>
          </w:p>
        </w:tc>
        <w:tc>
          <w:tcPr>
            <w:tcW w:w="1264" w:type="dxa"/>
          </w:tcPr>
          <w:p w14:paraId="22E935B0" w14:textId="77777777" w:rsidR="00F815D4" w:rsidRPr="00222A9F" w:rsidRDefault="00F815D4" w:rsidP="007E0AA8">
            <w:pPr>
              <w:pStyle w:val="TAL"/>
            </w:pPr>
            <w:r w:rsidRPr="00222A9F">
              <w:t>not applicable</w:t>
            </w:r>
          </w:p>
        </w:tc>
        <w:tc>
          <w:tcPr>
            <w:tcW w:w="1013" w:type="dxa"/>
          </w:tcPr>
          <w:p w14:paraId="67BD6A11" w14:textId="77777777" w:rsidR="00F815D4" w:rsidRPr="00222A9F" w:rsidRDefault="00F815D4" w:rsidP="007E0AA8">
            <w:pPr>
              <w:pStyle w:val="TAL"/>
            </w:pPr>
            <w:r w:rsidRPr="00222A9F">
              <w:t>8.3</w:t>
            </w:r>
          </w:p>
        </w:tc>
        <w:tc>
          <w:tcPr>
            <w:tcW w:w="1727" w:type="dxa"/>
          </w:tcPr>
          <w:p w14:paraId="689AF2CD" w14:textId="77777777" w:rsidR="00F815D4" w:rsidRPr="00222A9F" w:rsidRDefault="00F815D4" w:rsidP="007E0AA8">
            <w:pPr>
              <w:pStyle w:val="TAL"/>
            </w:pPr>
            <w:r w:rsidRPr="00222A9F">
              <w:t xml:space="preserve">CISPR 22 [10], </w:t>
            </w:r>
            <w:r w:rsidRPr="00222A9F">
              <w:br/>
              <w:t>CISPR 16</w:t>
            </w:r>
            <w:r w:rsidRPr="00222A9F">
              <w:noBreakHyphen/>
              <w:t>1 [14]</w:t>
            </w:r>
          </w:p>
        </w:tc>
      </w:tr>
      <w:tr w:rsidR="00F815D4" w:rsidRPr="00222A9F" w14:paraId="4CEBA37E" w14:textId="77777777">
        <w:trPr>
          <w:cantSplit/>
          <w:jc w:val="center"/>
        </w:trPr>
        <w:tc>
          <w:tcPr>
            <w:tcW w:w="1329" w:type="dxa"/>
          </w:tcPr>
          <w:p w14:paraId="0B573C46" w14:textId="77777777" w:rsidR="00F815D4" w:rsidRPr="00222A9F" w:rsidRDefault="00F815D4" w:rsidP="007E0AA8">
            <w:pPr>
              <w:pStyle w:val="TAL"/>
              <w:rPr>
                <w:b/>
              </w:rPr>
            </w:pPr>
            <w:r w:rsidRPr="00222A9F">
              <w:rPr>
                <w:b/>
              </w:rPr>
              <w:t>Conducted emission</w:t>
            </w:r>
          </w:p>
        </w:tc>
        <w:tc>
          <w:tcPr>
            <w:tcW w:w="1040" w:type="dxa"/>
            <w:tcBorders>
              <w:left w:val="nil"/>
              <w:bottom w:val="nil"/>
            </w:tcBorders>
          </w:tcPr>
          <w:p w14:paraId="2CB000E1" w14:textId="77777777" w:rsidR="00F815D4" w:rsidRPr="00222A9F" w:rsidRDefault="00F815D4" w:rsidP="007E0AA8">
            <w:pPr>
              <w:pStyle w:val="TAL"/>
              <w:rPr>
                <w:lang w:val="fr-FR"/>
              </w:rPr>
            </w:pPr>
            <w:r w:rsidRPr="00222A9F">
              <w:rPr>
                <w:lang w:val="fr-FR"/>
              </w:rPr>
              <w:t>AC mains input/output port</w:t>
            </w:r>
          </w:p>
        </w:tc>
        <w:tc>
          <w:tcPr>
            <w:tcW w:w="1349" w:type="dxa"/>
          </w:tcPr>
          <w:p w14:paraId="771E7B19" w14:textId="77777777" w:rsidR="00F815D4" w:rsidRPr="00222A9F" w:rsidRDefault="00F815D4" w:rsidP="007E0AA8">
            <w:pPr>
              <w:pStyle w:val="TAL"/>
            </w:pPr>
            <w:r w:rsidRPr="00222A9F">
              <w:t>applicable</w:t>
            </w:r>
          </w:p>
        </w:tc>
        <w:tc>
          <w:tcPr>
            <w:tcW w:w="1173" w:type="dxa"/>
          </w:tcPr>
          <w:p w14:paraId="6765533C" w14:textId="77777777" w:rsidR="00F815D4" w:rsidRPr="00222A9F" w:rsidRDefault="00F815D4" w:rsidP="007E0AA8">
            <w:pPr>
              <w:pStyle w:val="TAL"/>
            </w:pPr>
            <w:r w:rsidRPr="00222A9F">
              <w:t>not applicable</w:t>
            </w:r>
          </w:p>
        </w:tc>
        <w:tc>
          <w:tcPr>
            <w:tcW w:w="1264" w:type="dxa"/>
          </w:tcPr>
          <w:p w14:paraId="35370707" w14:textId="77777777" w:rsidR="00F815D4" w:rsidRPr="00222A9F" w:rsidRDefault="00F815D4" w:rsidP="007E0AA8">
            <w:pPr>
              <w:pStyle w:val="TAL"/>
            </w:pPr>
            <w:r w:rsidRPr="00222A9F">
              <w:t>not applicable</w:t>
            </w:r>
          </w:p>
        </w:tc>
        <w:tc>
          <w:tcPr>
            <w:tcW w:w="1013" w:type="dxa"/>
          </w:tcPr>
          <w:p w14:paraId="1B157668" w14:textId="77777777" w:rsidR="00F815D4" w:rsidRPr="00222A9F" w:rsidRDefault="00F815D4" w:rsidP="007E0AA8">
            <w:pPr>
              <w:pStyle w:val="TAL"/>
            </w:pPr>
            <w:r w:rsidRPr="00222A9F">
              <w:t>8.4</w:t>
            </w:r>
          </w:p>
        </w:tc>
        <w:tc>
          <w:tcPr>
            <w:tcW w:w="1727" w:type="dxa"/>
          </w:tcPr>
          <w:p w14:paraId="216C259C" w14:textId="77777777" w:rsidR="00F815D4" w:rsidRPr="00222A9F" w:rsidRDefault="00F815D4" w:rsidP="007E0AA8">
            <w:pPr>
              <w:pStyle w:val="TAL"/>
            </w:pPr>
            <w:r w:rsidRPr="00222A9F">
              <w:t>CISPR 22 [10]</w:t>
            </w:r>
          </w:p>
        </w:tc>
      </w:tr>
      <w:tr w:rsidR="00F815D4" w:rsidRPr="00222A9F" w14:paraId="63F58755" w14:textId="77777777">
        <w:trPr>
          <w:cantSplit/>
          <w:jc w:val="center"/>
        </w:trPr>
        <w:tc>
          <w:tcPr>
            <w:tcW w:w="1329" w:type="dxa"/>
          </w:tcPr>
          <w:p w14:paraId="06EC001A" w14:textId="77777777" w:rsidR="00F815D4" w:rsidRPr="00222A9F" w:rsidRDefault="00F815D4" w:rsidP="007E0AA8">
            <w:pPr>
              <w:pStyle w:val="TAL"/>
              <w:rPr>
                <w:b/>
              </w:rPr>
            </w:pPr>
            <w:r w:rsidRPr="00222A9F">
              <w:rPr>
                <w:b/>
              </w:rPr>
              <w:t>Harmonic current emissions</w:t>
            </w:r>
          </w:p>
        </w:tc>
        <w:tc>
          <w:tcPr>
            <w:tcW w:w="1040" w:type="dxa"/>
            <w:tcBorders>
              <w:top w:val="single" w:sz="6" w:space="0" w:color="auto"/>
              <w:left w:val="nil"/>
              <w:bottom w:val="single" w:sz="6" w:space="0" w:color="auto"/>
            </w:tcBorders>
          </w:tcPr>
          <w:p w14:paraId="26CCAB6E" w14:textId="77777777" w:rsidR="00F815D4" w:rsidRPr="00222A9F" w:rsidRDefault="00F815D4" w:rsidP="007E0AA8">
            <w:pPr>
              <w:pStyle w:val="TAL"/>
            </w:pPr>
            <w:r w:rsidRPr="00222A9F">
              <w:t>AC mains input port</w:t>
            </w:r>
          </w:p>
        </w:tc>
        <w:tc>
          <w:tcPr>
            <w:tcW w:w="1349" w:type="dxa"/>
          </w:tcPr>
          <w:p w14:paraId="14D96777" w14:textId="77777777" w:rsidR="00F815D4" w:rsidRPr="00222A9F" w:rsidRDefault="00F815D4" w:rsidP="007E0AA8">
            <w:pPr>
              <w:pStyle w:val="TAL"/>
            </w:pPr>
            <w:r w:rsidRPr="00222A9F">
              <w:t>applicable</w:t>
            </w:r>
          </w:p>
        </w:tc>
        <w:tc>
          <w:tcPr>
            <w:tcW w:w="1173" w:type="dxa"/>
          </w:tcPr>
          <w:p w14:paraId="73630529" w14:textId="77777777" w:rsidR="00F815D4" w:rsidRPr="00222A9F" w:rsidRDefault="00F815D4" w:rsidP="007E0AA8">
            <w:pPr>
              <w:pStyle w:val="TAL"/>
            </w:pPr>
            <w:r w:rsidRPr="00222A9F">
              <w:t>not applicable</w:t>
            </w:r>
          </w:p>
        </w:tc>
        <w:tc>
          <w:tcPr>
            <w:tcW w:w="1264" w:type="dxa"/>
          </w:tcPr>
          <w:p w14:paraId="38C9FA4B" w14:textId="77777777" w:rsidR="00F815D4" w:rsidRPr="00222A9F" w:rsidRDefault="00F815D4" w:rsidP="007E0AA8">
            <w:pPr>
              <w:pStyle w:val="TAL"/>
            </w:pPr>
            <w:r w:rsidRPr="00222A9F">
              <w:t>not applicable</w:t>
            </w:r>
          </w:p>
        </w:tc>
        <w:tc>
          <w:tcPr>
            <w:tcW w:w="1013" w:type="dxa"/>
          </w:tcPr>
          <w:p w14:paraId="3793E796" w14:textId="77777777" w:rsidR="00F815D4" w:rsidRPr="00222A9F" w:rsidRDefault="00F815D4" w:rsidP="007E0AA8">
            <w:pPr>
              <w:pStyle w:val="TAL"/>
            </w:pPr>
            <w:r w:rsidRPr="00222A9F">
              <w:t>8.5</w:t>
            </w:r>
          </w:p>
        </w:tc>
        <w:tc>
          <w:tcPr>
            <w:tcW w:w="1727" w:type="dxa"/>
          </w:tcPr>
          <w:p w14:paraId="40284540" w14:textId="77777777" w:rsidR="00F815D4" w:rsidRPr="00222A9F" w:rsidRDefault="00F815D4" w:rsidP="007E0AA8">
            <w:pPr>
              <w:pStyle w:val="TAL"/>
            </w:pPr>
            <w:r w:rsidRPr="00222A9F">
              <w:t>IEC 61000-3-2 [15]</w:t>
            </w:r>
          </w:p>
        </w:tc>
      </w:tr>
      <w:tr w:rsidR="00F815D4" w:rsidRPr="00222A9F" w14:paraId="1D9AD2E4" w14:textId="77777777">
        <w:trPr>
          <w:cantSplit/>
          <w:jc w:val="center"/>
        </w:trPr>
        <w:tc>
          <w:tcPr>
            <w:tcW w:w="1329" w:type="dxa"/>
          </w:tcPr>
          <w:p w14:paraId="5D55B4F9" w14:textId="77777777" w:rsidR="00F815D4" w:rsidRPr="00222A9F" w:rsidRDefault="00F815D4" w:rsidP="007E0AA8">
            <w:pPr>
              <w:pStyle w:val="TAL"/>
              <w:rPr>
                <w:b/>
              </w:rPr>
            </w:pPr>
            <w:r w:rsidRPr="00222A9F">
              <w:rPr>
                <w:b/>
              </w:rPr>
              <w:t>Voltage fluctuations and flicker</w:t>
            </w:r>
          </w:p>
        </w:tc>
        <w:tc>
          <w:tcPr>
            <w:tcW w:w="1040" w:type="dxa"/>
            <w:tcBorders>
              <w:top w:val="single" w:sz="6" w:space="0" w:color="auto"/>
              <w:left w:val="nil"/>
            </w:tcBorders>
          </w:tcPr>
          <w:p w14:paraId="3C0CA048" w14:textId="77777777" w:rsidR="00F815D4" w:rsidRPr="00222A9F" w:rsidRDefault="00F815D4" w:rsidP="007E0AA8">
            <w:pPr>
              <w:pStyle w:val="TAL"/>
              <w:rPr>
                <w:lang w:val="fr-FR"/>
              </w:rPr>
            </w:pPr>
            <w:r w:rsidRPr="00222A9F">
              <w:rPr>
                <w:lang w:val="fr-FR"/>
              </w:rPr>
              <w:t>AC mains input port</w:t>
            </w:r>
          </w:p>
        </w:tc>
        <w:tc>
          <w:tcPr>
            <w:tcW w:w="1349" w:type="dxa"/>
          </w:tcPr>
          <w:p w14:paraId="4B6DAC3E" w14:textId="77777777" w:rsidR="00F815D4" w:rsidRPr="00222A9F" w:rsidRDefault="00F815D4" w:rsidP="007E0AA8">
            <w:pPr>
              <w:pStyle w:val="TAL"/>
            </w:pPr>
            <w:r w:rsidRPr="00222A9F">
              <w:t>applicable</w:t>
            </w:r>
          </w:p>
        </w:tc>
        <w:tc>
          <w:tcPr>
            <w:tcW w:w="1173" w:type="dxa"/>
          </w:tcPr>
          <w:p w14:paraId="4975A84E" w14:textId="77777777" w:rsidR="00F815D4" w:rsidRPr="00222A9F" w:rsidRDefault="00F815D4" w:rsidP="007E0AA8">
            <w:pPr>
              <w:pStyle w:val="TAL"/>
            </w:pPr>
            <w:r w:rsidRPr="00222A9F">
              <w:t>not applicable</w:t>
            </w:r>
          </w:p>
        </w:tc>
        <w:tc>
          <w:tcPr>
            <w:tcW w:w="1264" w:type="dxa"/>
          </w:tcPr>
          <w:p w14:paraId="41C693C0" w14:textId="77777777" w:rsidR="00F815D4" w:rsidRPr="00222A9F" w:rsidRDefault="00F815D4" w:rsidP="007E0AA8">
            <w:pPr>
              <w:pStyle w:val="TAL"/>
            </w:pPr>
            <w:r w:rsidRPr="00222A9F">
              <w:t>not applicable</w:t>
            </w:r>
          </w:p>
        </w:tc>
        <w:tc>
          <w:tcPr>
            <w:tcW w:w="1013" w:type="dxa"/>
          </w:tcPr>
          <w:p w14:paraId="7A1EF74D" w14:textId="77777777" w:rsidR="00F815D4" w:rsidRPr="00222A9F" w:rsidRDefault="00F815D4" w:rsidP="007E0AA8">
            <w:pPr>
              <w:pStyle w:val="TAL"/>
            </w:pPr>
            <w:r w:rsidRPr="00222A9F">
              <w:t>8.6</w:t>
            </w:r>
          </w:p>
        </w:tc>
        <w:tc>
          <w:tcPr>
            <w:tcW w:w="1727" w:type="dxa"/>
          </w:tcPr>
          <w:p w14:paraId="11023AEA" w14:textId="77777777" w:rsidR="00F815D4" w:rsidRPr="00222A9F" w:rsidRDefault="00F815D4" w:rsidP="007E0AA8">
            <w:pPr>
              <w:pStyle w:val="TAL"/>
            </w:pPr>
            <w:r w:rsidRPr="00222A9F">
              <w:t>IEC 61000-3-3 [16]</w:t>
            </w:r>
          </w:p>
        </w:tc>
      </w:tr>
    </w:tbl>
    <w:p w14:paraId="57992AED" w14:textId="77777777" w:rsidR="00F815D4" w:rsidRPr="00222A9F" w:rsidRDefault="00F815D4" w:rsidP="00F815D4"/>
    <w:p w14:paraId="2A10A57C" w14:textId="77777777" w:rsidR="00F815D4" w:rsidRPr="00222A9F" w:rsidRDefault="00F815D4" w:rsidP="00F815D4">
      <w:pPr>
        <w:pStyle w:val="Heading2"/>
      </w:pPr>
      <w:bookmarkStart w:id="58" w:name="_Toc510654503"/>
      <w:bookmarkStart w:id="59" w:name="_Toc89424053"/>
      <w:r w:rsidRPr="00222A9F">
        <w:t>7.2</w:t>
      </w:r>
      <w:r w:rsidRPr="00222A9F">
        <w:tab/>
        <w:t>Immunity</w:t>
      </w:r>
      <w:bookmarkEnd w:id="58"/>
      <w:bookmarkEnd w:id="59"/>
    </w:p>
    <w:p w14:paraId="5BA9424A" w14:textId="77777777" w:rsidR="00F815D4" w:rsidRPr="00222A9F" w:rsidRDefault="00F815D4" w:rsidP="00B126C1">
      <w:pPr>
        <w:pStyle w:val="TH"/>
      </w:pPr>
      <w:r w:rsidRPr="00222A9F">
        <w:t>Table 2: Immunity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000" w:firstRow="0" w:lastRow="0" w:firstColumn="0" w:lastColumn="0" w:noHBand="0" w:noVBand="0"/>
      </w:tblPr>
      <w:tblGrid>
        <w:gridCol w:w="1275"/>
        <w:gridCol w:w="1203"/>
        <w:gridCol w:w="1120"/>
        <w:gridCol w:w="1120"/>
        <w:gridCol w:w="1120"/>
        <w:gridCol w:w="1280"/>
        <w:gridCol w:w="2039"/>
      </w:tblGrid>
      <w:tr w:rsidR="00F815D4" w:rsidRPr="00222A9F" w14:paraId="09305868" w14:textId="77777777">
        <w:trPr>
          <w:cantSplit/>
          <w:jc w:val="center"/>
        </w:trPr>
        <w:tc>
          <w:tcPr>
            <w:tcW w:w="1275" w:type="dxa"/>
            <w:tcBorders>
              <w:top w:val="nil"/>
              <w:left w:val="nil"/>
              <w:right w:val="nil"/>
            </w:tcBorders>
          </w:tcPr>
          <w:p w14:paraId="0760EC39" w14:textId="77777777" w:rsidR="00F815D4" w:rsidRPr="00222A9F" w:rsidRDefault="00F815D4" w:rsidP="00B126C1">
            <w:pPr>
              <w:pStyle w:val="TAL"/>
            </w:pPr>
          </w:p>
        </w:tc>
        <w:tc>
          <w:tcPr>
            <w:tcW w:w="1203" w:type="dxa"/>
            <w:tcBorders>
              <w:top w:val="nil"/>
              <w:left w:val="nil"/>
              <w:right w:val="nil"/>
            </w:tcBorders>
          </w:tcPr>
          <w:p w14:paraId="2C530A4B" w14:textId="77777777" w:rsidR="00F815D4" w:rsidRPr="00222A9F" w:rsidRDefault="00F815D4" w:rsidP="00B126C1">
            <w:pPr>
              <w:pStyle w:val="TAL"/>
              <w:jc w:val="center"/>
              <w:rPr>
                <w:b/>
              </w:rPr>
            </w:pPr>
          </w:p>
        </w:tc>
        <w:tc>
          <w:tcPr>
            <w:tcW w:w="3360" w:type="dxa"/>
            <w:gridSpan w:val="3"/>
            <w:tcBorders>
              <w:top w:val="single" w:sz="6" w:space="0" w:color="auto"/>
              <w:left w:val="single" w:sz="6" w:space="0" w:color="auto"/>
              <w:right w:val="single" w:sz="6" w:space="0" w:color="auto"/>
            </w:tcBorders>
          </w:tcPr>
          <w:p w14:paraId="08BEB2F2" w14:textId="77777777" w:rsidR="00F815D4" w:rsidRPr="00222A9F" w:rsidRDefault="00F815D4" w:rsidP="00B126C1">
            <w:pPr>
              <w:pStyle w:val="TAL"/>
              <w:jc w:val="center"/>
              <w:rPr>
                <w:b/>
              </w:rPr>
            </w:pPr>
            <w:r w:rsidRPr="00222A9F">
              <w:rPr>
                <w:b/>
              </w:rPr>
              <w:t>Equipment test requirement</w:t>
            </w:r>
          </w:p>
        </w:tc>
        <w:tc>
          <w:tcPr>
            <w:tcW w:w="1280" w:type="dxa"/>
            <w:tcBorders>
              <w:top w:val="nil"/>
              <w:left w:val="nil"/>
              <w:right w:val="nil"/>
            </w:tcBorders>
          </w:tcPr>
          <w:p w14:paraId="16E39D46" w14:textId="77777777" w:rsidR="00F815D4" w:rsidRPr="00222A9F" w:rsidRDefault="00F815D4" w:rsidP="00B126C1">
            <w:pPr>
              <w:pStyle w:val="TAL"/>
            </w:pPr>
          </w:p>
        </w:tc>
        <w:tc>
          <w:tcPr>
            <w:tcW w:w="2039" w:type="dxa"/>
            <w:tcBorders>
              <w:top w:val="nil"/>
              <w:left w:val="nil"/>
              <w:right w:val="nil"/>
            </w:tcBorders>
          </w:tcPr>
          <w:p w14:paraId="3515321D" w14:textId="77777777" w:rsidR="00F815D4" w:rsidRPr="00222A9F" w:rsidRDefault="00F815D4" w:rsidP="00B126C1">
            <w:pPr>
              <w:pStyle w:val="TAL"/>
            </w:pPr>
          </w:p>
        </w:tc>
      </w:tr>
      <w:tr w:rsidR="00F815D4" w:rsidRPr="00222A9F" w14:paraId="23D0B368" w14:textId="77777777">
        <w:trPr>
          <w:cantSplit/>
          <w:jc w:val="center"/>
        </w:trPr>
        <w:tc>
          <w:tcPr>
            <w:tcW w:w="1275" w:type="dxa"/>
            <w:tcBorders>
              <w:top w:val="nil"/>
            </w:tcBorders>
          </w:tcPr>
          <w:p w14:paraId="1EBC4767" w14:textId="77777777" w:rsidR="00F815D4" w:rsidRPr="00222A9F" w:rsidRDefault="00F815D4" w:rsidP="00B126C1">
            <w:pPr>
              <w:pStyle w:val="TAL"/>
              <w:jc w:val="center"/>
              <w:rPr>
                <w:b/>
              </w:rPr>
            </w:pPr>
            <w:r w:rsidRPr="00222A9F">
              <w:rPr>
                <w:b/>
              </w:rPr>
              <w:t>Phenomenon</w:t>
            </w:r>
          </w:p>
        </w:tc>
        <w:tc>
          <w:tcPr>
            <w:tcW w:w="1203" w:type="dxa"/>
            <w:tcBorders>
              <w:top w:val="nil"/>
            </w:tcBorders>
          </w:tcPr>
          <w:p w14:paraId="380C080B" w14:textId="77777777" w:rsidR="00F815D4" w:rsidRPr="00222A9F" w:rsidRDefault="00F815D4" w:rsidP="00B126C1">
            <w:pPr>
              <w:pStyle w:val="TAL"/>
              <w:jc w:val="center"/>
              <w:rPr>
                <w:b/>
              </w:rPr>
            </w:pPr>
            <w:r w:rsidRPr="00222A9F">
              <w:rPr>
                <w:b/>
              </w:rPr>
              <w:t>Application</w:t>
            </w:r>
          </w:p>
        </w:tc>
        <w:tc>
          <w:tcPr>
            <w:tcW w:w="1120" w:type="dxa"/>
          </w:tcPr>
          <w:p w14:paraId="409D6EBB" w14:textId="77777777" w:rsidR="00F815D4" w:rsidRPr="00222A9F" w:rsidRDefault="00F815D4" w:rsidP="00B126C1">
            <w:pPr>
              <w:pStyle w:val="TAL"/>
              <w:jc w:val="center"/>
              <w:rPr>
                <w:b/>
              </w:rPr>
            </w:pPr>
            <w:r w:rsidRPr="00222A9F">
              <w:rPr>
                <w:b/>
              </w:rPr>
              <w:t>Equipment connected to fixed AC or DC power installations</w:t>
            </w:r>
          </w:p>
        </w:tc>
        <w:tc>
          <w:tcPr>
            <w:tcW w:w="1120" w:type="dxa"/>
          </w:tcPr>
          <w:p w14:paraId="72ADC283" w14:textId="77777777" w:rsidR="00F815D4" w:rsidRPr="00222A9F" w:rsidRDefault="00F815D4" w:rsidP="00B126C1">
            <w:pPr>
              <w:pStyle w:val="TAL"/>
              <w:jc w:val="center"/>
              <w:rPr>
                <w:b/>
              </w:rPr>
            </w:pPr>
            <w:r w:rsidRPr="00222A9F">
              <w:rPr>
                <w:b/>
              </w:rPr>
              <w:t>Equipment connected to vehicular DC supplies</w:t>
            </w:r>
          </w:p>
        </w:tc>
        <w:tc>
          <w:tcPr>
            <w:tcW w:w="1120" w:type="dxa"/>
          </w:tcPr>
          <w:p w14:paraId="0F0C1FD7" w14:textId="77777777" w:rsidR="00F815D4" w:rsidRPr="00222A9F" w:rsidRDefault="00F815D4" w:rsidP="00B126C1">
            <w:pPr>
              <w:pStyle w:val="TAL"/>
              <w:jc w:val="center"/>
              <w:rPr>
                <w:b/>
              </w:rPr>
            </w:pPr>
            <w:r w:rsidRPr="00222A9F">
              <w:rPr>
                <w:b/>
              </w:rPr>
              <w:t>Equipment powered by integral battery</w:t>
            </w:r>
          </w:p>
        </w:tc>
        <w:tc>
          <w:tcPr>
            <w:tcW w:w="1280" w:type="dxa"/>
            <w:tcBorders>
              <w:top w:val="nil"/>
            </w:tcBorders>
          </w:tcPr>
          <w:p w14:paraId="5F2E4582" w14:textId="77777777" w:rsidR="00F815D4" w:rsidRPr="00222A9F" w:rsidRDefault="00F815D4" w:rsidP="00B126C1">
            <w:pPr>
              <w:pStyle w:val="TAL"/>
              <w:jc w:val="center"/>
              <w:rPr>
                <w:b/>
              </w:rPr>
            </w:pPr>
            <w:r w:rsidRPr="00222A9F">
              <w:rPr>
                <w:b/>
              </w:rPr>
              <w:t>Reference subclause in the present document</w:t>
            </w:r>
          </w:p>
        </w:tc>
        <w:tc>
          <w:tcPr>
            <w:tcW w:w="2039" w:type="dxa"/>
            <w:tcBorders>
              <w:top w:val="nil"/>
            </w:tcBorders>
          </w:tcPr>
          <w:p w14:paraId="0D2D743B" w14:textId="77777777" w:rsidR="00F815D4" w:rsidRPr="00222A9F" w:rsidRDefault="00F815D4" w:rsidP="00B126C1">
            <w:pPr>
              <w:pStyle w:val="TAL"/>
              <w:jc w:val="center"/>
              <w:rPr>
                <w:b/>
              </w:rPr>
            </w:pPr>
            <w:r w:rsidRPr="00222A9F">
              <w:rPr>
                <w:b/>
              </w:rPr>
              <w:t>Reference standard</w:t>
            </w:r>
          </w:p>
        </w:tc>
      </w:tr>
      <w:tr w:rsidR="00F815D4" w:rsidRPr="00222A9F" w14:paraId="46F08908" w14:textId="77777777">
        <w:trPr>
          <w:cantSplit/>
          <w:jc w:val="center"/>
        </w:trPr>
        <w:tc>
          <w:tcPr>
            <w:tcW w:w="1275" w:type="dxa"/>
          </w:tcPr>
          <w:p w14:paraId="187F6A8F" w14:textId="690F271F" w:rsidR="00F815D4" w:rsidRPr="00222A9F" w:rsidRDefault="00665371" w:rsidP="00B126C1">
            <w:pPr>
              <w:pStyle w:val="TAL"/>
              <w:rPr>
                <w:b/>
              </w:rPr>
            </w:pPr>
            <w:r w:rsidRPr="00BE3849">
              <w:rPr>
                <w:b/>
              </w:rPr>
              <w:t>RF electro</w:t>
            </w:r>
            <w:r w:rsidRPr="00BE3849">
              <w:rPr>
                <w:b/>
              </w:rPr>
              <w:softHyphen/>
              <w:t xml:space="preserve">magnetic field (80 MHz to </w:t>
            </w:r>
            <w:r>
              <w:rPr>
                <w:b/>
              </w:rPr>
              <w:t>6000</w:t>
            </w:r>
            <w:r w:rsidRPr="00BE3849">
              <w:rPr>
                <w:b/>
              </w:rPr>
              <w:t> MHz)</w:t>
            </w:r>
          </w:p>
        </w:tc>
        <w:tc>
          <w:tcPr>
            <w:tcW w:w="1203" w:type="dxa"/>
          </w:tcPr>
          <w:p w14:paraId="6B27B841" w14:textId="77777777" w:rsidR="00F815D4" w:rsidRPr="00222A9F" w:rsidRDefault="00F815D4" w:rsidP="00B126C1">
            <w:pPr>
              <w:pStyle w:val="TAL"/>
            </w:pPr>
            <w:r w:rsidRPr="00222A9F">
              <w:t>Enclosure</w:t>
            </w:r>
          </w:p>
        </w:tc>
        <w:tc>
          <w:tcPr>
            <w:tcW w:w="1120" w:type="dxa"/>
          </w:tcPr>
          <w:p w14:paraId="6DD47A50" w14:textId="77777777" w:rsidR="00F815D4" w:rsidRPr="00222A9F" w:rsidRDefault="00F815D4" w:rsidP="00B126C1">
            <w:pPr>
              <w:pStyle w:val="TAL"/>
            </w:pPr>
            <w:r w:rsidRPr="00222A9F">
              <w:t>applicable</w:t>
            </w:r>
          </w:p>
        </w:tc>
        <w:tc>
          <w:tcPr>
            <w:tcW w:w="1120" w:type="dxa"/>
          </w:tcPr>
          <w:p w14:paraId="0B655410" w14:textId="77777777" w:rsidR="00F815D4" w:rsidRPr="00222A9F" w:rsidRDefault="00F815D4" w:rsidP="00B126C1">
            <w:pPr>
              <w:pStyle w:val="TAL"/>
            </w:pPr>
            <w:r w:rsidRPr="00222A9F">
              <w:t>applicable</w:t>
            </w:r>
          </w:p>
        </w:tc>
        <w:tc>
          <w:tcPr>
            <w:tcW w:w="1120" w:type="dxa"/>
          </w:tcPr>
          <w:p w14:paraId="4956AD2C" w14:textId="77777777" w:rsidR="00F815D4" w:rsidRPr="00222A9F" w:rsidRDefault="00F815D4" w:rsidP="00B126C1">
            <w:pPr>
              <w:pStyle w:val="TAL"/>
            </w:pPr>
            <w:r w:rsidRPr="00222A9F">
              <w:t>applicable</w:t>
            </w:r>
          </w:p>
        </w:tc>
        <w:tc>
          <w:tcPr>
            <w:tcW w:w="1280" w:type="dxa"/>
          </w:tcPr>
          <w:p w14:paraId="1D3E5624" w14:textId="77777777" w:rsidR="00F815D4" w:rsidRPr="00222A9F" w:rsidRDefault="00F815D4" w:rsidP="00B126C1">
            <w:pPr>
              <w:pStyle w:val="TAL"/>
            </w:pPr>
            <w:r w:rsidRPr="00222A9F">
              <w:t>9.2</w:t>
            </w:r>
          </w:p>
        </w:tc>
        <w:tc>
          <w:tcPr>
            <w:tcW w:w="2039" w:type="dxa"/>
          </w:tcPr>
          <w:p w14:paraId="7B7B5ECB" w14:textId="77777777" w:rsidR="00F815D4" w:rsidRPr="00222A9F" w:rsidRDefault="00F815D4" w:rsidP="00B126C1">
            <w:pPr>
              <w:pStyle w:val="TAL"/>
            </w:pPr>
            <w:r w:rsidRPr="00222A9F">
              <w:t>IEC 61000</w:t>
            </w:r>
            <w:r w:rsidRPr="00222A9F">
              <w:noBreakHyphen/>
              <w:t>4</w:t>
            </w:r>
            <w:r w:rsidRPr="00222A9F">
              <w:noBreakHyphen/>
              <w:t>3 [17]</w:t>
            </w:r>
          </w:p>
        </w:tc>
      </w:tr>
      <w:tr w:rsidR="00F815D4" w:rsidRPr="00222A9F" w14:paraId="5DCD840C" w14:textId="77777777">
        <w:trPr>
          <w:cantSplit/>
          <w:jc w:val="center"/>
        </w:trPr>
        <w:tc>
          <w:tcPr>
            <w:tcW w:w="1275" w:type="dxa"/>
          </w:tcPr>
          <w:p w14:paraId="14C5D858" w14:textId="77777777" w:rsidR="00F815D4" w:rsidRPr="00222A9F" w:rsidRDefault="00F815D4" w:rsidP="00B126C1">
            <w:pPr>
              <w:pStyle w:val="TAL"/>
              <w:rPr>
                <w:b/>
              </w:rPr>
            </w:pPr>
            <w:r w:rsidRPr="00222A9F">
              <w:rPr>
                <w:b/>
              </w:rPr>
              <w:t>Electrostatic discharge</w:t>
            </w:r>
          </w:p>
        </w:tc>
        <w:tc>
          <w:tcPr>
            <w:tcW w:w="1203" w:type="dxa"/>
          </w:tcPr>
          <w:p w14:paraId="050952AF" w14:textId="77777777" w:rsidR="00F815D4" w:rsidRPr="00222A9F" w:rsidRDefault="00F815D4" w:rsidP="00B126C1">
            <w:pPr>
              <w:pStyle w:val="TAL"/>
            </w:pPr>
            <w:r w:rsidRPr="00222A9F">
              <w:t>Enclosure</w:t>
            </w:r>
          </w:p>
        </w:tc>
        <w:tc>
          <w:tcPr>
            <w:tcW w:w="1120" w:type="dxa"/>
          </w:tcPr>
          <w:p w14:paraId="51B5A537" w14:textId="77777777" w:rsidR="00F815D4" w:rsidRPr="00222A9F" w:rsidRDefault="00F815D4" w:rsidP="00B126C1">
            <w:pPr>
              <w:pStyle w:val="TAL"/>
            </w:pPr>
            <w:r w:rsidRPr="00222A9F">
              <w:t>applicable</w:t>
            </w:r>
          </w:p>
        </w:tc>
        <w:tc>
          <w:tcPr>
            <w:tcW w:w="1120" w:type="dxa"/>
          </w:tcPr>
          <w:p w14:paraId="40901E2D" w14:textId="77777777" w:rsidR="00F815D4" w:rsidRPr="00222A9F" w:rsidRDefault="00F815D4" w:rsidP="00B126C1">
            <w:pPr>
              <w:pStyle w:val="TAL"/>
            </w:pPr>
            <w:r w:rsidRPr="00222A9F">
              <w:t>applicable</w:t>
            </w:r>
          </w:p>
        </w:tc>
        <w:tc>
          <w:tcPr>
            <w:tcW w:w="1120" w:type="dxa"/>
          </w:tcPr>
          <w:p w14:paraId="73E26D1A" w14:textId="77777777" w:rsidR="00F815D4" w:rsidRPr="00222A9F" w:rsidRDefault="00F815D4" w:rsidP="00B126C1">
            <w:pPr>
              <w:pStyle w:val="TAL"/>
            </w:pPr>
            <w:r w:rsidRPr="00222A9F">
              <w:t>applicable</w:t>
            </w:r>
          </w:p>
        </w:tc>
        <w:tc>
          <w:tcPr>
            <w:tcW w:w="1280" w:type="dxa"/>
          </w:tcPr>
          <w:p w14:paraId="50806698" w14:textId="77777777" w:rsidR="00F815D4" w:rsidRPr="00222A9F" w:rsidRDefault="00F815D4" w:rsidP="00B126C1">
            <w:pPr>
              <w:pStyle w:val="TAL"/>
            </w:pPr>
            <w:r w:rsidRPr="00222A9F">
              <w:t>9.3</w:t>
            </w:r>
          </w:p>
        </w:tc>
        <w:tc>
          <w:tcPr>
            <w:tcW w:w="2039" w:type="dxa"/>
          </w:tcPr>
          <w:p w14:paraId="68ECC1A3" w14:textId="77777777" w:rsidR="00F815D4" w:rsidRPr="00222A9F" w:rsidRDefault="00F815D4" w:rsidP="00B126C1">
            <w:pPr>
              <w:pStyle w:val="TAL"/>
            </w:pPr>
            <w:r w:rsidRPr="00222A9F">
              <w:t>IEC 61000</w:t>
            </w:r>
            <w:r w:rsidRPr="00222A9F">
              <w:noBreakHyphen/>
              <w:t>4</w:t>
            </w:r>
            <w:r w:rsidRPr="00222A9F">
              <w:noBreakHyphen/>
              <w:t>2 [18]</w:t>
            </w:r>
          </w:p>
        </w:tc>
      </w:tr>
      <w:tr w:rsidR="00F815D4" w:rsidRPr="00222A9F" w14:paraId="5D14A445" w14:textId="77777777">
        <w:trPr>
          <w:cantSplit/>
          <w:jc w:val="center"/>
        </w:trPr>
        <w:tc>
          <w:tcPr>
            <w:tcW w:w="1275" w:type="dxa"/>
          </w:tcPr>
          <w:p w14:paraId="304FA789" w14:textId="77777777" w:rsidR="00F815D4" w:rsidRPr="00222A9F" w:rsidRDefault="00F815D4" w:rsidP="00B126C1">
            <w:pPr>
              <w:pStyle w:val="TAL"/>
              <w:rPr>
                <w:b/>
              </w:rPr>
            </w:pPr>
            <w:r w:rsidRPr="00222A9F">
              <w:rPr>
                <w:b/>
              </w:rPr>
              <w:t>Fast transients common mode</w:t>
            </w:r>
          </w:p>
        </w:tc>
        <w:tc>
          <w:tcPr>
            <w:tcW w:w="1203" w:type="dxa"/>
          </w:tcPr>
          <w:p w14:paraId="7ADB112D" w14:textId="77777777" w:rsidR="00F815D4" w:rsidRPr="00222A9F" w:rsidRDefault="00F815D4" w:rsidP="00B126C1">
            <w:pPr>
              <w:pStyle w:val="TAL"/>
            </w:pPr>
            <w:r w:rsidRPr="00222A9F">
              <w:t>Signal and control ports, DC and AC power input ports</w:t>
            </w:r>
          </w:p>
        </w:tc>
        <w:tc>
          <w:tcPr>
            <w:tcW w:w="1120" w:type="dxa"/>
          </w:tcPr>
          <w:p w14:paraId="412EE675" w14:textId="77777777" w:rsidR="00F815D4" w:rsidRPr="00222A9F" w:rsidRDefault="00F815D4" w:rsidP="00B126C1">
            <w:pPr>
              <w:pStyle w:val="TAL"/>
            </w:pPr>
            <w:r w:rsidRPr="00222A9F">
              <w:t>applicable</w:t>
            </w:r>
          </w:p>
        </w:tc>
        <w:tc>
          <w:tcPr>
            <w:tcW w:w="1120" w:type="dxa"/>
          </w:tcPr>
          <w:p w14:paraId="3F4BDAC4" w14:textId="77777777" w:rsidR="00F815D4" w:rsidRPr="00222A9F" w:rsidRDefault="00F815D4" w:rsidP="00B126C1">
            <w:pPr>
              <w:pStyle w:val="TAL"/>
            </w:pPr>
            <w:r w:rsidRPr="00222A9F">
              <w:t>not applicable</w:t>
            </w:r>
          </w:p>
        </w:tc>
        <w:tc>
          <w:tcPr>
            <w:tcW w:w="1120" w:type="dxa"/>
          </w:tcPr>
          <w:p w14:paraId="5C1456E3" w14:textId="77777777" w:rsidR="00F815D4" w:rsidRPr="00222A9F" w:rsidRDefault="00F815D4" w:rsidP="00B126C1">
            <w:pPr>
              <w:pStyle w:val="TAL"/>
            </w:pPr>
            <w:r w:rsidRPr="00222A9F">
              <w:t>not applicable</w:t>
            </w:r>
          </w:p>
        </w:tc>
        <w:tc>
          <w:tcPr>
            <w:tcW w:w="1280" w:type="dxa"/>
          </w:tcPr>
          <w:p w14:paraId="13561976" w14:textId="77777777" w:rsidR="00F815D4" w:rsidRPr="00222A9F" w:rsidRDefault="00F815D4" w:rsidP="00B126C1">
            <w:pPr>
              <w:pStyle w:val="TAL"/>
            </w:pPr>
            <w:r w:rsidRPr="00222A9F">
              <w:t>9.4</w:t>
            </w:r>
          </w:p>
        </w:tc>
        <w:tc>
          <w:tcPr>
            <w:tcW w:w="2039" w:type="dxa"/>
          </w:tcPr>
          <w:p w14:paraId="691B72EC" w14:textId="77777777" w:rsidR="00F815D4" w:rsidRPr="00222A9F" w:rsidRDefault="00F815D4" w:rsidP="00B126C1">
            <w:pPr>
              <w:pStyle w:val="TAL"/>
            </w:pPr>
            <w:r w:rsidRPr="00222A9F">
              <w:t>IEC 61000</w:t>
            </w:r>
            <w:r w:rsidRPr="00222A9F">
              <w:noBreakHyphen/>
              <w:t>4</w:t>
            </w:r>
            <w:r w:rsidRPr="00222A9F">
              <w:noBreakHyphen/>
              <w:t>4 [19]</w:t>
            </w:r>
          </w:p>
        </w:tc>
      </w:tr>
      <w:tr w:rsidR="00F815D4" w:rsidRPr="00222A9F" w14:paraId="1E3EB660" w14:textId="77777777">
        <w:trPr>
          <w:cantSplit/>
          <w:jc w:val="center"/>
        </w:trPr>
        <w:tc>
          <w:tcPr>
            <w:tcW w:w="1275" w:type="dxa"/>
          </w:tcPr>
          <w:p w14:paraId="7BEED16A" w14:textId="77777777" w:rsidR="00F815D4" w:rsidRPr="00222A9F" w:rsidRDefault="00F815D4" w:rsidP="00B126C1">
            <w:pPr>
              <w:pStyle w:val="TAL"/>
              <w:rPr>
                <w:b/>
              </w:rPr>
            </w:pPr>
            <w:r w:rsidRPr="00222A9F">
              <w:rPr>
                <w:b/>
              </w:rPr>
              <w:t>RF common mode</w:t>
            </w:r>
          </w:p>
          <w:p w14:paraId="13E4D45C" w14:textId="77777777" w:rsidR="00F815D4" w:rsidRPr="00222A9F" w:rsidRDefault="00F815D4" w:rsidP="00B126C1">
            <w:pPr>
              <w:pStyle w:val="TAL"/>
              <w:rPr>
                <w:b/>
              </w:rPr>
            </w:pPr>
            <w:r w:rsidRPr="00222A9F">
              <w:rPr>
                <w:b/>
              </w:rPr>
              <w:t>0,15 MHz to 80 MHz</w:t>
            </w:r>
          </w:p>
        </w:tc>
        <w:tc>
          <w:tcPr>
            <w:tcW w:w="1203" w:type="dxa"/>
          </w:tcPr>
          <w:p w14:paraId="4CB382D8" w14:textId="77777777" w:rsidR="00F815D4" w:rsidRPr="00222A9F" w:rsidRDefault="00F815D4" w:rsidP="00B126C1">
            <w:pPr>
              <w:pStyle w:val="TAL"/>
            </w:pPr>
            <w:r w:rsidRPr="00222A9F">
              <w:t>Signal and control ports, DC and AC power input ports</w:t>
            </w:r>
          </w:p>
        </w:tc>
        <w:tc>
          <w:tcPr>
            <w:tcW w:w="1120" w:type="dxa"/>
          </w:tcPr>
          <w:p w14:paraId="1DAF85DE" w14:textId="77777777" w:rsidR="00F815D4" w:rsidRPr="00222A9F" w:rsidRDefault="00F815D4" w:rsidP="00B126C1">
            <w:pPr>
              <w:pStyle w:val="TAL"/>
              <w:rPr>
                <w:lang w:val="fr-FR"/>
              </w:rPr>
            </w:pPr>
            <w:r w:rsidRPr="00222A9F">
              <w:rPr>
                <w:lang w:val="fr-FR"/>
              </w:rPr>
              <w:t>applicable</w:t>
            </w:r>
          </w:p>
        </w:tc>
        <w:tc>
          <w:tcPr>
            <w:tcW w:w="1120" w:type="dxa"/>
          </w:tcPr>
          <w:p w14:paraId="71AF509D" w14:textId="77777777" w:rsidR="00F815D4" w:rsidRPr="00222A9F" w:rsidRDefault="00F815D4" w:rsidP="00B126C1">
            <w:pPr>
              <w:pStyle w:val="TAL"/>
              <w:rPr>
                <w:lang w:val="fr-FR"/>
              </w:rPr>
            </w:pPr>
            <w:r w:rsidRPr="00222A9F">
              <w:rPr>
                <w:lang w:val="fr-FR"/>
              </w:rPr>
              <w:t>applicable</w:t>
            </w:r>
          </w:p>
        </w:tc>
        <w:tc>
          <w:tcPr>
            <w:tcW w:w="1120" w:type="dxa"/>
          </w:tcPr>
          <w:p w14:paraId="6DB4955D" w14:textId="77777777" w:rsidR="00F815D4" w:rsidRPr="00222A9F" w:rsidRDefault="00F815D4" w:rsidP="00B126C1">
            <w:pPr>
              <w:pStyle w:val="TAL"/>
              <w:rPr>
                <w:lang w:val="fr-FR"/>
              </w:rPr>
            </w:pPr>
            <w:r w:rsidRPr="00222A9F">
              <w:rPr>
                <w:lang w:val="fr-FR"/>
              </w:rPr>
              <w:t>applicable</w:t>
            </w:r>
          </w:p>
        </w:tc>
        <w:tc>
          <w:tcPr>
            <w:tcW w:w="1280" w:type="dxa"/>
          </w:tcPr>
          <w:p w14:paraId="43D2F437" w14:textId="77777777" w:rsidR="00F815D4" w:rsidRPr="00222A9F" w:rsidRDefault="00F815D4" w:rsidP="00B126C1">
            <w:pPr>
              <w:pStyle w:val="TAL"/>
            </w:pPr>
            <w:r w:rsidRPr="00222A9F">
              <w:t>9.5</w:t>
            </w:r>
          </w:p>
        </w:tc>
        <w:tc>
          <w:tcPr>
            <w:tcW w:w="2039" w:type="dxa"/>
          </w:tcPr>
          <w:p w14:paraId="0EEFBD52" w14:textId="77777777" w:rsidR="00F815D4" w:rsidRPr="00222A9F" w:rsidRDefault="00F815D4" w:rsidP="00B126C1">
            <w:pPr>
              <w:pStyle w:val="TAL"/>
            </w:pPr>
            <w:r w:rsidRPr="00222A9F">
              <w:t>IEC 61000</w:t>
            </w:r>
            <w:r w:rsidRPr="00222A9F">
              <w:noBreakHyphen/>
              <w:t>4</w:t>
            </w:r>
            <w:r w:rsidRPr="00222A9F">
              <w:noBreakHyphen/>
              <w:t>6 [20]</w:t>
            </w:r>
          </w:p>
        </w:tc>
      </w:tr>
      <w:tr w:rsidR="00F815D4" w:rsidRPr="00222A9F" w14:paraId="6AEE32F0" w14:textId="77777777">
        <w:trPr>
          <w:cantSplit/>
          <w:jc w:val="center"/>
        </w:trPr>
        <w:tc>
          <w:tcPr>
            <w:tcW w:w="1275" w:type="dxa"/>
          </w:tcPr>
          <w:p w14:paraId="66E75491" w14:textId="77777777" w:rsidR="00F815D4" w:rsidRPr="00222A9F" w:rsidRDefault="00F815D4" w:rsidP="00B126C1">
            <w:pPr>
              <w:pStyle w:val="TAL"/>
              <w:rPr>
                <w:b/>
              </w:rPr>
            </w:pPr>
            <w:r w:rsidRPr="00222A9F">
              <w:rPr>
                <w:b/>
              </w:rPr>
              <w:t>Transients and surges, vehicular environment</w:t>
            </w:r>
          </w:p>
        </w:tc>
        <w:tc>
          <w:tcPr>
            <w:tcW w:w="1203" w:type="dxa"/>
          </w:tcPr>
          <w:p w14:paraId="53A43AC2" w14:textId="77777777" w:rsidR="00F815D4" w:rsidRPr="00222A9F" w:rsidRDefault="00F815D4" w:rsidP="00B126C1">
            <w:pPr>
              <w:pStyle w:val="TAL"/>
            </w:pPr>
            <w:r w:rsidRPr="00222A9F">
              <w:t>DC power input ports</w:t>
            </w:r>
          </w:p>
        </w:tc>
        <w:tc>
          <w:tcPr>
            <w:tcW w:w="1120" w:type="dxa"/>
          </w:tcPr>
          <w:p w14:paraId="5E6EF686" w14:textId="77777777" w:rsidR="00F815D4" w:rsidRPr="00222A9F" w:rsidRDefault="00F815D4" w:rsidP="00B126C1">
            <w:pPr>
              <w:pStyle w:val="TAL"/>
            </w:pPr>
            <w:r w:rsidRPr="00222A9F">
              <w:t>not applicable</w:t>
            </w:r>
          </w:p>
        </w:tc>
        <w:tc>
          <w:tcPr>
            <w:tcW w:w="1120" w:type="dxa"/>
          </w:tcPr>
          <w:p w14:paraId="61F4488C" w14:textId="77777777" w:rsidR="00F815D4" w:rsidRPr="00222A9F" w:rsidRDefault="00F815D4" w:rsidP="00B126C1">
            <w:pPr>
              <w:pStyle w:val="TAL"/>
            </w:pPr>
            <w:r w:rsidRPr="00222A9F">
              <w:t>applicable</w:t>
            </w:r>
          </w:p>
        </w:tc>
        <w:tc>
          <w:tcPr>
            <w:tcW w:w="1120" w:type="dxa"/>
          </w:tcPr>
          <w:p w14:paraId="739002D7" w14:textId="77777777" w:rsidR="00F815D4" w:rsidRPr="00222A9F" w:rsidRDefault="00F815D4" w:rsidP="00B126C1">
            <w:pPr>
              <w:pStyle w:val="TAL"/>
            </w:pPr>
            <w:r w:rsidRPr="00222A9F">
              <w:t>not applicable</w:t>
            </w:r>
          </w:p>
        </w:tc>
        <w:tc>
          <w:tcPr>
            <w:tcW w:w="1280" w:type="dxa"/>
          </w:tcPr>
          <w:p w14:paraId="76C9E617" w14:textId="77777777" w:rsidR="00F815D4" w:rsidRPr="00222A9F" w:rsidRDefault="00F815D4" w:rsidP="00B126C1">
            <w:pPr>
              <w:pStyle w:val="TAL"/>
            </w:pPr>
            <w:r w:rsidRPr="00222A9F">
              <w:t>9.6</w:t>
            </w:r>
          </w:p>
        </w:tc>
        <w:tc>
          <w:tcPr>
            <w:tcW w:w="2039" w:type="dxa"/>
          </w:tcPr>
          <w:p w14:paraId="3A8D0774" w14:textId="77777777" w:rsidR="00F815D4" w:rsidRPr="00222A9F" w:rsidRDefault="00F815D4" w:rsidP="00B126C1">
            <w:pPr>
              <w:pStyle w:val="TAL"/>
            </w:pPr>
            <w:r w:rsidRPr="00222A9F">
              <w:t>ISO 7637 Part 1 [6]</w:t>
            </w:r>
          </w:p>
          <w:p w14:paraId="4F63B3CC" w14:textId="77777777" w:rsidR="00F815D4" w:rsidRPr="00222A9F" w:rsidRDefault="00F815D4" w:rsidP="00B126C1">
            <w:pPr>
              <w:pStyle w:val="TAL"/>
            </w:pPr>
            <w:r w:rsidRPr="00222A9F">
              <w:t>And</w:t>
            </w:r>
          </w:p>
          <w:p w14:paraId="3EF57DF7" w14:textId="77777777" w:rsidR="00F815D4" w:rsidRPr="00222A9F" w:rsidRDefault="00F815D4" w:rsidP="00B126C1">
            <w:pPr>
              <w:pStyle w:val="TAL"/>
            </w:pPr>
            <w:r w:rsidRPr="00222A9F">
              <w:t>ISO 7637 Part 2 [7]</w:t>
            </w:r>
          </w:p>
        </w:tc>
      </w:tr>
      <w:tr w:rsidR="00F815D4" w:rsidRPr="00222A9F" w14:paraId="011F2738" w14:textId="77777777">
        <w:trPr>
          <w:cantSplit/>
          <w:jc w:val="center"/>
        </w:trPr>
        <w:tc>
          <w:tcPr>
            <w:tcW w:w="1275" w:type="dxa"/>
          </w:tcPr>
          <w:p w14:paraId="4F250298" w14:textId="77777777" w:rsidR="00F815D4" w:rsidRPr="00222A9F" w:rsidRDefault="00F815D4" w:rsidP="00B126C1">
            <w:pPr>
              <w:pStyle w:val="TAL"/>
              <w:rPr>
                <w:b/>
              </w:rPr>
            </w:pPr>
            <w:r w:rsidRPr="00222A9F">
              <w:rPr>
                <w:b/>
              </w:rPr>
              <w:t>Voltage dips and interruptions</w:t>
            </w:r>
          </w:p>
        </w:tc>
        <w:tc>
          <w:tcPr>
            <w:tcW w:w="1203" w:type="dxa"/>
          </w:tcPr>
          <w:p w14:paraId="59E16027" w14:textId="77777777" w:rsidR="00F815D4" w:rsidRPr="00222A9F" w:rsidRDefault="00F815D4" w:rsidP="00B126C1">
            <w:pPr>
              <w:pStyle w:val="TAL"/>
            </w:pPr>
            <w:r w:rsidRPr="00222A9F">
              <w:t>AC mains power input ports</w:t>
            </w:r>
          </w:p>
        </w:tc>
        <w:tc>
          <w:tcPr>
            <w:tcW w:w="1120" w:type="dxa"/>
          </w:tcPr>
          <w:p w14:paraId="36329754" w14:textId="77777777" w:rsidR="00F815D4" w:rsidRPr="00222A9F" w:rsidRDefault="00F815D4" w:rsidP="00B126C1">
            <w:pPr>
              <w:pStyle w:val="TAL"/>
            </w:pPr>
            <w:r w:rsidRPr="00222A9F">
              <w:t>applicable</w:t>
            </w:r>
          </w:p>
        </w:tc>
        <w:tc>
          <w:tcPr>
            <w:tcW w:w="1120" w:type="dxa"/>
          </w:tcPr>
          <w:p w14:paraId="4DE43F37" w14:textId="77777777" w:rsidR="00F815D4" w:rsidRPr="00222A9F" w:rsidRDefault="00F815D4" w:rsidP="00B126C1">
            <w:pPr>
              <w:pStyle w:val="TAL"/>
            </w:pPr>
            <w:r w:rsidRPr="00222A9F">
              <w:t>not applicable</w:t>
            </w:r>
          </w:p>
        </w:tc>
        <w:tc>
          <w:tcPr>
            <w:tcW w:w="1120" w:type="dxa"/>
          </w:tcPr>
          <w:p w14:paraId="485A08AE" w14:textId="77777777" w:rsidR="00F815D4" w:rsidRPr="00222A9F" w:rsidRDefault="00F815D4" w:rsidP="00B126C1">
            <w:pPr>
              <w:pStyle w:val="TAL"/>
            </w:pPr>
            <w:r w:rsidRPr="00222A9F">
              <w:t>not applicable</w:t>
            </w:r>
          </w:p>
        </w:tc>
        <w:tc>
          <w:tcPr>
            <w:tcW w:w="1280" w:type="dxa"/>
          </w:tcPr>
          <w:p w14:paraId="410BE409" w14:textId="77777777" w:rsidR="00F815D4" w:rsidRPr="00222A9F" w:rsidRDefault="00F815D4" w:rsidP="00B126C1">
            <w:pPr>
              <w:pStyle w:val="TAL"/>
            </w:pPr>
            <w:r w:rsidRPr="00222A9F">
              <w:t>9.7</w:t>
            </w:r>
          </w:p>
        </w:tc>
        <w:tc>
          <w:tcPr>
            <w:tcW w:w="2039" w:type="dxa"/>
          </w:tcPr>
          <w:p w14:paraId="00380B89" w14:textId="77777777" w:rsidR="00F815D4" w:rsidRPr="00222A9F" w:rsidRDefault="00F815D4" w:rsidP="00B126C1">
            <w:pPr>
              <w:pStyle w:val="TAL"/>
            </w:pPr>
            <w:r w:rsidRPr="00222A9F">
              <w:t>IEC 61000</w:t>
            </w:r>
            <w:r w:rsidRPr="00222A9F">
              <w:noBreakHyphen/>
              <w:t>4</w:t>
            </w:r>
            <w:r w:rsidRPr="00222A9F">
              <w:noBreakHyphen/>
              <w:t>11 [21]</w:t>
            </w:r>
          </w:p>
        </w:tc>
      </w:tr>
      <w:tr w:rsidR="00F815D4" w:rsidRPr="00222A9F" w14:paraId="0F6B1AF3" w14:textId="77777777">
        <w:trPr>
          <w:cantSplit/>
          <w:jc w:val="center"/>
        </w:trPr>
        <w:tc>
          <w:tcPr>
            <w:tcW w:w="1275" w:type="dxa"/>
          </w:tcPr>
          <w:p w14:paraId="23303569" w14:textId="77777777" w:rsidR="00F815D4" w:rsidRPr="00222A9F" w:rsidRDefault="00F815D4" w:rsidP="00B126C1">
            <w:pPr>
              <w:pStyle w:val="TAL"/>
              <w:rPr>
                <w:b/>
              </w:rPr>
            </w:pPr>
            <w:r w:rsidRPr="00222A9F">
              <w:rPr>
                <w:b/>
              </w:rPr>
              <w:t>Surges, common and differential mode</w:t>
            </w:r>
          </w:p>
        </w:tc>
        <w:tc>
          <w:tcPr>
            <w:tcW w:w="1203" w:type="dxa"/>
          </w:tcPr>
          <w:p w14:paraId="0B7DC97D" w14:textId="77777777" w:rsidR="00F815D4" w:rsidRPr="00222A9F" w:rsidRDefault="00F815D4" w:rsidP="00B126C1">
            <w:pPr>
              <w:pStyle w:val="TAL"/>
            </w:pPr>
            <w:r w:rsidRPr="00222A9F">
              <w:t>DC and AC power input ports</w:t>
            </w:r>
          </w:p>
        </w:tc>
        <w:tc>
          <w:tcPr>
            <w:tcW w:w="1120" w:type="dxa"/>
          </w:tcPr>
          <w:p w14:paraId="73A76C04" w14:textId="77777777" w:rsidR="00F815D4" w:rsidRPr="00222A9F" w:rsidRDefault="00F815D4" w:rsidP="00B126C1">
            <w:pPr>
              <w:pStyle w:val="TAL"/>
            </w:pPr>
            <w:r w:rsidRPr="00222A9F">
              <w:t>applicable</w:t>
            </w:r>
          </w:p>
        </w:tc>
        <w:tc>
          <w:tcPr>
            <w:tcW w:w="1120" w:type="dxa"/>
          </w:tcPr>
          <w:p w14:paraId="78E7CAB6" w14:textId="77777777" w:rsidR="00F815D4" w:rsidRPr="00222A9F" w:rsidRDefault="00F815D4" w:rsidP="00B126C1">
            <w:pPr>
              <w:pStyle w:val="TAL"/>
            </w:pPr>
            <w:r w:rsidRPr="00222A9F">
              <w:t>not applicable</w:t>
            </w:r>
          </w:p>
        </w:tc>
        <w:tc>
          <w:tcPr>
            <w:tcW w:w="1120" w:type="dxa"/>
          </w:tcPr>
          <w:p w14:paraId="6F58B2A8" w14:textId="77777777" w:rsidR="00F815D4" w:rsidRPr="00222A9F" w:rsidRDefault="00F815D4" w:rsidP="00B126C1">
            <w:pPr>
              <w:pStyle w:val="TAL"/>
            </w:pPr>
            <w:r w:rsidRPr="00222A9F">
              <w:t>not applicable</w:t>
            </w:r>
          </w:p>
        </w:tc>
        <w:tc>
          <w:tcPr>
            <w:tcW w:w="1280" w:type="dxa"/>
          </w:tcPr>
          <w:p w14:paraId="38CAD1B1" w14:textId="77777777" w:rsidR="00F815D4" w:rsidRPr="00222A9F" w:rsidRDefault="00F815D4" w:rsidP="00B126C1">
            <w:pPr>
              <w:pStyle w:val="TAL"/>
            </w:pPr>
            <w:r w:rsidRPr="00222A9F">
              <w:t>9.8</w:t>
            </w:r>
          </w:p>
        </w:tc>
        <w:tc>
          <w:tcPr>
            <w:tcW w:w="2039" w:type="dxa"/>
          </w:tcPr>
          <w:p w14:paraId="57DB341D" w14:textId="77777777" w:rsidR="00F815D4" w:rsidRPr="00222A9F" w:rsidRDefault="00F815D4" w:rsidP="00B126C1">
            <w:pPr>
              <w:pStyle w:val="TAL"/>
            </w:pPr>
            <w:r w:rsidRPr="00222A9F">
              <w:t>IEC 61000</w:t>
            </w:r>
            <w:r w:rsidRPr="00222A9F">
              <w:noBreakHyphen/>
              <w:t>4</w:t>
            </w:r>
            <w:r w:rsidRPr="00222A9F">
              <w:noBreakHyphen/>
              <w:t>5 [22]</w:t>
            </w:r>
          </w:p>
        </w:tc>
      </w:tr>
    </w:tbl>
    <w:p w14:paraId="1AF58AA9" w14:textId="77777777" w:rsidR="00F815D4" w:rsidRPr="00222A9F" w:rsidRDefault="00F815D4" w:rsidP="00F815D4"/>
    <w:p w14:paraId="58D53994" w14:textId="77777777" w:rsidR="00250C81" w:rsidRPr="00222A9F" w:rsidRDefault="00250C81">
      <w:pPr>
        <w:pStyle w:val="Heading1"/>
      </w:pPr>
      <w:bookmarkStart w:id="60" w:name="_Toc510654504"/>
      <w:bookmarkStart w:id="61" w:name="_Toc89424054"/>
      <w:bookmarkEnd w:id="57"/>
      <w:r w:rsidRPr="00222A9F">
        <w:t>8</w:t>
      </w:r>
      <w:r w:rsidRPr="00222A9F">
        <w:tab/>
        <w:t>Methods of measurement and limits for EMC emissions</w:t>
      </w:r>
      <w:bookmarkEnd w:id="60"/>
      <w:bookmarkEnd w:id="61"/>
    </w:p>
    <w:p w14:paraId="070EC7D9" w14:textId="77777777" w:rsidR="00F815D4" w:rsidRPr="00222A9F" w:rsidRDefault="00F815D4" w:rsidP="00F815D4">
      <w:pPr>
        <w:pStyle w:val="Heading2"/>
      </w:pPr>
      <w:bookmarkStart w:id="62" w:name="_Toc510654505"/>
      <w:bookmarkStart w:id="63" w:name="_Toc89424055"/>
      <w:r w:rsidRPr="00222A9F">
        <w:t>8.1</w:t>
      </w:r>
      <w:r w:rsidRPr="00222A9F">
        <w:tab/>
        <w:t>Test configurations</w:t>
      </w:r>
      <w:bookmarkEnd w:id="62"/>
      <w:bookmarkEnd w:id="63"/>
    </w:p>
    <w:p w14:paraId="5D158495" w14:textId="77777777" w:rsidR="00F815D4" w:rsidRPr="00222A9F" w:rsidRDefault="00F815D4" w:rsidP="00F815D4">
      <w:r w:rsidRPr="00222A9F">
        <w:t>This subclause defines the configurations for emission tests as follows:</w:t>
      </w:r>
    </w:p>
    <w:p w14:paraId="1D8C1D2D" w14:textId="77777777" w:rsidR="00F815D4" w:rsidRPr="00222A9F" w:rsidRDefault="00F815D4" w:rsidP="00665371">
      <w:pPr>
        <w:pStyle w:val="B1"/>
      </w:pPr>
      <w:r w:rsidRPr="00222A9F">
        <w:t>-</w:t>
      </w:r>
      <w:r w:rsidRPr="00222A9F">
        <w:tab/>
        <w:t>the equipment shall be tested under normal test conditions;</w:t>
      </w:r>
    </w:p>
    <w:p w14:paraId="2348010B" w14:textId="77777777" w:rsidR="00F815D4" w:rsidRPr="00222A9F" w:rsidRDefault="00F815D4" w:rsidP="00665371">
      <w:pPr>
        <w:pStyle w:val="B1"/>
      </w:pPr>
      <w:r w:rsidRPr="00222A9F">
        <w:t>-</w:t>
      </w:r>
      <w:r w:rsidRPr="00222A9F">
        <w:tab/>
        <w:t>the test configuration shall be as close to normal intended use as possible;</w:t>
      </w:r>
    </w:p>
    <w:p w14:paraId="1C5CD798" w14:textId="77777777" w:rsidR="00F815D4" w:rsidRPr="00222A9F" w:rsidRDefault="00F815D4" w:rsidP="00665371">
      <w:pPr>
        <w:pStyle w:val="B1"/>
      </w:pPr>
      <w:r w:rsidRPr="00222A9F">
        <w:t>-</w:t>
      </w:r>
      <w:r w:rsidRPr="00222A9F">
        <w:tab/>
        <w:t>if the equipment is part of a system, or can be connected to ancillary equipment, then it shall be acceptable to test the equipment while connected to the minimum configuration of ancillary equipment necessary to exercise the ports;</w:t>
      </w:r>
    </w:p>
    <w:p w14:paraId="30C79878" w14:textId="77777777" w:rsidR="00F815D4" w:rsidRPr="00222A9F" w:rsidRDefault="00F815D4" w:rsidP="00665371">
      <w:pPr>
        <w:pStyle w:val="B1"/>
      </w:pPr>
      <w:r w:rsidRPr="00222A9F">
        <w:t>-</w:t>
      </w:r>
      <w:r w:rsidRPr="00222A9F">
        <w:tab/>
        <w:t>if the equipment has a large number of ports, then a sufficient number shall be selected to simulate actual operation conditions and to ensure that all the different types of termination are tested;</w:t>
      </w:r>
    </w:p>
    <w:p w14:paraId="7430FA8C" w14:textId="77777777" w:rsidR="00F815D4" w:rsidRPr="00222A9F" w:rsidRDefault="00F815D4" w:rsidP="00665371">
      <w:pPr>
        <w:pStyle w:val="B1"/>
      </w:pPr>
      <w:r w:rsidRPr="00222A9F">
        <w:t>-</w:t>
      </w:r>
      <w:r w:rsidRPr="00222A9F">
        <w:tab/>
        <w:t>the test conditions, test configuration and mode of operation shall be recorded in the test report;</w:t>
      </w:r>
    </w:p>
    <w:p w14:paraId="1608CD97" w14:textId="77777777" w:rsidR="00F815D4" w:rsidRPr="00222A9F" w:rsidRDefault="00F815D4" w:rsidP="00665371">
      <w:pPr>
        <w:pStyle w:val="B1"/>
      </w:pPr>
      <w:r w:rsidRPr="00222A9F">
        <w:t>-</w:t>
      </w:r>
      <w:r w:rsidRPr="00222A9F">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6AC3CFBA" w14:textId="77777777" w:rsidR="00F815D4" w:rsidRPr="00222A9F" w:rsidRDefault="00F815D4" w:rsidP="00665371">
      <w:pPr>
        <w:pStyle w:val="B1"/>
      </w:pPr>
      <w:r w:rsidRPr="00222A9F">
        <w:t>-</w:t>
      </w:r>
      <w:r w:rsidRPr="00222A9F">
        <w:tab/>
        <w:t>ports that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75050369" w14:textId="77777777" w:rsidR="00F815D4" w:rsidRPr="00222A9F" w:rsidRDefault="00F815D4" w:rsidP="00665371">
      <w:pPr>
        <w:pStyle w:val="B1"/>
      </w:pPr>
      <w:r w:rsidRPr="00222A9F">
        <w:t>-</w:t>
      </w:r>
      <w:r w:rsidRPr="00222A9F">
        <w:tab/>
        <w:t xml:space="preserve">emission tests shall be performed in two modes of operation: </w:t>
      </w:r>
    </w:p>
    <w:p w14:paraId="5C60C21D" w14:textId="77777777" w:rsidR="00F815D4" w:rsidRPr="00222A9F" w:rsidRDefault="00F815D4" w:rsidP="00665371">
      <w:pPr>
        <w:pStyle w:val="B1"/>
      </w:pPr>
      <w:r w:rsidRPr="00222A9F">
        <w:t>-</w:t>
      </w:r>
      <w:r w:rsidRPr="00222A9F">
        <w:tab/>
        <w:t>with a communication link established (traffic mode); and</w:t>
      </w:r>
    </w:p>
    <w:p w14:paraId="0703ACD4" w14:textId="77777777" w:rsidR="00F815D4" w:rsidRPr="00222A9F" w:rsidRDefault="00F815D4" w:rsidP="00665371">
      <w:pPr>
        <w:pStyle w:val="B1"/>
      </w:pPr>
      <w:r w:rsidRPr="00222A9F">
        <w:t>-</w:t>
      </w:r>
      <w:r w:rsidRPr="00222A9F">
        <w:tab/>
        <w:t>in the idle mode.</w:t>
      </w:r>
    </w:p>
    <w:p w14:paraId="3309EFC6" w14:textId="77777777" w:rsidR="00F815D4" w:rsidRPr="00222A9F" w:rsidRDefault="00F815D4" w:rsidP="00F815D4">
      <w:pPr>
        <w:pStyle w:val="Heading2"/>
      </w:pPr>
      <w:bookmarkStart w:id="64" w:name="_Toc510654506"/>
      <w:bookmarkStart w:id="65" w:name="_Toc89424056"/>
      <w:r w:rsidRPr="00222A9F">
        <w:t>8.2</w:t>
      </w:r>
      <w:r w:rsidRPr="00222A9F">
        <w:tab/>
        <w:t>Radiated Emission</w:t>
      </w:r>
      <w:bookmarkEnd w:id="64"/>
      <w:bookmarkEnd w:id="65"/>
    </w:p>
    <w:p w14:paraId="1F403F98" w14:textId="77777777" w:rsidR="00F815D4" w:rsidRPr="00222A9F" w:rsidRDefault="00F815D4" w:rsidP="00F815D4">
      <w:pPr>
        <w:ind w:right="14"/>
      </w:pPr>
      <w:r w:rsidRPr="00222A9F">
        <w:t xml:space="preserve">This test is applicable to radio communications equipment and ancillary equipment. </w:t>
      </w:r>
    </w:p>
    <w:p w14:paraId="7ED47AB0" w14:textId="77777777" w:rsidR="00F815D4" w:rsidRPr="00222A9F" w:rsidRDefault="00F815D4" w:rsidP="00F815D4">
      <w:pPr>
        <w:ind w:right="14"/>
      </w:pPr>
      <w:r w:rsidRPr="00222A9F">
        <w:t>This test shall be performed on the radio equipment and/or a representative configuration of the ancillary equipment.</w:t>
      </w:r>
    </w:p>
    <w:p w14:paraId="3873B54A" w14:textId="77777777" w:rsidR="00F815D4" w:rsidRPr="00222A9F" w:rsidRDefault="00F815D4" w:rsidP="00F815D4">
      <w:pPr>
        <w:pStyle w:val="Heading3"/>
      </w:pPr>
      <w:bookmarkStart w:id="66" w:name="_Toc510654507"/>
      <w:bookmarkStart w:id="67" w:name="_Toc89424057"/>
      <w:r w:rsidRPr="00222A9F">
        <w:t>8.2.1</w:t>
      </w:r>
      <w:r w:rsidRPr="00222A9F">
        <w:tab/>
        <w:t>Definition</w:t>
      </w:r>
      <w:bookmarkEnd w:id="66"/>
      <w:bookmarkEnd w:id="67"/>
    </w:p>
    <w:p w14:paraId="49FE9B65" w14:textId="77777777" w:rsidR="00F815D4" w:rsidRPr="00222A9F" w:rsidRDefault="00F815D4" w:rsidP="00F815D4">
      <w:pPr>
        <w:ind w:right="14"/>
      </w:pPr>
      <w:r w:rsidRPr="00222A9F">
        <w:t>This test assesses the ability of radio equipment and ancillary equipment to limit unwanted emissions from the enclosure port.</w:t>
      </w:r>
    </w:p>
    <w:p w14:paraId="479C3E6B" w14:textId="77777777" w:rsidR="00F815D4" w:rsidRPr="00222A9F" w:rsidRDefault="00F815D4" w:rsidP="00F815D4">
      <w:pPr>
        <w:pStyle w:val="Heading3"/>
      </w:pPr>
      <w:bookmarkStart w:id="68" w:name="_Toc510654508"/>
      <w:bookmarkStart w:id="69" w:name="_Toc89424058"/>
      <w:r w:rsidRPr="00222A9F">
        <w:t>8.2.2</w:t>
      </w:r>
      <w:r w:rsidRPr="00222A9F">
        <w:tab/>
        <w:t>Test method</w:t>
      </w:r>
      <w:bookmarkEnd w:id="68"/>
      <w:bookmarkEnd w:id="69"/>
    </w:p>
    <w:p w14:paraId="501368B6" w14:textId="77777777" w:rsidR="00F815D4" w:rsidRPr="00222A9F" w:rsidRDefault="00F815D4" w:rsidP="00F815D4">
      <w:pPr>
        <w:tabs>
          <w:tab w:val="left" w:pos="-284"/>
          <w:tab w:val="left" w:pos="0"/>
        </w:tabs>
      </w:pPr>
      <w:r w:rsidRPr="00222A9F">
        <w:t>Whenever possible the site shall be a fully anechoic chamber (FAC) simulating the free-space conditions. EUT shall be placed on a non-conducting support. Mean power of any spurious components shall be detected by the test antenna and measuring receiver (e.g. a spectrum analyser).</w:t>
      </w:r>
    </w:p>
    <w:p w14:paraId="13A4DFCB" w14:textId="77777777" w:rsidR="00F815D4" w:rsidRPr="00222A9F" w:rsidRDefault="00F815D4" w:rsidP="00F815D4">
      <w:pPr>
        <w:tabs>
          <w:tab w:val="left" w:pos="0"/>
        </w:tabs>
      </w:pPr>
      <w:r w:rsidRPr="00222A9F">
        <w:t>At each frequency at which a component is detected, the EUT shall be rotated to obtain maximum response, and the effective radiated power (e.r.p.) of that component determined by a substitution measurement, which shall be the reference method. The measurement shall be repeated with the test antenna in the orthogonal polarization plane.</w:t>
      </w:r>
    </w:p>
    <w:p w14:paraId="372A21C6" w14:textId="77777777" w:rsidR="00F815D4" w:rsidRPr="00222A9F" w:rsidRDefault="00F815D4" w:rsidP="00665371">
      <w:pPr>
        <w:pStyle w:val="NO"/>
      </w:pPr>
      <w:r w:rsidRPr="00222A9F">
        <w:t>NOTE:</w:t>
      </w:r>
      <w:r w:rsidRPr="00222A9F">
        <w:tab/>
        <w:t xml:space="preserve">Effective radiated power e.r.p. refers to the radiation of a half wave tuned dipole instead of an isotropic antenna. There is a constant difference of 2.15 dB between e.i.r.p. and e.r.p. </w:t>
      </w:r>
    </w:p>
    <w:p w14:paraId="665E7727" w14:textId="77777777" w:rsidR="00F815D4" w:rsidRPr="00222A9F" w:rsidRDefault="00F815D4" w:rsidP="00F815D4">
      <w:pPr>
        <w:keepLines/>
        <w:ind w:left="1135" w:hanging="851"/>
      </w:pPr>
      <w:r w:rsidRPr="00222A9F">
        <w:tab/>
      </w:r>
      <w:r w:rsidRPr="00222A9F">
        <w:tab/>
        <w:t xml:space="preserve">e.r.p. (dBm) </w:t>
      </w:r>
      <w:r w:rsidRPr="00222A9F">
        <w:rPr>
          <w:rFonts w:ascii="Symbol" w:hAnsi="Symbol"/>
        </w:rPr>
        <w:t></w:t>
      </w:r>
      <w:r w:rsidRPr="00222A9F">
        <w:t xml:space="preserve"> e.i.r.p. (dBm) </w:t>
      </w:r>
      <w:r w:rsidRPr="00222A9F">
        <w:rPr>
          <w:rFonts w:ascii="Symbol" w:hAnsi="Symbol"/>
        </w:rPr>
        <w:t></w:t>
      </w:r>
      <w:r w:rsidRPr="00222A9F">
        <w:t xml:space="preserve"> 2.15</w:t>
      </w:r>
      <w:r w:rsidRPr="00222A9F">
        <w:tab/>
      </w:r>
      <w:r w:rsidRPr="00222A9F">
        <w:tab/>
        <w:t>Ref. ITU-R SM. 329 ANNEX 1 [9]</w:t>
      </w:r>
    </w:p>
    <w:p w14:paraId="510E0548" w14:textId="77777777" w:rsidR="00F815D4" w:rsidRPr="00222A9F" w:rsidRDefault="00F815D4" w:rsidP="00F815D4">
      <w:pPr>
        <w:ind w:right="14"/>
      </w:pPr>
      <w:r w:rsidRPr="00222A9F">
        <w:t>Measurements are made with a tuned dipole antenna or a reference antenna with a known gain referenced to an isotropic antenna. Unless otherwise stated, all measurements are done as mean power (RMS).</w:t>
      </w:r>
    </w:p>
    <w:p w14:paraId="21ED8D80" w14:textId="77777777" w:rsidR="00F815D4" w:rsidRPr="00222A9F" w:rsidRDefault="00F815D4" w:rsidP="00F815D4">
      <w:pPr>
        <w:ind w:right="14"/>
      </w:pPr>
      <w:r w:rsidRPr="00222A9F">
        <w:t>If a different test site or method is used, this shall be stated in the test report. The results shall be converted to the reference method values and the validity of the conversion shall be demonstrated.</w:t>
      </w:r>
    </w:p>
    <w:p w14:paraId="315A2205" w14:textId="77777777" w:rsidR="00F815D4" w:rsidRPr="00222A9F" w:rsidRDefault="00F815D4" w:rsidP="00F815D4">
      <w:pPr>
        <w:pStyle w:val="Heading3"/>
      </w:pPr>
      <w:bookmarkStart w:id="70" w:name="_Toc510654509"/>
      <w:bookmarkStart w:id="71" w:name="_Toc89424059"/>
      <w:r w:rsidRPr="00222A9F">
        <w:t>8.2.3</w:t>
      </w:r>
      <w:r w:rsidRPr="00222A9F">
        <w:tab/>
        <w:t>Limits</w:t>
      </w:r>
      <w:bookmarkEnd w:id="70"/>
      <w:bookmarkEnd w:id="71"/>
    </w:p>
    <w:p w14:paraId="69D7EE55" w14:textId="77777777" w:rsidR="00F815D4" w:rsidRPr="00222A9F" w:rsidRDefault="00F815D4" w:rsidP="00F815D4">
      <w:r w:rsidRPr="00222A9F">
        <w:t>The references for these requirements are ITU-R SM 329 [9], SM.1539 [23] and TS 36.101 subclauses 6.6.3.1 and 7.9.1 [11].</w:t>
      </w:r>
    </w:p>
    <w:p w14:paraId="1BDF2EE3" w14:textId="77777777" w:rsidR="00F815D4" w:rsidRPr="00222A9F" w:rsidRDefault="00F815D4" w:rsidP="00F815D4">
      <w:r w:rsidRPr="00222A9F">
        <w:t>The frequency boundary and reference bandwidths for the detailed transitions of the limits between the requirements for out of band emissions and spurious emissions are based on ITU-R SM 329 [9].</w:t>
      </w:r>
    </w:p>
    <w:p w14:paraId="5C16858B" w14:textId="77777777" w:rsidR="00F815D4" w:rsidRPr="00222A9F" w:rsidRDefault="00F815D4" w:rsidP="00F815D4">
      <w:r w:rsidRPr="00222A9F">
        <w:t>These requirements are only applicable for frequencies in the spurious domain.</w:t>
      </w:r>
    </w:p>
    <w:p w14:paraId="670DFF7C" w14:textId="77777777" w:rsidR="00F815D4" w:rsidRPr="00222A9F" w:rsidRDefault="00F815D4" w:rsidP="00B126C1">
      <w:pPr>
        <w:pStyle w:val="TH"/>
      </w:pPr>
      <w:r w:rsidRPr="00222A9F">
        <w:t>Table 3: Radiated spurious emissions requirements</w:t>
      </w:r>
    </w:p>
    <w:tbl>
      <w:tblPr>
        <w:tblW w:w="0" w:type="auto"/>
        <w:tblInd w:w="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2980"/>
        <w:gridCol w:w="3331"/>
        <w:gridCol w:w="3331"/>
      </w:tblGrid>
      <w:tr w:rsidR="00F815D4" w:rsidRPr="00222A9F" w14:paraId="417E57F4" w14:textId="77777777">
        <w:trPr>
          <w:trHeight w:val="255"/>
        </w:trPr>
        <w:tc>
          <w:tcPr>
            <w:tcW w:w="2980" w:type="dxa"/>
          </w:tcPr>
          <w:p w14:paraId="1F0F17A8" w14:textId="77777777" w:rsidR="00F815D4" w:rsidRPr="00222A9F" w:rsidRDefault="00F815D4" w:rsidP="00B126C1">
            <w:pPr>
              <w:pStyle w:val="TAL"/>
              <w:jc w:val="center"/>
              <w:rPr>
                <w:b/>
              </w:rPr>
            </w:pPr>
            <w:r w:rsidRPr="00222A9F">
              <w:rPr>
                <w:b/>
              </w:rPr>
              <w:t>Frequency</w:t>
            </w:r>
          </w:p>
        </w:tc>
        <w:tc>
          <w:tcPr>
            <w:tcW w:w="3331" w:type="dxa"/>
          </w:tcPr>
          <w:p w14:paraId="210B592E" w14:textId="77777777" w:rsidR="00F815D4" w:rsidRPr="00222A9F" w:rsidRDefault="00F815D4" w:rsidP="00B126C1">
            <w:pPr>
              <w:pStyle w:val="TAL"/>
              <w:jc w:val="center"/>
              <w:rPr>
                <w:b/>
              </w:rPr>
            </w:pPr>
            <w:r w:rsidRPr="00222A9F">
              <w:rPr>
                <w:b/>
              </w:rPr>
              <w:t>Minimum requirement (e.r.p.)/ Reference Bandwidth</w:t>
            </w:r>
          </w:p>
          <w:p w14:paraId="4B6908AF" w14:textId="77777777" w:rsidR="00F815D4" w:rsidRPr="00222A9F" w:rsidRDefault="00F815D4" w:rsidP="00B126C1">
            <w:pPr>
              <w:pStyle w:val="TAL"/>
              <w:jc w:val="center"/>
              <w:rPr>
                <w:b/>
              </w:rPr>
            </w:pPr>
            <w:r w:rsidRPr="00222A9F">
              <w:rPr>
                <w:b/>
              </w:rPr>
              <w:t>Idle mode</w:t>
            </w:r>
          </w:p>
        </w:tc>
        <w:tc>
          <w:tcPr>
            <w:tcW w:w="3331" w:type="dxa"/>
          </w:tcPr>
          <w:p w14:paraId="177F0CA6" w14:textId="77777777" w:rsidR="00F815D4" w:rsidRPr="00222A9F" w:rsidRDefault="00F815D4" w:rsidP="00B126C1">
            <w:pPr>
              <w:pStyle w:val="TAL"/>
              <w:jc w:val="center"/>
              <w:rPr>
                <w:b/>
              </w:rPr>
            </w:pPr>
            <w:r w:rsidRPr="00222A9F">
              <w:rPr>
                <w:b/>
              </w:rPr>
              <w:t>Minimum requirement (e.r.p.) / Reference Bandwidth</w:t>
            </w:r>
          </w:p>
          <w:p w14:paraId="00150570" w14:textId="77777777" w:rsidR="00F815D4" w:rsidRPr="00222A9F" w:rsidRDefault="00F815D4" w:rsidP="00B126C1">
            <w:pPr>
              <w:pStyle w:val="TAL"/>
              <w:jc w:val="center"/>
              <w:rPr>
                <w:b/>
                <w:lang w:val="fr-FR"/>
              </w:rPr>
            </w:pPr>
            <w:r w:rsidRPr="00222A9F">
              <w:rPr>
                <w:b/>
                <w:lang w:val="en-US"/>
              </w:rPr>
              <w:t>Traf</w:t>
            </w:r>
            <w:r w:rsidRPr="00222A9F">
              <w:rPr>
                <w:b/>
                <w:lang w:val="fr-FR"/>
              </w:rPr>
              <w:t>fic mode</w:t>
            </w:r>
          </w:p>
        </w:tc>
      </w:tr>
      <w:tr w:rsidR="00F815D4" w:rsidRPr="00222A9F" w14:paraId="3445A160" w14:textId="77777777">
        <w:trPr>
          <w:trHeight w:val="255"/>
        </w:trPr>
        <w:tc>
          <w:tcPr>
            <w:tcW w:w="2980" w:type="dxa"/>
          </w:tcPr>
          <w:p w14:paraId="2701034F" w14:textId="77777777" w:rsidR="00F815D4" w:rsidRPr="00222A9F" w:rsidRDefault="00F815D4" w:rsidP="00B126C1">
            <w:pPr>
              <w:pStyle w:val="TAL"/>
              <w:rPr>
                <w:lang w:val="fr-FR"/>
              </w:rPr>
            </w:pPr>
            <w:r w:rsidRPr="00222A9F">
              <w:rPr>
                <w:lang w:val="fr-FR"/>
              </w:rPr>
              <w:t xml:space="preserve">30 MHz </w:t>
            </w:r>
            <w:r w:rsidRPr="00222A9F">
              <w:sym w:font="Symbol" w:char="F0A3"/>
            </w:r>
            <w:r w:rsidRPr="00222A9F">
              <w:rPr>
                <w:lang w:val="fr-FR"/>
              </w:rPr>
              <w:t xml:space="preserve"> f &lt; 1000 MHz</w:t>
            </w:r>
          </w:p>
        </w:tc>
        <w:tc>
          <w:tcPr>
            <w:tcW w:w="3331" w:type="dxa"/>
          </w:tcPr>
          <w:p w14:paraId="6CE8C2BE" w14:textId="77777777" w:rsidR="00F815D4" w:rsidRPr="00222A9F" w:rsidRDefault="00F815D4" w:rsidP="00B126C1">
            <w:pPr>
              <w:pStyle w:val="TAL"/>
            </w:pPr>
            <w:r w:rsidRPr="00222A9F">
              <w:t>-57dBm / 100 kHz</w:t>
            </w:r>
          </w:p>
        </w:tc>
        <w:tc>
          <w:tcPr>
            <w:tcW w:w="3331" w:type="dxa"/>
          </w:tcPr>
          <w:p w14:paraId="3883D315" w14:textId="77777777" w:rsidR="00F815D4" w:rsidRPr="00222A9F" w:rsidRDefault="00F815D4" w:rsidP="00B126C1">
            <w:pPr>
              <w:pStyle w:val="TAL"/>
            </w:pPr>
            <w:r w:rsidRPr="00222A9F">
              <w:t>-36 dBm / 100 kHz</w:t>
            </w:r>
          </w:p>
        </w:tc>
      </w:tr>
      <w:tr w:rsidR="00F815D4" w:rsidRPr="00222A9F" w14:paraId="5B752972" w14:textId="77777777">
        <w:trPr>
          <w:trHeight w:val="255"/>
        </w:trPr>
        <w:tc>
          <w:tcPr>
            <w:tcW w:w="2980" w:type="dxa"/>
          </w:tcPr>
          <w:p w14:paraId="6E4CA40F" w14:textId="77777777" w:rsidR="00F815D4" w:rsidRPr="00222A9F" w:rsidRDefault="00F815D4" w:rsidP="00B126C1">
            <w:pPr>
              <w:pStyle w:val="TAL"/>
            </w:pPr>
            <w:r w:rsidRPr="00222A9F">
              <w:t xml:space="preserve">1 GHz </w:t>
            </w:r>
            <w:r w:rsidRPr="00222A9F">
              <w:sym w:font="Symbol" w:char="F0A3"/>
            </w:r>
            <w:r w:rsidRPr="00222A9F">
              <w:t xml:space="preserve"> f &lt; 12.75 GHz</w:t>
            </w:r>
          </w:p>
        </w:tc>
        <w:tc>
          <w:tcPr>
            <w:tcW w:w="3331" w:type="dxa"/>
          </w:tcPr>
          <w:p w14:paraId="0D3EB888" w14:textId="77777777" w:rsidR="00F815D4" w:rsidRPr="00222A9F" w:rsidRDefault="00F815D4" w:rsidP="00B126C1">
            <w:pPr>
              <w:pStyle w:val="TAL"/>
            </w:pPr>
            <w:r w:rsidRPr="00222A9F">
              <w:t xml:space="preserve">-47dBm / 1MHz </w:t>
            </w:r>
          </w:p>
        </w:tc>
        <w:tc>
          <w:tcPr>
            <w:tcW w:w="3331" w:type="dxa"/>
          </w:tcPr>
          <w:p w14:paraId="3A39EE3B" w14:textId="77777777" w:rsidR="00F815D4" w:rsidRPr="00222A9F" w:rsidRDefault="00F815D4" w:rsidP="00B126C1">
            <w:pPr>
              <w:pStyle w:val="TAL"/>
            </w:pPr>
            <w:r w:rsidRPr="00222A9F">
              <w:t>-30 dBm / 1 MHz</w:t>
            </w:r>
          </w:p>
        </w:tc>
      </w:tr>
      <w:tr w:rsidR="00F815D4" w:rsidRPr="00222A9F" w14:paraId="49BEEE8C" w14:textId="77777777">
        <w:trPr>
          <w:trHeight w:val="255"/>
        </w:trPr>
        <w:tc>
          <w:tcPr>
            <w:tcW w:w="2980" w:type="dxa"/>
          </w:tcPr>
          <w:p w14:paraId="38C3D65A" w14:textId="77777777" w:rsidR="00F815D4" w:rsidRPr="00222A9F" w:rsidRDefault="00F815D4" w:rsidP="00B126C1">
            <w:pPr>
              <w:pStyle w:val="TAL"/>
            </w:pPr>
            <w:r w:rsidRPr="00222A9F">
              <w:t xml:space="preserve">fc - </w:t>
            </w:r>
            <w:r w:rsidRPr="00222A9F">
              <w:rPr>
                <w:rFonts w:cs="v4.2.0"/>
              </w:rPr>
              <w:t xml:space="preserve">2.5 x </w:t>
            </w:r>
            <w:r w:rsidRPr="00222A9F">
              <w:t>BW</w:t>
            </w:r>
            <w:r w:rsidRPr="00222A9F">
              <w:rPr>
                <w:vertAlign w:val="subscript"/>
              </w:rPr>
              <w:t>Channel</w:t>
            </w:r>
            <w:r w:rsidRPr="00222A9F">
              <w:t xml:space="preserve"> MHz &lt; f &lt; fc + </w:t>
            </w:r>
            <w:r w:rsidRPr="00222A9F">
              <w:rPr>
                <w:rFonts w:cs="v4.2.0"/>
              </w:rPr>
              <w:t xml:space="preserve">2.5 x </w:t>
            </w:r>
            <w:r w:rsidRPr="00222A9F">
              <w:t>BW</w:t>
            </w:r>
            <w:r w:rsidRPr="00222A9F">
              <w:rPr>
                <w:vertAlign w:val="subscript"/>
              </w:rPr>
              <w:t>Channel</w:t>
            </w:r>
            <w:r w:rsidRPr="00222A9F">
              <w:rPr>
                <w:rFonts w:cs="v4.2.0"/>
              </w:rPr>
              <w:t xml:space="preserve"> </w:t>
            </w:r>
            <w:r w:rsidRPr="00222A9F">
              <w:t>MHz</w:t>
            </w:r>
          </w:p>
        </w:tc>
        <w:tc>
          <w:tcPr>
            <w:tcW w:w="3331" w:type="dxa"/>
          </w:tcPr>
          <w:p w14:paraId="4C030FAA" w14:textId="77777777" w:rsidR="00F815D4" w:rsidRPr="00222A9F" w:rsidRDefault="00F815D4" w:rsidP="00B126C1">
            <w:pPr>
              <w:pStyle w:val="TAL"/>
            </w:pPr>
            <w:r w:rsidRPr="00222A9F">
              <w:t>Not defined</w:t>
            </w:r>
          </w:p>
        </w:tc>
        <w:tc>
          <w:tcPr>
            <w:tcW w:w="3331" w:type="dxa"/>
          </w:tcPr>
          <w:p w14:paraId="2C7CC5D9" w14:textId="77777777" w:rsidR="00F815D4" w:rsidRPr="00222A9F" w:rsidRDefault="00F815D4" w:rsidP="00B126C1">
            <w:pPr>
              <w:pStyle w:val="TAL"/>
            </w:pPr>
            <w:r w:rsidRPr="00222A9F">
              <w:t>Not defined</w:t>
            </w:r>
          </w:p>
        </w:tc>
      </w:tr>
    </w:tbl>
    <w:p w14:paraId="3CD24D19" w14:textId="77777777" w:rsidR="00F815D4" w:rsidRPr="00222A9F" w:rsidRDefault="00F815D4" w:rsidP="00F815D4"/>
    <w:p w14:paraId="6AE4828F" w14:textId="77777777" w:rsidR="00F815D4" w:rsidRPr="00222A9F" w:rsidRDefault="00F815D4" w:rsidP="00665371">
      <w:pPr>
        <w:pStyle w:val="NO"/>
      </w:pPr>
      <w:r w:rsidRPr="00222A9F">
        <w:t>NOTE:</w:t>
      </w:r>
      <w:r w:rsidRPr="00222A9F">
        <w:tab/>
        <w:t xml:space="preserve">fc is the centre frequency of the TCH. The frequency range fc </w:t>
      </w:r>
      <w:r w:rsidRPr="00222A9F">
        <w:sym w:font="Symbol" w:char="F0B1"/>
      </w:r>
      <w:r w:rsidRPr="00222A9F">
        <w:t xml:space="preserve"> </w:t>
      </w:r>
      <w:r w:rsidRPr="00222A9F">
        <w:rPr>
          <w:rFonts w:cs="v4.2.0"/>
        </w:rPr>
        <w:t xml:space="preserve">2.5 x </w:t>
      </w:r>
      <w:r w:rsidRPr="00222A9F">
        <w:t>BW</w:t>
      </w:r>
      <w:r w:rsidRPr="00222A9F">
        <w:rPr>
          <w:vertAlign w:val="subscript"/>
        </w:rPr>
        <w:t>Channel</w:t>
      </w:r>
      <w:r w:rsidRPr="00222A9F">
        <w:rPr>
          <w:rFonts w:cs="v4.2.0"/>
        </w:rPr>
        <w:t xml:space="preserve"> </w:t>
      </w:r>
      <w:r w:rsidRPr="00222A9F">
        <w:t>MHz are covered by the "Out of Band" emission requirements of TS 36.521[3].</w:t>
      </w:r>
    </w:p>
    <w:p w14:paraId="5B7196EB" w14:textId="77777777" w:rsidR="00F815D4" w:rsidRPr="00222A9F" w:rsidRDefault="00F815D4" w:rsidP="00F815D4">
      <w:pPr>
        <w:keepLines/>
        <w:ind w:left="1135" w:hanging="851"/>
      </w:pPr>
      <w:r w:rsidRPr="00222A9F">
        <w:tab/>
        <w:t>BW</w:t>
      </w:r>
      <w:r w:rsidRPr="00222A9F">
        <w:rPr>
          <w:vertAlign w:val="subscript"/>
        </w:rPr>
        <w:t>Channel</w:t>
      </w:r>
      <w:r w:rsidRPr="00222A9F">
        <w:rPr>
          <w:rFonts w:cs="v4.2.0"/>
        </w:rPr>
        <w:t>: Channel bandwidth as defined in TS 36.101 [11].</w:t>
      </w:r>
    </w:p>
    <w:p w14:paraId="2FB78FA9" w14:textId="77777777" w:rsidR="00F815D4" w:rsidRPr="00222A9F" w:rsidRDefault="00F815D4" w:rsidP="00F815D4">
      <w:pPr>
        <w:pStyle w:val="Heading3"/>
      </w:pPr>
      <w:bookmarkStart w:id="72" w:name="_Toc510654510"/>
      <w:bookmarkStart w:id="73" w:name="_Toc89424060"/>
      <w:r w:rsidRPr="00222A9F">
        <w:t>8.2.4</w:t>
      </w:r>
      <w:r w:rsidRPr="00222A9F">
        <w:tab/>
        <w:t>Interpretation of the measurement results</w:t>
      </w:r>
      <w:bookmarkEnd w:id="72"/>
      <w:bookmarkEnd w:id="73"/>
    </w:p>
    <w:p w14:paraId="300F1B84" w14:textId="77777777" w:rsidR="00F815D4" w:rsidRPr="00222A9F" w:rsidRDefault="00F815D4" w:rsidP="00F815D4">
      <w:pPr>
        <w:keepNext/>
        <w:keepLines/>
      </w:pPr>
      <w:r w:rsidRPr="00222A9F">
        <w:t>The interpretation of the results recorded in a test report for the radiated emission measurements described in the present document shall be as follows:</w:t>
      </w:r>
    </w:p>
    <w:p w14:paraId="4E9F579E" w14:textId="77777777" w:rsidR="00F815D4" w:rsidRPr="00222A9F" w:rsidRDefault="00F815D4" w:rsidP="00665371">
      <w:pPr>
        <w:pStyle w:val="B1"/>
      </w:pPr>
      <w:r w:rsidRPr="00222A9F">
        <w:t>-</w:t>
      </w:r>
      <w:r w:rsidRPr="00222A9F">
        <w:tab/>
        <w:t>the measured value related to the corresponding limit will be used to decide whether an equipment meets the requirements of the present document;</w:t>
      </w:r>
    </w:p>
    <w:p w14:paraId="51F118DF" w14:textId="77777777" w:rsidR="00F815D4" w:rsidRPr="00222A9F" w:rsidRDefault="00F815D4" w:rsidP="00665371">
      <w:pPr>
        <w:pStyle w:val="B1"/>
      </w:pPr>
      <w:r w:rsidRPr="00222A9F">
        <w:t>-</w:t>
      </w:r>
      <w:r w:rsidRPr="00222A9F">
        <w:tab/>
        <w:t>the value of the measurement uncertainty for the measurement of each parameter shall be included in the test report;</w:t>
      </w:r>
    </w:p>
    <w:p w14:paraId="29540000" w14:textId="77777777" w:rsidR="00F815D4" w:rsidRPr="00222A9F" w:rsidRDefault="00F815D4" w:rsidP="00665371">
      <w:pPr>
        <w:pStyle w:val="B1"/>
      </w:pPr>
      <w:r w:rsidRPr="00222A9F">
        <w:t>-</w:t>
      </w:r>
      <w:r w:rsidRPr="00222A9F">
        <w:tab/>
        <w:t xml:space="preserve">the recorded value of the measurement uncertainty shall be, for each measurement, equal to or lower than the figure in table </w:t>
      </w:r>
      <w:r w:rsidR="00AB6E67" w:rsidRPr="00222A9F">
        <w:t>4</w:t>
      </w:r>
      <w:r w:rsidRPr="00222A9F">
        <w:t>.</w:t>
      </w:r>
    </w:p>
    <w:p w14:paraId="1690C370" w14:textId="77777777" w:rsidR="00F815D4" w:rsidRPr="00222A9F" w:rsidRDefault="00F815D4" w:rsidP="00F815D4">
      <w:r w:rsidRPr="00222A9F">
        <w:t xml:space="preserve">Table </w:t>
      </w:r>
      <w:r w:rsidR="00AB6E67" w:rsidRPr="00222A9F">
        <w:t>4</w:t>
      </w:r>
      <w:r w:rsidRPr="00222A9F">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4AA66572" w14:textId="77777777" w:rsidR="00F815D4" w:rsidRPr="00222A9F" w:rsidRDefault="00F815D4" w:rsidP="00F815D4">
      <w:r w:rsidRPr="00222A9F">
        <w:t xml:space="preserve">A confidence level of 95% is the measurement uncertainty tolerance interval for a specific measurement that contains 95% of the performance of a population of test equipment. </w:t>
      </w:r>
    </w:p>
    <w:p w14:paraId="6C8EA45F" w14:textId="77777777" w:rsidR="00F815D4" w:rsidRPr="00222A9F" w:rsidRDefault="00F815D4" w:rsidP="00B126C1">
      <w:pPr>
        <w:pStyle w:val="TH"/>
      </w:pPr>
      <w:r w:rsidRPr="00222A9F">
        <w:t xml:space="preserve">Table </w:t>
      </w:r>
      <w:r w:rsidR="004B0AD1" w:rsidRPr="00222A9F">
        <w:t>4</w:t>
      </w:r>
      <w:r w:rsidRPr="00222A9F">
        <w:t xml:space="preserve">: Maximum measurement uncertainty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386"/>
        <w:gridCol w:w="1790"/>
      </w:tblGrid>
      <w:tr w:rsidR="00F815D4" w:rsidRPr="00222A9F" w14:paraId="39243FE5" w14:textId="77777777">
        <w:trPr>
          <w:jc w:val="center"/>
        </w:trPr>
        <w:tc>
          <w:tcPr>
            <w:tcW w:w="5386" w:type="dxa"/>
          </w:tcPr>
          <w:p w14:paraId="3744C82C" w14:textId="77777777" w:rsidR="00F815D4" w:rsidRPr="00222A9F" w:rsidRDefault="00F815D4" w:rsidP="00B126C1">
            <w:pPr>
              <w:pStyle w:val="TAL"/>
              <w:jc w:val="center"/>
              <w:rPr>
                <w:b/>
              </w:rPr>
            </w:pPr>
            <w:r w:rsidRPr="00222A9F">
              <w:rPr>
                <w:b/>
              </w:rPr>
              <w:t>Parameter</w:t>
            </w:r>
          </w:p>
        </w:tc>
        <w:tc>
          <w:tcPr>
            <w:tcW w:w="1790" w:type="dxa"/>
          </w:tcPr>
          <w:p w14:paraId="64C01CF8" w14:textId="77777777" w:rsidR="00F815D4" w:rsidRPr="00222A9F" w:rsidRDefault="00F815D4" w:rsidP="00B126C1">
            <w:pPr>
              <w:pStyle w:val="TAL"/>
              <w:jc w:val="center"/>
              <w:rPr>
                <w:b/>
              </w:rPr>
            </w:pPr>
            <w:r w:rsidRPr="00222A9F">
              <w:rPr>
                <w:b/>
              </w:rPr>
              <w:t>Uncertainty</w:t>
            </w:r>
          </w:p>
        </w:tc>
      </w:tr>
      <w:tr w:rsidR="00F815D4" w:rsidRPr="00222A9F" w14:paraId="2DD09E75" w14:textId="77777777">
        <w:trPr>
          <w:jc w:val="center"/>
        </w:trPr>
        <w:tc>
          <w:tcPr>
            <w:tcW w:w="5386" w:type="dxa"/>
          </w:tcPr>
          <w:p w14:paraId="3EB3F9F3" w14:textId="77777777" w:rsidR="00F815D4" w:rsidRPr="00222A9F" w:rsidRDefault="00F815D4" w:rsidP="00B126C1">
            <w:pPr>
              <w:pStyle w:val="TAL"/>
            </w:pPr>
            <w:r w:rsidRPr="00222A9F">
              <w:t>Effective radiated RF power between 30 MHz and 180 MHz</w:t>
            </w:r>
          </w:p>
        </w:tc>
        <w:tc>
          <w:tcPr>
            <w:tcW w:w="1790" w:type="dxa"/>
          </w:tcPr>
          <w:p w14:paraId="1988BD3D" w14:textId="77777777" w:rsidR="00F815D4" w:rsidRPr="00222A9F" w:rsidRDefault="00F815D4" w:rsidP="00B126C1">
            <w:pPr>
              <w:pStyle w:val="TAL"/>
            </w:pPr>
            <w:r w:rsidRPr="00222A9F">
              <w:sym w:font="Symbol" w:char="F0B1"/>
            </w:r>
            <w:r w:rsidRPr="00222A9F">
              <w:t>6 dB</w:t>
            </w:r>
          </w:p>
        </w:tc>
      </w:tr>
      <w:tr w:rsidR="00F815D4" w:rsidRPr="00222A9F" w14:paraId="6ABCC77C" w14:textId="77777777">
        <w:trPr>
          <w:jc w:val="center"/>
        </w:trPr>
        <w:tc>
          <w:tcPr>
            <w:tcW w:w="5386" w:type="dxa"/>
          </w:tcPr>
          <w:p w14:paraId="375BCB6A" w14:textId="77777777" w:rsidR="00F815D4" w:rsidRPr="00222A9F" w:rsidRDefault="00F815D4" w:rsidP="00B126C1">
            <w:pPr>
              <w:pStyle w:val="TAL"/>
            </w:pPr>
            <w:r w:rsidRPr="00222A9F">
              <w:t>Effective radiated RF power between 180 MHz and 12,75 GHz</w:t>
            </w:r>
          </w:p>
        </w:tc>
        <w:tc>
          <w:tcPr>
            <w:tcW w:w="1790" w:type="dxa"/>
          </w:tcPr>
          <w:p w14:paraId="57978456" w14:textId="77777777" w:rsidR="00F815D4" w:rsidRPr="00222A9F" w:rsidRDefault="00F815D4" w:rsidP="00B126C1">
            <w:pPr>
              <w:pStyle w:val="TAL"/>
            </w:pPr>
            <w:r w:rsidRPr="00222A9F">
              <w:sym w:font="Symbol" w:char="F0B1"/>
            </w:r>
            <w:r w:rsidRPr="00222A9F">
              <w:t>3 dB</w:t>
            </w:r>
          </w:p>
        </w:tc>
      </w:tr>
    </w:tbl>
    <w:p w14:paraId="673DBDA1" w14:textId="77777777" w:rsidR="00F815D4" w:rsidRPr="00222A9F" w:rsidRDefault="00F815D4" w:rsidP="00F815D4">
      <w:pPr>
        <w:keepLines/>
        <w:tabs>
          <w:tab w:val="left" w:pos="1080"/>
        </w:tabs>
        <w:ind w:left="1080" w:hanging="796"/>
      </w:pPr>
    </w:p>
    <w:p w14:paraId="46A0C4AC" w14:textId="77777777" w:rsidR="00F815D4" w:rsidRPr="00222A9F" w:rsidRDefault="00F815D4" w:rsidP="00F815D4">
      <w:pPr>
        <w:keepLines/>
        <w:tabs>
          <w:tab w:val="left" w:pos="1080"/>
        </w:tabs>
        <w:ind w:left="1080" w:hanging="796"/>
      </w:pPr>
      <w:r w:rsidRPr="00222A9F">
        <w:t>NOTE:</w:t>
      </w:r>
      <w:r w:rsidRPr="00222A9F">
        <w:tab/>
        <w:t>If the Test System for a test is known to have a measurement uncertainty greater than that specified in table </w:t>
      </w:r>
      <w:r w:rsidR="00AB6E67" w:rsidRPr="00222A9F">
        <w:t>4</w:t>
      </w:r>
      <w:r w:rsidRPr="00222A9F">
        <w:t>, this equipment can still be used, provided that an adjustment is made follows:</w:t>
      </w:r>
    </w:p>
    <w:p w14:paraId="20A5C5A4" w14:textId="7632E08B" w:rsidR="00F815D4" w:rsidRPr="00222A9F" w:rsidRDefault="00F815D4" w:rsidP="00665371">
      <w:r w:rsidRPr="00222A9F">
        <w:t xml:space="preserve">Any additional uncertainty in the Test System over and above that specified in table </w:t>
      </w:r>
      <w:r w:rsidR="00AB6E67" w:rsidRPr="00222A9F">
        <w:t>4</w:t>
      </w:r>
      <w:r w:rsidRPr="00222A9F">
        <w:t xml:space="preserve"> is used to tighten the Test Requirements - making the test harder to pass. This procedure will ensure that a Test System not compliant with table </w:t>
      </w:r>
      <w:r w:rsidR="00AB6E67" w:rsidRPr="00222A9F">
        <w:t>4</w:t>
      </w:r>
      <w:r w:rsidRPr="00222A9F">
        <w:t xml:space="preserve"> does not increase the probability of passing an EUT that would otherwise have failed a test if a Test System compliant with</w:t>
      </w:r>
      <w:r w:rsidR="00AB6E67" w:rsidRPr="00222A9F">
        <w:t xml:space="preserve"> table 4</w:t>
      </w:r>
      <w:r w:rsidRPr="00222A9F">
        <w:t xml:space="preserve"> had been used.</w:t>
      </w:r>
    </w:p>
    <w:p w14:paraId="129BDF2D" w14:textId="77777777" w:rsidR="00F815D4" w:rsidRPr="00222A9F" w:rsidRDefault="00F815D4" w:rsidP="00F815D4">
      <w:pPr>
        <w:pStyle w:val="Heading2"/>
      </w:pPr>
      <w:bookmarkStart w:id="74" w:name="_Toc510654511"/>
      <w:bookmarkStart w:id="75" w:name="_Toc89424061"/>
      <w:r w:rsidRPr="00222A9F">
        <w:t>8.3</w:t>
      </w:r>
      <w:r w:rsidRPr="00222A9F">
        <w:tab/>
        <w:t>Conducted emission DC power input/output port</w:t>
      </w:r>
      <w:bookmarkEnd w:id="74"/>
      <w:bookmarkEnd w:id="75"/>
    </w:p>
    <w:p w14:paraId="00CD767A" w14:textId="77777777" w:rsidR="00F815D4" w:rsidRPr="00222A9F" w:rsidRDefault="00F815D4" w:rsidP="00F815D4">
      <w:pPr>
        <w:ind w:right="14"/>
      </w:pPr>
      <w:r w:rsidRPr="00222A9F">
        <w:t>This test is applicable to all equipment, which may have DC cables longer than 3 m.</w:t>
      </w:r>
    </w:p>
    <w:p w14:paraId="6546D17A" w14:textId="77777777" w:rsidR="00F815D4" w:rsidRPr="00222A9F" w:rsidRDefault="00F815D4" w:rsidP="00F815D4">
      <w:pPr>
        <w:ind w:right="14"/>
      </w:pPr>
      <w:r w:rsidRPr="00222A9F">
        <w:t>If the DC power cable of the UE and/or the ancillary equipment is intended to be less than 3 m in length, and intended only for direct connection to a dedicated AC to DC power supply, then the measurement shall be performed only on the AC power input of that power supply as specified in subclause 8.4.</w:t>
      </w:r>
    </w:p>
    <w:p w14:paraId="68DF2723" w14:textId="77777777" w:rsidR="00F815D4" w:rsidRPr="00222A9F" w:rsidRDefault="00F815D4" w:rsidP="00F815D4">
      <w:pPr>
        <w:ind w:right="14"/>
      </w:pPr>
      <w:r w:rsidRPr="00222A9F">
        <w:t>This test shall be performed on a representative configuration of the radio equipment or a representative configuration of the combination of radio and ancillary equipment.</w:t>
      </w:r>
    </w:p>
    <w:p w14:paraId="53ED4BA5" w14:textId="77777777" w:rsidR="00F815D4" w:rsidRPr="00222A9F" w:rsidRDefault="00F815D4" w:rsidP="00F815D4">
      <w:pPr>
        <w:pStyle w:val="Heading3"/>
      </w:pPr>
      <w:bookmarkStart w:id="76" w:name="_Toc510654512"/>
      <w:bookmarkStart w:id="77" w:name="_Toc89424062"/>
      <w:r w:rsidRPr="00222A9F">
        <w:t>8.3.1</w:t>
      </w:r>
      <w:r w:rsidRPr="00222A9F">
        <w:tab/>
        <w:t>Definition</w:t>
      </w:r>
      <w:bookmarkEnd w:id="76"/>
      <w:bookmarkEnd w:id="77"/>
    </w:p>
    <w:p w14:paraId="517BE24A" w14:textId="77777777" w:rsidR="00F815D4" w:rsidRPr="00222A9F" w:rsidRDefault="00F815D4" w:rsidP="00F815D4">
      <w:r w:rsidRPr="00222A9F">
        <w:t>This test assesses the ability of radio equipment and ancillary equipment to limit internal noise from the DC power input/output ports.</w:t>
      </w:r>
    </w:p>
    <w:p w14:paraId="18A5198F" w14:textId="77777777" w:rsidR="00F815D4" w:rsidRPr="00222A9F" w:rsidRDefault="00F815D4" w:rsidP="00F815D4">
      <w:pPr>
        <w:pStyle w:val="Heading3"/>
      </w:pPr>
      <w:bookmarkStart w:id="78" w:name="_Toc510654513"/>
      <w:bookmarkStart w:id="79" w:name="_Toc89424063"/>
      <w:r w:rsidRPr="00222A9F">
        <w:t>8.3.2</w:t>
      </w:r>
      <w:r w:rsidRPr="00222A9F">
        <w:tab/>
        <w:t>Test method</w:t>
      </w:r>
      <w:bookmarkEnd w:id="78"/>
      <w:bookmarkEnd w:id="79"/>
    </w:p>
    <w:p w14:paraId="10D25347" w14:textId="77777777" w:rsidR="00F815D4" w:rsidRPr="00222A9F" w:rsidRDefault="00F815D4" w:rsidP="00F815D4">
      <w:pPr>
        <w:ind w:right="14"/>
      </w:pPr>
      <w:r w:rsidRPr="00222A9F">
        <w:t>The test method shall be in accordance with CISPR 22 [10], and the Line Impedance Stabilising Networks (LISN) shall be connected to a DC power source.</w:t>
      </w:r>
    </w:p>
    <w:p w14:paraId="6FD1737A" w14:textId="77777777" w:rsidR="00F815D4" w:rsidRPr="00222A9F" w:rsidRDefault="00F815D4" w:rsidP="00F815D4">
      <w:pPr>
        <w:ind w:right="14"/>
      </w:pPr>
      <w:r w:rsidRPr="00222A9F">
        <w:t>In the case of DC output ports, the ports shall be connected via a LISN to a load drawing the rated current of the source.</w:t>
      </w:r>
    </w:p>
    <w:p w14:paraId="5148015C" w14:textId="77777777" w:rsidR="00F815D4" w:rsidRPr="00222A9F" w:rsidRDefault="00F815D4" w:rsidP="00F815D4">
      <w:pPr>
        <w:ind w:right="14"/>
      </w:pPr>
      <w:r w:rsidRPr="00222A9F">
        <w:t>A measuring receiver shall be connected to each LISN measurement port in turn and the conducted emission recorded. The LISN measurement ports not being used for measurement shall be terminated with a 50 </w:t>
      </w:r>
      <w:r w:rsidRPr="00222A9F">
        <w:fldChar w:fldCharType="begin"/>
      </w:r>
      <w:r w:rsidRPr="00222A9F">
        <w:instrText>SYMBOL 87 \f "Symbol" \s 10</w:instrText>
      </w:r>
      <w:r w:rsidRPr="00222A9F">
        <w:fldChar w:fldCharType="separate"/>
      </w:r>
      <w:r w:rsidRPr="00222A9F">
        <w:t>W</w:t>
      </w:r>
      <w:r w:rsidRPr="00222A9F">
        <w:fldChar w:fldCharType="end"/>
      </w:r>
      <w:r w:rsidRPr="00222A9F">
        <w:t xml:space="preserve"> load.</w:t>
      </w:r>
    </w:p>
    <w:p w14:paraId="526911F1" w14:textId="77777777" w:rsidR="00F815D4" w:rsidRPr="00222A9F" w:rsidRDefault="00F815D4" w:rsidP="00F815D4">
      <w:pPr>
        <w:ind w:right="14"/>
      </w:pPr>
      <w:r w:rsidRPr="00222A9F">
        <w:t>The equipment shall be installed with a ground plane as defined in CISPR 22 [10], The reference earth point of the LISNs shall be connected to the reference ground plane with a conductor as short as possible.</w:t>
      </w:r>
    </w:p>
    <w:p w14:paraId="23E23D7E" w14:textId="77777777" w:rsidR="00F815D4" w:rsidRPr="00222A9F" w:rsidRDefault="00F815D4" w:rsidP="00F815D4">
      <w:pPr>
        <w:ind w:right="14"/>
      </w:pPr>
      <w:r w:rsidRPr="00222A9F">
        <w:t>The measurement receiver shall be in accordance with the requirements of section one of CISPR 16</w:t>
      </w:r>
      <w:r w:rsidRPr="00222A9F">
        <w:noBreakHyphen/>
        <w:t>1 [14].</w:t>
      </w:r>
    </w:p>
    <w:p w14:paraId="395DD6AD" w14:textId="77777777" w:rsidR="00F815D4" w:rsidRPr="00222A9F" w:rsidRDefault="00F815D4" w:rsidP="00F815D4">
      <w:pPr>
        <w:pStyle w:val="Heading3"/>
      </w:pPr>
      <w:bookmarkStart w:id="80" w:name="_Toc510654514"/>
      <w:bookmarkStart w:id="81" w:name="_Toc89424064"/>
      <w:r w:rsidRPr="00222A9F">
        <w:t>8.3.3</w:t>
      </w:r>
      <w:r w:rsidRPr="00222A9F">
        <w:tab/>
        <w:t>Limits</w:t>
      </w:r>
      <w:bookmarkEnd w:id="80"/>
      <w:bookmarkEnd w:id="81"/>
    </w:p>
    <w:p w14:paraId="600184C3" w14:textId="77777777" w:rsidR="00F815D4" w:rsidRPr="00222A9F" w:rsidRDefault="00F815D4" w:rsidP="00F815D4">
      <w:pPr>
        <w:ind w:right="14"/>
      </w:pPr>
      <w:r w:rsidRPr="00222A9F">
        <w:t>The equipment shall meet the limits defined in table </w:t>
      </w:r>
      <w:r w:rsidR="004B0AD1" w:rsidRPr="00222A9F">
        <w:t>5</w:t>
      </w:r>
      <w:r w:rsidRPr="00222A9F">
        <w:t xml:space="preserve"> (including the average limit and the quasi</w:t>
      </w:r>
      <w:r w:rsidRPr="00222A9F">
        <w:noBreakHyphen/>
        <w:t>peak limit) when using, respectively, an average detector receiver and a quasi</w:t>
      </w:r>
      <w:r w:rsidRPr="00222A9F">
        <w:noBreakHyphen/>
        <w:t>peak detector receiver and measured in accordance with the method described in subclause 8.2.2 above. If the average limit is met when using a quasi</w:t>
      </w:r>
      <w:r w:rsidRPr="00222A9F">
        <w:noBreakHyphen/>
        <w:t>peak detector, the equipment shall be deemed to meet both limits and measurement with the average detector receiver is not necessary.</w:t>
      </w:r>
    </w:p>
    <w:p w14:paraId="354F057B" w14:textId="77777777" w:rsidR="00F815D4" w:rsidRPr="00222A9F" w:rsidRDefault="00F815D4" w:rsidP="00B126C1">
      <w:pPr>
        <w:pStyle w:val="TH"/>
      </w:pPr>
      <w:r w:rsidRPr="00222A9F">
        <w:t xml:space="preserve">Table </w:t>
      </w:r>
      <w:r w:rsidR="004B0AD1" w:rsidRPr="00222A9F">
        <w:t>5</w:t>
      </w:r>
      <w:r w:rsidRPr="00222A9F">
        <w:t>: Limits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F815D4" w:rsidRPr="00222A9F" w14:paraId="043B4EDA" w14:textId="77777777">
        <w:trPr>
          <w:cantSplit/>
          <w:jc w:val="center"/>
        </w:trPr>
        <w:tc>
          <w:tcPr>
            <w:tcW w:w="2765" w:type="dxa"/>
          </w:tcPr>
          <w:p w14:paraId="339214F4" w14:textId="77777777" w:rsidR="00F815D4" w:rsidRPr="00222A9F" w:rsidRDefault="00F815D4" w:rsidP="00B126C1">
            <w:pPr>
              <w:pStyle w:val="TAL"/>
              <w:jc w:val="center"/>
              <w:rPr>
                <w:b/>
              </w:rPr>
            </w:pPr>
            <w:r w:rsidRPr="00222A9F">
              <w:rPr>
                <w:b/>
              </w:rPr>
              <w:t>Frequency range</w:t>
            </w:r>
          </w:p>
        </w:tc>
        <w:tc>
          <w:tcPr>
            <w:tcW w:w="2765" w:type="dxa"/>
          </w:tcPr>
          <w:p w14:paraId="063AA33F" w14:textId="77777777" w:rsidR="00F815D4" w:rsidRPr="00222A9F" w:rsidRDefault="00F815D4" w:rsidP="00B126C1">
            <w:pPr>
              <w:pStyle w:val="TAL"/>
              <w:jc w:val="center"/>
              <w:rPr>
                <w:b/>
              </w:rPr>
            </w:pPr>
            <w:r w:rsidRPr="00222A9F">
              <w:rPr>
                <w:b/>
              </w:rPr>
              <w:t>Quasi-peak</w:t>
            </w:r>
          </w:p>
        </w:tc>
        <w:tc>
          <w:tcPr>
            <w:tcW w:w="2765" w:type="dxa"/>
          </w:tcPr>
          <w:p w14:paraId="129549C2" w14:textId="77777777" w:rsidR="00F815D4" w:rsidRPr="00222A9F" w:rsidRDefault="00F815D4" w:rsidP="00B126C1">
            <w:pPr>
              <w:pStyle w:val="TAL"/>
              <w:jc w:val="center"/>
              <w:rPr>
                <w:b/>
              </w:rPr>
            </w:pPr>
            <w:r w:rsidRPr="00222A9F">
              <w:rPr>
                <w:b/>
              </w:rPr>
              <w:t>Average</w:t>
            </w:r>
          </w:p>
        </w:tc>
      </w:tr>
      <w:tr w:rsidR="00F815D4" w:rsidRPr="00222A9F" w14:paraId="01134AF7" w14:textId="77777777">
        <w:trPr>
          <w:cantSplit/>
          <w:jc w:val="center"/>
        </w:trPr>
        <w:tc>
          <w:tcPr>
            <w:tcW w:w="2765" w:type="dxa"/>
          </w:tcPr>
          <w:p w14:paraId="724CBD96" w14:textId="77777777" w:rsidR="00F815D4" w:rsidRPr="00222A9F" w:rsidRDefault="00F815D4" w:rsidP="00B126C1">
            <w:pPr>
              <w:pStyle w:val="TAL"/>
            </w:pPr>
            <w:r w:rsidRPr="00222A9F">
              <w:t xml:space="preserve">&gt; 0,15 </w:t>
            </w:r>
            <w:r w:rsidRPr="00222A9F">
              <w:noBreakHyphen/>
              <w:t xml:space="preserve"> 0,5 MHz</w:t>
            </w:r>
          </w:p>
        </w:tc>
        <w:tc>
          <w:tcPr>
            <w:tcW w:w="2765" w:type="dxa"/>
          </w:tcPr>
          <w:p w14:paraId="05120CC5" w14:textId="77777777" w:rsidR="00F815D4" w:rsidRPr="00222A9F" w:rsidRDefault="00F815D4" w:rsidP="00B126C1">
            <w:pPr>
              <w:pStyle w:val="TAL"/>
            </w:pPr>
            <w:r w:rsidRPr="00222A9F">
              <w:t>66 - 56 dBµV</w:t>
            </w:r>
          </w:p>
        </w:tc>
        <w:tc>
          <w:tcPr>
            <w:tcW w:w="2765" w:type="dxa"/>
          </w:tcPr>
          <w:p w14:paraId="20809CFD" w14:textId="77777777" w:rsidR="00F815D4" w:rsidRPr="00222A9F" w:rsidRDefault="00F815D4" w:rsidP="00B126C1">
            <w:pPr>
              <w:pStyle w:val="TAL"/>
            </w:pPr>
            <w:r w:rsidRPr="00222A9F">
              <w:t>56 - 46 dBµV</w:t>
            </w:r>
          </w:p>
        </w:tc>
      </w:tr>
      <w:tr w:rsidR="00F815D4" w:rsidRPr="00222A9F" w14:paraId="7663847B" w14:textId="77777777">
        <w:trPr>
          <w:cantSplit/>
          <w:jc w:val="center"/>
        </w:trPr>
        <w:tc>
          <w:tcPr>
            <w:tcW w:w="2765" w:type="dxa"/>
          </w:tcPr>
          <w:p w14:paraId="5C2F89EB" w14:textId="77777777" w:rsidR="00F815D4" w:rsidRPr="00222A9F" w:rsidRDefault="00F815D4" w:rsidP="00B126C1">
            <w:pPr>
              <w:pStyle w:val="TAL"/>
              <w:rPr>
                <w:lang w:val="fr-FR"/>
              </w:rPr>
            </w:pPr>
            <w:r w:rsidRPr="00222A9F">
              <w:rPr>
                <w:lang w:val="fr-FR"/>
              </w:rPr>
              <w:t>&gt; 0,5 - 5 MHz</w:t>
            </w:r>
          </w:p>
        </w:tc>
        <w:tc>
          <w:tcPr>
            <w:tcW w:w="2765" w:type="dxa"/>
          </w:tcPr>
          <w:p w14:paraId="26CAF250" w14:textId="77777777" w:rsidR="00F815D4" w:rsidRPr="00222A9F" w:rsidRDefault="00F815D4" w:rsidP="00B126C1">
            <w:pPr>
              <w:pStyle w:val="TAL"/>
              <w:rPr>
                <w:lang w:val="fr-FR"/>
              </w:rPr>
            </w:pPr>
            <w:r w:rsidRPr="00222A9F">
              <w:rPr>
                <w:lang w:val="fr-FR"/>
              </w:rPr>
              <w:t>56 dBµV</w:t>
            </w:r>
          </w:p>
        </w:tc>
        <w:tc>
          <w:tcPr>
            <w:tcW w:w="2765" w:type="dxa"/>
          </w:tcPr>
          <w:p w14:paraId="52BEA241" w14:textId="77777777" w:rsidR="00F815D4" w:rsidRPr="00222A9F" w:rsidRDefault="00F815D4" w:rsidP="00B126C1">
            <w:pPr>
              <w:pStyle w:val="TAL"/>
            </w:pPr>
            <w:r w:rsidRPr="00222A9F">
              <w:t>46 dBµV</w:t>
            </w:r>
          </w:p>
        </w:tc>
      </w:tr>
      <w:tr w:rsidR="00F815D4" w:rsidRPr="00222A9F" w14:paraId="263F4A21" w14:textId="77777777">
        <w:trPr>
          <w:cantSplit/>
          <w:jc w:val="center"/>
        </w:trPr>
        <w:tc>
          <w:tcPr>
            <w:tcW w:w="2765" w:type="dxa"/>
          </w:tcPr>
          <w:p w14:paraId="62DE5FF6" w14:textId="77777777" w:rsidR="00F815D4" w:rsidRPr="00222A9F" w:rsidRDefault="00F815D4" w:rsidP="00B126C1">
            <w:pPr>
              <w:pStyle w:val="TAL"/>
            </w:pPr>
            <w:r w:rsidRPr="00222A9F">
              <w:t xml:space="preserve">&gt; 5 </w:t>
            </w:r>
            <w:r w:rsidRPr="00222A9F">
              <w:noBreakHyphen/>
              <w:t xml:space="preserve"> 30 MHz</w:t>
            </w:r>
          </w:p>
        </w:tc>
        <w:tc>
          <w:tcPr>
            <w:tcW w:w="2765" w:type="dxa"/>
          </w:tcPr>
          <w:p w14:paraId="0814552F" w14:textId="77777777" w:rsidR="00F815D4" w:rsidRPr="00222A9F" w:rsidRDefault="00F815D4" w:rsidP="00B126C1">
            <w:pPr>
              <w:pStyle w:val="TAL"/>
            </w:pPr>
            <w:r w:rsidRPr="00222A9F">
              <w:t>60 dBµV</w:t>
            </w:r>
          </w:p>
        </w:tc>
        <w:tc>
          <w:tcPr>
            <w:tcW w:w="2765" w:type="dxa"/>
          </w:tcPr>
          <w:p w14:paraId="0F14A65F" w14:textId="77777777" w:rsidR="00F815D4" w:rsidRPr="00222A9F" w:rsidRDefault="00F815D4" w:rsidP="00B126C1">
            <w:pPr>
              <w:pStyle w:val="TAL"/>
            </w:pPr>
            <w:r w:rsidRPr="00222A9F">
              <w:t>50 dBµV</w:t>
            </w:r>
          </w:p>
        </w:tc>
      </w:tr>
      <w:tr w:rsidR="00F815D4" w:rsidRPr="00222A9F" w14:paraId="079203CF" w14:textId="77777777">
        <w:trPr>
          <w:cantSplit/>
          <w:jc w:val="center"/>
        </w:trPr>
        <w:tc>
          <w:tcPr>
            <w:tcW w:w="8295" w:type="dxa"/>
            <w:gridSpan w:val="3"/>
          </w:tcPr>
          <w:p w14:paraId="650B8FA1" w14:textId="77777777" w:rsidR="00F815D4" w:rsidRPr="00222A9F" w:rsidRDefault="00F815D4" w:rsidP="00665371">
            <w:pPr>
              <w:pStyle w:val="TAN"/>
            </w:pPr>
            <w:r w:rsidRPr="00222A9F">
              <w:t xml:space="preserve">NOTE: </w:t>
            </w:r>
            <w:r w:rsidRPr="00222A9F">
              <w:tab/>
              <w:t>The limit decreases linearly with the logarithm of the frequency in the range 0,15 MHz to 0,50 MHz.</w:t>
            </w:r>
          </w:p>
        </w:tc>
      </w:tr>
    </w:tbl>
    <w:p w14:paraId="07A8DA65" w14:textId="77777777" w:rsidR="00F815D4" w:rsidRPr="00222A9F" w:rsidRDefault="00F815D4" w:rsidP="00F815D4"/>
    <w:p w14:paraId="73CEFF06" w14:textId="77777777" w:rsidR="00F815D4" w:rsidRPr="00222A9F" w:rsidRDefault="00F815D4" w:rsidP="00F815D4">
      <w:pPr>
        <w:pStyle w:val="Heading2"/>
      </w:pPr>
      <w:bookmarkStart w:id="82" w:name="_Toc510654515"/>
      <w:bookmarkStart w:id="83" w:name="_Toc89424065"/>
      <w:r w:rsidRPr="00222A9F">
        <w:t>8.4</w:t>
      </w:r>
      <w:r w:rsidRPr="00222A9F">
        <w:tab/>
        <w:t>Conducted emissions, AC mains power input/output port</w:t>
      </w:r>
      <w:bookmarkEnd w:id="82"/>
      <w:bookmarkEnd w:id="83"/>
    </w:p>
    <w:p w14:paraId="671A7B12" w14:textId="77777777" w:rsidR="00F815D4" w:rsidRPr="00222A9F" w:rsidRDefault="00F815D4" w:rsidP="00F815D4">
      <w:pPr>
        <w:ind w:right="14"/>
      </w:pPr>
      <w:r w:rsidRPr="00222A9F">
        <w:t>This test is applicable to equipment powered by the AC mains.</w:t>
      </w:r>
    </w:p>
    <w:p w14:paraId="7DF03EF9" w14:textId="77777777" w:rsidR="00F815D4" w:rsidRPr="00222A9F" w:rsidRDefault="00F815D4" w:rsidP="00F815D4">
      <w:pPr>
        <w:ind w:right="14"/>
      </w:pPr>
      <w:r w:rsidRPr="00222A9F">
        <w:t>This test is not applicable to AC output ports, which are connected directly (or via a switch or circuit breaker) to the AC input port.</w:t>
      </w:r>
    </w:p>
    <w:p w14:paraId="04ACC3B5" w14:textId="77777777" w:rsidR="00F815D4" w:rsidRPr="00222A9F" w:rsidRDefault="00F815D4" w:rsidP="00F815D4">
      <w:r w:rsidRPr="00222A9F">
        <w:t>This test shall be performed on a representative configuration of the radio equipment or a representative configuration of the combination of radio and ancillary equipment.</w:t>
      </w:r>
    </w:p>
    <w:p w14:paraId="72DCA3EF" w14:textId="77777777" w:rsidR="00F815D4" w:rsidRPr="00222A9F" w:rsidRDefault="00F815D4" w:rsidP="00F815D4">
      <w:pPr>
        <w:pStyle w:val="Heading3"/>
      </w:pPr>
      <w:bookmarkStart w:id="84" w:name="_Toc510654516"/>
      <w:bookmarkStart w:id="85" w:name="_Toc89424066"/>
      <w:r w:rsidRPr="00222A9F">
        <w:t>8.4.1</w:t>
      </w:r>
      <w:r w:rsidRPr="00222A9F">
        <w:tab/>
        <w:t>Definition</w:t>
      </w:r>
      <w:bookmarkEnd w:id="84"/>
      <w:bookmarkEnd w:id="85"/>
    </w:p>
    <w:p w14:paraId="1589F5F9" w14:textId="77777777" w:rsidR="00F815D4" w:rsidRPr="00222A9F" w:rsidRDefault="00F815D4" w:rsidP="00F815D4">
      <w:pPr>
        <w:ind w:right="14"/>
      </w:pPr>
      <w:r w:rsidRPr="00222A9F">
        <w:t>This test assesses the ability of radio equipment and ancillary equipment to limit internal noise from the AC mains power input/output ports.</w:t>
      </w:r>
    </w:p>
    <w:p w14:paraId="68AE0588" w14:textId="77777777" w:rsidR="00F815D4" w:rsidRPr="00222A9F" w:rsidRDefault="00F815D4" w:rsidP="00F815D4">
      <w:pPr>
        <w:pStyle w:val="Heading3"/>
      </w:pPr>
      <w:bookmarkStart w:id="86" w:name="_Toc510654517"/>
      <w:bookmarkStart w:id="87" w:name="_Toc89424067"/>
      <w:r w:rsidRPr="00222A9F">
        <w:t>8.4.2</w:t>
      </w:r>
      <w:r w:rsidRPr="00222A9F">
        <w:tab/>
        <w:t>Test method</w:t>
      </w:r>
      <w:bookmarkEnd w:id="86"/>
      <w:bookmarkEnd w:id="87"/>
    </w:p>
    <w:p w14:paraId="77171575" w14:textId="77777777" w:rsidR="00F815D4" w:rsidRPr="00222A9F" w:rsidRDefault="00F815D4" w:rsidP="00F815D4">
      <w:pPr>
        <w:ind w:right="14"/>
      </w:pPr>
      <w:r w:rsidRPr="00222A9F">
        <w:t>The test method shall be in accordance with CISPR 22 [10].</w:t>
      </w:r>
    </w:p>
    <w:p w14:paraId="4B9F2EA7" w14:textId="1F2E153B" w:rsidR="00F815D4" w:rsidRPr="00222A9F" w:rsidRDefault="00F815D4" w:rsidP="00F815D4">
      <w:pPr>
        <w:ind w:right="14"/>
      </w:pPr>
      <w:r w:rsidRPr="00222A9F">
        <w:t>Mains connected ancillary equipment which is not part of the EUT shall be connected to the mains via a separate LISN. According to subclause 11.9 of CISPR 16</w:t>
      </w:r>
      <w:r w:rsidRPr="00222A9F">
        <w:noBreakHyphen/>
        <w:t>1 [14], the Protective Earth (PE) wire shall also be terminated by a 50 </w:t>
      </w:r>
      <w:r w:rsidR="00665371">
        <w:t>Ω</w:t>
      </w:r>
      <w:r w:rsidRPr="00222A9F">
        <w:t>//50 </w:t>
      </w:r>
      <w:r w:rsidR="00665371">
        <w:t>µ</w:t>
      </w:r>
      <w:r w:rsidRPr="00222A9F">
        <w:t>H common mode RF impedance.</w:t>
      </w:r>
    </w:p>
    <w:p w14:paraId="34CD8DF7" w14:textId="77777777" w:rsidR="00F815D4" w:rsidRPr="00222A9F" w:rsidRDefault="00F815D4" w:rsidP="00F815D4">
      <w:pPr>
        <w:pStyle w:val="Heading3"/>
      </w:pPr>
      <w:bookmarkStart w:id="88" w:name="_Toc510654518"/>
      <w:bookmarkStart w:id="89" w:name="_Toc89424068"/>
      <w:r w:rsidRPr="00222A9F">
        <w:t>8.4.3</w:t>
      </w:r>
      <w:r w:rsidRPr="00222A9F">
        <w:tab/>
        <w:t>Limits</w:t>
      </w:r>
      <w:bookmarkEnd w:id="88"/>
      <w:bookmarkEnd w:id="89"/>
    </w:p>
    <w:p w14:paraId="4CCC19A4" w14:textId="77777777" w:rsidR="00F815D4" w:rsidRPr="00222A9F" w:rsidRDefault="00F815D4" w:rsidP="00F815D4">
      <w:pPr>
        <w:ind w:right="14"/>
      </w:pPr>
      <w:r w:rsidRPr="00222A9F">
        <w:t>The equipment shall meet the limits defined in table </w:t>
      </w:r>
      <w:r w:rsidR="004B0AD1" w:rsidRPr="00222A9F">
        <w:t>6</w:t>
      </w:r>
      <w:r w:rsidRPr="00222A9F">
        <w:t xml:space="preserve"> (including the average limit and the quasi</w:t>
      </w:r>
      <w:r w:rsidRPr="00222A9F">
        <w:noBreakHyphen/>
        <w:t>peak limit) when using, respectively, an average detector receiver and a quasi</w:t>
      </w:r>
      <w:r w:rsidRPr="00222A9F">
        <w:noBreakHyphen/>
        <w:t>peak detector receiver and measured in accordance with the method described in subclause 8.3.2 above. If the average limit is met when using a quasi</w:t>
      </w:r>
      <w:r w:rsidRPr="00222A9F">
        <w:noBreakHyphen/>
        <w:t>peak detector, the equipment shall be deemed to meet both limits and measurement with the average detector receiver is not necessary.</w:t>
      </w:r>
    </w:p>
    <w:p w14:paraId="4D008B68" w14:textId="77777777" w:rsidR="00F815D4" w:rsidRPr="00222A9F" w:rsidRDefault="00F815D4" w:rsidP="00B126C1">
      <w:pPr>
        <w:pStyle w:val="TH"/>
      </w:pPr>
      <w:r w:rsidRPr="00222A9F">
        <w:t xml:space="preserve">Table </w:t>
      </w:r>
      <w:r w:rsidR="004B0AD1" w:rsidRPr="00222A9F">
        <w:t>6</w:t>
      </w:r>
      <w:r w:rsidRPr="00222A9F">
        <w:t>: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F815D4" w:rsidRPr="00222A9F" w14:paraId="587CC955" w14:textId="77777777">
        <w:trPr>
          <w:cantSplit/>
          <w:jc w:val="center"/>
        </w:trPr>
        <w:tc>
          <w:tcPr>
            <w:tcW w:w="2765" w:type="dxa"/>
          </w:tcPr>
          <w:p w14:paraId="28F10507" w14:textId="77777777" w:rsidR="00F815D4" w:rsidRPr="00222A9F" w:rsidRDefault="00F815D4" w:rsidP="00B126C1">
            <w:pPr>
              <w:pStyle w:val="TAL"/>
              <w:jc w:val="center"/>
              <w:rPr>
                <w:b/>
              </w:rPr>
            </w:pPr>
            <w:r w:rsidRPr="00222A9F">
              <w:rPr>
                <w:b/>
              </w:rPr>
              <w:t>Frequency range</w:t>
            </w:r>
          </w:p>
        </w:tc>
        <w:tc>
          <w:tcPr>
            <w:tcW w:w="2765" w:type="dxa"/>
          </w:tcPr>
          <w:p w14:paraId="415A94C4" w14:textId="77777777" w:rsidR="00F815D4" w:rsidRPr="00222A9F" w:rsidRDefault="00F815D4" w:rsidP="00B126C1">
            <w:pPr>
              <w:pStyle w:val="TAL"/>
              <w:jc w:val="center"/>
              <w:rPr>
                <w:b/>
              </w:rPr>
            </w:pPr>
            <w:r w:rsidRPr="00222A9F">
              <w:rPr>
                <w:b/>
              </w:rPr>
              <w:t>Quasi-peak</w:t>
            </w:r>
          </w:p>
        </w:tc>
        <w:tc>
          <w:tcPr>
            <w:tcW w:w="2765" w:type="dxa"/>
          </w:tcPr>
          <w:p w14:paraId="4B09F806" w14:textId="77777777" w:rsidR="00F815D4" w:rsidRPr="00222A9F" w:rsidRDefault="00F815D4" w:rsidP="00B126C1">
            <w:pPr>
              <w:pStyle w:val="TAL"/>
              <w:jc w:val="center"/>
              <w:rPr>
                <w:b/>
              </w:rPr>
            </w:pPr>
            <w:r w:rsidRPr="00222A9F">
              <w:rPr>
                <w:b/>
              </w:rPr>
              <w:t>Average</w:t>
            </w:r>
          </w:p>
        </w:tc>
      </w:tr>
      <w:tr w:rsidR="00F815D4" w:rsidRPr="00222A9F" w14:paraId="0125C976" w14:textId="77777777">
        <w:trPr>
          <w:cantSplit/>
          <w:jc w:val="center"/>
        </w:trPr>
        <w:tc>
          <w:tcPr>
            <w:tcW w:w="2765" w:type="dxa"/>
          </w:tcPr>
          <w:p w14:paraId="4644A2D6" w14:textId="77777777" w:rsidR="00F815D4" w:rsidRPr="00222A9F" w:rsidRDefault="00F815D4" w:rsidP="00B126C1">
            <w:pPr>
              <w:pStyle w:val="TAL"/>
            </w:pPr>
            <w:r w:rsidRPr="00222A9F">
              <w:t xml:space="preserve">&gt; 0,15 </w:t>
            </w:r>
            <w:r w:rsidRPr="00222A9F">
              <w:noBreakHyphen/>
              <w:t xml:space="preserve"> 0,5 MHz</w:t>
            </w:r>
          </w:p>
        </w:tc>
        <w:tc>
          <w:tcPr>
            <w:tcW w:w="2765" w:type="dxa"/>
          </w:tcPr>
          <w:p w14:paraId="5227C73B" w14:textId="77777777" w:rsidR="00F815D4" w:rsidRPr="00222A9F" w:rsidRDefault="00F815D4" w:rsidP="00B126C1">
            <w:pPr>
              <w:pStyle w:val="TAL"/>
            </w:pPr>
            <w:r w:rsidRPr="00222A9F">
              <w:t>66 - 56 dBµV</w:t>
            </w:r>
          </w:p>
        </w:tc>
        <w:tc>
          <w:tcPr>
            <w:tcW w:w="2765" w:type="dxa"/>
          </w:tcPr>
          <w:p w14:paraId="5B12F3F4" w14:textId="77777777" w:rsidR="00F815D4" w:rsidRPr="00222A9F" w:rsidRDefault="00F815D4" w:rsidP="00B126C1">
            <w:pPr>
              <w:pStyle w:val="TAL"/>
            </w:pPr>
            <w:r w:rsidRPr="00222A9F">
              <w:t>56 - 46 dBµV</w:t>
            </w:r>
          </w:p>
        </w:tc>
      </w:tr>
      <w:tr w:rsidR="00F815D4" w:rsidRPr="00222A9F" w14:paraId="7A29234D" w14:textId="77777777">
        <w:trPr>
          <w:cantSplit/>
          <w:jc w:val="center"/>
        </w:trPr>
        <w:tc>
          <w:tcPr>
            <w:tcW w:w="2765" w:type="dxa"/>
          </w:tcPr>
          <w:p w14:paraId="21AE63F9" w14:textId="77777777" w:rsidR="00F815D4" w:rsidRPr="00222A9F" w:rsidRDefault="00F815D4" w:rsidP="00B126C1">
            <w:pPr>
              <w:pStyle w:val="TAL"/>
              <w:rPr>
                <w:lang w:val="fr-FR"/>
              </w:rPr>
            </w:pPr>
            <w:r w:rsidRPr="00222A9F">
              <w:rPr>
                <w:lang w:val="fr-FR"/>
              </w:rPr>
              <w:t>&gt; 0.5 - 5 MHz</w:t>
            </w:r>
          </w:p>
        </w:tc>
        <w:tc>
          <w:tcPr>
            <w:tcW w:w="2765" w:type="dxa"/>
          </w:tcPr>
          <w:p w14:paraId="3A3E1276" w14:textId="77777777" w:rsidR="00F815D4" w:rsidRPr="00222A9F" w:rsidRDefault="00F815D4" w:rsidP="00B126C1">
            <w:pPr>
              <w:pStyle w:val="TAL"/>
              <w:rPr>
                <w:lang w:val="fr-FR"/>
              </w:rPr>
            </w:pPr>
            <w:r w:rsidRPr="00222A9F">
              <w:rPr>
                <w:lang w:val="fr-FR"/>
              </w:rPr>
              <w:t>56 dBµV</w:t>
            </w:r>
          </w:p>
        </w:tc>
        <w:tc>
          <w:tcPr>
            <w:tcW w:w="2765" w:type="dxa"/>
          </w:tcPr>
          <w:p w14:paraId="7A571763" w14:textId="77777777" w:rsidR="00F815D4" w:rsidRPr="00222A9F" w:rsidRDefault="00F815D4" w:rsidP="00B126C1">
            <w:pPr>
              <w:pStyle w:val="TAL"/>
            </w:pPr>
            <w:r w:rsidRPr="00222A9F">
              <w:t>46 dBµV</w:t>
            </w:r>
          </w:p>
        </w:tc>
      </w:tr>
      <w:tr w:rsidR="00F815D4" w:rsidRPr="00222A9F" w14:paraId="5C4126FC" w14:textId="77777777">
        <w:trPr>
          <w:cantSplit/>
          <w:jc w:val="center"/>
        </w:trPr>
        <w:tc>
          <w:tcPr>
            <w:tcW w:w="2765" w:type="dxa"/>
          </w:tcPr>
          <w:p w14:paraId="173C485F" w14:textId="77777777" w:rsidR="00F815D4" w:rsidRPr="00222A9F" w:rsidRDefault="00F815D4" w:rsidP="00B126C1">
            <w:pPr>
              <w:pStyle w:val="TAL"/>
            </w:pPr>
            <w:r w:rsidRPr="00222A9F">
              <w:t xml:space="preserve">&gt; 5 </w:t>
            </w:r>
            <w:r w:rsidRPr="00222A9F">
              <w:noBreakHyphen/>
              <w:t xml:space="preserve"> 30 MHz</w:t>
            </w:r>
          </w:p>
        </w:tc>
        <w:tc>
          <w:tcPr>
            <w:tcW w:w="2765" w:type="dxa"/>
          </w:tcPr>
          <w:p w14:paraId="7EB120AD" w14:textId="77777777" w:rsidR="00F815D4" w:rsidRPr="00222A9F" w:rsidRDefault="00F815D4" w:rsidP="00B126C1">
            <w:pPr>
              <w:pStyle w:val="TAL"/>
            </w:pPr>
            <w:r w:rsidRPr="00222A9F">
              <w:t>60 dBµV</w:t>
            </w:r>
          </w:p>
        </w:tc>
        <w:tc>
          <w:tcPr>
            <w:tcW w:w="2765" w:type="dxa"/>
          </w:tcPr>
          <w:p w14:paraId="6C3F8794" w14:textId="77777777" w:rsidR="00F815D4" w:rsidRPr="00222A9F" w:rsidRDefault="00F815D4" w:rsidP="00B126C1">
            <w:pPr>
              <w:pStyle w:val="TAL"/>
            </w:pPr>
            <w:r w:rsidRPr="00222A9F">
              <w:t>50 dBµV</w:t>
            </w:r>
          </w:p>
        </w:tc>
      </w:tr>
      <w:tr w:rsidR="00F815D4" w:rsidRPr="00222A9F" w14:paraId="6320F9B4" w14:textId="77777777">
        <w:trPr>
          <w:cantSplit/>
          <w:jc w:val="center"/>
        </w:trPr>
        <w:tc>
          <w:tcPr>
            <w:tcW w:w="8295" w:type="dxa"/>
            <w:gridSpan w:val="3"/>
          </w:tcPr>
          <w:p w14:paraId="4A8172E1" w14:textId="77777777" w:rsidR="00F815D4" w:rsidRPr="00222A9F" w:rsidRDefault="00F815D4" w:rsidP="00665371">
            <w:pPr>
              <w:pStyle w:val="TAN"/>
            </w:pPr>
            <w:r w:rsidRPr="00222A9F">
              <w:t xml:space="preserve">NOTE: </w:t>
            </w:r>
            <w:r w:rsidRPr="00222A9F">
              <w:tab/>
              <w:t>The limit decreases linearly with the logarithm of the frequency in the range 0,15 MHz to 0,50 MHz.</w:t>
            </w:r>
          </w:p>
        </w:tc>
      </w:tr>
    </w:tbl>
    <w:p w14:paraId="031851AD" w14:textId="77777777" w:rsidR="00F815D4" w:rsidRPr="00222A9F" w:rsidRDefault="00F815D4" w:rsidP="00F815D4"/>
    <w:p w14:paraId="570200CF" w14:textId="77777777" w:rsidR="00F815D4" w:rsidRPr="00222A9F" w:rsidRDefault="00F815D4" w:rsidP="00F815D4">
      <w:pPr>
        <w:pStyle w:val="Heading2"/>
        <w:rPr>
          <w:lang w:val="en-US"/>
        </w:rPr>
      </w:pPr>
      <w:bookmarkStart w:id="90" w:name="_Toc510654519"/>
      <w:bookmarkStart w:id="91" w:name="_Toc89424069"/>
      <w:r w:rsidRPr="00222A9F">
        <w:rPr>
          <w:lang w:val="en-US"/>
        </w:rPr>
        <w:t>8.5</w:t>
      </w:r>
      <w:r w:rsidRPr="00222A9F">
        <w:rPr>
          <w:lang w:val="en-US"/>
        </w:rPr>
        <w:tab/>
        <w:t>Harmonic current emissions (AC mains input port)</w:t>
      </w:r>
      <w:bookmarkEnd w:id="90"/>
      <w:bookmarkEnd w:id="91"/>
    </w:p>
    <w:p w14:paraId="02E5F06E" w14:textId="77777777" w:rsidR="00F815D4" w:rsidRPr="00222A9F" w:rsidRDefault="00F815D4" w:rsidP="00F815D4">
      <w:r w:rsidRPr="00222A9F">
        <w:t>The requirements of IEC 61000-3-2 [15] for harmonic current emission apply for equipment covered by the scope of the present document.</w:t>
      </w:r>
    </w:p>
    <w:p w14:paraId="4A454D4E" w14:textId="77777777" w:rsidR="00F815D4" w:rsidRPr="00222A9F" w:rsidRDefault="00F815D4" w:rsidP="00F815D4">
      <w:pPr>
        <w:pStyle w:val="Heading2"/>
      </w:pPr>
      <w:bookmarkStart w:id="92" w:name="_Toc510654520"/>
      <w:bookmarkStart w:id="93" w:name="_Toc89424070"/>
      <w:r w:rsidRPr="00222A9F">
        <w:t>8.6</w:t>
      </w:r>
      <w:r w:rsidRPr="00222A9F">
        <w:tab/>
        <w:t>Voltage fluctuations and flicker (AC mains input port)</w:t>
      </w:r>
      <w:bookmarkEnd w:id="92"/>
      <w:bookmarkEnd w:id="93"/>
    </w:p>
    <w:p w14:paraId="5FB37CA8" w14:textId="77777777" w:rsidR="00F815D4" w:rsidRPr="00222A9F" w:rsidRDefault="00F815D4" w:rsidP="00F815D4">
      <w:r w:rsidRPr="00222A9F">
        <w:t>The requirements of IEC 61000-3-3 [16] for voltage fluctuations and flicker apply for equipment covered by the scope of the present document.</w:t>
      </w:r>
    </w:p>
    <w:p w14:paraId="03C22947" w14:textId="77777777" w:rsidR="00250C81" w:rsidRPr="00222A9F" w:rsidRDefault="00250C81">
      <w:pPr>
        <w:pStyle w:val="Heading1"/>
      </w:pPr>
      <w:bookmarkStart w:id="94" w:name="_Ref371906457"/>
      <w:bookmarkStart w:id="95" w:name="_Toc510654521"/>
      <w:bookmarkStart w:id="96" w:name="_Toc89424071"/>
      <w:r w:rsidRPr="00222A9F">
        <w:t>9</w:t>
      </w:r>
      <w:r w:rsidRPr="00222A9F">
        <w:tab/>
        <w:t>Test methods and levels for immunity tests</w:t>
      </w:r>
      <w:bookmarkEnd w:id="94"/>
      <w:bookmarkEnd w:id="95"/>
      <w:bookmarkEnd w:id="96"/>
    </w:p>
    <w:p w14:paraId="4AB64004" w14:textId="77777777" w:rsidR="00647C6B" w:rsidRPr="00222A9F" w:rsidRDefault="00647C6B" w:rsidP="00647C6B">
      <w:pPr>
        <w:pStyle w:val="Heading2"/>
      </w:pPr>
      <w:bookmarkStart w:id="97" w:name="_Toc510654522"/>
      <w:bookmarkStart w:id="98" w:name="_Toc89424072"/>
      <w:r w:rsidRPr="00222A9F">
        <w:t>9.1</w:t>
      </w:r>
      <w:r w:rsidRPr="00222A9F">
        <w:tab/>
        <w:t>Test configurations</w:t>
      </w:r>
      <w:bookmarkEnd w:id="97"/>
      <w:bookmarkEnd w:id="98"/>
    </w:p>
    <w:p w14:paraId="4CC2AE46" w14:textId="77777777" w:rsidR="00647C6B" w:rsidRPr="00222A9F" w:rsidRDefault="00647C6B" w:rsidP="00665371">
      <w:r w:rsidRPr="00222A9F">
        <w:t>This subclause defines the configurations for immunity tests as follows:</w:t>
      </w:r>
    </w:p>
    <w:p w14:paraId="63A47E95" w14:textId="77777777" w:rsidR="00647C6B" w:rsidRPr="00222A9F" w:rsidRDefault="00647C6B" w:rsidP="00665371">
      <w:pPr>
        <w:pStyle w:val="B1"/>
      </w:pPr>
      <w:r w:rsidRPr="00222A9F">
        <w:t>-</w:t>
      </w:r>
      <w:r w:rsidRPr="00222A9F">
        <w:tab/>
        <w:t>the equipment shall be tested under normal test conditions as specified in the core specification ,e.g., TS 36.508 [12];</w:t>
      </w:r>
    </w:p>
    <w:p w14:paraId="3898FB16" w14:textId="77777777" w:rsidR="00647C6B" w:rsidRPr="00222A9F" w:rsidRDefault="00647C6B" w:rsidP="00665371">
      <w:pPr>
        <w:pStyle w:val="B1"/>
      </w:pPr>
      <w:r w:rsidRPr="00222A9F">
        <w:t>-</w:t>
      </w:r>
      <w:r w:rsidRPr="00222A9F">
        <w:tab/>
        <w:t>the test configuration shall be as close to normal intended use as possible;</w:t>
      </w:r>
    </w:p>
    <w:p w14:paraId="5FE5567A" w14:textId="77777777" w:rsidR="00647C6B" w:rsidRPr="00222A9F" w:rsidRDefault="00647C6B" w:rsidP="00665371">
      <w:pPr>
        <w:pStyle w:val="B1"/>
      </w:pPr>
      <w:r w:rsidRPr="00222A9F">
        <w:t>-</w:t>
      </w:r>
      <w:r w:rsidRPr="00222A9F">
        <w:tab/>
        <w:t>if the equipment is part of a system, or can be connected to ancillary equipment, then it shall be acceptable to test the equipment while connected to the minimum configuration of ancillary equipment necessary to exercise the ports;</w:t>
      </w:r>
    </w:p>
    <w:p w14:paraId="7C337E34" w14:textId="77777777" w:rsidR="00647C6B" w:rsidRPr="00222A9F" w:rsidRDefault="00647C6B" w:rsidP="00665371">
      <w:pPr>
        <w:pStyle w:val="B1"/>
      </w:pPr>
      <w:r w:rsidRPr="00222A9F">
        <w:t>-</w:t>
      </w:r>
      <w:r w:rsidRPr="00222A9F">
        <w:tab/>
        <w:t>if the equipment has a large number of ports, then a sufficient number shall be selected to simulate actual operation conditions and to ensure that all the different types of termination are tested;</w:t>
      </w:r>
    </w:p>
    <w:p w14:paraId="5E7D82B5" w14:textId="77777777" w:rsidR="00647C6B" w:rsidRPr="00222A9F" w:rsidRDefault="00647C6B" w:rsidP="00665371">
      <w:pPr>
        <w:pStyle w:val="B1"/>
      </w:pPr>
      <w:r w:rsidRPr="00222A9F">
        <w:t>-</w:t>
      </w:r>
      <w:r w:rsidRPr="00222A9F">
        <w:tab/>
        <w:t>the test conditions, test configuration and mode of operation shall be recorded in the test report;</w:t>
      </w:r>
    </w:p>
    <w:p w14:paraId="100C304D" w14:textId="77777777" w:rsidR="00647C6B" w:rsidRPr="00222A9F" w:rsidRDefault="00647C6B" w:rsidP="00665371">
      <w:pPr>
        <w:pStyle w:val="B1"/>
      </w:pPr>
      <w:r w:rsidRPr="00222A9F">
        <w:t>-</w:t>
      </w:r>
      <w:r w:rsidRPr="00222A9F">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3EA5A595" w14:textId="77777777" w:rsidR="00647C6B" w:rsidRPr="00222A9F" w:rsidRDefault="00647C6B" w:rsidP="00665371">
      <w:pPr>
        <w:pStyle w:val="B1"/>
      </w:pPr>
      <w:r w:rsidRPr="00222A9F">
        <w:t>-</w:t>
      </w:r>
      <w:r w:rsidRPr="00222A9F">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73CE1407" w14:textId="77777777" w:rsidR="00647C6B" w:rsidRPr="00222A9F" w:rsidRDefault="00647C6B" w:rsidP="00665371">
      <w:pPr>
        <w:pStyle w:val="B1"/>
      </w:pPr>
      <w:r w:rsidRPr="00222A9F">
        <w:t>-</w:t>
      </w:r>
      <w:r w:rsidRPr="00222A9F">
        <w:tab/>
        <w:t>the test arrangements for transmitter and receiver sections of the transceiver are described separately for the sake of clarity. However, where possible the test of the transmitter section and receiver section of the EUT may be carried out simultaneously to reduce test time;</w:t>
      </w:r>
    </w:p>
    <w:p w14:paraId="43E334A6" w14:textId="77777777" w:rsidR="00647C6B" w:rsidRPr="00222A9F" w:rsidRDefault="00647C6B" w:rsidP="00665371">
      <w:pPr>
        <w:pStyle w:val="B1"/>
      </w:pPr>
      <w:r w:rsidRPr="00222A9F">
        <w:t>-</w:t>
      </w:r>
      <w:r w:rsidRPr="00222A9F">
        <w:tab/>
        <w:t xml:space="preserve">immunity tests shall be performed in two modes of operation: </w:t>
      </w:r>
    </w:p>
    <w:p w14:paraId="7E67918D" w14:textId="77777777" w:rsidR="00647C6B" w:rsidRPr="00222A9F" w:rsidRDefault="00647C6B" w:rsidP="00665371">
      <w:pPr>
        <w:pStyle w:val="B2"/>
      </w:pPr>
      <w:r w:rsidRPr="00222A9F">
        <w:t>-</w:t>
      </w:r>
      <w:r w:rsidRPr="00222A9F">
        <w:tab/>
        <w:t>with a communication link established (traffic mode); and</w:t>
      </w:r>
    </w:p>
    <w:p w14:paraId="6647D8D7" w14:textId="77777777" w:rsidR="00647C6B" w:rsidRPr="00222A9F" w:rsidRDefault="00647C6B" w:rsidP="00665371">
      <w:pPr>
        <w:pStyle w:val="B2"/>
      </w:pPr>
      <w:r w:rsidRPr="00222A9F">
        <w:t>-</w:t>
      </w:r>
      <w:r w:rsidRPr="00222A9F">
        <w:tab/>
        <w:t>in the idle mode.</w:t>
      </w:r>
    </w:p>
    <w:p w14:paraId="6D568B71" w14:textId="77777777" w:rsidR="00647C6B" w:rsidRPr="00222A9F" w:rsidRDefault="00647C6B" w:rsidP="00647C6B">
      <w:r w:rsidRPr="00222A9F">
        <w:t>See subclauses 6.1 and 6.2.</w:t>
      </w:r>
    </w:p>
    <w:p w14:paraId="2C305800" w14:textId="2C7E56F9" w:rsidR="00647C6B" w:rsidRPr="00222A9F" w:rsidRDefault="00647C6B" w:rsidP="00647C6B">
      <w:pPr>
        <w:pStyle w:val="Heading2"/>
      </w:pPr>
      <w:bookmarkStart w:id="99" w:name="_Toc510654523"/>
      <w:bookmarkStart w:id="100" w:name="_Toc89424073"/>
      <w:r w:rsidRPr="00222A9F">
        <w:t>9.2</w:t>
      </w:r>
      <w:r w:rsidRPr="00222A9F">
        <w:tab/>
      </w:r>
      <w:bookmarkEnd w:id="99"/>
      <w:r w:rsidR="00665371" w:rsidRPr="00BE3849">
        <w:t xml:space="preserve">RF electromagnetic field (80 MHz - </w:t>
      </w:r>
      <w:r w:rsidR="00665371">
        <w:t>6000</w:t>
      </w:r>
      <w:r w:rsidR="00665371" w:rsidRPr="00BE3849">
        <w:t xml:space="preserve"> MHz)</w:t>
      </w:r>
      <w:bookmarkEnd w:id="100"/>
    </w:p>
    <w:p w14:paraId="55ACCBD8" w14:textId="77777777" w:rsidR="00647C6B" w:rsidRPr="00222A9F" w:rsidRDefault="00647C6B" w:rsidP="00647C6B">
      <w:pPr>
        <w:ind w:right="14"/>
      </w:pPr>
      <w:r w:rsidRPr="00222A9F">
        <w:t>The test shall be performed on a representative configuration of the equipment or a representative configuration of the combination of UE and ancillary equipment.</w:t>
      </w:r>
    </w:p>
    <w:p w14:paraId="6115011F" w14:textId="77777777" w:rsidR="00647C6B" w:rsidRPr="00222A9F" w:rsidRDefault="00647C6B" w:rsidP="00647C6B">
      <w:pPr>
        <w:pStyle w:val="Heading3"/>
      </w:pPr>
      <w:bookmarkStart w:id="101" w:name="_Toc510654524"/>
      <w:bookmarkStart w:id="102" w:name="_Toc89424074"/>
      <w:r w:rsidRPr="00222A9F">
        <w:t>9.2.1</w:t>
      </w:r>
      <w:r w:rsidRPr="00222A9F">
        <w:tab/>
        <w:t>Definition</w:t>
      </w:r>
      <w:bookmarkEnd w:id="101"/>
      <w:bookmarkEnd w:id="102"/>
    </w:p>
    <w:p w14:paraId="7DD8F26D" w14:textId="77777777" w:rsidR="00647C6B" w:rsidRPr="00222A9F" w:rsidRDefault="00647C6B" w:rsidP="00647C6B">
      <w:pPr>
        <w:ind w:right="14"/>
      </w:pPr>
      <w:r w:rsidRPr="00222A9F">
        <w:t>This test assesses the ability of UE and ancillary equipment to operate as intended in the presence of a radio frequency electromagnetic field disturbance at the enclosure.</w:t>
      </w:r>
    </w:p>
    <w:p w14:paraId="06D93C95" w14:textId="77777777" w:rsidR="00647C6B" w:rsidRPr="00222A9F" w:rsidRDefault="00647C6B" w:rsidP="00647C6B">
      <w:pPr>
        <w:pStyle w:val="Heading3"/>
      </w:pPr>
      <w:bookmarkStart w:id="103" w:name="_Toc510654525"/>
      <w:bookmarkStart w:id="104" w:name="_Toc89424075"/>
      <w:r w:rsidRPr="00222A9F">
        <w:t>9.2.2</w:t>
      </w:r>
      <w:r w:rsidRPr="00222A9F">
        <w:tab/>
        <w:t>Test method and level</w:t>
      </w:r>
      <w:bookmarkEnd w:id="103"/>
      <w:bookmarkEnd w:id="104"/>
    </w:p>
    <w:p w14:paraId="56F5D2B4" w14:textId="77777777" w:rsidR="00647C6B" w:rsidRPr="00222A9F" w:rsidRDefault="00647C6B" w:rsidP="00647C6B">
      <w:pPr>
        <w:keepNext/>
        <w:keepLines/>
      </w:pPr>
      <w:r w:rsidRPr="00222A9F">
        <w:t>The test method shall be in accordance with IEC 61000</w:t>
      </w:r>
      <w:r w:rsidRPr="00222A9F">
        <w:noBreakHyphen/>
        <w:t>4</w:t>
      </w:r>
      <w:r w:rsidRPr="00222A9F">
        <w:noBreakHyphen/>
        <w:t>3 [17]</w:t>
      </w:r>
    </w:p>
    <w:p w14:paraId="2FA13489" w14:textId="77777777" w:rsidR="00647C6B" w:rsidRPr="00222A9F" w:rsidRDefault="00647C6B" w:rsidP="00665371">
      <w:pPr>
        <w:pStyle w:val="B1"/>
      </w:pPr>
      <w:r w:rsidRPr="00222A9F">
        <w:t>-</w:t>
      </w:r>
      <w:r w:rsidRPr="00222A9F">
        <w:tab/>
        <w:t>for UE and ancillary equipment the following requirements shall apply;</w:t>
      </w:r>
    </w:p>
    <w:p w14:paraId="566929E2" w14:textId="77777777" w:rsidR="00647C6B" w:rsidRPr="00222A9F" w:rsidRDefault="00647C6B" w:rsidP="00665371">
      <w:pPr>
        <w:pStyle w:val="B1"/>
      </w:pPr>
      <w:r w:rsidRPr="00222A9F">
        <w:t>-</w:t>
      </w:r>
      <w:r w:rsidRPr="00222A9F">
        <w:tab/>
        <w:t>the test level shall be 3 V/m amplitude modulated to a depth of 80 % by a sinusoidal audio signal of 1 kHz;</w:t>
      </w:r>
    </w:p>
    <w:p w14:paraId="1B78B332" w14:textId="77777777" w:rsidR="00647C6B" w:rsidRPr="00222A9F" w:rsidRDefault="00647C6B" w:rsidP="00665371">
      <w:pPr>
        <w:pStyle w:val="B1"/>
      </w:pPr>
      <w:r w:rsidRPr="00222A9F">
        <w:t>-</w:t>
      </w:r>
      <w:r w:rsidRPr="00222A9F">
        <w:tab/>
        <w:t>the stepped frequency increments shall be 1 % of the momentary frequency;</w:t>
      </w:r>
    </w:p>
    <w:p w14:paraId="007F54D1" w14:textId="77777777" w:rsidR="00647C6B" w:rsidRPr="00222A9F" w:rsidRDefault="00647C6B" w:rsidP="00665371">
      <w:pPr>
        <w:pStyle w:val="B1"/>
      </w:pPr>
      <w:r w:rsidRPr="00222A9F">
        <w:t>-</w:t>
      </w:r>
      <w:r w:rsidRPr="00222A9F">
        <w:tab/>
        <w:t>when using the max hold detector method (see ANNEX A) at each test frequency step initially an unmodulated test signal shall be applied. Then the test modulation shall be applied;</w:t>
      </w:r>
    </w:p>
    <w:p w14:paraId="395194D7" w14:textId="542EF628" w:rsidR="00665371" w:rsidRPr="00BE3849" w:rsidRDefault="00665371" w:rsidP="00665371">
      <w:pPr>
        <w:pStyle w:val="B1"/>
      </w:pPr>
      <w:r w:rsidRPr="00BE3849">
        <w:t>-</w:t>
      </w:r>
      <w:r w:rsidRPr="00BE3849">
        <w:tab/>
        <w:t xml:space="preserve">the test shall be performed over the frequency range 80 MHz to </w:t>
      </w:r>
      <w:r>
        <w:t>6000</w:t>
      </w:r>
      <w:r w:rsidRPr="00BE3849">
        <w:t xml:space="preserve"> MHz;</w:t>
      </w:r>
    </w:p>
    <w:p w14:paraId="1450A088" w14:textId="77777777" w:rsidR="00647C6B" w:rsidRPr="00222A9F" w:rsidRDefault="00647C6B" w:rsidP="00665371">
      <w:pPr>
        <w:pStyle w:val="B1"/>
      </w:pPr>
      <w:r w:rsidRPr="00222A9F">
        <w:t>-</w:t>
      </w:r>
      <w:r w:rsidRPr="00222A9F">
        <w:tab/>
        <w:t>responses in stand alone receivers or receivers which are part of transceivers occurring at discrete frequencies which are narrow band responses, shall be disregarded, see subclause 4.3;</w:t>
      </w:r>
    </w:p>
    <w:p w14:paraId="742B4E8B" w14:textId="77777777" w:rsidR="00647C6B" w:rsidRPr="00222A9F" w:rsidRDefault="00647C6B" w:rsidP="00665371">
      <w:pPr>
        <w:pStyle w:val="B1"/>
      </w:pPr>
      <w:r w:rsidRPr="00222A9F">
        <w:t>-</w:t>
      </w:r>
      <w:r w:rsidRPr="00222A9F">
        <w:tab/>
        <w:t>the frequencies selected during the test shall be recorded in the test report.</w:t>
      </w:r>
    </w:p>
    <w:p w14:paraId="3C71177B" w14:textId="77777777" w:rsidR="00647C6B" w:rsidRPr="00222A9F" w:rsidRDefault="00647C6B" w:rsidP="00647C6B">
      <w:pPr>
        <w:pStyle w:val="Heading3"/>
      </w:pPr>
      <w:bookmarkStart w:id="105" w:name="_Toc510654526"/>
      <w:bookmarkStart w:id="106" w:name="_Toc89424076"/>
      <w:r w:rsidRPr="00222A9F">
        <w:t>9.2.3</w:t>
      </w:r>
      <w:r w:rsidRPr="00222A9F">
        <w:tab/>
        <w:t>Performance criteria</w:t>
      </w:r>
      <w:bookmarkEnd w:id="105"/>
      <w:bookmarkEnd w:id="106"/>
    </w:p>
    <w:p w14:paraId="599E97FC" w14:textId="77777777" w:rsidR="00647C6B" w:rsidRPr="00222A9F" w:rsidRDefault="00647C6B" w:rsidP="00647C6B">
      <w:pPr>
        <w:ind w:right="14"/>
      </w:pPr>
      <w:r w:rsidRPr="00222A9F">
        <w:t>The performance criteria of subclause 6.1 shall apply.</w:t>
      </w:r>
    </w:p>
    <w:p w14:paraId="34397145" w14:textId="77777777" w:rsidR="00647C6B" w:rsidRPr="00222A9F" w:rsidRDefault="00647C6B" w:rsidP="00647C6B">
      <w:pPr>
        <w:pStyle w:val="Heading2"/>
      </w:pPr>
      <w:bookmarkStart w:id="107" w:name="_Toc510654527"/>
      <w:bookmarkStart w:id="108" w:name="_Toc89424077"/>
      <w:r w:rsidRPr="00222A9F">
        <w:t>9.3</w:t>
      </w:r>
      <w:r w:rsidRPr="00222A9F">
        <w:tab/>
        <w:t>Electrostatic discharge</w:t>
      </w:r>
      <w:bookmarkEnd w:id="107"/>
      <w:bookmarkEnd w:id="108"/>
    </w:p>
    <w:p w14:paraId="1ABB2BED" w14:textId="77777777" w:rsidR="00647C6B" w:rsidRPr="00222A9F" w:rsidRDefault="00647C6B" w:rsidP="00647C6B">
      <w:pPr>
        <w:ind w:right="14"/>
      </w:pPr>
      <w:r w:rsidRPr="00222A9F">
        <w:t>The test shall be performed on a representative configuration of the equipment or a representative configuration of the combination of UE and ancillary equipment.</w:t>
      </w:r>
    </w:p>
    <w:p w14:paraId="1990DDFE" w14:textId="77777777" w:rsidR="00647C6B" w:rsidRPr="00222A9F" w:rsidRDefault="00647C6B" w:rsidP="00647C6B">
      <w:pPr>
        <w:pStyle w:val="Heading3"/>
      </w:pPr>
      <w:bookmarkStart w:id="109" w:name="_Toc510654528"/>
      <w:bookmarkStart w:id="110" w:name="_Toc89424078"/>
      <w:r w:rsidRPr="00222A9F">
        <w:t>9.3.1</w:t>
      </w:r>
      <w:r w:rsidRPr="00222A9F">
        <w:tab/>
        <w:t>Definition</w:t>
      </w:r>
      <w:bookmarkEnd w:id="109"/>
      <w:bookmarkEnd w:id="110"/>
    </w:p>
    <w:p w14:paraId="65A12A45" w14:textId="77777777" w:rsidR="00647C6B" w:rsidRPr="00222A9F" w:rsidRDefault="00647C6B" w:rsidP="00647C6B">
      <w:pPr>
        <w:ind w:right="14"/>
      </w:pPr>
      <w:r w:rsidRPr="00222A9F">
        <w:t>This test assesses the ability of UE and ancillary equipment to operate as intended in the event of an electrostatic discharge.</w:t>
      </w:r>
    </w:p>
    <w:p w14:paraId="72DF8077" w14:textId="77777777" w:rsidR="00647C6B" w:rsidRPr="00222A9F" w:rsidRDefault="00647C6B" w:rsidP="00647C6B">
      <w:pPr>
        <w:pStyle w:val="Heading3"/>
      </w:pPr>
      <w:bookmarkStart w:id="111" w:name="_Toc510654529"/>
      <w:bookmarkStart w:id="112" w:name="_Toc89424079"/>
      <w:r w:rsidRPr="00222A9F">
        <w:t>9.3.2</w:t>
      </w:r>
      <w:r w:rsidRPr="00222A9F">
        <w:tab/>
        <w:t>Test method and level</w:t>
      </w:r>
      <w:bookmarkEnd w:id="111"/>
      <w:bookmarkEnd w:id="112"/>
    </w:p>
    <w:p w14:paraId="0350488D" w14:textId="77777777" w:rsidR="00647C6B" w:rsidRPr="00222A9F" w:rsidRDefault="00647C6B" w:rsidP="00647C6B">
      <w:pPr>
        <w:ind w:right="14"/>
      </w:pPr>
      <w:r w:rsidRPr="00222A9F">
        <w:t>The test method shall be in accordance with IEC 61000</w:t>
      </w:r>
      <w:r w:rsidRPr="00222A9F">
        <w:noBreakHyphen/>
        <w:t>4</w:t>
      </w:r>
      <w:r w:rsidRPr="00222A9F">
        <w:noBreakHyphen/>
        <w:t>2 [18]:</w:t>
      </w:r>
    </w:p>
    <w:p w14:paraId="39FBEB51" w14:textId="77777777" w:rsidR="00647C6B" w:rsidRPr="00222A9F" w:rsidRDefault="00647C6B" w:rsidP="00665371">
      <w:pPr>
        <w:pStyle w:val="B1"/>
      </w:pPr>
      <w:r w:rsidRPr="00222A9F">
        <w:t>-</w:t>
      </w:r>
      <w:r w:rsidRPr="00222A9F">
        <w:tab/>
        <w:t>for contact discharge, the equipment shall pass at ±2 kV and ±4 kV;</w:t>
      </w:r>
    </w:p>
    <w:p w14:paraId="107F4EB5" w14:textId="77777777" w:rsidR="00647C6B" w:rsidRPr="00222A9F" w:rsidRDefault="00647C6B" w:rsidP="00665371">
      <w:pPr>
        <w:pStyle w:val="B1"/>
      </w:pPr>
      <w:r w:rsidRPr="00222A9F">
        <w:t>-</w:t>
      </w:r>
      <w:r w:rsidRPr="00222A9F">
        <w:tab/>
        <w:t>for air discharge the equipment shall pass at ±2 kV, ±4 kV and ±8 kV (only for non-conducting surfaces, see IEC 61000</w:t>
      </w:r>
      <w:r w:rsidRPr="00222A9F">
        <w:noBreakHyphen/>
        <w:t>4</w:t>
      </w:r>
      <w:r w:rsidRPr="00222A9F">
        <w:noBreakHyphen/>
        <w:t>2 [18]).</w:t>
      </w:r>
    </w:p>
    <w:p w14:paraId="7EFB3CC8" w14:textId="77777777" w:rsidR="00647C6B" w:rsidRPr="00222A9F" w:rsidRDefault="00647C6B" w:rsidP="00647C6B">
      <w:pPr>
        <w:keepLines/>
        <w:ind w:left="1135" w:hanging="851"/>
      </w:pPr>
      <w:r w:rsidRPr="00222A9F">
        <w:t>NOTE:</w:t>
      </w:r>
      <w:r w:rsidRPr="00222A9F">
        <w:tab/>
        <w:t>The EUT shall be fully discharged between each ESD exposure by connecting its ground point (where applicable) to the HCP by a resistive wire with a 470 k</w:t>
      </w:r>
      <w:r w:rsidRPr="00222A9F">
        <w:sym w:font="Symbol" w:char="F057"/>
      </w:r>
      <w:r w:rsidRPr="00222A9F">
        <w:t>. resistor in either end.</w:t>
      </w:r>
    </w:p>
    <w:p w14:paraId="0757CC5B" w14:textId="77777777" w:rsidR="00647C6B" w:rsidRPr="00222A9F" w:rsidRDefault="00647C6B" w:rsidP="00647C6B">
      <w:pPr>
        <w:pStyle w:val="Heading3"/>
      </w:pPr>
      <w:bookmarkStart w:id="113" w:name="_Toc510654530"/>
      <w:bookmarkStart w:id="114" w:name="_Toc89424080"/>
      <w:r w:rsidRPr="00222A9F">
        <w:t>9.3.3</w:t>
      </w:r>
      <w:r w:rsidRPr="00222A9F">
        <w:tab/>
        <w:t>Performance criteria</w:t>
      </w:r>
      <w:bookmarkEnd w:id="113"/>
      <w:bookmarkEnd w:id="114"/>
    </w:p>
    <w:p w14:paraId="4E4770BC" w14:textId="77777777" w:rsidR="00647C6B" w:rsidRPr="00222A9F" w:rsidRDefault="00647C6B" w:rsidP="00647C6B">
      <w:pPr>
        <w:ind w:right="14"/>
        <w:rPr>
          <w:strike/>
        </w:rPr>
      </w:pPr>
      <w:r w:rsidRPr="00222A9F">
        <w:t>The performance criteria of subclause 6.2 shall apply.</w:t>
      </w:r>
    </w:p>
    <w:p w14:paraId="25BCC68C" w14:textId="77777777" w:rsidR="00647C6B" w:rsidRPr="00222A9F" w:rsidRDefault="00647C6B" w:rsidP="00647C6B">
      <w:pPr>
        <w:pStyle w:val="Heading2"/>
      </w:pPr>
      <w:bookmarkStart w:id="115" w:name="_Toc510654531"/>
      <w:bookmarkStart w:id="116" w:name="_Toc89424081"/>
      <w:r w:rsidRPr="00222A9F">
        <w:t>9.4</w:t>
      </w:r>
      <w:r w:rsidRPr="00222A9F">
        <w:tab/>
        <w:t>Fast transients common mode</w:t>
      </w:r>
      <w:bookmarkEnd w:id="115"/>
      <w:bookmarkEnd w:id="116"/>
    </w:p>
    <w:p w14:paraId="5619B210" w14:textId="77777777" w:rsidR="00647C6B" w:rsidRPr="00222A9F" w:rsidRDefault="00647C6B" w:rsidP="00647C6B">
      <w:pPr>
        <w:ind w:right="14"/>
      </w:pPr>
      <w:r w:rsidRPr="00222A9F">
        <w:t>The test shall be performed on AC mains power input ports.</w:t>
      </w:r>
    </w:p>
    <w:p w14:paraId="32D0FB69" w14:textId="77777777" w:rsidR="00647C6B" w:rsidRPr="00222A9F" w:rsidRDefault="00647C6B" w:rsidP="00647C6B">
      <w:pPr>
        <w:ind w:right="14"/>
      </w:pPr>
      <w:r w:rsidRPr="00222A9F">
        <w:t>This test shall be performed on signal ports, control ports and DC power input/output ports if the cables may be longer than 3 m.</w:t>
      </w:r>
    </w:p>
    <w:p w14:paraId="1649BEB1" w14:textId="77777777" w:rsidR="00647C6B" w:rsidRPr="00222A9F" w:rsidRDefault="00647C6B" w:rsidP="00647C6B">
      <w:pPr>
        <w:ind w:right="14"/>
      </w:pPr>
      <w:r w:rsidRPr="00222A9F">
        <w:t>Where this test is not carried out on a port or any other ports because the manufacturer declares that it is not intended to be used with cables longer than 3 m, a list of ports which were not tested for this reason shall be included in the test report.</w:t>
      </w:r>
    </w:p>
    <w:p w14:paraId="26255416" w14:textId="77777777" w:rsidR="00647C6B" w:rsidRPr="00222A9F" w:rsidRDefault="00647C6B" w:rsidP="00647C6B">
      <w:pPr>
        <w:ind w:right="14"/>
      </w:pPr>
      <w:r w:rsidRPr="00222A9F">
        <w:t>This test shall be performed on a representative configuration of the equipment or a representative configuration of the combination of UE and ancillary equipment.</w:t>
      </w:r>
    </w:p>
    <w:p w14:paraId="011783EC" w14:textId="77777777" w:rsidR="00647C6B" w:rsidRPr="00222A9F" w:rsidRDefault="00647C6B" w:rsidP="00647C6B">
      <w:pPr>
        <w:pStyle w:val="Heading3"/>
      </w:pPr>
      <w:bookmarkStart w:id="117" w:name="_Toc510654532"/>
      <w:bookmarkStart w:id="118" w:name="_Toc89424082"/>
      <w:r w:rsidRPr="00222A9F">
        <w:t>9.4.1</w:t>
      </w:r>
      <w:r w:rsidRPr="00222A9F">
        <w:tab/>
        <w:t>Definition</w:t>
      </w:r>
      <w:bookmarkEnd w:id="117"/>
      <w:bookmarkEnd w:id="118"/>
    </w:p>
    <w:p w14:paraId="7E2CA37C" w14:textId="77777777" w:rsidR="00647C6B" w:rsidRPr="00222A9F" w:rsidRDefault="00647C6B" w:rsidP="00647C6B">
      <w:pPr>
        <w:ind w:right="14"/>
      </w:pPr>
      <w:r w:rsidRPr="00222A9F">
        <w:t>This test assesses the ability of UE and ancillary equipment to operate as intended in the event of fast transients present on one of the input/output ports.</w:t>
      </w:r>
    </w:p>
    <w:p w14:paraId="1188D971" w14:textId="77777777" w:rsidR="00647C6B" w:rsidRPr="00222A9F" w:rsidRDefault="00647C6B" w:rsidP="00647C6B">
      <w:pPr>
        <w:pStyle w:val="Heading3"/>
      </w:pPr>
      <w:bookmarkStart w:id="119" w:name="_Toc510654533"/>
      <w:bookmarkStart w:id="120" w:name="_Toc89424083"/>
      <w:r w:rsidRPr="00222A9F">
        <w:t>9.4.2</w:t>
      </w:r>
      <w:r w:rsidRPr="00222A9F">
        <w:tab/>
        <w:t>Test method and level</w:t>
      </w:r>
      <w:bookmarkEnd w:id="119"/>
      <w:bookmarkEnd w:id="120"/>
    </w:p>
    <w:p w14:paraId="4A0A79C6" w14:textId="77777777" w:rsidR="00647C6B" w:rsidRPr="00222A9F" w:rsidRDefault="00647C6B" w:rsidP="00647C6B">
      <w:pPr>
        <w:ind w:right="14"/>
      </w:pPr>
      <w:r w:rsidRPr="00222A9F">
        <w:t>The test method shall be in accordance with IEC 61000</w:t>
      </w:r>
      <w:r w:rsidRPr="00222A9F">
        <w:noBreakHyphen/>
        <w:t>4</w:t>
      </w:r>
      <w:r w:rsidRPr="00222A9F">
        <w:noBreakHyphen/>
        <w:t>4 [19]</w:t>
      </w:r>
    </w:p>
    <w:p w14:paraId="0EEE83D7" w14:textId="77777777" w:rsidR="00647C6B" w:rsidRPr="00222A9F" w:rsidRDefault="00647C6B" w:rsidP="00665371">
      <w:pPr>
        <w:pStyle w:val="B1"/>
      </w:pPr>
      <w:r w:rsidRPr="00222A9F">
        <w:t>-</w:t>
      </w:r>
      <w:r w:rsidRPr="00222A9F">
        <w:tab/>
        <w:t>the test level for signal and control ports shall be 0,5 kV open circuit voltage as given in IEC 61000</w:t>
      </w:r>
      <w:r w:rsidRPr="00222A9F">
        <w:noBreakHyphen/>
        <w:t>4</w:t>
      </w:r>
      <w:r w:rsidRPr="00222A9F">
        <w:noBreakHyphen/>
        <w:t>4 [19];</w:t>
      </w:r>
    </w:p>
    <w:p w14:paraId="6F447996" w14:textId="77777777" w:rsidR="00647C6B" w:rsidRPr="00222A9F" w:rsidRDefault="00647C6B" w:rsidP="00665371">
      <w:pPr>
        <w:pStyle w:val="B1"/>
      </w:pPr>
      <w:r w:rsidRPr="00222A9F">
        <w:t>-</w:t>
      </w:r>
      <w:r w:rsidRPr="00222A9F">
        <w:tab/>
        <w:t>the test level for DC power input/output ports shall be 0,5 kV open circuit voltage as given in IEC 61000</w:t>
      </w:r>
      <w:r w:rsidRPr="00222A9F">
        <w:noBreakHyphen/>
        <w:t>4</w:t>
      </w:r>
      <w:r w:rsidRPr="00222A9F">
        <w:noBreakHyphen/>
        <w:t>4 [19];</w:t>
      </w:r>
    </w:p>
    <w:p w14:paraId="30F96F52" w14:textId="77777777" w:rsidR="00647C6B" w:rsidRPr="00222A9F" w:rsidRDefault="00647C6B" w:rsidP="00665371">
      <w:pPr>
        <w:pStyle w:val="B1"/>
      </w:pPr>
      <w:r w:rsidRPr="00222A9F">
        <w:t>-</w:t>
      </w:r>
      <w:r w:rsidRPr="00222A9F">
        <w:tab/>
        <w:t>the test level for AC mains power input ports shall be 1 kV open circuit voltage as given in IEC 61000</w:t>
      </w:r>
      <w:r w:rsidRPr="00222A9F">
        <w:noBreakHyphen/>
        <w:t>4</w:t>
      </w:r>
      <w:r w:rsidRPr="00222A9F">
        <w:noBreakHyphen/>
        <w:t>4 [19].</w:t>
      </w:r>
    </w:p>
    <w:p w14:paraId="6C307221" w14:textId="77777777" w:rsidR="00647C6B" w:rsidRPr="00222A9F" w:rsidRDefault="00647C6B" w:rsidP="00647C6B">
      <w:pPr>
        <w:pStyle w:val="Heading3"/>
      </w:pPr>
      <w:bookmarkStart w:id="121" w:name="_Toc510654534"/>
      <w:bookmarkStart w:id="122" w:name="_Toc89424084"/>
      <w:r w:rsidRPr="00222A9F">
        <w:t>9.4.3</w:t>
      </w:r>
      <w:r w:rsidRPr="00222A9F">
        <w:tab/>
        <w:t>Performance criteria</w:t>
      </w:r>
      <w:bookmarkEnd w:id="121"/>
      <w:bookmarkEnd w:id="122"/>
    </w:p>
    <w:p w14:paraId="199757EC" w14:textId="77777777" w:rsidR="00647C6B" w:rsidRPr="00222A9F" w:rsidRDefault="00647C6B" w:rsidP="00647C6B">
      <w:pPr>
        <w:ind w:right="14"/>
      </w:pPr>
      <w:r w:rsidRPr="00222A9F">
        <w:t>The performance criteria of subclause 6.2 shall apply.</w:t>
      </w:r>
    </w:p>
    <w:p w14:paraId="5E14BCFE" w14:textId="77777777" w:rsidR="00647C6B" w:rsidRPr="00222A9F" w:rsidRDefault="00647C6B" w:rsidP="00647C6B">
      <w:pPr>
        <w:pStyle w:val="Heading2"/>
        <w:rPr>
          <w:lang w:val="en-US"/>
        </w:rPr>
      </w:pPr>
      <w:bookmarkStart w:id="123" w:name="_Toc510654535"/>
      <w:bookmarkStart w:id="124" w:name="_Toc89424085"/>
      <w:r w:rsidRPr="00222A9F">
        <w:rPr>
          <w:lang w:val="en-US"/>
        </w:rPr>
        <w:t>9.5</w:t>
      </w:r>
      <w:r w:rsidRPr="00222A9F">
        <w:rPr>
          <w:lang w:val="en-US"/>
        </w:rPr>
        <w:tab/>
        <w:t>RF common mode (0.15 MHz to 80 MHz)</w:t>
      </w:r>
      <w:bookmarkEnd w:id="123"/>
      <w:bookmarkEnd w:id="124"/>
    </w:p>
    <w:p w14:paraId="5CA34852" w14:textId="77777777" w:rsidR="00647C6B" w:rsidRPr="00222A9F" w:rsidRDefault="00647C6B" w:rsidP="00647C6B">
      <w:pPr>
        <w:ind w:right="14"/>
      </w:pPr>
      <w:r w:rsidRPr="00222A9F">
        <w:t>This test is applicable for UE for fixed, mobile, and portable use and for ancillary equipment.</w:t>
      </w:r>
    </w:p>
    <w:p w14:paraId="7F1A48C7" w14:textId="77777777" w:rsidR="00647C6B" w:rsidRPr="00222A9F" w:rsidRDefault="00647C6B" w:rsidP="00647C6B">
      <w:pPr>
        <w:ind w:right="14"/>
      </w:pPr>
      <w:r w:rsidRPr="00222A9F">
        <w:t>This test shall be performed on signal, control and DC power input/output ports, which may have cables longer than 3 m.</w:t>
      </w:r>
    </w:p>
    <w:p w14:paraId="2E66F613" w14:textId="77777777" w:rsidR="00647C6B" w:rsidRPr="00222A9F" w:rsidRDefault="00647C6B" w:rsidP="00647C6B">
      <w:pPr>
        <w:ind w:right="14"/>
      </w:pPr>
      <w:r w:rsidRPr="00222A9F">
        <w:t>This test shall be performed on AC mains power input/output ports of UE for fixed use and for fixed ancillary equipment. Where this test is not carried out on a port or any other ports because the manufacturer declares that it is not intended to be used with cables longer than stated above, a list of ports which were not tested shall be included in the test report.</w:t>
      </w:r>
    </w:p>
    <w:p w14:paraId="3EFB1370" w14:textId="77777777" w:rsidR="00647C6B" w:rsidRPr="00222A9F" w:rsidRDefault="00647C6B" w:rsidP="00647C6B">
      <w:pPr>
        <w:ind w:right="14"/>
      </w:pPr>
      <w:r w:rsidRPr="00222A9F">
        <w:t>This test shall be performed on a representative configuration of the UE or a representative configuration of the combination of UE and ancillary equipment.</w:t>
      </w:r>
    </w:p>
    <w:p w14:paraId="4125960A" w14:textId="77777777" w:rsidR="00647C6B" w:rsidRPr="00222A9F" w:rsidRDefault="00647C6B" w:rsidP="00647C6B">
      <w:pPr>
        <w:pStyle w:val="Heading3"/>
      </w:pPr>
      <w:bookmarkStart w:id="125" w:name="_Toc510654536"/>
      <w:bookmarkStart w:id="126" w:name="_Toc89424086"/>
      <w:r w:rsidRPr="00222A9F">
        <w:t>9.5.1</w:t>
      </w:r>
      <w:r w:rsidRPr="00222A9F">
        <w:tab/>
        <w:t>Definition</w:t>
      </w:r>
      <w:bookmarkEnd w:id="125"/>
      <w:bookmarkEnd w:id="126"/>
    </w:p>
    <w:p w14:paraId="59F9DC1E" w14:textId="77777777" w:rsidR="00647C6B" w:rsidRPr="00222A9F" w:rsidRDefault="00647C6B" w:rsidP="00647C6B">
      <w:pPr>
        <w:ind w:right="14"/>
      </w:pPr>
      <w:r w:rsidRPr="00222A9F">
        <w:t>This test assesses the ability of equipment and ancillary equipment to operate as intended in the presence of a radio frequency electromagnetic disturbance.</w:t>
      </w:r>
    </w:p>
    <w:p w14:paraId="617E469C" w14:textId="77777777" w:rsidR="00647C6B" w:rsidRPr="00222A9F" w:rsidRDefault="00647C6B" w:rsidP="00647C6B">
      <w:pPr>
        <w:pStyle w:val="Heading3"/>
      </w:pPr>
      <w:bookmarkStart w:id="127" w:name="_Toc510654537"/>
      <w:bookmarkStart w:id="128" w:name="_Toc89424087"/>
      <w:r w:rsidRPr="00222A9F">
        <w:t>9.5.2</w:t>
      </w:r>
      <w:r w:rsidRPr="00222A9F">
        <w:tab/>
        <w:t>Test method and level</w:t>
      </w:r>
      <w:bookmarkEnd w:id="127"/>
      <w:bookmarkEnd w:id="128"/>
    </w:p>
    <w:p w14:paraId="4467B519" w14:textId="77777777" w:rsidR="00647C6B" w:rsidRPr="00222A9F" w:rsidRDefault="00647C6B" w:rsidP="00647C6B">
      <w:r w:rsidRPr="00222A9F">
        <w:t>The test method shall be in accordance with IEC 61000</w:t>
      </w:r>
      <w:r w:rsidRPr="00222A9F">
        <w:noBreakHyphen/>
        <w:t>4</w:t>
      </w:r>
      <w:r w:rsidRPr="00222A9F">
        <w:noBreakHyphen/>
        <w:t xml:space="preserve">6 [20]. </w:t>
      </w:r>
    </w:p>
    <w:p w14:paraId="599B6589" w14:textId="77777777" w:rsidR="00647C6B" w:rsidRPr="00222A9F" w:rsidRDefault="00647C6B" w:rsidP="00665371">
      <w:pPr>
        <w:pStyle w:val="B1"/>
      </w:pPr>
      <w:r w:rsidRPr="00222A9F">
        <w:t>-</w:t>
      </w:r>
      <w:r w:rsidRPr="00222A9F">
        <w:tab/>
        <w:t>the test signal shall be amplitude modulated to a depth of 80 % by a sinusoidal audio signal of 1 kHz;</w:t>
      </w:r>
    </w:p>
    <w:p w14:paraId="3993105D" w14:textId="77777777" w:rsidR="00647C6B" w:rsidRPr="00222A9F" w:rsidRDefault="00647C6B" w:rsidP="00665371">
      <w:pPr>
        <w:pStyle w:val="B1"/>
      </w:pPr>
      <w:r w:rsidRPr="00222A9F">
        <w:t>-</w:t>
      </w:r>
      <w:r w:rsidRPr="00222A9F">
        <w:tab/>
        <w:t>the stepped frequency increments shall be either 50 kHz or 1 % frequency increment of the momentary frequency in the frequency range 150 kHz - 5 MHz and 1 % frequency increment of the momentary frequency in the frequency range 5 MHz - 80 MHz;</w:t>
      </w:r>
    </w:p>
    <w:p w14:paraId="59E78039" w14:textId="77777777" w:rsidR="00647C6B" w:rsidRPr="00222A9F" w:rsidRDefault="00647C6B" w:rsidP="00665371">
      <w:pPr>
        <w:pStyle w:val="B1"/>
      </w:pPr>
      <w:r w:rsidRPr="00222A9F">
        <w:t>-</w:t>
      </w:r>
      <w:r w:rsidRPr="00222A9F">
        <w:tab/>
        <w:t>when using the max hold detector method (see ANNEX A) at each test frequency step initially an unmodulated test signal shall be applied. Then the test modulation shall be applied;</w:t>
      </w:r>
    </w:p>
    <w:p w14:paraId="212EECA4" w14:textId="7DA77991" w:rsidR="00647C6B" w:rsidRPr="00222A9F" w:rsidRDefault="00647C6B" w:rsidP="00665371">
      <w:pPr>
        <w:pStyle w:val="B1"/>
      </w:pPr>
      <w:r w:rsidRPr="00222A9F">
        <w:t>-</w:t>
      </w:r>
      <w:r w:rsidRPr="00222A9F">
        <w:tab/>
        <w:t>the test level shall be severity level 2 as given in IEC 61000</w:t>
      </w:r>
      <w:r w:rsidRPr="00222A9F">
        <w:noBreakHyphen/>
        <w:t>4</w:t>
      </w:r>
      <w:r w:rsidRPr="00222A9F">
        <w:noBreakHyphen/>
        <w:t>6 [20] corresponding to 3 V rms, at a transfer impedance of 15</w:t>
      </w:r>
      <w:r w:rsidR="00665371">
        <w:t xml:space="preserve"> Ω</w:t>
      </w:r>
      <w:r w:rsidRPr="00222A9F">
        <w:t>;</w:t>
      </w:r>
    </w:p>
    <w:p w14:paraId="20391291" w14:textId="77777777" w:rsidR="00647C6B" w:rsidRPr="00222A9F" w:rsidRDefault="00647C6B" w:rsidP="00665371">
      <w:pPr>
        <w:pStyle w:val="B1"/>
      </w:pPr>
      <w:r w:rsidRPr="00222A9F">
        <w:t>-</w:t>
      </w:r>
      <w:r w:rsidRPr="00222A9F">
        <w:tab/>
        <w:t>the test shall be performed over the frequency range 150 kHz - 80 MHz;</w:t>
      </w:r>
    </w:p>
    <w:p w14:paraId="488A06FD" w14:textId="77777777" w:rsidR="00647C6B" w:rsidRPr="00222A9F" w:rsidRDefault="00647C6B" w:rsidP="00665371">
      <w:pPr>
        <w:pStyle w:val="B1"/>
      </w:pPr>
      <w:r w:rsidRPr="00222A9F">
        <w:t>-</w:t>
      </w:r>
      <w:r w:rsidRPr="00222A9F">
        <w:tab/>
        <w:t>responses of stand alone receivers or receivers which are part of transceivers occurring at discrete frequencies which are narrow band responses, shall be disregarded, see subclause 4.3;</w:t>
      </w:r>
    </w:p>
    <w:p w14:paraId="723AE83B" w14:textId="77777777" w:rsidR="00647C6B" w:rsidRPr="00222A9F" w:rsidRDefault="00647C6B" w:rsidP="00665371">
      <w:pPr>
        <w:pStyle w:val="B1"/>
      </w:pPr>
      <w:r w:rsidRPr="00222A9F">
        <w:t>-</w:t>
      </w:r>
      <w:r w:rsidRPr="00222A9F">
        <w:tab/>
        <w:t>the frequencies selected during the test and the test method used shall be recorded in the test report.</w:t>
      </w:r>
    </w:p>
    <w:p w14:paraId="58EC14D8" w14:textId="77777777" w:rsidR="00647C6B" w:rsidRPr="00222A9F" w:rsidRDefault="00647C6B" w:rsidP="00647C6B">
      <w:pPr>
        <w:pStyle w:val="Heading3"/>
      </w:pPr>
      <w:bookmarkStart w:id="129" w:name="_Toc510654538"/>
      <w:bookmarkStart w:id="130" w:name="_Toc89424088"/>
      <w:r w:rsidRPr="00222A9F">
        <w:t>9.5.3</w:t>
      </w:r>
      <w:r w:rsidRPr="00222A9F">
        <w:tab/>
        <w:t>Performance criteria</w:t>
      </w:r>
      <w:bookmarkEnd w:id="129"/>
      <w:bookmarkEnd w:id="130"/>
    </w:p>
    <w:p w14:paraId="73E89495" w14:textId="77777777" w:rsidR="00647C6B" w:rsidRPr="00222A9F" w:rsidRDefault="00647C6B" w:rsidP="00647C6B">
      <w:pPr>
        <w:ind w:right="14"/>
      </w:pPr>
      <w:r w:rsidRPr="00222A9F">
        <w:t>The performance criteria of subclause 6.1 shall apply.</w:t>
      </w:r>
    </w:p>
    <w:p w14:paraId="3C990A78" w14:textId="77777777" w:rsidR="00647C6B" w:rsidRPr="00222A9F" w:rsidRDefault="00647C6B" w:rsidP="00647C6B">
      <w:pPr>
        <w:pStyle w:val="Heading2"/>
      </w:pPr>
      <w:bookmarkStart w:id="131" w:name="_Toc510654539"/>
      <w:bookmarkStart w:id="132" w:name="_Toc89424089"/>
      <w:r w:rsidRPr="00222A9F">
        <w:t>9.6</w:t>
      </w:r>
      <w:r w:rsidRPr="00222A9F">
        <w:tab/>
        <w:t>Transients and surges, vehicular environment</w:t>
      </w:r>
      <w:bookmarkEnd w:id="131"/>
      <w:bookmarkEnd w:id="132"/>
    </w:p>
    <w:p w14:paraId="56337EA0" w14:textId="77777777" w:rsidR="00647C6B" w:rsidRPr="00222A9F" w:rsidRDefault="00647C6B" w:rsidP="00647C6B">
      <w:pPr>
        <w:ind w:right="14"/>
      </w:pPr>
      <w:r w:rsidRPr="00222A9F">
        <w:t>The tests are applicable to UE intended for use in a vehicular environment.</w:t>
      </w:r>
    </w:p>
    <w:p w14:paraId="108DA296" w14:textId="77777777" w:rsidR="00647C6B" w:rsidRPr="00222A9F" w:rsidRDefault="00647C6B" w:rsidP="00647C6B">
      <w:pPr>
        <w:ind w:right="14"/>
      </w:pPr>
      <w:r w:rsidRPr="00222A9F">
        <w:t>These tests shall be performed on 12 V and 24 </w:t>
      </w:r>
      <w:smartTag w:uri="urn:schemas-microsoft-com:office:smarttags" w:element="City">
        <w:smartTag w:uri="urn:schemas-microsoft-com:office:smarttags" w:element="PlaceName">
          <w:r w:rsidRPr="00222A9F">
            <w:t>V</w:t>
          </w:r>
        </w:smartTag>
        <w:r w:rsidRPr="00222A9F">
          <w:t xml:space="preserve"> </w:t>
        </w:r>
        <w:smartTag w:uri="urn:schemas-microsoft-com:office:smarttags" w:element="State">
          <w:r w:rsidRPr="00222A9F">
            <w:t>DC</w:t>
          </w:r>
        </w:smartTag>
      </w:smartTag>
      <w:r w:rsidRPr="00222A9F">
        <w:t xml:space="preserve"> power input.</w:t>
      </w:r>
    </w:p>
    <w:p w14:paraId="24A2FB88" w14:textId="77777777" w:rsidR="00647C6B" w:rsidRPr="00222A9F" w:rsidRDefault="00647C6B" w:rsidP="00647C6B">
      <w:r w:rsidRPr="00222A9F">
        <w:t>These tests shall be performed on a representative configuration of the equipment or a representative configuration of the combination of UE and ancillary equipment.</w:t>
      </w:r>
    </w:p>
    <w:p w14:paraId="1B985C3C" w14:textId="77777777" w:rsidR="00647C6B" w:rsidRPr="00222A9F" w:rsidRDefault="00647C6B" w:rsidP="00647C6B">
      <w:pPr>
        <w:pStyle w:val="Heading3"/>
      </w:pPr>
      <w:bookmarkStart w:id="133" w:name="_Toc510654540"/>
      <w:bookmarkStart w:id="134" w:name="_Toc89424090"/>
      <w:r w:rsidRPr="00222A9F">
        <w:t>9.6.1</w:t>
      </w:r>
      <w:r w:rsidRPr="00222A9F">
        <w:tab/>
        <w:t>Definition</w:t>
      </w:r>
      <w:bookmarkEnd w:id="133"/>
      <w:bookmarkEnd w:id="134"/>
    </w:p>
    <w:p w14:paraId="3F173CBE" w14:textId="77777777" w:rsidR="00647C6B" w:rsidRPr="00222A9F" w:rsidRDefault="00647C6B" w:rsidP="00647C6B">
      <w:pPr>
        <w:ind w:right="14"/>
      </w:pPr>
      <w:r w:rsidRPr="00222A9F">
        <w:t>These tests assess the ability of UE and ancillary equipment to operate as intended in the event of transients and surges present on the DC power input ports in a vehicular environment.</w:t>
      </w:r>
    </w:p>
    <w:p w14:paraId="798221C8" w14:textId="77777777" w:rsidR="00647C6B" w:rsidRPr="00222A9F" w:rsidRDefault="00647C6B" w:rsidP="00647C6B">
      <w:pPr>
        <w:pStyle w:val="Heading3"/>
      </w:pPr>
      <w:bookmarkStart w:id="135" w:name="_Toc510654541"/>
      <w:bookmarkStart w:id="136" w:name="_Toc89424091"/>
      <w:r w:rsidRPr="00222A9F">
        <w:t>9.6.2</w:t>
      </w:r>
      <w:r w:rsidRPr="00222A9F">
        <w:tab/>
        <w:t>Test method and level</w:t>
      </w:r>
      <w:bookmarkEnd w:id="135"/>
      <w:bookmarkEnd w:id="136"/>
    </w:p>
    <w:p w14:paraId="1056F0EB" w14:textId="77777777" w:rsidR="00647C6B" w:rsidRPr="00222A9F" w:rsidRDefault="00647C6B" w:rsidP="00647C6B">
      <w:r w:rsidRPr="00222A9F">
        <w:t>The test method shall be in accordance with ISO 7637</w:t>
      </w:r>
      <w:r w:rsidRPr="00222A9F">
        <w:noBreakHyphen/>
        <w:t>1 [6] for nominal 12 </w:t>
      </w:r>
      <w:smartTag w:uri="urn:schemas-microsoft-com:office:smarttags" w:element="PlaceName">
        <w:r w:rsidRPr="00222A9F">
          <w:t>V</w:t>
        </w:r>
      </w:smartTag>
      <w:r w:rsidRPr="00222A9F">
        <w:t xml:space="preserve"> </w:t>
      </w:r>
      <w:smartTag w:uri="urn:schemas-microsoft-com:office:smarttags" w:element="State">
        <w:r w:rsidRPr="00222A9F">
          <w:t>DC</w:t>
        </w:r>
      </w:smartTag>
      <w:r w:rsidRPr="00222A9F">
        <w:t xml:space="preserve"> powered equipment and ISO 7637</w:t>
      </w:r>
      <w:r w:rsidRPr="00222A9F">
        <w:noBreakHyphen/>
        <w:t>2 [7] for nominal 24 </w:t>
      </w:r>
      <w:smartTag w:uri="urn:schemas-microsoft-com:office:smarttags" w:element="City">
        <w:smartTag w:uri="urn:schemas-microsoft-com:office:smarttags" w:element="PlaceName">
          <w:r w:rsidRPr="00222A9F">
            <w:t>V</w:t>
          </w:r>
        </w:smartTag>
        <w:r w:rsidRPr="00222A9F">
          <w:t xml:space="preserve"> </w:t>
        </w:r>
        <w:smartTag w:uri="urn:schemas-microsoft-com:office:smarttags" w:element="State">
          <w:r w:rsidRPr="00222A9F">
            <w:t>DC</w:t>
          </w:r>
        </w:smartTag>
      </w:smartTag>
      <w:r w:rsidRPr="00222A9F">
        <w:t xml:space="preserve"> powered equipment. The requirements are detailed as follows:</w:t>
      </w:r>
    </w:p>
    <w:p w14:paraId="72651334" w14:textId="77777777" w:rsidR="00647C6B" w:rsidRPr="00222A9F" w:rsidRDefault="00647C6B" w:rsidP="00647C6B">
      <w:pPr>
        <w:pStyle w:val="Heading4"/>
      </w:pPr>
      <w:bookmarkStart w:id="137" w:name="_Toc510654542"/>
      <w:bookmarkStart w:id="138" w:name="_Toc89424092"/>
      <w:r w:rsidRPr="00222A9F">
        <w:t>9.6.2.1</w:t>
      </w:r>
      <w:r w:rsidRPr="00222A9F">
        <w:tab/>
        <w:t xml:space="preserve">12 </w:t>
      </w:r>
      <w:smartTag w:uri="urn:schemas-microsoft-com:office:smarttags" w:element="City">
        <w:smartTag w:uri="urn:schemas-microsoft-com:office:smarttags" w:element="PlaceName">
          <w:r w:rsidRPr="00222A9F">
            <w:t>V</w:t>
          </w:r>
        </w:smartTag>
        <w:r w:rsidRPr="00222A9F">
          <w:t xml:space="preserve"> </w:t>
        </w:r>
        <w:smartTag w:uri="urn:schemas-microsoft-com:office:smarttags" w:element="State">
          <w:r w:rsidRPr="00222A9F">
            <w:t>DC</w:t>
          </w:r>
        </w:smartTag>
      </w:smartTag>
      <w:r w:rsidRPr="00222A9F">
        <w:t xml:space="preserve"> powered equipment</w:t>
      </w:r>
      <w:bookmarkEnd w:id="137"/>
      <w:bookmarkEnd w:id="138"/>
    </w:p>
    <w:p w14:paraId="2A9E95B2" w14:textId="77777777" w:rsidR="00647C6B" w:rsidRPr="00222A9F" w:rsidRDefault="00647C6B" w:rsidP="00647C6B">
      <w:r w:rsidRPr="00222A9F">
        <w:t>Where the manufacturer in his installation documentation requires the EUT to have a direct connection to the 12 V main vehicle battery the following requirements in accordance with ISO 7637</w:t>
      </w:r>
      <w:r w:rsidRPr="00222A9F">
        <w:noBreakHyphen/>
        <w:t>1 [6] shall apply:</w:t>
      </w:r>
    </w:p>
    <w:p w14:paraId="20E1A568" w14:textId="77777777" w:rsidR="00647C6B" w:rsidRPr="00222A9F" w:rsidRDefault="00647C6B" w:rsidP="00665371">
      <w:pPr>
        <w:pStyle w:val="B1"/>
      </w:pPr>
      <w:r w:rsidRPr="00222A9F">
        <w:t>-</w:t>
      </w:r>
      <w:r w:rsidRPr="00222A9F">
        <w:tab/>
        <w:t>pulse 3a and 3b, level II (</w:t>
      </w:r>
      <w:r w:rsidRPr="00222A9F">
        <w:sym w:font="Symbol" w:char="F0B1"/>
      </w:r>
      <w:r w:rsidRPr="00222A9F">
        <w:t xml:space="preserve">50 V), with the test time reduced to 5 minutes for each; </w:t>
      </w:r>
      <w:r w:rsidRPr="00222A9F">
        <w:br/>
        <w:t>Supply voltage V</w:t>
      </w:r>
      <w:r w:rsidRPr="00222A9F">
        <w:rPr>
          <w:vertAlign w:val="subscript"/>
        </w:rPr>
        <w:t>A</w:t>
      </w:r>
      <w:r w:rsidRPr="00222A9F">
        <w:t xml:space="preserve"> = 13,5 </w:t>
      </w:r>
      <w:r w:rsidRPr="00222A9F">
        <w:sym w:font="Symbol" w:char="F0B1"/>
      </w:r>
      <w:r w:rsidRPr="00222A9F">
        <w:t xml:space="preserve"> 0,5 </w:t>
      </w:r>
      <w:smartTag w:uri="urn:schemas-microsoft-com:office:smarttags" w:element="City">
        <w:smartTag w:uri="urn:schemas-microsoft-com:office:smarttags" w:element="PlaceName">
          <w:r w:rsidRPr="00222A9F">
            <w:t>V</w:t>
          </w:r>
        </w:smartTag>
        <w:r w:rsidRPr="00222A9F">
          <w:t xml:space="preserve"> </w:t>
        </w:r>
        <w:smartTag w:uri="urn:schemas-microsoft-com:office:smarttags" w:element="State">
          <w:r w:rsidRPr="00222A9F">
            <w:t>DC</w:t>
          </w:r>
        </w:smartTag>
      </w:smartTag>
    </w:p>
    <w:p w14:paraId="0B935529" w14:textId="77777777" w:rsidR="00647C6B" w:rsidRPr="00222A9F" w:rsidRDefault="00647C6B" w:rsidP="00665371">
      <w:pPr>
        <w:pStyle w:val="B1"/>
      </w:pPr>
      <w:r w:rsidRPr="00222A9F">
        <w:t>-</w:t>
      </w:r>
      <w:r w:rsidRPr="00222A9F">
        <w:tab/>
        <w:t>pulse 4, level II, 5 pulses, with the characteristics as follows:</w:t>
      </w:r>
      <w:r w:rsidRPr="00222A9F">
        <w:br/>
        <w:t>V</w:t>
      </w:r>
      <w:r w:rsidRPr="00222A9F">
        <w:rPr>
          <w:position w:val="-6"/>
        </w:rPr>
        <w:t>s</w:t>
      </w:r>
      <w:r w:rsidRPr="00222A9F">
        <w:t xml:space="preserve"> = -5 V, </w:t>
      </w:r>
      <w:r w:rsidRPr="00222A9F">
        <w:tab/>
        <w:t>V</w:t>
      </w:r>
      <w:r w:rsidRPr="00222A9F">
        <w:rPr>
          <w:position w:val="-6"/>
        </w:rPr>
        <w:t>a</w:t>
      </w:r>
      <w:r w:rsidRPr="00222A9F">
        <w:t xml:space="preserve"> = -2,5 V,</w:t>
      </w:r>
      <w:r w:rsidRPr="00222A9F">
        <w:tab/>
        <w:t>t</w:t>
      </w:r>
      <w:r w:rsidRPr="00222A9F">
        <w:rPr>
          <w:position w:val="-6"/>
        </w:rPr>
        <w:t>6</w:t>
      </w:r>
      <w:r w:rsidRPr="00222A9F">
        <w:t xml:space="preserve"> = 25 ms,</w:t>
      </w:r>
      <w:r w:rsidRPr="00222A9F">
        <w:tab/>
        <w:t>t</w:t>
      </w:r>
      <w:r w:rsidRPr="00222A9F">
        <w:rPr>
          <w:position w:val="-6"/>
        </w:rPr>
        <w:t>8</w:t>
      </w:r>
      <w:r w:rsidRPr="00222A9F">
        <w:t xml:space="preserve"> = 5 s,</w:t>
      </w:r>
      <w:r w:rsidRPr="00222A9F">
        <w:tab/>
        <w:t>t</w:t>
      </w:r>
      <w:r w:rsidRPr="00222A9F">
        <w:rPr>
          <w:position w:val="-6"/>
        </w:rPr>
        <w:t>f</w:t>
      </w:r>
      <w:r w:rsidRPr="00222A9F">
        <w:t xml:space="preserve"> = 5 ms.</w:t>
      </w:r>
      <w:r w:rsidRPr="00222A9F">
        <w:br/>
        <w:t>Supply voltage V</w:t>
      </w:r>
      <w:r w:rsidRPr="00222A9F">
        <w:rPr>
          <w:vertAlign w:val="subscript"/>
        </w:rPr>
        <w:t>B</w:t>
      </w:r>
      <w:r w:rsidRPr="00222A9F">
        <w:t xml:space="preserve"> = 12,0 </w:t>
      </w:r>
      <w:r w:rsidRPr="00222A9F">
        <w:sym w:font="Symbol" w:char="F0B1"/>
      </w:r>
      <w:r w:rsidRPr="00222A9F">
        <w:t xml:space="preserve"> 0,2 </w:t>
      </w:r>
      <w:smartTag w:uri="urn:schemas-microsoft-com:office:smarttags" w:element="City">
        <w:smartTag w:uri="urn:schemas-microsoft-com:office:smarttags" w:element="PlaceName">
          <w:r w:rsidRPr="00222A9F">
            <w:t>V</w:t>
          </w:r>
        </w:smartTag>
        <w:r w:rsidRPr="00222A9F">
          <w:t xml:space="preserve"> </w:t>
        </w:r>
        <w:smartTag w:uri="urn:schemas-microsoft-com:office:smarttags" w:element="State">
          <w:r w:rsidRPr="00222A9F">
            <w:t>DC</w:t>
          </w:r>
        </w:smartTag>
      </w:smartTag>
    </w:p>
    <w:p w14:paraId="2E36B939" w14:textId="77777777" w:rsidR="00647C6B" w:rsidRPr="00222A9F" w:rsidRDefault="00647C6B" w:rsidP="00647C6B">
      <w:r w:rsidRPr="00222A9F">
        <w:t>Where the manufacturer does not require the EUT to have a direct connection to the 12 V main vehicle battery, the following pulses apply in addition:</w:t>
      </w:r>
    </w:p>
    <w:p w14:paraId="046C8372" w14:textId="77777777" w:rsidR="00647C6B" w:rsidRPr="00222A9F" w:rsidRDefault="00647C6B" w:rsidP="00665371">
      <w:pPr>
        <w:pStyle w:val="B1"/>
      </w:pPr>
      <w:r w:rsidRPr="00222A9F">
        <w:t>-</w:t>
      </w:r>
      <w:r w:rsidRPr="00222A9F">
        <w:tab/>
        <w:t>pulse 1, level II (-50 V),</w:t>
      </w:r>
      <w:r w:rsidRPr="00222A9F">
        <w:tab/>
      </w:r>
      <w:r w:rsidRPr="00222A9F">
        <w:tab/>
        <w:t>t</w:t>
      </w:r>
      <w:r w:rsidRPr="00222A9F">
        <w:rPr>
          <w:vertAlign w:val="subscript"/>
        </w:rPr>
        <w:t>1</w:t>
      </w:r>
      <w:r w:rsidRPr="00222A9F">
        <w:t xml:space="preserve"> = 2,5 s,</w:t>
      </w:r>
      <w:r w:rsidRPr="00222A9F">
        <w:tab/>
        <w:t>10 pulses; Supply voltage V</w:t>
      </w:r>
      <w:r w:rsidRPr="00222A9F">
        <w:rPr>
          <w:vertAlign w:val="subscript"/>
        </w:rPr>
        <w:t>A</w:t>
      </w:r>
      <w:r w:rsidRPr="00222A9F">
        <w:t xml:space="preserve"> = 13,5 </w:t>
      </w:r>
      <w:r w:rsidRPr="00222A9F">
        <w:sym w:font="Symbol" w:char="F0B1"/>
      </w:r>
      <w:r w:rsidRPr="00222A9F">
        <w:t xml:space="preserve"> 0,5 </w:t>
      </w:r>
      <w:smartTag w:uri="urn:schemas-microsoft-com:office:smarttags" w:element="City">
        <w:smartTag w:uri="urn:schemas-microsoft-com:office:smarttags" w:element="PlaceName">
          <w:r w:rsidRPr="00222A9F">
            <w:t>V</w:t>
          </w:r>
        </w:smartTag>
        <w:r w:rsidRPr="00222A9F">
          <w:t xml:space="preserve"> </w:t>
        </w:r>
        <w:smartTag w:uri="urn:schemas-microsoft-com:office:smarttags" w:element="State">
          <w:r w:rsidRPr="00222A9F">
            <w:t>DC</w:t>
          </w:r>
        </w:smartTag>
      </w:smartTag>
      <w:r w:rsidRPr="00222A9F">
        <w:t>;</w:t>
      </w:r>
    </w:p>
    <w:p w14:paraId="51FB67AE" w14:textId="77777777" w:rsidR="00647C6B" w:rsidRPr="00222A9F" w:rsidRDefault="00647C6B" w:rsidP="00665371">
      <w:pPr>
        <w:pStyle w:val="B1"/>
        <w:rPr>
          <w:lang w:val="fr-FR"/>
        </w:rPr>
      </w:pPr>
      <w:r w:rsidRPr="00222A9F">
        <w:t>-</w:t>
      </w:r>
      <w:r w:rsidRPr="00222A9F">
        <w:tab/>
        <w:t>pulse 2, level II (+50 V),</w:t>
      </w:r>
      <w:r w:rsidRPr="00222A9F">
        <w:tab/>
        <w:t>t</w:t>
      </w:r>
      <w:r w:rsidRPr="00222A9F">
        <w:rPr>
          <w:vertAlign w:val="subscript"/>
        </w:rPr>
        <w:t>1</w:t>
      </w:r>
      <w:r w:rsidRPr="00222A9F">
        <w:t xml:space="preserve"> = 2,5 s,</w:t>
      </w:r>
      <w:r w:rsidRPr="00222A9F">
        <w:tab/>
        <w:t xml:space="preserve">10 pulses. </w:t>
      </w:r>
      <w:r w:rsidRPr="00222A9F">
        <w:rPr>
          <w:lang w:val="fr-FR"/>
        </w:rPr>
        <w:t>Supply voltage V</w:t>
      </w:r>
      <w:r w:rsidRPr="00222A9F">
        <w:rPr>
          <w:vertAlign w:val="subscript"/>
          <w:lang w:val="fr-FR"/>
        </w:rPr>
        <w:t>A</w:t>
      </w:r>
      <w:r w:rsidRPr="00222A9F">
        <w:rPr>
          <w:lang w:val="fr-FR"/>
        </w:rPr>
        <w:t xml:space="preserve"> = 13,5 </w:t>
      </w:r>
      <w:r w:rsidRPr="00222A9F">
        <w:sym w:font="Symbol" w:char="F0B1"/>
      </w:r>
      <w:r w:rsidRPr="00222A9F">
        <w:rPr>
          <w:lang w:val="fr-FR"/>
        </w:rPr>
        <w:t xml:space="preserve"> 0,5 V DC.</w:t>
      </w:r>
    </w:p>
    <w:p w14:paraId="34C5720D" w14:textId="77777777" w:rsidR="00647C6B" w:rsidRPr="00222A9F" w:rsidRDefault="00647C6B" w:rsidP="00647C6B">
      <w:r w:rsidRPr="00222A9F">
        <w:t>Where the manufacturer declares that the EUT requires a direct connection to the vehicle battery, and the corresponding tests are not carried out, this shall be stated in the test report.</w:t>
      </w:r>
    </w:p>
    <w:p w14:paraId="15B52F85" w14:textId="77777777" w:rsidR="00647C6B" w:rsidRPr="00222A9F" w:rsidRDefault="00647C6B" w:rsidP="00647C6B">
      <w:pPr>
        <w:pStyle w:val="Heading4"/>
      </w:pPr>
      <w:bookmarkStart w:id="139" w:name="_Toc510654543"/>
      <w:bookmarkStart w:id="140" w:name="_Toc89424093"/>
      <w:r w:rsidRPr="00222A9F">
        <w:t>9.6.2.2</w:t>
      </w:r>
      <w:r w:rsidRPr="00222A9F">
        <w:tab/>
        <w:t xml:space="preserve">24 </w:t>
      </w:r>
      <w:smartTag w:uri="urn:schemas-microsoft-com:office:smarttags" w:element="City">
        <w:smartTag w:uri="urn:schemas-microsoft-com:office:smarttags" w:element="PlaceName">
          <w:r w:rsidRPr="00222A9F">
            <w:t>V</w:t>
          </w:r>
        </w:smartTag>
        <w:r w:rsidRPr="00222A9F">
          <w:t xml:space="preserve"> </w:t>
        </w:r>
        <w:smartTag w:uri="urn:schemas-microsoft-com:office:smarttags" w:element="State">
          <w:r w:rsidRPr="00222A9F">
            <w:t>DC</w:t>
          </w:r>
        </w:smartTag>
      </w:smartTag>
      <w:r w:rsidRPr="00222A9F">
        <w:t xml:space="preserve"> powered equipment</w:t>
      </w:r>
      <w:bookmarkEnd w:id="139"/>
      <w:bookmarkEnd w:id="140"/>
    </w:p>
    <w:p w14:paraId="62ECD024" w14:textId="77777777" w:rsidR="00647C6B" w:rsidRPr="00222A9F" w:rsidRDefault="00647C6B" w:rsidP="00647C6B">
      <w:pPr>
        <w:keepNext/>
        <w:keepLines/>
      </w:pPr>
      <w:r w:rsidRPr="00222A9F">
        <w:t>Where the manufacturer in his installation documentation requires the EUT to have a direct connection to the 24 V main vehicle battery the following requirements in accordance with ISO 7637</w:t>
      </w:r>
      <w:r w:rsidRPr="00222A9F">
        <w:noBreakHyphen/>
        <w:t>2 [7] shall apply:</w:t>
      </w:r>
    </w:p>
    <w:p w14:paraId="31F9D237" w14:textId="77777777" w:rsidR="00647C6B" w:rsidRPr="00222A9F" w:rsidRDefault="00647C6B" w:rsidP="00665371">
      <w:pPr>
        <w:pStyle w:val="B1"/>
      </w:pPr>
      <w:r w:rsidRPr="00222A9F">
        <w:t>-</w:t>
      </w:r>
      <w:r w:rsidRPr="00222A9F">
        <w:tab/>
        <w:t>pulse 3a and 3b, level II (</w:t>
      </w:r>
      <w:r w:rsidRPr="00222A9F">
        <w:sym w:font="Symbol" w:char="F0B1"/>
      </w:r>
      <w:r w:rsidRPr="00222A9F">
        <w:t>70 V), with the test time reduced to 5 minutes for each;</w:t>
      </w:r>
      <w:r w:rsidRPr="00222A9F">
        <w:br/>
        <w:t>Supply voltage V</w:t>
      </w:r>
      <w:r w:rsidRPr="00222A9F">
        <w:rPr>
          <w:vertAlign w:val="subscript"/>
        </w:rPr>
        <w:t>A</w:t>
      </w:r>
      <w:r w:rsidRPr="00222A9F">
        <w:t xml:space="preserve"> = 27 </w:t>
      </w:r>
      <w:r w:rsidRPr="00222A9F">
        <w:sym w:font="Symbol" w:char="F0B1"/>
      </w:r>
      <w:r w:rsidRPr="00222A9F">
        <w:t xml:space="preserve"> 1 V DC</w:t>
      </w:r>
    </w:p>
    <w:p w14:paraId="5802595A" w14:textId="77777777" w:rsidR="00647C6B" w:rsidRPr="00222A9F" w:rsidRDefault="00647C6B" w:rsidP="00665371">
      <w:pPr>
        <w:pStyle w:val="B1"/>
      </w:pPr>
      <w:r w:rsidRPr="00222A9F">
        <w:t>-</w:t>
      </w:r>
      <w:r w:rsidRPr="00222A9F">
        <w:tab/>
        <w:t>pulse 4, level II, 5 pulses, with the characteristics as follows:</w:t>
      </w:r>
      <w:r w:rsidRPr="00222A9F">
        <w:br/>
        <w:t>V</w:t>
      </w:r>
      <w:r w:rsidRPr="00222A9F">
        <w:rPr>
          <w:position w:val="-6"/>
        </w:rPr>
        <w:t>s</w:t>
      </w:r>
      <w:r w:rsidRPr="00222A9F">
        <w:t xml:space="preserve"> = -10 V, </w:t>
      </w:r>
      <w:r w:rsidRPr="00222A9F">
        <w:tab/>
        <w:t>V</w:t>
      </w:r>
      <w:r w:rsidRPr="00222A9F">
        <w:rPr>
          <w:position w:val="-6"/>
        </w:rPr>
        <w:t>a</w:t>
      </w:r>
      <w:r w:rsidRPr="00222A9F">
        <w:t xml:space="preserve"> = -5 V,</w:t>
      </w:r>
      <w:r w:rsidRPr="00222A9F">
        <w:tab/>
        <w:t>t</w:t>
      </w:r>
      <w:r w:rsidRPr="00222A9F">
        <w:rPr>
          <w:position w:val="-6"/>
        </w:rPr>
        <w:t>6</w:t>
      </w:r>
      <w:r w:rsidRPr="00222A9F">
        <w:t xml:space="preserve"> = 25 ms,</w:t>
      </w:r>
      <w:r w:rsidRPr="00222A9F">
        <w:tab/>
        <w:t>t</w:t>
      </w:r>
      <w:r w:rsidRPr="00222A9F">
        <w:rPr>
          <w:position w:val="-6"/>
        </w:rPr>
        <w:t>8</w:t>
      </w:r>
      <w:r w:rsidRPr="00222A9F">
        <w:t xml:space="preserve"> = 5 s,</w:t>
      </w:r>
      <w:r w:rsidRPr="00222A9F">
        <w:tab/>
        <w:t>t</w:t>
      </w:r>
      <w:r w:rsidRPr="00222A9F">
        <w:rPr>
          <w:position w:val="-6"/>
        </w:rPr>
        <w:t>f</w:t>
      </w:r>
      <w:r w:rsidRPr="00222A9F">
        <w:t xml:space="preserve"> = 5 ms.</w:t>
      </w:r>
      <w:r w:rsidRPr="00222A9F">
        <w:br/>
        <w:t>Supply voltage V</w:t>
      </w:r>
      <w:r w:rsidRPr="00222A9F">
        <w:rPr>
          <w:vertAlign w:val="subscript"/>
        </w:rPr>
        <w:t>B</w:t>
      </w:r>
      <w:r w:rsidRPr="00222A9F">
        <w:t xml:space="preserve"> = 24 </w:t>
      </w:r>
      <w:r w:rsidRPr="00222A9F">
        <w:sym w:font="Symbol" w:char="F0B1"/>
      </w:r>
      <w:r w:rsidRPr="00222A9F">
        <w:t xml:space="preserve"> 0,4 </w:t>
      </w:r>
      <w:smartTag w:uri="urn:schemas-microsoft-com:office:smarttags" w:element="City">
        <w:smartTag w:uri="urn:schemas-microsoft-com:office:smarttags" w:element="PlaceName">
          <w:r w:rsidRPr="00222A9F">
            <w:t>V</w:t>
          </w:r>
        </w:smartTag>
        <w:r w:rsidRPr="00222A9F">
          <w:t xml:space="preserve"> </w:t>
        </w:r>
        <w:smartTag w:uri="urn:schemas-microsoft-com:office:smarttags" w:element="State">
          <w:r w:rsidRPr="00222A9F">
            <w:t>DC</w:t>
          </w:r>
        </w:smartTag>
      </w:smartTag>
    </w:p>
    <w:p w14:paraId="6D2AB593" w14:textId="77777777" w:rsidR="00647C6B" w:rsidRPr="00222A9F" w:rsidRDefault="00647C6B" w:rsidP="00647C6B">
      <w:r w:rsidRPr="00222A9F">
        <w:t>Where the manufacturer does not require the EUT to have a direct connection to the 24 V main vehicle battery, the following pulses apply in addition:</w:t>
      </w:r>
    </w:p>
    <w:p w14:paraId="1A84A71D" w14:textId="77777777" w:rsidR="00647C6B" w:rsidRPr="00222A9F" w:rsidRDefault="00647C6B" w:rsidP="00665371">
      <w:pPr>
        <w:pStyle w:val="B1"/>
      </w:pPr>
      <w:r w:rsidRPr="00222A9F">
        <w:t>-</w:t>
      </w:r>
      <w:r w:rsidRPr="00222A9F">
        <w:tab/>
        <w:t>pulse 1, level II (-100 V),</w:t>
      </w:r>
      <w:r w:rsidRPr="00222A9F">
        <w:tab/>
        <w:t>t</w:t>
      </w:r>
      <w:r w:rsidRPr="00222A9F">
        <w:rPr>
          <w:vertAlign w:val="subscript"/>
        </w:rPr>
        <w:t>1</w:t>
      </w:r>
      <w:r w:rsidRPr="00222A9F">
        <w:t xml:space="preserve"> = 2,5 s,</w:t>
      </w:r>
      <w:r w:rsidRPr="00222A9F">
        <w:tab/>
        <w:t>10 pulses; Supply voltage V</w:t>
      </w:r>
      <w:r w:rsidRPr="00222A9F">
        <w:rPr>
          <w:vertAlign w:val="subscript"/>
        </w:rPr>
        <w:t>A</w:t>
      </w:r>
      <w:r w:rsidRPr="00222A9F">
        <w:t xml:space="preserve"> = 27 </w:t>
      </w:r>
      <w:r w:rsidRPr="00222A9F">
        <w:sym w:font="Symbol" w:char="F0B1"/>
      </w:r>
      <w:r w:rsidRPr="00222A9F">
        <w:t xml:space="preserve"> 1 V DC;</w:t>
      </w:r>
    </w:p>
    <w:p w14:paraId="6E0BCDC9" w14:textId="77777777" w:rsidR="00647C6B" w:rsidRPr="00222A9F" w:rsidRDefault="00647C6B" w:rsidP="00665371">
      <w:pPr>
        <w:pStyle w:val="B1"/>
      </w:pPr>
      <w:r w:rsidRPr="00222A9F">
        <w:t>-</w:t>
      </w:r>
      <w:r w:rsidRPr="00222A9F">
        <w:tab/>
        <w:t>pulse 1b, level II (-550 V),</w:t>
      </w:r>
      <w:r w:rsidRPr="00222A9F">
        <w:tab/>
        <w:t>t</w:t>
      </w:r>
      <w:r w:rsidRPr="00222A9F">
        <w:rPr>
          <w:position w:val="-6"/>
          <w:sz w:val="16"/>
        </w:rPr>
        <w:t>1</w:t>
      </w:r>
      <w:r w:rsidRPr="00222A9F">
        <w:t xml:space="preserve"> = 2,5 s,</w:t>
      </w:r>
      <w:r w:rsidRPr="00222A9F">
        <w:tab/>
        <w:t>10 pulses</w:t>
      </w:r>
      <w:r w:rsidRPr="00222A9F">
        <w:tab/>
        <w:t xml:space="preserve"> R</w:t>
      </w:r>
      <w:r w:rsidRPr="00222A9F">
        <w:rPr>
          <w:position w:val="-6"/>
          <w:sz w:val="16"/>
        </w:rPr>
        <w:t>i</w:t>
      </w:r>
      <w:r w:rsidRPr="00222A9F">
        <w:t xml:space="preserve"> = 100 </w:t>
      </w:r>
      <w:r w:rsidRPr="00222A9F">
        <w:sym w:font="Symbol" w:char="F057"/>
      </w:r>
      <w:r w:rsidRPr="00222A9F">
        <w:t>;</w:t>
      </w:r>
      <w:r w:rsidRPr="00222A9F">
        <w:br/>
        <w:t>Supply voltage V</w:t>
      </w:r>
      <w:r w:rsidRPr="00222A9F">
        <w:rPr>
          <w:vertAlign w:val="subscript"/>
        </w:rPr>
        <w:t>A</w:t>
      </w:r>
      <w:r w:rsidRPr="00222A9F">
        <w:t xml:space="preserve"> = 27 </w:t>
      </w:r>
      <w:r w:rsidRPr="00222A9F">
        <w:sym w:font="Symbol" w:char="F0B1"/>
      </w:r>
      <w:r w:rsidRPr="00222A9F">
        <w:t xml:space="preserve"> 1 V DC;</w:t>
      </w:r>
    </w:p>
    <w:p w14:paraId="55E29872" w14:textId="77777777" w:rsidR="00647C6B" w:rsidRPr="00222A9F" w:rsidRDefault="00647C6B" w:rsidP="00665371">
      <w:pPr>
        <w:pStyle w:val="B1"/>
        <w:rPr>
          <w:lang w:val="fr-FR"/>
        </w:rPr>
      </w:pPr>
      <w:r w:rsidRPr="00222A9F">
        <w:t>-</w:t>
      </w:r>
      <w:r w:rsidRPr="00222A9F">
        <w:tab/>
        <w:t>pulse 2, level II (+50 V),</w:t>
      </w:r>
      <w:r w:rsidRPr="00222A9F">
        <w:tab/>
      </w:r>
      <w:r w:rsidRPr="00222A9F">
        <w:tab/>
        <w:t>t</w:t>
      </w:r>
      <w:r w:rsidRPr="00222A9F">
        <w:rPr>
          <w:vertAlign w:val="subscript"/>
        </w:rPr>
        <w:t>1</w:t>
      </w:r>
      <w:r w:rsidRPr="00222A9F">
        <w:t xml:space="preserve"> = 2,5 s,</w:t>
      </w:r>
      <w:r w:rsidRPr="00222A9F">
        <w:tab/>
        <w:t xml:space="preserve">10 pulses. </w:t>
      </w:r>
      <w:r w:rsidRPr="00222A9F">
        <w:rPr>
          <w:lang w:val="fr-FR"/>
        </w:rPr>
        <w:t>Supply voltage V</w:t>
      </w:r>
      <w:r w:rsidRPr="00222A9F">
        <w:rPr>
          <w:vertAlign w:val="subscript"/>
          <w:lang w:val="fr-FR"/>
        </w:rPr>
        <w:t>A</w:t>
      </w:r>
      <w:r w:rsidRPr="00222A9F">
        <w:rPr>
          <w:lang w:val="fr-FR"/>
        </w:rPr>
        <w:t xml:space="preserve"> = 27 </w:t>
      </w:r>
      <w:r w:rsidRPr="00222A9F">
        <w:sym w:font="Symbol" w:char="F0B1"/>
      </w:r>
      <w:r w:rsidRPr="00222A9F">
        <w:rPr>
          <w:lang w:val="fr-FR"/>
        </w:rPr>
        <w:t xml:space="preserve"> 1 V DC.</w:t>
      </w:r>
    </w:p>
    <w:p w14:paraId="70FF3423" w14:textId="77777777" w:rsidR="00647C6B" w:rsidRPr="00222A9F" w:rsidRDefault="00647C6B" w:rsidP="00647C6B">
      <w:r w:rsidRPr="00222A9F">
        <w:t>Where the manufacturer declares that the EUT requires a direct connection to the vehicle battery, and the corresponding tests are not carried out, this shall be stated in the test report.</w:t>
      </w:r>
    </w:p>
    <w:p w14:paraId="0980240B" w14:textId="77777777" w:rsidR="00647C6B" w:rsidRPr="00222A9F" w:rsidRDefault="00647C6B" w:rsidP="00647C6B">
      <w:pPr>
        <w:ind w:right="14"/>
      </w:pPr>
      <w:r w:rsidRPr="00222A9F">
        <w:t>For UE and ancillary equipment designed to operate at both DC voltages and where no manual adjustments are required, the requirement 9.6.2.2 and pulse 4 from 9.6.2.1 shall apply.</w:t>
      </w:r>
    </w:p>
    <w:p w14:paraId="13F38142" w14:textId="77777777" w:rsidR="00647C6B" w:rsidRPr="00222A9F" w:rsidRDefault="00647C6B" w:rsidP="00647C6B">
      <w:pPr>
        <w:ind w:right="14"/>
      </w:pPr>
      <w:r w:rsidRPr="00222A9F">
        <w:t>For UE designed to operate at 12 V DC power supply, but operating from a 24 V DC power adapter ancillary, then the UE shall comply with the requirements in 9.6.2.1 and the configuration of the UE and the power adapter shall comply with the requirements of 9.6.2.2.</w:t>
      </w:r>
    </w:p>
    <w:p w14:paraId="7FB26A7C" w14:textId="77777777" w:rsidR="00647C6B" w:rsidRPr="00222A9F" w:rsidRDefault="00647C6B" w:rsidP="00647C6B">
      <w:pPr>
        <w:pStyle w:val="Heading3"/>
      </w:pPr>
      <w:bookmarkStart w:id="141" w:name="_Toc510654544"/>
      <w:bookmarkStart w:id="142" w:name="_Toc89424094"/>
      <w:r w:rsidRPr="00222A9F">
        <w:t>9.6.3</w:t>
      </w:r>
      <w:r w:rsidRPr="00222A9F">
        <w:tab/>
        <w:t>Performance criteria</w:t>
      </w:r>
      <w:bookmarkEnd w:id="141"/>
      <w:bookmarkEnd w:id="142"/>
    </w:p>
    <w:p w14:paraId="7AAC0902" w14:textId="77777777" w:rsidR="00647C6B" w:rsidRPr="00222A9F" w:rsidRDefault="00647C6B" w:rsidP="00647C6B">
      <w:r w:rsidRPr="00222A9F">
        <w:t xml:space="preserve">The performance criteria of subclause 6.2 shall apply. However, where the equipment is powered without the use of a parallel battery back-up, for pulses 1, 1a, 1b, 2 and 4 the communications link need not be maintained and may have to be re-established and volatile user data may have been lost. </w:t>
      </w:r>
    </w:p>
    <w:p w14:paraId="34E29C92" w14:textId="77777777" w:rsidR="00647C6B" w:rsidRPr="00222A9F" w:rsidRDefault="00647C6B" w:rsidP="00647C6B">
      <w:pPr>
        <w:pStyle w:val="Heading2"/>
      </w:pPr>
      <w:bookmarkStart w:id="143" w:name="_Toc510654545"/>
      <w:bookmarkStart w:id="144" w:name="_Toc89424095"/>
      <w:r w:rsidRPr="00222A9F">
        <w:t>9.7</w:t>
      </w:r>
      <w:r w:rsidRPr="00222A9F">
        <w:tab/>
        <w:t>Voltage dips and interruptions</w:t>
      </w:r>
      <w:bookmarkEnd w:id="143"/>
      <w:bookmarkEnd w:id="144"/>
    </w:p>
    <w:p w14:paraId="749D56D7" w14:textId="77777777" w:rsidR="00647C6B" w:rsidRPr="00222A9F" w:rsidRDefault="00647C6B" w:rsidP="00647C6B">
      <w:pPr>
        <w:ind w:right="14"/>
      </w:pPr>
      <w:r w:rsidRPr="00222A9F">
        <w:t>The tests shall be performed on AC mains power input ports.</w:t>
      </w:r>
    </w:p>
    <w:p w14:paraId="53197316" w14:textId="77777777" w:rsidR="00647C6B" w:rsidRPr="00222A9F" w:rsidRDefault="00647C6B" w:rsidP="00647C6B">
      <w:pPr>
        <w:ind w:right="14"/>
      </w:pPr>
      <w:r w:rsidRPr="00222A9F">
        <w:t>These tests shall be performed on a representative configuration of the UE or a representative configuration of the combination of UE and ancillary equipment.</w:t>
      </w:r>
    </w:p>
    <w:p w14:paraId="1260EBEF" w14:textId="77777777" w:rsidR="00647C6B" w:rsidRPr="00222A9F" w:rsidRDefault="00647C6B" w:rsidP="00647C6B">
      <w:pPr>
        <w:pStyle w:val="Heading3"/>
      </w:pPr>
      <w:bookmarkStart w:id="145" w:name="_Toc510654546"/>
      <w:bookmarkStart w:id="146" w:name="_Toc89424096"/>
      <w:r w:rsidRPr="00222A9F">
        <w:t>9.7.1</w:t>
      </w:r>
      <w:r w:rsidRPr="00222A9F">
        <w:tab/>
        <w:t>Definition</w:t>
      </w:r>
      <w:bookmarkEnd w:id="145"/>
      <w:bookmarkEnd w:id="146"/>
    </w:p>
    <w:p w14:paraId="2B47FA9B" w14:textId="77777777" w:rsidR="00647C6B" w:rsidRPr="00222A9F" w:rsidRDefault="00647C6B" w:rsidP="00647C6B">
      <w:pPr>
        <w:ind w:right="14"/>
      </w:pPr>
      <w:r w:rsidRPr="00222A9F">
        <w:t>These tests assess the ability of UE and ancillary equipment to operate as intended in the event of voltage dips and interruptions present on the AC mains power input ports.</w:t>
      </w:r>
    </w:p>
    <w:p w14:paraId="0365CA6E" w14:textId="77777777" w:rsidR="00647C6B" w:rsidRPr="00222A9F" w:rsidRDefault="00647C6B" w:rsidP="00647C6B">
      <w:pPr>
        <w:pStyle w:val="Heading3"/>
      </w:pPr>
      <w:bookmarkStart w:id="147" w:name="_Toc510654547"/>
      <w:bookmarkStart w:id="148" w:name="_Toc89424097"/>
      <w:r w:rsidRPr="00222A9F">
        <w:t>9.7.2</w:t>
      </w:r>
      <w:r w:rsidRPr="00222A9F">
        <w:tab/>
        <w:t>Test method and level</w:t>
      </w:r>
      <w:bookmarkEnd w:id="147"/>
      <w:bookmarkEnd w:id="148"/>
    </w:p>
    <w:p w14:paraId="73138153" w14:textId="77777777" w:rsidR="00647C6B" w:rsidRPr="00222A9F" w:rsidRDefault="00647C6B" w:rsidP="00647C6B">
      <w:pPr>
        <w:ind w:right="14"/>
      </w:pPr>
      <w:r w:rsidRPr="00222A9F">
        <w:t>The following requirements shall apply.</w:t>
      </w:r>
    </w:p>
    <w:p w14:paraId="4E55432A" w14:textId="77777777" w:rsidR="00647C6B" w:rsidRPr="00222A9F" w:rsidRDefault="00647C6B" w:rsidP="00647C6B">
      <w:pPr>
        <w:ind w:right="14"/>
      </w:pPr>
      <w:r w:rsidRPr="00222A9F">
        <w:t>The test method shall be in accordance with IEC 61000</w:t>
      </w:r>
      <w:r w:rsidRPr="00222A9F">
        <w:noBreakHyphen/>
        <w:t>4</w:t>
      </w:r>
      <w:r w:rsidRPr="00222A9F">
        <w:noBreakHyphen/>
        <w:t>11 [21].</w:t>
      </w:r>
    </w:p>
    <w:p w14:paraId="37FE7F65" w14:textId="77777777" w:rsidR="00647C6B" w:rsidRPr="00222A9F" w:rsidRDefault="00647C6B" w:rsidP="00647C6B">
      <w:pPr>
        <w:ind w:right="14"/>
      </w:pPr>
      <w:r w:rsidRPr="00222A9F">
        <w:t>The test levels shall be:</w:t>
      </w:r>
    </w:p>
    <w:p w14:paraId="396A1710" w14:textId="77777777" w:rsidR="00647C6B" w:rsidRPr="00222A9F" w:rsidRDefault="00647C6B" w:rsidP="00665371">
      <w:pPr>
        <w:pStyle w:val="B1"/>
      </w:pPr>
      <w:r w:rsidRPr="00222A9F">
        <w:t>-</w:t>
      </w:r>
      <w:r w:rsidRPr="00222A9F">
        <w:tab/>
        <w:t>a voltage dip corresponding to a reduction of the supply voltage of 60 % for 5 periods;</w:t>
      </w:r>
    </w:p>
    <w:p w14:paraId="3603A4B1" w14:textId="77777777" w:rsidR="00647C6B" w:rsidRPr="00222A9F" w:rsidRDefault="00647C6B" w:rsidP="00665371">
      <w:pPr>
        <w:pStyle w:val="B1"/>
      </w:pPr>
      <w:r w:rsidRPr="00222A9F">
        <w:t>-</w:t>
      </w:r>
      <w:r w:rsidRPr="00222A9F">
        <w:tab/>
        <w:t>a voltage interruption corresponding to a reduction of the supply voltage of &gt; 95 % for 250 periods.</w:t>
      </w:r>
    </w:p>
    <w:p w14:paraId="44D1F903" w14:textId="77777777" w:rsidR="00647C6B" w:rsidRPr="00222A9F" w:rsidRDefault="00647C6B" w:rsidP="00647C6B">
      <w:pPr>
        <w:pStyle w:val="Heading3"/>
      </w:pPr>
      <w:bookmarkStart w:id="149" w:name="_Toc510654548"/>
      <w:bookmarkStart w:id="150" w:name="_Toc89424098"/>
      <w:r w:rsidRPr="00222A9F">
        <w:t>9.7.3</w:t>
      </w:r>
      <w:r w:rsidRPr="00222A9F">
        <w:tab/>
        <w:t>Performance criteria</w:t>
      </w:r>
      <w:bookmarkEnd w:id="149"/>
      <w:bookmarkEnd w:id="150"/>
    </w:p>
    <w:p w14:paraId="464AB258" w14:textId="77777777" w:rsidR="00647C6B" w:rsidRPr="00222A9F" w:rsidRDefault="00647C6B" w:rsidP="00647C6B">
      <w:r w:rsidRPr="00222A9F">
        <w:t>The performance criteria of subclause 6.2 shall apply. However, in the case where the equipment is powered solely from the AC mains supply (without the use of a parallel battery back-up) the communications link need not be maintained and may have to be re-established and volatile user data may have been lost. In the event of loss of the communications link or in the event of loss of user data, this fact shall be recorded in the test report, the product description and the user documentation.</w:t>
      </w:r>
    </w:p>
    <w:p w14:paraId="3AA8B409" w14:textId="77777777" w:rsidR="00647C6B" w:rsidRPr="00222A9F" w:rsidRDefault="00647C6B" w:rsidP="00647C6B">
      <w:pPr>
        <w:pStyle w:val="Heading2"/>
      </w:pPr>
      <w:bookmarkStart w:id="151" w:name="_Toc510654549"/>
      <w:bookmarkStart w:id="152" w:name="_Toc89424099"/>
      <w:r w:rsidRPr="00222A9F">
        <w:t>9.8</w:t>
      </w:r>
      <w:r w:rsidRPr="00222A9F">
        <w:tab/>
        <w:t>Surges, common and differential mode</w:t>
      </w:r>
      <w:bookmarkEnd w:id="151"/>
      <w:bookmarkEnd w:id="152"/>
    </w:p>
    <w:p w14:paraId="750F7D7B" w14:textId="77777777" w:rsidR="00647C6B" w:rsidRPr="00222A9F" w:rsidRDefault="00647C6B" w:rsidP="00647C6B">
      <w:r w:rsidRPr="00222A9F">
        <w:t>The tests shall be performed on AC mains power input ports.</w:t>
      </w:r>
    </w:p>
    <w:p w14:paraId="6E4DCB12" w14:textId="77777777" w:rsidR="00647C6B" w:rsidRPr="00222A9F" w:rsidRDefault="00647C6B" w:rsidP="00647C6B">
      <w:r w:rsidRPr="00222A9F">
        <w:t>These tests shall be performed on a representative configuration of the UE or a representative configuration of the combination of UE and ancillary equipment.</w:t>
      </w:r>
    </w:p>
    <w:p w14:paraId="39746741" w14:textId="77777777" w:rsidR="00647C6B" w:rsidRPr="00222A9F" w:rsidRDefault="00647C6B" w:rsidP="00647C6B">
      <w:pPr>
        <w:pStyle w:val="Heading3"/>
      </w:pPr>
      <w:bookmarkStart w:id="153" w:name="_Toc510654550"/>
      <w:bookmarkStart w:id="154" w:name="_Toc89424100"/>
      <w:r w:rsidRPr="00222A9F">
        <w:t>9.8.1</w:t>
      </w:r>
      <w:r w:rsidRPr="00222A9F">
        <w:tab/>
        <w:t>Definition</w:t>
      </w:r>
      <w:bookmarkEnd w:id="153"/>
      <w:bookmarkEnd w:id="154"/>
    </w:p>
    <w:p w14:paraId="41A9E9E0" w14:textId="77777777" w:rsidR="00647C6B" w:rsidRPr="00222A9F" w:rsidRDefault="00647C6B" w:rsidP="00647C6B">
      <w:pPr>
        <w:ind w:right="14"/>
      </w:pPr>
      <w:r w:rsidRPr="00222A9F">
        <w:t>These tests assess the ability of UE and ancillary equipment to operate as intended in the event of surges being present at the AC mains power input ports.</w:t>
      </w:r>
    </w:p>
    <w:p w14:paraId="2E7E183C" w14:textId="77777777" w:rsidR="00647C6B" w:rsidRPr="00222A9F" w:rsidRDefault="00647C6B" w:rsidP="00647C6B">
      <w:pPr>
        <w:pStyle w:val="Heading3"/>
      </w:pPr>
      <w:bookmarkStart w:id="155" w:name="_Toc510654551"/>
      <w:bookmarkStart w:id="156" w:name="_Toc89424101"/>
      <w:r w:rsidRPr="00222A9F">
        <w:t>9.8.2</w:t>
      </w:r>
      <w:r w:rsidRPr="00222A9F">
        <w:tab/>
        <w:t>Test method and level</w:t>
      </w:r>
      <w:bookmarkEnd w:id="155"/>
      <w:bookmarkEnd w:id="156"/>
    </w:p>
    <w:p w14:paraId="367471D1" w14:textId="77777777" w:rsidR="00647C6B" w:rsidRPr="00222A9F" w:rsidRDefault="00647C6B" w:rsidP="00647C6B">
      <w:r w:rsidRPr="00222A9F">
        <w:t>The test method shall be in accordance with IEC 61000</w:t>
      </w:r>
      <w:r w:rsidRPr="00222A9F">
        <w:noBreakHyphen/>
        <w:t>4</w:t>
      </w:r>
      <w:r w:rsidRPr="00222A9F">
        <w:noBreakHyphen/>
        <w:t>5 [22].</w:t>
      </w:r>
    </w:p>
    <w:p w14:paraId="2C3F255C" w14:textId="77777777" w:rsidR="00647C6B" w:rsidRPr="00222A9F" w:rsidRDefault="00647C6B" w:rsidP="00647C6B">
      <w:r w:rsidRPr="00222A9F">
        <w:t>The following requirements and evaluation of test results shall apply:</w:t>
      </w:r>
    </w:p>
    <w:p w14:paraId="0D890A60" w14:textId="77777777" w:rsidR="00647C6B" w:rsidRPr="00222A9F" w:rsidRDefault="00647C6B" w:rsidP="00665371">
      <w:pPr>
        <w:pStyle w:val="B1"/>
      </w:pPr>
      <w:r w:rsidRPr="00222A9F">
        <w:t>-</w:t>
      </w:r>
      <w:r w:rsidRPr="00222A9F">
        <w:tab/>
        <w:t>the test level for ac mains power input ports shall be 1 kV line to ground and 0,5 kV line to line with the output impedance of the surge generator as given in the IEC 61000</w:t>
      </w:r>
      <w:r w:rsidRPr="00222A9F">
        <w:noBreakHyphen/>
        <w:t>4</w:t>
      </w:r>
      <w:r w:rsidRPr="00222A9F">
        <w:noBreakHyphen/>
        <w:t>5 [22];</w:t>
      </w:r>
    </w:p>
    <w:p w14:paraId="5D5FB115" w14:textId="77777777" w:rsidR="00647C6B" w:rsidRPr="00222A9F" w:rsidRDefault="00647C6B" w:rsidP="00665371">
      <w:pPr>
        <w:pStyle w:val="B1"/>
      </w:pPr>
      <w:r w:rsidRPr="00222A9F">
        <w:t>-</w:t>
      </w:r>
      <w:r w:rsidRPr="00222A9F">
        <w:tab/>
        <w:t>the test generator shall provide the 1,2/50 µsec pulse as defined in IEC 61000</w:t>
      </w:r>
      <w:r w:rsidRPr="00222A9F">
        <w:noBreakHyphen/>
        <w:t>4</w:t>
      </w:r>
      <w:r w:rsidRPr="00222A9F">
        <w:noBreakHyphen/>
        <w:t>5 [22].</w:t>
      </w:r>
    </w:p>
    <w:p w14:paraId="3B1952EA" w14:textId="77777777" w:rsidR="00647C6B" w:rsidRPr="00222A9F" w:rsidRDefault="00647C6B" w:rsidP="00647C6B">
      <w:pPr>
        <w:pStyle w:val="Heading3"/>
      </w:pPr>
      <w:bookmarkStart w:id="157" w:name="_Toc510654552"/>
      <w:bookmarkStart w:id="158" w:name="_Toc89424102"/>
      <w:r w:rsidRPr="00222A9F">
        <w:t>9.8.3</w:t>
      </w:r>
      <w:r w:rsidRPr="00222A9F">
        <w:tab/>
        <w:t>Performance criteria</w:t>
      </w:r>
      <w:bookmarkEnd w:id="157"/>
      <w:bookmarkEnd w:id="158"/>
    </w:p>
    <w:p w14:paraId="558E9E24" w14:textId="77777777" w:rsidR="00647C6B" w:rsidRPr="00222A9F" w:rsidRDefault="00647C6B" w:rsidP="00647C6B">
      <w:pPr>
        <w:ind w:right="14"/>
      </w:pPr>
      <w:r w:rsidRPr="00222A9F">
        <w:t>The performance criteria of sub-clause 6.2 shall apply.</w:t>
      </w:r>
    </w:p>
    <w:p w14:paraId="5B55C1B0" w14:textId="77777777" w:rsidR="004418CB" w:rsidRPr="00222A9F" w:rsidRDefault="003364F0" w:rsidP="003364F0">
      <w:pPr>
        <w:pStyle w:val="Heading8"/>
      </w:pPr>
      <w:r w:rsidRPr="00222A9F">
        <w:br w:type="page"/>
      </w:r>
      <w:bookmarkStart w:id="159" w:name="_Toc510654553"/>
      <w:bookmarkStart w:id="160" w:name="_Toc89424103"/>
      <w:r w:rsidR="004418CB" w:rsidRPr="00222A9F">
        <w:t>Annex A (normative):</w:t>
      </w:r>
      <w:r w:rsidR="004418CB" w:rsidRPr="00222A9F">
        <w:br/>
        <w:t>Performance assessment voice call. Audio break through</w:t>
      </w:r>
      <w:bookmarkEnd w:id="159"/>
      <w:bookmarkEnd w:id="160"/>
    </w:p>
    <w:p w14:paraId="03F46B63" w14:textId="77777777" w:rsidR="004418CB" w:rsidRPr="00222A9F" w:rsidRDefault="004418CB" w:rsidP="003364F0">
      <w:pPr>
        <w:pStyle w:val="Heading1"/>
      </w:pPr>
      <w:bookmarkStart w:id="161" w:name="_Toc510654554"/>
      <w:bookmarkStart w:id="162" w:name="_Toc89424104"/>
      <w:r w:rsidRPr="00222A9F">
        <w:t>A.1</w:t>
      </w:r>
      <w:r w:rsidRPr="00222A9F">
        <w:tab/>
        <w:t>Calibration of audio levels</w:t>
      </w:r>
      <w:bookmarkEnd w:id="161"/>
      <w:bookmarkEnd w:id="162"/>
    </w:p>
    <w:p w14:paraId="52C85E66" w14:textId="77777777" w:rsidR="004418CB" w:rsidRPr="00222A9F" w:rsidRDefault="004418CB" w:rsidP="004418CB">
      <w:r w:rsidRPr="00222A9F">
        <w:t>For the portable the audio calibration is performed as follows:</w:t>
      </w:r>
    </w:p>
    <w:p w14:paraId="6BDA5A0D" w14:textId="77777777" w:rsidR="004418CB" w:rsidRPr="00222A9F" w:rsidRDefault="004418CB" w:rsidP="004418CB">
      <w:r w:rsidRPr="00222A9F">
        <w:t>Set the EUT volume to provide the nominal audio level if specified by the manufacturer. If no such level is specified, the centre volume step shall be used.</w:t>
      </w:r>
    </w:p>
    <w:p w14:paraId="32BD8D40" w14:textId="77777777" w:rsidR="004418CB" w:rsidRPr="00222A9F" w:rsidRDefault="004418CB" w:rsidP="004418CB">
      <w:r w:rsidRPr="00222A9F">
        <w:t>Prior to the test sequence, the reference level of the speech output signal on both the downlink and uplink shall be recorded on the test instrumentation, as shown in figure A.1. The reference level shall be equivalent to the SPL of 0 dBPa at 1 kHz at the input of the acoustical coupler described in ETR 027 [25], for the downlink, and -5dBPs at 1 kHz at the mouth reference point (MRP) defined in ITU_T recommendation P.64 [26] for the uplink.</w:t>
      </w:r>
    </w:p>
    <w:p w14:paraId="2CE092B6" w14:textId="77777777" w:rsidR="004418CB" w:rsidRPr="00222A9F" w:rsidRDefault="004418CB" w:rsidP="004418CB">
      <w:pPr>
        <w:keepLines/>
        <w:ind w:left="1135" w:hanging="851"/>
      </w:pPr>
      <w:r w:rsidRPr="00222A9F">
        <w:t>NOTE 1:</w:t>
      </w:r>
      <w:r w:rsidRPr="00222A9F">
        <w:tab/>
        <w:t>The MRP is defined with respect to an artificial head defined in ITU</w:t>
      </w:r>
      <w:r w:rsidRPr="00222A9F">
        <w:noBreakHyphen/>
        <w:t>T P 76 [27</w:t>
      </w:r>
      <w:r w:rsidRPr="00222A9F">
        <w:sym w:font="Symbol" w:char="F05D"/>
      </w:r>
      <w:r w:rsidRPr="00222A9F">
        <w:t>. The handset shall be mounted on the artificial head such that the ear piece is centred at the artificial ear.</w:t>
      </w:r>
    </w:p>
    <w:p w14:paraId="3E692E61" w14:textId="77777777" w:rsidR="004418CB" w:rsidRPr="00222A9F" w:rsidRDefault="004418CB" w:rsidP="004418CB">
      <w:pPr>
        <w:keepLines/>
        <w:ind w:left="1135" w:hanging="851"/>
      </w:pPr>
      <w:r w:rsidRPr="00222A9F">
        <w:t>NOTE 2:</w:t>
      </w:r>
      <w:r w:rsidRPr="00222A9F">
        <w:tab/>
        <w:t>If the equipment does not include acoustical transducers (e.g. a microphone or loudspeaker) the manufacturer shall specify the equivalent electrical reference levels.</w:t>
      </w:r>
    </w:p>
    <w:p w14:paraId="6425060B" w14:textId="77777777" w:rsidR="004418CB" w:rsidRPr="00222A9F" w:rsidRDefault="004418CB" w:rsidP="004418CB">
      <w:r w:rsidRPr="00222A9F">
        <w:t>The voice processor may often apply noise and echo cancellation algorithms, which attempt to eliminate or reduce steady state audio signals as e.g., the 1 kHz calibration signals. These algorithms may be disabled during the calibration procedure. Specialised test software may be required. If the algorithms can not be disabled then the reference level shall be measured using a max-hold detection on the audio level meter in order to determine the level before the noise and echo cancellation algorithms become effective.</w:t>
      </w:r>
    </w:p>
    <w:p w14:paraId="7B65C6C8" w14:textId="77777777" w:rsidR="004418CB" w:rsidRPr="00222A9F" w:rsidRDefault="004418CB" w:rsidP="004418CB">
      <w:r w:rsidRPr="00222A9F">
        <w:t>In handsfree applications an external loudspeaker is used. The SPL from the external loudspeaker is normally much higher than from the earpiece of the portable in order overcome a high ambient noise level. The downlink reference level shall be increased in order to compensate for the difference. Alternatively, the distance between the loudspeaker and the measuring microphone shall be adjusted during the measurement procedure in accordance with the manufacturers specification. It is important that the dynamic range of the test instrumentation is not exceeded.</w:t>
      </w:r>
    </w:p>
    <w:p w14:paraId="0A87F15A" w14:textId="77777777" w:rsidR="004418CB" w:rsidRPr="00222A9F" w:rsidRDefault="004418CB" w:rsidP="004418CB">
      <w:r w:rsidRPr="00222A9F">
        <w:t>Normally no corrections are made to the uplink reference level. In case it is not possible to perform the above calibration (e.g., a PC card with headset) the manufacturer shall specify the distance between the MRP and the microphone.</w:t>
      </w:r>
    </w:p>
    <w:p w14:paraId="1C42C591" w14:textId="7455E315" w:rsidR="00B126C1" w:rsidRPr="00222A9F" w:rsidRDefault="001E5214" w:rsidP="007D35FA">
      <w:pPr>
        <w:pStyle w:val="TH"/>
      </w:pPr>
      <w:r w:rsidRPr="00222A9F">
        <w:rPr>
          <w:noProof/>
        </w:rPr>
        <w:drawing>
          <wp:inline distT="0" distB="0" distL="0" distR="0" wp14:anchorId="07E3A4CD" wp14:editId="1CFB6B73">
            <wp:extent cx="4959350" cy="226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9350" cy="2260600"/>
                    </a:xfrm>
                    <a:prstGeom prst="rect">
                      <a:avLst/>
                    </a:prstGeom>
                    <a:noFill/>
                    <a:ln>
                      <a:noFill/>
                    </a:ln>
                  </pic:spPr>
                </pic:pic>
              </a:graphicData>
            </a:graphic>
          </wp:inline>
        </w:drawing>
      </w:r>
    </w:p>
    <w:p w14:paraId="48A2042C" w14:textId="77777777" w:rsidR="004418CB" w:rsidRPr="00222A9F" w:rsidRDefault="004418CB" w:rsidP="00B126C1">
      <w:pPr>
        <w:pStyle w:val="TF"/>
      </w:pPr>
      <w:r w:rsidRPr="00222A9F">
        <w:t>Figure A.1: Audio breakthrough measurement, calibration set-up for portable equipment</w:t>
      </w:r>
    </w:p>
    <w:p w14:paraId="0A86E42E" w14:textId="77777777" w:rsidR="004418CB" w:rsidRPr="00222A9F" w:rsidRDefault="004418CB" w:rsidP="007D35FA">
      <w:pPr>
        <w:pStyle w:val="NO"/>
      </w:pPr>
      <w:r w:rsidRPr="00222A9F">
        <w:t>NOTE:</w:t>
      </w:r>
      <w:r w:rsidRPr="00222A9F">
        <w:tab/>
        <w:t>The EUT is in position during calibration of the uplink, but not during calibration of the downlink where the EUT is replaced by the 1 kHz test audio source. During calibration of the uplink the mouthpiece shall be placed with respect to the MRP in a way representing intended use.</w:t>
      </w:r>
    </w:p>
    <w:p w14:paraId="73EC642B" w14:textId="77777777" w:rsidR="004418CB" w:rsidRPr="00222A9F" w:rsidRDefault="004418CB" w:rsidP="003364F0">
      <w:pPr>
        <w:pStyle w:val="Heading1"/>
      </w:pPr>
      <w:bookmarkStart w:id="163" w:name="_Toc510654555"/>
      <w:bookmarkStart w:id="164" w:name="_Toc89424105"/>
      <w:r w:rsidRPr="00222A9F">
        <w:t>A.2</w:t>
      </w:r>
      <w:r w:rsidRPr="00222A9F">
        <w:tab/>
        <w:t>Measurement of audio levels</w:t>
      </w:r>
      <w:bookmarkEnd w:id="163"/>
      <w:bookmarkEnd w:id="164"/>
    </w:p>
    <w:p w14:paraId="4ECBACF2" w14:textId="77777777" w:rsidR="004418CB" w:rsidRPr="00222A9F" w:rsidRDefault="004418CB" w:rsidP="004418CB">
      <w:r w:rsidRPr="00222A9F">
        <w:t>When the audio levels are measured during testing the EUT software shall be configured for voice applications. If the algorithms for noise and echo cancellation are not disabled, then the level shall be measured using a max-hold detection on the audio level meter in order to determine the level before the noise and echo cancellation algorithms become effective.</w:t>
      </w:r>
    </w:p>
    <w:p w14:paraId="76B6AC55" w14:textId="77777777" w:rsidR="004418CB" w:rsidRPr="00222A9F" w:rsidRDefault="004418CB" w:rsidP="004418CB">
      <w:r w:rsidRPr="00222A9F">
        <w:t>The level of the output signal from the downlink speech channel of the EUT at the mobile or portable's ear piece shall be assessed by measuring the Sound Pressure Level (SPL) as shown in figure A.2. When an external loudspeaker is used the acoustical coupler shall be fixed to the loudspeaker in the position used during the calibration. The level of the decoded output signal from the uplink speech channel of the EUT at the analogue output of the test system shall be measured. Pick up of extraneous background noise by the microphone of the EUT shall be minimised.</w:t>
      </w:r>
    </w:p>
    <w:p w14:paraId="58FE32B6" w14:textId="77777777" w:rsidR="004418CB" w:rsidRPr="00222A9F" w:rsidRDefault="004418CB" w:rsidP="007D35FA">
      <w:pPr>
        <w:pStyle w:val="NO"/>
      </w:pPr>
      <w:r w:rsidRPr="00222A9F">
        <w:t>NOTE:</w:t>
      </w:r>
      <w:r w:rsidRPr="00222A9F">
        <w:tab/>
        <w:t>If the equipment is designed for use with external transducers, they shall be included in the test configuration. If the equipment does not include acoustical transducers the line voltage developed across specified termination impedance may be measured</w:t>
      </w:r>
    </w:p>
    <w:p w14:paraId="2AEC5772" w14:textId="7558E204" w:rsidR="004418CB" w:rsidRPr="00222A9F" w:rsidRDefault="001E5214" w:rsidP="007D35FA">
      <w:pPr>
        <w:pStyle w:val="TH"/>
      </w:pPr>
      <w:r w:rsidRPr="00222A9F">
        <w:rPr>
          <w:noProof/>
        </w:rPr>
        <w:drawing>
          <wp:inline distT="0" distB="0" distL="0" distR="0" wp14:anchorId="4335F23D" wp14:editId="368A5E85">
            <wp:extent cx="4997450" cy="2406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7450" cy="2406650"/>
                    </a:xfrm>
                    <a:prstGeom prst="rect">
                      <a:avLst/>
                    </a:prstGeom>
                    <a:noFill/>
                    <a:ln>
                      <a:noFill/>
                    </a:ln>
                  </pic:spPr>
                </pic:pic>
              </a:graphicData>
            </a:graphic>
          </wp:inline>
        </w:drawing>
      </w:r>
    </w:p>
    <w:p w14:paraId="47E37666" w14:textId="77777777" w:rsidR="004418CB" w:rsidRPr="00222A9F" w:rsidRDefault="004418CB" w:rsidP="007D35FA">
      <w:pPr>
        <w:pStyle w:val="TF"/>
      </w:pPr>
      <w:r w:rsidRPr="00222A9F">
        <w:t>Figure A.2: Audio breakthrough measurement, test set-up for portable equipment</w:t>
      </w:r>
    </w:p>
    <w:p w14:paraId="7C41F38E" w14:textId="77777777" w:rsidR="003364F0" w:rsidRPr="00222A9F" w:rsidRDefault="003364F0" w:rsidP="003364F0">
      <w:pPr>
        <w:pStyle w:val="Heading8"/>
        <w:rPr>
          <w:lang w:val="en-AU"/>
        </w:rPr>
      </w:pPr>
      <w:r w:rsidRPr="00222A9F">
        <w:br w:type="page"/>
      </w:r>
      <w:bookmarkStart w:id="165" w:name="_Toc510654556"/>
      <w:bookmarkStart w:id="166" w:name="_Toc89424106"/>
      <w:r w:rsidRPr="00222A9F">
        <w:t>Annex B (normative):</w:t>
      </w:r>
      <w:r w:rsidRPr="00222A9F">
        <w:br/>
        <w:t>Performance assessment of data transfer call. Throughput Percentages</w:t>
      </w:r>
      <w:bookmarkEnd w:id="165"/>
      <w:bookmarkEnd w:id="166"/>
    </w:p>
    <w:p w14:paraId="092979E3" w14:textId="77777777" w:rsidR="003364F0" w:rsidRPr="00222A9F" w:rsidRDefault="003364F0" w:rsidP="003364F0">
      <w:pPr>
        <w:pStyle w:val="Heading1"/>
      </w:pPr>
      <w:bookmarkStart w:id="167" w:name="_Toc510654557"/>
      <w:bookmarkStart w:id="168" w:name="_Toc89424107"/>
      <w:r w:rsidRPr="00222A9F">
        <w:t>B.1</w:t>
      </w:r>
      <w:r w:rsidRPr="00222A9F">
        <w:tab/>
        <w:t>Calibration of data transfer</w:t>
      </w:r>
      <w:bookmarkEnd w:id="167"/>
      <w:bookmarkEnd w:id="168"/>
    </w:p>
    <w:p w14:paraId="1735B124" w14:textId="77777777" w:rsidR="003364F0" w:rsidRPr="00222A9F" w:rsidRDefault="003364F0" w:rsidP="001802C4">
      <w:r w:rsidRPr="00222A9F">
        <w:t>For the EUT, calibration of the data transfer may be performed by assessing the throughput percentage before applying the RF immunity test signal (defined in clauses 9.2 and 9.5).</w:t>
      </w:r>
    </w:p>
    <w:p w14:paraId="01D963FC" w14:textId="77777777" w:rsidR="003364F0" w:rsidRPr="00222A9F" w:rsidRDefault="003364F0" w:rsidP="003364F0">
      <w:pPr>
        <w:pStyle w:val="Heading1"/>
      </w:pPr>
      <w:bookmarkStart w:id="169" w:name="_Toc510654558"/>
      <w:bookmarkStart w:id="170" w:name="_Toc89424108"/>
      <w:r w:rsidRPr="00222A9F">
        <w:t>B.2</w:t>
      </w:r>
      <w:r w:rsidRPr="00222A9F">
        <w:tab/>
        <w:t>Derivation of Throughput Percentages</w:t>
      </w:r>
      <w:bookmarkEnd w:id="169"/>
      <w:bookmarkEnd w:id="170"/>
      <w:r w:rsidRPr="00222A9F">
        <w:t xml:space="preserve"> </w:t>
      </w:r>
    </w:p>
    <w:p w14:paraId="0BDD6CFA" w14:textId="77777777" w:rsidR="003364F0" w:rsidRPr="00222A9F" w:rsidRDefault="003364F0" w:rsidP="001802C4">
      <w:r w:rsidRPr="00222A9F">
        <w:t xml:space="preserve">Known data patterns shall be transferred bi-directionally from end-to-end (the whole of the UL and DL will be exercised). Performance assessment shall be made at each frequency step. Comparison between maximum throughput and achieved throughput shall result in the throughput percentage. </w:t>
      </w:r>
    </w:p>
    <w:p w14:paraId="48AA6FAA" w14:textId="77777777" w:rsidR="003364F0" w:rsidRPr="00222A9F" w:rsidRDefault="003364F0" w:rsidP="001802C4">
      <w:r w:rsidRPr="00222A9F">
        <w:t>The data patterns used should be of sufficient length to give valid results and should be equivalent to the used channel bit rate.</w:t>
      </w:r>
    </w:p>
    <w:p w14:paraId="4D8AAA1C" w14:textId="77777777" w:rsidR="003364F0" w:rsidRPr="00222A9F" w:rsidRDefault="003364F0" w:rsidP="003364F0">
      <w:pPr>
        <w:pStyle w:val="Heading1"/>
      </w:pPr>
      <w:bookmarkStart w:id="171" w:name="_Toc510654559"/>
      <w:bookmarkStart w:id="172" w:name="_Toc89424109"/>
      <w:r w:rsidRPr="00222A9F">
        <w:t>B.3</w:t>
      </w:r>
      <w:r w:rsidRPr="00222A9F">
        <w:tab/>
        <w:t>EUT without data application ancillary</w:t>
      </w:r>
      <w:bookmarkEnd w:id="171"/>
      <w:bookmarkEnd w:id="172"/>
      <w:r w:rsidRPr="00222A9F">
        <w:t xml:space="preserve"> </w:t>
      </w:r>
    </w:p>
    <w:p w14:paraId="5BACCB2A" w14:textId="77777777" w:rsidR="003364F0" w:rsidRPr="00222A9F" w:rsidRDefault="003364F0" w:rsidP="001802C4">
      <w:r w:rsidRPr="00222A9F">
        <w:t>Data monitoring Devices are here considered as part of the Test System. Arrangements should be made by the manufacturer, if needed, to couple the Data monitoring Device by a method which does not affect the radiated electromagnetic field (e.g. ultra sonic or optical).</w:t>
      </w:r>
    </w:p>
    <w:p w14:paraId="0EFADFAE" w14:textId="03F891E2" w:rsidR="007D35FA" w:rsidRPr="00222A9F" w:rsidRDefault="001E5214" w:rsidP="00B126C1">
      <w:pPr>
        <w:pStyle w:val="TH"/>
      </w:pPr>
      <w:r w:rsidRPr="00222A9F">
        <w:rPr>
          <w:noProof/>
        </w:rPr>
        <w:drawing>
          <wp:inline distT="0" distB="0" distL="0" distR="0" wp14:anchorId="079AD69F" wp14:editId="173FC1C0">
            <wp:extent cx="5943600" cy="2908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2908300"/>
                    </a:xfrm>
                    <a:prstGeom prst="rect">
                      <a:avLst/>
                    </a:prstGeom>
                    <a:noFill/>
                    <a:ln>
                      <a:noFill/>
                    </a:ln>
                  </pic:spPr>
                </pic:pic>
              </a:graphicData>
            </a:graphic>
          </wp:inline>
        </w:drawing>
      </w:r>
    </w:p>
    <w:p w14:paraId="4963CC62" w14:textId="77777777" w:rsidR="003364F0" w:rsidRPr="00222A9F" w:rsidRDefault="003364F0" w:rsidP="007D35FA">
      <w:pPr>
        <w:pStyle w:val="TF"/>
      </w:pPr>
      <w:r w:rsidRPr="00222A9F">
        <w:t>Figure B.1: Throughput assessment, test set-up for EUT without data application ancillary.</w:t>
      </w:r>
    </w:p>
    <w:p w14:paraId="14A4B1F5" w14:textId="77777777" w:rsidR="003364F0" w:rsidRPr="00222A9F" w:rsidRDefault="003364F0" w:rsidP="003364F0">
      <w:pPr>
        <w:pStyle w:val="Heading1"/>
      </w:pPr>
      <w:bookmarkStart w:id="173" w:name="_Toc510654560"/>
      <w:bookmarkStart w:id="174" w:name="_Toc89424110"/>
      <w:r w:rsidRPr="00222A9F">
        <w:t>B.4</w:t>
      </w:r>
      <w:r w:rsidRPr="00222A9F">
        <w:tab/>
        <w:t>EUT with data application ancillary</w:t>
      </w:r>
      <w:bookmarkEnd w:id="173"/>
      <w:bookmarkEnd w:id="174"/>
      <w:r w:rsidRPr="00222A9F">
        <w:t xml:space="preserve"> </w:t>
      </w:r>
    </w:p>
    <w:p w14:paraId="0D4BBC21" w14:textId="77777777" w:rsidR="003364F0" w:rsidRPr="00222A9F" w:rsidRDefault="003364F0" w:rsidP="001802C4">
      <w:r w:rsidRPr="00222A9F">
        <w:t>The Data monitoring Device is here considered as a part of the Test System. The Data application ancillary should be part of the data transfer (UL and DL) loop and is included in the EUT configuration.</w:t>
      </w:r>
    </w:p>
    <w:p w14:paraId="2D7CF357" w14:textId="1C874167" w:rsidR="007D35FA" w:rsidRPr="00222A9F" w:rsidRDefault="001E5214" w:rsidP="007D35FA">
      <w:pPr>
        <w:pStyle w:val="TH"/>
      </w:pPr>
      <w:r w:rsidRPr="00222A9F">
        <w:rPr>
          <w:noProof/>
        </w:rPr>
        <w:drawing>
          <wp:inline distT="0" distB="0" distL="0" distR="0" wp14:anchorId="5A2837AD" wp14:editId="489523B2">
            <wp:extent cx="5943600" cy="2908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908300"/>
                    </a:xfrm>
                    <a:prstGeom prst="rect">
                      <a:avLst/>
                    </a:prstGeom>
                    <a:noFill/>
                    <a:ln>
                      <a:noFill/>
                    </a:ln>
                  </pic:spPr>
                </pic:pic>
              </a:graphicData>
            </a:graphic>
          </wp:inline>
        </w:drawing>
      </w:r>
    </w:p>
    <w:p w14:paraId="2D9010AC" w14:textId="77777777" w:rsidR="003364F0" w:rsidRPr="00222A9F" w:rsidRDefault="003364F0" w:rsidP="007D35FA">
      <w:pPr>
        <w:pStyle w:val="TF"/>
      </w:pPr>
      <w:r w:rsidRPr="00222A9F">
        <w:t>Figure B.2: Throughput assessment, test set-up for EUT with data application ancillary.</w:t>
      </w:r>
    </w:p>
    <w:p w14:paraId="0ADC5594" w14:textId="77777777" w:rsidR="00250C81" w:rsidRPr="00222A9F" w:rsidRDefault="00250C81">
      <w:pPr>
        <w:pStyle w:val="Heading8"/>
      </w:pPr>
      <w:r w:rsidRPr="00222A9F">
        <w:rPr>
          <w:lang w:val="en-AU"/>
        </w:rPr>
        <w:br w:type="page"/>
      </w:r>
      <w:bookmarkStart w:id="175" w:name="_Toc510654561"/>
      <w:bookmarkStart w:id="176" w:name="_Toc89424111"/>
      <w:r w:rsidRPr="00222A9F">
        <w:rPr>
          <w:lang w:val="en-AU"/>
        </w:rPr>
        <w:t>Annex C (informative):</w:t>
      </w:r>
      <w:r w:rsidRPr="00222A9F">
        <w:rPr>
          <w:lang w:val="en-AU"/>
        </w:rPr>
        <w:br/>
        <w:t xml:space="preserve">Change </w:t>
      </w:r>
      <w:r w:rsidRPr="00222A9F">
        <w:t>History</w:t>
      </w:r>
      <w:bookmarkEnd w:id="175"/>
      <w:bookmarkEnd w:id="176"/>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618"/>
        <w:gridCol w:w="428"/>
        <w:gridCol w:w="614"/>
        <w:gridCol w:w="4111"/>
        <w:gridCol w:w="567"/>
      </w:tblGrid>
      <w:tr w:rsidR="00DA3EBF" w:rsidRPr="00222A9F" w14:paraId="40915A13" w14:textId="77777777" w:rsidTr="00FF729F">
        <w:trPr>
          <w:cantSplit/>
        </w:trPr>
        <w:tc>
          <w:tcPr>
            <w:tcW w:w="8839" w:type="dxa"/>
            <w:gridSpan w:val="8"/>
            <w:tcBorders>
              <w:bottom w:val="nil"/>
            </w:tcBorders>
            <w:shd w:val="solid" w:color="FFFFFF" w:fill="auto"/>
          </w:tcPr>
          <w:p w14:paraId="41CBBFFE" w14:textId="77777777" w:rsidR="00DA3EBF" w:rsidRPr="00222A9F" w:rsidRDefault="00DA3EBF" w:rsidP="00DA3EBF">
            <w:pPr>
              <w:keepNext/>
              <w:keepLines/>
              <w:overflowPunct/>
              <w:autoSpaceDE/>
              <w:autoSpaceDN/>
              <w:adjustRightInd/>
              <w:spacing w:after="0"/>
              <w:jc w:val="center"/>
              <w:textAlignment w:val="auto"/>
              <w:rPr>
                <w:rFonts w:ascii="Arial" w:hAnsi="Arial"/>
                <w:b/>
                <w:sz w:val="16"/>
              </w:rPr>
            </w:pPr>
            <w:r w:rsidRPr="00222A9F">
              <w:rPr>
                <w:rFonts w:ascii="Arial" w:hAnsi="Arial"/>
                <w:b/>
                <w:sz w:val="18"/>
              </w:rPr>
              <w:t>Change history</w:t>
            </w:r>
          </w:p>
        </w:tc>
      </w:tr>
      <w:tr w:rsidR="00FF729F" w:rsidRPr="00222A9F" w14:paraId="19C8A511" w14:textId="77777777" w:rsidTr="00FF729F">
        <w:tc>
          <w:tcPr>
            <w:tcW w:w="800" w:type="dxa"/>
            <w:shd w:val="pct10" w:color="auto" w:fill="FFFFFF"/>
          </w:tcPr>
          <w:p w14:paraId="23396CD6"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Date</w:t>
            </w:r>
          </w:p>
        </w:tc>
        <w:tc>
          <w:tcPr>
            <w:tcW w:w="800" w:type="dxa"/>
            <w:shd w:val="pct10" w:color="auto" w:fill="FFFFFF"/>
          </w:tcPr>
          <w:p w14:paraId="6D1110BA"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TSG #</w:t>
            </w:r>
          </w:p>
        </w:tc>
        <w:tc>
          <w:tcPr>
            <w:tcW w:w="901" w:type="dxa"/>
            <w:shd w:val="pct10" w:color="auto" w:fill="FFFFFF"/>
          </w:tcPr>
          <w:p w14:paraId="42BB983F"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TSG Doc.</w:t>
            </w:r>
          </w:p>
        </w:tc>
        <w:tc>
          <w:tcPr>
            <w:tcW w:w="618" w:type="dxa"/>
            <w:shd w:val="pct10" w:color="auto" w:fill="FFFFFF"/>
          </w:tcPr>
          <w:p w14:paraId="31CC7949"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CR</w:t>
            </w:r>
          </w:p>
        </w:tc>
        <w:tc>
          <w:tcPr>
            <w:tcW w:w="428" w:type="dxa"/>
            <w:shd w:val="pct10" w:color="auto" w:fill="FFFFFF"/>
          </w:tcPr>
          <w:p w14:paraId="0C55BB8A"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Rev</w:t>
            </w:r>
          </w:p>
        </w:tc>
        <w:tc>
          <w:tcPr>
            <w:tcW w:w="614" w:type="dxa"/>
            <w:shd w:val="pct10" w:color="auto" w:fill="FFFFFF"/>
          </w:tcPr>
          <w:p w14:paraId="500864B0" w14:textId="77777777" w:rsidR="00FF729F" w:rsidRPr="00222A9F" w:rsidRDefault="00FF729F" w:rsidP="00DA3EBF">
            <w:pPr>
              <w:keepNext/>
              <w:keepLines/>
              <w:overflowPunct/>
              <w:autoSpaceDE/>
              <w:autoSpaceDN/>
              <w:adjustRightInd/>
              <w:spacing w:after="0"/>
              <w:textAlignment w:val="auto"/>
              <w:rPr>
                <w:rFonts w:ascii="Arial" w:hAnsi="Arial"/>
                <w:b/>
                <w:sz w:val="16"/>
              </w:rPr>
            </w:pPr>
          </w:p>
        </w:tc>
        <w:tc>
          <w:tcPr>
            <w:tcW w:w="4111" w:type="dxa"/>
            <w:shd w:val="pct10" w:color="auto" w:fill="FFFFFF"/>
          </w:tcPr>
          <w:p w14:paraId="6D0B9FAF" w14:textId="77777777" w:rsidR="00FF729F" w:rsidRPr="00222A9F" w:rsidRDefault="00FF729F" w:rsidP="003F10AB">
            <w:pPr>
              <w:keepNext/>
              <w:keepLines/>
              <w:overflowPunct/>
              <w:autoSpaceDE/>
              <w:autoSpaceDN/>
              <w:adjustRightInd/>
              <w:spacing w:after="0"/>
              <w:textAlignment w:val="auto"/>
              <w:rPr>
                <w:rFonts w:ascii="Arial" w:hAnsi="Arial"/>
                <w:b/>
                <w:sz w:val="16"/>
              </w:rPr>
            </w:pPr>
            <w:r w:rsidRPr="00222A9F">
              <w:rPr>
                <w:rFonts w:ascii="Arial" w:hAnsi="Arial"/>
                <w:b/>
                <w:sz w:val="16"/>
              </w:rPr>
              <w:t>Subject/Comment</w:t>
            </w:r>
          </w:p>
        </w:tc>
        <w:tc>
          <w:tcPr>
            <w:tcW w:w="567" w:type="dxa"/>
            <w:shd w:val="pct10" w:color="auto" w:fill="FFFFFF"/>
          </w:tcPr>
          <w:p w14:paraId="71F9DE0E"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New</w:t>
            </w:r>
          </w:p>
        </w:tc>
      </w:tr>
      <w:tr w:rsidR="00FF729F" w:rsidRPr="00222A9F" w14:paraId="35B37B83" w14:textId="77777777" w:rsidTr="00FF729F">
        <w:tc>
          <w:tcPr>
            <w:tcW w:w="800" w:type="dxa"/>
            <w:shd w:val="solid" w:color="FFFFFF" w:fill="auto"/>
          </w:tcPr>
          <w:p w14:paraId="417138E5" w14:textId="77777777" w:rsidR="00FF729F" w:rsidRPr="00222A9F" w:rsidRDefault="00FF729F" w:rsidP="000555AD">
            <w:pPr>
              <w:pStyle w:val="TAL"/>
              <w:rPr>
                <w:rFonts w:cs="Arial"/>
                <w:snapToGrid w:val="0"/>
                <w:sz w:val="16"/>
                <w:szCs w:val="16"/>
              </w:rPr>
            </w:pPr>
            <w:r w:rsidRPr="00222A9F">
              <w:rPr>
                <w:rFonts w:cs="Arial"/>
                <w:snapToGrid w:val="0"/>
                <w:sz w:val="16"/>
                <w:szCs w:val="16"/>
              </w:rPr>
              <w:t>2008-03</w:t>
            </w:r>
          </w:p>
        </w:tc>
        <w:tc>
          <w:tcPr>
            <w:tcW w:w="800" w:type="dxa"/>
            <w:shd w:val="solid" w:color="FFFFFF" w:fill="auto"/>
          </w:tcPr>
          <w:p w14:paraId="2FA07A1E" w14:textId="77777777" w:rsidR="00FF729F" w:rsidRPr="00222A9F" w:rsidRDefault="00FF729F" w:rsidP="000555AD">
            <w:pPr>
              <w:pStyle w:val="TAL"/>
              <w:rPr>
                <w:rFonts w:cs="Arial"/>
                <w:snapToGrid w:val="0"/>
                <w:sz w:val="16"/>
                <w:szCs w:val="16"/>
              </w:rPr>
            </w:pPr>
            <w:r w:rsidRPr="00222A9F">
              <w:rPr>
                <w:rFonts w:cs="Arial"/>
                <w:snapToGrid w:val="0"/>
                <w:sz w:val="16"/>
                <w:szCs w:val="16"/>
              </w:rPr>
              <w:t>RAN4#46bis</w:t>
            </w:r>
          </w:p>
        </w:tc>
        <w:tc>
          <w:tcPr>
            <w:tcW w:w="901" w:type="dxa"/>
            <w:shd w:val="solid" w:color="FFFFFF" w:fill="auto"/>
          </w:tcPr>
          <w:p w14:paraId="3A798AF8" w14:textId="77777777" w:rsidR="00FF729F" w:rsidRPr="00222A9F" w:rsidRDefault="00FF729F" w:rsidP="000555AD">
            <w:pPr>
              <w:pStyle w:val="TAL"/>
              <w:rPr>
                <w:rFonts w:cs="Arial"/>
                <w:snapToGrid w:val="0"/>
                <w:sz w:val="16"/>
                <w:szCs w:val="16"/>
              </w:rPr>
            </w:pPr>
            <w:r w:rsidRPr="00222A9F">
              <w:rPr>
                <w:rFonts w:cs="Arial"/>
                <w:snapToGrid w:val="0"/>
                <w:sz w:val="16"/>
                <w:szCs w:val="16"/>
              </w:rPr>
              <w:t>R4-080568</w:t>
            </w:r>
          </w:p>
        </w:tc>
        <w:tc>
          <w:tcPr>
            <w:tcW w:w="618" w:type="dxa"/>
            <w:shd w:val="solid" w:color="FFFFFF" w:fill="auto"/>
          </w:tcPr>
          <w:p w14:paraId="63D51D2A" w14:textId="77777777" w:rsidR="00FF729F" w:rsidRPr="00222A9F" w:rsidRDefault="00FF729F" w:rsidP="000555AD">
            <w:pPr>
              <w:pStyle w:val="TAL"/>
              <w:rPr>
                <w:rFonts w:cs="Arial"/>
                <w:snapToGrid w:val="0"/>
                <w:sz w:val="16"/>
                <w:szCs w:val="16"/>
              </w:rPr>
            </w:pPr>
          </w:p>
        </w:tc>
        <w:tc>
          <w:tcPr>
            <w:tcW w:w="428" w:type="dxa"/>
            <w:shd w:val="solid" w:color="FFFFFF" w:fill="auto"/>
          </w:tcPr>
          <w:p w14:paraId="01CCC2A2" w14:textId="77777777" w:rsidR="00FF729F" w:rsidRPr="00222A9F" w:rsidRDefault="00FF729F" w:rsidP="000555AD">
            <w:pPr>
              <w:pStyle w:val="TAL"/>
              <w:rPr>
                <w:rFonts w:cs="Arial"/>
                <w:snapToGrid w:val="0"/>
                <w:sz w:val="16"/>
                <w:szCs w:val="16"/>
              </w:rPr>
            </w:pPr>
          </w:p>
        </w:tc>
        <w:tc>
          <w:tcPr>
            <w:tcW w:w="614" w:type="dxa"/>
            <w:shd w:val="solid" w:color="FFFFFF" w:fill="auto"/>
          </w:tcPr>
          <w:p w14:paraId="27536352" w14:textId="77777777" w:rsidR="00FF729F" w:rsidRPr="00222A9F" w:rsidRDefault="00FF729F" w:rsidP="000555AD">
            <w:pPr>
              <w:pStyle w:val="TAL"/>
              <w:rPr>
                <w:rFonts w:cs="Arial"/>
                <w:snapToGrid w:val="0"/>
                <w:sz w:val="16"/>
                <w:szCs w:val="16"/>
              </w:rPr>
            </w:pPr>
          </w:p>
        </w:tc>
        <w:tc>
          <w:tcPr>
            <w:tcW w:w="4111" w:type="dxa"/>
            <w:shd w:val="solid" w:color="FFFFFF" w:fill="auto"/>
          </w:tcPr>
          <w:p w14:paraId="4516098C" w14:textId="77777777" w:rsidR="00FF729F" w:rsidRPr="00222A9F" w:rsidRDefault="00FF729F" w:rsidP="000555AD">
            <w:pPr>
              <w:pStyle w:val="TAL"/>
              <w:rPr>
                <w:rFonts w:cs="Arial"/>
                <w:snapToGrid w:val="0"/>
                <w:sz w:val="16"/>
                <w:szCs w:val="16"/>
              </w:rPr>
            </w:pPr>
            <w:r w:rsidRPr="00222A9F">
              <w:rPr>
                <w:rFonts w:cs="Arial"/>
                <w:snapToGrid w:val="0"/>
                <w:sz w:val="16"/>
                <w:szCs w:val="16"/>
              </w:rPr>
              <w:t>TS skeleton created from 3GPP TS template.</w:t>
            </w:r>
          </w:p>
        </w:tc>
        <w:tc>
          <w:tcPr>
            <w:tcW w:w="567" w:type="dxa"/>
            <w:shd w:val="solid" w:color="FFFFFF" w:fill="auto"/>
          </w:tcPr>
          <w:p w14:paraId="797918A5" w14:textId="77777777" w:rsidR="00FF729F" w:rsidRPr="00222A9F" w:rsidRDefault="00FF729F" w:rsidP="000555AD">
            <w:pPr>
              <w:pStyle w:val="TAL"/>
              <w:rPr>
                <w:rFonts w:cs="Arial"/>
                <w:snapToGrid w:val="0"/>
                <w:sz w:val="16"/>
                <w:szCs w:val="16"/>
              </w:rPr>
            </w:pPr>
            <w:r w:rsidRPr="00222A9F">
              <w:rPr>
                <w:rFonts w:cs="Arial"/>
                <w:snapToGrid w:val="0"/>
                <w:sz w:val="16"/>
                <w:szCs w:val="16"/>
              </w:rPr>
              <w:t>0.0.1</w:t>
            </w:r>
          </w:p>
        </w:tc>
      </w:tr>
      <w:tr w:rsidR="00FF729F" w:rsidRPr="00222A9F" w14:paraId="2DC8CF31" w14:textId="77777777" w:rsidTr="00FF729F">
        <w:tc>
          <w:tcPr>
            <w:tcW w:w="800" w:type="dxa"/>
            <w:shd w:val="solid" w:color="FFFFFF" w:fill="auto"/>
          </w:tcPr>
          <w:p w14:paraId="419616F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35FB3142"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RAN4#47</w:t>
            </w:r>
          </w:p>
        </w:tc>
        <w:tc>
          <w:tcPr>
            <w:tcW w:w="901" w:type="dxa"/>
            <w:shd w:val="solid" w:color="FFFFFF" w:fill="auto"/>
          </w:tcPr>
          <w:p w14:paraId="009D87A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R4-081003</w:t>
            </w:r>
          </w:p>
        </w:tc>
        <w:tc>
          <w:tcPr>
            <w:tcW w:w="618" w:type="dxa"/>
            <w:shd w:val="solid" w:color="FFFFFF" w:fill="auto"/>
          </w:tcPr>
          <w:p w14:paraId="366A8B08"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30647891"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19721CA2"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49C1310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R4-080569, R4-080570, R4-080571, R4-080572, R4-080573, R4-080574, R4-080575.</w:t>
            </w:r>
          </w:p>
        </w:tc>
        <w:tc>
          <w:tcPr>
            <w:tcW w:w="567" w:type="dxa"/>
            <w:shd w:val="solid" w:color="FFFFFF" w:fill="auto"/>
          </w:tcPr>
          <w:p w14:paraId="138343B2"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0.1.0</w:t>
            </w:r>
          </w:p>
        </w:tc>
      </w:tr>
      <w:tr w:rsidR="00FF729F" w:rsidRPr="00222A9F" w14:paraId="6A0485DC" w14:textId="77777777" w:rsidTr="00FF729F">
        <w:tc>
          <w:tcPr>
            <w:tcW w:w="800" w:type="dxa"/>
            <w:shd w:val="solid" w:color="FFFFFF" w:fill="auto"/>
          </w:tcPr>
          <w:p w14:paraId="0BC1683D"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15C8B30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RAN4#47</w:t>
            </w:r>
          </w:p>
        </w:tc>
        <w:tc>
          <w:tcPr>
            <w:tcW w:w="901" w:type="dxa"/>
            <w:shd w:val="solid" w:color="FFFFFF" w:fill="auto"/>
          </w:tcPr>
          <w:p w14:paraId="4F89806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R4-081165</w:t>
            </w:r>
          </w:p>
        </w:tc>
        <w:tc>
          <w:tcPr>
            <w:tcW w:w="618" w:type="dxa"/>
            <w:shd w:val="solid" w:color="FFFFFF" w:fill="auto"/>
          </w:tcPr>
          <w:p w14:paraId="690F5C89"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0D5DD64E"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63F31C57"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009323AE"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R4-081004, R4-081005.</w:t>
            </w:r>
          </w:p>
        </w:tc>
        <w:tc>
          <w:tcPr>
            <w:tcW w:w="567" w:type="dxa"/>
            <w:shd w:val="solid" w:color="FFFFFF" w:fill="auto"/>
          </w:tcPr>
          <w:p w14:paraId="27CC772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0.2.0</w:t>
            </w:r>
          </w:p>
        </w:tc>
      </w:tr>
      <w:tr w:rsidR="00FF729F" w:rsidRPr="00222A9F" w14:paraId="1F099BFF" w14:textId="77777777" w:rsidTr="00FF729F">
        <w:tc>
          <w:tcPr>
            <w:tcW w:w="800" w:type="dxa"/>
            <w:shd w:val="solid" w:color="FFFFFF" w:fill="auto"/>
          </w:tcPr>
          <w:p w14:paraId="4A903B1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1A372A8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RAN#40</w:t>
            </w:r>
          </w:p>
        </w:tc>
        <w:tc>
          <w:tcPr>
            <w:tcW w:w="901" w:type="dxa"/>
            <w:shd w:val="solid" w:color="FFFFFF" w:fill="auto"/>
          </w:tcPr>
          <w:p w14:paraId="5166989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RP-080315</w:t>
            </w:r>
          </w:p>
        </w:tc>
        <w:tc>
          <w:tcPr>
            <w:tcW w:w="618" w:type="dxa"/>
            <w:shd w:val="solid" w:color="FFFFFF" w:fill="auto"/>
          </w:tcPr>
          <w:p w14:paraId="67F7B642"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2517FC09"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242CBAFD"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630E4DF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TS presented in the plenary for information</w:t>
            </w:r>
          </w:p>
        </w:tc>
        <w:tc>
          <w:tcPr>
            <w:tcW w:w="567" w:type="dxa"/>
            <w:shd w:val="solid" w:color="FFFFFF" w:fill="auto"/>
          </w:tcPr>
          <w:p w14:paraId="36D185DF"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1.0.0</w:t>
            </w:r>
          </w:p>
        </w:tc>
      </w:tr>
      <w:tr w:rsidR="00FF729F" w:rsidRPr="00222A9F" w14:paraId="61112ED8" w14:textId="77777777" w:rsidTr="00FF729F">
        <w:tc>
          <w:tcPr>
            <w:tcW w:w="800" w:type="dxa"/>
            <w:shd w:val="solid" w:color="FFFFFF" w:fill="auto"/>
          </w:tcPr>
          <w:p w14:paraId="4EB2534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2008-08</w:t>
            </w:r>
          </w:p>
        </w:tc>
        <w:tc>
          <w:tcPr>
            <w:tcW w:w="800" w:type="dxa"/>
            <w:shd w:val="solid" w:color="FFFFFF" w:fill="auto"/>
          </w:tcPr>
          <w:p w14:paraId="2A31121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RAN4#48</w:t>
            </w:r>
          </w:p>
        </w:tc>
        <w:tc>
          <w:tcPr>
            <w:tcW w:w="901" w:type="dxa"/>
            <w:shd w:val="solid" w:color="FFFFFF" w:fill="auto"/>
          </w:tcPr>
          <w:p w14:paraId="378F297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R4-081703</w:t>
            </w:r>
          </w:p>
        </w:tc>
        <w:tc>
          <w:tcPr>
            <w:tcW w:w="618" w:type="dxa"/>
            <w:shd w:val="solid" w:color="FFFFFF" w:fill="auto"/>
          </w:tcPr>
          <w:p w14:paraId="0A3757F0"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08353628"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7C6B5732"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3CFD21F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R4-081277, R4-081278.</w:t>
            </w:r>
          </w:p>
        </w:tc>
        <w:tc>
          <w:tcPr>
            <w:tcW w:w="567" w:type="dxa"/>
            <w:shd w:val="solid" w:color="FFFFFF" w:fill="auto"/>
          </w:tcPr>
          <w:p w14:paraId="560D8E1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1.1.0</w:t>
            </w:r>
          </w:p>
        </w:tc>
      </w:tr>
      <w:tr w:rsidR="00FF729F" w:rsidRPr="00222A9F" w14:paraId="2D0CDFD8" w14:textId="77777777" w:rsidTr="00FF729F">
        <w:tc>
          <w:tcPr>
            <w:tcW w:w="800" w:type="dxa"/>
            <w:shd w:val="solid" w:color="FFFFFF" w:fill="auto"/>
          </w:tcPr>
          <w:p w14:paraId="6B3F058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2008-09</w:t>
            </w:r>
          </w:p>
        </w:tc>
        <w:tc>
          <w:tcPr>
            <w:tcW w:w="800" w:type="dxa"/>
            <w:shd w:val="solid" w:color="FFFFFF" w:fill="auto"/>
          </w:tcPr>
          <w:p w14:paraId="6BC43647"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#41</w:t>
            </w:r>
          </w:p>
        </w:tc>
        <w:tc>
          <w:tcPr>
            <w:tcW w:w="901" w:type="dxa"/>
            <w:shd w:val="solid" w:color="FFFFFF" w:fill="auto"/>
          </w:tcPr>
          <w:p w14:paraId="61633601"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RP-080608</w:t>
            </w:r>
          </w:p>
        </w:tc>
        <w:tc>
          <w:tcPr>
            <w:tcW w:w="618" w:type="dxa"/>
            <w:shd w:val="solid" w:color="FFFFFF" w:fill="auto"/>
          </w:tcPr>
          <w:p w14:paraId="361BBA14"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60BE5274"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006E0708"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18107E0C" w14:textId="77777777" w:rsidR="00FF729F" w:rsidRPr="00222A9F" w:rsidRDefault="00FF729F" w:rsidP="000555AD">
            <w:pPr>
              <w:pStyle w:val="TAL"/>
              <w:rPr>
                <w:rFonts w:cs="Arial"/>
                <w:snapToGrid w:val="0"/>
                <w:sz w:val="16"/>
                <w:szCs w:val="16"/>
                <w:lang w:val="en-AU"/>
              </w:rPr>
            </w:pPr>
            <w:r w:rsidRPr="00222A9F">
              <w:rPr>
                <w:rFonts w:cs="Arial"/>
                <w:sz w:val="16"/>
                <w:szCs w:val="16"/>
              </w:rPr>
              <w:t>3GPP TS 36.124 V2.0.0</w:t>
            </w:r>
          </w:p>
        </w:tc>
        <w:tc>
          <w:tcPr>
            <w:tcW w:w="567" w:type="dxa"/>
            <w:shd w:val="solid" w:color="FFFFFF" w:fill="auto"/>
          </w:tcPr>
          <w:p w14:paraId="4BC0586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8.0.0</w:t>
            </w:r>
          </w:p>
        </w:tc>
      </w:tr>
      <w:tr w:rsidR="00FF729F" w:rsidRPr="00222A9F" w14:paraId="27225065" w14:textId="77777777" w:rsidTr="00FF729F">
        <w:tc>
          <w:tcPr>
            <w:tcW w:w="800" w:type="dxa"/>
            <w:shd w:val="solid" w:color="FFFFFF" w:fill="auto"/>
          </w:tcPr>
          <w:p w14:paraId="61F430E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2009-05</w:t>
            </w:r>
          </w:p>
        </w:tc>
        <w:tc>
          <w:tcPr>
            <w:tcW w:w="800" w:type="dxa"/>
            <w:shd w:val="solid" w:color="FFFFFF" w:fill="auto"/>
          </w:tcPr>
          <w:p w14:paraId="70048958"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#44</w:t>
            </w:r>
          </w:p>
        </w:tc>
        <w:tc>
          <w:tcPr>
            <w:tcW w:w="901" w:type="dxa"/>
            <w:shd w:val="solid" w:color="FFFFFF" w:fill="auto"/>
          </w:tcPr>
          <w:p w14:paraId="7915F21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RP-080559</w:t>
            </w:r>
          </w:p>
        </w:tc>
        <w:tc>
          <w:tcPr>
            <w:tcW w:w="618" w:type="dxa"/>
            <w:shd w:val="solid" w:color="FFFFFF" w:fill="auto"/>
          </w:tcPr>
          <w:p w14:paraId="59F5901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w:t>
            </w:r>
          </w:p>
        </w:tc>
        <w:tc>
          <w:tcPr>
            <w:tcW w:w="428" w:type="dxa"/>
            <w:shd w:val="solid" w:color="FFFFFF" w:fill="auto"/>
          </w:tcPr>
          <w:p w14:paraId="3CA652B8"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3C040CC"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1182B7CA" w14:textId="77777777" w:rsidR="00FF729F" w:rsidRPr="00222A9F" w:rsidRDefault="00FF729F" w:rsidP="000555AD">
            <w:pPr>
              <w:pStyle w:val="TAL"/>
              <w:rPr>
                <w:rFonts w:cs="Arial"/>
                <w:snapToGrid w:val="0"/>
                <w:sz w:val="16"/>
                <w:szCs w:val="16"/>
                <w:lang w:val="en-AU"/>
              </w:rPr>
            </w:pPr>
            <w:r w:rsidRPr="00222A9F">
              <w:rPr>
                <w:rFonts w:cs="Arial"/>
                <w:bCs/>
                <w:sz w:val="16"/>
                <w:szCs w:val="16"/>
              </w:rPr>
              <w:t>Introduction of Extended LTE800 requirements</w:t>
            </w:r>
          </w:p>
        </w:tc>
        <w:tc>
          <w:tcPr>
            <w:tcW w:w="567" w:type="dxa"/>
            <w:shd w:val="solid" w:color="FFFFFF" w:fill="auto"/>
          </w:tcPr>
          <w:p w14:paraId="5ED1868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9.0.0</w:t>
            </w:r>
          </w:p>
        </w:tc>
      </w:tr>
      <w:tr w:rsidR="00FF729F" w:rsidRPr="00222A9F" w14:paraId="47B596BF" w14:textId="77777777" w:rsidTr="00FF729F">
        <w:tc>
          <w:tcPr>
            <w:tcW w:w="800" w:type="dxa"/>
            <w:shd w:val="solid" w:color="FFFFFF" w:fill="auto"/>
          </w:tcPr>
          <w:p w14:paraId="6A72EF62"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2009-12</w:t>
            </w:r>
          </w:p>
        </w:tc>
        <w:tc>
          <w:tcPr>
            <w:tcW w:w="800" w:type="dxa"/>
            <w:shd w:val="solid" w:color="FFFFFF" w:fill="auto"/>
          </w:tcPr>
          <w:p w14:paraId="5656616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#46</w:t>
            </w:r>
          </w:p>
        </w:tc>
        <w:tc>
          <w:tcPr>
            <w:tcW w:w="901" w:type="dxa"/>
            <w:shd w:val="solid" w:color="FFFFFF" w:fill="auto"/>
          </w:tcPr>
          <w:p w14:paraId="4AE2E430" w14:textId="77777777" w:rsidR="00FF729F" w:rsidRPr="00222A9F" w:rsidRDefault="00FF729F" w:rsidP="000555AD">
            <w:pPr>
              <w:pStyle w:val="TAL"/>
              <w:rPr>
                <w:rFonts w:cs="Arial"/>
                <w:sz w:val="16"/>
                <w:szCs w:val="16"/>
              </w:rPr>
            </w:pPr>
            <w:r w:rsidRPr="00222A9F">
              <w:rPr>
                <w:rFonts w:cs="Arial"/>
                <w:sz w:val="16"/>
                <w:szCs w:val="16"/>
              </w:rPr>
              <w:t>RP-091286</w:t>
            </w:r>
          </w:p>
        </w:tc>
        <w:tc>
          <w:tcPr>
            <w:tcW w:w="618" w:type="dxa"/>
            <w:shd w:val="solid" w:color="FFFFFF" w:fill="auto"/>
          </w:tcPr>
          <w:p w14:paraId="7D58DB60" w14:textId="77777777" w:rsidR="00FF729F" w:rsidRPr="00222A9F" w:rsidRDefault="00FF729F" w:rsidP="000555AD">
            <w:pPr>
              <w:pStyle w:val="TAL"/>
              <w:rPr>
                <w:rFonts w:cs="Arial"/>
                <w:sz w:val="16"/>
                <w:szCs w:val="16"/>
              </w:rPr>
            </w:pPr>
            <w:r w:rsidRPr="00222A9F">
              <w:rPr>
                <w:rFonts w:cs="Arial"/>
                <w:sz w:val="16"/>
                <w:szCs w:val="16"/>
              </w:rPr>
              <w:t>002</w:t>
            </w:r>
          </w:p>
        </w:tc>
        <w:tc>
          <w:tcPr>
            <w:tcW w:w="428" w:type="dxa"/>
            <w:shd w:val="solid" w:color="FFFFFF" w:fill="auto"/>
          </w:tcPr>
          <w:p w14:paraId="54E4FF30" w14:textId="77777777" w:rsidR="00FF729F" w:rsidRPr="00222A9F" w:rsidRDefault="00FF729F" w:rsidP="000555AD">
            <w:pPr>
              <w:pStyle w:val="TAL"/>
              <w:rPr>
                <w:rFonts w:cs="Arial"/>
                <w:snapToGrid w:val="0"/>
                <w:sz w:val="16"/>
                <w:szCs w:val="16"/>
                <w:lang w:val="en-AU"/>
              </w:rPr>
            </w:pPr>
          </w:p>
        </w:tc>
        <w:tc>
          <w:tcPr>
            <w:tcW w:w="614" w:type="dxa"/>
            <w:shd w:val="solid" w:color="FFFFFF" w:fill="auto"/>
            <w:vAlign w:val="bottom"/>
          </w:tcPr>
          <w:p w14:paraId="701EC474" w14:textId="77777777" w:rsidR="00FF729F" w:rsidRPr="00222A9F" w:rsidRDefault="00FF729F" w:rsidP="000555AD">
            <w:pPr>
              <w:pStyle w:val="TAL"/>
              <w:rPr>
                <w:rFonts w:cs="Arial"/>
                <w:sz w:val="16"/>
                <w:szCs w:val="16"/>
              </w:rPr>
            </w:pPr>
          </w:p>
        </w:tc>
        <w:tc>
          <w:tcPr>
            <w:tcW w:w="4111" w:type="dxa"/>
            <w:shd w:val="solid" w:color="FFFFFF" w:fill="auto"/>
            <w:vAlign w:val="bottom"/>
          </w:tcPr>
          <w:p w14:paraId="6763852F" w14:textId="77777777" w:rsidR="00FF729F" w:rsidRPr="00222A9F" w:rsidRDefault="00FF729F" w:rsidP="000555AD">
            <w:pPr>
              <w:pStyle w:val="TAL"/>
              <w:rPr>
                <w:rFonts w:cs="Arial"/>
                <w:sz w:val="16"/>
                <w:szCs w:val="16"/>
              </w:rPr>
            </w:pPr>
            <w:r w:rsidRPr="00222A9F">
              <w:rPr>
                <w:rFonts w:cs="Arial"/>
                <w:sz w:val="16"/>
                <w:szCs w:val="16"/>
              </w:rPr>
              <w:t>Introduction of Extended LTE1500 requirements for TS36.124 (Technically endorsed at RAN 4 52bis in R4-093635)</w:t>
            </w:r>
          </w:p>
        </w:tc>
        <w:tc>
          <w:tcPr>
            <w:tcW w:w="567" w:type="dxa"/>
            <w:shd w:val="solid" w:color="FFFFFF" w:fill="auto"/>
          </w:tcPr>
          <w:p w14:paraId="6FF93D67" w14:textId="77777777" w:rsidR="00FF729F" w:rsidRPr="00222A9F" w:rsidRDefault="00FF729F" w:rsidP="000555AD">
            <w:pPr>
              <w:pStyle w:val="TAL"/>
              <w:rPr>
                <w:rFonts w:cs="Arial"/>
                <w:snapToGrid w:val="0"/>
                <w:sz w:val="16"/>
                <w:szCs w:val="16"/>
                <w:lang w:val="en-AU"/>
              </w:rPr>
            </w:pPr>
            <w:r w:rsidRPr="00222A9F">
              <w:rPr>
                <w:rFonts w:cs="Arial"/>
                <w:sz w:val="16"/>
                <w:szCs w:val="16"/>
              </w:rPr>
              <w:t>9.1.0</w:t>
            </w:r>
          </w:p>
        </w:tc>
      </w:tr>
      <w:tr w:rsidR="00FF729F" w:rsidRPr="00222A9F" w14:paraId="21C01606" w14:textId="77777777" w:rsidTr="00FF729F">
        <w:tc>
          <w:tcPr>
            <w:tcW w:w="800" w:type="dxa"/>
            <w:shd w:val="solid" w:color="FFFFFF" w:fill="auto"/>
          </w:tcPr>
          <w:p w14:paraId="1C6500D2"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2009-12</w:t>
            </w:r>
          </w:p>
        </w:tc>
        <w:tc>
          <w:tcPr>
            <w:tcW w:w="800" w:type="dxa"/>
            <w:shd w:val="solid" w:color="FFFFFF" w:fill="auto"/>
          </w:tcPr>
          <w:p w14:paraId="69DD2D3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#46</w:t>
            </w:r>
          </w:p>
        </w:tc>
        <w:tc>
          <w:tcPr>
            <w:tcW w:w="901" w:type="dxa"/>
            <w:shd w:val="solid" w:color="FFFFFF" w:fill="auto"/>
          </w:tcPr>
          <w:p w14:paraId="651B6D6A" w14:textId="77777777" w:rsidR="00FF729F" w:rsidRPr="00222A9F" w:rsidRDefault="00FF729F" w:rsidP="000555AD">
            <w:pPr>
              <w:pStyle w:val="TAL"/>
              <w:rPr>
                <w:rFonts w:cs="Arial"/>
                <w:sz w:val="16"/>
                <w:szCs w:val="16"/>
              </w:rPr>
            </w:pPr>
            <w:r w:rsidRPr="00222A9F">
              <w:rPr>
                <w:rFonts w:cs="Arial"/>
                <w:sz w:val="16"/>
                <w:szCs w:val="16"/>
              </w:rPr>
              <w:t>RP-091284</w:t>
            </w:r>
          </w:p>
        </w:tc>
        <w:tc>
          <w:tcPr>
            <w:tcW w:w="618" w:type="dxa"/>
            <w:shd w:val="solid" w:color="FFFFFF" w:fill="auto"/>
          </w:tcPr>
          <w:p w14:paraId="684179AF" w14:textId="77777777" w:rsidR="00FF729F" w:rsidRPr="00222A9F" w:rsidRDefault="00FF729F" w:rsidP="000555AD">
            <w:pPr>
              <w:pStyle w:val="TAL"/>
              <w:rPr>
                <w:rFonts w:cs="Arial"/>
                <w:sz w:val="16"/>
                <w:szCs w:val="16"/>
              </w:rPr>
            </w:pPr>
            <w:r w:rsidRPr="00222A9F">
              <w:rPr>
                <w:rFonts w:cs="Arial"/>
                <w:sz w:val="16"/>
                <w:szCs w:val="16"/>
              </w:rPr>
              <w:t>003</w:t>
            </w:r>
          </w:p>
        </w:tc>
        <w:tc>
          <w:tcPr>
            <w:tcW w:w="428" w:type="dxa"/>
            <w:shd w:val="solid" w:color="FFFFFF" w:fill="auto"/>
          </w:tcPr>
          <w:p w14:paraId="32E62A48" w14:textId="77777777" w:rsidR="00FF729F" w:rsidRPr="00222A9F" w:rsidRDefault="00FF729F" w:rsidP="000555AD">
            <w:pPr>
              <w:pStyle w:val="TAL"/>
              <w:rPr>
                <w:rFonts w:cs="Arial"/>
                <w:snapToGrid w:val="0"/>
                <w:sz w:val="16"/>
                <w:szCs w:val="16"/>
                <w:lang w:val="en-AU"/>
              </w:rPr>
            </w:pPr>
          </w:p>
        </w:tc>
        <w:tc>
          <w:tcPr>
            <w:tcW w:w="614" w:type="dxa"/>
            <w:shd w:val="solid" w:color="FFFFFF" w:fill="auto"/>
            <w:vAlign w:val="bottom"/>
          </w:tcPr>
          <w:p w14:paraId="42F0E1B9" w14:textId="77777777" w:rsidR="00FF729F" w:rsidRPr="00222A9F" w:rsidRDefault="00FF729F" w:rsidP="000555AD">
            <w:pPr>
              <w:pStyle w:val="TAL"/>
              <w:rPr>
                <w:rFonts w:cs="Arial"/>
                <w:sz w:val="16"/>
                <w:szCs w:val="16"/>
              </w:rPr>
            </w:pPr>
          </w:p>
        </w:tc>
        <w:tc>
          <w:tcPr>
            <w:tcW w:w="4111" w:type="dxa"/>
            <w:shd w:val="solid" w:color="FFFFFF" w:fill="auto"/>
            <w:vAlign w:val="bottom"/>
          </w:tcPr>
          <w:p w14:paraId="2E1060AE" w14:textId="77777777" w:rsidR="00FF729F" w:rsidRPr="00222A9F" w:rsidRDefault="00FF729F" w:rsidP="000555AD">
            <w:pPr>
              <w:pStyle w:val="TAL"/>
              <w:rPr>
                <w:rFonts w:cs="Arial"/>
                <w:sz w:val="16"/>
                <w:szCs w:val="16"/>
              </w:rPr>
            </w:pPr>
            <w:r w:rsidRPr="00222A9F">
              <w:rPr>
                <w:rFonts w:cs="Arial"/>
                <w:sz w:val="16"/>
                <w:szCs w:val="16"/>
              </w:rPr>
              <w:t>Introduction of EU 800 MHz band in TS 36.124 (Technically endorsed at RAN 4 52bis in R4-093643)</w:t>
            </w:r>
          </w:p>
        </w:tc>
        <w:tc>
          <w:tcPr>
            <w:tcW w:w="567" w:type="dxa"/>
            <w:shd w:val="solid" w:color="FFFFFF" w:fill="auto"/>
          </w:tcPr>
          <w:p w14:paraId="4559D152" w14:textId="77777777" w:rsidR="00FF729F" w:rsidRPr="00222A9F" w:rsidRDefault="00FF729F" w:rsidP="000555AD">
            <w:pPr>
              <w:pStyle w:val="TAL"/>
              <w:rPr>
                <w:rFonts w:cs="Arial"/>
                <w:snapToGrid w:val="0"/>
                <w:sz w:val="16"/>
                <w:szCs w:val="16"/>
                <w:lang w:val="en-AU"/>
              </w:rPr>
            </w:pPr>
            <w:r w:rsidRPr="00222A9F">
              <w:rPr>
                <w:rFonts w:cs="Arial"/>
                <w:sz w:val="16"/>
                <w:szCs w:val="16"/>
              </w:rPr>
              <w:t>9.1.0</w:t>
            </w:r>
          </w:p>
        </w:tc>
      </w:tr>
      <w:tr w:rsidR="00FF729F" w:rsidRPr="00222A9F" w14:paraId="51428D85" w14:textId="77777777" w:rsidTr="00FF729F">
        <w:tc>
          <w:tcPr>
            <w:tcW w:w="800" w:type="dxa"/>
            <w:shd w:val="solid" w:color="FFFFFF" w:fill="auto"/>
          </w:tcPr>
          <w:p w14:paraId="6119B8D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2010-09</w:t>
            </w:r>
          </w:p>
        </w:tc>
        <w:tc>
          <w:tcPr>
            <w:tcW w:w="800" w:type="dxa"/>
            <w:shd w:val="solid" w:color="FFFFFF" w:fill="auto"/>
          </w:tcPr>
          <w:p w14:paraId="32D5406A" w14:textId="77777777" w:rsidR="00FF729F" w:rsidRPr="00222A9F" w:rsidRDefault="00FF729F" w:rsidP="000555AD">
            <w:pPr>
              <w:pStyle w:val="TAL"/>
              <w:rPr>
                <w:rFonts w:cs="Arial"/>
                <w:snapToGrid w:val="0"/>
                <w:sz w:val="16"/>
                <w:szCs w:val="16"/>
                <w:lang w:val="en-AU"/>
              </w:rPr>
            </w:pPr>
            <w:r w:rsidRPr="00222A9F">
              <w:rPr>
                <w:rFonts w:cs="Arial"/>
                <w:sz w:val="16"/>
                <w:szCs w:val="16"/>
              </w:rPr>
              <w:t>RAN #49</w:t>
            </w:r>
          </w:p>
        </w:tc>
        <w:tc>
          <w:tcPr>
            <w:tcW w:w="901" w:type="dxa"/>
            <w:shd w:val="solid" w:color="FFFFFF" w:fill="auto"/>
          </w:tcPr>
          <w:p w14:paraId="3A14E558" w14:textId="77777777" w:rsidR="00FF729F" w:rsidRPr="00222A9F" w:rsidRDefault="00FF729F" w:rsidP="000555AD">
            <w:pPr>
              <w:pStyle w:val="TAL"/>
              <w:rPr>
                <w:rFonts w:cs="Arial"/>
                <w:snapToGrid w:val="0"/>
                <w:sz w:val="16"/>
                <w:szCs w:val="16"/>
                <w:lang w:val="en-AU"/>
              </w:rPr>
            </w:pPr>
            <w:r w:rsidRPr="00222A9F">
              <w:rPr>
                <w:rFonts w:cs="Arial"/>
                <w:sz w:val="16"/>
                <w:szCs w:val="16"/>
              </w:rPr>
              <w:t>RP-100927</w:t>
            </w:r>
          </w:p>
        </w:tc>
        <w:tc>
          <w:tcPr>
            <w:tcW w:w="618" w:type="dxa"/>
            <w:shd w:val="solid" w:color="FFFFFF" w:fill="auto"/>
          </w:tcPr>
          <w:p w14:paraId="4EAF3BB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006</w:t>
            </w:r>
          </w:p>
        </w:tc>
        <w:tc>
          <w:tcPr>
            <w:tcW w:w="428" w:type="dxa"/>
            <w:shd w:val="solid" w:color="FFFFFF" w:fill="auto"/>
          </w:tcPr>
          <w:p w14:paraId="33926752"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12928318"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19BBDC1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CR LTE_TDD_2600_US spectrum band definition additions for UE to TS 36.124</w:t>
            </w:r>
          </w:p>
        </w:tc>
        <w:tc>
          <w:tcPr>
            <w:tcW w:w="567" w:type="dxa"/>
            <w:shd w:val="solid" w:color="FFFFFF" w:fill="auto"/>
          </w:tcPr>
          <w:p w14:paraId="56F6B31F" w14:textId="77777777" w:rsidR="00FF729F" w:rsidRPr="00222A9F" w:rsidRDefault="00FF729F" w:rsidP="000555AD">
            <w:pPr>
              <w:pStyle w:val="TAL"/>
              <w:rPr>
                <w:rFonts w:cs="Arial"/>
                <w:snapToGrid w:val="0"/>
                <w:sz w:val="16"/>
                <w:szCs w:val="16"/>
                <w:lang w:val="en-AU"/>
              </w:rPr>
            </w:pPr>
            <w:r w:rsidRPr="00222A9F">
              <w:rPr>
                <w:rFonts w:cs="Arial"/>
                <w:sz w:val="16"/>
                <w:szCs w:val="16"/>
              </w:rPr>
              <w:t>10.0.0</w:t>
            </w:r>
          </w:p>
        </w:tc>
      </w:tr>
      <w:tr w:rsidR="00FF729F" w:rsidRPr="00222A9F" w14:paraId="3662AC4E" w14:textId="77777777" w:rsidTr="00FF729F">
        <w:tc>
          <w:tcPr>
            <w:tcW w:w="800" w:type="dxa"/>
            <w:shd w:val="solid" w:color="FFFFFF" w:fill="auto"/>
          </w:tcPr>
          <w:p w14:paraId="013BF851"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74B1FC76"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6B2F2E2E" w14:textId="77777777" w:rsidR="00FF729F" w:rsidRPr="00222A9F" w:rsidRDefault="00FF729F" w:rsidP="000555AD">
            <w:pPr>
              <w:pStyle w:val="TAL"/>
              <w:rPr>
                <w:rFonts w:cs="Arial"/>
                <w:sz w:val="16"/>
                <w:szCs w:val="16"/>
              </w:rPr>
            </w:pPr>
            <w:r w:rsidRPr="00222A9F">
              <w:rPr>
                <w:rFonts w:cs="Arial"/>
                <w:sz w:val="16"/>
                <w:szCs w:val="16"/>
              </w:rPr>
              <w:t>RP-101327</w:t>
            </w:r>
          </w:p>
        </w:tc>
        <w:tc>
          <w:tcPr>
            <w:tcW w:w="618" w:type="dxa"/>
            <w:shd w:val="solid" w:color="FFFFFF" w:fill="auto"/>
          </w:tcPr>
          <w:p w14:paraId="0C0B9513" w14:textId="77777777" w:rsidR="00FF729F" w:rsidRPr="00222A9F" w:rsidRDefault="00FF729F" w:rsidP="000555AD">
            <w:pPr>
              <w:pStyle w:val="TAL"/>
              <w:rPr>
                <w:rFonts w:cs="Arial"/>
                <w:snapToGrid w:val="0"/>
                <w:sz w:val="16"/>
                <w:szCs w:val="16"/>
                <w:lang w:val="en-AU"/>
              </w:rPr>
            </w:pPr>
            <w:r w:rsidRPr="00222A9F">
              <w:rPr>
                <w:rFonts w:cs="Arial"/>
                <w:sz w:val="16"/>
                <w:szCs w:val="16"/>
              </w:rPr>
              <w:t>013</w:t>
            </w:r>
          </w:p>
        </w:tc>
        <w:tc>
          <w:tcPr>
            <w:tcW w:w="428" w:type="dxa"/>
            <w:shd w:val="solid" w:color="FFFFFF" w:fill="auto"/>
          </w:tcPr>
          <w:p w14:paraId="33629ED8" w14:textId="77777777" w:rsidR="00FF729F" w:rsidRPr="00222A9F" w:rsidRDefault="00FF729F" w:rsidP="000555AD">
            <w:pPr>
              <w:pStyle w:val="TAL"/>
              <w:rPr>
                <w:rFonts w:cs="Arial"/>
                <w:snapToGrid w:val="0"/>
                <w:sz w:val="16"/>
                <w:szCs w:val="16"/>
                <w:lang w:val="en-AU"/>
              </w:rPr>
            </w:pPr>
            <w:r w:rsidRPr="00222A9F">
              <w:rPr>
                <w:rFonts w:cs="Arial"/>
                <w:sz w:val="16"/>
                <w:szCs w:val="16"/>
              </w:rPr>
              <w:t> </w:t>
            </w:r>
          </w:p>
        </w:tc>
        <w:tc>
          <w:tcPr>
            <w:tcW w:w="614" w:type="dxa"/>
            <w:shd w:val="solid" w:color="FFFFFF" w:fill="auto"/>
          </w:tcPr>
          <w:p w14:paraId="69748CFF"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37520C3F" w14:textId="77777777" w:rsidR="00FF729F" w:rsidRPr="00222A9F" w:rsidRDefault="00FF729F" w:rsidP="000555AD">
            <w:pPr>
              <w:pStyle w:val="TAL"/>
              <w:rPr>
                <w:rFonts w:cs="Arial"/>
                <w:snapToGrid w:val="0"/>
                <w:sz w:val="16"/>
                <w:szCs w:val="16"/>
                <w:lang w:val="en-AU"/>
              </w:rPr>
            </w:pPr>
            <w:r w:rsidRPr="00222A9F">
              <w:rPr>
                <w:rFonts w:cs="Arial"/>
                <w:sz w:val="16"/>
                <w:szCs w:val="16"/>
              </w:rPr>
              <w:t>Band 12 channel arrangement correction on 36.124</w:t>
            </w:r>
          </w:p>
        </w:tc>
        <w:tc>
          <w:tcPr>
            <w:tcW w:w="567" w:type="dxa"/>
            <w:shd w:val="solid" w:color="FFFFFF" w:fill="auto"/>
          </w:tcPr>
          <w:p w14:paraId="61AC9F28"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66EC9CB0" w14:textId="77777777" w:rsidTr="00FF729F">
        <w:tc>
          <w:tcPr>
            <w:tcW w:w="800" w:type="dxa"/>
            <w:shd w:val="solid" w:color="FFFFFF" w:fill="auto"/>
          </w:tcPr>
          <w:p w14:paraId="0278FFF6"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770028C0"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5C284A48" w14:textId="77777777" w:rsidR="00FF729F" w:rsidRPr="00222A9F" w:rsidRDefault="00FF729F" w:rsidP="000555AD">
            <w:pPr>
              <w:pStyle w:val="TAL"/>
              <w:rPr>
                <w:rFonts w:cs="Arial"/>
                <w:sz w:val="16"/>
                <w:szCs w:val="16"/>
              </w:rPr>
            </w:pPr>
            <w:r w:rsidRPr="00222A9F">
              <w:rPr>
                <w:rFonts w:cs="Arial"/>
                <w:sz w:val="16"/>
                <w:szCs w:val="16"/>
              </w:rPr>
              <w:t>RP-101356</w:t>
            </w:r>
          </w:p>
        </w:tc>
        <w:tc>
          <w:tcPr>
            <w:tcW w:w="618" w:type="dxa"/>
            <w:shd w:val="solid" w:color="FFFFFF" w:fill="auto"/>
          </w:tcPr>
          <w:p w14:paraId="10B698BB" w14:textId="77777777" w:rsidR="00FF729F" w:rsidRPr="00222A9F" w:rsidRDefault="00FF729F" w:rsidP="000555AD">
            <w:pPr>
              <w:pStyle w:val="TAL"/>
              <w:rPr>
                <w:rFonts w:cs="Arial"/>
                <w:snapToGrid w:val="0"/>
                <w:sz w:val="16"/>
                <w:szCs w:val="16"/>
                <w:lang w:val="en-AU"/>
              </w:rPr>
            </w:pPr>
            <w:r w:rsidRPr="00222A9F">
              <w:rPr>
                <w:rFonts w:cs="Arial"/>
                <w:sz w:val="16"/>
                <w:szCs w:val="16"/>
              </w:rPr>
              <w:t>009</w:t>
            </w:r>
          </w:p>
        </w:tc>
        <w:tc>
          <w:tcPr>
            <w:tcW w:w="428" w:type="dxa"/>
            <w:shd w:val="solid" w:color="FFFFFF" w:fill="auto"/>
          </w:tcPr>
          <w:p w14:paraId="480DF8FA" w14:textId="77777777" w:rsidR="00FF729F" w:rsidRPr="00222A9F" w:rsidRDefault="00FF729F" w:rsidP="000555AD">
            <w:pPr>
              <w:pStyle w:val="TAL"/>
              <w:rPr>
                <w:rFonts w:cs="Arial"/>
                <w:snapToGrid w:val="0"/>
                <w:sz w:val="16"/>
                <w:szCs w:val="16"/>
                <w:lang w:val="en-AU"/>
              </w:rPr>
            </w:pPr>
            <w:r w:rsidRPr="00222A9F">
              <w:rPr>
                <w:rFonts w:cs="Arial"/>
                <w:sz w:val="16"/>
                <w:szCs w:val="16"/>
              </w:rPr>
              <w:t>1</w:t>
            </w:r>
          </w:p>
        </w:tc>
        <w:tc>
          <w:tcPr>
            <w:tcW w:w="614" w:type="dxa"/>
            <w:shd w:val="solid" w:color="FFFFFF" w:fill="auto"/>
          </w:tcPr>
          <w:p w14:paraId="5B156DC1"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60206445" w14:textId="77777777" w:rsidR="00FF729F" w:rsidRPr="00222A9F" w:rsidRDefault="00FF729F" w:rsidP="000555AD">
            <w:pPr>
              <w:pStyle w:val="TAL"/>
              <w:rPr>
                <w:rFonts w:cs="Arial"/>
                <w:snapToGrid w:val="0"/>
                <w:sz w:val="16"/>
                <w:szCs w:val="16"/>
                <w:lang w:val="en-AU"/>
              </w:rPr>
            </w:pPr>
            <w:r w:rsidRPr="00222A9F">
              <w:rPr>
                <w:rFonts w:cs="Arial"/>
                <w:sz w:val="16"/>
                <w:szCs w:val="16"/>
              </w:rPr>
              <w:t>Band 42 and 43 parameters for UMTS/LTE 3500 (TDD) for TS 36.124</w:t>
            </w:r>
          </w:p>
        </w:tc>
        <w:tc>
          <w:tcPr>
            <w:tcW w:w="567" w:type="dxa"/>
            <w:shd w:val="solid" w:color="FFFFFF" w:fill="auto"/>
          </w:tcPr>
          <w:p w14:paraId="55B39F21"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4460CD25" w14:textId="77777777" w:rsidTr="00FF729F">
        <w:tc>
          <w:tcPr>
            <w:tcW w:w="800" w:type="dxa"/>
            <w:shd w:val="solid" w:color="FFFFFF" w:fill="auto"/>
          </w:tcPr>
          <w:p w14:paraId="1E43F4C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3011BB1A"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33439B41" w14:textId="77777777" w:rsidR="00FF729F" w:rsidRPr="00222A9F" w:rsidRDefault="00FF729F" w:rsidP="000555AD">
            <w:pPr>
              <w:pStyle w:val="TAL"/>
              <w:rPr>
                <w:rFonts w:cs="Arial"/>
                <w:sz w:val="16"/>
                <w:szCs w:val="16"/>
              </w:rPr>
            </w:pPr>
            <w:r w:rsidRPr="00222A9F">
              <w:rPr>
                <w:rFonts w:cs="Arial"/>
                <w:sz w:val="16"/>
                <w:szCs w:val="16"/>
              </w:rPr>
              <w:t>RP-101361</w:t>
            </w:r>
          </w:p>
        </w:tc>
        <w:tc>
          <w:tcPr>
            <w:tcW w:w="618" w:type="dxa"/>
            <w:shd w:val="solid" w:color="FFFFFF" w:fill="auto"/>
          </w:tcPr>
          <w:p w14:paraId="43A7D90A" w14:textId="77777777" w:rsidR="00FF729F" w:rsidRPr="00222A9F" w:rsidRDefault="00FF729F" w:rsidP="000555AD">
            <w:pPr>
              <w:pStyle w:val="TAL"/>
              <w:rPr>
                <w:rFonts w:cs="Arial"/>
                <w:snapToGrid w:val="0"/>
                <w:sz w:val="16"/>
                <w:szCs w:val="16"/>
                <w:lang w:val="en-AU"/>
              </w:rPr>
            </w:pPr>
            <w:r w:rsidRPr="00222A9F">
              <w:rPr>
                <w:rFonts w:cs="Arial"/>
                <w:sz w:val="16"/>
                <w:szCs w:val="16"/>
              </w:rPr>
              <w:t>007</w:t>
            </w:r>
          </w:p>
        </w:tc>
        <w:tc>
          <w:tcPr>
            <w:tcW w:w="428" w:type="dxa"/>
            <w:shd w:val="solid" w:color="FFFFFF" w:fill="auto"/>
          </w:tcPr>
          <w:p w14:paraId="193E38F7" w14:textId="77777777" w:rsidR="00FF729F" w:rsidRPr="00222A9F" w:rsidRDefault="00FF729F" w:rsidP="000555AD">
            <w:pPr>
              <w:pStyle w:val="TAL"/>
              <w:rPr>
                <w:rFonts w:cs="Arial"/>
                <w:snapToGrid w:val="0"/>
                <w:sz w:val="16"/>
                <w:szCs w:val="16"/>
                <w:lang w:val="en-AU"/>
              </w:rPr>
            </w:pPr>
            <w:r w:rsidRPr="00222A9F">
              <w:rPr>
                <w:rFonts w:cs="Arial"/>
                <w:sz w:val="16"/>
                <w:szCs w:val="16"/>
              </w:rPr>
              <w:t> </w:t>
            </w:r>
          </w:p>
        </w:tc>
        <w:tc>
          <w:tcPr>
            <w:tcW w:w="614" w:type="dxa"/>
            <w:shd w:val="solid" w:color="FFFFFF" w:fill="auto"/>
          </w:tcPr>
          <w:p w14:paraId="031C1787"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67BF4792" w14:textId="77777777" w:rsidR="00FF729F" w:rsidRPr="00222A9F" w:rsidRDefault="00FF729F" w:rsidP="000555AD">
            <w:pPr>
              <w:pStyle w:val="TAL"/>
              <w:rPr>
                <w:rFonts w:cs="Arial"/>
                <w:snapToGrid w:val="0"/>
                <w:sz w:val="16"/>
                <w:szCs w:val="16"/>
                <w:lang w:val="en-AU"/>
              </w:rPr>
            </w:pPr>
            <w:r w:rsidRPr="00222A9F">
              <w:rPr>
                <w:rFonts w:cs="Arial"/>
                <w:sz w:val="16"/>
                <w:szCs w:val="16"/>
              </w:rPr>
              <w:t>Introduction of L-band in TS36.124</w:t>
            </w:r>
          </w:p>
        </w:tc>
        <w:tc>
          <w:tcPr>
            <w:tcW w:w="567" w:type="dxa"/>
            <w:shd w:val="solid" w:color="FFFFFF" w:fill="auto"/>
          </w:tcPr>
          <w:p w14:paraId="3029885B"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6A8C7646" w14:textId="77777777" w:rsidTr="00FF729F">
        <w:tc>
          <w:tcPr>
            <w:tcW w:w="800" w:type="dxa"/>
            <w:shd w:val="solid" w:color="FFFFFF" w:fill="auto"/>
          </w:tcPr>
          <w:p w14:paraId="50AAE63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2011-06</w:t>
            </w:r>
          </w:p>
        </w:tc>
        <w:tc>
          <w:tcPr>
            <w:tcW w:w="800" w:type="dxa"/>
            <w:shd w:val="solid" w:color="FFFFFF" w:fill="auto"/>
          </w:tcPr>
          <w:p w14:paraId="474EF41F" w14:textId="77777777" w:rsidR="00FF729F" w:rsidRPr="00222A9F" w:rsidRDefault="00FF729F" w:rsidP="000555AD">
            <w:pPr>
              <w:pStyle w:val="TAL"/>
              <w:rPr>
                <w:rFonts w:cs="Arial"/>
                <w:sz w:val="16"/>
                <w:szCs w:val="16"/>
              </w:rPr>
            </w:pPr>
            <w:r w:rsidRPr="00222A9F">
              <w:rPr>
                <w:rFonts w:cs="Arial"/>
                <w:sz w:val="16"/>
                <w:szCs w:val="16"/>
              </w:rPr>
              <w:t>RP-52</w:t>
            </w:r>
          </w:p>
        </w:tc>
        <w:tc>
          <w:tcPr>
            <w:tcW w:w="901" w:type="dxa"/>
            <w:shd w:val="solid" w:color="FFFFFF" w:fill="auto"/>
          </w:tcPr>
          <w:p w14:paraId="3AF813D1" w14:textId="77777777" w:rsidR="00FF729F" w:rsidRPr="00222A9F" w:rsidRDefault="00FF729F" w:rsidP="000555AD">
            <w:pPr>
              <w:pStyle w:val="TAL"/>
              <w:rPr>
                <w:rFonts w:cs="Arial"/>
                <w:sz w:val="16"/>
                <w:szCs w:val="16"/>
              </w:rPr>
            </w:pPr>
            <w:r w:rsidRPr="00222A9F">
              <w:rPr>
                <w:rFonts w:cs="Arial"/>
                <w:sz w:val="16"/>
                <w:szCs w:val="16"/>
              </w:rPr>
              <w:t>RP-110804</w:t>
            </w:r>
          </w:p>
        </w:tc>
        <w:tc>
          <w:tcPr>
            <w:tcW w:w="618" w:type="dxa"/>
            <w:shd w:val="solid" w:color="FFFFFF" w:fill="auto"/>
          </w:tcPr>
          <w:p w14:paraId="5A1D0880" w14:textId="77777777" w:rsidR="00FF729F" w:rsidRPr="00222A9F" w:rsidRDefault="00FF729F" w:rsidP="000555AD">
            <w:pPr>
              <w:pStyle w:val="TAL"/>
              <w:rPr>
                <w:rFonts w:cs="Arial"/>
                <w:sz w:val="16"/>
                <w:szCs w:val="16"/>
              </w:rPr>
            </w:pPr>
            <w:r w:rsidRPr="00222A9F">
              <w:rPr>
                <w:rFonts w:cs="Arial"/>
                <w:sz w:val="16"/>
                <w:szCs w:val="16"/>
              </w:rPr>
              <w:t>010</w:t>
            </w:r>
          </w:p>
        </w:tc>
        <w:tc>
          <w:tcPr>
            <w:tcW w:w="428" w:type="dxa"/>
            <w:shd w:val="solid" w:color="FFFFFF" w:fill="auto"/>
          </w:tcPr>
          <w:p w14:paraId="26DBEC98" w14:textId="77777777" w:rsidR="00FF729F" w:rsidRPr="00222A9F" w:rsidRDefault="00FF729F" w:rsidP="000555AD">
            <w:pPr>
              <w:pStyle w:val="TAL"/>
              <w:rPr>
                <w:rFonts w:cs="Arial"/>
                <w:sz w:val="16"/>
                <w:szCs w:val="16"/>
              </w:rPr>
            </w:pPr>
            <w:r w:rsidRPr="00222A9F">
              <w:rPr>
                <w:rFonts w:cs="Arial"/>
                <w:sz w:val="16"/>
                <w:szCs w:val="16"/>
              </w:rPr>
              <w:t>2</w:t>
            </w:r>
          </w:p>
        </w:tc>
        <w:tc>
          <w:tcPr>
            <w:tcW w:w="614" w:type="dxa"/>
            <w:shd w:val="solid" w:color="FFFFFF" w:fill="auto"/>
          </w:tcPr>
          <w:p w14:paraId="5E1051BE" w14:textId="77777777" w:rsidR="00FF729F" w:rsidRPr="00222A9F" w:rsidRDefault="00FF729F" w:rsidP="000555AD">
            <w:pPr>
              <w:pStyle w:val="TAL"/>
              <w:rPr>
                <w:rFonts w:cs="Arial"/>
                <w:sz w:val="16"/>
                <w:szCs w:val="16"/>
              </w:rPr>
            </w:pPr>
          </w:p>
        </w:tc>
        <w:tc>
          <w:tcPr>
            <w:tcW w:w="4111" w:type="dxa"/>
            <w:shd w:val="solid" w:color="FFFFFF" w:fill="auto"/>
          </w:tcPr>
          <w:p w14:paraId="331CCDA6" w14:textId="77777777" w:rsidR="00FF729F" w:rsidRPr="00222A9F" w:rsidRDefault="00FF729F" w:rsidP="000555AD">
            <w:pPr>
              <w:pStyle w:val="TAL"/>
              <w:rPr>
                <w:rFonts w:cs="Arial"/>
                <w:sz w:val="16"/>
                <w:szCs w:val="16"/>
              </w:rPr>
            </w:pPr>
            <w:r w:rsidRPr="00222A9F">
              <w:rPr>
                <w:rFonts w:cs="Arial"/>
                <w:sz w:val="16"/>
                <w:szCs w:val="16"/>
              </w:rPr>
              <w:t>Add Expanded 1900 MHz Band (Band 25) in 36.124</w:t>
            </w:r>
          </w:p>
        </w:tc>
        <w:tc>
          <w:tcPr>
            <w:tcW w:w="567" w:type="dxa"/>
            <w:shd w:val="solid" w:color="FFFFFF" w:fill="auto"/>
          </w:tcPr>
          <w:p w14:paraId="730A3B29" w14:textId="77777777" w:rsidR="00FF729F" w:rsidRPr="00222A9F" w:rsidRDefault="00FF729F" w:rsidP="000555AD">
            <w:pPr>
              <w:pStyle w:val="TAL"/>
              <w:rPr>
                <w:rFonts w:cs="Arial"/>
                <w:sz w:val="16"/>
                <w:szCs w:val="16"/>
              </w:rPr>
            </w:pPr>
            <w:r w:rsidRPr="00222A9F">
              <w:rPr>
                <w:rFonts w:cs="Arial"/>
                <w:sz w:val="16"/>
                <w:szCs w:val="16"/>
              </w:rPr>
              <w:t>10.2.0</w:t>
            </w:r>
          </w:p>
        </w:tc>
      </w:tr>
      <w:tr w:rsidR="00FF729F" w:rsidRPr="00222A9F" w14:paraId="06297D79" w14:textId="77777777" w:rsidTr="00FF729F">
        <w:tc>
          <w:tcPr>
            <w:tcW w:w="800" w:type="dxa"/>
            <w:shd w:val="solid" w:color="FFFFFF" w:fill="auto"/>
          </w:tcPr>
          <w:p w14:paraId="29A2484D"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2011-06</w:t>
            </w:r>
          </w:p>
        </w:tc>
        <w:tc>
          <w:tcPr>
            <w:tcW w:w="800" w:type="dxa"/>
            <w:shd w:val="solid" w:color="FFFFFF" w:fill="auto"/>
          </w:tcPr>
          <w:p w14:paraId="51BC88E4" w14:textId="77777777" w:rsidR="00FF729F" w:rsidRPr="00222A9F" w:rsidRDefault="00FF729F" w:rsidP="000555AD">
            <w:pPr>
              <w:pStyle w:val="TAL"/>
              <w:rPr>
                <w:rFonts w:cs="Arial"/>
                <w:sz w:val="16"/>
                <w:szCs w:val="16"/>
              </w:rPr>
            </w:pPr>
            <w:r w:rsidRPr="00222A9F">
              <w:rPr>
                <w:rFonts w:cs="Arial"/>
                <w:sz w:val="16"/>
                <w:szCs w:val="16"/>
              </w:rPr>
              <w:t>RP-52</w:t>
            </w:r>
          </w:p>
        </w:tc>
        <w:tc>
          <w:tcPr>
            <w:tcW w:w="901" w:type="dxa"/>
            <w:shd w:val="solid" w:color="FFFFFF" w:fill="auto"/>
          </w:tcPr>
          <w:p w14:paraId="48DC6147" w14:textId="77777777" w:rsidR="00FF729F" w:rsidRPr="00222A9F" w:rsidRDefault="00FF729F" w:rsidP="000555AD">
            <w:pPr>
              <w:pStyle w:val="TAL"/>
              <w:rPr>
                <w:rFonts w:cs="Arial"/>
                <w:sz w:val="16"/>
                <w:szCs w:val="16"/>
              </w:rPr>
            </w:pPr>
            <w:r w:rsidRPr="00222A9F">
              <w:rPr>
                <w:rFonts w:cs="Arial"/>
                <w:sz w:val="16"/>
                <w:szCs w:val="16"/>
              </w:rPr>
              <w:t>RP-110812</w:t>
            </w:r>
          </w:p>
        </w:tc>
        <w:tc>
          <w:tcPr>
            <w:tcW w:w="618" w:type="dxa"/>
            <w:shd w:val="solid" w:color="FFFFFF" w:fill="auto"/>
          </w:tcPr>
          <w:p w14:paraId="498CC173" w14:textId="77777777" w:rsidR="00FF729F" w:rsidRPr="00222A9F" w:rsidRDefault="00FF729F" w:rsidP="000555AD">
            <w:pPr>
              <w:pStyle w:val="TAL"/>
              <w:rPr>
                <w:rFonts w:cs="Arial"/>
                <w:sz w:val="16"/>
                <w:szCs w:val="16"/>
              </w:rPr>
            </w:pPr>
            <w:r w:rsidRPr="00222A9F">
              <w:rPr>
                <w:rFonts w:cs="Arial"/>
                <w:sz w:val="16"/>
                <w:szCs w:val="16"/>
              </w:rPr>
              <w:t>015</w:t>
            </w:r>
          </w:p>
        </w:tc>
        <w:tc>
          <w:tcPr>
            <w:tcW w:w="428" w:type="dxa"/>
            <w:shd w:val="solid" w:color="FFFFFF" w:fill="auto"/>
          </w:tcPr>
          <w:p w14:paraId="37E63EC1" w14:textId="77777777" w:rsidR="00FF729F" w:rsidRPr="00222A9F" w:rsidRDefault="00FF729F" w:rsidP="000555AD">
            <w:pPr>
              <w:pStyle w:val="TAL"/>
              <w:rPr>
                <w:rFonts w:cs="Arial"/>
                <w:sz w:val="16"/>
                <w:szCs w:val="16"/>
              </w:rPr>
            </w:pPr>
            <w:r w:rsidRPr="00222A9F">
              <w:rPr>
                <w:rFonts w:cs="Arial"/>
                <w:sz w:val="16"/>
                <w:szCs w:val="16"/>
              </w:rPr>
              <w:t>1</w:t>
            </w:r>
          </w:p>
        </w:tc>
        <w:tc>
          <w:tcPr>
            <w:tcW w:w="614" w:type="dxa"/>
            <w:shd w:val="solid" w:color="FFFFFF" w:fill="auto"/>
          </w:tcPr>
          <w:p w14:paraId="1702541F" w14:textId="77777777" w:rsidR="00FF729F" w:rsidRPr="00222A9F" w:rsidRDefault="00FF729F" w:rsidP="000555AD">
            <w:pPr>
              <w:pStyle w:val="TAL"/>
              <w:rPr>
                <w:rFonts w:cs="Arial"/>
                <w:sz w:val="16"/>
                <w:szCs w:val="16"/>
              </w:rPr>
            </w:pPr>
          </w:p>
        </w:tc>
        <w:tc>
          <w:tcPr>
            <w:tcW w:w="4111" w:type="dxa"/>
            <w:shd w:val="solid" w:color="FFFFFF" w:fill="auto"/>
          </w:tcPr>
          <w:p w14:paraId="4F61F337" w14:textId="77777777" w:rsidR="00FF729F" w:rsidRPr="00222A9F" w:rsidRDefault="00FF729F" w:rsidP="000555AD">
            <w:pPr>
              <w:pStyle w:val="TAL"/>
              <w:rPr>
                <w:rFonts w:cs="Arial"/>
                <w:sz w:val="16"/>
                <w:szCs w:val="16"/>
              </w:rPr>
            </w:pPr>
            <w:r w:rsidRPr="00222A9F">
              <w:rPr>
                <w:rFonts w:cs="Arial"/>
                <w:sz w:val="16"/>
                <w:szCs w:val="16"/>
              </w:rPr>
              <w:t>Add 2GHz S-Band (Band 23) in  36.124</w:t>
            </w:r>
          </w:p>
        </w:tc>
        <w:tc>
          <w:tcPr>
            <w:tcW w:w="567" w:type="dxa"/>
            <w:shd w:val="solid" w:color="FFFFFF" w:fill="auto"/>
          </w:tcPr>
          <w:p w14:paraId="7BBC6988" w14:textId="77777777" w:rsidR="00FF729F" w:rsidRPr="00222A9F" w:rsidRDefault="00FF729F" w:rsidP="000555AD">
            <w:pPr>
              <w:pStyle w:val="TAL"/>
              <w:rPr>
                <w:rFonts w:cs="Arial"/>
                <w:sz w:val="16"/>
                <w:szCs w:val="16"/>
              </w:rPr>
            </w:pPr>
            <w:r w:rsidRPr="00222A9F">
              <w:rPr>
                <w:rFonts w:cs="Arial"/>
                <w:sz w:val="16"/>
                <w:szCs w:val="16"/>
              </w:rPr>
              <w:t>10.2.0</w:t>
            </w:r>
          </w:p>
        </w:tc>
      </w:tr>
      <w:tr w:rsidR="00FF729F" w:rsidRPr="00222A9F" w14:paraId="1F59BFBD" w14:textId="77777777" w:rsidTr="00FF729F">
        <w:tc>
          <w:tcPr>
            <w:tcW w:w="800" w:type="dxa"/>
            <w:shd w:val="solid" w:color="FFFFFF" w:fill="auto"/>
          </w:tcPr>
          <w:p w14:paraId="00BF303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2011-09</w:t>
            </w:r>
          </w:p>
        </w:tc>
        <w:tc>
          <w:tcPr>
            <w:tcW w:w="800" w:type="dxa"/>
            <w:shd w:val="solid" w:color="FFFFFF" w:fill="auto"/>
          </w:tcPr>
          <w:p w14:paraId="41A8D291" w14:textId="77777777" w:rsidR="00FF729F" w:rsidRPr="00222A9F" w:rsidRDefault="00FF729F" w:rsidP="000555AD">
            <w:pPr>
              <w:pStyle w:val="TAL"/>
              <w:rPr>
                <w:rFonts w:cs="Arial"/>
                <w:sz w:val="16"/>
                <w:szCs w:val="16"/>
              </w:rPr>
            </w:pPr>
            <w:r w:rsidRPr="00222A9F">
              <w:rPr>
                <w:rFonts w:cs="Arial"/>
                <w:sz w:val="16"/>
                <w:szCs w:val="16"/>
              </w:rPr>
              <w:t>RP-53</w:t>
            </w:r>
          </w:p>
        </w:tc>
        <w:tc>
          <w:tcPr>
            <w:tcW w:w="901" w:type="dxa"/>
            <w:shd w:val="solid" w:color="FFFFFF" w:fill="auto"/>
          </w:tcPr>
          <w:p w14:paraId="04A2EDCE" w14:textId="77777777" w:rsidR="00FF729F" w:rsidRPr="00222A9F" w:rsidRDefault="00FF729F" w:rsidP="000555AD">
            <w:pPr>
              <w:pStyle w:val="TAL"/>
              <w:rPr>
                <w:rFonts w:cs="Arial"/>
                <w:sz w:val="16"/>
                <w:szCs w:val="16"/>
              </w:rPr>
            </w:pPr>
            <w:r w:rsidRPr="00222A9F">
              <w:rPr>
                <w:rFonts w:cs="Arial"/>
                <w:sz w:val="16"/>
                <w:szCs w:val="16"/>
              </w:rPr>
              <w:t>RP-111255</w:t>
            </w:r>
          </w:p>
        </w:tc>
        <w:tc>
          <w:tcPr>
            <w:tcW w:w="618" w:type="dxa"/>
            <w:shd w:val="solid" w:color="FFFFFF" w:fill="auto"/>
          </w:tcPr>
          <w:p w14:paraId="7989B0B4" w14:textId="77777777" w:rsidR="00FF729F" w:rsidRPr="00222A9F" w:rsidRDefault="00FF729F" w:rsidP="000555AD">
            <w:pPr>
              <w:pStyle w:val="TAL"/>
              <w:rPr>
                <w:rFonts w:cs="Arial"/>
                <w:sz w:val="16"/>
                <w:szCs w:val="16"/>
              </w:rPr>
            </w:pPr>
            <w:r w:rsidRPr="00222A9F">
              <w:rPr>
                <w:rFonts w:cs="Arial"/>
                <w:sz w:val="16"/>
                <w:szCs w:val="16"/>
              </w:rPr>
              <w:t>016</w:t>
            </w:r>
          </w:p>
        </w:tc>
        <w:tc>
          <w:tcPr>
            <w:tcW w:w="428" w:type="dxa"/>
            <w:shd w:val="solid" w:color="FFFFFF" w:fill="auto"/>
          </w:tcPr>
          <w:p w14:paraId="324CE46D"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4AE3E6F7" w14:textId="77777777" w:rsidR="00FF729F" w:rsidRPr="00222A9F" w:rsidRDefault="00FF729F" w:rsidP="000555AD">
            <w:pPr>
              <w:pStyle w:val="TAL"/>
              <w:rPr>
                <w:rFonts w:cs="Arial"/>
                <w:sz w:val="16"/>
                <w:szCs w:val="16"/>
              </w:rPr>
            </w:pPr>
          </w:p>
        </w:tc>
        <w:tc>
          <w:tcPr>
            <w:tcW w:w="4111" w:type="dxa"/>
            <w:shd w:val="solid" w:color="FFFFFF" w:fill="auto"/>
          </w:tcPr>
          <w:p w14:paraId="24206281" w14:textId="77777777" w:rsidR="00FF729F" w:rsidRPr="00222A9F" w:rsidRDefault="00FF729F" w:rsidP="000555AD">
            <w:pPr>
              <w:pStyle w:val="TAL"/>
              <w:rPr>
                <w:rFonts w:cs="Arial"/>
                <w:sz w:val="16"/>
                <w:szCs w:val="16"/>
              </w:rPr>
            </w:pPr>
            <w:r w:rsidRPr="00222A9F">
              <w:rPr>
                <w:rFonts w:cs="Arial"/>
                <w:sz w:val="16"/>
                <w:szCs w:val="16"/>
              </w:rPr>
              <w:t>Add Band 22/XXII for LTE/UMTS 3500 (FDD) to TS 36.124</w:t>
            </w:r>
          </w:p>
        </w:tc>
        <w:tc>
          <w:tcPr>
            <w:tcW w:w="567" w:type="dxa"/>
            <w:shd w:val="solid" w:color="FFFFFF" w:fill="auto"/>
          </w:tcPr>
          <w:p w14:paraId="096FC15D" w14:textId="77777777" w:rsidR="00FF729F" w:rsidRPr="00222A9F" w:rsidRDefault="00FF729F" w:rsidP="000555AD">
            <w:pPr>
              <w:pStyle w:val="TAL"/>
              <w:rPr>
                <w:rFonts w:cs="Arial"/>
                <w:sz w:val="16"/>
                <w:szCs w:val="16"/>
              </w:rPr>
            </w:pPr>
            <w:r w:rsidRPr="00222A9F">
              <w:rPr>
                <w:rFonts w:cs="Arial"/>
                <w:sz w:val="16"/>
                <w:szCs w:val="16"/>
              </w:rPr>
              <w:t>10.3.0</w:t>
            </w:r>
          </w:p>
        </w:tc>
      </w:tr>
      <w:tr w:rsidR="00FF729F" w:rsidRPr="00222A9F" w14:paraId="78130135" w14:textId="77777777" w:rsidTr="00FF729F">
        <w:tc>
          <w:tcPr>
            <w:tcW w:w="800" w:type="dxa"/>
            <w:shd w:val="solid" w:color="FFFFFF" w:fill="auto"/>
          </w:tcPr>
          <w:p w14:paraId="511D7CE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2012-03</w:t>
            </w:r>
          </w:p>
        </w:tc>
        <w:tc>
          <w:tcPr>
            <w:tcW w:w="800" w:type="dxa"/>
            <w:shd w:val="solid" w:color="FFFFFF" w:fill="auto"/>
          </w:tcPr>
          <w:p w14:paraId="734E133E" w14:textId="77777777" w:rsidR="00FF729F" w:rsidRPr="00222A9F" w:rsidRDefault="00FF729F" w:rsidP="000555AD">
            <w:pPr>
              <w:pStyle w:val="TAL"/>
              <w:rPr>
                <w:rFonts w:cs="Arial"/>
                <w:sz w:val="16"/>
                <w:szCs w:val="16"/>
              </w:rPr>
            </w:pPr>
            <w:r w:rsidRPr="00222A9F">
              <w:rPr>
                <w:rFonts w:cs="Arial"/>
                <w:sz w:val="16"/>
                <w:szCs w:val="16"/>
              </w:rPr>
              <w:t>RP-55</w:t>
            </w:r>
          </w:p>
        </w:tc>
        <w:tc>
          <w:tcPr>
            <w:tcW w:w="901" w:type="dxa"/>
            <w:shd w:val="solid" w:color="FFFFFF" w:fill="auto"/>
          </w:tcPr>
          <w:p w14:paraId="1545237E" w14:textId="77777777" w:rsidR="00FF729F" w:rsidRPr="00222A9F" w:rsidRDefault="00FF729F" w:rsidP="000555AD">
            <w:pPr>
              <w:pStyle w:val="TAL"/>
              <w:rPr>
                <w:rFonts w:cs="Arial"/>
                <w:sz w:val="16"/>
                <w:szCs w:val="16"/>
              </w:rPr>
            </w:pPr>
            <w:r w:rsidRPr="00222A9F">
              <w:rPr>
                <w:rFonts w:cs="Arial"/>
                <w:sz w:val="16"/>
                <w:szCs w:val="16"/>
              </w:rPr>
              <w:t>RP-120305</w:t>
            </w:r>
          </w:p>
        </w:tc>
        <w:tc>
          <w:tcPr>
            <w:tcW w:w="618" w:type="dxa"/>
            <w:shd w:val="solid" w:color="FFFFFF" w:fill="auto"/>
          </w:tcPr>
          <w:p w14:paraId="186F56E4" w14:textId="77777777" w:rsidR="00FF729F" w:rsidRPr="00222A9F" w:rsidRDefault="00FF729F" w:rsidP="000555AD">
            <w:pPr>
              <w:pStyle w:val="TAL"/>
              <w:rPr>
                <w:rFonts w:cs="Arial"/>
                <w:sz w:val="16"/>
                <w:szCs w:val="16"/>
              </w:rPr>
            </w:pPr>
            <w:r w:rsidRPr="00222A9F">
              <w:rPr>
                <w:rFonts w:cs="Arial"/>
                <w:sz w:val="16"/>
                <w:szCs w:val="16"/>
              </w:rPr>
              <w:t>018</w:t>
            </w:r>
          </w:p>
        </w:tc>
        <w:tc>
          <w:tcPr>
            <w:tcW w:w="428" w:type="dxa"/>
            <w:shd w:val="solid" w:color="FFFFFF" w:fill="auto"/>
          </w:tcPr>
          <w:p w14:paraId="02653290"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7F516798" w14:textId="77777777" w:rsidR="00FF729F" w:rsidRPr="00222A9F" w:rsidRDefault="00FF729F" w:rsidP="000555AD">
            <w:pPr>
              <w:pStyle w:val="TAL"/>
              <w:rPr>
                <w:rFonts w:cs="Arial"/>
                <w:sz w:val="16"/>
                <w:szCs w:val="16"/>
              </w:rPr>
            </w:pPr>
          </w:p>
        </w:tc>
        <w:tc>
          <w:tcPr>
            <w:tcW w:w="4111" w:type="dxa"/>
            <w:shd w:val="solid" w:color="FFFFFF" w:fill="auto"/>
          </w:tcPr>
          <w:p w14:paraId="710035A5" w14:textId="77777777" w:rsidR="00FF729F" w:rsidRPr="00222A9F" w:rsidRDefault="00FF729F" w:rsidP="000555AD">
            <w:pPr>
              <w:pStyle w:val="TAL"/>
              <w:rPr>
                <w:rFonts w:cs="Arial"/>
                <w:sz w:val="16"/>
                <w:szCs w:val="16"/>
              </w:rPr>
            </w:pPr>
            <w:r w:rsidRPr="00222A9F">
              <w:rPr>
                <w:rFonts w:cs="Arial"/>
                <w:sz w:val="16"/>
                <w:szCs w:val="16"/>
              </w:rPr>
              <w:t>Upper Extended 850 MHz addition to 36.124</w:t>
            </w:r>
          </w:p>
        </w:tc>
        <w:tc>
          <w:tcPr>
            <w:tcW w:w="567" w:type="dxa"/>
            <w:shd w:val="solid" w:color="FFFFFF" w:fill="auto"/>
          </w:tcPr>
          <w:p w14:paraId="3016DC6D" w14:textId="77777777" w:rsidR="00FF729F" w:rsidRPr="00222A9F" w:rsidRDefault="00FF729F" w:rsidP="000555AD">
            <w:pPr>
              <w:pStyle w:val="TAL"/>
              <w:rPr>
                <w:rFonts w:cs="Arial"/>
                <w:sz w:val="16"/>
                <w:szCs w:val="16"/>
              </w:rPr>
            </w:pPr>
            <w:r w:rsidRPr="00222A9F">
              <w:rPr>
                <w:rFonts w:cs="Arial"/>
                <w:sz w:val="16"/>
                <w:szCs w:val="16"/>
              </w:rPr>
              <w:t>11.0.0</w:t>
            </w:r>
          </w:p>
        </w:tc>
      </w:tr>
      <w:tr w:rsidR="00FF729F" w:rsidRPr="00222A9F" w14:paraId="5CF8D38A" w14:textId="77777777" w:rsidTr="00FF729F">
        <w:tc>
          <w:tcPr>
            <w:tcW w:w="800" w:type="dxa"/>
            <w:shd w:val="solid" w:color="FFFFFF" w:fill="auto"/>
            <w:vAlign w:val="bottom"/>
          </w:tcPr>
          <w:p w14:paraId="0C2256A0"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1C620215"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76F69DD1" w14:textId="77777777" w:rsidR="00FF729F" w:rsidRPr="00222A9F" w:rsidRDefault="00FF729F" w:rsidP="000555AD">
            <w:pPr>
              <w:pStyle w:val="TAL"/>
              <w:rPr>
                <w:rFonts w:cs="Arial"/>
                <w:sz w:val="16"/>
                <w:szCs w:val="16"/>
              </w:rPr>
            </w:pPr>
            <w:r w:rsidRPr="00222A9F">
              <w:rPr>
                <w:rFonts w:cs="Arial"/>
                <w:sz w:val="16"/>
                <w:szCs w:val="16"/>
              </w:rPr>
              <w:t>RP-120793</w:t>
            </w:r>
          </w:p>
        </w:tc>
        <w:tc>
          <w:tcPr>
            <w:tcW w:w="618" w:type="dxa"/>
            <w:shd w:val="solid" w:color="FFFFFF" w:fill="auto"/>
            <w:vAlign w:val="bottom"/>
          </w:tcPr>
          <w:p w14:paraId="6E1151FC" w14:textId="77777777" w:rsidR="00FF729F" w:rsidRPr="00222A9F" w:rsidRDefault="00FF729F" w:rsidP="000555AD">
            <w:pPr>
              <w:pStyle w:val="TAL"/>
              <w:rPr>
                <w:rFonts w:cs="Arial"/>
                <w:sz w:val="16"/>
                <w:szCs w:val="16"/>
              </w:rPr>
            </w:pPr>
            <w:r w:rsidRPr="00222A9F">
              <w:rPr>
                <w:rFonts w:cs="Arial"/>
                <w:sz w:val="16"/>
                <w:szCs w:val="16"/>
              </w:rPr>
              <w:t>020</w:t>
            </w:r>
          </w:p>
        </w:tc>
        <w:tc>
          <w:tcPr>
            <w:tcW w:w="428" w:type="dxa"/>
            <w:shd w:val="solid" w:color="FFFFFF" w:fill="auto"/>
            <w:vAlign w:val="bottom"/>
          </w:tcPr>
          <w:p w14:paraId="29832284"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26CFE012" w14:textId="77777777" w:rsidR="00FF729F" w:rsidRPr="00222A9F" w:rsidRDefault="00FF729F" w:rsidP="000555AD">
            <w:pPr>
              <w:pStyle w:val="TAL"/>
              <w:rPr>
                <w:rFonts w:cs="Arial"/>
                <w:sz w:val="16"/>
                <w:szCs w:val="16"/>
              </w:rPr>
            </w:pPr>
          </w:p>
        </w:tc>
        <w:tc>
          <w:tcPr>
            <w:tcW w:w="4111" w:type="dxa"/>
            <w:shd w:val="solid" w:color="FFFFFF" w:fill="auto"/>
            <w:vAlign w:val="bottom"/>
          </w:tcPr>
          <w:p w14:paraId="0FD3DC46" w14:textId="77777777" w:rsidR="00FF729F" w:rsidRPr="00222A9F" w:rsidRDefault="00FF729F" w:rsidP="000555AD">
            <w:pPr>
              <w:pStyle w:val="TAL"/>
              <w:rPr>
                <w:rFonts w:cs="Arial"/>
                <w:sz w:val="16"/>
                <w:szCs w:val="16"/>
              </w:rPr>
            </w:pPr>
            <w:r w:rsidRPr="00222A9F">
              <w:rPr>
                <w:rFonts w:cs="Arial"/>
                <w:sz w:val="16"/>
                <w:szCs w:val="16"/>
              </w:rPr>
              <w:t>Introduction of APAC700(FDD) into TS 36.124</w:t>
            </w:r>
          </w:p>
        </w:tc>
        <w:tc>
          <w:tcPr>
            <w:tcW w:w="567" w:type="dxa"/>
            <w:shd w:val="solid" w:color="FFFFFF" w:fill="auto"/>
            <w:vAlign w:val="bottom"/>
          </w:tcPr>
          <w:p w14:paraId="4DB612B7"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483E1528" w14:textId="77777777" w:rsidTr="00FF729F">
        <w:tc>
          <w:tcPr>
            <w:tcW w:w="800" w:type="dxa"/>
            <w:shd w:val="solid" w:color="FFFFFF" w:fill="auto"/>
            <w:vAlign w:val="bottom"/>
          </w:tcPr>
          <w:p w14:paraId="50D845E6"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13FE708F"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2330D5EC" w14:textId="77777777" w:rsidR="00FF729F" w:rsidRPr="00222A9F" w:rsidRDefault="00FF729F" w:rsidP="000555AD">
            <w:pPr>
              <w:pStyle w:val="TAL"/>
              <w:rPr>
                <w:rFonts w:cs="Arial"/>
                <w:sz w:val="16"/>
                <w:szCs w:val="16"/>
              </w:rPr>
            </w:pPr>
            <w:r w:rsidRPr="00222A9F">
              <w:rPr>
                <w:rFonts w:cs="Arial"/>
                <w:sz w:val="16"/>
                <w:szCs w:val="16"/>
              </w:rPr>
              <w:t>RP-120793</w:t>
            </w:r>
          </w:p>
        </w:tc>
        <w:tc>
          <w:tcPr>
            <w:tcW w:w="618" w:type="dxa"/>
            <w:shd w:val="solid" w:color="FFFFFF" w:fill="auto"/>
            <w:vAlign w:val="bottom"/>
          </w:tcPr>
          <w:p w14:paraId="238B8C83" w14:textId="77777777" w:rsidR="00FF729F" w:rsidRPr="00222A9F" w:rsidRDefault="00FF729F" w:rsidP="000555AD">
            <w:pPr>
              <w:pStyle w:val="TAL"/>
              <w:rPr>
                <w:rFonts w:cs="Arial"/>
                <w:sz w:val="16"/>
                <w:szCs w:val="16"/>
              </w:rPr>
            </w:pPr>
            <w:r w:rsidRPr="00222A9F">
              <w:rPr>
                <w:rFonts w:cs="Arial"/>
                <w:sz w:val="16"/>
                <w:szCs w:val="16"/>
              </w:rPr>
              <w:t>021</w:t>
            </w:r>
          </w:p>
        </w:tc>
        <w:tc>
          <w:tcPr>
            <w:tcW w:w="428" w:type="dxa"/>
            <w:shd w:val="solid" w:color="FFFFFF" w:fill="auto"/>
            <w:vAlign w:val="bottom"/>
          </w:tcPr>
          <w:p w14:paraId="3B9A45E5"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287846E6" w14:textId="77777777" w:rsidR="00FF729F" w:rsidRPr="00222A9F" w:rsidRDefault="00FF729F" w:rsidP="000555AD">
            <w:pPr>
              <w:pStyle w:val="TAL"/>
              <w:rPr>
                <w:rFonts w:cs="Arial"/>
                <w:sz w:val="16"/>
                <w:szCs w:val="16"/>
              </w:rPr>
            </w:pPr>
          </w:p>
        </w:tc>
        <w:tc>
          <w:tcPr>
            <w:tcW w:w="4111" w:type="dxa"/>
            <w:shd w:val="solid" w:color="FFFFFF" w:fill="auto"/>
            <w:vAlign w:val="bottom"/>
          </w:tcPr>
          <w:p w14:paraId="29449DD4" w14:textId="77777777" w:rsidR="00FF729F" w:rsidRPr="00222A9F" w:rsidRDefault="00FF729F" w:rsidP="000555AD">
            <w:pPr>
              <w:pStyle w:val="TAL"/>
              <w:rPr>
                <w:rFonts w:cs="Arial"/>
                <w:sz w:val="16"/>
                <w:szCs w:val="16"/>
              </w:rPr>
            </w:pPr>
            <w:r w:rsidRPr="00222A9F">
              <w:rPr>
                <w:rFonts w:cs="Arial"/>
                <w:sz w:val="16"/>
                <w:szCs w:val="16"/>
              </w:rPr>
              <w:t>Introduction of APAC700(TDD) into TS 36.124</w:t>
            </w:r>
          </w:p>
        </w:tc>
        <w:tc>
          <w:tcPr>
            <w:tcW w:w="567" w:type="dxa"/>
            <w:shd w:val="solid" w:color="FFFFFF" w:fill="auto"/>
            <w:vAlign w:val="bottom"/>
          </w:tcPr>
          <w:p w14:paraId="4867914D"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12374D85" w14:textId="77777777" w:rsidTr="00FF729F">
        <w:tc>
          <w:tcPr>
            <w:tcW w:w="800" w:type="dxa"/>
            <w:shd w:val="solid" w:color="FFFFFF" w:fill="auto"/>
            <w:vAlign w:val="bottom"/>
          </w:tcPr>
          <w:p w14:paraId="10BE85BD"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781D4DD7"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17403B6D" w14:textId="77777777" w:rsidR="00FF729F" w:rsidRPr="00222A9F" w:rsidRDefault="00FF729F" w:rsidP="000555AD">
            <w:pPr>
              <w:pStyle w:val="TAL"/>
              <w:rPr>
                <w:rFonts w:cs="Arial"/>
                <w:sz w:val="16"/>
                <w:szCs w:val="16"/>
              </w:rPr>
            </w:pPr>
            <w:r w:rsidRPr="00222A9F">
              <w:rPr>
                <w:rFonts w:cs="Arial"/>
                <w:sz w:val="16"/>
                <w:szCs w:val="16"/>
              </w:rPr>
              <w:t>RP-120791</w:t>
            </w:r>
          </w:p>
        </w:tc>
        <w:tc>
          <w:tcPr>
            <w:tcW w:w="618" w:type="dxa"/>
            <w:shd w:val="solid" w:color="FFFFFF" w:fill="auto"/>
            <w:vAlign w:val="bottom"/>
          </w:tcPr>
          <w:p w14:paraId="16348411" w14:textId="77777777" w:rsidR="00FF729F" w:rsidRPr="00222A9F" w:rsidRDefault="00FF729F" w:rsidP="000555AD">
            <w:pPr>
              <w:pStyle w:val="TAL"/>
              <w:rPr>
                <w:rFonts w:cs="Arial"/>
                <w:sz w:val="16"/>
                <w:szCs w:val="16"/>
              </w:rPr>
            </w:pPr>
            <w:r w:rsidRPr="00222A9F">
              <w:rPr>
                <w:rFonts w:cs="Arial"/>
                <w:sz w:val="16"/>
                <w:szCs w:val="16"/>
              </w:rPr>
              <w:t>022</w:t>
            </w:r>
          </w:p>
        </w:tc>
        <w:tc>
          <w:tcPr>
            <w:tcW w:w="428" w:type="dxa"/>
            <w:shd w:val="solid" w:color="FFFFFF" w:fill="auto"/>
            <w:vAlign w:val="bottom"/>
          </w:tcPr>
          <w:p w14:paraId="77BB2DE1"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62DC094C" w14:textId="77777777" w:rsidR="00FF729F" w:rsidRPr="00222A9F" w:rsidRDefault="00FF729F" w:rsidP="000555AD">
            <w:pPr>
              <w:pStyle w:val="TAL"/>
              <w:rPr>
                <w:rFonts w:cs="Arial"/>
                <w:sz w:val="16"/>
                <w:szCs w:val="16"/>
              </w:rPr>
            </w:pPr>
          </w:p>
        </w:tc>
        <w:tc>
          <w:tcPr>
            <w:tcW w:w="4111" w:type="dxa"/>
            <w:shd w:val="solid" w:color="FFFFFF" w:fill="auto"/>
            <w:vAlign w:val="bottom"/>
          </w:tcPr>
          <w:p w14:paraId="2E5D8C7D" w14:textId="77777777" w:rsidR="00FF729F" w:rsidRPr="00222A9F" w:rsidRDefault="00FF729F" w:rsidP="000555AD">
            <w:pPr>
              <w:pStyle w:val="TAL"/>
              <w:rPr>
                <w:rFonts w:cs="Arial"/>
                <w:sz w:val="16"/>
                <w:szCs w:val="16"/>
              </w:rPr>
            </w:pPr>
            <w:r w:rsidRPr="00222A9F">
              <w:rPr>
                <w:rFonts w:cs="Arial"/>
                <w:sz w:val="16"/>
                <w:szCs w:val="16"/>
              </w:rPr>
              <w:t>Introduction of e850_LB (Band 27) to TS 36.124</w:t>
            </w:r>
          </w:p>
        </w:tc>
        <w:tc>
          <w:tcPr>
            <w:tcW w:w="567" w:type="dxa"/>
            <w:shd w:val="solid" w:color="FFFFFF" w:fill="auto"/>
            <w:vAlign w:val="bottom"/>
          </w:tcPr>
          <w:p w14:paraId="55E3761E"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688AD7A3" w14:textId="77777777" w:rsidTr="00FF729F">
        <w:trPr>
          <w:trHeight w:val="278"/>
        </w:trPr>
        <w:tc>
          <w:tcPr>
            <w:tcW w:w="800" w:type="dxa"/>
            <w:shd w:val="solid" w:color="FFFFFF" w:fill="auto"/>
            <w:vAlign w:val="bottom"/>
          </w:tcPr>
          <w:p w14:paraId="6EA59B04" w14:textId="77777777" w:rsidR="00FF729F" w:rsidRPr="00222A9F" w:rsidRDefault="00FF729F" w:rsidP="000555AD">
            <w:pPr>
              <w:pStyle w:val="TAL"/>
              <w:rPr>
                <w:rFonts w:cs="Arial"/>
                <w:sz w:val="16"/>
                <w:szCs w:val="16"/>
              </w:rPr>
            </w:pPr>
            <w:r w:rsidRPr="00222A9F">
              <w:rPr>
                <w:rFonts w:cs="Arial"/>
                <w:sz w:val="16"/>
                <w:szCs w:val="16"/>
              </w:rPr>
              <w:t>2012-12</w:t>
            </w:r>
          </w:p>
        </w:tc>
        <w:tc>
          <w:tcPr>
            <w:tcW w:w="800" w:type="dxa"/>
            <w:shd w:val="solid" w:color="FFFFFF" w:fill="auto"/>
            <w:vAlign w:val="bottom"/>
          </w:tcPr>
          <w:p w14:paraId="6238CF07" w14:textId="77777777" w:rsidR="00FF729F" w:rsidRPr="00222A9F" w:rsidRDefault="00FF729F" w:rsidP="000555AD">
            <w:pPr>
              <w:pStyle w:val="TAL"/>
              <w:rPr>
                <w:rFonts w:cs="Arial"/>
                <w:sz w:val="16"/>
                <w:szCs w:val="16"/>
              </w:rPr>
            </w:pPr>
            <w:r w:rsidRPr="00222A9F">
              <w:rPr>
                <w:rFonts w:cs="Arial"/>
                <w:sz w:val="16"/>
                <w:szCs w:val="16"/>
              </w:rPr>
              <w:t>RP-58</w:t>
            </w:r>
          </w:p>
        </w:tc>
        <w:tc>
          <w:tcPr>
            <w:tcW w:w="901" w:type="dxa"/>
            <w:shd w:val="solid" w:color="FFFFFF" w:fill="auto"/>
            <w:vAlign w:val="bottom"/>
          </w:tcPr>
          <w:p w14:paraId="386B3302" w14:textId="77777777" w:rsidR="00FF729F" w:rsidRPr="00222A9F" w:rsidRDefault="00FF729F" w:rsidP="000555AD">
            <w:pPr>
              <w:pStyle w:val="TAL"/>
              <w:rPr>
                <w:rFonts w:cs="Arial"/>
                <w:sz w:val="16"/>
                <w:szCs w:val="16"/>
              </w:rPr>
            </w:pPr>
            <w:r w:rsidRPr="00222A9F">
              <w:rPr>
                <w:rFonts w:cs="Arial"/>
                <w:sz w:val="16"/>
                <w:szCs w:val="16"/>
              </w:rPr>
              <w:t>RP-121901</w:t>
            </w:r>
          </w:p>
        </w:tc>
        <w:tc>
          <w:tcPr>
            <w:tcW w:w="618" w:type="dxa"/>
            <w:shd w:val="solid" w:color="FFFFFF" w:fill="auto"/>
            <w:vAlign w:val="bottom"/>
          </w:tcPr>
          <w:p w14:paraId="0390AA0C" w14:textId="77777777" w:rsidR="00FF729F" w:rsidRPr="00222A9F" w:rsidRDefault="00FF729F" w:rsidP="000555AD">
            <w:pPr>
              <w:pStyle w:val="TAL"/>
              <w:rPr>
                <w:rFonts w:cs="Arial"/>
                <w:sz w:val="16"/>
                <w:szCs w:val="16"/>
              </w:rPr>
            </w:pPr>
            <w:r w:rsidRPr="00222A9F">
              <w:rPr>
                <w:rFonts w:cs="Arial"/>
                <w:sz w:val="16"/>
                <w:szCs w:val="16"/>
              </w:rPr>
              <w:t>023</w:t>
            </w:r>
          </w:p>
        </w:tc>
        <w:tc>
          <w:tcPr>
            <w:tcW w:w="428" w:type="dxa"/>
            <w:shd w:val="solid" w:color="FFFFFF" w:fill="auto"/>
            <w:vAlign w:val="bottom"/>
          </w:tcPr>
          <w:p w14:paraId="5FD84B6D" w14:textId="77777777" w:rsidR="00FF729F" w:rsidRPr="00222A9F" w:rsidRDefault="00FF729F" w:rsidP="000555AD">
            <w:pPr>
              <w:pStyle w:val="TAL"/>
              <w:rPr>
                <w:rFonts w:cs="Arial"/>
                <w:sz w:val="16"/>
                <w:szCs w:val="16"/>
              </w:rPr>
            </w:pPr>
            <w:r w:rsidRPr="00222A9F">
              <w:rPr>
                <w:rFonts w:cs="Arial"/>
                <w:sz w:val="16"/>
                <w:szCs w:val="16"/>
              </w:rPr>
              <w:t>1</w:t>
            </w:r>
          </w:p>
        </w:tc>
        <w:tc>
          <w:tcPr>
            <w:tcW w:w="614" w:type="dxa"/>
            <w:shd w:val="solid" w:color="FFFFFF" w:fill="auto"/>
            <w:vAlign w:val="bottom"/>
          </w:tcPr>
          <w:p w14:paraId="07D26FDD" w14:textId="77777777" w:rsidR="00FF729F" w:rsidRPr="00222A9F" w:rsidRDefault="00FF729F" w:rsidP="000555AD">
            <w:pPr>
              <w:pStyle w:val="TAL"/>
              <w:rPr>
                <w:rFonts w:cs="Arial"/>
                <w:sz w:val="16"/>
                <w:szCs w:val="16"/>
              </w:rPr>
            </w:pPr>
          </w:p>
        </w:tc>
        <w:tc>
          <w:tcPr>
            <w:tcW w:w="4111" w:type="dxa"/>
            <w:shd w:val="solid" w:color="FFFFFF" w:fill="auto"/>
            <w:vAlign w:val="bottom"/>
          </w:tcPr>
          <w:p w14:paraId="2F1A2DE7" w14:textId="77777777" w:rsidR="00FF729F" w:rsidRPr="00222A9F" w:rsidRDefault="00FF729F" w:rsidP="000555AD">
            <w:pPr>
              <w:pStyle w:val="TAL"/>
              <w:rPr>
                <w:rFonts w:cs="Arial"/>
                <w:sz w:val="16"/>
                <w:szCs w:val="16"/>
              </w:rPr>
            </w:pPr>
            <w:r w:rsidRPr="00222A9F">
              <w:rPr>
                <w:rFonts w:cs="Arial"/>
                <w:sz w:val="16"/>
                <w:szCs w:val="16"/>
              </w:rPr>
              <w:t>Introduction of Band 29 into TS 36.124</w:t>
            </w:r>
          </w:p>
        </w:tc>
        <w:tc>
          <w:tcPr>
            <w:tcW w:w="567" w:type="dxa"/>
            <w:shd w:val="solid" w:color="FFFFFF" w:fill="auto"/>
            <w:vAlign w:val="bottom"/>
          </w:tcPr>
          <w:p w14:paraId="1A5FCEBD" w14:textId="77777777" w:rsidR="00FF729F" w:rsidRPr="00222A9F" w:rsidRDefault="00FF729F" w:rsidP="000555AD">
            <w:pPr>
              <w:pStyle w:val="TAL"/>
              <w:rPr>
                <w:rFonts w:cs="Arial"/>
                <w:sz w:val="16"/>
                <w:szCs w:val="16"/>
              </w:rPr>
            </w:pPr>
            <w:r w:rsidRPr="00222A9F">
              <w:rPr>
                <w:rFonts w:cs="Arial"/>
                <w:sz w:val="16"/>
                <w:szCs w:val="16"/>
              </w:rPr>
              <w:t>11.2.0</w:t>
            </w:r>
          </w:p>
        </w:tc>
      </w:tr>
      <w:tr w:rsidR="00FF729F" w:rsidRPr="00222A9F" w14:paraId="1FDDAD3E" w14:textId="77777777" w:rsidTr="00FF729F">
        <w:trPr>
          <w:trHeight w:val="278"/>
        </w:trPr>
        <w:tc>
          <w:tcPr>
            <w:tcW w:w="800" w:type="dxa"/>
            <w:shd w:val="solid" w:color="FFFFFF" w:fill="auto"/>
          </w:tcPr>
          <w:p w14:paraId="317F8426" w14:textId="77777777" w:rsidR="00FF729F" w:rsidRPr="00222A9F" w:rsidRDefault="00FF729F" w:rsidP="000555AD">
            <w:pPr>
              <w:pStyle w:val="TAL"/>
              <w:rPr>
                <w:rFonts w:cs="Arial"/>
                <w:sz w:val="16"/>
                <w:szCs w:val="16"/>
              </w:rPr>
            </w:pPr>
            <w:r w:rsidRPr="00222A9F">
              <w:rPr>
                <w:rFonts w:cs="Arial"/>
                <w:sz w:val="16"/>
                <w:szCs w:val="16"/>
              </w:rPr>
              <w:t>2013-06</w:t>
            </w:r>
          </w:p>
        </w:tc>
        <w:tc>
          <w:tcPr>
            <w:tcW w:w="800" w:type="dxa"/>
            <w:shd w:val="solid" w:color="FFFFFF" w:fill="auto"/>
          </w:tcPr>
          <w:p w14:paraId="03FD69EB" w14:textId="77777777" w:rsidR="00FF729F" w:rsidRPr="00222A9F" w:rsidRDefault="00FF729F" w:rsidP="000555AD">
            <w:pPr>
              <w:pStyle w:val="TAL"/>
              <w:rPr>
                <w:rFonts w:cs="Arial"/>
                <w:sz w:val="16"/>
                <w:szCs w:val="16"/>
              </w:rPr>
            </w:pPr>
            <w:r w:rsidRPr="00222A9F">
              <w:rPr>
                <w:rFonts w:cs="Arial"/>
                <w:sz w:val="16"/>
                <w:szCs w:val="16"/>
              </w:rPr>
              <w:t>RP-60</w:t>
            </w:r>
          </w:p>
        </w:tc>
        <w:tc>
          <w:tcPr>
            <w:tcW w:w="901" w:type="dxa"/>
            <w:shd w:val="solid" w:color="FFFFFF" w:fill="auto"/>
          </w:tcPr>
          <w:p w14:paraId="2BD5141F" w14:textId="77777777" w:rsidR="00FF729F" w:rsidRPr="00222A9F" w:rsidRDefault="00FF729F" w:rsidP="000555AD">
            <w:pPr>
              <w:pStyle w:val="TAL"/>
              <w:rPr>
                <w:rFonts w:cs="Arial"/>
                <w:sz w:val="16"/>
                <w:szCs w:val="16"/>
              </w:rPr>
            </w:pPr>
            <w:r w:rsidRPr="00222A9F">
              <w:rPr>
                <w:rFonts w:cs="Arial"/>
                <w:sz w:val="16"/>
                <w:szCs w:val="16"/>
              </w:rPr>
              <w:t>RP-130792</w:t>
            </w:r>
          </w:p>
        </w:tc>
        <w:tc>
          <w:tcPr>
            <w:tcW w:w="618" w:type="dxa"/>
            <w:shd w:val="solid" w:color="FFFFFF" w:fill="auto"/>
          </w:tcPr>
          <w:p w14:paraId="2871A222" w14:textId="77777777" w:rsidR="00FF729F" w:rsidRPr="00222A9F" w:rsidRDefault="00FF729F" w:rsidP="000555AD">
            <w:pPr>
              <w:pStyle w:val="TAL"/>
              <w:rPr>
                <w:rFonts w:cs="Arial"/>
                <w:sz w:val="16"/>
                <w:szCs w:val="16"/>
              </w:rPr>
            </w:pPr>
            <w:r w:rsidRPr="00222A9F">
              <w:rPr>
                <w:rFonts w:cs="Arial"/>
                <w:sz w:val="16"/>
                <w:szCs w:val="16"/>
              </w:rPr>
              <w:t>024</w:t>
            </w:r>
          </w:p>
        </w:tc>
        <w:tc>
          <w:tcPr>
            <w:tcW w:w="428" w:type="dxa"/>
            <w:shd w:val="solid" w:color="FFFFFF" w:fill="auto"/>
          </w:tcPr>
          <w:p w14:paraId="2A65C706" w14:textId="77777777" w:rsidR="00FF729F" w:rsidRPr="00222A9F" w:rsidRDefault="00FF729F" w:rsidP="000555AD">
            <w:pPr>
              <w:pStyle w:val="TAL"/>
              <w:rPr>
                <w:rFonts w:cs="Arial"/>
                <w:sz w:val="16"/>
                <w:szCs w:val="16"/>
              </w:rPr>
            </w:pPr>
          </w:p>
        </w:tc>
        <w:tc>
          <w:tcPr>
            <w:tcW w:w="614" w:type="dxa"/>
            <w:shd w:val="solid" w:color="FFFFFF" w:fill="auto"/>
          </w:tcPr>
          <w:p w14:paraId="1D90EE66" w14:textId="77777777" w:rsidR="00FF729F" w:rsidRPr="00222A9F" w:rsidRDefault="00FF729F" w:rsidP="000555AD">
            <w:pPr>
              <w:pStyle w:val="TAL"/>
              <w:rPr>
                <w:rFonts w:cs="Arial"/>
                <w:sz w:val="16"/>
                <w:szCs w:val="16"/>
              </w:rPr>
            </w:pPr>
          </w:p>
        </w:tc>
        <w:tc>
          <w:tcPr>
            <w:tcW w:w="4111" w:type="dxa"/>
            <w:shd w:val="solid" w:color="FFFFFF" w:fill="auto"/>
          </w:tcPr>
          <w:p w14:paraId="5C1681E4" w14:textId="77777777" w:rsidR="00FF729F" w:rsidRPr="00222A9F" w:rsidRDefault="00FF729F" w:rsidP="000555AD">
            <w:pPr>
              <w:pStyle w:val="TAL"/>
              <w:rPr>
                <w:rFonts w:cs="Arial"/>
                <w:sz w:val="16"/>
                <w:szCs w:val="16"/>
              </w:rPr>
            </w:pPr>
            <w:r w:rsidRPr="00222A9F">
              <w:rPr>
                <w:rFonts w:cs="Arial"/>
                <w:sz w:val="16"/>
                <w:szCs w:val="16"/>
              </w:rPr>
              <w:t>Introduction of Band 30 in TS 36.124</w:t>
            </w:r>
          </w:p>
        </w:tc>
        <w:tc>
          <w:tcPr>
            <w:tcW w:w="567" w:type="dxa"/>
            <w:shd w:val="solid" w:color="FFFFFF" w:fill="auto"/>
          </w:tcPr>
          <w:p w14:paraId="6681E290" w14:textId="77777777" w:rsidR="00FF729F" w:rsidRPr="00222A9F" w:rsidRDefault="00FF729F" w:rsidP="000555AD">
            <w:pPr>
              <w:pStyle w:val="TAL"/>
              <w:rPr>
                <w:rFonts w:cs="Arial"/>
                <w:sz w:val="16"/>
                <w:szCs w:val="16"/>
              </w:rPr>
            </w:pPr>
            <w:r w:rsidRPr="00222A9F">
              <w:rPr>
                <w:rFonts w:cs="Arial"/>
                <w:sz w:val="16"/>
                <w:szCs w:val="16"/>
              </w:rPr>
              <w:t>12.0.0</w:t>
            </w:r>
          </w:p>
        </w:tc>
      </w:tr>
      <w:tr w:rsidR="00FF729F" w:rsidRPr="00222A9F" w14:paraId="6DA25C1B" w14:textId="77777777" w:rsidTr="00FF729F">
        <w:trPr>
          <w:trHeight w:val="278"/>
        </w:trPr>
        <w:tc>
          <w:tcPr>
            <w:tcW w:w="800" w:type="dxa"/>
            <w:shd w:val="solid" w:color="FFFFFF" w:fill="auto"/>
          </w:tcPr>
          <w:p w14:paraId="164BF1D4" w14:textId="77777777" w:rsidR="00FF729F" w:rsidRPr="00222A9F" w:rsidRDefault="00FF729F" w:rsidP="000555AD">
            <w:pPr>
              <w:pStyle w:val="TAL"/>
              <w:rPr>
                <w:rFonts w:cs="Arial"/>
                <w:sz w:val="16"/>
                <w:szCs w:val="16"/>
              </w:rPr>
            </w:pPr>
            <w:r w:rsidRPr="00222A9F">
              <w:rPr>
                <w:rFonts w:cs="Arial"/>
                <w:sz w:val="16"/>
                <w:szCs w:val="16"/>
              </w:rPr>
              <w:t>2013-06</w:t>
            </w:r>
          </w:p>
        </w:tc>
        <w:tc>
          <w:tcPr>
            <w:tcW w:w="800" w:type="dxa"/>
            <w:shd w:val="solid" w:color="FFFFFF" w:fill="auto"/>
          </w:tcPr>
          <w:p w14:paraId="7A88FE5F" w14:textId="77777777" w:rsidR="00FF729F" w:rsidRPr="00222A9F" w:rsidRDefault="00FF729F" w:rsidP="000555AD">
            <w:pPr>
              <w:pStyle w:val="TAL"/>
              <w:rPr>
                <w:rFonts w:cs="Arial"/>
                <w:sz w:val="16"/>
                <w:szCs w:val="16"/>
              </w:rPr>
            </w:pPr>
            <w:r w:rsidRPr="00222A9F">
              <w:rPr>
                <w:rFonts w:cs="Arial"/>
                <w:sz w:val="16"/>
                <w:szCs w:val="16"/>
              </w:rPr>
              <w:t>RP-60</w:t>
            </w:r>
          </w:p>
        </w:tc>
        <w:tc>
          <w:tcPr>
            <w:tcW w:w="901" w:type="dxa"/>
            <w:shd w:val="solid" w:color="FFFFFF" w:fill="auto"/>
          </w:tcPr>
          <w:p w14:paraId="749370BA" w14:textId="77777777" w:rsidR="00FF729F" w:rsidRPr="00222A9F" w:rsidRDefault="00FF729F" w:rsidP="000555AD">
            <w:pPr>
              <w:pStyle w:val="TAL"/>
              <w:rPr>
                <w:rFonts w:cs="Arial"/>
                <w:sz w:val="16"/>
                <w:szCs w:val="16"/>
              </w:rPr>
            </w:pPr>
            <w:r w:rsidRPr="00222A9F">
              <w:rPr>
                <w:rFonts w:cs="Arial"/>
                <w:sz w:val="16"/>
                <w:szCs w:val="16"/>
              </w:rPr>
              <w:t>RP-130790</w:t>
            </w:r>
          </w:p>
        </w:tc>
        <w:tc>
          <w:tcPr>
            <w:tcW w:w="618" w:type="dxa"/>
            <w:shd w:val="solid" w:color="FFFFFF" w:fill="auto"/>
          </w:tcPr>
          <w:p w14:paraId="57589744" w14:textId="77777777" w:rsidR="00FF729F" w:rsidRPr="00222A9F" w:rsidRDefault="00FF729F" w:rsidP="000555AD">
            <w:pPr>
              <w:pStyle w:val="TAL"/>
              <w:rPr>
                <w:rFonts w:cs="Arial"/>
                <w:sz w:val="16"/>
                <w:szCs w:val="16"/>
              </w:rPr>
            </w:pPr>
            <w:r w:rsidRPr="00222A9F">
              <w:rPr>
                <w:rFonts w:cs="Arial"/>
                <w:sz w:val="16"/>
                <w:szCs w:val="16"/>
              </w:rPr>
              <w:t>025</w:t>
            </w:r>
          </w:p>
        </w:tc>
        <w:tc>
          <w:tcPr>
            <w:tcW w:w="428" w:type="dxa"/>
            <w:shd w:val="solid" w:color="FFFFFF" w:fill="auto"/>
          </w:tcPr>
          <w:p w14:paraId="7CAFE3BE" w14:textId="77777777" w:rsidR="00FF729F" w:rsidRPr="00222A9F" w:rsidRDefault="00FF729F" w:rsidP="000555AD">
            <w:pPr>
              <w:pStyle w:val="TAL"/>
              <w:rPr>
                <w:rFonts w:cs="Arial"/>
                <w:sz w:val="16"/>
                <w:szCs w:val="16"/>
              </w:rPr>
            </w:pPr>
          </w:p>
        </w:tc>
        <w:tc>
          <w:tcPr>
            <w:tcW w:w="614" w:type="dxa"/>
            <w:shd w:val="solid" w:color="FFFFFF" w:fill="auto"/>
          </w:tcPr>
          <w:p w14:paraId="02C0DA47" w14:textId="77777777" w:rsidR="00FF729F" w:rsidRPr="00222A9F" w:rsidRDefault="00FF729F" w:rsidP="000555AD">
            <w:pPr>
              <w:pStyle w:val="TAL"/>
              <w:rPr>
                <w:rFonts w:cs="Arial"/>
                <w:sz w:val="16"/>
                <w:szCs w:val="16"/>
              </w:rPr>
            </w:pPr>
          </w:p>
        </w:tc>
        <w:tc>
          <w:tcPr>
            <w:tcW w:w="4111" w:type="dxa"/>
            <w:shd w:val="solid" w:color="FFFFFF" w:fill="auto"/>
          </w:tcPr>
          <w:p w14:paraId="3B8278C9" w14:textId="77777777" w:rsidR="00FF729F" w:rsidRPr="00222A9F" w:rsidRDefault="00FF729F" w:rsidP="000555AD">
            <w:pPr>
              <w:pStyle w:val="TAL"/>
              <w:rPr>
                <w:rFonts w:cs="Arial"/>
                <w:sz w:val="16"/>
                <w:szCs w:val="16"/>
              </w:rPr>
            </w:pPr>
            <w:r w:rsidRPr="00222A9F">
              <w:rPr>
                <w:rFonts w:cs="Arial"/>
                <w:sz w:val="16"/>
                <w:szCs w:val="16"/>
              </w:rPr>
              <w:t>Introduction of LTE 450 into TS 36.124</w:t>
            </w:r>
          </w:p>
        </w:tc>
        <w:tc>
          <w:tcPr>
            <w:tcW w:w="567" w:type="dxa"/>
            <w:shd w:val="solid" w:color="FFFFFF" w:fill="auto"/>
          </w:tcPr>
          <w:p w14:paraId="17608A32" w14:textId="77777777" w:rsidR="00FF729F" w:rsidRPr="00222A9F" w:rsidRDefault="00FF729F" w:rsidP="000555AD">
            <w:pPr>
              <w:pStyle w:val="TAL"/>
              <w:rPr>
                <w:rFonts w:cs="Arial"/>
                <w:sz w:val="16"/>
                <w:szCs w:val="16"/>
              </w:rPr>
            </w:pPr>
            <w:r w:rsidRPr="00222A9F">
              <w:rPr>
                <w:rFonts w:cs="Arial"/>
                <w:sz w:val="16"/>
                <w:szCs w:val="16"/>
              </w:rPr>
              <w:t>12.0.0</w:t>
            </w:r>
          </w:p>
        </w:tc>
      </w:tr>
      <w:tr w:rsidR="00FF729F" w:rsidRPr="00222A9F" w14:paraId="0E2B7A7A" w14:textId="77777777" w:rsidTr="00FF729F">
        <w:trPr>
          <w:trHeight w:val="278"/>
        </w:trPr>
        <w:tc>
          <w:tcPr>
            <w:tcW w:w="800" w:type="dxa"/>
            <w:shd w:val="solid" w:color="FFFFFF" w:fill="auto"/>
          </w:tcPr>
          <w:p w14:paraId="08B45DA4" w14:textId="77777777" w:rsidR="00FF729F" w:rsidRPr="00222A9F" w:rsidRDefault="00FF729F" w:rsidP="000555AD">
            <w:pPr>
              <w:pStyle w:val="TAL"/>
              <w:rPr>
                <w:rFonts w:cs="Arial"/>
                <w:sz w:val="16"/>
                <w:szCs w:val="16"/>
              </w:rPr>
            </w:pPr>
            <w:r w:rsidRPr="00222A9F">
              <w:rPr>
                <w:rFonts w:cs="Arial"/>
                <w:sz w:val="16"/>
                <w:szCs w:val="16"/>
              </w:rPr>
              <w:t>2014-06</w:t>
            </w:r>
          </w:p>
        </w:tc>
        <w:tc>
          <w:tcPr>
            <w:tcW w:w="800" w:type="dxa"/>
            <w:shd w:val="solid" w:color="FFFFFF" w:fill="auto"/>
          </w:tcPr>
          <w:p w14:paraId="0A790A5D" w14:textId="77777777" w:rsidR="00FF729F" w:rsidRPr="00222A9F" w:rsidRDefault="00FF729F" w:rsidP="000555AD">
            <w:pPr>
              <w:pStyle w:val="TAL"/>
              <w:rPr>
                <w:rFonts w:cs="Arial"/>
                <w:sz w:val="16"/>
                <w:szCs w:val="16"/>
              </w:rPr>
            </w:pPr>
            <w:r w:rsidRPr="00222A9F">
              <w:rPr>
                <w:rFonts w:cs="Arial"/>
                <w:sz w:val="16"/>
                <w:szCs w:val="16"/>
              </w:rPr>
              <w:t>RP-64</w:t>
            </w:r>
          </w:p>
        </w:tc>
        <w:tc>
          <w:tcPr>
            <w:tcW w:w="901" w:type="dxa"/>
            <w:shd w:val="solid" w:color="FFFFFF" w:fill="auto"/>
          </w:tcPr>
          <w:p w14:paraId="608F4496" w14:textId="77777777" w:rsidR="00FF729F" w:rsidRPr="00222A9F" w:rsidRDefault="00FF729F" w:rsidP="000555AD">
            <w:pPr>
              <w:pStyle w:val="TAL"/>
              <w:rPr>
                <w:rFonts w:cs="Arial"/>
                <w:sz w:val="16"/>
                <w:szCs w:val="16"/>
              </w:rPr>
            </w:pPr>
            <w:r w:rsidRPr="00222A9F">
              <w:rPr>
                <w:rFonts w:cs="Arial"/>
                <w:sz w:val="16"/>
                <w:szCs w:val="16"/>
              </w:rPr>
              <w:t>RP-140926</w:t>
            </w:r>
          </w:p>
        </w:tc>
        <w:tc>
          <w:tcPr>
            <w:tcW w:w="618" w:type="dxa"/>
            <w:shd w:val="solid" w:color="FFFFFF" w:fill="auto"/>
          </w:tcPr>
          <w:p w14:paraId="73470E2C" w14:textId="77777777" w:rsidR="00FF729F" w:rsidRPr="00222A9F" w:rsidRDefault="00FF729F" w:rsidP="000555AD">
            <w:pPr>
              <w:pStyle w:val="TAL"/>
              <w:rPr>
                <w:rFonts w:cs="Arial"/>
                <w:sz w:val="16"/>
                <w:szCs w:val="16"/>
              </w:rPr>
            </w:pPr>
            <w:r w:rsidRPr="00222A9F">
              <w:rPr>
                <w:rFonts w:cs="Arial"/>
                <w:sz w:val="16"/>
                <w:szCs w:val="16"/>
              </w:rPr>
              <w:t>027</w:t>
            </w:r>
          </w:p>
        </w:tc>
        <w:tc>
          <w:tcPr>
            <w:tcW w:w="428" w:type="dxa"/>
            <w:shd w:val="solid" w:color="FFFFFF" w:fill="auto"/>
          </w:tcPr>
          <w:p w14:paraId="07F7AC78"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43A01C15" w14:textId="77777777" w:rsidR="00FF729F" w:rsidRPr="00222A9F" w:rsidRDefault="00FF729F" w:rsidP="000555AD">
            <w:pPr>
              <w:pStyle w:val="TAL"/>
              <w:rPr>
                <w:rFonts w:cs="Arial"/>
                <w:sz w:val="16"/>
                <w:szCs w:val="16"/>
              </w:rPr>
            </w:pPr>
          </w:p>
        </w:tc>
        <w:tc>
          <w:tcPr>
            <w:tcW w:w="4111" w:type="dxa"/>
            <w:shd w:val="solid" w:color="FFFFFF" w:fill="auto"/>
          </w:tcPr>
          <w:p w14:paraId="70623D13" w14:textId="77777777" w:rsidR="00FF729F" w:rsidRPr="00222A9F" w:rsidRDefault="00FF729F" w:rsidP="000555AD">
            <w:pPr>
              <w:pStyle w:val="TAL"/>
              <w:rPr>
                <w:rFonts w:cs="Arial"/>
                <w:sz w:val="16"/>
                <w:szCs w:val="16"/>
              </w:rPr>
            </w:pPr>
            <w:r w:rsidRPr="00222A9F">
              <w:rPr>
                <w:rFonts w:cs="Arial"/>
                <w:sz w:val="16"/>
                <w:szCs w:val="16"/>
              </w:rPr>
              <w:t>Introduction of Band 32 in TS 36.124</w:t>
            </w:r>
          </w:p>
        </w:tc>
        <w:tc>
          <w:tcPr>
            <w:tcW w:w="567" w:type="dxa"/>
            <w:shd w:val="solid" w:color="FFFFFF" w:fill="auto"/>
          </w:tcPr>
          <w:p w14:paraId="03CDEDE1" w14:textId="77777777" w:rsidR="00FF729F" w:rsidRPr="00222A9F" w:rsidRDefault="00FF729F" w:rsidP="000555AD">
            <w:pPr>
              <w:pStyle w:val="TAL"/>
              <w:rPr>
                <w:rFonts w:cs="Arial"/>
                <w:sz w:val="16"/>
                <w:szCs w:val="16"/>
              </w:rPr>
            </w:pPr>
            <w:r w:rsidRPr="00222A9F">
              <w:rPr>
                <w:rFonts w:cs="Arial"/>
                <w:sz w:val="16"/>
                <w:szCs w:val="16"/>
              </w:rPr>
              <w:t>12.1.0</w:t>
            </w:r>
          </w:p>
        </w:tc>
      </w:tr>
      <w:tr w:rsidR="00FF729F" w:rsidRPr="00222A9F" w14:paraId="593C190D" w14:textId="77777777" w:rsidTr="00FF729F">
        <w:trPr>
          <w:trHeight w:val="278"/>
        </w:trPr>
        <w:tc>
          <w:tcPr>
            <w:tcW w:w="800" w:type="dxa"/>
            <w:shd w:val="solid" w:color="FFFFFF" w:fill="auto"/>
          </w:tcPr>
          <w:p w14:paraId="35065477"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4EE33145"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7CE60E50" w14:textId="77777777" w:rsidR="00FF729F" w:rsidRPr="00222A9F" w:rsidRDefault="00FF729F" w:rsidP="000555AD">
            <w:pPr>
              <w:pStyle w:val="TAL"/>
              <w:rPr>
                <w:rFonts w:cs="Arial"/>
                <w:sz w:val="16"/>
                <w:szCs w:val="16"/>
              </w:rPr>
            </w:pPr>
            <w:r w:rsidRPr="00222A9F">
              <w:rPr>
                <w:rFonts w:cs="Arial"/>
                <w:sz w:val="16"/>
                <w:szCs w:val="16"/>
              </w:rPr>
              <w:t>RP-152172</w:t>
            </w:r>
          </w:p>
        </w:tc>
        <w:tc>
          <w:tcPr>
            <w:tcW w:w="618" w:type="dxa"/>
            <w:shd w:val="solid" w:color="FFFFFF" w:fill="auto"/>
          </w:tcPr>
          <w:p w14:paraId="20C002A2" w14:textId="77777777" w:rsidR="00FF729F" w:rsidRPr="00222A9F" w:rsidRDefault="00FF729F" w:rsidP="000555AD">
            <w:pPr>
              <w:pStyle w:val="TAL"/>
              <w:rPr>
                <w:rFonts w:cs="Arial"/>
                <w:sz w:val="16"/>
                <w:szCs w:val="16"/>
              </w:rPr>
            </w:pPr>
            <w:r w:rsidRPr="00222A9F">
              <w:rPr>
                <w:rFonts w:cs="Arial"/>
                <w:sz w:val="16"/>
                <w:szCs w:val="16"/>
              </w:rPr>
              <w:t>028</w:t>
            </w:r>
          </w:p>
        </w:tc>
        <w:tc>
          <w:tcPr>
            <w:tcW w:w="428" w:type="dxa"/>
            <w:shd w:val="solid" w:color="FFFFFF" w:fill="auto"/>
          </w:tcPr>
          <w:p w14:paraId="0131C62A" w14:textId="77777777" w:rsidR="00FF729F" w:rsidRPr="00222A9F" w:rsidRDefault="00FF729F" w:rsidP="000555AD">
            <w:pPr>
              <w:pStyle w:val="TAL"/>
              <w:rPr>
                <w:rFonts w:cs="Arial"/>
                <w:sz w:val="16"/>
                <w:szCs w:val="16"/>
              </w:rPr>
            </w:pPr>
          </w:p>
        </w:tc>
        <w:tc>
          <w:tcPr>
            <w:tcW w:w="614" w:type="dxa"/>
            <w:shd w:val="solid" w:color="FFFFFF" w:fill="auto"/>
          </w:tcPr>
          <w:p w14:paraId="6D8BED68" w14:textId="77777777" w:rsidR="00FF729F" w:rsidRPr="00222A9F" w:rsidRDefault="00FF729F" w:rsidP="000555AD">
            <w:pPr>
              <w:pStyle w:val="TAL"/>
              <w:rPr>
                <w:rFonts w:cs="Arial"/>
                <w:sz w:val="16"/>
                <w:szCs w:val="16"/>
              </w:rPr>
            </w:pPr>
          </w:p>
        </w:tc>
        <w:tc>
          <w:tcPr>
            <w:tcW w:w="4111" w:type="dxa"/>
            <w:shd w:val="solid" w:color="FFFFFF" w:fill="auto"/>
          </w:tcPr>
          <w:p w14:paraId="2C1F98CF" w14:textId="77777777" w:rsidR="00FF729F" w:rsidRPr="00222A9F" w:rsidRDefault="00FF729F" w:rsidP="000555AD">
            <w:pPr>
              <w:pStyle w:val="TAL"/>
              <w:rPr>
                <w:rFonts w:cs="Arial"/>
                <w:sz w:val="16"/>
                <w:szCs w:val="16"/>
              </w:rPr>
            </w:pPr>
            <w:r w:rsidRPr="00222A9F">
              <w:rPr>
                <w:rFonts w:cs="Arial"/>
                <w:sz w:val="16"/>
                <w:szCs w:val="16"/>
              </w:rPr>
              <w:t>Introduction of Band 66</w:t>
            </w:r>
          </w:p>
        </w:tc>
        <w:tc>
          <w:tcPr>
            <w:tcW w:w="567" w:type="dxa"/>
            <w:shd w:val="solid" w:color="FFFFFF" w:fill="auto"/>
          </w:tcPr>
          <w:p w14:paraId="5335FD1D"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27B0C054" w14:textId="77777777" w:rsidTr="00FF729F">
        <w:trPr>
          <w:trHeight w:val="278"/>
        </w:trPr>
        <w:tc>
          <w:tcPr>
            <w:tcW w:w="800" w:type="dxa"/>
            <w:shd w:val="solid" w:color="FFFFFF" w:fill="auto"/>
          </w:tcPr>
          <w:p w14:paraId="7199E78E"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385518A4"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339F0E57" w14:textId="77777777" w:rsidR="00FF729F" w:rsidRPr="00222A9F" w:rsidRDefault="00FF729F" w:rsidP="000555AD">
            <w:pPr>
              <w:pStyle w:val="TAL"/>
              <w:rPr>
                <w:rFonts w:cs="Arial"/>
                <w:sz w:val="16"/>
                <w:szCs w:val="16"/>
              </w:rPr>
            </w:pPr>
            <w:r w:rsidRPr="00222A9F">
              <w:rPr>
                <w:rFonts w:cs="Arial"/>
                <w:sz w:val="16"/>
                <w:szCs w:val="16"/>
              </w:rPr>
              <w:t>RP-152157</w:t>
            </w:r>
          </w:p>
        </w:tc>
        <w:tc>
          <w:tcPr>
            <w:tcW w:w="618" w:type="dxa"/>
            <w:shd w:val="solid" w:color="FFFFFF" w:fill="auto"/>
          </w:tcPr>
          <w:p w14:paraId="77F5F35F" w14:textId="77777777" w:rsidR="00FF729F" w:rsidRPr="00222A9F" w:rsidRDefault="00FF729F" w:rsidP="000555AD">
            <w:pPr>
              <w:pStyle w:val="TAL"/>
              <w:rPr>
                <w:rFonts w:cs="Arial"/>
                <w:sz w:val="16"/>
                <w:szCs w:val="16"/>
              </w:rPr>
            </w:pPr>
            <w:r w:rsidRPr="00222A9F">
              <w:rPr>
                <w:rFonts w:cs="Arial"/>
                <w:sz w:val="16"/>
                <w:szCs w:val="16"/>
              </w:rPr>
              <w:t>029</w:t>
            </w:r>
          </w:p>
        </w:tc>
        <w:tc>
          <w:tcPr>
            <w:tcW w:w="428" w:type="dxa"/>
            <w:shd w:val="solid" w:color="FFFFFF" w:fill="auto"/>
          </w:tcPr>
          <w:p w14:paraId="31868690" w14:textId="77777777" w:rsidR="00FF729F" w:rsidRPr="00222A9F" w:rsidRDefault="00FF729F" w:rsidP="000555AD">
            <w:pPr>
              <w:pStyle w:val="TAL"/>
              <w:rPr>
                <w:rFonts w:cs="Arial"/>
                <w:sz w:val="16"/>
                <w:szCs w:val="16"/>
              </w:rPr>
            </w:pPr>
          </w:p>
        </w:tc>
        <w:tc>
          <w:tcPr>
            <w:tcW w:w="614" w:type="dxa"/>
            <w:shd w:val="solid" w:color="FFFFFF" w:fill="auto"/>
          </w:tcPr>
          <w:p w14:paraId="10E51051" w14:textId="77777777" w:rsidR="00FF729F" w:rsidRPr="00222A9F" w:rsidRDefault="00FF729F" w:rsidP="000555AD">
            <w:pPr>
              <w:pStyle w:val="TAL"/>
              <w:rPr>
                <w:rFonts w:cs="Arial"/>
                <w:sz w:val="16"/>
                <w:szCs w:val="16"/>
              </w:rPr>
            </w:pPr>
          </w:p>
        </w:tc>
        <w:tc>
          <w:tcPr>
            <w:tcW w:w="4111" w:type="dxa"/>
            <w:shd w:val="solid" w:color="FFFFFF" w:fill="auto"/>
          </w:tcPr>
          <w:p w14:paraId="3EAFAA46" w14:textId="77777777" w:rsidR="00FF729F" w:rsidRPr="00222A9F" w:rsidRDefault="00FF729F" w:rsidP="000555AD">
            <w:pPr>
              <w:pStyle w:val="TAL"/>
              <w:rPr>
                <w:rFonts w:cs="Arial"/>
                <w:sz w:val="16"/>
                <w:szCs w:val="16"/>
              </w:rPr>
            </w:pPr>
            <w:r w:rsidRPr="00222A9F">
              <w:rPr>
                <w:rFonts w:cs="Arial"/>
                <w:sz w:val="16"/>
                <w:szCs w:val="16"/>
              </w:rPr>
              <w:t>Introduction of Band 67</w:t>
            </w:r>
          </w:p>
        </w:tc>
        <w:tc>
          <w:tcPr>
            <w:tcW w:w="567" w:type="dxa"/>
            <w:shd w:val="solid" w:color="FFFFFF" w:fill="auto"/>
          </w:tcPr>
          <w:p w14:paraId="742417C4"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3B694ED0" w14:textId="77777777" w:rsidTr="00FF729F">
        <w:trPr>
          <w:trHeight w:val="278"/>
        </w:trPr>
        <w:tc>
          <w:tcPr>
            <w:tcW w:w="800" w:type="dxa"/>
            <w:shd w:val="solid" w:color="FFFFFF" w:fill="auto"/>
          </w:tcPr>
          <w:p w14:paraId="42CF0F63"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1C8E1DA3"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1313B36F" w14:textId="77777777" w:rsidR="00FF729F" w:rsidRPr="00222A9F" w:rsidRDefault="00FF729F" w:rsidP="000555AD">
            <w:pPr>
              <w:pStyle w:val="TAL"/>
              <w:rPr>
                <w:rFonts w:cs="Arial"/>
                <w:sz w:val="16"/>
                <w:szCs w:val="16"/>
              </w:rPr>
            </w:pPr>
            <w:r w:rsidRPr="00222A9F">
              <w:rPr>
                <w:rFonts w:cs="Arial"/>
                <w:sz w:val="16"/>
                <w:szCs w:val="16"/>
              </w:rPr>
              <w:t>RP-152171</w:t>
            </w:r>
          </w:p>
        </w:tc>
        <w:tc>
          <w:tcPr>
            <w:tcW w:w="618" w:type="dxa"/>
            <w:shd w:val="solid" w:color="FFFFFF" w:fill="auto"/>
          </w:tcPr>
          <w:p w14:paraId="75D76C28" w14:textId="77777777" w:rsidR="00FF729F" w:rsidRPr="00222A9F" w:rsidRDefault="00FF729F" w:rsidP="000555AD">
            <w:pPr>
              <w:pStyle w:val="TAL"/>
              <w:rPr>
                <w:rFonts w:cs="Arial"/>
                <w:sz w:val="16"/>
                <w:szCs w:val="16"/>
              </w:rPr>
            </w:pPr>
            <w:r w:rsidRPr="00222A9F">
              <w:rPr>
                <w:rFonts w:cs="Arial"/>
                <w:sz w:val="16"/>
                <w:szCs w:val="16"/>
              </w:rPr>
              <w:t>030</w:t>
            </w:r>
          </w:p>
        </w:tc>
        <w:tc>
          <w:tcPr>
            <w:tcW w:w="428" w:type="dxa"/>
            <w:shd w:val="solid" w:color="FFFFFF" w:fill="auto"/>
          </w:tcPr>
          <w:p w14:paraId="645D3BA1" w14:textId="77777777" w:rsidR="00FF729F" w:rsidRPr="00222A9F" w:rsidRDefault="00FF729F" w:rsidP="000555AD">
            <w:pPr>
              <w:pStyle w:val="TAL"/>
              <w:rPr>
                <w:rFonts w:cs="Arial"/>
                <w:sz w:val="16"/>
                <w:szCs w:val="16"/>
              </w:rPr>
            </w:pPr>
          </w:p>
        </w:tc>
        <w:tc>
          <w:tcPr>
            <w:tcW w:w="614" w:type="dxa"/>
            <w:shd w:val="solid" w:color="FFFFFF" w:fill="auto"/>
          </w:tcPr>
          <w:p w14:paraId="67C58E7D" w14:textId="77777777" w:rsidR="00FF729F" w:rsidRPr="00222A9F" w:rsidRDefault="00FF729F" w:rsidP="000555AD">
            <w:pPr>
              <w:pStyle w:val="TAL"/>
              <w:rPr>
                <w:rFonts w:cs="Arial"/>
                <w:sz w:val="16"/>
                <w:szCs w:val="16"/>
              </w:rPr>
            </w:pPr>
          </w:p>
        </w:tc>
        <w:tc>
          <w:tcPr>
            <w:tcW w:w="4111" w:type="dxa"/>
            <w:shd w:val="solid" w:color="FFFFFF" w:fill="auto"/>
          </w:tcPr>
          <w:p w14:paraId="20F84D0B" w14:textId="77777777" w:rsidR="00FF729F" w:rsidRPr="00222A9F" w:rsidRDefault="00FF729F" w:rsidP="000555AD">
            <w:pPr>
              <w:pStyle w:val="TAL"/>
              <w:rPr>
                <w:rFonts w:cs="Arial"/>
                <w:sz w:val="16"/>
                <w:szCs w:val="16"/>
              </w:rPr>
            </w:pPr>
            <w:r w:rsidRPr="00222A9F">
              <w:rPr>
                <w:rFonts w:cs="Arial"/>
                <w:sz w:val="16"/>
                <w:szCs w:val="16"/>
              </w:rPr>
              <w:t>Introduction of Band 65 in TS 36.124</w:t>
            </w:r>
          </w:p>
        </w:tc>
        <w:tc>
          <w:tcPr>
            <w:tcW w:w="567" w:type="dxa"/>
            <w:shd w:val="solid" w:color="FFFFFF" w:fill="auto"/>
          </w:tcPr>
          <w:p w14:paraId="70B06D98"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8B1D5B0" w14:textId="77777777" w:rsidTr="00FF729F">
        <w:trPr>
          <w:trHeight w:val="278"/>
        </w:trPr>
        <w:tc>
          <w:tcPr>
            <w:tcW w:w="800" w:type="dxa"/>
            <w:shd w:val="solid" w:color="FFFFFF" w:fill="auto"/>
          </w:tcPr>
          <w:p w14:paraId="52015F4C"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19B1C95E"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486DE0F" w14:textId="77777777" w:rsidR="00FF729F" w:rsidRPr="00222A9F" w:rsidRDefault="00FF729F" w:rsidP="000555AD">
            <w:pPr>
              <w:pStyle w:val="TAL"/>
              <w:rPr>
                <w:rFonts w:cs="Arial"/>
                <w:sz w:val="16"/>
                <w:szCs w:val="16"/>
              </w:rPr>
            </w:pPr>
            <w:r w:rsidRPr="00222A9F">
              <w:rPr>
                <w:rFonts w:cs="Arial"/>
                <w:sz w:val="16"/>
                <w:szCs w:val="16"/>
              </w:rPr>
              <w:t>RP-152173</w:t>
            </w:r>
          </w:p>
        </w:tc>
        <w:tc>
          <w:tcPr>
            <w:tcW w:w="618" w:type="dxa"/>
            <w:shd w:val="solid" w:color="FFFFFF" w:fill="auto"/>
          </w:tcPr>
          <w:p w14:paraId="5501C728" w14:textId="77777777" w:rsidR="00FF729F" w:rsidRPr="00222A9F" w:rsidRDefault="00FF729F" w:rsidP="000555AD">
            <w:pPr>
              <w:pStyle w:val="TAL"/>
              <w:rPr>
                <w:rFonts w:cs="Arial"/>
                <w:sz w:val="16"/>
                <w:szCs w:val="16"/>
              </w:rPr>
            </w:pPr>
            <w:r w:rsidRPr="00222A9F">
              <w:rPr>
                <w:rFonts w:cs="Arial"/>
                <w:sz w:val="16"/>
                <w:szCs w:val="16"/>
              </w:rPr>
              <w:t>031</w:t>
            </w:r>
          </w:p>
        </w:tc>
        <w:tc>
          <w:tcPr>
            <w:tcW w:w="428" w:type="dxa"/>
            <w:shd w:val="solid" w:color="FFFFFF" w:fill="auto"/>
          </w:tcPr>
          <w:p w14:paraId="40421DFA" w14:textId="77777777" w:rsidR="00FF729F" w:rsidRPr="00222A9F" w:rsidRDefault="00FF729F" w:rsidP="000555AD">
            <w:pPr>
              <w:pStyle w:val="TAL"/>
              <w:rPr>
                <w:rFonts w:cs="Arial"/>
                <w:sz w:val="16"/>
                <w:szCs w:val="16"/>
              </w:rPr>
            </w:pPr>
          </w:p>
        </w:tc>
        <w:tc>
          <w:tcPr>
            <w:tcW w:w="614" w:type="dxa"/>
            <w:shd w:val="solid" w:color="FFFFFF" w:fill="auto"/>
          </w:tcPr>
          <w:p w14:paraId="4384CE7F" w14:textId="77777777" w:rsidR="00FF729F" w:rsidRPr="00222A9F" w:rsidRDefault="00FF729F" w:rsidP="000555AD">
            <w:pPr>
              <w:pStyle w:val="TAL"/>
              <w:rPr>
                <w:rFonts w:cs="Arial"/>
                <w:sz w:val="16"/>
                <w:szCs w:val="16"/>
              </w:rPr>
            </w:pPr>
          </w:p>
        </w:tc>
        <w:tc>
          <w:tcPr>
            <w:tcW w:w="4111" w:type="dxa"/>
            <w:shd w:val="solid" w:color="FFFFFF" w:fill="auto"/>
          </w:tcPr>
          <w:p w14:paraId="58F2AD56" w14:textId="77777777" w:rsidR="00FF729F" w:rsidRPr="00222A9F" w:rsidRDefault="00FF729F" w:rsidP="000555AD">
            <w:pPr>
              <w:pStyle w:val="TAL"/>
              <w:rPr>
                <w:rFonts w:cs="Arial"/>
                <w:sz w:val="16"/>
                <w:szCs w:val="16"/>
              </w:rPr>
            </w:pPr>
            <w:r w:rsidRPr="00222A9F">
              <w:rPr>
                <w:rFonts w:cs="Arial"/>
                <w:sz w:val="16"/>
                <w:szCs w:val="16"/>
              </w:rPr>
              <w:t>Introduction of 1447-1467MHz Band into 36.124</w:t>
            </w:r>
          </w:p>
        </w:tc>
        <w:tc>
          <w:tcPr>
            <w:tcW w:w="567" w:type="dxa"/>
            <w:shd w:val="solid" w:color="FFFFFF" w:fill="auto"/>
          </w:tcPr>
          <w:p w14:paraId="70F095DB"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2C8E7703" w14:textId="77777777" w:rsidTr="00FF729F">
        <w:trPr>
          <w:trHeight w:val="278"/>
        </w:trPr>
        <w:tc>
          <w:tcPr>
            <w:tcW w:w="800" w:type="dxa"/>
            <w:shd w:val="solid" w:color="FFFFFF" w:fill="auto"/>
          </w:tcPr>
          <w:p w14:paraId="395FA6C4" w14:textId="77777777" w:rsidR="00FF729F" w:rsidRPr="00222A9F" w:rsidRDefault="00FF729F" w:rsidP="000555AD">
            <w:pPr>
              <w:pStyle w:val="TAL"/>
              <w:rPr>
                <w:rFonts w:cs="Arial"/>
                <w:sz w:val="16"/>
                <w:szCs w:val="16"/>
              </w:rPr>
            </w:pPr>
            <w:r w:rsidRPr="00222A9F">
              <w:rPr>
                <w:rFonts w:cs="Arial"/>
                <w:sz w:val="16"/>
                <w:szCs w:val="16"/>
              </w:rPr>
              <w:t>2016</w:t>
            </w:r>
            <w:r w:rsidR="00727F98" w:rsidRPr="00222A9F">
              <w:rPr>
                <w:rFonts w:cs="Arial"/>
                <w:sz w:val="16"/>
                <w:szCs w:val="16"/>
              </w:rPr>
              <w:t>-</w:t>
            </w:r>
            <w:r w:rsidR="000555AD" w:rsidRPr="00222A9F">
              <w:rPr>
                <w:rFonts w:cs="Arial"/>
                <w:sz w:val="16"/>
                <w:szCs w:val="16"/>
              </w:rPr>
              <w:t>03</w:t>
            </w:r>
          </w:p>
        </w:tc>
        <w:tc>
          <w:tcPr>
            <w:tcW w:w="800" w:type="dxa"/>
            <w:shd w:val="solid" w:color="FFFFFF" w:fill="auto"/>
          </w:tcPr>
          <w:p w14:paraId="258D8146" w14:textId="77777777" w:rsidR="00FF729F" w:rsidRPr="00222A9F" w:rsidRDefault="00FF729F" w:rsidP="000555AD">
            <w:pPr>
              <w:pStyle w:val="TAL"/>
              <w:rPr>
                <w:rFonts w:cs="Arial"/>
                <w:sz w:val="16"/>
                <w:szCs w:val="16"/>
              </w:rPr>
            </w:pPr>
            <w:r w:rsidRPr="00222A9F">
              <w:rPr>
                <w:rFonts w:cs="Arial"/>
                <w:sz w:val="16"/>
                <w:szCs w:val="16"/>
              </w:rPr>
              <w:t>RP-71</w:t>
            </w:r>
          </w:p>
        </w:tc>
        <w:tc>
          <w:tcPr>
            <w:tcW w:w="901" w:type="dxa"/>
            <w:shd w:val="solid" w:color="FFFFFF" w:fill="auto"/>
          </w:tcPr>
          <w:p w14:paraId="40A52CA0" w14:textId="77777777" w:rsidR="00FF729F" w:rsidRPr="00222A9F" w:rsidRDefault="00FF729F" w:rsidP="000555AD">
            <w:pPr>
              <w:pStyle w:val="TAL"/>
              <w:rPr>
                <w:rFonts w:cs="Arial"/>
                <w:sz w:val="16"/>
                <w:szCs w:val="16"/>
              </w:rPr>
            </w:pPr>
            <w:r w:rsidRPr="00222A9F">
              <w:rPr>
                <w:rFonts w:cs="Arial"/>
                <w:sz w:val="16"/>
                <w:szCs w:val="16"/>
              </w:rPr>
              <w:t>RP-160483</w:t>
            </w:r>
          </w:p>
        </w:tc>
        <w:tc>
          <w:tcPr>
            <w:tcW w:w="618" w:type="dxa"/>
            <w:shd w:val="solid" w:color="FFFFFF" w:fill="auto"/>
          </w:tcPr>
          <w:p w14:paraId="1BADD9EF" w14:textId="77777777" w:rsidR="00FF729F" w:rsidRPr="00222A9F" w:rsidRDefault="00FF729F" w:rsidP="000555AD">
            <w:pPr>
              <w:pStyle w:val="TAL"/>
              <w:rPr>
                <w:rFonts w:cs="Arial"/>
                <w:sz w:val="16"/>
                <w:szCs w:val="16"/>
              </w:rPr>
            </w:pPr>
            <w:r w:rsidRPr="00222A9F">
              <w:rPr>
                <w:rFonts w:cs="Arial"/>
                <w:sz w:val="16"/>
                <w:szCs w:val="16"/>
              </w:rPr>
              <w:t>0032</w:t>
            </w:r>
          </w:p>
        </w:tc>
        <w:tc>
          <w:tcPr>
            <w:tcW w:w="428" w:type="dxa"/>
            <w:shd w:val="solid" w:color="FFFFFF" w:fill="auto"/>
          </w:tcPr>
          <w:p w14:paraId="778E5733"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2AB43444" w14:textId="77777777" w:rsidR="00FF729F" w:rsidRPr="00222A9F" w:rsidRDefault="00FF729F" w:rsidP="000555AD">
            <w:pPr>
              <w:pStyle w:val="TAL"/>
              <w:rPr>
                <w:rFonts w:cs="Arial"/>
                <w:sz w:val="16"/>
                <w:szCs w:val="16"/>
              </w:rPr>
            </w:pPr>
            <w:r w:rsidRPr="00222A9F">
              <w:rPr>
                <w:rFonts w:cs="Arial"/>
                <w:sz w:val="16"/>
                <w:szCs w:val="16"/>
              </w:rPr>
              <w:t>B</w:t>
            </w:r>
          </w:p>
        </w:tc>
        <w:tc>
          <w:tcPr>
            <w:tcW w:w="4111" w:type="dxa"/>
            <w:shd w:val="solid" w:color="FFFFFF" w:fill="auto"/>
          </w:tcPr>
          <w:p w14:paraId="5E45EE8A" w14:textId="77777777" w:rsidR="00FF729F" w:rsidRPr="00222A9F" w:rsidRDefault="00FF729F" w:rsidP="000555AD">
            <w:pPr>
              <w:pStyle w:val="TAL"/>
              <w:rPr>
                <w:rFonts w:cs="Arial"/>
                <w:sz w:val="16"/>
                <w:szCs w:val="16"/>
              </w:rPr>
            </w:pPr>
            <w:r w:rsidRPr="00222A9F">
              <w:rPr>
                <w:rFonts w:cs="Arial"/>
                <w:sz w:val="16"/>
                <w:szCs w:val="16"/>
              </w:rPr>
              <w:t>Introduction of Band 68 in TS 36.124</w:t>
            </w:r>
          </w:p>
        </w:tc>
        <w:tc>
          <w:tcPr>
            <w:tcW w:w="567" w:type="dxa"/>
            <w:shd w:val="solid" w:color="FFFFFF" w:fill="auto"/>
          </w:tcPr>
          <w:p w14:paraId="3BDD1C2B" w14:textId="77777777" w:rsidR="00FF729F" w:rsidRPr="00222A9F" w:rsidRDefault="00FF729F" w:rsidP="000555AD">
            <w:pPr>
              <w:pStyle w:val="TAL"/>
              <w:rPr>
                <w:rFonts w:cs="Arial"/>
                <w:sz w:val="16"/>
                <w:szCs w:val="16"/>
              </w:rPr>
            </w:pPr>
            <w:r w:rsidRPr="00222A9F">
              <w:rPr>
                <w:rFonts w:cs="Arial"/>
                <w:sz w:val="16"/>
                <w:szCs w:val="16"/>
              </w:rPr>
              <w:t>13.1.0</w:t>
            </w:r>
          </w:p>
        </w:tc>
      </w:tr>
      <w:tr w:rsidR="00FF729F" w:rsidRPr="00222A9F" w14:paraId="38613D34" w14:textId="77777777" w:rsidTr="00FF729F">
        <w:trPr>
          <w:trHeight w:val="278"/>
        </w:trPr>
        <w:tc>
          <w:tcPr>
            <w:tcW w:w="800" w:type="dxa"/>
            <w:shd w:val="solid" w:color="FFFFFF" w:fill="auto"/>
          </w:tcPr>
          <w:p w14:paraId="70787C50" w14:textId="77777777" w:rsidR="00FF729F" w:rsidRPr="00222A9F" w:rsidRDefault="00FF729F" w:rsidP="000555AD">
            <w:pPr>
              <w:pStyle w:val="TAL"/>
              <w:rPr>
                <w:rFonts w:cs="Arial"/>
                <w:sz w:val="16"/>
                <w:szCs w:val="16"/>
              </w:rPr>
            </w:pPr>
            <w:r w:rsidRPr="00222A9F">
              <w:rPr>
                <w:rFonts w:cs="Arial"/>
                <w:sz w:val="16"/>
                <w:szCs w:val="16"/>
              </w:rPr>
              <w:t>2016</w:t>
            </w:r>
            <w:r w:rsidR="00727F98" w:rsidRPr="00222A9F">
              <w:rPr>
                <w:rFonts w:cs="Arial"/>
                <w:sz w:val="16"/>
                <w:szCs w:val="16"/>
              </w:rPr>
              <w:t>-</w:t>
            </w:r>
            <w:r w:rsidR="000555AD" w:rsidRPr="00222A9F">
              <w:rPr>
                <w:rFonts w:cs="Arial"/>
                <w:sz w:val="16"/>
                <w:szCs w:val="16"/>
              </w:rPr>
              <w:t>03</w:t>
            </w:r>
          </w:p>
        </w:tc>
        <w:tc>
          <w:tcPr>
            <w:tcW w:w="800" w:type="dxa"/>
            <w:shd w:val="solid" w:color="FFFFFF" w:fill="auto"/>
          </w:tcPr>
          <w:p w14:paraId="5945FB2D" w14:textId="77777777" w:rsidR="00FF729F" w:rsidRPr="00222A9F" w:rsidRDefault="00FF729F" w:rsidP="000555AD">
            <w:pPr>
              <w:pStyle w:val="TAL"/>
              <w:rPr>
                <w:rFonts w:cs="Arial"/>
                <w:sz w:val="16"/>
                <w:szCs w:val="16"/>
              </w:rPr>
            </w:pPr>
            <w:r w:rsidRPr="00222A9F">
              <w:rPr>
                <w:rFonts w:cs="Arial"/>
                <w:sz w:val="16"/>
                <w:szCs w:val="16"/>
              </w:rPr>
              <w:t>RP-71</w:t>
            </w:r>
          </w:p>
        </w:tc>
        <w:tc>
          <w:tcPr>
            <w:tcW w:w="901" w:type="dxa"/>
            <w:shd w:val="solid" w:color="FFFFFF" w:fill="auto"/>
          </w:tcPr>
          <w:p w14:paraId="6CC1DFC3" w14:textId="77777777" w:rsidR="00FF729F" w:rsidRPr="00222A9F" w:rsidRDefault="00FF729F" w:rsidP="000555AD">
            <w:pPr>
              <w:pStyle w:val="TAL"/>
              <w:rPr>
                <w:rFonts w:cs="Arial"/>
                <w:sz w:val="16"/>
                <w:szCs w:val="16"/>
              </w:rPr>
            </w:pPr>
            <w:r w:rsidRPr="00222A9F">
              <w:rPr>
                <w:rFonts w:cs="Arial"/>
                <w:sz w:val="16"/>
                <w:szCs w:val="16"/>
              </w:rPr>
              <w:t>RP-160490</w:t>
            </w:r>
          </w:p>
        </w:tc>
        <w:tc>
          <w:tcPr>
            <w:tcW w:w="618" w:type="dxa"/>
            <w:shd w:val="solid" w:color="FFFFFF" w:fill="auto"/>
          </w:tcPr>
          <w:p w14:paraId="64B223B0" w14:textId="77777777" w:rsidR="00FF729F" w:rsidRPr="00222A9F" w:rsidRDefault="00FF729F" w:rsidP="000555AD">
            <w:pPr>
              <w:pStyle w:val="TAL"/>
              <w:rPr>
                <w:rFonts w:cs="Arial"/>
                <w:sz w:val="16"/>
                <w:szCs w:val="16"/>
              </w:rPr>
            </w:pPr>
            <w:r w:rsidRPr="00222A9F">
              <w:rPr>
                <w:rFonts w:cs="Arial"/>
                <w:sz w:val="16"/>
                <w:szCs w:val="16"/>
              </w:rPr>
              <w:t>0033</w:t>
            </w:r>
          </w:p>
        </w:tc>
        <w:tc>
          <w:tcPr>
            <w:tcW w:w="428" w:type="dxa"/>
            <w:shd w:val="solid" w:color="FFFFFF" w:fill="auto"/>
          </w:tcPr>
          <w:p w14:paraId="21100DDA"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7FF021C8" w14:textId="77777777" w:rsidR="00FF729F" w:rsidRPr="00222A9F" w:rsidRDefault="00FF729F" w:rsidP="000555AD">
            <w:pPr>
              <w:pStyle w:val="TAL"/>
              <w:rPr>
                <w:rFonts w:cs="Arial"/>
                <w:sz w:val="16"/>
                <w:szCs w:val="16"/>
              </w:rPr>
            </w:pPr>
            <w:r w:rsidRPr="00222A9F">
              <w:rPr>
                <w:rFonts w:cs="Arial"/>
                <w:sz w:val="16"/>
                <w:szCs w:val="16"/>
              </w:rPr>
              <w:t>F</w:t>
            </w:r>
          </w:p>
        </w:tc>
        <w:tc>
          <w:tcPr>
            <w:tcW w:w="4111" w:type="dxa"/>
            <w:shd w:val="solid" w:color="FFFFFF" w:fill="auto"/>
          </w:tcPr>
          <w:p w14:paraId="3A4D01B3" w14:textId="77777777" w:rsidR="00FF729F" w:rsidRPr="00222A9F" w:rsidRDefault="00FF729F" w:rsidP="000555AD">
            <w:pPr>
              <w:pStyle w:val="TAL"/>
              <w:rPr>
                <w:rFonts w:cs="Arial"/>
                <w:sz w:val="16"/>
                <w:szCs w:val="16"/>
              </w:rPr>
            </w:pPr>
            <w:r w:rsidRPr="00222A9F">
              <w:rPr>
                <w:rFonts w:cs="Arial"/>
                <w:sz w:val="16"/>
                <w:szCs w:val="16"/>
              </w:rPr>
              <w:t>Introduction of Band 46 in TS 36.124</w:t>
            </w:r>
          </w:p>
        </w:tc>
        <w:tc>
          <w:tcPr>
            <w:tcW w:w="567" w:type="dxa"/>
            <w:shd w:val="solid" w:color="FFFFFF" w:fill="auto"/>
          </w:tcPr>
          <w:p w14:paraId="3746F63C" w14:textId="77777777" w:rsidR="00FF729F" w:rsidRPr="00222A9F" w:rsidRDefault="00FF729F" w:rsidP="000555AD">
            <w:pPr>
              <w:pStyle w:val="TAL"/>
              <w:rPr>
                <w:rFonts w:cs="Arial"/>
                <w:sz w:val="16"/>
                <w:szCs w:val="16"/>
              </w:rPr>
            </w:pPr>
            <w:r w:rsidRPr="00222A9F">
              <w:rPr>
                <w:rFonts w:cs="Arial"/>
                <w:sz w:val="16"/>
                <w:szCs w:val="16"/>
              </w:rPr>
              <w:t>13.1.0</w:t>
            </w:r>
          </w:p>
        </w:tc>
      </w:tr>
      <w:tr w:rsidR="00CB171B" w:rsidRPr="00222A9F" w14:paraId="6669D927" w14:textId="77777777" w:rsidTr="00CB171B">
        <w:trPr>
          <w:trHeight w:val="20"/>
        </w:trPr>
        <w:tc>
          <w:tcPr>
            <w:tcW w:w="800" w:type="dxa"/>
            <w:shd w:val="solid" w:color="FFFFFF" w:fill="auto"/>
          </w:tcPr>
          <w:p w14:paraId="0575D2D4" w14:textId="77777777" w:rsidR="00CB171B" w:rsidRPr="00222A9F" w:rsidRDefault="00727F98" w:rsidP="000555AD">
            <w:pPr>
              <w:pStyle w:val="TAL"/>
              <w:rPr>
                <w:rFonts w:cs="Arial"/>
                <w:sz w:val="16"/>
                <w:szCs w:val="16"/>
              </w:rPr>
            </w:pPr>
            <w:r w:rsidRPr="00222A9F">
              <w:rPr>
                <w:rFonts w:cs="Arial"/>
                <w:sz w:val="16"/>
                <w:szCs w:val="16"/>
              </w:rPr>
              <w:t>2016-</w:t>
            </w:r>
            <w:r w:rsidR="00CB171B" w:rsidRPr="00222A9F">
              <w:rPr>
                <w:rFonts w:cs="Arial"/>
                <w:sz w:val="16"/>
                <w:szCs w:val="16"/>
              </w:rPr>
              <w:t>06</w:t>
            </w:r>
          </w:p>
        </w:tc>
        <w:tc>
          <w:tcPr>
            <w:tcW w:w="800" w:type="dxa"/>
            <w:shd w:val="solid" w:color="FFFFFF" w:fill="auto"/>
          </w:tcPr>
          <w:p w14:paraId="1425C7D0" w14:textId="77777777" w:rsidR="00CB171B" w:rsidRPr="00222A9F" w:rsidRDefault="00CB171B" w:rsidP="000555AD">
            <w:pPr>
              <w:pStyle w:val="TAL"/>
              <w:rPr>
                <w:rFonts w:cs="Arial"/>
                <w:sz w:val="16"/>
                <w:szCs w:val="16"/>
              </w:rPr>
            </w:pPr>
            <w:r w:rsidRPr="00222A9F">
              <w:rPr>
                <w:rFonts w:cs="Arial"/>
                <w:sz w:val="16"/>
                <w:szCs w:val="16"/>
              </w:rPr>
              <w:t>RP-72</w:t>
            </w:r>
          </w:p>
        </w:tc>
        <w:tc>
          <w:tcPr>
            <w:tcW w:w="901" w:type="dxa"/>
            <w:shd w:val="solid" w:color="FFFFFF" w:fill="auto"/>
          </w:tcPr>
          <w:p w14:paraId="086F4444" w14:textId="77777777" w:rsidR="00CB171B" w:rsidRPr="00222A9F" w:rsidRDefault="00CB171B" w:rsidP="000555AD">
            <w:pPr>
              <w:pStyle w:val="TAL"/>
              <w:rPr>
                <w:rFonts w:cs="Arial"/>
                <w:sz w:val="16"/>
                <w:szCs w:val="16"/>
              </w:rPr>
            </w:pPr>
            <w:r w:rsidRPr="00222A9F">
              <w:rPr>
                <w:rFonts w:cs="Arial"/>
                <w:sz w:val="16"/>
                <w:szCs w:val="16"/>
              </w:rPr>
              <w:t>RP-161125</w:t>
            </w:r>
          </w:p>
        </w:tc>
        <w:tc>
          <w:tcPr>
            <w:tcW w:w="618" w:type="dxa"/>
            <w:shd w:val="solid" w:color="FFFFFF" w:fill="auto"/>
          </w:tcPr>
          <w:p w14:paraId="2F9AA60B" w14:textId="77777777" w:rsidR="00CB171B" w:rsidRPr="00222A9F" w:rsidRDefault="000555AD" w:rsidP="000555AD">
            <w:pPr>
              <w:pStyle w:val="TAL"/>
              <w:rPr>
                <w:rFonts w:cs="Arial"/>
                <w:sz w:val="16"/>
                <w:szCs w:val="16"/>
              </w:rPr>
            </w:pPr>
            <w:r w:rsidRPr="00222A9F">
              <w:rPr>
                <w:rFonts w:cs="Arial"/>
                <w:sz w:val="16"/>
                <w:szCs w:val="16"/>
              </w:rPr>
              <w:t>00</w:t>
            </w:r>
            <w:r w:rsidR="00CB171B" w:rsidRPr="00222A9F">
              <w:rPr>
                <w:rFonts w:cs="Arial"/>
                <w:sz w:val="16"/>
                <w:szCs w:val="16"/>
              </w:rPr>
              <w:t>34</w:t>
            </w:r>
          </w:p>
        </w:tc>
        <w:tc>
          <w:tcPr>
            <w:tcW w:w="428" w:type="dxa"/>
            <w:shd w:val="solid" w:color="FFFFFF" w:fill="auto"/>
          </w:tcPr>
          <w:p w14:paraId="5AE0B675" w14:textId="77777777" w:rsidR="00CB171B" w:rsidRPr="00222A9F" w:rsidRDefault="00CB171B" w:rsidP="000555AD">
            <w:pPr>
              <w:pStyle w:val="TAL"/>
              <w:rPr>
                <w:rFonts w:cs="Arial"/>
                <w:sz w:val="16"/>
                <w:szCs w:val="16"/>
              </w:rPr>
            </w:pPr>
            <w:r w:rsidRPr="00222A9F">
              <w:rPr>
                <w:rFonts w:cs="Arial"/>
                <w:sz w:val="16"/>
                <w:szCs w:val="16"/>
              </w:rPr>
              <w:t>-</w:t>
            </w:r>
          </w:p>
        </w:tc>
        <w:tc>
          <w:tcPr>
            <w:tcW w:w="614" w:type="dxa"/>
            <w:shd w:val="solid" w:color="FFFFFF" w:fill="auto"/>
          </w:tcPr>
          <w:p w14:paraId="79C484C3" w14:textId="77777777" w:rsidR="00CB171B" w:rsidRPr="00222A9F" w:rsidRDefault="00CB171B" w:rsidP="000555AD">
            <w:pPr>
              <w:pStyle w:val="TAL"/>
              <w:rPr>
                <w:rFonts w:cs="Arial"/>
                <w:sz w:val="16"/>
                <w:szCs w:val="16"/>
              </w:rPr>
            </w:pPr>
            <w:r w:rsidRPr="00222A9F">
              <w:rPr>
                <w:rFonts w:cs="Arial"/>
                <w:sz w:val="16"/>
                <w:szCs w:val="16"/>
              </w:rPr>
              <w:t>B</w:t>
            </w:r>
          </w:p>
        </w:tc>
        <w:tc>
          <w:tcPr>
            <w:tcW w:w="4111" w:type="dxa"/>
            <w:shd w:val="solid" w:color="FFFFFF" w:fill="auto"/>
          </w:tcPr>
          <w:p w14:paraId="03261A04" w14:textId="77777777" w:rsidR="00CB171B" w:rsidRPr="00222A9F" w:rsidRDefault="00CB171B" w:rsidP="000555AD">
            <w:pPr>
              <w:pStyle w:val="TAL"/>
              <w:rPr>
                <w:rFonts w:cs="Arial"/>
                <w:sz w:val="16"/>
                <w:szCs w:val="16"/>
              </w:rPr>
            </w:pPr>
            <w:r w:rsidRPr="00222A9F">
              <w:rPr>
                <w:rFonts w:cs="Arial"/>
                <w:sz w:val="16"/>
                <w:szCs w:val="16"/>
              </w:rPr>
              <w:t>Introduction of Band 70 TO 36.124</w:t>
            </w:r>
          </w:p>
        </w:tc>
        <w:tc>
          <w:tcPr>
            <w:tcW w:w="567" w:type="dxa"/>
            <w:shd w:val="solid" w:color="FFFFFF" w:fill="auto"/>
          </w:tcPr>
          <w:p w14:paraId="67C0B197" w14:textId="77777777" w:rsidR="00CB171B" w:rsidRPr="00222A9F" w:rsidRDefault="00CB171B" w:rsidP="000555AD">
            <w:pPr>
              <w:pStyle w:val="TAL"/>
              <w:rPr>
                <w:rFonts w:cs="Arial"/>
                <w:sz w:val="16"/>
                <w:szCs w:val="16"/>
              </w:rPr>
            </w:pPr>
            <w:r w:rsidRPr="00222A9F">
              <w:rPr>
                <w:rFonts w:cs="Arial"/>
                <w:sz w:val="16"/>
                <w:szCs w:val="16"/>
              </w:rPr>
              <w:t>14.0.0</w:t>
            </w:r>
          </w:p>
        </w:tc>
      </w:tr>
      <w:tr w:rsidR="00CB171B" w:rsidRPr="00222A9F" w14:paraId="54F1354B" w14:textId="77777777" w:rsidTr="00CB171B">
        <w:trPr>
          <w:trHeight w:val="20"/>
        </w:trPr>
        <w:tc>
          <w:tcPr>
            <w:tcW w:w="800" w:type="dxa"/>
            <w:shd w:val="solid" w:color="FFFFFF" w:fill="auto"/>
          </w:tcPr>
          <w:p w14:paraId="05BCA236" w14:textId="77777777" w:rsidR="00CB171B" w:rsidRPr="00222A9F" w:rsidRDefault="00727F98" w:rsidP="000555AD">
            <w:pPr>
              <w:pStyle w:val="TAL"/>
              <w:rPr>
                <w:rFonts w:cs="Arial"/>
                <w:sz w:val="16"/>
                <w:szCs w:val="16"/>
              </w:rPr>
            </w:pPr>
            <w:r w:rsidRPr="00222A9F">
              <w:rPr>
                <w:rFonts w:cs="Arial"/>
                <w:sz w:val="16"/>
                <w:szCs w:val="16"/>
              </w:rPr>
              <w:t>2016-</w:t>
            </w:r>
            <w:r w:rsidR="00CB171B" w:rsidRPr="00222A9F">
              <w:rPr>
                <w:rFonts w:cs="Arial"/>
                <w:sz w:val="16"/>
                <w:szCs w:val="16"/>
              </w:rPr>
              <w:t>06</w:t>
            </w:r>
          </w:p>
        </w:tc>
        <w:tc>
          <w:tcPr>
            <w:tcW w:w="800" w:type="dxa"/>
            <w:shd w:val="solid" w:color="FFFFFF" w:fill="auto"/>
          </w:tcPr>
          <w:p w14:paraId="30A79A74" w14:textId="77777777" w:rsidR="00CB171B" w:rsidRPr="00222A9F" w:rsidRDefault="00CB171B" w:rsidP="000555AD">
            <w:pPr>
              <w:pStyle w:val="TAL"/>
              <w:rPr>
                <w:rFonts w:cs="Arial"/>
                <w:sz w:val="16"/>
                <w:szCs w:val="16"/>
              </w:rPr>
            </w:pPr>
            <w:r w:rsidRPr="00222A9F">
              <w:rPr>
                <w:rFonts w:cs="Arial"/>
                <w:sz w:val="16"/>
                <w:szCs w:val="16"/>
              </w:rPr>
              <w:t>RP-72</w:t>
            </w:r>
          </w:p>
        </w:tc>
        <w:tc>
          <w:tcPr>
            <w:tcW w:w="901" w:type="dxa"/>
            <w:shd w:val="solid" w:color="FFFFFF" w:fill="auto"/>
          </w:tcPr>
          <w:p w14:paraId="28DD2DC2" w14:textId="77777777" w:rsidR="00CB171B" w:rsidRPr="00222A9F" w:rsidRDefault="00CB171B" w:rsidP="000555AD">
            <w:pPr>
              <w:pStyle w:val="TAL"/>
              <w:rPr>
                <w:rFonts w:cs="Arial"/>
                <w:sz w:val="16"/>
                <w:szCs w:val="16"/>
              </w:rPr>
            </w:pPr>
            <w:r w:rsidRPr="00222A9F">
              <w:rPr>
                <w:rFonts w:cs="Arial"/>
                <w:sz w:val="16"/>
                <w:szCs w:val="16"/>
              </w:rPr>
              <w:t>RP-161124</w:t>
            </w:r>
          </w:p>
        </w:tc>
        <w:tc>
          <w:tcPr>
            <w:tcW w:w="618" w:type="dxa"/>
            <w:shd w:val="solid" w:color="FFFFFF" w:fill="auto"/>
          </w:tcPr>
          <w:p w14:paraId="4831283E" w14:textId="77777777" w:rsidR="00CB171B" w:rsidRPr="00222A9F" w:rsidRDefault="000555AD" w:rsidP="000555AD">
            <w:pPr>
              <w:pStyle w:val="TAL"/>
              <w:rPr>
                <w:rFonts w:cs="Arial"/>
                <w:sz w:val="16"/>
                <w:szCs w:val="16"/>
              </w:rPr>
            </w:pPr>
            <w:r w:rsidRPr="00222A9F">
              <w:rPr>
                <w:rFonts w:cs="Arial"/>
                <w:sz w:val="16"/>
                <w:szCs w:val="16"/>
              </w:rPr>
              <w:t>00</w:t>
            </w:r>
            <w:r w:rsidR="00CB171B" w:rsidRPr="00222A9F">
              <w:rPr>
                <w:rFonts w:cs="Arial"/>
                <w:sz w:val="16"/>
                <w:szCs w:val="16"/>
              </w:rPr>
              <w:t>35</w:t>
            </w:r>
          </w:p>
        </w:tc>
        <w:tc>
          <w:tcPr>
            <w:tcW w:w="428" w:type="dxa"/>
            <w:shd w:val="solid" w:color="FFFFFF" w:fill="auto"/>
          </w:tcPr>
          <w:p w14:paraId="20E1B847" w14:textId="77777777" w:rsidR="00CB171B" w:rsidRPr="00222A9F" w:rsidRDefault="00CB171B" w:rsidP="000555AD">
            <w:pPr>
              <w:pStyle w:val="TAL"/>
              <w:rPr>
                <w:rFonts w:cs="Arial"/>
                <w:sz w:val="16"/>
                <w:szCs w:val="16"/>
              </w:rPr>
            </w:pPr>
            <w:r w:rsidRPr="00222A9F">
              <w:rPr>
                <w:rFonts w:cs="Arial"/>
                <w:sz w:val="16"/>
                <w:szCs w:val="16"/>
              </w:rPr>
              <w:t>-</w:t>
            </w:r>
          </w:p>
        </w:tc>
        <w:tc>
          <w:tcPr>
            <w:tcW w:w="614" w:type="dxa"/>
            <w:shd w:val="solid" w:color="FFFFFF" w:fill="auto"/>
          </w:tcPr>
          <w:p w14:paraId="0E6748E6" w14:textId="77777777" w:rsidR="00CB171B" w:rsidRPr="00222A9F" w:rsidRDefault="00CB171B" w:rsidP="000555AD">
            <w:pPr>
              <w:pStyle w:val="TAL"/>
              <w:rPr>
                <w:rFonts w:cs="Arial"/>
                <w:sz w:val="16"/>
                <w:szCs w:val="16"/>
              </w:rPr>
            </w:pPr>
            <w:r w:rsidRPr="00222A9F">
              <w:rPr>
                <w:rFonts w:cs="Arial"/>
                <w:sz w:val="16"/>
                <w:szCs w:val="16"/>
              </w:rPr>
              <w:t>B</w:t>
            </w:r>
          </w:p>
        </w:tc>
        <w:tc>
          <w:tcPr>
            <w:tcW w:w="4111" w:type="dxa"/>
            <w:shd w:val="solid" w:color="FFFFFF" w:fill="auto"/>
          </w:tcPr>
          <w:p w14:paraId="2B644F83" w14:textId="77777777" w:rsidR="00CB171B" w:rsidRPr="00222A9F" w:rsidRDefault="00CB171B" w:rsidP="000555AD">
            <w:pPr>
              <w:pStyle w:val="TAL"/>
              <w:rPr>
                <w:rFonts w:cs="Arial"/>
                <w:sz w:val="16"/>
                <w:szCs w:val="16"/>
              </w:rPr>
            </w:pPr>
            <w:r w:rsidRPr="00222A9F">
              <w:rPr>
                <w:rFonts w:cs="Arial"/>
                <w:sz w:val="16"/>
                <w:szCs w:val="16"/>
              </w:rPr>
              <w:t>Introduction of 2.6GHz SDL</w:t>
            </w:r>
          </w:p>
        </w:tc>
        <w:tc>
          <w:tcPr>
            <w:tcW w:w="567" w:type="dxa"/>
            <w:shd w:val="solid" w:color="FFFFFF" w:fill="auto"/>
          </w:tcPr>
          <w:p w14:paraId="424B11A8" w14:textId="77777777" w:rsidR="00CB171B" w:rsidRPr="00222A9F" w:rsidRDefault="00CB171B" w:rsidP="000555AD">
            <w:pPr>
              <w:pStyle w:val="TAL"/>
              <w:rPr>
                <w:rFonts w:cs="Arial"/>
                <w:sz w:val="16"/>
                <w:szCs w:val="16"/>
              </w:rPr>
            </w:pPr>
            <w:r w:rsidRPr="00222A9F">
              <w:rPr>
                <w:rFonts w:cs="Arial"/>
                <w:sz w:val="16"/>
                <w:szCs w:val="16"/>
              </w:rPr>
              <w:t>14.0.0</w:t>
            </w:r>
          </w:p>
        </w:tc>
      </w:tr>
      <w:tr w:rsidR="000555AD" w:rsidRPr="00222A9F" w14:paraId="50D63DBF" w14:textId="77777777" w:rsidTr="00CB171B">
        <w:trPr>
          <w:trHeight w:val="20"/>
        </w:trPr>
        <w:tc>
          <w:tcPr>
            <w:tcW w:w="800" w:type="dxa"/>
            <w:shd w:val="solid" w:color="FFFFFF" w:fill="auto"/>
          </w:tcPr>
          <w:p w14:paraId="4496613A" w14:textId="77777777" w:rsidR="000555AD" w:rsidRPr="00222A9F" w:rsidRDefault="000555AD" w:rsidP="00727F98">
            <w:pPr>
              <w:pStyle w:val="TAL"/>
              <w:rPr>
                <w:rFonts w:cs="Arial"/>
                <w:sz w:val="16"/>
                <w:szCs w:val="16"/>
              </w:rPr>
            </w:pPr>
            <w:r w:rsidRPr="00222A9F">
              <w:rPr>
                <w:rFonts w:cs="Arial"/>
                <w:sz w:val="16"/>
                <w:szCs w:val="16"/>
              </w:rPr>
              <w:t>2016</w:t>
            </w:r>
            <w:r w:rsidR="00727F98" w:rsidRPr="00222A9F">
              <w:rPr>
                <w:rFonts w:cs="Arial"/>
                <w:sz w:val="16"/>
                <w:szCs w:val="16"/>
              </w:rPr>
              <w:t>-</w:t>
            </w:r>
            <w:r w:rsidRPr="00222A9F">
              <w:rPr>
                <w:rFonts w:cs="Arial"/>
                <w:sz w:val="16"/>
                <w:szCs w:val="16"/>
              </w:rPr>
              <w:t>12</w:t>
            </w:r>
          </w:p>
        </w:tc>
        <w:tc>
          <w:tcPr>
            <w:tcW w:w="800" w:type="dxa"/>
            <w:shd w:val="solid" w:color="FFFFFF" w:fill="auto"/>
          </w:tcPr>
          <w:p w14:paraId="581CC5E3" w14:textId="77777777" w:rsidR="000555AD" w:rsidRPr="00222A9F" w:rsidRDefault="000555AD" w:rsidP="000555AD">
            <w:pPr>
              <w:pStyle w:val="TAL"/>
              <w:rPr>
                <w:rFonts w:cs="Arial"/>
                <w:sz w:val="16"/>
                <w:szCs w:val="16"/>
              </w:rPr>
            </w:pPr>
            <w:r w:rsidRPr="00222A9F">
              <w:rPr>
                <w:rFonts w:cs="Arial"/>
                <w:sz w:val="16"/>
                <w:szCs w:val="16"/>
              </w:rPr>
              <w:t>RP-74</w:t>
            </w:r>
          </w:p>
        </w:tc>
        <w:tc>
          <w:tcPr>
            <w:tcW w:w="901" w:type="dxa"/>
            <w:shd w:val="solid" w:color="FFFFFF" w:fill="auto"/>
          </w:tcPr>
          <w:p w14:paraId="62E06ACE" w14:textId="77777777" w:rsidR="000555AD" w:rsidRPr="00222A9F" w:rsidRDefault="000555AD" w:rsidP="000555AD">
            <w:pPr>
              <w:pStyle w:val="TAL"/>
              <w:rPr>
                <w:rFonts w:cs="Arial"/>
                <w:sz w:val="16"/>
                <w:szCs w:val="16"/>
              </w:rPr>
            </w:pPr>
            <w:r w:rsidRPr="00222A9F">
              <w:rPr>
                <w:rFonts w:cs="Arial"/>
                <w:sz w:val="16"/>
                <w:szCs w:val="16"/>
              </w:rPr>
              <w:t>RP-162405</w:t>
            </w:r>
          </w:p>
        </w:tc>
        <w:tc>
          <w:tcPr>
            <w:tcW w:w="618" w:type="dxa"/>
            <w:shd w:val="solid" w:color="FFFFFF" w:fill="auto"/>
          </w:tcPr>
          <w:p w14:paraId="566E5CC4" w14:textId="77777777" w:rsidR="000555AD" w:rsidRPr="00222A9F" w:rsidRDefault="000555AD" w:rsidP="000555AD">
            <w:pPr>
              <w:pStyle w:val="TAL"/>
              <w:rPr>
                <w:rFonts w:cs="Arial"/>
                <w:sz w:val="16"/>
                <w:szCs w:val="16"/>
              </w:rPr>
            </w:pPr>
            <w:r w:rsidRPr="00222A9F">
              <w:rPr>
                <w:rFonts w:cs="Arial"/>
                <w:sz w:val="16"/>
                <w:szCs w:val="16"/>
              </w:rPr>
              <w:t>0036</w:t>
            </w:r>
          </w:p>
        </w:tc>
        <w:tc>
          <w:tcPr>
            <w:tcW w:w="428" w:type="dxa"/>
            <w:shd w:val="solid" w:color="FFFFFF" w:fill="auto"/>
          </w:tcPr>
          <w:p w14:paraId="62E9B5AD" w14:textId="77777777" w:rsidR="000555AD" w:rsidRPr="00222A9F" w:rsidRDefault="000555AD" w:rsidP="000555AD">
            <w:pPr>
              <w:pStyle w:val="TAL"/>
              <w:rPr>
                <w:rFonts w:cs="Arial"/>
                <w:sz w:val="16"/>
                <w:szCs w:val="16"/>
              </w:rPr>
            </w:pPr>
            <w:r w:rsidRPr="00222A9F">
              <w:rPr>
                <w:rFonts w:cs="Arial"/>
                <w:sz w:val="16"/>
                <w:szCs w:val="16"/>
              </w:rPr>
              <w:t>-</w:t>
            </w:r>
          </w:p>
        </w:tc>
        <w:tc>
          <w:tcPr>
            <w:tcW w:w="614" w:type="dxa"/>
            <w:shd w:val="solid" w:color="FFFFFF" w:fill="auto"/>
          </w:tcPr>
          <w:p w14:paraId="3AEB8BF5" w14:textId="77777777" w:rsidR="000555AD" w:rsidRPr="00222A9F" w:rsidRDefault="000555AD" w:rsidP="000555AD">
            <w:pPr>
              <w:pStyle w:val="TAL"/>
              <w:rPr>
                <w:rFonts w:cs="Arial"/>
                <w:sz w:val="16"/>
                <w:szCs w:val="16"/>
              </w:rPr>
            </w:pPr>
            <w:r w:rsidRPr="00222A9F">
              <w:rPr>
                <w:rFonts w:cs="Arial"/>
                <w:sz w:val="16"/>
                <w:szCs w:val="16"/>
              </w:rPr>
              <w:t>B</w:t>
            </w:r>
          </w:p>
        </w:tc>
        <w:tc>
          <w:tcPr>
            <w:tcW w:w="4111" w:type="dxa"/>
            <w:shd w:val="solid" w:color="FFFFFF" w:fill="auto"/>
          </w:tcPr>
          <w:p w14:paraId="7965153C" w14:textId="77777777" w:rsidR="000555AD" w:rsidRPr="00222A9F" w:rsidRDefault="000555AD" w:rsidP="000555AD">
            <w:pPr>
              <w:pStyle w:val="TAL"/>
              <w:rPr>
                <w:rFonts w:cs="Arial"/>
                <w:sz w:val="16"/>
                <w:szCs w:val="16"/>
              </w:rPr>
            </w:pPr>
            <w:r w:rsidRPr="00222A9F">
              <w:rPr>
                <w:rFonts w:cs="Arial"/>
                <w:sz w:val="16"/>
                <w:szCs w:val="16"/>
              </w:rPr>
              <w:t>Introduction of Band 48</w:t>
            </w:r>
          </w:p>
        </w:tc>
        <w:tc>
          <w:tcPr>
            <w:tcW w:w="567" w:type="dxa"/>
            <w:shd w:val="solid" w:color="FFFFFF" w:fill="auto"/>
          </w:tcPr>
          <w:p w14:paraId="35EC99D5" w14:textId="77777777" w:rsidR="000555AD" w:rsidRPr="00222A9F" w:rsidRDefault="000555AD" w:rsidP="000555AD">
            <w:pPr>
              <w:pStyle w:val="TAL"/>
              <w:rPr>
                <w:rFonts w:cs="Arial"/>
                <w:sz w:val="16"/>
                <w:szCs w:val="16"/>
              </w:rPr>
            </w:pPr>
            <w:r w:rsidRPr="00222A9F">
              <w:rPr>
                <w:rFonts w:cs="Arial"/>
                <w:sz w:val="16"/>
                <w:szCs w:val="16"/>
              </w:rPr>
              <w:t>14.1.0</w:t>
            </w:r>
          </w:p>
        </w:tc>
      </w:tr>
      <w:tr w:rsidR="00AA03D5" w:rsidRPr="00222A9F" w14:paraId="3B1EF4BC"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60B9929"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FF8C64"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7B9B1A4" w14:textId="77777777" w:rsidR="00AA03D5" w:rsidRPr="00222A9F" w:rsidRDefault="00AA03D5" w:rsidP="00AA03D5">
            <w:pPr>
              <w:pStyle w:val="TAL"/>
              <w:rPr>
                <w:rFonts w:cs="Arial"/>
                <w:sz w:val="16"/>
                <w:szCs w:val="16"/>
              </w:rPr>
            </w:pPr>
            <w:r w:rsidRPr="00222A9F">
              <w:rPr>
                <w:rFonts w:cs="Arial"/>
                <w:sz w:val="16"/>
                <w:szCs w:val="16"/>
              </w:rPr>
              <w:t>RP-171948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29E0CE33" w14:textId="77777777" w:rsidR="00AA03D5" w:rsidRPr="00222A9F" w:rsidRDefault="00AA03D5" w:rsidP="00AA03D5">
            <w:pPr>
              <w:pStyle w:val="TAL"/>
              <w:rPr>
                <w:rFonts w:cs="Arial"/>
                <w:sz w:val="16"/>
                <w:szCs w:val="16"/>
              </w:rPr>
            </w:pPr>
            <w:r w:rsidRPr="00222A9F">
              <w:rPr>
                <w:rFonts w:cs="Arial"/>
                <w:sz w:val="16"/>
                <w:szCs w:val="16"/>
              </w:rPr>
              <w:t>0038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0534A7A"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065CFCE5"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385E971D" w14:textId="77777777" w:rsidR="00AA03D5" w:rsidRPr="00222A9F" w:rsidRDefault="00AA03D5" w:rsidP="00AA03D5">
            <w:pPr>
              <w:pStyle w:val="TAL"/>
              <w:rPr>
                <w:rFonts w:cs="Arial"/>
                <w:sz w:val="16"/>
                <w:szCs w:val="16"/>
              </w:rPr>
            </w:pPr>
            <w:r w:rsidRPr="00222A9F">
              <w:rPr>
                <w:rFonts w:cs="Arial"/>
                <w:sz w:val="16"/>
                <w:szCs w:val="16"/>
              </w:rPr>
              <w:t>Introduction of the FDD L-band (Band 74)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D7F6AC"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2C2C8E5A"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D9F9861"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A59109"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0B9F145" w14:textId="77777777" w:rsidR="00AA03D5" w:rsidRPr="00222A9F" w:rsidRDefault="00AA03D5" w:rsidP="00AA03D5">
            <w:pPr>
              <w:pStyle w:val="TAL"/>
              <w:rPr>
                <w:rFonts w:cs="Arial"/>
                <w:sz w:val="16"/>
                <w:szCs w:val="16"/>
              </w:rPr>
            </w:pPr>
            <w:r w:rsidRPr="00222A9F">
              <w:rPr>
                <w:rFonts w:cs="Arial"/>
                <w:sz w:val="16"/>
                <w:szCs w:val="16"/>
              </w:rPr>
              <w:t>RP-171946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4869A63A" w14:textId="77777777" w:rsidR="00AA03D5" w:rsidRPr="00222A9F" w:rsidRDefault="00AA03D5" w:rsidP="00AA03D5">
            <w:pPr>
              <w:pStyle w:val="TAL"/>
              <w:rPr>
                <w:rFonts w:cs="Arial"/>
                <w:sz w:val="16"/>
                <w:szCs w:val="16"/>
              </w:rPr>
            </w:pPr>
            <w:r w:rsidRPr="00222A9F">
              <w:rPr>
                <w:rFonts w:cs="Arial"/>
                <w:sz w:val="16"/>
                <w:szCs w:val="16"/>
              </w:rPr>
              <w:t>0039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81AE7D3"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B3C3A94"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30A0310F" w14:textId="77777777" w:rsidR="00AA03D5" w:rsidRPr="00222A9F" w:rsidRDefault="00AA03D5" w:rsidP="00AA03D5">
            <w:pPr>
              <w:pStyle w:val="TAL"/>
              <w:rPr>
                <w:rFonts w:cs="Arial"/>
                <w:sz w:val="16"/>
                <w:szCs w:val="16"/>
              </w:rPr>
            </w:pPr>
            <w:r w:rsidRPr="00222A9F">
              <w:rPr>
                <w:rFonts w:cs="Arial"/>
                <w:sz w:val="16"/>
                <w:szCs w:val="16"/>
              </w:rPr>
              <w:t>Introduction of Band 72 into TS36.124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86D881"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01980410"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45DE318"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0DDE5BC"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BC34B38" w14:textId="77777777" w:rsidR="00AA03D5" w:rsidRPr="00222A9F" w:rsidRDefault="00AA03D5" w:rsidP="00AA03D5">
            <w:pPr>
              <w:pStyle w:val="TAL"/>
              <w:rPr>
                <w:rFonts w:cs="Arial"/>
                <w:sz w:val="16"/>
                <w:szCs w:val="16"/>
              </w:rPr>
            </w:pPr>
            <w:r w:rsidRPr="00222A9F">
              <w:rPr>
                <w:rFonts w:cs="Arial"/>
                <w:sz w:val="16"/>
                <w:szCs w:val="16"/>
              </w:rPr>
              <w:t>RP-171952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4E2968BA" w14:textId="77777777" w:rsidR="00AA03D5" w:rsidRPr="00222A9F" w:rsidRDefault="00AA03D5" w:rsidP="00AA03D5">
            <w:pPr>
              <w:pStyle w:val="TAL"/>
              <w:rPr>
                <w:rFonts w:cs="Arial"/>
                <w:sz w:val="16"/>
                <w:szCs w:val="16"/>
              </w:rPr>
            </w:pPr>
            <w:r w:rsidRPr="00222A9F">
              <w:rPr>
                <w:rFonts w:cs="Arial"/>
                <w:sz w:val="16"/>
                <w:szCs w:val="16"/>
              </w:rPr>
              <w:t>0040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5A3890E"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0DCD9DA1"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2424DE2A" w14:textId="77777777" w:rsidR="00AA03D5" w:rsidRPr="00222A9F" w:rsidRDefault="00AA03D5" w:rsidP="00AA03D5">
            <w:pPr>
              <w:pStyle w:val="TAL"/>
              <w:rPr>
                <w:rFonts w:cs="Arial"/>
                <w:sz w:val="16"/>
                <w:szCs w:val="16"/>
              </w:rPr>
            </w:pPr>
            <w:r w:rsidRPr="00222A9F">
              <w:rPr>
                <w:rFonts w:cs="Arial"/>
                <w:sz w:val="16"/>
                <w:szCs w:val="16"/>
              </w:rPr>
              <w:t>CR to 36.124: Introduction of Band 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6BBF56"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15AFE4F7"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FE087AB"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C18B42"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30823A4" w14:textId="77777777" w:rsidR="00AA03D5" w:rsidRPr="00222A9F" w:rsidRDefault="00AA03D5" w:rsidP="00AA03D5">
            <w:pPr>
              <w:pStyle w:val="TAL"/>
              <w:rPr>
                <w:rFonts w:cs="Arial"/>
                <w:sz w:val="16"/>
                <w:szCs w:val="16"/>
              </w:rPr>
            </w:pPr>
            <w:r w:rsidRPr="00222A9F">
              <w:rPr>
                <w:rFonts w:cs="Arial"/>
                <w:sz w:val="16"/>
                <w:szCs w:val="16"/>
              </w:rPr>
              <w:t>RP-171950</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7A4C1B0C" w14:textId="77777777" w:rsidR="00AA03D5" w:rsidRPr="00222A9F" w:rsidRDefault="00AA03D5" w:rsidP="00AA03D5">
            <w:pPr>
              <w:pStyle w:val="TAL"/>
              <w:rPr>
                <w:rFonts w:cs="Arial"/>
                <w:sz w:val="16"/>
                <w:szCs w:val="16"/>
              </w:rPr>
            </w:pPr>
            <w:r w:rsidRPr="00222A9F">
              <w:rPr>
                <w:rFonts w:cs="Arial"/>
                <w:sz w:val="16"/>
                <w:szCs w:val="16"/>
              </w:rPr>
              <w:t>0042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4B69EB5" w14:textId="77777777" w:rsidR="00AA03D5" w:rsidRPr="00222A9F" w:rsidRDefault="00AA03D5" w:rsidP="00AA03D5">
            <w:pPr>
              <w:pStyle w:val="TAL"/>
              <w:rPr>
                <w:rFonts w:cs="Arial"/>
                <w:sz w:val="16"/>
                <w:szCs w:val="16"/>
              </w:rPr>
            </w:pPr>
            <w:r w:rsidRPr="00222A9F">
              <w:rPr>
                <w:rFonts w:cs="Arial"/>
                <w:sz w:val="16"/>
                <w:szCs w:val="16"/>
              </w:rPr>
              <w:t>1</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7CF36FA0"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220E4038" w14:textId="77777777" w:rsidR="00AA03D5" w:rsidRPr="00222A9F" w:rsidRDefault="00AA03D5" w:rsidP="00AA03D5">
            <w:pPr>
              <w:pStyle w:val="TAL"/>
              <w:rPr>
                <w:rFonts w:cs="Arial"/>
                <w:sz w:val="16"/>
                <w:szCs w:val="16"/>
              </w:rPr>
            </w:pPr>
            <w:r w:rsidRPr="00222A9F">
              <w:rPr>
                <w:rFonts w:cs="Arial"/>
                <w:sz w:val="16"/>
                <w:szCs w:val="16"/>
              </w:rPr>
              <w:t>Introduction of SDL L-band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C257D3"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765A5F8"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7EF8AC2"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AB02B3"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A937F25" w14:textId="77777777" w:rsidR="00AA03D5" w:rsidRPr="00222A9F" w:rsidRDefault="00AA03D5" w:rsidP="00AA03D5">
            <w:pPr>
              <w:pStyle w:val="TAL"/>
              <w:rPr>
                <w:rFonts w:cs="Arial"/>
                <w:sz w:val="16"/>
                <w:szCs w:val="16"/>
              </w:rPr>
            </w:pPr>
            <w:r w:rsidRPr="00222A9F">
              <w:rPr>
                <w:rFonts w:cs="Arial"/>
                <w:sz w:val="16"/>
                <w:szCs w:val="16"/>
              </w:rPr>
              <w:t>RP-171949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17817A6C" w14:textId="77777777" w:rsidR="00AA03D5" w:rsidRPr="00222A9F" w:rsidRDefault="00AA03D5" w:rsidP="00AA03D5">
            <w:pPr>
              <w:pStyle w:val="TAL"/>
              <w:rPr>
                <w:rFonts w:cs="Arial"/>
                <w:sz w:val="16"/>
                <w:szCs w:val="16"/>
              </w:rPr>
            </w:pPr>
            <w:r w:rsidRPr="00222A9F">
              <w:rPr>
                <w:rFonts w:cs="Arial"/>
                <w:sz w:val="16"/>
                <w:szCs w:val="16"/>
              </w:rPr>
              <w:t>0043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D423BC0" w14:textId="77777777" w:rsidR="00AA03D5" w:rsidRPr="00222A9F" w:rsidRDefault="00AA03D5" w:rsidP="00AA03D5">
            <w:pPr>
              <w:pStyle w:val="TAL"/>
              <w:rPr>
                <w:rFonts w:cs="Arial"/>
                <w:sz w:val="16"/>
                <w:szCs w:val="16"/>
              </w:rPr>
            </w:pPr>
            <w:r w:rsidRPr="00222A9F">
              <w:rPr>
                <w:rFonts w:cs="Arial"/>
                <w:sz w:val="16"/>
                <w:szCs w:val="16"/>
              </w:rPr>
              <w:t>1</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0FB2FA2"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4F5F2F7E" w14:textId="77777777" w:rsidR="00AA03D5" w:rsidRPr="00222A9F" w:rsidRDefault="00AA03D5" w:rsidP="00AA03D5">
            <w:pPr>
              <w:pStyle w:val="TAL"/>
              <w:rPr>
                <w:rFonts w:cs="Arial"/>
                <w:sz w:val="16"/>
                <w:szCs w:val="16"/>
              </w:rPr>
            </w:pPr>
            <w:r w:rsidRPr="00222A9F">
              <w:rPr>
                <w:rFonts w:cs="Arial"/>
                <w:sz w:val="16"/>
                <w:szCs w:val="16"/>
              </w:rPr>
              <w:t>Introduction of TDD L-band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ADE638" w14:textId="77777777" w:rsidR="00AA03D5" w:rsidRPr="00222A9F" w:rsidRDefault="00AA03D5" w:rsidP="00AA03D5">
            <w:pPr>
              <w:pStyle w:val="TAL"/>
              <w:rPr>
                <w:rFonts w:cs="Arial"/>
                <w:sz w:val="16"/>
                <w:szCs w:val="16"/>
              </w:rPr>
            </w:pPr>
            <w:r w:rsidRPr="00222A9F">
              <w:rPr>
                <w:rFonts w:cs="Arial"/>
                <w:sz w:val="16"/>
                <w:szCs w:val="16"/>
              </w:rPr>
              <w:t>15.0.0</w:t>
            </w:r>
          </w:p>
        </w:tc>
      </w:tr>
      <w:tr w:rsidR="00727F98" w:rsidRPr="00222A9F" w14:paraId="2155D7D7"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19CFAB3" w14:textId="77777777" w:rsidR="00727F98" w:rsidRPr="00222A9F" w:rsidRDefault="00727F98" w:rsidP="00AA03D5">
            <w:pPr>
              <w:pStyle w:val="TAL"/>
              <w:rPr>
                <w:rFonts w:cs="Arial"/>
                <w:sz w:val="16"/>
                <w:szCs w:val="16"/>
              </w:rPr>
            </w:pPr>
            <w:r w:rsidRPr="00222A9F">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E4A9C8A" w14:textId="77777777" w:rsidR="00727F98" w:rsidRPr="00222A9F" w:rsidRDefault="00727F98" w:rsidP="00AA03D5">
            <w:pPr>
              <w:pStyle w:val="TAL"/>
              <w:rPr>
                <w:rFonts w:cs="Arial"/>
                <w:sz w:val="16"/>
                <w:szCs w:val="16"/>
              </w:rPr>
            </w:pPr>
            <w:r w:rsidRPr="00222A9F">
              <w:rPr>
                <w:rFonts w:cs="Arial"/>
                <w:sz w:val="16"/>
                <w:szCs w:val="16"/>
              </w:rPr>
              <w:t>RP-78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F64292E" w14:textId="77777777" w:rsidR="00727F98" w:rsidRPr="00222A9F" w:rsidRDefault="00727F98" w:rsidP="00AA03D5">
            <w:pPr>
              <w:pStyle w:val="TAL"/>
              <w:rPr>
                <w:rFonts w:cs="Arial"/>
                <w:sz w:val="16"/>
                <w:szCs w:val="16"/>
              </w:rPr>
            </w:pPr>
            <w:r w:rsidRPr="00222A9F">
              <w:rPr>
                <w:rFonts w:cs="Arial"/>
                <w:sz w:val="16"/>
                <w:szCs w:val="16"/>
              </w:rPr>
              <w:t>RP-172593</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408CBBC1" w14:textId="77777777" w:rsidR="00727F98" w:rsidRPr="00222A9F" w:rsidRDefault="00727F98" w:rsidP="00AA03D5">
            <w:pPr>
              <w:pStyle w:val="TAL"/>
              <w:rPr>
                <w:rFonts w:cs="Arial"/>
                <w:sz w:val="16"/>
                <w:szCs w:val="16"/>
              </w:rPr>
            </w:pPr>
            <w:r w:rsidRPr="00222A9F">
              <w:rPr>
                <w:rFonts w:cs="Arial"/>
                <w:sz w:val="16"/>
                <w:szCs w:val="16"/>
              </w:rPr>
              <w:t>0044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20BA045" w14:textId="77777777" w:rsidR="00727F98" w:rsidRPr="00222A9F" w:rsidRDefault="00727F98"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43106A02" w14:textId="77777777" w:rsidR="00727F98" w:rsidRPr="00222A9F" w:rsidRDefault="00727F98"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67BF9AC7" w14:textId="77777777" w:rsidR="00727F98" w:rsidRPr="00222A9F" w:rsidRDefault="00727F98" w:rsidP="00AA03D5">
            <w:pPr>
              <w:pStyle w:val="TAL"/>
              <w:rPr>
                <w:rFonts w:cs="Arial"/>
                <w:sz w:val="16"/>
                <w:szCs w:val="16"/>
              </w:rPr>
            </w:pPr>
            <w:r w:rsidRPr="00222A9F">
              <w:rPr>
                <w:rFonts w:cs="Arial"/>
                <w:sz w:val="16"/>
                <w:szCs w:val="16"/>
              </w:rPr>
              <w:t>Introduction of Band 73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A1AC25" w14:textId="77777777" w:rsidR="00727F98" w:rsidRPr="00222A9F" w:rsidRDefault="00727F98" w:rsidP="00AA03D5">
            <w:pPr>
              <w:pStyle w:val="TAL"/>
              <w:rPr>
                <w:rFonts w:cs="Arial"/>
                <w:sz w:val="16"/>
                <w:szCs w:val="16"/>
              </w:rPr>
            </w:pPr>
            <w:r w:rsidRPr="00222A9F">
              <w:rPr>
                <w:rFonts w:cs="Arial"/>
                <w:sz w:val="16"/>
                <w:szCs w:val="16"/>
              </w:rPr>
              <w:t>15.1.0</w:t>
            </w:r>
          </w:p>
        </w:tc>
      </w:tr>
      <w:tr w:rsidR="00031123" w:rsidRPr="00222A9F" w14:paraId="73CE3115"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546291F" w14:textId="77777777" w:rsidR="00031123" w:rsidRPr="00222A9F" w:rsidRDefault="00031123" w:rsidP="00AA03D5">
            <w:pPr>
              <w:pStyle w:val="TAL"/>
              <w:rPr>
                <w:rFonts w:cs="Arial"/>
                <w:sz w:val="16"/>
                <w:szCs w:val="16"/>
              </w:rPr>
            </w:pPr>
            <w:r w:rsidRPr="00222A9F">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A4782F" w14:textId="77777777" w:rsidR="00031123" w:rsidRPr="00222A9F" w:rsidRDefault="00031123" w:rsidP="00AA03D5">
            <w:pPr>
              <w:pStyle w:val="TAL"/>
              <w:rPr>
                <w:rFonts w:cs="Arial"/>
                <w:sz w:val="16"/>
                <w:szCs w:val="16"/>
              </w:rPr>
            </w:pPr>
            <w:r w:rsidRPr="00222A9F">
              <w:rPr>
                <w:rFonts w:cs="Arial"/>
                <w:sz w:val="16"/>
                <w:szCs w:val="16"/>
              </w:rPr>
              <w:t>RP-78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3A36889" w14:textId="77777777" w:rsidR="00031123" w:rsidRPr="00222A9F" w:rsidRDefault="00031123" w:rsidP="00AA03D5">
            <w:pPr>
              <w:pStyle w:val="TAL"/>
              <w:rPr>
                <w:rFonts w:cs="Arial"/>
                <w:sz w:val="16"/>
                <w:szCs w:val="16"/>
              </w:rPr>
            </w:pPr>
            <w:r w:rsidRPr="00222A9F">
              <w:rPr>
                <w:rFonts w:cs="Arial"/>
                <w:sz w:val="16"/>
                <w:szCs w:val="16"/>
              </w:rPr>
              <w:t>RP-172594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2EEE11DC" w14:textId="77777777" w:rsidR="00031123" w:rsidRPr="00222A9F" w:rsidRDefault="00031123" w:rsidP="00AA03D5">
            <w:pPr>
              <w:pStyle w:val="TAL"/>
              <w:rPr>
                <w:rFonts w:cs="Arial"/>
                <w:sz w:val="16"/>
                <w:szCs w:val="16"/>
              </w:rPr>
            </w:pPr>
            <w:r w:rsidRPr="00222A9F">
              <w:rPr>
                <w:rFonts w:cs="Arial"/>
                <w:sz w:val="16"/>
                <w:szCs w:val="16"/>
              </w:rPr>
              <w:t>0045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2FE056" w14:textId="77777777" w:rsidR="00031123" w:rsidRPr="00222A9F" w:rsidRDefault="00031123"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0DBE4505" w14:textId="77777777" w:rsidR="00031123" w:rsidRPr="00222A9F" w:rsidRDefault="00031123"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76A9B5E" w14:textId="77777777" w:rsidR="00031123" w:rsidRPr="00222A9F" w:rsidRDefault="00031123" w:rsidP="00AA03D5">
            <w:pPr>
              <w:pStyle w:val="TAL"/>
              <w:rPr>
                <w:rFonts w:cs="Arial"/>
                <w:sz w:val="16"/>
                <w:szCs w:val="16"/>
              </w:rPr>
            </w:pPr>
            <w:r w:rsidRPr="00222A9F">
              <w:rPr>
                <w:rFonts w:cs="Arial"/>
                <w:sz w:val="16"/>
                <w:szCs w:val="16"/>
              </w:rPr>
              <w:t>CR to 36.124: Introduction of Band 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D75B16" w14:textId="77777777" w:rsidR="00031123" w:rsidRPr="00222A9F" w:rsidRDefault="00031123" w:rsidP="00AA03D5">
            <w:pPr>
              <w:pStyle w:val="TAL"/>
              <w:rPr>
                <w:rFonts w:cs="Arial"/>
                <w:sz w:val="16"/>
                <w:szCs w:val="16"/>
              </w:rPr>
            </w:pPr>
            <w:r w:rsidRPr="00222A9F">
              <w:rPr>
                <w:rFonts w:cs="Arial"/>
                <w:sz w:val="16"/>
                <w:szCs w:val="16"/>
              </w:rPr>
              <w:t>15.1.0</w:t>
            </w:r>
          </w:p>
        </w:tc>
      </w:tr>
      <w:tr w:rsidR="002E1751" w:rsidRPr="00222A9F" w14:paraId="7A25A8E8"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83DE784" w14:textId="77777777" w:rsidR="002E1751" w:rsidRPr="00222A9F" w:rsidRDefault="002E1751" w:rsidP="00AA03D5">
            <w:pPr>
              <w:pStyle w:val="TAL"/>
              <w:rPr>
                <w:rFonts w:cs="Arial"/>
                <w:sz w:val="16"/>
                <w:szCs w:val="16"/>
              </w:rPr>
            </w:pPr>
            <w:r w:rsidRPr="00222A9F">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E79A95" w14:textId="77777777" w:rsidR="002E1751" w:rsidRPr="00222A9F" w:rsidRDefault="002E1751" w:rsidP="00AA03D5">
            <w:pPr>
              <w:pStyle w:val="TAL"/>
              <w:rPr>
                <w:rFonts w:cs="Arial"/>
                <w:sz w:val="16"/>
                <w:szCs w:val="16"/>
              </w:rPr>
            </w:pPr>
            <w:r w:rsidRPr="00222A9F">
              <w:rPr>
                <w:rFonts w:cs="Arial"/>
                <w:sz w:val="16"/>
                <w:szCs w:val="16"/>
              </w:rPr>
              <w:t>RAN#79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52201A0" w14:textId="77777777" w:rsidR="002E1751" w:rsidRPr="00222A9F" w:rsidRDefault="002E1751" w:rsidP="00AA03D5">
            <w:pPr>
              <w:pStyle w:val="TAL"/>
              <w:rPr>
                <w:rFonts w:cs="Arial"/>
                <w:sz w:val="16"/>
                <w:szCs w:val="16"/>
              </w:rPr>
            </w:pPr>
            <w:r w:rsidRPr="00222A9F">
              <w:rPr>
                <w:rFonts w:cs="Arial"/>
                <w:sz w:val="16"/>
                <w:szCs w:val="16"/>
              </w:rPr>
              <w:t>RP-180279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4A51324" w14:textId="77777777" w:rsidR="002E1751" w:rsidRPr="00222A9F" w:rsidRDefault="002E1751" w:rsidP="00AA03D5">
            <w:pPr>
              <w:pStyle w:val="TAL"/>
              <w:rPr>
                <w:rFonts w:cs="Arial"/>
                <w:sz w:val="16"/>
                <w:szCs w:val="16"/>
              </w:rPr>
            </w:pPr>
            <w:r w:rsidRPr="00222A9F">
              <w:rPr>
                <w:rFonts w:cs="Arial"/>
                <w:sz w:val="16"/>
                <w:szCs w:val="16"/>
              </w:rPr>
              <w:t>0046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BDC38DF" w14:textId="77777777" w:rsidR="002E1751" w:rsidRPr="00222A9F" w:rsidRDefault="002E1751"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2A7EB953" w14:textId="77777777" w:rsidR="002E1751" w:rsidRPr="00222A9F" w:rsidRDefault="002E1751"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A9877B9" w14:textId="77777777" w:rsidR="002E1751" w:rsidRPr="00222A9F" w:rsidRDefault="002E1751" w:rsidP="00AA03D5">
            <w:pPr>
              <w:pStyle w:val="TAL"/>
              <w:rPr>
                <w:rFonts w:cs="Arial"/>
                <w:sz w:val="16"/>
                <w:szCs w:val="16"/>
              </w:rPr>
            </w:pPr>
            <w:r w:rsidRPr="00222A9F">
              <w:rPr>
                <w:rFonts w:cs="Arial"/>
                <w:sz w:val="16"/>
                <w:szCs w:val="16"/>
              </w:rPr>
              <w:t>CR to 36.124: Introduction of Band 85 (B12-extended)</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35D47E" w14:textId="77777777" w:rsidR="002E1751" w:rsidRPr="00222A9F" w:rsidRDefault="002E1751" w:rsidP="00AA03D5">
            <w:pPr>
              <w:pStyle w:val="TAL"/>
              <w:rPr>
                <w:rFonts w:cs="Arial"/>
                <w:sz w:val="16"/>
                <w:szCs w:val="16"/>
              </w:rPr>
            </w:pPr>
            <w:r w:rsidRPr="00222A9F">
              <w:rPr>
                <w:rFonts w:cs="Arial"/>
                <w:sz w:val="16"/>
                <w:szCs w:val="16"/>
              </w:rPr>
              <w:t>15.2.0</w:t>
            </w:r>
          </w:p>
        </w:tc>
      </w:tr>
      <w:tr w:rsidR="002E1751" w:rsidRPr="00222A9F" w14:paraId="7CB9C535"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1CDC2E5" w14:textId="77777777" w:rsidR="002E1751" w:rsidRPr="00222A9F" w:rsidRDefault="002E1751" w:rsidP="00AA03D5">
            <w:pPr>
              <w:pStyle w:val="TAL"/>
              <w:rPr>
                <w:rFonts w:cs="Arial"/>
                <w:sz w:val="16"/>
                <w:szCs w:val="16"/>
              </w:rPr>
            </w:pPr>
            <w:r w:rsidRPr="00222A9F">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DBA935A" w14:textId="77777777" w:rsidR="002E1751" w:rsidRPr="00222A9F" w:rsidRDefault="002E1751" w:rsidP="00AA03D5">
            <w:pPr>
              <w:pStyle w:val="TAL"/>
              <w:rPr>
                <w:rFonts w:cs="Arial"/>
                <w:sz w:val="16"/>
                <w:szCs w:val="16"/>
              </w:rPr>
            </w:pPr>
            <w:r w:rsidRPr="00222A9F">
              <w:rPr>
                <w:rFonts w:cs="Arial"/>
                <w:sz w:val="16"/>
                <w:szCs w:val="16"/>
              </w:rPr>
              <w:t>RAN#79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9B3941A" w14:textId="77777777" w:rsidR="002E1751" w:rsidRPr="00222A9F" w:rsidRDefault="002E1751" w:rsidP="00AA03D5">
            <w:pPr>
              <w:pStyle w:val="TAL"/>
              <w:rPr>
                <w:rFonts w:cs="Arial"/>
                <w:sz w:val="16"/>
                <w:szCs w:val="16"/>
              </w:rPr>
            </w:pPr>
            <w:r w:rsidRPr="00222A9F">
              <w:rPr>
                <w:rFonts w:cs="Arial"/>
                <w:sz w:val="16"/>
                <w:szCs w:val="16"/>
              </w:rPr>
              <w:t>RP-180278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194569F6" w14:textId="77777777" w:rsidR="002E1751" w:rsidRPr="00222A9F" w:rsidRDefault="002E1751" w:rsidP="00AA03D5">
            <w:pPr>
              <w:pStyle w:val="TAL"/>
              <w:rPr>
                <w:rFonts w:cs="Arial"/>
                <w:sz w:val="16"/>
                <w:szCs w:val="16"/>
              </w:rPr>
            </w:pPr>
            <w:r w:rsidRPr="00222A9F">
              <w:rPr>
                <w:rFonts w:cs="Arial"/>
                <w:sz w:val="16"/>
                <w:szCs w:val="16"/>
              </w:rPr>
              <w:t>0047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6FEC4E8" w14:textId="77777777" w:rsidR="002E1751" w:rsidRPr="00222A9F" w:rsidRDefault="002E1751"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46D4B725" w14:textId="77777777" w:rsidR="002E1751" w:rsidRPr="00222A9F" w:rsidRDefault="002E1751"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6982EF7D" w14:textId="77777777" w:rsidR="002E1751" w:rsidRPr="00222A9F" w:rsidRDefault="002E1751" w:rsidP="00AA03D5">
            <w:pPr>
              <w:pStyle w:val="TAL"/>
              <w:rPr>
                <w:rFonts w:cs="Arial"/>
                <w:sz w:val="16"/>
                <w:szCs w:val="16"/>
              </w:rPr>
            </w:pPr>
            <w:r w:rsidRPr="00222A9F">
              <w:rPr>
                <w:rFonts w:cs="Arial"/>
                <w:sz w:val="16"/>
                <w:szCs w:val="16"/>
              </w:rPr>
              <w:t>Introduction of TDD 3.3-3.4GHz band (band 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2A8193" w14:textId="77777777" w:rsidR="002E1751" w:rsidRPr="00222A9F" w:rsidRDefault="002E1751" w:rsidP="00AA03D5">
            <w:pPr>
              <w:pStyle w:val="TAL"/>
              <w:rPr>
                <w:rFonts w:cs="Arial"/>
                <w:sz w:val="16"/>
                <w:szCs w:val="16"/>
              </w:rPr>
            </w:pPr>
            <w:r w:rsidRPr="00222A9F">
              <w:rPr>
                <w:rFonts w:cs="Arial"/>
                <w:sz w:val="16"/>
                <w:szCs w:val="16"/>
              </w:rPr>
              <w:t>15.2.0</w:t>
            </w:r>
          </w:p>
        </w:tc>
      </w:tr>
      <w:tr w:rsidR="008B7480" w:rsidRPr="00222A9F" w14:paraId="04CDEAB1"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706CDB8" w14:textId="5F36B79F" w:rsidR="008B7480" w:rsidRPr="00222A9F" w:rsidRDefault="008B7480" w:rsidP="00AA03D5">
            <w:pPr>
              <w:pStyle w:val="TAL"/>
              <w:rPr>
                <w:rFonts w:cs="Arial"/>
                <w:sz w:val="16"/>
                <w:szCs w:val="16"/>
              </w:rPr>
            </w:pPr>
            <w:r>
              <w:rPr>
                <w:rFonts w:cs="Arial"/>
                <w:sz w:val="16"/>
                <w:szCs w:val="16"/>
              </w:rPr>
              <w:t>2021-12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B0EE4C9" w14:textId="237F0B66" w:rsidR="008B7480" w:rsidRPr="00222A9F" w:rsidRDefault="008B7480" w:rsidP="00AA03D5">
            <w:pPr>
              <w:pStyle w:val="TAL"/>
              <w:rPr>
                <w:rFonts w:cs="Arial"/>
                <w:sz w:val="16"/>
                <w:szCs w:val="16"/>
              </w:rPr>
            </w:pPr>
            <w:r>
              <w:rPr>
                <w:rFonts w:cs="Arial"/>
                <w:sz w:val="16"/>
                <w:szCs w:val="16"/>
              </w:rPr>
              <w:t>RAN#94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56BBDCD" w14:textId="7D424290" w:rsidR="008B7480" w:rsidRPr="00222A9F" w:rsidRDefault="008B7480" w:rsidP="00AA03D5">
            <w:pPr>
              <w:pStyle w:val="TAL"/>
              <w:rPr>
                <w:rFonts w:cs="Arial"/>
                <w:sz w:val="16"/>
                <w:szCs w:val="16"/>
              </w:rPr>
            </w:pPr>
            <w:r w:rsidRPr="008B7480">
              <w:rPr>
                <w:rFonts w:cs="Arial"/>
                <w:sz w:val="16"/>
                <w:szCs w:val="16"/>
              </w:rPr>
              <w:t>RP-212854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315D1F97" w14:textId="46394CF1" w:rsidR="008B7480" w:rsidRPr="00222A9F" w:rsidRDefault="008B7480" w:rsidP="00AA03D5">
            <w:pPr>
              <w:pStyle w:val="TAL"/>
              <w:rPr>
                <w:rFonts w:cs="Arial"/>
                <w:sz w:val="16"/>
                <w:szCs w:val="16"/>
              </w:rPr>
            </w:pPr>
            <w:r w:rsidRPr="008B7480">
              <w:rPr>
                <w:rFonts w:cs="Arial"/>
                <w:sz w:val="16"/>
                <w:szCs w:val="16"/>
              </w:rPr>
              <w:t>0050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C91AD95" w14:textId="77777777" w:rsidR="008B7480" w:rsidRPr="00222A9F" w:rsidRDefault="008B7480"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BBD2324" w14:textId="167A4D38" w:rsidR="008B7480" w:rsidRPr="00222A9F" w:rsidRDefault="008B7480" w:rsidP="00AA03D5">
            <w:pPr>
              <w:pStyle w:val="TAL"/>
              <w:rPr>
                <w:rFonts w:cs="Arial"/>
                <w:sz w:val="16"/>
                <w:szCs w:val="16"/>
              </w:rPr>
            </w:pPr>
            <w:r>
              <w:rPr>
                <w:rFonts w:cs="Arial"/>
                <w:sz w:val="16"/>
                <w:szCs w:val="16"/>
              </w:rPr>
              <w:t>F</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01F9F925" w14:textId="44A11B6D" w:rsidR="008B7480" w:rsidRPr="00222A9F" w:rsidRDefault="008B7480" w:rsidP="00AA03D5">
            <w:pPr>
              <w:pStyle w:val="TAL"/>
              <w:rPr>
                <w:rFonts w:cs="Arial"/>
                <w:sz w:val="16"/>
                <w:szCs w:val="16"/>
              </w:rPr>
            </w:pPr>
            <w:r w:rsidRPr="008B7480">
              <w:rPr>
                <w:rFonts w:cs="Arial"/>
                <w:sz w:val="16"/>
                <w:szCs w:val="16"/>
              </w:rPr>
              <w:t>Big CR for TS 36.124 Maintenance (Rel-15, CAT F)</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D7A47B" w14:textId="5D3D1FB6" w:rsidR="008B7480" w:rsidRPr="00222A9F" w:rsidRDefault="008B7480" w:rsidP="00AA03D5">
            <w:pPr>
              <w:pStyle w:val="TAL"/>
              <w:rPr>
                <w:rFonts w:cs="Arial"/>
                <w:sz w:val="16"/>
                <w:szCs w:val="16"/>
              </w:rPr>
            </w:pPr>
            <w:r>
              <w:rPr>
                <w:rFonts w:cs="Arial"/>
                <w:sz w:val="16"/>
                <w:szCs w:val="16"/>
              </w:rPr>
              <w:t>15.3.0</w:t>
            </w:r>
          </w:p>
        </w:tc>
      </w:tr>
      <w:tr w:rsidR="009D09B6" w:rsidRPr="00222A9F" w14:paraId="0C4BC6FA"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96DCCFE" w14:textId="1ADA61A3" w:rsidR="009D09B6" w:rsidRDefault="009D09B6" w:rsidP="00AA03D5">
            <w:pPr>
              <w:pStyle w:val="TAL"/>
              <w:rPr>
                <w:rFonts w:cs="Arial"/>
                <w:sz w:val="16"/>
                <w:szCs w:val="16"/>
              </w:rPr>
            </w:pPr>
            <w:r>
              <w:rPr>
                <w:rFonts w:cs="Arial"/>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45E213E" w14:textId="626F1268" w:rsidR="009D09B6" w:rsidRDefault="009D09B6" w:rsidP="00AA03D5">
            <w:pPr>
              <w:pStyle w:val="TAL"/>
              <w:rPr>
                <w:rFonts w:cs="Arial"/>
                <w:sz w:val="16"/>
                <w:szCs w:val="16"/>
              </w:rPr>
            </w:pPr>
            <w:r>
              <w:rPr>
                <w:rFonts w:cs="Arial"/>
                <w:sz w:val="16"/>
                <w:szCs w:val="16"/>
              </w:rPr>
              <w:t>RAN#96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A2DE978" w14:textId="26B64C4B" w:rsidR="009D09B6" w:rsidRPr="008B7480" w:rsidRDefault="009D09B6" w:rsidP="00AA03D5">
            <w:pPr>
              <w:pStyle w:val="TAL"/>
              <w:rPr>
                <w:rFonts w:cs="Arial"/>
                <w:sz w:val="16"/>
                <w:szCs w:val="16"/>
              </w:rPr>
            </w:pPr>
            <w:r w:rsidRPr="009D09B6">
              <w:rPr>
                <w:rFonts w:cs="Arial"/>
                <w:sz w:val="16"/>
                <w:szCs w:val="16"/>
              </w:rPr>
              <w:t>RP-221651</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3E625EEF" w14:textId="491A2B37" w:rsidR="009D09B6" w:rsidRPr="008B7480" w:rsidRDefault="009D09B6" w:rsidP="00AA03D5">
            <w:pPr>
              <w:pStyle w:val="TAL"/>
              <w:rPr>
                <w:rFonts w:cs="Arial"/>
                <w:sz w:val="16"/>
                <w:szCs w:val="16"/>
              </w:rPr>
            </w:pPr>
            <w:r>
              <w:rPr>
                <w:rFonts w:cs="Arial"/>
                <w:sz w:val="16"/>
                <w:szCs w:val="16"/>
              </w:rPr>
              <w:t>0059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EE0D575" w14:textId="77777777" w:rsidR="009D09B6" w:rsidRPr="00222A9F" w:rsidRDefault="009D09B6"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7269D326" w14:textId="4A7C0170" w:rsidR="009D09B6" w:rsidRDefault="009D09B6" w:rsidP="00AA03D5">
            <w:pPr>
              <w:pStyle w:val="TAL"/>
              <w:rPr>
                <w:rFonts w:cs="Arial"/>
                <w:sz w:val="16"/>
                <w:szCs w:val="16"/>
              </w:rPr>
            </w:pPr>
            <w:r>
              <w:rPr>
                <w:rFonts w:cs="Arial"/>
                <w:sz w:val="16"/>
                <w:szCs w:val="16"/>
              </w:rPr>
              <w:t>A</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60D65D5A" w14:textId="10C8B680" w:rsidR="009D09B6" w:rsidRPr="008B7480" w:rsidRDefault="009D09B6" w:rsidP="00AA03D5">
            <w:pPr>
              <w:pStyle w:val="TAL"/>
              <w:rPr>
                <w:rFonts w:cs="Arial"/>
                <w:sz w:val="16"/>
                <w:szCs w:val="16"/>
              </w:rPr>
            </w:pPr>
            <w:r w:rsidRPr="009D09B6">
              <w:rPr>
                <w:rFonts w:cs="Arial"/>
                <w:sz w:val="16"/>
                <w:szCs w:val="16"/>
              </w:rPr>
              <w:t>Big CR for TS 36.124 Maintenance (Rel-15, CAT A)</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C82BFA" w14:textId="1526B61A" w:rsidR="009D09B6" w:rsidRDefault="009D09B6" w:rsidP="00AA03D5">
            <w:pPr>
              <w:pStyle w:val="TAL"/>
              <w:rPr>
                <w:rFonts w:cs="Arial"/>
                <w:sz w:val="16"/>
                <w:szCs w:val="16"/>
              </w:rPr>
            </w:pPr>
            <w:r>
              <w:rPr>
                <w:rFonts w:cs="Arial"/>
                <w:sz w:val="16"/>
                <w:szCs w:val="16"/>
              </w:rPr>
              <w:t>15.4.0</w:t>
            </w:r>
          </w:p>
        </w:tc>
      </w:tr>
    </w:tbl>
    <w:p w14:paraId="7DCF762A" w14:textId="77777777" w:rsidR="007102CC" w:rsidRPr="00222A9F" w:rsidRDefault="007102CC"/>
    <w:sectPr w:rsidR="007102CC" w:rsidRPr="00222A9F">
      <w:headerReference w:type="default" r:id="rId15"/>
      <w:footerReference w:type="default" r:id="rId16"/>
      <w:footnotePr>
        <w:numRestart w:val="eachSect"/>
      </w:footnotePr>
      <w:pgSz w:w="11907" w:h="16840" w:code="9"/>
      <w:pgMar w:top="1418" w:right="1134" w:bottom="1134" w:left="1134"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41327" w14:textId="77777777" w:rsidR="008939F2" w:rsidRDefault="008939F2">
      <w:r>
        <w:separator/>
      </w:r>
    </w:p>
  </w:endnote>
  <w:endnote w:type="continuationSeparator" w:id="0">
    <w:p w14:paraId="0877FE10" w14:textId="77777777" w:rsidR="008939F2" w:rsidRDefault="00893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4.2.0">
    <w:altName w:val="Times New Roman"/>
    <w:charset w:val="00"/>
    <w:family w:val="auto"/>
    <w:pitch w:val="default"/>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30D43" w14:textId="77777777" w:rsidR="00665371" w:rsidRDefault="00665371">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A92B5" w14:textId="77777777" w:rsidR="008939F2" w:rsidRDefault="008939F2">
      <w:r>
        <w:separator/>
      </w:r>
    </w:p>
  </w:footnote>
  <w:footnote w:type="continuationSeparator" w:id="0">
    <w:p w14:paraId="4406BF5A" w14:textId="77777777" w:rsidR="008939F2" w:rsidRDefault="00893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F958" w14:textId="150CFABB" w:rsidR="00665371" w:rsidRDefault="00665371">
    <w:pPr>
      <w:pStyle w:val="Header"/>
      <w:framePr w:wrap="auto" w:vAnchor="text" w:hAnchor="margin" w:xAlign="right" w:y="1"/>
      <w:widowControl/>
    </w:pPr>
    <w:r>
      <w:fldChar w:fldCharType="begin"/>
    </w:r>
    <w:r>
      <w:instrText xml:space="preserve"> STYLEREF ZA </w:instrText>
    </w:r>
    <w:r>
      <w:fldChar w:fldCharType="separate"/>
    </w:r>
    <w:r w:rsidR="003F1675">
      <w:t>3GPP TS 36.124 V15.4.0 (2022-06)</w:t>
    </w:r>
    <w:r>
      <w:fldChar w:fldCharType="end"/>
    </w:r>
  </w:p>
  <w:p w14:paraId="6DC0682D" w14:textId="77777777" w:rsidR="00665371" w:rsidRDefault="00665371">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096983EE" w14:textId="24C15C99" w:rsidR="00665371" w:rsidRDefault="00665371">
    <w:pPr>
      <w:pStyle w:val="Header"/>
      <w:framePr w:wrap="auto" w:vAnchor="text" w:hAnchor="margin" w:y="1"/>
      <w:widowControl/>
    </w:pPr>
    <w:r>
      <w:fldChar w:fldCharType="begin"/>
    </w:r>
    <w:r>
      <w:instrText xml:space="preserve"> STYLEREF ZGSM </w:instrText>
    </w:r>
    <w:r>
      <w:fldChar w:fldCharType="separate"/>
    </w:r>
    <w:r w:rsidR="003F1675">
      <w:t>Release 15</w:t>
    </w:r>
    <w:r>
      <w:fldChar w:fldCharType="end"/>
    </w:r>
  </w:p>
  <w:p w14:paraId="2FF7056C" w14:textId="77777777" w:rsidR="00665371" w:rsidRDefault="006653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4A895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A2DA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4A63CD6"/>
    <w:lvl w:ilvl="0">
      <w:start w:val="1"/>
      <w:numFmt w:val="decimal"/>
      <w:lvlText w:val="%1."/>
      <w:lvlJc w:val="left"/>
      <w:pPr>
        <w:tabs>
          <w:tab w:val="num" w:pos="926"/>
        </w:tabs>
        <w:ind w:left="926" w:hanging="360"/>
      </w:pPr>
    </w:lvl>
  </w:abstractNum>
  <w:abstractNum w:abstractNumId="3" w15:restartNumberingAfterBreak="0">
    <w:nsid w:val="10C15FE7"/>
    <w:multiLevelType w:val="multilevel"/>
    <w:tmpl w:val="B62668A0"/>
    <w:lvl w:ilvl="0">
      <w:start w:val="1"/>
      <w:numFmt w:val="bullet"/>
      <w:lvlText w:val=""/>
      <w:lvlJc w:val="left"/>
      <w:pPr>
        <w:tabs>
          <w:tab w:val="num" w:pos="927"/>
        </w:tabs>
        <w:ind w:left="284" w:firstLine="283"/>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B03B29"/>
    <w:multiLevelType w:val="singleLevel"/>
    <w:tmpl w:val="EFA4108A"/>
    <w:lvl w:ilvl="0">
      <w:start w:val="1"/>
      <w:numFmt w:val="lowerLetter"/>
      <w:lvlText w:val="%1)"/>
      <w:legacy w:legacy="1" w:legacySpace="0" w:legacyIndent="283"/>
      <w:lvlJc w:val="left"/>
      <w:pPr>
        <w:ind w:left="567" w:hanging="283"/>
      </w:pPr>
    </w:lvl>
  </w:abstractNum>
  <w:abstractNum w:abstractNumId="5" w15:restartNumberingAfterBreak="0">
    <w:nsid w:val="29F978E9"/>
    <w:multiLevelType w:val="multilevel"/>
    <w:tmpl w:val="9C7E1708"/>
    <w:lvl w:ilvl="0">
      <w:start w:val="1"/>
      <w:numFmt w:val="bullet"/>
      <w:lvlText w:val=""/>
      <w:lvlJc w:val="left"/>
      <w:pPr>
        <w:tabs>
          <w:tab w:val="num" w:pos="360"/>
        </w:tabs>
        <w:ind w:left="284" w:hanging="28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multilevel"/>
    <w:tmpl w:val="05D88C4E"/>
    <w:lvl w:ilvl="0">
      <w:start w:val="1"/>
      <w:numFmt w:val="decimal"/>
      <w:lvlText w:val="%1)"/>
      <w:lvlJc w:val="left"/>
      <w:pPr>
        <w:tabs>
          <w:tab w:val="num" w:pos="644"/>
        </w:tabs>
        <w:ind w:left="284"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4F2D3CBA"/>
    <w:multiLevelType w:val="multilevel"/>
    <w:tmpl w:val="EFA4108A"/>
    <w:lvl w:ilvl="0">
      <w:start w:val="1"/>
      <w:numFmt w:val="lowerLetter"/>
      <w:lvlText w:val="%1)"/>
      <w:lvlJc w:val="left"/>
      <w:pPr>
        <w:tabs>
          <w:tab w:val="num" w:pos="360"/>
        </w:tabs>
        <w:ind w:left="284" w:hanging="28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79156C54"/>
    <w:multiLevelType w:val="multilevel"/>
    <w:tmpl w:val="509E308C"/>
    <w:lvl w:ilvl="0">
      <w:start w:val="1"/>
      <w:numFmt w:val="bullet"/>
      <w:lvlText w:val="-"/>
      <w:lvlJc w:val="left"/>
      <w:pPr>
        <w:tabs>
          <w:tab w:val="num" w:pos="644"/>
        </w:tabs>
        <w:ind w:left="284" w:firstLine="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C60334"/>
    <w:multiLevelType w:val="singleLevel"/>
    <w:tmpl w:val="EFA4108A"/>
    <w:lvl w:ilvl="0">
      <w:start w:val="1"/>
      <w:numFmt w:val="lowerLetter"/>
      <w:lvlText w:val="%1)"/>
      <w:legacy w:legacy="1" w:legacySpace="0" w:legacyIndent="283"/>
      <w:lvlJc w:val="left"/>
      <w:pPr>
        <w:ind w:left="567" w:hanging="283"/>
      </w:pPr>
    </w:lvl>
  </w:abstractNum>
  <w:num w:numId="1">
    <w:abstractNumId w:val="5"/>
  </w:num>
  <w:num w:numId="2">
    <w:abstractNumId w:val="8"/>
  </w:num>
  <w:num w:numId="3">
    <w:abstractNumId w:val="3"/>
  </w:num>
  <w:num w:numId="4">
    <w:abstractNumId w:val="6"/>
  </w:num>
  <w:num w:numId="5">
    <w:abstractNumId w:val="7"/>
  </w:num>
  <w:num w:numId="6">
    <w:abstractNumId w:val="2"/>
  </w:num>
  <w:num w:numId="7">
    <w:abstractNumId w:val="1"/>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C81"/>
    <w:rsid w:val="00025DA9"/>
    <w:rsid w:val="00027334"/>
    <w:rsid w:val="00031123"/>
    <w:rsid w:val="00033B2E"/>
    <w:rsid w:val="00035A7E"/>
    <w:rsid w:val="000431C3"/>
    <w:rsid w:val="0005189F"/>
    <w:rsid w:val="000555AD"/>
    <w:rsid w:val="00081D43"/>
    <w:rsid w:val="0008232A"/>
    <w:rsid w:val="00087F6A"/>
    <w:rsid w:val="000B70A6"/>
    <w:rsid w:val="000D3AC9"/>
    <w:rsid w:val="000F18E9"/>
    <w:rsid w:val="001077FF"/>
    <w:rsid w:val="001261AD"/>
    <w:rsid w:val="00131A16"/>
    <w:rsid w:val="00140A80"/>
    <w:rsid w:val="0014373B"/>
    <w:rsid w:val="00150DF7"/>
    <w:rsid w:val="00161123"/>
    <w:rsid w:val="001630CD"/>
    <w:rsid w:val="00163661"/>
    <w:rsid w:val="001778AB"/>
    <w:rsid w:val="001802C4"/>
    <w:rsid w:val="00192F2D"/>
    <w:rsid w:val="001D0377"/>
    <w:rsid w:val="001D60C9"/>
    <w:rsid w:val="001E5214"/>
    <w:rsid w:val="00201B66"/>
    <w:rsid w:val="0020236E"/>
    <w:rsid w:val="002030F7"/>
    <w:rsid w:val="00210B28"/>
    <w:rsid w:val="00220A8D"/>
    <w:rsid w:val="00222A9F"/>
    <w:rsid w:val="00224158"/>
    <w:rsid w:val="002265EC"/>
    <w:rsid w:val="0023308C"/>
    <w:rsid w:val="00235673"/>
    <w:rsid w:val="00250C81"/>
    <w:rsid w:val="00261F40"/>
    <w:rsid w:val="00263B6A"/>
    <w:rsid w:val="00266AF0"/>
    <w:rsid w:val="00267FED"/>
    <w:rsid w:val="00284D5C"/>
    <w:rsid w:val="00294A4D"/>
    <w:rsid w:val="002A41B0"/>
    <w:rsid w:val="002A6CFE"/>
    <w:rsid w:val="002D42F4"/>
    <w:rsid w:val="002E0964"/>
    <w:rsid w:val="002E1751"/>
    <w:rsid w:val="003166FD"/>
    <w:rsid w:val="003267DD"/>
    <w:rsid w:val="00327D57"/>
    <w:rsid w:val="003364F0"/>
    <w:rsid w:val="00396766"/>
    <w:rsid w:val="003A610E"/>
    <w:rsid w:val="003A7B11"/>
    <w:rsid w:val="003B1ED2"/>
    <w:rsid w:val="003C2085"/>
    <w:rsid w:val="003E774B"/>
    <w:rsid w:val="003F10AB"/>
    <w:rsid w:val="003F1675"/>
    <w:rsid w:val="003F7654"/>
    <w:rsid w:val="0041527D"/>
    <w:rsid w:val="004205C1"/>
    <w:rsid w:val="00431F34"/>
    <w:rsid w:val="004418CB"/>
    <w:rsid w:val="00441C88"/>
    <w:rsid w:val="00457023"/>
    <w:rsid w:val="0047550C"/>
    <w:rsid w:val="0048062C"/>
    <w:rsid w:val="004A05EE"/>
    <w:rsid w:val="004A4301"/>
    <w:rsid w:val="004A4947"/>
    <w:rsid w:val="004B0AD1"/>
    <w:rsid w:val="004C0213"/>
    <w:rsid w:val="004C0528"/>
    <w:rsid w:val="004C0F81"/>
    <w:rsid w:val="004C59BC"/>
    <w:rsid w:val="004C62C0"/>
    <w:rsid w:val="004E7DA9"/>
    <w:rsid w:val="004F50D2"/>
    <w:rsid w:val="0051581D"/>
    <w:rsid w:val="00554828"/>
    <w:rsid w:val="00592AB4"/>
    <w:rsid w:val="005A33B5"/>
    <w:rsid w:val="005A347B"/>
    <w:rsid w:val="005B28C0"/>
    <w:rsid w:val="005D644F"/>
    <w:rsid w:val="005E2FAC"/>
    <w:rsid w:val="005F2EDC"/>
    <w:rsid w:val="00610BD8"/>
    <w:rsid w:val="006474B1"/>
    <w:rsid w:val="00647C6B"/>
    <w:rsid w:val="006503BB"/>
    <w:rsid w:val="00651878"/>
    <w:rsid w:val="00665371"/>
    <w:rsid w:val="006773C7"/>
    <w:rsid w:val="00687586"/>
    <w:rsid w:val="00690847"/>
    <w:rsid w:val="006B30DA"/>
    <w:rsid w:val="006C6DE0"/>
    <w:rsid w:val="006D35CC"/>
    <w:rsid w:val="006D5512"/>
    <w:rsid w:val="007102CC"/>
    <w:rsid w:val="00710B1D"/>
    <w:rsid w:val="00716162"/>
    <w:rsid w:val="00727F98"/>
    <w:rsid w:val="00730A4B"/>
    <w:rsid w:val="00762D9C"/>
    <w:rsid w:val="00763780"/>
    <w:rsid w:val="0077257A"/>
    <w:rsid w:val="00794727"/>
    <w:rsid w:val="007A11CD"/>
    <w:rsid w:val="007D35FA"/>
    <w:rsid w:val="007D767C"/>
    <w:rsid w:val="007E0AA8"/>
    <w:rsid w:val="007F5226"/>
    <w:rsid w:val="00801C81"/>
    <w:rsid w:val="00805EA5"/>
    <w:rsid w:val="00824370"/>
    <w:rsid w:val="00827A92"/>
    <w:rsid w:val="008407AC"/>
    <w:rsid w:val="00851563"/>
    <w:rsid w:val="0088711A"/>
    <w:rsid w:val="008939F2"/>
    <w:rsid w:val="008A38B9"/>
    <w:rsid w:val="008B15E1"/>
    <w:rsid w:val="008B2369"/>
    <w:rsid w:val="008B4156"/>
    <w:rsid w:val="008B7480"/>
    <w:rsid w:val="008C0323"/>
    <w:rsid w:val="008E2484"/>
    <w:rsid w:val="008E4E15"/>
    <w:rsid w:val="008F7B73"/>
    <w:rsid w:val="009015F1"/>
    <w:rsid w:val="00901F02"/>
    <w:rsid w:val="00903F11"/>
    <w:rsid w:val="00913692"/>
    <w:rsid w:val="00916438"/>
    <w:rsid w:val="00917F87"/>
    <w:rsid w:val="009206F5"/>
    <w:rsid w:val="00922352"/>
    <w:rsid w:val="0094351B"/>
    <w:rsid w:val="00943628"/>
    <w:rsid w:val="00965F8C"/>
    <w:rsid w:val="00972B3A"/>
    <w:rsid w:val="00987ACB"/>
    <w:rsid w:val="00996E3B"/>
    <w:rsid w:val="009C1E84"/>
    <w:rsid w:val="009C389D"/>
    <w:rsid w:val="009D09B6"/>
    <w:rsid w:val="009D20B9"/>
    <w:rsid w:val="009E17E3"/>
    <w:rsid w:val="009F6822"/>
    <w:rsid w:val="009F7CA7"/>
    <w:rsid w:val="00A00BE1"/>
    <w:rsid w:val="00A165E3"/>
    <w:rsid w:val="00A35953"/>
    <w:rsid w:val="00A437BB"/>
    <w:rsid w:val="00A61074"/>
    <w:rsid w:val="00A67A5F"/>
    <w:rsid w:val="00A83978"/>
    <w:rsid w:val="00A87444"/>
    <w:rsid w:val="00A900E4"/>
    <w:rsid w:val="00AA03D5"/>
    <w:rsid w:val="00AB0B59"/>
    <w:rsid w:val="00AB0DB3"/>
    <w:rsid w:val="00AB1565"/>
    <w:rsid w:val="00AB6E67"/>
    <w:rsid w:val="00AC7CD1"/>
    <w:rsid w:val="00AF7587"/>
    <w:rsid w:val="00B02DB9"/>
    <w:rsid w:val="00B126C1"/>
    <w:rsid w:val="00B16104"/>
    <w:rsid w:val="00B305CF"/>
    <w:rsid w:val="00B341E4"/>
    <w:rsid w:val="00B75CD6"/>
    <w:rsid w:val="00B81AD6"/>
    <w:rsid w:val="00B84184"/>
    <w:rsid w:val="00BA7E66"/>
    <w:rsid w:val="00BB1B82"/>
    <w:rsid w:val="00BB24A2"/>
    <w:rsid w:val="00BB5B54"/>
    <w:rsid w:val="00BC252E"/>
    <w:rsid w:val="00BD0FFC"/>
    <w:rsid w:val="00BD3D41"/>
    <w:rsid w:val="00BD683C"/>
    <w:rsid w:val="00BE5615"/>
    <w:rsid w:val="00BF1FAA"/>
    <w:rsid w:val="00BF398A"/>
    <w:rsid w:val="00C04158"/>
    <w:rsid w:val="00C12BED"/>
    <w:rsid w:val="00C21EF4"/>
    <w:rsid w:val="00C220CB"/>
    <w:rsid w:val="00C26FB2"/>
    <w:rsid w:val="00C31BD5"/>
    <w:rsid w:val="00C335F4"/>
    <w:rsid w:val="00C53798"/>
    <w:rsid w:val="00C631F1"/>
    <w:rsid w:val="00C656EC"/>
    <w:rsid w:val="00C67BA4"/>
    <w:rsid w:val="00C67E40"/>
    <w:rsid w:val="00C720A8"/>
    <w:rsid w:val="00C736CD"/>
    <w:rsid w:val="00C77682"/>
    <w:rsid w:val="00CB171B"/>
    <w:rsid w:val="00CE2B25"/>
    <w:rsid w:val="00CE6A83"/>
    <w:rsid w:val="00CE728E"/>
    <w:rsid w:val="00CF0645"/>
    <w:rsid w:val="00D07550"/>
    <w:rsid w:val="00D3295B"/>
    <w:rsid w:val="00D55141"/>
    <w:rsid w:val="00D55CD0"/>
    <w:rsid w:val="00D721D6"/>
    <w:rsid w:val="00D82244"/>
    <w:rsid w:val="00DA3EBF"/>
    <w:rsid w:val="00DA703A"/>
    <w:rsid w:val="00DC4C7D"/>
    <w:rsid w:val="00DD3E4A"/>
    <w:rsid w:val="00DD4C3B"/>
    <w:rsid w:val="00DD7B93"/>
    <w:rsid w:val="00DF4A30"/>
    <w:rsid w:val="00E13BA9"/>
    <w:rsid w:val="00E2377C"/>
    <w:rsid w:val="00E25883"/>
    <w:rsid w:val="00E266DE"/>
    <w:rsid w:val="00E27703"/>
    <w:rsid w:val="00E35E14"/>
    <w:rsid w:val="00E37FB8"/>
    <w:rsid w:val="00E71265"/>
    <w:rsid w:val="00E87884"/>
    <w:rsid w:val="00E95808"/>
    <w:rsid w:val="00EA2E21"/>
    <w:rsid w:val="00EC60E1"/>
    <w:rsid w:val="00F36310"/>
    <w:rsid w:val="00F423D6"/>
    <w:rsid w:val="00F774A2"/>
    <w:rsid w:val="00F815D4"/>
    <w:rsid w:val="00F83BC3"/>
    <w:rsid w:val="00FA1BDD"/>
    <w:rsid w:val="00FA4C5A"/>
    <w:rsid w:val="00FB408F"/>
    <w:rsid w:val="00FC3309"/>
    <w:rsid w:val="00FF72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State"/>
  <w:smartTagType w:namespaceuri="urn:schemas-microsoft-com:office:smarttags" w:name="City"/>
  <w:shapeDefaults>
    <o:shapedefaults v:ext="edit" spidmax="4097"/>
    <o:shapelayout v:ext="edit">
      <o:idmap v:ext="edit" data="1"/>
    </o:shapelayout>
  </w:shapeDefaults>
  <w:decimalSymbol w:val=","/>
  <w:listSeparator w:val=";"/>
  <w14:docId w14:val="10541671"/>
  <w15:chartTrackingRefBased/>
  <w15:docId w15:val="{E016214D-00CF-4186-A268-F3A668D6E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1675"/>
    <w:pPr>
      <w:overflowPunct w:val="0"/>
      <w:autoSpaceDE w:val="0"/>
      <w:autoSpaceDN w:val="0"/>
      <w:adjustRightInd w:val="0"/>
      <w:spacing w:after="180"/>
      <w:textAlignment w:val="baseline"/>
    </w:pPr>
  </w:style>
  <w:style w:type="paragraph" w:styleId="Heading1">
    <w:name w:val="heading 1"/>
    <w:next w:val="Normal"/>
    <w:qFormat/>
    <w:rsid w:val="003F1675"/>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3F1675"/>
    <w:pPr>
      <w:pBdr>
        <w:top w:val="none" w:sz="0" w:space="0" w:color="auto"/>
      </w:pBdr>
      <w:spacing w:before="180"/>
      <w:outlineLvl w:val="1"/>
    </w:pPr>
    <w:rPr>
      <w:sz w:val="32"/>
    </w:rPr>
  </w:style>
  <w:style w:type="paragraph" w:styleId="Heading3">
    <w:name w:val="heading 3"/>
    <w:basedOn w:val="Heading2"/>
    <w:next w:val="Normal"/>
    <w:qFormat/>
    <w:rsid w:val="003F1675"/>
    <w:pPr>
      <w:spacing w:before="120"/>
      <w:outlineLvl w:val="2"/>
    </w:pPr>
    <w:rPr>
      <w:sz w:val="28"/>
    </w:rPr>
  </w:style>
  <w:style w:type="paragraph" w:styleId="Heading4">
    <w:name w:val="heading 4"/>
    <w:basedOn w:val="Heading3"/>
    <w:next w:val="Normal"/>
    <w:qFormat/>
    <w:rsid w:val="003F1675"/>
    <w:pPr>
      <w:ind w:left="1418" w:hanging="1418"/>
      <w:outlineLvl w:val="3"/>
    </w:pPr>
    <w:rPr>
      <w:sz w:val="24"/>
    </w:rPr>
  </w:style>
  <w:style w:type="paragraph" w:styleId="Heading5">
    <w:name w:val="heading 5"/>
    <w:basedOn w:val="Heading4"/>
    <w:next w:val="Normal"/>
    <w:qFormat/>
    <w:rsid w:val="003F1675"/>
    <w:pPr>
      <w:ind w:left="1701" w:hanging="1701"/>
      <w:outlineLvl w:val="4"/>
    </w:pPr>
    <w:rPr>
      <w:sz w:val="22"/>
    </w:rPr>
  </w:style>
  <w:style w:type="paragraph" w:styleId="Heading6">
    <w:name w:val="heading 6"/>
    <w:basedOn w:val="H6"/>
    <w:next w:val="Normal"/>
    <w:qFormat/>
    <w:rsid w:val="003F1675"/>
    <w:pPr>
      <w:outlineLvl w:val="5"/>
    </w:pPr>
  </w:style>
  <w:style w:type="paragraph" w:styleId="Heading7">
    <w:name w:val="heading 7"/>
    <w:basedOn w:val="H6"/>
    <w:next w:val="Normal"/>
    <w:qFormat/>
    <w:rsid w:val="003F1675"/>
    <w:pPr>
      <w:outlineLvl w:val="6"/>
    </w:pPr>
  </w:style>
  <w:style w:type="paragraph" w:styleId="Heading8">
    <w:name w:val="heading 8"/>
    <w:basedOn w:val="Heading1"/>
    <w:next w:val="Normal"/>
    <w:qFormat/>
    <w:rsid w:val="003F1675"/>
    <w:pPr>
      <w:ind w:left="0" w:firstLine="0"/>
      <w:outlineLvl w:val="7"/>
    </w:pPr>
  </w:style>
  <w:style w:type="paragraph" w:styleId="Heading9">
    <w:name w:val="heading 9"/>
    <w:basedOn w:val="Heading8"/>
    <w:next w:val="Normal"/>
    <w:qFormat/>
    <w:rsid w:val="003F1675"/>
    <w:pPr>
      <w:outlineLvl w:val="8"/>
    </w:pPr>
  </w:style>
  <w:style w:type="character" w:default="1" w:styleId="DefaultParagraphFont">
    <w:name w:val="Default Paragraph Font"/>
    <w:semiHidden/>
    <w:rsid w:val="003F16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675"/>
  </w:style>
  <w:style w:type="paragraph" w:customStyle="1" w:styleId="H6">
    <w:name w:val="H6"/>
    <w:basedOn w:val="Heading5"/>
    <w:next w:val="Normal"/>
    <w:rsid w:val="003F1675"/>
    <w:pPr>
      <w:ind w:left="1985" w:hanging="1985"/>
      <w:outlineLvl w:val="9"/>
    </w:pPr>
    <w:rPr>
      <w:sz w:val="20"/>
    </w:rPr>
  </w:style>
  <w:style w:type="paragraph" w:styleId="TOC9">
    <w:name w:val="toc 9"/>
    <w:basedOn w:val="TOC8"/>
    <w:semiHidden/>
    <w:rsid w:val="003F1675"/>
    <w:pPr>
      <w:ind w:left="1418" w:hanging="1418"/>
    </w:pPr>
  </w:style>
  <w:style w:type="paragraph" w:styleId="TOC8">
    <w:name w:val="toc 8"/>
    <w:basedOn w:val="TOC1"/>
    <w:rsid w:val="003F1675"/>
    <w:pPr>
      <w:spacing w:before="180"/>
      <w:ind w:left="2693" w:hanging="2693"/>
    </w:pPr>
    <w:rPr>
      <w:b/>
    </w:rPr>
  </w:style>
  <w:style w:type="paragraph" w:styleId="TOC1">
    <w:name w:val="toc 1"/>
    <w:rsid w:val="003F1675"/>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link w:val="EQChar"/>
    <w:rsid w:val="003F1675"/>
    <w:pPr>
      <w:keepLines/>
      <w:tabs>
        <w:tab w:val="center" w:pos="4536"/>
        <w:tab w:val="right" w:pos="9072"/>
      </w:tabs>
    </w:pPr>
    <w:rPr>
      <w:noProof/>
    </w:rPr>
  </w:style>
  <w:style w:type="character" w:customStyle="1" w:styleId="ZGSM">
    <w:name w:val="ZGSM"/>
    <w:rsid w:val="003F1675"/>
  </w:style>
  <w:style w:type="paragraph" w:styleId="Header">
    <w:name w:val="header"/>
    <w:aliases w:val="header odd,header,header odd1,header odd2,header odd3,header odd4,header odd5,header odd6"/>
    <w:rsid w:val="003F1675"/>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3F1675"/>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3F1675"/>
    <w:pPr>
      <w:ind w:left="1701" w:hanging="1701"/>
    </w:pPr>
  </w:style>
  <w:style w:type="paragraph" w:styleId="TOC4">
    <w:name w:val="toc 4"/>
    <w:basedOn w:val="TOC3"/>
    <w:rsid w:val="003F1675"/>
    <w:pPr>
      <w:ind w:left="1418" w:hanging="1418"/>
    </w:pPr>
  </w:style>
  <w:style w:type="paragraph" w:styleId="TOC3">
    <w:name w:val="toc 3"/>
    <w:basedOn w:val="TOC2"/>
    <w:rsid w:val="003F1675"/>
    <w:pPr>
      <w:ind w:left="1134" w:hanging="1134"/>
    </w:pPr>
  </w:style>
  <w:style w:type="paragraph" w:styleId="TOC2">
    <w:name w:val="toc 2"/>
    <w:basedOn w:val="TOC1"/>
    <w:rsid w:val="003F1675"/>
    <w:pPr>
      <w:keepNext w:val="0"/>
      <w:spacing w:before="0"/>
      <w:ind w:left="851" w:hanging="851"/>
    </w:pPr>
    <w:rPr>
      <w:sz w:val="20"/>
    </w:rPr>
  </w:style>
  <w:style w:type="paragraph" w:styleId="Index1">
    <w:name w:val="index 1"/>
    <w:basedOn w:val="Normal"/>
    <w:semiHidden/>
    <w:rsid w:val="003F1675"/>
    <w:pPr>
      <w:keepLines/>
      <w:spacing w:after="0"/>
    </w:pPr>
  </w:style>
  <w:style w:type="paragraph" w:styleId="Index2">
    <w:name w:val="index 2"/>
    <w:basedOn w:val="Index1"/>
    <w:semiHidden/>
    <w:rsid w:val="003F1675"/>
    <w:pPr>
      <w:ind w:left="284"/>
    </w:pPr>
  </w:style>
  <w:style w:type="paragraph" w:customStyle="1" w:styleId="TT">
    <w:name w:val="TT"/>
    <w:basedOn w:val="Heading1"/>
    <w:next w:val="Normal"/>
    <w:rsid w:val="003F1675"/>
    <w:pPr>
      <w:outlineLvl w:val="9"/>
    </w:pPr>
  </w:style>
  <w:style w:type="paragraph" w:customStyle="1" w:styleId="NF">
    <w:name w:val="NF"/>
    <w:basedOn w:val="NO"/>
    <w:rsid w:val="003F1675"/>
    <w:pPr>
      <w:keepNext/>
      <w:spacing w:after="0"/>
    </w:pPr>
    <w:rPr>
      <w:rFonts w:ascii="Arial" w:hAnsi="Arial"/>
      <w:sz w:val="18"/>
    </w:rPr>
  </w:style>
  <w:style w:type="paragraph" w:customStyle="1" w:styleId="NO">
    <w:name w:val="NO"/>
    <w:basedOn w:val="Normal"/>
    <w:rsid w:val="003F1675"/>
    <w:pPr>
      <w:keepLines/>
      <w:ind w:left="1135" w:hanging="851"/>
    </w:pPr>
  </w:style>
  <w:style w:type="paragraph" w:customStyle="1" w:styleId="PL">
    <w:name w:val="PL"/>
    <w:rsid w:val="003F167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3F1675"/>
    <w:pPr>
      <w:jc w:val="right"/>
    </w:pPr>
  </w:style>
  <w:style w:type="paragraph" w:customStyle="1" w:styleId="TAL">
    <w:name w:val="TAL"/>
    <w:basedOn w:val="Normal"/>
    <w:rsid w:val="003F1675"/>
    <w:pPr>
      <w:keepNext/>
      <w:keepLines/>
      <w:spacing w:after="0"/>
    </w:pPr>
    <w:rPr>
      <w:rFonts w:ascii="Arial" w:hAnsi="Arial"/>
      <w:sz w:val="18"/>
    </w:rPr>
  </w:style>
  <w:style w:type="paragraph" w:styleId="ListNumber2">
    <w:name w:val="List Number 2"/>
    <w:basedOn w:val="ListNumber"/>
    <w:rsid w:val="003F1675"/>
    <w:pPr>
      <w:ind w:left="851"/>
    </w:pPr>
  </w:style>
  <w:style w:type="paragraph" w:styleId="ListNumber">
    <w:name w:val="List Number"/>
    <w:basedOn w:val="List"/>
    <w:rsid w:val="003F1675"/>
  </w:style>
  <w:style w:type="paragraph" w:styleId="List">
    <w:name w:val="List"/>
    <w:basedOn w:val="Normal"/>
    <w:rsid w:val="003F1675"/>
    <w:pPr>
      <w:ind w:left="568" w:hanging="284"/>
    </w:pPr>
  </w:style>
  <w:style w:type="paragraph" w:customStyle="1" w:styleId="TAH">
    <w:name w:val="TAH"/>
    <w:basedOn w:val="TAC"/>
    <w:rsid w:val="003F1675"/>
    <w:rPr>
      <w:b/>
    </w:rPr>
  </w:style>
  <w:style w:type="paragraph" w:customStyle="1" w:styleId="TAC">
    <w:name w:val="TAC"/>
    <w:basedOn w:val="TAL"/>
    <w:rsid w:val="003F1675"/>
    <w:pPr>
      <w:jc w:val="center"/>
    </w:pPr>
  </w:style>
  <w:style w:type="paragraph" w:customStyle="1" w:styleId="LD">
    <w:name w:val="LD"/>
    <w:rsid w:val="003F1675"/>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3F1675"/>
    <w:pPr>
      <w:keepLines/>
      <w:ind w:left="1702" w:hanging="1418"/>
    </w:pPr>
  </w:style>
  <w:style w:type="paragraph" w:customStyle="1" w:styleId="FP">
    <w:name w:val="FP"/>
    <w:basedOn w:val="Normal"/>
    <w:rsid w:val="003F1675"/>
    <w:pPr>
      <w:spacing w:after="0"/>
    </w:pPr>
  </w:style>
  <w:style w:type="paragraph" w:customStyle="1" w:styleId="NW">
    <w:name w:val="NW"/>
    <w:basedOn w:val="NO"/>
    <w:rsid w:val="003F1675"/>
    <w:pPr>
      <w:spacing w:after="0"/>
    </w:pPr>
  </w:style>
  <w:style w:type="paragraph" w:customStyle="1" w:styleId="EW">
    <w:name w:val="EW"/>
    <w:basedOn w:val="EX"/>
    <w:rsid w:val="003F1675"/>
    <w:pPr>
      <w:spacing w:after="0"/>
    </w:pPr>
  </w:style>
  <w:style w:type="paragraph" w:customStyle="1" w:styleId="B1">
    <w:name w:val="B1"/>
    <w:basedOn w:val="List"/>
    <w:link w:val="B1Char"/>
    <w:rsid w:val="003F1675"/>
  </w:style>
  <w:style w:type="paragraph" w:styleId="TOC6">
    <w:name w:val="toc 6"/>
    <w:basedOn w:val="TOC5"/>
    <w:next w:val="Normal"/>
    <w:semiHidden/>
    <w:rsid w:val="003F1675"/>
    <w:pPr>
      <w:ind w:left="1985" w:hanging="1985"/>
    </w:pPr>
  </w:style>
  <w:style w:type="paragraph" w:styleId="TOC7">
    <w:name w:val="toc 7"/>
    <w:basedOn w:val="TOC6"/>
    <w:next w:val="Normal"/>
    <w:semiHidden/>
    <w:rsid w:val="003F1675"/>
    <w:pPr>
      <w:ind w:left="2268" w:hanging="2268"/>
    </w:pPr>
  </w:style>
  <w:style w:type="paragraph" w:styleId="ListBullet2">
    <w:name w:val="List Bullet 2"/>
    <w:basedOn w:val="ListBullet"/>
    <w:rsid w:val="003F1675"/>
    <w:pPr>
      <w:ind w:left="851"/>
    </w:pPr>
  </w:style>
  <w:style w:type="paragraph" w:styleId="ListBullet">
    <w:name w:val="List Bullet"/>
    <w:basedOn w:val="List"/>
    <w:rsid w:val="003F1675"/>
  </w:style>
  <w:style w:type="paragraph" w:customStyle="1" w:styleId="EditorsNote">
    <w:name w:val="Editor's Note"/>
    <w:basedOn w:val="NO"/>
    <w:rsid w:val="003F1675"/>
    <w:rPr>
      <w:color w:val="FF0000"/>
    </w:rPr>
  </w:style>
  <w:style w:type="paragraph" w:customStyle="1" w:styleId="TH">
    <w:name w:val="TH"/>
    <w:basedOn w:val="Normal"/>
    <w:rsid w:val="003F1675"/>
    <w:pPr>
      <w:keepNext/>
      <w:keepLines/>
      <w:spacing w:before="60"/>
      <w:jc w:val="center"/>
    </w:pPr>
    <w:rPr>
      <w:rFonts w:ascii="Arial" w:hAnsi="Arial"/>
      <w:b/>
    </w:rPr>
  </w:style>
  <w:style w:type="paragraph" w:customStyle="1" w:styleId="ZA">
    <w:name w:val="ZA"/>
    <w:rsid w:val="003F167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3F167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3F1675"/>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3F167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3F1675"/>
    <w:pPr>
      <w:ind w:left="851" w:hanging="851"/>
    </w:pPr>
  </w:style>
  <w:style w:type="paragraph" w:customStyle="1" w:styleId="ZH">
    <w:name w:val="ZH"/>
    <w:rsid w:val="003F1675"/>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3F1675"/>
    <w:pPr>
      <w:keepNext w:val="0"/>
      <w:spacing w:before="0" w:after="240"/>
    </w:pPr>
  </w:style>
  <w:style w:type="paragraph" w:customStyle="1" w:styleId="ZG">
    <w:name w:val="ZG"/>
    <w:rsid w:val="003F1675"/>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styleId="ListBullet3">
    <w:name w:val="List Bullet 3"/>
    <w:basedOn w:val="ListBullet2"/>
    <w:rsid w:val="003F1675"/>
    <w:pPr>
      <w:ind w:left="1135"/>
    </w:pPr>
  </w:style>
  <w:style w:type="paragraph" w:styleId="List2">
    <w:name w:val="List 2"/>
    <w:basedOn w:val="List"/>
    <w:rsid w:val="003F1675"/>
    <w:pPr>
      <w:ind w:left="851"/>
    </w:pPr>
  </w:style>
  <w:style w:type="paragraph" w:styleId="List3">
    <w:name w:val="List 3"/>
    <w:basedOn w:val="List2"/>
    <w:rsid w:val="003F1675"/>
    <w:pPr>
      <w:ind w:left="1135"/>
    </w:pPr>
  </w:style>
  <w:style w:type="paragraph" w:styleId="List4">
    <w:name w:val="List 4"/>
    <w:basedOn w:val="List3"/>
    <w:rsid w:val="003F1675"/>
    <w:pPr>
      <w:ind w:left="1418"/>
    </w:pPr>
  </w:style>
  <w:style w:type="paragraph" w:styleId="List5">
    <w:name w:val="List 5"/>
    <w:basedOn w:val="List4"/>
    <w:rsid w:val="003F1675"/>
    <w:pPr>
      <w:ind w:left="1702"/>
    </w:pPr>
  </w:style>
  <w:style w:type="paragraph" w:styleId="ListBullet4">
    <w:name w:val="List Bullet 4"/>
    <w:basedOn w:val="ListBullet3"/>
    <w:rsid w:val="003F1675"/>
    <w:pPr>
      <w:ind w:left="1418"/>
    </w:pPr>
  </w:style>
  <w:style w:type="paragraph" w:styleId="ListBullet5">
    <w:name w:val="List Bullet 5"/>
    <w:basedOn w:val="ListBullet4"/>
    <w:rsid w:val="003F1675"/>
    <w:pPr>
      <w:ind w:left="1702"/>
    </w:pPr>
  </w:style>
  <w:style w:type="paragraph" w:customStyle="1" w:styleId="B2">
    <w:name w:val="B2"/>
    <w:basedOn w:val="List2"/>
    <w:rsid w:val="003F1675"/>
  </w:style>
  <w:style w:type="paragraph" w:customStyle="1" w:styleId="B3">
    <w:name w:val="B3"/>
    <w:basedOn w:val="List3"/>
    <w:rsid w:val="003F1675"/>
  </w:style>
  <w:style w:type="paragraph" w:customStyle="1" w:styleId="B4">
    <w:name w:val="B4"/>
    <w:basedOn w:val="List4"/>
    <w:rsid w:val="003F1675"/>
  </w:style>
  <w:style w:type="paragraph" w:customStyle="1" w:styleId="B5">
    <w:name w:val="B5"/>
    <w:basedOn w:val="List5"/>
    <w:rsid w:val="003F1675"/>
  </w:style>
  <w:style w:type="paragraph" w:customStyle="1" w:styleId="ZTD">
    <w:name w:val="ZTD"/>
    <w:basedOn w:val="ZB"/>
    <w:rsid w:val="003F1675"/>
    <w:pPr>
      <w:framePr w:hRule="auto" w:wrap="notBeside" w:y="852"/>
    </w:pPr>
    <w:rPr>
      <w:i w:val="0"/>
      <w:sz w:val="40"/>
    </w:rPr>
  </w:style>
  <w:style w:type="paragraph" w:customStyle="1" w:styleId="ZV">
    <w:name w:val="ZV"/>
    <w:basedOn w:val="ZU"/>
    <w:rsid w:val="003F1675"/>
    <w:pPr>
      <w:framePr w:wrap="notBeside" w:y="16161"/>
    </w:pPr>
  </w:style>
  <w:style w:type="paragraph" w:styleId="Footer">
    <w:name w:val="footer"/>
    <w:basedOn w:val="Header"/>
    <w:rsid w:val="003F1675"/>
    <w:pPr>
      <w:jc w:val="center"/>
    </w:pPr>
    <w:rPr>
      <w:i/>
    </w:rPr>
  </w:style>
  <w:style w:type="paragraph" w:customStyle="1" w:styleId="Guidance">
    <w:name w:val="Guidance"/>
    <w:basedOn w:val="Normal"/>
    <w:rsid w:val="00D55CD0"/>
    <w:pPr>
      <w:overflowPunct/>
      <w:autoSpaceDE/>
      <w:autoSpaceDN/>
      <w:adjustRightInd/>
      <w:textAlignment w:val="auto"/>
    </w:pPr>
    <w:rPr>
      <w:i/>
      <w:color w:val="0000FF"/>
      <w:lang w:eastAsia="en-US"/>
    </w:rPr>
  </w:style>
  <w:style w:type="paragraph" w:styleId="BodyText">
    <w:name w:val="Body Text"/>
    <w:basedOn w:val="Normal"/>
    <w:rsid w:val="0020236E"/>
    <w:pPr>
      <w:overflowPunct/>
      <w:autoSpaceDE/>
      <w:autoSpaceDN/>
      <w:adjustRightInd/>
      <w:spacing w:after="120"/>
      <w:textAlignment w:val="auto"/>
    </w:pPr>
    <w:rPr>
      <w:lang w:eastAsia="en-US"/>
    </w:rPr>
  </w:style>
  <w:style w:type="paragraph" w:styleId="BalloonText">
    <w:name w:val="Balloon Text"/>
    <w:basedOn w:val="Normal"/>
    <w:semiHidden/>
    <w:rsid w:val="00F815D4"/>
    <w:rPr>
      <w:rFonts w:ascii="Tahoma" w:hAnsi="Tahoma" w:cs="Tahoma"/>
      <w:sz w:val="16"/>
      <w:szCs w:val="16"/>
    </w:rPr>
  </w:style>
  <w:style w:type="character" w:styleId="FootnoteReference">
    <w:name w:val="footnote reference"/>
    <w:basedOn w:val="DefaultParagraphFont"/>
    <w:semiHidden/>
    <w:rsid w:val="003F1675"/>
    <w:rPr>
      <w:b/>
      <w:position w:val="6"/>
      <w:sz w:val="16"/>
    </w:rPr>
  </w:style>
  <w:style w:type="paragraph" w:styleId="FootnoteText">
    <w:name w:val="footnote text"/>
    <w:basedOn w:val="Normal"/>
    <w:semiHidden/>
    <w:rsid w:val="003F1675"/>
    <w:pPr>
      <w:keepLines/>
      <w:spacing w:after="0"/>
      <w:ind w:left="454" w:hanging="454"/>
    </w:pPr>
    <w:rPr>
      <w:sz w:val="16"/>
    </w:rPr>
  </w:style>
  <w:style w:type="paragraph" w:styleId="DocumentMap">
    <w:name w:val="Document Map"/>
    <w:basedOn w:val="Normal"/>
    <w:link w:val="DocumentMapChar"/>
    <w:rsid w:val="00BD3D41"/>
    <w:rPr>
      <w:rFonts w:ascii="Tahoma" w:hAnsi="Tahoma" w:cs="Tahoma"/>
      <w:sz w:val="16"/>
      <w:szCs w:val="16"/>
    </w:rPr>
  </w:style>
  <w:style w:type="character" w:customStyle="1" w:styleId="DocumentMapChar">
    <w:name w:val="Document Map Char"/>
    <w:basedOn w:val="DefaultParagraphFont"/>
    <w:link w:val="DocumentMap"/>
    <w:rsid w:val="00BD3D41"/>
    <w:rPr>
      <w:rFonts w:ascii="Tahoma" w:hAnsi="Tahoma" w:cs="Tahoma"/>
      <w:sz w:val="16"/>
      <w:szCs w:val="16"/>
      <w:lang w:val="en-GB"/>
    </w:rPr>
  </w:style>
  <w:style w:type="character" w:customStyle="1" w:styleId="EQChar">
    <w:name w:val="EQ Char"/>
    <w:link w:val="EQ"/>
    <w:qFormat/>
    <w:rsid w:val="00BB24A2"/>
    <w:rPr>
      <w:noProof/>
    </w:rPr>
  </w:style>
  <w:style w:type="character" w:customStyle="1" w:styleId="B1Char">
    <w:name w:val="B1 Char"/>
    <w:link w:val="B1"/>
    <w:qFormat/>
    <w:rsid w:val="00BB2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3197">
      <w:bodyDiv w:val="1"/>
      <w:marLeft w:val="0"/>
      <w:marRight w:val="0"/>
      <w:marTop w:val="0"/>
      <w:marBottom w:val="0"/>
      <w:divBdr>
        <w:top w:val="none" w:sz="0" w:space="0" w:color="auto"/>
        <w:left w:val="none" w:sz="0" w:space="0" w:color="auto"/>
        <w:bottom w:val="none" w:sz="0" w:space="0" w:color="auto"/>
        <w:right w:val="none" w:sz="0" w:space="0" w:color="auto"/>
      </w:divBdr>
    </w:div>
    <w:div w:id="149102492">
      <w:bodyDiv w:val="1"/>
      <w:marLeft w:val="0"/>
      <w:marRight w:val="0"/>
      <w:marTop w:val="0"/>
      <w:marBottom w:val="0"/>
      <w:divBdr>
        <w:top w:val="none" w:sz="0" w:space="0" w:color="auto"/>
        <w:left w:val="none" w:sz="0" w:space="0" w:color="auto"/>
        <w:bottom w:val="none" w:sz="0" w:space="0" w:color="auto"/>
        <w:right w:val="none" w:sz="0" w:space="0" w:color="auto"/>
      </w:divBdr>
    </w:div>
    <w:div w:id="589311873">
      <w:bodyDiv w:val="1"/>
      <w:marLeft w:val="0"/>
      <w:marRight w:val="0"/>
      <w:marTop w:val="0"/>
      <w:marBottom w:val="0"/>
      <w:divBdr>
        <w:top w:val="none" w:sz="0" w:space="0" w:color="auto"/>
        <w:left w:val="none" w:sz="0" w:space="0" w:color="auto"/>
        <w:bottom w:val="none" w:sz="0" w:space="0" w:color="auto"/>
        <w:right w:val="none" w:sz="0" w:space="0" w:color="auto"/>
      </w:divBdr>
    </w:div>
    <w:div w:id="862673972">
      <w:bodyDiv w:val="1"/>
      <w:marLeft w:val="0"/>
      <w:marRight w:val="0"/>
      <w:marTop w:val="0"/>
      <w:marBottom w:val="0"/>
      <w:divBdr>
        <w:top w:val="none" w:sz="0" w:space="0" w:color="auto"/>
        <w:left w:val="none" w:sz="0" w:space="0" w:color="auto"/>
        <w:bottom w:val="none" w:sz="0" w:space="0" w:color="auto"/>
        <w:right w:val="none" w:sz="0" w:space="0" w:color="auto"/>
      </w:divBdr>
    </w:div>
    <w:div w:id="1340041208">
      <w:bodyDiv w:val="1"/>
      <w:marLeft w:val="0"/>
      <w:marRight w:val="0"/>
      <w:marTop w:val="0"/>
      <w:marBottom w:val="0"/>
      <w:divBdr>
        <w:top w:val="none" w:sz="0" w:space="0" w:color="auto"/>
        <w:left w:val="none" w:sz="0" w:space="0" w:color="auto"/>
        <w:bottom w:val="none" w:sz="0" w:space="0" w:color="auto"/>
        <w:right w:val="none" w:sz="0" w:space="0" w:color="auto"/>
      </w:divBdr>
    </w:div>
    <w:div w:id="191000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E95CB-A15D-4AAD-9CD9-871BD4244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5</TotalTime>
  <Pages>29</Pages>
  <Words>10719</Words>
  <Characters>59032</Characters>
  <Application>Microsoft Office Word</Application>
  <DocSecurity>0</DocSecurity>
  <Lines>491</Lines>
  <Paragraphs>139</Paragraphs>
  <ScaleCrop>false</ScaleCrop>
  <HeadingPairs>
    <vt:vector size="2" baseType="variant">
      <vt:variant>
        <vt:lpstr>Title</vt:lpstr>
      </vt:variant>
      <vt:variant>
        <vt:i4>1</vt:i4>
      </vt:variant>
    </vt:vector>
  </HeadingPairs>
  <TitlesOfParts>
    <vt:vector size="1" baseType="lpstr">
      <vt:lpstr>3GPP TS 36.124</vt:lpstr>
    </vt:vector>
  </TitlesOfParts>
  <Manager/>
  <Company/>
  <LinksUpToDate>false</LinksUpToDate>
  <CharactersWithSpaces>69612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36.124</dc:title>
  <dc:subject>Evolved Universal Terrestrial Radio Access (E-UTRA); ElectroMagnetic Compatibility (EMC) requirements for mobile terminals and ancillary equipment (Release 15)</dc:subject>
  <dc:creator>MCC Support</dc:creator>
  <cp:keywords/>
  <dc:description/>
  <cp:lastModifiedBy>MCC</cp:lastModifiedBy>
  <cp:revision>6</cp:revision>
  <cp:lastPrinted>2000-03-22T13:32:00Z</cp:lastPrinted>
  <dcterms:created xsi:type="dcterms:W3CDTF">2022-01-08T18:20:00Z</dcterms:created>
  <dcterms:modified xsi:type="dcterms:W3CDTF">2022-06-23T18:24:00Z</dcterms:modified>
</cp:coreProperties>
</file>