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AC69" w14:textId="77777777" w:rsidR="0093274D" w:rsidRDefault="0093274D">
      <w:pPr>
        <w:pStyle w:val="Heading8"/>
      </w:pPr>
      <w:bookmarkStart w:id="0" w:name="_Toc415085563"/>
      <w:r w:rsidRPr="00E9040D">
        <w:t>Annex A (informative):</w:t>
      </w:r>
      <w:r w:rsidRPr="00E9040D">
        <w:br/>
        <w:t>Change history</w:t>
      </w:r>
      <w:bookmarkEnd w:id="0"/>
    </w:p>
    <w:p w14:paraId="2B483846" w14:textId="77777777" w:rsidR="00E90EBA" w:rsidRPr="00E90EBA" w:rsidRDefault="00E90EBA" w:rsidP="00E90EBA">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525"/>
        <w:gridCol w:w="428"/>
        <w:gridCol w:w="4626"/>
        <w:gridCol w:w="709"/>
        <w:gridCol w:w="666"/>
      </w:tblGrid>
      <w:tr w:rsidR="0093274D" w:rsidRPr="00E9040D" w14:paraId="7C48D59A" w14:textId="77777777">
        <w:trPr>
          <w:tblHeader/>
        </w:trPr>
        <w:tc>
          <w:tcPr>
            <w:tcW w:w="9455" w:type="dxa"/>
            <w:gridSpan w:val="8"/>
            <w:tcBorders>
              <w:bottom w:val="nil"/>
            </w:tcBorders>
            <w:shd w:val="solid" w:color="FFFFFF" w:fill="auto"/>
          </w:tcPr>
          <w:p w14:paraId="0CA3A049" w14:textId="77777777" w:rsidR="0093274D" w:rsidRPr="00E9040D" w:rsidRDefault="0093274D">
            <w:pPr>
              <w:pStyle w:val="TAL"/>
              <w:jc w:val="center"/>
              <w:rPr>
                <w:b/>
                <w:sz w:val="16"/>
              </w:rPr>
            </w:pPr>
            <w:r w:rsidRPr="00E9040D">
              <w:rPr>
                <w:b/>
              </w:rPr>
              <w:t>Change history</w:t>
            </w:r>
          </w:p>
        </w:tc>
      </w:tr>
      <w:tr w:rsidR="0093274D" w:rsidRPr="00E9040D" w14:paraId="7A0ED0D4" w14:textId="77777777" w:rsidTr="00ED0681">
        <w:trPr>
          <w:tblHeader/>
        </w:trPr>
        <w:tc>
          <w:tcPr>
            <w:tcW w:w="800" w:type="dxa"/>
            <w:shd w:val="pct10" w:color="auto" w:fill="FFFFFF"/>
          </w:tcPr>
          <w:p w14:paraId="113760EC" w14:textId="77777777" w:rsidR="0093274D" w:rsidRPr="00E9040D" w:rsidRDefault="0093274D">
            <w:pPr>
              <w:pStyle w:val="TAL"/>
              <w:rPr>
                <w:b/>
                <w:sz w:val="16"/>
              </w:rPr>
            </w:pPr>
            <w:r w:rsidRPr="00E9040D">
              <w:rPr>
                <w:b/>
                <w:sz w:val="16"/>
              </w:rPr>
              <w:t>Date</w:t>
            </w:r>
          </w:p>
        </w:tc>
        <w:tc>
          <w:tcPr>
            <w:tcW w:w="800" w:type="dxa"/>
            <w:shd w:val="pct10" w:color="auto" w:fill="FFFFFF"/>
          </w:tcPr>
          <w:p w14:paraId="148DE779" w14:textId="77777777" w:rsidR="0093274D" w:rsidRPr="00E9040D" w:rsidRDefault="0093274D">
            <w:pPr>
              <w:pStyle w:val="TAL"/>
              <w:rPr>
                <w:b/>
                <w:sz w:val="16"/>
              </w:rPr>
            </w:pPr>
            <w:r w:rsidRPr="00E9040D">
              <w:rPr>
                <w:b/>
                <w:sz w:val="16"/>
              </w:rPr>
              <w:t>TSG #</w:t>
            </w:r>
          </w:p>
        </w:tc>
        <w:tc>
          <w:tcPr>
            <w:tcW w:w="901" w:type="dxa"/>
            <w:shd w:val="pct10" w:color="auto" w:fill="FFFFFF"/>
          </w:tcPr>
          <w:p w14:paraId="22F5C71A" w14:textId="77777777" w:rsidR="0093274D" w:rsidRPr="00E9040D" w:rsidRDefault="0093274D">
            <w:pPr>
              <w:pStyle w:val="TAL"/>
              <w:rPr>
                <w:b/>
                <w:sz w:val="16"/>
              </w:rPr>
            </w:pPr>
            <w:r w:rsidRPr="00E9040D">
              <w:rPr>
                <w:b/>
                <w:sz w:val="16"/>
              </w:rPr>
              <w:t>TSG Doc.</w:t>
            </w:r>
          </w:p>
        </w:tc>
        <w:tc>
          <w:tcPr>
            <w:tcW w:w="525" w:type="dxa"/>
            <w:shd w:val="pct10" w:color="auto" w:fill="FFFFFF"/>
          </w:tcPr>
          <w:p w14:paraId="49E4087C" w14:textId="77777777" w:rsidR="0093274D" w:rsidRPr="00E9040D" w:rsidRDefault="0093274D">
            <w:pPr>
              <w:pStyle w:val="TAL"/>
              <w:rPr>
                <w:b/>
                <w:sz w:val="16"/>
              </w:rPr>
            </w:pPr>
            <w:r w:rsidRPr="00E9040D">
              <w:rPr>
                <w:b/>
                <w:sz w:val="16"/>
              </w:rPr>
              <w:t>CR</w:t>
            </w:r>
          </w:p>
        </w:tc>
        <w:tc>
          <w:tcPr>
            <w:tcW w:w="428" w:type="dxa"/>
            <w:shd w:val="pct10" w:color="auto" w:fill="FFFFFF"/>
          </w:tcPr>
          <w:p w14:paraId="4C26674B" w14:textId="77777777" w:rsidR="0093274D" w:rsidRPr="00E9040D" w:rsidRDefault="0093274D">
            <w:pPr>
              <w:pStyle w:val="TAL"/>
              <w:rPr>
                <w:b/>
                <w:sz w:val="16"/>
              </w:rPr>
            </w:pPr>
            <w:r w:rsidRPr="00E9040D">
              <w:rPr>
                <w:b/>
                <w:sz w:val="16"/>
              </w:rPr>
              <w:t>Rev</w:t>
            </w:r>
          </w:p>
        </w:tc>
        <w:tc>
          <w:tcPr>
            <w:tcW w:w="4626" w:type="dxa"/>
            <w:shd w:val="pct10" w:color="auto" w:fill="FFFFFF"/>
          </w:tcPr>
          <w:p w14:paraId="785597D0" w14:textId="77777777" w:rsidR="0093274D" w:rsidRPr="00E9040D" w:rsidRDefault="0093274D">
            <w:pPr>
              <w:pStyle w:val="TAL"/>
              <w:rPr>
                <w:b/>
                <w:sz w:val="16"/>
              </w:rPr>
            </w:pPr>
            <w:r w:rsidRPr="00E9040D">
              <w:rPr>
                <w:b/>
                <w:sz w:val="16"/>
              </w:rPr>
              <w:t>Subject/Comment</w:t>
            </w:r>
          </w:p>
        </w:tc>
        <w:tc>
          <w:tcPr>
            <w:tcW w:w="709" w:type="dxa"/>
            <w:shd w:val="pct10" w:color="auto" w:fill="FFFFFF"/>
          </w:tcPr>
          <w:p w14:paraId="06ADF22A" w14:textId="77777777" w:rsidR="0093274D" w:rsidRPr="00E9040D" w:rsidRDefault="0093274D">
            <w:pPr>
              <w:pStyle w:val="TAL"/>
              <w:rPr>
                <w:b/>
                <w:sz w:val="16"/>
              </w:rPr>
            </w:pPr>
            <w:r w:rsidRPr="00E9040D">
              <w:rPr>
                <w:b/>
                <w:sz w:val="16"/>
              </w:rPr>
              <w:t>Old</w:t>
            </w:r>
          </w:p>
        </w:tc>
        <w:tc>
          <w:tcPr>
            <w:tcW w:w="666" w:type="dxa"/>
            <w:shd w:val="pct10" w:color="auto" w:fill="FFFFFF"/>
          </w:tcPr>
          <w:p w14:paraId="5A2FE270" w14:textId="77777777" w:rsidR="0093274D" w:rsidRPr="00E9040D" w:rsidRDefault="0093274D">
            <w:pPr>
              <w:pStyle w:val="TAL"/>
              <w:rPr>
                <w:b/>
                <w:sz w:val="16"/>
              </w:rPr>
            </w:pPr>
            <w:r w:rsidRPr="00E9040D">
              <w:rPr>
                <w:b/>
                <w:sz w:val="16"/>
              </w:rPr>
              <w:t>New</w:t>
            </w:r>
          </w:p>
        </w:tc>
      </w:tr>
      <w:tr w:rsidR="0093274D" w:rsidRPr="00E9040D" w14:paraId="5CAB83B8" w14:textId="77777777" w:rsidTr="00ED0681">
        <w:tc>
          <w:tcPr>
            <w:tcW w:w="800" w:type="dxa"/>
            <w:shd w:val="solid" w:color="FFFFFF" w:fill="auto"/>
          </w:tcPr>
          <w:p w14:paraId="256E55A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2006-09</w:t>
            </w:r>
          </w:p>
        </w:tc>
        <w:tc>
          <w:tcPr>
            <w:tcW w:w="800" w:type="dxa"/>
            <w:shd w:val="solid" w:color="FFFFFF" w:fill="auto"/>
          </w:tcPr>
          <w:p w14:paraId="14D9565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0D1290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320F0CE"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1C2C5E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82F42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Draft version created</w:t>
            </w:r>
          </w:p>
        </w:tc>
        <w:tc>
          <w:tcPr>
            <w:tcW w:w="709" w:type="dxa"/>
            <w:shd w:val="solid" w:color="FFFFFF" w:fill="auto"/>
          </w:tcPr>
          <w:p w14:paraId="7818086F" w14:textId="77777777" w:rsidR="0093274D" w:rsidRPr="00E9040D" w:rsidRDefault="0093274D">
            <w:pPr>
              <w:spacing w:after="0"/>
              <w:rPr>
                <w:rFonts w:ascii="Arial" w:hAnsi="Arial"/>
                <w:snapToGrid w:val="0"/>
                <w:sz w:val="16"/>
                <w:lang w:val="en-AU"/>
              </w:rPr>
            </w:pPr>
          </w:p>
        </w:tc>
        <w:tc>
          <w:tcPr>
            <w:tcW w:w="666" w:type="dxa"/>
            <w:shd w:val="solid" w:color="FFFFFF" w:fill="auto"/>
          </w:tcPr>
          <w:p w14:paraId="4D0890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0.0.0</w:t>
            </w:r>
          </w:p>
        </w:tc>
      </w:tr>
      <w:tr w:rsidR="0093274D" w:rsidRPr="00E9040D" w14:paraId="5C6F6F22" w14:textId="77777777" w:rsidTr="00ED0681">
        <w:tc>
          <w:tcPr>
            <w:tcW w:w="800" w:type="dxa"/>
            <w:shd w:val="solid" w:color="FFFFFF" w:fill="auto"/>
          </w:tcPr>
          <w:p w14:paraId="3AE9249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2006-10</w:t>
            </w:r>
          </w:p>
        </w:tc>
        <w:tc>
          <w:tcPr>
            <w:tcW w:w="800" w:type="dxa"/>
            <w:shd w:val="solid" w:color="FFFFFF" w:fill="auto"/>
          </w:tcPr>
          <w:p w14:paraId="1D2D0979"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3D13A47"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CB58F08"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C3D0C9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1D179E1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E18D7E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0.0.0</w:t>
            </w:r>
          </w:p>
        </w:tc>
        <w:tc>
          <w:tcPr>
            <w:tcW w:w="666" w:type="dxa"/>
            <w:shd w:val="solid" w:color="FFFFFF" w:fill="auto"/>
          </w:tcPr>
          <w:p w14:paraId="0A1ED8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0.1.0</w:t>
            </w:r>
          </w:p>
        </w:tc>
      </w:tr>
      <w:tr w:rsidR="0093274D" w:rsidRPr="00E9040D" w14:paraId="408C015E" w14:textId="77777777" w:rsidTr="00ED0681">
        <w:tc>
          <w:tcPr>
            <w:tcW w:w="800" w:type="dxa"/>
            <w:shd w:val="solid" w:color="FFFFFF" w:fill="auto"/>
          </w:tcPr>
          <w:p w14:paraId="3A075C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2007-01</w:t>
            </w:r>
          </w:p>
        </w:tc>
        <w:tc>
          <w:tcPr>
            <w:tcW w:w="800" w:type="dxa"/>
            <w:shd w:val="solid" w:color="FFFFFF" w:fill="auto"/>
          </w:tcPr>
          <w:p w14:paraId="4777121F"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3DFF1B3C"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EC49CD1"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57C0FDD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1D68A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Inclusion of decisions from RAN1#46bis and RAN1#47</w:t>
            </w:r>
          </w:p>
        </w:tc>
        <w:tc>
          <w:tcPr>
            <w:tcW w:w="709" w:type="dxa"/>
            <w:shd w:val="solid" w:color="FFFFFF" w:fill="auto"/>
          </w:tcPr>
          <w:p w14:paraId="3E82AA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0.1.0</w:t>
            </w:r>
          </w:p>
        </w:tc>
        <w:tc>
          <w:tcPr>
            <w:tcW w:w="666" w:type="dxa"/>
            <w:shd w:val="solid" w:color="FFFFFF" w:fill="auto"/>
          </w:tcPr>
          <w:p w14:paraId="35C4235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0.1.1</w:t>
            </w:r>
          </w:p>
        </w:tc>
      </w:tr>
      <w:tr w:rsidR="0093274D" w:rsidRPr="00E9040D" w14:paraId="5DC69F13" w14:textId="77777777" w:rsidTr="00ED0681">
        <w:tc>
          <w:tcPr>
            <w:tcW w:w="800" w:type="dxa"/>
            <w:shd w:val="solid" w:color="FFFFFF" w:fill="auto"/>
          </w:tcPr>
          <w:p w14:paraId="561D414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2007-01</w:t>
            </w:r>
          </w:p>
        </w:tc>
        <w:tc>
          <w:tcPr>
            <w:tcW w:w="800" w:type="dxa"/>
            <w:shd w:val="solid" w:color="FFFFFF" w:fill="auto"/>
          </w:tcPr>
          <w:p w14:paraId="3B5EEBC2"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3874193"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36EB84E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456B6B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DAB41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7E0904D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0.1.1</w:t>
            </w:r>
          </w:p>
        </w:tc>
        <w:tc>
          <w:tcPr>
            <w:tcW w:w="666" w:type="dxa"/>
            <w:shd w:val="solid" w:color="FFFFFF" w:fill="auto"/>
          </w:tcPr>
          <w:p w14:paraId="3B0C31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0.2.0</w:t>
            </w:r>
          </w:p>
        </w:tc>
      </w:tr>
      <w:tr w:rsidR="0093274D" w:rsidRPr="00E9040D" w14:paraId="6F836420" w14:textId="77777777" w:rsidTr="00ED0681">
        <w:tc>
          <w:tcPr>
            <w:tcW w:w="800" w:type="dxa"/>
            <w:shd w:val="solid" w:color="FFFFFF" w:fill="auto"/>
          </w:tcPr>
          <w:p w14:paraId="27D18A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2CA9C8A6"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8835D6D"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32A3DF43"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53B8DDD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622518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Inclusion of decisions from RAN1#47bis</w:t>
            </w:r>
          </w:p>
        </w:tc>
        <w:tc>
          <w:tcPr>
            <w:tcW w:w="709" w:type="dxa"/>
            <w:shd w:val="solid" w:color="FFFFFF" w:fill="auto"/>
          </w:tcPr>
          <w:p w14:paraId="1D9F51A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0.2.0</w:t>
            </w:r>
          </w:p>
        </w:tc>
        <w:tc>
          <w:tcPr>
            <w:tcW w:w="666" w:type="dxa"/>
            <w:shd w:val="solid" w:color="FFFFFF" w:fill="auto"/>
          </w:tcPr>
          <w:p w14:paraId="040C86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0.2.1</w:t>
            </w:r>
          </w:p>
        </w:tc>
      </w:tr>
      <w:tr w:rsidR="0093274D" w:rsidRPr="00E9040D" w14:paraId="352400B9" w14:textId="77777777" w:rsidTr="00ED0681">
        <w:tc>
          <w:tcPr>
            <w:tcW w:w="800" w:type="dxa"/>
            <w:shd w:val="solid" w:color="FFFFFF" w:fill="auto"/>
          </w:tcPr>
          <w:p w14:paraId="1EA5174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3E7B2882"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5CDC6AA"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124B2D85"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91DFEE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EC928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461C153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0.2.1</w:t>
            </w:r>
          </w:p>
        </w:tc>
        <w:tc>
          <w:tcPr>
            <w:tcW w:w="666" w:type="dxa"/>
            <w:shd w:val="solid" w:color="FFFFFF" w:fill="auto"/>
          </w:tcPr>
          <w:p w14:paraId="3E67F4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0.3.0</w:t>
            </w:r>
          </w:p>
        </w:tc>
      </w:tr>
      <w:tr w:rsidR="0093274D" w:rsidRPr="00E9040D" w14:paraId="668640DC" w14:textId="77777777" w:rsidTr="00ED0681">
        <w:tc>
          <w:tcPr>
            <w:tcW w:w="800" w:type="dxa"/>
            <w:shd w:val="solid" w:color="FFFFFF" w:fill="auto"/>
          </w:tcPr>
          <w:p w14:paraId="413C96C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4C71BE9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2A88BD4"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70924F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4DC3FF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08DF86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Editor</w:t>
            </w:r>
            <w:r w:rsidR="00985902">
              <w:rPr>
                <w:rFonts w:ascii="Arial" w:hAnsi="Arial"/>
                <w:snapToGrid w:val="0"/>
                <w:sz w:val="16"/>
                <w:lang w:val="en-AU"/>
              </w:rPr>
              <w:t>'</w:t>
            </w:r>
            <w:r w:rsidRPr="00E9040D">
              <w:rPr>
                <w:rFonts w:ascii="Arial" w:hAnsi="Arial"/>
                <w:snapToGrid w:val="0"/>
                <w:sz w:val="16"/>
                <w:lang w:val="en-AU"/>
              </w:rPr>
              <w:t>s version including decisions from RAN1#48 &amp; RAN1#47bis</w:t>
            </w:r>
          </w:p>
        </w:tc>
        <w:tc>
          <w:tcPr>
            <w:tcW w:w="709" w:type="dxa"/>
            <w:shd w:val="solid" w:color="FFFFFF" w:fill="auto"/>
          </w:tcPr>
          <w:p w14:paraId="4180AC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0.3.0</w:t>
            </w:r>
          </w:p>
        </w:tc>
        <w:tc>
          <w:tcPr>
            <w:tcW w:w="666" w:type="dxa"/>
            <w:shd w:val="solid" w:color="FFFFFF" w:fill="auto"/>
          </w:tcPr>
          <w:p w14:paraId="0058B7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0.3.1</w:t>
            </w:r>
          </w:p>
        </w:tc>
      </w:tr>
      <w:tr w:rsidR="0093274D" w:rsidRPr="00E9040D" w14:paraId="1E2A8A7B" w14:textId="77777777" w:rsidTr="00ED0681">
        <w:tc>
          <w:tcPr>
            <w:tcW w:w="800" w:type="dxa"/>
            <w:shd w:val="solid" w:color="FFFFFF" w:fill="auto"/>
          </w:tcPr>
          <w:p w14:paraId="4773314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29376F74"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EBB811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A553CC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309992E"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24628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789F635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0.3.1</w:t>
            </w:r>
          </w:p>
        </w:tc>
        <w:tc>
          <w:tcPr>
            <w:tcW w:w="666" w:type="dxa"/>
            <w:shd w:val="solid" w:color="FFFFFF" w:fill="auto"/>
          </w:tcPr>
          <w:p w14:paraId="15B364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0.3.2</w:t>
            </w:r>
          </w:p>
        </w:tc>
      </w:tr>
      <w:tr w:rsidR="0093274D" w:rsidRPr="00E9040D" w14:paraId="03BBAEFC" w14:textId="77777777" w:rsidTr="00ED0681">
        <w:tc>
          <w:tcPr>
            <w:tcW w:w="800" w:type="dxa"/>
            <w:shd w:val="solid" w:color="FFFFFF" w:fill="auto"/>
          </w:tcPr>
          <w:p w14:paraId="610F62A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264895E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35</w:t>
            </w:r>
          </w:p>
        </w:tc>
        <w:tc>
          <w:tcPr>
            <w:tcW w:w="901" w:type="dxa"/>
            <w:shd w:val="solid" w:color="FFFFFF" w:fill="auto"/>
          </w:tcPr>
          <w:p w14:paraId="49ACAF9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RP-070171</w:t>
            </w:r>
          </w:p>
        </w:tc>
        <w:tc>
          <w:tcPr>
            <w:tcW w:w="525" w:type="dxa"/>
            <w:shd w:val="solid" w:color="FFFFFF" w:fill="auto"/>
          </w:tcPr>
          <w:p w14:paraId="00D81AEE"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D8DDA5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5FE89E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For information at RAN#35</w:t>
            </w:r>
          </w:p>
        </w:tc>
        <w:tc>
          <w:tcPr>
            <w:tcW w:w="709" w:type="dxa"/>
            <w:shd w:val="solid" w:color="FFFFFF" w:fill="auto"/>
          </w:tcPr>
          <w:p w14:paraId="50FC8A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0.3.2</w:t>
            </w:r>
          </w:p>
        </w:tc>
        <w:tc>
          <w:tcPr>
            <w:tcW w:w="666" w:type="dxa"/>
            <w:shd w:val="solid" w:color="FFFFFF" w:fill="auto"/>
          </w:tcPr>
          <w:p w14:paraId="0362E36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1.0.0</w:t>
            </w:r>
          </w:p>
        </w:tc>
      </w:tr>
      <w:tr w:rsidR="0093274D" w:rsidRPr="00E9040D" w14:paraId="3C889174" w14:textId="77777777" w:rsidTr="00ED0681">
        <w:tc>
          <w:tcPr>
            <w:tcW w:w="800" w:type="dxa"/>
            <w:shd w:val="solid" w:color="FFFFFF" w:fill="auto"/>
          </w:tcPr>
          <w:p w14:paraId="5234999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46F61259"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92AB2E7"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61E2834"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DF91606"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7CEDA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Random access text modified to better reflect RAN1 scope</w:t>
            </w:r>
          </w:p>
        </w:tc>
        <w:tc>
          <w:tcPr>
            <w:tcW w:w="709" w:type="dxa"/>
            <w:shd w:val="solid" w:color="FFFFFF" w:fill="auto"/>
          </w:tcPr>
          <w:p w14:paraId="25AC65E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1.0.0</w:t>
            </w:r>
          </w:p>
        </w:tc>
        <w:tc>
          <w:tcPr>
            <w:tcW w:w="666" w:type="dxa"/>
            <w:shd w:val="solid" w:color="FFFFFF" w:fill="auto"/>
          </w:tcPr>
          <w:p w14:paraId="61CE25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1.0.1</w:t>
            </w:r>
          </w:p>
        </w:tc>
      </w:tr>
      <w:tr w:rsidR="0093274D" w:rsidRPr="00E9040D" w14:paraId="55A56CF8" w14:textId="77777777" w:rsidTr="00ED0681">
        <w:tc>
          <w:tcPr>
            <w:tcW w:w="800" w:type="dxa"/>
            <w:shd w:val="solid" w:color="FFFFFF" w:fill="auto"/>
          </w:tcPr>
          <w:p w14:paraId="5E40D1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77B8BF1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58724F5"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CA17198"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88F9C9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87785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2C3FE9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1.0.1</w:t>
            </w:r>
          </w:p>
        </w:tc>
        <w:tc>
          <w:tcPr>
            <w:tcW w:w="666" w:type="dxa"/>
            <w:shd w:val="solid" w:color="FFFFFF" w:fill="auto"/>
          </w:tcPr>
          <w:p w14:paraId="2ADF5AA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1.0.2</w:t>
            </w:r>
          </w:p>
        </w:tc>
      </w:tr>
      <w:tr w:rsidR="0093274D" w:rsidRPr="00E9040D" w14:paraId="442F342D" w14:textId="77777777" w:rsidTr="00ED0681">
        <w:tc>
          <w:tcPr>
            <w:tcW w:w="800" w:type="dxa"/>
            <w:shd w:val="solid" w:color="FFFFFF" w:fill="auto"/>
          </w:tcPr>
          <w:p w14:paraId="465237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5B2F53B8"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1ABB28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2EDBCF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5771F3B"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5F5E9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610C57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1.0.2</w:t>
            </w:r>
          </w:p>
        </w:tc>
        <w:tc>
          <w:tcPr>
            <w:tcW w:w="666" w:type="dxa"/>
            <w:shd w:val="solid" w:color="FFFFFF" w:fill="auto"/>
          </w:tcPr>
          <w:p w14:paraId="6C74495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1.1.0</w:t>
            </w:r>
          </w:p>
        </w:tc>
      </w:tr>
      <w:tr w:rsidR="0093274D" w:rsidRPr="00E9040D" w14:paraId="476E7086" w14:textId="77777777" w:rsidTr="00ED0681">
        <w:tc>
          <w:tcPr>
            <w:tcW w:w="800" w:type="dxa"/>
            <w:shd w:val="solid" w:color="FFFFFF" w:fill="auto"/>
          </w:tcPr>
          <w:p w14:paraId="61F16F9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065324D7"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3EB900E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A65867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3E4ABE6"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6A345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70A10EF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1.1.0</w:t>
            </w:r>
          </w:p>
        </w:tc>
        <w:tc>
          <w:tcPr>
            <w:tcW w:w="666" w:type="dxa"/>
            <w:shd w:val="solid" w:color="FFFFFF" w:fill="auto"/>
          </w:tcPr>
          <w:p w14:paraId="6DC8B2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1.1.1</w:t>
            </w:r>
          </w:p>
        </w:tc>
      </w:tr>
      <w:tr w:rsidR="0093274D" w:rsidRPr="00E9040D" w14:paraId="52B23A50" w14:textId="77777777" w:rsidTr="00ED0681">
        <w:tc>
          <w:tcPr>
            <w:tcW w:w="800" w:type="dxa"/>
            <w:shd w:val="solid" w:color="FFFFFF" w:fill="auto"/>
          </w:tcPr>
          <w:p w14:paraId="72DF92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05F3FB76"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C028A72"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8863A8B"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080952E"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FE7BF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78A6CD5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1.1.1</w:t>
            </w:r>
          </w:p>
        </w:tc>
        <w:tc>
          <w:tcPr>
            <w:tcW w:w="666" w:type="dxa"/>
            <w:shd w:val="solid" w:color="FFFFFF" w:fill="auto"/>
          </w:tcPr>
          <w:p w14:paraId="3221B89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1.1.2</w:t>
            </w:r>
          </w:p>
        </w:tc>
      </w:tr>
      <w:tr w:rsidR="0093274D" w:rsidRPr="00E9040D" w14:paraId="27E3106B" w14:textId="77777777" w:rsidTr="00ED0681">
        <w:tc>
          <w:tcPr>
            <w:tcW w:w="800" w:type="dxa"/>
            <w:shd w:val="solid" w:color="FFFFFF" w:fill="auto"/>
          </w:tcPr>
          <w:p w14:paraId="1A73EC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6C3C11C5"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57829253"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7345963"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E55FFA2"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43CCD6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BA1DE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1.1.2</w:t>
            </w:r>
          </w:p>
        </w:tc>
        <w:tc>
          <w:tcPr>
            <w:tcW w:w="666" w:type="dxa"/>
            <w:shd w:val="solid" w:color="FFFFFF" w:fill="auto"/>
          </w:tcPr>
          <w:p w14:paraId="7BD4A5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1.2.0</w:t>
            </w:r>
          </w:p>
        </w:tc>
      </w:tr>
      <w:tr w:rsidR="0093274D" w:rsidRPr="00E9040D" w14:paraId="39FB479E" w14:textId="77777777" w:rsidTr="00ED0681">
        <w:tc>
          <w:tcPr>
            <w:tcW w:w="800" w:type="dxa"/>
            <w:shd w:val="solid" w:color="FFFFFF" w:fill="auto"/>
          </w:tcPr>
          <w:p w14:paraId="4CF9A75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w:t>
            </w:r>
            <w:r w:rsidRPr="00E9040D">
              <w:rPr>
                <w:rFonts w:ascii="Arial" w:hAnsi="Arial" w:cs="Arial"/>
                <w:snapToGrid w:val="0"/>
                <w:sz w:val="16"/>
                <w:szCs w:val="16"/>
                <w:lang w:val="en-AU"/>
              </w:rPr>
              <w:t>-</w:t>
            </w:r>
            <w:r w:rsidRPr="00E9040D">
              <w:rPr>
                <w:rFonts w:ascii="Arial" w:hAnsi="Arial" w:cs="Arial"/>
                <w:sz w:val="16"/>
                <w:szCs w:val="16"/>
              </w:rPr>
              <w:t>08</w:t>
            </w:r>
          </w:p>
        </w:tc>
        <w:tc>
          <w:tcPr>
            <w:tcW w:w="800" w:type="dxa"/>
            <w:shd w:val="solid" w:color="FFFFFF" w:fill="auto"/>
          </w:tcPr>
          <w:p w14:paraId="2094D57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8CD5C65"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95E4A5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1568F32"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0C055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5DA5448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1.2.0</w:t>
            </w:r>
          </w:p>
        </w:tc>
        <w:tc>
          <w:tcPr>
            <w:tcW w:w="666" w:type="dxa"/>
            <w:shd w:val="solid" w:color="FFFFFF" w:fill="auto"/>
          </w:tcPr>
          <w:p w14:paraId="284354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1.2.1</w:t>
            </w:r>
          </w:p>
        </w:tc>
      </w:tr>
      <w:tr w:rsidR="0093274D" w:rsidRPr="00E9040D" w14:paraId="6F739A17" w14:textId="77777777" w:rsidTr="00ED0681">
        <w:tc>
          <w:tcPr>
            <w:tcW w:w="800" w:type="dxa"/>
            <w:shd w:val="solid" w:color="FFFFFF" w:fill="auto"/>
          </w:tcPr>
          <w:p w14:paraId="77F73F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2007-08</w:t>
            </w:r>
          </w:p>
        </w:tc>
        <w:tc>
          <w:tcPr>
            <w:tcW w:w="800" w:type="dxa"/>
            <w:shd w:val="solid" w:color="FFFFFF" w:fill="auto"/>
          </w:tcPr>
          <w:p w14:paraId="6343808D"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FA78182"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8201B5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2C68F0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66A14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 uplink power control from RAN1#49bis</w:t>
            </w:r>
          </w:p>
        </w:tc>
        <w:tc>
          <w:tcPr>
            <w:tcW w:w="709" w:type="dxa"/>
            <w:shd w:val="solid" w:color="FFFFFF" w:fill="auto"/>
          </w:tcPr>
          <w:p w14:paraId="0E9B90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1.2.1</w:t>
            </w:r>
          </w:p>
        </w:tc>
        <w:tc>
          <w:tcPr>
            <w:tcW w:w="666" w:type="dxa"/>
            <w:shd w:val="solid" w:color="FFFFFF" w:fill="auto"/>
          </w:tcPr>
          <w:p w14:paraId="01031CC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1.2.2</w:t>
            </w:r>
          </w:p>
        </w:tc>
      </w:tr>
      <w:tr w:rsidR="0093274D" w:rsidRPr="00E9040D" w14:paraId="71C7038E" w14:textId="77777777" w:rsidTr="00ED0681">
        <w:tc>
          <w:tcPr>
            <w:tcW w:w="800" w:type="dxa"/>
            <w:shd w:val="solid" w:color="FFFFFF" w:fill="auto"/>
          </w:tcPr>
          <w:p w14:paraId="40EB4D1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2007-08</w:t>
            </w:r>
          </w:p>
        </w:tc>
        <w:tc>
          <w:tcPr>
            <w:tcW w:w="800" w:type="dxa"/>
            <w:shd w:val="solid" w:color="FFFFFF" w:fill="auto"/>
          </w:tcPr>
          <w:p w14:paraId="1DF9E7A4"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7384876"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5408E1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897DD2C"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50CD2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07F4598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1.2.2</w:t>
            </w:r>
          </w:p>
        </w:tc>
        <w:tc>
          <w:tcPr>
            <w:tcW w:w="666" w:type="dxa"/>
            <w:shd w:val="solid" w:color="FFFFFF" w:fill="auto"/>
          </w:tcPr>
          <w:p w14:paraId="441B98F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1.3.0</w:t>
            </w:r>
          </w:p>
        </w:tc>
      </w:tr>
      <w:tr w:rsidR="0093274D" w:rsidRPr="00E9040D" w14:paraId="30FA53AC" w14:textId="77777777" w:rsidTr="00ED0681">
        <w:tc>
          <w:tcPr>
            <w:tcW w:w="800" w:type="dxa"/>
            <w:shd w:val="solid" w:color="FFFFFF" w:fill="auto"/>
          </w:tcPr>
          <w:p w14:paraId="7AE04CA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09E99C6E"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222E1E1"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F405E3C"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36C1A6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53DF6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RAN#50 decisions</w:t>
            </w:r>
          </w:p>
        </w:tc>
        <w:tc>
          <w:tcPr>
            <w:tcW w:w="709" w:type="dxa"/>
            <w:shd w:val="solid" w:color="FFFFFF" w:fill="auto"/>
          </w:tcPr>
          <w:p w14:paraId="251EBEB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1.3.0</w:t>
            </w:r>
          </w:p>
        </w:tc>
        <w:tc>
          <w:tcPr>
            <w:tcW w:w="666" w:type="dxa"/>
            <w:shd w:val="solid" w:color="FFFFFF" w:fill="auto"/>
          </w:tcPr>
          <w:p w14:paraId="27883F8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1.3.1</w:t>
            </w:r>
          </w:p>
        </w:tc>
      </w:tr>
      <w:tr w:rsidR="0093274D" w:rsidRPr="00E9040D" w14:paraId="7C560067" w14:textId="77777777" w:rsidTr="00ED0681">
        <w:tc>
          <w:tcPr>
            <w:tcW w:w="800" w:type="dxa"/>
            <w:shd w:val="solid" w:color="FFFFFF" w:fill="auto"/>
          </w:tcPr>
          <w:p w14:paraId="0E68AC5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60A8BB6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4296B67"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40A2F3B"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5C291A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4595A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comments</w:t>
            </w:r>
          </w:p>
        </w:tc>
        <w:tc>
          <w:tcPr>
            <w:tcW w:w="709" w:type="dxa"/>
            <w:shd w:val="solid" w:color="FFFFFF" w:fill="auto"/>
          </w:tcPr>
          <w:p w14:paraId="52F2B7B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1.3.1</w:t>
            </w:r>
          </w:p>
        </w:tc>
        <w:tc>
          <w:tcPr>
            <w:tcW w:w="666" w:type="dxa"/>
            <w:shd w:val="solid" w:color="FFFFFF" w:fill="auto"/>
          </w:tcPr>
          <w:p w14:paraId="447FF7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1.3.2</w:t>
            </w:r>
          </w:p>
        </w:tc>
      </w:tr>
      <w:tr w:rsidR="0093274D" w:rsidRPr="00E9040D" w14:paraId="7CC76011" w14:textId="77777777" w:rsidTr="00ED0681">
        <w:tc>
          <w:tcPr>
            <w:tcW w:w="800" w:type="dxa"/>
            <w:shd w:val="solid" w:color="FFFFFF" w:fill="auto"/>
          </w:tcPr>
          <w:p w14:paraId="0A5A650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48E3AAD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11D00DF"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30B748E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27469E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70EE42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further comments</w:t>
            </w:r>
          </w:p>
        </w:tc>
        <w:tc>
          <w:tcPr>
            <w:tcW w:w="709" w:type="dxa"/>
            <w:shd w:val="solid" w:color="FFFFFF" w:fill="auto"/>
          </w:tcPr>
          <w:p w14:paraId="2152CE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1.3.2</w:t>
            </w:r>
          </w:p>
        </w:tc>
        <w:tc>
          <w:tcPr>
            <w:tcW w:w="666" w:type="dxa"/>
            <w:shd w:val="solid" w:color="FFFFFF" w:fill="auto"/>
          </w:tcPr>
          <w:p w14:paraId="00D4BF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1.3.3</w:t>
            </w:r>
          </w:p>
        </w:tc>
      </w:tr>
      <w:tr w:rsidR="0093274D" w:rsidRPr="00E9040D" w14:paraId="7E602CF4" w14:textId="77777777" w:rsidTr="00ED0681">
        <w:tc>
          <w:tcPr>
            <w:tcW w:w="800" w:type="dxa"/>
            <w:shd w:val="solid" w:color="FFFFFF" w:fill="auto"/>
          </w:tcPr>
          <w:p w14:paraId="07BD665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080ACCEE"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1646CFA"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4B5743C"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038EB3A"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2A4EA3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further comments</w:t>
            </w:r>
          </w:p>
        </w:tc>
        <w:tc>
          <w:tcPr>
            <w:tcW w:w="709" w:type="dxa"/>
            <w:shd w:val="solid" w:color="FFFFFF" w:fill="auto"/>
          </w:tcPr>
          <w:p w14:paraId="0BB9E0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1.3.3</w:t>
            </w:r>
          </w:p>
        </w:tc>
        <w:tc>
          <w:tcPr>
            <w:tcW w:w="666" w:type="dxa"/>
            <w:shd w:val="solid" w:color="FFFFFF" w:fill="auto"/>
          </w:tcPr>
          <w:p w14:paraId="74F1E16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1.3.4</w:t>
            </w:r>
          </w:p>
        </w:tc>
      </w:tr>
      <w:tr w:rsidR="0093274D" w:rsidRPr="00E9040D" w14:paraId="015EAAC6" w14:textId="77777777" w:rsidTr="00ED0681">
        <w:tc>
          <w:tcPr>
            <w:tcW w:w="800" w:type="dxa"/>
            <w:shd w:val="solid" w:color="FFFFFF" w:fill="auto"/>
          </w:tcPr>
          <w:p w14:paraId="4AA97EC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6370A487"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364B6E4"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9C93F9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89959F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E1C8D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 xml:space="preserve">Updated </w:t>
            </w:r>
            <w:r w:rsidR="000D6D1C" w:rsidRPr="00E9040D">
              <w:rPr>
                <w:rFonts w:ascii="Arial" w:hAnsi="Arial"/>
                <w:snapToGrid w:val="0"/>
                <w:sz w:val="16"/>
                <w:lang w:val="en-AU"/>
              </w:rPr>
              <w:t>Editor</w:t>
            </w:r>
            <w:r w:rsidR="000D6D1C">
              <w:rPr>
                <w:rFonts w:ascii="Arial" w:hAnsi="Arial"/>
                <w:snapToGrid w:val="0"/>
                <w:sz w:val="16"/>
                <w:lang w:val="en-AU"/>
              </w:rPr>
              <w:t>'</w:t>
            </w:r>
            <w:r w:rsidR="000D6D1C" w:rsidRPr="00E9040D">
              <w:rPr>
                <w:rFonts w:ascii="Arial" w:hAnsi="Arial"/>
                <w:snapToGrid w:val="0"/>
                <w:sz w:val="16"/>
                <w:lang w:val="en-AU"/>
              </w:rPr>
              <w:t>s</w:t>
            </w:r>
            <w:r w:rsidRPr="00E9040D">
              <w:rPr>
                <w:rFonts w:ascii="Arial" w:hAnsi="Arial"/>
                <w:snapToGrid w:val="0"/>
                <w:sz w:val="16"/>
                <w:lang w:val="en-AU"/>
              </w:rPr>
              <w:t xml:space="preserve"> version reflecting further comments</w:t>
            </w:r>
          </w:p>
        </w:tc>
        <w:tc>
          <w:tcPr>
            <w:tcW w:w="709" w:type="dxa"/>
            <w:shd w:val="solid" w:color="FFFFFF" w:fill="auto"/>
          </w:tcPr>
          <w:p w14:paraId="587BB8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1.3.4</w:t>
            </w:r>
          </w:p>
        </w:tc>
        <w:tc>
          <w:tcPr>
            <w:tcW w:w="666" w:type="dxa"/>
            <w:shd w:val="solid" w:color="FFFFFF" w:fill="auto"/>
          </w:tcPr>
          <w:p w14:paraId="1D73DF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1.3.5</w:t>
            </w:r>
          </w:p>
        </w:tc>
      </w:tr>
      <w:tr w:rsidR="0093274D" w:rsidRPr="00E9040D" w14:paraId="20841494" w14:textId="77777777" w:rsidTr="00ED0681">
        <w:tc>
          <w:tcPr>
            <w:tcW w:w="800" w:type="dxa"/>
            <w:shd w:val="solid" w:color="FFFFFF" w:fill="auto"/>
          </w:tcPr>
          <w:p w14:paraId="27CA30D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12C089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37</w:t>
            </w:r>
          </w:p>
        </w:tc>
        <w:tc>
          <w:tcPr>
            <w:tcW w:w="901" w:type="dxa"/>
            <w:shd w:val="solid" w:color="FFFFFF" w:fill="auto"/>
          </w:tcPr>
          <w:p w14:paraId="7F73D0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RP-070731</w:t>
            </w:r>
          </w:p>
        </w:tc>
        <w:tc>
          <w:tcPr>
            <w:tcW w:w="525" w:type="dxa"/>
            <w:shd w:val="solid" w:color="FFFFFF" w:fill="auto"/>
          </w:tcPr>
          <w:p w14:paraId="1912E88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57038E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D42A0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4003C3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1.3.5</w:t>
            </w:r>
          </w:p>
        </w:tc>
        <w:tc>
          <w:tcPr>
            <w:tcW w:w="666" w:type="dxa"/>
            <w:shd w:val="solid" w:color="FFFFFF" w:fill="auto"/>
          </w:tcPr>
          <w:p w14:paraId="6B686F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2.0.0</w:t>
            </w:r>
          </w:p>
        </w:tc>
      </w:tr>
      <w:tr w:rsidR="0093274D" w:rsidRPr="00E9040D" w14:paraId="65AE7940" w14:textId="77777777" w:rsidTr="00ED0681">
        <w:tc>
          <w:tcPr>
            <w:tcW w:w="800" w:type="dxa"/>
            <w:shd w:val="solid" w:color="FFFFFF" w:fill="auto"/>
          </w:tcPr>
          <w:p w14:paraId="06163F9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1E935F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37</w:t>
            </w:r>
          </w:p>
        </w:tc>
        <w:tc>
          <w:tcPr>
            <w:tcW w:w="901" w:type="dxa"/>
            <w:shd w:val="solid" w:color="FFFFFF" w:fill="auto"/>
          </w:tcPr>
          <w:p w14:paraId="16CA2A1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RP-070737</w:t>
            </w:r>
          </w:p>
        </w:tc>
        <w:tc>
          <w:tcPr>
            <w:tcW w:w="525" w:type="dxa"/>
            <w:shd w:val="solid" w:color="FFFFFF" w:fill="auto"/>
          </w:tcPr>
          <w:p w14:paraId="64BCAD2F"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54CCA3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5DF5F67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For approval at RAN#37</w:t>
            </w:r>
          </w:p>
        </w:tc>
        <w:tc>
          <w:tcPr>
            <w:tcW w:w="709" w:type="dxa"/>
            <w:shd w:val="solid" w:color="FFFFFF" w:fill="auto"/>
          </w:tcPr>
          <w:p w14:paraId="3FFD41A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2.0.0</w:t>
            </w:r>
          </w:p>
        </w:tc>
        <w:tc>
          <w:tcPr>
            <w:tcW w:w="666" w:type="dxa"/>
            <w:shd w:val="solid" w:color="FFFFFF" w:fill="auto"/>
          </w:tcPr>
          <w:p w14:paraId="71CD22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2.1.0</w:t>
            </w:r>
          </w:p>
        </w:tc>
      </w:tr>
      <w:tr w:rsidR="0093274D" w:rsidRPr="00E9040D" w14:paraId="2ED3CFC8" w14:textId="77777777" w:rsidTr="00ED0681">
        <w:tc>
          <w:tcPr>
            <w:tcW w:w="800" w:type="dxa"/>
            <w:shd w:val="solid" w:color="FFFFFF" w:fill="auto"/>
          </w:tcPr>
          <w:p w14:paraId="716E7B5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12/09/07</w:t>
            </w:r>
          </w:p>
        </w:tc>
        <w:tc>
          <w:tcPr>
            <w:tcW w:w="800" w:type="dxa"/>
            <w:shd w:val="solid" w:color="FFFFFF" w:fill="auto"/>
          </w:tcPr>
          <w:p w14:paraId="367FAD4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37</w:t>
            </w:r>
          </w:p>
        </w:tc>
        <w:tc>
          <w:tcPr>
            <w:tcW w:w="901" w:type="dxa"/>
            <w:shd w:val="solid" w:color="FFFFFF" w:fill="auto"/>
          </w:tcPr>
          <w:p w14:paraId="5B28290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RP-070737</w:t>
            </w:r>
          </w:p>
        </w:tc>
        <w:tc>
          <w:tcPr>
            <w:tcW w:w="525" w:type="dxa"/>
            <w:shd w:val="solid" w:color="FFFFFF" w:fill="auto"/>
          </w:tcPr>
          <w:p w14:paraId="2EBAEB6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28" w:type="dxa"/>
            <w:shd w:val="solid" w:color="FFFFFF" w:fill="auto"/>
          </w:tcPr>
          <w:p w14:paraId="53E4A9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636362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Approved version</w:t>
            </w:r>
          </w:p>
        </w:tc>
        <w:tc>
          <w:tcPr>
            <w:tcW w:w="709" w:type="dxa"/>
            <w:shd w:val="solid" w:color="FFFFFF" w:fill="auto"/>
          </w:tcPr>
          <w:p w14:paraId="68C78B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2.1.0</w:t>
            </w:r>
          </w:p>
        </w:tc>
        <w:tc>
          <w:tcPr>
            <w:tcW w:w="666" w:type="dxa"/>
            <w:shd w:val="solid" w:color="FFFFFF" w:fill="auto"/>
          </w:tcPr>
          <w:p w14:paraId="4A30024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8.0.0</w:t>
            </w:r>
          </w:p>
        </w:tc>
      </w:tr>
      <w:tr w:rsidR="0093274D" w:rsidRPr="00E9040D" w14:paraId="183AA3DC" w14:textId="77777777" w:rsidTr="00ED0681">
        <w:tc>
          <w:tcPr>
            <w:tcW w:w="800" w:type="dxa"/>
            <w:shd w:val="solid" w:color="FFFFFF" w:fill="auto"/>
          </w:tcPr>
          <w:p w14:paraId="0ED706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28/11/07</w:t>
            </w:r>
          </w:p>
        </w:tc>
        <w:tc>
          <w:tcPr>
            <w:tcW w:w="800" w:type="dxa"/>
            <w:shd w:val="solid" w:color="FFFFFF" w:fill="auto"/>
          </w:tcPr>
          <w:p w14:paraId="6A2B889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38</w:t>
            </w:r>
          </w:p>
        </w:tc>
        <w:tc>
          <w:tcPr>
            <w:tcW w:w="901" w:type="dxa"/>
            <w:shd w:val="solid" w:color="FFFFFF" w:fill="auto"/>
          </w:tcPr>
          <w:p w14:paraId="2324A8B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RP-070949</w:t>
            </w:r>
          </w:p>
        </w:tc>
        <w:tc>
          <w:tcPr>
            <w:tcW w:w="525" w:type="dxa"/>
            <w:shd w:val="solid" w:color="FFFFFF" w:fill="auto"/>
          </w:tcPr>
          <w:p w14:paraId="5069E2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0001</w:t>
            </w:r>
          </w:p>
        </w:tc>
        <w:tc>
          <w:tcPr>
            <w:tcW w:w="428" w:type="dxa"/>
            <w:shd w:val="solid" w:color="FFFFFF" w:fill="auto"/>
          </w:tcPr>
          <w:p w14:paraId="092431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w:t>
            </w:r>
          </w:p>
        </w:tc>
        <w:tc>
          <w:tcPr>
            <w:tcW w:w="4626" w:type="dxa"/>
            <w:shd w:val="solid" w:color="FFFFFF" w:fill="auto"/>
          </w:tcPr>
          <w:p w14:paraId="4C91C0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 of 36.213</w:t>
            </w:r>
          </w:p>
        </w:tc>
        <w:tc>
          <w:tcPr>
            <w:tcW w:w="709" w:type="dxa"/>
            <w:shd w:val="solid" w:color="FFFFFF" w:fill="auto"/>
          </w:tcPr>
          <w:p w14:paraId="0EA5844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8.0.0</w:t>
            </w:r>
          </w:p>
        </w:tc>
        <w:tc>
          <w:tcPr>
            <w:tcW w:w="666" w:type="dxa"/>
            <w:shd w:val="solid" w:color="FFFFFF" w:fill="auto"/>
          </w:tcPr>
          <w:p w14:paraId="7ED04D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8.1.0</w:t>
            </w:r>
          </w:p>
        </w:tc>
      </w:tr>
      <w:tr w:rsidR="0093274D" w:rsidRPr="00E9040D" w14:paraId="33811753" w14:textId="77777777" w:rsidTr="00ED0681">
        <w:tc>
          <w:tcPr>
            <w:tcW w:w="800" w:type="dxa"/>
            <w:shd w:val="solid" w:color="FFFFFF" w:fill="auto"/>
          </w:tcPr>
          <w:p w14:paraId="1CACFF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05/03/08</w:t>
            </w:r>
          </w:p>
        </w:tc>
        <w:tc>
          <w:tcPr>
            <w:tcW w:w="800" w:type="dxa"/>
            <w:shd w:val="solid" w:color="FFFFFF" w:fill="auto"/>
          </w:tcPr>
          <w:p w14:paraId="33DD020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39</w:t>
            </w:r>
          </w:p>
        </w:tc>
        <w:tc>
          <w:tcPr>
            <w:tcW w:w="901" w:type="dxa"/>
            <w:shd w:val="solid" w:color="FFFFFF" w:fill="auto"/>
          </w:tcPr>
          <w:p w14:paraId="40A3C21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RP-080145</w:t>
            </w:r>
          </w:p>
        </w:tc>
        <w:tc>
          <w:tcPr>
            <w:tcW w:w="525" w:type="dxa"/>
            <w:shd w:val="solid" w:color="FFFFFF" w:fill="auto"/>
          </w:tcPr>
          <w:p w14:paraId="655A271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0002</w:t>
            </w:r>
          </w:p>
        </w:tc>
        <w:tc>
          <w:tcPr>
            <w:tcW w:w="428" w:type="dxa"/>
            <w:shd w:val="solid" w:color="FFFFFF" w:fill="auto"/>
          </w:tcPr>
          <w:p w14:paraId="4E99F69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396E8C3" w14:textId="77777777" w:rsidR="0093274D" w:rsidRPr="00E9040D" w:rsidRDefault="0093274D">
            <w:pPr>
              <w:spacing w:after="0"/>
              <w:rPr>
                <w:rFonts w:ascii="Arial" w:hAnsi="Arial"/>
                <w:snapToGrid w:val="0"/>
                <w:sz w:val="16"/>
                <w:szCs w:val="16"/>
                <w:lang w:val="en-AU"/>
              </w:rPr>
            </w:pPr>
            <w:r w:rsidRPr="00E9040D">
              <w:rPr>
                <w:noProof/>
                <w:sz w:val="16"/>
                <w:szCs w:val="16"/>
              </w:rPr>
              <w:t xml:space="preserve">Update of </w:t>
            </w:r>
            <w:r w:rsidR="00566988" w:rsidRPr="00566988">
              <w:rPr>
                <w:noProof/>
                <w:sz w:val="16"/>
                <w:szCs w:val="16"/>
              </w:rPr>
              <w:t>TS 3</w:t>
            </w:r>
            <w:r w:rsidRPr="00E9040D">
              <w:rPr>
                <w:noProof/>
                <w:sz w:val="16"/>
                <w:szCs w:val="16"/>
              </w:rPr>
              <w:t>6.213 according to changes listed in cover sheet</w:t>
            </w:r>
          </w:p>
        </w:tc>
        <w:tc>
          <w:tcPr>
            <w:tcW w:w="709" w:type="dxa"/>
            <w:shd w:val="solid" w:color="FFFFFF" w:fill="auto"/>
          </w:tcPr>
          <w:p w14:paraId="4F6C40C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8.1.0</w:t>
            </w:r>
          </w:p>
        </w:tc>
        <w:tc>
          <w:tcPr>
            <w:tcW w:w="666" w:type="dxa"/>
            <w:shd w:val="solid" w:color="FFFFFF" w:fill="auto"/>
          </w:tcPr>
          <w:p w14:paraId="06FD03A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r>
      <w:tr w:rsidR="0093274D" w:rsidRPr="00E9040D" w14:paraId="745E0487" w14:textId="77777777" w:rsidTr="00ED0681">
        <w:tc>
          <w:tcPr>
            <w:tcW w:w="800" w:type="dxa"/>
            <w:shd w:val="solid" w:color="FFFFFF" w:fill="auto"/>
          </w:tcPr>
          <w:p w14:paraId="7A688A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7A343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D51428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1726DA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0003</w:t>
            </w:r>
          </w:p>
        </w:tc>
        <w:tc>
          <w:tcPr>
            <w:tcW w:w="428" w:type="dxa"/>
            <w:shd w:val="solid" w:color="FFFFFF" w:fill="auto"/>
          </w:tcPr>
          <w:p w14:paraId="7DE6022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7BEE560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PUCCH timing and other formatting and typo corrections</w:t>
            </w:r>
          </w:p>
        </w:tc>
        <w:tc>
          <w:tcPr>
            <w:tcW w:w="709" w:type="dxa"/>
            <w:shd w:val="solid" w:color="FFFFFF" w:fill="auto"/>
          </w:tcPr>
          <w:p w14:paraId="016666A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07D5C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E5B0994" w14:textId="77777777" w:rsidTr="00ED0681">
        <w:tc>
          <w:tcPr>
            <w:tcW w:w="800" w:type="dxa"/>
            <w:shd w:val="solid" w:color="FFFFFF" w:fill="auto"/>
          </w:tcPr>
          <w:p w14:paraId="55E0B57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89E6AF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07ABD0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FB1B47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0006</w:t>
            </w:r>
          </w:p>
        </w:tc>
        <w:tc>
          <w:tcPr>
            <w:tcW w:w="428" w:type="dxa"/>
            <w:shd w:val="solid" w:color="FFFFFF" w:fill="auto"/>
          </w:tcPr>
          <w:p w14:paraId="3F642E2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014BD64E"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PUCCH power control for non-unicast information</w:t>
            </w:r>
          </w:p>
        </w:tc>
        <w:tc>
          <w:tcPr>
            <w:tcW w:w="709" w:type="dxa"/>
            <w:shd w:val="solid" w:color="FFFFFF" w:fill="auto"/>
          </w:tcPr>
          <w:p w14:paraId="5569280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E318F8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FE5788E" w14:textId="77777777" w:rsidTr="00ED0681">
        <w:tc>
          <w:tcPr>
            <w:tcW w:w="800" w:type="dxa"/>
            <w:shd w:val="solid" w:color="FFFFFF" w:fill="auto"/>
          </w:tcPr>
          <w:p w14:paraId="558B31B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7FEB66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1A8A2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D7B59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0008</w:t>
            </w:r>
          </w:p>
        </w:tc>
        <w:tc>
          <w:tcPr>
            <w:tcW w:w="428" w:type="dxa"/>
            <w:shd w:val="solid" w:color="FFFFFF" w:fill="auto"/>
          </w:tcPr>
          <w:p w14:paraId="203230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085E117"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UE</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Procedure</w:t>
            </w:r>
          </w:p>
        </w:tc>
        <w:tc>
          <w:tcPr>
            <w:tcW w:w="709" w:type="dxa"/>
            <w:shd w:val="solid" w:color="FFFFFF" w:fill="auto"/>
          </w:tcPr>
          <w:p w14:paraId="6B18FBE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885CB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56F96B6" w14:textId="77777777" w:rsidTr="00ED0681">
        <w:tc>
          <w:tcPr>
            <w:tcW w:w="800" w:type="dxa"/>
            <w:shd w:val="solid" w:color="FFFFFF" w:fill="auto"/>
          </w:tcPr>
          <w:p w14:paraId="214EE5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AC970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CDE3E0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4FF8A5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0009</w:t>
            </w:r>
          </w:p>
        </w:tc>
        <w:tc>
          <w:tcPr>
            <w:tcW w:w="428" w:type="dxa"/>
            <w:shd w:val="solid" w:color="FFFFFF" w:fill="auto"/>
          </w:tcPr>
          <w:p w14:paraId="5A69CFC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8546E97"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timing for TDD</w:t>
            </w:r>
          </w:p>
        </w:tc>
        <w:tc>
          <w:tcPr>
            <w:tcW w:w="709" w:type="dxa"/>
            <w:shd w:val="solid" w:color="FFFFFF" w:fill="auto"/>
          </w:tcPr>
          <w:p w14:paraId="4A236F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4C7090C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4CC68FE" w14:textId="77777777" w:rsidTr="00ED0681">
        <w:tc>
          <w:tcPr>
            <w:tcW w:w="800" w:type="dxa"/>
            <w:shd w:val="solid" w:color="FFFFFF" w:fill="auto"/>
          </w:tcPr>
          <w:p w14:paraId="74F58B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AEAF20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2530A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6C966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0010</w:t>
            </w:r>
          </w:p>
        </w:tc>
        <w:tc>
          <w:tcPr>
            <w:tcW w:w="428" w:type="dxa"/>
            <w:shd w:val="solid" w:color="FFFFFF" w:fill="auto"/>
          </w:tcPr>
          <w:p w14:paraId="2775849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26D8606"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Specification of UL control channel assignment</w:t>
            </w:r>
          </w:p>
        </w:tc>
        <w:tc>
          <w:tcPr>
            <w:tcW w:w="709" w:type="dxa"/>
            <w:shd w:val="solid" w:color="FFFFFF" w:fill="auto"/>
          </w:tcPr>
          <w:p w14:paraId="1EBB92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CE4E9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B7CF214" w14:textId="77777777" w:rsidTr="00ED0681">
        <w:tc>
          <w:tcPr>
            <w:tcW w:w="800" w:type="dxa"/>
            <w:shd w:val="solid" w:color="FFFFFF" w:fill="auto"/>
          </w:tcPr>
          <w:p w14:paraId="00E49B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D337B0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B02B7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2446C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0011</w:t>
            </w:r>
          </w:p>
        </w:tc>
        <w:tc>
          <w:tcPr>
            <w:tcW w:w="428" w:type="dxa"/>
            <w:shd w:val="solid" w:color="FFFFFF" w:fill="auto"/>
          </w:tcPr>
          <w:p w14:paraId="260ECC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0D70732" w14:textId="77777777" w:rsidR="0093274D" w:rsidRPr="00E9040D" w:rsidRDefault="0093274D">
            <w:pPr>
              <w:spacing w:after="0"/>
              <w:rPr>
                <w:rFonts w:ascii="Arial" w:hAnsi="Arial" w:cs="Arial"/>
                <w:noProof/>
                <w:sz w:val="16"/>
                <w:szCs w:val="16"/>
              </w:rPr>
            </w:pPr>
            <w:r w:rsidRPr="00E9040D">
              <w:rPr>
                <w:rFonts w:ascii="Arial" w:eastAsia="Batang" w:hAnsi="Arial" w:cs="Arial"/>
                <w:sz w:val="16"/>
                <w:szCs w:val="16"/>
              </w:rPr>
              <w:t>Precoding Matrix for</w:t>
            </w:r>
            <w:r w:rsidRPr="00E9040D">
              <w:rPr>
                <w:rFonts w:ascii="Arial" w:hAnsi="Arial" w:cs="Arial"/>
                <w:sz w:val="16"/>
                <w:szCs w:val="16"/>
              </w:rPr>
              <w:t xml:space="preserve"> 2Tx Open-loop SM</w:t>
            </w:r>
          </w:p>
        </w:tc>
        <w:tc>
          <w:tcPr>
            <w:tcW w:w="709" w:type="dxa"/>
            <w:shd w:val="solid" w:color="FFFFFF" w:fill="auto"/>
          </w:tcPr>
          <w:p w14:paraId="743BBDC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2EBCF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01F7ADD" w14:textId="77777777" w:rsidTr="00ED0681">
        <w:tc>
          <w:tcPr>
            <w:tcW w:w="800" w:type="dxa"/>
            <w:shd w:val="solid" w:color="FFFFFF" w:fill="auto"/>
          </w:tcPr>
          <w:p w14:paraId="235F9D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63255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3F444A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CF9CDF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0012</w:t>
            </w:r>
          </w:p>
        </w:tc>
        <w:tc>
          <w:tcPr>
            <w:tcW w:w="428" w:type="dxa"/>
            <w:shd w:val="solid" w:color="FFFFFF" w:fill="auto"/>
          </w:tcPr>
          <w:p w14:paraId="165EA7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853DEA2"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Clarifications on UE selected CQI reports</w:t>
            </w:r>
          </w:p>
        </w:tc>
        <w:tc>
          <w:tcPr>
            <w:tcW w:w="709" w:type="dxa"/>
            <w:shd w:val="solid" w:color="FFFFFF" w:fill="auto"/>
          </w:tcPr>
          <w:p w14:paraId="5490C2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0852D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433657C" w14:textId="77777777" w:rsidTr="00ED0681">
        <w:tc>
          <w:tcPr>
            <w:tcW w:w="800" w:type="dxa"/>
            <w:shd w:val="solid" w:color="FFFFFF" w:fill="auto"/>
          </w:tcPr>
          <w:p w14:paraId="72B929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448976E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8A383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3E5F70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0013</w:t>
            </w:r>
          </w:p>
        </w:tc>
        <w:tc>
          <w:tcPr>
            <w:tcW w:w="428" w:type="dxa"/>
            <w:shd w:val="solid" w:color="FFFFFF" w:fill="auto"/>
          </w:tcPr>
          <w:p w14:paraId="0842F2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0B50B2DD"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HARQ</w:t>
                </w:r>
              </w:smartTag>
            </w:smartTag>
            <w:r w:rsidRPr="00E9040D">
              <w:rPr>
                <w:rFonts w:ascii="Arial" w:hAnsi="Arial" w:cs="Arial"/>
                <w:noProof/>
                <w:sz w:val="16"/>
                <w:szCs w:val="16"/>
              </w:rPr>
              <w:t xml:space="preserve"> Operation and Timing</w:t>
            </w:r>
          </w:p>
        </w:tc>
        <w:tc>
          <w:tcPr>
            <w:tcW w:w="709" w:type="dxa"/>
            <w:shd w:val="solid" w:color="FFFFFF" w:fill="auto"/>
          </w:tcPr>
          <w:p w14:paraId="31EA82F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CAEAD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8843DBD" w14:textId="77777777" w:rsidTr="00ED0681">
        <w:tc>
          <w:tcPr>
            <w:tcW w:w="800" w:type="dxa"/>
            <w:shd w:val="solid" w:color="FFFFFF" w:fill="auto"/>
          </w:tcPr>
          <w:p w14:paraId="62C911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6BF915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0E36D38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85E9D1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0014</w:t>
            </w:r>
          </w:p>
        </w:tc>
        <w:tc>
          <w:tcPr>
            <w:tcW w:w="428" w:type="dxa"/>
            <w:shd w:val="solid" w:color="FFFFFF" w:fill="auto"/>
          </w:tcPr>
          <w:p w14:paraId="10BE5A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71904EA6"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SRS power control</w:t>
            </w:r>
          </w:p>
        </w:tc>
        <w:tc>
          <w:tcPr>
            <w:tcW w:w="709" w:type="dxa"/>
            <w:shd w:val="solid" w:color="FFFFFF" w:fill="auto"/>
          </w:tcPr>
          <w:p w14:paraId="482638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D5387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C89EB2F" w14:textId="77777777" w:rsidTr="00ED0681">
        <w:tc>
          <w:tcPr>
            <w:tcW w:w="800" w:type="dxa"/>
            <w:shd w:val="solid" w:color="FFFFFF" w:fill="auto"/>
          </w:tcPr>
          <w:p w14:paraId="544125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24A33F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3B7745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FF7655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0015</w:t>
            </w:r>
          </w:p>
        </w:tc>
        <w:tc>
          <w:tcPr>
            <w:tcW w:w="428" w:type="dxa"/>
            <w:shd w:val="solid" w:color="FFFFFF" w:fill="auto"/>
          </w:tcPr>
          <w:p w14:paraId="10F7300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75FAD86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 xml:space="preserve">Correction of </w:t>
            </w:r>
            <w:smartTag w:uri="urn:schemas-microsoft-com:office:smarttags" w:element="PersonName">
              <w:smartTag w:uri="urn:schemas:contacts" w:element="GivenName">
                <w:r w:rsidRPr="00E9040D">
                  <w:rPr>
                    <w:rFonts w:ascii="Arial" w:hAnsi="Arial" w:cs="Arial"/>
                    <w:noProof/>
                    <w:sz w:val="16"/>
                    <w:szCs w:val="16"/>
                  </w:rPr>
                  <w:t>UE</w:t>
                </w:r>
              </w:smartTag>
              <w:r w:rsidRPr="00E9040D">
                <w:rPr>
                  <w:rFonts w:ascii="Arial" w:hAnsi="Arial" w:cs="Arial"/>
                  <w:noProof/>
                  <w:sz w:val="16"/>
                  <w:szCs w:val="16"/>
                </w:rPr>
                <w:t xml:space="preserve"> </w:t>
              </w:r>
              <w:smartTag w:uri="urn:schemas:contacts" w:element="Sn">
                <w:r w:rsidRPr="00E9040D">
                  <w:rPr>
                    <w:rFonts w:ascii="Arial" w:hAnsi="Arial" w:cs="Arial"/>
                    <w:sz w:val="16"/>
                    <w:szCs w:val="16"/>
                    <w:lang w:val="en-US"/>
                  </w:rPr>
                  <w:t>PUSCH</w:t>
                </w:r>
              </w:smartTag>
            </w:smartTag>
            <w:r w:rsidRPr="00E9040D">
              <w:rPr>
                <w:rFonts w:ascii="Arial" w:hAnsi="Arial" w:cs="Arial"/>
                <w:sz w:val="16"/>
                <w:szCs w:val="16"/>
                <w:lang w:val="en-US"/>
              </w:rPr>
              <w:t xml:space="preserve"> frequency hopping procedure</w:t>
            </w:r>
          </w:p>
        </w:tc>
        <w:tc>
          <w:tcPr>
            <w:tcW w:w="709" w:type="dxa"/>
            <w:shd w:val="solid" w:color="FFFFFF" w:fill="auto"/>
          </w:tcPr>
          <w:p w14:paraId="334BFE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57E623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5D367E7" w14:textId="77777777" w:rsidTr="00ED0681">
        <w:tc>
          <w:tcPr>
            <w:tcW w:w="800" w:type="dxa"/>
            <w:shd w:val="solid" w:color="FFFFFF" w:fill="auto"/>
          </w:tcPr>
          <w:p w14:paraId="32104DC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3685A89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0A23B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2AC4B9F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0017</w:t>
            </w:r>
          </w:p>
        </w:tc>
        <w:tc>
          <w:tcPr>
            <w:tcW w:w="428" w:type="dxa"/>
            <w:shd w:val="solid" w:color="FFFFFF" w:fill="auto"/>
          </w:tcPr>
          <w:p w14:paraId="581DF37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4</w:t>
            </w:r>
          </w:p>
        </w:tc>
        <w:tc>
          <w:tcPr>
            <w:tcW w:w="4626" w:type="dxa"/>
            <w:shd w:val="solid" w:color="FFFFFF" w:fill="auto"/>
          </w:tcPr>
          <w:p w14:paraId="10112C4A"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Blind PDCCH decoding</w:t>
            </w:r>
          </w:p>
        </w:tc>
        <w:tc>
          <w:tcPr>
            <w:tcW w:w="709" w:type="dxa"/>
            <w:shd w:val="solid" w:color="FFFFFF" w:fill="auto"/>
          </w:tcPr>
          <w:p w14:paraId="7DDCDE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D501F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95F5ACF" w14:textId="77777777" w:rsidTr="00ED0681">
        <w:tc>
          <w:tcPr>
            <w:tcW w:w="800" w:type="dxa"/>
            <w:shd w:val="solid" w:color="FFFFFF" w:fill="auto"/>
          </w:tcPr>
          <w:p w14:paraId="3A45DC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53028A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39350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572D8F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0019</w:t>
            </w:r>
          </w:p>
        </w:tc>
        <w:tc>
          <w:tcPr>
            <w:tcW w:w="428" w:type="dxa"/>
            <w:shd w:val="solid" w:color="FFFFFF" w:fill="auto"/>
          </w:tcPr>
          <w:p w14:paraId="21FA58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1C162F30"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Tx Mode vs DCI format is clarified</w:t>
            </w:r>
          </w:p>
        </w:tc>
        <w:tc>
          <w:tcPr>
            <w:tcW w:w="709" w:type="dxa"/>
            <w:shd w:val="solid" w:color="FFFFFF" w:fill="auto"/>
          </w:tcPr>
          <w:p w14:paraId="1A1D00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5AFEE8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A8CB02A" w14:textId="77777777" w:rsidTr="00ED0681">
        <w:tc>
          <w:tcPr>
            <w:tcW w:w="800" w:type="dxa"/>
            <w:shd w:val="solid" w:color="FFFFFF" w:fill="auto"/>
          </w:tcPr>
          <w:p w14:paraId="4A2B8AE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37C48E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205E4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72330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0020</w:t>
            </w:r>
          </w:p>
        </w:tc>
        <w:tc>
          <w:tcPr>
            <w:tcW w:w="428" w:type="dxa"/>
            <w:shd w:val="solid" w:color="FFFFFF" w:fill="auto"/>
          </w:tcPr>
          <w:p w14:paraId="2BFBC1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743F24EE" w14:textId="77777777" w:rsidR="0093274D" w:rsidRPr="00E9040D" w:rsidRDefault="0093274D">
            <w:pPr>
              <w:spacing w:after="0"/>
              <w:rPr>
                <w:rFonts w:ascii="Arial" w:hAnsi="Arial" w:cs="Arial"/>
                <w:noProof/>
                <w:sz w:val="16"/>
                <w:szCs w:val="16"/>
              </w:rPr>
            </w:pPr>
            <w:r w:rsidRPr="00E9040D">
              <w:rPr>
                <w:rFonts w:ascii="Arial" w:eastAsia="MS Mincho" w:hAnsi="Arial" w:cs="Arial"/>
                <w:noProof/>
                <w:sz w:val="16"/>
                <w:szCs w:val="16"/>
              </w:rPr>
              <w:t>Resource allocation for distributed VRB</w:t>
            </w:r>
          </w:p>
        </w:tc>
        <w:tc>
          <w:tcPr>
            <w:tcW w:w="709" w:type="dxa"/>
            <w:shd w:val="solid" w:color="FFFFFF" w:fill="auto"/>
          </w:tcPr>
          <w:p w14:paraId="3578C5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53FC5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0181DE5" w14:textId="77777777" w:rsidTr="00ED0681">
        <w:tc>
          <w:tcPr>
            <w:tcW w:w="800" w:type="dxa"/>
            <w:shd w:val="solid" w:color="FFFFFF" w:fill="auto"/>
          </w:tcPr>
          <w:p w14:paraId="724F01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BFDD36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33A307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053781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0021</w:t>
            </w:r>
          </w:p>
        </w:tc>
        <w:tc>
          <w:tcPr>
            <w:tcW w:w="428" w:type="dxa"/>
            <w:shd w:val="solid" w:color="FFFFFF" w:fill="auto"/>
          </w:tcPr>
          <w:p w14:paraId="6D33AEF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w:t>
            </w:r>
          </w:p>
        </w:tc>
        <w:tc>
          <w:tcPr>
            <w:tcW w:w="4626" w:type="dxa"/>
            <w:shd w:val="solid" w:color="FFFFFF" w:fill="auto"/>
          </w:tcPr>
          <w:p w14:paraId="72CB85E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Power Headroom</w:t>
            </w:r>
          </w:p>
        </w:tc>
        <w:tc>
          <w:tcPr>
            <w:tcW w:w="709" w:type="dxa"/>
            <w:shd w:val="solid" w:color="FFFFFF" w:fill="auto"/>
          </w:tcPr>
          <w:p w14:paraId="04DBEE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45085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80A353F" w14:textId="77777777" w:rsidTr="00ED0681">
        <w:tc>
          <w:tcPr>
            <w:tcW w:w="800" w:type="dxa"/>
            <w:shd w:val="solid" w:color="FFFFFF" w:fill="auto"/>
          </w:tcPr>
          <w:p w14:paraId="583F92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9D1634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0DB04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D53C3B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0022</w:t>
            </w:r>
          </w:p>
        </w:tc>
        <w:tc>
          <w:tcPr>
            <w:tcW w:w="428" w:type="dxa"/>
            <w:shd w:val="solid" w:color="FFFFFF" w:fill="auto"/>
          </w:tcPr>
          <w:p w14:paraId="51878FB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58A0D8E3"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Clarification</w:t>
            </w:r>
            <w:r w:rsidR="00985902">
              <w:rPr>
                <w:rFonts w:ascii="Arial" w:hAnsi="Arial" w:cs="Arial"/>
                <w:noProof/>
                <w:sz w:val="16"/>
                <w:szCs w:val="16"/>
              </w:rPr>
              <w:t xml:space="preserve"> </w:t>
            </w:r>
            <w:r w:rsidRPr="00E9040D">
              <w:rPr>
                <w:rFonts w:ascii="Arial" w:hAnsi="Arial" w:cs="Arial"/>
                <w:noProof/>
                <w:sz w:val="16"/>
                <w:szCs w:val="16"/>
              </w:rPr>
              <w:t>for RI reporting in PUCCH and PUSCH reporting modes</w:t>
            </w:r>
          </w:p>
        </w:tc>
        <w:tc>
          <w:tcPr>
            <w:tcW w:w="709" w:type="dxa"/>
            <w:shd w:val="solid" w:color="FFFFFF" w:fill="auto"/>
          </w:tcPr>
          <w:p w14:paraId="2DAD56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DEBBE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710A6F6" w14:textId="77777777" w:rsidTr="00ED0681">
        <w:tc>
          <w:tcPr>
            <w:tcW w:w="800" w:type="dxa"/>
            <w:shd w:val="solid" w:color="FFFFFF" w:fill="auto"/>
          </w:tcPr>
          <w:p w14:paraId="0AA95C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E5AC13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AB2A4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25827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0025</w:t>
            </w:r>
          </w:p>
        </w:tc>
        <w:tc>
          <w:tcPr>
            <w:tcW w:w="428" w:type="dxa"/>
            <w:shd w:val="solid" w:color="FFFFFF" w:fill="auto"/>
          </w:tcPr>
          <w:p w14:paraId="1AE892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74B4CC4"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Correction of the description of PU</w:t>
            </w:r>
            <w:r w:rsidRPr="00E9040D">
              <w:rPr>
                <w:rFonts w:ascii="Arial" w:hAnsi="Arial" w:cs="Arial"/>
                <w:sz w:val="16"/>
                <w:szCs w:val="16"/>
                <w:lang w:val="en-US"/>
              </w:rPr>
              <w:t>S</w:t>
            </w:r>
            <w:r w:rsidRPr="00E9040D">
              <w:rPr>
                <w:rFonts w:ascii="Arial" w:hAnsi="Arial" w:cs="Arial"/>
                <w:sz w:val="16"/>
                <w:szCs w:val="16"/>
              </w:rPr>
              <w:t xml:space="preserve">CH power control </w:t>
            </w:r>
            <w:r w:rsidRPr="00E9040D">
              <w:rPr>
                <w:rFonts w:ascii="Arial" w:eastAsia="SimSun" w:hAnsi="Arial" w:cs="Arial"/>
                <w:sz w:val="16"/>
                <w:szCs w:val="16"/>
                <w:lang w:eastAsia="zh-CN"/>
              </w:rPr>
              <w:t>for TDD</w:t>
            </w:r>
          </w:p>
        </w:tc>
        <w:tc>
          <w:tcPr>
            <w:tcW w:w="709" w:type="dxa"/>
            <w:shd w:val="solid" w:color="FFFFFF" w:fill="auto"/>
          </w:tcPr>
          <w:p w14:paraId="4ECCEC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26A22F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D00893D" w14:textId="77777777" w:rsidTr="00ED0681">
        <w:tc>
          <w:tcPr>
            <w:tcW w:w="800" w:type="dxa"/>
            <w:shd w:val="solid" w:color="FFFFFF" w:fill="auto"/>
          </w:tcPr>
          <w:p w14:paraId="14E1FC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3CAF824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3425DA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2B40F7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0026</w:t>
            </w:r>
          </w:p>
        </w:tc>
        <w:tc>
          <w:tcPr>
            <w:tcW w:w="428" w:type="dxa"/>
            <w:shd w:val="solid" w:color="FFFFFF" w:fill="auto"/>
          </w:tcPr>
          <w:p w14:paraId="7655800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91CB075"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procedure for TDD</w:t>
            </w:r>
          </w:p>
        </w:tc>
        <w:tc>
          <w:tcPr>
            <w:tcW w:w="709" w:type="dxa"/>
            <w:shd w:val="solid" w:color="FFFFFF" w:fill="auto"/>
          </w:tcPr>
          <w:p w14:paraId="6CAA49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BCCDB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27C4D4E" w14:textId="77777777" w:rsidTr="00ED0681">
        <w:tc>
          <w:tcPr>
            <w:tcW w:w="800" w:type="dxa"/>
            <w:shd w:val="solid" w:color="FFFFFF" w:fill="auto"/>
          </w:tcPr>
          <w:p w14:paraId="789DBE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6AAD0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1FC14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E9F0EE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0027</w:t>
            </w:r>
          </w:p>
        </w:tc>
        <w:tc>
          <w:tcPr>
            <w:tcW w:w="428" w:type="dxa"/>
            <w:shd w:val="solid" w:color="FFFFFF" w:fill="auto"/>
          </w:tcPr>
          <w:p w14:paraId="670BF78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5124E69D"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Indication of radio problem detection</w:t>
            </w:r>
          </w:p>
        </w:tc>
        <w:tc>
          <w:tcPr>
            <w:tcW w:w="709" w:type="dxa"/>
            <w:shd w:val="solid" w:color="FFFFFF" w:fill="auto"/>
          </w:tcPr>
          <w:p w14:paraId="0FB001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E3D58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BFEC490" w14:textId="77777777" w:rsidTr="00ED0681">
        <w:tc>
          <w:tcPr>
            <w:tcW w:w="800" w:type="dxa"/>
            <w:shd w:val="solid" w:color="FFFFFF" w:fill="auto"/>
          </w:tcPr>
          <w:p w14:paraId="35AE88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3C59D3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F2C33E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DCFC2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0028</w:t>
            </w:r>
          </w:p>
        </w:tc>
        <w:tc>
          <w:tcPr>
            <w:tcW w:w="428" w:type="dxa"/>
            <w:shd w:val="solid" w:color="FFFFFF" w:fill="auto"/>
          </w:tcPr>
          <w:p w14:paraId="5674717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C324EA1"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 xml:space="preserve">Definition of Relative </w:t>
            </w:r>
            <w:smartTag w:uri="urn:schemas-microsoft-com:office:smarttags" w:element="place">
              <w:smartTag w:uri="urn:schemas-microsoft-com:office:smarttags" w:element="City">
                <w:r w:rsidRPr="00E9040D">
                  <w:rPr>
                    <w:rFonts w:ascii="Arial" w:hAnsi="Arial" w:cs="Arial"/>
                    <w:sz w:val="16"/>
                    <w:szCs w:val="16"/>
                  </w:rPr>
                  <w:t>Narrowband</w:t>
                </w:r>
              </w:smartTag>
              <w:r w:rsidRPr="00E9040D">
                <w:rPr>
                  <w:rFonts w:ascii="Arial" w:hAnsi="Arial" w:cs="Arial"/>
                  <w:sz w:val="16"/>
                  <w:szCs w:val="16"/>
                </w:rPr>
                <w:t xml:space="preserve"> </w:t>
              </w:r>
              <w:smartTag w:uri="urn:schemas-microsoft-com:office:smarttags" w:element="State">
                <w:r w:rsidRPr="00E9040D">
                  <w:rPr>
                    <w:rFonts w:ascii="Arial" w:hAnsi="Arial" w:cs="Arial"/>
                    <w:sz w:val="16"/>
                    <w:szCs w:val="16"/>
                  </w:rPr>
                  <w:t>TX</w:t>
                </w:r>
              </w:smartTag>
            </w:smartTag>
            <w:r w:rsidRPr="00E9040D">
              <w:rPr>
                <w:rFonts w:ascii="Arial" w:hAnsi="Arial" w:cs="Arial"/>
                <w:sz w:val="16"/>
                <w:szCs w:val="16"/>
              </w:rPr>
              <w:t xml:space="preserve"> Power Indicator</w:t>
            </w:r>
          </w:p>
        </w:tc>
        <w:tc>
          <w:tcPr>
            <w:tcW w:w="709" w:type="dxa"/>
            <w:shd w:val="solid" w:color="FFFFFF" w:fill="auto"/>
          </w:tcPr>
          <w:p w14:paraId="40FF534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E2993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73D1DB0" w14:textId="77777777" w:rsidTr="00ED0681">
        <w:tc>
          <w:tcPr>
            <w:tcW w:w="800" w:type="dxa"/>
            <w:shd w:val="solid" w:color="FFFFFF" w:fill="auto"/>
          </w:tcPr>
          <w:p w14:paraId="37C7A52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1177EA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D63341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1D3667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0029</w:t>
            </w:r>
          </w:p>
        </w:tc>
        <w:tc>
          <w:tcPr>
            <w:tcW w:w="428" w:type="dxa"/>
            <w:shd w:val="solid" w:color="FFFFFF" w:fill="auto"/>
          </w:tcPr>
          <w:p w14:paraId="060F13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B78D775" w14:textId="77777777" w:rsidR="0093274D" w:rsidRPr="00E9040D" w:rsidRDefault="0093274D">
            <w:pPr>
              <w:spacing w:after="0"/>
              <w:rPr>
                <w:rFonts w:ascii="Arial" w:hAnsi="Arial" w:cs="Arial"/>
                <w:noProof/>
                <w:sz w:val="16"/>
                <w:szCs w:val="16"/>
              </w:rPr>
            </w:pPr>
            <w:r w:rsidRPr="00E9040D">
              <w:rPr>
                <w:rFonts w:ascii="Arial" w:hAnsi="Arial" w:cs="Arial"/>
                <w:bCs/>
                <w:sz w:val="16"/>
                <w:szCs w:val="16"/>
              </w:rPr>
              <w:t>Calculation of Δ</w:t>
            </w:r>
            <w:r w:rsidRPr="00E9040D">
              <w:rPr>
                <w:rFonts w:ascii="Arial" w:hAnsi="Arial" w:cs="Arial"/>
                <w:bCs/>
                <w:sz w:val="16"/>
                <w:szCs w:val="16"/>
                <w:vertAlign w:val="subscript"/>
              </w:rPr>
              <w:t>TF</w:t>
            </w:r>
            <w:r w:rsidRPr="00E9040D">
              <w:rPr>
                <w:rFonts w:ascii="Arial" w:hAnsi="Arial" w:cs="Arial"/>
                <w:bCs/>
                <w:sz w:val="16"/>
                <w:szCs w:val="16"/>
              </w:rPr>
              <w:t>(</w:t>
            </w:r>
            <w:r w:rsidRPr="00E9040D">
              <w:rPr>
                <w:rFonts w:ascii="Arial" w:hAnsi="Arial" w:cs="Arial"/>
                <w:bCs/>
                <w:i/>
                <w:sz w:val="16"/>
                <w:szCs w:val="16"/>
              </w:rPr>
              <w:t>i</w:t>
            </w:r>
            <w:r w:rsidRPr="00E9040D">
              <w:rPr>
                <w:rFonts w:ascii="Arial" w:hAnsi="Arial" w:cs="Arial"/>
                <w:bCs/>
                <w:sz w:val="16"/>
                <w:szCs w:val="16"/>
              </w:rPr>
              <w:t xml:space="preserve">) </w:t>
            </w:r>
            <w:r w:rsidRPr="00E9040D">
              <w:rPr>
                <w:rFonts w:ascii="Arial" w:hAnsi="Arial" w:cs="Arial"/>
                <w:sz w:val="16"/>
                <w:szCs w:val="16"/>
              </w:rPr>
              <w:t>for UL-PC</w:t>
            </w:r>
          </w:p>
        </w:tc>
        <w:tc>
          <w:tcPr>
            <w:tcW w:w="709" w:type="dxa"/>
            <w:shd w:val="solid" w:color="FFFFFF" w:fill="auto"/>
          </w:tcPr>
          <w:p w14:paraId="35EE47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135C7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E7244A3" w14:textId="77777777" w:rsidTr="00ED0681">
        <w:tc>
          <w:tcPr>
            <w:tcW w:w="800" w:type="dxa"/>
            <w:shd w:val="solid" w:color="FFFFFF" w:fill="auto"/>
          </w:tcPr>
          <w:p w14:paraId="5EA8DC5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F1951D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96672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A5056A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0030</w:t>
            </w:r>
          </w:p>
        </w:tc>
        <w:tc>
          <w:tcPr>
            <w:tcW w:w="428" w:type="dxa"/>
            <w:shd w:val="solid" w:color="FFFFFF" w:fill="auto"/>
          </w:tcPr>
          <w:p w14:paraId="071844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91B8A55"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CQI reference and set S definition, CQI mode removal, and Miscellanious</w:t>
            </w:r>
          </w:p>
        </w:tc>
        <w:tc>
          <w:tcPr>
            <w:tcW w:w="709" w:type="dxa"/>
            <w:shd w:val="solid" w:color="FFFFFF" w:fill="auto"/>
          </w:tcPr>
          <w:p w14:paraId="4096B2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044E7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C32B0E2" w14:textId="77777777" w:rsidTr="00ED0681">
        <w:tc>
          <w:tcPr>
            <w:tcW w:w="800" w:type="dxa"/>
            <w:shd w:val="solid" w:color="FFFFFF" w:fill="auto"/>
          </w:tcPr>
          <w:p w14:paraId="20BFF5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7F4BA28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3A7E04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2A54C5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0031</w:t>
            </w:r>
          </w:p>
        </w:tc>
        <w:tc>
          <w:tcPr>
            <w:tcW w:w="428" w:type="dxa"/>
            <w:shd w:val="solid" w:color="FFFFFF" w:fill="auto"/>
          </w:tcPr>
          <w:p w14:paraId="111C91E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10164D39"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Modulation order and TBS determination for PDSCH and PUSCH</w:t>
            </w:r>
          </w:p>
        </w:tc>
        <w:tc>
          <w:tcPr>
            <w:tcW w:w="709" w:type="dxa"/>
            <w:shd w:val="solid" w:color="FFFFFF" w:fill="auto"/>
          </w:tcPr>
          <w:p w14:paraId="429D32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23A000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4ABB76D" w14:textId="77777777" w:rsidTr="00ED0681">
        <w:tc>
          <w:tcPr>
            <w:tcW w:w="800" w:type="dxa"/>
            <w:shd w:val="solid" w:color="FFFFFF" w:fill="auto"/>
          </w:tcPr>
          <w:p w14:paraId="4FB8AA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7A6B96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0C69929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929D1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0032</w:t>
            </w:r>
          </w:p>
        </w:tc>
        <w:tc>
          <w:tcPr>
            <w:tcW w:w="428" w:type="dxa"/>
            <w:shd w:val="solid" w:color="FFFFFF" w:fill="auto"/>
          </w:tcPr>
          <w:p w14:paraId="64652D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18813204"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On Sounding RS</w:t>
            </w:r>
          </w:p>
        </w:tc>
        <w:tc>
          <w:tcPr>
            <w:tcW w:w="709" w:type="dxa"/>
            <w:shd w:val="solid" w:color="FFFFFF" w:fill="auto"/>
          </w:tcPr>
          <w:p w14:paraId="2F6893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9FFC81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B677B87" w14:textId="77777777" w:rsidTr="00ED0681">
        <w:tc>
          <w:tcPr>
            <w:tcW w:w="800" w:type="dxa"/>
            <w:shd w:val="solid" w:color="FFFFFF" w:fill="auto"/>
          </w:tcPr>
          <w:p w14:paraId="0AA8BC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65CBCC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EC3FC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RP-080426</w:t>
            </w:r>
          </w:p>
        </w:tc>
        <w:tc>
          <w:tcPr>
            <w:tcW w:w="525" w:type="dxa"/>
            <w:shd w:val="solid" w:color="FFFFFF" w:fill="auto"/>
          </w:tcPr>
          <w:p w14:paraId="2FAC81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0033</w:t>
            </w:r>
          </w:p>
        </w:tc>
        <w:tc>
          <w:tcPr>
            <w:tcW w:w="428" w:type="dxa"/>
            <w:shd w:val="solid" w:color="FFFFFF" w:fill="auto"/>
          </w:tcPr>
          <w:p w14:paraId="07E7CA2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243C3DD"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Multiplexing of</w:t>
            </w:r>
            <w:r w:rsidR="00985902">
              <w:rPr>
                <w:rFonts w:ascii="Arial" w:hAnsi="Arial" w:cs="Arial"/>
                <w:noProof/>
                <w:sz w:val="16"/>
                <w:szCs w:val="16"/>
              </w:rPr>
              <w:t xml:space="preserve"> </w:t>
            </w:r>
            <w:r w:rsidRPr="00E9040D">
              <w:rPr>
                <w:rFonts w:ascii="Arial" w:hAnsi="Arial" w:cs="Arial"/>
                <w:noProof/>
                <w:sz w:val="16"/>
                <w:szCs w:val="16"/>
              </w:rPr>
              <w:t>rank and CQI/PMI reports on PUCCH</w:t>
            </w:r>
          </w:p>
        </w:tc>
        <w:tc>
          <w:tcPr>
            <w:tcW w:w="709" w:type="dxa"/>
            <w:shd w:val="solid" w:color="FFFFFF" w:fill="auto"/>
          </w:tcPr>
          <w:p w14:paraId="5CBDD2D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94F89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6A5D0743" w14:textId="77777777" w:rsidTr="00ED0681">
        <w:tc>
          <w:tcPr>
            <w:tcW w:w="800" w:type="dxa"/>
            <w:shd w:val="solid" w:color="FFFFFF" w:fill="auto"/>
          </w:tcPr>
          <w:p w14:paraId="4BFAF1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750D383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73290B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RP-080466</w:t>
            </w:r>
          </w:p>
        </w:tc>
        <w:tc>
          <w:tcPr>
            <w:tcW w:w="525" w:type="dxa"/>
            <w:shd w:val="solid" w:color="FFFFFF" w:fill="auto"/>
          </w:tcPr>
          <w:p w14:paraId="09E6845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0034</w:t>
            </w:r>
          </w:p>
        </w:tc>
        <w:tc>
          <w:tcPr>
            <w:tcW w:w="428" w:type="dxa"/>
            <w:shd w:val="solid" w:color="FFFFFF" w:fill="auto"/>
          </w:tcPr>
          <w:p w14:paraId="6B6FB8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3805D780" w14:textId="77777777" w:rsidR="0093274D" w:rsidRPr="00E9040D" w:rsidRDefault="0093274D">
            <w:pPr>
              <w:spacing w:after="0"/>
              <w:rPr>
                <w:rFonts w:ascii="Arial" w:hAnsi="Arial" w:cs="Arial"/>
                <w:noProof/>
                <w:sz w:val="16"/>
                <w:szCs w:val="16"/>
              </w:rPr>
            </w:pPr>
            <w:r w:rsidRPr="00E9040D">
              <w:rPr>
                <w:rFonts w:ascii="Arial" w:eastAsia="MS Mincho" w:hAnsi="Arial" w:cs="Arial"/>
                <w:noProof/>
                <w:sz w:val="16"/>
                <w:szCs w:val="16"/>
              </w:rPr>
              <w:t>Timing advance command responding time</w:t>
            </w:r>
          </w:p>
        </w:tc>
        <w:tc>
          <w:tcPr>
            <w:tcW w:w="709" w:type="dxa"/>
            <w:shd w:val="solid" w:color="FFFFFF" w:fill="auto"/>
          </w:tcPr>
          <w:p w14:paraId="53290A9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888FC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6B7A13B" w14:textId="77777777" w:rsidTr="00ED0681">
        <w:tc>
          <w:tcPr>
            <w:tcW w:w="800" w:type="dxa"/>
            <w:shd w:val="solid" w:color="FFFFFF" w:fill="auto"/>
          </w:tcPr>
          <w:p w14:paraId="0DEC816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52C89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8B551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F0178C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37</w:t>
            </w:r>
          </w:p>
        </w:tc>
        <w:tc>
          <w:tcPr>
            <w:tcW w:w="428" w:type="dxa"/>
            <w:shd w:val="solid" w:color="FFFFFF" w:fill="auto"/>
            <w:vAlign w:val="center"/>
          </w:tcPr>
          <w:p w14:paraId="368303E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5B3A2CD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SRS hopping pattern for closed loop antenna selection</w:t>
            </w:r>
          </w:p>
        </w:tc>
        <w:tc>
          <w:tcPr>
            <w:tcW w:w="709" w:type="dxa"/>
            <w:shd w:val="solid" w:color="FFFFFF" w:fill="auto"/>
          </w:tcPr>
          <w:p w14:paraId="61D7A9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985A2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52B682D" w14:textId="77777777" w:rsidTr="00ED0681">
        <w:tc>
          <w:tcPr>
            <w:tcW w:w="800" w:type="dxa"/>
            <w:shd w:val="solid" w:color="FFFFFF" w:fill="auto"/>
          </w:tcPr>
          <w:p w14:paraId="4DB105A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B330B3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0415F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6EA051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39</w:t>
            </w:r>
          </w:p>
        </w:tc>
        <w:tc>
          <w:tcPr>
            <w:tcW w:w="428" w:type="dxa"/>
            <w:shd w:val="solid" w:color="FFFFFF" w:fill="auto"/>
            <w:vAlign w:val="center"/>
          </w:tcPr>
          <w:p w14:paraId="4AD145D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59718C8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uplink power control</w:t>
            </w:r>
          </w:p>
        </w:tc>
        <w:tc>
          <w:tcPr>
            <w:tcW w:w="709" w:type="dxa"/>
            <w:shd w:val="solid" w:color="FFFFFF" w:fill="auto"/>
          </w:tcPr>
          <w:p w14:paraId="7428995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49076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22CE065" w14:textId="77777777" w:rsidTr="00ED0681">
        <w:tc>
          <w:tcPr>
            <w:tcW w:w="800" w:type="dxa"/>
            <w:shd w:val="solid" w:color="FFFFFF" w:fill="auto"/>
          </w:tcPr>
          <w:p w14:paraId="2D4852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AA21A0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7CC4B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38928A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41</w:t>
            </w:r>
          </w:p>
        </w:tc>
        <w:tc>
          <w:tcPr>
            <w:tcW w:w="428" w:type="dxa"/>
            <w:shd w:val="solid" w:color="FFFFFF" w:fill="auto"/>
            <w:vAlign w:val="center"/>
          </w:tcPr>
          <w:p w14:paraId="3FE93D9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1EBFF0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DCI formats using resource allocation type 2</w:t>
            </w:r>
          </w:p>
        </w:tc>
        <w:tc>
          <w:tcPr>
            <w:tcW w:w="709" w:type="dxa"/>
            <w:shd w:val="solid" w:color="FFFFFF" w:fill="auto"/>
          </w:tcPr>
          <w:p w14:paraId="05A2919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8B851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30FE336" w14:textId="77777777" w:rsidTr="00ED0681">
        <w:tc>
          <w:tcPr>
            <w:tcW w:w="800" w:type="dxa"/>
            <w:shd w:val="solid" w:color="FFFFFF" w:fill="auto"/>
          </w:tcPr>
          <w:p w14:paraId="6EA96BF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09/09/08</w:t>
            </w:r>
          </w:p>
        </w:tc>
        <w:tc>
          <w:tcPr>
            <w:tcW w:w="800" w:type="dxa"/>
            <w:shd w:val="solid" w:color="FFFFFF" w:fill="auto"/>
          </w:tcPr>
          <w:p w14:paraId="749FC46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03FD1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B46D41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43</w:t>
            </w:r>
          </w:p>
        </w:tc>
        <w:tc>
          <w:tcPr>
            <w:tcW w:w="428" w:type="dxa"/>
            <w:shd w:val="solid" w:color="FFFFFF" w:fill="auto"/>
            <w:vAlign w:val="center"/>
          </w:tcPr>
          <w:p w14:paraId="0743BF9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4D1ABF87"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tree structure of CCE aggregations</w:t>
            </w:r>
          </w:p>
        </w:tc>
        <w:tc>
          <w:tcPr>
            <w:tcW w:w="709" w:type="dxa"/>
            <w:shd w:val="solid" w:color="FFFFFF" w:fill="auto"/>
          </w:tcPr>
          <w:p w14:paraId="163281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A0BA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CE9FA4C" w14:textId="77777777" w:rsidTr="00ED0681">
        <w:tc>
          <w:tcPr>
            <w:tcW w:w="800" w:type="dxa"/>
            <w:shd w:val="solid" w:color="FFFFFF" w:fill="auto"/>
          </w:tcPr>
          <w:p w14:paraId="438C8D2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210A2E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345800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C4D9B2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46</w:t>
            </w:r>
          </w:p>
        </w:tc>
        <w:tc>
          <w:tcPr>
            <w:tcW w:w="428" w:type="dxa"/>
            <w:shd w:val="solid" w:color="FFFFFF" w:fill="auto"/>
            <w:vAlign w:val="center"/>
          </w:tcPr>
          <w:p w14:paraId="38454B3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5563F52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the description of PUCCH power control for TDD</w:t>
            </w:r>
          </w:p>
        </w:tc>
        <w:tc>
          <w:tcPr>
            <w:tcW w:w="709" w:type="dxa"/>
            <w:shd w:val="solid" w:color="FFFFFF" w:fill="auto"/>
          </w:tcPr>
          <w:p w14:paraId="76C056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BCAC4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752BAE0" w14:textId="77777777" w:rsidTr="00ED0681">
        <w:tc>
          <w:tcPr>
            <w:tcW w:w="800" w:type="dxa"/>
            <w:shd w:val="solid" w:color="FFFFFF" w:fill="auto"/>
          </w:tcPr>
          <w:p w14:paraId="773410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36C9E8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909C9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787F3C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47</w:t>
            </w:r>
          </w:p>
        </w:tc>
        <w:tc>
          <w:tcPr>
            <w:tcW w:w="428" w:type="dxa"/>
            <w:shd w:val="solid" w:color="FFFFFF" w:fill="auto"/>
            <w:vAlign w:val="center"/>
          </w:tcPr>
          <w:p w14:paraId="259F390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85AF24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Removal of CR0009</w:t>
            </w:r>
          </w:p>
        </w:tc>
        <w:tc>
          <w:tcPr>
            <w:tcW w:w="709" w:type="dxa"/>
            <w:shd w:val="solid" w:color="FFFFFF" w:fill="auto"/>
          </w:tcPr>
          <w:p w14:paraId="040D142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4CB539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F4BE35A" w14:textId="77777777" w:rsidTr="00ED0681">
        <w:tc>
          <w:tcPr>
            <w:tcW w:w="800" w:type="dxa"/>
            <w:shd w:val="solid" w:color="FFFFFF" w:fill="auto"/>
          </w:tcPr>
          <w:p w14:paraId="0BD7CF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14EE6E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AFCB83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C339B0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48</w:t>
            </w:r>
          </w:p>
        </w:tc>
        <w:tc>
          <w:tcPr>
            <w:tcW w:w="428" w:type="dxa"/>
            <w:shd w:val="solid" w:color="FFFFFF" w:fill="auto"/>
            <w:vAlign w:val="center"/>
          </w:tcPr>
          <w:p w14:paraId="72CE2F6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AFE866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mapping of cyclic shift value to PHICH modifier</w:t>
            </w:r>
          </w:p>
        </w:tc>
        <w:tc>
          <w:tcPr>
            <w:tcW w:w="709" w:type="dxa"/>
            <w:shd w:val="solid" w:color="FFFFFF" w:fill="auto"/>
          </w:tcPr>
          <w:p w14:paraId="4176BF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39251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59165C8" w14:textId="77777777" w:rsidTr="00ED0681">
        <w:tc>
          <w:tcPr>
            <w:tcW w:w="800" w:type="dxa"/>
            <w:shd w:val="solid" w:color="FFFFFF" w:fill="auto"/>
          </w:tcPr>
          <w:p w14:paraId="3D5DB2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E86C1C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2C4AE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E659D1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49</w:t>
            </w:r>
          </w:p>
        </w:tc>
        <w:tc>
          <w:tcPr>
            <w:tcW w:w="428" w:type="dxa"/>
            <w:shd w:val="solid" w:color="FFFFFF" w:fill="auto"/>
            <w:vAlign w:val="center"/>
          </w:tcPr>
          <w:p w14:paraId="4B47517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A0E312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TBS disabling for DCI formats 2 and 2A</w:t>
            </w:r>
          </w:p>
        </w:tc>
        <w:tc>
          <w:tcPr>
            <w:tcW w:w="709" w:type="dxa"/>
            <w:shd w:val="solid" w:color="FFFFFF" w:fill="auto"/>
          </w:tcPr>
          <w:p w14:paraId="5D8091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86C80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A33221C" w14:textId="77777777" w:rsidTr="00ED0681">
        <w:tc>
          <w:tcPr>
            <w:tcW w:w="800" w:type="dxa"/>
            <w:shd w:val="solid" w:color="FFFFFF" w:fill="auto"/>
          </w:tcPr>
          <w:p w14:paraId="15FA89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78AA5B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D03213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C1CF68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50</w:t>
            </w:r>
          </w:p>
        </w:tc>
        <w:tc>
          <w:tcPr>
            <w:tcW w:w="428" w:type="dxa"/>
            <w:shd w:val="solid" w:color="FFFFFF" w:fill="auto"/>
            <w:vAlign w:val="center"/>
          </w:tcPr>
          <w:p w14:paraId="2E2A1C1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0856F9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maximum TBS sizes</w:t>
            </w:r>
          </w:p>
        </w:tc>
        <w:tc>
          <w:tcPr>
            <w:tcW w:w="709" w:type="dxa"/>
            <w:shd w:val="solid" w:color="FFFFFF" w:fill="auto"/>
          </w:tcPr>
          <w:p w14:paraId="3A177C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21BA9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6057D71" w14:textId="77777777" w:rsidTr="00ED0681">
        <w:tc>
          <w:tcPr>
            <w:tcW w:w="800" w:type="dxa"/>
            <w:shd w:val="solid" w:color="FFFFFF" w:fill="auto"/>
          </w:tcPr>
          <w:p w14:paraId="46B079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B42F05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20BE32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D15E7A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51</w:t>
            </w:r>
          </w:p>
        </w:tc>
        <w:tc>
          <w:tcPr>
            <w:tcW w:w="428" w:type="dxa"/>
            <w:shd w:val="solid" w:color="FFFFFF" w:fill="auto"/>
            <w:vAlign w:val="center"/>
          </w:tcPr>
          <w:p w14:paraId="3C65742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B2688CA"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Completion of the table specifying the number of bits for the periodic feedback</w:t>
            </w:r>
          </w:p>
        </w:tc>
        <w:tc>
          <w:tcPr>
            <w:tcW w:w="709" w:type="dxa"/>
            <w:shd w:val="solid" w:color="FFFFFF" w:fill="auto"/>
          </w:tcPr>
          <w:p w14:paraId="305A67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74DFD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664E064" w14:textId="77777777" w:rsidTr="00ED0681">
        <w:tc>
          <w:tcPr>
            <w:tcW w:w="800" w:type="dxa"/>
            <w:shd w:val="solid" w:color="FFFFFF" w:fill="auto"/>
          </w:tcPr>
          <w:p w14:paraId="3BAA22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90423A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ED77EF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C2F0C1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54</w:t>
            </w:r>
          </w:p>
        </w:tc>
        <w:tc>
          <w:tcPr>
            <w:tcW w:w="428" w:type="dxa"/>
            <w:shd w:val="solid" w:color="FFFFFF" w:fill="auto"/>
            <w:vAlign w:val="center"/>
          </w:tcPr>
          <w:p w14:paraId="23EFD57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2DC89B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of RNTI for PUSCH/PUCCH power control with DCI formats 3/3A</w:t>
            </w:r>
          </w:p>
        </w:tc>
        <w:tc>
          <w:tcPr>
            <w:tcW w:w="709" w:type="dxa"/>
            <w:shd w:val="solid" w:color="FFFFFF" w:fill="auto"/>
          </w:tcPr>
          <w:p w14:paraId="219C5C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685CF0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2451860" w14:textId="77777777" w:rsidTr="00ED0681">
        <w:tc>
          <w:tcPr>
            <w:tcW w:w="800" w:type="dxa"/>
            <w:shd w:val="solid" w:color="FFFFFF" w:fill="auto"/>
          </w:tcPr>
          <w:p w14:paraId="77013EC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5D2726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57C65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040C9A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55</w:t>
            </w:r>
          </w:p>
        </w:tc>
        <w:tc>
          <w:tcPr>
            <w:tcW w:w="428" w:type="dxa"/>
            <w:shd w:val="solid" w:color="FFFFFF" w:fill="auto"/>
            <w:vAlign w:val="center"/>
          </w:tcPr>
          <w:p w14:paraId="1083FE2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32B90D4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mapping of Differential CQI fields</w:t>
            </w:r>
          </w:p>
        </w:tc>
        <w:tc>
          <w:tcPr>
            <w:tcW w:w="709" w:type="dxa"/>
            <w:shd w:val="solid" w:color="FFFFFF" w:fill="auto"/>
          </w:tcPr>
          <w:p w14:paraId="003E6B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5B1D4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B639B4F" w14:textId="77777777" w:rsidTr="00ED0681">
        <w:tc>
          <w:tcPr>
            <w:tcW w:w="800" w:type="dxa"/>
            <w:shd w:val="solid" w:color="FFFFFF" w:fill="auto"/>
          </w:tcPr>
          <w:p w14:paraId="6FC4E5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FADFC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0AA119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771127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59</w:t>
            </w:r>
          </w:p>
        </w:tc>
        <w:tc>
          <w:tcPr>
            <w:tcW w:w="428" w:type="dxa"/>
            <w:shd w:val="solid" w:color="FFFFFF" w:fill="auto"/>
            <w:vAlign w:val="center"/>
          </w:tcPr>
          <w:p w14:paraId="67DD2AF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2AC5B6E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PUSCH Power Control</w:t>
            </w:r>
          </w:p>
        </w:tc>
        <w:tc>
          <w:tcPr>
            <w:tcW w:w="709" w:type="dxa"/>
            <w:shd w:val="solid" w:color="FFFFFF" w:fill="auto"/>
          </w:tcPr>
          <w:p w14:paraId="7E07BA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984EC2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8FB9CB0" w14:textId="77777777" w:rsidTr="00ED0681">
        <w:tc>
          <w:tcPr>
            <w:tcW w:w="800" w:type="dxa"/>
            <w:shd w:val="solid" w:color="FFFFFF" w:fill="auto"/>
          </w:tcPr>
          <w:p w14:paraId="474A00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CF141E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E79F7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8173AB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60</w:t>
            </w:r>
          </w:p>
        </w:tc>
        <w:tc>
          <w:tcPr>
            <w:tcW w:w="428" w:type="dxa"/>
            <w:shd w:val="solid" w:color="FFFFFF" w:fill="auto"/>
            <w:vAlign w:val="center"/>
          </w:tcPr>
          <w:p w14:paraId="6E3457F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91EB41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RB restriction and modulation order for CQI-only transmission on PUSCH</w:t>
            </w:r>
          </w:p>
        </w:tc>
        <w:tc>
          <w:tcPr>
            <w:tcW w:w="709" w:type="dxa"/>
            <w:shd w:val="solid" w:color="FFFFFF" w:fill="auto"/>
          </w:tcPr>
          <w:p w14:paraId="59F05DE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54E540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01A4789" w14:textId="77777777" w:rsidTr="00ED0681">
        <w:tc>
          <w:tcPr>
            <w:tcW w:w="800" w:type="dxa"/>
            <w:shd w:val="solid" w:color="FFFFFF" w:fill="auto"/>
          </w:tcPr>
          <w:p w14:paraId="47B6F2A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0883EB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5DB06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E8E135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61</w:t>
            </w:r>
          </w:p>
        </w:tc>
        <w:tc>
          <w:tcPr>
            <w:tcW w:w="428" w:type="dxa"/>
            <w:shd w:val="solid" w:color="FFFFFF" w:fill="auto"/>
            <w:vAlign w:val="center"/>
          </w:tcPr>
          <w:p w14:paraId="7B89AAA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B63C62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Modulation order determination for uplink retransmissions</w:t>
            </w:r>
          </w:p>
        </w:tc>
        <w:tc>
          <w:tcPr>
            <w:tcW w:w="709" w:type="dxa"/>
            <w:shd w:val="solid" w:color="FFFFFF" w:fill="auto"/>
          </w:tcPr>
          <w:p w14:paraId="6DB543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DE75E5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64C82F9" w14:textId="77777777" w:rsidTr="00ED0681">
        <w:tc>
          <w:tcPr>
            <w:tcW w:w="800" w:type="dxa"/>
            <w:shd w:val="solid" w:color="FFFFFF" w:fill="auto"/>
          </w:tcPr>
          <w:p w14:paraId="5B36FAC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73FA45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F90AE1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C72A3C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62</w:t>
            </w:r>
          </w:p>
        </w:tc>
        <w:tc>
          <w:tcPr>
            <w:tcW w:w="428" w:type="dxa"/>
            <w:shd w:val="solid" w:color="FFFFFF" w:fill="auto"/>
            <w:vAlign w:val="center"/>
          </w:tcPr>
          <w:p w14:paraId="150309A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309704A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Introducing missing L1 parameters into 36.213</w:t>
            </w:r>
          </w:p>
        </w:tc>
        <w:tc>
          <w:tcPr>
            <w:tcW w:w="709" w:type="dxa"/>
            <w:shd w:val="solid" w:color="FFFFFF" w:fill="auto"/>
          </w:tcPr>
          <w:p w14:paraId="2C99FCC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82C8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BCF46B2" w14:textId="77777777" w:rsidTr="00ED0681">
        <w:tc>
          <w:tcPr>
            <w:tcW w:w="800" w:type="dxa"/>
            <w:shd w:val="solid" w:color="FFFFFF" w:fill="auto"/>
          </w:tcPr>
          <w:p w14:paraId="704994B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1DA75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4E67DD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9773DD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63</w:t>
            </w:r>
          </w:p>
        </w:tc>
        <w:tc>
          <w:tcPr>
            <w:tcW w:w="428" w:type="dxa"/>
            <w:shd w:val="solid" w:color="FFFFFF" w:fill="auto"/>
            <w:vAlign w:val="center"/>
          </w:tcPr>
          <w:p w14:paraId="4E8BF73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6A979C7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Correcting the range and representation of </w:t>
            </w:r>
            <w:proofErr w:type="spellStart"/>
            <w:r w:rsidRPr="00E9040D">
              <w:rPr>
                <w:rFonts w:ascii="Arial" w:hAnsi="Arial" w:cs="Arial"/>
                <w:sz w:val="16"/>
                <w:szCs w:val="16"/>
              </w:rPr>
              <w:t>delta_TF_PUCCH</w:t>
            </w:r>
            <w:proofErr w:type="spellEnd"/>
          </w:p>
        </w:tc>
        <w:tc>
          <w:tcPr>
            <w:tcW w:w="709" w:type="dxa"/>
            <w:shd w:val="solid" w:color="FFFFFF" w:fill="auto"/>
          </w:tcPr>
          <w:p w14:paraId="555B91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4F23B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F7AA86C" w14:textId="77777777" w:rsidTr="00ED0681">
        <w:tc>
          <w:tcPr>
            <w:tcW w:w="800" w:type="dxa"/>
            <w:shd w:val="solid" w:color="FFFFFF" w:fill="auto"/>
          </w:tcPr>
          <w:p w14:paraId="69D7FB9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DDCDE4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D470E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A0E8D6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64</w:t>
            </w:r>
          </w:p>
        </w:tc>
        <w:tc>
          <w:tcPr>
            <w:tcW w:w="428" w:type="dxa"/>
            <w:shd w:val="solid" w:color="FFFFFF" w:fill="auto"/>
            <w:vAlign w:val="center"/>
          </w:tcPr>
          <w:p w14:paraId="4B52BF1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4078E08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Adjusting TBS sizes to for VoIP</w:t>
            </w:r>
          </w:p>
        </w:tc>
        <w:tc>
          <w:tcPr>
            <w:tcW w:w="709" w:type="dxa"/>
            <w:shd w:val="solid" w:color="FFFFFF" w:fill="auto"/>
          </w:tcPr>
          <w:p w14:paraId="784B07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16C36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EED525D" w14:textId="77777777" w:rsidTr="00ED0681">
        <w:tc>
          <w:tcPr>
            <w:tcW w:w="800" w:type="dxa"/>
            <w:shd w:val="solid" w:color="FFFFFF" w:fill="auto"/>
          </w:tcPr>
          <w:p w14:paraId="7F9C10C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13C58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30C54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B0DE7E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67</w:t>
            </w:r>
          </w:p>
        </w:tc>
        <w:tc>
          <w:tcPr>
            <w:tcW w:w="428" w:type="dxa"/>
            <w:shd w:val="solid" w:color="FFFFFF" w:fill="auto"/>
            <w:vAlign w:val="center"/>
          </w:tcPr>
          <w:p w14:paraId="4F865A8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04B4C5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downlink resource allocation</w:t>
            </w:r>
          </w:p>
        </w:tc>
        <w:tc>
          <w:tcPr>
            <w:tcW w:w="709" w:type="dxa"/>
            <w:shd w:val="solid" w:color="FFFFFF" w:fill="auto"/>
          </w:tcPr>
          <w:p w14:paraId="13BDD13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41043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FA665C5" w14:textId="77777777" w:rsidTr="00ED0681">
        <w:tc>
          <w:tcPr>
            <w:tcW w:w="800" w:type="dxa"/>
            <w:shd w:val="solid" w:color="FFFFFF" w:fill="auto"/>
          </w:tcPr>
          <w:p w14:paraId="617D84F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761CC2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DE182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F68B5F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68</w:t>
            </w:r>
          </w:p>
        </w:tc>
        <w:tc>
          <w:tcPr>
            <w:tcW w:w="428" w:type="dxa"/>
            <w:shd w:val="solid" w:color="FFFFFF" w:fill="auto"/>
            <w:vAlign w:val="center"/>
          </w:tcPr>
          <w:p w14:paraId="6F1A4FF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5F7BE68A"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Removal of special handling for PUSCH mapping in PUCCH region</w:t>
            </w:r>
          </w:p>
        </w:tc>
        <w:tc>
          <w:tcPr>
            <w:tcW w:w="709" w:type="dxa"/>
            <w:shd w:val="solid" w:color="FFFFFF" w:fill="auto"/>
          </w:tcPr>
          <w:p w14:paraId="2F48348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0148E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88E74CB" w14:textId="77777777" w:rsidTr="00ED0681">
        <w:tc>
          <w:tcPr>
            <w:tcW w:w="800" w:type="dxa"/>
            <w:shd w:val="solid" w:color="FFFFFF" w:fill="auto"/>
          </w:tcPr>
          <w:p w14:paraId="1D9B04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EFCBA2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07EF2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13604A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69</w:t>
            </w:r>
          </w:p>
        </w:tc>
        <w:tc>
          <w:tcPr>
            <w:tcW w:w="428" w:type="dxa"/>
            <w:shd w:val="solid" w:color="FFFFFF" w:fill="auto"/>
            <w:vAlign w:val="center"/>
          </w:tcPr>
          <w:p w14:paraId="505E6F5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51E308B1"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formulas for uplink power control</w:t>
            </w:r>
          </w:p>
        </w:tc>
        <w:tc>
          <w:tcPr>
            <w:tcW w:w="709" w:type="dxa"/>
            <w:shd w:val="solid" w:color="FFFFFF" w:fill="auto"/>
          </w:tcPr>
          <w:p w14:paraId="0DD15A3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37E1F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0307A04" w14:textId="77777777" w:rsidTr="00ED0681">
        <w:tc>
          <w:tcPr>
            <w:tcW w:w="800" w:type="dxa"/>
            <w:shd w:val="solid" w:color="FFFFFF" w:fill="auto"/>
          </w:tcPr>
          <w:p w14:paraId="5C2345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02170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DD32AC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91D38F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70</w:t>
            </w:r>
          </w:p>
        </w:tc>
        <w:tc>
          <w:tcPr>
            <w:tcW w:w="428" w:type="dxa"/>
            <w:shd w:val="solid" w:color="FFFFFF" w:fill="auto"/>
            <w:vAlign w:val="center"/>
          </w:tcPr>
          <w:p w14:paraId="111FFED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137FD85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Definition of Bit Mapping for DCI Signalling</w:t>
            </w:r>
          </w:p>
        </w:tc>
        <w:tc>
          <w:tcPr>
            <w:tcW w:w="709" w:type="dxa"/>
            <w:shd w:val="solid" w:color="FFFFFF" w:fill="auto"/>
          </w:tcPr>
          <w:p w14:paraId="2A9B6C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7AAD8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416D22D" w14:textId="77777777" w:rsidTr="00ED0681">
        <w:tc>
          <w:tcPr>
            <w:tcW w:w="800" w:type="dxa"/>
            <w:shd w:val="solid" w:color="FFFFFF" w:fill="auto"/>
          </w:tcPr>
          <w:p w14:paraId="3EC5C3D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3F8026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C7FF7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453BA3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71</w:t>
            </w:r>
          </w:p>
        </w:tc>
        <w:tc>
          <w:tcPr>
            <w:tcW w:w="428" w:type="dxa"/>
            <w:shd w:val="solid" w:color="FFFFFF" w:fill="auto"/>
            <w:vAlign w:val="center"/>
          </w:tcPr>
          <w:p w14:paraId="4B1B91E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BB9B836"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PUSCH TPC commands</w:t>
            </w:r>
          </w:p>
        </w:tc>
        <w:tc>
          <w:tcPr>
            <w:tcW w:w="709" w:type="dxa"/>
            <w:shd w:val="solid" w:color="FFFFFF" w:fill="auto"/>
          </w:tcPr>
          <w:p w14:paraId="1EDCF9A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E61AC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C050147" w14:textId="77777777" w:rsidTr="00ED0681">
        <w:tc>
          <w:tcPr>
            <w:tcW w:w="800" w:type="dxa"/>
            <w:shd w:val="solid" w:color="FFFFFF" w:fill="auto"/>
          </w:tcPr>
          <w:p w14:paraId="1A89D9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5586CE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C561D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EC5EDC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72</w:t>
            </w:r>
          </w:p>
        </w:tc>
        <w:tc>
          <w:tcPr>
            <w:tcW w:w="428" w:type="dxa"/>
            <w:shd w:val="solid" w:color="FFFFFF" w:fill="auto"/>
            <w:vAlign w:val="center"/>
          </w:tcPr>
          <w:p w14:paraId="7A40A4D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1D01B8D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Reference for CQI/PMI Reporting Offset</w:t>
            </w:r>
          </w:p>
        </w:tc>
        <w:tc>
          <w:tcPr>
            <w:tcW w:w="709" w:type="dxa"/>
            <w:shd w:val="solid" w:color="FFFFFF" w:fill="auto"/>
          </w:tcPr>
          <w:p w14:paraId="661D8C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69422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DFBEC41" w14:textId="77777777" w:rsidTr="00ED0681">
        <w:tc>
          <w:tcPr>
            <w:tcW w:w="800" w:type="dxa"/>
            <w:shd w:val="solid" w:color="FFFFFF" w:fill="auto"/>
          </w:tcPr>
          <w:p w14:paraId="770ED4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EEC35C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6D7D3A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0DFAEF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74</w:t>
            </w:r>
          </w:p>
        </w:tc>
        <w:tc>
          <w:tcPr>
            <w:tcW w:w="428" w:type="dxa"/>
            <w:shd w:val="solid" w:color="FFFFFF" w:fill="auto"/>
            <w:vAlign w:val="center"/>
          </w:tcPr>
          <w:p w14:paraId="504933B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352E867"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downlink/uplink timing</w:t>
            </w:r>
          </w:p>
        </w:tc>
        <w:tc>
          <w:tcPr>
            <w:tcW w:w="709" w:type="dxa"/>
            <w:shd w:val="solid" w:color="FFFFFF" w:fill="auto"/>
          </w:tcPr>
          <w:p w14:paraId="3EAA6B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F9032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04B1995" w14:textId="77777777" w:rsidTr="00ED0681">
        <w:tc>
          <w:tcPr>
            <w:tcW w:w="800" w:type="dxa"/>
            <w:shd w:val="solid" w:color="FFFFFF" w:fill="auto"/>
          </w:tcPr>
          <w:p w14:paraId="34A34CB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7C2A6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1787C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6584AB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75</w:t>
            </w:r>
          </w:p>
        </w:tc>
        <w:tc>
          <w:tcPr>
            <w:tcW w:w="428" w:type="dxa"/>
            <w:shd w:val="solid" w:color="FFFFFF" w:fill="auto"/>
            <w:vAlign w:val="center"/>
          </w:tcPr>
          <w:p w14:paraId="0436451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104573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time alignment command</w:t>
            </w:r>
          </w:p>
        </w:tc>
        <w:tc>
          <w:tcPr>
            <w:tcW w:w="709" w:type="dxa"/>
            <w:shd w:val="solid" w:color="FFFFFF" w:fill="auto"/>
          </w:tcPr>
          <w:p w14:paraId="0E923F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B88F5D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3F2F656" w14:textId="77777777" w:rsidTr="00ED0681">
        <w:tc>
          <w:tcPr>
            <w:tcW w:w="800" w:type="dxa"/>
            <w:shd w:val="solid" w:color="FFFFFF" w:fill="auto"/>
          </w:tcPr>
          <w:p w14:paraId="0C214DF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4B982E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BDFC7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2EC2C2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77</w:t>
            </w:r>
          </w:p>
        </w:tc>
        <w:tc>
          <w:tcPr>
            <w:tcW w:w="428" w:type="dxa"/>
            <w:shd w:val="solid" w:color="FFFFFF" w:fill="auto"/>
            <w:vAlign w:val="center"/>
          </w:tcPr>
          <w:p w14:paraId="5967CE8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7E6C025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Correction of offset signalling of UL Control information MCS </w:t>
            </w:r>
          </w:p>
        </w:tc>
        <w:tc>
          <w:tcPr>
            <w:tcW w:w="709" w:type="dxa"/>
            <w:shd w:val="solid" w:color="FFFFFF" w:fill="auto"/>
          </w:tcPr>
          <w:p w14:paraId="10A38F6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DC0AE7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1AD2431" w14:textId="77777777" w:rsidTr="00ED0681">
        <w:tc>
          <w:tcPr>
            <w:tcW w:w="800" w:type="dxa"/>
            <w:shd w:val="solid" w:color="FFFFFF" w:fill="auto"/>
          </w:tcPr>
          <w:p w14:paraId="6AE0FD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471F8F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36A2C6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B351B4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78</w:t>
            </w:r>
          </w:p>
        </w:tc>
        <w:tc>
          <w:tcPr>
            <w:tcW w:w="428" w:type="dxa"/>
            <w:shd w:val="solid" w:color="FFFFFF" w:fill="auto"/>
            <w:vAlign w:val="center"/>
          </w:tcPr>
          <w:p w14:paraId="0F63E8F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06EDA08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DCI format1C </w:t>
            </w:r>
          </w:p>
        </w:tc>
        <w:tc>
          <w:tcPr>
            <w:tcW w:w="709" w:type="dxa"/>
            <w:shd w:val="solid" w:color="FFFFFF" w:fill="auto"/>
          </w:tcPr>
          <w:p w14:paraId="65342F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E0E9D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F783F2B" w14:textId="77777777" w:rsidTr="00ED0681">
        <w:tc>
          <w:tcPr>
            <w:tcW w:w="800" w:type="dxa"/>
            <w:shd w:val="solid" w:color="FFFFFF" w:fill="auto"/>
          </w:tcPr>
          <w:p w14:paraId="5A52456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13DD6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C6010F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C77C73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80</w:t>
            </w:r>
          </w:p>
        </w:tc>
        <w:tc>
          <w:tcPr>
            <w:tcW w:w="428" w:type="dxa"/>
            <w:shd w:val="solid" w:color="FFFFFF" w:fill="auto"/>
            <w:vAlign w:val="center"/>
          </w:tcPr>
          <w:p w14:paraId="4A219F7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6F0151E"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Precoder Cycling for Open-loop Spatial Multiplexing</w:t>
            </w:r>
          </w:p>
        </w:tc>
        <w:tc>
          <w:tcPr>
            <w:tcW w:w="709" w:type="dxa"/>
            <w:shd w:val="solid" w:color="FFFFFF" w:fill="auto"/>
          </w:tcPr>
          <w:p w14:paraId="4366D4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AFE791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527B655" w14:textId="77777777" w:rsidTr="00ED0681">
        <w:tc>
          <w:tcPr>
            <w:tcW w:w="800" w:type="dxa"/>
            <w:shd w:val="solid" w:color="FFFFFF" w:fill="auto"/>
          </w:tcPr>
          <w:p w14:paraId="731C505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0427C2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1A1FC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E4F395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81</w:t>
            </w:r>
          </w:p>
        </w:tc>
        <w:tc>
          <w:tcPr>
            <w:tcW w:w="428" w:type="dxa"/>
            <w:shd w:val="solid" w:color="FFFFFF" w:fill="auto"/>
            <w:vAlign w:val="center"/>
          </w:tcPr>
          <w:p w14:paraId="3056B3E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0940E98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Clarifying Periodic CQI Reporting using PUCCH</w:t>
            </w:r>
          </w:p>
        </w:tc>
        <w:tc>
          <w:tcPr>
            <w:tcW w:w="709" w:type="dxa"/>
            <w:shd w:val="solid" w:color="FFFFFF" w:fill="auto"/>
          </w:tcPr>
          <w:p w14:paraId="1A4BD1D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9BEBB6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AC8BCB3" w14:textId="77777777" w:rsidTr="00ED0681">
        <w:tc>
          <w:tcPr>
            <w:tcW w:w="800" w:type="dxa"/>
            <w:shd w:val="solid" w:color="FFFFFF" w:fill="auto"/>
          </w:tcPr>
          <w:p w14:paraId="6F8AAD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63E344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B68A5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89CE09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84</w:t>
            </w:r>
          </w:p>
        </w:tc>
        <w:tc>
          <w:tcPr>
            <w:tcW w:w="428" w:type="dxa"/>
            <w:shd w:val="solid" w:color="FFFFFF" w:fill="auto"/>
            <w:vAlign w:val="center"/>
          </w:tcPr>
          <w:p w14:paraId="4561BC3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517EEB1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CQI reference measurement period</w:t>
            </w:r>
          </w:p>
        </w:tc>
        <w:tc>
          <w:tcPr>
            <w:tcW w:w="709" w:type="dxa"/>
            <w:shd w:val="solid" w:color="FFFFFF" w:fill="auto"/>
          </w:tcPr>
          <w:p w14:paraId="0D0CB7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BE993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1A02BD2" w14:textId="77777777" w:rsidTr="00ED0681">
        <w:tc>
          <w:tcPr>
            <w:tcW w:w="800" w:type="dxa"/>
            <w:shd w:val="solid" w:color="FFFFFF" w:fill="auto"/>
          </w:tcPr>
          <w:p w14:paraId="51FBD0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46E548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7AE3E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2A269D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86</w:t>
            </w:r>
          </w:p>
        </w:tc>
        <w:tc>
          <w:tcPr>
            <w:tcW w:w="428" w:type="dxa"/>
            <w:shd w:val="solid" w:color="FFFFFF" w:fill="auto"/>
            <w:vAlign w:val="center"/>
          </w:tcPr>
          <w:p w14:paraId="3BC2FC9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260785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on downlink multi-user MIMO</w:t>
            </w:r>
          </w:p>
        </w:tc>
        <w:tc>
          <w:tcPr>
            <w:tcW w:w="709" w:type="dxa"/>
            <w:shd w:val="solid" w:color="FFFFFF" w:fill="auto"/>
          </w:tcPr>
          <w:p w14:paraId="09F522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C28506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58DD00D" w14:textId="77777777" w:rsidTr="00ED0681">
        <w:tc>
          <w:tcPr>
            <w:tcW w:w="800" w:type="dxa"/>
            <w:shd w:val="solid" w:color="FFFFFF" w:fill="auto"/>
          </w:tcPr>
          <w:p w14:paraId="08BDF2E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A1D4D8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1352A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F9F3E2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87</w:t>
            </w:r>
          </w:p>
        </w:tc>
        <w:tc>
          <w:tcPr>
            <w:tcW w:w="428" w:type="dxa"/>
            <w:shd w:val="solid" w:color="FFFFFF" w:fill="auto"/>
            <w:vAlign w:val="center"/>
          </w:tcPr>
          <w:p w14:paraId="1B21825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F931C33"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PUCCH Reporting</w:t>
            </w:r>
          </w:p>
        </w:tc>
        <w:tc>
          <w:tcPr>
            <w:tcW w:w="709" w:type="dxa"/>
            <w:shd w:val="solid" w:color="FFFFFF" w:fill="auto"/>
          </w:tcPr>
          <w:p w14:paraId="79ADB86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88731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38634E4" w14:textId="77777777" w:rsidTr="00ED0681">
        <w:tc>
          <w:tcPr>
            <w:tcW w:w="800" w:type="dxa"/>
            <w:shd w:val="solid" w:color="FFFFFF" w:fill="auto"/>
          </w:tcPr>
          <w:p w14:paraId="7C73490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DC493B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96494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2A3A57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88</w:t>
            </w:r>
          </w:p>
        </w:tc>
        <w:tc>
          <w:tcPr>
            <w:tcW w:w="428" w:type="dxa"/>
            <w:shd w:val="solid" w:color="FFFFFF" w:fill="auto"/>
            <w:vAlign w:val="center"/>
          </w:tcPr>
          <w:p w14:paraId="2B0E86B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752E9D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Handling of Uplink </w:t>
            </w:r>
            <w:smartTag w:uri="urn:schemas:contacts" w:element="GivenName">
              <w:r w:rsidRPr="00E9040D">
                <w:rPr>
                  <w:rFonts w:ascii="Arial" w:hAnsi="Arial" w:cs="Arial"/>
                  <w:sz w:val="16"/>
                  <w:szCs w:val="16"/>
                </w:rPr>
                <w:t>Grant</w:t>
              </w:r>
            </w:smartTag>
            <w:r w:rsidRPr="00E9040D">
              <w:rPr>
                <w:rFonts w:ascii="Arial" w:hAnsi="Arial" w:cs="Arial"/>
                <w:sz w:val="16"/>
                <w:szCs w:val="16"/>
              </w:rPr>
              <w:t xml:space="preserve"> in Random Access Response</w:t>
            </w:r>
          </w:p>
        </w:tc>
        <w:tc>
          <w:tcPr>
            <w:tcW w:w="709" w:type="dxa"/>
            <w:shd w:val="solid" w:color="FFFFFF" w:fill="auto"/>
          </w:tcPr>
          <w:p w14:paraId="72E1519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903029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459E08A" w14:textId="77777777" w:rsidTr="00ED0681">
        <w:tc>
          <w:tcPr>
            <w:tcW w:w="800" w:type="dxa"/>
            <w:shd w:val="solid" w:color="FFFFFF" w:fill="auto"/>
          </w:tcPr>
          <w:p w14:paraId="1EA7DBD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8AA2FE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3FCBE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231CC4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89</w:t>
            </w:r>
          </w:p>
        </w:tc>
        <w:tc>
          <w:tcPr>
            <w:tcW w:w="428" w:type="dxa"/>
            <w:shd w:val="solid" w:color="FFFFFF" w:fill="auto"/>
            <w:vAlign w:val="center"/>
          </w:tcPr>
          <w:p w14:paraId="3B76333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0973E5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UL Hopping operation</w:t>
            </w:r>
          </w:p>
        </w:tc>
        <w:tc>
          <w:tcPr>
            <w:tcW w:w="709" w:type="dxa"/>
            <w:shd w:val="solid" w:color="FFFFFF" w:fill="auto"/>
          </w:tcPr>
          <w:p w14:paraId="053E568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38A86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FCB3614" w14:textId="77777777" w:rsidTr="00ED0681">
        <w:tc>
          <w:tcPr>
            <w:tcW w:w="800" w:type="dxa"/>
            <w:shd w:val="solid" w:color="FFFFFF" w:fill="auto"/>
          </w:tcPr>
          <w:p w14:paraId="7707E2E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49795E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65F63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48ABD6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90</w:t>
            </w:r>
          </w:p>
        </w:tc>
        <w:tc>
          <w:tcPr>
            <w:tcW w:w="428" w:type="dxa"/>
            <w:shd w:val="solid" w:color="FFFFFF" w:fill="auto"/>
            <w:vAlign w:val="center"/>
          </w:tcPr>
          <w:p w14:paraId="69917EA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DB56D4C" w14:textId="77777777" w:rsidR="0093274D" w:rsidRPr="00E9040D" w:rsidRDefault="0093274D">
            <w:pPr>
              <w:spacing w:after="0"/>
              <w:rPr>
                <w:rFonts w:ascii="Arial" w:eastAsia="MS Mincho" w:hAnsi="Arial" w:cs="Arial"/>
                <w:noProof/>
                <w:sz w:val="16"/>
                <w:szCs w:val="16"/>
              </w:rPr>
            </w:pPr>
            <w:smartTag w:uri="urn:schemas-microsoft-com:office:smarttags" w:element="PersonName">
              <w:smartTag w:uri="urn:schemas:contacts" w:element="title">
                <w:r w:rsidRPr="00E9040D">
                  <w:rPr>
                    <w:rFonts w:ascii="Arial" w:hAnsi="Arial" w:cs="Arial"/>
                    <w:sz w:val="16"/>
                    <w:szCs w:val="16"/>
                  </w:rPr>
                  <w:t>DRS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042EA3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C4EA2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6BA30A7" w14:textId="77777777" w:rsidTr="00ED0681">
        <w:tc>
          <w:tcPr>
            <w:tcW w:w="800" w:type="dxa"/>
            <w:shd w:val="solid" w:color="FFFFFF" w:fill="auto"/>
          </w:tcPr>
          <w:p w14:paraId="71E67A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200F22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95644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D99E0E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92</w:t>
            </w:r>
          </w:p>
        </w:tc>
        <w:tc>
          <w:tcPr>
            <w:tcW w:w="428" w:type="dxa"/>
            <w:shd w:val="solid" w:color="FFFFFF" w:fill="auto"/>
            <w:vAlign w:val="center"/>
          </w:tcPr>
          <w:p w14:paraId="03570BB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D692B9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Uplink ACK/NACK mapping for TDD</w:t>
            </w:r>
          </w:p>
        </w:tc>
        <w:tc>
          <w:tcPr>
            <w:tcW w:w="709" w:type="dxa"/>
            <w:shd w:val="solid" w:color="FFFFFF" w:fill="auto"/>
          </w:tcPr>
          <w:p w14:paraId="06BB38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77FA3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5D55DAA" w14:textId="77777777" w:rsidTr="00ED0681">
        <w:tc>
          <w:tcPr>
            <w:tcW w:w="800" w:type="dxa"/>
            <w:shd w:val="solid" w:color="FFFFFF" w:fill="auto"/>
          </w:tcPr>
          <w:p w14:paraId="3FE955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571B5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639F8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8F67AA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93</w:t>
            </w:r>
          </w:p>
        </w:tc>
        <w:tc>
          <w:tcPr>
            <w:tcW w:w="428" w:type="dxa"/>
            <w:shd w:val="solid" w:color="FFFFFF" w:fill="auto"/>
            <w:vAlign w:val="center"/>
          </w:tcPr>
          <w:p w14:paraId="42CC681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6C1BA6E"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UL SRI Parameters Configuration</w:t>
            </w:r>
          </w:p>
        </w:tc>
        <w:tc>
          <w:tcPr>
            <w:tcW w:w="709" w:type="dxa"/>
            <w:shd w:val="solid" w:color="FFFFFF" w:fill="auto"/>
          </w:tcPr>
          <w:p w14:paraId="4119EEC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AE9C91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CFB655B" w14:textId="77777777" w:rsidTr="00ED0681">
        <w:tc>
          <w:tcPr>
            <w:tcW w:w="800" w:type="dxa"/>
            <w:shd w:val="solid" w:color="FFFFFF" w:fill="auto"/>
          </w:tcPr>
          <w:p w14:paraId="35770D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34C456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00E68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3BC09A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94</w:t>
            </w:r>
          </w:p>
        </w:tc>
        <w:tc>
          <w:tcPr>
            <w:tcW w:w="428" w:type="dxa"/>
            <w:shd w:val="solid" w:color="FFFFFF" w:fill="auto"/>
            <w:vAlign w:val="center"/>
          </w:tcPr>
          <w:p w14:paraId="2FCA461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DEEFF8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Miscellaneous updates for 36.213</w:t>
            </w:r>
          </w:p>
        </w:tc>
        <w:tc>
          <w:tcPr>
            <w:tcW w:w="709" w:type="dxa"/>
            <w:shd w:val="solid" w:color="FFFFFF" w:fill="auto"/>
          </w:tcPr>
          <w:p w14:paraId="54CE83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1AA4A9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E53AA42" w14:textId="77777777" w:rsidTr="00ED0681">
        <w:tc>
          <w:tcPr>
            <w:tcW w:w="800" w:type="dxa"/>
            <w:shd w:val="solid" w:color="FFFFFF" w:fill="auto"/>
          </w:tcPr>
          <w:p w14:paraId="636C353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943558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735EDB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AEE84F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95</w:t>
            </w:r>
          </w:p>
        </w:tc>
        <w:tc>
          <w:tcPr>
            <w:tcW w:w="428" w:type="dxa"/>
            <w:shd w:val="solid" w:color="FFFFFF" w:fill="auto"/>
            <w:vAlign w:val="center"/>
          </w:tcPr>
          <w:p w14:paraId="1B6FC3A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9B0F7C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Clarifying Requirement for </w:t>
            </w:r>
            <w:smartTag w:uri="urn:schemas:contacts" w:element="GivenName">
              <w:r w:rsidRPr="00E9040D">
                <w:rPr>
                  <w:rFonts w:ascii="Arial" w:hAnsi="Arial" w:cs="Arial"/>
                  <w:sz w:val="16"/>
                  <w:szCs w:val="16"/>
                </w:rPr>
                <w:t>Max</w:t>
              </w:r>
            </w:smartTag>
            <w:r w:rsidRPr="00E9040D">
              <w:rPr>
                <w:rFonts w:ascii="Arial" w:hAnsi="Arial" w:cs="Arial"/>
                <w:sz w:val="16"/>
                <w:szCs w:val="16"/>
              </w:rPr>
              <w:t xml:space="preserve"> PDSCH Coding Rate</w:t>
            </w:r>
          </w:p>
        </w:tc>
        <w:tc>
          <w:tcPr>
            <w:tcW w:w="709" w:type="dxa"/>
            <w:shd w:val="solid" w:color="FFFFFF" w:fill="auto"/>
          </w:tcPr>
          <w:p w14:paraId="051DF2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8FA1D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B44AAAD" w14:textId="77777777" w:rsidTr="00ED0681">
        <w:tc>
          <w:tcPr>
            <w:tcW w:w="800" w:type="dxa"/>
            <w:shd w:val="solid" w:color="FFFFFF" w:fill="auto"/>
          </w:tcPr>
          <w:p w14:paraId="4AB794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FCB82C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D64C8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E73CAF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96</w:t>
            </w:r>
          </w:p>
        </w:tc>
        <w:tc>
          <w:tcPr>
            <w:tcW w:w="428" w:type="dxa"/>
            <w:shd w:val="solid" w:color="FFFFFF" w:fill="auto"/>
            <w:vAlign w:val="center"/>
          </w:tcPr>
          <w:p w14:paraId="1B3F884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F5BFE5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UE Specific SRS Configuration</w:t>
            </w:r>
          </w:p>
        </w:tc>
        <w:tc>
          <w:tcPr>
            <w:tcW w:w="709" w:type="dxa"/>
            <w:shd w:val="solid" w:color="FFFFFF" w:fill="auto"/>
          </w:tcPr>
          <w:p w14:paraId="3739DE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226F2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9ED18DB" w14:textId="77777777" w:rsidTr="00ED0681">
        <w:tc>
          <w:tcPr>
            <w:tcW w:w="800" w:type="dxa"/>
            <w:shd w:val="solid" w:color="FFFFFF" w:fill="auto"/>
          </w:tcPr>
          <w:p w14:paraId="445495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C00C32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44CA7E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BD2543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97</w:t>
            </w:r>
          </w:p>
        </w:tc>
        <w:tc>
          <w:tcPr>
            <w:tcW w:w="428" w:type="dxa"/>
            <w:shd w:val="solid" w:color="FFFFFF" w:fill="auto"/>
            <w:vAlign w:val="center"/>
          </w:tcPr>
          <w:p w14:paraId="5EF568C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7C2110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DCI Format 1A changes needed for scheduling Broadcast Control</w:t>
            </w:r>
          </w:p>
        </w:tc>
        <w:tc>
          <w:tcPr>
            <w:tcW w:w="709" w:type="dxa"/>
            <w:shd w:val="solid" w:color="FFFFFF" w:fill="auto"/>
          </w:tcPr>
          <w:p w14:paraId="3B143F3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2C9FC9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210D91F" w14:textId="77777777" w:rsidTr="00ED0681">
        <w:tc>
          <w:tcPr>
            <w:tcW w:w="800" w:type="dxa"/>
            <w:shd w:val="solid" w:color="FFFFFF" w:fill="auto"/>
          </w:tcPr>
          <w:p w14:paraId="47DF73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250B69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D78C30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CDDA72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98</w:t>
            </w:r>
          </w:p>
        </w:tc>
        <w:tc>
          <w:tcPr>
            <w:tcW w:w="428" w:type="dxa"/>
            <w:shd w:val="solid" w:color="FFFFFF" w:fill="auto"/>
            <w:vAlign w:val="center"/>
          </w:tcPr>
          <w:p w14:paraId="4E632A7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D60C4C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Processing of TPC bits in the random access response</w:t>
            </w:r>
          </w:p>
        </w:tc>
        <w:tc>
          <w:tcPr>
            <w:tcW w:w="709" w:type="dxa"/>
            <w:shd w:val="solid" w:color="FFFFFF" w:fill="auto"/>
          </w:tcPr>
          <w:p w14:paraId="146A3DA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ACBA8A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51A93E9" w14:textId="77777777" w:rsidTr="00ED0681">
        <w:tc>
          <w:tcPr>
            <w:tcW w:w="800" w:type="dxa"/>
            <w:shd w:val="solid" w:color="FFFFFF" w:fill="auto"/>
          </w:tcPr>
          <w:p w14:paraId="5B6629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94BE4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F9BAE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28AC4B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100</w:t>
            </w:r>
          </w:p>
        </w:tc>
        <w:tc>
          <w:tcPr>
            <w:tcW w:w="428" w:type="dxa"/>
            <w:shd w:val="solid" w:color="FFFFFF" w:fill="auto"/>
            <w:vAlign w:val="center"/>
          </w:tcPr>
          <w:p w14:paraId="60A8EA9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4B3D258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Support of multi-bit ACK/NAK transmission in TDD</w:t>
            </w:r>
          </w:p>
        </w:tc>
        <w:tc>
          <w:tcPr>
            <w:tcW w:w="709" w:type="dxa"/>
            <w:shd w:val="solid" w:color="FFFFFF" w:fill="auto"/>
          </w:tcPr>
          <w:p w14:paraId="03D4C6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4E1CA4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D045D5C" w14:textId="77777777" w:rsidTr="00ED0681">
        <w:tc>
          <w:tcPr>
            <w:tcW w:w="800" w:type="dxa"/>
            <w:shd w:val="solid" w:color="FFFFFF" w:fill="auto"/>
          </w:tcPr>
          <w:p w14:paraId="57A924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EE4F2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024F1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45631C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82</w:t>
            </w:r>
          </w:p>
        </w:tc>
        <w:tc>
          <w:tcPr>
            <w:tcW w:w="428" w:type="dxa"/>
            <w:shd w:val="solid" w:color="FFFFFF" w:fill="auto"/>
            <w:vAlign w:val="center"/>
          </w:tcPr>
          <w:p w14:paraId="19BFC6E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6D3D811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RI for CQI reporting</w:t>
            </w:r>
          </w:p>
        </w:tc>
        <w:tc>
          <w:tcPr>
            <w:tcW w:w="709" w:type="dxa"/>
            <w:shd w:val="solid" w:color="FFFFFF" w:fill="auto"/>
          </w:tcPr>
          <w:p w14:paraId="6B8D9F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33A42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859C767" w14:textId="77777777" w:rsidTr="00ED0681">
        <w:tc>
          <w:tcPr>
            <w:tcW w:w="800" w:type="dxa"/>
            <w:shd w:val="solid" w:color="FFFFFF" w:fill="auto"/>
          </w:tcPr>
          <w:p w14:paraId="0B7E89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07005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48DBFB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D01303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83</w:t>
            </w:r>
          </w:p>
        </w:tc>
        <w:tc>
          <w:tcPr>
            <w:tcW w:w="428" w:type="dxa"/>
            <w:shd w:val="solid" w:color="FFFFFF" w:fill="auto"/>
            <w:vAlign w:val="center"/>
          </w:tcPr>
          <w:p w14:paraId="71A297A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05A19374" w14:textId="77777777" w:rsidR="0093274D" w:rsidRPr="00E9040D" w:rsidRDefault="0093274D">
            <w:pPr>
              <w:spacing w:after="0"/>
              <w:rPr>
                <w:rFonts w:ascii="Arial" w:hAnsi="Arial" w:cs="Arial"/>
                <w:sz w:val="16"/>
                <w:szCs w:val="16"/>
              </w:rPr>
            </w:pPr>
            <w:r w:rsidRPr="00E9040D">
              <w:rPr>
                <w:rFonts w:ascii="Arial" w:hAnsi="Arial" w:cs="Arial"/>
                <w:sz w:val="16"/>
                <w:szCs w:val="16"/>
              </w:rPr>
              <w:t>Moving description of large delay CDD to 36.211</w:t>
            </w:r>
          </w:p>
        </w:tc>
        <w:tc>
          <w:tcPr>
            <w:tcW w:w="709" w:type="dxa"/>
            <w:shd w:val="solid" w:color="FFFFFF" w:fill="auto"/>
          </w:tcPr>
          <w:p w14:paraId="22A2874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02BB8B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BC7EBB9" w14:textId="77777777" w:rsidTr="00ED0681">
        <w:tc>
          <w:tcPr>
            <w:tcW w:w="800" w:type="dxa"/>
            <w:shd w:val="solid" w:color="FFFFFF" w:fill="auto"/>
          </w:tcPr>
          <w:p w14:paraId="6743977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717141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B6A77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E8A29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102</w:t>
            </w:r>
          </w:p>
        </w:tc>
        <w:tc>
          <w:tcPr>
            <w:tcW w:w="428" w:type="dxa"/>
            <w:shd w:val="solid" w:color="FFFFFF" w:fill="auto"/>
            <w:vAlign w:val="center"/>
          </w:tcPr>
          <w:p w14:paraId="156B13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47D5EB3C" w14:textId="77777777" w:rsidR="0093274D" w:rsidRPr="00E9040D" w:rsidRDefault="0093274D">
            <w:pPr>
              <w:spacing w:after="0"/>
              <w:rPr>
                <w:rFonts w:ascii="Arial" w:hAnsi="Arial" w:cs="Arial"/>
                <w:sz w:val="16"/>
                <w:szCs w:val="16"/>
              </w:rPr>
            </w:pPr>
            <w:r w:rsidRPr="00E9040D">
              <w:rPr>
                <w:rFonts w:ascii="Arial" w:hAnsi="Arial" w:cs="Arial"/>
                <w:sz w:val="16"/>
                <w:szCs w:val="16"/>
              </w:rPr>
              <w:t>Reception of DCI formats</w:t>
            </w:r>
          </w:p>
        </w:tc>
        <w:tc>
          <w:tcPr>
            <w:tcW w:w="709" w:type="dxa"/>
            <w:shd w:val="solid" w:color="FFFFFF" w:fill="auto"/>
          </w:tcPr>
          <w:p w14:paraId="74AE291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86A94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1D6AFF5" w14:textId="77777777" w:rsidTr="00ED0681">
        <w:tc>
          <w:tcPr>
            <w:tcW w:w="800" w:type="dxa"/>
            <w:shd w:val="solid" w:color="FFFFFF" w:fill="auto"/>
          </w:tcPr>
          <w:p w14:paraId="0FAACFF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6F8A2E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B8D40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4DEC99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105</w:t>
            </w:r>
          </w:p>
        </w:tc>
        <w:tc>
          <w:tcPr>
            <w:tcW w:w="428" w:type="dxa"/>
            <w:shd w:val="solid" w:color="FFFFFF" w:fill="auto"/>
            <w:vAlign w:val="center"/>
          </w:tcPr>
          <w:p w14:paraId="51E7F59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w:t>
            </w:r>
          </w:p>
        </w:tc>
        <w:tc>
          <w:tcPr>
            <w:tcW w:w="4626" w:type="dxa"/>
            <w:shd w:val="solid" w:color="FFFFFF" w:fill="auto"/>
            <w:vAlign w:val="center"/>
          </w:tcPr>
          <w:p w14:paraId="4AC5EFAF"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RAN1/RAN2 specification</w:t>
            </w:r>
          </w:p>
        </w:tc>
        <w:tc>
          <w:tcPr>
            <w:tcW w:w="709" w:type="dxa"/>
            <w:shd w:val="solid" w:color="FFFFFF" w:fill="auto"/>
          </w:tcPr>
          <w:p w14:paraId="2688E5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CCB646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F846BEE" w14:textId="77777777" w:rsidTr="00ED0681">
        <w:tc>
          <w:tcPr>
            <w:tcW w:w="800" w:type="dxa"/>
            <w:shd w:val="solid" w:color="FFFFFF" w:fill="auto"/>
          </w:tcPr>
          <w:p w14:paraId="342938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C5EC3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A90AB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B18E5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107</w:t>
            </w:r>
          </w:p>
        </w:tc>
        <w:tc>
          <w:tcPr>
            <w:tcW w:w="428" w:type="dxa"/>
            <w:shd w:val="solid" w:color="FFFFFF" w:fill="auto"/>
            <w:vAlign w:val="center"/>
          </w:tcPr>
          <w:p w14:paraId="753B4E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F3BDA86" w14:textId="77777777" w:rsidR="0093274D" w:rsidRPr="00E9040D" w:rsidRDefault="0093274D">
            <w:pPr>
              <w:spacing w:after="0"/>
              <w:rPr>
                <w:rFonts w:ascii="Arial" w:hAnsi="Arial" w:cs="Arial"/>
                <w:sz w:val="16"/>
                <w:szCs w:val="16"/>
              </w:rPr>
            </w:pPr>
            <w:r w:rsidRPr="00E9040D">
              <w:rPr>
                <w:rFonts w:ascii="Arial" w:hAnsi="Arial" w:cs="Arial"/>
                <w:sz w:val="16"/>
                <w:szCs w:val="16"/>
              </w:rPr>
              <w:t>General correction of reset of power control and random access response message</w:t>
            </w:r>
          </w:p>
        </w:tc>
        <w:tc>
          <w:tcPr>
            <w:tcW w:w="709" w:type="dxa"/>
            <w:shd w:val="solid" w:color="FFFFFF" w:fill="auto"/>
          </w:tcPr>
          <w:p w14:paraId="363B32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80D41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8D08A98" w14:textId="77777777" w:rsidTr="00ED0681">
        <w:tc>
          <w:tcPr>
            <w:tcW w:w="800" w:type="dxa"/>
            <w:shd w:val="solid" w:color="FFFFFF" w:fill="auto"/>
          </w:tcPr>
          <w:p w14:paraId="262D60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5E597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3E04D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EF8AD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108</w:t>
            </w:r>
          </w:p>
        </w:tc>
        <w:tc>
          <w:tcPr>
            <w:tcW w:w="428" w:type="dxa"/>
            <w:shd w:val="solid" w:color="FFFFFF" w:fill="auto"/>
            <w:vAlign w:val="center"/>
          </w:tcPr>
          <w:p w14:paraId="7519C10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780E8C78" w14:textId="77777777" w:rsidR="0093274D" w:rsidRPr="00E9040D" w:rsidRDefault="0093274D">
            <w:pPr>
              <w:spacing w:after="0"/>
              <w:rPr>
                <w:rFonts w:ascii="Arial" w:hAnsi="Arial" w:cs="Arial"/>
                <w:sz w:val="16"/>
                <w:szCs w:val="16"/>
              </w:rPr>
            </w:pPr>
            <w:r w:rsidRPr="00E9040D">
              <w:rPr>
                <w:rFonts w:ascii="Arial" w:hAnsi="Arial" w:cs="Arial"/>
                <w:sz w:val="16"/>
                <w:szCs w:val="16"/>
              </w:rPr>
              <w:t>Final details on codebook subset restrictions</w:t>
            </w:r>
          </w:p>
        </w:tc>
        <w:tc>
          <w:tcPr>
            <w:tcW w:w="709" w:type="dxa"/>
            <w:shd w:val="solid" w:color="FFFFFF" w:fill="auto"/>
          </w:tcPr>
          <w:p w14:paraId="612FC5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0B91E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5C87007" w14:textId="77777777" w:rsidTr="00ED0681">
        <w:tc>
          <w:tcPr>
            <w:tcW w:w="800" w:type="dxa"/>
            <w:shd w:val="solid" w:color="FFFFFF" w:fill="auto"/>
          </w:tcPr>
          <w:p w14:paraId="5361CB0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9B5A5E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8A96B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68541A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109</w:t>
            </w:r>
          </w:p>
        </w:tc>
        <w:tc>
          <w:tcPr>
            <w:tcW w:w="428" w:type="dxa"/>
            <w:shd w:val="solid" w:color="FFFFFF" w:fill="auto"/>
            <w:vAlign w:val="center"/>
          </w:tcPr>
          <w:p w14:paraId="1134B3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DC9D94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the definition of Pmax</w:t>
            </w:r>
          </w:p>
        </w:tc>
        <w:tc>
          <w:tcPr>
            <w:tcW w:w="709" w:type="dxa"/>
            <w:shd w:val="solid" w:color="FFFFFF" w:fill="auto"/>
          </w:tcPr>
          <w:p w14:paraId="33A23BA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1D7905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9879E30" w14:textId="77777777" w:rsidTr="00ED0681">
        <w:tc>
          <w:tcPr>
            <w:tcW w:w="800" w:type="dxa"/>
            <w:shd w:val="solid" w:color="FFFFFF" w:fill="auto"/>
          </w:tcPr>
          <w:p w14:paraId="257EBF7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A83387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71A85C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F8AD48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112</w:t>
            </w:r>
          </w:p>
        </w:tc>
        <w:tc>
          <w:tcPr>
            <w:tcW w:w="428" w:type="dxa"/>
            <w:shd w:val="solid" w:color="FFFFFF" w:fill="auto"/>
            <w:vAlign w:val="center"/>
          </w:tcPr>
          <w:p w14:paraId="0C07D91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242135D5" w14:textId="77777777" w:rsidR="0093274D" w:rsidRPr="00E9040D" w:rsidRDefault="0093274D">
            <w:pPr>
              <w:spacing w:after="0"/>
              <w:rPr>
                <w:rFonts w:ascii="Arial" w:hAnsi="Arial" w:cs="Arial"/>
                <w:sz w:val="16"/>
                <w:szCs w:val="16"/>
              </w:rPr>
            </w:pPr>
            <w:r w:rsidRPr="00E9040D">
              <w:rPr>
                <w:rFonts w:ascii="Arial" w:hAnsi="Arial" w:cs="Arial"/>
                <w:sz w:val="16"/>
                <w:szCs w:val="16"/>
              </w:rPr>
              <w:t>CQI/PMI reference measurement periods</w:t>
            </w:r>
          </w:p>
        </w:tc>
        <w:tc>
          <w:tcPr>
            <w:tcW w:w="709" w:type="dxa"/>
            <w:shd w:val="solid" w:color="FFFFFF" w:fill="auto"/>
          </w:tcPr>
          <w:p w14:paraId="291AEF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95DAB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06B4D77" w14:textId="77777777" w:rsidTr="00ED0681">
        <w:tc>
          <w:tcPr>
            <w:tcW w:w="800" w:type="dxa"/>
            <w:shd w:val="solid" w:color="FFFFFF" w:fill="auto"/>
          </w:tcPr>
          <w:p w14:paraId="12CC8CD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C4452D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42C20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BE334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113</w:t>
            </w:r>
          </w:p>
        </w:tc>
        <w:tc>
          <w:tcPr>
            <w:tcW w:w="428" w:type="dxa"/>
            <w:shd w:val="solid" w:color="FFFFFF" w:fill="auto"/>
            <w:vAlign w:val="center"/>
          </w:tcPr>
          <w:p w14:paraId="3665F27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013254F"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introduction of shortened SR</w:t>
            </w:r>
          </w:p>
        </w:tc>
        <w:tc>
          <w:tcPr>
            <w:tcW w:w="709" w:type="dxa"/>
            <w:shd w:val="solid" w:color="FFFFFF" w:fill="auto"/>
          </w:tcPr>
          <w:p w14:paraId="798B010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4B2F4E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15EA63B" w14:textId="77777777" w:rsidTr="00ED0681">
        <w:tc>
          <w:tcPr>
            <w:tcW w:w="800" w:type="dxa"/>
            <w:shd w:val="solid" w:color="FFFFFF" w:fill="auto"/>
          </w:tcPr>
          <w:p w14:paraId="6F87A3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198341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71391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4CB57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114</w:t>
            </w:r>
          </w:p>
        </w:tc>
        <w:tc>
          <w:tcPr>
            <w:tcW w:w="428" w:type="dxa"/>
            <w:shd w:val="solid" w:color="FFFFFF" w:fill="auto"/>
            <w:vAlign w:val="center"/>
          </w:tcPr>
          <w:p w14:paraId="57E6DBC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E8A2494" w14:textId="77777777" w:rsidR="0093274D" w:rsidRPr="00E9040D" w:rsidRDefault="0093274D">
            <w:pPr>
              <w:spacing w:after="0"/>
              <w:rPr>
                <w:rFonts w:ascii="Arial" w:hAnsi="Arial" w:cs="Arial"/>
                <w:sz w:val="16"/>
                <w:szCs w:val="16"/>
              </w:rPr>
            </w:pPr>
            <w:r w:rsidRPr="00E9040D">
              <w:rPr>
                <w:rFonts w:ascii="Arial" w:hAnsi="Arial" w:cs="Arial"/>
                <w:sz w:val="16"/>
                <w:szCs w:val="16"/>
              </w:rPr>
              <w:t>RAN1/2 specification alignment on HARQ operation</w:t>
            </w:r>
          </w:p>
        </w:tc>
        <w:tc>
          <w:tcPr>
            <w:tcW w:w="709" w:type="dxa"/>
            <w:shd w:val="solid" w:color="FFFFFF" w:fill="auto"/>
          </w:tcPr>
          <w:p w14:paraId="24AA1F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D9893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6A2F80C" w14:textId="77777777" w:rsidTr="00ED0681">
        <w:tc>
          <w:tcPr>
            <w:tcW w:w="800" w:type="dxa"/>
            <w:shd w:val="solid" w:color="FFFFFF" w:fill="auto"/>
          </w:tcPr>
          <w:p w14:paraId="371C096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9A100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0A2801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518335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115</w:t>
            </w:r>
          </w:p>
        </w:tc>
        <w:tc>
          <w:tcPr>
            <w:tcW w:w="428" w:type="dxa"/>
            <w:shd w:val="solid" w:color="FFFFFF" w:fill="auto"/>
            <w:vAlign w:val="center"/>
          </w:tcPr>
          <w:p w14:paraId="7C7673A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73FF92D"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Introducing other missing L1 parameters in 36.213</w:t>
            </w:r>
          </w:p>
        </w:tc>
        <w:tc>
          <w:tcPr>
            <w:tcW w:w="709" w:type="dxa"/>
            <w:shd w:val="solid" w:color="FFFFFF" w:fill="auto"/>
          </w:tcPr>
          <w:p w14:paraId="1C472B0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149C8A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F1C1D5C" w14:textId="77777777" w:rsidTr="00ED0681">
        <w:tc>
          <w:tcPr>
            <w:tcW w:w="800" w:type="dxa"/>
            <w:shd w:val="solid" w:color="FFFFFF" w:fill="auto"/>
          </w:tcPr>
          <w:p w14:paraId="2512AE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8B6179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CB4D9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0F95F9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116</w:t>
            </w:r>
          </w:p>
        </w:tc>
        <w:tc>
          <w:tcPr>
            <w:tcW w:w="428" w:type="dxa"/>
            <w:shd w:val="solid" w:color="FFFFFF" w:fill="auto"/>
            <w:vAlign w:val="center"/>
          </w:tcPr>
          <w:p w14:paraId="19D5C11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85E160E" w14:textId="77777777" w:rsidR="0093274D" w:rsidRPr="00E9040D" w:rsidRDefault="0093274D">
            <w:pPr>
              <w:spacing w:after="0"/>
              <w:rPr>
                <w:rFonts w:ascii="Arial" w:hAnsi="Arial" w:cs="Arial"/>
                <w:sz w:val="16"/>
                <w:szCs w:val="16"/>
              </w:rPr>
            </w:pPr>
            <w:r w:rsidRPr="00E9040D">
              <w:rPr>
                <w:rFonts w:ascii="Arial" w:hAnsi="Arial" w:cs="Arial"/>
                <w:sz w:val="16"/>
                <w:szCs w:val="16"/>
              </w:rPr>
              <w:t>PDCCH blind decoding</w:t>
            </w:r>
          </w:p>
        </w:tc>
        <w:tc>
          <w:tcPr>
            <w:tcW w:w="709" w:type="dxa"/>
            <w:shd w:val="solid" w:color="FFFFFF" w:fill="auto"/>
          </w:tcPr>
          <w:p w14:paraId="0C80EA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8B050E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14B9B53" w14:textId="77777777" w:rsidTr="00ED0681">
        <w:tc>
          <w:tcPr>
            <w:tcW w:w="800" w:type="dxa"/>
            <w:shd w:val="solid" w:color="FFFFFF" w:fill="auto"/>
          </w:tcPr>
          <w:p w14:paraId="649F26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8A0017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D6492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653921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117</w:t>
            </w:r>
          </w:p>
        </w:tc>
        <w:tc>
          <w:tcPr>
            <w:tcW w:w="428" w:type="dxa"/>
            <w:shd w:val="solid" w:color="FFFFFF" w:fill="auto"/>
            <w:vAlign w:val="center"/>
          </w:tcPr>
          <w:p w14:paraId="5F18FC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C9A0EDC" w14:textId="77777777" w:rsidR="0093274D" w:rsidRPr="00E9040D" w:rsidRDefault="0093274D">
            <w:pPr>
              <w:spacing w:after="0"/>
              <w:rPr>
                <w:rFonts w:ascii="Arial" w:hAnsi="Arial" w:cs="Arial"/>
                <w:sz w:val="16"/>
                <w:szCs w:val="16"/>
              </w:rPr>
            </w:pPr>
            <w:r w:rsidRPr="00E9040D">
              <w:rPr>
                <w:rFonts w:ascii="Arial" w:hAnsi="Arial" w:cs="Arial"/>
                <w:sz w:val="16"/>
                <w:szCs w:val="16"/>
              </w:rPr>
              <w:t>PDCCH search space</w:t>
            </w:r>
          </w:p>
        </w:tc>
        <w:tc>
          <w:tcPr>
            <w:tcW w:w="709" w:type="dxa"/>
            <w:shd w:val="solid" w:color="FFFFFF" w:fill="auto"/>
          </w:tcPr>
          <w:p w14:paraId="1D38FF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EAF2C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CAADD50" w14:textId="77777777" w:rsidTr="00ED0681">
        <w:tc>
          <w:tcPr>
            <w:tcW w:w="800" w:type="dxa"/>
            <w:shd w:val="solid" w:color="FFFFFF" w:fill="auto"/>
          </w:tcPr>
          <w:p w14:paraId="1C926A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813A9D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56891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7B10B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119</w:t>
            </w:r>
          </w:p>
        </w:tc>
        <w:tc>
          <w:tcPr>
            <w:tcW w:w="428" w:type="dxa"/>
            <w:shd w:val="solid" w:color="FFFFFF" w:fill="auto"/>
            <w:vAlign w:val="center"/>
          </w:tcPr>
          <w:p w14:paraId="5E097E0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D349C0D" w14:textId="77777777" w:rsidR="0093274D" w:rsidRPr="00E9040D" w:rsidRDefault="0093274D">
            <w:pPr>
              <w:spacing w:after="0"/>
              <w:rPr>
                <w:rFonts w:ascii="Arial" w:hAnsi="Arial" w:cs="Arial"/>
                <w:sz w:val="16"/>
                <w:szCs w:val="16"/>
              </w:rPr>
            </w:pPr>
            <w:proofErr w:type="spellStart"/>
            <w:r w:rsidRPr="00E9040D">
              <w:rPr>
                <w:rFonts w:ascii="Arial" w:hAnsi="Arial" w:cs="Arial"/>
                <w:sz w:val="16"/>
                <w:szCs w:val="16"/>
              </w:rPr>
              <w:t>Delta_TF</w:t>
            </w:r>
            <w:proofErr w:type="spellEnd"/>
            <w:r w:rsidRPr="00E9040D">
              <w:rPr>
                <w:rFonts w:ascii="Arial" w:hAnsi="Arial" w:cs="Arial"/>
                <w:sz w:val="16"/>
                <w:szCs w:val="16"/>
              </w:rPr>
              <w:t xml:space="preserve"> for PUSCH</w:t>
            </w:r>
          </w:p>
        </w:tc>
        <w:tc>
          <w:tcPr>
            <w:tcW w:w="709" w:type="dxa"/>
            <w:shd w:val="solid" w:color="FFFFFF" w:fill="auto"/>
          </w:tcPr>
          <w:p w14:paraId="565359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69C13A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F8899C6" w14:textId="77777777" w:rsidTr="00ED0681">
        <w:tc>
          <w:tcPr>
            <w:tcW w:w="800" w:type="dxa"/>
            <w:shd w:val="solid" w:color="FFFFFF" w:fill="auto"/>
          </w:tcPr>
          <w:p w14:paraId="01F912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B3E8A2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45DC2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81B65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120</w:t>
            </w:r>
          </w:p>
        </w:tc>
        <w:tc>
          <w:tcPr>
            <w:tcW w:w="428" w:type="dxa"/>
            <w:shd w:val="solid" w:color="FFFFFF" w:fill="auto"/>
            <w:vAlign w:val="center"/>
          </w:tcPr>
          <w:p w14:paraId="5E06A6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02B8D52" w14:textId="77777777" w:rsidR="0093274D" w:rsidRPr="00E9040D" w:rsidRDefault="0093274D">
            <w:pPr>
              <w:spacing w:after="0"/>
              <w:rPr>
                <w:rFonts w:ascii="Arial" w:hAnsi="Arial" w:cs="Arial"/>
                <w:sz w:val="16"/>
                <w:szCs w:val="16"/>
              </w:rPr>
            </w:pPr>
            <w:r w:rsidRPr="00E9040D">
              <w:rPr>
                <w:rFonts w:ascii="Arial" w:hAnsi="Arial" w:cs="Arial"/>
                <w:sz w:val="16"/>
                <w:szCs w:val="16"/>
              </w:rPr>
              <w:t>Delta_preamble_msg3 parameter values and TPC command in RA response</w:t>
            </w:r>
          </w:p>
        </w:tc>
        <w:tc>
          <w:tcPr>
            <w:tcW w:w="709" w:type="dxa"/>
            <w:shd w:val="solid" w:color="FFFFFF" w:fill="auto"/>
          </w:tcPr>
          <w:p w14:paraId="61D967F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C756A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FB33D31" w14:textId="77777777" w:rsidTr="00ED0681">
        <w:tc>
          <w:tcPr>
            <w:tcW w:w="800" w:type="dxa"/>
            <w:shd w:val="solid" w:color="FFFFFF" w:fill="auto"/>
          </w:tcPr>
          <w:p w14:paraId="668021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C8CBDE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E5F48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878A5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122</w:t>
            </w:r>
          </w:p>
        </w:tc>
        <w:tc>
          <w:tcPr>
            <w:tcW w:w="428" w:type="dxa"/>
            <w:shd w:val="solid" w:color="FFFFFF" w:fill="auto"/>
            <w:vAlign w:val="center"/>
          </w:tcPr>
          <w:p w14:paraId="5765C53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64B4084"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of offset </w:t>
            </w:r>
            <w:proofErr w:type="spellStart"/>
            <w:r w:rsidRPr="00E9040D">
              <w:rPr>
                <w:rFonts w:ascii="Arial" w:hAnsi="Arial" w:cs="Arial"/>
                <w:sz w:val="16"/>
                <w:szCs w:val="16"/>
              </w:rPr>
              <w:t>signaling</w:t>
            </w:r>
            <w:proofErr w:type="spellEnd"/>
            <w:r w:rsidRPr="00E9040D">
              <w:rPr>
                <w:rFonts w:ascii="Arial" w:hAnsi="Arial" w:cs="Arial"/>
                <w:sz w:val="16"/>
                <w:szCs w:val="16"/>
              </w:rPr>
              <w:t xml:space="preserve"> of uplink control information MCS</w:t>
            </w:r>
          </w:p>
        </w:tc>
        <w:tc>
          <w:tcPr>
            <w:tcW w:w="709" w:type="dxa"/>
            <w:shd w:val="solid" w:color="FFFFFF" w:fill="auto"/>
          </w:tcPr>
          <w:p w14:paraId="3FF705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2AD5C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C311457" w14:textId="77777777" w:rsidTr="00ED0681">
        <w:tc>
          <w:tcPr>
            <w:tcW w:w="800" w:type="dxa"/>
            <w:shd w:val="solid" w:color="FFFFFF" w:fill="auto"/>
          </w:tcPr>
          <w:p w14:paraId="2A3F624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CAA610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F5A74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C3F11E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124</w:t>
            </w:r>
          </w:p>
        </w:tc>
        <w:tc>
          <w:tcPr>
            <w:tcW w:w="428" w:type="dxa"/>
            <w:shd w:val="solid" w:color="FFFFFF" w:fill="auto"/>
            <w:vAlign w:val="center"/>
          </w:tcPr>
          <w:p w14:paraId="3A9F48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BAC3D93" w14:textId="77777777" w:rsidR="0093274D" w:rsidRPr="00E9040D" w:rsidRDefault="0093274D">
            <w:pPr>
              <w:spacing w:after="0"/>
              <w:rPr>
                <w:rFonts w:ascii="Arial" w:hAnsi="Arial" w:cs="Arial"/>
                <w:sz w:val="16"/>
                <w:szCs w:val="16"/>
              </w:rPr>
            </w:pPr>
            <w:r w:rsidRPr="00E9040D">
              <w:rPr>
                <w:rFonts w:ascii="Arial" w:hAnsi="Arial" w:cs="Arial"/>
                <w:sz w:val="16"/>
                <w:szCs w:val="16"/>
              </w:rPr>
              <w:t>Miscellaneous Corrections</w:t>
            </w:r>
          </w:p>
        </w:tc>
        <w:tc>
          <w:tcPr>
            <w:tcW w:w="709" w:type="dxa"/>
            <w:shd w:val="solid" w:color="FFFFFF" w:fill="auto"/>
          </w:tcPr>
          <w:p w14:paraId="69C2EE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63C8E6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C6A6A21" w14:textId="77777777" w:rsidTr="00ED0681">
        <w:tc>
          <w:tcPr>
            <w:tcW w:w="800" w:type="dxa"/>
            <w:shd w:val="solid" w:color="FFFFFF" w:fill="auto"/>
          </w:tcPr>
          <w:p w14:paraId="51E603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014D0A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967C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D2B6EB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125</w:t>
            </w:r>
          </w:p>
        </w:tc>
        <w:tc>
          <w:tcPr>
            <w:tcW w:w="428" w:type="dxa"/>
            <w:shd w:val="solid" w:color="FFFFFF" w:fill="auto"/>
            <w:vAlign w:val="center"/>
          </w:tcPr>
          <w:p w14:paraId="66423FC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696DB4B"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uplink index in TDD mode</w:t>
            </w:r>
          </w:p>
        </w:tc>
        <w:tc>
          <w:tcPr>
            <w:tcW w:w="709" w:type="dxa"/>
            <w:shd w:val="solid" w:color="FFFFFF" w:fill="auto"/>
          </w:tcPr>
          <w:p w14:paraId="34677F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19BADE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9F2AD45" w14:textId="77777777" w:rsidTr="00ED0681">
        <w:tc>
          <w:tcPr>
            <w:tcW w:w="800" w:type="dxa"/>
            <w:shd w:val="solid" w:color="FFFFFF" w:fill="auto"/>
          </w:tcPr>
          <w:p w14:paraId="2976423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8D70F3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D6EDB7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0E71A9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126</w:t>
            </w:r>
          </w:p>
        </w:tc>
        <w:tc>
          <w:tcPr>
            <w:tcW w:w="428" w:type="dxa"/>
            <w:shd w:val="solid" w:color="FFFFFF" w:fill="auto"/>
            <w:vAlign w:val="center"/>
          </w:tcPr>
          <w:p w14:paraId="0CF3AD9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B57E73A"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uplink transmission configurations</w:t>
            </w:r>
          </w:p>
        </w:tc>
        <w:tc>
          <w:tcPr>
            <w:tcW w:w="709" w:type="dxa"/>
            <w:shd w:val="solid" w:color="FFFFFF" w:fill="auto"/>
          </w:tcPr>
          <w:p w14:paraId="764E86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D9220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16A4F77" w14:textId="77777777" w:rsidTr="00ED0681">
        <w:tc>
          <w:tcPr>
            <w:tcW w:w="800" w:type="dxa"/>
            <w:shd w:val="solid" w:color="FFFFFF" w:fill="auto"/>
          </w:tcPr>
          <w:p w14:paraId="5DEE085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FC27DA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35BEC5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88618D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127</w:t>
            </w:r>
          </w:p>
        </w:tc>
        <w:tc>
          <w:tcPr>
            <w:tcW w:w="428" w:type="dxa"/>
            <w:shd w:val="solid" w:color="FFFFFF" w:fill="auto"/>
            <w:vAlign w:val="center"/>
          </w:tcPr>
          <w:p w14:paraId="7B75125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554E03C0"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PHICH index assignment</w:t>
            </w:r>
          </w:p>
        </w:tc>
        <w:tc>
          <w:tcPr>
            <w:tcW w:w="709" w:type="dxa"/>
            <w:shd w:val="solid" w:color="FFFFFF" w:fill="auto"/>
          </w:tcPr>
          <w:p w14:paraId="2CF2BC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73F45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32FEE4C" w14:textId="77777777" w:rsidTr="00ED0681">
        <w:tc>
          <w:tcPr>
            <w:tcW w:w="800" w:type="dxa"/>
            <w:shd w:val="solid" w:color="FFFFFF" w:fill="auto"/>
          </w:tcPr>
          <w:p w14:paraId="7677754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FD9FD1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8CFBB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44C299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128</w:t>
            </w:r>
          </w:p>
        </w:tc>
        <w:tc>
          <w:tcPr>
            <w:tcW w:w="428" w:type="dxa"/>
            <w:shd w:val="solid" w:color="FFFFFF" w:fill="auto"/>
            <w:vAlign w:val="center"/>
          </w:tcPr>
          <w:p w14:paraId="58E4CFA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CFE801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type-2 PDSCH resource allocation for format 1C</w:t>
            </w:r>
          </w:p>
        </w:tc>
        <w:tc>
          <w:tcPr>
            <w:tcW w:w="709" w:type="dxa"/>
            <w:shd w:val="solid" w:color="FFFFFF" w:fill="auto"/>
          </w:tcPr>
          <w:p w14:paraId="2A86124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478390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2A6B9A5" w14:textId="77777777" w:rsidTr="00ED0681">
        <w:tc>
          <w:tcPr>
            <w:tcW w:w="800" w:type="dxa"/>
            <w:shd w:val="solid" w:color="FFFFFF" w:fill="auto"/>
          </w:tcPr>
          <w:p w14:paraId="20D5BB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03/12/08</w:t>
            </w:r>
          </w:p>
        </w:tc>
        <w:tc>
          <w:tcPr>
            <w:tcW w:w="800" w:type="dxa"/>
            <w:shd w:val="solid" w:color="FFFFFF" w:fill="auto"/>
          </w:tcPr>
          <w:p w14:paraId="4277474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4F58A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ABC898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129</w:t>
            </w:r>
          </w:p>
        </w:tc>
        <w:tc>
          <w:tcPr>
            <w:tcW w:w="428" w:type="dxa"/>
            <w:shd w:val="solid" w:color="FFFFFF" w:fill="auto"/>
            <w:vAlign w:val="center"/>
          </w:tcPr>
          <w:p w14:paraId="7DF4E45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6E9F2AB"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grant in random access response</w:t>
            </w:r>
          </w:p>
        </w:tc>
        <w:tc>
          <w:tcPr>
            <w:tcW w:w="709" w:type="dxa"/>
            <w:shd w:val="solid" w:color="FFFFFF" w:fill="auto"/>
          </w:tcPr>
          <w:p w14:paraId="480F62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135A9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ECA3F87" w14:textId="77777777" w:rsidTr="00ED0681">
        <w:tc>
          <w:tcPr>
            <w:tcW w:w="800" w:type="dxa"/>
            <w:shd w:val="solid" w:color="FFFFFF" w:fill="auto"/>
          </w:tcPr>
          <w:p w14:paraId="612CDA8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0C8B3A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EA1E1F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367A79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130</w:t>
            </w:r>
          </w:p>
        </w:tc>
        <w:tc>
          <w:tcPr>
            <w:tcW w:w="428" w:type="dxa"/>
            <w:shd w:val="solid" w:color="FFFFFF" w:fill="auto"/>
            <w:vAlign w:val="center"/>
          </w:tcPr>
          <w:p w14:paraId="5A9414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DE386DB" w14:textId="77777777" w:rsidR="0093274D" w:rsidRPr="00E9040D" w:rsidRDefault="0093274D">
            <w:pPr>
              <w:spacing w:after="0"/>
              <w:rPr>
                <w:rFonts w:ascii="Arial" w:hAnsi="Arial" w:cs="Arial"/>
                <w:sz w:val="16"/>
                <w:szCs w:val="16"/>
              </w:rPr>
            </w:pPr>
            <w:r w:rsidRPr="00E9040D">
              <w:rPr>
                <w:rFonts w:ascii="Arial" w:hAnsi="Arial" w:cs="Arial"/>
                <w:sz w:val="16"/>
                <w:szCs w:val="16"/>
              </w:rPr>
              <w:t>UE sounding procedure</w:t>
            </w:r>
          </w:p>
        </w:tc>
        <w:tc>
          <w:tcPr>
            <w:tcW w:w="709" w:type="dxa"/>
            <w:shd w:val="solid" w:color="FFFFFF" w:fill="auto"/>
          </w:tcPr>
          <w:p w14:paraId="1CB9724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161C4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0D86C5C" w14:textId="77777777" w:rsidTr="00ED0681">
        <w:tc>
          <w:tcPr>
            <w:tcW w:w="800" w:type="dxa"/>
            <w:shd w:val="solid" w:color="FFFFFF" w:fill="auto"/>
          </w:tcPr>
          <w:p w14:paraId="5FF417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241F3C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7311C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223834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134</w:t>
            </w:r>
          </w:p>
        </w:tc>
        <w:tc>
          <w:tcPr>
            <w:tcW w:w="428" w:type="dxa"/>
            <w:shd w:val="solid" w:color="FFFFFF" w:fill="auto"/>
            <w:vAlign w:val="center"/>
          </w:tcPr>
          <w:p w14:paraId="47704F9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AAA96BF" w14:textId="77777777" w:rsidR="0093274D" w:rsidRPr="00E9040D" w:rsidRDefault="0093274D">
            <w:pPr>
              <w:spacing w:after="0"/>
              <w:rPr>
                <w:rFonts w:ascii="Arial" w:hAnsi="Arial" w:cs="Arial"/>
                <w:sz w:val="16"/>
                <w:szCs w:val="16"/>
              </w:rPr>
            </w:pPr>
            <w:r w:rsidRPr="00E9040D">
              <w:rPr>
                <w:rFonts w:ascii="Arial" w:hAnsi="Arial" w:cs="Arial"/>
                <w:sz w:val="16"/>
                <w:szCs w:val="16"/>
              </w:rPr>
              <w:t>Change for determining DCI format 1A TBS table column indicator for broadcast control</w:t>
            </w:r>
          </w:p>
        </w:tc>
        <w:tc>
          <w:tcPr>
            <w:tcW w:w="709" w:type="dxa"/>
            <w:shd w:val="solid" w:color="FFFFFF" w:fill="auto"/>
          </w:tcPr>
          <w:p w14:paraId="3D65E20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89CC25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BA5F11C" w14:textId="77777777" w:rsidTr="00ED0681">
        <w:tc>
          <w:tcPr>
            <w:tcW w:w="800" w:type="dxa"/>
            <w:shd w:val="solid" w:color="FFFFFF" w:fill="auto"/>
          </w:tcPr>
          <w:p w14:paraId="09C1B65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77D659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0B082A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E921D6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135</w:t>
            </w:r>
          </w:p>
        </w:tc>
        <w:tc>
          <w:tcPr>
            <w:tcW w:w="428" w:type="dxa"/>
            <w:shd w:val="solid" w:color="FFFFFF" w:fill="auto"/>
            <w:vAlign w:val="center"/>
          </w:tcPr>
          <w:p w14:paraId="667E20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FA17330" w14:textId="77777777" w:rsidR="0093274D" w:rsidRPr="00E9040D" w:rsidRDefault="0093274D">
            <w:pPr>
              <w:spacing w:after="0"/>
              <w:rPr>
                <w:rFonts w:ascii="Arial" w:hAnsi="Arial" w:cs="Arial"/>
                <w:sz w:val="16"/>
                <w:szCs w:val="16"/>
              </w:rPr>
            </w:pPr>
            <w:r w:rsidRPr="00E9040D">
              <w:rPr>
                <w:rFonts w:ascii="Arial" w:hAnsi="Arial" w:cs="Arial"/>
                <w:sz w:val="16"/>
                <w:szCs w:val="16"/>
              </w:rPr>
              <w:t>Clarifying UL VRB Allocation</w:t>
            </w:r>
          </w:p>
        </w:tc>
        <w:tc>
          <w:tcPr>
            <w:tcW w:w="709" w:type="dxa"/>
            <w:shd w:val="solid" w:color="FFFFFF" w:fill="auto"/>
          </w:tcPr>
          <w:p w14:paraId="3FCCBCB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C6FE4B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4A6913E" w14:textId="77777777" w:rsidTr="00ED0681">
        <w:tc>
          <w:tcPr>
            <w:tcW w:w="800" w:type="dxa"/>
            <w:shd w:val="solid" w:color="FFFFFF" w:fill="auto"/>
          </w:tcPr>
          <w:p w14:paraId="081F949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E94416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89D7FA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D3814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136</w:t>
            </w:r>
          </w:p>
        </w:tc>
        <w:tc>
          <w:tcPr>
            <w:tcW w:w="428" w:type="dxa"/>
            <w:shd w:val="solid" w:color="FFFFFF" w:fill="auto"/>
            <w:vAlign w:val="center"/>
          </w:tcPr>
          <w:p w14:paraId="5B7ECC6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A73654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Aperiodic CQI</w:t>
            </w:r>
          </w:p>
        </w:tc>
        <w:tc>
          <w:tcPr>
            <w:tcW w:w="709" w:type="dxa"/>
            <w:shd w:val="solid" w:color="FFFFFF" w:fill="auto"/>
          </w:tcPr>
          <w:p w14:paraId="2802206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4A2CD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D5A1585" w14:textId="77777777" w:rsidTr="00ED0681">
        <w:tc>
          <w:tcPr>
            <w:tcW w:w="800" w:type="dxa"/>
            <w:shd w:val="solid" w:color="FFFFFF" w:fill="auto"/>
          </w:tcPr>
          <w:p w14:paraId="251EB3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5C962B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DC7C1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A90687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137</w:t>
            </w:r>
          </w:p>
        </w:tc>
        <w:tc>
          <w:tcPr>
            <w:tcW w:w="428" w:type="dxa"/>
            <w:shd w:val="solid" w:color="FFFFFF" w:fill="auto"/>
            <w:vAlign w:val="center"/>
          </w:tcPr>
          <w:p w14:paraId="7105C5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5787DE7"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Aperiodic CQI Reporting</w:t>
            </w:r>
          </w:p>
        </w:tc>
        <w:tc>
          <w:tcPr>
            <w:tcW w:w="709" w:type="dxa"/>
            <w:shd w:val="solid" w:color="FFFFFF" w:fill="auto"/>
          </w:tcPr>
          <w:p w14:paraId="7A82CC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6DBE7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8C282C5" w14:textId="77777777" w:rsidTr="00ED0681">
        <w:tc>
          <w:tcPr>
            <w:tcW w:w="800" w:type="dxa"/>
            <w:shd w:val="solid" w:color="FFFFFF" w:fill="auto"/>
          </w:tcPr>
          <w:p w14:paraId="43F877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E007D0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3C8FE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0E51F4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138</w:t>
            </w:r>
          </w:p>
        </w:tc>
        <w:tc>
          <w:tcPr>
            <w:tcW w:w="428" w:type="dxa"/>
            <w:shd w:val="solid" w:color="FFFFFF" w:fill="auto"/>
            <w:vAlign w:val="center"/>
          </w:tcPr>
          <w:p w14:paraId="60EE925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B718E8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smartTag w:uri="urn:schemas-microsoft-com:office:smarttags" w:element="PersonName">
              <w:smartTag w:uri="urn:schemas:contacts" w:element="GivenName">
                <w:r w:rsidRPr="00E9040D">
                  <w:rPr>
                    <w:rFonts w:ascii="Arial" w:hAnsi="Arial" w:cs="Arial"/>
                    <w:sz w:val="16"/>
                    <w:szCs w:val="16"/>
                  </w:rPr>
                  <w:t>PUCCH</w:t>
                </w:r>
              </w:smartTag>
              <w:r w:rsidRPr="00E9040D">
                <w:rPr>
                  <w:rFonts w:ascii="Arial" w:hAnsi="Arial" w:cs="Arial"/>
                  <w:sz w:val="16"/>
                  <w:szCs w:val="16"/>
                </w:rPr>
                <w:t xml:space="preserve"> </w:t>
              </w:r>
              <w:smartTag w:uri="urn:schemas:contacts" w:element="Sn">
                <w:r w:rsidRPr="00E9040D">
                  <w:rPr>
                    <w:rFonts w:ascii="Arial" w:hAnsi="Arial" w:cs="Arial"/>
                    <w:sz w:val="16"/>
                    <w:szCs w:val="16"/>
                  </w:rPr>
                  <w:t>CQI</w:t>
                </w:r>
              </w:smartTag>
            </w:smartTag>
            <w:r w:rsidRPr="00E9040D">
              <w:rPr>
                <w:rFonts w:ascii="Arial" w:hAnsi="Arial" w:cs="Arial"/>
                <w:sz w:val="16"/>
                <w:szCs w:val="16"/>
              </w:rPr>
              <w:t xml:space="preserve"> reporting mode for N^DL_RB &lt;= 7</w:t>
            </w:r>
          </w:p>
        </w:tc>
        <w:tc>
          <w:tcPr>
            <w:tcW w:w="709" w:type="dxa"/>
            <w:shd w:val="solid" w:color="FFFFFF" w:fill="auto"/>
          </w:tcPr>
          <w:p w14:paraId="0E762A0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63776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8712458" w14:textId="77777777" w:rsidTr="00ED0681">
        <w:tc>
          <w:tcPr>
            <w:tcW w:w="800" w:type="dxa"/>
            <w:shd w:val="solid" w:color="FFFFFF" w:fill="auto"/>
          </w:tcPr>
          <w:p w14:paraId="591FCA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399687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F4984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266885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140</w:t>
            </w:r>
          </w:p>
        </w:tc>
        <w:tc>
          <w:tcPr>
            <w:tcW w:w="428" w:type="dxa"/>
            <w:shd w:val="solid" w:color="FFFFFF" w:fill="auto"/>
            <w:vAlign w:val="center"/>
          </w:tcPr>
          <w:p w14:paraId="12888AA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B3C12D8" w14:textId="77777777" w:rsidR="0093274D" w:rsidRPr="00E9040D" w:rsidRDefault="0093274D">
            <w:pPr>
              <w:spacing w:after="0"/>
              <w:rPr>
                <w:rFonts w:ascii="Arial" w:hAnsi="Arial" w:cs="Arial"/>
                <w:sz w:val="16"/>
                <w:szCs w:val="16"/>
              </w:rPr>
            </w:pPr>
            <w:r w:rsidRPr="00E9040D">
              <w:rPr>
                <w:rFonts w:ascii="Arial" w:hAnsi="Arial" w:cs="Arial"/>
                <w:sz w:val="16"/>
                <w:szCs w:val="16"/>
              </w:rPr>
              <w:t>On sounding procedure in TDD</w:t>
            </w:r>
          </w:p>
        </w:tc>
        <w:tc>
          <w:tcPr>
            <w:tcW w:w="709" w:type="dxa"/>
            <w:shd w:val="solid" w:color="FFFFFF" w:fill="auto"/>
          </w:tcPr>
          <w:p w14:paraId="6AABAAB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6C0AB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0C34D1D" w14:textId="77777777" w:rsidTr="00ED0681">
        <w:tc>
          <w:tcPr>
            <w:tcW w:w="800" w:type="dxa"/>
            <w:shd w:val="solid" w:color="FFFFFF" w:fill="auto"/>
          </w:tcPr>
          <w:p w14:paraId="678C0F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332B8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BEE88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8FBC15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141</w:t>
            </w:r>
          </w:p>
        </w:tc>
        <w:tc>
          <w:tcPr>
            <w:tcW w:w="428" w:type="dxa"/>
            <w:shd w:val="solid" w:color="FFFFFF" w:fill="auto"/>
            <w:vAlign w:val="center"/>
          </w:tcPr>
          <w:p w14:paraId="0D33CF1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79D5617"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RAN1/RAN3 specification</w:t>
            </w:r>
          </w:p>
        </w:tc>
        <w:tc>
          <w:tcPr>
            <w:tcW w:w="709" w:type="dxa"/>
            <w:shd w:val="solid" w:color="FFFFFF" w:fill="auto"/>
          </w:tcPr>
          <w:p w14:paraId="09FC7FE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6C4A3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6CA9E1D" w14:textId="77777777" w:rsidTr="00ED0681">
        <w:tc>
          <w:tcPr>
            <w:tcW w:w="800" w:type="dxa"/>
            <w:shd w:val="solid" w:color="FFFFFF" w:fill="auto"/>
          </w:tcPr>
          <w:p w14:paraId="4F7212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647FD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2E6CF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BA451F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143</w:t>
            </w:r>
          </w:p>
        </w:tc>
        <w:tc>
          <w:tcPr>
            <w:tcW w:w="428" w:type="dxa"/>
            <w:shd w:val="solid" w:color="FFFFFF" w:fill="auto"/>
            <w:vAlign w:val="center"/>
          </w:tcPr>
          <w:p w14:paraId="09E967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5A22E391" w14:textId="77777777" w:rsidR="0093274D" w:rsidRPr="00E9040D" w:rsidRDefault="0093274D">
            <w:pPr>
              <w:spacing w:after="0"/>
              <w:rPr>
                <w:rFonts w:ascii="Arial" w:hAnsi="Arial" w:cs="Arial"/>
                <w:sz w:val="16"/>
                <w:szCs w:val="16"/>
              </w:rPr>
            </w:pPr>
            <w:r w:rsidRPr="00E9040D">
              <w:rPr>
                <w:rFonts w:ascii="Arial" w:hAnsi="Arial" w:cs="Arial"/>
                <w:sz w:val="16"/>
                <w:szCs w:val="16"/>
              </w:rPr>
              <w:t>TTI bundling</w:t>
            </w:r>
          </w:p>
        </w:tc>
        <w:tc>
          <w:tcPr>
            <w:tcW w:w="709" w:type="dxa"/>
            <w:shd w:val="solid" w:color="FFFFFF" w:fill="auto"/>
          </w:tcPr>
          <w:p w14:paraId="078111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D9ACD8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3846D4F" w14:textId="77777777" w:rsidTr="00ED0681">
        <w:tc>
          <w:tcPr>
            <w:tcW w:w="800" w:type="dxa"/>
            <w:shd w:val="solid" w:color="FFFFFF" w:fill="auto"/>
          </w:tcPr>
          <w:p w14:paraId="162086B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8DC0B1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CA1720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8A145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144</w:t>
            </w:r>
          </w:p>
        </w:tc>
        <w:tc>
          <w:tcPr>
            <w:tcW w:w="428" w:type="dxa"/>
            <w:shd w:val="solid" w:color="FFFFFF" w:fill="auto"/>
            <w:vAlign w:val="center"/>
          </w:tcPr>
          <w:p w14:paraId="6DFBA9D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AB041D9" w14:textId="77777777" w:rsidR="0093274D" w:rsidRPr="00E9040D" w:rsidRDefault="0093274D">
            <w:pPr>
              <w:spacing w:after="0"/>
              <w:rPr>
                <w:rFonts w:ascii="Arial" w:hAnsi="Arial" w:cs="Arial"/>
                <w:sz w:val="16"/>
                <w:szCs w:val="16"/>
              </w:rPr>
            </w:pPr>
            <w:r w:rsidRPr="00E9040D">
              <w:rPr>
                <w:rFonts w:ascii="Arial" w:hAnsi="Arial" w:cs="Arial"/>
                <w:sz w:val="16"/>
                <w:szCs w:val="16"/>
              </w:rPr>
              <w:t>ACK/NACK transmission on PUSCH for LTE TDD</w:t>
            </w:r>
          </w:p>
        </w:tc>
        <w:tc>
          <w:tcPr>
            <w:tcW w:w="709" w:type="dxa"/>
            <w:shd w:val="solid" w:color="FFFFFF" w:fill="auto"/>
          </w:tcPr>
          <w:p w14:paraId="06DB157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DD29A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BC88CB5" w14:textId="77777777" w:rsidTr="00ED0681">
        <w:tc>
          <w:tcPr>
            <w:tcW w:w="800" w:type="dxa"/>
            <w:shd w:val="solid" w:color="FFFFFF" w:fill="auto"/>
          </w:tcPr>
          <w:p w14:paraId="7A624B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7FF610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B3B2B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7F2710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145</w:t>
            </w:r>
          </w:p>
        </w:tc>
        <w:tc>
          <w:tcPr>
            <w:tcW w:w="428" w:type="dxa"/>
            <w:shd w:val="solid" w:color="FFFFFF" w:fill="auto"/>
            <w:vAlign w:val="center"/>
          </w:tcPr>
          <w:p w14:paraId="2AE7ADF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5094654" w14:textId="77777777" w:rsidR="0093274D" w:rsidRPr="00E9040D" w:rsidRDefault="0093274D">
            <w:pPr>
              <w:spacing w:after="0"/>
              <w:rPr>
                <w:rFonts w:ascii="Arial" w:hAnsi="Arial" w:cs="Arial"/>
                <w:sz w:val="16"/>
                <w:szCs w:val="16"/>
              </w:rPr>
            </w:pPr>
            <w:r w:rsidRPr="00E9040D">
              <w:rPr>
                <w:rFonts w:ascii="Arial" w:hAnsi="Arial" w:cs="Arial"/>
                <w:sz w:val="16"/>
                <w:szCs w:val="16"/>
              </w:rPr>
              <w:t>Timing relationship between PHICH and its associated PUSCH</w:t>
            </w:r>
          </w:p>
        </w:tc>
        <w:tc>
          <w:tcPr>
            <w:tcW w:w="709" w:type="dxa"/>
            <w:shd w:val="solid" w:color="FFFFFF" w:fill="auto"/>
          </w:tcPr>
          <w:p w14:paraId="1FDBD27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F250F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43272DC" w14:textId="77777777" w:rsidTr="00ED0681">
        <w:tc>
          <w:tcPr>
            <w:tcW w:w="800" w:type="dxa"/>
            <w:shd w:val="solid" w:color="FFFFFF" w:fill="auto"/>
          </w:tcPr>
          <w:p w14:paraId="37CADB2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C45B05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88A15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45956A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147</w:t>
            </w:r>
          </w:p>
        </w:tc>
        <w:tc>
          <w:tcPr>
            <w:tcW w:w="428" w:type="dxa"/>
            <w:shd w:val="solid" w:color="FFFFFF" w:fill="auto"/>
            <w:vAlign w:val="center"/>
          </w:tcPr>
          <w:p w14:paraId="725DF8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A2513B1" w14:textId="77777777" w:rsidR="0093274D" w:rsidRPr="00E9040D" w:rsidRDefault="0093274D">
            <w:pPr>
              <w:spacing w:after="0"/>
              <w:rPr>
                <w:rFonts w:ascii="Arial" w:hAnsi="Arial" w:cs="Arial"/>
                <w:sz w:val="16"/>
                <w:szCs w:val="16"/>
              </w:rPr>
            </w:pPr>
            <w:r w:rsidRPr="00E9040D">
              <w:rPr>
                <w:rFonts w:ascii="Arial" w:hAnsi="Arial" w:cs="Arial"/>
                <w:sz w:val="16"/>
                <w:szCs w:val="16"/>
              </w:rPr>
              <w:t>Definition of parameter for downlink reference signal transmit power</w:t>
            </w:r>
          </w:p>
        </w:tc>
        <w:tc>
          <w:tcPr>
            <w:tcW w:w="709" w:type="dxa"/>
            <w:shd w:val="solid" w:color="FFFFFF" w:fill="auto"/>
          </w:tcPr>
          <w:p w14:paraId="1B713F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2A94E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B46F6D3" w14:textId="77777777" w:rsidTr="00ED0681">
        <w:tc>
          <w:tcPr>
            <w:tcW w:w="800" w:type="dxa"/>
            <w:shd w:val="solid" w:color="FFFFFF" w:fill="auto"/>
          </w:tcPr>
          <w:p w14:paraId="6E6D0B6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85C6CE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CCBA49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B758B7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148</w:t>
            </w:r>
          </w:p>
        </w:tc>
        <w:tc>
          <w:tcPr>
            <w:tcW w:w="428" w:type="dxa"/>
            <w:shd w:val="solid" w:color="FFFFFF" w:fill="auto"/>
            <w:vAlign w:val="center"/>
          </w:tcPr>
          <w:p w14:paraId="177556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B8F3A29" w14:textId="77777777" w:rsidR="0093274D" w:rsidRPr="00E9040D" w:rsidRDefault="0093274D">
            <w:pPr>
              <w:spacing w:after="0"/>
              <w:rPr>
                <w:rFonts w:ascii="Arial" w:hAnsi="Arial" w:cs="Arial"/>
                <w:sz w:val="16"/>
                <w:szCs w:val="16"/>
              </w:rPr>
            </w:pPr>
            <w:r w:rsidRPr="00E9040D">
              <w:rPr>
                <w:rFonts w:ascii="Arial" w:hAnsi="Arial" w:cs="Arial"/>
                <w:sz w:val="16"/>
                <w:szCs w:val="16"/>
              </w:rPr>
              <w:t>Radio link monitoring</w:t>
            </w:r>
          </w:p>
        </w:tc>
        <w:tc>
          <w:tcPr>
            <w:tcW w:w="709" w:type="dxa"/>
            <w:shd w:val="solid" w:color="FFFFFF" w:fill="auto"/>
          </w:tcPr>
          <w:p w14:paraId="10B6E1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3053E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D779604" w14:textId="77777777" w:rsidTr="00ED0681">
        <w:tc>
          <w:tcPr>
            <w:tcW w:w="800" w:type="dxa"/>
            <w:shd w:val="solid" w:color="FFFFFF" w:fill="auto"/>
          </w:tcPr>
          <w:p w14:paraId="3C77A0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456CE8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13F2A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F4F4A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149</w:t>
            </w:r>
          </w:p>
        </w:tc>
        <w:tc>
          <w:tcPr>
            <w:tcW w:w="428" w:type="dxa"/>
            <w:shd w:val="solid" w:color="FFFFFF" w:fill="auto"/>
            <w:vAlign w:val="center"/>
          </w:tcPr>
          <w:p w14:paraId="6FD963E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1D9E30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in 36.213 related to TDD downlink HARQ processes</w:t>
            </w:r>
          </w:p>
        </w:tc>
        <w:tc>
          <w:tcPr>
            <w:tcW w:w="709" w:type="dxa"/>
            <w:shd w:val="solid" w:color="FFFFFF" w:fill="auto"/>
          </w:tcPr>
          <w:p w14:paraId="1EE6EB7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BE50ED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77B2C6C" w14:textId="77777777" w:rsidTr="00ED0681">
        <w:tc>
          <w:tcPr>
            <w:tcW w:w="800" w:type="dxa"/>
            <w:shd w:val="solid" w:color="FFFFFF" w:fill="auto"/>
          </w:tcPr>
          <w:p w14:paraId="2FC2E29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27C354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2144D3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FE2225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151</w:t>
            </w:r>
          </w:p>
        </w:tc>
        <w:tc>
          <w:tcPr>
            <w:tcW w:w="428" w:type="dxa"/>
            <w:shd w:val="solid" w:color="FFFFFF" w:fill="auto"/>
            <w:vAlign w:val="center"/>
          </w:tcPr>
          <w:p w14:paraId="514B95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BB731D9" w14:textId="77777777" w:rsidR="0093274D" w:rsidRPr="00E9040D" w:rsidRDefault="0093274D">
            <w:pPr>
              <w:spacing w:after="0"/>
              <w:rPr>
                <w:rFonts w:ascii="Arial" w:hAnsi="Arial" w:cs="Arial"/>
                <w:sz w:val="16"/>
                <w:szCs w:val="16"/>
              </w:rPr>
            </w:pPr>
            <w:r w:rsidRPr="00E9040D">
              <w:rPr>
                <w:rFonts w:ascii="Arial" w:hAnsi="Arial" w:cs="Arial"/>
                <w:sz w:val="16"/>
                <w:szCs w:val="16"/>
              </w:rPr>
              <w:t>Nominal PDSCH-to-RS EPRE Offset for CQI Reporting</w:t>
            </w:r>
          </w:p>
        </w:tc>
        <w:tc>
          <w:tcPr>
            <w:tcW w:w="709" w:type="dxa"/>
            <w:shd w:val="solid" w:color="FFFFFF" w:fill="auto"/>
          </w:tcPr>
          <w:p w14:paraId="1E004A2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C2A22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FDE2F56" w14:textId="77777777" w:rsidTr="00ED0681">
        <w:tc>
          <w:tcPr>
            <w:tcW w:w="800" w:type="dxa"/>
            <w:shd w:val="solid" w:color="FFFFFF" w:fill="auto"/>
          </w:tcPr>
          <w:p w14:paraId="5B63F87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540914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1312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BAC8A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152</w:t>
            </w:r>
          </w:p>
        </w:tc>
        <w:tc>
          <w:tcPr>
            <w:tcW w:w="428" w:type="dxa"/>
            <w:shd w:val="solid" w:color="FFFFFF" w:fill="auto"/>
            <w:vAlign w:val="center"/>
          </w:tcPr>
          <w:p w14:paraId="1559C23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F7CB350"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Support of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repetition in Rel-8</w:t>
            </w:r>
          </w:p>
        </w:tc>
        <w:tc>
          <w:tcPr>
            <w:tcW w:w="709" w:type="dxa"/>
            <w:shd w:val="solid" w:color="FFFFFF" w:fill="auto"/>
          </w:tcPr>
          <w:p w14:paraId="5DF7DD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8EBF9E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FDDED91" w14:textId="77777777" w:rsidTr="00ED0681">
        <w:tc>
          <w:tcPr>
            <w:tcW w:w="800" w:type="dxa"/>
            <w:shd w:val="solid" w:color="FFFFFF" w:fill="auto"/>
          </w:tcPr>
          <w:p w14:paraId="69CAE7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80FFF9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8CD6A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B86E24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155</w:t>
            </w:r>
          </w:p>
        </w:tc>
        <w:tc>
          <w:tcPr>
            <w:tcW w:w="428" w:type="dxa"/>
            <w:shd w:val="solid" w:color="FFFFFF" w:fill="auto"/>
            <w:vAlign w:val="center"/>
          </w:tcPr>
          <w:p w14:paraId="10A2E9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4D640B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misconfiguration of aperiodic CQI and SR</w:t>
            </w:r>
          </w:p>
        </w:tc>
        <w:tc>
          <w:tcPr>
            <w:tcW w:w="709" w:type="dxa"/>
            <w:shd w:val="solid" w:color="FFFFFF" w:fill="auto"/>
          </w:tcPr>
          <w:p w14:paraId="3A7DD9B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91619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C82FD79" w14:textId="77777777" w:rsidTr="00ED0681">
        <w:tc>
          <w:tcPr>
            <w:tcW w:w="800" w:type="dxa"/>
            <w:shd w:val="solid" w:color="FFFFFF" w:fill="auto"/>
          </w:tcPr>
          <w:p w14:paraId="6FEF9C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6624F5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48A69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D09322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156</w:t>
            </w:r>
          </w:p>
        </w:tc>
        <w:tc>
          <w:tcPr>
            <w:tcW w:w="428" w:type="dxa"/>
            <w:shd w:val="solid" w:color="FFFFFF" w:fill="auto"/>
            <w:vAlign w:val="center"/>
          </w:tcPr>
          <w:p w14:paraId="04D64F8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CB682FB"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control information multiplexing in subframe bundling mode</w:t>
            </w:r>
          </w:p>
        </w:tc>
        <w:tc>
          <w:tcPr>
            <w:tcW w:w="709" w:type="dxa"/>
            <w:shd w:val="solid" w:color="FFFFFF" w:fill="auto"/>
          </w:tcPr>
          <w:p w14:paraId="70CB97D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D8D30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3F543D0" w14:textId="77777777" w:rsidTr="00ED0681">
        <w:tc>
          <w:tcPr>
            <w:tcW w:w="800" w:type="dxa"/>
            <w:shd w:val="solid" w:color="FFFFFF" w:fill="auto"/>
          </w:tcPr>
          <w:p w14:paraId="0842DC5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80B66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8640F6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1AFACA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157</w:t>
            </w:r>
          </w:p>
        </w:tc>
        <w:tc>
          <w:tcPr>
            <w:tcW w:w="428" w:type="dxa"/>
            <w:shd w:val="solid" w:color="FFFFFF" w:fill="auto"/>
            <w:vAlign w:val="center"/>
          </w:tcPr>
          <w:p w14:paraId="7B801C8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CD40D9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PHICH index assignment</w:t>
            </w:r>
          </w:p>
        </w:tc>
        <w:tc>
          <w:tcPr>
            <w:tcW w:w="709" w:type="dxa"/>
            <w:shd w:val="solid" w:color="FFFFFF" w:fill="auto"/>
          </w:tcPr>
          <w:p w14:paraId="6E1A0E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AC45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1EF604E" w14:textId="77777777" w:rsidTr="00ED0681">
        <w:tc>
          <w:tcPr>
            <w:tcW w:w="800" w:type="dxa"/>
            <w:shd w:val="solid" w:color="FFFFFF" w:fill="auto"/>
          </w:tcPr>
          <w:p w14:paraId="7337335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7B973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0A278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401923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158</w:t>
            </w:r>
          </w:p>
        </w:tc>
        <w:tc>
          <w:tcPr>
            <w:tcW w:w="428" w:type="dxa"/>
            <w:shd w:val="solid" w:color="FFFFFF" w:fill="auto"/>
            <w:vAlign w:val="center"/>
          </w:tcPr>
          <w:p w14:paraId="0B53FD5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02B8C0A" w14:textId="77777777" w:rsidR="0093274D" w:rsidRPr="00E9040D" w:rsidRDefault="0093274D">
            <w:pPr>
              <w:spacing w:after="0"/>
              <w:rPr>
                <w:rFonts w:ascii="Arial" w:hAnsi="Arial" w:cs="Arial"/>
                <w:sz w:val="16"/>
                <w:szCs w:val="16"/>
              </w:rPr>
            </w:pPr>
            <w:r w:rsidRPr="00E9040D">
              <w:rPr>
                <w:rFonts w:ascii="Arial" w:hAnsi="Arial" w:cs="Arial"/>
                <w:sz w:val="16"/>
                <w:szCs w:val="16"/>
              </w:rPr>
              <w:t>UE transmit antenna selection</w:t>
            </w:r>
          </w:p>
        </w:tc>
        <w:tc>
          <w:tcPr>
            <w:tcW w:w="709" w:type="dxa"/>
            <w:shd w:val="solid" w:color="FFFFFF" w:fill="auto"/>
          </w:tcPr>
          <w:p w14:paraId="11A818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BCE6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14CC304" w14:textId="77777777" w:rsidTr="00ED0681">
        <w:tc>
          <w:tcPr>
            <w:tcW w:w="800" w:type="dxa"/>
            <w:shd w:val="solid" w:color="FFFFFF" w:fill="auto"/>
          </w:tcPr>
          <w:p w14:paraId="574E40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0081A2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1E16B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FDB1DC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159</w:t>
            </w:r>
          </w:p>
        </w:tc>
        <w:tc>
          <w:tcPr>
            <w:tcW w:w="428" w:type="dxa"/>
            <w:shd w:val="solid" w:color="FFFFFF" w:fill="auto"/>
            <w:vAlign w:val="center"/>
          </w:tcPr>
          <w:p w14:paraId="541264B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0AE8FE7"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spatial different CQI for CQI reporting Mode 2-1</w:t>
            </w:r>
          </w:p>
        </w:tc>
        <w:tc>
          <w:tcPr>
            <w:tcW w:w="709" w:type="dxa"/>
            <w:shd w:val="solid" w:color="FFFFFF" w:fill="auto"/>
          </w:tcPr>
          <w:p w14:paraId="23D37F7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3CCC27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DDAB8C4" w14:textId="77777777" w:rsidTr="00ED0681">
        <w:tc>
          <w:tcPr>
            <w:tcW w:w="800" w:type="dxa"/>
            <w:shd w:val="solid" w:color="FFFFFF" w:fill="auto"/>
          </w:tcPr>
          <w:p w14:paraId="58E2595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E8AB6E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A9864C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35F3F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160</w:t>
            </w:r>
          </w:p>
        </w:tc>
        <w:tc>
          <w:tcPr>
            <w:tcW w:w="428" w:type="dxa"/>
            <w:shd w:val="solid" w:color="FFFFFF" w:fill="auto"/>
            <w:vAlign w:val="center"/>
          </w:tcPr>
          <w:p w14:paraId="6825FBD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43B2C6B"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Corrections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r w:rsidRPr="00E9040D">
              <w:rPr>
                <w:rFonts w:ascii="Arial" w:hAnsi="Arial" w:cs="Arial"/>
                <w:sz w:val="16"/>
                <w:szCs w:val="16"/>
              </w:rPr>
              <w:t xml:space="preserve"> bundling and multiplexing</w:t>
            </w:r>
          </w:p>
        </w:tc>
        <w:tc>
          <w:tcPr>
            <w:tcW w:w="709" w:type="dxa"/>
            <w:shd w:val="solid" w:color="FFFFFF" w:fill="auto"/>
          </w:tcPr>
          <w:p w14:paraId="3D23B90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E7DDED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8799F13" w14:textId="77777777" w:rsidTr="00ED0681">
        <w:tc>
          <w:tcPr>
            <w:tcW w:w="800" w:type="dxa"/>
            <w:shd w:val="solid" w:color="FFFFFF" w:fill="auto"/>
          </w:tcPr>
          <w:p w14:paraId="2AEF2F2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4F130A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3E555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0101A5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161</w:t>
            </w:r>
          </w:p>
        </w:tc>
        <w:tc>
          <w:tcPr>
            <w:tcW w:w="428" w:type="dxa"/>
            <w:shd w:val="solid" w:color="FFFFFF" w:fill="auto"/>
            <w:vAlign w:val="center"/>
          </w:tcPr>
          <w:p w14:paraId="74CED80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E41E094"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RI for Open-Loop Spatial Multiplexing</w:t>
            </w:r>
          </w:p>
        </w:tc>
        <w:tc>
          <w:tcPr>
            <w:tcW w:w="709" w:type="dxa"/>
            <w:shd w:val="solid" w:color="FFFFFF" w:fill="auto"/>
          </w:tcPr>
          <w:p w14:paraId="005160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CEC83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3401B59" w14:textId="77777777" w:rsidTr="00ED0681">
        <w:tc>
          <w:tcPr>
            <w:tcW w:w="800" w:type="dxa"/>
            <w:shd w:val="solid" w:color="FFFFFF" w:fill="auto"/>
          </w:tcPr>
          <w:p w14:paraId="5CD854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23064F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59F077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0EF2EA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162</w:t>
            </w:r>
          </w:p>
        </w:tc>
        <w:tc>
          <w:tcPr>
            <w:tcW w:w="428" w:type="dxa"/>
            <w:shd w:val="solid" w:color="FFFFFF" w:fill="auto"/>
            <w:vAlign w:val="center"/>
          </w:tcPr>
          <w:p w14:paraId="72DCF01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0F38A22"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differential CQI</w:t>
            </w:r>
          </w:p>
        </w:tc>
        <w:tc>
          <w:tcPr>
            <w:tcW w:w="709" w:type="dxa"/>
            <w:shd w:val="solid" w:color="FFFFFF" w:fill="auto"/>
          </w:tcPr>
          <w:p w14:paraId="3A070F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BE675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EB16705" w14:textId="77777777" w:rsidTr="00ED0681">
        <w:tc>
          <w:tcPr>
            <w:tcW w:w="800" w:type="dxa"/>
            <w:shd w:val="solid" w:color="FFFFFF" w:fill="auto"/>
          </w:tcPr>
          <w:p w14:paraId="1D65DB9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7A5AA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97AE85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B30C72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163</w:t>
            </w:r>
          </w:p>
        </w:tc>
        <w:tc>
          <w:tcPr>
            <w:tcW w:w="428" w:type="dxa"/>
            <w:shd w:val="solid" w:color="FFFFFF" w:fill="auto"/>
            <w:vAlign w:val="center"/>
          </w:tcPr>
          <w:p w14:paraId="7954B95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2575C2E" w14:textId="77777777" w:rsidR="0093274D" w:rsidRPr="00E9040D" w:rsidRDefault="0093274D">
            <w:pPr>
              <w:spacing w:after="0"/>
              <w:rPr>
                <w:rFonts w:ascii="Arial" w:hAnsi="Arial" w:cs="Arial"/>
                <w:sz w:val="16"/>
                <w:szCs w:val="16"/>
              </w:rPr>
            </w:pPr>
            <w:r w:rsidRPr="00E9040D">
              <w:rPr>
                <w:rFonts w:ascii="Arial" w:hAnsi="Arial" w:cs="Arial"/>
                <w:sz w:val="16"/>
                <w:szCs w:val="16"/>
              </w:rPr>
              <w:t>Inconsistency between PMI definition and codebook index</w:t>
            </w:r>
          </w:p>
        </w:tc>
        <w:tc>
          <w:tcPr>
            <w:tcW w:w="709" w:type="dxa"/>
            <w:shd w:val="solid" w:color="FFFFFF" w:fill="auto"/>
          </w:tcPr>
          <w:p w14:paraId="2C782A4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8F9B5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6B8E146" w14:textId="77777777" w:rsidTr="00ED0681">
        <w:tc>
          <w:tcPr>
            <w:tcW w:w="800" w:type="dxa"/>
            <w:shd w:val="solid" w:color="FFFFFF" w:fill="auto"/>
          </w:tcPr>
          <w:p w14:paraId="36C9F7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D2A695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F17D9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10FBF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164</w:t>
            </w:r>
          </w:p>
        </w:tc>
        <w:tc>
          <w:tcPr>
            <w:tcW w:w="428" w:type="dxa"/>
            <w:shd w:val="solid" w:color="FFFFFF" w:fill="auto"/>
            <w:vAlign w:val="center"/>
          </w:tcPr>
          <w:p w14:paraId="44343A0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2A2BBB1" w14:textId="77777777" w:rsidR="0093274D" w:rsidRPr="00E9040D" w:rsidRDefault="0093274D">
            <w:pPr>
              <w:spacing w:after="0"/>
              <w:rPr>
                <w:rFonts w:ascii="Arial" w:hAnsi="Arial" w:cs="Arial"/>
                <w:sz w:val="16"/>
                <w:szCs w:val="16"/>
              </w:rPr>
            </w:pPr>
            <w:r w:rsidRPr="00E9040D">
              <w:rPr>
                <w:rFonts w:ascii="Arial" w:hAnsi="Arial" w:cs="Arial"/>
                <w:sz w:val="16"/>
                <w:szCs w:val="16"/>
              </w:rPr>
              <w:t>PDCCH validation for semi-persistent scheduling</w:t>
            </w:r>
          </w:p>
        </w:tc>
        <w:tc>
          <w:tcPr>
            <w:tcW w:w="709" w:type="dxa"/>
            <w:shd w:val="solid" w:color="FFFFFF" w:fill="auto"/>
          </w:tcPr>
          <w:p w14:paraId="580742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97CE06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2085908" w14:textId="77777777" w:rsidTr="00ED0681">
        <w:tc>
          <w:tcPr>
            <w:tcW w:w="800" w:type="dxa"/>
            <w:shd w:val="solid" w:color="FFFFFF" w:fill="auto"/>
          </w:tcPr>
          <w:p w14:paraId="6DA713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DB02D8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ACEEC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F5BA7B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165</w:t>
            </w:r>
          </w:p>
        </w:tc>
        <w:tc>
          <w:tcPr>
            <w:tcW w:w="428" w:type="dxa"/>
            <w:shd w:val="solid" w:color="FFFFFF" w:fill="auto"/>
            <w:vAlign w:val="center"/>
          </w:tcPr>
          <w:p w14:paraId="5A3E91D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D6CD372"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the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of </w:t>
            </w:r>
            <w:smartTag w:uri="urn:schemas-microsoft-com:office:smarttags" w:element="PersonName">
              <w:smartTag w:uri="urn:schemas:contacts" w:element="GivenName">
                <w:r w:rsidRPr="00E9040D">
                  <w:rPr>
                    <w:rFonts w:ascii="Arial" w:hAnsi="Arial" w:cs="Arial"/>
                    <w:sz w:val="16"/>
                    <w:szCs w:val="16"/>
                  </w:rPr>
                  <w:t>PUCCH</w:t>
                </w:r>
              </w:smartTag>
              <w:r w:rsidRPr="00E9040D">
                <w:rPr>
                  <w:rFonts w:ascii="Arial" w:hAnsi="Arial" w:cs="Arial"/>
                  <w:sz w:val="16"/>
                  <w:szCs w:val="16"/>
                </w:rPr>
                <w:t xml:space="preserve"> </w:t>
              </w:r>
              <w:smartTag w:uri="urn:schemas:contacts" w:element="Sn">
                <w:r w:rsidRPr="00E9040D">
                  <w:rPr>
                    <w:rFonts w:ascii="Arial" w:hAnsi="Arial" w:cs="Arial"/>
                    <w:sz w:val="16"/>
                    <w:szCs w:val="16"/>
                  </w:rPr>
                  <w:t>CQI</w:t>
                </w:r>
              </w:smartTag>
            </w:smartTag>
            <w:r w:rsidRPr="00E9040D">
              <w:rPr>
                <w:rFonts w:ascii="Arial" w:hAnsi="Arial" w:cs="Arial"/>
                <w:sz w:val="16"/>
                <w:szCs w:val="16"/>
              </w:rPr>
              <w:t xml:space="preserve"> piggybacked on PUSCH</w:t>
            </w:r>
          </w:p>
        </w:tc>
        <w:tc>
          <w:tcPr>
            <w:tcW w:w="709" w:type="dxa"/>
            <w:shd w:val="solid" w:color="FFFFFF" w:fill="auto"/>
          </w:tcPr>
          <w:p w14:paraId="42F892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50814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5E583FB" w14:textId="77777777" w:rsidTr="00ED0681">
        <w:tc>
          <w:tcPr>
            <w:tcW w:w="800" w:type="dxa"/>
            <w:shd w:val="solid" w:color="FFFFFF" w:fill="auto"/>
          </w:tcPr>
          <w:p w14:paraId="054C67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F2C041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6A628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F697BF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166</w:t>
            </w:r>
          </w:p>
        </w:tc>
        <w:tc>
          <w:tcPr>
            <w:tcW w:w="428" w:type="dxa"/>
            <w:shd w:val="solid" w:color="FFFFFF" w:fill="auto"/>
            <w:vAlign w:val="center"/>
          </w:tcPr>
          <w:p w14:paraId="2CC4BC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26ED6A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SRS procedure when shortened PUCCH format is used</w:t>
            </w:r>
          </w:p>
        </w:tc>
        <w:tc>
          <w:tcPr>
            <w:tcW w:w="709" w:type="dxa"/>
            <w:shd w:val="solid" w:color="FFFFFF" w:fill="auto"/>
          </w:tcPr>
          <w:p w14:paraId="412C8FC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59526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CBC2B5C" w14:textId="77777777" w:rsidTr="00ED0681">
        <w:tc>
          <w:tcPr>
            <w:tcW w:w="800" w:type="dxa"/>
            <w:shd w:val="solid" w:color="FFFFFF" w:fill="auto"/>
          </w:tcPr>
          <w:p w14:paraId="7104F7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69974A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81CE68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7C4F4A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167</w:t>
            </w:r>
          </w:p>
        </w:tc>
        <w:tc>
          <w:tcPr>
            <w:tcW w:w="428" w:type="dxa"/>
            <w:shd w:val="solid" w:color="FFFFFF" w:fill="auto"/>
            <w:vAlign w:val="center"/>
          </w:tcPr>
          <w:p w14:paraId="59E99C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22C911B" w14:textId="77777777" w:rsidR="0093274D" w:rsidRPr="00E9040D" w:rsidRDefault="0093274D">
            <w:pPr>
              <w:spacing w:after="0"/>
              <w:rPr>
                <w:rFonts w:ascii="Arial" w:hAnsi="Arial" w:cs="Arial"/>
                <w:sz w:val="16"/>
                <w:szCs w:val="16"/>
              </w:rPr>
            </w:pPr>
            <w:r w:rsidRPr="00E9040D">
              <w:rPr>
                <w:rFonts w:ascii="Arial" w:hAnsi="Arial" w:cs="Arial"/>
                <w:sz w:val="16"/>
                <w:szCs w:val="16"/>
              </w:rPr>
              <w:t>Transmission overlapping of physical channels/signals with PDSCH for transmission mode 7</w:t>
            </w:r>
          </w:p>
        </w:tc>
        <w:tc>
          <w:tcPr>
            <w:tcW w:w="709" w:type="dxa"/>
            <w:shd w:val="solid" w:color="FFFFFF" w:fill="auto"/>
          </w:tcPr>
          <w:p w14:paraId="32C7A71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06278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C719A22" w14:textId="77777777" w:rsidTr="00ED0681">
        <w:tc>
          <w:tcPr>
            <w:tcW w:w="800" w:type="dxa"/>
            <w:shd w:val="solid" w:color="FFFFFF" w:fill="auto"/>
          </w:tcPr>
          <w:p w14:paraId="69D850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A897D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7B1FA2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1D624A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169</w:t>
            </w:r>
          </w:p>
        </w:tc>
        <w:tc>
          <w:tcPr>
            <w:tcW w:w="428" w:type="dxa"/>
            <w:shd w:val="solid" w:color="FFFFFF" w:fill="auto"/>
            <w:vAlign w:val="center"/>
          </w:tcPr>
          <w:p w14:paraId="0F47D7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216DD5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SRS and SR transmission</w:t>
            </w:r>
          </w:p>
        </w:tc>
        <w:tc>
          <w:tcPr>
            <w:tcW w:w="709" w:type="dxa"/>
            <w:shd w:val="solid" w:color="FFFFFF" w:fill="auto"/>
          </w:tcPr>
          <w:p w14:paraId="523778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50F06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9A55EC0" w14:textId="77777777" w:rsidTr="00ED0681">
        <w:tc>
          <w:tcPr>
            <w:tcW w:w="800" w:type="dxa"/>
            <w:shd w:val="solid" w:color="FFFFFF" w:fill="auto"/>
          </w:tcPr>
          <w:p w14:paraId="4D32BB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E5E830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AD65B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C746B7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171</w:t>
            </w:r>
          </w:p>
        </w:tc>
        <w:tc>
          <w:tcPr>
            <w:tcW w:w="428" w:type="dxa"/>
            <w:shd w:val="solid" w:color="FFFFFF" w:fill="auto"/>
            <w:vAlign w:val="center"/>
          </w:tcPr>
          <w:p w14:paraId="694BB55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8785672"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on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when skipping decoding</w:t>
            </w:r>
          </w:p>
        </w:tc>
        <w:tc>
          <w:tcPr>
            <w:tcW w:w="709" w:type="dxa"/>
            <w:shd w:val="solid" w:color="FFFFFF" w:fill="auto"/>
          </w:tcPr>
          <w:p w14:paraId="5B9921B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CAF3C3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80EB5E4" w14:textId="77777777" w:rsidTr="00ED0681">
        <w:tc>
          <w:tcPr>
            <w:tcW w:w="800" w:type="dxa"/>
            <w:shd w:val="solid" w:color="FFFFFF" w:fill="auto"/>
          </w:tcPr>
          <w:p w14:paraId="2830A6A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D75D8F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D10569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6D6ABC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172</w:t>
            </w:r>
          </w:p>
        </w:tc>
        <w:tc>
          <w:tcPr>
            <w:tcW w:w="428" w:type="dxa"/>
            <w:shd w:val="solid" w:color="FFFFFF" w:fill="auto"/>
            <w:vAlign w:val="center"/>
          </w:tcPr>
          <w:p w14:paraId="0489EC9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A45D570" w14:textId="77777777" w:rsidR="0093274D" w:rsidRPr="00E9040D" w:rsidRDefault="0093274D">
            <w:pPr>
              <w:spacing w:after="0"/>
              <w:rPr>
                <w:rFonts w:ascii="Arial" w:hAnsi="Arial" w:cs="Arial"/>
                <w:sz w:val="16"/>
                <w:szCs w:val="16"/>
              </w:rPr>
            </w:pPr>
            <w:r w:rsidRPr="00E9040D">
              <w:rPr>
                <w:rFonts w:ascii="Arial" w:hAnsi="Arial" w:cs="Arial"/>
                <w:sz w:val="16"/>
                <w:szCs w:val="16"/>
              </w:rPr>
              <w:t>PUSCH Hopping operation corrections</w:t>
            </w:r>
          </w:p>
        </w:tc>
        <w:tc>
          <w:tcPr>
            <w:tcW w:w="709" w:type="dxa"/>
            <w:shd w:val="solid" w:color="FFFFFF" w:fill="auto"/>
          </w:tcPr>
          <w:p w14:paraId="241A043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52002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6F006B9" w14:textId="77777777" w:rsidTr="00ED0681">
        <w:tc>
          <w:tcPr>
            <w:tcW w:w="800" w:type="dxa"/>
            <w:shd w:val="solid" w:color="FFFFFF" w:fill="auto"/>
          </w:tcPr>
          <w:p w14:paraId="376497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904133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C62B72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218D1D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173</w:t>
            </w:r>
          </w:p>
        </w:tc>
        <w:tc>
          <w:tcPr>
            <w:tcW w:w="428" w:type="dxa"/>
            <w:shd w:val="solid" w:color="FFFFFF" w:fill="auto"/>
            <w:vAlign w:val="center"/>
          </w:tcPr>
          <w:p w14:paraId="5D3634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393F883"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message 3 transmission timing</w:t>
            </w:r>
          </w:p>
        </w:tc>
        <w:tc>
          <w:tcPr>
            <w:tcW w:w="709" w:type="dxa"/>
            <w:shd w:val="solid" w:color="FFFFFF" w:fill="auto"/>
          </w:tcPr>
          <w:p w14:paraId="5EB165D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69E034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A68B53D" w14:textId="77777777" w:rsidTr="00ED0681">
        <w:tc>
          <w:tcPr>
            <w:tcW w:w="800" w:type="dxa"/>
            <w:shd w:val="solid" w:color="FFFFFF" w:fill="auto"/>
          </w:tcPr>
          <w:p w14:paraId="413E917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85F6D2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FEB52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1D170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174</w:t>
            </w:r>
          </w:p>
        </w:tc>
        <w:tc>
          <w:tcPr>
            <w:tcW w:w="428" w:type="dxa"/>
            <w:shd w:val="solid" w:color="FFFFFF" w:fill="auto"/>
            <w:vAlign w:val="center"/>
          </w:tcPr>
          <w:p w14:paraId="7AC5862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6B98787"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MCS handling for </w:t>
            </w:r>
            <w:proofErr w:type="spellStart"/>
            <w:r w:rsidRPr="00E9040D">
              <w:rPr>
                <w:rFonts w:ascii="Arial" w:hAnsi="Arial" w:cs="Arial"/>
                <w:sz w:val="16"/>
                <w:szCs w:val="16"/>
              </w:rPr>
              <w:t>DwPTS</w:t>
            </w:r>
            <w:proofErr w:type="spellEnd"/>
          </w:p>
        </w:tc>
        <w:tc>
          <w:tcPr>
            <w:tcW w:w="709" w:type="dxa"/>
            <w:shd w:val="solid" w:color="FFFFFF" w:fill="auto"/>
          </w:tcPr>
          <w:p w14:paraId="169100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3C9A91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FBC15A7" w14:textId="77777777" w:rsidTr="00ED0681">
        <w:tc>
          <w:tcPr>
            <w:tcW w:w="800" w:type="dxa"/>
            <w:shd w:val="solid" w:color="FFFFFF" w:fill="auto"/>
          </w:tcPr>
          <w:p w14:paraId="1DFDD5D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E01ED3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AF6AC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44584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175</w:t>
            </w:r>
          </w:p>
        </w:tc>
        <w:tc>
          <w:tcPr>
            <w:tcW w:w="428" w:type="dxa"/>
            <w:shd w:val="solid" w:color="FFFFFF" w:fill="auto"/>
            <w:vAlign w:val="center"/>
          </w:tcPr>
          <w:p w14:paraId="79F6D53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D5F7E7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UE-specific time domain position for SR transmission</w:t>
            </w:r>
          </w:p>
        </w:tc>
        <w:tc>
          <w:tcPr>
            <w:tcW w:w="709" w:type="dxa"/>
            <w:shd w:val="solid" w:color="FFFFFF" w:fill="auto"/>
          </w:tcPr>
          <w:p w14:paraId="23839E6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B61BD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A904885" w14:textId="77777777" w:rsidTr="00ED0681">
        <w:tc>
          <w:tcPr>
            <w:tcW w:w="800" w:type="dxa"/>
            <w:shd w:val="solid" w:color="FFFFFF" w:fill="auto"/>
          </w:tcPr>
          <w:p w14:paraId="2D9784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8D184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8C4D30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1E06C4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176</w:t>
            </w:r>
          </w:p>
        </w:tc>
        <w:tc>
          <w:tcPr>
            <w:tcW w:w="428" w:type="dxa"/>
            <w:shd w:val="solid" w:color="FFFFFF" w:fill="auto"/>
            <w:vAlign w:val="center"/>
          </w:tcPr>
          <w:p w14:paraId="19A6337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8101527" w14:textId="77777777" w:rsidR="0093274D" w:rsidRPr="00E9040D" w:rsidRDefault="0093274D">
            <w:pPr>
              <w:spacing w:after="0"/>
              <w:rPr>
                <w:rFonts w:ascii="Arial" w:hAnsi="Arial" w:cs="Arial"/>
                <w:sz w:val="16"/>
                <w:szCs w:val="16"/>
              </w:rPr>
            </w:pPr>
            <w:r w:rsidRPr="00E9040D">
              <w:rPr>
                <w:rFonts w:ascii="Arial" w:hAnsi="Arial" w:cs="Arial"/>
                <w:sz w:val="16"/>
                <w:szCs w:val="16"/>
              </w:rPr>
              <w:t>Physical layer parameters for CQI reporting</w:t>
            </w:r>
          </w:p>
        </w:tc>
        <w:tc>
          <w:tcPr>
            <w:tcW w:w="709" w:type="dxa"/>
            <w:shd w:val="solid" w:color="FFFFFF" w:fill="auto"/>
          </w:tcPr>
          <w:p w14:paraId="3C082B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088C8E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D418906" w14:textId="77777777" w:rsidTr="00ED0681">
        <w:tc>
          <w:tcPr>
            <w:tcW w:w="800" w:type="dxa"/>
            <w:shd w:val="solid" w:color="FFFFFF" w:fill="auto"/>
          </w:tcPr>
          <w:p w14:paraId="4C3AE0C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9CEBAB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ADDD8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BCEF2D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177</w:t>
            </w:r>
          </w:p>
        </w:tc>
        <w:tc>
          <w:tcPr>
            <w:tcW w:w="428" w:type="dxa"/>
            <w:shd w:val="solid" w:color="FFFFFF" w:fill="auto"/>
            <w:vAlign w:val="center"/>
          </w:tcPr>
          <w:p w14:paraId="1D4600B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196163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A-periodic CQI clarification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0</w:t>
            </w:r>
          </w:p>
        </w:tc>
        <w:tc>
          <w:tcPr>
            <w:tcW w:w="709" w:type="dxa"/>
            <w:shd w:val="solid" w:color="FFFFFF" w:fill="auto"/>
          </w:tcPr>
          <w:p w14:paraId="15DF1C7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B54BF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8B40303" w14:textId="77777777" w:rsidTr="00ED0681">
        <w:tc>
          <w:tcPr>
            <w:tcW w:w="800" w:type="dxa"/>
            <w:shd w:val="solid" w:color="FFFFFF" w:fill="auto"/>
          </w:tcPr>
          <w:p w14:paraId="06329AC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E677D0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33582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6EE016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179</w:t>
            </w:r>
          </w:p>
        </w:tc>
        <w:tc>
          <w:tcPr>
            <w:tcW w:w="428" w:type="dxa"/>
            <w:shd w:val="solid" w:color="FFFFFF" w:fill="auto"/>
            <w:vAlign w:val="center"/>
          </w:tcPr>
          <w:p w14:paraId="23B833F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CAF6905"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the definitions of </w:t>
            </w:r>
            <w:proofErr w:type="spellStart"/>
            <w:r w:rsidRPr="00E9040D">
              <w:rPr>
                <w:rFonts w:ascii="Arial" w:hAnsi="Arial" w:cs="Arial"/>
                <w:sz w:val="16"/>
                <w:szCs w:val="16"/>
              </w:rPr>
              <w:t>rho_A</w:t>
            </w:r>
            <w:proofErr w:type="spellEnd"/>
            <w:r w:rsidRPr="00E9040D">
              <w:rPr>
                <w:rFonts w:ascii="Arial" w:hAnsi="Arial" w:cs="Arial"/>
                <w:sz w:val="16"/>
                <w:szCs w:val="16"/>
              </w:rPr>
              <w:t xml:space="preserve"> and </w:t>
            </w:r>
            <w:proofErr w:type="spellStart"/>
            <w:r w:rsidRPr="00E9040D">
              <w:rPr>
                <w:rFonts w:ascii="Arial" w:hAnsi="Arial" w:cs="Arial"/>
                <w:sz w:val="16"/>
                <w:szCs w:val="16"/>
              </w:rPr>
              <w:t>rho_B</w:t>
            </w:r>
            <w:proofErr w:type="spellEnd"/>
            <w:r w:rsidRPr="00E9040D">
              <w:rPr>
                <w:rFonts w:ascii="Arial" w:hAnsi="Arial" w:cs="Arial"/>
                <w:sz w:val="16"/>
                <w:szCs w:val="16"/>
              </w:rPr>
              <w:t xml:space="preserve"> (downlink power allocation)</w:t>
            </w:r>
          </w:p>
        </w:tc>
        <w:tc>
          <w:tcPr>
            <w:tcW w:w="709" w:type="dxa"/>
            <w:shd w:val="solid" w:color="FFFFFF" w:fill="auto"/>
          </w:tcPr>
          <w:p w14:paraId="205CC5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20519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0126AAE" w14:textId="77777777" w:rsidTr="00ED0681">
        <w:tc>
          <w:tcPr>
            <w:tcW w:w="800" w:type="dxa"/>
            <w:shd w:val="solid" w:color="FFFFFF" w:fill="auto"/>
          </w:tcPr>
          <w:p w14:paraId="6CE44A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D035F5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56E42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1EBF9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180</w:t>
            </w:r>
          </w:p>
        </w:tc>
        <w:tc>
          <w:tcPr>
            <w:tcW w:w="428" w:type="dxa"/>
            <w:shd w:val="solid" w:color="FFFFFF" w:fill="auto"/>
            <w:vAlign w:val="center"/>
          </w:tcPr>
          <w:p w14:paraId="54DEEDC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755DE58"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A/N resource indication</w:t>
            </w:r>
          </w:p>
        </w:tc>
        <w:tc>
          <w:tcPr>
            <w:tcW w:w="709" w:type="dxa"/>
            <w:shd w:val="solid" w:color="FFFFFF" w:fill="auto"/>
          </w:tcPr>
          <w:p w14:paraId="043F8C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50446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1C16F78" w14:textId="77777777" w:rsidTr="00ED0681">
        <w:tc>
          <w:tcPr>
            <w:tcW w:w="800" w:type="dxa"/>
            <w:shd w:val="solid" w:color="FFFFFF" w:fill="auto"/>
          </w:tcPr>
          <w:p w14:paraId="3D9373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CC48FA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BC7288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26A5B0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181</w:t>
            </w:r>
          </w:p>
        </w:tc>
        <w:tc>
          <w:tcPr>
            <w:tcW w:w="428" w:type="dxa"/>
            <w:shd w:val="solid" w:color="FFFFFF" w:fill="auto"/>
            <w:vAlign w:val="center"/>
          </w:tcPr>
          <w:p w14:paraId="6532AD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434FE6D" w14:textId="77777777" w:rsidR="0093274D" w:rsidRPr="00E9040D" w:rsidRDefault="0093274D">
            <w:pPr>
              <w:spacing w:after="0"/>
              <w:rPr>
                <w:rFonts w:ascii="Arial" w:hAnsi="Arial" w:cs="Arial"/>
                <w:sz w:val="16"/>
                <w:szCs w:val="16"/>
              </w:rPr>
            </w:pPr>
            <w:r w:rsidRPr="00E9040D">
              <w:rPr>
                <w:rFonts w:ascii="Arial" w:hAnsi="Arial" w:cs="Arial"/>
                <w:sz w:val="16"/>
                <w:szCs w:val="16"/>
              </w:rPr>
              <w:t>PDCCH format 0 for message 3 adaptive retransmission and transmission of control information in message 3 during contention based random access procedure</w:t>
            </w:r>
          </w:p>
        </w:tc>
        <w:tc>
          <w:tcPr>
            <w:tcW w:w="709" w:type="dxa"/>
            <w:shd w:val="solid" w:color="FFFFFF" w:fill="auto"/>
          </w:tcPr>
          <w:p w14:paraId="601179C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979D3D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F5FE89A" w14:textId="77777777" w:rsidTr="00ED0681">
        <w:tc>
          <w:tcPr>
            <w:tcW w:w="800" w:type="dxa"/>
            <w:shd w:val="solid" w:color="FFFFFF" w:fill="auto"/>
          </w:tcPr>
          <w:p w14:paraId="24DE32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B460AA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914D60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F62DD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182</w:t>
            </w:r>
          </w:p>
        </w:tc>
        <w:tc>
          <w:tcPr>
            <w:tcW w:w="428" w:type="dxa"/>
            <w:shd w:val="solid" w:color="FFFFFF" w:fill="auto"/>
            <w:vAlign w:val="center"/>
          </w:tcPr>
          <w:p w14:paraId="4EC7ED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6E6B2A7" w14:textId="77777777" w:rsidR="0093274D" w:rsidRPr="00E9040D" w:rsidRDefault="0093274D">
            <w:pPr>
              <w:spacing w:after="0"/>
              <w:rPr>
                <w:rFonts w:ascii="Arial" w:hAnsi="Arial" w:cs="Arial"/>
                <w:sz w:val="16"/>
                <w:szCs w:val="16"/>
              </w:rPr>
            </w:pPr>
            <w:r w:rsidRPr="00E9040D">
              <w:rPr>
                <w:rFonts w:ascii="Arial" w:hAnsi="Arial" w:cs="Arial"/>
                <w:sz w:val="16"/>
                <w:szCs w:val="16"/>
              </w:rPr>
              <w:t>To Fix the Discrepancy of Uplink Power Control and Channel Coding of Control Information in PUSCH</w:t>
            </w:r>
          </w:p>
        </w:tc>
        <w:tc>
          <w:tcPr>
            <w:tcW w:w="709" w:type="dxa"/>
            <w:shd w:val="solid" w:color="FFFFFF" w:fill="auto"/>
          </w:tcPr>
          <w:p w14:paraId="3B60A6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5D31F2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BD0D45D" w14:textId="77777777" w:rsidTr="00ED0681">
        <w:tc>
          <w:tcPr>
            <w:tcW w:w="800" w:type="dxa"/>
            <w:shd w:val="solid" w:color="FFFFFF" w:fill="auto"/>
          </w:tcPr>
          <w:p w14:paraId="6D6B1AF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0F61FF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D3617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RP-081122</w:t>
            </w:r>
          </w:p>
        </w:tc>
        <w:tc>
          <w:tcPr>
            <w:tcW w:w="525" w:type="dxa"/>
            <w:shd w:val="solid" w:color="FFFFFF" w:fill="auto"/>
            <w:vAlign w:val="center"/>
          </w:tcPr>
          <w:p w14:paraId="5F3D27E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183</w:t>
            </w:r>
          </w:p>
        </w:tc>
        <w:tc>
          <w:tcPr>
            <w:tcW w:w="428" w:type="dxa"/>
            <w:shd w:val="solid" w:color="FFFFFF" w:fill="auto"/>
            <w:vAlign w:val="center"/>
          </w:tcPr>
          <w:p w14:paraId="4831E8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DB8CB95" w14:textId="77777777" w:rsidR="0093274D" w:rsidRPr="00E9040D" w:rsidRDefault="0093274D">
            <w:pPr>
              <w:spacing w:after="0"/>
              <w:rPr>
                <w:rFonts w:ascii="Arial" w:hAnsi="Arial" w:cs="Arial"/>
                <w:sz w:val="16"/>
                <w:szCs w:val="16"/>
              </w:rPr>
            </w:pPr>
            <w:r w:rsidRPr="00E9040D">
              <w:rPr>
                <w:rFonts w:ascii="Arial" w:hAnsi="Arial" w:cs="Arial"/>
                <w:sz w:val="16"/>
                <w:szCs w:val="16"/>
              </w:rPr>
              <w:t>CQI reporting for antenna port 5</w:t>
            </w:r>
          </w:p>
        </w:tc>
        <w:tc>
          <w:tcPr>
            <w:tcW w:w="709" w:type="dxa"/>
            <w:shd w:val="solid" w:color="FFFFFF" w:fill="auto"/>
          </w:tcPr>
          <w:p w14:paraId="7566E19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6E8CB6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99A5637" w14:textId="77777777" w:rsidTr="00ED0681">
        <w:tc>
          <w:tcPr>
            <w:tcW w:w="800" w:type="dxa"/>
            <w:shd w:val="solid" w:color="FFFFFF" w:fill="auto"/>
          </w:tcPr>
          <w:p w14:paraId="056FBD5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AC080D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61C5D3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RP-081110</w:t>
            </w:r>
          </w:p>
        </w:tc>
        <w:tc>
          <w:tcPr>
            <w:tcW w:w="525" w:type="dxa"/>
            <w:shd w:val="solid" w:color="FFFFFF" w:fill="auto"/>
            <w:vAlign w:val="center"/>
          </w:tcPr>
          <w:p w14:paraId="793143B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168</w:t>
            </w:r>
          </w:p>
        </w:tc>
        <w:tc>
          <w:tcPr>
            <w:tcW w:w="428" w:type="dxa"/>
            <w:shd w:val="solid" w:color="FFFFFF" w:fill="auto"/>
            <w:vAlign w:val="center"/>
          </w:tcPr>
          <w:p w14:paraId="71FFFF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4F01B96"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path loss definition</w:t>
            </w:r>
          </w:p>
        </w:tc>
        <w:tc>
          <w:tcPr>
            <w:tcW w:w="709" w:type="dxa"/>
            <w:shd w:val="solid" w:color="FFFFFF" w:fill="auto"/>
          </w:tcPr>
          <w:p w14:paraId="0A5EFB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D68A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4339161" w14:textId="77777777" w:rsidTr="00ED0681">
        <w:tc>
          <w:tcPr>
            <w:tcW w:w="800" w:type="dxa"/>
            <w:shd w:val="solid" w:color="FFFFFF" w:fill="auto"/>
          </w:tcPr>
          <w:p w14:paraId="10EA67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B974C2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46526AB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2D588F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184</w:t>
            </w:r>
          </w:p>
        </w:tc>
        <w:tc>
          <w:tcPr>
            <w:tcW w:w="428" w:type="dxa"/>
            <w:shd w:val="solid" w:color="FFFFFF" w:fill="auto"/>
          </w:tcPr>
          <w:p w14:paraId="34F416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321D42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Transmitted Rank Indication</w:t>
            </w:r>
          </w:p>
        </w:tc>
        <w:tc>
          <w:tcPr>
            <w:tcW w:w="709" w:type="dxa"/>
            <w:shd w:val="solid" w:color="FFFFFF" w:fill="auto"/>
          </w:tcPr>
          <w:p w14:paraId="13D4AE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137C95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CA36059" w14:textId="77777777" w:rsidTr="00ED0681">
        <w:tc>
          <w:tcPr>
            <w:tcW w:w="800" w:type="dxa"/>
            <w:shd w:val="solid" w:color="FFFFFF" w:fill="auto"/>
          </w:tcPr>
          <w:p w14:paraId="395D05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0A3936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E5BCA3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2695F0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185</w:t>
            </w:r>
          </w:p>
        </w:tc>
        <w:tc>
          <w:tcPr>
            <w:tcW w:w="428" w:type="dxa"/>
            <w:shd w:val="solid" w:color="FFFFFF" w:fill="auto"/>
          </w:tcPr>
          <w:p w14:paraId="1F6E2D4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4</w:t>
            </w:r>
          </w:p>
        </w:tc>
        <w:tc>
          <w:tcPr>
            <w:tcW w:w="4626" w:type="dxa"/>
            <w:shd w:val="solid" w:color="FFFFFF" w:fill="auto"/>
          </w:tcPr>
          <w:p w14:paraId="60CB27E6"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transmission modes</w:t>
            </w:r>
          </w:p>
        </w:tc>
        <w:tc>
          <w:tcPr>
            <w:tcW w:w="709" w:type="dxa"/>
            <w:shd w:val="solid" w:color="FFFFFF" w:fill="auto"/>
          </w:tcPr>
          <w:p w14:paraId="6CC69B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A398B5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9559067" w14:textId="77777777" w:rsidTr="00ED0681">
        <w:tc>
          <w:tcPr>
            <w:tcW w:w="800" w:type="dxa"/>
            <w:shd w:val="solid" w:color="FFFFFF" w:fill="auto"/>
          </w:tcPr>
          <w:p w14:paraId="12B404B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F256D7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9E4722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BFBFD7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186</w:t>
            </w:r>
          </w:p>
        </w:tc>
        <w:tc>
          <w:tcPr>
            <w:tcW w:w="428" w:type="dxa"/>
            <w:shd w:val="solid" w:color="FFFFFF" w:fill="auto"/>
          </w:tcPr>
          <w:p w14:paraId="1D367F3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4EBC20EC" w14:textId="77777777" w:rsidR="0093274D" w:rsidRPr="00E9040D" w:rsidRDefault="0093274D">
            <w:pPr>
              <w:spacing w:after="0"/>
              <w:rPr>
                <w:rFonts w:ascii="Arial" w:hAnsi="Arial" w:cs="Arial"/>
                <w:sz w:val="16"/>
                <w:szCs w:val="16"/>
              </w:rPr>
            </w:pPr>
            <w:proofErr w:type="spellStart"/>
            <w:r w:rsidRPr="00E9040D">
              <w:rPr>
                <w:rFonts w:ascii="Arial" w:hAnsi="Arial" w:cs="Arial"/>
                <w:sz w:val="16"/>
                <w:szCs w:val="16"/>
              </w:rPr>
              <w:t>Delta_TF</w:t>
            </w:r>
            <w:proofErr w:type="spellEnd"/>
            <w:r w:rsidRPr="00E9040D">
              <w:rPr>
                <w:rFonts w:ascii="Arial" w:hAnsi="Arial" w:cs="Arial"/>
                <w:sz w:val="16"/>
                <w:szCs w:val="16"/>
              </w:rPr>
              <w:t xml:space="preserve"> configuration for control only PUSCH</w:t>
            </w:r>
          </w:p>
        </w:tc>
        <w:tc>
          <w:tcPr>
            <w:tcW w:w="709" w:type="dxa"/>
            <w:shd w:val="solid" w:color="FFFFFF" w:fill="auto"/>
          </w:tcPr>
          <w:p w14:paraId="2247EE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CA10B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5E7ACF3" w14:textId="77777777" w:rsidTr="00ED0681">
        <w:tc>
          <w:tcPr>
            <w:tcW w:w="800" w:type="dxa"/>
            <w:shd w:val="solid" w:color="FFFFFF" w:fill="auto"/>
          </w:tcPr>
          <w:p w14:paraId="3291685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F5C3F1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0ED811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27E357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187</w:t>
            </w:r>
          </w:p>
        </w:tc>
        <w:tc>
          <w:tcPr>
            <w:tcW w:w="428" w:type="dxa"/>
            <w:shd w:val="solid" w:color="FFFFFF" w:fill="auto"/>
          </w:tcPr>
          <w:p w14:paraId="0ED69FA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AB6A53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concurrent SRS and ACK/NACK transmission</w:t>
            </w:r>
          </w:p>
        </w:tc>
        <w:tc>
          <w:tcPr>
            <w:tcW w:w="709" w:type="dxa"/>
            <w:shd w:val="solid" w:color="FFFFFF" w:fill="auto"/>
          </w:tcPr>
          <w:p w14:paraId="2BEC7A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A3107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0C3F9C1" w14:textId="77777777" w:rsidTr="00ED0681">
        <w:tc>
          <w:tcPr>
            <w:tcW w:w="800" w:type="dxa"/>
            <w:shd w:val="solid" w:color="FFFFFF" w:fill="auto"/>
          </w:tcPr>
          <w:p w14:paraId="13E2C7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E0AC3E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E0A13B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3A320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191</w:t>
            </w:r>
          </w:p>
        </w:tc>
        <w:tc>
          <w:tcPr>
            <w:tcW w:w="428" w:type="dxa"/>
            <w:shd w:val="solid" w:color="FFFFFF" w:fill="auto"/>
          </w:tcPr>
          <w:p w14:paraId="04148B4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330BF5F" w14:textId="77777777" w:rsidR="0093274D" w:rsidRPr="00E9040D" w:rsidRDefault="0093274D">
            <w:pPr>
              <w:spacing w:after="0"/>
              <w:rPr>
                <w:rFonts w:ascii="Arial" w:hAnsi="Arial" w:cs="Arial"/>
                <w:sz w:val="16"/>
                <w:szCs w:val="16"/>
              </w:rPr>
            </w:pPr>
            <w:r w:rsidRPr="00E9040D">
              <w:rPr>
                <w:rFonts w:ascii="Arial" w:hAnsi="Arial" w:cs="Arial"/>
                <w:sz w:val="16"/>
                <w:szCs w:val="16"/>
              </w:rPr>
              <w:t>PDCCH release for semi-persistent scheduling</w:t>
            </w:r>
          </w:p>
        </w:tc>
        <w:tc>
          <w:tcPr>
            <w:tcW w:w="709" w:type="dxa"/>
            <w:shd w:val="solid" w:color="FFFFFF" w:fill="auto"/>
          </w:tcPr>
          <w:p w14:paraId="202A746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7C08B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91AE371" w14:textId="77777777" w:rsidTr="00ED0681">
        <w:tc>
          <w:tcPr>
            <w:tcW w:w="800" w:type="dxa"/>
            <w:shd w:val="solid" w:color="FFFFFF" w:fill="auto"/>
          </w:tcPr>
          <w:p w14:paraId="09513CF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C9D10D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09B2581"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AFA77D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192</w:t>
            </w:r>
          </w:p>
        </w:tc>
        <w:tc>
          <w:tcPr>
            <w:tcW w:w="428" w:type="dxa"/>
            <w:shd w:val="solid" w:color="FFFFFF" w:fill="auto"/>
          </w:tcPr>
          <w:p w14:paraId="55D452D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D7BD2D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ACKNACK transmission on PUSCH for LTE TDD</w:t>
            </w:r>
          </w:p>
        </w:tc>
        <w:tc>
          <w:tcPr>
            <w:tcW w:w="709" w:type="dxa"/>
            <w:shd w:val="solid" w:color="FFFFFF" w:fill="auto"/>
          </w:tcPr>
          <w:p w14:paraId="22541A7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F87D59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72A7471" w14:textId="77777777" w:rsidTr="00ED0681">
        <w:tc>
          <w:tcPr>
            <w:tcW w:w="800" w:type="dxa"/>
            <w:shd w:val="solid" w:color="FFFFFF" w:fill="auto"/>
          </w:tcPr>
          <w:p w14:paraId="479446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E5274C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C565FD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8A69BE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193</w:t>
            </w:r>
          </w:p>
        </w:tc>
        <w:tc>
          <w:tcPr>
            <w:tcW w:w="428" w:type="dxa"/>
            <w:shd w:val="solid" w:color="FFFFFF" w:fill="auto"/>
          </w:tcPr>
          <w:p w14:paraId="2AB7077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AA63C7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differential CQI value to offset level mapping for aperiodic CQI reporting</w:t>
            </w:r>
          </w:p>
        </w:tc>
        <w:tc>
          <w:tcPr>
            <w:tcW w:w="709" w:type="dxa"/>
            <w:shd w:val="solid" w:color="FFFFFF" w:fill="auto"/>
          </w:tcPr>
          <w:p w14:paraId="666A921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172AB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889175C" w14:textId="77777777" w:rsidTr="00ED0681">
        <w:tc>
          <w:tcPr>
            <w:tcW w:w="800" w:type="dxa"/>
            <w:shd w:val="solid" w:color="FFFFFF" w:fill="auto"/>
          </w:tcPr>
          <w:p w14:paraId="42C1E13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2E94CA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B2F58F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2741C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194</w:t>
            </w:r>
          </w:p>
        </w:tc>
        <w:tc>
          <w:tcPr>
            <w:tcW w:w="428" w:type="dxa"/>
            <w:shd w:val="solid" w:color="FFFFFF" w:fill="auto"/>
          </w:tcPr>
          <w:p w14:paraId="0B73334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D82EEA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DRS Collision handling</w:t>
            </w:r>
          </w:p>
        </w:tc>
        <w:tc>
          <w:tcPr>
            <w:tcW w:w="709" w:type="dxa"/>
            <w:shd w:val="solid" w:color="FFFFFF" w:fill="auto"/>
          </w:tcPr>
          <w:p w14:paraId="030B52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46598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E96DABB" w14:textId="77777777" w:rsidTr="00ED0681">
        <w:tc>
          <w:tcPr>
            <w:tcW w:w="800" w:type="dxa"/>
            <w:shd w:val="solid" w:color="FFFFFF" w:fill="auto"/>
          </w:tcPr>
          <w:p w14:paraId="2E51DCD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5921BB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13D2B3F"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2B0D0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196</w:t>
            </w:r>
          </w:p>
        </w:tc>
        <w:tc>
          <w:tcPr>
            <w:tcW w:w="428" w:type="dxa"/>
            <w:shd w:val="solid" w:color="FFFFFF" w:fill="auto"/>
          </w:tcPr>
          <w:p w14:paraId="143AA1D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85EFCC3"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RAN1/RAN4 specification on UE maximum output power</w:t>
            </w:r>
          </w:p>
        </w:tc>
        <w:tc>
          <w:tcPr>
            <w:tcW w:w="709" w:type="dxa"/>
            <w:shd w:val="solid" w:color="FFFFFF" w:fill="auto"/>
          </w:tcPr>
          <w:p w14:paraId="5F1387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B51723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A0C3C0C" w14:textId="77777777" w:rsidTr="00ED0681">
        <w:tc>
          <w:tcPr>
            <w:tcW w:w="800" w:type="dxa"/>
            <w:shd w:val="solid" w:color="FFFFFF" w:fill="auto"/>
          </w:tcPr>
          <w:p w14:paraId="0C5207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1F11C9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9E2308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56CB8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197</w:t>
            </w:r>
          </w:p>
        </w:tc>
        <w:tc>
          <w:tcPr>
            <w:tcW w:w="428" w:type="dxa"/>
            <w:shd w:val="solid" w:color="FFFFFF" w:fill="auto"/>
          </w:tcPr>
          <w:p w14:paraId="46E68B0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5717D51" w14:textId="77777777" w:rsidR="0093274D" w:rsidRPr="00E9040D" w:rsidRDefault="0093274D">
            <w:pPr>
              <w:spacing w:after="0"/>
              <w:rPr>
                <w:rFonts w:ascii="Arial" w:hAnsi="Arial" w:cs="Arial"/>
                <w:sz w:val="16"/>
                <w:szCs w:val="16"/>
              </w:rPr>
            </w:pPr>
            <w:r w:rsidRPr="00E9040D">
              <w:rPr>
                <w:rFonts w:ascii="Arial" w:hAnsi="Arial" w:cs="Arial"/>
                <w:sz w:val="16"/>
                <w:szCs w:val="16"/>
              </w:rPr>
              <w:t>Transmission scheme for transmission mode 7 with SPS C-RNTI</w:t>
            </w:r>
          </w:p>
        </w:tc>
        <w:tc>
          <w:tcPr>
            <w:tcW w:w="709" w:type="dxa"/>
            <w:shd w:val="solid" w:color="FFFFFF" w:fill="auto"/>
          </w:tcPr>
          <w:p w14:paraId="3DE14F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7A4D8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1190025" w14:textId="77777777" w:rsidTr="00ED0681">
        <w:tc>
          <w:tcPr>
            <w:tcW w:w="800" w:type="dxa"/>
            <w:shd w:val="solid" w:color="FFFFFF" w:fill="auto"/>
          </w:tcPr>
          <w:p w14:paraId="22688C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FDA333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0EACFDF"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B3555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198</w:t>
            </w:r>
          </w:p>
        </w:tc>
        <w:tc>
          <w:tcPr>
            <w:tcW w:w="428" w:type="dxa"/>
            <w:shd w:val="solid" w:color="FFFFFF" w:fill="auto"/>
          </w:tcPr>
          <w:p w14:paraId="6810D3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89815A9"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Clarifying bandwidth parts for periodic CQI reporting and CQI </w:t>
            </w:r>
            <w:proofErr w:type="spellStart"/>
            <w:r w:rsidRPr="00E9040D">
              <w:rPr>
                <w:rFonts w:ascii="Arial" w:hAnsi="Arial" w:cs="Arial"/>
                <w:sz w:val="16"/>
                <w:szCs w:val="16"/>
              </w:rPr>
              <w:t>refererence</w:t>
            </w:r>
            <w:proofErr w:type="spellEnd"/>
            <w:r w:rsidRPr="00E9040D">
              <w:rPr>
                <w:rFonts w:ascii="Arial" w:hAnsi="Arial" w:cs="Arial"/>
                <w:sz w:val="16"/>
                <w:szCs w:val="16"/>
              </w:rPr>
              <w:t xml:space="preserve"> period</w:t>
            </w:r>
          </w:p>
        </w:tc>
        <w:tc>
          <w:tcPr>
            <w:tcW w:w="709" w:type="dxa"/>
            <w:shd w:val="solid" w:color="FFFFFF" w:fill="auto"/>
          </w:tcPr>
          <w:p w14:paraId="2D83D4F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58E59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9280CFC" w14:textId="77777777" w:rsidTr="00ED0681">
        <w:tc>
          <w:tcPr>
            <w:tcW w:w="800" w:type="dxa"/>
            <w:shd w:val="solid" w:color="FFFFFF" w:fill="auto"/>
          </w:tcPr>
          <w:p w14:paraId="272755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04/03/09</w:t>
            </w:r>
          </w:p>
        </w:tc>
        <w:tc>
          <w:tcPr>
            <w:tcW w:w="800" w:type="dxa"/>
            <w:shd w:val="solid" w:color="FFFFFF" w:fill="auto"/>
          </w:tcPr>
          <w:p w14:paraId="2AF588E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891782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FBA7A0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199</w:t>
            </w:r>
          </w:p>
        </w:tc>
        <w:tc>
          <w:tcPr>
            <w:tcW w:w="428" w:type="dxa"/>
            <w:shd w:val="solid" w:color="FFFFFF" w:fill="auto"/>
          </w:tcPr>
          <w:p w14:paraId="5FE767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4B76E21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ACK/NACK bundling in case of transmission mode 3 and 4</w:t>
            </w:r>
          </w:p>
        </w:tc>
        <w:tc>
          <w:tcPr>
            <w:tcW w:w="709" w:type="dxa"/>
            <w:shd w:val="solid" w:color="FFFFFF" w:fill="auto"/>
          </w:tcPr>
          <w:p w14:paraId="2ACD4A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0AFF3C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CB5A013" w14:textId="77777777" w:rsidTr="00ED0681">
        <w:tc>
          <w:tcPr>
            <w:tcW w:w="800" w:type="dxa"/>
            <w:shd w:val="solid" w:color="FFFFFF" w:fill="auto"/>
          </w:tcPr>
          <w:p w14:paraId="3086E46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1F540D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8C5A13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0C6B9C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200</w:t>
            </w:r>
          </w:p>
        </w:tc>
        <w:tc>
          <w:tcPr>
            <w:tcW w:w="428" w:type="dxa"/>
            <w:shd w:val="solid" w:color="FFFFFF" w:fill="auto"/>
          </w:tcPr>
          <w:p w14:paraId="72D12E3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DE65BD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ACK/NAK repetition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multiplexing</w:t>
            </w:r>
          </w:p>
        </w:tc>
        <w:tc>
          <w:tcPr>
            <w:tcW w:w="709" w:type="dxa"/>
            <w:shd w:val="solid" w:color="FFFFFF" w:fill="auto"/>
          </w:tcPr>
          <w:p w14:paraId="695EA7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F58CC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701F514" w14:textId="77777777" w:rsidTr="00ED0681">
        <w:tc>
          <w:tcPr>
            <w:tcW w:w="800" w:type="dxa"/>
            <w:shd w:val="solid" w:color="FFFFFF" w:fill="auto"/>
          </w:tcPr>
          <w:p w14:paraId="1ECADD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79BC25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D7B068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3B6461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201</w:t>
            </w:r>
          </w:p>
        </w:tc>
        <w:tc>
          <w:tcPr>
            <w:tcW w:w="428" w:type="dxa"/>
            <w:shd w:val="solid" w:color="FFFFFF" w:fill="auto"/>
          </w:tcPr>
          <w:p w14:paraId="12AC44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5C1B39D"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Clarifying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transmission in TDD</w:t>
            </w:r>
          </w:p>
        </w:tc>
        <w:tc>
          <w:tcPr>
            <w:tcW w:w="709" w:type="dxa"/>
            <w:shd w:val="solid" w:color="FFFFFF" w:fill="auto"/>
          </w:tcPr>
          <w:p w14:paraId="231492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74E04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1F5D169" w14:textId="77777777" w:rsidTr="00ED0681">
        <w:tc>
          <w:tcPr>
            <w:tcW w:w="800" w:type="dxa"/>
            <w:shd w:val="solid" w:color="FFFFFF" w:fill="auto"/>
          </w:tcPr>
          <w:p w14:paraId="6123E0D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875C3D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8E6F53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F5AC86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202</w:t>
            </w:r>
          </w:p>
        </w:tc>
        <w:tc>
          <w:tcPr>
            <w:tcW w:w="428" w:type="dxa"/>
            <w:shd w:val="solid" w:color="FFFFFF" w:fill="auto"/>
          </w:tcPr>
          <w:p w14:paraId="08C5F2F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D0639A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UE Transmit Antenna Selection</w:t>
            </w:r>
          </w:p>
        </w:tc>
        <w:tc>
          <w:tcPr>
            <w:tcW w:w="709" w:type="dxa"/>
            <w:shd w:val="solid" w:color="FFFFFF" w:fill="auto"/>
          </w:tcPr>
          <w:p w14:paraId="62DEB2A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4789B9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89D32A3" w14:textId="77777777" w:rsidTr="00ED0681">
        <w:tc>
          <w:tcPr>
            <w:tcW w:w="800" w:type="dxa"/>
            <w:shd w:val="solid" w:color="FFFFFF" w:fill="auto"/>
          </w:tcPr>
          <w:p w14:paraId="7E6F96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9DAEE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EFA60E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66487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203</w:t>
            </w:r>
          </w:p>
        </w:tc>
        <w:tc>
          <w:tcPr>
            <w:tcW w:w="428" w:type="dxa"/>
            <w:shd w:val="solid" w:color="FFFFFF" w:fill="auto"/>
          </w:tcPr>
          <w:p w14:paraId="39BA0C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174D21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smartTag w:uri="urn:schemas-microsoft-com:office:smarttags" w:element="PersonName">
              <w:smartTag w:uri="urn:schemas:contacts" w:element="GivenName">
                <w:r w:rsidRPr="00E9040D">
                  <w:rPr>
                    <w:rFonts w:ascii="Arial" w:hAnsi="Arial" w:cs="Arial"/>
                    <w:sz w:val="16"/>
                    <w:szCs w:val="16"/>
                  </w:rPr>
                  <w:t>UE</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PUSCH</w:t>
                </w:r>
              </w:smartTag>
            </w:smartTag>
            <w:r w:rsidRPr="00E9040D">
              <w:rPr>
                <w:rFonts w:ascii="Arial" w:hAnsi="Arial" w:cs="Arial"/>
                <w:sz w:val="16"/>
                <w:szCs w:val="16"/>
              </w:rPr>
              <w:t xml:space="preserve"> hopping procedure</w:t>
            </w:r>
          </w:p>
        </w:tc>
        <w:tc>
          <w:tcPr>
            <w:tcW w:w="709" w:type="dxa"/>
            <w:shd w:val="solid" w:color="FFFFFF" w:fill="auto"/>
          </w:tcPr>
          <w:p w14:paraId="69AD545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98A459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936A52C" w14:textId="77777777" w:rsidTr="00ED0681">
        <w:tc>
          <w:tcPr>
            <w:tcW w:w="800" w:type="dxa"/>
            <w:shd w:val="solid" w:color="FFFFFF" w:fill="auto"/>
          </w:tcPr>
          <w:p w14:paraId="11AC5D3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C803A0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E3F09D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3695B2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204</w:t>
            </w:r>
          </w:p>
        </w:tc>
        <w:tc>
          <w:tcPr>
            <w:tcW w:w="428" w:type="dxa"/>
            <w:shd w:val="solid" w:color="FFFFFF" w:fill="auto"/>
          </w:tcPr>
          <w:p w14:paraId="0BDA4C6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0B284A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PHICH resource association in TTI bundling</w:t>
            </w:r>
          </w:p>
        </w:tc>
        <w:tc>
          <w:tcPr>
            <w:tcW w:w="709" w:type="dxa"/>
            <w:shd w:val="solid" w:color="FFFFFF" w:fill="auto"/>
          </w:tcPr>
          <w:p w14:paraId="6B96F3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90B152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AB4D511" w14:textId="77777777" w:rsidTr="00ED0681">
        <w:tc>
          <w:tcPr>
            <w:tcW w:w="800" w:type="dxa"/>
            <w:shd w:val="solid" w:color="FFFFFF" w:fill="auto"/>
          </w:tcPr>
          <w:p w14:paraId="206B71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54EB911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C2A943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885194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205</w:t>
            </w:r>
          </w:p>
        </w:tc>
        <w:tc>
          <w:tcPr>
            <w:tcW w:w="428" w:type="dxa"/>
            <w:shd w:val="solid" w:color="FFFFFF" w:fill="auto"/>
          </w:tcPr>
          <w:p w14:paraId="6526EEF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1AB3CF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length of resource assignment</w:t>
            </w:r>
          </w:p>
        </w:tc>
        <w:tc>
          <w:tcPr>
            <w:tcW w:w="709" w:type="dxa"/>
            <w:shd w:val="solid" w:color="FFFFFF" w:fill="auto"/>
          </w:tcPr>
          <w:p w14:paraId="414EE6D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AFB6D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99ACADF" w14:textId="77777777" w:rsidTr="00ED0681">
        <w:tc>
          <w:tcPr>
            <w:tcW w:w="800" w:type="dxa"/>
            <w:shd w:val="solid" w:color="FFFFFF" w:fill="auto"/>
          </w:tcPr>
          <w:p w14:paraId="365EE1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0F6A8B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41B3F2A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F7035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206</w:t>
            </w:r>
          </w:p>
        </w:tc>
        <w:tc>
          <w:tcPr>
            <w:tcW w:w="428" w:type="dxa"/>
            <w:shd w:val="solid" w:color="FFFFFF" w:fill="auto"/>
          </w:tcPr>
          <w:p w14:paraId="7ECEAF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A2EDFD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ACK/NACK transmission for downlink SPS resource release</w:t>
            </w:r>
          </w:p>
        </w:tc>
        <w:tc>
          <w:tcPr>
            <w:tcW w:w="709" w:type="dxa"/>
            <w:shd w:val="solid" w:color="FFFFFF" w:fill="auto"/>
          </w:tcPr>
          <w:p w14:paraId="534F2D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FA1B49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C7DFC90" w14:textId="77777777" w:rsidTr="00ED0681">
        <w:tc>
          <w:tcPr>
            <w:tcW w:w="800" w:type="dxa"/>
            <w:shd w:val="solid" w:color="FFFFFF" w:fill="auto"/>
          </w:tcPr>
          <w:p w14:paraId="62658CB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CD3980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C7B243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B28771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207</w:t>
            </w:r>
          </w:p>
        </w:tc>
        <w:tc>
          <w:tcPr>
            <w:tcW w:w="428" w:type="dxa"/>
            <w:shd w:val="solid" w:color="FFFFFF" w:fill="auto"/>
          </w:tcPr>
          <w:p w14:paraId="0A6DA0E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AC24EA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 Introduction of additional values of wideband CQI/PMI periodicities</w:t>
            </w:r>
          </w:p>
        </w:tc>
        <w:tc>
          <w:tcPr>
            <w:tcW w:w="709" w:type="dxa"/>
            <w:shd w:val="solid" w:color="FFFFFF" w:fill="auto"/>
          </w:tcPr>
          <w:p w14:paraId="7B4F3D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9F238E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F2D9AB2" w14:textId="77777777" w:rsidTr="00ED0681">
        <w:tc>
          <w:tcPr>
            <w:tcW w:w="800" w:type="dxa"/>
            <w:shd w:val="solid" w:color="FFFFFF" w:fill="auto"/>
          </w:tcPr>
          <w:p w14:paraId="184F09D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B3840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81B33A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69910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208</w:t>
            </w:r>
          </w:p>
        </w:tc>
        <w:tc>
          <w:tcPr>
            <w:tcW w:w="428" w:type="dxa"/>
            <w:shd w:val="solid" w:color="FFFFFF" w:fill="auto"/>
          </w:tcPr>
          <w:p w14:paraId="29240DA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72CCE8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CQI/PMI/RI reporting field</w:t>
            </w:r>
          </w:p>
        </w:tc>
        <w:tc>
          <w:tcPr>
            <w:tcW w:w="709" w:type="dxa"/>
            <w:shd w:val="solid" w:color="FFFFFF" w:fill="auto"/>
          </w:tcPr>
          <w:p w14:paraId="3CFD06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1E8E8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84CEA0E" w14:textId="77777777" w:rsidTr="00ED0681">
        <w:tc>
          <w:tcPr>
            <w:tcW w:w="800" w:type="dxa"/>
            <w:shd w:val="solid" w:color="FFFFFF" w:fill="auto"/>
          </w:tcPr>
          <w:p w14:paraId="439491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58E943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9D7F32B"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C988A8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209</w:t>
            </w:r>
          </w:p>
        </w:tc>
        <w:tc>
          <w:tcPr>
            <w:tcW w:w="428" w:type="dxa"/>
            <w:shd w:val="solid" w:color="FFFFFF" w:fill="auto"/>
          </w:tcPr>
          <w:p w14:paraId="7306D83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8A2D11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proofErr w:type="spellStart"/>
            <w:r w:rsidRPr="00E9040D">
              <w:rPr>
                <w:rFonts w:ascii="Arial" w:hAnsi="Arial" w:cs="Arial"/>
                <w:sz w:val="16"/>
                <w:szCs w:val="16"/>
              </w:rPr>
              <w:t>rho_A</w:t>
            </w:r>
            <w:proofErr w:type="spellEnd"/>
            <w:r w:rsidRPr="00E9040D">
              <w:rPr>
                <w:rFonts w:ascii="Arial" w:hAnsi="Arial" w:cs="Arial"/>
                <w:sz w:val="16"/>
                <w:szCs w:val="16"/>
              </w:rPr>
              <w:t xml:space="preserve"> definition for CQI calculation</w:t>
            </w:r>
          </w:p>
        </w:tc>
        <w:tc>
          <w:tcPr>
            <w:tcW w:w="709" w:type="dxa"/>
            <w:shd w:val="solid" w:color="FFFFFF" w:fill="auto"/>
          </w:tcPr>
          <w:p w14:paraId="493D12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6FB0D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890D9A7" w14:textId="77777777" w:rsidTr="00ED0681">
        <w:tc>
          <w:tcPr>
            <w:tcW w:w="800" w:type="dxa"/>
            <w:shd w:val="solid" w:color="FFFFFF" w:fill="auto"/>
          </w:tcPr>
          <w:p w14:paraId="29BBF59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AC9D89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C878CF9"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737FE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210</w:t>
            </w:r>
          </w:p>
        </w:tc>
        <w:tc>
          <w:tcPr>
            <w:tcW w:w="428" w:type="dxa"/>
            <w:shd w:val="solid" w:color="FFFFFF" w:fill="auto"/>
          </w:tcPr>
          <w:p w14:paraId="5A1A31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9EA1A9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erroneous cases in PUSCH linear block codes</w:t>
            </w:r>
          </w:p>
        </w:tc>
        <w:tc>
          <w:tcPr>
            <w:tcW w:w="709" w:type="dxa"/>
            <w:shd w:val="solid" w:color="FFFFFF" w:fill="auto"/>
          </w:tcPr>
          <w:p w14:paraId="650A44C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5FD7C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613B401" w14:textId="77777777" w:rsidTr="00ED0681">
        <w:tc>
          <w:tcPr>
            <w:tcW w:w="800" w:type="dxa"/>
            <w:shd w:val="solid" w:color="FFFFFF" w:fill="auto"/>
          </w:tcPr>
          <w:p w14:paraId="67FAD4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CBDD82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A1AFC5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84F156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211</w:t>
            </w:r>
          </w:p>
        </w:tc>
        <w:tc>
          <w:tcPr>
            <w:tcW w:w="428" w:type="dxa"/>
            <w:shd w:val="solid" w:color="FFFFFF" w:fill="auto"/>
          </w:tcPr>
          <w:p w14:paraId="4CF4158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AEB06CE" w14:textId="77777777" w:rsidR="0093274D" w:rsidRPr="00E9040D" w:rsidRDefault="0093274D">
            <w:pPr>
              <w:spacing w:after="0"/>
              <w:rPr>
                <w:rFonts w:ascii="Arial" w:hAnsi="Arial" w:cs="Arial"/>
                <w:sz w:val="16"/>
                <w:szCs w:val="16"/>
              </w:rPr>
            </w:pPr>
            <w:r w:rsidRPr="00E9040D">
              <w:rPr>
                <w:rFonts w:ascii="Arial" w:hAnsi="Arial" w:cs="Arial"/>
                <w:sz w:val="16"/>
                <w:szCs w:val="16"/>
              </w:rPr>
              <w:t>Removing RL monitoring start and stop</w:t>
            </w:r>
          </w:p>
        </w:tc>
        <w:tc>
          <w:tcPr>
            <w:tcW w:w="709" w:type="dxa"/>
            <w:shd w:val="solid" w:color="FFFFFF" w:fill="auto"/>
          </w:tcPr>
          <w:p w14:paraId="3570E5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711EF3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C2CF959" w14:textId="77777777" w:rsidTr="00ED0681">
        <w:tc>
          <w:tcPr>
            <w:tcW w:w="800" w:type="dxa"/>
            <w:shd w:val="solid" w:color="FFFFFF" w:fill="auto"/>
          </w:tcPr>
          <w:p w14:paraId="0CED50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3E923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67B122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A735BE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214</w:t>
            </w:r>
          </w:p>
        </w:tc>
        <w:tc>
          <w:tcPr>
            <w:tcW w:w="428" w:type="dxa"/>
            <w:shd w:val="solid" w:color="FFFFFF" w:fill="auto"/>
          </w:tcPr>
          <w:p w14:paraId="76994D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233F57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type-1 and type-2 PUSCH hopping</w:t>
            </w:r>
          </w:p>
        </w:tc>
        <w:tc>
          <w:tcPr>
            <w:tcW w:w="709" w:type="dxa"/>
            <w:shd w:val="solid" w:color="FFFFFF" w:fill="auto"/>
          </w:tcPr>
          <w:p w14:paraId="4E5CE9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D6F91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64BC643" w14:textId="77777777" w:rsidTr="00ED0681">
        <w:tc>
          <w:tcPr>
            <w:tcW w:w="800" w:type="dxa"/>
            <w:shd w:val="solid" w:color="FFFFFF" w:fill="auto"/>
          </w:tcPr>
          <w:p w14:paraId="046680C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B66598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084B18F"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D9C92F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215</w:t>
            </w:r>
          </w:p>
        </w:tc>
        <w:tc>
          <w:tcPr>
            <w:tcW w:w="428" w:type="dxa"/>
            <w:shd w:val="solid" w:color="FFFFFF" w:fill="auto"/>
          </w:tcPr>
          <w:p w14:paraId="4ABFDE2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DBA941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Contradicting statements on determination of CQI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size</w:t>
            </w:r>
          </w:p>
        </w:tc>
        <w:tc>
          <w:tcPr>
            <w:tcW w:w="709" w:type="dxa"/>
            <w:shd w:val="solid" w:color="FFFFFF" w:fill="auto"/>
          </w:tcPr>
          <w:p w14:paraId="39D06E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C32DC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5D3DEAE" w14:textId="77777777" w:rsidTr="00ED0681">
        <w:tc>
          <w:tcPr>
            <w:tcW w:w="800" w:type="dxa"/>
            <w:shd w:val="solid" w:color="FFFFFF" w:fill="auto"/>
          </w:tcPr>
          <w:p w14:paraId="7401AC4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F3A81D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2933C5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57DBF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216</w:t>
            </w:r>
          </w:p>
        </w:tc>
        <w:tc>
          <w:tcPr>
            <w:tcW w:w="428" w:type="dxa"/>
            <w:shd w:val="solid" w:color="FFFFFF" w:fill="auto"/>
          </w:tcPr>
          <w:p w14:paraId="243A97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6CF93D2"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SRS</w:t>
            </w:r>
          </w:p>
        </w:tc>
        <w:tc>
          <w:tcPr>
            <w:tcW w:w="709" w:type="dxa"/>
            <w:shd w:val="solid" w:color="FFFFFF" w:fill="auto"/>
          </w:tcPr>
          <w:p w14:paraId="1466E9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B08A5F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5999667" w14:textId="77777777" w:rsidTr="00ED0681">
        <w:tc>
          <w:tcPr>
            <w:tcW w:w="800" w:type="dxa"/>
            <w:shd w:val="solid" w:color="FFFFFF" w:fill="auto"/>
          </w:tcPr>
          <w:p w14:paraId="4C128CE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EB475F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C1FB00B"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6B1924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219</w:t>
            </w:r>
          </w:p>
        </w:tc>
        <w:tc>
          <w:tcPr>
            <w:tcW w:w="428" w:type="dxa"/>
            <w:shd w:val="solid" w:color="FFFFFF" w:fill="auto"/>
          </w:tcPr>
          <w:p w14:paraId="35467B0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BE97F7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Miscellaneous 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p>
        </w:tc>
        <w:tc>
          <w:tcPr>
            <w:tcW w:w="709" w:type="dxa"/>
            <w:shd w:val="solid" w:color="FFFFFF" w:fill="auto"/>
          </w:tcPr>
          <w:p w14:paraId="77CC21F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D3F04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E5BD06C" w14:textId="77777777" w:rsidTr="00ED0681">
        <w:tc>
          <w:tcPr>
            <w:tcW w:w="800" w:type="dxa"/>
            <w:shd w:val="solid" w:color="FFFFFF" w:fill="auto"/>
          </w:tcPr>
          <w:p w14:paraId="102BA7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5D676B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F94D36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B7EBB3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221</w:t>
            </w:r>
          </w:p>
        </w:tc>
        <w:tc>
          <w:tcPr>
            <w:tcW w:w="428" w:type="dxa"/>
            <w:shd w:val="solid" w:color="FFFFFF" w:fill="auto"/>
          </w:tcPr>
          <w:p w14:paraId="57E0C1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461101A" w14:textId="77777777" w:rsidR="0093274D" w:rsidRPr="00E9040D" w:rsidRDefault="0093274D">
            <w:pPr>
              <w:spacing w:after="0"/>
              <w:rPr>
                <w:rFonts w:ascii="Arial" w:hAnsi="Arial" w:cs="Arial"/>
                <w:sz w:val="16"/>
                <w:szCs w:val="16"/>
              </w:rPr>
            </w:pPr>
            <w:r w:rsidRPr="00E9040D">
              <w:rPr>
                <w:rFonts w:ascii="Arial" w:hAnsi="Arial" w:cs="Arial"/>
                <w:sz w:val="16"/>
                <w:szCs w:val="16"/>
              </w:rPr>
              <w:t>CR for Redundancy Version mapping function for DCI 1C</w:t>
            </w:r>
          </w:p>
        </w:tc>
        <w:tc>
          <w:tcPr>
            <w:tcW w:w="709" w:type="dxa"/>
            <w:shd w:val="solid" w:color="FFFFFF" w:fill="auto"/>
          </w:tcPr>
          <w:p w14:paraId="7AB3AD5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A0D615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E637102" w14:textId="77777777" w:rsidTr="00ED0681">
        <w:tc>
          <w:tcPr>
            <w:tcW w:w="800" w:type="dxa"/>
            <w:shd w:val="solid" w:color="FFFFFF" w:fill="auto"/>
          </w:tcPr>
          <w:p w14:paraId="3357913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16A6D2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AEA554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AD62B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223</w:t>
            </w:r>
          </w:p>
        </w:tc>
        <w:tc>
          <w:tcPr>
            <w:tcW w:w="428" w:type="dxa"/>
            <w:shd w:val="solid" w:color="FFFFFF" w:fill="auto"/>
          </w:tcPr>
          <w:p w14:paraId="0556967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5D72E9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Scrambling of PUSCH corresponding to Random Access Response Grant </w:t>
            </w:r>
          </w:p>
        </w:tc>
        <w:tc>
          <w:tcPr>
            <w:tcW w:w="709" w:type="dxa"/>
            <w:shd w:val="solid" w:color="FFFFFF" w:fill="auto"/>
          </w:tcPr>
          <w:p w14:paraId="0B225A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FFB7FD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82C2FA4" w14:textId="77777777" w:rsidTr="00ED0681">
        <w:tc>
          <w:tcPr>
            <w:tcW w:w="800" w:type="dxa"/>
            <w:shd w:val="solid" w:color="FFFFFF" w:fill="auto"/>
          </w:tcPr>
          <w:p w14:paraId="37F32B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6E320C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26E121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3B8F05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225</w:t>
            </w:r>
          </w:p>
        </w:tc>
        <w:tc>
          <w:tcPr>
            <w:tcW w:w="428" w:type="dxa"/>
            <w:shd w:val="solid" w:color="FFFFFF" w:fill="auto"/>
          </w:tcPr>
          <w:p w14:paraId="48E940B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763FFF9" w14:textId="77777777" w:rsidR="0093274D" w:rsidRPr="00E9040D" w:rsidRDefault="0093274D">
            <w:pPr>
              <w:spacing w:after="0"/>
              <w:rPr>
                <w:rFonts w:ascii="Arial" w:hAnsi="Arial" w:cs="Arial"/>
                <w:sz w:val="16"/>
                <w:szCs w:val="16"/>
              </w:rPr>
            </w:pPr>
            <w:r w:rsidRPr="00E9040D">
              <w:rPr>
                <w:rFonts w:ascii="Arial" w:hAnsi="Arial" w:cs="Arial"/>
                <w:sz w:val="16"/>
                <w:szCs w:val="16"/>
              </w:rPr>
              <w:t>Removal of SRS with message 3</w:t>
            </w:r>
          </w:p>
        </w:tc>
        <w:tc>
          <w:tcPr>
            <w:tcW w:w="709" w:type="dxa"/>
            <w:shd w:val="solid" w:color="FFFFFF" w:fill="auto"/>
          </w:tcPr>
          <w:p w14:paraId="125FD15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0EEE7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76B5BF6" w14:textId="77777777" w:rsidTr="00ED0681">
        <w:tc>
          <w:tcPr>
            <w:tcW w:w="800" w:type="dxa"/>
            <w:shd w:val="solid" w:color="FFFFFF" w:fill="auto"/>
          </w:tcPr>
          <w:p w14:paraId="022C890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191F72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7C2BD8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4EDBD4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226</w:t>
            </w:r>
          </w:p>
        </w:tc>
        <w:tc>
          <w:tcPr>
            <w:tcW w:w="428" w:type="dxa"/>
            <w:shd w:val="solid" w:color="FFFFFF" w:fill="auto"/>
          </w:tcPr>
          <w:p w14:paraId="0F83205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347C7163" w14:textId="77777777" w:rsidR="0093274D" w:rsidRPr="00E9040D" w:rsidRDefault="0093274D">
            <w:pPr>
              <w:spacing w:after="0"/>
              <w:rPr>
                <w:rFonts w:ascii="Arial" w:hAnsi="Arial" w:cs="Arial"/>
                <w:sz w:val="16"/>
                <w:szCs w:val="16"/>
              </w:rPr>
            </w:pPr>
            <w:r w:rsidRPr="00E9040D">
              <w:rPr>
                <w:rFonts w:ascii="Arial" w:hAnsi="Arial" w:cs="Arial"/>
                <w:sz w:val="16"/>
                <w:szCs w:val="16"/>
              </w:rPr>
              <w:t>PRACH retransmission timing</w:t>
            </w:r>
          </w:p>
        </w:tc>
        <w:tc>
          <w:tcPr>
            <w:tcW w:w="709" w:type="dxa"/>
            <w:shd w:val="solid" w:color="FFFFFF" w:fill="auto"/>
          </w:tcPr>
          <w:p w14:paraId="2516BD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4673BB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0C4D4D3" w14:textId="77777777" w:rsidTr="00ED0681">
        <w:tc>
          <w:tcPr>
            <w:tcW w:w="800" w:type="dxa"/>
            <w:shd w:val="solid" w:color="FFFFFF" w:fill="auto"/>
          </w:tcPr>
          <w:p w14:paraId="2CB3BCE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66340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8C0030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941A9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227</w:t>
            </w:r>
          </w:p>
        </w:tc>
        <w:tc>
          <w:tcPr>
            <w:tcW w:w="428" w:type="dxa"/>
            <w:shd w:val="solid" w:color="FFFFFF" w:fill="auto"/>
          </w:tcPr>
          <w:p w14:paraId="171021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0D6F7AC" w14:textId="77777777" w:rsidR="0093274D" w:rsidRPr="00E9040D" w:rsidRDefault="0093274D">
            <w:pPr>
              <w:spacing w:after="0"/>
              <w:rPr>
                <w:rFonts w:ascii="Arial" w:hAnsi="Arial" w:cs="Arial"/>
                <w:sz w:val="16"/>
                <w:szCs w:val="16"/>
              </w:rPr>
            </w:pPr>
            <w:r w:rsidRPr="00E9040D">
              <w:rPr>
                <w:rFonts w:ascii="Arial" w:hAnsi="Arial" w:cs="Arial"/>
                <w:sz w:val="16"/>
                <w:szCs w:val="16"/>
              </w:rPr>
              <w:t>Clarifying error handling of PDSCH and PUSCH assignments</w:t>
            </w:r>
          </w:p>
        </w:tc>
        <w:tc>
          <w:tcPr>
            <w:tcW w:w="709" w:type="dxa"/>
            <w:shd w:val="solid" w:color="FFFFFF" w:fill="auto"/>
          </w:tcPr>
          <w:p w14:paraId="31E860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AC208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040C00C" w14:textId="77777777" w:rsidTr="00ED0681">
        <w:tc>
          <w:tcPr>
            <w:tcW w:w="800" w:type="dxa"/>
            <w:shd w:val="solid" w:color="FFFFFF" w:fill="auto"/>
          </w:tcPr>
          <w:p w14:paraId="5A25899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D1CC8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450B4A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72FED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228</w:t>
            </w:r>
          </w:p>
        </w:tc>
        <w:tc>
          <w:tcPr>
            <w:tcW w:w="428" w:type="dxa"/>
            <w:shd w:val="solid" w:color="FFFFFF" w:fill="auto"/>
          </w:tcPr>
          <w:p w14:paraId="74B8DD2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3087A47" w14:textId="77777777" w:rsidR="0093274D" w:rsidRPr="00E9040D" w:rsidRDefault="0093274D">
            <w:pPr>
              <w:spacing w:after="0"/>
              <w:rPr>
                <w:rFonts w:ascii="Arial" w:hAnsi="Arial" w:cs="Arial"/>
                <w:sz w:val="16"/>
                <w:szCs w:val="16"/>
              </w:rPr>
            </w:pPr>
            <w:r w:rsidRPr="00E9040D">
              <w:rPr>
                <w:rFonts w:ascii="Arial" w:hAnsi="Arial" w:cs="Arial"/>
                <w:sz w:val="16"/>
                <w:szCs w:val="16"/>
              </w:rPr>
              <w:t>Clarify PHICH index mapping</w:t>
            </w:r>
          </w:p>
        </w:tc>
        <w:tc>
          <w:tcPr>
            <w:tcW w:w="709" w:type="dxa"/>
            <w:shd w:val="solid" w:color="FFFFFF" w:fill="auto"/>
          </w:tcPr>
          <w:p w14:paraId="2747EBA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D285B3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1D4616E" w14:textId="77777777" w:rsidTr="00ED0681">
        <w:tc>
          <w:tcPr>
            <w:tcW w:w="800" w:type="dxa"/>
            <w:shd w:val="solid" w:color="FFFFFF" w:fill="auto"/>
          </w:tcPr>
          <w:p w14:paraId="2F146F7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E05F42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574BC5D"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A6AEBB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229</w:t>
            </w:r>
          </w:p>
        </w:tc>
        <w:tc>
          <w:tcPr>
            <w:tcW w:w="428" w:type="dxa"/>
            <w:shd w:val="solid" w:color="FFFFFF" w:fill="auto"/>
          </w:tcPr>
          <w:p w14:paraId="22E2951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97E6E9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CQI timing</w:t>
            </w:r>
          </w:p>
        </w:tc>
        <w:tc>
          <w:tcPr>
            <w:tcW w:w="709" w:type="dxa"/>
            <w:shd w:val="solid" w:color="FFFFFF" w:fill="auto"/>
          </w:tcPr>
          <w:p w14:paraId="3266866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23E0F0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FC3E4E0" w14:textId="77777777" w:rsidTr="00ED0681">
        <w:tc>
          <w:tcPr>
            <w:tcW w:w="800" w:type="dxa"/>
            <w:shd w:val="solid" w:color="FFFFFF" w:fill="auto"/>
          </w:tcPr>
          <w:p w14:paraId="0BAA8E8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92ABB8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768951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22B66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230</w:t>
            </w:r>
          </w:p>
        </w:tc>
        <w:tc>
          <w:tcPr>
            <w:tcW w:w="428" w:type="dxa"/>
            <w:shd w:val="solid" w:color="FFFFFF" w:fill="auto"/>
          </w:tcPr>
          <w:p w14:paraId="45F6AF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3A58320"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CQI parameter names with RRC</w:t>
            </w:r>
          </w:p>
        </w:tc>
        <w:tc>
          <w:tcPr>
            <w:tcW w:w="709" w:type="dxa"/>
            <w:shd w:val="solid" w:color="FFFFFF" w:fill="auto"/>
          </w:tcPr>
          <w:p w14:paraId="1FA425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73DFA9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33C5087" w14:textId="77777777" w:rsidTr="00ED0681">
        <w:tc>
          <w:tcPr>
            <w:tcW w:w="800" w:type="dxa"/>
            <w:shd w:val="solid" w:color="FFFFFF" w:fill="auto"/>
          </w:tcPr>
          <w:p w14:paraId="393033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941065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E9BEAAE"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E86D0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231</w:t>
            </w:r>
          </w:p>
        </w:tc>
        <w:tc>
          <w:tcPr>
            <w:tcW w:w="428" w:type="dxa"/>
            <w:shd w:val="solid" w:color="FFFFFF" w:fill="auto"/>
          </w:tcPr>
          <w:p w14:paraId="75072B8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F1D2525"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Removal of </w:t>
            </w:r>
            <w:r w:rsidR="00985902">
              <w:rPr>
                <w:rFonts w:ascii="Arial" w:hAnsi="Arial" w:cs="Arial"/>
                <w:sz w:val="16"/>
                <w:szCs w:val="16"/>
              </w:rPr>
              <w:t>'</w:t>
            </w:r>
            <w:r w:rsidRPr="00E9040D">
              <w:rPr>
                <w:rFonts w:ascii="Arial" w:hAnsi="Arial" w:cs="Arial"/>
                <w:sz w:val="16"/>
                <w:szCs w:val="16"/>
              </w:rPr>
              <w:t>Off</w:t>
            </w:r>
            <w:r w:rsidR="00985902">
              <w:rPr>
                <w:rFonts w:ascii="Arial" w:hAnsi="Arial" w:cs="Arial"/>
                <w:sz w:val="16"/>
                <w:szCs w:val="16"/>
              </w:rPr>
              <w:t>'</w:t>
            </w:r>
            <w:r w:rsidRPr="00E9040D">
              <w:rPr>
                <w:rFonts w:ascii="Arial" w:hAnsi="Arial" w:cs="Arial"/>
                <w:sz w:val="16"/>
                <w:szCs w:val="16"/>
              </w:rPr>
              <w:t xml:space="preserve"> values for periodic reporting in L1</w:t>
            </w:r>
          </w:p>
        </w:tc>
        <w:tc>
          <w:tcPr>
            <w:tcW w:w="709" w:type="dxa"/>
            <w:shd w:val="solid" w:color="FFFFFF" w:fill="auto"/>
          </w:tcPr>
          <w:p w14:paraId="0C26CD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79E69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BCE85AF" w14:textId="77777777" w:rsidTr="00ED0681">
        <w:tc>
          <w:tcPr>
            <w:tcW w:w="800" w:type="dxa"/>
            <w:shd w:val="solid" w:color="FFFFFF" w:fill="auto"/>
          </w:tcPr>
          <w:p w14:paraId="5BEA12A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DDB433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FADD8E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B6662B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232</w:t>
            </w:r>
          </w:p>
        </w:tc>
        <w:tc>
          <w:tcPr>
            <w:tcW w:w="428" w:type="dxa"/>
            <w:shd w:val="solid" w:color="FFFFFF" w:fill="auto"/>
          </w:tcPr>
          <w:p w14:paraId="51E6EA8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2C08FF8" w14:textId="77777777" w:rsidR="0093274D" w:rsidRPr="00E9040D" w:rsidRDefault="0093274D">
            <w:pPr>
              <w:spacing w:after="0"/>
              <w:rPr>
                <w:rFonts w:ascii="Arial" w:hAnsi="Arial" w:cs="Arial"/>
                <w:sz w:val="16"/>
                <w:szCs w:val="16"/>
              </w:rPr>
            </w:pPr>
            <w:r w:rsidRPr="00E9040D">
              <w:rPr>
                <w:rFonts w:ascii="Arial" w:hAnsi="Arial" w:cs="Arial"/>
                <w:sz w:val="16"/>
                <w:szCs w:val="16"/>
              </w:rPr>
              <w:t>Default value of RI</w:t>
            </w:r>
          </w:p>
        </w:tc>
        <w:tc>
          <w:tcPr>
            <w:tcW w:w="709" w:type="dxa"/>
            <w:shd w:val="solid" w:color="FFFFFF" w:fill="auto"/>
          </w:tcPr>
          <w:p w14:paraId="505FDCC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8A5CDA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0EFEF44" w14:textId="77777777" w:rsidTr="00ED0681">
        <w:tc>
          <w:tcPr>
            <w:tcW w:w="800" w:type="dxa"/>
            <w:shd w:val="solid" w:color="FFFFFF" w:fill="auto"/>
          </w:tcPr>
          <w:p w14:paraId="1CEB6F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F2175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193DDE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0B55F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233</w:t>
            </w:r>
          </w:p>
        </w:tc>
        <w:tc>
          <w:tcPr>
            <w:tcW w:w="428" w:type="dxa"/>
            <w:shd w:val="solid" w:color="FFFFFF" w:fill="auto"/>
          </w:tcPr>
          <w:p w14:paraId="792471D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630715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timing adjustments</w:t>
            </w:r>
          </w:p>
        </w:tc>
        <w:tc>
          <w:tcPr>
            <w:tcW w:w="709" w:type="dxa"/>
            <w:shd w:val="solid" w:color="FFFFFF" w:fill="auto"/>
          </w:tcPr>
          <w:p w14:paraId="0B79ED6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F9562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22613E4" w14:textId="77777777" w:rsidTr="00ED0681">
        <w:tc>
          <w:tcPr>
            <w:tcW w:w="800" w:type="dxa"/>
            <w:shd w:val="solid" w:color="FFFFFF" w:fill="auto"/>
          </w:tcPr>
          <w:p w14:paraId="0FBAAA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26A78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0F4A63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49868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234</w:t>
            </w:r>
          </w:p>
        </w:tc>
        <w:tc>
          <w:tcPr>
            <w:tcW w:w="428" w:type="dxa"/>
            <w:shd w:val="solid" w:color="FFFFFF" w:fill="auto"/>
          </w:tcPr>
          <w:p w14:paraId="15FFFF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8F9089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ACK/NAK repetition</w:t>
            </w:r>
          </w:p>
        </w:tc>
        <w:tc>
          <w:tcPr>
            <w:tcW w:w="709" w:type="dxa"/>
            <w:shd w:val="solid" w:color="FFFFFF" w:fill="auto"/>
          </w:tcPr>
          <w:p w14:paraId="24CB93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0D9E4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8EFF1CE" w14:textId="77777777" w:rsidTr="00ED0681">
        <w:tc>
          <w:tcPr>
            <w:tcW w:w="800" w:type="dxa"/>
            <w:shd w:val="solid" w:color="FFFFFF" w:fill="auto"/>
          </w:tcPr>
          <w:p w14:paraId="79D5EC4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ED5CFC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B9024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33D1AF4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235</w:t>
            </w:r>
          </w:p>
        </w:tc>
        <w:tc>
          <w:tcPr>
            <w:tcW w:w="428" w:type="dxa"/>
            <w:shd w:val="solid" w:color="FFFFFF" w:fill="auto"/>
          </w:tcPr>
          <w:p w14:paraId="0E3F110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47D6DF9"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condition of resetting accumulated uplink power correction</w:t>
            </w:r>
          </w:p>
        </w:tc>
        <w:tc>
          <w:tcPr>
            <w:tcW w:w="709" w:type="dxa"/>
            <w:shd w:val="solid" w:color="FFFFFF" w:fill="auto"/>
          </w:tcPr>
          <w:p w14:paraId="7AF0ABE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7E0034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5B745518" w14:textId="77777777" w:rsidTr="00ED0681">
        <w:tc>
          <w:tcPr>
            <w:tcW w:w="800" w:type="dxa"/>
            <w:shd w:val="solid" w:color="FFFFFF" w:fill="auto"/>
          </w:tcPr>
          <w:p w14:paraId="581C6C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55808C4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3F9211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1C3A9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236</w:t>
            </w:r>
          </w:p>
        </w:tc>
        <w:tc>
          <w:tcPr>
            <w:tcW w:w="428" w:type="dxa"/>
            <w:shd w:val="solid" w:color="FFFFFF" w:fill="auto"/>
          </w:tcPr>
          <w:p w14:paraId="2A4743D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B016984"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random access channel parameters received from higher layer</w:t>
            </w:r>
          </w:p>
        </w:tc>
        <w:tc>
          <w:tcPr>
            <w:tcW w:w="709" w:type="dxa"/>
            <w:shd w:val="solid" w:color="FFFFFF" w:fill="auto"/>
          </w:tcPr>
          <w:p w14:paraId="5039B67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5119879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236D9595" w14:textId="77777777" w:rsidTr="00ED0681">
        <w:tc>
          <w:tcPr>
            <w:tcW w:w="800" w:type="dxa"/>
            <w:shd w:val="solid" w:color="FFFFFF" w:fill="auto"/>
          </w:tcPr>
          <w:p w14:paraId="18F169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0063E0F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12BB195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2EC7C0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237</w:t>
            </w:r>
          </w:p>
        </w:tc>
        <w:tc>
          <w:tcPr>
            <w:tcW w:w="428" w:type="dxa"/>
            <w:shd w:val="solid" w:color="FFFFFF" w:fill="auto"/>
          </w:tcPr>
          <w:p w14:paraId="402CEE3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6BA9164"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p>
        </w:tc>
        <w:tc>
          <w:tcPr>
            <w:tcW w:w="709" w:type="dxa"/>
            <w:shd w:val="solid" w:color="FFFFFF" w:fill="auto"/>
          </w:tcPr>
          <w:p w14:paraId="0E6856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53D167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29EA1B1C" w14:textId="77777777" w:rsidTr="00ED0681">
        <w:tc>
          <w:tcPr>
            <w:tcW w:w="800" w:type="dxa"/>
            <w:shd w:val="solid" w:color="FFFFFF" w:fill="auto"/>
          </w:tcPr>
          <w:p w14:paraId="3E104AF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219F89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963B96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1CBEB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238</w:t>
            </w:r>
          </w:p>
        </w:tc>
        <w:tc>
          <w:tcPr>
            <w:tcW w:w="428" w:type="dxa"/>
            <w:shd w:val="solid" w:color="FFFFFF" w:fill="auto"/>
          </w:tcPr>
          <w:p w14:paraId="171DF89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3D7568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CQI reporting</w:t>
            </w:r>
          </w:p>
        </w:tc>
        <w:tc>
          <w:tcPr>
            <w:tcW w:w="709" w:type="dxa"/>
            <w:shd w:val="solid" w:color="FFFFFF" w:fill="auto"/>
          </w:tcPr>
          <w:p w14:paraId="2720764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36662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740B06DE" w14:textId="77777777" w:rsidTr="00ED0681">
        <w:tc>
          <w:tcPr>
            <w:tcW w:w="800" w:type="dxa"/>
            <w:shd w:val="solid" w:color="FFFFFF" w:fill="auto"/>
          </w:tcPr>
          <w:p w14:paraId="151ECE9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59E7A93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27540F6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EDED8F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239</w:t>
            </w:r>
          </w:p>
        </w:tc>
        <w:tc>
          <w:tcPr>
            <w:tcW w:w="428" w:type="dxa"/>
            <w:shd w:val="solid" w:color="FFFFFF" w:fill="auto"/>
          </w:tcPr>
          <w:p w14:paraId="2637A9E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07D8850"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the HARQ process number</w:t>
            </w:r>
          </w:p>
        </w:tc>
        <w:tc>
          <w:tcPr>
            <w:tcW w:w="709" w:type="dxa"/>
            <w:shd w:val="solid" w:color="FFFFFF" w:fill="auto"/>
          </w:tcPr>
          <w:p w14:paraId="2AE341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6B63F0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0F51878F" w14:textId="77777777" w:rsidTr="00ED0681">
        <w:tc>
          <w:tcPr>
            <w:tcW w:w="800" w:type="dxa"/>
            <w:shd w:val="solid" w:color="FFFFFF" w:fill="auto"/>
          </w:tcPr>
          <w:p w14:paraId="6613764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3AE20F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1A3492E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DF39D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241</w:t>
            </w:r>
          </w:p>
        </w:tc>
        <w:tc>
          <w:tcPr>
            <w:tcW w:w="428" w:type="dxa"/>
            <w:shd w:val="solid" w:color="FFFFFF" w:fill="auto"/>
          </w:tcPr>
          <w:p w14:paraId="35DDCB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8E23E0B" w14:textId="77777777" w:rsidR="0093274D" w:rsidRPr="00E9040D" w:rsidRDefault="0093274D">
            <w:pPr>
              <w:spacing w:after="0"/>
              <w:rPr>
                <w:rFonts w:ascii="Arial" w:hAnsi="Arial" w:cs="Arial"/>
                <w:sz w:val="16"/>
                <w:szCs w:val="16"/>
              </w:rPr>
            </w:pPr>
            <w:r w:rsidRPr="00E9040D">
              <w:rPr>
                <w:rFonts w:ascii="Arial" w:hAnsi="Arial" w:cs="Arial"/>
                <w:sz w:val="16"/>
                <w:szCs w:val="16"/>
              </w:rPr>
              <w:t>CR correction of the description on TTI-bundling</w:t>
            </w:r>
          </w:p>
        </w:tc>
        <w:tc>
          <w:tcPr>
            <w:tcW w:w="709" w:type="dxa"/>
            <w:shd w:val="solid" w:color="FFFFFF" w:fill="auto"/>
          </w:tcPr>
          <w:p w14:paraId="3A72E9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656C85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373E01AD" w14:textId="77777777" w:rsidTr="00ED0681">
        <w:tc>
          <w:tcPr>
            <w:tcW w:w="800" w:type="dxa"/>
            <w:shd w:val="solid" w:color="FFFFFF" w:fill="auto"/>
          </w:tcPr>
          <w:p w14:paraId="45CA2B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77F4A4D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7F63F0C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38187F5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242</w:t>
            </w:r>
          </w:p>
        </w:tc>
        <w:tc>
          <w:tcPr>
            <w:tcW w:w="428" w:type="dxa"/>
            <w:shd w:val="solid" w:color="FFFFFF" w:fill="auto"/>
          </w:tcPr>
          <w:p w14:paraId="1EDB363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ABB48C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 latest and initial PDCCH for PDSCH and PUSCH </w:t>
            </w:r>
            <w:r w:rsidR="000D6D1C" w:rsidRPr="00E9040D">
              <w:rPr>
                <w:rFonts w:ascii="Arial" w:hAnsi="Arial" w:cs="Arial"/>
                <w:sz w:val="16"/>
                <w:szCs w:val="16"/>
              </w:rPr>
              <w:t>transmissions</w:t>
            </w:r>
            <w:r w:rsidRPr="00E9040D">
              <w:rPr>
                <w:rFonts w:ascii="Arial" w:hAnsi="Arial" w:cs="Arial"/>
                <w:sz w:val="16"/>
                <w:szCs w:val="16"/>
              </w:rPr>
              <w:t>, and NDI for SPS activation</w:t>
            </w:r>
          </w:p>
        </w:tc>
        <w:tc>
          <w:tcPr>
            <w:tcW w:w="709" w:type="dxa"/>
            <w:shd w:val="solid" w:color="FFFFFF" w:fill="auto"/>
          </w:tcPr>
          <w:p w14:paraId="5DE4A7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7EC81D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4DC75FB1" w14:textId="77777777" w:rsidTr="00ED0681">
        <w:tc>
          <w:tcPr>
            <w:tcW w:w="800" w:type="dxa"/>
            <w:shd w:val="solid" w:color="FFFFFF" w:fill="auto"/>
          </w:tcPr>
          <w:p w14:paraId="60D32B4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202F3B8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4F0C490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255A128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243</w:t>
            </w:r>
          </w:p>
        </w:tc>
        <w:tc>
          <w:tcPr>
            <w:tcW w:w="428" w:type="dxa"/>
            <w:shd w:val="solid" w:color="FFFFFF" w:fill="auto"/>
          </w:tcPr>
          <w:p w14:paraId="0B8539A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101A47F"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 </w:t>
            </w:r>
            <w:smartTag w:uri="urn:schemas-microsoft-com:office:smarttags" w:element="PersonName">
              <w:smartTag w:uri="urn:schemas:contacts" w:element="title">
                <w:r w:rsidRPr="00E9040D">
                  <w:rPr>
                    <w:rFonts w:ascii="Arial" w:hAnsi="Arial" w:cs="Arial"/>
                    <w:sz w:val="16"/>
                    <w:szCs w:val="16"/>
                  </w:rPr>
                  <w:t>DRS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071054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1874A41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4B280D62" w14:textId="77777777" w:rsidTr="00ED0681">
        <w:tc>
          <w:tcPr>
            <w:tcW w:w="800" w:type="dxa"/>
            <w:shd w:val="solid" w:color="FFFFFF" w:fill="auto"/>
          </w:tcPr>
          <w:p w14:paraId="74AEED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75DF1B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B3460F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737967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244</w:t>
            </w:r>
          </w:p>
        </w:tc>
        <w:tc>
          <w:tcPr>
            <w:tcW w:w="428" w:type="dxa"/>
            <w:shd w:val="solid" w:color="FFFFFF" w:fill="auto"/>
          </w:tcPr>
          <w:p w14:paraId="1384B6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5564EAE"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TPC commands for SPS</w:t>
            </w:r>
          </w:p>
        </w:tc>
        <w:tc>
          <w:tcPr>
            <w:tcW w:w="709" w:type="dxa"/>
            <w:shd w:val="solid" w:color="FFFFFF" w:fill="auto"/>
          </w:tcPr>
          <w:p w14:paraId="3B154B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3AEDAD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66FC682D" w14:textId="77777777" w:rsidTr="00ED0681">
        <w:tc>
          <w:tcPr>
            <w:tcW w:w="800" w:type="dxa"/>
            <w:shd w:val="solid" w:color="FFFFFF" w:fill="auto"/>
          </w:tcPr>
          <w:p w14:paraId="5A9638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50044BC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4FDC8B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5ACE750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245</w:t>
            </w:r>
          </w:p>
        </w:tc>
        <w:tc>
          <w:tcPr>
            <w:tcW w:w="428" w:type="dxa"/>
            <w:shd w:val="solid" w:color="FFFFFF" w:fill="auto"/>
          </w:tcPr>
          <w:p w14:paraId="3D6CF73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855F3F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PUSCH hopping and PHICH mapping procedures</w:t>
            </w:r>
          </w:p>
        </w:tc>
        <w:tc>
          <w:tcPr>
            <w:tcW w:w="709" w:type="dxa"/>
            <w:shd w:val="solid" w:color="FFFFFF" w:fill="auto"/>
          </w:tcPr>
          <w:p w14:paraId="347D40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442F55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40C02489" w14:textId="77777777" w:rsidTr="00ED0681">
        <w:tc>
          <w:tcPr>
            <w:tcW w:w="800" w:type="dxa"/>
            <w:shd w:val="solid" w:color="FFFFFF" w:fill="auto"/>
          </w:tcPr>
          <w:p w14:paraId="7C356F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28F3E96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304CD2E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0E42D4C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246</w:t>
            </w:r>
          </w:p>
        </w:tc>
        <w:tc>
          <w:tcPr>
            <w:tcW w:w="428" w:type="dxa"/>
            <w:shd w:val="solid" w:color="FFFFFF" w:fill="auto"/>
          </w:tcPr>
          <w:p w14:paraId="34E8FA3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8D39406"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on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indexing in periodic CQI reporting</w:t>
            </w:r>
          </w:p>
        </w:tc>
        <w:tc>
          <w:tcPr>
            <w:tcW w:w="709" w:type="dxa"/>
            <w:shd w:val="solid" w:color="FFFFFF" w:fill="auto"/>
          </w:tcPr>
          <w:p w14:paraId="17E2A3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6C958FF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61988B04" w14:textId="77777777" w:rsidTr="00ED0681">
        <w:tc>
          <w:tcPr>
            <w:tcW w:w="800" w:type="dxa"/>
            <w:shd w:val="solid" w:color="FFFFFF" w:fill="auto"/>
          </w:tcPr>
          <w:p w14:paraId="26466B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769F446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571076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2DAA0CF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247</w:t>
            </w:r>
          </w:p>
        </w:tc>
        <w:tc>
          <w:tcPr>
            <w:tcW w:w="428" w:type="dxa"/>
            <w:shd w:val="solid" w:color="FFFFFF" w:fill="auto"/>
          </w:tcPr>
          <w:p w14:paraId="6FBFEA3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308950AB"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DVRB operation in TDD transmission mode 7</w:t>
            </w:r>
          </w:p>
        </w:tc>
        <w:tc>
          <w:tcPr>
            <w:tcW w:w="709" w:type="dxa"/>
            <w:shd w:val="solid" w:color="FFFFFF" w:fill="auto"/>
          </w:tcPr>
          <w:p w14:paraId="1EE8805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5891849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213E6730" w14:textId="77777777" w:rsidTr="00ED0681">
        <w:tc>
          <w:tcPr>
            <w:tcW w:w="800" w:type="dxa"/>
            <w:shd w:val="solid" w:color="FFFFFF" w:fill="auto"/>
          </w:tcPr>
          <w:p w14:paraId="341A037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65033B4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4806E1B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4B0E4D8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249</w:t>
            </w:r>
          </w:p>
        </w:tc>
        <w:tc>
          <w:tcPr>
            <w:tcW w:w="428" w:type="dxa"/>
            <w:shd w:val="solid" w:color="FFFFFF" w:fill="auto"/>
          </w:tcPr>
          <w:p w14:paraId="7EBFF2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4C43204"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concurrent ACKNACK and periodic PMI/RI transmission on PUCCH for TDD</w:t>
            </w:r>
          </w:p>
        </w:tc>
        <w:tc>
          <w:tcPr>
            <w:tcW w:w="709" w:type="dxa"/>
            <w:shd w:val="solid" w:color="FFFFFF" w:fill="auto"/>
          </w:tcPr>
          <w:p w14:paraId="15BF850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6F5EC1D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5EB2391F" w14:textId="77777777" w:rsidTr="00ED0681">
        <w:tc>
          <w:tcPr>
            <w:tcW w:w="800" w:type="dxa"/>
            <w:shd w:val="solid" w:color="FFFFFF" w:fill="auto"/>
          </w:tcPr>
          <w:p w14:paraId="7209647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6D5F323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781763A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345672C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250</w:t>
            </w:r>
          </w:p>
        </w:tc>
        <w:tc>
          <w:tcPr>
            <w:tcW w:w="428" w:type="dxa"/>
            <w:shd w:val="solid" w:color="FFFFFF" w:fill="auto"/>
          </w:tcPr>
          <w:p w14:paraId="737F15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D73AEC3" w14:textId="77777777" w:rsidR="0093274D" w:rsidRPr="00E9040D" w:rsidRDefault="0093274D">
            <w:pPr>
              <w:spacing w:after="0"/>
              <w:rPr>
                <w:rFonts w:ascii="Arial" w:hAnsi="Arial" w:cs="Arial"/>
                <w:sz w:val="16"/>
                <w:szCs w:val="16"/>
              </w:rPr>
            </w:pPr>
            <w:r w:rsidRPr="00E9040D">
              <w:rPr>
                <w:rFonts w:ascii="Arial" w:hAnsi="Arial" w:cs="Arial"/>
                <w:sz w:val="16"/>
                <w:szCs w:val="16"/>
              </w:rPr>
              <w:t>Clarify Inter-cell synchronization text</w:t>
            </w:r>
          </w:p>
        </w:tc>
        <w:tc>
          <w:tcPr>
            <w:tcW w:w="709" w:type="dxa"/>
            <w:shd w:val="solid" w:color="FFFFFF" w:fill="auto"/>
          </w:tcPr>
          <w:p w14:paraId="0A045A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6416ED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5B41368E" w14:textId="77777777" w:rsidTr="00ED0681">
        <w:tc>
          <w:tcPr>
            <w:tcW w:w="800" w:type="dxa"/>
            <w:shd w:val="solid" w:color="FFFFFF" w:fill="auto"/>
          </w:tcPr>
          <w:p w14:paraId="764631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7DE7DF8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4376970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RP-091172</w:t>
            </w:r>
          </w:p>
        </w:tc>
        <w:tc>
          <w:tcPr>
            <w:tcW w:w="525" w:type="dxa"/>
            <w:shd w:val="solid" w:color="FFFFFF" w:fill="auto"/>
          </w:tcPr>
          <w:p w14:paraId="378BE94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248</w:t>
            </w:r>
          </w:p>
        </w:tc>
        <w:tc>
          <w:tcPr>
            <w:tcW w:w="428" w:type="dxa"/>
            <w:shd w:val="solid" w:color="FFFFFF" w:fill="auto"/>
          </w:tcPr>
          <w:p w14:paraId="0D81934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EFAD026"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LTE positioning</w:t>
            </w:r>
          </w:p>
        </w:tc>
        <w:tc>
          <w:tcPr>
            <w:tcW w:w="709" w:type="dxa"/>
            <w:shd w:val="solid" w:color="FFFFFF" w:fill="auto"/>
          </w:tcPr>
          <w:p w14:paraId="371009B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7D52598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0FE46247" w14:textId="77777777" w:rsidTr="00ED0681">
        <w:tc>
          <w:tcPr>
            <w:tcW w:w="800" w:type="dxa"/>
            <w:shd w:val="solid" w:color="FFFFFF" w:fill="auto"/>
          </w:tcPr>
          <w:p w14:paraId="6FD6CD8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1E96F1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1FCD160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RP-091172</w:t>
            </w:r>
          </w:p>
        </w:tc>
        <w:tc>
          <w:tcPr>
            <w:tcW w:w="525" w:type="dxa"/>
            <w:shd w:val="solid" w:color="FFFFFF" w:fill="auto"/>
          </w:tcPr>
          <w:p w14:paraId="19D3C69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254</w:t>
            </w:r>
          </w:p>
        </w:tc>
        <w:tc>
          <w:tcPr>
            <w:tcW w:w="428" w:type="dxa"/>
            <w:shd w:val="solid" w:color="FFFFFF" w:fill="auto"/>
          </w:tcPr>
          <w:p w14:paraId="6C766ED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686FBBC"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PDSCH and PRS in combination for LTE positioning</w:t>
            </w:r>
          </w:p>
        </w:tc>
        <w:tc>
          <w:tcPr>
            <w:tcW w:w="709" w:type="dxa"/>
            <w:shd w:val="solid" w:color="FFFFFF" w:fill="auto"/>
          </w:tcPr>
          <w:p w14:paraId="537415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277007B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74B98127" w14:textId="77777777" w:rsidTr="00ED0681">
        <w:tc>
          <w:tcPr>
            <w:tcW w:w="800" w:type="dxa"/>
            <w:shd w:val="solid" w:color="FFFFFF" w:fill="auto"/>
          </w:tcPr>
          <w:p w14:paraId="479B081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21936E4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2FFB15B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RP-091177</w:t>
            </w:r>
          </w:p>
        </w:tc>
        <w:tc>
          <w:tcPr>
            <w:tcW w:w="525" w:type="dxa"/>
            <w:shd w:val="solid" w:color="FFFFFF" w:fill="auto"/>
          </w:tcPr>
          <w:p w14:paraId="4E7C67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255</w:t>
            </w:r>
          </w:p>
        </w:tc>
        <w:tc>
          <w:tcPr>
            <w:tcW w:w="428" w:type="dxa"/>
            <w:shd w:val="solid" w:color="FFFFFF" w:fill="auto"/>
          </w:tcPr>
          <w:p w14:paraId="15A6A29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5</w:t>
            </w:r>
          </w:p>
        </w:tc>
        <w:tc>
          <w:tcPr>
            <w:tcW w:w="4626" w:type="dxa"/>
            <w:shd w:val="solid" w:color="FFFFFF" w:fill="auto"/>
          </w:tcPr>
          <w:p w14:paraId="34B7B459" w14:textId="77777777" w:rsidR="0093274D" w:rsidRPr="00E9040D" w:rsidRDefault="0093274D">
            <w:pPr>
              <w:spacing w:after="0"/>
              <w:rPr>
                <w:rFonts w:ascii="Arial" w:hAnsi="Arial" w:cs="Arial"/>
                <w:sz w:val="16"/>
                <w:szCs w:val="16"/>
              </w:rPr>
            </w:pPr>
            <w:r w:rsidRPr="00E9040D">
              <w:rPr>
                <w:rFonts w:ascii="Arial" w:hAnsi="Arial" w:cs="Arial"/>
                <w:sz w:val="16"/>
                <w:szCs w:val="16"/>
              </w:rPr>
              <w:t>Editorial corrections to 36.213</w:t>
            </w:r>
          </w:p>
        </w:tc>
        <w:tc>
          <w:tcPr>
            <w:tcW w:w="709" w:type="dxa"/>
            <w:shd w:val="solid" w:color="FFFFFF" w:fill="auto"/>
          </w:tcPr>
          <w:p w14:paraId="068E971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2747489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0B84DBC6" w14:textId="77777777" w:rsidTr="00ED0681">
        <w:tc>
          <w:tcPr>
            <w:tcW w:w="800" w:type="dxa"/>
            <w:shd w:val="solid" w:color="FFFFFF" w:fill="auto"/>
          </w:tcPr>
          <w:p w14:paraId="0B9CB8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1659CA1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0DAA82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RP-091257</w:t>
            </w:r>
          </w:p>
        </w:tc>
        <w:tc>
          <w:tcPr>
            <w:tcW w:w="525" w:type="dxa"/>
            <w:shd w:val="solid" w:color="FFFFFF" w:fill="auto"/>
          </w:tcPr>
          <w:p w14:paraId="616EF0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256</w:t>
            </w:r>
          </w:p>
        </w:tc>
        <w:tc>
          <w:tcPr>
            <w:tcW w:w="428" w:type="dxa"/>
            <w:shd w:val="solid" w:color="FFFFFF" w:fill="auto"/>
          </w:tcPr>
          <w:p w14:paraId="780B91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ECEED94"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enhanced dual layer transmission</w:t>
            </w:r>
          </w:p>
        </w:tc>
        <w:tc>
          <w:tcPr>
            <w:tcW w:w="709" w:type="dxa"/>
            <w:shd w:val="solid" w:color="FFFFFF" w:fill="auto"/>
          </w:tcPr>
          <w:p w14:paraId="137D37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45CE043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70C19D45" w14:textId="77777777" w:rsidTr="00ED0681">
        <w:tc>
          <w:tcPr>
            <w:tcW w:w="800" w:type="dxa"/>
            <w:shd w:val="solid" w:color="FFFFFF" w:fill="auto"/>
          </w:tcPr>
          <w:p w14:paraId="02EFDEF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4749B8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72284F0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RP-091177</w:t>
            </w:r>
          </w:p>
        </w:tc>
        <w:tc>
          <w:tcPr>
            <w:tcW w:w="525" w:type="dxa"/>
            <w:shd w:val="solid" w:color="FFFFFF" w:fill="auto"/>
          </w:tcPr>
          <w:p w14:paraId="0F6DB0D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257</w:t>
            </w:r>
          </w:p>
        </w:tc>
        <w:tc>
          <w:tcPr>
            <w:tcW w:w="428" w:type="dxa"/>
            <w:shd w:val="solid" w:color="FFFFFF" w:fill="auto"/>
          </w:tcPr>
          <w:p w14:paraId="7E26F3F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76A10DD" w14:textId="77777777" w:rsidR="0093274D" w:rsidRPr="00E9040D" w:rsidRDefault="0093274D">
            <w:pPr>
              <w:spacing w:after="0"/>
              <w:rPr>
                <w:rFonts w:ascii="Arial" w:hAnsi="Arial" w:cs="Arial"/>
                <w:sz w:val="16"/>
                <w:szCs w:val="16"/>
              </w:rPr>
            </w:pPr>
            <w:r w:rsidRPr="00E9040D">
              <w:rPr>
                <w:rFonts w:ascii="Arial" w:hAnsi="Arial" w:cs="Arial"/>
                <w:sz w:val="16"/>
                <w:szCs w:val="16"/>
              </w:rPr>
              <w:t>Add shorter SR periodicity</w:t>
            </w:r>
          </w:p>
        </w:tc>
        <w:tc>
          <w:tcPr>
            <w:tcW w:w="709" w:type="dxa"/>
            <w:shd w:val="solid" w:color="FFFFFF" w:fill="auto"/>
          </w:tcPr>
          <w:p w14:paraId="7B15C8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0DC2444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36025D0E" w14:textId="77777777" w:rsidTr="00ED0681">
        <w:tc>
          <w:tcPr>
            <w:tcW w:w="800" w:type="dxa"/>
            <w:shd w:val="solid" w:color="FFFFFF" w:fill="auto"/>
          </w:tcPr>
          <w:p w14:paraId="4EBB659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06351FB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3F0E32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RP-091256</w:t>
            </w:r>
          </w:p>
        </w:tc>
        <w:tc>
          <w:tcPr>
            <w:tcW w:w="525" w:type="dxa"/>
            <w:shd w:val="solid" w:color="FFFFFF" w:fill="auto"/>
          </w:tcPr>
          <w:p w14:paraId="1EA217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258</w:t>
            </w:r>
          </w:p>
        </w:tc>
        <w:tc>
          <w:tcPr>
            <w:tcW w:w="428" w:type="dxa"/>
            <w:shd w:val="solid" w:color="FFFFFF" w:fill="auto"/>
          </w:tcPr>
          <w:p w14:paraId="4B5E05A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10AFDFA"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LTE MBMS</w:t>
            </w:r>
          </w:p>
        </w:tc>
        <w:tc>
          <w:tcPr>
            <w:tcW w:w="709" w:type="dxa"/>
            <w:shd w:val="solid" w:color="FFFFFF" w:fill="auto"/>
          </w:tcPr>
          <w:p w14:paraId="4DBE4FC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1906D4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35E42A54" w14:textId="77777777" w:rsidTr="00ED0681">
        <w:tc>
          <w:tcPr>
            <w:tcW w:w="800" w:type="dxa"/>
            <w:shd w:val="solid" w:color="FFFFFF" w:fill="auto"/>
          </w:tcPr>
          <w:p w14:paraId="13B8A38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17/12/09</w:t>
            </w:r>
          </w:p>
        </w:tc>
        <w:tc>
          <w:tcPr>
            <w:tcW w:w="800" w:type="dxa"/>
            <w:shd w:val="solid" w:color="FFFFFF" w:fill="auto"/>
          </w:tcPr>
          <w:p w14:paraId="2D652EE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1DC63A9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RP-091257</w:t>
            </w:r>
          </w:p>
        </w:tc>
        <w:tc>
          <w:tcPr>
            <w:tcW w:w="525" w:type="dxa"/>
            <w:shd w:val="solid" w:color="FFFFFF" w:fill="auto"/>
          </w:tcPr>
          <w:p w14:paraId="58C2ED2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256</w:t>
            </w:r>
          </w:p>
        </w:tc>
        <w:tc>
          <w:tcPr>
            <w:tcW w:w="428" w:type="dxa"/>
            <w:shd w:val="solid" w:color="FFFFFF" w:fill="auto"/>
          </w:tcPr>
          <w:p w14:paraId="490FD3E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F40C7E9"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by MCC due to wrong implementation of CR0256r1 – Sentence is added to Single-antenna port scheme </w:t>
            </w:r>
            <w:r w:rsidR="00DB4893">
              <w:rPr>
                <w:rFonts w:ascii="Arial" w:hAnsi="Arial" w:cs="Arial"/>
                <w:sz w:val="16"/>
                <w:szCs w:val="16"/>
              </w:rPr>
              <w:t>subclause</w:t>
            </w:r>
            <w:r w:rsidRPr="00E9040D">
              <w:rPr>
                <w:rFonts w:ascii="Arial" w:hAnsi="Arial" w:cs="Arial"/>
                <w:sz w:val="16"/>
                <w:szCs w:val="16"/>
              </w:rPr>
              <w:t xml:space="preserve"> 7.1.1</w:t>
            </w:r>
          </w:p>
        </w:tc>
        <w:tc>
          <w:tcPr>
            <w:tcW w:w="709" w:type="dxa"/>
            <w:shd w:val="solid" w:color="FFFFFF" w:fill="auto"/>
          </w:tcPr>
          <w:p w14:paraId="734240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c>
          <w:tcPr>
            <w:tcW w:w="666" w:type="dxa"/>
            <w:shd w:val="solid" w:color="FFFFFF" w:fill="auto"/>
          </w:tcPr>
          <w:p w14:paraId="4F9F85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r>
      <w:tr w:rsidR="0093274D" w:rsidRPr="00E9040D" w14:paraId="76547F57" w14:textId="77777777" w:rsidTr="00ED0681">
        <w:tc>
          <w:tcPr>
            <w:tcW w:w="800" w:type="dxa"/>
            <w:shd w:val="solid" w:color="FFFFFF" w:fill="auto"/>
          </w:tcPr>
          <w:p w14:paraId="0D38B6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53B1B82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63F1DDB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RP-100211</w:t>
            </w:r>
          </w:p>
        </w:tc>
        <w:tc>
          <w:tcPr>
            <w:tcW w:w="525" w:type="dxa"/>
            <w:shd w:val="solid" w:color="FFFFFF" w:fill="auto"/>
          </w:tcPr>
          <w:p w14:paraId="50D4C9B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259</w:t>
            </w:r>
          </w:p>
        </w:tc>
        <w:tc>
          <w:tcPr>
            <w:tcW w:w="428" w:type="dxa"/>
            <w:shd w:val="solid" w:color="FFFFFF" w:fill="auto"/>
          </w:tcPr>
          <w:p w14:paraId="0E4B6FD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7F0D3B7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when collision of antenna port 7/8 with PBCH or SCH happened and when distributed VRB is used with antenna port 7</w:t>
            </w:r>
          </w:p>
        </w:tc>
        <w:tc>
          <w:tcPr>
            <w:tcW w:w="709" w:type="dxa"/>
            <w:shd w:val="solid" w:color="FFFFFF" w:fill="auto"/>
          </w:tcPr>
          <w:p w14:paraId="39AFAB0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234056F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1AB8CCBC" w14:textId="77777777" w:rsidTr="00ED0681">
        <w:tc>
          <w:tcPr>
            <w:tcW w:w="800" w:type="dxa"/>
            <w:shd w:val="solid" w:color="FFFFFF" w:fill="auto"/>
          </w:tcPr>
          <w:p w14:paraId="22A62F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5C738E8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58307E8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RP-100210</w:t>
            </w:r>
          </w:p>
        </w:tc>
        <w:tc>
          <w:tcPr>
            <w:tcW w:w="525" w:type="dxa"/>
            <w:shd w:val="solid" w:color="FFFFFF" w:fill="auto"/>
          </w:tcPr>
          <w:p w14:paraId="5773E4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260</w:t>
            </w:r>
          </w:p>
        </w:tc>
        <w:tc>
          <w:tcPr>
            <w:tcW w:w="428" w:type="dxa"/>
            <w:shd w:val="solid" w:color="FFFFFF" w:fill="auto"/>
          </w:tcPr>
          <w:p w14:paraId="140F177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2032ED5" w14:textId="77777777" w:rsidR="0093274D" w:rsidRPr="00E9040D" w:rsidRDefault="0093274D">
            <w:pPr>
              <w:spacing w:after="0"/>
              <w:rPr>
                <w:rFonts w:ascii="Arial" w:hAnsi="Arial" w:cs="Arial"/>
                <w:sz w:val="16"/>
                <w:szCs w:val="16"/>
              </w:rPr>
            </w:pPr>
            <w:r w:rsidRPr="00E9040D">
              <w:rPr>
                <w:rFonts w:ascii="Arial" w:hAnsi="Arial" w:cs="Arial"/>
                <w:sz w:val="16"/>
                <w:szCs w:val="16"/>
              </w:rPr>
              <w:t>MCCH change notification using DCI format 1C</w:t>
            </w:r>
          </w:p>
        </w:tc>
        <w:tc>
          <w:tcPr>
            <w:tcW w:w="709" w:type="dxa"/>
            <w:shd w:val="solid" w:color="FFFFFF" w:fill="auto"/>
          </w:tcPr>
          <w:p w14:paraId="6F28609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7B0F72E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7EFAC949" w14:textId="77777777" w:rsidTr="00ED0681">
        <w:tc>
          <w:tcPr>
            <w:tcW w:w="800" w:type="dxa"/>
            <w:shd w:val="solid" w:color="FFFFFF" w:fill="auto"/>
          </w:tcPr>
          <w:p w14:paraId="3E930B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2A33113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04271A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RP-100211</w:t>
            </w:r>
          </w:p>
        </w:tc>
        <w:tc>
          <w:tcPr>
            <w:tcW w:w="525" w:type="dxa"/>
            <w:shd w:val="solid" w:color="FFFFFF" w:fill="auto"/>
          </w:tcPr>
          <w:p w14:paraId="6B23417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263</w:t>
            </w:r>
          </w:p>
        </w:tc>
        <w:tc>
          <w:tcPr>
            <w:tcW w:w="428" w:type="dxa"/>
            <w:shd w:val="solid" w:color="FFFFFF" w:fill="auto"/>
          </w:tcPr>
          <w:p w14:paraId="4292DF9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797DB8D"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on PDSCH EPRE and UE-specific </w:t>
            </w:r>
            <w:smartTag w:uri="urn:schemas-microsoft-com:office:smarttags" w:element="PersonName">
              <w:smartTag w:uri="urn:schemas:contacts" w:element="GivenName">
                <w:r w:rsidRPr="00E9040D">
                  <w:rPr>
                    <w:rFonts w:ascii="Arial" w:hAnsi="Arial" w:cs="Arial"/>
                    <w:sz w:val="16"/>
                    <w:szCs w:val="16"/>
                  </w:rPr>
                  <w:t>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r w:rsidRPr="00E9040D">
              <w:rPr>
                <w:rFonts w:ascii="Arial" w:hAnsi="Arial" w:cs="Arial"/>
                <w:sz w:val="16"/>
                <w:szCs w:val="16"/>
              </w:rPr>
              <w:t xml:space="preserve"> for Rel-9 enhanced DL transmissions</w:t>
            </w:r>
          </w:p>
        </w:tc>
        <w:tc>
          <w:tcPr>
            <w:tcW w:w="709" w:type="dxa"/>
            <w:shd w:val="solid" w:color="FFFFFF" w:fill="auto"/>
          </w:tcPr>
          <w:p w14:paraId="37CE7F3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07F28C3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07BAF59C" w14:textId="77777777" w:rsidTr="00ED0681">
        <w:tc>
          <w:tcPr>
            <w:tcW w:w="800" w:type="dxa"/>
            <w:shd w:val="solid" w:color="FFFFFF" w:fill="auto"/>
          </w:tcPr>
          <w:p w14:paraId="7609008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01/06/10</w:t>
            </w:r>
          </w:p>
        </w:tc>
        <w:tc>
          <w:tcPr>
            <w:tcW w:w="800" w:type="dxa"/>
            <w:shd w:val="solid" w:color="FFFFFF" w:fill="auto"/>
          </w:tcPr>
          <w:p w14:paraId="5265795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48</w:t>
            </w:r>
          </w:p>
        </w:tc>
        <w:tc>
          <w:tcPr>
            <w:tcW w:w="901" w:type="dxa"/>
            <w:shd w:val="solid" w:color="FFFFFF" w:fill="auto"/>
            <w:vAlign w:val="center"/>
          </w:tcPr>
          <w:p w14:paraId="19EC805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RP-100589</w:t>
            </w:r>
          </w:p>
        </w:tc>
        <w:tc>
          <w:tcPr>
            <w:tcW w:w="525" w:type="dxa"/>
            <w:shd w:val="solid" w:color="FFFFFF" w:fill="auto"/>
          </w:tcPr>
          <w:p w14:paraId="2103F72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265</w:t>
            </w:r>
          </w:p>
        </w:tc>
        <w:tc>
          <w:tcPr>
            <w:tcW w:w="428" w:type="dxa"/>
            <w:shd w:val="solid" w:color="FFFFFF" w:fill="auto"/>
          </w:tcPr>
          <w:p w14:paraId="302E38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84C175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for TDD when multiplexing ACK/NACK with SR of ACK/NACK with CQI/PMI or RI</w:t>
            </w:r>
          </w:p>
        </w:tc>
        <w:tc>
          <w:tcPr>
            <w:tcW w:w="709" w:type="dxa"/>
            <w:shd w:val="solid" w:color="FFFFFF" w:fill="auto"/>
          </w:tcPr>
          <w:p w14:paraId="1A2987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c>
          <w:tcPr>
            <w:tcW w:w="666" w:type="dxa"/>
            <w:shd w:val="solid" w:color="FFFFFF" w:fill="auto"/>
          </w:tcPr>
          <w:p w14:paraId="464CB4A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r>
      <w:tr w:rsidR="0093274D" w:rsidRPr="00E9040D" w14:paraId="6B3CC76A" w14:textId="77777777" w:rsidTr="00ED0681">
        <w:tc>
          <w:tcPr>
            <w:tcW w:w="800" w:type="dxa"/>
            <w:shd w:val="solid" w:color="FFFFFF" w:fill="auto"/>
          </w:tcPr>
          <w:p w14:paraId="2A6D29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01/06/10</w:t>
            </w:r>
          </w:p>
        </w:tc>
        <w:tc>
          <w:tcPr>
            <w:tcW w:w="800" w:type="dxa"/>
            <w:shd w:val="solid" w:color="FFFFFF" w:fill="auto"/>
          </w:tcPr>
          <w:p w14:paraId="38CDC21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48</w:t>
            </w:r>
          </w:p>
        </w:tc>
        <w:tc>
          <w:tcPr>
            <w:tcW w:w="901" w:type="dxa"/>
            <w:shd w:val="solid" w:color="FFFFFF" w:fill="auto"/>
            <w:vAlign w:val="center"/>
          </w:tcPr>
          <w:p w14:paraId="489B3CA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RP-100590</w:t>
            </w:r>
          </w:p>
        </w:tc>
        <w:tc>
          <w:tcPr>
            <w:tcW w:w="525" w:type="dxa"/>
            <w:shd w:val="solid" w:color="FFFFFF" w:fill="auto"/>
          </w:tcPr>
          <w:p w14:paraId="0671AB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268</w:t>
            </w:r>
          </w:p>
        </w:tc>
        <w:tc>
          <w:tcPr>
            <w:tcW w:w="428" w:type="dxa"/>
            <w:shd w:val="solid" w:color="FFFFFF" w:fill="auto"/>
          </w:tcPr>
          <w:p w14:paraId="51C4A4E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FF5F64B"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of </w:t>
            </w:r>
            <w:smartTag w:uri="urn:schemas-microsoft-com:office:smarttags" w:element="PersonName">
              <w:smartTag w:uri="urn:schemas:contacts" w:element="GivenName">
                <w:r w:rsidRPr="00E9040D">
                  <w:rPr>
                    <w:rFonts w:ascii="Arial" w:hAnsi="Arial" w:cs="Arial"/>
                    <w:sz w:val="16"/>
                    <w:szCs w:val="16"/>
                  </w:rPr>
                  <w:t>PRS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19F6A2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c>
          <w:tcPr>
            <w:tcW w:w="666" w:type="dxa"/>
            <w:shd w:val="solid" w:color="FFFFFF" w:fill="auto"/>
          </w:tcPr>
          <w:p w14:paraId="25B351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r>
      <w:tr w:rsidR="0093274D" w:rsidRPr="00E9040D" w14:paraId="70F2FDF7" w14:textId="77777777" w:rsidTr="00ED0681">
        <w:tc>
          <w:tcPr>
            <w:tcW w:w="800" w:type="dxa"/>
            <w:shd w:val="solid" w:color="FFFFFF" w:fill="auto"/>
          </w:tcPr>
          <w:p w14:paraId="15BB189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14/09/10</w:t>
            </w:r>
          </w:p>
        </w:tc>
        <w:tc>
          <w:tcPr>
            <w:tcW w:w="800" w:type="dxa"/>
            <w:shd w:val="solid" w:color="FFFFFF" w:fill="auto"/>
          </w:tcPr>
          <w:p w14:paraId="45AAD55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49</w:t>
            </w:r>
          </w:p>
        </w:tc>
        <w:tc>
          <w:tcPr>
            <w:tcW w:w="901" w:type="dxa"/>
            <w:shd w:val="solid" w:color="FFFFFF" w:fill="auto"/>
            <w:vAlign w:val="center"/>
          </w:tcPr>
          <w:p w14:paraId="45C709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RP-100900</w:t>
            </w:r>
          </w:p>
        </w:tc>
        <w:tc>
          <w:tcPr>
            <w:tcW w:w="525" w:type="dxa"/>
            <w:shd w:val="solid" w:color="FFFFFF" w:fill="auto"/>
          </w:tcPr>
          <w:p w14:paraId="7FC360D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269</w:t>
            </w:r>
          </w:p>
        </w:tc>
        <w:tc>
          <w:tcPr>
            <w:tcW w:w="428" w:type="dxa"/>
            <w:shd w:val="solid" w:color="FFFFFF" w:fill="auto"/>
          </w:tcPr>
          <w:p w14:paraId="0567EC6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EE61265"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Extended CP support with Transmission Mode 8</w:t>
            </w:r>
          </w:p>
        </w:tc>
        <w:tc>
          <w:tcPr>
            <w:tcW w:w="709" w:type="dxa"/>
            <w:shd w:val="solid" w:color="FFFFFF" w:fill="auto"/>
          </w:tcPr>
          <w:p w14:paraId="5B5CB6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c>
          <w:tcPr>
            <w:tcW w:w="666" w:type="dxa"/>
            <w:shd w:val="solid" w:color="FFFFFF" w:fill="auto"/>
          </w:tcPr>
          <w:p w14:paraId="0EC32F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9.3.0</w:t>
            </w:r>
          </w:p>
        </w:tc>
      </w:tr>
      <w:tr w:rsidR="00884DF8" w:rsidRPr="00E9040D" w14:paraId="7047D756" w14:textId="77777777" w:rsidTr="00ED0681">
        <w:tc>
          <w:tcPr>
            <w:tcW w:w="800" w:type="dxa"/>
            <w:shd w:val="solid" w:color="FFFFFF" w:fill="auto"/>
          </w:tcPr>
          <w:p w14:paraId="3505E0CC" w14:textId="77777777" w:rsidR="00884DF8" w:rsidRPr="00E9040D" w:rsidRDefault="00884DF8">
            <w:pPr>
              <w:spacing w:after="0"/>
              <w:jc w:val="center"/>
              <w:rPr>
                <w:rFonts w:ascii="Arial" w:hAnsi="Arial"/>
                <w:snapToGrid w:val="0"/>
                <w:sz w:val="16"/>
                <w:lang w:val="en-AU"/>
              </w:rPr>
            </w:pPr>
            <w:r w:rsidRPr="00E9040D">
              <w:rPr>
                <w:rFonts w:ascii="Arial" w:hAnsi="Arial"/>
                <w:snapToGrid w:val="0"/>
                <w:sz w:val="16"/>
                <w:lang w:val="en-AU"/>
              </w:rPr>
              <w:t>07/12/10</w:t>
            </w:r>
          </w:p>
        </w:tc>
        <w:tc>
          <w:tcPr>
            <w:tcW w:w="800" w:type="dxa"/>
            <w:shd w:val="solid" w:color="FFFFFF" w:fill="auto"/>
          </w:tcPr>
          <w:p w14:paraId="3D8DB386" w14:textId="77777777" w:rsidR="00884DF8"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884DF8" w:rsidRPr="00E9040D">
              <w:rPr>
                <w:rFonts w:ascii="Arial" w:hAnsi="Arial"/>
                <w:snapToGrid w:val="0"/>
                <w:sz w:val="16"/>
                <w:lang w:val="en-AU"/>
              </w:rPr>
              <w:t>50</w:t>
            </w:r>
          </w:p>
        </w:tc>
        <w:tc>
          <w:tcPr>
            <w:tcW w:w="901" w:type="dxa"/>
            <w:shd w:val="solid" w:color="FFFFFF" w:fill="auto"/>
            <w:vAlign w:val="center"/>
          </w:tcPr>
          <w:p w14:paraId="002CE51D"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RP-101320</w:t>
            </w:r>
          </w:p>
        </w:tc>
        <w:tc>
          <w:tcPr>
            <w:tcW w:w="525" w:type="dxa"/>
            <w:shd w:val="solid" w:color="FFFFFF" w:fill="auto"/>
          </w:tcPr>
          <w:p w14:paraId="555E3D4F"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270</w:t>
            </w:r>
          </w:p>
        </w:tc>
        <w:tc>
          <w:tcPr>
            <w:tcW w:w="428" w:type="dxa"/>
            <w:shd w:val="solid" w:color="FFFFFF" w:fill="auto"/>
          </w:tcPr>
          <w:p w14:paraId="1B62ED40"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D34612E" w14:textId="77777777" w:rsidR="00884DF8" w:rsidRPr="00E9040D" w:rsidRDefault="00884DF8">
            <w:pPr>
              <w:spacing w:after="0"/>
              <w:rPr>
                <w:rFonts w:ascii="Arial" w:hAnsi="Arial" w:cs="Arial"/>
                <w:sz w:val="16"/>
                <w:szCs w:val="16"/>
              </w:rPr>
            </w:pPr>
            <w:r w:rsidRPr="00E9040D">
              <w:rPr>
                <w:rFonts w:ascii="Arial" w:hAnsi="Arial" w:cs="Arial"/>
                <w:sz w:val="16"/>
                <w:szCs w:val="16"/>
              </w:rPr>
              <w:t>Introduction of Rel-10 LTE-Advanced features in 36.213</w:t>
            </w:r>
          </w:p>
        </w:tc>
        <w:tc>
          <w:tcPr>
            <w:tcW w:w="709" w:type="dxa"/>
            <w:shd w:val="solid" w:color="FFFFFF" w:fill="auto"/>
          </w:tcPr>
          <w:p w14:paraId="1D80ECA4" w14:textId="77777777" w:rsidR="00884DF8" w:rsidRPr="00E9040D" w:rsidRDefault="00884DF8">
            <w:pPr>
              <w:spacing w:after="0"/>
              <w:rPr>
                <w:rFonts w:ascii="Arial" w:hAnsi="Arial"/>
                <w:snapToGrid w:val="0"/>
                <w:sz w:val="16"/>
                <w:lang w:val="en-AU"/>
              </w:rPr>
            </w:pPr>
            <w:r w:rsidRPr="00E9040D">
              <w:rPr>
                <w:rFonts w:ascii="Arial" w:hAnsi="Arial"/>
                <w:snapToGrid w:val="0"/>
                <w:sz w:val="16"/>
                <w:lang w:val="en-AU"/>
              </w:rPr>
              <w:t>9.3.0</w:t>
            </w:r>
          </w:p>
        </w:tc>
        <w:tc>
          <w:tcPr>
            <w:tcW w:w="666" w:type="dxa"/>
            <w:shd w:val="solid" w:color="FFFFFF" w:fill="auto"/>
          </w:tcPr>
          <w:p w14:paraId="76031BA1" w14:textId="77777777" w:rsidR="00884DF8" w:rsidRPr="00E9040D" w:rsidRDefault="00884DF8">
            <w:pPr>
              <w:spacing w:after="0"/>
              <w:rPr>
                <w:rFonts w:ascii="Arial" w:hAnsi="Arial"/>
                <w:snapToGrid w:val="0"/>
                <w:sz w:val="16"/>
                <w:lang w:val="en-AU"/>
              </w:rPr>
            </w:pPr>
            <w:r w:rsidRPr="00E9040D">
              <w:rPr>
                <w:rFonts w:ascii="Arial" w:hAnsi="Arial"/>
                <w:snapToGrid w:val="0"/>
                <w:sz w:val="16"/>
                <w:lang w:val="en-AU"/>
              </w:rPr>
              <w:t>10.0.0</w:t>
            </w:r>
          </w:p>
        </w:tc>
      </w:tr>
      <w:tr w:rsidR="00B97F26" w:rsidRPr="00E9040D" w14:paraId="27AF17DB" w14:textId="77777777" w:rsidTr="00ED0681">
        <w:tc>
          <w:tcPr>
            <w:tcW w:w="800" w:type="dxa"/>
            <w:shd w:val="solid" w:color="FFFFFF" w:fill="auto"/>
          </w:tcPr>
          <w:p w14:paraId="0F1CF528" w14:textId="77777777" w:rsidR="00B97F26" w:rsidRPr="00E9040D" w:rsidRDefault="00B97F26">
            <w:pPr>
              <w:spacing w:after="0"/>
              <w:jc w:val="center"/>
              <w:rPr>
                <w:rFonts w:ascii="Arial" w:hAnsi="Arial"/>
                <w:snapToGrid w:val="0"/>
                <w:sz w:val="16"/>
                <w:lang w:val="en-AU"/>
              </w:rPr>
            </w:pPr>
            <w:r w:rsidRPr="00E9040D">
              <w:rPr>
                <w:rFonts w:ascii="Arial" w:hAnsi="Arial"/>
                <w:snapToGrid w:val="0"/>
                <w:sz w:val="16"/>
                <w:lang w:val="en-AU"/>
              </w:rPr>
              <w:t>27/12/10</w:t>
            </w:r>
          </w:p>
        </w:tc>
        <w:tc>
          <w:tcPr>
            <w:tcW w:w="800" w:type="dxa"/>
            <w:shd w:val="solid" w:color="FFFFFF" w:fill="auto"/>
          </w:tcPr>
          <w:p w14:paraId="64F5BD32" w14:textId="77777777" w:rsidR="00B97F26" w:rsidRPr="00E9040D" w:rsidRDefault="00B97F26">
            <w:pPr>
              <w:spacing w:after="0"/>
              <w:jc w:val="center"/>
              <w:rPr>
                <w:rFonts w:ascii="Arial" w:hAnsi="Arial"/>
                <w:snapToGrid w:val="0"/>
                <w:sz w:val="16"/>
                <w:lang w:val="en-AU"/>
              </w:rPr>
            </w:pPr>
            <w:r w:rsidRPr="00E9040D">
              <w:rPr>
                <w:rFonts w:ascii="Arial" w:hAnsi="Arial"/>
                <w:snapToGrid w:val="0"/>
                <w:sz w:val="16"/>
                <w:lang w:val="en-AU"/>
              </w:rPr>
              <w:t>-</w:t>
            </w:r>
          </w:p>
        </w:tc>
        <w:tc>
          <w:tcPr>
            <w:tcW w:w="901" w:type="dxa"/>
            <w:shd w:val="solid" w:color="FFFFFF" w:fill="auto"/>
            <w:vAlign w:val="center"/>
          </w:tcPr>
          <w:p w14:paraId="426813CF"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525" w:type="dxa"/>
            <w:shd w:val="solid" w:color="FFFFFF" w:fill="auto"/>
          </w:tcPr>
          <w:p w14:paraId="2DCCD493"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428" w:type="dxa"/>
            <w:shd w:val="solid" w:color="FFFFFF" w:fill="auto"/>
          </w:tcPr>
          <w:p w14:paraId="2603E638"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EA3AB83" w14:textId="77777777" w:rsidR="00B97F26" w:rsidRPr="00E9040D" w:rsidRDefault="00B97F26">
            <w:pPr>
              <w:spacing w:after="0"/>
              <w:rPr>
                <w:rFonts w:ascii="Arial" w:hAnsi="Arial" w:cs="Arial"/>
                <w:sz w:val="16"/>
                <w:szCs w:val="16"/>
              </w:rPr>
            </w:pPr>
            <w:r w:rsidRPr="00E9040D">
              <w:rPr>
                <w:rFonts w:ascii="Arial" w:hAnsi="Arial" w:cs="Arial"/>
                <w:sz w:val="16"/>
                <w:szCs w:val="16"/>
              </w:rPr>
              <w:t xml:space="preserve">Editorial change to correct a copy/past error in </w:t>
            </w:r>
            <w:r w:rsidR="00DB4893">
              <w:rPr>
                <w:rFonts w:ascii="Arial" w:hAnsi="Arial" w:cs="Arial"/>
                <w:sz w:val="16"/>
                <w:szCs w:val="16"/>
              </w:rPr>
              <w:t>subclause</w:t>
            </w:r>
            <w:r w:rsidRPr="00E9040D">
              <w:rPr>
                <w:rFonts w:ascii="Arial" w:hAnsi="Arial" w:cs="Arial"/>
                <w:sz w:val="16"/>
                <w:szCs w:val="16"/>
              </w:rPr>
              <w:t xml:space="preserve"> 7.2.2</w:t>
            </w:r>
          </w:p>
        </w:tc>
        <w:tc>
          <w:tcPr>
            <w:tcW w:w="709" w:type="dxa"/>
            <w:shd w:val="solid" w:color="FFFFFF" w:fill="auto"/>
          </w:tcPr>
          <w:p w14:paraId="67F7B121" w14:textId="77777777" w:rsidR="00B97F26" w:rsidRPr="00E9040D" w:rsidRDefault="00B97F26">
            <w:pPr>
              <w:spacing w:after="0"/>
              <w:rPr>
                <w:rFonts w:ascii="Arial" w:hAnsi="Arial"/>
                <w:snapToGrid w:val="0"/>
                <w:sz w:val="16"/>
                <w:lang w:val="en-AU"/>
              </w:rPr>
            </w:pPr>
            <w:r w:rsidRPr="00E9040D">
              <w:rPr>
                <w:rFonts w:ascii="Arial" w:hAnsi="Arial"/>
                <w:snapToGrid w:val="0"/>
                <w:sz w:val="16"/>
                <w:lang w:val="en-AU"/>
              </w:rPr>
              <w:t>10.0.0</w:t>
            </w:r>
          </w:p>
        </w:tc>
        <w:tc>
          <w:tcPr>
            <w:tcW w:w="666" w:type="dxa"/>
            <w:shd w:val="solid" w:color="FFFFFF" w:fill="auto"/>
          </w:tcPr>
          <w:p w14:paraId="24533899" w14:textId="77777777" w:rsidR="00B97F26" w:rsidRPr="00E9040D" w:rsidRDefault="00B97F26">
            <w:pPr>
              <w:spacing w:after="0"/>
              <w:rPr>
                <w:rFonts w:ascii="Arial" w:hAnsi="Arial"/>
                <w:snapToGrid w:val="0"/>
                <w:sz w:val="16"/>
                <w:lang w:val="en-AU"/>
              </w:rPr>
            </w:pPr>
            <w:r w:rsidRPr="00E9040D">
              <w:rPr>
                <w:rFonts w:ascii="Arial" w:hAnsi="Arial"/>
                <w:snapToGrid w:val="0"/>
                <w:sz w:val="16"/>
                <w:lang w:val="en-AU"/>
              </w:rPr>
              <w:t>10.0.1</w:t>
            </w:r>
          </w:p>
        </w:tc>
      </w:tr>
      <w:tr w:rsidR="00A76F87" w:rsidRPr="00E9040D" w14:paraId="1B1DC6B7" w14:textId="77777777" w:rsidTr="00ED0681">
        <w:tc>
          <w:tcPr>
            <w:tcW w:w="800" w:type="dxa"/>
            <w:shd w:val="solid" w:color="FFFFFF" w:fill="auto"/>
          </w:tcPr>
          <w:p w14:paraId="0332F0F9"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54532DB6"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160D943C"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RP-110255</w:t>
            </w:r>
          </w:p>
        </w:tc>
        <w:tc>
          <w:tcPr>
            <w:tcW w:w="525" w:type="dxa"/>
            <w:shd w:val="solid" w:color="FFFFFF" w:fill="auto"/>
          </w:tcPr>
          <w:p w14:paraId="21FC889B"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271</w:t>
            </w:r>
          </w:p>
        </w:tc>
        <w:tc>
          <w:tcPr>
            <w:tcW w:w="428" w:type="dxa"/>
            <w:shd w:val="solid" w:color="FFFFFF" w:fill="auto"/>
          </w:tcPr>
          <w:p w14:paraId="70116EBC"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7D206A0" w14:textId="77777777" w:rsidR="00A76F87" w:rsidRPr="00E9040D" w:rsidRDefault="00A76F87">
            <w:pPr>
              <w:spacing w:after="0"/>
              <w:rPr>
                <w:rFonts w:ascii="Arial" w:hAnsi="Arial" w:cs="Arial"/>
                <w:sz w:val="16"/>
                <w:szCs w:val="16"/>
              </w:rPr>
            </w:pPr>
            <w:r w:rsidRPr="00E9040D">
              <w:rPr>
                <w:rFonts w:ascii="Arial" w:hAnsi="Arial" w:cs="Arial"/>
                <w:sz w:val="16"/>
                <w:szCs w:val="16"/>
              </w:rPr>
              <w:t>A clarification for redundancy version of PMCH</w:t>
            </w:r>
          </w:p>
        </w:tc>
        <w:tc>
          <w:tcPr>
            <w:tcW w:w="709" w:type="dxa"/>
            <w:shd w:val="solid" w:color="FFFFFF" w:fill="auto"/>
          </w:tcPr>
          <w:p w14:paraId="7F550A5A"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7C7B23EA"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A76F87" w:rsidRPr="00E9040D" w14:paraId="791A3D68" w14:textId="77777777" w:rsidTr="00ED0681">
        <w:tc>
          <w:tcPr>
            <w:tcW w:w="800" w:type="dxa"/>
            <w:shd w:val="solid" w:color="FFFFFF" w:fill="auto"/>
          </w:tcPr>
          <w:p w14:paraId="605D13F3"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6DD33754"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5AFE7A7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RP-110258</w:t>
            </w:r>
          </w:p>
        </w:tc>
        <w:tc>
          <w:tcPr>
            <w:tcW w:w="525" w:type="dxa"/>
            <w:shd w:val="solid" w:color="FFFFFF" w:fill="auto"/>
          </w:tcPr>
          <w:p w14:paraId="6FADF9AE"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272</w:t>
            </w:r>
          </w:p>
        </w:tc>
        <w:tc>
          <w:tcPr>
            <w:tcW w:w="428" w:type="dxa"/>
            <w:shd w:val="solid" w:color="FFFFFF" w:fill="auto"/>
          </w:tcPr>
          <w:p w14:paraId="0050741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9831F3B" w14:textId="77777777" w:rsidR="00A76F87" w:rsidRPr="00E9040D" w:rsidRDefault="00A76F87">
            <w:pPr>
              <w:spacing w:after="0"/>
              <w:rPr>
                <w:rFonts w:ascii="Arial" w:hAnsi="Arial" w:cs="Arial"/>
                <w:sz w:val="16"/>
                <w:szCs w:val="16"/>
              </w:rPr>
            </w:pPr>
            <w:r w:rsidRPr="00E9040D">
              <w:rPr>
                <w:rFonts w:ascii="Arial" w:hAnsi="Arial" w:cs="Arial"/>
                <w:sz w:val="16"/>
                <w:szCs w:val="16"/>
              </w:rPr>
              <w:t>RLM Procedure with restricted measurements</w:t>
            </w:r>
          </w:p>
        </w:tc>
        <w:tc>
          <w:tcPr>
            <w:tcW w:w="709" w:type="dxa"/>
            <w:shd w:val="solid" w:color="FFFFFF" w:fill="auto"/>
          </w:tcPr>
          <w:p w14:paraId="2651D1BC"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2BE7DD1C"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A76F87" w:rsidRPr="00E9040D" w14:paraId="3AC62134" w14:textId="77777777" w:rsidTr="00ED0681">
        <w:tc>
          <w:tcPr>
            <w:tcW w:w="800" w:type="dxa"/>
            <w:shd w:val="solid" w:color="FFFFFF" w:fill="auto"/>
          </w:tcPr>
          <w:p w14:paraId="7EB2AE7F"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27DD37BF"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6CB06CBB"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RP-110256</w:t>
            </w:r>
          </w:p>
        </w:tc>
        <w:tc>
          <w:tcPr>
            <w:tcW w:w="525" w:type="dxa"/>
            <w:shd w:val="solid" w:color="FFFFFF" w:fill="auto"/>
          </w:tcPr>
          <w:p w14:paraId="474833A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273</w:t>
            </w:r>
          </w:p>
        </w:tc>
        <w:tc>
          <w:tcPr>
            <w:tcW w:w="428" w:type="dxa"/>
            <w:shd w:val="solid" w:color="FFFFFF" w:fill="auto"/>
          </w:tcPr>
          <w:p w14:paraId="37F3437F"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A713C34" w14:textId="77777777" w:rsidR="00A76F87" w:rsidRPr="00E9040D" w:rsidRDefault="00A76F87">
            <w:pPr>
              <w:spacing w:after="0"/>
              <w:rPr>
                <w:rFonts w:ascii="Arial" w:hAnsi="Arial" w:cs="Arial"/>
                <w:sz w:val="16"/>
                <w:szCs w:val="16"/>
              </w:rPr>
            </w:pPr>
            <w:r w:rsidRPr="00E9040D">
              <w:rPr>
                <w:rFonts w:ascii="Arial" w:hAnsi="Arial" w:cs="Arial"/>
                <w:sz w:val="16"/>
                <w:szCs w:val="16"/>
              </w:rPr>
              <w:t>Corrections to Rel-10 LTE-Advanced features in 36.213</w:t>
            </w:r>
          </w:p>
        </w:tc>
        <w:tc>
          <w:tcPr>
            <w:tcW w:w="709" w:type="dxa"/>
            <w:shd w:val="solid" w:color="FFFFFF" w:fill="auto"/>
          </w:tcPr>
          <w:p w14:paraId="351F3AEF"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0A24A477"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52175C" w:rsidRPr="00E9040D" w14:paraId="79F0BD93" w14:textId="77777777" w:rsidTr="00ED0681">
        <w:tc>
          <w:tcPr>
            <w:tcW w:w="800" w:type="dxa"/>
            <w:shd w:val="solid" w:color="FFFFFF" w:fill="auto"/>
          </w:tcPr>
          <w:p w14:paraId="5DF495AA"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B1E896E"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2D8AFF4D"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8710B9B"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274</w:t>
            </w:r>
          </w:p>
        </w:tc>
        <w:tc>
          <w:tcPr>
            <w:tcW w:w="428" w:type="dxa"/>
            <w:shd w:val="solid" w:color="FFFFFF" w:fill="auto"/>
          </w:tcPr>
          <w:p w14:paraId="33D722F5"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5F64EF30" w14:textId="77777777" w:rsidR="0052175C" w:rsidRPr="00E9040D" w:rsidRDefault="0052175C">
            <w:pPr>
              <w:spacing w:after="0"/>
              <w:rPr>
                <w:rFonts w:ascii="Arial" w:hAnsi="Arial" w:cs="Arial"/>
                <w:sz w:val="16"/>
                <w:szCs w:val="16"/>
              </w:rPr>
            </w:pPr>
            <w:r w:rsidRPr="00E9040D">
              <w:rPr>
                <w:rFonts w:ascii="Arial" w:hAnsi="Arial" w:cs="Arial"/>
                <w:sz w:val="16"/>
                <w:szCs w:val="16"/>
              </w:rPr>
              <w:t>Correction to HARQ-ACK procedure for TDD mode b with M=2</w:t>
            </w:r>
          </w:p>
        </w:tc>
        <w:tc>
          <w:tcPr>
            <w:tcW w:w="709" w:type="dxa"/>
            <w:shd w:val="solid" w:color="FFFFFF" w:fill="auto"/>
          </w:tcPr>
          <w:p w14:paraId="3E38EAA4"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88E6621"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52175C" w:rsidRPr="00E9040D" w14:paraId="1E260DE9" w14:textId="77777777" w:rsidTr="00ED0681">
        <w:tc>
          <w:tcPr>
            <w:tcW w:w="800" w:type="dxa"/>
            <w:shd w:val="solid" w:color="FFFFFF" w:fill="auto"/>
          </w:tcPr>
          <w:p w14:paraId="23A5BC72"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83B27A0"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006BE02C"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583B08E"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275</w:t>
            </w:r>
          </w:p>
        </w:tc>
        <w:tc>
          <w:tcPr>
            <w:tcW w:w="428" w:type="dxa"/>
            <w:shd w:val="solid" w:color="FFFFFF" w:fill="auto"/>
          </w:tcPr>
          <w:p w14:paraId="681916BE"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258A768E" w14:textId="77777777" w:rsidR="0052175C" w:rsidRPr="00E9040D" w:rsidRDefault="0052175C">
            <w:pPr>
              <w:spacing w:after="0"/>
              <w:rPr>
                <w:rFonts w:ascii="Arial" w:hAnsi="Arial" w:cs="Arial"/>
                <w:sz w:val="16"/>
                <w:szCs w:val="16"/>
              </w:rPr>
            </w:pPr>
            <w:r w:rsidRPr="00E9040D">
              <w:rPr>
                <w:rFonts w:ascii="Arial" w:hAnsi="Arial" w:cs="Arial"/>
                <w:sz w:val="16"/>
                <w:szCs w:val="16"/>
              </w:rPr>
              <w:t>Determination of PUSCH A/N codebook size for TDD</w:t>
            </w:r>
          </w:p>
        </w:tc>
        <w:tc>
          <w:tcPr>
            <w:tcW w:w="709" w:type="dxa"/>
            <w:shd w:val="solid" w:color="FFFFFF" w:fill="auto"/>
          </w:tcPr>
          <w:p w14:paraId="4BF2DEE8"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F5E4266"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52175C" w:rsidRPr="00E9040D" w14:paraId="5FA39393" w14:textId="77777777" w:rsidTr="00ED0681">
        <w:tc>
          <w:tcPr>
            <w:tcW w:w="800" w:type="dxa"/>
            <w:shd w:val="solid" w:color="FFFFFF" w:fill="auto"/>
          </w:tcPr>
          <w:p w14:paraId="34F068BB"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5EE938C"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2C9F0B85"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6C89C6DA"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276</w:t>
            </w:r>
          </w:p>
        </w:tc>
        <w:tc>
          <w:tcPr>
            <w:tcW w:w="428" w:type="dxa"/>
            <w:shd w:val="solid" w:color="FFFFFF" w:fill="auto"/>
          </w:tcPr>
          <w:p w14:paraId="7C9E9BB8"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BC8CBDD" w14:textId="77777777" w:rsidR="0052175C" w:rsidRPr="00E9040D" w:rsidRDefault="0052175C">
            <w:pPr>
              <w:spacing w:after="0"/>
              <w:rPr>
                <w:rFonts w:ascii="Arial" w:hAnsi="Arial" w:cs="Arial"/>
                <w:sz w:val="16"/>
                <w:szCs w:val="16"/>
              </w:rPr>
            </w:pPr>
            <w:r w:rsidRPr="00E9040D">
              <w:rPr>
                <w:rFonts w:ascii="Arial" w:hAnsi="Arial" w:cs="Arial"/>
                <w:sz w:val="16"/>
                <w:szCs w:val="16"/>
              </w:rPr>
              <w:t>The triggering of aperiodic SRS in DCI formats 2B and 2C</w:t>
            </w:r>
          </w:p>
        </w:tc>
        <w:tc>
          <w:tcPr>
            <w:tcW w:w="709" w:type="dxa"/>
            <w:shd w:val="solid" w:color="FFFFFF" w:fill="auto"/>
          </w:tcPr>
          <w:p w14:paraId="1141DE64"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6FD549B"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41B562E" w14:textId="77777777" w:rsidTr="00ED0681">
        <w:tc>
          <w:tcPr>
            <w:tcW w:w="800" w:type="dxa"/>
            <w:shd w:val="solid" w:color="FFFFFF" w:fill="auto"/>
          </w:tcPr>
          <w:p w14:paraId="2161635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02DD56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95FC7F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A877E3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278</w:t>
            </w:r>
          </w:p>
        </w:tc>
        <w:tc>
          <w:tcPr>
            <w:tcW w:w="428" w:type="dxa"/>
            <w:shd w:val="solid" w:color="FFFFFF" w:fill="auto"/>
          </w:tcPr>
          <w:p w14:paraId="5B01C6E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6E37FA88"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to power headroom</w:t>
            </w:r>
          </w:p>
        </w:tc>
        <w:tc>
          <w:tcPr>
            <w:tcW w:w="709" w:type="dxa"/>
            <w:shd w:val="solid" w:color="FFFFFF" w:fill="auto"/>
          </w:tcPr>
          <w:p w14:paraId="74932E3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D60C2B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D0D669A" w14:textId="77777777" w:rsidTr="00ED0681">
        <w:tc>
          <w:tcPr>
            <w:tcW w:w="800" w:type="dxa"/>
            <w:shd w:val="solid" w:color="FFFFFF" w:fill="auto"/>
          </w:tcPr>
          <w:p w14:paraId="77C5D8C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C1B5C94"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0BBA2C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961C19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279</w:t>
            </w:r>
          </w:p>
        </w:tc>
        <w:tc>
          <w:tcPr>
            <w:tcW w:w="428" w:type="dxa"/>
            <w:shd w:val="solid" w:color="FFFFFF" w:fill="auto"/>
          </w:tcPr>
          <w:p w14:paraId="364C37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4FC5F43" w14:textId="77777777" w:rsidR="00026C34" w:rsidRPr="00E9040D" w:rsidRDefault="00026C34">
            <w:pPr>
              <w:spacing w:after="0"/>
              <w:rPr>
                <w:rFonts w:ascii="Arial" w:hAnsi="Arial" w:cs="Arial"/>
                <w:sz w:val="16"/>
                <w:szCs w:val="16"/>
              </w:rPr>
            </w:pPr>
            <w:r w:rsidRPr="00E9040D">
              <w:rPr>
                <w:rFonts w:ascii="Arial" w:hAnsi="Arial" w:cs="Arial"/>
                <w:sz w:val="16"/>
                <w:szCs w:val="16"/>
              </w:rPr>
              <w:t>Removal of square brackets for PUCCH format 3 ACK/NACK</w:t>
            </w:r>
          </w:p>
        </w:tc>
        <w:tc>
          <w:tcPr>
            <w:tcW w:w="709" w:type="dxa"/>
            <w:shd w:val="solid" w:color="FFFFFF" w:fill="auto"/>
          </w:tcPr>
          <w:p w14:paraId="00DF5FE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46F4DE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E2BA11D" w14:textId="77777777" w:rsidTr="00ED0681">
        <w:tc>
          <w:tcPr>
            <w:tcW w:w="800" w:type="dxa"/>
            <w:shd w:val="solid" w:color="FFFFFF" w:fill="auto"/>
          </w:tcPr>
          <w:p w14:paraId="5625D75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4C2AE9D"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BB166D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FC353F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281</w:t>
            </w:r>
          </w:p>
        </w:tc>
        <w:tc>
          <w:tcPr>
            <w:tcW w:w="428" w:type="dxa"/>
            <w:shd w:val="solid" w:color="FFFFFF" w:fill="auto"/>
          </w:tcPr>
          <w:p w14:paraId="23783ED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70F5C00"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of AN repetition and PUCCH format 3</w:t>
            </w:r>
          </w:p>
        </w:tc>
        <w:tc>
          <w:tcPr>
            <w:tcW w:w="709" w:type="dxa"/>
            <w:shd w:val="solid" w:color="FFFFFF" w:fill="auto"/>
          </w:tcPr>
          <w:p w14:paraId="0349580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FC39B5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D4E0E74" w14:textId="77777777" w:rsidTr="00ED0681">
        <w:tc>
          <w:tcPr>
            <w:tcW w:w="800" w:type="dxa"/>
            <w:shd w:val="solid" w:color="FFFFFF" w:fill="auto"/>
          </w:tcPr>
          <w:p w14:paraId="6AD0C91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6BEBB5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E25BF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932D1A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282</w:t>
            </w:r>
          </w:p>
        </w:tc>
        <w:tc>
          <w:tcPr>
            <w:tcW w:w="428" w:type="dxa"/>
            <w:shd w:val="solid" w:color="FFFFFF" w:fill="auto"/>
          </w:tcPr>
          <w:p w14:paraId="3DA2B5E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62A74BB"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timing for secondary cell activation and deactivation</w:t>
            </w:r>
          </w:p>
        </w:tc>
        <w:tc>
          <w:tcPr>
            <w:tcW w:w="709" w:type="dxa"/>
            <w:shd w:val="solid" w:color="FFFFFF" w:fill="auto"/>
          </w:tcPr>
          <w:p w14:paraId="45CCFAC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3BDA41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F986A43" w14:textId="77777777" w:rsidTr="00ED0681">
        <w:tc>
          <w:tcPr>
            <w:tcW w:w="800" w:type="dxa"/>
            <w:shd w:val="solid" w:color="FFFFFF" w:fill="auto"/>
          </w:tcPr>
          <w:p w14:paraId="368D662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994191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1927E8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1C0D340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283</w:t>
            </w:r>
          </w:p>
        </w:tc>
        <w:tc>
          <w:tcPr>
            <w:tcW w:w="428" w:type="dxa"/>
            <w:shd w:val="solid" w:color="FFFFFF" w:fill="auto"/>
          </w:tcPr>
          <w:p w14:paraId="419287F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D765C15"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MCS offset for multiple TBs</w:t>
            </w:r>
          </w:p>
        </w:tc>
        <w:tc>
          <w:tcPr>
            <w:tcW w:w="709" w:type="dxa"/>
            <w:shd w:val="solid" w:color="FFFFFF" w:fill="auto"/>
          </w:tcPr>
          <w:p w14:paraId="30B74D3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319608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1835335" w14:textId="77777777" w:rsidTr="00ED0681">
        <w:tc>
          <w:tcPr>
            <w:tcW w:w="800" w:type="dxa"/>
            <w:shd w:val="solid" w:color="FFFFFF" w:fill="auto"/>
          </w:tcPr>
          <w:p w14:paraId="1531830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77C89A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FBA551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RP-110820</w:t>
            </w:r>
          </w:p>
        </w:tc>
        <w:tc>
          <w:tcPr>
            <w:tcW w:w="525" w:type="dxa"/>
            <w:shd w:val="solid" w:color="FFFFFF" w:fill="auto"/>
          </w:tcPr>
          <w:p w14:paraId="5A5E2EE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286</w:t>
            </w:r>
          </w:p>
        </w:tc>
        <w:tc>
          <w:tcPr>
            <w:tcW w:w="428" w:type="dxa"/>
            <w:shd w:val="solid" w:color="FFFFFF" w:fill="auto"/>
          </w:tcPr>
          <w:p w14:paraId="6A399FD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FB5F218" w14:textId="77777777" w:rsidR="00026C34" w:rsidRPr="00E9040D" w:rsidRDefault="00026C34">
            <w:pPr>
              <w:spacing w:after="0"/>
              <w:rPr>
                <w:rFonts w:ascii="Arial" w:hAnsi="Arial" w:cs="Arial"/>
                <w:sz w:val="16"/>
                <w:szCs w:val="16"/>
              </w:rPr>
            </w:pPr>
            <w:r w:rsidRPr="00E9040D">
              <w:rPr>
                <w:rFonts w:ascii="Arial" w:hAnsi="Arial" w:cs="Arial"/>
                <w:sz w:val="16"/>
                <w:szCs w:val="16"/>
              </w:rPr>
              <w:t>Miscellaneous Corrections</w:t>
            </w:r>
          </w:p>
        </w:tc>
        <w:tc>
          <w:tcPr>
            <w:tcW w:w="709" w:type="dxa"/>
            <w:shd w:val="solid" w:color="FFFFFF" w:fill="auto"/>
          </w:tcPr>
          <w:p w14:paraId="4215474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55C505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2ADF0ABA" w14:textId="77777777" w:rsidTr="00ED0681">
        <w:tc>
          <w:tcPr>
            <w:tcW w:w="800" w:type="dxa"/>
            <w:shd w:val="solid" w:color="FFFFFF" w:fill="auto"/>
          </w:tcPr>
          <w:p w14:paraId="261BC8CF"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2F37BA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1DB7B7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C1C527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288</w:t>
            </w:r>
          </w:p>
        </w:tc>
        <w:tc>
          <w:tcPr>
            <w:tcW w:w="428" w:type="dxa"/>
            <w:shd w:val="solid" w:color="FFFFFF" w:fill="auto"/>
          </w:tcPr>
          <w:p w14:paraId="65958E3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57CCAF0"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on UE procedure for determining PUCCH Assignment</w:t>
            </w:r>
          </w:p>
        </w:tc>
        <w:tc>
          <w:tcPr>
            <w:tcW w:w="709" w:type="dxa"/>
            <w:shd w:val="solid" w:color="FFFFFF" w:fill="auto"/>
          </w:tcPr>
          <w:p w14:paraId="0F822A9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FA793D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AF62384" w14:textId="77777777" w:rsidTr="00ED0681">
        <w:tc>
          <w:tcPr>
            <w:tcW w:w="800" w:type="dxa"/>
            <w:shd w:val="solid" w:color="FFFFFF" w:fill="auto"/>
          </w:tcPr>
          <w:p w14:paraId="49AB4BD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B88B7B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6FCCE0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3B79E27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289</w:t>
            </w:r>
          </w:p>
        </w:tc>
        <w:tc>
          <w:tcPr>
            <w:tcW w:w="428" w:type="dxa"/>
            <w:shd w:val="solid" w:color="FFFFFF" w:fill="auto"/>
          </w:tcPr>
          <w:p w14:paraId="4DF231A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5F6854AC"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Multi-cluster flag in DCI format 0</w:t>
            </w:r>
          </w:p>
        </w:tc>
        <w:tc>
          <w:tcPr>
            <w:tcW w:w="709" w:type="dxa"/>
            <w:shd w:val="solid" w:color="FFFFFF" w:fill="auto"/>
          </w:tcPr>
          <w:p w14:paraId="4085255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EF7940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9F9FEDD" w14:textId="77777777" w:rsidTr="00ED0681">
        <w:tc>
          <w:tcPr>
            <w:tcW w:w="800" w:type="dxa"/>
            <w:shd w:val="solid" w:color="FFFFFF" w:fill="auto"/>
          </w:tcPr>
          <w:p w14:paraId="1FBD2C10"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75022A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84D328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498868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290</w:t>
            </w:r>
          </w:p>
        </w:tc>
        <w:tc>
          <w:tcPr>
            <w:tcW w:w="428" w:type="dxa"/>
            <w:shd w:val="solid" w:color="FFFFFF" w:fill="auto"/>
          </w:tcPr>
          <w:p w14:paraId="4A6D3A2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5B5C35CB" w14:textId="77777777" w:rsidR="00026C34" w:rsidRPr="00E9040D" w:rsidRDefault="00026C34">
            <w:pPr>
              <w:spacing w:after="0"/>
              <w:rPr>
                <w:rFonts w:ascii="Arial" w:hAnsi="Arial" w:cs="Arial"/>
                <w:sz w:val="16"/>
                <w:szCs w:val="16"/>
              </w:rPr>
            </w:pPr>
            <w:r w:rsidRPr="00E9040D">
              <w:rPr>
                <w:rFonts w:ascii="Arial" w:hAnsi="Arial" w:cs="Arial"/>
                <w:sz w:val="16"/>
                <w:szCs w:val="16"/>
              </w:rPr>
              <w:t>Joint transmission of ACK/NACK and SR with PUCCH format 3</w:t>
            </w:r>
          </w:p>
        </w:tc>
        <w:tc>
          <w:tcPr>
            <w:tcW w:w="709" w:type="dxa"/>
            <w:shd w:val="solid" w:color="FFFFFF" w:fill="auto"/>
          </w:tcPr>
          <w:p w14:paraId="7B8887D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FD0D7F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AA87BE7" w14:textId="77777777" w:rsidTr="00ED0681">
        <w:tc>
          <w:tcPr>
            <w:tcW w:w="800" w:type="dxa"/>
            <w:shd w:val="solid" w:color="FFFFFF" w:fill="auto"/>
          </w:tcPr>
          <w:p w14:paraId="16B33FDA"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5A5405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FA1777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071A6E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291</w:t>
            </w:r>
          </w:p>
        </w:tc>
        <w:tc>
          <w:tcPr>
            <w:tcW w:w="428" w:type="dxa"/>
            <w:shd w:val="solid" w:color="FFFFFF" w:fill="auto"/>
          </w:tcPr>
          <w:p w14:paraId="331C405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5DDBFB7A"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of uplink resource allocation type 1</w:t>
            </w:r>
          </w:p>
        </w:tc>
        <w:tc>
          <w:tcPr>
            <w:tcW w:w="709" w:type="dxa"/>
            <w:shd w:val="solid" w:color="FFFFFF" w:fill="auto"/>
          </w:tcPr>
          <w:p w14:paraId="5B4B5CE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538AF4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C6EF3AE" w14:textId="77777777" w:rsidTr="00ED0681">
        <w:tc>
          <w:tcPr>
            <w:tcW w:w="800" w:type="dxa"/>
            <w:shd w:val="solid" w:color="FFFFFF" w:fill="auto"/>
          </w:tcPr>
          <w:p w14:paraId="4CA6096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8C2E4D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7D2100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20BEBDE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292</w:t>
            </w:r>
          </w:p>
        </w:tc>
        <w:tc>
          <w:tcPr>
            <w:tcW w:w="428" w:type="dxa"/>
            <w:shd w:val="solid" w:color="FFFFFF" w:fill="auto"/>
          </w:tcPr>
          <w:p w14:paraId="5088386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4E9DB49"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CSI-RS configuration</w:t>
            </w:r>
          </w:p>
        </w:tc>
        <w:tc>
          <w:tcPr>
            <w:tcW w:w="709" w:type="dxa"/>
            <w:shd w:val="solid" w:color="FFFFFF" w:fill="auto"/>
          </w:tcPr>
          <w:p w14:paraId="6A8E34A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C866F7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509F627" w14:textId="77777777" w:rsidTr="00ED0681">
        <w:tc>
          <w:tcPr>
            <w:tcW w:w="800" w:type="dxa"/>
            <w:shd w:val="solid" w:color="FFFFFF" w:fill="auto"/>
          </w:tcPr>
          <w:p w14:paraId="4787571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E25EBF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FD978C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54FB70A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294</w:t>
            </w:r>
          </w:p>
        </w:tc>
        <w:tc>
          <w:tcPr>
            <w:tcW w:w="428" w:type="dxa"/>
            <w:shd w:val="solid" w:color="FFFFFF" w:fill="auto"/>
          </w:tcPr>
          <w:p w14:paraId="4D1D114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F2CB87E" w14:textId="77777777" w:rsidR="00026C34" w:rsidRPr="00E9040D" w:rsidRDefault="00026C34">
            <w:pPr>
              <w:spacing w:after="0"/>
              <w:rPr>
                <w:rFonts w:ascii="Arial" w:hAnsi="Arial" w:cs="Arial"/>
                <w:sz w:val="16"/>
                <w:szCs w:val="16"/>
              </w:rPr>
            </w:pPr>
            <w:r w:rsidRPr="00E9040D">
              <w:rPr>
                <w:rFonts w:ascii="Arial" w:hAnsi="Arial" w:cs="Arial"/>
                <w:sz w:val="16"/>
                <w:szCs w:val="16"/>
              </w:rPr>
              <w:t>ACK/NACK and CQI simultaneous transmission in ACK/NACK bundling in TDD</w:t>
            </w:r>
          </w:p>
        </w:tc>
        <w:tc>
          <w:tcPr>
            <w:tcW w:w="709" w:type="dxa"/>
            <w:shd w:val="solid" w:color="FFFFFF" w:fill="auto"/>
          </w:tcPr>
          <w:p w14:paraId="21AEA29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3A0A5E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EE7E080" w14:textId="77777777" w:rsidTr="00ED0681">
        <w:tc>
          <w:tcPr>
            <w:tcW w:w="800" w:type="dxa"/>
            <w:shd w:val="solid" w:color="FFFFFF" w:fill="auto"/>
          </w:tcPr>
          <w:p w14:paraId="6A34D81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538EE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89D060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0AFC646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295</w:t>
            </w:r>
          </w:p>
        </w:tc>
        <w:tc>
          <w:tcPr>
            <w:tcW w:w="428" w:type="dxa"/>
            <w:shd w:val="solid" w:color="FFFFFF" w:fill="auto"/>
          </w:tcPr>
          <w:p w14:paraId="0FA3951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19A46A8" w14:textId="77777777" w:rsidR="00026C34" w:rsidRPr="00E9040D" w:rsidRDefault="00026C34">
            <w:pPr>
              <w:spacing w:after="0"/>
              <w:rPr>
                <w:rFonts w:ascii="Arial" w:hAnsi="Arial" w:cs="Arial"/>
                <w:sz w:val="16"/>
                <w:szCs w:val="16"/>
              </w:rPr>
            </w:pPr>
            <w:r w:rsidRPr="00E9040D">
              <w:rPr>
                <w:rFonts w:ascii="Arial" w:hAnsi="Arial" w:cs="Arial"/>
                <w:sz w:val="16"/>
                <w:szCs w:val="16"/>
              </w:rPr>
              <w:t>UE specific disabling of UL DMRS sequence hopping</w:t>
            </w:r>
          </w:p>
        </w:tc>
        <w:tc>
          <w:tcPr>
            <w:tcW w:w="709" w:type="dxa"/>
            <w:shd w:val="solid" w:color="FFFFFF" w:fill="auto"/>
          </w:tcPr>
          <w:p w14:paraId="6695453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78D32F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AD8D49D" w14:textId="77777777" w:rsidTr="00ED0681">
        <w:tc>
          <w:tcPr>
            <w:tcW w:w="800" w:type="dxa"/>
            <w:shd w:val="solid" w:color="FFFFFF" w:fill="auto"/>
          </w:tcPr>
          <w:p w14:paraId="309C7AFF"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E27631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810B2F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43AE3FF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296</w:t>
            </w:r>
          </w:p>
        </w:tc>
        <w:tc>
          <w:tcPr>
            <w:tcW w:w="428" w:type="dxa"/>
            <w:shd w:val="solid" w:color="FFFFFF" w:fill="auto"/>
          </w:tcPr>
          <w:p w14:paraId="0ED7B95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4EE5909" w14:textId="77777777" w:rsidR="00026C34" w:rsidRPr="00E9040D" w:rsidRDefault="00026C34">
            <w:pPr>
              <w:spacing w:after="0"/>
              <w:rPr>
                <w:rFonts w:ascii="Arial" w:hAnsi="Arial" w:cs="Arial"/>
                <w:sz w:val="16"/>
                <w:szCs w:val="16"/>
              </w:rPr>
            </w:pPr>
            <w:r w:rsidRPr="00E9040D">
              <w:rPr>
                <w:rFonts w:ascii="Arial" w:hAnsi="Arial" w:cs="Arial"/>
                <w:sz w:val="16"/>
                <w:szCs w:val="16"/>
              </w:rPr>
              <w:t>PDSCH transmission in MBSFN subframes</w:t>
            </w:r>
          </w:p>
        </w:tc>
        <w:tc>
          <w:tcPr>
            <w:tcW w:w="709" w:type="dxa"/>
            <w:shd w:val="solid" w:color="FFFFFF" w:fill="auto"/>
          </w:tcPr>
          <w:p w14:paraId="46DA6F9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4F8762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C6884DA" w14:textId="77777777" w:rsidTr="00ED0681">
        <w:tc>
          <w:tcPr>
            <w:tcW w:w="800" w:type="dxa"/>
            <w:shd w:val="solid" w:color="FFFFFF" w:fill="auto"/>
          </w:tcPr>
          <w:p w14:paraId="3B6151D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F8D97E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609108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4CBA07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297</w:t>
            </w:r>
          </w:p>
        </w:tc>
        <w:tc>
          <w:tcPr>
            <w:tcW w:w="428" w:type="dxa"/>
            <w:shd w:val="solid" w:color="FFFFFF" w:fill="auto"/>
          </w:tcPr>
          <w:p w14:paraId="42D819D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7647637" w14:textId="77777777" w:rsidR="00026C34" w:rsidRPr="00E9040D" w:rsidRDefault="00026C34">
            <w:pPr>
              <w:spacing w:after="0"/>
              <w:rPr>
                <w:rFonts w:ascii="Arial" w:hAnsi="Arial" w:cs="Arial"/>
                <w:sz w:val="16"/>
                <w:szCs w:val="16"/>
              </w:rPr>
            </w:pPr>
            <w:r w:rsidRPr="00E9040D">
              <w:rPr>
                <w:rFonts w:ascii="Arial" w:hAnsi="Arial" w:cs="Arial"/>
                <w:sz w:val="16"/>
                <w:szCs w:val="16"/>
              </w:rPr>
              <w:t>Introduction of PCMAX for PUSCH power scaling</w:t>
            </w:r>
          </w:p>
        </w:tc>
        <w:tc>
          <w:tcPr>
            <w:tcW w:w="709" w:type="dxa"/>
            <w:shd w:val="solid" w:color="FFFFFF" w:fill="auto"/>
          </w:tcPr>
          <w:p w14:paraId="64181AC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BC76B3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28A3E5B" w14:textId="77777777" w:rsidTr="00ED0681">
        <w:tc>
          <w:tcPr>
            <w:tcW w:w="800" w:type="dxa"/>
            <w:shd w:val="solid" w:color="FFFFFF" w:fill="auto"/>
          </w:tcPr>
          <w:p w14:paraId="50BD8CAA"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2CA3E2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3BE792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D3B1FC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298</w:t>
            </w:r>
          </w:p>
        </w:tc>
        <w:tc>
          <w:tcPr>
            <w:tcW w:w="428" w:type="dxa"/>
            <w:shd w:val="solid" w:color="FFFFFF" w:fill="auto"/>
          </w:tcPr>
          <w:p w14:paraId="103F790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E11CF23" w14:textId="77777777" w:rsidR="00026C34" w:rsidRPr="00E9040D" w:rsidRDefault="00026C34">
            <w:pPr>
              <w:spacing w:after="0"/>
              <w:rPr>
                <w:rFonts w:ascii="Arial" w:hAnsi="Arial" w:cs="Arial"/>
                <w:sz w:val="16"/>
                <w:szCs w:val="16"/>
              </w:rPr>
            </w:pPr>
            <w:r w:rsidRPr="00E9040D">
              <w:rPr>
                <w:rFonts w:ascii="Arial" w:hAnsi="Arial" w:cs="Arial"/>
                <w:sz w:val="16"/>
                <w:szCs w:val="16"/>
              </w:rPr>
              <w:t>Power control for SR and ACK/NACK with PUCCH format 3</w:t>
            </w:r>
          </w:p>
        </w:tc>
        <w:tc>
          <w:tcPr>
            <w:tcW w:w="709" w:type="dxa"/>
            <w:shd w:val="solid" w:color="FFFFFF" w:fill="auto"/>
          </w:tcPr>
          <w:p w14:paraId="3C445F4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607566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D7E7D66" w14:textId="77777777" w:rsidTr="00ED0681">
        <w:tc>
          <w:tcPr>
            <w:tcW w:w="800" w:type="dxa"/>
            <w:shd w:val="solid" w:color="FFFFFF" w:fill="auto"/>
          </w:tcPr>
          <w:p w14:paraId="0C86DE7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D12021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6E6B19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B37D3D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299</w:t>
            </w:r>
          </w:p>
        </w:tc>
        <w:tc>
          <w:tcPr>
            <w:tcW w:w="428" w:type="dxa"/>
            <w:shd w:val="solid" w:color="FFFFFF" w:fill="auto"/>
          </w:tcPr>
          <w:p w14:paraId="27C7E45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3A8EF8FA" w14:textId="77777777" w:rsidR="00026C34" w:rsidRPr="00E9040D" w:rsidRDefault="00026C34">
            <w:pPr>
              <w:spacing w:after="0"/>
              <w:rPr>
                <w:rFonts w:ascii="Arial" w:hAnsi="Arial" w:cs="Arial"/>
                <w:sz w:val="16"/>
                <w:szCs w:val="16"/>
              </w:rPr>
            </w:pPr>
            <w:r w:rsidRPr="00E9040D">
              <w:rPr>
                <w:rFonts w:ascii="Arial" w:hAnsi="Arial" w:cs="Arial"/>
                <w:sz w:val="16"/>
                <w:szCs w:val="16"/>
              </w:rPr>
              <w:t>CR on power control for HARQ-ACK transmission on PUCCH</w:t>
            </w:r>
          </w:p>
        </w:tc>
        <w:tc>
          <w:tcPr>
            <w:tcW w:w="709" w:type="dxa"/>
            <w:shd w:val="solid" w:color="FFFFFF" w:fill="auto"/>
          </w:tcPr>
          <w:p w14:paraId="19F26AD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3F9495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7596521" w14:textId="77777777" w:rsidTr="00ED0681">
        <w:tc>
          <w:tcPr>
            <w:tcW w:w="800" w:type="dxa"/>
            <w:shd w:val="solid" w:color="FFFFFF" w:fill="auto"/>
          </w:tcPr>
          <w:p w14:paraId="489D64C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930255F"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71689C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26AF553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300</w:t>
            </w:r>
          </w:p>
        </w:tc>
        <w:tc>
          <w:tcPr>
            <w:tcW w:w="428" w:type="dxa"/>
            <w:shd w:val="solid" w:color="FFFFFF" w:fill="auto"/>
          </w:tcPr>
          <w:p w14:paraId="2F65810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41436D8"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handling of search space overlap</w:t>
            </w:r>
          </w:p>
        </w:tc>
        <w:tc>
          <w:tcPr>
            <w:tcW w:w="709" w:type="dxa"/>
            <w:shd w:val="solid" w:color="FFFFFF" w:fill="auto"/>
          </w:tcPr>
          <w:p w14:paraId="7688F0F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E91B85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1E3369B" w14:textId="77777777" w:rsidTr="00ED0681">
        <w:tc>
          <w:tcPr>
            <w:tcW w:w="800" w:type="dxa"/>
            <w:shd w:val="solid" w:color="FFFFFF" w:fill="auto"/>
          </w:tcPr>
          <w:p w14:paraId="7B896B2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1E0413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332754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1CA1BA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301</w:t>
            </w:r>
          </w:p>
        </w:tc>
        <w:tc>
          <w:tcPr>
            <w:tcW w:w="428" w:type="dxa"/>
            <w:shd w:val="solid" w:color="FFFFFF" w:fill="auto"/>
          </w:tcPr>
          <w:p w14:paraId="7192CC9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7C0E793"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simultaneous transmission of SRS and PUCCH format 2/2a/2b</w:t>
            </w:r>
          </w:p>
        </w:tc>
        <w:tc>
          <w:tcPr>
            <w:tcW w:w="709" w:type="dxa"/>
            <w:shd w:val="solid" w:color="FFFFFF" w:fill="auto"/>
          </w:tcPr>
          <w:p w14:paraId="2E80B6F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AF7DCE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6E09C5C" w14:textId="77777777" w:rsidTr="00ED0681">
        <w:tc>
          <w:tcPr>
            <w:tcW w:w="800" w:type="dxa"/>
            <w:shd w:val="solid" w:color="FFFFFF" w:fill="auto"/>
          </w:tcPr>
          <w:p w14:paraId="74B2AF39"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5F9128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F48590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58D0E4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302</w:t>
            </w:r>
          </w:p>
        </w:tc>
        <w:tc>
          <w:tcPr>
            <w:tcW w:w="428" w:type="dxa"/>
            <w:shd w:val="solid" w:color="FFFFFF" w:fill="auto"/>
          </w:tcPr>
          <w:p w14:paraId="1F6AA43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92AE909"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for Simultaneous PUCCH and SRS Transmissions on CA</w:t>
            </w:r>
          </w:p>
        </w:tc>
        <w:tc>
          <w:tcPr>
            <w:tcW w:w="709" w:type="dxa"/>
            <w:shd w:val="solid" w:color="FFFFFF" w:fill="auto"/>
          </w:tcPr>
          <w:p w14:paraId="5E3ADF4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3956F6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5495331" w14:textId="77777777" w:rsidTr="00ED0681">
        <w:tc>
          <w:tcPr>
            <w:tcW w:w="800" w:type="dxa"/>
            <w:shd w:val="solid" w:color="FFFFFF" w:fill="auto"/>
          </w:tcPr>
          <w:p w14:paraId="51DB679D"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922C4FB"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5EBADF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6D7CF1C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303</w:t>
            </w:r>
          </w:p>
        </w:tc>
        <w:tc>
          <w:tcPr>
            <w:tcW w:w="428" w:type="dxa"/>
            <w:shd w:val="solid" w:color="FFFFFF" w:fill="auto"/>
          </w:tcPr>
          <w:p w14:paraId="6D55646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FF95A91"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8Tx Codebook Sub-sampling for PUCCH Mode 1-1</w:t>
            </w:r>
          </w:p>
        </w:tc>
        <w:tc>
          <w:tcPr>
            <w:tcW w:w="709" w:type="dxa"/>
            <w:shd w:val="solid" w:color="FFFFFF" w:fill="auto"/>
          </w:tcPr>
          <w:p w14:paraId="1C1471D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75F7CF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E7CE2B0" w14:textId="77777777" w:rsidTr="00ED0681">
        <w:tc>
          <w:tcPr>
            <w:tcW w:w="800" w:type="dxa"/>
            <w:shd w:val="solid" w:color="FFFFFF" w:fill="auto"/>
          </w:tcPr>
          <w:p w14:paraId="69093B4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2338FF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F26148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62ED475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304</w:t>
            </w:r>
          </w:p>
        </w:tc>
        <w:tc>
          <w:tcPr>
            <w:tcW w:w="428" w:type="dxa"/>
            <w:shd w:val="solid" w:color="FFFFFF" w:fill="auto"/>
          </w:tcPr>
          <w:p w14:paraId="43D5DFF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EFD0181"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on CQI type in PUCCH mode 2-1 and clarification on simultaneous PUCCH and PUSCH transmission for UL-SCH subframe bundling</w:t>
            </w:r>
          </w:p>
        </w:tc>
        <w:tc>
          <w:tcPr>
            <w:tcW w:w="709" w:type="dxa"/>
            <w:shd w:val="solid" w:color="FFFFFF" w:fill="auto"/>
          </w:tcPr>
          <w:p w14:paraId="4B2FB3B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00E451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1AA88CD" w14:textId="77777777" w:rsidTr="00ED0681">
        <w:tc>
          <w:tcPr>
            <w:tcW w:w="800" w:type="dxa"/>
            <w:shd w:val="solid" w:color="FFFFFF" w:fill="auto"/>
          </w:tcPr>
          <w:p w14:paraId="58114C49"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AA8658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94C0A8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153C4A5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305</w:t>
            </w:r>
          </w:p>
        </w:tc>
        <w:tc>
          <w:tcPr>
            <w:tcW w:w="428" w:type="dxa"/>
            <w:shd w:val="solid" w:color="FFFFFF" w:fill="auto"/>
          </w:tcPr>
          <w:p w14:paraId="44FBA92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595A2C1"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Correction on UE behaviour upon reporting periodic CSI using PUCCH Mode1-1 </w:t>
            </w:r>
          </w:p>
        </w:tc>
        <w:tc>
          <w:tcPr>
            <w:tcW w:w="709" w:type="dxa"/>
            <w:shd w:val="solid" w:color="FFFFFF" w:fill="auto"/>
          </w:tcPr>
          <w:p w14:paraId="5891683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D57858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253416F" w14:textId="77777777" w:rsidTr="00ED0681">
        <w:tc>
          <w:tcPr>
            <w:tcW w:w="800" w:type="dxa"/>
            <w:shd w:val="solid" w:color="FFFFFF" w:fill="auto"/>
          </w:tcPr>
          <w:p w14:paraId="064EE48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BA1266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049DE8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7CE9907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306</w:t>
            </w:r>
          </w:p>
        </w:tc>
        <w:tc>
          <w:tcPr>
            <w:tcW w:w="428" w:type="dxa"/>
            <w:shd w:val="solid" w:color="FFFFFF" w:fill="auto"/>
          </w:tcPr>
          <w:p w14:paraId="275894D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C51D4CB"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for the definition of CQI</w:t>
            </w:r>
          </w:p>
        </w:tc>
        <w:tc>
          <w:tcPr>
            <w:tcW w:w="709" w:type="dxa"/>
            <w:shd w:val="solid" w:color="FFFFFF" w:fill="auto"/>
          </w:tcPr>
          <w:p w14:paraId="3A5D326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4649921"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DAED0FE" w14:textId="77777777" w:rsidTr="00ED0681">
        <w:tc>
          <w:tcPr>
            <w:tcW w:w="800" w:type="dxa"/>
            <w:shd w:val="solid" w:color="FFFFFF" w:fill="auto"/>
          </w:tcPr>
          <w:p w14:paraId="0F020CE1"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CB4C72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E487AC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5D9B282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307</w:t>
            </w:r>
          </w:p>
        </w:tc>
        <w:tc>
          <w:tcPr>
            <w:tcW w:w="428" w:type="dxa"/>
            <w:shd w:val="solid" w:color="FFFFFF" w:fill="auto"/>
          </w:tcPr>
          <w:p w14:paraId="2460C77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FD13C3C"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for the definition of Precoding Matrix Indicator</w:t>
            </w:r>
          </w:p>
        </w:tc>
        <w:tc>
          <w:tcPr>
            <w:tcW w:w="709" w:type="dxa"/>
            <w:shd w:val="solid" w:color="FFFFFF" w:fill="auto"/>
          </w:tcPr>
          <w:p w14:paraId="0900840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3D56C7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CAA8909" w14:textId="77777777" w:rsidTr="00ED0681">
        <w:tc>
          <w:tcPr>
            <w:tcW w:w="800" w:type="dxa"/>
            <w:shd w:val="solid" w:color="FFFFFF" w:fill="auto"/>
          </w:tcPr>
          <w:p w14:paraId="1694904B"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C7055ED"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C9D464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89E023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308</w:t>
            </w:r>
          </w:p>
        </w:tc>
        <w:tc>
          <w:tcPr>
            <w:tcW w:w="428" w:type="dxa"/>
            <w:shd w:val="solid" w:color="FFFFFF" w:fill="auto"/>
          </w:tcPr>
          <w:p w14:paraId="00C6B09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171AA28" w14:textId="77777777" w:rsidR="00026C34" w:rsidRPr="00E9040D" w:rsidRDefault="00026C34">
            <w:pPr>
              <w:spacing w:after="0"/>
              <w:rPr>
                <w:rFonts w:ascii="Arial" w:hAnsi="Arial" w:cs="Arial"/>
                <w:sz w:val="16"/>
                <w:szCs w:val="16"/>
              </w:rPr>
            </w:pPr>
            <w:r w:rsidRPr="00E9040D">
              <w:rPr>
                <w:rFonts w:ascii="Arial" w:hAnsi="Arial" w:cs="Arial"/>
                <w:sz w:val="16"/>
                <w:szCs w:val="16"/>
              </w:rPr>
              <w:t>Simultaneous SRS transmissions in more than one cell</w:t>
            </w:r>
          </w:p>
        </w:tc>
        <w:tc>
          <w:tcPr>
            <w:tcW w:w="709" w:type="dxa"/>
            <w:shd w:val="solid" w:color="FFFFFF" w:fill="auto"/>
          </w:tcPr>
          <w:p w14:paraId="6099B2C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36D217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22627F74" w14:textId="77777777" w:rsidTr="00ED0681">
        <w:tc>
          <w:tcPr>
            <w:tcW w:w="800" w:type="dxa"/>
            <w:shd w:val="solid" w:color="FFFFFF" w:fill="auto"/>
          </w:tcPr>
          <w:p w14:paraId="0557E2D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7A5C09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CD98DE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125FA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310</w:t>
            </w:r>
          </w:p>
        </w:tc>
        <w:tc>
          <w:tcPr>
            <w:tcW w:w="428" w:type="dxa"/>
            <w:shd w:val="solid" w:color="FFFFFF" w:fill="auto"/>
          </w:tcPr>
          <w:p w14:paraId="390A34C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796FD7F"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Miscellaneous Corrections for </w:t>
            </w:r>
            <w:r w:rsidR="00566988" w:rsidRPr="00566988">
              <w:rPr>
                <w:rFonts w:ascii="Arial" w:hAnsi="Arial" w:cs="Arial"/>
                <w:sz w:val="16"/>
                <w:szCs w:val="16"/>
              </w:rPr>
              <w:t>TS 3</w:t>
            </w:r>
            <w:r w:rsidRPr="00E9040D">
              <w:rPr>
                <w:rFonts w:ascii="Arial" w:hAnsi="Arial" w:cs="Arial"/>
                <w:sz w:val="16"/>
                <w:szCs w:val="16"/>
              </w:rPr>
              <w:t>6.213</w:t>
            </w:r>
          </w:p>
        </w:tc>
        <w:tc>
          <w:tcPr>
            <w:tcW w:w="709" w:type="dxa"/>
            <w:shd w:val="solid" w:color="FFFFFF" w:fill="auto"/>
          </w:tcPr>
          <w:p w14:paraId="5687D71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454558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F97E0AF" w14:textId="77777777" w:rsidTr="00ED0681">
        <w:tc>
          <w:tcPr>
            <w:tcW w:w="800" w:type="dxa"/>
            <w:shd w:val="solid" w:color="FFFFFF" w:fill="auto"/>
          </w:tcPr>
          <w:p w14:paraId="37C0435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5E3E49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2C4CD4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030493B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311</w:t>
            </w:r>
          </w:p>
        </w:tc>
        <w:tc>
          <w:tcPr>
            <w:tcW w:w="428" w:type="dxa"/>
            <w:shd w:val="solid" w:color="FFFFFF" w:fill="auto"/>
          </w:tcPr>
          <w:p w14:paraId="61A2678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E6AA6C6"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Configuration of </w:t>
            </w:r>
            <w:proofErr w:type="spellStart"/>
            <w:r w:rsidRPr="00E9040D">
              <w:rPr>
                <w:rFonts w:ascii="Arial" w:hAnsi="Arial" w:cs="Arial"/>
                <w:sz w:val="16"/>
                <w:szCs w:val="16"/>
              </w:rPr>
              <w:t>pmi</w:t>
            </w:r>
            <w:proofErr w:type="spellEnd"/>
            <w:r w:rsidRPr="00E9040D">
              <w:rPr>
                <w:rFonts w:ascii="Arial" w:hAnsi="Arial" w:cs="Arial"/>
                <w:sz w:val="16"/>
                <w:szCs w:val="16"/>
              </w:rPr>
              <w:t>-RI-Report</w:t>
            </w:r>
          </w:p>
        </w:tc>
        <w:tc>
          <w:tcPr>
            <w:tcW w:w="709" w:type="dxa"/>
            <w:shd w:val="solid" w:color="FFFFFF" w:fill="auto"/>
          </w:tcPr>
          <w:p w14:paraId="4C8CC6A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FADF4D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B20B793" w14:textId="77777777" w:rsidTr="00ED0681">
        <w:tc>
          <w:tcPr>
            <w:tcW w:w="800" w:type="dxa"/>
            <w:shd w:val="solid" w:color="FFFFFF" w:fill="auto"/>
          </w:tcPr>
          <w:p w14:paraId="609372F6"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3AE3BF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E3EF1C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FCD6B7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312</w:t>
            </w:r>
          </w:p>
        </w:tc>
        <w:tc>
          <w:tcPr>
            <w:tcW w:w="428" w:type="dxa"/>
            <w:shd w:val="solid" w:color="FFFFFF" w:fill="auto"/>
          </w:tcPr>
          <w:p w14:paraId="36A0220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84614C6"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the support of PUCCH format 3 and channel selection</w:t>
            </w:r>
          </w:p>
        </w:tc>
        <w:tc>
          <w:tcPr>
            <w:tcW w:w="709" w:type="dxa"/>
            <w:shd w:val="solid" w:color="FFFFFF" w:fill="auto"/>
          </w:tcPr>
          <w:p w14:paraId="7397CC8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18EB77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1644A40" w14:textId="77777777" w:rsidTr="00ED0681">
        <w:tc>
          <w:tcPr>
            <w:tcW w:w="800" w:type="dxa"/>
            <w:shd w:val="solid" w:color="FFFFFF" w:fill="auto"/>
          </w:tcPr>
          <w:p w14:paraId="312F8BD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13D63A"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C0E27D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461C3D5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313</w:t>
            </w:r>
          </w:p>
        </w:tc>
        <w:tc>
          <w:tcPr>
            <w:tcW w:w="428" w:type="dxa"/>
            <w:shd w:val="solid" w:color="FFFFFF" w:fill="auto"/>
          </w:tcPr>
          <w:p w14:paraId="446A671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102669A"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Correction on UE behaviour during DM-RS transmission on subframes carrying </w:t>
            </w:r>
            <w:r w:rsidR="00566988" w:rsidRPr="00566988">
              <w:rPr>
                <w:rFonts w:ascii="Arial" w:hAnsi="Arial" w:cs="Arial"/>
                <w:sz w:val="16"/>
                <w:szCs w:val="16"/>
              </w:rPr>
              <w:t>synchroniz</w:t>
            </w:r>
            <w:r w:rsidRPr="00E9040D">
              <w:rPr>
                <w:rFonts w:ascii="Arial" w:hAnsi="Arial" w:cs="Arial"/>
                <w:sz w:val="16"/>
                <w:szCs w:val="16"/>
              </w:rPr>
              <w:t>ation signals</w:t>
            </w:r>
          </w:p>
        </w:tc>
        <w:tc>
          <w:tcPr>
            <w:tcW w:w="709" w:type="dxa"/>
            <w:shd w:val="solid" w:color="FFFFFF" w:fill="auto"/>
          </w:tcPr>
          <w:p w14:paraId="1426FC1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6A19F2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FE9AF09" w14:textId="77777777" w:rsidTr="00ED0681">
        <w:tc>
          <w:tcPr>
            <w:tcW w:w="800" w:type="dxa"/>
            <w:shd w:val="solid" w:color="FFFFFF" w:fill="auto"/>
          </w:tcPr>
          <w:p w14:paraId="2F816F57"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3991A4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391B5B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RP-110820</w:t>
            </w:r>
          </w:p>
        </w:tc>
        <w:tc>
          <w:tcPr>
            <w:tcW w:w="525" w:type="dxa"/>
            <w:shd w:val="solid" w:color="FFFFFF" w:fill="auto"/>
          </w:tcPr>
          <w:p w14:paraId="37F4EF7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314</w:t>
            </w:r>
          </w:p>
        </w:tc>
        <w:tc>
          <w:tcPr>
            <w:tcW w:w="428" w:type="dxa"/>
            <w:shd w:val="solid" w:color="FFFFFF" w:fill="auto"/>
          </w:tcPr>
          <w:p w14:paraId="4A948FA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0582CE6" w14:textId="77777777" w:rsidR="00026C34" w:rsidRPr="00E9040D" w:rsidRDefault="00026C34">
            <w:pPr>
              <w:spacing w:after="0"/>
              <w:rPr>
                <w:rFonts w:ascii="Arial" w:hAnsi="Arial" w:cs="Arial"/>
                <w:sz w:val="16"/>
                <w:szCs w:val="16"/>
              </w:rPr>
            </w:pPr>
            <w:r w:rsidRPr="00E9040D">
              <w:rPr>
                <w:rFonts w:ascii="Arial" w:hAnsi="Arial" w:cs="Arial"/>
                <w:sz w:val="16"/>
                <w:szCs w:val="16"/>
              </w:rPr>
              <w:t>36.213 CR on antenna selection</w:t>
            </w:r>
          </w:p>
        </w:tc>
        <w:tc>
          <w:tcPr>
            <w:tcW w:w="709" w:type="dxa"/>
            <w:shd w:val="solid" w:color="FFFFFF" w:fill="auto"/>
          </w:tcPr>
          <w:p w14:paraId="11BF399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0120F81"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B31E8E8" w14:textId="77777777" w:rsidTr="00ED0681">
        <w:tc>
          <w:tcPr>
            <w:tcW w:w="800" w:type="dxa"/>
            <w:shd w:val="solid" w:color="FFFFFF" w:fill="auto"/>
          </w:tcPr>
          <w:p w14:paraId="42ECF11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6EAE7B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CC711F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0C09386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316</w:t>
            </w:r>
          </w:p>
        </w:tc>
        <w:tc>
          <w:tcPr>
            <w:tcW w:w="428" w:type="dxa"/>
            <w:shd w:val="solid" w:color="FFFFFF" w:fill="auto"/>
          </w:tcPr>
          <w:p w14:paraId="58C685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2FEC897" w14:textId="77777777" w:rsidR="00026C34" w:rsidRPr="00E9040D" w:rsidRDefault="00026C34">
            <w:pPr>
              <w:spacing w:after="0"/>
              <w:rPr>
                <w:rFonts w:ascii="Arial" w:hAnsi="Arial" w:cs="Arial"/>
                <w:sz w:val="16"/>
                <w:szCs w:val="16"/>
              </w:rPr>
            </w:pPr>
            <w:r w:rsidRPr="00E9040D">
              <w:rPr>
                <w:rFonts w:ascii="Arial" w:hAnsi="Arial" w:cs="Arial"/>
                <w:sz w:val="16"/>
                <w:szCs w:val="16"/>
              </w:rPr>
              <w:t>Number of HARQ process for UL spatial multiplexing</w:t>
            </w:r>
          </w:p>
        </w:tc>
        <w:tc>
          <w:tcPr>
            <w:tcW w:w="709" w:type="dxa"/>
            <w:shd w:val="solid" w:color="FFFFFF" w:fill="auto"/>
          </w:tcPr>
          <w:p w14:paraId="13623C8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AB98BB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71710DC" w14:textId="77777777" w:rsidTr="00ED0681">
        <w:tc>
          <w:tcPr>
            <w:tcW w:w="800" w:type="dxa"/>
            <w:shd w:val="solid" w:color="FFFFFF" w:fill="auto"/>
          </w:tcPr>
          <w:p w14:paraId="44C10F0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D6A7E6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97FD66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8506AC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317</w:t>
            </w:r>
          </w:p>
        </w:tc>
        <w:tc>
          <w:tcPr>
            <w:tcW w:w="428" w:type="dxa"/>
            <w:shd w:val="solid" w:color="FFFFFF" w:fill="auto"/>
          </w:tcPr>
          <w:p w14:paraId="401E4EA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5BD4E23" w14:textId="77777777" w:rsidR="00026C34" w:rsidRPr="00E9040D" w:rsidRDefault="00026C34">
            <w:pPr>
              <w:spacing w:after="0"/>
              <w:rPr>
                <w:rFonts w:ascii="Arial" w:hAnsi="Arial" w:cs="Arial"/>
                <w:sz w:val="16"/>
                <w:szCs w:val="16"/>
              </w:rPr>
            </w:pPr>
            <w:r w:rsidRPr="00E9040D">
              <w:rPr>
                <w:rFonts w:ascii="Arial" w:hAnsi="Arial" w:cs="Arial"/>
                <w:sz w:val="16"/>
                <w:szCs w:val="16"/>
              </w:rPr>
              <w:t>PUCCH format 3 Fallback procedure in TDD</w:t>
            </w:r>
          </w:p>
        </w:tc>
        <w:tc>
          <w:tcPr>
            <w:tcW w:w="709" w:type="dxa"/>
            <w:shd w:val="solid" w:color="FFFFFF" w:fill="auto"/>
          </w:tcPr>
          <w:p w14:paraId="2A6B884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A5702E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DF6D8A0" w14:textId="77777777" w:rsidTr="00ED0681">
        <w:tc>
          <w:tcPr>
            <w:tcW w:w="800" w:type="dxa"/>
            <w:shd w:val="solid" w:color="FFFFFF" w:fill="auto"/>
          </w:tcPr>
          <w:p w14:paraId="4AEEC9E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5C5424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B8C1B3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8FE12F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318</w:t>
            </w:r>
          </w:p>
        </w:tc>
        <w:tc>
          <w:tcPr>
            <w:tcW w:w="428" w:type="dxa"/>
            <w:shd w:val="solid" w:color="FFFFFF" w:fill="auto"/>
          </w:tcPr>
          <w:p w14:paraId="162B11E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D59D7C2"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on CSI reporting under an invalid downlink subframe</w:t>
            </w:r>
          </w:p>
        </w:tc>
        <w:tc>
          <w:tcPr>
            <w:tcW w:w="709" w:type="dxa"/>
            <w:shd w:val="solid" w:color="FFFFFF" w:fill="auto"/>
          </w:tcPr>
          <w:p w14:paraId="4AB6D9F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3D56E5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5B6681C" w14:textId="77777777" w:rsidTr="00ED0681">
        <w:tc>
          <w:tcPr>
            <w:tcW w:w="800" w:type="dxa"/>
            <w:shd w:val="solid" w:color="FFFFFF" w:fill="auto"/>
          </w:tcPr>
          <w:p w14:paraId="51E11D8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435E49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28F189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26AF71B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320</w:t>
            </w:r>
          </w:p>
        </w:tc>
        <w:tc>
          <w:tcPr>
            <w:tcW w:w="428" w:type="dxa"/>
            <w:shd w:val="solid" w:color="FFFFFF" w:fill="auto"/>
          </w:tcPr>
          <w:p w14:paraId="33AA1B9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FF0A2AE" w14:textId="77777777" w:rsidR="00026C34" w:rsidRPr="00E9040D" w:rsidRDefault="00026C34">
            <w:pPr>
              <w:spacing w:after="0"/>
              <w:rPr>
                <w:rFonts w:ascii="Arial" w:hAnsi="Arial" w:cs="Arial"/>
                <w:sz w:val="16"/>
                <w:szCs w:val="16"/>
              </w:rPr>
            </w:pPr>
            <w:r w:rsidRPr="00E9040D">
              <w:rPr>
                <w:rFonts w:ascii="Arial" w:hAnsi="Arial" w:cs="Arial"/>
                <w:sz w:val="16"/>
                <w:szCs w:val="16"/>
              </w:rPr>
              <w:t>Multiple Aperiodic SRS Triggers for Same Configuration</w:t>
            </w:r>
          </w:p>
        </w:tc>
        <w:tc>
          <w:tcPr>
            <w:tcW w:w="709" w:type="dxa"/>
            <w:shd w:val="solid" w:color="FFFFFF" w:fill="auto"/>
          </w:tcPr>
          <w:p w14:paraId="6D9DC39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865D55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5D7A2A3" w14:textId="77777777" w:rsidTr="00ED0681">
        <w:tc>
          <w:tcPr>
            <w:tcW w:w="800" w:type="dxa"/>
            <w:shd w:val="solid" w:color="FFFFFF" w:fill="auto"/>
          </w:tcPr>
          <w:p w14:paraId="51C4DD87"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73585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C10C25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39FC816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321</w:t>
            </w:r>
          </w:p>
        </w:tc>
        <w:tc>
          <w:tcPr>
            <w:tcW w:w="428" w:type="dxa"/>
            <w:shd w:val="solid" w:color="FFFFFF" w:fill="auto"/>
          </w:tcPr>
          <w:p w14:paraId="26FD720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40BA0E6"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UE antenna switch in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MIMO</w:t>
                </w:r>
              </w:smartTag>
            </w:smartTag>
          </w:p>
        </w:tc>
        <w:tc>
          <w:tcPr>
            <w:tcW w:w="709" w:type="dxa"/>
            <w:shd w:val="solid" w:color="FFFFFF" w:fill="auto"/>
          </w:tcPr>
          <w:p w14:paraId="2D28802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5C947E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C623974" w14:textId="77777777" w:rsidTr="00ED0681">
        <w:tc>
          <w:tcPr>
            <w:tcW w:w="800" w:type="dxa"/>
            <w:shd w:val="solid" w:color="FFFFFF" w:fill="auto"/>
          </w:tcPr>
          <w:p w14:paraId="0C87128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4DE40D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D6A981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D59098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322</w:t>
            </w:r>
          </w:p>
        </w:tc>
        <w:tc>
          <w:tcPr>
            <w:tcW w:w="428" w:type="dxa"/>
            <w:shd w:val="solid" w:color="FFFFFF" w:fill="auto"/>
          </w:tcPr>
          <w:p w14:paraId="2BCFB78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AC1231D" w14:textId="77777777" w:rsidR="00026C34" w:rsidRPr="00E9040D" w:rsidRDefault="00026C34">
            <w:pPr>
              <w:spacing w:after="0"/>
              <w:rPr>
                <w:rFonts w:ascii="Arial" w:hAnsi="Arial" w:cs="Arial"/>
                <w:sz w:val="16"/>
                <w:szCs w:val="16"/>
              </w:rPr>
            </w:pPr>
            <w:r w:rsidRPr="00E9040D">
              <w:rPr>
                <w:rFonts w:ascii="Arial" w:hAnsi="Arial" w:cs="Arial"/>
                <w:sz w:val="16"/>
                <w:szCs w:val="16"/>
              </w:rPr>
              <w:t>UE behaviour for PDSCH reception with limited soft buffer in CA</w:t>
            </w:r>
          </w:p>
        </w:tc>
        <w:tc>
          <w:tcPr>
            <w:tcW w:w="709" w:type="dxa"/>
            <w:shd w:val="solid" w:color="FFFFFF" w:fill="auto"/>
          </w:tcPr>
          <w:p w14:paraId="3E6D04A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7582A7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EDC7006" w14:textId="77777777" w:rsidTr="00ED0681">
        <w:tc>
          <w:tcPr>
            <w:tcW w:w="800" w:type="dxa"/>
            <w:shd w:val="solid" w:color="FFFFFF" w:fill="auto"/>
          </w:tcPr>
          <w:p w14:paraId="2F42D45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1D9904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2800EB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RP-110859</w:t>
            </w:r>
          </w:p>
        </w:tc>
        <w:tc>
          <w:tcPr>
            <w:tcW w:w="525" w:type="dxa"/>
            <w:shd w:val="solid" w:color="FFFFFF" w:fill="auto"/>
          </w:tcPr>
          <w:p w14:paraId="05C15B0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323</w:t>
            </w:r>
          </w:p>
        </w:tc>
        <w:tc>
          <w:tcPr>
            <w:tcW w:w="428" w:type="dxa"/>
            <w:shd w:val="solid" w:color="FFFFFF" w:fill="auto"/>
          </w:tcPr>
          <w:p w14:paraId="65CEA9A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44FA21C" w14:textId="77777777" w:rsidR="00026C34" w:rsidRPr="00E9040D" w:rsidRDefault="00026C34">
            <w:pPr>
              <w:spacing w:after="0"/>
              <w:rPr>
                <w:rFonts w:ascii="Arial" w:hAnsi="Arial" w:cs="Arial"/>
                <w:sz w:val="16"/>
                <w:szCs w:val="16"/>
              </w:rPr>
            </w:pPr>
            <w:r w:rsidRPr="00E9040D">
              <w:rPr>
                <w:rFonts w:ascii="Arial" w:hAnsi="Arial" w:cs="Arial"/>
                <w:sz w:val="16"/>
                <w:szCs w:val="16"/>
              </w:rPr>
              <w:t>Joint transmission of ACK/NACK and SR or CSI with PUCCH format 3 and channel selection</w:t>
            </w:r>
          </w:p>
        </w:tc>
        <w:tc>
          <w:tcPr>
            <w:tcW w:w="709" w:type="dxa"/>
            <w:shd w:val="solid" w:color="FFFFFF" w:fill="auto"/>
          </w:tcPr>
          <w:p w14:paraId="3E0AE20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28E799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BA713E" w:rsidRPr="00E9040D" w14:paraId="490C71A2" w14:textId="77777777" w:rsidTr="00ED0681">
        <w:tc>
          <w:tcPr>
            <w:tcW w:w="800" w:type="dxa"/>
            <w:shd w:val="solid" w:color="FFFFFF" w:fill="auto"/>
          </w:tcPr>
          <w:p w14:paraId="19C276EA"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458B5AA"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A3E1F9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6C4F903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277</w:t>
            </w:r>
          </w:p>
        </w:tc>
        <w:tc>
          <w:tcPr>
            <w:tcW w:w="428" w:type="dxa"/>
            <w:shd w:val="solid" w:color="FFFFFF" w:fill="auto"/>
            <w:vAlign w:val="center"/>
          </w:tcPr>
          <w:p w14:paraId="435D7BE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4683864"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reception of PRS in MBSFN subframes</w:t>
            </w:r>
          </w:p>
        </w:tc>
        <w:tc>
          <w:tcPr>
            <w:tcW w:w="709" w:type="dxa"/>
            <w:shd w:val="solid" w:color="FFFFFF" w:fill="auto"/>
          </w:tcPr>
          <w:p w14:paraId="5D4859D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BABCE0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67985148" w14:textId="77777777" w:rsidTr="00ED0681">
        <w:tc>
          <w:tcPr>
            <w:tcW w:w="800" w:type="dxa"/>
            <w:shd w:val="solid" w:color="FFFFFF" w:fill="auto"/>
          </w:tcPr>
          <w:p w14:paraId="7D70346E"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4986555"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574540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0AC79A4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325</w:t>
            </w:r>
          </w:p>
        </w:tc>
        <w:tc>
          <w:tcPr>
            <w:tcW w:w="428" w:type="dxa"/>
            <w:shd w:val="solid" w:color="FFFFFF" w:fill="auto"/>
            <w:vAlign w:val="center"/>
          </w:tcPr>
          <w:p w14:paraId="26778A9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530B8330"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UE procedure for reporting HARQ-ACK</w:t>
            </w:r>
          </w:p>
        </w:tc>
        <w:tc>
          <w:tcPr>
            <w:tcW w:w="709" w:type="dxa"/>
            <w:shd w:val="solid" w:color="FFFFFF" w:fill="auto"/>
          </w:tcPr>
          <w:p w14:paraId="7BB4B03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5DD8F76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D7788FF" w14:textId="77777777" w:rsidTr="00ED0681">
        <w:tc>
          <w:tcPr>
            <w:tcW w:w="800" w:type="dxa"/>
            <w:shd w:val="solid" w:color="FFFFFF" w:fill="auto"/>
          </w:tcPr>
          <w:p w14:paraId="597324B3"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3153D64C"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850F15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54472DE8"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326</w:t>
            </w:r>
          </w:p>
        </w:tc>
        <w:tc>
          <w:tcPr>
            <w:tcW w:w="428" w:type="dxa"/>
            <w:shd w:val="solid" w:color="FFFFFF" w:fill="auto"/>
            <w:vAlign w:val="center"/>
          </w:tcPr>
          <w:p w14:paraId="49B90A0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5AC19158"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Physical Uplink Control Channel Procedure</w:t>
            </w:r>
          </w:p>
        </w:tc>
        <w:tc>
          <w:tcPr>
            <w:tcW w:w="709" w:type="dxa"/>
            <w:shd w:val="solid" w:color="FFFFFF" w:fill="auto"/>
          </w:tcPr>
          <w:p w14:paraId="4EF1B3A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9863A4E"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5593D160" w14:textId="77777777" w:rsidTr="00ED0681">
        <w:tc>
          <w:tcPr>
            <w:tcW w:w="800" w:type="dxa"/>
            <w:shd w:val="solid" w:color="FFFFFF" w:fill="auto"/>
          </w:tcPr>
          <w:p w14:paraId="0DCF5D21"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7348132"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44D3C92"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02198BF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331</w:t>
            </w:r>
          </w:p>
        </w:tc>
        <w:tc>
          <w:tcPr>
            <w:tcW w:w="428" w:type="dxa"/>
            <w:shd w:val="solid" w:color="FFFFFF" w:fill="auto"/>
            <w:vAlign w:val="center"/>
          </w:tcPr>
          <w:p w14:paraId="291BAE9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606B11A"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uplink transmission scheme usage for random access response and PHICH-triggered retransmissions</w:t>
            </w:r>
          </w:p>
        </w:tc>
        <w:tc>
          <w:tcPr>
            <w:tcW w:w="709" w:type="dxa"/>
            <w:shd w:val="solid" w:color="FFFFFF" w:fill="auto"/>
          </w:tcPr>
          <w:p w14:paraId="69C50AC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73BA0C7"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78D1A8E" w14:textId="77777777" w:rsidTr="00ED0681">
        <w:tc>
          <w:tcPr>
            <w:tcW w:w="800" w:type="dxa"/>
            <w:shd w:val="solid" w:color="FFFFFF" w:fill="auto"/>
          </w:tcPr>
          <w:p w14:paraId="22D43CF9"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4333E1EA"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86EB67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0A5A884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336</w:t>
            </w:r>
          </w:p>
        </w:tc>
        <w:tc>
          <w:tcPr>
            <w:tcW w:w="428" w:type="dxa"/>
            <w:shd w:val="solid" w:color="FFFFFF" w:fill="auto"/>
            <w:vAlign w:val="center"/>
          </w:tcPr>
          <w:p w14:paraId="4E2B33E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A742260"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transmission mode 9</w:t>
            </w:r>
          </w:p>
        </w:tc>
        <w:tc>
          <w:tcPr>
            <w:tcW w:w="709" w:type="dxa"/>
            <w:shd w:val="solid" w:color="FFFFFF" w:fill="auto"/>
          </w:tcPr>
          <w:p w14:paraId="0457B2D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373ABA8"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3404EC2" w14:textId="77777777" w:rsidTr="00ED0681">
        <w:tc>
          <w:tcPr>
            <w:tcW w:w="800" w:type="dxa"/>
            <w:shd w:val="solid" w:color="FFFFFF" w:fill="auto"/>
          </w:tcPr>
          <w:p w14:paraId="7B40A135"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975768C"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A51C24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1D9733E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339</w:t>
            </w:r>
          </w:p>
        </w:tc>
        <w:tc>
          <w:tcPr>
            <w:tcW w:w="428" w:type="dxa"/>
            <w:shd w:val="solid" w:color="FFFFFF" w:fill="auto"/>
            <w:vAlign w:val="center"/>
          </w:tcPr>
          <w:p w14:paraId="4CADEB8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732252A"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HARQ-ACK codebook size determination</w:t>
            </w:r>
          </w:p>
        </w:tc>
        <w:tc>
          <w:tcPr>
            <w:tcW w:w="709" w:type="dxa"/>
            <w:shd w:val="solid" w:color="FFFFFF" w:fill="auto"/>
          </w:tcPr>
          <w:p w14:paraId="69C884C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C9B0CA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5BE5CAC" w14:textId="77777777" w:rsidTr="00ED0681">
        <w:tc>
          <w:tcPr>
            <w:tcW w:w="800" w:type="dxa"/>
            <w:shd w:val="solid" w:color="FFFFFF" w:fill="auto"/>
          </w:tcPr>
          <w:p w14:paraId="051A5341"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DF891F2"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403C6A2"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3FE806E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340</w:t>
            </w:r>
          </w:p>
        </w:tc>
        <w:tc>
          <w:tcPr>
            <w:tcW w:w="428" w:type="dxa"/>
            <w:shd w:val="solid" w:color="FFFFFF" w:fill="auto"/>
            <w:vAlign w:val="center"/>
          </w:tcPr>
          <w:p w14:paraId="435D7B6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454BE37" w14:textId="77777777" w:rsidR="00BA713E" w:rsidRPr="00E9040D" w:rsidRDefault="00BA713E">
            <w:pPr>
              <w:spacing w:after="0"/>
              <w:rPr>
                <w:rFonts w:ascii="Arial" w:hAnsi="Arial" w:cs="Arial"/>
                <w:sz w:val="16"/>
                <w:szCs w:val="16"/>
              </w:rPr>
            </w:pPr>
            <w:r w:rsidRPr="00E9040D">
              <w:rPr>
                <w:rFonts w:ascii="Arial" w:hAnsi="Arial" w:cs="Arial"/>
                <w:sz w:val="16"/>
                <w:szCs w:val="16"/>
              </w:rPr>
              <w:t xml:space="preserve">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PUCCH</w:t>
                </w:r>
              </w:smartTag>
            </w:smartTag>
            <w:r w:rsidRPr="00E9040D">
              <w:rPr>
                <w:rFonts w:ascii="Arial" w:hAnsi="Arial" w:cs="Arial"/>
                <w:sz w:val="16"/>
                <w:szCs w:val="16"/>
              </w:rPr>
              <w:t xml:space="preserve"> format 1b with channel selection and HARQ-ACK transmission on PUSCH</w:t>
            </w:r>
          </w:p>
        </w:tc>
        <w:tc>
          <w:tcPr>
            <w:tcW w:w="709" w:type="dxa"/>
            <w:shd w:val="solid" w:color="FFFFFF" w:fill="auto"/>
          </w:tcPr>
          <w:p w14:paraId="721237F7"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FFA05D4"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5CCA2483" w14:textId="77777777" w:rsidTr="00ED0681">
        <w:tc>
          <w:tcPr>
            <w:tcW w:w="800" w:type="dxa"/>
            <w:shd w:val="solid" w:color="FFFFFF" w:fill="auto"/>
          </w:tcPr>
          <w:p w14:paraId="22F6175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5EA2AF6"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37F0EB7"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0C6432D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341</w:t>
            </w:r>
          </w:p>
        </w:tc>
        <w:tc>
          <w:tcPr>
            <w:tcW w:w="428" w:type="dxa"/>
            <w:shd w:val="solid" w:color="FFFFFF" w:fill="auto"/>
            <w:vAlign w:val="center"/>
          </w:tcPr>
          <w:p w14:paraId="7AFE0F1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F966BD3"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NACK generation</w:t>
            </w:r>
          </w:p>
        </w:tc>
        <w:tc>
          <w:tcPr>
            <w:tcW w:w="709" w:type="dxa"/>
            <w:shd w:val="solid" w:color="FFFFFF" w:fill="auto"/>
          </w:tcPr>
          <w:p w14:paraId="48B388F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A99792B"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3AC3412B" w14:textId="77777777" w:rsidTr="00ED0681">
        <w:tc>
          <w:tcPr>
            <w:tcW w:w="800" w:type="dxa"/>
            <w:shd w:val="solid" w:color="FFFFFF" w:fill="auto"/>
          </w:tcPr>
          <w:p w14:paraId="51E790C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lastRenderedPageBreak/>
              <w:t>15/09/11</w:t>
            </w:r>
          </w:p>
        </w:tc>
        <w:tc>
          <w:tcPr>
            <w:tcW w:w="800" w:type="dxa"/>
            <w:shd w:val="solid" w:color="FFFFFF" w:fill="auto"/>
          </w:tcPr>
          <w:p w14:paraId="3BA9FE4E"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38DD247"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72C89C6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342</w:t>
            </w:r>
          </w:p>
        </w:tc>
        <w:tc>
          <w:tcPr>
            <w:tcW w:w="428" w:type="dxa"/>
            <w:shd w:val="solid" w:color="FFFFFF" w:fill="auto"/>
            <w:vAlign w:val="center"/>
          </w:tcPr>
          <w:p w14:paraId="1524CE2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0053A3B"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power headroom reporting</w:t>
            </w:r>
          </w:p>
        </w:tc>
        <w:tc>
          <w:tcPr>
            <w:tcW w:w="709" w:type="dxa"/>
            <w:shd w:val="solid" w:color="FFFFFF" w:fill="auto"/>
          </w:tcPr>
          <w:p w14:paraId="2397CCA4"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119275F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6E8FD320" w14:textId="77777777" w:rsidTr="00ED0681">
        <w:tc>
          <w:tcPr>
            <w:tcW w:w="800" w:type="dxa"/>
            <w:shd w:val="solid" w:color="FFFFFF" w:fill="auto"/>
          </w:tcPr>
          <w:p w14:paraId="6FA7E54F"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17150DF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DC5D01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48CDCD6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346</w:t>
            </w:r>
          </w:p>
        </w:tc>
        <w:tc>
          <w:tcPr>
            <w:tcW w:w="428" w:type="dxa"/>
            <w:shd w:val="solid" w:color="FFFFFF" w:fill="auto"/>
            <w:vAlign w:val="center"/>
          </w:tcPr>
          <w:p w14:paraId="1A4D3B8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FF1D82E"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on TBS translation table</w:t>
            </w:r>
          </w:p>
        </w:tc>
        <w:tc>
          <w:tcPr>
            <w:tcW w:w="709" w:type="dxa"/>
            <w:shd w:val="solid" w:color="FFFFFF" w:fill="auto"/>
          </w:tcPr>
          <w:p w14:paraId="1BFF154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3E04A5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2C287A15" w14:textId="77777777" w:rsidTr="00ED0681">
        <w:tc>
          <w:tcPr>
            <w:tcW w:w="800" w:type="dxa"/>
            <w:shd w:val="solid" w:color="FFFFFF" w:fill="auto"/>
          </w:tcPr>
          <w:p w14:paraId="1EA35A54"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BCD0AF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42AF71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7F55A79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347</w:t>
            </w:r>
          </w:p>
        </w:tc>
        <w:tc>
          <w:tcPr>
            <w:tcW w:w="428" w:type="dxa"/>
            <w:shd w:val="solid" w:color="FFFFFF" w:fill="auto"/>
            <w:vAlign w:val="center"/>
          </w:tcPr>
          <w:p w14:paraId="140AFFD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050650CD"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the condition of enabling PMI feedback</w:t>
            </w:r>
          </w:p>
        </w:tc>
        <w:tc>
          <w:tcPr>
            <w:tcW w:w="709" w:type="dxa"/>
            <w:shd w:val="solid" w:color="FFFFFF" w:fill="auto"/>
          </w:tcPr>
          <w:p w14:paraId="5E566C9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490A57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48F7386E" w14:textId="77777777" w:rsidTr="00ED0681">
        <w:tc>
          <w:tcPr>
            <w:tcW w:w="800" w:type="dxa"/>
            <w:shd w:val="solid" w:color="FFFFFF" w:fill="auto"/>
          </w:tcPr>
          <w:p w14:paraId="27E045C8"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1E1CE70"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EB99527"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RP-111232</w:t>
            </w:r>
          </w:p>
        </w:tc>
        <w:tc>
          <w:tcPr>
            <w:tcW w:w="525" w:type="dxa"/>
            <w:shd w:val="solid" w:color="FFFFFF" w:fill="auto"/>
            <w:vAlign w:val="center"/>
          </w:tcPr>
          <w:p w14:paraId="209BB35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348</w:t>
            </w:r>
          </w:p>
        </w:tc>
        <w:tc>
          <w:tcPr>
            <w:tcW w:w="428" w:type="dxa"/>
            <w:shd w:val="solid" w:color="FFFFFF" w:fill="auto"/>
            <w:vAlign w:val="center"/>
          </w:tcPr>
          <w:p w14:paraId="103ADC1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D1ABBB2" w14:textId="77777777" w:rsidR="00BA713E" w:rsidRPr="00E9040D" w:rsidRDefault="00BA713E">
            <w:pPr>
              <w:spacing w:after="0"/>
              <w:rPr>
                <w:rFonts w:ascii="Arial" w:hAnsi="Arial" w:cs="Arial"/>
                <w:sz w:val="16"/>
                <w:szCs w:val="16"/>
              </w:rPr>
            </w:pPr>
            <w:r w:rsidRPr="00E9040D">
              <w:rPr>
                <w:rFonts w:ascii="Arial" w:hAnsi="Arial" w:cs="Arial"/>
                <w:sz w:val="16"/>
                <w:szCs w:val="16"/>
              </w:rPr>
              <w:t>Miscellaneous corrections to 36.213</w:t>
            </w:r>
          </w:p>
        </w:tc>
        <w:tc>
          <w:tcPr>
            <w:tcW w:w="709" w:type="dxa"/>
            <w:shd w:val="solid" w:color="FFFFFF" w:fill="auto"/>
          </w:tcPr>
          <w:p w14:paraId="459F64DE"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EED844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F754D8F" w14:textId="77777777" w:rsidTr="00ED0681">
        <w:tc>
          <w:tcPr>
            <w:tcW w:w="800" w:type="dxa"/>
            <w:shd w:val="solid" w:color="FFFFFF" w:fill="auto"/>
          </w:tcPr>
          <w:p w14:paraId="4F3CC21B"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8EF6018"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4246743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23E4AF8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349</w:t>
            </w:r>
          </w:p>
        </w:tc>
        <w:tc>
          <w:tcPr>
            <w:tcW w:w="428" w:type="dxa"/>
            <w:shd w:val="solid" w:color="FFFFFF" w:fill="auto"/>
            <w:vAlign w:val="center"/>
          </w:tcPr>
          <w:p w14:paraId="172FAB1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AC23B70"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PUSCH and PUCCH modes</w:t>
            </w:r>
          </w:p>
        </w:tc>
        <w:tc>
          <w:tcPr>
            <w:tcW w:w="709" w:type="dxa"/>
            <w:shd w:val="solid" w:color="FFFFFF" w:fill="auto"/>
          </w:tcPr>
          <w:p w14:paraId="286EFB2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4A4C06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982BB4A" w14:textId="77777777" w:rsidTr="00ED0681">
        <w:tc>
          <w:tcPr>
            <w:tcW w:w="800" w:type="dxa"/>
            <w:shd w:val="solid" w:color="FFFFFF" w:fill="auto"/>
          </w:tcPr>
          <w:p w14:paraId="522D5E9C"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319363A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E630DD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39166A2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350</w:t>
            </w:r>
          </w:p>
        </w:tc>
        <w:tc>
          <w:tcPr>
            <w:tcW w:w="428" w:type="dxa"/>
            <w:shd w:val="solid" w:color="FFFFFF" w:fill="auto"/>
            <w:vAlign w:val="center"/>
          </w:tcPr>
          <w:p w14:paraId="2BF29EC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5C10405" w14:textId="77777777" w:rsidR="00BA713E" w:rsidRPr="00E9040D" w:rsidRDefault="00BA713E">
            <w:pPr>
              <w:spacing w:after="0"/>
              <w:rPr>
                <w:rFonts w:ascii="Arial" w:hAnsi="Arial" w:cs="Arial"/>
                <w:sz w:val="16"/>
                <w:szCs w:val="16"/>
              </w:rPr>
            </w:pPr>
            <w:r w:rsidRPr="00E9040D">
              <w:rPr>
                <w:rFonts w:ascii="Arial" w:hAnsi="Arial" w:cs="Arial"/>
                <w:sz w:val="16"/>
                <w:szCs w:val="16"/>
              </w:rPr>
              <w:t xml:space="preserve">CR on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middlename">
                <w:r w:rsidRPr="00E9040D">
                  <w:rPr>
                    <w:rFonts w:ascii="Arial" w:hAnsi="Arial" w:cs="Arial"/>
                    <w:sz w:val="16"/>
                    <w:szCs w:val="16"/>
                  </w:rPr>
                  <w:t>HARQ</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w:t>
                </w:r>
              </w:smartTag>
            </w:smartTag>
            <w:r w:rsidRPr="00E9040D">
              <w:rPr>
                <w:rFonts w:ascii="Arial" w:hAnsi="Arial" w:cs="Arial"/>
                <w:sz w:val="16"/>
                <w:szCs w:val="16"/>
              </w:rPr>
              <w:t xml:space="preserve"> determination</w:t>
            </w:r>
          </w:p>
        </w:tc>
        <w:tc>
          <w:tcPr>
            <w:tcW w:w="709" w:type="dxa"/>
            <w:shd w:val="solid" w:color="FFFFFF" w:fill="auto"/>
          </w:tcPr>
          <w:p w14:paraId="28C3E63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7E64BBBA"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4A5AE8B0" w14:textId="77777777" w:rsidTr="00ED0681">
        <w:tc>
          <w:tcPr>
            <w:tcW w:w="800" w:type="dxa"/>
            <w:shd w:val="solid" w:color="FFFFFF" w:fill="auto"/>
          </w:tcPr>
          <w:p w14:paraId="2757F54E"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46A68B4"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13FCA8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7748C6A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351</w:t>
            </w:r>
          </w:p>
        </w:tc>
        <w:tc>
          <w:tcPr>
            <w:tcW w:w="428" w:type="dxa"/>
            <w:shd w:val="solid" w:color="FFFFFF" w:fill="auto"/>
            <w:vAlign w:val="center"/>
          </w:tcPr>
          <w:p w14:paraId="3DF9BDF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0F8DFA1"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on UL DMRS resources for PHICH-triggered retransmission</w:t>
            </w:r>
          </w:p>
        </w:tc>
        <w:tc>
          <w:tcPr>
            <w:tcW w:w="709" w:type="dxa"/>
            <w:shd w:val="solid" w:color="FFFFFF" w:fill="auto"/>
          </w:tcPr>
          <w:p w14:paraId="56A800D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6356B1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26D01A68" w14:textId="77777777" w:rsidTr="00ED0681">
        <w:tc>
          <w:tcPr>
            <w:tcW w:w="800" w:type="dxa"/>
            <w:shd w:val="solid" w:color="FFFFFF" w:fill="auto"/>
          </w:tcPr>
          <w:p w14:paraId="1C9D87C6"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26E769E"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42C9746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45824CB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352</w:t>
            </w:r>
          </w:p>
        </w:tc>
        <w:tc>
          <w:tcPr>
            <w:tcW w:w="428" w:type="dxa"/>
            <w:shd w:val="solid" w:color="FFFFFF" w:fill="auto"/>
            <w:vAlign w:val="center"/>
          </w:tcPr>
          <w:p w14:paraId="32C5A0A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2B226C0"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on the common search space description</w:t>
            </w:r>
          </w:p>
        </w:tc>
        <w:tc>
          <w:tcPr>
            <w:tcW w:w="709" w:type="dxa"/>
            <w:shd w:val="solid" w:color="FFFFFF" w:fill="auto"/>
          </w:tcPr>
          <w:p w14:paraId="6785710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54E4595"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120F5AA" w14:textId="77777777" w:rsidTr="00ED0681">
        <w:tc>
          <w:tcPr>
            <w:tcW w:w="800" w:type="dxa"/>
            <w:shd w:val="solid" w:color="FFFFFF" w:fill="auto"/>
          </w:tcPr>
          <w:p w14:paraId="1891C0E1"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2AA13AF3"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65F537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RP-111232</w:t>
            </w:r>
          </w:p>
        </w:tc>
        <w:tc>
          <w:tcPr>
            <w:tcW w:w="525" w:type="dxa"/>
            <w:shd w:val="solid" w:color="FFFFFF" w:fill="auto"/>
            <w:vAlign w:val="center"/>
          </w:tcPr>
          <w:p w14:paraId="1212F31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353</w:t>
            </w:r>
          </w:p>
        </w:tc>
        <w:tc>
          <w:tcPr>
            <w:tcW w:w="428" w:type="dxa"/>
            <w:shd w:val="solid" w:color="FFFFFF" w:fill="auto"/>
            <w:vAlign w:val="center"/>
          </w:tcPr>
          <w:p w14:paraId="7C04D64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09C6316"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on ambiguous DCI information between UE-specific search space and common search space for DCI formats 0 and 1A</w:t>
            </w:r>
          </w:p>
        </w:tc>
        <w:tc>
          <w:tcPr>
            <w:tcW w:w="709" w:type="dxa"/>
            <w:shd w:val="solid" w:color="FFFFFF" w:fill="auto"/>
          </w:tcPr>
          <w:p w14:paraId="6A923D5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74870E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610B078" w14:textId="77777777" w:rsidTr="00ED0681">
        <w:tc>
          <w:tcPr>
            <w:tcW w:w="800" w:type="dxa"/>
            <w:shd w:val="solid" w:color="FFFFFF" w:fill="auto"/>
          </w:tcPr>
          <w:p w14:paraId="687D2BC2"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2504A9BD"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EF08B0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2D13784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354</w:t>
            </w:r>
          </w:p>
        </w:tc>
        <w:tc>
          <w:tcPr>
            <w:tcW w:w="428" w:type="dxa"/>
            <w:shd w:val="solid" w:color="FFFFFF" w:fill="auto"/>
            <w:vAlign w:val="center"/>
          </w:tcPr>
          <w:p w14:paraId="5EFAB7C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36921A9"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of Reference PDSCH Power for CSI-RS based CSI Feedback</w:t>
            </w:r>
          </w:p>
        </w:tc>
        <w:tc>
          <w:tcPr>
            <w:tcW w:w="709" w:type="dxa"/>
            <w:shd w:val="solid" w:color="FFFFFF" w:fill="auto"/>
          </w:tcPr>
          <w:p w14:paraId="033D3E78"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5F922E8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D9F799F" w14:textId="77777777" w:rsidTr="00ED0681">
        <w:tc>
          <w:tcPr>
            <w:tcW w:w="800" w:type="dxa"/>
            <w:shd w:val="solid" w:color="FFFFFF" w:fill="auto"/>
          </w:tcPr>
          <w:p w14:paraId="494E9C86"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7D78B9B"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5313ABB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34AFC00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355</w:t>
            </w:r>
          </w:p>
        </w:tc>
        <w:tc>
          <w:tcPr>
            <w:tcW w:w="428" w:type="dxa"/>
            <w:shd w:val="solid" w:color="FFFFFF" w:fill="auto"/>
            <w:vAlign w:val="center"/>
          </w:tcPr>
          <w:p w14:paraId="5567CFD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0A9D8DDA"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reporting Channel State Information</w:t>
            </w:r>
          </w:p>
        </w:tc>
        <w:tc>
          <w:tcPr>
            <w:tcW w:w="709" w:type="dxa"/>
            <w:shd w:val="solid" w:color="FFFFFF" w:fill="auto"/>
          </w:tcPr>
          <w:p w14:paraId="5957ABC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1364D08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951C3D" w:rsidRPr="00E9040D" w14:paraId="2C17BB9C" w14:textId="77777777" w:rsidTr="00ED0681">
        <w:tc>
          <w:tcPr>
            <w:tcW w:w="800" w:type="dxa"/>
            <w:shd w:val="solid" w:color="FFFFFF" w:fill="auto"/>
          </w:tcPr>
          <w:p w14:paraId="0A09884E"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2ABECD0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4CBBA2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RP-11166</w:t>
            </w:r>
            <w:r w:rsidR="005E418A" w:rsidRPr="00E9040D">
              <w:rPr>
                <w:rFonts w:ascii="Arial" w:hAnsi="Arial" w:cs="Arial"/>
                <w:sz w:val="16"/>
                <w:szCs w:val="16"/>
              </w:rPr>
              <w:t>9</w:t>
            </w:r>
          </w:p>
        </w:tc>
        <w:tc>
          <w:tcPr>
            <w:tcW w:w="525" w:type="dxa"/>
            <w:shd w:val="solid" w:color="FFFFFF" w:fill="auto"/>
          </w:tcPr>
          <w:p w14:paraId="46B1C17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324</w:t>
            </w:r>
          </w:p>
        </w:tc>
        <w:tc>
          <w:tcPr>
            <w:tcW w:w="428" w:type="dxa"/>
            <w:shd w:val="solid" w:color="FFFFFF" w:fill="auto"/>
          </w:tcPr>
          <w:p w14:paraId="2C56B9F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1629B94A" w14:textId="77777777" w:rsidR="00951C3D" w:rsidRPr="00E9040D" w:rsidRDefault="00951C3D">
            <w:pPr>
              <w:spacing w:after="0"/>
              <w:rPr>
                <w:rFonts w:ascii="Arial" w:hAnsi="Arial" w:cs="Arial"/>
                <w:sz w:val="16"/>
                <w:szCs w:val="16"/>
              </w:rPr>
            </w:pPr>
            <w:r w:rsidRPr="00E9040D">
              <w:rPr>
                <w:rFonts w:ascii="Arial" w:hAnsi="Arial" w:cs="Arial"/>
                <w:sz w:val="16"/>
                <w:szCs w:val="16"/>
              </w:rPr>
              <w:t>Accumulation of power control commands from DCI format 3/3A</w:t>
            </w:r>
          </w:p>
        </w:tc>
        <w:tc>
          <w:tcPr>
            <w:tcW w:w="709" w:type="dxa"/>
            <w:shd w:val="solid" w:color="FFFFFF" w:fill="auto"/>
          </w:tcPr>
          <w:p w14:paraId="59B5FCF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5B6423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A7A02AD" w14:textId="77777777" w:rsidTr="00ED0681">
        <w:tc>
          <w:tcPr>
            <w:tcW w:w="800" w:type="dxa"/>
            <w:shd w:val="solid" w:color="FFFFFF" w:fill="auto"/>
          </w:tcPr>
          <w:p w14:paraId="258511E9"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D0CE0FF"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220902B"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6647B36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357</w:t>
            </w:r>
          </w:p>
        </w:tc>
        <w:tc>
          <w:tcPr>
            <w:tcW w:w="428" w:type="dxa"/>
            <w:shd w:val="solid" w:color="FFFFFF" w:fill="auto"/>
          </w:tcPr>
          <w:p w14:paraId="67BBA63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4E4F768" w14:textId="77777777" w:rsidR="00951C3D" w:rsidRPr="00E9040D" w:rsidRDefault="00951C3D">
            <w:pPr>
              <w:spacing w:after="0"/>
              <w:rPr>
                <w:rFonts w:ascii="Arial" w:hAnsi="Arial" w:cs="Arial"/>
                <w:sz w:val="16"/>
                <w:szCs w:val="16"/>
              </w:rPr>
            </w:pPr>
            <w:r w:rsidRPr="00E9040D">
              <w:rPr>
                <w:rFonts w:ascii="Arial" w:hAnsi="Arial" w:cs="Arial"/>
                <w:sz w:val="16"/>
                <w:szCs w:val="16"/>
              </w:rPr>
              <w:t>Miscellaneous corrections on uplink power control</w:t>
            </w:r>
          </w:p>
        </w:tc>
        <w:tc>
          <w:tcPr>
            <w:tcW w:w="709" w:type="dxa"/>
            <w:shd w:val="solid" w:color="FFFFFF" w:fill="auto"/>
          </w:tcPr>
          <w:p w14:paraId="7EF41FA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6703A5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3D2DECF" w14:textId="77777777" w:rsidTr="00ED0681">
        <w:tc>
          <w:tcPr>
            <w:tcW w:w="800" w:type="dxa"/>
            <w:shd w:val="solid" w:color="FFFFFF" w:fill="auto"/>
          </w:tcPr>
          <w:p w14:paraId="45C58B2D"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46791F8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FBA6FC1"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1E5E1B6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358</w:t>
            </w:r>
          </w:p>
        </w:tc>
        <w:tc>
          <w:tcPr>
            <w:tcW w:w="428" w:type="dxa"/>
            <w:shd w:val="solid" w:color="FFFFFF" w:fill="auto"/>
          </w:tcPr>
          <w:p w14:paraId="1B4EF60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F41EED8"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w:t>
            </w:r>
            <w:proofErr w:type="spellStart"/>
            <w:r w:rsidRPr="00E9040D">
              <w:rPr>
                <w:rFonts w:ascii="Arial" w:hAnsi="Arial" w:cs="Arial"/>
                <w:sz w:val="16"/>
                <w:szCs w:val="16"/>
              </w:rPr>
              <w:t>N_c</w:t>
            </w:r>
            <w:proofErr w:type="spellEnd"/>
            <w:r w:rsidRPr="00E9040D">
              <w:rPr>
                <w:rFonts w:ascii="Arial" w:hAnsi="Arial" w:cs="Arial"/>
                <w:sz w:val="16"/>
                <w:szCs w:val="16"/>
              </w:rPr>
              <w:t>^{received}</w:t>
            </w:r>
          </w:p>
        </w:tc>
        <w:tc>
          <w:tcPr>
            <w:tcW w:w="709" w:type="dxa"/>
            <w:shd w:val="solid" w:color="FFFFFF" w:fill="auto"/>
          </w:tcPr>
          <w:p w14:paraId="5F74AF0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1A6C9D15"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53F08D4" w14:textId="77777777" w:rsidTr="00ED0681">
        <w:tc>
          <w:tcPr>
            <w:tcW w:w="800" w:type="dxa"/>
            <w:shd w:val="solid" w:color="FFFFFF" w:fill="auto"/>
          </w:tcPr>
          <w:p w14:paraId="5BBA7D2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C60CFE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913F535"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1DB2BF82"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359</w:t>
            </w:r>
          </w:p>
        </w:tc>
        <w:tc>
          <w:tcPr>
            <w:tcW w:w="428" w:type="dxa"/>
            <w:shd w:val="solid" w:color="FFFFFF" w:fill="auto"/>
          </w:tcPr>
          <w:p w14:paraId="6D699C1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7970617"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PUCCH</w:t>
                </w:r>
              </w:smartTag>
            </w:smartTag>
            <w:r w:rsidRPr="00E9040D">
              <w:rPr>
                <w:rFonts w:ascii="Arial" w:hAnsi="Arial" w:cs="Arial"/>
                <w:sz w:val="16"/>
                <w:szCs w:val="16"/>
              </w:rPr>
              <w:t xml:space="preserve"> format 1b with channel selection and two configured serving cells</w:t>
            </w:r>
          </w:p>
        </w:tc>
        <w:tc>
          <w:tcPr>
            <w:tcW w:w="709" w:type="dxa"/>
            <w:shd w:val="solid" w:color="FFFFFF" w:fill="auto"/>
          </w:tcPr>
          <w:p w14:paraId="47D15614"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4E0202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5612F0F" w14:textId="77777777" w:rsidTr="00ED0681">
        <w:tc>
          <w:tcPr>
            <w:tcW w:w="800" w:type="dxa"/>
            <w:shd w:val="solid" w:color="FFFFFF" w:fill="auto"/>
          </w:tcPr>
          <w:p w14:paraId="3E42ACD8"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EEDAFAA"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1F78D464"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7978CCA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360</w:t>
            </w:r>
          </w:p>
        </w:tc>
        <w:tc>
          <w:tcPr>
            <w:tcW w:w="428" w:type="dxa"/>
            <w:shd w:val="solid" w:color="FFFFFF" w:fill="auto"/>
          </w:tcPr>
          <w:p w14:paraId="2A510C93"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25C2378"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the notation of k and </w:t>
            </w:r>
            <w:proofErr w:type="spellStart"/>
            <w:r w:rsidRPr="00E9040D">
              <w:rPr>
                <w:rFonts w:ascii="Arial" w:hAnsi="Arial" w:cs="Arial"/>
                <w:sz w:val="16"/>
                <w:szCs w:val="16"/>
              </w:rPr>
              <w:t>k_m</w:t>
            </w:r>
            <w:proofErr w:type="spellEnd"/>
          </w:p>
        </w:tc>
        <w:tc>
          <w:tcPr>
            <w:tcW w:w="709" w:type="dxa"/>
            <w:shd w:val="solid" w:color="FFFFFF" w:fill="auto"/>
          </w:tcPr>
          <w:p w14:paraId="23C971AF"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021B1E2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AD65B78" w14:textId="77777777" w:rsidTr="00ED0681">
        <w:tc>
          <w:tcPr>
            <w:tcW w:w="800" w:type="dxa"/>
            <w:shd w:val="solid" w:color="FFFFFF" w:fill="auto"/>
          </w:tcPr>
          <w:p w14:paraId="5C5751AE"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CE55B07"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5E1D4B7"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63AA3AA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361</w:t>
            </w:r>
          </w:p>
        </w:tc>
        <w:tc>
          <w:tcPr>
            <w:tcW w:w="428" w:type="dxa"/>
            <w:shd w:val="solid" w:color="FFFFFF" w:fill="auto"/>
          </w:tcPr>
          <w:p w14:paraId="1499387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518FE1B"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Corrections on PUCCH mode 2-1</w:t>
            </w:r>
          </w:p>
        </w:tc>
        <w:tc>
          <w:tcPr>
            <w:tcW w:w="709" w:type="dxa"/>
            <w:shd w:val="solid" w:color="FFFFFF" w:fill="auto"/>
          </w:tcPr>
          <w:p w14:paraId="3AD944D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C32258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CA18EC2" w14:textId="77777777" w:rsidTr="00ED0681">
        <w:tc>
          <w:tcPr>
            <w:tcW w:w="800" w:type="dxa"/>
            <w:shd w:val="solid" w:color="FFFFFF" w:fill="auto"/>
          </w:tcPr>
          <w:p w14:paraId="3C8009F9"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70B6735"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B831640"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5EF95F5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362</w:t>
            </w:r>
          </w:p>
        </w:tc>
        <w:tc>
          <w:tcPr>
            <w:tcW w:w="428" w:type="dxa"/>
            <w:shd w:val="solid" w:color="FFFFFF" w:fill="auto"/>
          </w:tcPr>
          <w:p w14:paraId="1FCBF23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6E16E3E4" w14:textId="77777777" w:rsidR="00951C3D" w:rsidRPr="00E9040D" w:rsidRDefault="00951C3D">
            <w:pPr>
              <w:spacing w:after="0"/>
              <w:rPr>
                <w:rFonts w:ascii="Arial" w:hAnsi="Arial" w:cs="Arial"/>
                <w:sz w:val="16"/>
                <w:szCs w:val="16"/>
              </w:rPr>
            </w:pPr>
            <w:r w:rsidRPr="00E9040D">
              <w:rPr>
                <w:rFonts w:ascii="Arial" w:hAnsi="Arial" w:cs="Arial"/>
                <w:sz w:val="16"/>
                <w:szCs w:val="16"/>
              </w:rPr>
              <w:t>A correction to PDSCH transmission assumption for CQI calculation</w:t>
            </w:r>
          </w:p>
        </w:tc>
        <w:tc>
          <w:tcPr>
            <w:tcW w:w="709" w:type="dxa"/>
            <w:shd w:val="solid" w:color="FFFFFF" w:fill="auto"/>
          </w:tcPr>
          <w:p w14:paraId="7F31947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2C19962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2FDD3028" w14:textId="77777777" w:rsidTr="00ED0681">
        <w:tc>
          <w:tcPr>
            <w:tcW w:w="800" w:type="dxa"/>
            <w:shd w:val="solid" w:color="FFFFFF" w:fill="auto"/>
          </w:tcPr>
          <w:p w14:paraId="0CEEA4B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3A3193E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1B034708"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67C8B00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363</w:t>
            </w:r>
          </w:p>
        </w:tc>
        <w:tc>
          <w:tcPr>
            <w:tcW w:w="428" w:type="dxa"/>
            <w:shd w:val="solid" w:color="FFFFFF" w:fill="auto"/>
          </w:tcPr>
          <w:p w14:paraId="1916109B"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E87BAC9"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Corrections on PUCCH Resource Notation</w:t>
            </w:r>
          </w:p>
        </w:tc>
        <w:tc>
          <w:tcPr>
            <w:tcW w:w="709" w:type="dxa"/>
            <w:shd w:val="solid" w:color="FFFFFF" w:fill="auto"/>
          </w:tcPr>
          <w:p w14:paraId="38159ED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07C693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05867614" w14:textId="77777777" w:rsidTr="00ED0681">
        <w:tc>
          <w:tcPr>
            <w:tcW w:w="800" w:type="dxa"/>
            <w:shd w:val="solid" w:color="FFFFFF" w:fill="auto"/>
          </w:tcPr>
          <w:p w14:paraId="538D4BD1"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EA2703B"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8B8896F"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RP-111667</w:t>
            </w:r>
          </w:p>
        </w:tc>
        <w:tc>
          <w:tcPr>
            <w:tcW w:w="525" w:type="dxa"/>
            <w:shd w:val="solid" w:color="FFFFFF" w:fill="auto"/>
          </w:tcPr>
          <w:p w14:paraId="0A7D46D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364</w:t>
            </w:r>
          </w:p>
        </w:tc>
        <w:tc>
          <w:tcPr>
            <w:tcW w:w="428" w:type="dxa"/>
            <w:shd w:val="solid" w:color="FFFFFF" w:fill="auto"/>
          </w:tcPr>
          <w:p w14:paraId="0314301B"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886288B"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the notation of SRS transmission comb</w:t>
            </w:r>
          </w:p>
        </w:tc>
        <w:tc>
          <w:tcPr>
            <w:tcW w:w="709" w:type="dxa"/>
            <w:shd w:val="solid" w:color="FFFFFF" w:fill="auto"/>
          </w:tcPr>
          <w:p w14:paraId="0DCE20D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7CE6F09"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E57FAE8" w14:textId="77777777" w:rsidTr="00ED0681">
        <w:tc>
          <w:tcPr>
            <w:tcW w:w="800" w:type="dxa"/>
            <w:shd w:val="solid" w:color="FFFFFF" w:fill="auto"/>
          </w:tcPr>
          <w:p w14:paraId="126C8D8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97E004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1DCAEC2"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A29069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365</w:t>
            </w:r>
          </w:p>
        </w:tc>
        <w:tc>
          <w:tcPr>
            <w:tcW w:w="428" w:type="dxa"/>
            <w:shd w:val="solid" w:color="FFFFFF" w:fill="auto"/>
          </w:tcPr>
          <w:p w14:paraId="02EEBEF4"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C203FEE"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Clarification on the HARQ-ACK procedure of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5</w:t>
            </w:r>
          </w:p>
        </w:tc>
        <w:tc>
          <w:tcPr>
            <w:tcW w:w="709" w:type="dxa"/>
            <w:shd w:val="solid" w:color="FFFFFF" w:fill="auto"/>
          </w:tcPr>
          <w:p w14:paraId="1C41442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0EE0BA4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39B83C00" w14:textId="77777777" w:rsidTr="00ED0681">
        <w:tc>
          <w:tcPr>
            <w:tcW w:w="800" w:type="dxa"/>
            <w:shd w:val="solid" w:color="FFFFFF" w:fill="auto"/>
          </w:tcPr>
          <w:p w14:paraId="70417570"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A433DC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0A4D687"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6EC6C27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366</w:t>
            </w:r>
          </w:p>
        </w:tc>
        <w:tc>
          <w:tcPr>
            <w:tcW w:w="428" w:type="dxa"/>
            <w:shd w:val="solid" w:color="FFFFFF" w:fill="auto"/>
          </w:tcPr>
          <w:p w14:paraId="5A1F761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04026458"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on the determination of resource for PUCCH Format 1b with channel selection in TDD mode</w:t>
            </w:r>
          </w:p>
        </w:tc>
        <w:tc>
          <w:tcPr>
            <w:tcW w:w="709" w:type="dxa"/>
            <w:shd w:val="solid" w:color="FFFFFF" w:fill="auto"/>
          </w:tcPr>
          <w:p w14:paraId="6AD02D7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F6D9349"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028799A" w14:textId="77777777" w:rsidTr="00ED0681">
        <w:tc>
          <w:tcPr>
            <w:tcW w:w="800" w:type="dxa"/>
            <w:shd w:val="solid" w:color="FFFFFF" w:fill="auto"/>
          </w:tcPr>
          <w:p w14:paraId="6BE295BA"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E96F69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307E8F44"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24AF52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367</w:t>
            </w:r>
          </w:p>
        </w:tc>
        <w:tc>
          <w:tcPr>
            <w:tcW w:w="428" w:type="dxa"/>
            <w:shd w:val="solid" w:color="FFFFFF" w:fill="auto"/>
          </w:tcPr>
          <w:p w14:paraId="10AB9DA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2CBEA43"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HARQ-ACK procedure</w:t>
            </w:r>
          </w:p>
        </w:tc>
        <w:tc>
          <w:tcPr>
            <w:tcW w:w="709" w:type="dxa"/>
            <w:shd w:val="solid" w:color="FFFFFF" w:fill="auto"/>
          </w:tcPr>
          <w:p w14:paraId="03E6C79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784792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1E80A895" w14:textId="77777777" w:rsidTr="00ED0681">
        <w:tc>
          <w:tcPr>
            <w:tcW w:w="800" w:type="dxa"/>
            <w:shd w:val="solid" w:color="FFFFFF" w:fill="auto"/>
          </w:tcPr>
          <w:p w14:paraId="6BCDD7C4"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2DB7DB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97233D6"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3D3B839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368</w:t>
            </w:r>
          </w:p>
        </w:tc>
        <w:tc>
          <w:tcPr>
            <w:tcW w:w="428" w:type="dxa"/>
            <w:shd w:val="solid" w:color="FFFFFF" w:fill="auto"/>
          </w:tcPr>
          <w:p w14:paraId="2F341272"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BB46A0A"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for A/N on PUSCH with W=1,2 in case of TDD channel selection</w:t>
            </w:r>
          </w:p>
        </w:tc>
        <w:tc>
          <w:tcPr>
            <w:tcW w:w="709" w:type="dxa"/>
            <w:shd w:val="solid" w:color="FFFFFF" w:fill="auto"/>
          </w:tcPr>
          <w:p w14:paraId="5354FE8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EB5C62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574DE33" w14:textId="77777777" w:rsidTr="00ED0681">
        <w:tc>
          <w:tcPr>
            <w:tcW w:w="800" w:type="dxa"/>
            <w:shd w:val="solid" w:color="FFFFFF" w:fill="auto"/>
          </w:tcPr>
          <w:p w14:paraId="48D015E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1E4F41D"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775FB63"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0439F2B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369</w:t>
            </w:r>
          </w:p>
        </w:tc>
        <w:tc>
          <w:tcPr>
            <w:tcW w:w="428" w:type="dxa"/>
            <w:shd w:val="solid" w:color="FFFFFF" w:fill="auto"/>
          </w:tcPr>
          <w:p w14:paraId="3E21F42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7A17967"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of PUCCH 2-1 Operation</w:t>
            </w:r>
          </w:p>
        </w:tc>
        <w:tc>
          <w:tcPr>
            <w:tcW w:w="709" w:type="dxa"/>
            <w:shd w:val="solid" w:color="FFFFFF" w:fill="auto"/>
          </w:tcPr>
          <w:p w14:paraId="48BB457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3642F3B"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0B0927B2" w14:textId="77777777" w:rsidTr="00ED0681">
        <w:tc>
          <w:tcPr>
            <w:tcW w:w="800" w:type="dxa"/>
            <w:shd w:val="solid" w:color="FFFFFF" w:fill="auto"/>
          </w:tcPr>
          <w:p w14:paraId="2F7D165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CCF7400"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DA2271F"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00C3CBA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370</w:t>
            </w:r>
          </w:p>
        </w:tc>
        <w:tc>
          <w:tcPr>
            <w:tcW w:w="428" w:type="dxa"/>
            <w:shd w:val="solid" w:color="FFFFFF" w:fill="auto"/>
          </w:tcPr>
          <w:p w14:paraId="72693F4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AAC7C2D"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PMI index</w:t>
            </w:r>
          </w:p>
        </w:tc>
        <w:tc>
          <w:tcPr>
            <w:tcW w:w="709" w:type="dxa"/>
            <w:shd w:val="solid" w:color="FFFFFF" w:fill="auto"/>
          </w:tcPr>
          <w:p w14:paraId="5624AE6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8428585"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7ADD11BD" w14:textId="77777777" w:rsidTr="00ED0681">
        <w:tc>
          <w:tcPr>
            <w:tcW w:w="800" w:type="dxa"/>
            <w:shd w:val="solid" w:color="FFFFFF" w:fill="auto"/>
          </w:tcPr>
          <w:p w14:paraId="79448C1C"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5C0141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4CEC0CB"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4AC705C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371</w:t>
            </w:r>
          </w:p>
        </w:tc>
        <w:tc>
          <w:tcPr>
            <w:tcW w:w="428" w:type="dxa"/>
            <w:shd w:val="solid" w:color="FFFFFF" w:fill="auto"/>
          </w:tcPr>
          <w:p w14:paraId="5036BCC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5EF4EB51"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to periodic CSI reports for carrier aggregation</w:t>
            </w:r>
          </w:p>
        </w:tc>
        <w:tc>
          <w:tcPr>
            <w:tcW w:w="709" w:type="dxa"/>
            <w:shd w:val="solid" w:color="FFFFFF" w:fill="auto"/>
          </w:tcPr>
          <w:p w14:paraId="74F4782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61B1BE44"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3C397E3" w14:textId="77777777" w:rsidTr="00ED0681">
        <w:tc>
          <w:tcPr>
            <w:tcW w:w="800" w:type="dxa"/>
            <w:shd w:val="solid" w:color="FFFFFF" w:fill="auto"/>
          </w:tcPr>
          <w:p w14:paraId="0DFE741A"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5B8C768"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CC6E94D"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5F10704"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373</w:t>
            </w:r>
          </w:p>
        </w:tc>
        <w:tc>
          <w:tcPr>
            <w:tcW w:w="428" w:type="dxa"/>
            <w:shd w:val="solid" w:color="FFFFFF" w:fill="auto"/>
          </w:tcPr>
          <w:p w14:paraId="0AA6E85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02C1AD0" w14:textId="77777777" w:rsidR="00951C3D" w:rsidRPr="00E9040D" w:rsidRDefault="00951C3D">
            <w:pPr>
              <w:spacing w:after="0"/>
              <w:rPr>
                <w:rFonts w:ascii="Arial" w:hAnsi="Arial" w:cs="Arial"/>
                <w:sz w:val="16"/>
                <w:szCs w:val="16"/>
              </w:rPr>
            </w:pPr>
            <w:r w:rsidRPr="00E9040D">
              <w:rPr>
                <w:rFonts w:ascii="Arial" w:hAnsi="Arial" w:cs="Arial"/>
                <w:sz w:val="16"/>
                <w:szCs w:val="16"/>
              </w:rPr>
              <w:t>Removal of square bracket in HARQ-ACK procedure</w:t>
            </w:r>
          </w:p>
        </w:tc>
        <w:tc>
          <w:tcPr>
            <w:tcW w:w="709" w:type="dxa"/>
            <w:shd w:val="solid" w:color="FFFFFF" w:fill="auto"/>
          </w:tcPr>
          <w:p w14:paraId="770D62CB"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793FFA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E49FC77" w14:textId="77777777" w:rsidTr="00ED0681">
        <w:tc>
          <w:tcPr>
            <w:tcW w:w="800" w:type="dxa"/>
            <w:shd w:val="solid" w:color="FFFFFF" w:fill="auto"/>
          </w:tcPr>
          <w:p w14:paraId="61A6C0B8"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53C4A3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04F7944C"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900CE33"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374</w:t>
            </w:r>
          </w:p>
        </w:tc>
        <w:tc>
          <w:tcPr>
            <w:tcW w:w="428" w:type="dxa"/>
            <w:shd w:val="solid" w:color="FFFFFF" w:fill="auto"/>
          </w:tcPr>
          <w:p w14:paraId="1EF342E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55AA9F3"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on UE</w:t>
            </w:r>
            <w:r w:rsidR="00985902">
              <w:rPr>
                <w:rFonts w:ascii="Arial" w:hAnsi="Arial" w:cs="Arial"/>
                <w:sz w:val="16"/>
                <w:szCs w:val="16"/>
              </w:rPr>
              <w:t>'</w:t>
            </w:r>
            <w:r w:rsidRPr="00E9040D">
              <w:rPr>
                <w:rFonts w:ascii="Arial" w:hAnsi="Arial" w:cs="Arial"/>
                <w:sz w:val="16"/>
                <w:szCs w:val="16"/>
              </w:rPr>
              <w:t>s capability of supporting PUCCH format 3</w:t>
            </w:r>
          </w:p>
        </w:tc>
        <w:tc>
          <w:tcPr>
            <w:tcW w:w="709" w:type="dxa"/>
            <w:shd w:val="solid" w:color="FFFFFF" w:fill="auto"/>
          </w:tcPr>
          <w:p w14:paraId="3236D028"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BDC523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1FDF2895" w14:textId="77777777" w:rsidTr="00ED0681">
        <w:tc>
          <w:tcPr>
            <w:tcW w:w="800" w:type="dxa"/>
            <w:shd w:val="solid" w:color="FFFFFF" w:fill="auto"/>
          </w:tcPr>
          <w:p w14:paraId="076732F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D1B812E"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3378BD1"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44FB9D0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375</w:t>
            </w:r>
          </w:p>
        </w:tc>
        <w:tc>
          <w:tcPr>
            <w:tcW w:w="428" w:type="dxa"/>
            <w:shd w:val="solid" w:color="FFFFFF" w:fill="auto"/>
          </w:tcPr>
          <w:p w14:paraId="03C4EA8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466A2C6"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Clarifications of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on PUSCH power control</w:t>
            </w:r>
          </w:p>
        </w:tc>
        <w:tc>
          <w:tcPr>
            <w:tcW w:w="709" w:type="dxa"/>
            <w:shd w:val="solid" w:color="FFFFFF" w:fill="auto"/>
          </w:tcPr>
          <w:p w14:paraId="607F5C52"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1105A031"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343569" w:rsidRPr="00E9040D" w14:paraId="552CDD3A" w14:textId="77777777" w:rsidTr="00ED0681">
        <w:tc>
          <w:tcPr>
            <w:tcW w:w="800" w:type="dxa"/>
            <w:shd w:val="solid" w:color="FFFFFF" w:fill="auto"/>
          </w:tcPr>
          <w:p w14:paraId="4F24991F" w14:textId="77777777" w:rsidR="00343569" w:rsidRPr="00E9040D" w:rsidRDefault="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28/02/12</w:t>
            </w:r>
          </w:p>
        </w:tc>
        <w:tc>
          <w:tcPr>
            <w:tcW w:w="800" w:type="dxa"/>
            <w:shd w:val="solid" w:color="FFFFFF" w:fill="auto"/>
          </w:tcPr>
          <w:p w14:paraId="4A130E8E" w14:textId="77777777" w:rsidR="00343569"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43569" w:rsidRPr="00E9040D">
              <w:rPr>
                <w:rFonts w:ascii="Arial" w:hAnsi="Arial" w:cs="Arial"/>
                <w:snapToGrid w:val="0"/>
                <w:sz w:val="16"/>
                <w:szCs w:val="16"/>
                <w:lang w:val="en-AU"/>
              </w:rPr>
              <w:t>55</w:t>
            </w:r>
          </w:p>
        </w:tc>
        <w:tc>
          <w:tcPr>
            <w:tcW w:w="901" w:type="dxa"/>
            <w:shd w:val="solid" w:color="FFFFFF" w:fill="auto"/>
            <w:vAlign w:val="center"/>
          </w:tcPr>
          <w:p w14:paraId="582244B0"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RP-120286</w:t>
            </w:r>
          </w:p>
        </w:tc>
        <w:tc>
          <w:tcPr>
            <w:tcW w:w="525" w:type="dxa"/>
            <w:shd w:val="solid" w:color="FFFFFF" w:fill="auto"/>
          </w:tcPr>
          <w:p w14:paraId="35B1EB61"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376</w:t>
            </w:r>
          </w:p>
        </w:tc>
        <w:tc>
          <w:tcPr>
            <w:tcW w:w="428" w:type="dxa"/>
            <w:shd w:val="solid" w:color="FFFFFF" w:fill="auto"/>
          </w:tcPr>
          <w:p w14:paraId="059FC11B"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CBFEC9E" w14:textId="77777777" w:rsidR="00343569" w:rsidRPr="00E9040D" w:rsidRDefault="00343569">
            <w:pPr>
              <w:spacing w:after="0"/>
              <w:rPr>
                <w:rFonts w:ascii="Arial" w:hAnsi="Arial" w:cs="Arial"/>
                <w:sz w:val="16"/>
                <w:szCs w:val="16"/>
              </w:rPr>
            </w:pPr>
            <w:r w:rsidRPr="00E9040D">
              <w:rPr>
                <w:rFonts w:ascii="Arial" w:hAnsi="Arial" w:cs="Arial"/>
                <w:sz w:val="16"/>
                <w:szCs w:val="16"/>
              </w:rPr>
              <w:t>RNTI Configuration associated with DL Resource Allocation Type 2</w:t>
            </w:r>
          </w:p>
        </w:tc>
        <w:tc>
          <w:tcPr>
            <w:tcW w:w="709" w:type="dxa"/>
            <w:shd w:val="solid" w:color="FFFFFF" w:fill="auto"/>
          </w:tcPr>
          <w:p w14:paraId="49E55200" w14:textId="77777777" w:rsidR="00343569" w:rsidRPr="00E9040D" w:rsidRDefault="00343569">
            <w:pPr>
              <w:spacing w:after="0"/>
              <w:rPr>
                <w:rFonts w:ascii="Arial" w:hAnsi="Arial"/>
                <w:snapToGrid w:val="0"/>
                <w:sz w:val="16"/>
                <w:lang w:val="en-AU"/>
              </w:rPr>
            </w:pPr>
            <w:r w:rsidRPr="00E9040D">
              <w:rPr>
                <w:rFonts w:ascii="Arial" w:hAnsi="Arial"/>
                <w:snapToGrid w:val="0"/>
                <w:sz w:val="16"/>
                <w:lang w:val="en-AU"/>
              </w:rPr>
              <w:t>10.4.0</w:t>
            </w:r>
          </w:p>
        </w:tc>
        <w:tc>
          <w:tcPr>
            <w:tcW w:w="666" w:type="dxa"/>
            <w:shd w:val="solid" w:color="FFFFFF" w:fill="auto"/>
          </w:tcPr>
          <w:p w14:paraId="7D87935A" w14:textId="77777777" w:rsidR="00343569" w:rsidRPr="00E9040D" w:rsidRDefault="00343569">
            <w:pPr>
              <w:spacing w:after="0"/>
              <w:rPr>
                <w:rFonts w:ascii="Arial" w:hAnsi="Arial"/>
                <w:snapToGrid w:val="0"/>
                <w:sz w:val="16"/>
                <w:lang w:val="en-AU"/>
              </w:rPr>
            </w:pPr>
            <w:r w:rsidRPr="00E9040D">
              <w:rPr>
                <w:rFonts w:ascii="Arial" w:hAnsi="Arial"/>
                <w:snapToGrid w:val="0"/>
                <w:sz w:val="16"/>
                <w:lang w:val="en-AU"/>
              </w:rPr>
              <w:t>10.5.0</w:t>
            </w:r>
          </w:p>
        </w:tc>
      </w:tr>
      <w:tr w:rsidR="00343569" w:rsidRPr="00E9040D" w14:paraId="165DF136" w14:textId="77777777" w:rsidTr="00ED0681">
        <w:tc>
          <w:tcPr>
            <w:tcW w:w="800" w:type="dxa"/>
            <w:shd w:val="solid" w:color="FFFFFF" w:fill="auto"/>
          </w:tcPr>
          <w:p w14:paraId="352FEBE3" w14:textId="77777777" w:rsidR="00343569" w:rsidRPr="00E9040D" w:rsidRDefault="00343569"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28/02/12</w:t>
            </w:r>
          </w:p>
        </w:tc>
        <w:tc>
          <w:tcPr>
            <w:tcW w:w="800" w:type="dxa"/>
            <w:shd w:val="solid" w:color="FFFFFF" w:fill="auto"/>
          </w:tcPr>
          <w:p w14:paraId="0A7939F0" w14:textId="77777777" w:rsidR="00343569"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43569" w:rsidRPr="00E9040D">
              <w:rPr>
                <w:rFonts w:ascii="Arial" w:hAnsi="Arial" w:cs="Arial"/>
                <w:snapToGrid w:val="0"/>
                <w:sz w:val="16"/>
                <w:szCs w:val="16"/>
                <w:lang w:val="en-AU"/>
              </w:rPr>
              <w:t>55</w:t>
            </w:r>
          </w:p>
        </w:tc>
        <w:tc>
          <w:tcPr>
            <w:tcW w:w="901" w:type="dxa"/>
            <w:shd w:val="solid" w:color="FFFFFF" w:fill="auto"/>
            <w:vAlign w:val="center"/>
          </w:tcPr>
          <w:p w14:paraId="67B050D3"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RP-120283</w:t>
            </w:r>
          </w:p>
        </w:tc>
        <w:tc>
          <w:tcPr>
            <w:tcW w:w="525" w:type="dxa"/>
            <w:shd w:val="solid" w:color="FFFFFF" w:fill="auto"/>
          </w:tcPr>
          <w:p w14:paraId="7219A809"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377</w:t>
            </w:r>
          </w:p>
        </w:tc>
        <w:tc>
          <w:tcPr>
            <w:tcW w:w="428" w:type="dxa"/>
            <w:shd w:val="solid" w:color="FFFFFF" w:fill="auto"/>
          </w:tcPr>
          <w:p w14:paraId="5D5044FF"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B73E1D8" w14:textId="77777777" w:rsidR="00343569" w:rsidRPr="00E9040D" w:rsidRDefault="00343569" w:rsidP="00343569">
            <w:pPr>
              <w:spacing w:after="0"/>
              <w:rPr>
                <w:rFonts w:ascii="Arial" w:hAnsi="Arial" w:cs="Arial"/>
                <w:sz w:val="16"/>
                <w:szCs w:val="16"/>
              </w:rPr>
            </w:pPr>
            <w:r w:rsidRPr="00E9040D">
              <w:rPr>
                <w:rFonts w:ascii="Arial" w:hAnsi="Arial" w:cs="Arial"/>
                <w:sz w:val="16"/>
                <w:szCs w:val="16"/>
              </w:rPr>
              <w:t xml:space="preserve">Correction for ACK/NACK related procedure in case of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0</w:t>
            </w:r>
          </w:p>
        </w:tc>
        <w:tc>
          <w:tcPr>
            <w:tcW w:w="709" w:type="dxa"/>
            <w:shd w:val="solid" w:color="FFFFFF" w:fill="auto"/>
          </w:tcPr>
          <w:p w14:paraId="57AC1B4C" w14:textId="77777777" w:rsidR="00343569" w:rsidRPr="00E9040D" w:rsidRDefault="00343569" w:rsidP="00343569">
            <w:pPr>
              <w:spacing w:after="0"/>
              <w:rPr>
                <w:rFonts w:ascii="Arial" w:hAnsi="Arial"/>
                <w:snapToGrid w:val="0"/>
                <w:sz w:val="16"/>
                <w:lang w:val="en-AU"/>
              </w:rPr>
            </w:pPr>
            <w:r w:rsidRPr="00E9040D">
              <w:rPr>
                <w:rFonts w:ascii="Arial" w:hAnsi="Arial"/>
                <w:snapToGrid w:val="0"/>
                <w:sz w:val="16"/>
                <w:lang w:val="en-AU"/>
              </w:rPr>
              <w:t>10.4.0</w:t>
            </w:r>
          </w:p>
        </w:tc>
        <w:tc>
          <w:tcPr>
            <w:tcW w:w="666" w:type="dxa"/>
            <w:shd w:val="solid" w:color="FFFFFF" w:fill="auto"/>
          </w:tcPr>
          <w:p w14:paraId="00A007F5" w14:textId="77777777" w:rsidR="00343569" w:rsidRPr="00E9040D" w:rsidRDefault="00343569" w:rsidP="00343569">
            <w:pPr>
              <w:spacing w:after="0"/>
              <w:rPr>
                <w:rFonts w:ascii="Arial" w:hAnsi="Arial"/>
                <w:snapToGrid w:val="0"/>
                <w:sz w:val="16"/>
                <w:lang w:val="en-AU"/>
              </w:rPr>
            </w:pPr>
            <w:r w:rsidRPr="00E9040D">
              <w:rPr>
                <w:rFonts w:ascii="Arial" w:hAnsi="Arial"/>
                <w:snapToGrid w:val="0"/>
                <w:sz w:val="16"/>
                <w:lang w:val="en-AU"/>
              </w:rPr>
              <w:t>10.5.0</w:t>
            </w:r>
          </w:p>
        </w:tc>
      </w:tr>
      <w:tr w:rsidR="009F33E3" w:rsidRPr="00E9040D" w14:paraId="597203C9" w14:textId="77777777" w:rsidTr="00ED0681">
        <w:tc>
          <w:tcPr>
            <w:tcW w:w="800" w:type="dxa"/>
            <w:shd w:val="solid" w:color="FFFFFF" w:fill="auto"/>
          </w:tcPr>
          <w:p w14:paraId="2CFB68BB" w14:textId="77777777" w:rsidR="009F33E3" w:rsidRPr="00E9040D" w:rsidRDefault="009F33E3"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43ED912F" w14:textId="77777777" w:rsidR="009F33E3"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F33E3" w:rsidRPr="00E9040D">
              <w:rPr>
                <w:rFonts w:ascii="Arial" w:hAnsi="Arial" w:cs="Arial"/>
                <w:snapToGrid w:val="0"/>
                <w:sz w:val="16"/>
                <w:szCs w:val="16"/>
                <w:lang w:val="en-AU"/>
              </w:rPr>
              <w:t>56</w:t>
            </w:r>
          </w:p>
        </w:tc>
        <w:tc>
          <w:tcPr>
            <w:tcW w:w="901" w:type="dxa"/>
            <w:shd w:val="solid" w:color="FFFFFF" w:fill="auto"/>
            <w:vAlign w:val="center"/>
          </w:tcPr>
          <w:p w14:paraId="0BE77F99"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RP-120737</w:t>
            </w:r>
          </w:p>
        </w:tc>
        <w:tc>
          <w:tcPr>
            <w:tcW w:w="525" w:type="dxa"/>
            <w:shd w:val="solid" w:color="FFFFFF" w:fill="auto"/>
          </w:tcPr>
          <w:p w14:paraId="4B16BF56"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378</w:t>
            </w:r>
          </w:p>
        </w:tc>
        <w:tc>
          <w:tcPr>
            <w:tcW w:w="428" w:type="dxa"/>
            <w:shd w:val="solid" w:color="FFFFFF" w:fill="auto"/>
          </w:tcPr>
          <w:p w14:paraId="42B72D45"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0850808B" w14:textId="77777777" w:rsidR="009F33E3" w:rsidRPr="00E9040D" w:rsidRDefault="009F33E3" w:rsidP="00343569">
            <w:pPr>
              <w:spacing w:after="0"/>
              <w:rPr>
                <w:rFonts w:ascii="Arial" w:hAnsi="Arial" w:cs="Arial"/>
                <w:sz w:val="16"/>
                <w:szCs w:val="16"/>
              </w:rPr>
            </w:pPr>
            <w:r w:rsidRPr="00E9040D">
              <w:rPr>
                <w:rFonts w:ascii="Arial" w:hAnsi="Arial" w:cs="Arial"/>
                <w:sz w:val="16"/>
                <w:szCs w:val="16"/>
              </w:rPr>
              <w:t>Correction of FDD channel selection HARQ-ACK and SR transmission</w:t>
            </w:r>
          </w:p>
        </w:tc>
        <w:tc>
          <w:tcPr>
            <w:tcW w:w="709" w:type="dxa"/>
            <w:shd w:val="solid" w:color="FFFFFF" w:fill="auto"/>
          </w:tcPr>
          <w:p w14:paraId="13600B1F" w14:textId="77777777" w:rsidR="009F33E3" w:rsidRPr="00E9040D" w:rsidRDefault="009F33E3"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669767B2" w14:textId="77777777" w:rsidR="009F33E3" w:rsidRPr="00E9040D" w:rsidRDefault="009F33E3" w:rsidP="00343569">
            <w:pPr>
              <w:spacing w:after="0"/>
              <w:rPr>
                <w:rFonts w:ascii="Arial" w:hAnsi="Arial"/>
                <w:snapToGrid w:val="0"/>
                <w:sz w:val="16"/>
                <w:lang w:val="en-AU"/>
              </w:rPr>
            </w:pPr>
            <w:r w:rsidRPr="00E9040D">
              <w:rPr>
                <w:rFonts w:ascii="Arial" w:hAnsi="Arial"/>
                <w:snapToGrid w:val="0"/>
                <w:sz w:val="16"/>
                <w:lang w:val="en-AU"/>
              </w:rPr>
              <w:t>10.6.0</w:t>
            </w:r>
          </w:p>
        </w:tc>
      </w:tr>
      <w:tr w:rsidR="0036740E" w:rsidRPr="00E9040D" w14:paraId="69EFBCA9" w14:textId="77777777" w:rsidTr="00ED0681">
        <w:tc>
          <w:tcPr>
            <w:tcW w:w="800" w:type="dxa"/>
            <w:shd w:val="solid" w:color="FFFFFF" w:fill="auto"/>
          </w:tcPr>
          <w:p w14:paraId="060813FC" w14:textId="77777777" w:rsidR="0036740E" w:rsidRPr="00E9040D" w:rsidRDefault="0036740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7EF3557A" w14:textId="77777777" w:rsidR="0036740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6740E" w:rsidRPr="00E9040D">
              <w:rPr>
                <w:rFonts w:ascii="Arial" w:hAnsi="Arial" w:cs="Arial"/>
                <w:snapToGrid w:val="0"/>
                <w:sz w:val="16"/>
                <w:szCs w:val="16"/>
                <w:lang w:val="en-AU"/>
              </w:rPr>
              <w:t>56</w:t>
            </w:r>
          </w:p>
        </w:tc>
        <w:tc>
          <w:tcPr>
            <w:tcW w:w="901" w:type="dxa"/>
            <w:shd w:val="solid" w:color="FFFFFF" w:fill="auto"/>
            <w:vAlign w:val="center"/>
          </w:tcPr>
          <w:p w14:paraId="58232C98"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RP-120738</w:t>
            </w:r>
          </w:p>
        </w:tc>
        <w:tc>
          <w:tcPr>
            <w:tcW w:w="525" w:type="dxa"/>
            <w:shd w:val="solid" w:color="FFFFFF" w:fill="auto"/>
          </w:tcPr>
          <w:p w14:paraId="5872A60C"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379</w:t>
            </w:r>
          </w:p>
        </w:tc>
        <w:tc>
          <w:tcPr>
            <w:tcW w:w="428" w:type="dxa"/>
            <w:shd w:val="solid" w:color="FFFFFF" w:fill="auto"/>
          </w:tcPr>
          <w:p w14:paraId="41590A9A"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FF89389" w14:textId="77777777" w:rsidR="0036740E" w:rsidRPr="00E9040D" w:rsidRDefault="0036740E" w:rsidP="00343569">
            <w:pPr>
              <w:spacing w:after="0"/>
              <w:rPr>
                <w:rFonts w:ascii="Arial" w:hAnsi="Arial" w:cs="Arial"/>
                <w:sz w:val="16"/>
                <w:szCs w:val="16"/>
              </w:rPr>
            </w:pPr>
            <w:r w:rsidRPr="00E9040D">
              <w:rPr>
                <w:rFonts w:ascii="Arial" w:hAnsi="Arial" w:cs="Arial"/>
                <w:sz w:val="16"/>
                <w:szCs w:val="16"/>
              </w:rPr>
              <w:t>Removal of description with square brackets</w:t>
            </w:r>
          </w:p>
        </w:tc>
        <w:tc>
          <w:tcPr>
            <w:tcW w:w="709" w:type="dxa"/>
            <w:shd w:val="solid" w:color="FFFFFF" w:fill="auto"/>
          </w:tcPr>
          <w:p w14:paraId="4E409D39"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1FDC853A"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10.6.0</w:t>
            </w:r>
          </w:p>
        </w:tc>
      </w:tr>
      <w:tr w:rsidR="0036740E" w:rsidRPr="00E9040D" w14:paraId="2C89FB33" w14:textId="77777777" w:rsidTr="00ED0681">
        <w:tc>
          <w:tcPr>
            <w:tcW w:w="800" w:type="dxa"/>
            <w:shd w:val="solid" w:color="FFFFFF" w:fill="auto"/>
          </w:tcPr>
          <w:p w14:paraId="2D25A13F" w14:textId="77777777" w:rsidR="0036740E" w:rsidRPr="00E9040D" w:rsidRDefault="0036740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17A7BF69" w14:textId="77777777" w:rsidR="0036740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6740E" w:rsidRPr="00E9040D">
              <w:rPr>
                <w:rFonts w:ascii="Arial" w:hAnsi="Arial" w:cs="Arial"/>
                <w:snapToGrid w:val="0"/>
                <w:sz w:val="16"/>
                <w:szCs w:val="16"/>
                <w:lang w:val="en-AU"/>
              </w:rPr>
              <w:t>56</w:t>
            </w:r>
          </w:p>
        </w:tc>
        <w:tc>
          <w:tcPr>
            <w:tcW w:w="901" w:type="dxa"/>
            <w:shd w:val="solid" w:color="FFFFFF" w:fill="auto"/>
            <w:vAlign w:val="center"/>
          </w:tcPr>
          <w:p w14:paraId="1966EA9A"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RP-120738</w:t>
            </w:r>
          </w:p>
        </w:tc>
        <w:tc>
          <w:tcPr>
            <w:tcW w:w="525" w:type="dxa"/>
            <w:shd w:val="solid" w:color="FFFFFF" w:fill="auto"/>
          </w:tcPr>
          <w:p w14:paraId="1C42C60D"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381</w:t>
            </w:r>
          </w:p>
        </w:tc>
        <w:tc>
          <w:tcPr>
            <w:tcW w:w="428" w:type="dxa"/>
            <w:shd w:val="solid" w:color="FFFFFF" w:fill="auto"/>
          </w:tcPr>
          <w:p w14:paraId="48B4ABBA"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62CD197" w14:textId="77777777" w:rsidR="0036740E" w:rsidRPr="00E9040D" w:rsidRDefault="0036740E" w:rsidP="00343569">
            <w:pPr>
              <w:spacing w:after="0"/>
              <w:rPr>
                <w:rFonts w:ascii="Arial" w:hAnsi="Arial" w:cs="Arial"/>
                <w:sz w:val="16"/>
                <w:szCs w:val="16"/>
              </w:rPr>
            </w:pPr>
            <w:r w:rsidRPr="00E9040D">
              <w:rPr>
                <w:rFonts w:ascii="Arial" w:hAnsi="Arial" w:cs="Arial"/>
                <w:sz w:val="16"/>
                <w:szCs w:val="16"/>
              </w:rPr>
              <w:t>Correction on transmission mode 9 with a single antenna port transmission</w:t>
            </w:r>
          </w:p>
        </w:tc>
        <w:tc>
          <w:tcPr>
            <w:tcW w:w="709" w:type="dxa"/>
            <w:shd w:val="solid" w:color="FFFFFF" w:fill="auto"/>
          </w:tcPr>
          <w:p w14:paraId="10717197"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6B1F5843"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10.6.0</w:t>
            </w:r>
          </w:p>
        </w:tc>
      </w:tr>
      <w:tr w:rsidR="00D060E0" w:rsidRPr="00E9040D" w14:paraId="3475B9C1" w14:textId="77777777" w:rsidTr="00ED0681">
        <w:tc>
          <w:tcPr>
            <w:tcW w:w="800" w:type="dxa"/>
            <w:shd w:val="solid" w:color="FFFFFF" w:fill="auto"/>
          </w:tcPr>
          <w:p w14:paraId="4476ACEB" w14:textId="77777777" w:rsidR="00D060E0" w:rsidRPr="00E9040D" w:rsidRDefault="00D060E0"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17D48199" w14:textId="77777777" w:rsidR="00D060E0"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060E0" w:rsidRPr="00E9040D">
              <w:rPr>
                <w:rFonts w:ascii="Arial" w:hAnsi="Arial" w:cs="Arial"/>
                <w:snapToGrid w:val="0"/>
                <w:sz w:val="16"/>
                <w:szCs w:val="16"/>
                <w:lang w:val="en-AU"/>
              </w:rPr>
              <w:t>57</w:t>
            </w:r>
          </w:p>
        </w:tc>
        <w:tc>
          <w:tcPr>
            <w:tcW w:w="901" w:type="dxa"/>
            <w:shd w:val="solid" w:color="FFFFFF" w:fill="auto"/>
            <w:vAlign w:val="center"/>
          </w:tcPr>
          <w:p w14:paraId="4E7C9655"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RP-121265</w:t>
            </w:r>
          </w:p>
        </w:tc>
        <w:tc>
          <w:tcPr>
            <w:tcW w:w="525" w:type="dxa"/>
            <w:shd w:val="solid" w:color="FFFFFF" w:fill="auto"/>
          </w:tcPr>
          <w:p w14:paraId="1CA02D39"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382</w:t>
            </w:r>
          </w:p>
        </w:tc>
        <w:tc>
          <w:tcPr>
            <w:tcW w:w="428" w:type="dxa"/>
            <w:shd w:val="solid" w:color="FFFFFF" w:fill="auto"/>
          </w:tcPr>
          <w:p w14:paraId="47F39E3A"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809EB96" w14:textId="77777777" w:rsidR="00D060E0" w:rsidRPr="00E9040D" w:rsidRDefault="00D060E0" w:rsidP="00343569">
            <w:pPr>
              <w:spacing w:after="0"/>
              <w:rPr>
                <w:rFonts w:ascii="Arial" w:hAnsi="Arial" w:cs="Arial"/>
                <w:sz w:val="16"/>
                <w:szCs w:val="16"/>
              </w:rPr>
            </w:pPr>
            <w:r w:rsidRPr="00E9040D">
              <w:rPr>
                <w:rFonts w:ascii="Arial" w:hAnsi="Arial" w:cs="Arial"/>
                <w:sz w:val="16"/>
                <w:szCs w:val="16"/>
              </w:rPr>
              <w:t>Clarification of codebook subsampling for PUCCH 2-1</w:t>
            </w:r>
          </w:p>
        </w:tc>
        <w:tc>
          <w:tcPr>
            <w:tcW w:w="709" w:type="dxa"/>
            <w:shd w:val="solid" w:color="FFFFFF" w:fill="auto"/>
          </w:tcPr>
          <w:p w14:paraId="5F9FD57F" w14:textId="77777777" w:rsidR="00D060E0" w:rsidRPr="00E9040D" w:rsidRDefault="00D060E0"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11CE5A95" w14:textId="77777777" w:rsidR="00D060E0" w:rsidRPr="00E9040D" w:rsidRDefault="00D060E0" w:rsidP="00343569">
            <w:pPr>
              <w:spacing w:after="0"/>
              <w:rPr>
                <w:rFonts w:ascii="Arial" w:hAnsi="Arial"/>
                <w:snapToGrid w:val="0"/>
                <w:sz w:val="16"/>
                <w:lang w:val="en-AU"/>
              </w:rPr>
            </w:pPr>
            <w:r w:rsidRPr="00E9040D">
              <w:rPr>
                <w:rFonts w:ascii="Arial" w:hAnsi="Arial"/>
                <w:snapToGrid w:val="0"/>
                <w:sz w:val="16"/>
                <w:lang w:val="en-AU"/>
              </w:rPr>
              <w:t>10.7.0</w:t>
            </w:r>
          </w:p>
        </w:tc>
      </w:tr>
      <w:tr w:rsidR="0090191B" w:rsidRPr="00E9040D" w14:paraId="18B50034" w14:textId="77777777" w:rsidTr="00ED0681">
        <w:tc>
          <w:tcPr>
            <w:tcW w:w="800" w:type="dxa"/>
            <w:shd w:val="solid" w:color="FFFFFF" w:fill="auto"/>
          </w:tcPr>
          <w:p w14:paraId="236400B9" w14:textId="77777777" w:rsidR="0090191B" w:rsidRPr="00E9040D" w:rsidRDefault="0090191B"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4E7C8A5B" w14:textId="77777777" w:rsidR="0090191B"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0191B" w:rsidRPr="00E9040D">
              <w:rPr>
                <w:rFonts w:ascii="Arial" w:hAnsi="Arial" w:cs="Arial"/>
                <w:snapToGrid w:val="0"/>
                <w:sz w:val="16"/>
                <w:szCs w:val="16"/>
                <w:lang w:val="en-AU"/>
              </w:rPr>
              <w:t>57</w:t>
            </w:r>
          </w:p>
        </w:tc>
        <w:tc>
          <w:tcPr>
            <w:tcW w:w="901" w:type="dxa"/>
            <w:shd w:val="solid" w:color="FFFFFF" w:fill="auto"/>
            <w:vAlign w:val="center"/>
          </w:tcPr>
          <w:p w14:paraId="1AD49409"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RP-121266</w:t>
            </w:r>
          </w:p>
        </w:tc>
        <w:tc>
          <w:tcPr>
            <w:tcW w:w="525" w:type="dxa"/>
            <w:shd w:val="solid" w:color="FFFFFF" w:fill="auto"/>
          </w:tcPr>
          <w:p w14:paraId="683FE1FA"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383</w:t>
            </w:r>
          </w:p>
        </w:tc>
        <w:tc>
          <w:tcPr>
            <w:tcW w:w="428" w:type="dxa"/>
            <w:shd w:val="solid" w:color="FFFFFF" w:fill="auto"/>
          </w:tcPr>
          <w:p w14:paraId="75CD2350"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9D098B1" w14:textId="77777777" w:rsidR="0090191B" w:rsidRPr="00E9040D" w:rsidRDefault="0090191B" w:rsidP="00343569">
            <w:pPr>
              <w:spacing w:after="0"/>
              <w:rPr>
                <w:rFonts w:ascii="Arial" w:hAnsi="Arial" w:cs="Arial"/>
                <w:sz w:val="16"/>
                <w:szCs w:val="16"/>
              </w:rPr>
            </w:pPr>
            <w:r w:rsidRPr="00E9040D">
              <w:rPr>
                <w:rFonts w:ascii="Arial" w:hAnsi="Arial" w:cs="Arial"/>
                <w:sz w:val="16"/>
                <w:szCs w:val="16"/>
              </w:rPr>
              <w:t>Correction to UE transmit antenna selection</w:t>
            </w:r>
          </w:p>
        </w:tc>
        <w:tc>
          <w:tcPr>
            <w:tcW w:w="709" w:type="dxa"/>
            <w:shd w:val="solid" w:color="FFFFFF" w:fill="auto"/>
          </w:tcPr>
          <w:p w14:paraId="327E960B" w14:textId="77777777" w:rsidR="0090191B" w:rsidRPr="00E9040D" w:rsidRDefault="0090191B"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3D4EF25F" w14:textId="77777777" w:rsidR="0090191B" w:rsidRPr="00E9040D" w:rsidRDefault="0090191B" w:rsidP="00343569">
            <w:pPr>
              <w:spacing w:after="0"/>
              <w:rPr>
                <w:rFonts w:ascii="Arial" w:hAnsi="Arial"/>
                <w:snapToGrid w:val="0"/>
                <w:sz w:val="16"/>
                <w:lang w:val="en-AU"/>
              </w:rPr>
            </w:pPr>
            <w:r w:rsidRPr="00E9040D">
              <w:rPr>
                <w:rFonts w:ascii="Arial" w:hAnsi="Arial"/>
                <w:snapToGrid w:val="0"/>
                <w:sz w:val="16"/>
                <w:lang w:val="en-AU"/>
              </w:rPr>
              <w:t>10.7.0</w:t>
            </w:r>
          </w:p>
        </w:tc>
      </w:tr>
      <w:tr w:rsidR="009032EE" w:rsidRPr="00E9040D" w14:paraId="3B7017D3" w14:textId="77777777" w:rsidTr="00ED0681">
        <w:tc>
          <w:tcPr>
            <w:tcW w:w="800" w:type="dxa"/>
            <w:shd w:val="solid" w:color="FFFFFF" w:fill="auto"/>
          </w:tcPr>
          <w:p w14:paraId="72D58E9F" w14:textId="77777777" w:rsidR="009032EE" w:rsidRPr="00E9040D" w:rsidRDefault="009032E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05CD71C3" w14:textId="77777777" w:rsidR="009032E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032EE" w:rsidRPr="00E9040D">
              <w:rPr>
                <w:rFonts w:ascii="Arial" w:hAnsi="Arial" w:cs="Arial"/>
                <w:snapToGrid w:val="0"/>
                <w:sz w:val="16"/>
                <w:szCs w:val="16"/>
                <w:lang w:val="en-AU"/>
              </w:rPr>
              <w:t>57</w:t>
            </w:r>
          </w:p>
        </w:tc>
        <w:tc>
          <w:tcPr>
            <w:tcW w:w="901" w:type="dxa"/>
            <w:shd w:val="solid" w:color="FFFFFF" w:fill="auto"/>
            <w:vAlign w:val="center"/>
          </w:tcPr>
          <w:p w14:paraId="3591ED07"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RP-121264</w:t>
            </w:r>
          </w:p>
        </w:tc>
        <w:tc>
          <w:tcPr>
            <w:tcW w:w="525" w:type="dxa"/>
            <w:shd w:val="solid" w:color="FFFFFF" w:fill="auto"/>
          </w:tcPr>
          <w:p w14:paraId="3A3EFF4F"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384</w:t>
            </w:r>
          </w:p>
        </w:tc>
        <w:tc>
          <w:tcPr>
            <w:tcW w:w="428" w:type="dxa"/>
            <w:shd w:val="solid" w:color="FFFFFF" w:fill="auto"/>
          </w:tcPr>
          <w:p w14:paraId="1DD54468"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9AE00EE" w14:textId="77777777" w:rsidR="009032EE" w:rsidRPr="00E9040D" w:rsidRDefault="009032EE" w:rsidP="00343569">
            <w:pPr>
              <w:spacing w:after="0"/>
              <w:rPr>
                <w:rFonts w:ascii="Arial" w:hAnsi="Arial" w:cs="Arial"/>
                <w:sz w:val="16"/>
                <w:szCs w:val="16"/>
              </w:rPr>
            </w:pP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HARQ-ACK</w:t>
                </w:r>
              </w:smartTag>
            </w:smartTag>
            <w:r w:rsidRPr="00E9040D">
              <w:rPr>
                <w:rFonts w:ascii="Arial" w:hAnsi="Arial" w:cs="Arial"/>
                <w:sz w:val="16"/>
                <w:szCs w:val="16"/>
              </w:rPr>
              <w:t xml:space="preserve"> procedure for PUCCH format 1b with channel selection in carrier aggregation</w:t>
            </w:r>
          </w:p>
        </w:tc>
        <w:tc>
          <w:tcPr>
            <w:tcW w:w="709" w:type="dxa"/>
            <w:shd w:val="solid" w:color="FFFFFF" w:fill="auto"/>
          </w:tcPr>
          <w:p w14:paraId="43667850" w14:textId="77777777" w:rsidR="009032EE" w:rsidRPr="00E9040D" w:rsidRDefault="009032EE"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4D226456" w14:textId="77777777" w:rsidR="009032EE" w:rsidRPr="00E9040D" w:rsidRDefault="009032EE" w:rsidP="00343569">
            <w:pPr>
              <w:spacing w:after="0"/>
              <w:rPr>
                <w:rFonts w:ascii="Arial" w:hAnsi="Arial"/>
                <w:snapToGrid w:val="0"/>
                <w:sz w:val="16"/>
                <w:lang w:val="en-AU"/>
              </w:rPr>
            </w:pPr>
            <w:r w:rsidRPr="00E9040D">
              <w:rPr>
                <w:rFonts w:ascii="Arial" w:hAnsi="Arial"/>
                <w:snapToGrid w:val="0"/>
                <w:sz w:val="16"/>
                <w:lang w:val="en-AU"/>
              </w:rPr>
              <w:t>10.7.0</w:t>
            </w:r>
          </w:p>
        </w:tc>
      </w:tr>
      <w:tr w:rsidR="003F7C09" w:rsidRPr="00E9040D" w14:paraId="11E806B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64ED8A9" w14:textId="77777777" w:rsidR="003F7C09" w:rsidRPr="00E9040D" w:rsidRDefault="003F7C09"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DAB186" w14:textId="77777777" w:rsidR="003F7C09"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F7C0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5D92B42"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RP-121265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75D6B0E"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385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5E0B707"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8DA5132" w14:textId="77777777" w:rsidR="003F7C09" w:rsidRPr="00E9040D" w:rsidRDefault="003F7C09" w:rsidP="003C6EE8">
            <w:pPr>
              <w:spacing w:after="0"/>
              <w:rPr>
                <w:rFonts w:ascii="Arial" w:hAnsi="Arial" w:cs="Arial"/>
                <w:sz w:val="16"/>
                <w:szCs w:val="16"/>
              </w:rPr>
            </w:pPr>
            <w:r w:rsidRPr="00E9040D">
              <w:rPr>
                <w:rFonts w:ascii="Arial" w:hAnsi="Arial" w:cs="Arial"/>
                <w:sz w:val="16"/>
                <w:szCs w:val="16"/>
              </w:rPr>
              <w:t>Corrections for Handling CSI-RS patterns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A69DA36" w14:textId="77777777" w:rsidR="003F7C09" w:rsidRPr="00E9040D" w:rsidRDefault="003F7C09"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9E5046F" w14:textId="77777777" w:rsidR="003F7C09" w:rsidRPr="00E9040D" w:rsidRDefault="003F7C09" w:rsidP="003C6EE8">
            <w:pPr>
              <w:spacing w:after="0"/>
              <w:rPr>
                <w:rFonts w:ascii="Arial" w:hAnsi="Arial"/>
                <w:snapToGrid w:val="0"/>
                <w:sz w:val="16"/>
                <w:lang w:val="en-AU"/>
              </w:rPr>
            </w:pPr>
            <w:r w:rsidRPr="00E9040D">
              <w:rPr>
                <w:rFonts w:ascii="Arial" w:hAnsi="Arial"/>
                <w:snapToGrid w:val="0"/>
                <w:sz w:val="16"/>
                <w:lang w:val="en-AU"/>
              </w:rPr>
              <w:t>10.7.0</w:t>
            </w:r>
          </w:p>
        </w:tc>
      </w:tr>
      <w:tr w:rsidR="00CD15CC" w:rsidRPr="00E9040D" w14:paraId="17B4F44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D568602" w14:textId="77777777" w:rsidR="00CD15CC" w:rsidRPr="00E9040D" w:rsidRDefault="00CD15CC"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5FA0F1" w14:textId="77777777" w:rsidR="00CD15CC"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CD15CC"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AE0974"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5AD810D"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386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3CCEBA"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3D38AD6" w14:textId="77777777" w:rsidR="00CD15CC" w:rsidRPr="00E9040D" w:rsidRDefault="00CD15CC" w:rsidP="003C6EE8">
            <w:pPr>
              <w:spacing w:after="0"/>
              <w:rPr>
                <w:rFonts w:ascii="Arial" w:hAnsi="Arial" w:cs="Arial"/>
                <w:sz w:val="16"/>
                <w:szCs w:val="16"/>
              </w:rPr>
            </w:pPr>
            <w:r w:rsidRPr="00E9040D">
              <w:rPr>
                <w:rFonts w:ascii="Arial" w:hAnsi="Arial" w:cs="Arial"/>
                <w:sz w:val="16"/>
                <w:szCs w:val="16"/>
              </w:rPr>
              <w:t>Reference serving cell for pathloss estimation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8228B4" w14:textId="77777777" w:rsidR="00CD15CC" w:rsidRPr="00E9040D" w:rsidRDefault="00CD15CC"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D606FFD" w14:textId="77777777" w:rsidR="00CD15CC" w:rsidRPr="00E9040D" w:rsidRDefault="00CD15CC" w:rsidP="003C6EE8">
            <w:pPr>
              <w:spacing w:after="0"/>
              <w:rPr>
                <w:rFonts w:ascii="Arial" w:hAnsi="Arial"/>
                <w:snapToGrid w:val="0"/>
                <w:sz w:val="16"/>
                <w:lang w:val="en-AU"/>
              </w:rPr>
            </w:pPr>
            <w:r w:rsidRPr="00E9040D">
              <w:rPr>
                <w:rFonts w:ascii="Arial" w:hAnsi="Arial"/>
                <w:snapToGrid w:val="0"/>
                <w:sz w:val="16"/>
                <w:lang w:val="en-AU"/>
              </w:rPr>
              <w:t>10.7.0</w:t>
            </w:r>
          </w:p>
        </w:tc>
      </w:tr>
      <w:tr w:rsidR="007A62B3" w:rsidRPr="00E9040D" w14:paraId="109F6FA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40C50EA" w14:textId="77777777" w:rsidR="007A62B3" w:rsidRPr="00E9040D" w:rsidRDefault="007A62B3"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788E3EB" w14:textId="77777777" w:rsidR="007A62B3"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A62B3"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99C9015"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65023B6"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387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B76CBCA"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774F9F2" w14:textId="77777777" w:rsidR="007A62B3" w:rsidRPr="00E9040D" w:rsidRDefault="007A62B3" w:rsidP="003C6EE8">
            <w:pPr>
              <w:spacing w:after="0"/>
              <w:rPr>
                <w:rFonts w:ascii="Arial" w:hAnsi="Arial" w:cs="Arial"/>
                <w:sz w:val="16"/>
                <w:szCs w:val="16"/>
              </w:rPr>
            </w:pPr>
            <w:r w:rsidRPr="00E9040D">
              <w:rPr>
                <w:rFonts w:ascii="Arial" w:hAnsi="Arial" w:cs="Arial"/>
                <w:sz w:val="16"/>
                <w:szCs w:val="16"/>
              </w:rPr>
              <w:t>Power control for PUCCH format 3 with single configured cell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A5929A" w14:textId="77777777" w:rsidR="007A62B3" w:rsidRPr="00E9040D" w:rsidRDefault="007A62B3"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3F6080C" w14:textId="77777777" w:rsidR="007A62B3" w:rsidRPr="00E9040D" w:rsidRDefault="007A62B3" w:rsidP="003C6EE8">
            <w:pPr>
              <w:spacing w:after="0"/>
              <w:rPr>
                <w:rFonts w:ascii="Arial" w:hAnsi="Arial"/>
                <w:snapToGrid w:val="0"/>
                <w:sz w:val="16"/>
                <w:lang w:val="en-AU"/>
              </w:rPr>
            </w:pPr>
            <w:r w:rsidRPr="00E9040D">
              <w:rPr>
                <w:rFonts w:ascii="Arial" w:hAnsi="Arial"/>
                <w:snapToGrid w:val="0"/>
                <w:sz w:val="16"/>
                <w:lang w:val="en-AU"/>
              </w:rPr>
              <w:t>10.7.0</w:t>
            </w:r>
          </w:p>
        </w:tc>
      </w:tr>
      <w:tr w:rsidR="005E6C79" w:rsidRPr="00E9040D" w14:paraId="0630CA0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F8A40F7" w14:textId="77777777" w:rsidR="005E6C79" w:rsidRPr="00E9040D" w:rsidRDefault="005E6C79"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EB1688" w14:textId="77777777" w:rsidR="005E6C79"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E6C7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6CC07DF"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C56ACC8"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388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2F6C65"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A5E1C5B" w14:textId="77777777" w:rsidR="005E6C79" w:rsidRPr="00E9040D" w:rsidRDefault="005E6C79" w:rsidP="003C6EE8">
            <w:pPr>
              <w:spacing w:after="0"/>
              <w:rPr>
                <w:rFonts w:ascii="Arial" w:hAnsi="Arial" w:cs="Arial"/>
                <w:sz w:val="16"/>
                <w:szCs w:val="16"/>
              </w:rPr>
            </w:pPr>
            <w:r w:rsidRPr="00E9040D">
              <w:rPr>
                <w:rFonts w:ascii="Arial" w:hAnsi="Arial" w:cs="Arial"/>
                <w:sz w:val="16"/>
                <w:szCs w:val="16"/>
              </w:rPr>
              <w:t>ACK/NACK resource in case of channel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72BBB5" w14:textId="77777777" w:rsidR="005E6C79" w:rsidRPr="00E9040D" w:rsidRDefault="005E6C79"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797D0C4" w14:textId="77777777" w:rsidR="005E6C79" w:rsidRPr="00E9040D" w:rsidRDefault="005E6C79" w:rsidP="003C6EE8">
            <w:pPr>
              <w:spacing w:after="0"/>
              <w:rPr>
                <w:rFonts w:ascii="Arial" w:hAnsi="Arial"/>
                <w:snapToGrid w:val="0"/>
                <w:sz w:val="16"/>
                <w:lang w:val="en-AU"/>
              </w:rPr>
            </w:pPr>
            <w:r w:rsidRPr="00E9040D">
              <w:rPr>
                <w:rFonts w:ascii="Arial" w:hAnsi="Arial"/>
                <w:snapToGrid w:val="0"/>
                <w:sz w:val="16"/>
                <w:lang w:val="en-AU"/>
              </w:rPr>
              <w:t>10.7.0</w:t>
            </w:r>
          </w:p>
        </w:tc>
      </w:tr>
      <w:tr w:rsidR="00D47369" w:rsidRPr="00E9040D" w14:paraId="5C31693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8C2DAFD" w14:textId="77777777" w:rsidR="00D47369" w:rsidRPr="00E9040D" w:rsidRDefault="00D47369" w:rsidP="00D473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657E618" w14:textId="77777777" w:rsidR="00D47369" w:rsidRPr="00E9040D" w:rsidRDefault="005F0655" w:rsidP="00D473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4736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522D373"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RP-121274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416CD79"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380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9D58DFA"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4</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0B45C53" w14:textId="77777777" w:rsidR="00D47369" w:rsidRPr="00E9040D" w:rsidRDefault="00D47369" w:rsidP="00D47369">
            <w:pPr>
              <w:spacing w:after="0"/>
              <w:rPr>
                <w:rFonts w:ascii="Arial" w:hAnsi="Arial" w:cs="Arial"/>
                <w:sz w:val="16"/>
                <w:szCs w:val="16"/>
              </w:rPr>
            </w:pPr>
            <w:r w:rsidRPr="00E9040D">
              <w:rPr>
                <w:rFonts w:ascii="Arial" w:hAnsi="Arial" w:cs="Arial"/>
                <w:sz w:val="16"/>
                <w:szCs w:val="16"/>
              </w:rPr>
              <w:t>Introduction of an additional special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46D850" w14:textId="77777777" w:rsidR="00D47369" w:rsidRPr="00E9040D" w:rsidRDefault="00D47369" w:rsidP="00D47369">
            <w:pPr>
              <w:spacing w:after="0"/>
              <w:rPr>
                <w:rFonts w:ascii="Arial" w:hAnsi="Arial"/>
                <w:snapToGrid w:val="0"/>
                <w:sz w:val="16"/>
                <w:lang w:val="en-AU"/>
              </w:rPr>
            </w:pPr>
            <w:r w:rsidRPr="00E9040D">
              <w:rPr>
                <w:rFonts w:ascii="Arial" w:hAnsi="Arial"/>
                <w:snapToGrid w:val="0"/>
                <w:sz w:val="16"/>
                <w:lang w:val="en-AU"/>
              </w:rPr>
              <w:t>10.7.0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2E527B6" w14:textId="77777777" w:rsidR="00D47369" w:rsidRPr="00E9040D" w:rsidRDefault="00D47369" w:rsidP="00D47369">
            <w:pPr>
              <w:spacing w:after="0"/>
              <w:rPr>
                <w:rFonts w:ascii="Arial" w:hAnsi="Arial"/>
                <w:snapToGrid w:val="0"/>
                <w:sz w:val="16"/>
                <w:lang w:val="en-AU"/>
              </w:rPr>
            </w:pPr>
            <w:r w:rsidRPr="00E9040D">
              <w:rPr>
                <w:rFonts w:ascii="Arial" w:hAnsi="Arial"/>
                <w:snapToGrid w:val="0"/>
                <w:sz w:val="16"/>
                <w:lang w:val="en-AU"/>
              </w:rPr>
              <w:t>11.0.0</w:t>
            </w:r>
          </w:p>
        </w:tc>
      </w:tr>
      <w:tr w:rsidR="00276669" w:rsidRPr="00E9040D" w14:paraId="458AFA8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E9ECD6E" w14:textId="77777777" w:rsidR="00276669" w:rsidRPr="00E9040D" w:rsidRDefault="00276669" w:rsidP="00100EB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D3BDC5C" w14:textId="77777777" w:rsidR="00276669" w:rsidRPr="00E9040D" w:rsidRDefault="005F0655" w:rsidP="00100EB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7666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C81A8BC"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RP-121272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533230A"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389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D4224E"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634E4EC" w14:textId="77777777" w:rsidR="00276669" w:rsidRPr="00E9040D" w:rsidRDefault="00276669" w:rsidP="00100EB4">
            <w:pPr>
              <w:spacing w:after="0"/>
              <w:rPr>
                <w:rFonts w:ascii="Arial" w:hAnsi="Arial" w:cs="Arial"/>
                <w:sz w:val="16"/>
                <w:szCs w:val="16"/>
              </w:rPr>
            </w:pPr>
            <w:r w:rsidRPr="00E9040D">
              <w:rPr>
                <w:rFonts w:ascii="Arial" w:hAnsi="Arial" w:cs="Arial"/>
                <w:sz w:val="16"/>
                <w:szCs w:val="16"/>
              </w:rPr>
              <w:t>Introduction of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63F22B9" w14:textId="77777777" w:rsidR="00276669" w:rsidRPr="00E9040D" w:rsidRDefault="00276669" w:rsidP="00100EB4">
            <w:pPr>
              <w:spacing w:after="0"/>
              <w:rPr>
                <w:rFonts w:ascii="Arial" w:hAnsi="Arial"/>
                <w:snapToGrid w:val="0"/>
                <w:sz w:val="16"/>
                <w:lang w:val="en-AU"/>
              </w:rPr>
            </w:pPr>
            <w:r w:rsidRPr="00E9040D">
              <w:rPr>
                <w:rFonts w:ascii="Arial" w:hAnsi="Arial"/>
                <w:snapToGrid w:val="0"/>
                <w:sz w:val="16"/>
                <w:lang w:val="en-AU"/>
              </w:rPr>
              <w:t>10.7.0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F24101D" w14:textId="77777777" w:rsidR="00276669" w:rsidRPr="00E9040D" w:rsidRDefault="00276669" w:rsidP="00100EB4">
            <w:pPr>
              <w:spacing w:after="0"/>
              <w:rPr>
                <w:rFonts w:ascii="Arial" w:hAnsi="Arial"/>
                <w:snapToGrid w:val="0"/>
                <w:sz w:val="16"/>
                <w:lang w:val="en-AU"/>
              </w:rPr>
            </w:pPr>
            <w:r w:rsidRPr="00E9040D">
              <w:rPr>
                <w:rFonts w:ascii="Arial" w:hAnsi="Arial"/>
                <w:snapToGrid w:val="0"/>
                <w:sz w:val="16"/>
                <w:lang w:val="en-AU"/>
              </w:rPr>
              <w:t>11.0.0</w:t>
            </w:r>
          </w:p>
        </w:tc>
      </w:tr>
      <w:tr w:rsidR="00E215F9" w:rsidRPr="00E9040D" w14:paraId="01C6E28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FB91C1F" w14:textId="77777777" w:rsidR="00E215F9" w:rsidRPr="00E9040D" w:rsidRDefault="00E215F9" w:rsidP="00004D0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78DBBA" w14:textId="77777777" w:rsidR="00E215F9" w:rsidRPr="00E9040D" w:rsidRDefault="005F0655" w:rsidP="00004D0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215F9"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692622F"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RP-121839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8CD8968"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393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01D1694"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6F7DD4C" w14:textId="77777777" w:rsidR="00E215F9" w:rsidRPr="00E9040D" w:rsidRDefault="00E215F9" w:rsidP="00004D09">
            <w:pPr>
              <w:spacing w:after="0"/>
              <w:rPr>
                <w:rFonts w:ascii="Arial" w:hAnsi="Arial" w:cs="Arial"/>
                <w:sz w:val="16"/>
                <w:szCs w:val="16"/>
              </w:rPr>
            </w:pPr>
            <w:r w:rsidRPr="00E9040D">
              <w:rPr>
                <w:rFonts w:ascii="Arial" w:hAnsi="Arial" w:cs="Arial"/>
                <w:sz w:val="16"/>
                <w:szCs w:val="16"/>
              </w:rPr>
              <w:t>Correction to the parameter ue-Category-v10xy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DF1628F"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05ED965"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11.1.0</w:t>
            </w:r>
          </w:p>
        </w:tc>
      </w:tr>
      <w:tr w:rsidR="00E215F9" w:rsidRPr="00E9040D" w14:paraId="0C3C58E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5EDA2DF" w14:textId="77777777" w:rsidR="00E215F9" w:rsidRPr="00E9040D" w:rsidRDefault="00E215F9" w:rsidP="00004D0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8E1D94" w14:textId="77777777" w:rsidR="00E215F9" w:rsidRPr="00E9040D" w:rsidRDefault="005F0655" w:rsidP="00004D0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215F9"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F119C12"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RP-121837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19D2832"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395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51BCED7"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6DB15A7" w14:textId="77777777" w:rsidR="00E215F9" w:rsidRPr="00E9040D" w:rsidRDefault="00E215F9" w:rsidP="00004D09">
            <w:pPr>
              <w:spacing w:after="0"/>
              <w:rPr>
                <w:rFonts w:ascii="Arial" w:hAnsi="Arial" w:cs="Arial"/>
                <w:sz w:val="16"/>
                <w:szCs w:val="16"/>
              </w:rPr>
            </w:pPr>
            <w:r w:rsidRPr="00E9040D">
              <w:rPr>
                <w:rFonts w:ascii="Arial" w:hAnsi="Arial" w:cs="Arial"/>
                <w:sz w:val="16"/>
                <w:szCs w:val="16"/>
              </w:rPr>
              <w:t>Correction of reference signal scrambling sequence initialization for SPS in transmission mode 7</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DDA71C5"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04B850F"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11.1.0</w:t>
            </w:r>
          </w:p>
        </w:tc>
      </w:tr>
      <w:tr w:rsidR="00B3044D" w:rsidRPr="00E9040D" w14:paraId="1CD918F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22B8890" w14:textId="77777777" w:rsidR="00B3044D" w:rsidRPr="00E9040D" w:rsidRDefault="00B3044D" w:rsidP="007274D2">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22AC57" w14:textId="77777777" w:rsidR="00B3044D" w:rsidRPr="00E9040D" w:rsidRDefault="005F0655" w:rsidP="007274D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3044D"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C3A7001"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RP-121846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8E7C482"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396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6A8983"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82A6212" w14:textId="77777777" w:rsidR="00B3044D" w:rsidRPr="00E9040D" w:rsidRDefault="00B3044D" w:rsidP="007274D2">
            <w:pPr>
              <w:spacing w:after="0"/>
              <w:rPr>
                <w:rFonts w:ascii="Arial" w:hAnsi="Arial" w:cs="Arial"/>
                <w:sz w:val="16"/>
                <w:szCs w:val="16"/>
              </w:rPr>
            </w:pPr>
            <w:r w:rsidRPr="00E9040D">
              <w:rPr>
                <w:rFonts w:ascii="Arial" w:hAnsi="Arial" w:cs="Arial"/>
                <w:sz w:val="16"/>
                <w:szCs w:val="16"/>
              </w:rPr>
              <w:t>Finalisation for introducing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013390" w14:textId="77777777" w:rsidR="00B3044D" w:rsidRPr="00E9040D" w:rsidRDefault="00B3044D" w:rsidP="007274D2">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2241226" w14:textId="77777777" w:rsidR="00B3044D" w:rsidRPr="00E9040D" w:rsidRDefault="00B3044D" w:rsidP="007274D2">
            <w:pPr>
              <w:spacing w:after="0"/>
              <w:rPr>
                <w:rFonts w:ascii="Arial" w:hAnsi="Arial"/>
                <w:snapToGrid w:val="0"/>
                <w:sz w:val="16"/>
                <w:lang w:val="en-AU"/>
              </w:rPr>
            </w:pPr>
            <w:r w:rsidRPr="00E9040D">
              <w:rPr>
                <w:rFonts w:ascii="Arial" w:hAnsi="Arial"/>
                <w:snapToGrid w:val="0"/>
                <w:sz w:val="16"/>
                <w:lang w:val="en-AU"/>
              </w:rPr>
              <w:t>11.1.0</w:t>
            </w:r>
          </w:p>
        </w:tc>
      </w:tr>
      <w:tr w:rsidR="00756C14" w:rsidRPr="00E9040D" w14:paraId="3996032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F9EA6EC"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768F9E"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37058BF"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80961A4"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398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F3AAA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0E63C28"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Correction on UE procedure for reporting HARQ-ACK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B9E978E"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E29184C"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756C14" w:rsidRPr="00E9040D" w14:paraId="2E83AF5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B0416EF"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F09CE5"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C007BD"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CF58B97"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400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2F906F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68CBC72"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 xml:space="preserve">Corrections for SRS power scaling in </w:t>
            </w:r>
            <w:proofErr w:type="spellStart"/>
            <w:r w:rsidRPr="00E9040D">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0263A48"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5969FF7"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756C14" w:rsidRPr="00E9040D" w14:paraId="7D173DE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CEA193D"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D6E5F9"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41266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46ADF96"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403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1050BE"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F634EF"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CR on UE specific search and Common search space overlap on PDCCH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59793D"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E8CDD6B"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E83347" w:rsidRPr="00E9040D" w14:paraId="033D270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FAF3782" w14:textId="77777777" w:rsidR="00E83347" w:rsidRPr="00E9040D" w:rsidRDefault="00E83347" w:rsidP="00B039C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F18004" w14:textId="77777777" w:rsidR="00E83347" w:rsidRPr="00E9040D" w:rsidRDefault="005F0655" w:rsidP="00B039C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83347"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EC91B27"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RP-130358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4239131"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404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385DF8A"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1DD89B3" w14:textId="77777777" w:rsidR="00E83347" w:rsidRPr="00E9040D" w:rsidRDefault="00E83347" w:rsidP="00B039C8">
            <w:pPr>
              <w:spacing w:after="0"/>
              <w:rPr>
                <w:rFonts w:ascii="Arial" w:hAnsi="Arial" w:cs="Arial"/>
                <w:sz w:val="16"/>
                <w:szCs w:val="16"/>
              </w:rPr>
            </w:pPr>
            <w:r w:rsidRPr="00E9040D">
              <w:rPr>
                <w:rFonts w:ascii="Arial" w:hAnsi="Arial" w:cs="Arial"/>
                <w:sz w:val="16"/>
                <w:szCs w:val="16"/>
              </w:rPr>
              <w:t>Additional clarifications/corrections for introducing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AF86654" w14:textId="77777777" w:rsidR="00E83347" w:rsidRPr="00E9040D" w:rsidRDefault="00E83347" w:rsidP="00B039C8">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67A773C" w14:textId="77777777" w:rsidR="00E83347" w:rsidRPr="00E9040D" w:rsidRDefault="00E83347" w:rsidP="00B039C8">
            <w:pPr>
              <w:spacing w:after="0"/>
              <w:rPr>
                <w:rFonts w:ascii="Arial" w:hAnsi="Arial"/>
                <w:snapToGrid w:val="0"/>
                <w:sz w:val="16"/>
                <w:lang w:val="en-AU"/>
              </w:rPr>
            </w:pPr>
            <w:r w:rsidRPr="00E9040D">
              <w:rPr>
                <w:rFonts w:ascii="Arial" w:hAnsi="Arial"/>
                <w:snapToGrid w:val="0"/>
                <w:sz w:val="16"/>
                <w:lang w:val="en-AU"/>
              </w:rPr>
              <w:t>11.2.0</w:t>
            </w:r>
          </w:p>
        </w:tc>
      </w:tr>
      <w:tr w:rsidR="00940B84" w:rsidRPr="00E9040D" w14:paraId="4BADE6F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0EA5B5" w14:textId="77777777" w:rsidR="00940B84" w:rsidRPr="00E9040D" w:rsidRDefault="00940B84" w:rsidP="00940B84">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8F8081E" w14:textId="77777777" w:rsidR="00940B84" w:rsidRPr="00E9040D" w:rsidRDefault="005F0655" w:rsidP="00940B8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40B8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E5C3EF1"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E7676F"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405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77FCE4" w14:textId="77777777" w:rsidR="00940B84" w:rsidRPr="00E9040D" w:rsidRDefault="00940B84" w:rsidP="00940B8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92DA26C" w14:textId="77777777" w:rsidR="00940B84" w:rsidRPr="00940B84" w:rsidRDefault="00940B84" w:rsidP="00940B84">
            <w:pPr>
              <w:spacing w:after="0"/>
              <w:rPr>
                <w:rFonts w:ascii="Arial" w:hAnsi="Arial" w:cs="Arial"/>
                <w:sz w:val="16"/>
                <w:szCs w:val="16"/>
              </w:rPr>
            </w:pPr>
            <w:r w:rsidRPr="00940B84">
              <w:rPr>
                <w:rFonts w:ascii="Arial" w:hAnsi="Arial" w:cs="Arial"/>
                <w:sz w:val="16"/>
                <w:szCs w:val="16"/>
              </w:rPr>
              <w:t>Correction to EPDCCH monitoring in case of cross-carrier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6BD0325"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C2E6A38"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940B84" w:rsidRPr="00E9040D" w14:paraId="17D8FA9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98399D4" w14:textId="77777777" w:rsidR="00940B84" w:rsidRPr="00E9040D" w:rsidRDefault="00940B84" w:rsidP="00940B84">
            <w:pPr>
              <w:spacing w:after="0"/>
              <w:jc w:val="center"/>
              <w:rPr>
                <w:rFonts w:ascii="Arial" w:hAnsi="Arial" w:cs="Arial"/>
                <w:snapToGrid w:val="0"/>
                <w:sz w:val="16"/>
                <w:szCs w:val="16"/>
                <w:lang w:val="en-AU"/>
              </w:rPr>
            </w:pPr>
            <w:r>
              <w:rPr>
                <w:rFonts w:ascii="Arial" w:hAnsi="Arial" w:cs="Arial"/>
                <w:snapToGrid w:val="0"/>
                <w:sz w:val="16"/>
                <w:szCs w:val="16"/>
                <w:lang w:val="en-AU"/>
              </w:rPr>
              <w:lastRenderedPageBreak/>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8B14802" w14:textId="77777777" w:rsidR="00940B84" w:rsidRPr="00E9040D" w:rsidRDefault="005F0655" w:rsidP="00940B8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40B8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4246771"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RP-130751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3A1377D"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407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ADA7D4B"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B0579A4" w14:textId="77777777" w:rsidR="00940B84" w:rsidRPr="00940B84" w:rsidRDefault="00940B84" w:rsidP="00940B84">
            <w:pPr>
              <w:spacing w:after="0"/>
              <w:rPr>
                <w:rFonts w:ascii="Arial" w:hAnsi="Arial" w:cs="Arial"/>
                <w:sz w:val="16"/>
                <w:szCs w:val="16"/>
              </w:rPr>
            </w:pPr>
            <w:r w:rsidRPr="00940B84">
              <w:rPr>
                <w:rFonts w:ascii="Arial" w:hAnsi="Arial" w:cs="Arial"/>
                <w:sz w:val="16"/>
                <w:szCs w:val="16"/>
              </w:rPr>
              <w:t>Correction on the RI bit width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C1868CA"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F78C98D"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E0764C" w:rsidRPr="00E9040D" w14:paraId="0E226DB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A1260EC" w14:textId="77777777" w:rsidR="00E0764C" w:rsidRPr="00E9040D" w:rsidRDefault="00E0764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E1D376B" w14:textId="77777777" w:rsidR="00E0764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0764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1E3DD1D"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DA661D4"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408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303AFA6"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F763E87" w14:textId="77777777" w:rsidR="00E0764C" w:rsidRPr="00E0764C" w:rsidRDefault="00E0764C" w:rsidP="002A1732">
            <w:pPr>
              <w:spacing w:after="0"/>
              <w:rPr>
                <w:rFonts w:ascii="Arial" w:hAnsi="Arial" w:cs="Arial"/>
                <w:sz w:val="16"/>
                <w:szCs w:val="16"/>
              </w:rPr>
            </w:pPr>
            <w:r w:rsidRPr="00E0764C">
              <w:rPr>
                <w:rFonts w:ascii="Arial" w:hAnsi="Arial" w:cs="Arial"/>
                <w:sz w:val="16"/>
                <w:szCs w:val="16"/>
              </w:rPr>
              <w:t xml:space="preserve">Correction on parallel reception of PDSCH and </w:t>
            </w:r>
            <w:proofErr w:type="spellStart"/>
            <w:r w:rsidRPr="00E0764C">
              <w:rPr>
                <w:rFonts w:ascii="Arial" w:hAnsi="Arial" w:cs="Arial"/>
                <w:sz w:val="16"/>
                <w:szCs w:val="16"/>
              </w:rPr>
              <w:t>Msg</w:t>
            </w:r>
            <w:proofErr w:type="spellEnd"/>
            <w:r w:rsidRPr="00E0764C">
              <w:rPr>
                <w:rFonts w:ascii="Arial" w:hAnsi="Arial" w:cs="Arial"/>
                <w:sz w:val="16"/>
                <w:szCs w:val="16"/>
              </w:rPr>
              <w:t xml:space="preserve"> 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649CF54" w14:textId="77777777" w:rsidR="00E0764C" w:rsidRPr="00E9040D" w:rsidRDefault="00E0764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A3C753" w14:textId="77777777" w:rsidR="00E0764C" w:rsidRPr="00E9040D" w:rsidRDefault="00E0764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3451" w:rsidRPr="00E9040D" w14:paraId="7193FBF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9D869B6" w14:textId="77777777" w:rsidR="00293451" w:rsidRPr="00E9040D" w:rsidRDefault="00293451"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5C4F98" w14:textId="77777777" w:rsidR="00293451"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3451">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6666A50"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2094EB5"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409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1D792D"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BEA445" w14:textId="77777777" w:rsidR="00293451" w:rsidRPr="00293451" w:rsidRDefault="00293451" w:rsidP="002A1732">
            <w:pPr>
              <w:spacing w:after="0"/>
              <w:rPr>
                <w:rFonts w:ascii="Arial" w:hAnsi="Arial" w:cs="Arial"/>
                <w:sz w:val="16"/>
                <w:szCs w:val="16"/>
              </w:rPr>
            </w:pPr>
            <w:r w:rsidRPr="00293451">
              <w:rPr>
                <w:rFonts w:ascii="Arial" w:hAnsi="Arial" w:cs="Arial"/>
                <w:sz w:val="16"/>
                <w:szCs w:val="16"/>
              </w:rPr>
              <w:t>Correction on zero power CSI-RS resource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B09447"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C353DE4"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3451" w:rsidRPr="00E9040D" w14:paraId="5BA11E6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5370089" w14:textId="77777777" w:rsidR="00293451" w:rsidRPr="00E9040D" w:rsidRDefault="00293451"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1C69B4" w14:textId="77777777" w:rsidR="00293451"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3451">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F0FE160"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46088D"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410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C2D99F"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237EC7" w14:textId="77777777" w:rsidR="00293451" w:rsidRPr="00293451" w:rsidRDefault="00293451" w:rsidP="002A1732">
            <w:pPr>
              <w:spacing w:after="0"/>
              <w:rPr>
                <w:rFonts w:ascii="Arial" w:hAnsi="Arial" w:cs="Arial"/>
                <w:sz w:val="16"/>
                <w:szCs w:val="16"/>
              </w:rPr>
            </w:pPr>
            <w:r w:rsidRPr="00293451">
              <w:rPr>
                <w:rFonts w:ascii="Arial" w:hAnsi="Arial" w:cs="Arial"/>
                <w:sz w:val="16"/>
                <w:szCs w:val="16"/>
              </w:rPr>
              <w:t xml:space="preserve">Corrections on different </w:t>
            </w:r>
            <w:smartTag w:uri="urn:schemas-microsoft-com:office:smarttags" w:element="PersonName">
              <w:smartTag w:uri="urn:schemas:contacts" w:element="GivenName">
                <w:r w:rsidRPr="00293451">
                  <w:rPr>
                    <w:rFonts w:ascii="Arial" w:hAnsi="Arial" w:cs="Arial"/>
                    <w:sz w:val="16"/>
                    <w:szCs w:val="16"/>
                  </w:rPr>
                  <w:t>TDD</w:t>
                </w:r>
              </w:smartTag>
              <w:r w:rsidRPr="00293451">
                <w:rPr>
                  <w:rFonts w:ascii="Arial" w:hAnsi="Arial" w:cs="Arial"/>
                  <w:sz w:val="16"/>
                  <w:szCs w:val="16"/>
                </w:rPr>
                <w:t xml:space="preserve"> </w:t>
              </w:r>
              <w:smartTag w:uri="urn:schemas:contacts" w:element="Sn">
                <w:r w:rsidRPr="00293451">
                  <w:rPr>
                    <w:rFonts w:ascii="Arial" w:hAnsi="Arial" w:cs="Arial"/>
                    <w:sz w:val="16"/>
                    <w:szCs w:val="16"/>
                  </w:rPr>
                  <w:t>UL-DL</w:t>
                </w:r>
              </w:smartTag>
            </w:smartTag>
            <w:r w:rsidRPr="00293451">
              <w:rPr>
                <w:rFonts w:ascii="Arial" w:hAnsi="Arial" w:cs="Arial"/>
                <w:sz w:val="16"/>
                <w:szCs w:val="16"/>
              </w:rPr>
              <w:t xml:space="preserve"> configurations on different bands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C38636"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E00B15D"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72495C" w:rsidRPr="00E9040D" w14:paraId="2642B88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F18BC59" w14:textId="77777777" w:rsidR="0072495C" w:rsidRPr="00E9040D" w:rsidRDefault="0072495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2FE7522" w14:textId="77777777" w:rsidR="0072495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2495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E041CF"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449A5B4"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411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866AC66"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5F0C63B" w14:textId="77777777" w:rsidR="0072495C" w:rsidRPr="0072495C" w:rsidRDefault="0072495C" w:rsidP="002A1732">
            <w:pPr>
              <w:spacing w:after="0"/>
              <w:rPr>
                <w:rFonts w:ascii="Arial" w:hAnsi="Arial" w:cs="Arial"/>
                <w:sz w:val="16"/>
                <w:szCs w:val="16"/>
              </w:rPr>
            </w:pPr>
            <w:r w:rsidRPr="0072495C">
              <w:rPr>
                <w:rFonts w:ascii="Arial" w:hAnsi="Arial" w:cs="Arial"/>
                <w:sz w:val="16"/>
                <w:szCs w:val="16"/>
              </w:rPr>
              <w:t>Correction on EPDCCH PRB pair indication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F1A4F8"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1528847"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72495C" w:rsidRPr="00E9040D" w14:paraId="03252BC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8ADD760" w14:textId="77777777" w:rsidR="0072495C" w:rsidRPr="00E9040D" w:rsidRDefault="0072495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2C70E3" w14:textId="77777777" w:rsidR="0072495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2495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F3ADB2"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65B81F8"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412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95EE1E"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5DCEBBD" w14:textId="77777777" w:rsidR="0072495C" w:rsidRPr="0072495C" w:rsidRDefault="0072495C" w:rsidP="002A1732">
            <w:pPr>
              <w:spacing w:after="0"/>
              <w:rPr>
                <w:rFonts w:ascii="Arial" w:hAnsi="Arial" w:cs="Arial"/>
                <w:sz w:val="16"/>
                <w:szCs w:val="16"/>
              </w:rPr>
            </w:pPr>
            <w:r w:rsidRPr="0072495C">
              <w:rPr>
                <w:rFonts w:ascii="Arial" w:hAnsi="Arial" w:cs="Arial"/>
                <w:sz w:val="16"/>
                <w:szCs w:val="16"/>
              </w:rPr>
              <w:t>Correction on EPDCCH hashing function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74C6848"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9497BF5"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43C0" w:rsidRPr="00E9040D" w14:paraId="1D47214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40CB5CD" w14:textId="77777777" w:rsidR="002943C0" w:rsidRPr="00E9040D" w:rsidRDefault="002943C0"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6A74AC6" w14:textId="77777777" w:rsidR="002943C0"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43C0">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AEC5B7B"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87E5772"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413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1EDA17B"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58C932" w14:textId="77777777" w:rsidR="002943C0" w:rsidRPr="002943C0" w:rsidRDefault="002943C0" w:rsidP="002A1732">
            <w:pPr>
              <w:spacing w:after="0"/>
              <w:rPr>
                <w:rFonts w:ascii="Arial" w:hAnsi="Arial" w:cs="Arial"/>
                <w:sz w:val="16"/>
                <w:szCs w:val="16"/>
              </w:rPr>
            </w:pPr>
            <w:r w:rsidRPr="002943C0">
              <w:rPr>
                <w:rFonts w:ascii="Arial" w:hAnsi="Arial" w:cs="Arial"/>
                <w:sz w:val="16"/>
                <w:szCs w:val="16"/>
              </w:rPr>
              <w:t xml:space="preserve">Correction on PUCCH resource determination for </w:t>
            </w:r>
            <w:smartTag w:uri="urn:schemas-microsoft-com:office:smarttags" w:element="PersonName">
              <w:smartTag w:uri="urn:schemas:contacts" w:element="GivenName">
                <w:r w:rsidRPr="002943C0">
                  <w:rPr>
                    <w:rFonts w:ascii="Arial" w:hAnsi="Arial" w:cs="Arial"/>
                    <w:sz w:val="16"/>
                    <w:szCs w:val="16"/>
                  </w:rPr>
                  <w:t>FDD</w:t>
                </w:r>
              </w:smartTag>
              <w:r w:rsidRPr="002943C0">
                <w:rPr>
                  <w:rFonts w:ascii="Arial" w:hAnsi="Arial" w:cs="Arial"/>
                  <w:sz w:val="16"/>
                  <w:szCs w:val="16"/>
                </w:rPr>
                <w:t xml:space="preserve"> </w:t>
              </w:r>
              <w:smartTag w:uri="urn:schemas:contacts" w:element="Sn">
                <w:r w:rsidRPr="002943C0">
                  <w:rPr>
                    <w:rFonts w:ascii="Arial" w:hAnsi="Arial" w:cs="Arial"/>
                    <w:sz w:val="16"/>
                    <w:szCs w:val="16"/>
                  </w:rPr>
                  <w:t>EPDCCH</w:t>
                </w:r>
              </w:smartTag>
            </w:smartTag>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D2B5103" w14:textId="77777777" w:rsidR="002943C0" w:rsidRPr="00E9040D" w:rsidRDefault="002943C0"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1CFD5BB" w14:textId="77777777" w:rsidR="002943C0" w:rsidRPr="00E9040D" w:rsidRDefault="002943C0"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0346E" w:rsidRPr="00E9040D" w14:paraId="6A916D1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CD573EC" w14:textId="77777777" w:rsidR="0020346E" w:rsidRPr="00E9040D" w:rsidRDefault="0020346E"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CCF343" w14:textId="77777777" w:rsidR="0020346E"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0346E">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89D129A"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DF7FCE"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414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36BDDA"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01E40FD" w14:textId="77777777" w:rsidR="0020346E" w:rsidRPr="0020346E" w:rsidRDefault="0020346E" w:rsidP="00E04E7B">
            <w:pPr>
              <w:spacing w:after="0"/>
              <w:rPr>
                <w:rFonts w:ascii="Arial" w:hAnsi="Arial" w:cs="Arial"/>
                <w:sz w:val="16"/>
                <w:szCs w:val="16"/>
              </w:rPr>
            </w:pPr>
            <w:r w:rsidRPr="0020346E">
              <w:rPr>
                <w:rFonts w:ascii="Arial" w:hAnsi="Arial" w:cs="Arial"/>
                <w:sz w:val="16"/>
                <w:szCs w:val="16"/>
              </w:rPr>
              <w:t>CR on ambiguity in EPDCCH decoding candidates under two overlapped EPDCCH resource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3B0203A" w14:textId="77777777" w:rsidR="0020346E" w:rsidRPr="00E9040D" w:rsidRDefault="0020346E"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6D0FD48" w14:textId="77777777" w:rsidR="0020346E" w:rsidRPr="00E9040D" w:rsidRDefault="0020346E"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685BA3" w:rsidRPr="00E9040D" w14:paraId="0C60127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8125B66" w14:textId="77777777" w:rsidR="00685BA3" w:rsidRPr="00E9040D" w:rsidRDefault="00685BA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494EAB" w14:textId="77777777" w:rsidR="00685BA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685BA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5BBE34"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09CA0B1"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415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CD6AF0"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A8C3B59" w14:textId="77777777" w:rsidR="00685BA3" w:rsidRPr="00685BA3" w:rsidRDefault="00685BA3" w:rsidP="00E04E7B">
            <w:pPr>
              <w:spacing w:after="0"/>
              <w:rPr>
                <w:rFonts w:ascii="Arial" w:hAnsi="Arial" w:cs="Arial"/>
                <w:sz w:val="16"/>
                <w:szCs w:val="16"/>
              </w:rPr>
            </w:pPr>
            <w:r w:rsidRPr="00685BA3">
              <w:rPr>
                <w:rFonts w:ascii="Arial" w:hAnsi="Arial" w:cs="Arial"/>
                <w:sz w:val="16"/>
                <w:szCs w:val="16"/>
              </w:rPr>
              <w:t xml:space="preserve">Removal of the case for spatial domain bundling in </w:t>
            </w:r>
            <w:smartTag w:uri="urn:schemas-microsoft-com:office:smarttags" w:element="PersonName">
              <w:smartTag w:uri="urn:schemas:contacts" w:element="GivenName">
                <w:r w:rsidRPr="00685BA3">
                  <w:rPr>
                    <w:rFonts w:ascii="Arial" w:hAnsi="Arial" w:cs="Arial"/>
                    <w:sz w:val="16"/>
                    <w:szCs w:val="16"/>
                  </w:rPr>
                  <w:t>TDD</w:t>
                </w:r>
              </w:smartTag>
              <w:r w:rsidRPr="00685BA3">
                <w:rPr>
                  <w:rFonts w:ascii="Arial" w:hAnsi="Arial" w:cs="Arial"/>
                  <w:sz w:val="16"/>
                  <w:szCs w:val="16"/>
                </w:rPr>
                <w:t xml:space="preserve"> </w:t>
              </w:r>
              <w:smartTag w:uri="urn:schemas:contacts" w:element="Sn">
                <w:r w:rsidRPr="00685BA3">
                  <w:rPr>
                    <w:rFonts w:ascii="Arial" w:hAnsi="Arial" w:cs="Arial"/>
                    <w:sz w:val="16"/>
                    <w:szCs w:val="16"/>
                  </w:rPr>
                  <w:t>UL/DL</w:t>
                </w:r>
              </w:smartTag>
            </w:smartTag>
            <w:r w:rsidRPr="00685BA3">
              <w:rPr>
                <w:rFonts w:ascii="Arial" w:hAnsi="Arial" w:cs="Arial"/>
                <w:sz w:val="16"/>
                <w:szCs w:val="16"/>
              </w:rPr>
              <w:t xml:space="preserve"> configuration 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0CDAE14"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D9C3313"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685BA3" w:rsidRPr="00E9040D" w14:paraId="05C2BC5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B1C376" w14:textId="77777777" w:rsidR="00685BA3" w:rsidRPr="00E9040D" w:rsidRDefault="00685BA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A46A59" w14:textId="77777777" w:rsidR="00685BA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685BA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090A211"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7A60F76"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416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ABFEEE"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5FC655" w14:textId="77777777" w:rsidR="00685BA3" w:rsidRPr="00685BA3" w:rsidRDefault="00685BA3" w:rsidP="00E04E7B">
            <w:pPr>
              <w:spacing w:after="0"/>
              <w:rPr>
                <w:rFonts w:ascii="Arial" w:hAnsi="Arial" w:cs="Arial"/>
                <w:sz w:val="16"/>
                <w:szCs w:val="16"/>
              </w:rPr>
            </w:pPr>
            <w:r w:rsidRPr="00685BA3">
              <w:rPr>
                <w:rFonts w:ascii="Arial" w:hAnsi="Arial" w:cs="Arial"/>
                <w:sz w:val="16"/>
                <w:szCs w:val="16"/>
              </w:rPr>
              <w:t>Corrections to EPDCCH PRB pair indication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A486480"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6445021"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5B0B53" w:rsidRPr="00E9040D" w14:paraId="614A138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AC0DC02" w14:textId="77777777" w:rsidR="005B0B53" w:rsidRPr="00E9040D" w:rsidRDefault="005B0B5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C4F03F" w14:textId="77777777" w:rsidR="005B0B5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B0B5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5419194"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RP-130753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F7ABBCD"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417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836391"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58F7F14" w14:textId="77777777" w:rsidR="005B0B53" w:rsidRPr="005B0B53" w:rsidRDefault="005B0B53" w:rsidP="00E04E7B">
            <w:pPr>
              <w:spacing w:after="0"/>
              <w:rPr>
                <w:rFonts w:ascii="Arial" w:hAnsi="Arial" w:cs="Arial"/>
                <w:sz w:val="16"/>
                <w:szCs w:val="16"/>
              </w:rPr>
            </w:pPr>
            <w:r w:rsidRPr="005B0B53">
              <w:rPr>
                <w:rFonts w:ascii="Arial" w:hAnsi="Arial" w:cs="Arial"/>
                <w:sz w:val="16"/>
                <w:szCs w:val="16"/>
              </w:rPr>
              <w:t>Correction to PUSCH/PUCCH transmit power after PRACH power ramping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0AEE18" w14:textId="77777777" w:rsidR="005B0B53" w:rsidRPr="00E9040D" w:rsidRDefault="005B0B5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75CE1AB" w14:textId="77777777" w:rsidR="005B0B53" w:rsidRPr="00E9040D" w:rsidRDefault="005B0B5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3E33BF" w:rsidRPr="00E9040D" w14:paraId="43C0F07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1DBAA35" w14:textId="77777777" w:rsidR="003E33BF" w:rsidRPr="00E9040D" w:rsidRDefault="003E33BF"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1DABBE" w14:textId="77777777" w:rsidR="003E33BF"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E33BF">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4524E7E"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49A3A00"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418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BAFE026"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536FCF4" w14:textId="77777777" w:rsidR="003E33BF" w:rsidRPr="003E33BF" w:rsidRDefault="003E33BF" w:rsidP="00E04E7B">
            <w:pPr>
              <w:spacing w:after="0"/>
              <w:rPr>
                <w:rFonts w:ascii="Arial" w:hAnsi="Arial" w:cs="Arial"/>
                <w:sz w:val="16"/>
                <w:szCs w:val="16"/>
              </w:rPr>
            </w:pPr>
            <w:r w:rsidRPr="003E33BF">
              <w:rPr>
                <w:rFonts w:ascii="Arial" w:hAnsi="Arial" w:cs="Arial"/>
                <w:sz w:val="16"/>
                <w:szCs w:val="16"/>
              </w:rPr>
              <w:t>CR on RI-Reference CSI Process with Subframe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992ECE3" w14:textId="77777777" w:rsidR="003E33BF" w:rsidRPr="00E9040D" w:rsidRDefault="003E33B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496AEE9" w14:textId="77777777" w:rsidR="003E33BF" w:rsidRPr="00E9040D" w:rsidRDefault="003E33B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5D40C6" w:rsidRPr="00E9040D" w14:paraId="55FA12E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BD50A0C" w14:textId="77777777" w:rsidR="005D40C6" w:rsidRPr="00E9040D" w:rsidRDefault="005D40C6"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EF56E3" w14:textId="77777777" w:rsidR="005D40C6"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D40C6">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E504D9"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AF7F67D"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420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B7E46A"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AC28988" w14:textId="77777777" w:rsidR="005D40C6" w:rsidRPr="005D40C6" w:rsidRDefault="005D40C6" w:rsidP="00E04E7B">
            <w:pPr>
              <w:spacing w:after="0"/>
              <w:rPr>
                <w:rFonts w:ascii="Arial" w:hAnsi="Arial" w:cs="Arial"/>
                <w:sz w:val="16"/>
                <w:szCs w:val="16"/>
              </w:rPr>
            </w:pPr>
            <w:r w:rsidRPr="005D40C6">
              <w:rPr>
                <w:rFonts w:ascii="Arial" w:hAnsi="Arial" w:cs="Arial"/>
                <w:sz w:val="16"/>
                <w:szCs w:val="16"/>
              </w:rPr>
              <w:t>Correction on UE-specific RS scrambling for SPS PDSCH in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422E3C6" w14:textId="77777777" w:rsidR="005D40C6" w:rsidRPr="00E9040D" w:rsidRDefault="005D40C6"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88F3B4" w14:textId="77777777" w:rsidR="005D40C6" w:rsidRPr="00E9040D" w:rsidRDefault="005D40C6"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077B48" w:rsidRPr="00E9040D" w14:paraId="21EFE80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5B367C7" w14:textId="77777777" w:rsidR="00077B48" w:rsidRPr="00E9040D" w:rsidRDefault="00077B48"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EA12AE9" w14:textId="77777777" w:rsidR="00077B48"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77B48">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F822F6"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561E3A6"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421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673E8F"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ED7B2F7" w14:textId="77777777" w:rsidR="00077B48" w:rsidRPr="00077B48" w:rsidRDefault="00077B48" w:rsidP="00E04E7B">
            <w:pPr>
              <w:spacing w:after="0"/>
              <w:rPr>
                <w:rFonts w:ascii="Arial" w:hAnsi="Arial" w:cs="Arial"/>
                <w:sz w:val="16"/>
                <w:szCs w:val="16"/>
              </w:rPr>
            </w:pPr>
            <w:r w:rsidRPr="00077B48">
              <w:rPr>
                <w:rFonts w:ascii="Arial" w:hAnsi="Arial" w:cs="Arial"/>
                <w:sz w:val="16"/>
                <w:szCs w:val="16"/>
              </w:rPr>
              <w:t xml:space="preserve">CR on resolving ambiguous UE capability </w:t>
            </w:r>
            <w:proofErr w:type="spellStart"/>
            <w:r w:rsidRPr="00077B48">
              <w:rPr>
                <w:rFonts w:ascii="Arial" w:hAnsi="Arial" w:cs="Arial"/>
                <w:sz w:val="16"/>
                <w:szCs w:val="16"/>
              </w:rPr>
              <w:t>signaling</w:t>
            </w:r>
            <w:proofErr w:type="spellEnd"/>
            <w:r w:rsidRPr="00077B48">
              <w:rPr>
                <w:rFonts w:ascii="Arial" w:hAnsi="Arial" w:cs="Arial"/>
                <w:sz w:val="16"/>
                <w:szCs w:val="16"/>
              </w:rPr>
              <w:t xml:space="preserve"> for </w:t>
            </w:r>
            <w:proofErr w:type="spellStart"/>
            <w:r w:rsidRPr="00077B48">
              <w:rPr>
                <w:rFonts w:ascii="Arial" w:hAnsi="Arial" w:cs="Arial"/>
                <w:sz w:val="16"/>
                <w:szCs w:val="16"/>
              </w:rPr>
              <w:t>CoMP</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3F97E5A" w14:textId="77777777" w:rsidR="00077B48" w:rsidRPr="00E9040D" w:rsidRDefault="00077B48"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712D9E" w14:textId="77777777" w:rsidR="00077B48" w:rsidRPr="00E9040D" w:rsidRDefault="00077B48"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DE0364" w:rsidRPr="00E9040D" w14:paraId="2AB0D33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BA54863" w14:textId="77777777" w:rsidR="00DE0364" w:rsidRPr="00E9040D" w:rsidRDefault="00DE0364"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D6AA65" w14:textId="77777777" w:rsidR="00DE0364"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E036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C53D9E0"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7DA69DF"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422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1C87D3"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936E22" w14:textId="77777777" w:rsidR="00DE0364" w:rsidRPr="00DE0364" w:rsidRDefault="00DE0364" w:rsidP="00E04E7B">
            <w:pPr>
              <w:spacing w:after="0"/>
              <w:rPr>
                <w:rFonts w:ascii="Arial" w:hAnsi="Arial" w:cs="Arial"/>
                <w:sz w:val="16"/>
                <w:szCs w:val="16"/>
              </w:rPr>
            </w:pPr>
            <w:r w:rsidRPr="00DE0364">
              <w:rPr>
                <w:rFonts w:ascii="Arial" w:hAnsi="Arial" w:cs="Arial"/>
                <w:sz w:val="16"/>
                <w:szCs w:val="16"/>
              </w:rPr>
              <w:t>Correction of valid downlink subframe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8F50F4D" w14:textId="77777777" w:rsidR="00DE0364" w:rsidRPr="00E9040D" w:rsidRDefault="00DE0364"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C58EE09" w14:textId="77777777" w:rsidR="00DE0364" w:rsidRPr="00E9040D" w:rsidRDefault="00DE0364"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16FDD" w:rsidRPr="00E9040D" w14:paraId="142DA08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A3E03C" w14:textId="77777777" w:rsidR="00216FDD" w:rsidRPr="00E9040D" w:rsidRDefault="00216FDD"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DE5649" w14:textId="77777777" w:rsidR="00216FDD"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16FDD">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DA0E4FF"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07DC022"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424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340CCB8"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FA65C5" w14:textId="77777777" w:rsidR="00216FDD" w:rsidRPr="00216FDD" w:rsidRDefault="00216FDD" w:rsidP="00E04E7B">
            <w:pPr>
              <w:spacing w:after="0"/>
              <w:rPr>
                <w:rFonts w:ascii="Arial" w:hAnsi="Arial" w:cs="Arial"/>
                <w:sz w:val="16"/>
                <w:szCs w:val="16"/>
              </w:rPr>
            </w:pPr>
            <w:r w:rsidRPr="00216FDD">
              <w:rPr>
                <w:rFonts w:ascii="Arial" w:hAnsi="Arial" w:cs="Arial"/>
                <w:sz w:val="16"/>
                <w:szCs w:val="16"/>
              </w:rPr>
              <w:t>Correction on HARQ-ACK transmission for a UE configured with PUCCH format 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C1EEF83"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D7503A"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16FDD" w:rsidRPr="00E9040D" w14:paraId="62C6E6D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574449E" w14:textId="77777777" w:rsidR="00216FDD" w:rsidRPr="00E9040D" w:rsidRDefault="00216FDD"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79389D" w14:textId="77777777" w:rsidR="00216FDD"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16FDD">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D7DC95B"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DA29E99"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425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AB14D9"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84B8453" w14:textId="77777777" w:rsidR="00216FDD" w:rsidRPr="00216FDD" w:rsidRDefault="00216FDD" w:rsidP="00E04E7B">
            <w:pPr>
              <w:spacing w:after="0"/>
              <w:rPr>
                <w:rFonts w:ascii="Arial" w:hAnsi="Arial" w:cs="Arial"/>
                <w:sz w:val="16"/>
                <w:szCs w:val="16"/>
              </w:rPr>
            </w:pPr>
            <w:r w:rsidRPr="00216FDD">
              <w:rPr>
                <w:rFonts w:ascii="Arial" w:hAnsi="Arial" w:cs="Arial"/>
                <w:sz w:val="16"/>
                <w:szCs w:val="16"/>
              </w:rPr>
              <w:t xml:space="preserve">Correction of PHICH resource for half duplex </w:t>
            </w:r>
            <w:smartTag w:uri="urn:schemas-microsoft-com:office:smarttags" w:element="PersonName">
              <w:smartTag w:uri="urn:schemas:contacts" w:element="GivenName">
                <w:r w:rsidRPr="00216FDD">
                  <w:rPr>
                    <w:rFonts w:ascii="Arial" w:hAnsi="Arial" w:cs="Arial"/>
                    <w:sz w:val="16"/>
                    <w:szCs w:val="16"/>
                  </w:rPr>
                  <w:t>TDD</w:t>
                </w:r>
              </w:smartTag>
              <w:r w:rsidRPr="00216FDD">
                <w:rPr>
                  <w:rFonts w:ascii="Arial" w:hAnsi="Arial" w:cs="Arial"/>
                  <w:sz w:val="16"/>
                  <w:szCs w:val="16"/>
                </w:rPr>
                <w:t xml:space="preserve"> </w:t>
              </w:r>
              <w:smartTag w:uri="urn:schemas:contacts" w:element="Sn">
                <w:r w:rsidRPr="00216FDD">
                  <w:rPr>
                    <w:rFonts w:ascii="Arial" w:hAnsi="Arial" w:cs="Arial"/>
                    <w:sz w:val="16"/>
                    <w:szCs w:val="16"/>
                  </w:rPr>
                  <w:t>UE</w:t>
                </w:r>
              </w:smartTag>
            </w:smartTag>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4204689"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53EBC33"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DB749F" w:rsidRPr="00E9040D" w14:paraId="1224794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39298AE" w14:textId="77777777" w:rsidR="00DB749F" w:rsidRPr="00E9040D" w:rsidRDefault="00DB749F"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F80522" w14:textId="77777777" w:rsidR="00DB749F"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B749F">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AE9AC7D"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18B07A8"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426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B1A67A"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34C661F" w14:textId="77777777" w:rsidR="00DB749F" w:rsidRPr="00DB749F" w:rsidRDefault="00DB749F" w:rsidP="00E04E7B">
            <w:pPr>
              <w:spacing w:after="0"/>
              <w:rPr>
                <w:rFonts w:ascii="Arial" w:hAnsi="Arial" w:cs="Arial"/>
                <w:sz w:val="16"/>
                <w:szCs w:val="16"/>
              </w:rPr>
            </w:pPr>
            <w:r w:rsidRPr="00DB749F">
              <w:rPr>
                <w:rFonts w:ascii="Arial" w:hAnsi="Arial" w:cs="Arial"/>
                <w:sz w:val="16"/>
                <w:szCs w:val="16"/>
              </w:rPr>
              <w:t xml:space="preserve">Correction on n_{HARQ} for </w:t>
            </w:r>
            <w:smartTag w:uri="urn:schemas-microsoft-com:office:smarttags" w:element="place">
              <w:smartTag w:uri="urn:schemas-microsoft-com:office:smarttags" w:element="City">
                <w:r w:rsidRPr="00DB749F">
                  <w:rPr>
                    <w:rFonts w:ascii="Arial" w:hAnsi="Arial" w:cs="Arial"/>
                    <w:sz w:val="16"/>
                    <w:szCs w:val="16"/>
                  </w:rPr>
                  <w:t>TDD</w:t>
                </w:r>
              </w:smartTag>
              <w:r w:rsidRPr="00DB749F">
                <w:rPr>
                  <w:rFonts w:ascii="Arial" w:hAnsi="Arial" w:cs="Arial"/>
                  <w:sz w:val="16"/>
                  <w:szCs w:val="16"/>
                </w:rPr>
                <w:t xml:space="preserve"> </w:t>
              </w:r>
              <w:smartTag w:uri="urn:schemas-microsoft-com:office:smarttags" w:element="State">
                <w:r w:rsidRPr="00DB749F">
                  <w:rPr>
                    <w:rFonts w:ascii="Arial" w:hAnsi="Arial" w:cs="Arial"/>
                    <w:sz w:val="16"/>
                    <w:szCs w:val="16"/>
                  </w:rPr>
                  <w:t>CA</w:t>
                </w:r>
              </w:smartTag>
            </w:smartTag>
            <w:r w:rsidRPr="00DB749F">
              <w:rPr>
                <w:rFonts w:ascii="Arial" w:hAnsi="Arial" w:cs="Arial"/>
                <w:sz w:val="16"/>
                <w:szCs w:val="16"/>
              </w:rPr>
              <w:t xml:space="preserve"> with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4F677E5" w14:textId="77777777" w:rsidR="00DB749F" w:rsidRPr="00E9040D" w:rsidRDefault="00DB749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E6274B8" w14:textId="77777777" w:rsidR="00DB749F" w:rsidRPr="00E9040D" w:rsidRDefault="00DB749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3DC4ADC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C4E8399"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1B4B65"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12807C2"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7BE5B71"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CC6E036"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4942925"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 xml:space="preserve">Correction on implicit HARQ-ACK resource determination for PUCCH format 1b with channel selection for </w:t>
            </w:r>
            <w:smartTag w:uri="urn:schemas-microsoft-com:office:smarttags" w:element="place">
              <w:smartTag w:uri="urn:schemas-microsoft-com:office:smarttags" w:element="City">
                <w:r w:rsidRPr="00B645EB">
                  <w:rPr>
                    <w:rFonts w:ascii="Arial" w:hAnsi="Arial" w:cs="Arial"/>
                    <w:sz w:val="16"/>
                    <w:szCs w:val="16"/>
                  </w:rPr>
                  <w:t>TDD</w:t>
                </w:r>
              </w:smartTag>
              <w:r w:rsidRPr="00B645EB">
                <w:rPr>
                  <w:rFonts w:ascii="Arial" w:hAnsi="Arial" w:cs="Arial"/>
                  <w:sz w:val="16"/>
                  <w:szCs w:val="16"/>
                </w:rPr>
                <w:t xml:space="preserve"> </w:t>
              </w:r>
              <w:smartTag w:uri="urn:schemas-microsoft-com:office:smarttags" w:element="State">
                <w:r w:rsidRPr="00B645EB">
                  <w:rPr>
                    <w:rFonts w:ascii="Arial" w:hAnsi="Arial" w:cs="Arial"/>
                    <w:sz w:val="16"/>
                    <w:szCs w:val="16"/>
                  </w:rPr>
                  <w:t>CA</w:t>
                </w:r>
              </w:smartTag>
            </w:smartTag>
            <w:r w:rsidRPr="00B645EB">
              <w:rPr>
                <w:rFonts w:ascii="Arial" w:hAnsi="Arial" w:cs="Arial"/>
                <w:sz w:val="16"/>
                <w:szCs w:val="16"/>
              </w:rPr>
              <w:t xml:space="preserve"> with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FB4CC2"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DBC598F"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7CE405C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D4C5CC7"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59006D3"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1629FE5"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F9D0CD3"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01E592"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ED11A09"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Correction on SRS power scaling with multiple TAGs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6E098D2"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1538A0F"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41B938F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2BEF3E5"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29F7196"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9D52F5B"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8681D0"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2EEB8B"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C0F0B50"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Correction on MBSFN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831D167"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3B585A"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6E59699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9CAD4AF"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4E3AED"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53791F4"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E72138"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F24A8A"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A22913D"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 xml:space="preserve">CR on </w:t>
            </w:r>
            <w:proofErr w:type="spellStart"/>
            <w:r w:rsidRPr="00B645EB">
              <w:rPr>
                <w:rFonts w:ascii="Arial" w:hAnsi="Arial" w:cs="Arial"/>
                <w:sz w:val="16"/>
                <w:szCs w:val="16"/>
              </w:rPr>
              <w:t>SCell</w:t>
            </w:r>
            <w:proofErr w:type="spellEnd"/>
            <w:r w:rsidRPr="00B645EB">
              <w:rPr>
                <w:rFonts w:ascii="Arial" w:hAnsi="Arial" w:cs="Arial"/>
                <w:sz w:val="16"/>
                <w:szCs w:val="16"/>
              </w:rPr>
              <w:t xml:space="preserve"> activation timing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B2A8370"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90134F4"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391C57" w:rsidRPr="00E9040D" w14:paraId="64BF92F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7352789" w14:textId="77777777" w:rsidR="00391C57" w:rsidRPr="00E9040D" w:rsidRDefault="00391C57" w:rsidP="00391C5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D3AB6DE" w14:textId="77777777" w:rsidR="00391C57" w:rsidRPr="00E9040D" w:rsidRDefault="00391C57" w:rsidP="00391C57">
            <w:pPr>
              <w:spacing w:after="0"/>
              <w:jc w:val="center"/>
              <w:rPr>
                <w:rFonts w:ascii="Arial" w:hAnsi="Arial" w:cs="Arial"/>
                <w:snapToGrid w:val="0"/>
                <w:sz w:val="16"/>
                <w:szCs w:val="16"/>
                <w:lang w:val="en-AU"/>
              </w:rPr>
            </w:pP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086457A" w14:textId="77777777" w:rsidR="00391C57" w:rsidRPr="00E9040D" w:rsidRDefault="00391C57" w:rsidP="00391C57">
            <w:pPr>
              <w:spacing w:after="0"/>
              <w:jc w:val="center"/>
              <w:rPr>
                <w:rFonts w:ascii="Arial" w:hAnsi="Arial" w:cs="Arial"/>
                <w:sz w:val="16"/>
                <w:szCs w:val="16"/>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A244991" w14:textId="77777777" w:rsidR="00391C57" w:rsidRPr="00E9040D" w:rsidRDefault="00391C57" w:rsidP="00391C57">
            <w:pPr>
              <w:spacing w:after="0"/>
              <w:jc w:val="center"/>
              <w:rPr>
                <w:rFonts w:ascii="Arial" w:hAnsi="Arial"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D26F6E5" w14:textId="77777777" w:rsidR="00391C57" w:rsidRPr="00E9040D" w:rsidRDefault="00391C57" w:rsidP="00391C57">
            <w:pPr>
              <w:spacing w:after="0"/>
              <w:jc w:val="center"/>
              <w:rPr>
                <w:rFonts w:ascii="Arial" w:hAnsi="Arial" w:cs="Arial"/>
                <w:sz w:val="16"/>
                <w:szCs w:val="16"/>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ADAAA5F" w14:textId="77777777" w:rsidR="00391C57" w:rsidRPr="00B645EB" w:rsidRDefault="00391C57" w:rsidP="00391C57">
            <w:pPr>
              <w:spacing w:after="0"/>
              <w:rPr>
                <w:rFonts w:ascii="Arial" w:hAnsi="Arial" w:cs="Arial"/>
                <w:sz w:val="16"/>
                <w:szCs w:val="16"/>
              </w:rPr>
            </w:pPr>
            <w:r>
              <w:rPr>
                <w:rFonts w:ascii="Arial" w:hAnsi="Arial" w:cs="Arial"/>
                <w:sz w:val="16"/>
                <w:szCs w:val="16"/>
              </w:rPr>
              <w:t>MCC clean-up</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1C6F008"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7F31D81"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391C57" w:rsidRPr="00E9040D" w14:paraId="62A10C6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476C56F" w14:textId="77777777" w:rsidR="00391C57" w:rsidRPr="00E9040D" w:rsidRDefault="00391C57" w:rsidP="00391C5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80FEC6" w14:textId="77777777" w:rsidR="00391C57" w:rsidRPr="00E9040D" w:rsidRDefault="00391C57" w:rsidP="00391C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EBAEEC3"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46679FF"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432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62E63A"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F2740EB" w14:textId="77777777" w:rsidR="00391C57" w:rsidRPr="00391C57" w:rsidRDefault="00391C57" w:rsidP="00391C57">
            <w:pPr>
              <w:spacing w:after="0"/>
              <w:rPr>
                <w:rFonts w:ascii="Arial" w:hAnsi="Arial" w:cs="Arial"/>
                <w:sz w:val="16"/>
                <w:szCs w:val="16"/>
              </w:rPr>
            </w:pPr>
            <w:r w:rsidRPr="00391C57">
              <w:rPr>
                <w:rFonts w:ascii="Arial" w:hAnsi="Arial" w:cs="Arial"/>
                <w:sz w:val="16"/>
                <w:szCs w:val="16"/>
              </w:rPr>
              <w:t>Correction for EPDCCH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F26F41"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2A3026E"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640EF1" w:rsidRPr="00E9040D" w14:paraId="5710D26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766A2F7" w14:textId="77777777" w:rsidR="00640EF1" w:rsidRPr="00E9040D" w:rsidRDefault="00640EF1" w:rsidP="00640EF1">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86B0C1" w14:textId="77777777" w:rsidR="00640EF1" w:rsidRPr="00E9040D" w:rsidRDefault="00640EF1" w:rsidP="00640EF1">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537997B"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RP-131250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107D474"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433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6E5F01"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93F5C51" w14:textId="77777777" w:rsidR="00640EF1" w:rsidRPr="00640EF1" w:rsidRDefault="00640EF1" w:rsidP="00640EF1">
            <w:pPr>
              <w:spacing w:after="0"/>
              <w:rPr>
                <w:rFonts w:ascii="Arial" w:hAnsi="Arial" w:cs="Arial"/>
                <w:sz w:val="16"/>
                <w:szCs w:val="16"/>
              </w:rPr>
            </w:pPr>
            <w:r w:rsidRPr="00640EF1">
              <w:rPr>
                <w:rFonts w:ascii="Arial" w:hAnsi="Arial" w:cs="Arial"/>
                <w:sz w:val="16"/>
                <w:szCs w:val="16"/>
              </w:rPr>
              <w:t>Correction to QCL behaviour on CRS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EC556AF" w14:textId="77777777" w:rsidR="00640EF1" w:rsidRPr="00E9040D" w:rsidRDefault="00640EF1" w:rsidP="00640EF1">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39B4772" w14:textId="77777777" w:rsidR="00640EF1" w:rsidRPr="00E9040D" w:rsidRDefault="00640EF1" w:rsidP="00640EF1">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75AEA3B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B63B7A5"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88F7B3"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093882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6DB69B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7406C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0358E1D"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Correction on PUCCH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199A563"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E6A78F2"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05FC326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7CABDF4"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E60ED5"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FD3EF5F"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093023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2C9486F"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EC8A3C"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 xml:space="preserve">Correction on the ratio of PDSCH EPRE to </w:t>
            </w:r>
            <w:smartTag w:uri="urn:schemas-microsoft-com:office:smarttags" w:element="PersonName">
              <w:smartTag w:uri="urn:schemas:contacts" w:element="GivenName">
                <w:r w:rsidRPr="00B45C5C">
                  <w:rPr>
                    <w:rFonts w:ascii="Arial" w:hAnsi="Arial" w:cs="Arial"/>
                    <w:sz w:val="16"/>
                    <w:szCs w:val="16"/>
                  </w:rPr>
                  <w:t>CRS</w:t>
                </w:r>
              </w:smartTag>
              <w:r w:rsidRPr="00B45C5C">
                <w:rPr>
                  <w:rFonts w:ascii="Arial" w:hAnsi="Arial" w:cs="Arial"/>
                  <w:sz w:val="16"/>
                  <w:szCs w:val="16"/>
                </w:rPr>
                <w:t xml:space="preserve"> </w:t>
              </w:r>
              <w:smartTag w:uri="urn:schemas:contacts" w:element="Sn">
                <w:r w:rsidRPr="00B45C5C">
                  <w:rPr>
                    <w:rFonts w:ascii="Arial" w:hAnsi="Arial" w:cs="Arial"/>
                    <w:sz w:val="16"/>
                    <w:szCs w:val="16"/>
                  </w:rPr>
                  <w:t>EPRE</w:t>
                </w:r>
              </w:smartTag>
            </w:smartTag>
            <w:r w:rsidRPr="00B45C5C">
              <w:rPr>
                <w:rFonts w:ascii="Arial" w:hAnsi="Arial" w:cs="Arial"/>
                <w:sz w:val="16"/>
                <w:szCs w:val="16"/>
              </w:rPr>
              <w:t xml:space="preserve"> for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801DAE"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4FF6CC2"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5FEE024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7278BCA"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2A9875"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4276C57"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774030D"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A5D21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C7A1B1F"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CR on EPDCCH Search Space for Cross-Carrier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6F286A"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6E2E2B"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0D9A8B7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8DA7C1E"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0D85D53"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80E524"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6E33B17"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5EE2B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12C8ABC"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Correction to the UE behaviour in case of collision between PRS and EPDCCH in different CP case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4D2F244"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BA4D55F"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02B44EA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CE5569A"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385440"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D04C9EE"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BC38F86"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65B5E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1008842"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On correction to higher layer parameter name for EPDCCH resource mapping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C7812EE"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7B3531"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6E1D99D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A3B0D53"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7B1820"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B594E7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C2489C5"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C6102C"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675E5E"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 xml:space="preserve">Correction to PDSCH mapping for </w:t>
            </w:r>
            <w:proofErr w:type="spellStart"/>
            <w:r w:rsidRPr="00B45C5C">
              <w:rPr>
                <w:rFonts w:ascii="Arial" w:hAnsi="Arial" w:cs="Arial"/>
                <w:sz w:val="16"/>
                <w:szCs w:val="16"/>
              </w:rPr>
              <w:t>CoMP</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D9C3C0E"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DB89AF6"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A7C73" w:rsidRPr="00E9040D" w14:paraId="1067BC3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A3E271" w14:textId="77777777" w:rsidR="00BA7C73" w:rsidRPr="00E9040D" w:rsidRDefault="00BA7C73" w:rsidP="00BA7C7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32BCFA" w14:textId="77777777" w:rsidR="00BA7C73" w:rsidRPr="00E9040D" w:rsidRDefault="00BA7C73" w:rsidP="00BA7C7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78897F0"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RP-131893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E39C4B7"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440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93C7FB8"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0FC6426" w14:textId="77777777" w:rsidR="00BA7C73" w:rsidRPr="00BA7C73" w:rsidRDefault="00BA7C73" w:rsidP="00BA7C73">
            <w:pPr>
              <w:spacing w:after="0"/>
              <w:rPr>
                <w:rFonts w:ascii="Arial" w:hAnsi="Arial" w:cs="Arial"/>
                <w:sz w:val="16"/>
                <w:szCs w:val="16"/>
              </w:rPr>
            </w:pPr>
            <w:r w:rsidRPr="00BA7C73">
              <w:rPr>
                <w:rFonts w:ascii="Arial" w:hAnsi="Arial" w:cs="Arial"/>
                <w:sz w:val="16"/>
                <w:szCs w:val="16"/>
              </w:rPr>
              <w:t xml:space="preserve">Correction on parameter </w:t>
            </w:r>
            <w:proofErr w:type="spellStart"/>
            <w:r w:rsidRPr="00BA7C73">
              <w:rPr>
                <w:rFonts w:ascii="Arial" w:hAnsi="Arial" w:cs="Arial"/>
                <w:sz w:val="16"/>
                <w:szCs w:val="16"/>
              </w:rPr>
              <w:t>ue</w:t>
            </w:r>
            <w:proofErr w:type="spellEnd"/>
            <w:r w:rsidRPr="00BA7C73">
              <w:rPr>
                <w:rFonts w:ascii="Arial" w:hAnsi="Arial" w:cs="Arial"/>
                <w:sz w:val="16"/>
                <w:szCs w:val="16"/>
              </w:rPr>
              <w:t>-Category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9AE963"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F83DCD"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BA7C73" w:rsidRPr="00E9040D" w14:paraId="49CEA09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6AC3C2E" w14:textId="77777777" w:rsidR="00BA7C73" w:rsidRPr="00E9040D" w:rsidRDefault="00BA7C73" w:rsidP="00BA7C7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8DA560" w14:textId="77777777" w:rsidR="00BA7C73" w:rsidRPr="00E9040D" w:rsidRDefault="00BA7C73" w:rsidP="00BA7C7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D0E26AB"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RP-131892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2EE6350"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442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E64AAD6"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6FAA51D" w14:textId="77777777" w:rsidR="00BA7C73" w:rsidRPr="00BA7C73" w:rsidRDefault="00BA7C73" w:rsidP="00BA7C73">
            <w:pPr>
              <w:spacing w:after="0"/>
              <w:rPr>
                <w:rFonts w:ascii="Arial" w:hAnsi="Arial" w:cs="Arial"/>
                <w:sz w:val="16"/>
                <w:szCs w:val="16"/>
              </w:rPr>
            </w:pPr>
            <w:r w:rsidRPr="00BA7C73">
              <w:rPr>
                <w:rFonts w:ascii="Arial" w:hAnsi="Arial" w:cs="Arial"/>
                <w:sz w:val="16"/>
                <w:szCs w:val="16"/>
              </w:rPr>
              <w:t>Correction on determination of modulation order and transport block size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89D2D6A"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0E41A39"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7764B9" w:rsidRPr="00E9040D" w14:paraId="56B379F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6F3E7A6" w14:textId="77777777" w:rsidR="007764B9" w:rsidRPr="00E9040D" w:rsidRDefault="007764B9" w:rsidP="00DB489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0A96FC" w14:textId="77777777" w:rsidR="007764B9" w:rsidRPr="00E9040D" w:rsidRDefault="007764B9" w:rsidP="00DB489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F4F068D"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RP-132024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5BB5A98"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445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8F2700"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1D8042A" w14:textId="77777777" w:rsidR="007764B9" w:rsidRPr="007764B9" w:rsidRDefault="007764B9" w:rsidP="00DB4893">
            <w:pPr>
              <w:spacing w:after="0"/>
              <w:rPr>
                <w:rFonts w:ascii="Arial" w:hAnsi="Arial" w:cs="Arial"/>
                <w:sz w:val="16"/>
                <w:szCs w:val="16"/>
              </w:rPr>
            </w:pPr>
            <w:r w:rsidRPr="007764B9">
              <w:rPr>
                <w:rFonts w:ascii="Arial" w:hAnsi="Arial" w:cs="Arial"/>
                <w:sz w:val="16"/>
                <w:szCs w:val="16"/>
              </w:rPr>
              <w:t>Correction on CSI reporting type and parameters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249EF2"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2F25BAA"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7764B9" w:rsidRPr="00E9040D" w14:paraId="6F5E3F4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E5B30FB" w14:textId="77777777" w:rsidR="007764B9" w:rsidRPr="00E9040D" w:rsidRDefault="007764B9" w:rsidP="00DB489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72D9C3" w14:textId="77777777" w:rsidR="007764B9" w:rsidRPr="00E9040D" w:rsidRDefault="007764B9" w:rsidP="00DB489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018D9BF"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RP-131894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46627F0"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446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16FAD3"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2A16C49" w14:textId="77777777" w:rsidR="007764B9" w:rsidRPr="007764B9" w:rsidRDefault="007764B9" w:rsidP="00DB4893">
            <w:pPr>
              <w:spacing w:after="0"/>
              <w:rPr>
                <w:rFonts w:ascii="Arial" w:hAnsi="Arial" w:cs="Arial"/>
                <w:sz w:val="16"/>
                <w:szCs w:val="16"/>
              </w:rPr>
            </w:pPr>
            <w:r w:rsidRPr="007764B9">
              <w:rPr>
                <w:rFonts w:ascii="Arial" w:hAnsi="Arial" w:cs="Arial"/>
                <w:sz w:val="16"/>
                <w:szCs w:val="16"/>
              </w:rPr>
              <w:t>Correction on deriving the length of the non-MBSFN region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5C3FB46"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A8B5C3D"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0A3FF6" w:rsidRPr="00E9040D" w14:paraId="54C2CFC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DAEDD64" w14:textId="77777777" w:rsidR="000A3FF6" w:rsidRPr="00E9040D" w:rsidRDefault="000A3FF6" w:rsidP="000A3FF6">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700133" w14:textId="77777777" w:rsidR="000A3FF6" w:rsidRPr="00E9040D" w:rsidRDefault="000A3FF6" w:rsidP="000A3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BEABA06"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RP-131896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6EF5060"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431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EB1E56"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7F78A34" w14:textId="77777777" w:rsidR="000A3FF6" w:rsidRPr="000A3FF6" w:rsidRDefault="000A3FF6" w:rsidP="000A3FF6">
            <w:pPr>
              <w:spacing w:after="0"/>
              <w:rPr>
                <w:rFonts w:ascii="Arial" w:hAnsi="Arial" w:cs="Arial"/>
                <w:sz w:val="16"/>
                <w:szCs w:val="16"/>
              </w:rPr>
            </w:pPr>
            <w:r w:rsidRPr="000A3FF6">
              <w:rPr>
                <w:rFonts w:ascii="Arial" w:hAnsi="Arial" w:cs="Arial"/>
                <w:sz w:val="16"/>
                <w:szCs w:val="16"/>
              </w:rPr>
              <w:t xml:space="preserve">Introduction of </w:t>
            </w:r>
            <w:proofErr w:type="spellStart"/>
            <w:r w:rsidRPr="000A3FF6">
              <w:rPr>
                <w:rFonts w:ascii="Arial" w:hAnsi="Arial" w:cs="Arial"/>
                <w:sz w:val="16"/>
                <w:szCs w:val="16"/>
              </w:rPr>
              <w:t>Rel</w:t>
            </w:r>
            <w:proofErr w:type="spellEnd"/>
            <w:r w:rsidRPr="000A3FF6">
              <w:rPr>
                <w:rFonts w:ascii="Arial" w:hAnsi="Arial" w:cs="Arial"/>
                <w:sz w:val="16"/>
                <w:szCs w:val="16"/>
              </w:rPr>
              <w:t xml:space="preserve"> 12 feature for Downlink MIMO Enhancement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E7DD93C" w14:textId="77777777" w:rsidR="000A3FF6" w:rsidRPr="00E9040D" w:rsidRDefault="000A3FF6" w:rsidP="000A3FF6">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D03C5AA" w14:textId="77777777" w:rsidR="000A3FF6" w:rsidRPr="00E9040D" w:rsidRDefault="000A3FF6" w:rsidP="000A3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r>
      <w:tr w:rsidR="002E1B5B" w:rsidRPr="00E9040D" w14:paraId="2EA5BF3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0A97735" w14:textId="77777777" w:rsidR="002E1B5B" w:rsidRPr="00E9040D" w:rsidRDefault="002E1B5B" w:rsidP="002E1B5B">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04F0067" w14:textId="77777777" w:rsidR="002E1B5B" w:rsidRPr="00E9040D" w:rsidRDefault="002E1B5B" w:rsidP="002E1B5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1CF2238" w14:textId="77777777" w:rsidR="002E1B5B" w:rsidRPr="00E9040D" w:rsidRDefault="002E1B5B" w:rsidP="002E1B5B">
            <w:pPr>
              <w:spacing w:after="0"/>
              <w:jc w:val="center"/>
              <w:rPr>
                <w:rFonts w:ascii="Arial" w:hAnsi="Arial" w:cs="Arial"/>
                <w:sz w:val="16"/>
                <w:szCs w:val="16"/>
              </w:rPr>
            </w:pPr>
            <w:r>
              <w:rPr>
                <w:rFonts w:ascii="Arial" w:hAnsi="Arial" w:cs="Arial"/>
                <w:sz w:val="16"/>
                <w:szCs w:val="16"/>
              </w:rPr>
              <w:t>RP-140286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609E07" w14:textId="77777777" w:rsidR="002E1B5B" w:rsidRPr="00E9040D" w:rsidRDefault="002E1B5B" w:rsidP="002E1B5B">
            <w:pPr>
              <w:spacing w:after="0"/>
              <w:jc w:val="center"/>
              <w:rPr>
                <w:rFonts w:ascii="Arial" w:hAnsi="Arial" w:cs="Arial"/>
                <w:sz w:val="16"/>
                <w:szCs w:val="16"/>
              </w:rPr>
            </w:pPr>
            <w:r>
              <w:rPr>
                <w:rFonts w:ascii="Arial" w:hAnsi="Arial" w:cs="Arial"/>
                <w:sz w:val="16"/>
                <w:szCs w:val="16"/>
              </w:rPr>
              <w:t>447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F9B4AA9" w14:textId="77777777" w:rsidR="002E1B5B" w:rsidRPr="00E9040D" w:rsidRDefault="002E1B5B"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38C003F" w14:textId="77777777" w:rsidR="002E1B5B" w:rsidRPr="000A3FF6" w:rsidRDefault="006A0550" w:rsidP="008C4F0A">
            <w:pPr>
              <w:spacing w:after="0"/>
              <w:rPr>
                <w:rFonts w:ascii="Arial" w:hAnsi="Arial" w:cs="Arial"/>
                <w:sz w:val="16"/>
                <w:szCs w:val="16"/>
              </w:rPr>
            </w:pPr>
            <w:r w:rsidRPr="006A0550">
              <w:rPr>
                <w:rFonts w:ascii="Arial" w:hAnsi="Arial" w:cs="Arial"/>
                <w:sz w:val="16"/>
                <w:szCs w:val="16"/>
              </w:rPr>
              <w:t>Correction to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CF25C56" w14:textId="77777777" w:rsidR="002E1B5B" w:rsidRPr="00E9040D" w:rsidRDefault="002E1B5B" w:rsidP="002E1B5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8CD14DA" w14:textId="77777777" w:rsidR="002E1B5B" w:rsidRPr="00E9040D" w:rsidRDefault="002E1B5B" w:rsidP="002E1B5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3489303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7A5A0E3"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19DA44"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2D72637"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RP-140291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2E1D8B6"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437198"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F69A5E5" w14:textId="77777777" w:rsidR="00EF5D39" w:rsidRPr="000A3FF6" w:rsidRDefault="00EF5D39" w:rsidP="008C4F0A">
            <w:pPr>
              <w:spacing w:after="0"/>
              <w:rPr>
                <w:rFonts w:ascii="Arial" w:hAnsi="Arial" w:cs="Arial"/>
                <w:sz w:val="16"/>
                <w:szCs w:val="16"/>
              </w:rPr>
            </w:pPr>
            <w:r w:rsidRPr="00EF5D39">
              <w:rPr>
                <w:rFonts w:ascii="Arial" w:hAnsi="Arial" w:cs="Arial"/>
                <w:sz w:val="16"/>
                <w:szCs w:val="16"/>
              </w:rPr>
              <w:t>Clarification on PUCCH Mode 1-1 for 4Tx Dual Codebook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30E0C38"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CF7ABDE"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6630757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E0BECFA"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A8EE65E"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728A327"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RP-140287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D07E483"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D64B28"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20E2801" w14:textId="77777777" w:rsidR="00EF5D39" w:rsidRPr="000A3FF6" w:rsidRDefault="00EF5D39" w:rsidP="008C4F0A">
            <w:pPr>
              <w:spacing w:after="0"/>
              <w:rPr>
                <w:rFonts w:ascii="Arial" w:hAnsi="Arial" w:cs="Arial"/>
                <w:sz w:val="16"/>
                <w:szCs w:val="16"/>
              </w:rPr>
            </w:pPr>
            <w:r w:rsidRPr="00EF5D39">
              <w:rPr>
                <w:rFonts w:ascii="Arial" w:hAnsi="Arial" w:cs="Arial"/>
                <w:sz w:val="16"/>
                <w:szCs w:val="16"/>
              </w:rPr>
              <w:t>Common search space monitoring for MBMS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4218C79"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616DD30"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071B488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C176052"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D720ED"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16F6BE"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04BE46"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80468F4"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C3B5D90" w14:textId="77777777" w:rsidR="00EF5D39" w:rsidRPr="000A3FF6" w:rsidRDefault="00F820B1" w:rsidP="008C4F0A">
            <w:pPr>
              <w:spacing w:after="0"/>
              <w:rPr>
                <w:rFonts w:ascii="Arial" w:hAnsi="Arial" w:cs="Arial"/>
                <w:sz w:val="16"/>
                <w:szCs w:val="16"/>
              </w:rPr>
            </w:pPr>
            <w:r w:rsidRPr="00F820B1">
              <w:rPr>
                <w:rFonts w:ascii="Arial" w:hAnsi="Arial" w:cs="Arial"/>
                <w:sz w:val="16"/>
                <w:szCs w:val="16"/>
              </w:rPr>
              <w:t>Introduction of new UE categories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C814024"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869552"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2F66AE" w:rsidRPr="00E9040D" w14:paraId="647EF80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CBA1F70" w14:textId="77777777" w:rsidR="002F66AE" w:rsidRPr="00E9040D" w:rsidRDefault="002F66AE"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54CE99" w14:textId="77777777" w:rsidR="002F66AE" w:rsidRPr="00E9040D" w:rsidRDefault="002F66AE"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F86A54B"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RP-140288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B7FDC54"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455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345131" w14:textId="77777777" w:rsidR="002F66AE" w:rsidRPr="00E9040D" w:rsidRDefault="002F66AE" w:rsidP="008C4F0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1B93FF" w14:textId="77777777" w:rsidR="002F66AE" w:rsidRPr="000A3FF6" w:rsidRDefault="002F66AE" w:rsidP="008C4F0A">
            <w:pPr>
              <w:spacing w:after="0"/>
              <w:rPr>
                <w:rFonts w:ascii="Arial" w:hAnsi="Arial" w:cs="Arial"/>
                <w:sz w:val="16"/>
                <w:szCs w:val="16"/>
              </w:rPr>
            </w:pPr>
            <w:r w:rsidRPr="002F66AE">
              <w:rPr>
                <w:rFonts w:ascii="Arial" w:hAnsi="Arial" w:cs="Arial"/>
                <w:sz w:val="16"/>
                <w:szCs w:val="16"/>
              </w:rPr>
              <w:t>Modification to I_SRS = 0 for trigger type 1 SRS and TDD</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2099D9E"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F0732B"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2F66AE" w:rsidRPr="00E9040D" w14:paraId="2A9D74A0"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5FD5830" w14:textId="77777777" w:rsidR="002F66AE" w:rsidRPr="00E9040D" w:rsidRDefault="002F66AE"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2D261F" w14:textId="77777777" w:rsidR="002F66AE" w:rsidRPr="00E9040D" w:rsidRDefault="002F66AE"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1C3054"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RP-140289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76E1C7"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458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5C07245" w14:textId="77777777" w:rsidR="002F66AE" w:rsidRPr="00E9040D" w:rsidRDefault="002F66AE"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2ECBF3F" w14:textId="77777777" w:rsidR="002F66AE" w:rsidRPr="000A3FF6" w:rsidRDefault="002F66AE" w:rsidP="008C4F0A">
            <w:pPr>
              <w:spacing w:after="0"/>
              <w:rPr>
                <w:rFonts w:ascii="Arial" w:hAnsi="Arial" w:cs="Arial"/>
                <w:sz w:val="16"/>
                <w:szCs w:val="16"/>
              </w:rPr>
            </w:pPr>
            <w:r w:rsidRPr="002F66AE">
              <w:rPr>
                <w:rFonts w:ascii="Arial" w:hAnsi="Arial" w:cs="Arial"/>
                <w:sz w:val="16"/>
                <w:szCs w:val="16"/>
              </w:rPr>
              <w:t>Correction to CSI processing in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F71A93A"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6761200"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715340" w:rsidRPr="00E9040D" w14:paraId="69960D6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58FE3E1" w14:textId="77777777" w:rsidR="00715340" w:rsidRPr="00E9040D" w:rsidRDefault="00715340"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C263310" w14:textId="77777777" w:rsidR="00715340" w:rsidRPr="00E9040D" w:rsidRDefault="00715340" w:rsidP="0071534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081BE42" w14:textId="77777777" w:rsidR="00715340" w:rsidRPr="00E9040D" w:rsidRDefault="00715340" w:rsidP="00C97688">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6CD4D4" w14:textId="77777777" w:rsidR="00715340" w:rsidRPr="00E9040D" w:rsidRDefault="00715340" w:rsidP="007D5067">
            <w:pPr>
              <w:spacing w:after="0"/>
              <w:jc w:val="center"/>
              <w:rPr>
                <w:rFonts w:ascii="Arial" w:hAnsi="Arial" w:cs="Arial"/>
                <w:sz w:val="16"/>
                <w:szCs w:val="16"/>
              </w:rPr>
            </w:pPr>
            <w:r>
              <w:rPr>
                <w:rFonts w:ascii="Arial" w:hAnsi="Arial" w:cs="Arial"/>
                <w:sz w:val="16"/>
                <w:szCs w:val="16"/>
              </w:rPr>
              <w:t>459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2D7D3E" w14:textId="77777777" w:rsidR="00715340" w:rsidRPr="00E9040D" w:rsidRDefault="00715340" w:rsidP="00C45FF6">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2A7E26" w14:textId="77777777" w:rsidR="00715340" w:rsidRPr="000A3FF6" w:rsidRDefault="00715340" w:rsidP="00C45FF6">
            <w:pPr>
              <w:spacing w:after="0"/>
              <w:rPr>
                <w:rFonts w:ascii="Arial" w:hAnsi="Arial" w:cs="Arial"/>
                <w:sz w:val="16"/>
                <w:szCs w:val="16"/>
              </w:rPr>
            </w:pPr>
            <w:r w:rsidRPr="00715340">
              <w:rPr>
                <w:rFonts w:ascii="Arial" w:hAnsi="Arial" w:cs="Arial"/>
                <w:sz w:val="16"/>
                <w:szCs w:val="16"/>
              </w:rPr>
              <w:t>Clarification on PUCCH reporting type payload size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B3674B5" w14:textId="77777777" w:rsidR="00715340" w:rsidRPr="00E9040D" w:rsidRDefault="00715340" w:rsidP="0071534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3283C16" w14:textId="77777777" w:rsidR="00715340" w:rsidRPr="00E9040D" w:rsidRDefault="00715340" w:rsidP="00C9768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B8734C" w:rsidRPr="00E9040D" w14:paraId="1925B66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C8D1A89" w14:textId="77777777" w:rsidR="00B8734C" w:rsidRPr="00E9040D" w:rsidRDefault="00B8734C"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C3FC5C0" w14:textId="77777777" w:rsidR="00B8734C" w:rsidRPr="00E9040D" w:rsidRDefault="00B8734C"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5921146" w14:textId="77777777" w:rsidR="00B8734C" w:rsidRPr="00E9040D" w:rsidRDefault="00B8734C" w:rsidP="00C45FF6">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AD5896" w14:textId="77777777" w:rsidR="00B8734C" w:rsidRPr="00E9040D" w:rsidRDefault="00B8734C" w:rsidP="00B8734C">
            <w:pPr>
              <w:spacing w:after="0"/>
              <w:jc w:val="center"/>
              <w:rPr>
                <w:rFonts w:ascii="Arial" w:hAnsi="Arial" w:cs="Arial"/>
                <w:sz w:val="16"/>
                <w:szCs w:val="16"/>
              </w:rPr>
            </w:pPr>
            <w:r>
              <w:rPr>
                <w:rFonts w:ascii="Arial" w:hAnsi="Arial" w:cs="Arial"/>
                <w:sz w:val="16"/>
                <w:szCs w:val="16"/>
              </w:rPr>
              <w:t>461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2C4823" w14:textId="77777777" w:rsidR="00B8734C" w:rsidRPr="00E9040D" w:rsidRDefault="00B8734C" w:rsidP="00C45FF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5D831CA" w14:textId="77777777" w:rsidR="00B8734C" w:rsidRPr="000A3FF6" w:rsidRDefault="00B8734C" w:rsidP="00C45FF6">
            <w:pPr>
              <w:spacing w:after="0"/>
              <w:rPr>
                <w:rFonts w:ascii="Arial" w:hAnsi="Arial" w:cs="Arial"/>
                <w:sz w:val="16"/>
                <w:szCs w:val="16"/>
              </w:rPr>
            </w:pPr>
            <w:r w:rsidRPr="00B8734C">
              <w:rPr>
                <w:rFonts w:ascii="Arial" w:hAnsi="Arial" w:cs="Arial"/>
                <w:sz w:val="16"/>
                <w:szCs w:val="16"/>
              </w:rPr>
              <w:t>Clarification on</w:t>
            </w:r>
            <w:r w:rsidR="00985902">
              <w:rPr>
                <w:rFonts w:ascii="Arial" w:hAnsi="Arial" w:cs="Arial"/>
                <w:sz w:val="16"/>
                <w:szCs w:val="16"/>
              </w:rPr>
              <w:t xml:space="preserve"> </w:t>
            </w:r>
            <w:r w:rsidRPr="00B8734C">
              <w:rPr>
                <w:rFonts w:ascii="Arial" w:hAnsi="Arial" w:cs="Arial"/>
                <w:sz w:val="16"/>
                <w:szCs w:val="16"/>
              </w:rPr>
              <w:t>SRS colliding with PUCCH in the same cell when the UE is configured with multiple TAGs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FB12BC" w14:textId="77777777" w:rsidR="00B8734C" w:rsidRPr="00E9040D" w:rsidRDefault="00B8734C"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0A95E9" w14:textId="77777777" w:rsidR="00B8734C" w:rsidRPr="00E9040D" w:rsidRDefault="00B8734C"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A57EAF" w:rsidRPr="00E9040D" w14:paraId="140367A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6D468EF" w14:textId="77777777" w:rsidR="00A57EAF" w:rsidRPr="00E9040D" w:rsidRDefault="00A57EAF"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CA83E6" w14:textId="77777777" w:rsidR="00A57EAF" w:rsidRPr="00E9040D" w:rsidRDefault="00A57EAF"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D32D7AF" w14:textId="77777777" w:rsidR="00A57EAF" w:rsidRPr="00E9040D" w:rsidRDefault="00A57EAF" w:rsidP="00C45FF6">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2893934" w14:textId="77777777" w:rsidR="00A57EAF" w:rsidRPr="00E9040D" w:rsidRDefault="00A57EAF" w:rsidP="00A57EAF">
            <w:pPr>
              <w:spacing w:after="0"/>
              <w:jc w:val="center"/>
              <w:rPr>
                <w:rFonts w:ascii="Arial" w:hAnsi="Arial" w:cs="Arial"/>
                <w:sz w:val="16"/>
                <w:szCs w:val="16"/>
              </w:rPr>
            </w:pPr>
            <w:r>
              <w:rPr>
                <w:rFonts w:ascii="Arial" w:hAnsi="Arial" w:cs="Arial"/>
                <w:sz w:val="16"/>
                <w:szCs w:val="16"/>
              </w:rPr>
              <w:t>462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564578E" w14:textId="77777777" w:rsidR="00A57EAF" w:rsidRPr="00E9040D" w:rsidRDefault="00A57EAF" w:rsidP="00C45FF6">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57FD05C" w14:textId="77777777" w:rsidR="00A57EAF" w:rsidRPr="000A3FF6" w:rsidRDefault="00A57EAF" w:rsidP="00C45FF6">
            <w:pPr>
              <w:spacing w:after="0"/>
              <w:rPr>
                <w:rFonts w:ascii="Arial" w:hAnsi="Arial" w:cs="Arial"/>
                <w:sz w:val="16"/>
                <w:szCs w:val="16"/>
              </w:rPr>
            </w:pPr>
            <w:r w:rsidRPr="00A57EAF">
              <w:rPr>
                <w:rFonts w:ascii="Arial" w:hAnsi="Arial" w:cs="Arial"/>
                <w:sz w:val="16"/>
                <w:szCs w:val="16"/>
              </w:rPr>
              <w:t>Clarification on SRS antenna switchin</w:t>
            </w:r>
            <w:r>
              <w:rPr>
                <w:rFonts w:ascii="Arial" w:hAnsi="Arial" w:cs="Arial"/>
                <w:sz w:val="16"/>
                <w:szCs w:val="16"/>
              </w:rPr>
              <w:t>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6910DF" w14:textId="77777777" w:rsidR="00A57EAF" w:rsidRPr="00E9040D" w:rsidRDefault="00A57EAF"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0B8FE5F" w14:textId="77777777" w:rsidR="00A57EAF" w:rsidRPr="00E9040D" w:rsidRDefault="00A57EAF"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7D5067" w:rsidRPr="00E9040D" w14:paraId="5E9B786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1ACC6D6" w14:textId="77777777" w:rsidR="007D5067" w:rsidRPr="00E9040D" w:rsidRDefault="007D5067"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C54F707" w14:textId="77777777" w:rsidR="007D5067" w:rsidRPr="00E9040D" w:rsidRDefault="007D5067"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295A7FA" w14:textId="77777777" w:rsidR="007D5067" w:rsidRPr="00E9040D" w:rsidRDefault="007D5067" w:rsidP="007132C9">
            <w:pPr>
              <w:spacing w:after="0"/>
              <w:jc w:val="center"/>
              <w:rPr>
                <w:rFonts w:ascii="Arial" w:hAnsi="Arial" w:cs="Arial"/>
                <w:sz w:val="16"/>
                <w:szCs w:val="16"/>
              </w:rPr>
            </w:pPr>
            <w:r>
              <w:rPr>
                <w:rFonts w:ascii="Arial" w:hAnsi="Arial" w:cs="Arial"/>
                <w:sz w:val="16"/>
                <w:szCs w:val="16"/>
              </w:rPr>
              <w:t>RP-140862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259F2E4" w14:textId="77777777" w:rsidR="007D5067" w:rsidRPr="00E9040D" w:rsidRDefault="007D5067" w:rsidP="00861477">
            <w:pPr>
              <w:spacing w:after="0"/>
              <w:jc w:val="center"/>
              <w:rPr>
                <w:rFonts w:ascii="Arial" w:hAnsi="Arial" w:cs="Arial"/>
                <w:sz w:val="16"/>
                <w:szCs w:val="16"/>
              </w:rPr>
            </w:pPr>
            <w:r>
              <w:rPr>
                <w:rFonts w:ascii="Arial" w:hAnsi="Arial" w:cs="Arial"/>
                <w:sz w:val="16"/>
                <w:szCs w:val="16"/>
              </w:rPr>
              <w:t>463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FC80333" w14:textId="77777777" w:rsidR="007D5067" w:rsidRPr="00E9040D" w:rsidRDefault="007D5067" w:rsidP="00C45FF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72F845C" w14:textId="77777777" w:rsidR="007D5067" w:rsidRPr="000A3FF6" w:rsidRDefault="007D5067" w:rsidP="00C45FF6">
            <w:pPr>
              <w:spacing w:after="0"/>
              <w:rPr>
                <w:rFonts w:ascii="Arial" w:hAnsi="Arial" w:cs="Arial"/>
                <w:sz w:val="16"/>
                <w:szCs w:val="16"/>
              </w:rPr>
            </w:pPr>
            <w:r w:rsidRPr="007D5067">
              <w:rPr>
                <w:rFonts w:ascii="Arial" w:hAnsi="Arial" w:cs="Arial"/>
                <w:sz w:val="16"/>
                <w:szCs w:val="16"/>
              </w:rPr>
              <w:t>Introduction of Rel-12 LTE-Advanced features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4F5862D" w14:textId="77777777" w:rsidR="007D5067" w:rsidRPr="00E9040D" w:rsidRDefault="007D5067"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A295480" w14:textId="77777777" w:rsidR="007D5067" w:rsidRPr="00E9040D" w:rsidRDefault="007D5067"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402E1E" w:rsidRPr="00E9040D" w14:paraId="0F46769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D6719AE" w14:textId="77777777" w:rsidR="00402E1E" w:rsidRPr="00E9040D" w:rsidRDefault="00402E1E" w:rsidP="00402E1E">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50F144" w14:textId="77777777" w:rsidR="00402E1E" w:rsidRPr="00E9040D" w:rsidRDefault="00402E1E" w:rsidP="00402E1E">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449B5E" w14:textId="77777777" w:rsidR="00402E1E" w:rsidRPr="00E9040D" w:rsidRDefault="00402E1E" w:rsidP="00402E1E">
            <w:pPr>
              <w:spacing w:after="0"/>
              <w:jc w:val="center"/>
              <w:rPr>
                <w:rFonts w:ascii="Arial" w:hAnsi="Arial" w:cs="Arial"/>
                <w:sz w:val="16"/>
                <w:szCs w:val="16"/>
              </w:rPr>
            </w:pPr>
            <w:r>
              <w:rPr>
                <w:rFonts w:ascii="Arial" w:hAnsi="Arial" w:cs="Arial"/>
                <w:sz w:val="16"/>
                <w:szCs w:val="16"/>
              </w:rPr>
              <w:t>RP-141479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E091A92" w14:textId="77777777" w:rsidR="00402E1E" w:rsidRPr="00E9040D" w:rsidRDefault="00402E1E" w:rsidP="00402E1E">
            <w:pPr>
              <w:spacing w:after="0"/>
              <w:jc w:val="center"/>
              <w:rPr>
                <w:rFonts w:ascii="Arial" w:hAnsi="Arial" w:cs="Arial"/>
                <w:sz w:val="16"/>
                <w:szCs w:val="16"/>
              </w:rPr>
            </w:pPr>
            <w:r>
              <w:rPr>
                <w:rFonts w:ascii="Arial" w:hAnsi="Arial" w:cs="Arial"/>
                <w:sz w:val="16"/>
                <w:szCs w:val="16"/>
              </w:rPr>
              <w:t>464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E4D406F" w14:textId="77777777" w:rsidR="00402E1E" w:rsidRPr="00E9040D" w:rsidRDefault="00402E1E"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ADC3A8" w14:textId="77777777" w:rsidR="00402E1E" w:rsidRPr="000A3FF6" w:rsidRDefault="00402E1E" w:rsidP="000D6A4F">
            <w:pPr>
              <w:spacing w:after="0"/>
              <w:rPr>
                <w:rFonts w:ascii="Arial" w:hAnsi="Arial" w:cs="Arial"/>
                <w:sz w:val="16"/>
                <w:szCs w:val="16"/>
              </w:rPr>
            </w:pPr>
            <w:r>
              <w:rPr>
                <w:noProof/>
                <w:lang w:eastAsia="ko-KR"/>
              </w:rPr>
              <w:t>Correction on SRS transmission for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937DC13" w14:textId="77777777" w:rsidR="00402E1E" w:rsidRPr="00E9040D" w:rsidRDefault="00402E1E" w:rsidP="00402E1E">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F0288CA" w14:textId="77777777" w:rsidR="00402E1E" w:rsidRPr="00E9040D" w:rsidRDefault="00402E1E" w:rsidP="00402E1E">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4963AC" w:rsidRPr="00E9040D" w14:paraId="5D10B97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D404417" w14:textId="77777777" w:rsidR="004963AC" w:rsidRPr="00E9040D" w:rsidRDefault="004963AC" w:rsidP="000D6A4F">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80F9E7" w14:textId="77777777" w:rsidR="004963AC" w:rsidRPr="00E9040D" w:rsidRDefault="004963AC" w:rsidP="000D6A4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FFFDAB2" w14:textId="77777777" w:rsidR="004963AC" w:rsidRPr="00E9040D" w:rsidRDefault="004963AC" w:rsidP="004963AC">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575DF52" w14:textId="77777777" w:rsidR="004963AC" w:rsidRPr="00E9040D" w:rsidRDefault="004963AC" w:rsidP="004963AC">
            <w:pPr>
              <w:spacing w:after="0"/>
              <w:jc w:val="center"/>
              <w:rPr>
                <w:rFonts w:ascii="Arial" w:hAnsi="Arial" w:cs="Arial"/>
                <w:sz w:val="16"/>
                <w:szCs w:val="16"/>
              </w:rPr>
            </w:pPr>
            <w:r>
              <w:rPr>
                <w:rFonts w:ascii="Arial" w:hAnsi="Arial" w:cs="Arial"/>
                <w:sz w:val="16"/>
                <w:szCs w:val="16"/>
              </w:rPr>
              <w:t>465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04FB9E" w14:textId="77777777" w:rsidR="004963AC" w:rsidRPr="00E9040D" w:rsidRDefault="004963AC"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835CA64" w14:textId="77777777" w:rsidR="004963AC" w:rsidRPr="000A3FF6" w:rsidRDefault="004963AC" w:rsidP="000D6A4F">
            <w:pPr>
              <w:spacing w:after="0"/>
              <w:rPr>
                <w:rFonts w:ascii="Arial" w:hAnsi="Arial" w:cs="Arial"/>
                <w:sz w:val="16"/>
                <w:szCs w:val="16"/>
              </w:rPr>
            </w:pPr>
            <w:r w:rsidRPr="004963AC">
              <w:rPr>
                <w:rFonts w:ascii="Arial" w:hAnsi="Arial" w:cs="Arial"/>
                <w:sz w:val="16"/>
                <w:szCs w:val="16"/>
              </w:rPr>
              <w:t>Correction on beta_{offset}^{HARQ-ACK} determination for a UE configured with two uplink power control subframe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2A2510A" w14:textId="77777777" w:rsidR="004963AC" w:rsidRPr="00E9040D" w:rsidRDefault="004963AC"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80BF05B" w14:textId="77777777" w:rsidR="004963AC" w:rsidRPr="00E9040D" w:rsidRDefault="004963AC"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1C1159" w:rsidRPr="00E9040D" w14:paraId="5E8B80D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5A8AF7F" w14:textId="77777777" w:rsidR="001C1159" w:rsidRPr="00E9040D" w:rsidRDefault="001C1159" w:rsidP="000D6A4F">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619918" w14:textId="77777777" w:rsidR="001C1159" w:rsidRPr="00E9040D" w:rsidRDefault="001C1159" w:rsidP="000D6A4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23AEE29" w14:textId="77777777" w:rsidR="001C1159" w:rsidRPr="00E9040D" w:rsidRDefault="001C1159" w:rsidP="000D6A4F">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9CF5676" w14:textId="77777777" w:rsidR="001C1159" w:rsidRPr="00E9040D" w:rsidRDefault="001C1159" w:rsidP="001C1159">
            <w:pPr>
              <w:spacing w:after="0"/>
              <w:jc w:val="center"/>
              <w:rPr>
                <w:rFonts w:ascii="Arial" w:hAnsi="Arial" w:cs="Arial"/>
                <w:sz w:val="16"/>
                <w:szCs w:val="16"/>
              </w:rPr>
            </w:pPr>
            <w:r>
              <w:rPr>
                <w:rFonts w:ascii="Arial" w:hAnsi="Arial" w:cs="Arial"/>
                <w:sz w:val="16"/>
                <w:szCs w:val="16"/>
              </w:rPr>
              <w:t>466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34D638" w14:textId="77777777" w:rsidR="001C1159" w:rsidRPr="00E9040D" w:rsidRDefault="001C1159"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0AE4A8" w14:textId="77777777" w:rsidR="001C1159" w:rsidRPr="000A3FF6" w:rsidRDefault="001C1159" w:rsidP="000D6A4F">
            <w:pPr>
              <w:spacing w:after="0"/>
              <w:rPr>
                <w:rFonts w:ascii="Arial" w:hAnsi="Arial" w:cs="Arial"/>
                <w:sz w:val="16"/>
                <w:szCs w:val="16"/>
              </w:rPr>
            </w:pPr>
            <w:r w:rsidRPr="001C1159">
              <w:rPr>
                <w:rFonts w:ascii="Arial" w:hAnsi="Arial" w:cs="Arial"/>
                <w:sz w:val="16"/>
                <w:szCs w:val="16"/>
              </w:rPr>
              <w:t xml:space="preserve">Corrections for TDD </w:t>
            </w:r>
            <w:proofErr w:type="spellStart"/>
            <w:r w:rsidRPr="001C1159">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CF2D15B" w14:textId="77777777" w:rsidR="001C1159" w:rsidRPr="00E9040D" w:rsidRDefault="001C1159"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A565F1B" w14:textId="77777777" w:rsidR="001C1159" w:rsidRPr="00E9040D" w:rsidRDefault="001C1159"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826EA6" w:rsidRPr="00E9040D" w14:paraId="35AE73A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8DAF05B" w14:textId="77777777" w:rsidR="00826EA6" w:rsidRPr="00E9040D" w:rsidRDefault="00826EA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439FA2" w14:textId="77777777" w:rsidR="00826EA6" w:rsidRPr="00E9040D" w:rsidRDefault="00826EA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74FFC1E"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RP-141479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87E4E3"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467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264B812" w14:textId="77777777" w:rsidR="00826EA6" w:rsidRPr="00E9040D" w:rsidRDefault="00826EA6" w:rsidP="00AD5D26">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CF6820D" w14:textId="77777777" w:rsidR="00826EA6" w:rsidRPr="000A3FF6" w:rsidRDefault="00826EA6" w:rsidP="00AD5D26">
            <w:pPr>
              <w:spacing w:after="0"/>
              <w:rPr>
                <w:rFonts w:ascii="Arial" w:hAnsi="Arial" w:cs="Arial"/>
                <w:sz w:val="16"/>
                <w:szCs w:val="16"/>
              </w:rPr>
            </w:pPr>
            <w:r w:rsidRPr="00826EA6">
              <w:rPr>
                <w:rFonts w:ascii="Arial" w:hAnsi="Arial" w:cs="Arial"/>
                <w:sz w:val="16"/>
                <w:szCs w:val="16"/>
              </w:rPr>
              <w:t>CR on HARQ-ACK Multiplexing in PUSCH for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E7FBC6"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9B2A69B"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826EA6" w:rsidRPr="00E9040D" w14:paraId="0D19F81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98BF38" w14:textId="77777777" w:rsidR="00826EA6" w:rsidRPr="00E9040D" w:rsidRDefault="00826EA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EEC751F" w14:textId="77777777" w:rsidR="00826EA6" w:rsidRPr="00E9040D" w:rsidRDefault="00826EA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05625CA"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RP-141474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3F4A19C"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469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AE88E60" w14:textId="77777777" w:rsidR="00826EA6" w:rsidRPr="00E9040D" w:rsidRDefault="00826EA6"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6AAD543" w14:textId="77777777" w:rsidR="00826EA6" w:rsidRPr="000A3FF6" w:rsidRDefault="00826EA6" w:rsidP="00AD5D26">
            <w:pPr>
              <w:spacing w:after="0"/>
              <w:rPr>
                <w:rFonts w:ascii="Arial" w:hAnsi="Arial" w:cs="Arial"/>
                <w:sz w:val="16"/>
                <w:szCs w:val="16"/>
              </w:rPr>
            </w:pPr>
            <w:r w:rsidRPr="00826EA6">
              <w:rPr>
                <w:rFonts w:ascii="Arial" w:hAnsi="Arial" w:cs="Arial"/>
                <w:sz w:val="16"/>
                <w:szCs w:val="16"/>
              </w:rPr>
              <w:t>Correction to UCI embedding in case of a single serving cell and simultaneous PUSCH and PUCCH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2C443C1"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E6829D7"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A80CF9" w:rsidRPr="00E9040D" w14:paraId="597442B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84E91A6" w14:textId="77777777" w:rsidR="00A80CF9" w:rsidRPr="00E9040D" w:rsidRDefault="00A80CF9"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364F3E" w14:textId="77777777" w:rsidR="00A80CF9" w:rsidRPr="00E9040D" w:rsidRDefault="00A80CF9"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8AD15E" w14:textId="77777777" w:rsidR="00A80CF9" w:rsidRPr="00E9040D" w:rsidRDefault="00A80CF9" w:rsidP="000C62F0">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F8EE6CE" w14:textId="77777777" w:rsidR="00A80CF9" w:rsidRPr="00E9040D" w:rsidRDefault="00A80CF9" w:rsidP="00A95D76">
            <w:pPr>
              <w:spacing w:after="0"/>
              <w:jc w:val="center"/>
              <w:rPr>
                <w:rFonts w:ascii="Arial" w:hAnsi="Arial" w:cs="Arial"/>
                <w:sz w:val="16"/>
                <w:szCs w:val="16"/>
              </w:rPr>
            </w:pPr>
            <w:r>
              <w:rPr>
                <w:rFonts w:ascii="Arial" w:hAnsi="Arial" w:cs="Arial"/>
                <w:sz w:val="16"/>
                <w:szCs w:val="16"/>
              </w:rPr>
              <w:t>470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3936CB" w14:textId="77777777" w:rsidR="00A80CF9" w:rsidRPr="00E9040D" w:rsidRDefault="00A80CF9"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5F7C7EF" w14:textId="77777777" w:rsidR="00A80CF9" w:rsidRPr="000A3FF6" w:rsidRDefault="000C62F0" w:rsidP="00AD5D26">
            <w:pPr>
              <w:spacing w:after="0"/>
              <w:rPr>
                <w:rFonts w:ascii="Arial" w:hAnsi="Arial" w:cs="Arial"/>
                <w:sz w:val="16"/>
                <w:szCs w:val="16"/>
              </w:rPr>
            </w:pPr>
            <w:r w:rsidRPr="000C62F0">
              <w:rPr>
                <w:rFonts w:ascii="Arial" w:hAnsi="Arial" w:cs="Arial"/>
                <w:sz w:val="16"/>
                <w:szCs w:val="16"/>
              </w:rPr>
              <w:t>Corrections on UL-reference UL/DL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BE12E2" w14:textId="77777777" w:rsidR="00A80CF9" w:rsidRPr="00E9040D" w:rsidRDefault="00A80CF9"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FE759FE" w14:textId="77777777" w:rsidR="00A80CF9" w:rsidRPr="00E9040D" w:rsidRDefault="00A80CF9"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A95D76" w:rsidRPr="00E9040D" w14:paraId="1B8FB4A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3006FF" w14:textId="77777777" w:rsidR="00A95D76" w:rsidRPr="00E9040D" w:rsidRDefault="00A95D7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895E65" w14:textId="77777777" w:rsidR="00A95D76" w:rsidRPr="00E9040D" w:rsidRDefault="00A95D7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5F728E6" w14:textId="77777777" w:rsidR="00A95D76" w:rsidRPr="00E9040D" w:rsidRDefault="00A95D76" w:rsidP="00A95D76">
            <w:pPr>
              <w:spacing w:after="0"/>
              <w:jc w:val="center"/>
              <w:rPr>
                <w:rFonts w:ascii="Arial" w:hAnsi="Arial" w:cs="Arial"/>
                <w:sz w:val="16"/>
                <w:szCs w:val="16"/>
              </w:rPr>
            </w:pPr>
            <w:r>
              <w:rPr>
                <w:rFonts w:ascii="Arial" w:hAnsi="Arial" w:cs="Arial"/>
                <w:sz w:val="16"/>
                <w:szCs w:val="16"/>
              </w:rPr>
              <w:t>RP-141473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5E8E216" w14:textId="77777777" w:rsidR="00A95D76" w:rsidRPr="00E9040D" w:rsidRDefault="00A95D76" w:rsidP="002F4EBE">
            <w:pPr>
              <w:spacing w:after="0"/>
              <w:jc w:val="center"/>
              <w:rPr>
                <w:rFonts w:ascii="Arial" w:hAnsi="Arial" w:cs="Arial"/>
                <w:sz w:val="16"/>
                <w:szCs w:val="16"/>
              </w:rPr>
            </w:pPr>
            <w:r>
              <w:rPr>
                <w:rFonts w:ascii="Arial" w:hAnsi="Arial" w:cs="Arial"/>
                <w:sz w:val="16"/>
                <w:szCs w:val="16"/>
              </w:rPr>
              <w:t>471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363A5C" w14:textId="77777777" w:rsidR="00A95D76" w:rsidRPr="00E9040D" w:rsidRDefault="00A95D76"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569C97E" w14:textId="77777777" w:rsidR="00A95D76" w:rsidRPr="000A3FF6" w:rsidRDefault="00A95D76" w:rsidP="00AD5D26">
            <w:pPr>
              <w:spacing w:after="0"/>
              <w:rPr>
                <w:rFonts w:ascii="Arial" w:hAnsi="Arial" w:cs="Arial"/>
                <w:sz w:val="16"/>
                <w:szCs w:val="16"/>
              </w:rPr>
            </w:pPr>
            <w:r w:rsidRPr="00A95D76">
              <w:rPr>
                <w:rFonts w:ascii="Arial" w:hAnsi="Arial" w:cs="Arial"/>
                <w:sz w:val="16"/>
                <w:szCs w:val="16"/>
              </w:rPr>
              <w:t>CR for Clarification of special subframe and usage alignment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663BA18" w14:textId="77777777" w:rsidR="00A95D76" w:rsidRPr="00E9040D" w:rsidRDefault="00A95D7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AE703F5" w14:textId="77777777" w:rsidR="00A95D76" w:rsidRPr="00E9040D" w:rsidRDefault="00A95D7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BF5877" w:rsidRPr="00E9040D" w14:paraId="323D9CA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3126506" w14:textId="77777777" w:rsidR="00BF5877" w:rsidRPr="00E9040D" w:rsidRDefault="00BF5877" w:rsidP="00AD5D26">
            <w:pPr>
              <w:spacing w:after="0"/>
              <w:jc w:val="center"/>
              <w:rPr>
                <w:rFonts w:ascii="Arial" w:hAnsi="Arial" w:cs="Arial"/>
                <w:snapToGrid w:val="0"/>
                <w:sz w:val="16"/>
                <w:szCs w:val="16"/>
                <w:lang w:val="en-AU"/>
              </w:rPr>
            </w:pPr>
            <w:r>
              <w:rPr>
                <w:rFonts w:ascii="Arial" w:hAnsi="Arial" w:cs="Arial"/>
                <w:snapToGrid w:val="0"/>
                <w:sz w:val="16"/>
                <w:szCs w:val="16"/>
                <w:lang w:val="en-AU"/>
              </w:rPr>
              <w:lastRenderedPageBreak/>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BA88C6" w14:textId="77777777" w:rsidR="00BF5877" w:rsidRPr="00E9040D" w:rsidRDefault="00BF5877"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1DD57E" w14:textId="77777777" w:rsidR="00BF5877" w:rsidRPr="00E9040D" w:rsidRDefault="00BF5877" w:rsidP="00723A5B">
            <w:pPr>
              <w:spacing w:after="0"/>
              <w:jc w:val="center"/>
              <w:rPr>
                <w:rFonts w:ascii="Arial" w:hAnsi="Arial" w:cs="Arial"/>
                <w:sz w:val="16"/>
                <w:szCs w:val="16"/>
              </w:rPr>
            </w:pPr>
            <w:r>
              <w:rPr>
                <w:rFonts w:ascii="Arial" w:hAnsi="Arial" w:cs="Arial"/>
                <w:sz w:val="16"/>
                <w:szCs w:val="16"/>
              </w:rPr>
              <w:t>RP-141485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1941A25" w14:textId="77777777" w:rsidR="00BF5877" w:rsidRPr="00E9040D" w:rsidRDefault="00BF5877" w:rsidP="00AD5D26">
            <w:pPr>
              <w:spacing w:after="0"/>
              <w:jc w:val="center"/>
              <w:rPr>
                <w:rFonts w:ascii="Arial" w:hAnsi="Arial" w:cs="Arial"/>
                <w:sz w:val="16"/>
                <w:szCs w:val="16"/>
              </w:rPr>
            </w:pPr>
            <w:r>
              <w:rPr>
                <w:rFonts w:ascii="Arial" w:hAnsi="Arial" w:cs="Arial"/>
                <w:sz w:val="16"/>
                <w:szCs w:val="16"/>
              </w:rPr>
              <w:t>472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BBA8FA" w14:textId="77777777" w:rsidR="00BF5877" w:rsidRPr="00E9040D" w:rsidRDefault="00BF5877"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F4E46C1" w14:textId="77777777" w:rsidR="00BF5877" w:rsidRPr="000A3FF6" w:rsidRDefault="00BF5877" w:rsidP="00AD5D26">
            <w:pPr>
              <w:spacing w:after="0"/>
              <w:rPr>
                <w:rFonts w:ascii="Arial" w:hAnsi="Arial" w:cs="Arial"/>
                <w:sz w:val="16"/>
                <w:szCs w:val="16"/>
              </w:rPr>
            </w:pPr>
            <w:r w:rsidRPr="00BF5877">
              <w:rPr>
                <w:rFonts w:ascii="Arial" w:hAnsi="Arial" w:cs="Arial"/>
                <w:sz w:val="16"/>
                <w:szCs w:val="16"/>
              </w:rPr>
              <w:t>Introduction of low-cost MTC and 256QAM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8FD277B" w14:textId="77777777" w:rsidR="00BF5877" w:rsidRPr="00E9040D" w:rsidRDefault="00BF5877"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2E04ED8" w14:textId="77777777" w:rsidR="00BF5877" w:rsidRPr="00E9040D" w:rsidRDefault="00BF5877"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0D5E5C" w:rsidRPr="00E9040D" w14:paraId="6587812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AFB5A6" w14:textId="77777777" w:rsidR="000D5E5C" w:rsidRPr="00E9040D" w:rsidRDefault="000D5E5C" w:rsidP="00DF3E25">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D841E5" w14:textId="77777777" w:rsidR="000D5E5C" w:rsidRPr="00E9040D" w:rsidRDefault="000D5E5C" w:rsidP="0096283D">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664EEEB" w14:textId="77777777" w:rsidR="000D5E5C" w:rsidRPr="00E9040D" w:rsidRDefault="000D5E5C" w:rsidP="0096283D">
            <w:pPr>
              <w:spacing w:after="0"/>
              <w:jc w:val="center"/>
              <w:rPr>
                <w:rFonts w:ascii="Arial" w:hAnsi="Arial" w:cs="Arial"/>
                <w:sz w:val="16"/>
                <w:szCs w:val="16"/>
              </w:rPr>
            </w:pPr>
            <w:r>
              <w:rPr>
                <w:rFonts w:ascii="Arial" w:hAnsi="Arial" w:cs="Arial"/>
                <w:sz w:val="16"/>
                <w:szCs w:val="16"/>
              </w:rPr>
              <w:t>RP-142104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92E94FE" w14:textId="77777777" w:rsidR="000D5E5C" w:rsidRPr="00E9040D" w:rsidRDefault="000D5E5C" w:rsidP="0096283D">
            <w:pPr>
              <w:spacing w:after="0"/>
              <w:jc w:val="center"/>
              <w:rPr>
                <w:rFonts w:ascii="Arial" w:hAnsi="Arial" w:cs="Arial"/>
                <w:sz w:val="16"/>
                <w:szCs w:val="16"/>
              </w:rPr>
            </w:pPr>
            <w:r>
              <w:rPr>
                <w:rFonts w:ascii="Arial" w:hAnsi="Arial" w:cs="Arial"/>
                <w:sz w:val="16"/>
                <w:szCs w:val="16"/>
              </w:rPr>
              <w:t>482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B16DC7F" w14:textId="77777777" w:rsidR="000D5E5C" w:rsidRPr="00E9040D" w:rsidRDefault="000D5E5C" w:rsidP="00DF3E25">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15B04F" w14:textId="77777777" w:rsidR="000D5E5C" w:rsidRPr="000A3FF6" w:rsidRDefault="000D5E5C" w:rsidP="00DF3E25">
            <w:pPr>
              <w:spacing w:after="0"/>
              <w:rPr>
                <w:rFonts w:ascii="Arial" w:hAnsi="Arial" w:cs="Arial"/>
                <w:sz w:val="16"/>
                <w:szCs w:val="16"/>
              </w:rPr>
            </w:pPr>
            <w:r w:rsidRPr="000D5E5C">
              <w:rPr>
                <w:rFonts w:ascii="Arial" w:hAnsi="Arial" w:cs="Arial"/>
                <w:sz w:val="16"/>
                <w:szCs w:val="16"/>
              </w:rPr>
              <w:t xml:space="preserve">Introduction of Dual Connectivity, Small Cell Enhancements, NAICS, </w:t>
            </w:r>
            <w:proofErr w:type="spellStart"/>
            <w:r w:rsidRPr="000D5E5C">
              <w:rPr>
                <w:rFonts w:ascii="Arial" w:hAnsi="Arial" w:cs="Arial"/>
                <w:sz w:val="16"/>
                <w:szCs w:val="16"/>
              </w:rPr>
              <w:t>eIMTA</w:t>
            </w:r>
            <w:proofErr w:type="spellEnd"/>
            <w:r w:rsidRPr="000D5E5C">
              <w:rPr>
                <w:rFonts w:ascii="Arial" w:hAnsi="Arial" w:cs="Arial"/>
                <w:sz w:val="16"/>
                <w:szCs w:val="16"/>
              </w:rPr>
              <w:t>, and TDD-FDD CA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61974B4" w14:textId="77777777" w:rsidR="000D5E5C" w:rsidRPr="00E9040D" w:rsidRDefault="000D5E5C" w:rsidP="0096283D">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99F0B75" w14:textId="77777777" w:rsidR="000D5E5C" w:rsidRPr="00E9040D" w:rsidRDefault="000D5E5C" w:rsidP="0096283D">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7618DB" w:rsidRPr="00E9040D" w14:paraId="42BAACF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A73E7AE" w14:textId="77777777" w:rsidR="007618DB" w:rsidRPr="00E9040D" w:rsidRDefault="007618DB" w:rsidP="00147D90">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8BBE7F" w14:textId="77777777" w:rsidR="007618DB" w:rsidRPr="00E9040D" w:rsidRDefault="007618DB" w:rsidP="00147D9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B18087E" w14:textId="77777777" w:rsidR="007618DB" w:rsidRPr="00E9040D" w:rsidRDefault="007618DB" w:rsidP="007618DB">
            <w:pPr>
              <w:spacing w:after="0"/>
              <w:jc w:val="center"/>
              <w:rPr>
                <w:rFonts w:ascii="Arial" w:hAnsi="Arial" w:cs="Arial"/>
                <w:sz w:val="16"/>
                <w:szCs w:val="16"/>
              </w:rPr>
            </w:pPr>
            <w:r>
              <w:rPr>
                <w:rFonts w:ascii="Arial" w:hAnsi="Arial" w:cs="Arial"/>
                <w:sz w:val="16"/>
                <w:szCs w:val="16"/>
              </w:rPr>
              <w:t>RP-142097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40ABB71" w14:textId="77777777" w:rsidR="007618DB" w:rsidRPr="00E9040D" w:rsidRDefault="007618DB" w:rsidP="00147D90">
            <w:pPr>
              <w:spacing w:after="0"/>
              <w:jc w:val="center"/>
              <w:rPr>
                <w:rFonts w:ascii="Arial" w:hAnsi="Arial" w:cs="Arial"/>
                <w:sz w:val="16"/>
                <w:szCs w:val="16"/>
              </w:rPr>
            </w:pPr>
            <w:r>
              <w:rPr>
                <w:rFonts w:ascii="Arial" w:hAnsi="Arial" w:cs="Arial"/>
                <w:sz w:val="16"/>
                <w:szCs w:val="16"/>
              </w:rPr>
              <w:t>487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AC5A6A7" w14:textId="77777777" w:rsidR="007618DB" w:rsidRPr="00E9040D" w:rsidRDefault="007618DB" w:rsidP="00147D90">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B975540" w14:textId="77777777" w:rsidR="007618DB" w:rsidRPr="000A3FF6" w:rsidRDefault="007618DB" w:rsidP="00147D90">
            <w:pPr>
              <w:spacing w:after="0"/>
              <w:rPr>
                <w:rFonts w:ascii="Arial" w:hAnsi="Arial" w:cs="Arial"/>
                <w:sz w:val="16"/>
                <w:szCs w:val="16"/>
              </w:rPr>
            </w:pPr>
            <w:r w:rsidRPr="007618DB">
              <w:rPr>
                <w:rFonts w:ascii="Arial" w:hAnsi="Arial" w:cs="Arial"/>
                <w:sz w:val="16"/>
                <w:szCs w:val="16"/>
              </w:rPr>
              <w:t xml:space="preserve">Clarification of periodic CSI feedback for </w:t>
            </w:r>
            <w:proofErr w:type="spellStart"/>
            <w:r w:rsidRPr="007618DB">
              <w:rPr>
                <w:rFonts w:ascii="Arial" w:hAnsi="Arial" w:cs="Arial"/>
                <w:sz w:val="16"/>
                <w:szCs w:val="16"/>
              </w:rPr>
              <w:t>subband</w:t>
            </w:r>
            <w:proofErr w:type="spellEnd"/>
            <w:r w:rsidRPr="007618DB">
              <w:rPr>
                <w:rFonts w:ascii="Arial" w:hAnsi="Arial" w:cs="Arial"/>
                <w:sz w:val="16"/>
                <w:szCs w:val="16"/>
              </w:rPr>
              <w:t xml:space="preserve"> CQI and PMI</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7AE2009" w14:textId="77777777" w:rsidR="007618DB" w:rsidRPr="00E9040D" w:rsidRDefault="007618DB"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E0FE46A" w14:textId="77777777" w:rsidR="007618DB" w:rsidRPr="00E9040D" w:rsidRDefault="007618DB"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5A4152" w:rsidRPr="00E9040D" w14:paraId="2183585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E8A86AE" w14:textId="77777777" w:rsidR="005A4152" w:rsidRPr="00E9040D" w:rsidRDefault="005A4152" w:rsidP="00147D90">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5D79DB" w14:textId="77777777" w:rsidR="005A4152" w:rsidRPr="00E9040D" w:rsidRDefault="005A4152" w:rsidP="00147D9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418ACAF" w14:textId="77777777" w:rsidR="005A4152" w:rsidRPr="00E9040D" w:rsidRDefault="005A4152" w:rsidP="005A4152">
            <w:pPr>
              <w:spacing w:after="0"/>
              <w:jc w:val="center"/>
              <w:rPr>
                <w:rFonts w:ascii="Arial" w:hAnsi="Arial" w:cs="Arial"/>
                <w:sz w:val="16"/>
                <w:szCs w:val="16"/>
              </w:rPr>
            </w:pPr>
            <w:r>
              <w:rPr>
                <w:rFonts w:ascii="Arial" w:hAnsi="Arial" w:cs="Arial"/>
                <w:sz w:val="16"/>
                <w:szCs w:val="16"/>
              </w:rPr>
              <w:t>RP-142100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1A5A598" w14:textId="77777777" w:rsidR="005A4152" w:rsidRPr="00E9040D" w:rsidRDefault="005A4152" w:rsidP="00147D90">
            <w:pPr>
              <w:spacing w:after="0"/>
              <w:jc w:val="center"/>
              <w:rPr>
                <w:rFonts w:ascii="Arial" w:hAnsi="Arial" w:cs="Arial"/>
                <w:sz w:val="16"/>
                <w:szCs w:val="16"/>
              </w:rPr>
            </w:pPr>
            <w:r>
              <w:rPr>
                <w:rFonts w:ascii="Arial" w:hAnsi="Arial" w:cs="Arial"/>
                <w:sz w:val="16"/>
                <w:szCs w:val="16"/>
              </w:rPr>
              <w:t>491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CE80E6" w14:textId="77777777" w:rsidR="005A4152" w:rsidRPr="00E9040D" w:rsidRDefault="005A4152" w:rsidP="00147D90">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F33D8BD" w14:textId="77777777" w:rsidR="005A4152" w:rsidRPr="000A3FF6" w:rsidRDefault="005A4152" w:rsidP="00147D90">
            <w:pPr>
              <w:spacing w:after="0"/>
              <w:rPr>
                <w:rFonts w:ascii="Arial" w:hAnsi="Arial" w:cs="Arial"/>
                <w:sz w:val="16"/>
                <w:szCs w:val="16"/>
              </w:rPr>
            </w:pPr>
            <w:r w:rsidRPr="005A4152">
              <w:rPr>
                <w:rFonts w:ascii="Arial" w:hAnsi="Arial" w:cs="Arial"/>
                <w:sz w:val="16"/>
                <w:szCs w:val="16"/>
              </w:rPr>
              <w:t xml:space="preserve">Correction of the parameter </w:t>
            </w:r>
            <w:proofErr w:type="spellStart"/>
            <w:r w:rsidRPr="005A4152">
              <w:rPr>
                <w:rFonts w:ascii="Arial" w:hAnsi="Arial" w:cs="Arial"/>
                <w:sz w:val="16"/>
                <w:szCs w:val="16"/>
              </w:rPr>
              <w:t>CSIProcessIndex</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0E94C3" w14:textId="77777777" w:rsidR="005A4152" w:rsidRPr="00E9040D" w:rsidRDefault="005A4152"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16DEF54" w14:textId="77777777" w:rsidR="005A4152" w:rsidRPr="00E9040D" w:rsidRDefault="005A4152"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651FB3" w:rsidRPr="00E9040D" w14:paraId="7821E21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6E0A798" w14:textId="77777777" w:rsidR="00651FB3" w:rsidRPr="00E9040D" w:rsidRDefault="00651FB3" w:rsidP="00651FB3">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8A4F95" w14:textId="77777777" w:rsidR="00651FB3" w:rsidRPr="00E9040D" w:rsidRDefault="00651FB3" w:rsidP="00651FB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C1BC70B"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RP-150366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0AFC883"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492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AC296C"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1BDFA4A" w14:textId="77777777" w:rsidR="00651FB3" w:rsidRPr="000A3FF6" w:rsidRDefault="00651FB3" w:rsidP="00651FB3">
            <w:pPr>
              <w:spacing w:after="0"/>
              <w:rPr>
                <w:rFonts w:ascii="Arial" w:hAnsi="Arial" w:cs="Arial"/>
                <w:sz w:val="16"/>
                <w:szCs w:val="16"/>
              </w:rPr>
            </w:pPr>
            <w:r w:rsidRPr="00651FB3">
              <w:rPr>
                <w:rFonts w:ascii="Arial" w:hAnsi="Arial" w:cs="Arial"/>
                <w:sz w:val="16"/>
                <w:szCs w:val="16"/>
              </w:rPr>
              <w:t>Introduction of D2D feature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037AB7E" w14:textId="77777777" w:rsidR="00651FB3" w:rsidRPr="00E9040D" w:rsidRDefault="00651FB3" w:rsidP="00651FB3">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2BAECF9" w14:textId="77777777" w:rsidR="00651FB3" w:rsidRPr="00E9040D" w:rsidRDefault="00651FB3" w:rsidP="00651FB3">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B60377" w:rsidRPr="00E9040D" w14:paraId="2DFDF0E7" w14:textId="77777777" w:rsidTr="00B60377">
        <w:tc>
          <w:tcPr>
            <w:tcW w:w="800" w:type="dxa"/>
            <w:tcBorders>
              <w:top w:val="single" w:sz="6" w:space="0" w:color="auto"/>
              <w:left w:val="single" w:sz="6" w:space="0" w:color="auto"/>
              <w:bottom w:val="single" w:sz="6" w:space="0" w:color="auto"/>
              <w:right w:val="single" w:sz="6" w:space="0" w:color="auto"/>
            </w:tcBorders>
            <w:shd w:val="solid" w:color="FFFFFF" w:fill="auto"/>
          </w:tcPr>
          <w:p w14:paraId="46EBCA86" w14:textId="77777777" w:rsidR="00B60377" w:rsidRPr="00E9040D" w:rsidRDefault="00B60377"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C550D1" w14:textId="77777777" w:rsidR="00B60377" w:rsidRPr="00E9040D" w:rsidRDefault="00B60377"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2BA4F78" w14:textId="77777777" w:rsidR="00B60377" w:rsidRPr="00E9040D" w:rsidRDefault="00B60377" w:rsidP="00B60377">
            <w:pPr>
              <w:spacing w:after="0"/>
              <w:jc w:val="center"/>
              <w:rPr>
                <w:rFonts w:ascii="Arial" w:hAnsi="Arial" w:cs="Arial"/>
                <w:sz w:val="16"/>
                <w:szCs w:val="16"/>
              </w:rPr>
            </w:pPr>
            <w:r>
              <w:rPr>
                <w:rFonts w:ascii="Arial" w:hAnsi="Arial" w:cs="Arial"/>
                <w:sz w:val="16"/>
                <w:szCs w:val="16"/>
              </w:rPr>
              <w:t>RP-150363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0879DDD" w14:textId="77777777" w:rsidR="00B60377" w:rsidRPr="00E9040D" w:rsidRDefault="00B60377" w:rsidP="00097BB3">
            <w:pPr>
              <w:spacing w:after="0"/>
              <w:jc w:val="center"/>
              <w:rPr>
                <w:rFonts w:ascii="Arial" w:hAnsi="Arial" w:cs="Arial"/>
                <w:sz w:val="16"/>
                <w:szCs w:val="16"/>
              </w:rPr>
            </w:pPr>
            <w:r>
              <w:rPr>
                <w:rFonts w:ascii="Arial" w:hAnsi="Arial" w:cs="Arial"/>
                <w:sz w:val="16"/>
                <w:szCs w:val="16"/>
              </w:rPr>
              <w:t>494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DBFF701" w14:textId="77777777" w:rsidR="00B60377" w:rsidRPr="00E9040D" w:rsidRDefault="00B60377" w:rsidP="001E1F2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873EBC1" w14:textId="77777777" w:rsidR="00B60377" w:rsidRPr="000A3FF6" w:rsidRDefault="00B60377" w:rsidP="001E1F2A">
            <w:pPr>
              <w:spacing w:after="0"/>
              <w:rPr>
                <w:rFonts w:ascii="Arial" w:hAnsi="Arial" w:cs="Arial"/>
                <w:sz w:val="16"/>
                <w:szCs w:val="16"/>
              </w:rPr>
            </w:pPr>
            <w:r w:rsidRPr="00B60377">
              <w:rPr>
                <w:rFonts w:ascii="Arial" w:hAnsi="Arial" w:cs="Arial"/>
                <w:sz w:val="16"/>
                <w:szCs w:val="16"/>
              </w:rPr>
              <w:t xml:space="preserve">Correction to PUCCH procedures in case of FDD </w:t>
            </w:r>
            <w:proofErr w:type="spellStart"/>
            <w:r w:rsidRPr="00B60377">
              <w:rPr>
                <w:rFonts w:ascii="Arial" w:hAnsi="Arial" w:cs="Arial"/>
                <w:sz w:val="16"/>
                <w:szCs w:val="16"/>
              </w:rPr>
              <w:t>Pcell</w:t>
            </w:r>
            <w:proofErr w:type="spellEnd"/>
            <w:r w:rsidRPr="00B60377">
              <w:rPr>
                <w:rFonts w:ascii="Arial" w:hAnsi="Arial" w:cs="Arial"/>
                <w:sz w:val="16"/>
                <w:szCs w:val="16"/>
              </w:rPr>
              <w:t xml:space="preserve"> and TDD </w:t>
            </w:r>
            <w:proofErr w:type="spellStart"/>
            <w:r w:rsidRPr="00B60377">
              <w:rPr>
                <w:rFonts w:ascii="Arial" w:hAnsi="Arial" w:cs="Arial"/>
                <w:sz w:val="16"/>
                <w:szCs w:val="16"/>
              </w:rPr>
              <w:t>Scell</w:t>
            </w:r>
            <w:proofErr w:type="spellEnd"/>
            <w:r w:rsidRPr="00B60377">
              <w:rPr>
                <w:rFonts w:ascii="Arial" w:hAnsi="Arial" w:cs="Arial"/>
                <w:sz w:val="16"/>
                <w:szCs w:val="16"/>
              </w:rPr>
              <w:t xml:space="preserve"> in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22837D6" w14:textId="77777777" w:rsidR="00B60377" w:rsidRPr="00E9040D" w:rsidRDefault="00B60377"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BF2D5B8" w14:textId="77777777" w:rsidR="00B60377" w:rsidRPr="00E9040D" w:rsidRDefault="00B60377"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097BB3" w:rsidRPr="00E9040D" w14:paraId="267934A5" w14:textId="77777777" w:rsidTr="00097BB3">
        <w:tc>
          <w:tcPr>
            <w:tcW w:w="800" w:type="dxa"/>
            <w:tcBorders>
              <w:top w:val="single" w:sz="6" w:space="0" w:color="auto"/>
              <w:left w:val="single" w:sz="6" w:space="0" w:color="auto"/>
              <w:bottom w:val="single" w:sz="6" w:space="0" w:color="auto"/>
              <w:right w:val="single" w:sz="6" w:space="0" w:color="auto"/>
            </w:tcBorders>
            <w:shd w:val="solid" w:color="FFFFFF" w:fill="auto"/>
          </w:tcPr>
          <w:p w14:paraId="020F878B" w14:textId="77777777" w:rsidR="00097BB3" w:rsidRPr="00E9040D" w:rsidRDefault="00097BB3"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8CF86C3" w14:textId="77777777" w:rsidR="00097BB3" w:rsidRPr="00E9040D" w:rsidRDefault="00097BB3"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C71A136" w14:textId="77777777" w:rsidR="00097BB3" w:rsidRPr="00E9040D" w:rsidRDefault="00097BB3" w:rsidP="00097BB3">
            <w:pPr>
              <w:spacing w:after="0"/>
              <w:jc w:val="center"/>
              <w:rPr>
                <w:rFonts w:ascii="Arial" w:hAnsi="Arial" w:cs="Arial"/>
                <w:sz w:val="16"/>
                <w:szCs w:val="16"/>
              </w:rPr>
            </w:pPr>
            <w:r>
              <w:rPr>
                <w:rFonts w:ascii="Arial" w:hAnsi="Arial" w:cs="Arial"/>
                <w:sz w:val="16"/>
                <w:szCs w:val="16"/>
              </w:rPr>
              <w:t>RP-150364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E427233" w14:textId="77777777" w:rsidR="00097BB3" w:rsidRPr="00E9040D" w:rsidRDefault="00097BB3" w:rsidP="00097BB3">
            <w:pPr>
              <w:spacing w:after="0"/>
              <w:jc w:val="center"/>
              <w:rPr>
                <w:rFonts w:ascii="Arial" w:hAnsi="Arial" w:cs="Arial"/>
                <w:sz w:val="16"/>
                <w:szCs w:val="16"/>
              </w:rPr>
            </w:pPr>
            <w:r>
              <w:rPr>
                <w:rFonts w:ascii="Arial" w:hAnsi="Arial" w:cs="Arial"/>
                <w:sz w:val="16"/>
                <w:szCs w:val="16"/>
              </w:rPr>
              <w:t>498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2409B7" w14:textId="77777777" w:rsidR="00097BB3" w:rsidRPr="00E9040D" w:rsidRDefault="00097BB3"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F955646" w14:textId="77777777" w:rsidR="00097BB3" w:rsidRPr="000A3FF6" w:rsidRDefault="00097BB3" w:rsidP="001E1F2A">
            <w:pPr>
              <w:spacing w:after="0"/>
              <w:rPr>
                <w:rFonts w:ascii="Arial" w:hAnsi="Arial" w:cs="Arial"/>
                <w:sz w:val="16"/>
                <w:szCs w:val="16"/>
              </w:rPr>
            </w:pPr>
            <w:r w:rsidRPr="00097BB3">
              <w:rPr>
                <w:rFonts w:ascii="Arial" w:hAnsi="Arial" w:cs="Arial"/>
                <w:sz w:val="16"/>
                <w:szCs w:val="16"/>
              </w:rPr>
              <w:t>Correction on higher layer parameter names for 256QAM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F1B7607" w14:textId="77777777" w:rsidR="00097BB3" w:rsidRPr="00E9040D" w:rsidRDefault="00097BB3"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B8B9FAB" w14:textId="77777777" w:rsidR="00097BB3" w:rsidRPr="00E9040D" w:rsidRDefault="00097BB3"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1E1F2A" w:rsidRPr="00E9040D" w14:paraId="04478007" w14:textId="77777777" w:rsidTr="001E1F2A">
        <w:tc>
          <w:tcPr>
            <w:tcW w:w="800" w:type="dxa"/>
            <w:tcBorders>
              <w:top w:val="single" w:sz="6" w:space="0" w:color="auto"/>
              <w:left w:val="single" w:sz="6" w:space="0" w:color="auto"/>
              <w:bottom w:val="single" w:sz="6" w:space="0" w:color="auto"/>
              <w:right w:val="single" w:sz="6" w:space="0" w:color="auto"/>
            </w:tcBorders>
            <w:shd w:val="solid" w:color="FFFFFF" w:fill="auto"/>
          </w:tcPr>
          <w:p w14:paraId="12E56966" w14:textId="77777777" w:rsidR="001E1F2A" w:rsidRPr="00E9040D" w:rsidRDefault="001E1F2A"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6091E2A" w14:textId="77777777" w:rsidR="001E1F2A" w:rsidRPr="00E9040D" w:rsidRDefault="001E1F2A"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6D6D5E6"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RP-150359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AD8AB94"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500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53B0A23"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5008B20" w14:textId="77777777" w:rsidR="001E1F2A" w:rsidRPr="000A3FF6" w:rsidRDefault="001E1F2A" w:rsidP="001E1F2A">
            <w:pPr>
              <w:spacing w:after="0"/>
              <w:rPr>
                <w:rFonts w:ascii="Arial" w:hAnsi="Arial" w:cs="Arial"/>
                <w:sz w:val="16"/>
                <w:szCs w:val="16"/>
              </w:rPr>
            </w:pPr>
            <w:r w:rsidRPr="001E1F2A">
              <w:rPr>
                <w:rFonts w:ascii="Arial" w:hAnsi="Arial" w:cs="Arial"/>
                <w:sz w:val="16"/>
                <w:szCs w:val="16"/>
              </w:rPr>
              <w:t>TM10 CSI-IM Interference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E61D1F"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6F80793"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1E1F2A" w:rsidRPr="00E9040D" w14:paraId="4B17DC75" w14:textId="77777777" w:rsidTr="001E1F2A">
        <w:tc>
          <w:tcPr>
            <w:tcW w:w="800" w:type="dxa"/>
            <w:tcBorders>
              <w:top w:val="single" w:sz="6" w:space="0" w:color="auto"/>
              <w:left w:val="single" w:sz="6" w:space="0" w:color="auto"/>
              <w:bottom w:val="single" w:sz="6" w:space="0" w:color="auto"/>
              <w:right w:val="single" w:sz="6" w:space="0" w:color="auto"/>
            </w:tcBorders>
            <w:shd w:val="solid" w:color="FFFFFF" w:fill="auto"/>
          </w:tcPr>
          <w:p w14:paraId="4607360E" w14:textId="77777777" w:rsidR="001E1F2A" w:rsidRPr="00E9040D" w:rsidRDefault="001E1F2A"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B182B1" w14:textId="77777777" w:rsidR="001E1F2A" w:rsidRPr="00E9040D" w:rsidRDefault="001E1F2A"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DEF7E58"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RP-150358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7CEB8BB"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502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91B1B4"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5B2314" w14:textId="77777777" w:rsidR="001E1F2A" w:rsidRPr="000A3FF6" w:rsidRDefault="001E1F2A" w:rsidP="001E1F2A">
            <w:pPr>
              <w:spacing w:after="0"/>
              <w:rPr>
                <w:rFonts w:ascii="Arial" w:hAnsi="Arial" w:cs="Arial"/>
                <w:sz w:val="16"/>
                <w:szCs w:val="16"/>
              </w:rPr>
            </w:pPr>
            <w:r w:rsidRPr="001E1F2A">
              <w:rPr>
                <w:rFonts w:ascii="Arial" w:hAnsi="Arial" w:cs="Arial"/>
                <w:sz w:val="16"/>
                <w:szCs w:val="16"/>
              </w:rPr>
              <w:t>Clarification on common search reception related to MBMS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35D8431"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A5220C"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2B3265" w:rsidRPr="00E9040D" w14:paraId="591B658B" w14:textId="77777777" w:rsidTr="002B3265">
        <w:tc>
          <w:tcPr>
            <w:tcW w:w="800" w:type="dxa"/>
            <w:tcBorders>
              <w:top w:val="single" w:sz="6" w:space="0" w:color="auto"/>
              <w:left w:val="single" w:sz="6" w:space="0" w:color="auto"/>
              <w:bottom w:val="single" w:sz="6" w:space="0" w:color="auto"/>
              <w:right w:val="single" w:sz="6" w:space="0" w:color="auto"/>
            </w:tcBorders>
            <w:shd w:val="solid" w:color="FFFFFF" w:fill="auto"/>
          </w:tcPr>
          <w:p w14:paraId="6D7153E3" w14:textId="77777777" w:rsidR="002B3265" w:rsidRPr="00E9040D" w:rsidRDefault="002B3265" w:rsidP="00963518">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AC0E12" w14:textId="77777777" w:rsidR="002B3265" w:rsidRPr="00E9040D" w:rsidRDefault="002B3265" w:rsidP="0096351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A4A3E0" w14:textId="77777777" w:rsidR="002B3265" w:rsidRPr="00E9040D" w:rsidRDefault="002B3265" w:rsidP="00601D6B">
            <w:pPr>
              <w:spacing w:after="0"/>
              <w:jc w:val="center"/>
              <w:rPr>
                <w:rFonts w:ascii="Arial" w:hAnsi="Arial" w:cs="Arial"/>
                <w:sz w:val="16"/>
                <w:szCs w:val="16"/>
              </w:rPr>
            </w:pPr>
            <w:r>
              <w:rPr>
                <w:rFonts w:ascii="Arial" w:hAnsi="Arial" w:cs="Arial"/>
                <w:sz w:val="16"/>
                <w:szCs w:val="16"/>
              </w:rPr>
              <w:t>RP-150364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52FB253" w14:textId="77777777" w:rsidR="002B3265" w:rsidRPr="00E9040D" w:rsidRDefault="002B3265" w:rsidP="00BA38C3">
            <w:pPr>
              <w:spacing w:after="0"/>
              <w:jc w:val="center"/>
              <w:rPr>
                <w:rFonts w:ascii="Arial" w:hAnsi="Arial" w:cs="Arial"/>
                <w:sz w:val="16"/>
                <w:szCs w:val="16"/>
              </w:rPr>
            </w:pPr>
            <w:r>
              <w:rPr>
                <w:rFonts w:ascii="Arial" w:hAnsi="Arial" w:cs="Arial"/>
                <w:sz w:val="16"/>
                <w:szCs w:val="16"/>
              </w:rPr>
              <w:t>503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1D8EE00" w14:textId="77777777" w:rsidR="002B3265" w:rsidRPr="00E9040D" w:rsidRDefault="002B3265" w:rsidP="00963518">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2F334A" w14:textId="77777777" w:rsidR="002B3265" w:rsidRPr="000A3FF6" w:rsidRDefault="002B3265" w:rsidP="00963518">
            <w:pPr>
              <w:spacing w:after="0"/>
              <w:rPr>
                <w:rFonts w:ascii="Arial" w:hAnsi="Arial" w:cs="Arial"/>
                <w:sz w:val="16"/>
                <w:szCs w:val="16"/>
              </w:rPr>
            </w:pPr>
            <w:r w:rsidRPr="002B3265">
              <w:rPr>
                <w:rFonts w:ascii="Arial" w:hAnsi="Arial" w:cs="Arial"/>
                <w:sz w:val="16"/>
                <w:szCs w:val="16"/>
              </w:rPr>
              <w:t>Correction to Discovery in Small Cell Enhancement feature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FCF8E0D" w14:textId="77777777" w:rsidR="002B3265" w:rsidRPr="00E9040D" w:rsidRDefault="002B3265"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8895F57" w14:textId="77777777" w:rsidR="002B3265" w:rsidRPr="00E9040D" w:rsidRDefault="002B3265"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601D6B" w:rsidRPr="00E9040D" w14:paraId="656B74A2" w14:textId="77777777" w:rsidTr="00601D6B">
        <w:tc>
          <w:tcPr>
            <w:tcW w:w="800" w:type="dxa"/>
            <w:tcBorders>
              <w:top w:val="single" w:sz="6" w:space="0" w:color="auto"/>
              <w:left w:val="single" w:sz="6" w:space="0" w:color="auto"/>
              <w:bottom w:val="single" w:sz="6" w:space="0" w:color="auto"/>
              <w:right w:val="single" w:sz="6" w:space="0" w:color="auto"/>
            </w:tcBorders>
            <w:shd w:val="solid" w:color="FFFFFF" w:fill="auto"/>
          </w:tcPr>
          <w:p w14:paraId="0B1376A4" w14:textId="77777777" w:rsidR="00601D6B" w:rsidRPr="00E9040D" w:rsidRDefault="00601D6B" w:rsidP="00963518">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4BB2FB3" w14:textId="77777777" w:rsidR="00601D6B" w:rsidRPr="00E9040D" w:rsidRDefault="00601D6B" w:rsidP="0096351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C218965" w14:textId="77777777" w:rsidR="00601D6B" w:rsidRPr="00E9040D" w:rsidRDefault="00601D6B" w:rsidP="00601D6B">
            <w:pPr>
              <w:spacing w:after="0"/>
              <w:jc w:val="center"/>
              <w:rPr>
                <w:rFonts w:ascii="Arial" w:hAnsi="Arial" w:cs="Arial"/>
                <w:sz w:val="16"/>
                <w:szCs w:val="16"/>
              </w:rPr>
            </w:pPr>
            <w:r>
              <w:rPr>
                <w:rFonts w:ascii="Arial" w:hAnsi="Arial" w:cs="Arial"/>
                <w:sz w:val="16"/>
                <w:szCs w:val="16"/>
              </w:rPr>
              <w:t>RP-150365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DA0B757" w14:textId="77777777" w:rsidR="00601D6B" w:rsidRPr="00E9040D" w:rsidRDefault="00601D6B" w:rsidP="00601D6B">
            <w:pPr>
              <w:spacing w:after="0"/>
              <w:jc w:val="center"/>
              <w:rPr>
                <w:rFonts w:ascii="Arial" w:hAnsi="Arial" w:cs="Arial"/>
                <w:sz w:val="16"/>
                <w:szCs w:val="16"/>
              </w:rPr>
            </w:pPr>
            <w:r>
              <w:rPr>
                <w:rFonts w:ascii="Arial" w:hAnsi="Arial" w:cs="Arial"/>
                <w:sz w:val="16"/>
                <w:szCs w:val="16"/>
              </w:rPr>
              <w:t>504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A661AB" w14:textId="77777777" w:rsidR="00601D6B" w:rsidRPr="00E9040D" w:rsidRDefault="00601D6B" w:rsidP="00963518">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EFDA786" w14:textId="77777777" w:rsidR="00601D6B" w:rsidRPr="000A3FF6" w:rsidRDefault="00601D6B" w:rsidP="00963518">
            <w:pPr>
              <w:spacing w:after="0"/>
              <w:rPr>
                <w:rFonts w:ascii="Arial" w:hAnsi="Arial" w:cs="Arial"/>
                <w:sz w:val="16"/>
                <w:szCs w:val="16"/>
              </w:rPr>
            </w:pPr>
            <w:r w:rsidRPr="00601D6B">
              <w:rPr>
                <w:rFonts w:ascii="Arial" w:hAnsi="Arial" w:cs="Arial"/>
                <w:sz w:val="16"/>
                <w:szCs w:val="16"/>
              </w:rPr>
              <w:t>Corrections to Dual Connectivity feature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410A7AF" w14:textId="77777777" w:rsidR="00601D6B" w:rsidRPr="00E9040D" w:rsidRDefault="00601D6B"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DFD9C8B" w14:textId="77777777" w:rsidR="00601D6B" w:rsidRPr="00E9040D" w:rsidRDefault="00601D6B"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46001A" w:rsidRPr="00E9040D" w14:paraId="2C221E72" w14:textId="77777777" w:rsidTr="0046001A">
        <w:tc>
          <w:tcPr>
            <w:tcW w:w="800" w:type="dxa"/>
            <w:tcBorders>
              <w:top w:val="single" w:sz="6" w:space="0" w:color="auto"/>
              <w:left w:val="single" w:sz="6" w:space="0" w:color="auto"/>
              <w:bottom w:val="single" w:sz="6" w:space="0" w:color="auto"/>
              <w:right w:val="single" w:sz="6" w:space="0" w:color="auto"/>
            </w:tcBorders>
            <w:shd w:val="solid" w:color="FFFFFF" w:fill="auto"/>
          </w:tcPr>
          <w:p w14:paraId="66665985" w14:textId="77777777" w:rsidR="0046001A" w:rsidRPr="00E9040D" w:rsidRDefault="0046001A" w:rsidP="0046001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852804" w14:textId="77777777" w:rsidR="0046001A" w:rsidRPr="00E9040D" w:rsidRDefault="0046001A" w:rsidP="0046001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25D2674" w14:textId="77777777" w:rsidR="0046001A" w:rsidRPr="00E9040D" w:rsidRDefault="0046001A" w:rsidP="0046001A">
            <w:pPr>
              <w:spacing w:after="0"/>
              <w:jc w:val="center"/>
              <w:rPr>
                <w:rFonts w:ascii="Arial" w:hAnsi="Arial" w:cs="Arial"/>
                <w:sz w:val="16"/>
                <w:szCs w:val="16"/>
              </w:rPr>
            </w:pPr>
            <w:r>
              <w:rPr>
                <w:rFonts w:ascii="Arial" w:hAnsi="Arial" w:cs="Arial"/>
                <w:sz w:val="16"/>
                <w:szCs w:val="16"/>
              </w:rPr>
              <w:t>RP-150931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A98F380" w14:textId="77777777" w:rsidR="0046001A" w:rsidRPr="00E9040D" w:rsidRDefault="0046001A" w:rsidP="000F7C24">
            <w:pPr>
              <w:spacing w:after="0"/>
              <w:jc w:val="center"/>
              <w:rPr>
                <w:rFonts w:ascii="Arial" w:hAnsi="Arial" w:cs="Arial"/>
                <w:sz w:val="16"/>
                <w:szCs w:val="16"/>
              </w:rPr>
            </w:pPr>
            <w:r>
              <w:rPr>
                <w:rFonts w:ascii="Arial" w:hAnsi="Arial" w:cs="Arial"/>
                <w:sz w:val="16"/>
                <w:szCs w:val="16"/>
              </w:rPr>
              <w:t>493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C25AA8" w14:textId="77777777" w:rsidR="0046001A" w:rsidRPr="00E9040D" w:rsidRDefault="0046001A" w:rsidP="0046001A">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31C9ABF" w14:textId="77777777" w:rsidR="0046001A" w:rsidRPr="000A3FF6" w:rsidRDefault="0046001A" w:rsidP="000F7C24">
            <w:pPr>
              <w:spacing w:after="0"/>
              <w:rPr>
                <w:rFonts w:ascii="Arial" w:hAnsi="Arial" w:cs="Arial"/>
                <w:sz w:val="16"/>
                <w:szCs w:val="16"/>
              </w:rPr>
            </w:pPr>
            <w:r w:rsidRPr="0046001A">
              <w:rPr>
                <w:rFonts w:ascii="Arial" w:hAnsi="Arial" w:cs="Arial"/>
                <w:sz w:val="16"/>
                <w:szCs w:val="16"/>
              </w:rPr>
              <w:t>Clarification on HARQ-ACK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6988AD" w14:textId="77777777" w:rsidR="0046001A" w:rsidRPr="00E9040D" w:rsidRDefault="0046001A" w:rsidP="0046001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AAD0EEC" w14:textId="77777777" w:rsidR="0046001A" w:rsidRPr="00E9040D" w:rsidRDefault="0046001A" w:rsidP="0046001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D7735D" w:rsidRPr="00E9040D" w14:paraId="3FBD66B3" w14:textId="77777777" w:rsidTr="00D7735D">
        <w:tc>
          <w:tcPr>
            <w:tcW w:w="800" w:type="dxa"/>
            <w:tcBorders>
              <w:top w:val="single" w:sz="6" w:space="0" w:color="auto"/>
              <w:left w:val="single" w:sz="6" w:space="0" w:color="auto"/>
              <w:bottom w:val="single" w:sz="6" w:space="0" w:color="auto"/>
              <w:right w:val="single" w:sz="6" w:space="0" w:color="auto"/>
            </w:tcBorders>
            <w:shd w:val="solid" w:color="FFFFFF" w:fill="auto"/>
          </w:tcPr>
          <w:p w14:paraId="33F6C36C" w14:textId="77777777" w:rsidR="00D7735D" w:rsidRPr="00E9040D" w:rsidRDefault="00D7735D"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CB3CF11" w14:textId="77777777" w:rsidR="00D7735D" w:rsidRPr="00E9040D" w:rsidRDefault="00D7735D"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91B87EF" w14:textId="77777777" w:rsidR="00D7735D" w:rsidRPr="00E9040D" w:rsidRDefault="00D7735D" w:rsidP="000F7C24">
            <w:pPr>
              <w:spacing w:after="0"/>
              <w:jc w:val="center"/>
              <w:rPr>
                <w:rFonts w:ascii="Arial" w:hAnsi="Arial" w:cs="Arial"/>
                <w:sz w:val="16"/>
                <w:szCs w:val="16"/>
              </w:rPr>
            </w:pPr>
            <w:r>
              <w:rPr>
                <w:rFonts w:ascii="Arial" w:hAnsi="Arial" w:cs="Arial"/>
                <w:sz w:val="16"/>
                <w:szCs w:val="16"/>
              </w:rPr>
              <w:t>RP-150932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03A9D9C" w14:textId="77777777" w:rsidR="00D7735D" w:rsidRPr="00E9040D" w:rsidRDefault="00D7735D" w:rsidP="00D7735D">
            <w:pPr>
              <w:spacing w:after="0"/>
              <w:jc w:val="center"/>
              <w:rPr>
                <w:rFonts w:ascii="Arial" w:hAnsi="Arial" w:cs="Arial"/>
                <w:sz w:val="16"/>
                <w:szCs w:val="16"/>
              </w:rPr>
            </w:pPr>
            <w:r>
              <w:rPr>
                <w:rFonts w:ascii="Arial" w:hAnsi="Arial" w:cs="Arial"/>
                <w:sz w:val="16"/>
                <w:szCs w:val="16"/>
              </w:rPr>
              <w:t>497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3BD55F2" w14:textId="77777777" w:rsidR="00D7735D" w:rsidRPr="00E9040D" w:rsidRDefault="00D7735D" w:rsidP="000F7C24">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196EA85" w14:textId="77777777" w:rsidR="00D7735D" w:rsidRPr="000A3FF6" w:rsidRDefault="00D7735D" w:rsidP="000F7C24">
            <w:pPr>
              <w:spacing w:after="0"/>
              <w:rPr>
                <w:rFonts w:ascii="Arial" w:hAnsi="Arial" w:cs="Arial"/>
                <w:sz w:val="16"/>
                <w:szCs w:val="16"/>
              </w:rPr>
            </w:pPr>
            <w:r w:rsidRPr="00D7735D">
              <w:rPr>
                <w:rFonts w:ascii="Arial" w:hAnsi="Arial" w:cs="Arial"/>
                <w:sz w:val="16"/>
                <w:szCs w:val="16"/>
              </w:rPr>
              <w:t>Clarification on PUCCH Format 3 Resource Derivation for TDD UL/DL Configuration 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AFE6B3" w14:textId="77777777" w:rsidR="00D7735D" w:rsidRPr="00E9040D" w:rsidRDefault="00D773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83260ED" w14:textId="77777777" w:rsidR="00D7735D" w:rsidRPr="00E9040D" w:rsidRDefault="00D773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764062" w:rsidRPr="00E9040D" w14:paraId="030B7B4A" w14:textId="77777777" w:rsidTr="00764062">
        <w:tc>
          <w:tcPr>
            <w:tcW w:w="800" w:type="dxa"/>
            <w:tcBorders>
              <w:top w:val="single" w:sz="6" w:space="0" w:color="auto"/>
              <w:left w:val="single" w:sz="6" w:space="0" w:color="auto"/>
              <w:bottom w:val="single" w:sz="6" w:space="0" w:color="auto"/>
              <w:right w:val="single" w:sz="6" w:space="0" w:color="auto"/>
            </w:tcBorders>
            <w:shd w:val="solid" w:color="FFFFFF" w:fill="auto"/>
          </w:tcPr>
          <w:p w14:paraId="6019AB94" w14:textId="77777777" w:rsidR="00764062" w:rsidRPr="00E9040D" w:rsidRDefault="00764062"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D842B4" w14:textId="77777777" w:rsidR="00764062" w:rsidRPr="00E9040D" w:rsidRDefault="00764062"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A83C97C" w14:textId="77777777" w:rsidR="00764062" w:rsidRPr="00E9040D" w:rsidRDefault="00764062" w:rsidP="00764062">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D56893" w14:textId="77777777" w:rsidR="00764062" w:rsidRPr="00E9040D" w:rsidRDefault="00764062" w:rsidP="000F7C24">
            <w:pPr>
              <w:spacing w:after="0"/>
              <w:jc w:val="center"/>
              <w:rPr>
                <w:rFonts w:ascii="Arial" w:hAnsi="Arial" w:cs="Arial"/>
                <w:sz w:val="16"/>
                <w:szCs w:val="16"/>
              </w:rPr>
            </w:pPr>
            <w:r>
              <w:rPr>
                <w:rFonts w:ascii="Arial" w:hAnsi="Arial" w:cs="Arial"/>
                <w:sz w:val="16"/>
                <w:szCs w:val="16"/>
              </w:rPr>
              <w:t>506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1990AA" w14:textId="77777777" w:rsidR="00764062" w:rsidRPr="00E9040D" w:rsidRDefault="00764062" w:rsidP="0076406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9CFAB9D" w14:textId="77777777" w:rsidR="00764062" w:rsidRPr="000A3FF6" w:rsidRDefault="00764062" w:rsidP="000F7C24">
            <w:pPr>
              <w:spacing w:after="0"/>
              <w:rPr>
                <w:rFonts w:ascii="Arial" w:hAnsi="Arial" w:cs="Arial"/>
                <w:sz w:val="16"/>
                <w:szCs w:val="16"/>
              </w:rPr>
            </w:pPr>
            <w:r w:rsidRPr="00764062">
              <w:rPr>
                <w:rFonts w:ascii="Arial" w:hAnsi="Arial" w:cs="Arial"/>
                <w:sz w:val="16"/>
                <w:szCs w:val="16"/>
              </w:rPr>
              <w:t>Clarification on the PRACH power in subframe i2-1 for PCM2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EF7886A" w14:textId="77777777" w:rsidR="00764062" w:rsidRPr="00E9040D" w:rsidRDefault="00764062"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939374D" w14:textId="77777777" w:rsidR="00764062" w:rsidRPr="00E9040D" w:rsidRDefault="00764062"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2714A8" w:rsidRPr="00E9040D" w14:paraId="4034FB7B" w14:textId="77777777" w:rsidTr="002714A8">
        <w:tc>
          <w:tcPr>
            <w:tcW w:w="800" w:type="dxa"/>
            <w:tcBorders>
              <w:top w:val="single" w:sz="6" w:space="0" w:color="auto"/>
              <w:left w:val="single" w:sz="6" w:space="0" w:color="auto"/>
              <w:bottom w:val="single" w:sz="6" w:space="0" w:color="auto"/>
              <w:right w:val="single" w:sz="6" w:space="0" w:color="auto"/>
            </w:tcBorders>
            <w:shd w:val="solid" w:color="FFFFFF" w:fill="auto"/>
          </w:tcPr>
          <w:p w14:paraId="6A857217" w14:textId="77777777" w:rsidR="002714A8" w:rsidRPr="00E9040D" w:rsidRDefault="002714A8"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C76BCA5" w14:textId="77777777" w:rsidR="002714A8" w:rsidRPr="00E9040D" w:rsidRDefault="002714A8"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22FB9B8" w14:textId="77777777" w:rsidR="002714A8" w:rsidRPr="00E9040D" w:rsidRDefault="002714A8"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F48F06" w14:textId="77777777" w:rsidR="002714A8" w:rsidRPr="00E9040D" w:rsidRDefault="002714A8" w:rsidP="002714A8">
            <w:pPr>
              <w:spacing w:after="0"/>
              <w:jc w:val="center"/>
              <w:rPr>
                <w:rFonts w:ascii="Arial" w:hAnsi="Arial" w:cs="Arial"/>
                <w:sz w:val="16"/>
                <w:szCs w:val="16"/>
              </w:rPr>
            </w:pPr>
            <w:r>
              <w:rPr>
                <w:rFonts w:ascii="Arial" w:hAnsi="Arial" w:cs="Arial"/>
                <w:sz w:val="16"/>
                <w:szCs w:val="16"/>
              </w:rPr>
              <w:t>507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01FC874" w14:textId="77777777" w:rsidR="002714A8" w:rsidRPr="00E9040D" w:rsidRDefault="002714A8" w:rsidP="000F7C24">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E59B380" w14:textId="77777777" w:rsidR="002714A8" w:rsidRPr="000A3FF6" w:rsidRDefault="002714A8" w:rsidP="000F7C24">
            <w:pPr>
              <w:spacing w:after="0"/>
              <w:rPr>
                <w:rFonts w:ascii="Arial" w:hAnsi="Arial" w:cs="Arial"/>
                <w:sz w:val="16"/>
                <w:szCs w:val="16"/>
              </w:rPr>
            </w:pPr>
            <w:r w:rsidRPr="002714A8">
              <w:rPr>
                <w:rFonts w:ascii="Arial" w:hAnsi="Arial" w:cs="Arial"/>
                <w:sz w:val="16"/>
                <w:szCs w:val="16"/>
              </w:rPr>
              <w:t>Clarification on the MTA operation in PCM1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2481988" w14:textId="77777777" w:rsidR="002714A8" w:rsidRPr="00E9040D" w:rsidRDefault="002714A8"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3084B14" w14:textId="77777777" w:rsidR="002714A8" w:rsidRPr="00E9040D" w:rsidRDefault="002714A8"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193806" w:rsidRPr="00E9040D" w14:paraId="2E83B056" w14:textId="77777777" w:rsidTr="00193806">
        <w:tc>
          <w:tcPr>
            <w:tcW w:w="800" w:type="dxa"/>
            <w:tcBorders>
              <w:top w:val="single" w:sz="6" w:space="0" w:color="auto"/>
              <w:left w:val="single" w:sz="6" w:space="0" w:color="auto"/>
              <w:bottom w:val="single" w:sz="6" w:space="0" w:color="auto"/>
              <w:right w:val="single" w:sz="6" w:space="0" w:color="auto"/>
            </w:tcBorders>
            <w:shd w:val="solid" w:color="FFFFFF" w:fill="auto"/>
          </w:tcPr>
          <w:p w14:paraId="4BA086E2" w14:textId="77777777" w:rsidR="00193806" w:rsidRPr="00E9040D" w:rsidRDefault="00193806"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6366D6" w14:textId="77777777" w:rsidR="00193806" w:rsidRPr="00E9040D" w:rsidRDefault="00193806"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86D1EAC" w14:textId="77777777" w:rsidR="00193806" w:rsidRPr="00E9040D" w:rsidRDefault="00193806"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3E7AC9" w14:textId="77777777" w:rsidR="00193806" w:rsidRPr="00E9040D" w:rsidRDefault="00193806" w:rsidP="00332F79">
            <w:pPr>
              <w:spacing w:after="0"/>
              <w:jc w:val="center"/>
              <w:rPr>
                <w:rFonts w:ascii="Arial" w:hAnsi="Arial" w:cs="Arial"/>
                <w:sz w:val="16"/>
                <w:szCs w:val="16"/>
              </w:rPr>
            </w:pPr>
            <w:r>
              <w:rPr>
                <w:rFonts w:ascii="Arial" w:hAnsi="Arial" w:cs="Arial"/>
                <w:sz w:val="16"/>
                <w:szCs w:val="16"/>
              </w:rPr>
              <w:t>5</w:t>
            </w:r>
            <w:r w:rsidR="00332F79">
              <w:rPr>
                <w:rFonts w:ascii="Arial" w:hAnsi="Arial" w:cs="Arial"/>
                <w:sz w:val="16"/>
                <w:szCs w:val="16"/>
              </w:rPr>
              <w:t>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0F943BF" w14:textId="77777777" w:rsidR="00193806" w:rsidRPr="00E9040D" w:rsidRDefault="00193806" w:rsidP="000F7C24">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5A897E0" w14:textId="77777777" w:rsidR="00193806" w:rsidRPr="000A3FF6" w:rsidRDefault="00332F79" w:rsidP="000F7C24">
            <w:pPr>
              <w:spacing w:after="0"/>
              <w:rPr>
                <w:rFonts w:ascii="Arial" w:hAnsi="Arial" w:cs="Arial"/>
                <w:sz w:val="16"/>
                <w:szCs w:val="16"/>
              </w:rPr>
            </w:pPr>
            <w:r w:rsidRPr="00332F79">
              <w:rPr>
                <w:rFonts w:ascii="Arial" w:hAnsi="Arial" w:cs="Arial"/>
                <w:sz w:val="16"/>
                <w:szCs w:val="16"/>
              </w:rPr>
              <w:t>Correction of higher layer parameter names in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FD773FF" w14:textId="77777777" w:rsidR="00193806" w:rsidRPr="00E9040D" w:rsidRDefault="00193806"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789DA2C" w14:textId="77777777" w:rsidR="00193806" w:rsidRPr="00E9040D" w:rsidRDefault="00193806"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5351CC" w:rsidRPr="00E9040D" w14:paraId="555DFE3F" w14:textId="77777777" w:rsidTr="005351CC">
        <w:tc>
          <w:tcPr>
            <w:tcW w:w="800" w:type="dxa"/>
            <w:tcBorders>
              <w:top w:val="single" w:sz="6" w:space="0" w:color="auto"/>
              <w:left w:val="single" w:sz="6" w:space="0" w:color="auto"/>
              <w:bottom w:val="single" w:sz="6" w:space="0" w:color="auto"/>
              <w:right w:val="single" w:sz="6" w:space="0" w:color="auto"/>
            </w:tcBorders>
            <w:shd w:val="solid" w:color="FFFFFF" w:fill="auto"/>
          </w:tcPr>
          <w:p w14:paraId="0D10B1BB" w14:textId="77777777" w:rsidR="005351CC" w:rsidRPr="00E9040D" w:rsidRDefault="005351CC"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47F0848" w14:textId="77777777" w:rsidR="005351CC" w:rsidRPr="00E9040D" w:rsidRDefault="005351CC"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86D9896" w14:textId="77777777" w:rsidR="005351CC" w:rsidRPr="00E9040D" w:rsidRDefault="005351CC" w:rsidP="000F7C24">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F837196" w14:textId="77777777" w:rsidR="005351CC" w:rsidRPr="00E9040D" w:rsidRDefault="005351CC" w:rsidP="005351CC">
            <w:pPr>
              <w:spacing w:after="0"/>
              <w:jc w:val="center"/>
              <w:rPr>
                <w:rFonts w:ascii="Arial" w:hAnsi="Arial" w:cs="Arial"/>
                <w:sz w:val="16"/>
                <w:szCs w:val="16"/>
              </w:rPr>
            </w:pPr>
            <w:r>
              <w:rPr>
                <w:rFonts w:ascii="Arial" w:hAnsi="Arial" w:cs="Arial"/>
                <w:sz w:val="16"/>
                <w:szCs w:val="16"/>
              </w:rPr>
              <w:t>513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A938B8" w14:textId="77777777" w:rsidR="005351CC" w:rsidRPr="00E9040D" w:rsidRDefault="005351CC" w:rsidP="005351C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6F1D1A5" w14:textId="77777777" w:rsidR="005351CC" w:rsidRPr="000A3FF6" w:rsidRDefault="005351CC" w:rsidP="000F7C24">
            <w:pPr>
              <w:spacing w:after="0"/>
              <w:rPr>
                <w:rFonts w:ascii="Arial" w:hAnsi="Arial" w:cs="Arial"/>
                <w:sz w:val="16"/>
                <w:szCs w:val="16"/>
              </w:rPr>
            </w:pPr>
            <w:r w:rsidRPr="005351CC">
              <w:rPr>
                <w:rFonts w:ascii="Arial" w:hAnsi="Arial" w:cs="Arial"/>
                <w:sz w:val="16"/>
                <w:szCs w:val="16"/>
              </w:rPr>
              <w:t xml:space="preserve">Correction on UE procedure of determining subframe pool for PSCCH and PSSCH in </w:t>
            </w:r>
            <w:proofErr w:type="spellStart"/>
            <w:r w:rsidRPr="005351CC">
              <w:rPr>
                <w:rFonts w:ascii="Arial" w:hAnsi="Arial" w:cs="Arial"/>
                <w:sz w:val="16"/>
                <w:szCs w:val="16"/>
              </w:rPr>
              <w:t>ProSe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60488DF" w14:textId="77777777" w:rsidR="005351CC" w:rsidRPr="00E9040D" w:rsidRDefault="005351C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703BC5D" w14:textId="77777777" w:rsidR="005351CC" w:rsidRPr="00E9040D" w:rsidRDefault="005351C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CF1DFC" w:rsidRPr="00E9040D" w14:paraId="4BE4AF79" w14:textId="77777777" w:rsidTr="00CF1DFC">
        <w:tc>
          <w:tcPr>
            <w:tcW w:w="800" w:type="dxa"/>
            <w:tcBorders>
              <w:top w:val="single" w:sz="6" w:space="0" w:color="auto"/>
              <w:left w:val="single" w:sz="6" w:space="0" w:color="auto"/>
              <w:bottom w:val="single" w:sz="6" w:space="0" w:color="auto"/>
              <w:right w:val="single" w:sz="6" w:space="0" w:color="auto"/>
            </w:tcBorders>
            <w:shd w:val="solid" w:color="FFFFFF" w:fill="auto"/>
          </w:tcPr>
          <w:p w14:paraId="11EF9526" w14:textId="77777777" w:rsidR="00CF1DFC" w:rsidRPr="00E9040D" w:rsidRDefault="00CF1DFC"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39999D" w14:textId="77777777" w:rsidR="00CF1DFC" w:rsidRPr="00E9040D" w:rsidRDefault="00CF1DFC"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FC6E876" w14:textId="77777777" w:rsidR="00CF1DFC" w:rsidRPr="00E9040D" w:rsidRDefault="00CF1DFC" w:rsidP="000F7C24">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D0DB33" w14:textId="77777777" w:rsidR="00CF1DFC" w:rsidRPr="00E9040D" w:rsidRDefault="00CF1DFC" w:rsidP="00CF1DFC">
            <w:pPr>
              <w:spacing w:after="0"/>
              <w:jc w:val="center"/>
              <w:rPr>
                <w:rFonts w:ascii="Arial" w:hAnsi="Arial" w:cs="Arial"/>
                <w:sz w:val="16"/>
                <w:szCs w:val="16"/>
              </w:rPr>
            </w:pPr>
            <w:r>
              <w:rPr>
                <w:rFonts w:ascii="Arial" w:hAnsi="Arial" w:cs="Arial"/>
                <w:sz w:val="16"/>
                <w:szCs w:val="16"/>
              </w:rPr>
              <w:t>514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375EF53" w14:textId="77777777" w:rsidR="00CF1DFC" w:rsidRPr="00E9040D" w:rsidRDefault="00CF1DFC"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E6AF4AE" w14:textId="77777777" w:rsidR="00CF1DFC" w:rsidRPr="000A3FF6" w:rsidRDefault="00CF1DFC" w:rsidP="000F7C24">
            <w:pPr>
              <w:spacing w:after="0"/>
              <w:rPr>
                <w:rFonts w:ascii="Arial" w:hAnsi="Arial" w:cs="Arial"/>
                <w:sz w:val="16"/>
                <w:szCs w:val="16"/>
              </w:rPr>
            </w:pPr>
            <w:r w:rsidRPr="00CF1DFC">
              <w:rPr>
                <w:rFonts w:ascii="Arial" w:hAnsi="Arial" w:cs="Arial"/>
                <w:sz w:val="16"/>
                <w:szCs w:val="16"/>
              </w:rPr>
              <w:t xml:space="preserve">Correction on UE procedure of transmitting PSCCH in </w:t>
            </w:r>
            <w:proofErr w:type="spellStart"/>
            <w:r w:rsidRPr="00CF1DFC">
              <w:rPr>
                <w:rFonts w:ascii="Arial" w:hAnsi="Arial" w:cs="Arial"/>
                <w:sz w:val="16"/>
                <w:szCs w:val="16"/>
              </w:rPr>
              <w:t>ProSe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8399385" w14:textId="77777777" w:rsidR="00CF1DFC" w:rsidRPr="00E9040D" w:rsidRDefault="00CF1DF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3DD4D21" w14:textId="77777777" w:rsidR="00CF1DFC" w:rsidRPr="00E9040D" w:rsidRDefault="00CF1DF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6B4A5D" w:rsidRPr="00E9040D" w14:paraId="6E19ACD9" w14:textId="77777777" w:rsidTr="006B4A5D">
        <w:tc>
          <w:tcPr>
            <w:tcW w:w="800" w:type="dxa"/>
            <w:tcBorders>
              <w:top w:val="single" w:sz="6" w:space="0" w:color="auto"/>
              <w:left w:val="single" w:sz="6" w:space="0" w:color="auto"/>
              <w:bottom w:val="single" w:sz="6" w:space="0" w:color="auto"/>
              <w:right w:val="single" w:sz="6" w:space="0" w:color="auto"/>
            </w:tcBorders>
            <w:shd w:val="solid" w:color="FFFFFF" w:fill="auto"/>
          </w:tcPr>
          <w:p w14:paraId="1F2C8F8C" w14:textId="77777777" w:rsidR="006B4A5D" w:rsidRPr="00E9040D" w:rsidRDefault="006B4A5D"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8BB87E" w14:textId="77777777" w:rsidR="006B4A5D" w:rsidRPr="00E9040D" w:rsidRDefault="006B4A5D"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A3169F5" w14:textId="77777777" w:rsidR="006B4A5D" w:rsidRPr="00E9040D" w:rsidRDefault="006B4A5D" w:rsidP="006B4A5D">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4BA879D" w14:textId="77777777" w:rsidR="006B4A5D" w:rsidRPr="00E9040D" w:rsidRDefault="006B4A5D" w:rsidP="006B4A5D">
            <w:pPr>
              <w:spacing w:after="0"/>
              <w:jc w:val="center"/>
              <w:rPr>
                <w:rFonts w:ascii="Arial" w:hAnsi="Arial" w:cs="Arial"/>
                <w:sz w:val="16"/>
                <w:szCs w:val="16"/>
              </w:rPr>
            </w:pPr>
            <w:r>
              <w:rPr>
                <w:rFonts w:ascii="Arial" w:hAnsi="Arial" w:cs="Arial"/>
                <w:sz w:val="16"/>
                <w:szCs w:val="16"/>
              </w:rPr>
              <w:t>515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2F160F0" w14:textId="77777777" w:rsidR="006B4A5D" w:rsidRPr="00E9040D" w:rsidRDefault="006B4A5D"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12094EE" w14:textId="77777777" w:rsidR="006B4A5D" w:rsidRPr="000A3FF6" w:rsidRDefault="006B4A5D" w:rsidP="000F7C24">
            <w:pPr>
              <w:spacing w:after="0"/>
              <w:rPr>
                <w:rFonts w:ascii="Arial" w:hAnsi="Arial" w:cs="Arial"/>
                <w:sz w:val="16"/>
                <w:szCs w:val="16"/>
              </w:rPr>
            </w:pPr>
            <w:r w:rsidRPr="006B4A5D">
              <w:rPr>
                <w:rFonts w:ascii="Arial" w:hAnsi="Arial" w:cs="Arial"/>
                <w:sz w:val="16"/>
                <w:szCs w:val="16"/>
              </w:rPr>
              <w:t>Correction on UL Power Control for Synchronous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9FE3BB5" w14:textId="77777777" w:rsidR="006B4A5D" w:rsidRPr="00E9040D" w:rsidRDefault="006B4A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945995F" w14:textId="77777777" w:rsidR="006B4A5D" w:rsidRPr="00E9040D" w:rsidRDefault="006B4A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0F7C24" w:rsidRPr="00E9040D" w14:paraId="0CDA48CB" w14:textId="77777777" w:rsidTr="000F7C24">
        <w:tc>
          <w:tcPr>
            <w:tcW w:w="800" w:type="dxa"/>
            <w:tcBorders>
              <w:top w:val="single" w:sz="6" w:space="0" w:color="auto"/>
              <w:left w:val="single" w:sz="6" w:space="0" w:color="auto"/>
              <w:bottom w:val="single" w:sz="6" w:space="0" w:color="auto"/>
              <w:right w:val="single" w:sz="6" w:space="0" w:color="auto"/>
            </w:tcBorders>
            <w:shd w:val="solid" w:color="FFFFFF" w:fill="auto"/>
          </w:tcPr>
          <w:p w14:paraId="6A08EAC7" w14:textId="77777777" w:rsidR="000F7C24" w:rsidRPr="00E9040D" w:rsidRDefault="000F7C24"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23CE80" w14:textId="77777777" w:rsidR="000F7C24" w:rsidRPr="00E9040D" w:rsidRDefault="000F7C24"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FB5E828"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098107C"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516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BD499A"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CBD69A6" w14:textId="77777777" w:rsidR="000F7C24" w:rsidRPr="000A3FF6" w:rsidRDefault="000F7C24" w:rsidP="000F7C24">
            <w:pPr>
              <w:spacing w:after="0"/>
              <w:rPr>
                <w:rFonts w:ascii="Arial" w:hAnsi="Arial" w:cs="Arial"/>
                <w:sz w:val="16"/>
                <w:szCs w:val="16"/>
              </w:rPr>
            </w:pPr>
            <w:r w:rsidRPr="000F7C24">
              <w:rPr>
                <w:rFonts w:ascii="Arial" w:hAnsi="Arial" w:cs="Arial"/>
                <w:sz w:val="16"/>
                <w:szCs w:val="16"/>
              </w:rPr>
              <w:t>Correction on UL Power Control for Asynchronous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8AAA78" w14:textId="77777777" w:rsidR="000F7C24" w:rsidRPr="00E9040D" w:rsidRDefault="000F7C24"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BA9B08" w14:textId="77777777" w:rsidR="000F7C24" w:rsidRPr="00E9040D" w:rsidRDefault="000F7C24"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4458DC" w:rsidRPr="00E9040D" w14:paraId="5C40F754" w14:textId="77777777" w:rsidTr="004458DC">
        <w:tc>
          <w:tcPr>
            <w:tcW w:w="800" w:type="dxa"/>
            <w:tcBorders>
              <w:top w:val="single" w:sz="6" w:space="0" w:color="auto"/>
              <w:left w:val="single" w:sz="6" w:space="0" w:color="auto"/>
              <w:bottom w:val="single" w:sz="6" w:space="0" w:color="auto"/>
              <w:right w:val="single" w:sz="6" w:space="0" w:color="auto"/>
            </w:tcBorders>
            <w:shd w:val="solid" w:color="FFFFFF" w:fill="auto"/>
          </w:tcPr>
          <w:p w14:paraId="2D2740C8" w14:textId="77777777" w:rsidR="004458DC" w:rsidRPr="00E9040D" w:rsidRDefault="004458DC"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ECF280" w14:textId="77777777" w:rsidR="004458DC" w:rsidRPr="00E9040D" w:rsidRDefault="004458DC"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E1FFB07" w14:textId="77777777" w:rsidR="004458DC" w:rsidRPr="00E9040D" w:rsidRDefault="004458DC" w:rsidP="00FA51B7">
            <w:pPr>
              <w:spacing w:after="0"/>
              <w:jc w:val="center"/>
              <w:rPr>
                <w:rFonts w:ascii="Arial" w:hAnsi="Arial" w:cs="Arial"/>
                <w:sz w:val="16"/>
                <w:szCs w:val="16"/>
              </w:rPr>
            </w:pPr>
            <w:r>
              <w:rPr>
                <w:rFonts w:ascii="Arial" w:hAnsi="Arial" w:cs="Arial"/>
                <w:sz w:val="16"/>
                <w:szCs w:val="16"/>
              </w:rPr>
              <w:t>RP-15093</w:t>
            </w:r>
            <w:r w:rsidR="00FA51B7">
              <w:rPr>
                <w:rFonts w:ascii="Arial" w:hAnsi="Arial" w:cs="Arial"/>
                <w:sz w:val="16"/>
                <w:szCs w:val="16"/>
              </w:rPr>
              <w:t>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BEE3647" w14:textId="77777777" w:rsidR="004458DC" w:rsidRPr="00E9040D" w:rsidRDefault="004458DC" w:rsidP="004458DC">
            <w:pPr>
              <w:spacing w:after="0"/>
              <w:jc w:val="center"/>
              <w:rPr>
                <w:rFonts w:ascii="Arial" w:hAnsi="Arial" w:cs="Arial"/>
                <w:sz w:val="16"/>
                <w:szCs w:val="16"/>
              </w:rPr>
            </w:pPr>
            <w:r>
              <w:rPr>
                <w:rFonts w:ascii="Arial" w:hAnsi="Arial" w:cs="Arial"/>
                <w:sz w:val="16"/>
                <w:szCs w:val="16"/>
              </w:rPr>
              <w:t>517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CA509A6" w14:textId="77777777" w:rsidR="004458DC" w:rsidRPr="00E9040D" w:rsidRDefault="004458DC"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2700691" w14:textId="77777777" w:rsidR="004458DC" w:rsidRPr="000A3FF6" w:rsidRDefault="004458DC" w:rsidP="002E046A">
            <w:pPr>
              <w:spacing w:after="0"/>
              <w:rPr>
                <w:rFonts w:ascii="Arial" w:hAnsi="Arial" w:cs="Arial"/>
                <w:sz w:val="16"/>
                <w:szCs w:val="16"/>
              </w:rPr>
            </w:pPr>
            <w:r w:rsidRPr="004458DC">
              <w:rPr>
                <w:rFonts w:ascii="Arial" w:hAnsi="Arial" w:cs="Arial"/>
                <w:sz w:val="16"/>
                <w:szCs w:val="16"/>
              </w:rPr>
              <w:t>Correction to Rel-12 UE category signal name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B89375" w14:textId="77777777" w:rsidR="004458DC" w:rsidRPr="00E9040D" w:rsidRDefault="004458DC"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FDE4D8" w14:textId="77777777" w:rsidR="004458DC" w:rsidRPr="00E9040D" w:rsidRDefault="004458DC"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FA51B7" w:rsidRPr="00E9040D" w14:paraId="01063A8B" w14:textId="77777777" w:rsidTr="00FA51B7">
        <w:tc>
          <w:tcPr>
            <w:tcW w:w="800" w:type="dxa"/>
            <w:tcBorders>
              <w:top w:val="single" w:sz="6" w:space="0" w:color="auto"/>
              <w:left w:val="single" w:sz="6" w:space="0" w:color="auto"/>
              <w:bottom w:val="single" w:sz="6" w:space="0" w:color="auto"/>
              <w:right w:val="single" w:sz="6" w:space="0" w:color="auto"/>
            </w:tcBorders>
            <w:shd w:val="solid" w:color="FFFFFF" w:fill="auto"/>
          </w:tcPr>
          <w:p w14:paraId="435D2895" w14:textId="77777777" w:rsidR="00FA51B7" w:rsidRPr="00E9040D" w:rsidRDefault="00FA51B7"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EAB883" w14:textId="77777777" w:rsidR="00FA51B7" w:rsidRPr="00E9040D" w:rsidRDefault="00FA51B7"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2B5785F" w14:textId="77777777" w:rsidR="00FA51B7" w:rsidRPr="00E9040D" w:rsidRDefault="00FA51B7" w:rsidP="000B6C8B">
            <w:pPr>
              <w:spacing w:after="0"/>
              <w:jc w:val="center"/>
              <w:rPr>
                <w:rFonts w:ascii="Arial" w:hAnsi="Arial" w:cs="Arial"/>
                <w:sz w:val="16"/>
                <w:szCs w:val="16"/>
              </w:rPr>
            </w:pPr>
            <w:r>
              <w:rPr>
                <w:rFonts w:ascii="Arial" w:hAnsi="Arial" w:cs="Arial"/>
                <w:sz w:val="16"/>
                <w:szCs w:val="16"/>
              </w:rPr>
              <w:t>RP-15093</w:t>
            </w:r>
            <w:r w:rsidR="000B6C8B">
              <w:rPr>
                <w:rFonts w:ascii="Arial" w:hAnsi="Arial" w:cs="Arial"/>
                <w:sz w:val="16"/>
                <w:szCs w:val="16"/>
              </w:rPr>
              <w:t>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6D794DF" w14:textId="77777777" w:rsidR="00FA51B7" w:rsidRPr="00E9040D" w:rsidRDefault="00FA51B7" w:rsidP="00FA51B7">
            <w:pPr>
              <w:spacing w:after="0"/>
              <w:jc w:val="center"/>
              <w:rPr>
                <w:rFonts w:ascii="Arial" w:hAnsi="Arial" w:cs="Arial"/>
                <w:sz w:val="16"/>
                <w:szCs w:val="16"/>
              </w:rPr>
            </w:pPr>
            <w:r>
              <w:rPr>
                <w:rFonts w:ascii="Arial" w:hAnsi="Arial" w:cs="Arial"/>
                <w:sz w:val="16"/>
                <w:szCs w:val="16"/>
              </w:rPr>
              <w:t>520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773056" w14:textId="77777777" w:rsidR="00FA51B7" w:rsidRPr="00E9040D" w:rsidRDefault="00FA51B7"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28640DD" w14:textId="77777777" w:rsidR="00FA51B7" w:rsidRPr="000A3FF6" w:rsidRDefault="000B6C8B" w:rsidP="002E046A">
            <w:pPr>
              <w:spacing w:after="0"/>
              <w:rPr>
                <w:rFonts w:ascii="Arial" w:hAnsi="Arial" w:cs="Arial"/>
                <w:sz w:val="16"/>
                <w:szCs w:val="16"/>
              </w:rPr>
            </w:pPr>
            <w:r w:rsidRPr="000B6C8B">
              <w:rPr>
                <w:rFonts w:ascii="Arial" w:hAnsi="Arial" w:cs="Arial"/>
                <w:sz w:val="16"/>
                <w:szCs w:val="16"/>
              </w:rPr>
              <w:t xml:space="preserve">Corrections on </w:t>
            </w:r>
            <w:proofErr w:type="spellStart"/>
            <w:r w:rsidRPr="000B6C8B">
              <w:rPr>
                <w:rFonts w:ascii="Arial" w:hAnsi="Arial" w:cs="Arial"/>
                <w:sz w:val="16"/>
                <w:szCs w:val="16"/>
              </w:rPr>
              <w:t>eIMTA</w:t>
            </w:r>
            <w:proofErr w:type="spellEnd"/>
            <w:r w:rsidRPr="000B6C8B">
              <w:rPr>
                <w:rFonts w:ascii="Arial" w:hAnsi="Arial" w:cs="Arial"/>
                <w:sz w:val="16"/>
                <w:szCs w:val="16"/>
              </w:rPr>
              <w:t xml:space="preserve"> RRC parameter naming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3732E29" w14:textId="77777777" w:rsidR="00FA51B7" w:rsidRPr="00E9040D" w:rsidRDefault="00FA51B7"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4BEA67F" w14:textId="77777777" w:rsidR="00FA51B7" w:rsidRPr="00E9040D" w:rsidRDefault="00FA51B7"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0B1906" w:rsidRPr="00E9040D" w14:paraId="5F54A869" w14:textId="77777777" w:rsidTr="000B1906">
        <w:tc>
          <w:tcPr>
            <w:tcW w:w="800" w:type="dxa"/>
            <w:tcBorders>
              <w:top w:val="single" w:sz="6" w:space="0" w:color="auto"/>
              <w:left w:val="single" w:sz="6" w:space="0" w:color="auto"/>
              <w:bottom w:val="single" w:sz="6" w:space="0" w:color="auto"/>
              <w:right w:val="single" w:sz="6" w:space="0" w:color="auto"/>
            </w:tcBorders>
            <w:shd w:val="solid" w:color="FFFFFF" w:fill="auto"/>
          </w:tcPr>
          <w:p w14:paraId="6700A941" w14:textId="77777777" w:rsidR="000B1906" w:rsidRPr="00E9040D" w:rsidRDefault="000B1906"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6A1CC0" w14:textId="77777777" w:rsidR="000B1906" w:rsidRPr="00E9040D" w:rsidRDefault="000B1906"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4DDB389" w14:textId="77777777" w:rsidR="000B1906" w:rsidRPr="00E9040D" w:rsidRDefault="000B1906" w:rsidP="000B1906">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83D7B0B" w14:textId="77777777" w:rsidR="000B1906" w:rsidRPr="00E9040D" w:rsidRDefault="000B1906" w:rsidP="000B1906">
            <w:pPr>
              <w:spacing w:after="0"/>
              <w:jc w:val="center"/>
              <w:rPr>
                <w:rFonts w:ascii="Arial" w:hAnsi="Arial" w:cs="Arial"/>
                <w:sz w:val="16"/>
                <w:szCs w:val="16"/>
              </w:rPr>
            </w:pPr>
            <w:r>
              <w:rPr>
                <w:rFonts w:ascii="Arial" w:hAnsi="Arial" w:cs="Arial"/>
                <w:sz w:val="16"/>
                <w:szCs w:val="16"/>
              </w:rPr>
              <w:t>521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9A61A88" w14:textId="77777777" w:rsidR="000B1906" w:rsidRPr="00E9040D" w:rsidRDefault="000B1906"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4549C76" w14:textId="77777777" w:rsidR="000B1906" w:rsidRPr="000A3FF6" w:rsidRDefault="000B1906" w:rsidP="002E046A">
            <w:pPr>
              <w:spacing w:after="0"/>
              <w:rPr>
                <w:rFonts w:ascii="Arial" w:hAnsi="Arial" w:cs="Arial"/>
                <w:sz w:val="16"/>
                <w:szCs w:val="16"/>
              </w:rPr>
            </w:pPr>
            <w:r w:rsidRPr="000B1906">
              <w:rPr>
                <w:rFonts w:ascii="Arial" w:hAnsi="Arial" w:cs="Arial"/>
                <w:sz w:val="16"/>
                <w:szCs w:val="16"/>
              </w:rPr>
              <w:t>Correction on Closed Loop Antenna Selection for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033887" w14:textId="77777777" w:rsidR="000B1906" w:rsidRPr="00E9040D" w:rsidRDefault="000B1906"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F9C6ED4" w14:textId="77777777" w:rsidR="000B1906" w:rsidRPr="00E9040D" w:rsidRDefault="000B1906"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374C21" w:rsidRPr="00E9040D" w14:paraId="4E8D83B1" w14:textId="77777777" w:rsidTr="00374C21">
        <w:tc>
          <w:tcPr>
            <w:tcW w:w="800" w:type="dxa"/>
            <w:tcBorders>
              <w:top w:val="single" w:sz="6" w:space="0" w:color="auto"/>
              <w:left w:val="single" w:sz="6" w:space="0" w:color="auto"/>
              <w:bottom w:val="single" w:sz="6" w:space="0" w:color="auto"/>
              <w:right w:val="single" w:sz="6" w:space="0" w:color="auto"/>
            </w:tcBorders>
            <w:shd w:val="solid" w:color="FFFFFF" w:fill="auto"/>
          </w:tcPr>
          <w:p w14:paraId="4DCDA57A" w14:textId="77777777" w:rsidR="00374C21" w:rsidRPr="00E9040D" w:rsidRDefault="00374C21"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521149" w14:textId="77777777" w:rsidR="00374C21" w:rsidRPr="00E9040D" w:rsidRDefault="00374C21"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86E00CD" w14:textId="77777777" w:rsidR="00374C21" w:rsidRPr="00E9040D" w:rsidRDefault="00374C21" w:rsidP="00374C21">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2185CC" w14:textId="77777777" w:rsidR="00374C21" w:rsidRPr="00E9040D" w:rsidRDefault="00374C21" w:rsidP="00374C21">
            <w:pPr>
              <w:spacing w:after="0"/>
              <w:jc w:val="center"/>
              <w:rPr>
                <w:rFonts w:ascii="Arial" w:hAnsi="Arial" w:cs="Arial"/>
                <w:sz w:val="16"/>
                <w:szCs w:val="16"/>
              </w:rPr>
            </w:pPr>
            <w:r>
              <w:rPr>
                <w:rFonts w:ascii="Arial" w:hAnsi="Arial" w:cs="Arial"/>
                <w:sz w:val="16"/>
                <w:szCs w:val="16"/>
              </w:rPr>
              <w:t>523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416CE55" w14:textId="77777777" w:rsidR="00374C21" w:rsidRPr="00E9040D" w:rsidRDefault="00374C21"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F669F3" w14:textId="77777777" w:rsidR="00374C21" w:rsidRPr="000A3FF6" w:rsidRDefault="00374C21" w:rsidP="002E046A">
            <w:pPr>
              <w:spacing w:after="0"/>
              <w:rPr>
                <w:rFonts w:ascii="Arial" w:hAnsi="Arial" w:cs="Arial"/>
                <w:sz w:val="16"/>
                <w:szCs w:val="16"/>
              </w:rPr>
            </w:pPr>
            <w:r w:rsidRPr="00374C21">
              <w:rPr>
                <w:rFonts w:ascii="Arial" w:hAnsi="Arial" w:cs="Arial"/>
                <w:sz w:val="16"/>
                <w:szCs w:val="16"/>
              </w:rPr>
              <w:t>Alignment of Prose parameter names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D4B454D" w14:textId="77777777" w:rsidR="00374C21" w:rsidRPr="00E9040D" w:rsidRDefault="00374C21"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AE7363" w14:textId="77777777" w:rsidR="00374C21" w:rsidRPr="00E9040D" w:rsidRDefault="00374C21"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3B2789" w:rsidRPr="00E9040D" w14:paraId="32C30909" w14:textId="77777777" w:rsidTr="003B2789">
        <w:tc>
          <w:tcPr>
            <w:tcW w:w="800" w:type="dxa"/>
            <w:tcBorders>
              <w:top w:val="single" w:sz="6" w:space="0" w:color="auto"/>
              <w:left w:val="single" w:sz="6" w:space="0" w:color="auto"/>
              <w:bottom w:val="single" w:sz="6" w:space="0" w:color="auto"/>
              <w:right w:val="single" w:sz="6" w:space="0" w:color="auto"/>
            </w:tcBorders>
            <w:shd w:val="solid" w:color="FFFFFF" w:fill="auto"/>
          </w:tcPr>
          <w:p w14:paraId="2601F844" w14:textId="77777777" w:rsidR="003B2789" w:rsidRPr="00E9040D" w:rsidRDefault="003B2789"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49E0FD0" w14:textId="77777777" w:rsidR="003B2789" w:rsidRPr="00E9040D" w:rsidRDefault="003B2789"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D16080" w14:textId="77777777" w:rsidR="003B2789" w:rsidRPr="00E9040D" w:rsidRDefault="003B2789" w:rsidP="003B2789">
            <w:pPr>
              <w:spacing w:after="0"/>
              <w:jc w:val="center"/>
              <w:rPr>
                <w:rFonts w:ascii="Arial" w:hAnsi="Arial" w:cs="Arial"/>
                <w:sz w:val="16"/>
                <w:szCs w:val="16"/>
              </w:rPr>
            </w:pPr>
            <w:r>
              <w:rPr>
                <w:rFonts w:ascii="Arial" w:hAnsi="Arial" w:cs="Arial"/>
                <w:sz w:val="16"/>
                <w:szCs w:val="16"/>
              </w:rPr>
              <w:t>RP-151470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16FE259" w14:textId="77777777" w:rsidR="003B2789" w:rsidRPr="00E9040D" w:rsidRDefault="003B2789" w:rsidP="003B2789">
            <w:pPr>
              <w:spacing w:after="0"/>
              <w:jc w:val="center"/>
              <w:rPr>
                <w:rFonts w:ascii="Arial" w:hAnsi="Arial" w:cs="Arial"/>
                <w:sz w:val="16"/>
                <w:szCs w:val="16"/>
              </w:rPr>
            </w:pPr>
            <w:r>
              <w:rPr>
                <w:rFonts w:ascii="Arial" w:hAnsi="Arial" w:cs="Arial"/>
                <w:sz w:val="16"/>
                <w:szCs w:val="16"/>
              </w:rPr>
              <w:t>525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C4B2DA0" w14:textId="77777777" w:rsidR="003B2789" w:rsidRPr="00E9040D" w:rsidRDefault="003B2789" w:rsidP="0085357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B221CEE" w14:textId="77777777" w:rsidR="003B2789" w:rsidRPr="000A3FF6" w:rsidRDefault="003B2789" w:rsidP="0085357F">
            <w:pPr>
              <w:spacing w:after="0"/>
              <w:rPr>
                <w:rFonts w:ascii="Arial" w:hAnsi="Arial" w:cs="Arial"/>
                <w:sz w:val="16"/>
                <w:szCs w:val="16"/>
              </w:rPr>
            </w:pPr>
            <w:r w:rsidRPr="003B2789">
              <w:rPr>
                <w:rFonts w:ascii="Arial" w:hAnsi="Arial" w:cs="Arial"/>
                <w:sz w:val="16"/>
                <w:szCs w:val="16"/>
              </w:rPr>
              <w:t>UE processing time relaxation on Type 2 Power Headroom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6BCAD14" w14:textId="77777777" w:rsidR="003B2789" w:rsidRPr="00E9040D" w:rsidRDefault="003B2789"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F48B134" w14:textId="77777777" w:rsidR="003B2789" w:rsidRPr="00E9040D" w:rsidRDefault="003B2789" w:rsidP="003B2789">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686653" w:rsidRPr="00E9040D" w14:paraId="1923CCD7" w14:textId="77777777" w:rsidTr="00686653">
        <w:tc>
          <w:tcPr>
            <w:tcW w:w="800" w:type="dxa"/>
            <w:tcBorders>
              <w:top w:val="single" w:sz="6" w:space="0" w:color="auto"/>
              <w:left w:val="single" w:sz="6" w:space="0" w:color="auto"/>
              <w:bottom w:val="single" w:sz="6" w:space="0" w:color="auto"/>
              <w:right w:val="single" w:sz="6" w:space="0" w:color="auto"/>
            </w:tcBorders>
            <w:shd w:val="solid" w:color="FFFFFF" w:fill="auto"/>
          </w:tcPr>
          <w:p w14:paraId="7F3E5C62" w14:textId="77777777" w:rsidR="00686653" w:rsidRPr="00E9040D" w:rsidRDefault="00686653"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6B0BB2" w14:textId="77777777" w:rsidR="00686653" w:rsidRPr="00E9040D" w:rsidRDefault="00686653"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3AC7B51" w14:textId="77777777" w:rsidR="00686653" w:rsidRPr="00E9040D" w:rsidRDefault="00686653" w:rsidP="00686653">
            <w:pPr>
              <w:spacing w:after="0"/>
              <w:jc w:val="center"/>
              <w:rPr>
                <w:rFonts w:ascii="Arial" w:hAnsi="Arial" w:cs="Arial"/>
                <w:sz w:val="16"/>
                <w:szCs w:val="16"/>
              </w:rPr>
            </w:pPr>
            <w:r>
              <w:rPr>
                <w:rFonts w:ascii="Arial" w:hAnsi="Arial" w:cs="Arial"/>
                <w:sz w:val="16"/>
                <w:szCs w:val="16"/>
              </w:rPr>
              <w:t>RP-151468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B038920" w14:textId="77777777" w:rsidR="00686653" w:rsidRPr="00E9040D" w:rsidRDefault="00686653" w:rsidP="00686653">
            <w:pPr>
              <w:spacing w:after="0"/>
              <w:jc w:val="center"/>
              <w:rPr>
                <w:rFonts w:ascii="Arial" w:hAnsi="Arial" w:cs="Arial"/>
                <w:sz w:val="16"/>
                <w:szCs w:val="16"/>
              </w:rPr>
            </w:pPr>
            <w:r>
              <w:rPr>
                <w:rFonts w:ascii="Arial" w:hAnsi="Arial" w:cs="Arial"/>
                <w:sz w:val="16"/>
                <w:szCs w:val="16"/>
              </w:rPr>
              <w:t>527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B05B07" w14:textId="77777777" w:rsidR="00686653" w:rsidRPr="00E9040D" w:rsidRDefault="00686653" w:rsidP="0085357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5A1038C" w14:textId="77777777" w:rsidR="00686653" w:rsidRPr="000A3FF6" w:rsidRDefault="00686653" w:rsidP="0085357F">
            <w:pPr>
              <w:spacing w:after="0"/>
              <w:rPr>
                <w:rFonts w:ascii="Arial" w:hAnsi="Arial" w:cs="Arial"/>
                <w:sz w:val="16"/>
                <w:szCs w:val="16"/>
              </w:rPr>
            </w:pPr>
            <w:r w:rsidRPr="00686653">
              <w:rPr>
                <w:rFonts w:ascii="Arial" w:hAnsi="Arial" w:cs="Arial"/>
                <w:sz w:val="16"/>
                <w:szCs w:val="16"/>
              </w:rPr>
              <w:t xml:space="preserve">Correction of </w:t>
            </w:r>
            <w:proofErr w:type="spellStart"/>
            <w:r w:rsidRPr="00686653">
              <w:rPr>
                <w:rFonts w:ascii="Arial" w:hAnsi="Arial" w:cs="Arial"/>
                <w:sz w:val="16"/>
                <w:szCs w:val="16"/>
              </w:rPr>
              <w:t>ProSe</w:t>
            </w:r>
            <w:proofErr w:type="spellEnd"/>
            <w:r w:rsidRPr="00686653">
              <w:rPr>
                <w:rFonts w:ascii="Arial" w:hAnsi="Arial" w:cs="Arial"/>
                <w:sz w:val="16"/>
                <w:szCs w:val="16"/>
              </w:rPr>
              <w:t xml:space="preserve"> parameters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11C9D5" w14:textId="77777777" w:rsidR="00686653" w:rsidRPr="00E9040D" w:rsidRDefault="00686653"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E78BE28" w14:textId="77777777" w:rsidR="00686653" w:rsidRPr="00E9040D" w:rsidRDefault="00686653"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534A5A" w:rsidRPr="00E9040D" w14:paraId="761C298E" w14:textId="77777777" w:rsidTr="001C05F8">
        <w:trPr>
          <w:trHeight w:val="246"/>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D761273" w14:textId="77777777" w:rsidR="00534A5A" w:rsidRPr="00E9040D" w:rsidRDefault="00534A5A"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AE7E0D" w14:textId="77777777" w:rsidR="00534A5A" w:rsidRPr="00E9040D" w:rsidRDefault="00534A5A"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2267C03" w14:textId="77777777" w:rsidR="00534A5A" w:rsidRPr="00E9040D" w:rsidRDefault="00534A5A" w:rsidP="00534A5A">
            <w:pPr>
              <w:spacing w:after="0"/>
              <w:jc w:val="center"/>
              <w:rPr>
                <w:rFonts w:ascii="Arial" w:hAnsi="Arial" w:cs="Arial"/>
                <w:sz w:val="16"/>
                <w:szCs w:val="16"/>
              </w:rPr>
            </w:pPr>
            <w:r>
              <w:rPr>
                <w:rFonts w:ascii="Arial" w:hAnsi="Arial" w:cs="Arial"/>
                <w:sz w:val="16"/>
                <w:szCs w:val="16"/>
              </w:rPr>
              <w:t>RP-151471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97036E9" w14:textId="77777777" w:rsidR="00534A5A" w:rsidRPr="00E9040D" w:rsidRDefault="00534A5A" w:rsidP="0085357F">
            <w:pPr>
              <w:spacing w:after="0"/>
              <w:jc w:val="center"/>
              <w:rPr>
                <w:rFonts w:ascii="Arial" w:hAnsi="Arial" w:cs="Arial"/>
                <w:sz w:val="16"/>
                <w:szCs w:val="16"/>
              </w:rPr>
            </w:pPr>
            <w:r>
              <w:rPr>
                <w:rFonts w:ascii="Arial" w:hAnsi="Arial" w:cs="Arial"/>
                <w:sz w:val="16"/>
                <w:szCs w:val="16"/>
              </w:rPr>
              <w:t>528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0F76EDA" w14:textId="77777777" w:rsidR="00534A5A" w:rsidRPr="00E9040D" w:rsidRDefault="00534A5A" w:rsidP="0085357F">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F644B60" w14:textId="77777777" w:rsidR="00534A5A" w:rsidRPr="000A3FF6" w:rsidRDefault="00534A5A" w:rsidP="0085357F">
            <w:pPr>
              <w:spacing w:after="0"/>
              <w:rPr>
                <w:rFonts w:ascii="Arial" w:hAnsi="Arial" w:cs="Arial"/>
                <w:sz w:val="16"/>
                <w:szCs w:val="16"/>
              </w:rPr>
            </w:pPr>
            <w:r w:rsidRPr="00534A5A">
              <w:rPr>
                <w:rFonts w:ascii="Arial" w:hAnsi="Arial" w:cs="Arial"/>
                <w:sz w:val="16"/>
                <w:szCs w:val="16"/>
              </w:rPr>
              <w:t>Clarification on power control for PCM2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5ACAC31" w14:textId="77777777" w:rsidR="00534A5A" w:rsidRPr="00E9040D" w:rsidRDefault="00534A5A"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C56B9A2" w14:textId="77777777" w:rsidR="00534A5A" w:rsidRPr="00E9040D" w:rsidRDefault="00534A5A"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3643CB" w:rsidRPr="00E9040D" w14:paraId="538A7D02" w14:textId="77777777" w:rsidTr="003643CB">
        <w:tc>
          <w:tcPr>
            <w:tcW w:w="800" w:type="dxa"/>
            <w:tcBorders>
              <w:top w:val="single" w:sz="6" w:space="0" w:color="auto"/>
              <w:left w:val="single" w:sz="6" w:space="0" w:color="auto"/>
              <w:bottom w:val="single" w:sz="6" w:space="0" w:color="auto"/>
              <w:right w:val="single" w:sz="6" w:space="0" w:color="auto"/>
            </w:tcBorders>
            <w:shd w:val="solid" w:color="FFFFFF" w:fill="auto"/>
          </w:tcPr>
          <w:p w14:paraId="31732526" w14:textId="77777777" w:rsidR="003643CB" w:rsidRPr="00E9040D" w:rsidRDefault="003643CB" w:rsidP="003643CB">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64E053" w14:textId="77777777" w:rsidR="003643CB" w:rsidRPr="00E9040D" w:rsidRDefault="003643CB" w:rsidP="003643C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DFE8880"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RP-152034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8C760C1"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530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3D7A62E"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0EF2ED" w14:textId="77777777" w:rsidR="003643CB" w:rsidRPr="000A3FF6" w:rsidRDefault="003643CB" w:rsidP="003643CB">
            <w:pPr>
              <w:spacing w:after="0"/>
              <w:rPr>
                <w:rFonts w:ascii="Arial" w:hAnsi="Arial" w:cs="Arial"/>
                <w:sz w:val="16"/>
                <w:szCs w:val="16"/>
              </w:rPr>
            </w:pPr>
            <w:r w:rsidRPr="003643CB">
              <w:rPr>
                <w:rFonts w:ascii="Arial" w:hAnsi="Arial" w:cs="Arial"/>
                <w:sz w:val="16"/>
                <w:szCs w:val="16"/>
              </w:rPr>
              <w:t xml:space="preserve">Clarification of PUCCH resource allocation related to EPDCCH </w:t>
            </w:r>
            <w:proofErr w:type="spellStart"/>
            <w:r w:rsidRPr="003643CB">
              <w:rPr>
                <w:rFonts w:ascii="Arial" w:hAnsi="Arial" w:cs="Arial"/>
                <w:sz w:val="16"/>
                <w:szCs w:val="16"/>
              </w:rPr>
              <w:t>SCells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F8A3B21" w14:textId="77777777" w:rsidR="003643CB" w:rsidRPr="00E9040D" w:rsidRDefault="003643CB" w:rsidP="003643C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0B09F9" w14:textId="77777777" w:rsidR="003643CB" w:rsidRPr="00E9040D" w:rsidRDefault="003643CB" w:rsidP="003643C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B7E6C" w:rsidRPr="00E9040D" w14:paraId="4CD6F3CE" w14:textId="77777777" w:rsidTr="008B7E6C">
        <w:tc>
          <w:tcPr>
            <w:tcW w:w="800" w:type="dxa"/>
            <w:tcBorders>
              <w:top w:val="single" w:sz="6" w:space="0" w:color="auto"/>
              <w:left w:val="single" w:sz="6" w:space="0" w:color="auto"/>
              <w:bottom w:val="single" w:sz="6" w:space="0" w:color="auto"/>
              <w:right w:val="single" w:sz="6" w:space="0" w:color="auto"/>
            </w:tcBorders>
            <w:shd w:val="solid" w:color="FFFFFF" w:fill="auto"/>
          </w:tcPr>
          <w:p w14:paraId="02EA909E" w14:textId="77777777" w:rsidR="008B7E6C" w:rsidRPr="00E9040D" w:rsidRDefault="008B7E6C"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BABD89" w14:textId="77777777" w:rsidR="008B7E6C" w:rsidRPr="00E9040D" w:rsidRDefault="008B7E6C"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061D31" w14:textId="77777777" w:rsidR="008B7E6C" w:rsidRPr="00E9040D" w:rsidRDefault="008B7E6C" w:rsidP="008B7E6C">
            <w:pPr>
              <w:spacing w:after="0"/>
              <w:jc w:val="center"/>
              <w:rPr>
                <w:rFonts w:ascii="Arial" w:hAnsi="Arial" w:cs="Arial"/>
                <w:sz w:val="16"/>
                <w:szCs w:val="16"/>
              </w:rPr>
            </w:pPr>
            <w:r>
              <w:rPr>
                <w:rFonts w:ascii="Arial" w:hAnsi="Arial" w:cs="Arial"/>
                <w:sz w:val="16"/>
                <w:szCs w:val="16"/>
              </w:rPr>
              <w:t>RP-152037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39ACB45" w14:textId="77777777" w:rsidR="008B7E6C" w:rsidRPr="00E9040D" w:rsidRDefault="008B7E6C" w:rsidP="00435157">
            <w:pPr>
              <w:spacing w:after="0"/>
              <w:jc w:val="center"/>
              <w:rPr>
                <w:rFonts w:ascii="Arial" w:hAnsi="Arial" w:cs="Arial"/>
                <w:sz w:val="16"/>
                <w:szCs w:val="16"/>
              </w:rPr>
            </w:pPr>
            <w:r>
              <w:rPr>
                <w:rFonts w:ascii="Arial" w:hAnsi="Arial" w:cs="Arial"/>
                <w:sz w:val="16"/>
                <w:szCs w:val="16"/>
              </w:rPr>
              <w:t>531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4751A8B" w14:textId="77777777" w:rsidR="008B7E6C" w:rsidRPr="00E9040D" w:rsidRDefault="008B7E6C"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B87FF5D" w14:textId="77777777" w:rsidR="008B7E6C" w:rsidRPr="000A3FF6" w:rsidRDefault="008B7E6C" w:rsidP="00435157">
            <w:pPr>
              <w:spacing w:after="0"/>
              <w:rPr>
                <w:rFonts w:ascii="Arial" w:hAnsi="Arial" w:cs="Arial"/>
                <w:sz w:val="16"/>
                <w:szCs w:val="16"/>
              </w:rPr>
            </w:pPr>
            <w:r w:rsidRPr="008B7E6C">
              <w:rPr>
                <w:rFonts w:ascii="Arial" w:hAnsi="Arial" w:cs="Arial"/>
                <w:sz w:val="16"/>
                <w:szCs w:val="16"/>
              </w:rPr>
              <w:t xml:space="preserve">Clarification on the parameter notations for </w:t>
            </w:r>
            <w:proofErr w:type="spellStart"/>
            <w:r w:rsidRPr="008B7E6C">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B5C8DD1" w14:textId="77777777" w:rsidR="008B7E6C" w:rsidRPr="00E9040D" w:rsidRDefault="008B7E6C"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B96EA9" w14:textId="77777777" w:rsidR="008B7E6C" w:rsidRPr="00E9040D" w:rsidRDefault="008B7E6C"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2D510F" w:rsidRPr="00E9040D" w14:paraId="122D900A" w14:textId="77777777" w:rsidTr="002D510F">
        <w:tc>
          <w:tcPr>
            <w:tcW w:w="800" w:type="dxa"/>
            <w:tcBorders>
              <w:top w:val="single" w:sz="6" w:space="0" w:color="auto"/>
              <w:left w:val="single" w:sz="6" w:space="0" w:color="auto"/>
              <w:bottom w:val="single" w:sz="6" w:space="0" w:color="auto"/>
              <w:right w:val="single" w:sz="6" w:space="0" w:color="auto"/>
            </w:tcBorders>
            <w:shd w:val="solid" w:color="FFFFFF" w:fill="auto"/>
          </w:tcPr>
          <w:p w14:paraId="6D53F854" w14:textId="77777777" w:rsidR="002D510F" w:rsidRPr="00E9040D" w:rsidRDefault="002D510F"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6AAE31" w14:textId="77777777" w:rsidR="002D510F" w:rsidRPr="00E9040D" w:rsidRDefault="002D510F"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CA97B6C" w14:textId="77777777" w:rsidR="002D510F" w:rsidRPr="00E9040D" w:rsidRDefault="002D510F" w:rsidP="00435157">
            <w:pPr>
              <w:spacing w:after="0"/>
              <w:jc w:val="center"/>
              <w:rPr>
                <w:rFonts w:ascii="Arial" w:hAnsi="Arial" w:cs="Arial"/>
                <w:sz w:val="16"/>
                <w:szCs w:val="16"/>
              </w:rPr>
            </w:pPr>
            <w:r>
              <w:rPr>
                <w:rFonts w:ascii="Arial" w:hAnsi="Arial" w:cs="Arial"/>
                <w:sz w:val="16"/>
                <w:szCs w:val="16"/>
              </w:rPr>
              <w:t>RP-152037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CF0AE1C" w14:textId="77777777" w:rsidR="002D510F" w:rsidRPr="00E9040D" w:rsidRDefault="002D510F" w:rsidP="002D510F">
            <w:pPr>
              <w:spacing w:after="0"/>
              <w:jc w:val="center"/>
              <w:rPr>
                <w:rFonts w:ascii="Arial" w:hAnsi="Arial" w:cs="Arial"/>
                <w:sz w:val="16"/>
                <w:szCs w:val="16"/>
              </w:rPr>
            </w:pPr>
            <w:r>
              <w:rPr>
                <w:rFonts w:ascii="Arial" w:hAnsi="Arial" w:cs="Arial"/>
                <w:sz w:val="16"/>
                <w:szCs w:val="16"/>
              </w:rPr>
              <w:t>534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85433C7" w14:textId="77777777" w:rsidR="002D510F" w:rsidRPr="00E9040D" w:rsidRDefault="002D510F"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1531755" w14:textId="77777777" w:rsidR="002D510F" w:rsidRPr="000A3FF6" w:rsidRDefault="002D510F" w:rsidP="00435157">
            <w:pPr>
              <w:spacing w:after="0"/>
              <w:rPr>
                <w:rFonts w:ascii="Arial" w:hAnsi="Arial" w:cs="Arial"/>
                <w:sz w:val="16"/>
                <w:szCs w:val="16"/>
              </w:rPr>
            </w:pPr>
            <w:r w:rsidRPr="002D510F">
              <w:rPr>
                <w:rFonts w:ascii="Arial" w:hAnsi="Arial" w:cs="Arial"/>
                <w:sz w:val="16"/>
                <w:szCs w:val="16"/>
              </w:rPr>
              <w:t>Correction on aperiodic CSI transmission without UL-SCH according to table 7.2.1-1C</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B30101" w14:textId="77777777" w:rsidR="002D510F" w:rsidRPr="00E9040D" w:rsidRDefault="002D510F"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D3A5723" w14:textId="77777777" w:rsidR="002D510F" w:rsidRPr="00E9040D" w:rsidRDefault="002D510F"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167A1" w:rsidRPr="00E9040D" w14:paraId="5403268F" w14:textId="77777777" w:rsidTr="008167A1">
        <w:tc>
          <w:tcPr>
            <w:tcW w:w="800" w:type="dxa"/>
            <w:tcBorders>
              <w:top w:val="single" w:sz="6" w:space="0" w:color="auto"/>
              <w:left w:val="single" w:sz="6" w:space="0" w:color="auto"/>
              <w:bottom w:val="single" w:sz="6" w:space="0" w:color="auto"/>
              <w:right w:val="single" w:sz="6" w:space="0" w:color="auto"/>
            </w:tcBorders>
            <w:shd w:val="solid" w:color="FFFFFF" w:fill="auto"/>
          </w:tcPr>
          <w:p w14:paraId="78FB9D8E" w14:textId="77777777" w:rsidR="008167A1" w:rsidRPr="00E9040D" w:rsidRDefault="008167A1"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D84D31" w14:textId="77777777" w:rsidR="008167A1" w:rsidRPr="00E9040D" w:rsidRDefault="008167A1"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0162D56" w14:textId="77777777" w:rsidR="008167A1" w:rsidRPr="00E9040D" w:rsidRDefault="008167A1" w:rsidP="008167A1">
            <w:pPr>
              <w:spacing w:after="0"/>
              <w:jc w:val="center"/>
              <w:rPr>
                <w:rFonts w:ascii="Arial" w:hAnsi="Arial" w:cs="Arial"/>
                <w:sz w:val="16"/>
                <w:szCs w:val="16"/>
              </w:rPr>
            </w:pPr>
            <w:r>
              <w:rPr>
                <w:rFonts w:ascii="Arial" w:hAnsi="Arial" w:cs="Arial"/>
                <w:sz w:val="16"/>
                <w:szCs w:val="16"/>
              </w:rPr>
              <w:t>RP-152038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D62299" w14:textId="77777777" w:rsidR="008167A1" w:rsidRPr="00E9040D" w:rsidRDefault="008167A1" w:rsidP="008167A1">
            <w:pPr>
              <w:spacing w:after="0"/>
              <w:jc w:val="center"/>
              <w:rPr>
                <w:rFonts w:ascii="Arial" w:hAnsi="Arial" w:cs="Arial"/>
                <w:sz w:val="16"/>
                <w:szCs w:val="16"/>
              </w:rPr>
            </w:pPr>
            <w:r>
              <w:rPr>
                <w:rFonts w:ascii="Arial" w:hAnsi="Arial" w:cs="Arial"/>
                <w:sz w:val="16"/>
                <w:szCs w:val="16"/>
              </w:rPr>
              <w:t>535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F9FFDB" w14:textId="77777777" w:rsidR="008167A1" w:rsidRPr="00E9040D" w:rsidRDefault="008167A1" w:rsidP="00435157">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D937D9" w14:textId="77777777" w:rsidR="008167A1" w:rsidRPr="000A3FF6" w:rsidRDefault="008167A1" w:rsidP="00435157">
            <w:pPr>
              <w:spacing w:after="0"/>
              <w:rPr>
                <w:rFonts w:ascii="Arial" w:hAnsi="Arial" w:cs="Arial"/>
                <w:sz w:val="16"/>
                <w:szCs w:val="16"/>
              </w:rPr>
            </w:pPr>
            <w:r w:rsidRPr="008167A1">
              <w:rPr>
                <w:rFonts w:ascii="Arial" w:hAnsi="Arial" w:cs="Arial"/>
                <w:sz w:val="16"/>
                <w:szCs w:val="16"/>
              </w:rPr>
              <w:t>Introduction of new maximum TBS for TM9/10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F4037A7" w14:textId="77777777" w:rsidR="008167A1" w:rsidRPr="00E9040D" w:rsidRDefault="008167A1"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DA3E7DF" w14:textId="77777777" w:rsidR="008167A1" w:rsidRPr="00E9040D" w:rsidRDefault="008167A1"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DF38D3" w:rsidRPr="00E9040D" w14:paraId="357D172C" w14:textId="77777777" w:rsidTr="00DF38D3">
        <w:tc>
          <w:tcPr>
            <w:tcW w:w="800" w:type="dxa"/>
            <w:tcBorders>
              <w:top w:val="single" w:sz="6" w:space="0" w:color="auto"/>
              <w:left w:val="single" w:sz="6" w:space="0" w:color="auto"/>
              <w:bottom w:val="single" w:sz="6" w:space="0" w:color="auto"/>
              <w:right w:val="single" w:sz="6" w:space="0" w:color="auto"/>
            </w:tcBorders>
            <w:shd w:val="solid" w:color="FFFFFF" w:fill="auto"/>
          </w:tcPr>
          <w:p w14:paraId="17EB1FE8" w14:textId="77777777" w:rsidR="00DF38D3" w:rsidRPr="00E9040D" w:rsidRDefault="00DF38D3"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233C699" w14:textId="77777777" w:rsidR="00DF38D3" w:rsidRPr="00E9040D" w:rsidRDefault="00DF38D3"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56A1B8" w14:textId="77777777" w:rsidR="00DF38D3" w:rsidRPr="00E9040D" w:rsidRDefault="00DF38D3" w:rsidP="00DF38D3">
            <w:pPr>
              <w:spacing w:after="0"/>
              <w:jc w:val="center"/>
              <w:rPr>
                <w:rFonts w:ascii="Arial" w:hAnsi="Arial" w:cs="Arial"/>
                <w:sz w:val="16"/>
                <w:szCs w:val="16"/>
              </w:rPr>
            </w:pPr>
            <w:r>
              <w:rPr>
                <w:rFonts w:ascii="Arial" w:hAnsi="Arial" w:cs="Arial"/>
                <w:sz w:val="16"/>
                <w:szCs w:val="16"/>
              </w:rPr>
              <w:t>RP-152034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186C3EC" w14:textId="77777777" w:rsidR="00DF38D3" w:rsidRPr="00E9040D" w:rsidRDefault="00DF38D3" w:rsidP="00DF38D3">
            <w:pPr>
              <w:spacing w:after="0"/>
              <w:jc w:val="center"/>
              <w:rPr>
                <w:rFonts w:ascii="Arial" w:hAnsi="Arial" w:cs="Arial"/>
                <w:sz w:val="16"/>
                <w:szCs w:val="16"/>
              </w:rPr>
            </w:pPr>
            <w:r>
              <w:rPr>
                <w:rFonts w:ascii="Arial" w:hAnsi="Arial" w:cs="Arial"/>
                <w:sz w:val="16"/>
                <w:szCs w:val="16"/>
              </w:rPr>
              <w:t>542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A16F16D" w14:textId="77777777" w:rsidR="00DF38D3" w:rsidRPr="00E9040D" w:rsidRDefault="00DF38D3"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D38C161" w14:textId="77777777" w:rsidR="00DF38D3" w:rsidRPr="000A3FF6" w:rsidRDefault="00DF38D3" w:rsidP="00435157">
            <w:pPr>
              <w:spacing w:after="0"/>
              <w:rPr>
                <w:rFonts w:ascii="Arial" w:hAnsi="Arial" w:cs="Arial"/>
                <w:sz w:val="16"/>
                <w:szCs w:val="16"/>
              </w:rPr>
            </w:pPr>
            <w:r w:rsidRPr="00DF38D3">
              <w:rPr>
                <w:rFonts w:ascii="Arial" w:hAnsi="Arial" w:cs="Arial"/>
                <w:sz w:val="16"/>
                <w:szCs w:val="16"/>
              </w:rPr>
              <w:t xml:space="preserve">Clarification of PHICH resource </w:t>
            </w:r>
            <w:proofErr w:type="spellStart"/>
            <w:r w:rsidRPr="00DF38D3">
              <w:rPr>
                <w:rFonts w:ascii="Arial" w:hAnsi="Arial" w:cs="Arial"/>
                <w:sz w:val="16"/>
                <w:szCs w:val="16"/>
              </w:rPr>
              <w:t>assignement</w:t>
            </w:r>
            <w:proofErr w:type="spellEnd"/>
            <w:r w:rsidRPr="00DF38D3">
              <w:rPr>
                <w:rFonts w:ascii="Arial" w:hAnsi="Arial" w:cs="Arial"/>
                <w:sz w:val="16"/>
                <w:szCs w:val="16"/>
              </w:rPr>
              <w:t xml:space="preserve"> related to EPDCCH scheduled PUSCH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55F9DD3" w14:textId="77777777" w:rsidR="00DF38D3" w:rsidRPr="00E9040D" w:rsidRDefault="00DF38D3"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0367D99" w14:textId="77777777" w:rsidR="00DF38D3" w:rsidRPr="00E9040D" w:rsidRDefault="00DF38D3"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367D0" w:rsidRPr="00E9040D" w14:paraId="5E4AED32" w14:textId="77777777" w:rsidTr="008367D0">
        <w:tc>
          <w:tcPr>
            <w:tcW w:w="800" w:type="dxa"/>
            <w:tcBorders>
              <w:top w:val="single" w:sz="6" w:space="0" w:color="auto"/>
              <w:left w:val="single" w:sz="6" w:space="0" w:color="auto"/>
              <w:bottom w:val="single" w:sz="6" w:space="0" w:color="auto"/>
              <w:right w:val="single" w:sz="6" w:space="0" w:color="auto"/>
            </w:tcBorders>
            <w:shd w:val="solid" w:color="FFFFFF" w:fill="auto"/>
          </w:tcPr>
          <w:p w14:paraId="1AEEBC7E" w14:textId="77777777" w:rsidR="008367D0" w:rsidRPr="00E9040D" w:rsidRDefault="008367D0"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C1E884" w14:textId="77777777" w:rsidR="008367D0" w:rsidRPr="00E9040D" w:rsidRDefault="008367D0"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101F960" w14:textId="77777777" w:rsidR="008367D0" w:rsidRPr="00E9040D" w:rsidRDefault="008367D0" w:rsidP="008367D0">
            <w:pPr>
              <w:spacing w:after="0"/>
              <w:jc w:val="center"/>
              <w:rPr>
                <w:rFonts w:ascii="Arial" w:hAnsi="Arial" w:cs="Arial"/>
                <w:sz w:val="16"/>
                <w:szCs w:val="16"/>
              </w:rPr>
            </w:pPr>
            <w:r>
              <w:rPr>
                <w:rFonts w:ascii="Arial" w:hAnsi="Arial" w:cs="Arial"/>
                <w:sz w:val="16"/>
                <w:szCs w:val="16"/>
              </w:rPr>
              <w:t>RP-152036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C8C784" w14:textId="77777777" w:rsidR="008367D0" w:rsidRPr="00E9040D" w:rsidRDefault="008367D0" w:rsidP="008367D0">
            <w:pPr>
              <w:spacing w:after="0"/>
              <w:jc w:val="center"/>
              <w:rPr>
                <w:rFonts w:ascii="Arial" w:hAnsi="Arial" w:cs="Arial"/>
                <w:sz w:val="16"/>
                <w:szCs w:val="16"/>
              </w:rPr>
            </w:pPr>
            <w:r>
              <w:rPr>
                <w:rFonts w:ascii="Arial" w:hAnsi="Arial" w:cs="Arial"/>
                <w:sz w:val="16"/>
                <w:szCs w:val="16"/>
              </w:rPr>
              <w:t>543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89B0584" w14:textId="77777777" w:rsidR="008367D0" w:rsidRPr="00E9040D" w:rsidRDefault="008367D0" w:rsidP="00435157">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E2F8EBD" w14:textId="77777777" w:rsidR="008367D0" w:rsidRPr="000A3FF6" w:rsidRDefault="008367D0" w:rsidP="00435157">
            <w:pPr>
              <w:spacing w:after="0"/>
              <w:rPr>
                <w:rFonts w:ascii="Arial" w:hAnsi="Arial" w:cs="Arial"/>
                <w:sz w:val="16"/>
                <w:szCs w:val="16"/>
              </w:rPr>
            </w:pPr>
            <w:r w:rsidRPr="008367D0">
              <w:rPr>
                <w:rFonts w:ascii="Arial" w:hAnsi="Arial" w:cs="Arial"/>
                <w:sz w:val="16"/>
                <w:szCs w:val="16"/>
              </w:rPr>
              <w:t>Modify max TA for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183D72F" w14:textId="77777777" w:rsidR="008367D0" w:rsidRPr="00E9040D" w:rsidRDefault="008367D0"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9E2D67B" w14:textId="77777777" w:rsidR="008367D0" w:rsidRPr="00E9040D" w:rsidRDefault="008367D0"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E863C8" w:rsidRPr="00E9040D" w14:paraId="69C2DB92" w14:textId="77777777" w:rsidTr="00E863C8">
        <w:tc>
          <w:tcPr>
            <w:tcW w:w="800" w:type="dxa"/>
            <w:tcBorders>
              <w:top w:val="single" w:sz="6" w:space="0" w:color="auto"/>
              <w:left w:val="single" w:sz="6" w:space="0" w:color="auto"/>
              <w:bottom w:val="single" w:sz="6" w:space="0" w:color="auto"/>
              <w:right w:val="single" w:sz="6" w:space="0" w:color="auto"/>
            </w:tcBorders>
            <w:shd w:val="solid" w:color="FFFFFF" w:fill="auto"/>
          </w:tcPr>
          <w:p w14:paraId="7B7A800F" w14:textId="77777777" w:rsidR="00E863C8" w:rsidRPr="00E9040D" w:rsidRDefault="00E863C8" w:rsidP="00E863C8">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58FCB0B" w14:textId="77777777" w:rsidR="00E863C8" w:rsidRPr="00E9040D" w:rsidRDefault="00E863C8" w:rsidP="00E863C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86D27C3"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RP-152125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E9B113F"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533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DF17A94"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3F82755" w14:textId="77777777" w:rsidR="00E863C8" w:rsidRPr="000A3FF6" w:rsidRDefault="00E863C8" w:rsidP="00E863C8">
            <w:pPr>
              <w:spacing w:after="0"/>
              <w:rPr>
                <w:rFonts w:ascii="Arial" w:hAnsi="Arial" w:cs="Arial"/>
                <w:sz w:val="16"/>
                <w:szCs w:val="16"/>
              </w:rPr>
            </w:pPr>
            <w:r w:rsidRPr="00E863C8">
              <w:rPr>
                <w:rFonts w:ascii="Arial" w:hAnsi="Arial" w:cs="Arial"/>
                <w:sz w:val="16"/>
                <w:szCs w:val="16"/>
              </w:rPr>
              <w:t>eD2D CR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20997C2" w14:textId="77777777" w:rsidR="00E863C8" w:rsidRPr="00E9040D" w:rsidRDefault="00E863C8" w:rsidP="00E863C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0FC9F1" w14:textId="77777777" w:rsidR="00E863C8" w:rsidRPr="00E9040D" w:rsidRDefault="00E863C8" w:rsidP="00E863C8">
            <w:pPr>
              <w:spacing w:after="0"/>
              <w:rPr>
                <w:rFonts w:ascii="Arial" w:hAnsi="Arial"/>
                <w:snapToGrid w:val="0"/>
                <w:sz w:val="16"/>
                <w:lang w:val="en-AU"/>
              </w:rPr>
            </w:pPr>
            <w:r>
              <w:rPr>
                <w:rFonts w:ascii="Arial" w:hAnsi="Arial"/>
                <w:snapToGrid w:val="0"/>
                <w:sz w:val="16"/>
                <w:lang w:val="en-AU"/>
              </w:rPr>
              <w:t>13.0.0</w:t>
            </w:r>
          </w:p>
        </w:tc>
      </w:tr>
      <w:tr w:rsidR="00E863C8" w:rsidRPr="00E9040D" w14:paraId="207FD96F" w14:textId="77777777" w:rsidTr="00E863C8">
        <w:tc>
          <w:tcPr>
            <w:tcW w:w="800" w:type="dxa"/>
            <w:tcBorders>
              <w:top w:val="single" w:sz="6" w:space="0" w:color="auto"/>
              <w:left w:val="single" w:sz="6" w:space="0" w:color="auto"/>
              <w:bottom w:val="single" w:sz="6" w:space="0" w:color="auto"/>
              <w:right w:val="single" w:sz="6" w:space="0" w:color="auto"/>
            </w:tcBorders>
            <w:shd w:val="solid" w:color="FFFFFF" w:fill="auto"/>
          </w:tcPr>
          <w:p w14:paraId="736E52A4" w14:textId="77777777" w:rsidR="00E863C8" w:rsidRPr="00E9040D" w:rsidRDefault="00E863C8"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A655F47" w14:textId="77777777" w:rsidR="00E863C8" w:rsidRPr="00E9040D" w:rsidRDefault="00E863C8"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0510D1"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RP-152031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362FC97" w14:textId="77777777" w:rsidR="00E863C8" w:rsidRPr="00E9040D" w:rsidRDefault="00E863C8" w:rsidP="00FC123C">
            <w:pPr>
              <w:spacing w:after="0"/>
              <w:jc w:val="center"/>
              <w:rPr>
                <w:rFonts w:ascii="Arial" w:hAnsi="Arial" w:cs="Arial"/>
                <w:sz w:val="16"/>
                <w:szCs w:val="16"/>
              </w:rPr>
            </w:pPr>
            <w:r>
              <w:rPr>
                <w:rFonts w:ascii="Arial" w:hAnsi="Arial" w:cs="Arial"/>
                <w:sz w:val="16"/>
                <w:szCs w:val="16"/>
              </w:rPr>
              <w:t>536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80FE73" w14:textId="77777777" w:rsidR="00E863C8" w:rsidRPr="00E9040D" w:rsidRDefault="00E863C8" w:rsidP="00FC123C">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AAE7A90" w14:textId="77777777" w:rsidR="00E863C8" w:rsidRPr="000A3FF6" w:rsidRDefault="00E863C8" w:rsidP="00FC123C">
            <w:pPr>
              <w:spacing w:after="0"/>
              <w:rPr>
                <w:rFonts w:ascii="Arial" w:hAnsi="Arial" w:cs="Arial"/>
                <w:sz w:val="16"/>
                <w:szCs w:val="16"/>
              </w:rPr>
            </w:pPr>
            <w:r w:rsidRPr="00E863C8">
              <w:rPr>
                <w:rFonts w:ascii="Arial" w:hAnsi="Arial" w:cs="Arial"/>
                <w:sz w:val="16"/>
                <w:szCs w:val="16"/>
              </w:rPr>
              <w:t xml:space="preserve">Introduction of </w:t>
            </w:r>
            <w:proofErr w:type="spellStart"/>
            <w:r w:rsidRPr="00E863C8">
              <w:rPr>
                <w:rFonts w:ascii="Arial" w:hAnsi="Arial" w:cs="Arial"/>
                <w:sz w:val="16"/>
                <w:szCs w:val="16"/>
              </w:rPr>
              <w:t>Rel</w:t>
            </w:r>
            <w:proofErr w:type="spellEnd"/>
            <w:r w:rsidRPr="00E863C8">
              <w:rPr>
                <w:rFonts w:ascii="Arial" w:hAnsi="Arial" w:cs="Arial"/>
                <w:sz w:val="16"/>
                <w:szCs w:val="16"/>
              </w:rPr>
              <w:t xml:space="preserve"> 13 features for SC-PTM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A0B8AA" w14:textId="77777777" w:rsidR="00E863C8" w:rsidRPr="00E9040D" w:rsidRDefault="00E863C8"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AD8F6C5" w14:textId="77777777" w:rsidR="00E863C8" w:rsidRPr="00E9040D" w:rsidRDefault="00E863C8" w:rsidP="00FC123C">
            <w:pPr>
              <w:spacing w:after="0"/>
              <w:rPr>
                <w:rFonts w:ascii="Arial" w:hAnsi="Arial"/>
                <w:snapToGrid w:val="0"/>
                <w:sz w:val="16"/>
                <w:lang w:val="en-AU"/>
              </w:rPr>
            </w:pPr>
            <w:r>
              <w:rPr>
                <w:rFonts w:ascii="Arial" w:hAnsi="Arial"/>
                <w:snapToGrid w:val="0"/>
                <w:sz w:val="16"/>
                <w:lang w:val="en-AU"/>
              </w:rPr>
              <w:t>13.0.0</w:t>
            </w:r>
          </w:p>
        </w:tc>
      </w:tr>
      <w:tr w:rsidR="00121CB2" w:rsidRPr="00E9040D" w14:paraId="58EFDE31" w14:textId="77777777" w:rsidTr="00121CB2">
        <w:tc>
          <w:tcPr>
            <w:tcW w:w="800" w:type="dxa"/>
            <w:tcBorders>
              <w:top w:val="single" w:sz="6" w:space="0" w:color="auto"/>
              <w:left w:val="single" w:sz="6" w:space="0" w:color="auto"/>
              <w:bottom w:val="single" w:sz="6" w:space="0" w:color="auto"/>
              <w:right w:val="single" w:sz="6" w:space="0" w:color="auto"/>
            </w:tcBorders>
            <w:shd w:val="solid" w:color="FFFFFF" w:fill="auto"/>
          </w:tcPr>
          <w:p w14:paraId="63C53716" w14:textId="77777777" w:rsidR="00121CB2" w:rsidRPr="00E9040D" w:rsidRDefault="00121CB2"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DF36F0" w14:textId="77777777" w:rsidR="00121CB2" w:rsidRPr="00E9040D" w:rsidRDefault="00121CB2"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14B56E6" w14:textId="77777777" w:rsidR="00121CB2" w:rsidRPr="00E9040D" w:rsidRDefault="00121CB2" w:rsidP="00121CB2">
            <w:pPr>
              <w:spacing w:after="0"/>
              <w:jc w:val="center"/>
              <w:rPr>
                <w:rFonts w:ascii="Arial" w:hAnsi="Arial" w:cs="Arial"/>
                <w:sz w:val="16"/>
                <w:szCs w:val="16"/>
              </w:rPr>
            </w:pPr>
            <w:r>
              <w:rPr>
                <w:rFonts w:ascii="Arial" w:hAnsi="Arial" w:cs="Arial"/>
                <w:sz w:val="16"/>
                <w:szCs w:val="16"/>
              </w:rPr>
              <w:t>RP-152026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2519ADB" w14:textId="77777777" w:rsidR="00121CB2" w:rsidRPr="00E9040D" w:rsidRDefault="00121CB2" w:rsidP="00121CB2">
            <w:pPr>
              <w:spacing w:after="0"/>
              <w:jc w:val="center"/>
              <w:rPr>
                <w:rFonts w:ascii="Arial" w:hAnsi="Arial" w:cs="Arial"/>
                <w:sz w:val="16"/>
                <w:szCs w:val="16"/>
              </w:rPr>
            </w:pPr>
            <w:r>
              <w:rPr>
                <w:rFonts w:ascii="Arial" w:hAnsi="Arial" w:cs="Arial"/>
                <w:sz w:val="16"/>
                <w:szCs w:val="16"/>
              </w:rPr>
              <w:t>537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FAEB394" w14:textId="77777777" w:rsidR="00121CB2" w:rsidRPr="00E9040D" w:rsidRDefault="00121CB2" w:rsidP="00FC123C">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C2BFD73" w14:textId="77777777" w:rsidR="00121CB2" w:rsidRPr="000A3FF6" w:rsidRDefault="00121CB2" w:rsidP="00FC123C">
            <w:pPr>
              <w:spacing w:after="0"/>
              <w:rPr>
                <w:rFonts w:ascii="Arial" w:hAnsi="Arial" w:cs="Arial"/>
                <w:sz w:val="16"/>
                <w:szCs w:val="16"/>
              </w:rPr>
            </w:pPr>
            <w:r w:rsidRPr="00121CB2">
              <w:rPr>
                <w:rFonts w:ascii="Arial" w:hAnsi="Arial" w:cs="Arial"/>
                <w:sz w:val="16"/>
                <w:szCs w:val="16"/>
              </w:rPr>
              <w:t>Introduction of LAA (PHY layer aspects)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A6DF99" w14:textId="77777777" w:rsidR="00121CB2" w:rsidRPr="00E9040D" w:rsidRDefault="00121CB2"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2DCBA9D" w14:textId="77777777" w:rsidR="00121CB2" w:rsidRPr="00E9040D" w:rsidRDefault="00121CB2" w:rsidP="00FC123C">
            <w:pPr>
              <w:spacing w:after="0"/>
              <w:rPr>
                <w:rFonts w:ascii="Arial" w:hAnsi="Arial"/>
                <w:snapToGrid w:val="0"/>
                <w:sz w:val="16"/>
                <w:lang w:val="en-AU"/>
              </w:rPr>
            </w:pPr>
            <w:r>
              <w:rPr>
                <w:rFonts w:ascii="Arial" w:hAnsi="Arial"/>
                <w:snapToGrid w:val="0"/>
                <w:sz w:val="16"/>
                <w:lang w:val="en-AU"/>
              </w:rPr>
              <w:t>13.0.0</w:t>
            </w:r>
          </w:p>
        </w:tc>
      </w:tr>
      <w:tr w:rsidR="006332DA" w:rsidRPr="00E9040D" w14:paraId="58530F52" w14:textId="77777777" w:rsidTr="006332DA">
        <w:tc>
          <w:tcPr>
            <w:tcW w:w="800" w:type="dxa"/>
            <w:tcBorders>
              <w:top w:val="single" w:sz="6" w:space="0" w:color="auto"/>
              <w:left w:val="single" w:sz="6" w:space="0" w:color="auto"/>
              <w:bottom w:val="single" w:sz="6" w:space="0" w:color="auto"/>
              <w:right w:val="single" w:sz="6" w:space="0" w:color="auto"/>
            </w:tcBorders>
            <w:shd w:val="solid" w:color="FFFFFF" w:fill="auto"/>
          </w:tcPr>
          <w:p w14:paraId="052BF0BF" w14:textId="77777777" w:rsidR="006332DA" w:rsidRPr="00E9040D" w:rsidRDefault="006332DA"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BF74EE" w14:textId="77777777" w:rsidR="006332DA" w:rsidRPr="00E9040D" w:rsidRDefault="006332DA"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8F58203" w14:textId="77777777" w:rsidR="006332DA" w:rsidRPr="00E9040D" w:rsidRDefault="006332DA" w:rsidP="00FC123C">
            <w:pPr>
              <w:spacing w:after="0"/>
              <w:jc w:val="center"/>
              <w:rPr>
                <w:rFonts w:ascii="Arial" w:hAnsi="Arial" w:cs="Arial"/>
                <w:sz w:val="16"/>
                <w:szCs w:val="16"/>
              </w:rPr>
            </w:pPr>
            <w:r>
              <w:rPr>
                <w:rFonts w:ascii="Arial" w:hAnsi="Arial" w:cs="Arial"/>
                <w:sz w:val="16"/>
                <w:szCs w:val="16"/>
              </w:rPr>
              <w:t>RP-152026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D8985BB" w14:textId="77777777" w:rsidR="006332DA" w:rsidRPr="00E9040D" w:rsidRDefault="006332DA" w:rsidP="006332DA">
            <w:pPr>
              <w:spacing w:after="0"/>
              <w:jc w:val="center"/>
              <w:rPr>
                <w:rFonts w:ascii="Arial" w:hAnsi="Arial" w:cs="Arial"/>
                <w:sz w:val="16"/>
                <w:szCs w:val="16"/>
              </w:rPr>
            </w:pPr>
            <w:r>
              <w:rPr>
                <w:rFonts w:ascii="Arial" w:hAnsi="Arial" w:cs="Arial"/>
                <w:sz w:val="16"/>
                <w:szCs w:val="16"/>
              </w:rPr>
              <w:t>538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DC4334" w14:textId="77777777" w:rsidR="006332DA" w:rsidRPr="00E9040D" w:rsidRDefault="006332DA" w:rsidP="00FC123C">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00B0DDD" w14:textId="77777777" w:rsidR="006332DA" w:rsidRPr="000A3FF6" w:rsidRDefault="006332DA" w:rsidP="00FC123C">
            <w:pPr>
              <w:spacing w:after="0"/>
              <w:rPr>
                <w:rFonts w:ascii="Arial" w:hAnsi="Arial" w:cs="Arial"/>
                <w:sz w:val="16"/>
                <w:szCs w:val="16"/>
              </w:rPr>
            </w:pPr>
            <w:r w:rsidRPr="006332DA">
              <w:rPr>
                <w:rFonts w:ascii="Arial" w:hAnsi="Arial" w:cs="Arial"/>
                <w:sz w:val="16"/>
                <w:szCs w:val="16"/>
              </w:rPr>
              <w:t>Introduction of LAA (</w:t>
            </w:r>
            <w:proofErr w:type="spellStart"/>
            <w:r w:rsidRPr="006332DA">
              <w:rPr>
                <w:rFonts w:ascii="Arial" w:hAnsi="Arial" w:cs="Arial"/>
                <w:sz w:val="16"/>
                <w:szCs w:val="16"/>
              </w:rPr>
              <w:t>eNB</w:t>
            </w:r>
            <w:proofErr w:type="spellEnd"/>
            <w:r w:rsidRPr="006332DA">
              <w:rPr>
                <w:rFonts w:ascii="Arial" w:hAnsi="Arial" w:cs="Arial"/>
                <w:sz w:val="16"/>
                <w:szCs w:val="16"/>
              </w:rPr>
              <w:t xml:space="preserve"> Channel Access Procedures)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1FA74F" w14:textId="77777777" w:rsidR="006332DA" w:rsidRPr="00E9040D" w:rsidRDefault="006332DA"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0625B3E" w14:textId="77777777" w:rsidR="006332DA" w:rsidRPr="00E9040D" w:rsidRDefault="006332DA" w:rsidP="00FC123C">
            <w:pPr>
              <w:spacing w:after="0"/>
              <w:rPr>
                <w:rFonts w:ascii="Arial" w:hAnsi="Arial"/>
                <w:snapToGrid w:val="0"/>
                <w:sz w:val="16"/>
                <w:lang w:val="en-AU"/>
              </w:rPr>
            </w:pPr>
            <w:r>
              <w:rPr>
                <w:rFonts w:ascii="Arial" w:hAnsi="Arial"/>
                <w:snapToGrid w:val="0"/>
                <w:sz w:val="16"/>
                <w:lang w:val="en-AU"/>
              </w:rPr>
              <w:t>13.0.0</w:t>
            </w:r>
          </w:p>
        </w:tc>
      </w:tr>
      <w:tr w:rsidR="00585839" w:rsidRPr="00E9040D" w14:paraId="10C321A7" w14:textId="77777777" w:rsidTr="00585839">
        <w:tc>
          <w:tcPr>
            <w:tcW w:w="800" w:type="dxa"/>
            <w:tcBorders>
              <w:top w:val="single" w:sz="6" w:space="0" w:color="auto"/>
              <w:left w:val="single" w:sz="6" w:space="0" w:color="auto"/>
              <w:bottom w:val="single" w:sz="6" w:space="0" w:color="auto"/>
              <w:right w:val="single" w:sz="6" w:space="0" w:color="auto"/>
            </w:tcBorders>
            <w:shd w:val="solid" w:color="FFFFFF" w:fill="auto"/>
          </w:tcPr>
          <w:p w14:paraId="057FA6AB" w14:textId="77777777" w:rsidR="00585839" w:rsidRPr="00E9040D" w:rsidRDefault="00585839"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29A2E0" w14:textId="77777777" w:rsidR="00585839" w:rsidRPr="00E9040D" w:rsidRDefault="00585839"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15A1A0F" w14:textId="77777777" w:rsidR="00585839" w:rsidRPr="00E9040D" w:rsidRDefault="00585839" w:rsidP="00585839">
            <w:pPr>
              <w:spacing w:after="0"/>
              <w:jc w:val="center"/>
              <w:rPr>
                <w:rFonts w:ascii="Arial" w:hAnsi="Arial" w:cs="Arial"/>
                <w:sz w:val="16"/>
                <w:szCs w:val="16"/>
              </w:rPr>
            </w:pPr>
            <w:r>
              <w:rPr>
                <w:rFonts w:ascii="Arial" w:hAnsi="Arial" w:cs="Arial"/>
                <w:sz w:val="16"/>
                <w:szCs w:val="16"/>
              </w:rPr>
              <w:t>RP-152027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8A66B25" w14:textId="77777777" w:rsidR="00585839" w:rsidRPr="00E9040D" w:rsidRDefault="00585839" w:rsidP="00585839">
            <w:pPr>
              <w:spacing w:after="0"/>
              <w:jc w:val="center"/>
              <w:rPr>
                <w:rFonts w:ascii="Arial" w:hAnsi="Arial" w:cs="Arial"/>
                <w:sz w:val="16"/>
                <w:szCs w:val="16"/>
              </w:rPr>
            </w:pPr>
            <w:r>
              <w:rPr>
                <w:rFonts w:ascii="Arial" w:hAnsi="Arial" w:cs="Arial"/>
                <w:sz w:val="16"/>
                <w:szCs w:val="16"/>
              </w:rPr>
              <w:t>539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693F09" w14:textId="77777777" w:rsidR="00585839" w:rsidRPr="00E9040D" w:rsidRDefault="00585839" w:rsidP="00FC123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7A418E1" w14:textId="77777777" w:rsidR="00585839" w:rsidRPr="000A3FF6" w:rsidRDefault="00585839" w:rsidP="00FC123C">
            <w:pPr>
              <w:spacing w:after="0"/>
              <w:rPr>
                <w:rFonts w:ascii="Arial" w:hAnsi="Arial" w:cs="Arial"/>
                <w:sz w:val="16"/>
                <w:szCs w:val="16"/>
              </w:rPr>
            </w:pPr>
            <w:r w:rsidRPr="00585839">
              <w:rPr>
                <w:rFonts w:ascii="Arial" w:hAnsi="Arial" w:cs="Arial"/>
                <w:sz w:val="16"/>
                <w:szCs w:val="16"/>
              </w:rPr>
              <w:t>Introduction of Enhanced CA in Release 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D5B5D10" w14:textId="77777777" w:rsidR="00585839" w:rsidRPr="00E9040D" w:rsidRDefault="00585839"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50DE2D0" w14:textId="77777777" w:rsidR="00585839" w:rsidRPr="00E9040D" w:rsidRDefault="00585839" w:rsidP="00FC123C">
            <w:pPr>
              <w:spacing w:after="0"/>
              <w:rPr>
                <w:rFonts w:ascii="Arial" w:hAnsi="Arial"/>
                <w:snapToGrid w:val="0"/>
                <w:sz w:val="16"/>
                <w:lang w:val="en-AU"/>
              </w:rPr>
            </w:pPr>
            <w:r>
              <w:rPr>
                <w:rFonts w:ascii="Arial" w:hAnsi="Arial"/>
                <w:snapToGrid w:val="0"/>
                <w:sz w:val="16"/>
                <w:lang w:val="en-AU"/>
              </w:rPr>
              <w:t>13.0.0</w:t>
            </w:r>
          </w:p>
        </w:tc>
      </w:tr>
      <w:tr w:rsidR="00FF7002" w:rsidRPr="00E9040D" w14:paraId="4178C84E" w14:textId="77777777" w:rsidTr="00FF7002">
        <w:tc>
          <w:tcPr>
            <w:tcW w:w="800" w:type="dxa"/>
            <w:tcBorders>
              <w:top w:val="single" w:sz="6" w:space="0" w:color="auto"/>
              <w:left w:val="single" w:sz="6" w:space="0" w:color="auto"/>
              <w:bottom w:val="single" w:sz="6" w:space="0" w:color="auto"/>
              <w:right w:val="single" w:sz="6" w:space="0" w:color="auto"/>
            </w:tcBorders>
            <w:shd w:val="solid" w:color="FFFFFF" w:fill="auto"/>
          </w:tcPr>
          <w:p w14:paraId="28EEC036" w14:textId="77777777" w:rsidR="00FF7002" w:rsidRPr="00E9040D" w:rsidRDefault="00FF7002"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A50A876" w14:textId="77777777" w:rsidR="00FF7002" w:rsidRPr="00E9040D" w:rsidRDefault="00FF7002"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35BB6B2" w14:textId="77777777" w:rsidR="00FF7002" w:rsidRPr="00E9040D" w:rsidRDefault="00FF7002" w:rsidP="00FF7002">
            <w:pPr>
              <w:spacing w:after="0"/>
              <w:jc w:val="center"/>
              <w:rPr>
                <w:rFonts w:ascii="Arial" w:hAnsi="Arial" w:cs="Arial"/>
                <w:sz w:val="16"/>
                <w:szCs w:val="16"/>
              </w:rPr>
            </w:pPr>
            <w:r>
              <w:rPr>
                <w:rFonts w:ascii="Arial" w:hAnsi="Arial" w:cs="Arial"/>
                <w:sz w:val="16"/>
                <w:szCs w:val="16"/>
              </w:rPr>
              <w:t>RP-152025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07C9FDB" w14:textId="77777777" w:rsidR="00FF7002" w:rsidRPr="00E9040D" w:rsidRDefault="00FF7002" w:rsidP="00FF7002">
            <w:pPr>
              <w:spacing w:after="0"/>
              <w:jc w:val="center"/>
              <w:rPr>
                <w:rFonts w:ascii="Arial" w:hAnsi="Arial" w:cs="Arial"/>
                <w:sz w:val="16"/>
                <w:szCs w:val="16"/>
              </w:rPr>
            </w:pPr>
            <w:r>
              <w:rPr>
                <w:rFonts w:ascii="Arial" w:hAnsi="Arial" w:cs="Arial"/>
                <w:sz w:val="16"/>
                <w:szCs w:val="16"/>
              </w:rPr>
              <w:t>541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80D828E" w14:textId="77777777" w:rsidR="00FF7002" w:rsidRPr="00E9040D" w:rsidRDefault="00FF7002" w:rsidP="00FC123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9564DF1" w14:textId="77777777" w:rsidR="00FF7002" w:rsidRPr="000A3FF6" w:rsidRDefault="00FF7002" w:rsidP="00FC123C">
            <w:pPr>
              <w:spacing w:after="0"/>
              <w:rPr>
                <w:rFonts w:ascii="Arial" w:hAnsi="Arial" w:cs="Arial"/>
                <w:sz w:val="16"/>
                <w:szCs w:val="16"/>
              </w:rPr>
            </w:pPr>
            <w:r w:rsidRPr="00FF7002">
              <w:rPr>
                <w:rFonts w:ascii="Arial" w:hAnsi="Arial" w:cs="Arial"/>
                <w:sz w:val="16"/>
                <w:szCs w:val="16"/>
              </w:rPr>
              <w:t>Introduction of EB/FD-MIMO</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F8CD8C" w14:textId="77777777" w:rsidR="00FF7002" w:rsidRPr="00E9040D" w:rsidRDefault="00FF7002"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9F25A23" w14:textId="77777777" w:rsidR="00FF7002" w:rsidRPr="00E9040D" w:rsidRDefault="00FF7002" w:rsidP="00FC123C">
            <w:pPr>
              <w:spacing w:after="0"/>
              <w:rPr>
                <w:rFonts w:ascii="Arial" w:hAnsi="Arial"/>
                <w:snapToGrid w:val="0"/>
                <w:sz w:val="16"/>
                <w:lang w:val="en-AU"/>
              </w:rPr>
            </w:pPr>
            <w:r>
              <w:rPr>
                <w:rFonts w:ascii="Arial" w:hAnsi="Arial"/>
                <w:snapToGrid w:val="0"/>
                <w:sz w:val="16"/>
                <w:lang w:val="en-AU"/>
              </w:rPr>
              <w:t>13.0.0</w:t>
            </w:r>
          </w:p>
        </w:tc>
      </w:tr>
      <w:tr w:rsidR="000F0D25" w:rsidRPr="00E9040D" w14:paraId="557BFFA4" w14:textId="77777777" w:rsidTr="000F0D25">
        <w:tc>
          <w:tcPr>
            <w:tcW w:w="800" w:type="dxa"/>
            <w:tcBorders>
              <w:top w:val="single" w:sz="6" w:space="0" w:color="auto"/>
              <w:left w:val="single" w:sz="6" w:space="0" w:color="auto"/>
              <w:bottom w:val="single" w:sz="6" w:space="0" w:color="auto"/>
              <w:right w:val="single" w:sz="6" w:space="0" w:color="auto"/>
            </w:tcBorders>
            <w:shd w:val="solid" w:color="FFFFFF" w:fill="auto"/>
          </w:tcPr>
          <w:p w14:paraId="51A93F23" w14:textId="77777777" w:rsidR="000F0D25" w:rsidRPr="00E9040D" w:rsidRDefault="000F0D25" w:rsidP="00DC1757">
            <w:pPr>
              <w:spacing w:after="0"/>
              <w:jc w:val="center"/>
              <w:rPr>
                <w:rFonts w:ascii="Arial" w:hAnsi="Arial" w:cs="Arial"/>
                <w:snapToGrid w:val="0"/>
                <w:sz w:val="16"/>
                <w:szCs w:val="16"/>
                <w:lang w:val="en-AU"/>
              </w:rPr>
            </w:pPr>
            <w:r>
              <w:rPr>
                <w:rFonts w:ascii="Arial" w:hAnsi="Arial" w:cs="Arial"/>
                <w:snapToGrid w:val="0"/>
                <w:sz w:val="16"/>
                <w:szCs w:val="16"/>
                <w:lang w:val="en-AU"/>
              </w:rPr>
              <w:t>26/01/16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4E803A5" w14:textId="77777777" w:rsidR="000F0D25" w:rsidRPr="00E9040D" w:rsidRDefault="000F0D25" w:rsidP="00DC1757">
            <w:pPr>
              <w:spacing w:after="0"/>
              <w:jc w:val="center"/>
              <w:rPr>
                <w:rFonts w:ascii="Arial" w:hAnsi="Arial" w:cs="Arial"/>
                <w:snapToGrid w:val="0"/>
                <w:sz w:val="16"/>
                <w:szCs w:val="16"/>
                <w:lang w:val="en-AU"/>
              </w:rPr>
            </w:pPr>
            <w:r>
              <w:rPr>
                <w:rFonts w:ascii="Arial" w:hAnsi="Arial" w:cs="Arial"/>
                <w:snapToGrid w:val="0"/>
                <w:sz w:val="16"/>
                <w:szCs w:val="16"/>
                <w:lang w:val="en-AU"/>
              </w:rPr>
              <w:t xml:space="preserve">Post </w:t>
            </w: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3E0BA4B" w14:textId="77777777" w:rsidR="000F0D25" w:rsidRPr="00E9040D" w:rsidRDefault="000F0D25" w:rsidP="00DC1757">
            <w:pPr>
              <w:spacing w:after="0"/>
              <w:jc w:val="center"/>
              <w:rPr>
                <w:rFonts w:ascii="Arial" w:hAnsi="Arial" w:cs="Arial"/>
                <w:sz w:val="16"/>
                <w:szCs w:val="16"/>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57918F" w14:textId="77777777" w:rsidR="000F0D25" w:rsidRPr="00E9040D" w:rsidRDefault="000F0D25" w:rsidP="00DC1757">
            <w:pPr>
              <w:spacing w:after="0"/>
              <w:jc w:val="center"/>
              <w:rPr>
                <w:rFonts w:ascii="Arial" w:hAnsi="Arial"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D77EB45" w14:textId="77777777" w:rsidR="000F0D25" w:rsidRPr="00E9040D" w:rsidRDefault="000F0D25" w:rsidP="00DC1757">
            <w:pPr>
              <w:spacing w:after="0"/>
              <w:jc w:val="center"/>
              <w:rPr>
                <w:rFonts w:ascii="Arial" w:hAnsi="Arial" w:cs="Arial"/>
                <w:sz w:val="16"/>
                <w:szCs w:val="16"/>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C89AB7B" w14:textId="77777777" w:rsidR="000F0D25" w:rsidRPr="000A3FF6" w:rsidRDefault="000F0D25" w:rsidP="00DC1757">
            <w:pPr>
              <w:spacing w:after="0"/>
              <w:rPr>
                <w:rFonts w:ascii="Arial" w:hAnsi="Arial" w:cs="Arial"/>
                <w:sz w:val="16"/>
                <w:szCs w:val="16"/>
              </w:rPr>
            </w:pPr>
            <w:r>
              <w:rPr>
                <w:rFonts w:ascii="Arial" w:hAnsi="Arial" w:cs="Arial"/>
                <w:sz w:val="16"/>
                <w:szCs w:val="16"/>
              </w:rPr>
              <w:t>MCC update to show correct version of the spec in the headers of all subparts and get all of them aligned with coversheet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8845970" w14:textId="77777777" w:rsidR="000F0D25" w:rsidRPr="00E9040D" w:rsidRDefault="000F0D25" w:rsidP="000F0D25">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3.0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867E9AA" w14:textId="77777777" w:rsidR="000F0D25" w:rsidRPr="00E9040D" w:rsidRDefault="000F0D25" w:rsidP="000F0D25">
            <w:pPr>
              <w:spacing w:after="0"/>
              <w:rPr>
                <w:rFonts w:ascii="Arial" w:hAnsi="Arial"/>
                <w:snapToGrid w:val="0"/>
                <w:sz w:val="16"/>
                <w:lang w:val="en-AU"/>
              </w:rPr>
            </w:pPr>
            <w:r>
              <w:rPr>
                <w:rFonts w:ascii="Arial" w:hAnsi="Arial"/>
                <w:snapToGrid w:val="0"/>
                <w:sz w:val="16"/>
                <w:lang w:val="en-AU"/>
              </w:rPr>
              <w:t>13.0.1</w:t>
            </w:r>
          </w:p>
        </w:tc>
      </w:tr>
    </w:tbl>
    <w:p w14:paraId="110B0B1A" w14:textId="77777777" w:rsidR="00014242" w:rsidRDefault="00014242" w:rsidP="00AF61F9">
      <w:pPr>
        <w:pStyle w:val="TH"/>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72"/>
        <w:gridCol w:w="992"/>
        <w:gridCol w:w="567"/>
        <w:gridCol w:w="426"/>
        <w:gridCol w:w="425"/>
        <w:gridCol w:w="4607"/>
        <w:gridCol w:w="709"/>
      </w:tblGrid>
      <w:tr w:rsidR="00014242" w:rsidRPr="00235394" w14:paraId="23F111A7" w14:textId="77777777" w:rsidTr="00AF61F9">
        <w:trPr>
          <w:cantSplit/>
          <w:jc w:val="center"/>
        </w:trPr>
        <w:tc>
          <w:tcPr>
            <w:tcW w:w="9498" w:type="dxa"/>
            <w:gridSpan w:val="8"/>
            <w:tcBorders>
              <w:bottom w:val="nil"/>
            </w:tcBorders>
            <w:shd w:val="solid" w:color="FFFFFF" w:fill="auto"/>
          </w:tcPr>
          <w:p w14:paraId="6FB593B9" w14:textId="77777777" w:rsidR="00014242" w:rsidRPr="00235394" w:rsidRDefault="00014242" w:rsidP="00810846">
            <w:pPr>
              <w:pStyle w:val="TAL"/>
              <w:jc w:val="center"/>
              <w:rPr>
                <w:b/>
                <w:sz w:val="16"/>
              </w:rPr>
            </w:pPr>
            <w:r w:rsidRPr="00235394">
              <w:rPr>
                <w:b/>
              </w:rPr>
              <w:lastRenderedPageBreak/>
              <w:t>Change history</w:t>
            </w:r>
          </w:p>
        </w:tc>
      </w:tr>
      <w:tr w:rsidR="00014242" w:rsidRPr="00235394" w14:paraId="0FF2B1B0" w14:textId="77777777" w:rsidTr="004D2F8C">
        <w:trPr>
          <w:jc w:val="center"/>
        </w:trPr>
        <w:tc>
          <w:tcPr>
            <w:tcW w:w="800" w:type="dxa"/>
            <w:shd w:val="pct10" w:color="auto" w:fill="FFFFFF"/>
          </w:tcPr>
          <w:p w14:paraId="723EE771" w14:textId="77777777" w:rsidR="00014242" w:rsidRPr="00235394" w:rsidRDefault="00014242" w:rsidP="00810846">
            <w:pPr>
              <w:pStyle w:val="TAL"/>
              <w:jc w:val="center"/>
              <w:rPr>
                <w:b/>
                <w:sz w:val="16"/>
              </w:rPr>
            </w:pPr>
            <w:r w:rsidRPr="00235394">
              <w:rPr>
                <w:b/>
                <w:sz w:val="16"/>
              </w:rPr>
              <w:t>Date</w:t>
            </w:r>
          </w:p>
        </w:tc>
        <w:tc>
          <w:tcPr>
            <w:tcW w:w="972" w:type="dxa"/>
            <w:shd w:val="pct10" w:color="auto" w:fill="FFFFFF"/>
          </w:tcPr>
          <w:p w14:paraId="7241C798" w14:textId="77777777" w:rsidR="00014242" w:rsidRPr="00235394" w:rsidRDefault="00014242" w:rsidP="00810846">
            <w:pPr>
              <w:pStyle w:val="TAL"/>
              <w:jc w:val="center"/>
              <w:rPr>
                <w:b/>
                <w:sz w:val="16"/>
              </w:rPr>
            </w:pPr>
            <w:r>
              <w:rPr>
                <w:b/>
                <w:sz w:val="16"/>
              </w:rPr>
              <w:t>Meeting</w:t>
            </w:r>
          </w:p>
        </w:tc>
        <w:tc>
          <w:tcPr>
            <w:tcW w:w="992" w:type="dxa"/>
            <w:shd w:val="pct10" w:color="auto" w:fill="FFFFFF"/>
          </w:tcPr>
          <w:p w14:paraId="609301A3" w14:textId="77777777" w:rsidR="00014242" w:rsidRPr="00235394" w:rsidRDefault="00014242" w:rsidP="00810846">
            <w:pPr>
              <w:pStyle w:val="TAL"/>
              <w:jc w:val="center"/>
              <w:rPr>
                <w:b/>
                <w:sz w:val="16"/>
              </w:rPr>
            </w:pPr>
            <w:proofErr w:type="spellStart"/>
            <w:r w:rsidRPr="00235394">
              <w:rPr>
                <w:b/>
                <w:sz w:val="16"/>
              </w:rPr>
              <w:t>TDoc</w:t>
            </w:r>
            <w:proofErr w:type="spellEnd"/>
          </w:p>
        </w:tc>
        <w:tc>
          <w:tcPr>
            <w:tcW w:w="567" w:type="dxa"/>
            <w:shd w:val="pct10" w:color="auto" w:fill="FFFFFF"/>
          </w:tcPr>
          <w:p w14:paraId="02B2A7F4" w14:textId="77777777" w:rsidR="00014242" w:rsidRPr="00235394" w:rsidRDefault="00014242" w:rsidP="00810846">
            <w:pPr>
              <w:pStyle w:val="TAL"/>
              <w:jc w:val="center"/>
              <w:rPr>
                <w:b/>
                <w:sz w:val="16"/>
              </w:rPr>
            </w:pPr>
            <w:r w:rsidRPr="00235394">
              <w:rPr>
                <w:b/>
                <w:sz w:val="16"/>
              </w:rPr>
              <w:t>CR</w:t>
            </w:r>
          </w:p>
        </w:tc>
        <w:tc>
          <w:tcPr>
            <w:tcW w:w="426" w:type="dxa"/>
            <w:shd w:val="pct10" w:color="auto" w:fill="FFFFFF"/>
          </w:tcPr>
          <w:p w14:paraId="1AE1F809" w14:textId="77777777" w:rsidR="00014242" w:rsidRPr="00235394" w:rsidRDefault="00014242" w:rsidP="00810846">
            <w:pPr>
              <w:pStyle w:val="TAL"/>
              <w:jc w:val="center"/>
              <w:rPr>
                <w:b/>
                <w:sz w:val="16"/>
              </w:rPr>
            </w:pPr>
            <w:r w:rsidRPr="00235394">
              <w:rPr>
                <w:b/>
                <w:sz w:val="16"/>
              </w:rPr>
              <w:t>Rev</w:t>
            </w:r>
          </w:p>
        </w:tc>
        <w:tc>
          <w:tcPr>
            <w:tcW w:w="425" w:type="dxa"/>
            <w:shd w:val="pct10" w:color="auto" w:fill="FFFFFF"/>
          </w:tcPr>
          <w:p w14:paraId="69F5342E" w14:textId="77777777" w:rsidR="00014242" w:rsidRPr="00235394" w:rsidRDefault="00014242" w:rsidP="00810846">
            <w:pPr>
              <w:pStyle w:val="TAL"/>
              <w:jc w:val="center"/>
              <w:rPr>
                <w:b/>
                <w:sz w:val="16"/>
              </w:rPr>
            </w:pPr>
            <w:r>
              <w:rPr>
                <w:b/>
                <w:sz w:val="16"/>
              </w:rPr>
              <w:t>Cat</w:t>
            </w:r>
          </w:p>
        </w:tc>
        <w:tc>
          <w:tcPr>
            <w:tcW w:w="4607" w:type="dxa"/>
            <w:shd w:val="pct10" w:color="auto" w:fill="FFFFFF"/>
          </w:tcPr>
          <w:p w14:paraId="7EDFC16B" w14:textId="77777777" w:rsidR="00014242" w:rsidRPr="00235394" w:rsidRDefault="00014242" w:rsidP="00810846">
            <w:pPr>
              <w:pStyle w:val="TAL"/>
              <w:jc w:val="center"/>
              <w:rPr>
                <w:b/>
                <w:sz w:val="16"/>
              </w:rPr>
            </w:pPr>
            <w:r w:rsidRPr="00235394">
              <w:rPr>
                <w:b/>
                <w:sz w:val="16"/>
              </w:rPr>
              <w:t>Subject/Comment</w:t>
            </w:r>
          </w:p>
        </w:tc>
        <w:tc>
          <w:tcPr>
            <w:tcW w:w="709" w:type="dxa"/>
            <w:shd w:val="pct10" w:color="auto" w:fill="FFFFFF"/>
          </w:tcPr>
          <w:p w14:paraId="690C179C" w14:textId="77777777" w:rsidR="00014242" w:rsidRPr="00235394" w:rsidRDefault="00014242" w:rsidP="00810846">
            <w:pPr>
              <w:pStyle w:val="TAL"/>
              <w:jc w:val="center"/>
              <w:rPr>
                <w:b/>
                <w:sz w:val="16"/>
              </w:rPr>
            </w:pPr>
            <w:r w:rsidRPr="00235394">
              <w:rPr>
                <w:b/>
                <w:sz w:val="16"/>
              </w:rPr>
              <w:t>New</w:t>
            </w:r>
            <w:r>
              <w:rPr>
                <w:b/>
                <w:sz w:val="16"/>
              </w:rPr>
              <w:t xml:space="preserve"> version</w:t>
            </w:r>
          </w:p>
        </w:tc>
      </w:tr>
      <w:tr w:rsidR="00014242" w:rsidRPr="006B0D02" w14:paraId="3CAE0455" w14:textId="77777777" w:rsidTr="004D2F8C">
        <w:trPr>
          <w:jc w:val="center"/>
        </w:trPr>
        <w:tc>
          <w:tcPr>
            <w:tcW w:w="800" w:type="dxa"/>
            <w:shd w:val="solid" w:color="FFFFFF" w:fill="auto"/>
            <w:vAlign w:val="center"/>
          </w:tcPr>
          <w:p w14:paraId="6C9763A2"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6D62E9F"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1C74B7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RP-160359</w:t>
            </w:r>
          </w:p>
        </w:tc>
        <w:tc>
          <w:tcPr>
            <w:tcW w:w="567" w:type="dxa"/>
            <w:shd w:val="solid" w:color="FFFFFF" w:fill="auto"/>
          </w:tcPr>
          <w:p w14:paraId="35A7464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546</w:t>
            </w:r>
          </w:p>
        </w:tc>
        <w:tc>
          <w:tcPr>
            <w:tcW w:w="426" w:type="dxa"/>
            <w:shd w:val="solid" w:color="FFFFFF" w:fill="auto"/>
          </w:tcPr>
          <w:p w14:paraId="6D3F41F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ED39C52"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720B0C3" w14:textId="77777777" w:rsidR="00014242" w:rsidRPr="000A3FF6" w:rsidRDefault="00014242" w:rsidP="00014242">
            <w:pPr>
              <w:spacing w:after="0"/>
              <w:rPr>
                <w:rFonts w:ascii="Arial" w:hAnsi="Arial" w:cs="Arial"/>
                <w:sz w:val="16"/>
                <w:szCs w:val="16"/>
              </w:rPr>
            </w:pPr>
            <w:r w:rsidRPr="004927CC">
              <w:rPr>
                <w:rFonts w:ascii="Arial" w:hAnsi="Arial" w:cs="Arial"/>
                <w:sz w:val="16"/>
                <w:szCs w:val="16"/>
              </w:rPr>
              <w:t>Alignment eD2D CR for 36.213</w:t>
            </w:r>
          </w:p>
        </w:tc>
        <w:tc>
          <w:tcPr>
            <w:tcW w:w="709" w:type="dxa"/>
            <w:shd w:val="solid" w:color="FFFFFF" w:fill="auto"/>
            <w:vAlign w:val="center"/>
          </w:tcPr>
          <w:p w14:paraId="0C29DA7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4189A35" w14:textId="77777777" w:rsidTr="004D2F8C">
        <w:trPr>
          <w:jc w:val="center"/>
        </w:trPr>
        <w:tc>
          <w:tcPr>
            <w:tcW w:w="800" w:type="dxa"/>
            <w:shd w:val="solid" w:color="FFFFFF" w:fill="auto"/>
            <w:vAlign w:val="center"/>
          </w:tcPr>
          <w:p w14:paraId="7AE8FE34"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576CFC1D"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0B10BB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RP-160549</w:t>
            </w:r>
          </w:p>
        </w:tc>
        <w:tc>
          <w:tcPr>
            <w:tcW w:w="567" w:type="dxa"/>
            <w:shd w:val="solid" w:color="FFFFFF" w:fill="auto"/>
          </w:tcPr>
          <w:p w14:paraId="1BFCBF3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548</w:t>
            </w:r>
          </w:p>
        </w:tc>
        <w:tc>
          <w:tcPr>
            <w:tcW w:w="426" w:type="dxa"/>
            <w:shd w:val="solid" w:color="FFFFFF" w:fill="auto"/>
          </w:tcPr>
          <w:p w14:paraId="4A40022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3</w:t>
            </w:r>
          </w:p>
        </w:tc>
        <w:tc>
          <w:tcPr>
            <w:tcW w:w="425" w:type="dxa"/>
            <w:shd w:val="solid" w:color="FFFFFF" w:fill="auto"/>
            <w:vAlign w:val="center"/>
          </w:tcPr>
          <w:p w14:paraId="14A0AC2E"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2FA11C9" w14:textId="77777777" w:rsidR="00014242" w:rsidRPr="000A3FF6" w:rsidRDefault="00014242" w:rsidP="00014242">
            <w:pPr>
              <w:spacing w:after="0"/>
              <w:rPr>
                <w:rFonts w:ascii="Arial" w:hAnsi="Arial" w:cs="Arial"/>
                <w:sz w:val="16"/>
                <w:szCs w:val="16"/>
              </w:rPr>
            </w:pPr>
            <w:r w:rsidRPr="003C4D7B">
              <w:rPr>
                <w:rFonts w:ascii="Arial" w:hAnsi="Arial" w:cs="Arial"/>
                <w:sz w:val="16"/>
                <w:szCs w:val="16"/>
              </w:rPr>
              <w:t>Clarification on PDSCH collision with PSS/SSS/PBCH</w:t>
            </w:r>
          </w:p>
        </w:tc>
        <w:tc>
          <w:tcPr>
            <w:tcW w:w="709" w:type="dxa"/>
            <w:shd w:val="solid" w:color="FFFFFF" w:fill="auto"/>
            <w:vAlign w:val="center"/>
          </w:tcPr>
          <w:p w14:paraId="7E894B3F"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30F602A" w14:textId="77777777" w:rsidTr="004D2F8C">
        <w:trPr>
          <w:jc w:val="center"/>
        </w:trPr>
        <w:tc>
          <w:tcPr>
            <w:tcW w:w="800" w:type="dxa"/>
            <w:shd w:val="solid" w:color="FFFFFF" w:fill="auto"/>
            <w:vAlign w:val="center"/>
          </w:tcPr>
          <w:p w14:paraId="6EE0D9DD"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312E1CE"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466D72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FD544B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550</w:t>
            </w:r>
          </w:p>
        </w:tc>
        <w:tc>
          <w:tcPr>
            <w:tcW w:w="426" w:type="dxa"/>
            <w:shd w:val="solid" w:color="FFFFFF" w:fill="auto"/>
          </w:tcPr>
          <w:p w14:paraId="63B91F1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4FEA27F1"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650B350C" w14:textId="77777777" w:rsidR="00014242" w:rsidRPr="000A3FF6" w:rsidRDefault="00014242" w:rsidP="00014242">
            <w:pPr>
              <w:spacing w:after="0"/>
              <w:rPr>
                <w:rFonts w:ascii="Arial" w:hAnsi="Arial" w:cs="Arial"/>
                <w:sz w:val="16"/>
                <w:szCs w:val="16"/>
              </w:rPr>
            </w:pPr>
            <w:r w:rsidRPr="00435A3F">
              <w:rPr>
                <w:rFonts w:ascii="Arial" w:hAnsi="Arial" w:cs="Arial"/>
                <w:sz w:val="16"/>
                <w:szCs w:val="16"/>
              </w:rPr>
              <w:t>Clarification on number of PRBs for PUCCH format 4</w:t>
            </w:r>
          </w:p>
        </w:tc>
        <w:tc>
          <w:tcPr>
            <w:tcW w:w="709" w:type="dxa"/>
            <w:shd w:val="solid" w:color="FFFFFF" w:fill="auto"/>
            <w:vAlign w:val="center"/>
          </w:tcPr>
          <w:p w14:paraId="79FEE7C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1421B68" w14:textId="77777777" w:rsidTr="004D2F8C">
        <w:trPr>
          <w:jc w:val="center"/>
        </w:trPr>
        <w:tc>
          <w:tcPr>
            <w:tcW w:w="800" w:type="dxa"/>
            <w:shd w:val="solid" w:color="FFFFFF" w:fill="auto"/>
            <w:vAlign w:val="center"/>
          </w:tcPr>
          <w:p w14:paraId="3FE90A31"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6A38D8F5"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1E8231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1962AE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554</w:t>
            </w:r>
          </w:p>
        </w:tc>
        <w:tc>
          <w:tcPr>
            <w:tcW w:w="426" w:type="dxa"/>
            <w:shd w:val="solid" w:color="FFFFFF" w:fill="auto"/>
          </w:tcPr>
          <w:p w14:paraId="58F7BC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2</w:t>
            </w:r>
          </w:p>
        </w:tc>
        <w:tc>
          <w:tcPr>
            <w:tcW w:w="425" w:type="dxa"/>
            <w:shd w:val="solid" w:color="FFFFFF" w:fill="auto"/>
            <w:vAlign w:val="center"/>
          </w:tcPr>
          <w:p w14:paraId="32FBCECA"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138E232" w14:textId="77777777" w:rsidR="00014242" w:rsidRPr="000A3FF6" w:rsidRDefault="00014242" w:rsidP="00014242">
            <w:pPr>
              <w:spacing w:after="0"/>
              <w:rPr>
                <w:rFonts w:ascii="Arial" w:hAnsi="Arial" w:cs="Arial"/>
                <w:sz w:val="16"/>
                <w:szCs w:val="16"/>
              </w:rPr>
            </w:pPr>
            <w:r w:rsidRPr="00E66FE5">
              <w:rPr>
                <w:rFonts w:ascii="Arial" w:hAnsi="Arial" w:cs="Arial"/>
                <w:sz w:val="16"/>
                <w:szCs w:val="16"/>
              </w:rPr>
              <w:t>Clarification on code rate for periodic CSI transmission on PUCCH format 4 and 5</w:t>
            </w:r>
          </w:p>
        </w:tc>
        <w:tc>
          <w:tcPr>
            <w:tcW w:w="709" w:type="dxa"/>
            <w:shd w:val="solid" w:color="FFFFFF" w:fill="auto"/>
            <w:vAlign w:val="center"/>
          </w:tcPr>
          <w:p w14:paraId="7E4A3E3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B07BB4C" w14:textId="77777777" w:rsidTr="004D2F8C">
        <w:trPr>
          <w:jc w:val="center"/>
        </w:trPr>
        <w:tc>
          <w:tcPr>
            <w:tcW w:w="800" w:type="dxa"/>
            <w:shd w:val="solid" w:color="FFFFFF" w:fill="auto"/>
            <w:vAlign w:val="center"/>
          </w:tcPr>
          <w:p w14:paraId="602205D3"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14464D77"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8169D0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4693FF3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555</w:t>
            </w:r>
          </w:p>
        </w:tc>
        <w:tc>
          <w:tcPr>
            <w:tcW w:w="426" w:type="dxa"/>
            <w:shd w:val="solid" w:color="FFFFFF" w:fill="auto"/>
          </w:tcPr>
          <w:p w14:paraId="36B2FF1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BF08626"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25571827" w14:textId="77777777" w:rsidR="00014242" w:rsidRPr="000A3FF6" w:rsidRDefault="00014242" w:rsidP="00014242">
            <w:pPr>
              <w:spacing w:after="0"/>
              <w:rPr>
                <w:rFonts w:ascii="Arial" w:hAnsi="Arial" w:cs="Arial"/>
                <w:sz w:val="16"/>
                <w:szCs w:val="16"/>
              </w:rPr>
            </w:pPr>
            <w:r w:rsidRPr="005A7DF2">
              <w:rPr>
                <w:rFonts w:ascii="Arial" w:hAnsi="Arial" w:cs="Arial"/>
                <w:sz w:val="16"/>
                <w:szCs w:val="16"/>
              </w:rPr>
              <w:t>Clarification on Averaging of CSI Measurements in LAA</w:t>
            </w:r>
          </w:p>
        </w:tc>
        <w:tc>
          <w:tcPr>
            <w:tcW w:w="709" w:type="dxa"/>
            <w:shd w:val="solid" w:color="FFFFFF" w:fill="auto"/>
            <w:vAlign w:val="center"/>
          </w:tcPr>
          <w:p w14:paraId="19465A6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69F3A41" w14:textId="77777777" w:rsidTr="004D2F8C">
        <w:trPr>
          <w:jc w:val="center"/>
        </w:trPr>
        <w:tc>
          <w:tcPr>
            <w:tcW w:w="800" w:type="dxa"/>
            <w:shd w:val="solid" w:color="FFFFFF" w:fill="auto"/>
            <w:vAlign w:val="center"/>
          </w:tcPr>
          <w:p w14:paraId="32A93930"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2103B377"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608AB9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35AB345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559</w:t>
            </w:r>
          </w:p>
        </w:tc>
        <w:tc>
          <w:tcPr>
            <w:tcW w:w="426" w:type="dxa"/>
            <w:shd w:val="solid" w:color="FFFFFF" w:fill="auto"/>
          </w:tcPr>
          <w:p w14:paraId="0402E25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DB0FD90"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9FC69BD" w14:textId="77777777" w:rsidR="00014242" w:rsidRPr="000A3FF6" w:rsidRDefault="00014242" w:rsidP="00014242">
            <w:pPr>
              <w:spacing w:after="0"/>
              <w:rPr>
                <w:rFonts w:ascii="Arial" w:hAnsi="Arial" w:cs="Arial"/>
                <w:sz w:val="16"/>
                <w:szCs w:val="16"/>
              </w:rPr>
            </w:pPr>
            <w:r w:rsidRPr="005A7DF2">
              <w:rPr>
                <w:rFonts w:ascii="Arial" w:hAnsi="Arial" w:cs="Arial"/>
                <w:sz w:val="16"/>
                <w:szCs w:val="16"/>
              </w:rPr>
              <w:t>Limit on number of periodic CSI reports</w:t>
            </w:r>
          </w:p>
        </w:tc>
        <w:tc>
          <w:tcPr>
            <w:tcW w:w="709" w:type="dxa"/>
            <w:shd w:val="solid" w:color="FFFFFF" w:fill="auto"/>
            <w:vAlign w:val="center"/>
          </w:tcPr>
          <w:p w14:paraId="337124D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6EF00AE" w14:textId="77777777" w:rsidTr="004D2F8C">
        <w:trPr>
          <w:jc w:val="center"/>
        </w:trPr>
        <w:tc>
          <w:tcPr>
            <w:tcW w:w="800" w:type="dxa"/>
            <w:shd w:val="solid" w:color="FFFFFF" w:fill="auto"/>
            <w:vAlign w:val="center"/>
          </w:tcPr>
          <w:p w14:paraId="758A8389"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5DE51A40"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392CF04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0C0AA44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560</w:t>
            </w:r>
          </w:p>
        </w:tc>
        <w:tc>
          <w:tcPr>
            <w:tcW w:w="426" w:type="dxa"/>
            <w:shd w:val="solid" w:color="FFFFFF" w:fill="auto"/>
          </w:tcPr>
          <w:p w14:paraId="0F4CA1B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9E3C6BD"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24C066C" w14:textId="77777777" w:rsidR="00014242" w:rsidRPr="000A3FF6" w:rsidRDefault="00014242" w:rsidP="00014242">
            <w:pPr>
              <w:spacing w:after="0"/>
              <w:rPr>
                <w:rFonts w:ascii="Arial" w:hAnsi="Arial" w:cs="Arial"/>
                <w:sz w:val="16"/>
                <w:szCs w:val="16"/>
              </w:rPr>
            </w:pPr>
            <w:r w:rsidRPr="00811E88">
              <w:rPr>
                <w:rFonts w:ascii="Arial" w:hAnsi="Arial" w:cs="Arial"/>
                <w:sz w:val="16"/>
                <w:szCs w:val="16"/>
              </w:rPr>
              <w:t>Correction on Transmission Code Rate Determination</w:t>
            </w:r>
          </w:p>
        </w:tc>
        <w:tc>
          <w:tcPr>
            <w:tcW w:w="709" w:type="dxa"/>
            <w:shd w:val="solid" w:color="FFFFFF" w:fill="auto"/>
            <w:vAlign w:val="center"/>
          </w:tcPr>
          <w:p w14:paraId="399F14D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53D9AC2" w14:textId="77777777" w:rsidTr="004D2F8C">
        <w:trPr>
          <w:jc w:val="center"/>
        </w:trPr>
        <w:tc>
          <w:tcPr>
            <w:tcW w:w="800" w:type="dxa"/>
            <w:shd w:val="solid" w:color="FFFFFF" w:fill="auto"/>
            <w:vAlign w:val="center"/>
          </w:tcPr>
          <w:p w14:paraId="39F9E0C3"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230729B"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7A96F0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1A14A39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562</w:t>
            </w:r>
          </w:p>
        </w:tc>
        <w:tc>
          <w:tcPr>
            <w:tcW w:w="426" w:type="dxa"/>
            <w:shd w:val="solid" w:color="FFFFFF" w:fill="auto"/>
          </w:tcPr>
          <w:p w14:paraId="24D518C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E251963"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104BA530" w14:textId="77777777" w:rsidR="00014242" w:rsidRPr="000A3FF6" w:rsidRDefault="00014242" w:rsidP="00014242">
            <w:pPr>
              <w:spacing w:after="0"/>
              <w:rPr>
                <w:rFonts w:ascii="Arial" w:hAnsi="Arial" w:cs="Arial"/>
                <w:sz w:val="16"/>
                <w:szCs w:val="16"/>
              </w:rPr>
            </w:pPr>
            <w:r w:rsidRPr="00A20896">
              <w:rPr>
                <w:rFonts w:ascii="Arial" w:hAnsi="Arial" w:cs="Arial"/>
                <w:sz w:val="16"/>
                <w:szCs w:val="16"/>
              </w:rPr>
              <w:t>CR on LAA defer and sensing duration</w:t>
            </w:r>
          </w:p>
        </w:tc>
        <w:tc>
          <w:tcPr>
            <w:tcW w:w="709" w:type="dxa"/>
            <w:shd w:val="solid" w:color="FFFFFF" w:fill="auto"/>
            <w:vAlign w:val="center"/>
          </w:tcPr>
          <w:p w14:paraId="410CDB1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3BB2351" w14:textId="77777777" w:rsidTr="004D2F8C">
        <w:trPr>
          <w:jc w:val="center"/>
        </w:trPr>
        <w:tc>
          <w:tcPr>
            <w:tcW w:w="800" w:type="dxa"/>
            <w:shd w:val="solid" w:color="FFFFFF" w:fill="auto"/>
            <w:vAlign w:val="center"/>
          </w:tcPr>
          <w:p w14:paraId="4766CE0E"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DFBD729"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17A253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55F1DF2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563</w:t>
            </w:r>
          </w:p>
        </w:tc>
        <w:tc>
          <w:tcPr>
            <w:tcW w:w="426" w:type="dxa"/>
            <w:shd w:val="solid" w:color="FFFFFF" w:fill="auto"/>
          </w:tcPr>
          <w:p w14:paraId="3B0BD6C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03A8B4B"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0FEACA3" w14:textId="77777777" w:rsidR="00014242" w:rsidRPr="000A3FF6" w:rsidRDefault="00014242" w:rsidP="00014242">
            <w:pPr>
              <w:spacing w:after="0"/>
              <w:rPr>
                <w:rFonts w:ascii="Arial" w:hAnsi="Arial" w:cs="Arial"/>
                <w:sz w:val="16"/>
                <w:szCs w:val="16"/>
              </w:rPr>
            </w:pPr>
            <w:r w:rsidRPr="00522205">
              <w:rPr>
                <w:rFonts w:ascii="Arial" w:hAnsi="Arial" w:cs="Arial"/>
                <w:sz w:val="16"/>
                <w:szCs w:val="16"/>
              </w:rPr>
              <w:t>Correction on aperiodic CSI only PUSCH without UL-SCH</w:t>
            </w:r>
          </w:p>
        </w:tc>
        <w:tc>
          <w:tcPr>
            <w:tcW w:w="709" w:type="dxa"/>
            <w:shd w:val="solid" w:color="FFFFFF" w:fill="auto"/>
            <w:vAlign w:val="center"/>
          </w:tcPr>
          <w:p w14:paraId="7531D4BC"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C11554D" w14:textId="77777777" w:rsidTr="004D2F8C">
        <w:trPr>
          <w:jc w:val="center"/>
        </w:trPr>
        <w:tc>
          <w:tcPr>
            <w:tcW w:w="800" w:type="dxa"/>
            <w:shd w:val="solid" w:color="FFFFFF" w:fill="auto"/>
            <w:vAlign w:val="center"/>
          </w:tcPr>
          <w:p w14:paraId="0D468703"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65B6347C"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1A08744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5162A67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564</w:t>
            </w:r>
          </w:p>
        </w:tc>
        <w:tc>
          <w:tcPr>
            <w:tcW w:w="426" w:type="dxa"/>
            <w:shd w:val="solid" w:color="FFFFFF" w:fill="auto"/>
          </w:tcPr>
          <w:p w14:paraId="5098B35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D24EC79"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5C908598" w14:textId="77777777" w:rsidR="00014242" w:rsidRPr="000A3FF6" w:rsidRDefault="00014242" w:rsidP="00014242">
            <w:pPr>
              <w:spacing w:after="0"/>
              <w:rPr>
                <w:rFonts w:ascii="Arial" w:hAnsi="Arial" w:cs="Arial"/>
                <w:sz w:val="16"/>
                <w:szCs w:val="16"/>
              </w:rPr>
            </w:pPr>
            <w:r w:rsidRPr="00522205">
              <w:rPr>
                <w:rFonts w:ascii="Arial" w:hAnsi="Arial" w:cs="Arial"/>
                <w:sz w:val="16"/>
                <w:szCs w:val="16"/>
              </w:rPr>
              <w:t>Correction on HARQ-ACK and periodic CSI transmission</w:t>
            </w:r>
          </w:p>
        </w:tc>
        <w:tc>
          <w:tcPr>
            <w:tcW w:w="709" w:type="dxa"/>
            <w:shd w:val="solid" w:color="FFFFFF" w:fill="auto"/>
            <w:vAlign w:val="center"/>
          </w:tcPr>
          <w:p w14:paraId="2F61F56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A827545" w14:textId="77777777" w:rsidTr="004D2F8C">
        <w:trPr>
          <w:jc w:val="center"/>
        </w:trPr>
        <w:tc>
          <w:tcPr>
            <w:tcW w:w="800" w:type="dxa"/>
            <w:shd w:val="solid" w:color="FFFFFF" w:fill="auto"/>
            <w:vAlign w:val="center"/>
          </w:tcPr>
          <w:p w14:paraId="20024ABC"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12F9C705"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1354D18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37F7D3A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565</w:t>
            </w:r>
          </w:p>
        </w:tc>
        <w:tc>
          <w:tcPr>
            <w:tcW w:w="426" w:type="dxa"/>
            <w:shd w:val="solid" w:color="FFFFFF" w:fill="auto"/>
          </w:tcPr>
          <w:p w14:paraId="3980A2A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6ED0F2E"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1F6C0CC3" w14:textId="77777777" w:rsidR="00014242" w:rsidRPr="000A3FF6" w:rsidRDefault="00014242" w:rsidP="00014242">
            <w:pPr>
              <w:spacing w:after="0"/>
              <w:rPr>
                <w:rFonts w:ascii="Arial" w:hAnsi="Arial" w:cs="Arial"/>
                <w:sz w:val="16"/>
                <w:szCs w:val="16"/>
              </w:rPr>
            </w:pPr>
            <w:r w:rsidRPr="00D20258">
              <w:rPr>
                <w:rFonts w:ascii="Arial" w:hAnsi="Arial" w:cs="Arial"/>
                <w:sz w:val="16"/>
                <w:szCs w:val="16"/>
              </w:rPr>
              <w:t>Correction on Simultaneous HARQ-ACK and P-CSI Transmission</w:t>
            </w:r>
          </w:p>
        </w:tc>
        <w:tc>
          <w:tcPr>
            <w:tcW w:w="709" w:type="dxa"/>
            <w:shd w:val="solid" w:color="FFFFFF" w:fill="auto"/>
            <w:vAlign w:val="center"/>
          </w:tcPr>
          <w:p w14:paraId="0F325F6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3C6ECF3" w14:textId="77777777" w:rsidTr="004D2F8C">
        <w:trPr>
          <w:jc w:val="center"/>
        </w:trPr>
        <w:tc>
          <w:tcPr>
            <w:tcW w:w="800" w:type="dxa"/>
            <w:shd w:val="solid" w:color="FFFFFF" w:fill="auto"/>
            <w:vAlign w:val="center"/>
          </w:tcPr>
          <w:p w14:paraId="19D987CC"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93B6BA2"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079D0D7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2F1AE32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566</w:t>
            </w:r>
          </w:p>
        </w:tc>
        <w:tc>
          <w:tcPr>
            <w:tcW w:w="426" w:type="dxa"/>
            <w:shd w:val="solid" w:color="FFFFFF" w:fill="auto"/>
          </w:tcPr>
          <w:p w14:paraId="358A17B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DBD275F"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2C9C1119" w14:textId="77777777" w:rsidR="00014242" w:rsidRPr="000A3FF6" w:rsidRDefault="00014242" w:rsidP="00014242">
            <w:pPr>
              <w:spacing w:after="0"/>
              <w:rPr>
                <w:rFonts w:ascii="Arial" w:hAnsi="Arial" w:cs="Arial"/>
                <w:sz w:val="16"/>
                <w:szCs w:val="16"/>
              </w:rPr>
            </w:pPr>
            <w:r w:rsidRPr="000611C3">
              <w:rPr>
                <w:rFonts w:ascii="Arial" w:hAnsi="Arial" w:cs="Arial"/>
                <w:sz w:val="16"/>
                <w:szCs w:val="16"/>
              </w:rPr>
              <w:t>CR on MR support in TM9</w:t>
            </w:r>
          </w:p>
        </w:tc>
        <w:tc>
          <w:tcPr>
            <w:tcW w:w="709" w:type="dxa"/>
            <w:shd w:val="solid" w:color="FFFFFF" w:fill="auto"/>
            <w:vAlign w:val="center"/>
          </w:tcPr>
          <w:p w14:paraId="7A48BEA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BA83772" w14:textId="77777777" w:rsidTr="004D2F8C">
        <w:trPr>
          <w:jc w:val="center"/>
        </w:trPr>
        <w:tc>
          <w:tcPr>
            <w:tcW w:w="800" w:type="dxa"/>
            <w:shd w:val="solid" w:color="FFFFFF" w:fill="auto"/>
            <w:vAlign w:val="center"/>
          </w:tcPr>
          <w:p w14:paraId="117D0FDB"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5D5F56A"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7C34A77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B0976C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568</w:t>
            </w:r>
          </w:p>
        </w:tc>
        <w:tc>
          <w:tcPr>
            <w:tcW w:w="426" w:type="dxa"/>
            <w:shd w:val="solid" w:color="FFFFFF" w:fill="auto"/>
          </w:tcPr>
          <w:p w14:paraId="051E24D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077BADF"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3C48DF65" w14:textId="77777777" w:rsidR="00014242" w:rsidRPr="000A3FF6" w:rsidRDefault="00014242" w:rsidP="00014242">
            <w:pPr>
              <w:spacing w:after="0"/>
              <w:rPr>
                <w:rFonts w:ascii="Arial" w:hAnsi="Arial" w:cs="Arial"/>
                <w:sz w:val="16"/>
                <w:szCs w:val="16"/>
              </w:rPr>
            </w:pPr>
            <w:r w:rsidRPr="004C68D7">
              <w:rPr>
                <w:rFonts w:ascii="Arial" w:hAnsi="Arial" w:cs="Arial"/>
                <w:sz w:val="16"/>
                <w:szCs w:val="16"/>
              </w:rPr>
              <w:t>Correction on Subsampling of Class A Codebook</w:t>
            </w:r>
          </w:p>
        </w:tc>
        <w:tc>
          <w:tcPr>
            <w:tcW w:w="709" w:type="dxa"/>
            <w:shd w:val="solid" w:color="FFFFFF" w:fill="auto"/>
            <w:vAlign w:val="center"/>
          </w:tcPr>
          <w:p w14:paraId="52AEEC3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1F87E08" w14:textId="77777777" w:rsidTr="004D2F8C">
        <w:trPr>
          <w:jc w:val="center"/>
        </w:trPr>
        <w:tc>
          <w:tcPr>
            <w:tcW w:w="800" w:type="dxa"/>
            <w:shd w:val="solid" w:color="FFFFFF" w:fill="auto"/>
            <w:vAlign w:val="center"/>
          </w:tcPr>
          <w:p w14:paraId="1F63DEDE"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5569A4F1"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0E9978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C66F80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569</w:t>
            </w:r>
          </w:p>
        </w:tc>
        <w:tc>
          <w:tcPr>
            <w:tcW w:w="426" w:type="dxa"/>
            <w:shd w:val="solid" w:color="FFFFFF" w:fill="auto"/>
          </w:tcPr>
          <w:p w14:paraId="0546D4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959D568"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565CA11D" w14:textId="77777777" w:rsidR="00014242" w:rsidRPr="000A3FF6" w:rsidRDefault="00014242" w:rsidP="00014242">
            <w:pPr>
              <w:spacing w:after="0"/>
              <w:rPr>
                <w:rFonts w:ascii="Arial" w:hAnsi="Arial" w:cs="Arial"/>
                <w:sz w:val="16"/>
                <w:szCs w:val="16"/>
              </w:rPr>
            </w:pPr>
            <w:r w:rsidRPr="005A4D06">
              <w:rPr>
                <w:rFonts w:ascii="Arial" w:hAnsi="Arial" w:cs="Arial"/>
                <w:sz w:val="16"/>
                <w:szCs w:val="16"/>
              </w:rPr>
              <w:t>CR on definition of LAA idle sensing for periods longer than one CCA slot</w:t>
            </w:r>
          </w:p>
        </w:tc>
        <w:tc>
          <w:tcPr>
            <w:tcW w:w="709" w:type="dxa"/>
            <w:shd w:val="solid" w:color="FFFFFF" w:fill="auto"/>
            <w:vAlign w:val="center"/>
          </w:tcPr>
          <w:p w14:paraId="3A9DC76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B71699C" w14:textId="77777777" w:rsidTr="004D2F8C">
        <w:trPr>
          <w:jc w:val="center"/>
        </w:trPr>
        <w:tc>
          <w:tcPr>
            <w:tcW w:w="800" w:type="dxa"/>
            <w:shd w:val="solid" w:color="FFFFFF" w:fill="auto"/>
            <w:vAlign w:val="center"/>
          </w:tcPr>
          <w:p w14:paraId="4507E627"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5B153990"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84E298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499BB5D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570</w:t>
            </w:r>
          </w:p>
        </w:tc>
        <w:tc>
          <w:tcPr>
            <w:tcW w:w="426" w:type="dxa"/>
            <w:shd w:val="solid" w:color="FFFFFF" w:fill="auto"/>
          </w:tcPr>
          <w:p w14:paraId="759C1A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0A6049A"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C0B34F9" w14:textId="77777777" w:rsidR="00014242" w:rsidRPr="000A3FF6" w:rsidRDefault="00014242" w:rsidP="00014242">
            <w:pPr>
              <w:spacing w:after="0"/>
              <w:rPr>
                <w:rFonts w:ascii="Arial" w:hAnsi="Arial" w:cs="Arial"/>
                <w:sz w:val="16"/>
                <w:szCs w:val="16"/>
              </w:rPr>
            </w:pPr>
            <w:r w:rsidRPr="00431709">
              <w:rPr>
                <w:rFonts w:ascii="Arial" w:hAnsi="Arial" w:cs="Arial"/>
                <w:sz w:val="16"/>
                <w:szCs w:val="16"/>
              </w:rPr>
              <w:t>Correction on total sensing and transmission time for Japan</w:t>
            </w:r>
          </w:p>
        </w:tc>
        <w:tc>
          <w:tcPr>
            <w:tcW w:w="709" w:type="dxa"/>
            <w:shd w:val="solid" w:color="FFFFFF" w:fill="auto"/>
            <w:vAlign w:val="center"/>
          </w:tcPr>
          <w:p w14:paraId="54FC3B0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3519CFC" w14:textId="77777777" w:rsidTr="004D2F8C">
        <w:trPr>
          <w:jc w:val="center"/>
        </w:trPr>
        <w:tc>
          <w:tcPr>
            <w:tcW w:w="800" w:type="dxa"/>
            <w:shd w:val="solid" w:color="FFFFFF" w:fill="auto"/>
            <w:vAlign w:val="center"/>
          </w:tcPr>
          <w:p w14:paraId="78ED7F5A"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A3B9F4C"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C5B0D5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C1B773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571</w:t>
            </w:r>
          </w:p>
        </w:tc>
        <w:tc>
          <w:tcPr>
            <w:tcW w:w="426" w:type="dxa"/>
            <w:shd w:val="solid" w:color="FFFFFF" w:fill="auto"/>
          </w:tcPr>
          <w:p w14:paraId="44B8F3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662B88B"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144E58B5" w14:textId="77777777" w:rsidR="00014242" w:rsidRPr="000A3FF6" w:rsidRDefault="00014242" w:rsidP="00014242">
            <w:pPr>
              <w:spacing w:after="0"/>
              <w:rPr>
                <w:rFonts w:ascii="Arial" w:hAnsi="Arial" w:cs="Arial"/>
                <w:sz w:val="16"/>
                <w:szCs w:val="16"/>
              </w:rPr>
            </w:pPr>
            <w:r w:rsidRPr="00514164">
              <w:rPr>
                <w:rFonts w:ascii="Arial" w:hAnsi="Arial" w:cs="Arial"/>
                <w:sz w:val="16"/>
                <w:szCs w:val="16"/>
              </w:rPr>
              <w:t>Correction on common DCI detection of LAA in 36.213</w:t>
            </w:r>
          </w:p>
        </w:tc>
        <w:tc>
          <w:tcPr>
            <w:tcW w:w="709" w:type="dxa"/>
            <w:shd w:val="solid" w:color="FFFFFF" w:fill="auto"/>
            <w:vAlign w:val="center"/>
          </w:tcPr>
          <w:p w14:paraId="1CADD1A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2D8C7F8" w14:textId="77777777" w:rsidTr="004D2F8C">
        <w:trPr>
          <w:jc w:val="center"/>
        </w:trPr>
        <w:tc>
          <w:tcPr>
            <w:tcW w:w="800" w:type="dxa"/>
            <w:shd w:val="solid" w:color="FFFFFF" w:fill="auto"/>
            <w:vAlign w:val="center"/>
          </w:tcPr>
          <w:p w14:paraId="7D003FCB"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D9C3D32"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3DE450C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AFAA85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572</w:t>
            </w:r>
          </w:p>
        </w:tc>
        <w:tc>
          <w:tcPr>
            <w:tcW w:w="426" w:type="dxa"/>
            <w:shd w:val="solid" w:color="FFFFFF" w:fill="auto"/>
          </w:tcPr>
          <w:p w14:paraId="7D18321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445C61D"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23CE1DD4" w14:textId="77777777" w:rsidR="00014242" w:rsidRPr="000A3FF6" w:rsidRDefault="00014242" w:rsidP="00014242">
            <w:pPr>
              <w:spacing w:after="0"/>
              <w:rPr>
                <w:rFonts w:ascii="Arial" w:hAnsi="Arial" w:cs="Arial"/>
                <w:sz w:val="16"/>
                <w:szCs w:val="16"/>
              </w:rPr>
            </w:pPr>
            <w:r w:rsidRPr="002951DC">
              <w:rPr>
                <w:rFonts w:ascii="Arial" w:hAnsi="Arial" w:cs="Arial"/>
                <w:sz w:val="16"/>
                <w:szCs w:val="16"/>
              </w:rPr>
              <w:t>CR on valid downlink subframe definition for TM9/10</w:t>
            </w:r>
          </w:p>
        </w:tc>
        <w:tc>
          <w:tcPr>
            <w:tcW w:w="709" w:type="dxa"/>
            <w:shd w:val="solid" w:color="FFFFFF" w:fill="auto"/>
            <w:vAlign w:val="center"/>
          </w:tcPr>
          <w:p w14:paraId="355B18F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DDEA3BB" w14:textId="77777777" w:rsidTr="004D2F8C">
        <w:trPr>
          <w:jc w:val="center"/>
        </w:trPr>
        <w:tc>
          <w:tcPr>
            <w:tcW w:w="800" w:type="dxa"/>
            <w:shd w:val="solid" w:color="FFFFFF" w:fill="auto"/>
            <w:vAlign w:val="center"/>
          </w:tcPr>
          <w:p w14:paraId="517C3695"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2546C288"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6A1A21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1D324A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573</w:t>
            </w:r>
          </w:p>
        </w:tc>
        <w:tc>
          <w:tcPr>
            <w:tcW w:w="426" w:type="dxa"/>
            <w:shd w:val="solid" w:color="FFFFFF" w:fill="auto"/>
          </w:tcPr>
          <w:p w14:paraId="3C327A5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78BC9EB"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48CE41AB" w14:textId="77777777" w:rsidR="00014242" w:rsidRPr="000A3FF6" w:rsidRDefault="00014242" w:rsidP="00014242">
            <w:pPr>
              <w:spacing w:after="0"/>
              <w:rPr>
                <w:rFonts w:ascii="Arial" w:hAnsi="Arial" w:cs="Arial"/>
                <w:sz w:val="16"/>
                <w:szCs w:val="16"/>
              </w:rPr>
            </w:pPr>
            <w:r w:rsidRPr="000B6BD6">
              <w:rPr>
                <w:rFonts w:ascii="Arial" w:hAnsi="Arial" w:cs="Arial"/>
                <w:sz w:val="16"/>
                <w:szCs w:val="16"/>
              </w:rPr>
              <w:t xml:space="preserve">CR on </w:t>
            </w:r>
            <w:proofErr w:type="spellStart"/>
            <w:r w:rsidRPr="000B6BD6">
              <w:rPr>
                <w:rFonts w:ascii="Arial" w:hAnsi="Arial" w:cs="Arial"/>
                <w:sz w:val="16"/>
                <w:szCs w:val="16"/>
              </w:rPr>
              <w:t>eCCE</w:t>
            </w:r>
            <w:proofErr w:type="spellEnd"/>
            <w:r w:rsidRPr="000B6BD6">
              <w:rPr>
                <w:rFonts w:ascii="Arial" w:hAnsi="Arial" w:cs="Arial"/>
                <w:sz w:val="16"/>
                <w:szCs w:val="16"/>
              </w:rPr>
              <w:t xml:space="preserve"> of EPDCCH for partial subframe</w:t>
            </w:r>
          </w:p>
        </w:tc>
        <w:tc>
          <w:tcPr>
            <w:tcW w:w="709" w:type="dxa"/>
            <w:shd w:val="solid" w:color="FFFFFF" w:fill="auto"/>
            <w:vAlign w:val="center"/>
          </w:tcPr>
          <w:p w14:paraId="2BBA1C5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21AEA52" w14:textId="77777777" w:rsidTr="004D2F8C">
        <w:trPr>
          <w:jc w:val="center"/>
        </w:trPr>
        <w:tc>
          <w:tcPr>
            <w:tcW w:w="800" w:type="dxa"/>
            <w:shd w:val="solid" w:color="FFFFFF" w:fill="auto"/>
            <w:vAlign w:val="center"/>
          </w:tcPr>
          <w:p w14:paraId="013BFA27"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74F86D00"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797A9A1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F76BB9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576</w:t>
            </w:r>
          </w:p>
        </w:tc>
        <w:tc>
          <w:tcPr>
            <w:tcW w:w="426" w:type="dxa"/>
            <w:shd w:val="solid" w:color="FFFFFF" w:fill="auto"/>
          </w:tcPr>
          <w:p w14:paraId="3908BD6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F57990D"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E973FC4" w14:textId="77777777" w:rsidR="00014242" w:rsidRPr="000A3FF6" w:rsidRDefault="00014242" w:rsidP="00014242">
            <w:pPr>
              <w:spacing w:after="0"/>
              <w:rPr>
                <w:rFonts w:ascii="Arial" w:hAnsi="Arial" w:cs="Arial"/>
                <w:sz w:val="16"/>
                <w:szCs w:val="16"/>
              </w:rPr>
            </w:pPr>
            <w:r w:rsidRPr="000B6BD6">
              <w:rPr>
                <w:rFonts w:ascii="Arial" w:hAnsi="Arial" w:cs="Arial"/>
                <w:sz w:val="16"/>
                <w:szCs w:val="16"/>
              </w:rPr>
              <w:t>Correction on cross-carrier scheduling in LAA</w:t>
            </w:r>
          </w:p>
        </w:tc>
        <w:tc>
          <w:tcPr>
            <w:tcW w:w="709" w:type="dxa"/>
            <w:shd w:val="solid" w:color="FFFFFF" w:fill="auto"/>
            <w:vAlign w:val="center"/>
          </w:tcPr>
          <w:p w14:paraId="0B763D50"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C3A27B4" w14:textId="77777777" w:rsidTr="004D2F8C">
        <w:trPr>
          <w:jc w:val="center"/>
        </w:trPr>
        <w:tc>
          <w:tcPr>
            <w:tcW w:w="800" w:type="dxa"/>
            <w:shd w:val="solid" w:color="FFFFFF" w:fill="auto"/>
            <w:vAlign w:val="center"/>
          </w:tcPr>
          <w:p w14:paraId="6D9C37D5"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1D16E3BD"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122B78C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8C5C0E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577</w:t>
            </w:r>
          </w:p>
        </w:tc>
        <w:tc>
          <w:tcPr>
            <w:tcW w:w="426" w:type="dxa"/>
            <w:shd w:val="solid" w:color="FFFFFF" w:fill="auto"/>
          </w:tcPr>
          <w:p w14:paraId="4585A6B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358D986"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29DC1DE" w14:textId="77777777" w:rsidR="00014242" w:rsidRPr="000A3FF6" w:rsidRDefault="00014242" w:rsidP="00014242">
            <w:pPr>
              <w:spacing w:after="0"/>
              <w:rPr>
                <w:rFonts w:ascii="Arial" w:hAnsi="Arial" w:cs="Arial"/>
                <w:sz w:val="16"/>
                <w:szCs w:val="16"/>
              </w:rPr>
            </w:pPr>
            <w:r w:rsidRPr="00353D5D">
              <w:rPr>
                <w:rFonts w:ascii="Arial" w:hAnsi="Arial" w:cs="Arial"/>
                <w:sz w:val="16"/>
                <w:szCs w:val="16"/>
              </w:rPr>
              <w:t>Correction on QCL type B for LAA</w:t>
            </w:r>
          </w:p>
        </w:tc>
        <w:tc>
          <w:tcPr>
            <w:tcW w:w="709" w:type="dxa"/>
            <w:shd w:val="solid" w:color="FFFFFF" w:fill="auto"/>
            <w:vAlign w:val="center"/>
          </w:tcPr>
          <w:p w14:paraId="292359D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6A3BB88" w14:textId="77777777" w:rsidTr="004D2F8C">
        <w:trPr>
          <w:jc w:val="center"/>
        </w:trPr>
        <w:tc>
          <w:tcPr>
            <w:tcW w:w="800" w:type="dxa"/>
            <w:shd w:val="solid" w:color="FFFFFF" w:fill="auto"/>
            <w:vAlign w:val="center"/>
          </w:tcPr>
          <w:p w14:paraId="6E1210BC"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618EF29"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459BE34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86A8CB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578</w:t>
            </w:r>
          </w:p>
        </w:tc>
        <w:tc>
          <w:tcPr>
            <w:tcW w:w="426" w:type="dxa"/>
            <w:shd w:val="solid" w:color="FFFFFF" w:fill="auto"/>
          </w:tcPr>
          <w:p w14:paraId="7AA4CFE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FC883B9"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6A7209AD" w14:textId="77777777" w:rsidR="00014242" w:rsidRPr="000A3FF6" w:rsidRDefault="00014242" w:rsidP="00014242">
            <w:pPr>
              <w:spacing w:after="0"/>
              <w:rPr>
                <w:rFonts w:ascii="Arial" w:hAnsi="Arial" w:cs="Arial"/>
                <w:sz w:val="16"/>
                <w:szCs w:val="16"/>
              </w:rPr>
            </w:pPr>
            <w:r w:rsidRPr="008336F0">
              <w:rPr>
                <w:rFonts w:ascii="Arial" w:hAnsi="Arial" w:cs="Arial"/>
                <w:sz w:val="16"/>
                <w:szCs w:val="16"/>
              </w:rPr>
              <w:t>Correction on Class B CSI reporting</w:t>
            </w:r>
          </w:p>
        </w:tc>
        <w:tc>
          <w:tcPr>
            <w:tcW w:w="709" w:type="dxa"/>
            <w:shd w:val="solid" w:color="FFFFFF" w:fill="auto"/>
            <w:vAlign w:val="center"/>
          </w:tcPr>
          <w:p w14:paraId="33EA17E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6EBD21B" w14:textId="77777777" w:rsidTr="004D2F8C">
        <w:trPr>
          <w:jc w:val="center"/>
        </w:trPr>
        <w:tc>
          <w:tcPr>
            <w:tcW w:w="800" w:type="dxa"/>
            <w:shd w:val="solid" w:color="FFFFFF" w:fill="auto"/>
            <w:vAlign w:val="center"/>
          </w:tcPr>
          <w:p w14:paraId="425E163D"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2E880717"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3384CA8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85AA0B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579</w:t>
            </w:r>
          </w:p>
        </w:tc>
        <w:tc>
          <w:tcPr>
            <w:tcW w:w="426" w:type="dxa"/>
            <w:shd w:val="solid" w:color="FFFFFF" w:fill="auto"/>
          </w:tcPr>
          <w:p w14:paraId="17D3859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8B98D50"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16EEF28" w14:textId="77777777" w:rsidR="00014242" w:rsidRPr="000A3FF6" w:rsidRDefault="00014242" w:rsidP="00014242">
            <w:pPr>
              <w:spacing w:after="0"/>
              <w:rPr>
                <w:rFonts w:ascii="Arial" w:hAnsi="Arial" w:cs="Arial"/>
                <w:sz w:val="16"/>
                <w:szCs w:val="16"/>
              </w:rPr>
            </w:pPr>
            <w:r w:rsidRPr="00052A1C">
              <w:rPr>
                <w:rFonts w:ascii="Arial" w:hAnsi="Arial" w:cs="Arial"/>
                <w:sz w:val="16"/>
                <w:szCs w:val="16"/>
              </w:rPr>
              <w:t>CR on CRI reporting for one CSI-RS ports (36.213)</w:t>
            </w:r>
          </w:p>
        </w:tc>
        <w:tc>
          <w:tcPr>
            <w:tcW w:w="709" w:type="dxa"/>
            <w:shd w:val="solid" w:color="FFFFFF" w:fill="auto"/>
            <w:vAlign w:val="center"/>
          </w:tcPr>
          <w:p w14:paraId="47D9BB1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7F89190" w14:textId="77777777" w:rsidTr="004D2F8C">
        <w:trPr>
          <w:jc w:val="center"/>
        </w:trPr>
        <w:tc>
          <w:tcPr>
            <w:tcW w:w="800" w:type="dxa"/>
            <w:shd w:val="solid" w:color="FFFFFF" w:fill="auto"/>
            <w:vAlign w:val="center"/>
          </w:tcPr>
          <w:p w14:paraId="1FE7FA60"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217D00EE"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3996BF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FCF19A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580</w:t>
            </w:r>
          </w:p>
        </w:tc>
        <w:tc>
          <w:tcPr>
            <w:tcW w:w="426" w:type="dxa"/>
            <w:shd w:val="solid" w:color="FFFFFF" w:fill="auto"/>
          </w:tcPr>
          <w:p w14:paraId="0718D7D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F1E2734"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22D2E1A4" w14:textId="77777777" w:rsidR="00014242" w:rsidRPr="000A3FF6" w:rsidRDefault="00014242" w:rsidP="00014242">
            <w:pPr>
              <w:spacing w:after="0"/>
              <w:rPr>
                <w:rFonts w:ascii="Arial" w:hAnsi="Arial" w:cs="Arial"/>
                <w:sz w:val="16"/>
                <w:szCs w:val="16"/>
              </w:rPr>
            </w:pPr>
            <w:r w:rsidRPr="00DA2193">
              <w:rPr>
                <w:rFonts w:ascii="Arial" w:hAnsi="Arial" w:cs="Arial"/>
                <w:sz w:val="16"/>
                <w:szCs w:val="16"/>
              </w:rPr>
              <w:t>Correction to the condition of CRI updating restriction</w:t>
            </w:r>
          </w:p>
        </w:tc>
        <w:tc>
          <w:tcPr>
            <w:tcW w:w="709" w:type="dxa"/>
            <w:shd w:val="solid" w:color="FFFFFF" w:fill="auto"/>
            <w:vAlign w:val="center"/>
          </w:tcPr>
          <w:p w14:paraId="0F270BB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DA8F81C" w14:textId="77777777" w:rsidTr="004D2F8C">
        <w:trPr>
          <w:jc w:val="center"/>
        </w:trPr>
        <w:tc>
          <w:tcPr>
            <w:tcW w:w="800" w:type="dxa"/>
            <w:shd w:val="solid" w:color="FFFFFF" w:fill="auto"/>
            <w:vAlign w:val="center"/>
          </w:tcPr>
          <w:p w14:paraId="45F542B7"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6D0D348E"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EA60FC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3B7A68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581</w:t>
            </w:r>
          </w:p>
        </w:tc>
        <w:tc>
          <w:tcPr>
            <w:tcW w:w="426" w:type="dxa"/>
            <w:shd w:val="solid" w:color="FFFFFF" w:fill="auto"/>
          </w:tcPr>
          <w:p w14:paraId="277B3D3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DE9249A"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342E00D0" w14:textId="77777777" w:rsidR="00014242" w:rsidRPr="000A3FF6" w:rsidRDefault="00014242" w:rsidP="00014242">
            <w:pPr>
              <w:spacing w:after="0"/>
              <w:rPr>
                <w:rFonts w:ascii="Arial" w:hAnsi="Arial" w:cs="Arial"/>
                <w:sz w:val="16"/>
                <w:szCs w:val="16"/>
              </w:rPr>
            </w:pPr>
            <w:r w:rsidRPr="007B5870">
              <w:rPr>
                <w:rFonts w:ascii="Arial" w:hAnsi="Arial" w:cs="Arial"/>
                <w:sz w:val="16"/>
                <w:szCs w:val="16"/>
              </w:rPr>
              <w:t xml:space="preserve">Correction to the additional </w:t>
            </w:r>
            <w:proofErr w:type="spellStart"/>
            <w:r w:rsidRPr="007B5870">
              <w:rPr>
                <w:rFonts w:ascii="Arial" w:hAnsi="Arial" w:cs="Arial"/>
                <w:sz w:val="16"/>
                <w:szCs w:val="16"/>
              </w:rPr>
              <w:t>UpPTS</w:t>
            </w:r>
            <w:proofErr w:type="spellEnd"/>
            <w:r w:rsidRPr="007B5870">
              <w:rPr>
                <w:rFonts w:ascii="Arial" w:hAnsi="Arial" w:cs="Arial"/>
                <w:sz w:val="16"/>
                <w:szCs w:val="16"/>
              </w:rPr>
              <w:t xml:space="preserve"> symbols for SRS</w:t>
            </w:r>
          </w:p>
        </w:tc>
        <w:tc>
          <w:tcPr>
            <w:tcW w:w="709" w:type="dxa"/>
            <w:shd w:val="solid" w:color="FFFFFF" w:fill="auto"/>
            <w:vAlign w:val="center"/>
          </w:tcPr>
          <w:p w14:paraId="63E1EF5F"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BB7BC32" w14:textId="77777777" w:rsidTr="004D2F8C">
        <w:trPr>
          <w:jc w:val="center"/>
        </w:trPr>
        <w:tc>
          <w:tcPr>
            <w:tcW w:w="800" w:type="dxa"/>
            <w:shd w:val="solid" w:color="FFFFFF" w:fill="auto"/>
            <w:vAlign w:val="center"/>
          </w:tcPr>
          <w:p w14:paraId="064339E5"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5C10B312"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07B2B22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D6A2CC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582</w:t>
            </w:r>
          </w:p>
        </w:tc>
        <w:tc>
          <w:tcPr>
            <w:tcW w:w="426" w:type="dxa"/>
            <w:shd w:val="solid" w:color="FFFFFF" w:fill="auto"/>
          </w:tcPr>
          <w:p w14:paraId="1D43E21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045A7D5"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1B446C8D" w14:textId="77777777" w:rsidR="00014242" w:rsidRPr="000A3FF6" w:rsidRDefault="00014242" w:rsidP="00014242">
            <w:pPr>
              <w:spacing w:after="0"/>
              <w:rPr>
                <w:rFonts w:ascii="Arial" w:hAnsi="Arial" w:cs="Arial"/>
                <w:sz w:val="16"/>
                <w:szCs w:val="16"/>
              </w:rPr>
            </w:pPr>
            <w:r w:rsidRPr="00DE4946">
              <w:rPr>
                <w:rFonts w:ascii="Arial" w:hAnsi="Arial" w:cs="Arial"/>
                <w:sz w:val="16"/>
                <w:szCs w:val="16"/>
              </w:rPr>
              <w:t>Clarification on PUCCH mode 1-1 configuration</w:t>
            </w:r>
          </w:p>
        </w:tc>
        <w:tc>
          <w:tcPr>
            <w:tcW w:w="709" w:type="dxa"/>
            <w:shd w:val="solid" w:color="FFFFFF" w:fill="auto"/>
            <w:vAlign w:val="center"/>
          </w:tcPr>
          <w:p w14:paraId="2B050C5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1E55EB9" w14:textId="77777777" w:rsidTr="004D2F8C">
        <w:trPr>
          <w:jc w:val="center"/>
        </w:trPr>
        <w:tc>
          <w:tcPr>
            <w:tcW w:w="800" w:type="dxa"/>
            <w:shd w:val="solid" w:color="FFFFFF" w:fill="auto"/>
            <w:vAlign w:val="center"/>
          </w:tcPr>
          <w:p w14:paraId="52BBD2C2"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A913B6A"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00A10A4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3D15200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584</w:t>
            </w:r>
          </w:p>
        </w:tc>
        <w:tc>
          <w:tcPr>
            <w:tcW w:w="426" w:type="dxa"/>
            <w:shd w:val="solid" w:color="FFFFFF" w:fill="auto"/>
          </w:tcPr>
          <w:p w14:paraId="6E7AE0F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B157E61"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29E4BD9" w14:textId="77777777" w:rsidR="00014242" w:rsidRPr="000A3FF6" w:rsidRDefault="00014242" w:rsidP="00014242">
            <w:pPr>
              <w:spacing w:after="0"/>
              <w:rPr>
                <w:rFonts w:ascii="Arial" w:hAnsi="Arial" w:cs="Arial"/>
                <w:sz w:val="16"/>
                <w:szCs w:val="16"/>
              </w:rPr>
            </w:pPr>
            <w:r w:rsidRPr="00D2316D">
              <w:rPr>
                <w:rFonts w:ascii="Arial" w:hAnsi="Arial" w:cs="Arial"/>
                <w:sz w:val="16"/>
                <w:szCs w:val="16"/>
              </w:rPr>
              <w:t>Correction on EPDCCH assignment in LAA</w:t>
            </w:r>
          </w:p>
        </w:tc>
        <w:tc>
          <w:tcPr>
            <w:tcW w:w="709" w:type="dxa"/>
            <w:shd w:val="solid" w:color="FFFFFF" w:fill="auto"/>
            <w:vAlign w:val="center"/>
          </w:tcPr>
          <w:p w14:paraId="0DD07A0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A59AC94" w14:textId="77777777" w:rsidTr="004D2F8C">
        <w:trPr>
          <w:jc w:val="center"/>
        </w:trPr>
        <w:tc>
          <w:tcPr>
            <w:tcW w:w="800" w:type="dxa"/>
            <w:shd w:val="solid" w:color="FFFFFF" w:fill="auto"/>
            <w:vAlign w:val="center"/>
          </w:tcPr>
          <w:p w14:paraId="276F87F8"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7CC007BC"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DF5C4E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0890042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585</w:t>
            </w:r>
          </w:p>
        </w:tc>
        <w:tc>
          <w:tcPr>
            <w:tcW w:w="426" w:type="dxa"/>
            <w:shd w:val="solid" w:color="FFFFFF" w:fill="auto"/>
          </w:tcPr>
          <w:p w14:paraId="17FCEA9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CC1990C"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A193F8C" w14:textId="77777777" w:rsidR="00014242" w:rsidRPr="000A3FF6" w:rsidRDefault="00014242" w:rsidP="00014242">
            <w:pPr>
              <w:spacing w:after="0"/>
              <w:rPr>
                <w:rFonts w:ascii="Arial" w:hAnsi="Arial" w:cs="Arial"/>
                <w:sz w:val="16"/>
                <w:szCs w:val="16"/>
              </w:rPr>
            </w:pPr>
            <w:r w:rsidRPr="00D733A2">
              <w:rPr>
                <w:rFonts w:ascii="Arial" w:hAnsi="Arial" w:cs="Arial"/>
                <w:sz w:val="16"/>
                <w:szCs w:val="16"/>
              </w:rPr>
              <w:t xml:space="preserve">CR for LAA CW reset per AC in case of K attempts at </w:t>
            </w:r>
            <w:proofErr w:type="spellStart"/>
            <w:r w:rsidRPr="00D733A2">
              <w:rPr>
                <w:rFonts w:ascii="Arial" w:hAnsi="Arial" w:cs="Arial"/>
                <w:sz w:val="16"/>
                <w:szCs w:val="16"/>
              </w:rPr>
              <w:t>CWmax</w:t>
            </w:r>
            <w:proofErr w:type="spellEnd"/>
          </w:p>
        </w:tc>
        <w:tc>
          <w:tcPr>
            <w:tcW w:w="709" w:type="dxa"/>
            <w:shd w:val="solid" w:color="FFFFFF" w:fill="auto"/>
            <w:vAlign w:val="center"/>
          </w:tcPr>
          <w:p w14:paraId="05A79DB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D138787" w14:textId="77777777" w:rsidTr="004D2F8C">
        <w:trPr>
          <w:jc w:val="center"/>
        </w:trPr>
        <w:tc>
          <w:tcPr>
            <w:tcW w:w="800" w:type="dxa"/>
            <w:shd w:val="solid" w:color="FFFFFF" w:fill="auto"/>
            <w:vAlign w:val="center"/>
          </w:tcPr>
          <w:p w14:paraId="2D3E675C"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E0FF3BC"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5065FC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095C92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586</w:t>
            </w:r>
          </w:p>
        </w:tc>
        <w:tc>
          <w:tcPr>
            <w:tcW w:w="426" w:type="dxa"/>
            <w:shd w:val="solid" w:color="FFFFFF" w:fill="auto"/>
          </w:tcPr>
          <w:p w14:paraId="3D53F32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8A317EC"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3D997E6" w14:textId="77777777" w:rsidR="00014242" w:rsidRPr="000A3FF6" w:rsidRDefault="00014242" w:rsidP="00014242">
            <w:pPr>
              <w:spacing w:after="0"/>
              <w:rPr>
                <w:rFonts w:ascii="Arial" w:hAnsi="Arial" w:cs="Arial"/>
                <w:sz w:val="16"/>
                <w:szCs w:val="16"/>
              </w:rPr>
            </w:pPr>
            <w:r w:rsidRPr="009239A2">
              <w:rPr>
                <w:rFonts w:ascii="Arial" w:hAnsi="Arial" w:cs="Arial"/>
                <w:sz w:val="16"/>
                <w:szCs w:val="16"/>
              </w:rPr>
              <w:t>Corrections to RI-inheritance</w:t>
            </w:r>
          </w:p>
        </w:tc>
        <w:tc>
          <w:tcPr>
            <w:tcW w:w="709" w:type="dxa"/>
            <w:shd w:val="solid" w:color="FFFFFF" w:fill="auto"/>
            <w:vAlign w:val="center"/>
          </w:tcPr>
          <w:p w14:paraId="4DA4F9E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C952578" w14:textId="77777777" w:rsidTr="004D2F8C">
        <w:trPr>
          <w:jc w:val="center"/>
        </w:trPr>
        <w:tc>
          <w:tcPr>
            <w:tcW w:w="800" w:type="dxa"/>
            <w:shd w:val="solid" w:color="FFFFFF" w:fill="auto"/>
            <w:vAlign w:val="center"/>
          </w:tcPr>
          <w:p w14:paraId="01432EDF"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969D8E9"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3CB3297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404A1F1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587</w:t>
            </w:r>
          </w:p>
        </w:tc>
        <w:tc>
          <w:tcPr>
            <w:tcW w:w="426" w:type="dxa"/>
            <w:shd w:val="solid" w:color="FFFFFF" w:fill="auto"/>
          </w:tcPr>
          <w:p w14:paraId="7696C21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0A1C4CE"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2907C677" w14:textId="77777777" w:rsidR="00014242" w:rsidRPr="000A3FF6" w:rsidRDefault="00014242" w:rsidP="00014242">
            <w:pPr>
              <w:spacing w:after="0"/>
              <w:rPr>
                <w:rFonts w:ascii="Arial" w:hAnsi="Arial" w:cs="Arial"/>
                <w:sz w:val="16"/>
                <w:szCs w:val="16"/>
              </w:rPr>
            </w:pPr>
            <w:r w:rsidRPr="00103907">
              <w:rPr>
                <w:rFonts w:ascii="Arial" w:hAnsi="Arial" w:cs="Arial"/>
                <w:sz w:val="16"/>
                <w:szCs w:val="16"/>
              </w:rPr>
              <w:t>CR on CSI-RS resource in 36.213</w:t>
            </w:r>
          </w:p>
        </w:tc>
        <w:tc>
          <w:tcPr>
            <w:tcW w:w="709" w:type="dxa"/>
            <w:shd w:val="solid" w:color="FFFFFF" w:fill="auto"/>
            <w:vAlign w:val="center"/>
          </w:tcPr>
          <w:p w14:paraId="2A557C7A"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D5D4FB3" w14:textId="77777777" w:rsidTr="004D2F8C">
        <w:trPr>
          <w:jc w:val="center"/>
        </w:trPr>
        <w:tc>
          <w:tcPr>
            <w:tcW w:w="800" w:type="dxa"/>
            <w:shd w:val="solid" w:color="FFFFFF" w:fill="auto"/>
            <w:vAlign w:val="center"/>
          </w:tcPr>
          <w:p w14:paraId="70CB3B91"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3FB914C0"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3A5DD2F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C72C63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588</w:t>
            </w:r>
          </w:p>
        </w:tc>
        <w:tc>
          <w:tcPr>
            <w:tcW w:w="426" w:type="dxa"/>
            <w:shd w:val="solid" w:color="FFFFFF" w:fill="auto"/>
          </w:tcPr>
          <w:p w14:paraId="1A2BE5B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118188A"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34721A0F" w14:textId="77777777" w:rsidR="00014242" w:rsidRPr="000A3FF6" w:rsidRDefault="00014242" w:rsidP="00014242">
            <w:pPr>
              <w:spacing w:after="0"/>
              <w:rPr>
                <w:rFonts w:ascii="Arial" w:hAnsi="Arial" w:cs="Arial"/>
                <w:sz w:val="16"/>
                <w:szCs w:val="16"/>
              </w:rPr>
            </w:pPr>
            <w:r w:rsidRPr="0077779D">
              <w:rPr>
                <w:rFonts w:ascii="Arial" w:hAnsi="Arial" w:cs="Arial"/>
                <w:sz w:val="16"/>
                <w:szCs w:val="16"/>
              </w:rPr>
              <w:t>CR on mismatch between 36.213 and 36.331</w:t>
            </w:r>
          </w:p>
        </w:tc>
        <w:tc>
          <w:tcPr>
            <w:tcW w:w="709" w:type="dxa"/>
            <w:shd w:val="solid" w:color="FFFFFF" w:fill="auto"/>
            <w:vAlign w:val="center"/>
          </w:tcPr>
          <w:p w14:paraId="185E869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C648B8B" w14:textId="77777777" w:rsidTr="004D2F8C">
        <w:trPr>
          <w:jc w:val="center"/>
        </w:trPr>
        <w:tc>
          <w:tcPr>
            <w:tcW w:w="800" w:type="dxa"/>
            <w:shd w:val="solid" w:color="FFFFFF" w:fill="auto"/>
            <w:vAlign w:val="center"/>
          </w:tcPr>
          <w:p w14:paraId="7FC77CDC"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230E076C"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C3F8B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5CDE7D0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589</w:t>
            </w:r>
          </w:p>
        </w:tc>
        <w:tc>
          <w:tcPr>
            <w:tcW w:w="426" w:type="dxa"/>
            <w:shd w:val="solid" w:color="FFFFFF" w:fill="auto"/>
          </w:tcPr>
          <w:p w14:paraId="5E70833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D65A101"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5EDE71A9" w14:textId="77777777" w:rsidR="00014242" w:rsidRPr="000A3FF6" w:rsidRDefault="00014242" w:rsidP="00014242">
            <w:pPr>
              <w:spacing w:after="0"/>
              <w:rPr>
                <w:rFonts w:ascii="Arial" w:hAnsi="Arial" w:cs="Arial"/>
                <w:sz w:val="16"/>
                <w:szCs w:val="16"/>
              </w:rPr>
            </w:pPr>
            <w:r w:rsidRPr="00B75168">
              <w:rPr>
                <w:rFonts w:ascii="Arial" w:hAnsi="Arial" w:cs="Arial"/>
                <w:sz w:val="16"/>
                <w:szCs w:val="16"/>
              </w:rPr>
              <w:t xml:space="preserve">Correction on CSI transmission for </w:t>
            </w:r>
            <w:proofErr w:type="spellStart"/>
            <w:r w:rsidRPr="00B75168">
              <w:rPr>
                <w:rFonts w:ascii="Arial" w:hAnsi="Arial" w:cs="Arial"/>
                <w:sz w:val="16"/>
                <w:szCs w:val="16"/>
              </w:rPr>
              <w:t>eCA</w:t>
            </w:r>
            <w:proofErr w:type="spellEnd"/>
            <w:r w:rsidRPr="00B75168">
              <w:rPr>
                <w:rFonts w:ascii="Arial" w:hAnsi="Arial" w:cs="Arial"/>
                <w:sz w:val="16"/>
                <w:szCs w:val="16"/>
              </w:rPr>
              <w:t xml:space="preserve"> in 36.213</w:t>
            </w:r>
          </w:p>
        </w:tc>
        <w:tc>
          <w:tcPr>
            <w:tcW w:w="709" w:type="dxa"/>
            <w:shd w:val="solid" w:color="FFFFFF" w:fill="auto"/>
            <w:vAlign w:val="center"/>
          </w:tcPr>
          <w:p w14:paraId="16BB597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9F91D02" w14:textId="77777777" w:rsidTr="004D2F8C">
        <w:trPr>
          <w:jc w:val="center"/>
        </w:trPr>
        <w:tc>
          <w:tcPr>
            <w:tcW w:w="800" w:type="dxa"/>
            <w:shd w:val="solid" w:color="FFFFFF" w:fill="auto"/>
            <w:vAlign w:val="center"/>
          </w:tcPr>
          <w:p w14:paraId="284A0E64"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3C16E354"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51BCE8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26CFEA8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590</w:t>
            </w:r>
          </w:p>
        </w:tc>
        <w:tc>
          <w:tcPr>
            <w:tcW w:w="426" w:type="dxa"/>
            <w:shd w:val="solid" w:color="FFFFFF" w:fill="auto"/>
          </w:tcPr>
          <w:p w14:paraId="1165788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CCD2542"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651B55DA" w14:textId="77777777" w:rsidR="00014242" w:rsidRPr="000A3FF6" w:rsidRDefault="00014242" w:rsidP="00014242">
            <w:pPr>
              <w:spacing w:after="0"/>
              <w:rPr>
                <w:rFonts w:ascii="Arial" w:hAnsi="Arial" w:cs="Arial"/>
                <w:sz w:val="16"/>
                <w:szCs w:val="16"/>
              </w:rPr>
            </w:pPr>
            <w:r w:rsidRPr="006D1F3A">
              <w:rPr>
                <w:rFonts w:ascii="Arial" w:hAnsi="Arial" w:cs="Arial"/>
                <w:sz w:val="16"/>
                <w:szCs w:val="16"/>
              </w:rPr>
              <w:t>Clarification on joint reports of CRI</w:t>
            </w:r>
          </w:p>
        </w:tc>
        <w:tc>
          <w:tcPr>
            <w:tcW w:w="709" w:type="dxa"/>
            <w:shd w:val="solid" w:color="FFFFFF" w:fill="auto"/>
            <w:vAlign w:val="center"/>
          </w:tcPr>
          <w:p w14:paraId="64B9763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F32AC2B" w14:textId="77777777" w:rsidTr="004D2F8C">
        <w:trPr>
          <w:jc w:val="center"/>
        </w:trPr>
        <w:tc>
          <w:tcPr>
            <w:tcW w:w="800" w:type="dxa"/>
            <w:shd w:val="solid" w:color="FFFFFF" w:fill="auto"/>
            <w:vAlign w:val="center"/>
          </w:tcPr>
          <w:p w14:paraId="24DAA753"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7351ED92"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913F2C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D547B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591</w:t>
            </w:r>
          </w:p>
        </w:tc>
        <w:tc>
          <w:tcPr>
            <w:tcW w:w="426" w:type="dxa"/>
            <w:shd w:val="solid" w:color="FFFFFF" w:fill="auto"/>
          </w:tcPr>
          <w:p w14:paraId="2D07505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CA2A494"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56907C5C" w14:textId="77777777" w:rsidR="00014242" w:rsidRPr="000A3FF6" w:rsidRDefault="00014242" w:rsidP="00014242">
            <w:pPr>
              <w:spacing w:after="0"/>
              <w:rPr>
                <w:rFonts w:ascii="Arial" w:hAnsi="Arial" w:cs="Arial"/>
                <w:sz w:val="16"/>
                <w:szCs w:val="16"/>
              </w:rPr>
            </w:pPr>
            <w:r w:rsidRPr="00EE6D05">
              <w:rPr>
                <w:rFonts w:ascii="Arial" w:hAnsi="Arial" w:cs="Arial"/>
                <w:sz w:val="16"/>
                <w:szCs w:val="16"/>
              </w:rPr>
              <w:t>Correction to RI reference CSI process</w:t>
            </w:r>
          </w:p>
        </w:tc>
        <w:tc>
          <w:tcPr>
            <w:tcW w:w="709" w:type="dxa"/>
            <w:shd w:val="solid" w:color="FFFFFF" w:fill="auto"/>
            <w:vAlign w:val="center"/>
          </w:tcPr>
          <w:p w14:paraId="7FFFB0E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9BFF91F" w14:textId="77777777" w:rsidTr="004D2F8C">
        <w:trPr>
          <w:jc w:val="center"/>
        </w:trPr>
        <w:tc>
          <w:tcPr>
            <w:tcW w:w="800" w:type="dxa"/>
            <w:shd w:val="solid" w:color="FFFFFF" w:fill="auto"/>
            <w:vAlign w:val="center"/>
          </w:tcPr>
          <w:p w14:paraId="2603B913"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77DFE45E"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348DB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D1A2A0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592</w:t>
            </w:r>
          </w:p>
        </w:tc>
        <w:tc>
          <w:tcPr>
            <w:tcW w:w="426" w:type="dxa"/>
            <w:shd w:val="solid" w:color="FFFFFF" w:fill="auto"/>
          </w:tcPr>
          <w:p w14:paraId="6FCBF90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F1E8119"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504B9564" w14:textId="77777777" w:rsidR="00014242" w:rsidRPr="000A3FF6" w:rsidRDefault="00014242" w:rsidP="00014242">
            <w:pPr>
              <w:spacing w:after="0"/>
              <w:rPr>
                <w:rFonts w:ascii="Arial" w:hAnsi="Arial" w:cs="Arial"/>
                <w:sz w:val="16"/>
                <w:szCs w:val="16"/>
              </w:rPr>
            </w:pPr>
            <w:r w:rsidRPr="00EF2624">
              <w:rPr>
                <w:rFonts w:ascii="Arial" w:hAnsi="Arial" w:cs="Arial"/>
                <w:sz w:val="16"/>
                <w:szCs w:val="16"/>
              </w:rPr>
              <w:t>Corrections to Class B CSI reporting on PUCCH</w:t>
            </w:r>
          </w:p>
        </w:tc>
        <w:tc>
          <w:tcPr>
            <w:tcW w:w="709" w:type="dxa"/>
            <w:shd w:val="solid" w:color="FFFFFF" w:fill="auto"/>
            <w:vAlign w:val="center"/>
          </w:tcPr>
          <w:p w14:paraId="7EAEFA2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C75B0A0" w14:textId="77777777" w:rsidTr="004D2F8C">
        <w:trPr>
          <w:jc w:val="center"/>
        </w:trPr>
        <w:tc>
          <w:tcPr>
            <w:tcW w:w="800" w:type="dxa"/>
            <w:shd w:val="solid" w:color="FFFFFF" w:fill="auto"/>
            <w:vAlign w:val="center"/>
          </w:tcPr>
          <w:p w14:paraId="74C4E869"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114EF4B"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B2CE07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3AD303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594</w:t>
            </w:r>
          </w:p>
        </w:tc>
        <w:tc>
          <w:tcPr>
            <w:tcW w:w="426" w:type="dxa"/>
            <w:shd w:val="solid" w:color="FFFFFF" w:fill="auto"/>
          </w:tcPr>
          <w:p w14:paraId="061FA42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6E8E414"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2F82956E" w14:textId="77777777" w:rsidR="00014242" w:rsidRPr="000A3FF6" w:rsidRDefault="00014242" w:rsidP="00014242">
            <w:pPr>
              <w:spacing w:after="0"/>
              <w:rPr>
                <w:rFonts w:ascii="Arial" w:hAnsi="Arial" w:cs="Arial"/>
                <w:sz w:val="16"/>
                <w:szCs w:val="16"/>
              </w:rPr>
            </w:pPr>
            <w:r w:rsidRPr="00342535">
              <w:rPr>
                <w:rFonts w:ascii="Arial" w:hAnsi="Arial" w:cs="Arial"/>
                <w:sz w:val="16"/>
                <w:szCs w:val="16"/>
              </w:rPr>
              <w:t xml:space="preserve">Correction on PUCCH transmission and (E)PDCCH disabling in </w:t>
            </w:r>
            <w:proofErr w:type="spellStart"/>
            <w:r w:rsidRPr="00342535">
              <w:rPr>
                <w:rFonts w:ascii="Arial" w:hAnsi="Arial" w:cs="Arial"/>
                <w:sz w:val="16"/>
                <w:szCs w:val="16"/>
              </w:rPr>
              <w:t>eCA</w:t>
            </w:r>
            <w:proofErr w:type="spellEnd"/>
          </w:p>
        </w:tc>
        <w:tc>
          <w:tcPr>
            <w:tcW w:w="709" w:type="dxa"/>
            <w:shd w:val="solid" w:color="FFFFFF" w:fill="auto"/>
            <w:vAlign w:val="center"/>
          </w:tcPr>
          <w:p w14:paraId="3FAB5F5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161E9A3" w14:textId="77777777" w:rsidTr="004D2F8C">
        <w:trPr>
          <w:jc w:val="center"/>
        </w:trPr>
        <w:tc>
          <w:tcPr>
            <w:tcW w:w="800" w:type="dxa"/>
            <w:shd w:val="solid" w:color="FFFFFF" w:fill="auto"/>
            <w:vAlign w:val="center"/>
          </w:tcPr>
          <w:p w14:paraId="3A05B50E"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7FFA624"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7595749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1A5AF1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595</w:t>
            </w:r>
          </w:p>
        </w:tc>
        <w:tc>
          <w:tcPr>
            <w:tcW w:w="426" w:type="dxa"/>
            <w:shd w:val="solid" w:color="FFFFFF" w:fill="auto"/>
          </w:tcPr>
          <w:p w14:paraId="4C3A41F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202A229"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6A13F1FB" w14:textId="77777777" w:rsidR="00014242" w:rsidRPr="000A3FF6" w:rsidRDefault="00014242" w:rsidP="00014242">
            <w:pPr>
              <w:spacing w:after="0"/>
              <w:rPr>
                <w:rFonts w:ascii="Arial" w:hAnsi="Arial" w:cs="Arial"/>
                <w:sz w:val="16"/>
                <w:szCs w:val="16"/>
              </w:rPr>
            </w:pPr>
            <w:r w:rsidRPr="00050CDE">
              <w:rPr>
                <w:rFonts w:ascii="Arial" w:hAnsi="Arial" w:cs="Arial"/>
                <w:sz w:val="16"/>
                <w:szCs w:val="16"/>
              </w:rPr>
              <w:t xml:space="preserve">CSI-RS in </w:t>
            </w:r>
            <w:proofErr w:type="spellStart"/>
            <w:r w:rsidRPr="00050CDE">
              <w:rPr>
                <w:rFonts w:ascii="Arial" w:hAnsi="Arial" w:cs="Arial"/>
                <w:sz w:val="16"/>
                <w:szCs w:val="16"/>
              </w:rPr>
              <w:t>DwPTS</w:t>
            </w:r>
            <w:proofErr w:type="spellEnd"/>
          </w:p>
        </w:tc>
        <w:tc>
          <w:tcPr>
            <w:tcW w:w="709" w:type="dxa"/>
            <w:shd w:val="solid" w:color="FFFFFF" w:fill="auto"/>
            <w:vAlign w:val="center"/>
          </w:tcPr>
          <w:p w14:paraId="1A372A6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41628F6" w14:textId="77777777" w:rsidTr="004D2F8C">
        <w:trPr>
          <w:jc w:val="center"/>
        </w:trPr>
        <w:tc>
          <w:tcPr>
            <w:tcW w:w="800" w:type="dxa"/>
            <w:shd w:val="solid" w:color="FFFFFF" w:fill="auto"/>
            <w:vAlign w:val="center"/>
          </w:tcPr>
          <w:p w14:paraId="344CEB9B"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5F7678A"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7F4BBE8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17D8E6A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596</w:t>
            </w:r>
          </w:p>
        </w:tc>
        <w:tc>
          <w:tcPr>
            <w:tcW w:w="426" w:type="dxa"/>
            <w:shd w:val="solid" w:color="FFFFFF" w:fill="auto"/>
          </w:tcPr>
          <w:p w14:paraId="77159C0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1310F445"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0C77C89F" w14:textId="77777777" w:rsidR="00014242" w:rsidRPr="000A3FF6" w:rsidRDefault="00014242" w:rsidP="00014242">
            <w:pPr>
              <w:spacing w:after="0"/>
              <w:rPr>
                <w:rFonts w:ascii="Arial" w:hAnsi="Arial" w:cs="Arial"/>
                <w:sz w:val="16"/>
                <w:szCs w:val="16"/>
              </w:rPr>
            </w:pPr>
            <w:r w:rsidRPr="00515C49">
              <w:rPr>
                <w:rFonts w:ascii="Arial" w:hAnsi="Arial" w:cs="Arial"/>
                <w:sz w:val="16"/>
                <w:szCs w:val="16"/>
              </w:rPr>
              <w:t>Correction on shortened PUCCH format for Rel-13 CA</w:t>
            </w:r>
          </w:p>
        </w:tc>
        <w:tc>
          <w:tcPr>
            <w:tcW w:w="709" w:type="dxa"/>
            <w:shd w:val="solid" w:color="FFFFFF" w:fill="auto"/>
            <w:vAlign w:val="center"/>
          </w:tcPr>
          <w:p w14:paraId="6A582F2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ABEF928" w14:textId="77777777" w:rsidTr="004D2F8C">
        <w:trPr>
          <w:jc w:val="center"/>
        </w:trPr>
        <w:tc>
          <w:tcPr>
            <w:tcW w:w="800" w:type="dxa"/>
            <w:shd w:val="solid" w:color="FFFFFF" w:fill="auto"/>
            <w:vAlign w:val="center"/>
          </w:tcPr>
          <w:p w14:paraId="712E42E0"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16C87F97"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4D3933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3C3197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598</w:t>
            </w:r>
          </w:p>
        </w:tc>
        <w:tc>
          <w:tcPr>
            <w:tcW w:w="426" w:type="dxa"/>
            <w:shd w:val="solid" w:color="FFFFFF" w:fill="auto"/>
          </w:tcPr>
          <w:p w14:paraId="4EB3DEF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57C83B0"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4D4E35B" w14:textId="77777777" w:rsidR="00014242" w:rsidRPr="000A3FF6" w:rsidRDefault="00014242" w:rsidP="00014242">
            <w:pPr>
              <w:spacing w:after="0"/>
              <w:rPr>
                <w:rFonts w:ascii="Arial" w:hAnsi="Arial" w:cs="Arial"/>
                <w:sz w:val="16"/>
                <w:szCs w:val="16"/>
              </w:rPr>
            </w:pPr>
            <w:r w:rsidRPr="00524650">
              <w:rPr>
                <w:rFonts w:ascii="Arial" w:hAnsi="Arial" w:cs="Arial"/>
                <w:sz w:val="16"/>
                <w:szCs w:val="16"/>
              </w:rPr>
              <w:t>Correction on HARQ-ACK bit concatenation for PUCCH format 4 and 5</w:t>
            </w:r>
          </w:p>
        </w:tc>
        <w:tc>
          <w:tcPr>
            <w:tcW w:w="709" w:type="dxa"/>
            <w:shd w:val="solid" w:color="FFFFFF" w:fill="auto"/>
            <w:vAlign w:val="center"/>
          </w:tcPr>
          <w:p w14:paraId="262313E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E7E74E7" w14:textId="77777777" w:rsidTr="004D2F8C">
        <w:trPr>
          <w:jc w:val="center"/>
        </w:trPr>
        <w:tc>
          <w:tcPr>
            <w:tcW w:w="800" w:type="dxa"/>
            <w:shd w:val="solid" w:color="FFFFFF" w:fill="auto"/>
            <w:vAlign w:val="center"/>
          </w:tcPr>
          <w:p w14:paraId="7B693983"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0ED04975"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679ED2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52FED09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599</w:t>
            </w:r>
          </w:p>
        </w:tc>
        <w:tc>
          <w:tcPr>
            <w:tcW w:w="426" w:type="dxa"/>
            <w:shd w:val="solid" w:color="FFFFFF" w:fill="auto"/>
          </w:tcPr>
          <w:p w14:paraId="14952B5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9AD67F3"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4C79B4F6" w14:textId="77777777" w:rsidR="00014242" w:rsidRPr="000A3FF6" w:rsidRDefault="00014242" w:rsidP="00014242">
            <w:pPr>
              <w:spacing w:after="0"/>
              <w:rPr>
                <w:rFonts w:ascii="Arial" w:hAnsi="Arial" w:cs="Arial"/>
                <w:sz w:val="16"/>
                <w:szCs w:val="16"/>
              </w:rPr>
            </w:pPr>
            <w:r w:rsidRPr="007309ED">
              <w:rPr>
                <w:rFonts w:ascii="Arial" w:hAnsi="Arial" w:cs="Arial"/>
                <w:sz w:val="16"/>
                <w:szCs w:val="16"/>
              </w:rPr>
              <w:t>Corrections for LAA Energy Detection Threshold</w:t>
            </w:r>
          </w:p>
        </w:tc>
        <w:tc>
          <w:tcPr>
            <w:tcW w:w="709" w:type="dxa"/>
            <w:shd w:val="solid" w:color="FFFFFF" w:fill="auto"/>
            <w:vAlign w:val="center"/>
          </w:tcPr>
          <w:p w14:paraId="7420197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1667D03" w14:textId="77777777" w:rsidTr="004D2F8C">
        <w:trPr>
          <w:jc w:val="center"/>
        </w:trPr>
        <w:tc>
          <w:tcPr>
            <w:tcW w:w="800" w:type="dxa"/>
            <w:shd w:val="solid" w:color="FFFFFF" w:fill="auto"/>
            <w:vAlign w:val="center"/>
          </w:tcPr>
          <w:p w14:paraId="24578714"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4CE5D6D8"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286FE85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8325E6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0600</w:t>
            </w:r>
          </w:p>
        </w:tc>
        <w:tc>
          <w:tcPr>
            <w:tcW w:w="426" w:type="dxa"/>
            <w:shd w:val="solid" w:color="FFFFFF" w:fill="auto"/>
          </w:tcPr>
          <w:p w14:paraId="6F5D543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A757D6D"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3859B3B6" w14:textId="77777777" w:rsidR="00014242" w:rsidRPr="000A3FF6" w:rsidRDefault="00014242" w:rsidP="00014242">
            <w:pPr>
              <w:spacing w:after="0"/>
              <w:rPr>
                <w:rFonts w:ascii="Arial" w:hAnsi="Arial" w:cs="Arial"/>
                <w:sz w:val="16"/>
                <w:szCs w:val="16"/>
              </w:rPr>
            </w:pPr>
            <w:r w:rsidRPr="00832F28">
              <w:rPr>
                <w:rFonts w:ascii="Arial" w:hAnsi="Arial" w:cs="Arial"/>
                <w:sz w:val="16"/>
                <w:szCs w:val="16"/>
              </w:rPr>
              <w:t>Correction on channel access procedure for DL LBT</w:t>
            </w:r>
          </w:p>
        </w:tc>
        <w:tc>
          <w:tcPr>
            <w:tcW w:w="709" w:type="dxa"/>
            <w:shd w:val="solid" w:color="FFFFFF" w:fill="auto"/>
            <w:vAlign w:val="center"/>
          </w:tcPr>
          <w:p w14:paraId="6450234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BDB072C" w14:textId="77777777" w:rsidTr="004D2F8C">
        <w:trPr>
          <w:jc w:val="center"/>
        </w:trPr>
        <w:tc>
          <w:tcPr>
            <w:tcW w:w="800" w:type="dxa"/>
            <w:shd w:val="solid" w:color="FFFFFF" w:fill="auto"/>
            <w:vAlign w:val="center"/>
          </w:tcPr>
          <w:p w14:paraId="03D6BF99"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60810C73"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1C776A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C1F236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0601</w:t>
            </w:r>
          </w:p>
        </w:tc>
        <w:tc>
          <w:tcPr>
            <w:tcW w:w="426" w:type="dxa"/>
            <w:shd w:val="solid" w:color="FFFFFF" w:fill="auto"/>
          </w:tcPr>
          <w:p w14:paraId="019E1E9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A08E146"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31B7006A" w14:textId="77777777" w:rsidR="00014242" w:rsidRPr="000A3FF6" w:rsidRDefault="00014242" w:rsidP="00014242">
            <w:pPr>
              <w:spacing w:after="0"/>
              <w:rPr>
                <w:rFonts w:ascii="Arial" w:hAnsi="Arial" w:cs="Arial"/>
                <w:sz w:val="16"/>
                <w:szCs w:val="16"/>
              </w:rPr>
            </w:pPr>
            <w:r w:rsidRPr="00692B5E">
              <w:rPr>
                <w:rFonts w:ascii="Arial" w:hAnsi="Arial" w:cs="Arial"/>
                <w:sz w:val="16"/>
                <w:szCs w:val="16"/>
              </w:rPr>
              <w:t>Correction on CWS adjustment in LAA</w:t>
            </w:r>
          </w:p>
        </w:tc>
        <w:tc>
          <w:tcPr>
            <w:tcW w:w="709" w:type="dxa"/>
            <w:shd w:val="solid" w:color="FFFFFF" w:fill="auto"/>
            <w:vAlign w:val="center"/>
          </w:tcPr>
          <w:p w14:paraId="5497BA8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640DD8E" w14:textId="77777777" w:rsidTr="004D2F8C">
        <w:trPr>
          <w:jc w:val="center"/>
        </w:trPr>
        <w:tc>
          <w:tcPr>
            <w:tcW w:w="800" w:type="dxa"/>
            <w:shd w:val="solid" w:color="FFFFFF" w:fill="auto"/>
            <w:vAlign w:val="center"/>
          </w:tcPr>
          <w:p w14:paraId="7CAF0164"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60D5546F"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731510F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0A37FFF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0602</w:t>
            </w:r>
          </w:p>
        </w:tc>
        <w:tc>
          <w:tcPr>
            <w:tcW w:w="426" w:type="dxa"/>
            <w:shd w:val="solid" w:color="FFFFFF" w:fill="auto"/>
          </w:tcPr>
          <w:p w14:paraId="216357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B20F994"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3B139D6D" w14:textId="77777777" w:rsidR="00014242" w:rsidRPr="000A3FF6" w:rsidRDefault="00014242" w:rsidP="00014242">
            <w:pPr>
              <w:spacing w:after="0"/>
              <w:rPr>
                <w:rFonts w:ascii="Arial" w:hAnsi="Arial" w:cs="Arial"/>
                <w:sz w:val="16"/>
                <w:szCs w:val="16"/>
              </w:rPr>
            </w:pPr>
            <w:r w:rsidRPr="009101F9">
              <w:rPr>
                <w:rFonts w:ascii="Arial" w:hAnsi="Arial" w:cs="Arial"/>
                <w:sz w:val="16"/>
                <w:szCs w:val="16"/>
              </w:rPr>
              <w:t xml:space="preserve">Corrections for Type B Multi-channel access procedure for an LAA </w:t>
            </w:r>
            <w:proofErr w:type="spellStart"/>
            <w:r w:rsidRPr="009101F9">
              <w:rPr>
                <w:rFonts w:ascii="Arial" w:hAnsi="Arial" w:cs="Arial"/>
                <w:sz w:val="16"/>
                <w:szCs w:val="16"/>
              </w:rPr>
              <w:t>SCell</w:t>
            </w:r>
            <w:proofErr w:type="spellEnd"/>
          </w:p>
        </w:tc>
        <w:tc>
          <w:tcPr>
            <w:tcW w:w="709" w:type="dxa"/>
            <w:shd w:val="solid" w:color="FFFFFF" w:fill="auto"/>
            <w:vAlign w:val="center"/>
          </w:tcPr>
          <w:p w14:paraId="7A8B1F6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C37E3A0" w14:textId="77777777" w:rsidTr="004D2F8C">
        <w:trPr>
          <w:jc w:val="center"/>
        </w:trPr>
        <w:tc>
          <w:tcPr>
            <w:tcW w:w="800" w:type="dxa"/>
            <w:shd w:val="solid" w:color="FFFFFF" w:fill="auto"/>
            <w:vAlign w:val="center"/>
          </w:tcPr>
          <w:p w14:paraId="41806554"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75BC3210"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4FD974E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4662A0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0603</w:t>
            </w:r>
          </w:p>
        </w:tc>
        <w:tc>
          <w:tcPr>
            <w:tcW w:w="426" w:type="dxa"/>
            <w:shd w:val="solid" w:color="FFFFFF" w:fill="auto"/>
          </w:tcPr>
          <w:p w14:paraId="3E66B77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5992C2C"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60404297" w14:textId="77777777" w:rsidR="00014242" w:rsidRPr="000A3FF6" w:rsidRDefault="00014242" w:rsidP="00014242">
            <w:pPr>
              <w:spacing w:after="0"/>
              <w:rPr>
                <w:rFonts w:ascii="Arial" w:hAnsi="Arial" w:cs="Arial"/>
                <w:sz w:val="16"/>
                <w:szCs w:val="16"/>
              </w:rPr>
            </w:pPr>
            <w:r w:rsidRPr="005578FA">
              <w:rPr>
                <w:rFonts w:ascii="Arial" w:hAnsi="Arial" w:cs="Arial"/>
                <w:sz w:val="16"/>
                <w:szCs w:val="16"/>
              </w:rPr>
              <w:t>CR on Class B CQI measurement correction</w:t>
            </w:r>
          </w:p>
        </w:tc>
        <w:tc>
          <w:tcPr>
            <w:tcW w:w="709" w:type="dxa"/>
            <w:shd w:val="solid" w:color="FFFFFF" w:fill="auto"/>
            <w:vAlign w:val="center"/>
          </w:tcPr>
          <w:p w14:paraId="1C4773F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47550C9" w14:textId="77777777" w:rsidTr="004D2F8C">
        <w:trPr>
          <w:jc w:val="center"/>
        </w:trPr>
        <w:tc>
          <w:tcPr>
            <w:tcW w:w="800" w:type="dxa"/>
            <w:shd w:val="solid" w:color="FFFFFF" w:fill="auto"/>
            <w:vAlign w:val="center"/>
          </w:tcPr>
          <w:p w14:paraId="072473BB"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1C787120"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5398A8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279829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0604</w:t>
            </w:r>
          </w:p>
        </w:tc>
        <w:tc>
          <w:tcPr>
            <w:tcW w:w="426" w:type="dxa"/>
            <w:shd w:val="solid" w:color="FFFFFF" w:fill="auto"/>
          </w:tcPr>
          <w:p w14:paraId="2A94DC4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2BD3C426" w14:textId="77777777" w:rsidR="00014242" w:rsidRPr="006B0D02" w:rsidRDefault="00014242" w:rsidP="00014242">
            <w:pPr>
              <w:pStyle w:val="TAC"/>
              <w:rPr>
                <w:sz w:val="16"/>
                <w:szCs w:val="16"/>
              </w:rPr>
            </w:pPr>
            <w:r>
              <w:rPr>
                <w:sz w:val="16"/>
                <w:szCs w:val="16"/>
              </w:rPr>
              <w:t>F</w:t>
            </w:r>
          </w:p>
        </w:tc>
        <w:tc>
          <w:tcPr>
            <w:tcW w:w="4607" w:type="dxa"/>
            <w:shd w:val="solid" w:color="FFFFFF" w:fill="auto"/>
          </w:tcPr>
          <w:p w14:paraId="7618A14B" w14:textId="77777777" w:rsidR="00014242" w:rsidRPr="000A3FF6" w:rsidRDefault="00014242" w:rsidP="00014242">
            <w:pPr>
              <w:spacing w:after="0"/>
              <w:rPr>
                <w:rFonts w:ascii="Arial" w:hAnsi="Arial" w:cs="Arial"/>
                <w:sz w:val="16"/>
                <w:szCs w:val="16"/>
              </w:rPr>
            </w:pPr>
            <w:r w:rsidRPr="005578FA">
              <w:rPr>
                <w:rFonts w:ascii="Arial" w:hAnsi="Arial" w:cs="Arial"/>
                <w:sz w:val="16"/>
                <w:szCs w:val="16"/>
              </w:rPr>
              <w:t xml:space="preserve">Corrections for PDCCH and EPDCCH monitoring on an LAA </w:t>
            </w:r>
            <w:proofErr w:type="spellStart"/>
            <w:r w:rsidRPr="005578FA">
              <w:rPr>
                <w:rFonts w:ascii="Arial" w:hAnsi="Arial" w:cs="Arial"/>
                <w:sz w:val="16"/>
                <w:szCs w:val="16"/>
              </w:rPr>
              <w:t>SCell</w:t>
            </w:r>
            <w:proofErr w:type="spellEnd"/>
            <w:r w:rsidRPr="005578FA">
              <w:rPr>
                <w:rFonts w:ascii="Arial" w:hAnsi="Arial" w:cs="Arial"/>
                <w:sz w:val="16"/>
                <w:szCs w:val="16"/>
              </w:rPr>
              <w:t xml:space="preserve"> in 36.213</w:t>
            </w:r>
          </w:p>
        </w:tc>
        <w:tc>
          <w:tcPr>
            <w:tcW w:w="709" w:type="dxa"/>
            <w:shd w:val="solid" w:color="FFFFFF" w:fill="auto"/>
            <w:vAlign w:val="center"/>
          </w:tcPr>
          <w:p w14:paraId="29F0C2F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BB2CB13" w14:textId="77777777" w:rsidTr="004D2F8C">
        <w:trPr>
          <w:jc w:val="center"/>
        </w:trPr>
        <w:tc>
          <w:tcPr>
            <w:tcW w:w="800" w:type="dxa"/>
            <w:shd w:val="solid" w:color="FFFFFF" w:fill="auto"/>
            <w:vAlign w:val="center"/>
          </w:tcPr>
          <w:p w14:paraId="73A8DF92"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3095D8DB"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7FAD03E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RP-160363</w:t>
            </w:r>
          </w:p>
        </w:tc>
        <w:tc>
          <w:tcPr>
            <w:tcW w:w="567" w:type="dxa"/>
            <w:shd w:val="solid" w:color="FFFFFF" w:fill="auto"/>
          </w:tcPr>
          <w:p w14:paraId="2B7C880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0605</w:t>
            </w:r>
          </w:p>
        </w:tc>
        <w:tc>
          <w:tcPr>
            <w:tcW w:w="426" w:type="dxa"/>
            <w:shd w:val="solid" w:color="FFFFFF" w:fill="auto"/>
          </w:tcPr>
          <w:p w14:paraId="637BEC0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41AC72C" w14:textId="77777777" w:rsidR="00014242" w:rsidRPr="006B0D02" w:rsidRDefault="000129C8" w:rsidP="00014242">
            <w:pPr>
              <w:pStyle w:val="TAC"/>
              <w:rPr>
                <w:sz w:val="16"/>
                <w:szCs w:val="16"/>
              </w:rPr>
            </w:pPr>
            <w:r>
              <w:rPr>
                <w:sz w:val="16"/>
                <w:szCs w:val="16"/>
              </w:rPr>
              <w:t>A</w:t>
            </w:r>
          </w:p>
        </w:tc>
        <w:tc>
          <w:tcPr>
            <w:tcW w:w="4607" w:type="dxa"/>
            <w:shd w:val="solid" w:color="FFFFFF" w:fill="auto"/>
          </w:tcPr>
          <w:p w14:paraId="3257BBC7" w14:textId="77777777" w:rsidR="00014242" w:rsidRPr="000A3FF6" w:rsidRDefault="00014242" w:rsidP="00014242">
            <w:pPr>
              <w:spacing w:after="0"/>
              <w:rPr>
                <w:rFonts w:ascii="Arial" w:hAnsi="Arial" w:cs="Arial"/>
                <w:sz w:val="16"/>
                <w:szCs w:val="16"/>
              </w:rPr>
            </w:pPr>
            <w:r w:rsidRPr="0020625B">
              <w:rPr>
                <w:rFonts w:ascii="Arial" w:hAnsi="Arial" w:cs="Arial"/>
                <w:sz w:val="16"/>
                <w:szCs w:val="16"/>
              </w:rPr>
              <w:t xml:space="preserve">Clarification on </w:t>
            </w:r>
            <w:proofErr w:type="spellStart"/>
            <w:r w:rsidRPr="0020625B">
              <w:rPr>
                <w:rFonts w:ascii="Arial" w:hAnsi="Arial" w:cs="Arial"/>
                <w:sz w:val="16"/>
                <w:szCs w:val="16"/>
              </w:rPr>
              <w:t>T_threshold</w:t>
            </w:r>
            <w:proofErr w:type="spellEnd"/>
            <w:r w:rsidRPr="0020625B">
              <w:rPr>
                <w:rFonts w:ascii="Arial" w:hAnsi="Arial" w:cs="Arial"/>
                <w:sz w:val="16"/>
                <w:szCs w:val="16"/>
              </w:rPr>
              <w:t xml:space="preserve"> in dual connectivity</w:t>
            </w:r>
          </w:p>
        </w:tc>
        <w:tc>
          <w:tcPr>
            <w:tcW w:w="709" w:type="dxa"/>
            <w:shd w:val="solid" w:color="FFFFFF" w:fill="auto"/>
            <w:vAlign w:val="center"/>
          </w:tcPr>
          <w:p w14:paraId="6ACB7E2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6BACD1B" w14:textId="77777777" w:rsidTr="004D2F8C">
        <w:trPr>
          <w:jc w:val="center"/>
        </w:trPr>
        <w:tc>
          <w:tcPr>
            <w:tcW w:w="800" w:type="dxa"/>
            <w:shd w:val="solid" w:color="FFFFFF" w:fill="auto"/>
            <w:vAlign w:val="center"/>
          </w:tcPr>
          <w:p w14:paraId="352560F5" w14:textId="77777777" w:rsidR="00014242" w:rsidRPr="006B0D02" w:rsidRDefault="00014242" w:rsidP="00014242">
            <w:pPr>
              <w:pStyle w:val="TAC"/>
              <w:rPr>
                <w:sz w:val="16"/>
                <w:szCs w:val="16"/>
              </w:rPr>
            </w:pPr>
            <w:r>
              <w:rPr>
                <w:sz w:val="16"/>
                <w:szCs w:val="16"/>
              </w:rPr>
              <w:t>2016-03</w:t>
            </w:r>
          </w:p>
        </w:tc>
        <w:tc>
          <w:tcPr>
            <w:tcW w:w="972" w:type="dxa"/>
            <w:shd w:val="solid" w:color="FFFFFF" w:fill="auto"/>
            <w:vAlign w:val="center"/>
          </w:tcPr>
          <w:p w14:paraId="760574A9" w14:textId="77777777" w:rsidR="00014242" w:rsidRPr="006B0D02" w:rsidRDefault="00014242" w:rsidP="00014242">
            <w:pPr>
              <w:pStyle w:val="TAC"/>
              <w:rPr>
                <w:sz w:val="16"/>
                <w:szCs w:val="16"/>
              </w:rPr>
            </w:pPr>
            <w:r>
              <w:rPr>
                <w:sz w:val="16"/>
                <w:szCs w:val="16"/>
              </w:rPr>
              <w:t>RAN#71</w:t>
            </w:r>
          </w:p>
        </w:tc>
        <w:tc>
          <w:tcPr>
            <w:tcW w:w="992" w:type="dxa"/>
            <w:shd w:val="solid" w:color="FFFFFF" w:fill="auto"/>
            <w:vAlign w:val="center"/>
          </w:tcPr>
          <w:p w14:paraId="4A59798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RP-160361</w:t>
            </w:r>
          </w:p>
        </w:tc>
        <w:tc>
          <w:tcPr>
            <w:tcW w:w="567" w:type="dxa"/>
            <w:shd w:val="solid" w:color="FFFFFF" w:fill="auto"/>
          </w:tcPr>
          <w:p w14:paraId="6598B6F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0540</w:t>
            </w:r>
          </w:p>
        </w:tc>
        <w:tc>
          <w:tcPr>
            <w:tcW w:w="426" w:type="dxa"/>
            <w:shd w:val="solid" w:color="FFFFFF" w:fill="auto"/>
          </w:tcPr>
          <w:p w14:paraId="2EB00A0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6</w:t>
            </w:r>
          </w:p>
        </w:tc>
        <w:tc>
          <w:tcPr>
            <w:tcW w:w="425" w:type="dxa"/>
            <w:shd w:val="solid" w:color="FFFFFF" w:fill="auto"/>
            <w:vAlign w:val="center"/>
          </w:tcPr>
          <w:p w14:paraId="327DA8C1" w14:textId="77777777" w:rsidR="00014242" w:rsidRPr="006B0D02" w:rsidRDefault="00014242" w:rsidP="00014242">
            <w:pPr>
              <w:pStyle w:val="TAC"/>
              <w:rPr>
                <w:sz w:val="16"/>
                <w:szCs w:val="16"/>
              </w:rPr>
            </w:pPr>
            <w:r>
              <w:rPr>
                <w:sz w:val="16"/>
                <w:szCs w:val="16"/>
              </w:rPr>
              <w:t>B</w:t>
            </w:r>
          </w:p>
        </w:tc>
        <w:tc>
          <w:tcPr>
            <w:tcW w:w="4607" w:type="dxa"/>
            <w:shd w:val="solid" w:color="FFFFFF" w:fill="auto"/>
          </w:tcPr>
          <w:p w14:paraId="19BFB168" w14:textId="77777777" w:rsidR="00014242" w:rsidRPr="000A3FF6" w:rsidRDefault="00014242" w:rsidP="00014242">
            <w:pPr>
              <w:spacing w:after="0"/>
              <w:rPr>
                <w:rFonts w:ascii="Arial" w:hAnsi="Arial" w:cs="Arial"/>
                <w:sz w:val="16"/>
                <w:szCs w:val="16"/>
              </w:rPr>
            </w:pPr>
            <w:r w:rsidRPr="00CD45AB">
              <w:rPr>
                <w:rFonts w:ascii="Arial" w:hAnsi="Arial" w:cs="Arial"/>
                <w:sz w:val="16"/>
                <w:szCs w:val="16"/>
              </w:rPr>
              <w:t>Introduction of further LTE Physical Layer Enhancements for MTC</w:t>
            </w:r>
          </w:p>
        </w:tc>
        <w:tc>
          <w:tcPr>
            <w:tcW w:w="709" w:type="dxa"/>
            <w:shd w:val="solid" w:color="FFFFFF" w:fill="auto"/>
            <w:vAlign w:val="center"/>
          </w:tcPr>
          <w:p w14:paraId="6A05AC95" w14:textId="77777777" w:rsidR="00014242" w:rsidRDefault="00014242" w:rsidP="00014242">
            <w:pPr>
              <w:pStyle w:val="TAC"/>
              <w:jc w:val="left"/>
              <w:rPr>
                <w:snapToGrid w:val="0"/>
                <w:sz w:val="16"/>
                <w:szCs w:val="16"/>
              </w:rPr>
            </w:pPr>
            <w:r>
              <w:rPr>
                <w:snapToGrid w:val="0"/>
                <w:sz w:val="16"/>
                <w:szCs w:val="16"/>
              </w:rPr>
              <w:t>13.1.0</w:t>
            </w:r>
          </w:p>
        </w:tc>
      </w:tr>
      <w:tr w:rsidR="005E6C54" w:rsidRPr="006B0D02" w14:paraId="73A89AD0" w14:textId="77777777" w:rsidTr="004D2F8C">
        <w:trPr>
          <w:jc w:val="center"/>
        </w:trPr>
        <w:tc>
          <w:tcPr>
            <w:tcW w:w="800" w:type="dxa"/>
            <w:shd w:val="solid" w:color="FFFFFF" w:fill="auto"/>
            <w:vAlign w:val="center"/>
          </w:tcPr>
          <w:p w14:paraId="775B841C" w14:textId="77777777" w:rsidR="005E6C54" w:rsidRDefault="005E6C54" w:rsidP="00014242">
            <w:pPr>
              <w:pStyle w:val="TAC"/>
              <w:rPr>
                <w:sz w:val="16"/>
                <w:szCs w:val="16"/>
              </w:rPr>
            </w:pPr>
            <w:r>
              <w:rPr>
                <w:sz w:val="16"/>
                <w:szCs w:val="16"/>
              </w:rPr>
              <w:t>2016-03</w:t>
            </w:r>
          </w:p>
        </w:tc>
        <w:tc>
          <w:tcPr>
            <w:tcW w:w="972" w:type="dxa"/>
            <w:shd w:val="solid" w:color="FFFFFF" w:fill="auto"/>
            <w:vAlign w:val="center"/>
          </w:tcPr>
          <w:p w14:paraId="0CE81764" w14:textId="77777777" w:rsidR="005E6C54" w:rsidRDefault="005E6C54" w:rsidP="005E6C54">
            <w:pPr>
              <w:pStyle w:val="TAC"/>
              <w:rPr>
                <w:sz w:val="16"/>
                <w:szCs w:val="16"/>
              </w:rPr>
            </w:pPr>
            <w:r>
              <w:rPr>
                <w:sz w:val="16"/>
                <w:szCs w:val="16"/>
              </w:rPr>
              <w:t>Post RAN#71</w:t>
            </w:r>
          </w:p>
        </w:tc>
        <w:tc>
          <w:tcPr>
            <w:tcW w:w="992" w:type="dxa"/>
            <w:shd w:val="solid" w:color="FFFFFF" w:fill="auto"/>
            <w:vAlign w:val="center"/>
          </w:tcPr>
          <w:p w14:paraId="3ED61C7D" w14:textId="77777777" w:rsidR="005E6C54" w:rsidRDefault="005E6C54" w:rsidP="00014242">
            <w:pPr>
              <w:spacing w:after="0"/>
              <w:jc w:val="center"/>
              <w:rPr>
                <w:rFonts w:ascii="Arial" w:hAnsi="Arial" w:cs="Arial"/>
                <w:sz w:val="16"/>
                <w:szCs w:val="16"/>
              </w:rPr>
            </w:pPr>
          </w:p>
        </w:tc>
        <w:tc>
          <w:tcPr>
            <w:tcW w:w="567" w:type="dxa"/>
            <w:shd w:val="solid" w:color="FFFFFF" w:fill="auto"/>
          </w:tcPr>
          <w:p w14:paraId="370FB3FD" w14:textId="77777777" w:rsidR="005E6C54" w:rsidRDefault="005E6C54" w:rsidP="00014242">
            <w:pPr>
              <w:spacing w:after="0"/>
              <w:jc w:val="center"/>
              <w:rPr>
                <w:rFonts w:ascii="Arial" w:hAnsi="Arial" w:cs="Arial"/>
                <w:sz w:val="16"/>
                <w:szCs w:val="16"/>
              </w:rPr>
            </w:pPr>
          </w:p>
        </w:tc>
        <w:tc>
          <w:tcPr>
            <w:tcW w:w="426" w:type="dxa"/>
            <w:shd w:val="solid" w:color="FFFFFF" w:fill="auto"/>
          </w:tcPr>
          <w:p w14:paraId="7078BCCF" w14:textId="77777777" w:rsidR="005E6C54" w:rsidRDefault="005E6C54" w:rsidP="00014242">
            <w:pPr>
              <w:spacing w:after="0"/>
              <w:jc w:val="center"/>
              <w:rPr>
                <w:rFonts w:ascii="Arial" w:hAnsi="Arial" w:cs="Arial"/>
                <w:sz w:val="16"/>
                <w:szCs w:val="16"/>
              </w:rPr>
            </w:pPr>
          </w:p>
        </w:tc>
        <w:tc>
          <w:tcPr>
            <w:tcW w:w="425" w:type="dxa"/>
            <w:shd w:val="solid" w:color="FFFFFF" w:fill="auto"/>
            <w:vAlign w:val="center"/>
          </w:tcPr>
          <w:p w14:paraId="62F0517A" w14:textId="77777777" w:rsidR="005E6C54" w:rsidRDefault="005E6C54" w:rsidP="00014242">
            <w:pPr>
              <w:pStyle w:val="TAC"/>
              <w:rPr>
                <w:sz w:val="16"/>
                <w:szCs w:val="16"/>
              </w:rPr>
            </w:pPr>
          </w:p>
        </w:tc>
        <w:tc>
          <w:tcPr>
            <w:tcW w:w="4607" w:type="dxa"/>
            <w:shd w:val="solid" w:color="FFFFFF" w:fill="auto"/>
          </w:tcPr>
          <w:p w14:paraId="38728DF6" w14:textId="77777777" w:rsidR="005E6C54" w:rsidRPr="00CD45AB" w:rsidRDefault="005E6C54" w:rsidP="00014242">
            <w:pPr>
              <w:spacing w:after="0"/>
              <w:rPr>
                <w:rFonts w:ascii="Arial" w:hAnsi="Arial" w:cs="Arial"/>
                <w:sz w:val="16"/>
                <w:szCs w:val="16"/>
              </w:rPr>
            </w:pPr>
            <w:r>
              <w:rPr>
                <w:rFonts w:ascii="Arial" w:hAnsi="Arial" w:cs="Arial"/>
                <w:sz w:val="16"/>
                <w:szCs w:val="16"/>
              </w:rPr>
              <w:t>MCC update to show correct version of the spec in the headers of all subparts and get all of them aligned with coversheet</w:t>
            </w:r>
          </w:p>
        </w:tc>
        <w:tc>
          <w:tcPr>
            <w:tcW w:w="709" w:type="dxa"/>
            <w:shd w:val="solid" w:color="FFFFFF" w:fill="auto"/>
            <w:vAlign w:val="center"/>
          </w:tcPr>
          <w:p w14:paraId="1DBCEBA3" w14:textId="77777777" w:rsidR="005E6C54" w:rsidRDefault="005E6C54" w:rsidP="00014242">
            <w:pPr>
              <w:pStyle w:val="TAC"/>
              <w:jc w:val="left"/>
              <w:rPr>
                <w:snapToGrid w:val="0"/>
                <w:sz w:val="16"/>
                <w:szCs w:val="16"/>
              </w:rPr>
            </w:pPr>
            <w:r>
              <w:rPr>
                <w:snapToGrid w:val="0"/>
                <w:sz w:val="16"/>
                <w:szCs w:val="16"/>
              </w:rPr>
              <w:t>13.1.1</w:t>
            </w:r>
          </w:p>
        </w:tc>
      </w:tr>
      <w:tr w:rsidR="00200643" w:rsidRPr="006B0D02" w14:paraId="1900C19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480C29" w14:textId="77777777" w:rsidR="00200643" w:rsidRDefault="00200643" w:rsidP="00200643">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5073844" w14:textId="77777777" w:rsidR="00200643" w:rsidRDefault="00200643" w:rsidP="00200643">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1066B75" w14:textId="77777777" w:rsidR="00200643" w:rsidRDefault="00200643"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5550C8" w14:textId="77777777" w:rsidR="00200643" w:rsidRDefault="00200643" w:rsidP="00382AE7">
            <w:pPr>
              <w:spacing w:after="0"/>
              <w:jc w:val="center"/>
              <w:rPr>
                <w:rFonts w:ascii="Arial" w:hAnsi="Arial" w:cs="Arial"/>
                <w:sz w:val="16"/>
                <w:szCs w:val="16"/>
              </w:rPr>
            </w:pPr>
            <w:r>
              <w:rPr>
                <w:rFonts w:ascii="Arial" w:hAnsi="Arial" w:cs="Arial"/>
                <w:sz w:val="16"/>
                <w:szCs w:val="16"/>
              </w:rPr>
              <w:t>0575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A08C413" w14:textId="77777777" w:rsidR="00200643" w:rsidRDefault="00200643"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D56E850" w14:textId="77777777" w:rsidR="00200643" w:rsidRDefault="00200643"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1B35FB" w14:textId="77777777" w:rsidR="00200643" w:rsidRPr="00CD45AB" w:rsidRDefault="00200643" w:rsidP="00382AE7">
            <w:pPr>
              <w:spacing w:after="0"/>
              <w:rPr>
                <w:rFonts w:ascii="Arial" w:hAnsi="Arial" w:cs="Arial"/>
                <w:sz w:val="16"/>
                <w:szCs w:val="16"/>
              </w:rPr>
            </w:pPr>
            <w:r w:rsidRPr="00200643">
              <w:rPr>
                <w:rFonts w:ascii="Arial" w:hAnsi="Arial" w:cs="Arial"/>
                <w:sz w:val="16"/>
                <w:szCs w:val="16"/>
              </w:rPr>
              <w:t xml:space="preserve">Correction on SPS HARQ-ACK bit handling in case of dynamic codebook configuration of </w:t>
            </w:r>
            <w:proofErr w:type="spellStart"/>
            <w:r w:rsidRPr="00200643">
              <w:rPr>
                <w:rFonts w:ascii="Arial" w:hAnsi="Arial" w:cs="Arial"/>
                <w:sz w:val="16"/>
                <w:szCs w:val="16"/>
              </w:rPr>
              <w:t>eCA</w:t>
            </w:r>
            <w:proofErr w:type="spellEnd"/>
            <w:r w:rsidRPr="00200643">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F2ADC2" w14:textId="77777777" w:rsidR="00200643" w:rsidRDefault="00200643" w:rsidP="00382AE7">
            <w:pPr>
              <w:pStyle w:val="TAC"/>
              <w:jc w:val="left"/>
              <w:rPr>
                <w:snapToGrid w:val="0"/>
                <w:sz w:val="16"/>
                <w:szCs w:val="16"/>
              </w:rPr>
            </w:pPr>
            <w:r>
              <w:rPr>
                <w:snapToGrid w:val="0"/>
                <w:sz w:val="16"/>
                <w:szCs w:val="16"/>
              </w:rPr>
              <w:t>13.2.0</w:t>
            </w:r>
          </w:p>
        </w:tc>
      </w:tr>
      <w:tr w:rsidR="00072A16" w:rsidRPr="006B0D02" w14:paraId="57F3D57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0ECC90" w14:textId="77777777" w:rsidR="00072A16" w:rsidRDefault="00072A1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CA97F0" w14:textId="77777777" w:rsidR="00072A16" w:rsidRDefault="00072A1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633B40B" w14:textId="77777777" w:rsidR="00072A16" w:rsidRDefault="00072A16" w:rsidP="00072A1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8EEC60" w14:textId="77777777" w:rsidR="00072A16" w:rsidRDefault="00072A16" w:rsidP="00072A16">
            <w:pPr>
              <w:spacing w:after="0"/>
              <w:jc w:val="center"/>
              <w:rPr>
                <w:rFonts w:ascii="Arial" w:hAnsi="Arial" w:cs="Arial"/>
                <w:sz w:val="16"/>
                <w:szCs w:val="16"/>
              </w:rPr>
            </w:pPr>
            <w:r>
              <w:rPr>
                <w:rFonts w:ascii="Arial" w:hAnsi="Arial" w:cs="Arial"/>
                <w:sz w:val="16"/>
                <w:szCs w:val="16"/>
              </w:rPr>
              <w:t>0593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E0F0BAC" w14:textId="77777777" w:rsidR="00072A16" w:rsidRDefault="00072A16"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3F956F" w14:textId="77777777" w:rsidR="00072A16" w:rsidRDefault="00072A1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C5495E6" w14:textId="77777777" w:rsidR="00072A16" w:rsidRPr="00CD45AB" w:rsidRDefault="00072A16" w:rsidP="00382AE7">
            <w:pPr>
              <w:spacing w:after="0"/>
              <w:rPr>
                <w:rFonts w:ascii="Arial" w:hAnsi="Arial" w:cs="Arial"/>
                <w:sz w:val="16"/>
                <w:szCs w:val="16"/>
              </w:rPr>
            </w:pPr>
            <w:r w:rsidRPr="00072A16">
              <w:rPr>
                <w:rFonts w:ascii="Arial" w:hAnsi="Arial" w:cs="Arial"/>
                <w:sz w:val="16"/>
                <w:szCs w:val="16"/>
              </w:rPr>
              <w:t>Correction to the UE</w:t>
            </w:r>
            <w:r w:rsidR="00985902">
              <w:rPr>
                <w:rFonts w:ascii="Arial" w:hAnsi="Arial" w:cs="Arial"/>
                <w:sz w:val="16"/>
                <w:szCs w:val="16"/>
              </w:rPr>
              <w:t>'</w:t>
            </w:r>
            <w:r w:rsidRPr="00072A16">
              <w:rPr>
                <w:rFonts w:ascii="Arial" w:hAnsi="Arial" w:cs="Arial"/>
                <w:sz w:val="16"/>
                <w:szCs w:val="16"/>
              </w:rPr>
              <w:t>s assumption on DMRS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075279" w14:textId="77777777" w:rsidR="00072A16" w:rsidRDefault="00072A16" w:rsidP="00382AE7">
            <w:pPr>
              <w:pStyle w:val="TAC"/>
              <w:jc w:val="left"/>
              <w:rPr>
                <w:snapToGrid w:val="0"/>
                <w:sz w:val="16"/>
                <w:szCs w:val="16"/>
              </w:rPr>
            </w:pPr>
            <w:r>
              <w:rPr>
                <w:snapToGrid w:val="0"/>
                <w:sz w:val="16"/>
                <w:szCs w:val="16"/>
              </w:rPr>
              <w:t>13.2.0</w:t>
            </w:r>
          </w:p>
        </w:tc>
      </w:tr>
      <w:tr w:rsidR="00B860A1" w:rsidRPr="006B0D02" w14:paraId="31333B8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50B9C1" w14:textId="77777777" w:rsidR="00B860A1" w:rsidRDefault="00B860A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3F2E931" w14:textId="77777777" w:rsidR="00B860A1" w:rsidRDefault="00B860A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8E8F2F6" w14:textId="77777777" w:rsidR="00B860A1" w:rsidRDefault="00B860A1" w:rsidP="00B860A1">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BDB271" w14:textId="77777777" w:rsidR="00B860A1" w:rsidRDefault="00B860A1" w:rsidP="00B860A1">
            <w:pPr>
              <w:spacing w:after="0"/>
              <w:jc w:val="center"/>
              <w:rPr>
                <w:rFonts w:ascii="Arial" w:hAnsi="Arial" w:cs="Arial"/>
                <w:sz w:val="16"/>
                <w:szCs w:val="16"/>
              </w:rPr>
            </w:pPr>
            <w:r>
              <w:rPr>
                <w:rFonts w:ascii="Arial" w:hAnsi="Arial" w:cs="Arial"/>
                <w:sz w:val="16"/>
                <w:szCs w:val="16"/>
              </w:rPr>
              <w:t>0608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773622F" w14:textId="77777777" w:rsidR="00B860A1" w:rsidRDefault="00B860A1"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8A6358" w14:textId="77777777" w:rsidR="00B860A1" w:rsidRDefault="00B860A1"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811D846" w14:textId="77777777" w:rsidR="00B860A1" w:rsidRPr="00CD45AB" w:rsidRDefault="00B860A1" w:rsidP="00382AE7">
            <w:pPr>
              <w:spacing w:after="0"/>
              <w:rPr>
                <w:rFonts w:ascii="Arial" w:hAnsi="Arial" w:cs="Arial"/>
                <w:sz w:val="16"/>
                <w:szCs w:val="16"/>
              </w:rPr>
            </w:pPr>
            <w:r w:rsidRPr="00B860A1">
              <w:rPr>
                <w:rFonts w:ascii="Arial" w:hAnsi="Arial" w:cs="Arial"/>
                <w:sz w:val="16"/>
                <w:szCs w:val="16"/>
              </w:rPr>
              <w:t xml:space="preserve">Correction on HARQ-ACK ordering in case of semi-static codebook configuration of </w:t>
            </w:r>
            <w:proofErr w:type="spellStart"/>
            <w:r w:rsidRPr="00B860A1">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A2BCD6" w14:textId="77777777" w:rsidR="00B860A1" w:rsidRDefault="00B860A1" w:rsidP="00382AE7">
            <w:pPr>
              <w:pStyle w:val="TAC"/>
              <w:jc w:val="left"/>
              <w:rPr>
                <w:snapToGrid w:val="0"/>
                <w:sz w:val="16"/>
                <w:szCs w:val="16"/>
              </w:rPr>
            </w:pPr>
            <w:r>
              <w:rPr>
                <w:snapToGrid w:val="0"/>
                <w:sz w:val="16"/>
                <w:szCs w:val="16"/>
              </w:rPr>
              <w:t>13.2.0</w:t>
            </w:r>
          </w:p>
        </w:tc>
      </w:tr>
      <w:tr w:rsidR="00883B1E" w:rsidRPr="006B0D02" w14:paraId="122F888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079F3" w14:textId="77777777" w:rsidR="00883B1E" w:rsidRDefault="00883B1E"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CD31E10" w14:textId="77777777" w:rsidR="00883B1E" w:rsidRDefault="00883B1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A355442" w14:textId="77777777" w:rsidR="00883B1E" w:rsidRDefault="00883B1E"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EE38F9" w14:textId="77777777" w:rsidR="00883B1E" w:rsidRDefault="00883B1E" w:rsidP="00883B1E">
            <w:pPr>
              <w:spacing w:after="0"/>
              <w:jc w:val="center"/>
              <w:rPr>
                <w:rFonts w:ascii="Arial" w:hAnsi="Arial" w:cs="Arial"/>
                <w:sz w:val="16"/>
                <w:szCs w:val="16"/>
              </w:rPr>
            </w:pPr>
            <w:r>
              <w:rPr>
                <w:rFonts w:ascii="Arial" w:hAnsi="Arial" w:cs="Arial"/>
                <w:sz w:val="16"/>
                <w:szCs w:val="16"/>
              </w:rPr>
              <w:t>0610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00C8FDC" w14:textId="77777777" w:rsidR="00883B1E" w:rsidRDefault="00883B1E"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F7B7E0" w14:textId="77777777" w:rsidR="00883B1E" w:rsidRDefault="00883B1E"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655D4C1" w14:textId="77777777" w:rsidR="00883B1E" w:rsidRPr="00CD45AB" w:rsidRDefault="00883B1E" w:rsidP="00382AE7">
            <w:pPr>
              <w:spacing w:after="0"/>
              <w:rPr>
                <w:rFonts w:ascii="Arial" w:hAnsi="Arial" w:cs="Arial"/>
                <w:sz w:val="16"/>
                <w:szCs w:val="16"/>
              </w:rPr>
            </w:pPr>
            <w:r w:rsidRPr="00883B1E">
              <w:rPr>
                <w:rFonts w:ascii="Arial" w:hAnsi="Arial" w:cs="Arial"/>
                <w:sz w:val="16"/>
                <w:szCs w:val="16"/>
              </w:rPr>
              <w:t xml:space="preserve">Correction on timing for secondary cell activation/deactivation for </w:t>
            </w:r>
            <w:proofErr w:type="spellStart"/>
            <w:r w:rsidRPr="00883B1E">
              <w:rPr>
                <w:rFonts w:ascii="Arial" w:hAnsi="Arial" w:cs="Arial"/>
                <w:sz w:val="16"/>
                <w:szCs w:val="16"/>
              </w:rPr>
              <w:t>eCA</w:t>
            </w:r>
            <w:proofErr w:type="spellEnd"/>
            <w:r w:rsidRPr="00883B1E">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CFDBCA" w14:textId="77777777" w:rsidR="00883B1E" w:rsidRDefault="00883B1E" w:rsidP="00382AE7">
            <w:pPr>
              <w:pStyle w:val="TAC"/>
              <w:jc w:val="left"/>
              <w:rPr>
                <w:snapToGrid w:val="0"/>
                <w:sz w:val="16"/>
                <w:szCs w:val="16"/>
              </w:rPr>
            </w:pPr>
            <w:r>
              <w:rPr>
                <w:snapToGrid w:val="0"/>
                <w:sz w:val="16"/>
                <w:szCs w:val="16"/>
              </w:rPr>
              <w:t>13.2.0</w:t>
            </w:r>
          </w:p>
        </w:tc>
      </w:tr>
      <w:tr w:rsidR="00024E1B" w:rsidRPr="006B0D02" w14:paraId="422C7B6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95B36E" w14:textId="77777777" w:rsidR="00024E1B" w:rsidRDefault="00024E1B"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E115DA0" w14:textId="77777777" w:rsidR="00024E1B" w:rsidRDefault="00024E1B"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B4194B9" w14:textId="77777777" w:rsidR="00024E1B" w:rsidRDefault="00024E1B" w:rsidP="00024E1B">
            <w:pPr>
              <w:spacing w:after="0"/>
              <w:jc w:val="center"/>
              <w:rPr>
                <w:rFonts w:ascii="Arial" w:hAnsi="Arial" w:cs="Arial"/>
                <w:sz w:val="16"/>
                <w:szCs w:val="16"/>
              </w:rPr>
            </w:pPr>
            <w:r>
              <w:rPr>
                <w:rFonts w:ascii="Arial" w:hAnsi="Arial" w:cs="Arial"/>
                <w:sz w:val="16"/>
                <w:szCs w:val="16"/>
              </w:rPr>
              <w:t>RP-161068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F34FA0" w14:textId="77777777" w:rsidR="00024E1B" w:rsidRDefault="00024E1B" w:rsidP="00024E1B">
            <w:pPr>
              <w:spacing w:after="0"/>
              <w:jc w:val="center"/>
              <w:rPr>
                <w:rFonts w:ascii="Arial" w:hAnsi="Arial" w:cs="Arial"/>
                <w:sz w:val="16"/>
                <w:szCs w:val="16"/>
              </w:rPr>
            </w:pPr>
            <w:r>
              <w:rPr>
                <w:rFonts w:ascii="Arial" w:hAnsi="Arial" w:cs="Arial"/>
                <w:sz w:val="16"/>
                <w:szCs w:val="16"/>
              </w:rPr>
              <w:t>0611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42A5D5" w14:textId="77777777" w:rsidR="00024E1B" w:rsidRDefault="00024E1B"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E0CE1F" w14:textId="77777777" w:rsidR="00024E1B" w:rsidRDefault="00024E1B" w:rsidP="00382AE7">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0504AC3" w14:textId="77777777" w:rsidR="00024E1B" w:rsidRPr="00CD45AB" w:rsidRDefault="00024E1B" w:rsidP="00382AE7">
            <w:pPr>
              <w:spacing w:after="0"/>
              <w:rPr>
                <w:rFonts w:ascii="Arial" w:hAnsi="Arial" w:cs="Arial"/>
                <w:sz w:val="16"/>
                <w:szCs w:val="16"/>
              </w:rPr>
            </w:pPr>
            <w:r w:rsidRPr="00024E1B">
              <w:rPr>
                <w:rFonts w:ascii="Arial" w:hAnsi="Arial" w:cs="Arial"/>
                <w:sz w:val="16"/>
                <w:szCs w:val="16"/>
              </w:rPr>
              <w:t>Correction on RRC parameter for configuring new TBSs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50E9F7" w14:textId="77777777" w:rsidR="00024E1B" w:rsidRDefault="00024E1B" w:rsidP="00382AE7">
            <w:pPr>
              <w:pStyle w:val="TAC"/>
              <w:jc w:val="left"/>
              <w:rPr>
                <w:snapToGrid w:val="0"/>
                <w:sz w:val="16"/>
                <w:szCs w:val="16"/>
              </w:rPr>
            </w:pPr>
            <w:r>
              <w:rPr>
                <w:snapToGrid w:val="0"/>
                <w:sz w:val="16"/>
                <w:szCs w:val="16"/>
              </w:rPr>
              <w:t>13.2.0</w:t>
            </w:r>
          </w:p>
        </w:tc>
      </w:tr>
      <w:tr w:rsidR="00103648" w:rsidRPr="006B0D02" w14:paraId="7300823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85F920" w14:textId="77777777" w:rsidR="00103648" w:rsidRDefault="00103648"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1B32602" w14:textId="77777777" w:rsidR="00103648" w:rsidRDefault="00103648"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0C5C4FD" w14:textId="77777777" w:rsidR="00103648" w:rsidRDefault="00103648" w:rsidP="00103648">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22E278" w14:textId="77777777" w:rsidR="00103648" w:rsidRDefault="00103648" w:rsidP="00382AE7">
            <w:pPr>
              <w:spacing w:after="0"/>
              <w:jc w:val="center"/>
              <w:rPr>
                <w:rFonts w:ascii="Arial" w:hAnsi="Arial" w:cs="Arial"/>
                <w:sz w:val="16"/>
                <w:szCs w:val="16"/>
              </w:rPr>
            </w:pPr>
            <w:r>
              <w:rPr>
                <w:rFonts w:ascii="Arial" w:hAnsi="Arial" w:cs="Arial"/>
                <w:sz w:val="16"/>
                <w:szCs w:val="16"/>
              </w:rPr>
              <w:t>0614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B56F726" w14:textId="77777777" w:rsidR="00103648" w:rsidRDefault="00103648"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5459AD" w14:textId="77777777" w:rsidR="00103648" w:rsidRDefault="00103648"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90118D8" w14:textId="77777777" w:rsidR="00103648" w:rsidRPr="00CD45AB" w:rsidRDefault="00103648" w:rsidP="00382AE7">
            <w:pPr>
              <w:spacing w:after="0"/>
              <w:rPr>
                <w:rFonts w:ascii="Arial" w:hAnsi="Arial" w:cs="Arial"/>
                <w:sz w:val="16"/>
                <w:szCs w:val="16"/>
              </w:rPr>
            </w:pPr>
            <w:r w:rsidRPr="00103648">
              <w:rPr>
                <w:rFonts w:ascii="Arial" w:hAnsi="Arial" w:cs="Arial"/>
                <w:sz w:val="16"/>
                <w:szCs w:val="16"/>
              </w:rPr>
              <w:t>Correction to rank 5-8 FD-MIMO CSI feedback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22C587" w14:textId="77777777" w:rsidR="00103648" w:rsidRDefault="00103648" w:rsidP="00382AE7">
            <w:pPr>
              <w:pStyle w:val="TAC"/>
              <w:jc w:val="left"/>
              <w:rPr>
                <w:snapToGrid w:val="0"/>
                <w:sz w:val="16"/>
                <w:szCs w:val="16"/>
              </w:rPr>
            </w:pPr>
            <w:r>
              <w:rPr>
                <w:snapToGrid w:val="0"/>
                <w:sz w:val="16"/>
                <w:szCs w:val="16"/>
              </w:rPr>
              <w:t>13.2.0</w:t>
            </w:r>
          </w:p>
        </w:tc>
      </w:tr>
      <w:tr w:rsidR="003A6ABE" w:rsidRPr="006B0D02" w14:paraId="78A76BB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905E54" w14:textId="77777777" w:rsidR="003A6ABE" w:rsidRDefault="003A6ABE"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E7FC184" w14:textId="77777777" w:rsidR="003A6ABE" w:rsidRDefault="003A6AB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62FA850" w14:textId="77777777" w:rsidR="003A6ABE" w:rsidRDefault="003A6ABE" w:rsidP="003A6ABE">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58EA38" w14:textId="77777777" w:rsidR="003A6ABE" w:rsidRDefault="003A6ABE" w:rsidP="00382AE7">
            <w:pPr>
              <w:spacing w:after="0"/>
              <w:jc w:val="center"/>
              <w:rPr>
                <w:rFonts w:ascii="Arial" w:hAnsi="Arial" w:cs="Arial"/>
                <w:sz w:val="16"/>
                <w:szCs w:val="16"/>
              </w:rPr>
            </w:pPr>
            <w:r>
              <w:rPr>
                <w:rFonts w:ascii="Arial" w:hAnsi="Arial" w:cs="Arial"/>
                <w:sz w:val="16"/>
                <w:szCs w:val="16"/>
              </w:rPr>
              <w:t>0615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1E2210" w14:textId="77777777" w:rsidR="003A6ABE" w:rsidRDefault="003A6AB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0D90BC" w14:textId="77777777" w:rsidR="003A6ABE" w:rsidRDefault="003A6ABE"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5765CBB" w14:textId="77777777" w:rsidR="003A6ABE" w:rsidRPr="00CD45AB" w:rsidRDefault="003A6ABE" w:rsidP="00382AE7">
            <w:pPr>
              <w:spacing w:after="0"/>
              <w:rPr>
                <w:rFonts w:ascii="Arial" w:hAnsi="Arial" w:cs="Arial"/>
                <w:sz w:val="16"/>
                <w:szCs w:val="16"/>
              </w:rPr>
            </w:pPr>
            <w:r w:rsidRPr="003A6ABE">
              <w:rPr>
                <w:rFonts w:ascii="Arial" w:hAnsi="Arial" w:cs="Arial"/>
                <w:sz w:val="16"/>
                <w:szCs w:val="16"/>
              </w:rPr>
              <w:t>Correction on aperiodic CSI reporting mode 1-0 and 1-1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D04301" w14:textId="77777777" w:rsidR="003A6ABE" w:rsidRDefault="003A6ABE" w:rsidP="00382AE7">
            <w:pPr>
              <w:pStyle w:val="TAC"/>
              <w:jc w:val="left"/>
              <w:rPr>
                <w:snapToGrid w:val="0"/>
                <w:sz w:val="16"/>
                <w:szCs w:val="16"/>
              </w:rPr>
            </w:pPr>
            <w:r>
              <w:rPr>
                <w:snapToGrid w:val="0"/>
                <w:sz w:val="16"/>
                <w:szCs w:val="16"/>
              </w:rPr>
              <w:t>13.2.0</w:t>
            </w:r>
          </w:p>
        </w:tc>
      </w:tr>
      <w:tr w:rsidR="000719D2" w:rsidRPr="006B0D02" w14:paraId="7D5E0D3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DCD420" w14:textId="77777777" w:rsidR="000719D2" w:rsidRDefault="000719D2"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7C2BEBF" w14:textId="77777777" w:rsidR="000719D2" w:rsidRDefault="000719D2"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1C672C" w14:textId="77777777" w:rsidR="000719D2" w:rsidRDefault="000719D2" w:rsidP="000719D2">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AEEF41" w14:textId="77777777" w:rsidR="000719D2" w:rsidRDefault="000719D2" w:rsidP="00382AE7">
            <w:pPr>
              <w:spacing w:after="0"/>
              <w:jc w:val="center"/>
              <w:rPr>
                <w:rFonts w:ascii="Arial" w:hAnsi="Arial" w:cs="Arial"/>
                <w:sz w:val="16"/>
                <w:szCs w:val="16"/>
              </w:rPr>
            </w:pPr>
            <w:r>
              <w:rPr>
                <w:rFonts w:ascii="Arial" w:hAnsi="Arial" w:cs="Arial"/>
                <w:sz w:val="16"/>
                <w:szCs w:val="16"/>
              </w:rPr>
              <w:t>0616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B1D7C82" w14:textId="77777777" w:rsidR="000719D2" w:rsidRDefault="000719D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3E76A5" w14:textId="77777777" w:rsidR="000719D2" w:rsidRDefault="000719D2"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85A75AE" w14:textId="77777777" w:rsidR="000719D2" w:rsidRPr="00CD45AB" w:rsidRDefault="000719D2" w:rsidP="00382AE7">
            <w:pPr>
              <w:spacing w:after="0"/>
              <w:rPr>
                <w:rFonts w:ascii="Arial" w:hAnsi="Arial" w:cs="Arial"/>
                <w:sz w:val="16"/>
                <w:szCs w:val="16"/>
              </w:rPr>
            </w:pPr>
            <w:r w:rsidRPr="000719D2">
              <w:rPr>
                <w:rFonts w:ascii="Arial" w:hAnsi="Arial" w:cs="Arial"/>
                <w:sz w:val="16"/>
                <w:szCs w:val="16"/>
              </w:rPr>
              <w:t>Correction of paging PDSCH transmission for MTC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61509B" w14:textId="77777777" w:rsidR="000719D2" w:rsidRDefault="000719D2" w:rsidP="00382AE7">
            <w:pPr>
              <w:pStyle w:val="TAC"/>
              <w:jc w:val="left"/>
              <w:rPr>
                <w:snapToGrid w:val="0"/>
                <w:sz w:val="16"/>
                <w:szCs w:val="16"/>
              </w:rPr>
            </w:pPr>
            <w:r>
              <w:rPr>
                <w:snapToGrid w:val="0"/>
                <w:sz w:val="16"/>
                <w:szCs w:val="16"/>
              </w:rPr>
              <w:t>13.2.0</w:t>
            </w:r>
          </w:p>
        </w:tc>
      </w:tr>
      <w:tr w:rsidR="00697247" w:rsidRPr="006B0D02" w14:paraId="1494F92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2DFF0E" w14:textId="77777777" w:rsidR="00697247" w:rsidRDefault="0069724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9E6A2B" w14:textId="77777777" w:rsidR="00697247" w:rsidRDefault="0069724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5BC24B" w14:textId="77777777" w:rsidR="00697247" w:rsidRDefault="0069724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39ACD0" w14:textId="77777777" w:rsidR="00697247" w:rsidRDefault="00697247" w:rsidP="00382AE7">
            <w:pPr>
              <w:spacing w:after="0"/>
              <w:jc w:val="center"/>
              <w:rPr>
                <w:rFonts w:ascii="Arial" w:hAnsi="Arial" w:cs="Arial"/>
                <w:sz w:val="16"/>
                <w:szCs w:val="16"/>
              </w:rPr>
            </w:pPr>
            <w:r>
              <w:rPr>
                <w:rFonts w:ascii="Arial" w:hAnsi="Arial" w:cs="Arial"/>
                <w:sz w:val="16"/>
                <w:szCs w:val="16"/>
              </w:rPr>
              <w:t>0618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A75AE4" w14:textId="77777777" w:rsidR="00697247" w:rsidRDefault="006972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56A090" w14:textId="77777777" w:rsidR="00697247" w:rsidRDefault="0069724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E5A95F3" w14:textId="77777777" w:rsidR="00697247" w:rsidRPr="00CD45AB" w:rsidRDefault="00697247" w:rsidP="00382AE7">
            <w:pPr>
              <w:spacing w:after="0"/>
              <w:rPr>
                <w:rFonts w:ascii="Arial" w:hAnsi="Arial" w:cs="Arial"/>
                <w:sz w:val="16"/>
                <w:szCs w:val="16"/>
              </w:rPr>
            </w:pPr>
            <w:r w:rsidRPr="00697247">
              <w:rPr>
                <w:rFonts w:ascii="Arial" w:hAnsi="Arial" w:cs="Arial"/>
                <w:sz w:val="16"/>
                <w:szCs w:val="16"/>
              </w:rPr>
              <w:t>Update RRC parameter names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373264" w14:textId="77777777" w:rsidR="00697247" w:rsidRDefault="00697247" w:rsidP="00382AE7">
            <w:pPr>
              <w:pStyle w:val="TAC"/>
              <w:jc w:val="left"/>
              <w:rPr>
                <w:snapToGrid w:val="0"/>
                <w:sz w:val="16"/>
                <w:szCs w:val="16"/>
              </w:rPr>
            </w:pPr>
            <w:r>
              <w:rPr>
                <w:snapToGrid w:val="0"/>
                <w:sz w:val="16"/>
                <w:szCs w:val="16"/>
              </w:rPr>
              <w:t>13.2.0</w:t>
            </w:r>
          </w:p>
        </w:tc>
      </w:tr>
      <w:tr w:rsidR="00C7187E" w:rsidRPr="006B0D02" w14:paraId="4E2962D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260F73" w14:textId="77777777" w:rsidR="00C7187E" w:rsidRDefault="00C7187E"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92B8BE9" w14:textId="77777777" w:rsidR="00C7187E" w:rsidRDefault="00C7187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6A36162" w14:textId="77777777" w:rsidR="00C7187E" w:rsidRDefault="00C7187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DBAA45" w14:textId="77777777" w:rsidR="00C7187E" w:rsidRDefault="00C7187E" w:rsidP="00382AE7">
            <w:pPr>
              <w:spacing w:after="0"/>
              <w:jc w:val="center"/>
              <w:rPr>
                <w:rFonts w:ascii="Arial" w:hAnsi="Arial" w:cs="Arial"/>
                <w:sz w:val="16"/>
                <w:szCs w:val="16"/>
              </w:rPr>
            </w:pPr>
            <w:r>
              <w:rPr>
                <w:rFonts w:ascii="Arial" w:hAnsi="Arial" w:cs="Arial"/>
                <w:sz w:val="16"/>
                <w:szCs w:val="16"/>
              </w:rPr>
              <w:t>0619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A1FDF59" w14:textId="77777777" w:rsidR="00C7187E" w:rsidRDefault="00C7187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C841B5" w14:textId="77777777" w:rsidR="00C7187E" w:rsidRDefault="00C7187E"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8D9790" w14:textId="77777777" w:rsidR="00C7187E" w:rsidRPr="00CD45AB" w:rsidRDefault="00C7187E" w:rsidP="00382AE7">
            <w:pPr>
              <w:spacing w:after="0"/>
              <w:rPr>
                <w:rFonts w:ascii="Arial" w:hAnsi="Arial" w:cs="Arial"/>
                <w:sz w:val="16"/>
                <w:szCs w:val="16"/>
              </w:rPr>
            </w:pPr>
            <w:r w:rsidRPr="00C7187E">
              <w:rPr>
                <w:rFonts w:ascii="Arial" w:hAnsi="Arial" w:cs="Arial"/>
                <w:sz w:val="16"/>
                <w:szCs w:val="16"/>
              </w:rPr>
              <w:t>PUCCH repetition for Msg4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FC7535" w14:textId="77777777" w:rsidR="00C7187E" w:rsidRDefault="00C7187E" w:rsidP="00382AE7">
            <w:pPr>
              <w:pStyle w:val="TAC"/>
              <w:jc w:val="left"/>
              <w:rPr>
                <w:snapToGrid w:val="0"/>
                <w:sz w:val="16"/>
                <w:szCs w:val="16"/>
              </w:rPr>
            </w:pPr>
            <w:r>
              <w:rPr>
                <w:snapToGrid w:val="0"/>
                <w:sz w:val="16"/>
                <w:szCs w:val="16"/>
              </w:rPr>
              <w:t>13.2.0</w:t>
            </w:r>
          </w:p>
        </w:tc>
      </w:tr>
      <w:tr w:rsidR="00BB54AE" w:rsidRPr="006B0D02" w14:paraId="39E1529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C2DF27" w14:textId="77777777" w:rsidR="00BB54AE" w:rsidRDefault="00BB54AE" w:rsidP="00382AE7">
            <w:pPr>
              <w:pStyle w:val="TAC"/>
              <w:rPr>
                <w:sz w:val="16"/>
                <w:szCs w:val="16"/>
              </w:rPr>
            </w:pPr>
            <w:r>
              <w:rPr>
                <w:sz w:val="16"/>
                <w:szCs w:val="16"/>
              </w:rPr>
              <w:lastRenderedPageBreak/>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2F7A259" w14:textId="77777777" w:rsidR="00BB54AE" w:rsidRDefault="00BB54A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11C1F9A" w14:textId="77777777" w:rsidR="00BB54AE" w:rsidRDefault="00BB54A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526AB" w14:textId="77777777" w:rsidR="00BB54AE" w:rsidRDefault="00BB54AE" w:rsidP="00BB54AE">
            <w:pPr>
              <w:spacing w:after="0"/>
              <w:jc w:val="center"/>
              <w:rPr>
                <w:rFonts w:ascii="Arial" w:hAnsi="Arial" w:cs="Arial"/>
                <w:sz w:val="16"/>
                <w:szCs w:val="16"/>
              </w:rPr>
            </w:pPr>
            <w:r>
              <w:rPr>
                <w:rFonts w:ascii="Arial" w:hAnsi="Arial" w:cs="Arial"/>
                <w:sz w:val="16"/>
                <w:szCs w:val="16"/>
              </w:rPr>
              <w:t>0620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DD95226" w14:textId="77777777" w:rsidR="00BB54AE" w:rsidRDefault="00BB54A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316873" w14:textId="77777777" w:rsidR="00BB54AE" w:rsidRDefault="00BB54AE"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380EC28" w14:textId="77777777" w:rsidR="00BB54AE" w:rsidRPr="00CD45AB" w:rsidRDefault="00BB54AE" w:rsidP="00382AE7">
            <w:pPr>
              <w:spacing w:after="0"/>
              <w:rPr>
                <w:rFonts w:ascii="Arial" w:hAnsi="Arial" w:cs="Arial"/>
                <w:sz w:val="16"/>
                <w:szCs w:val="16"/>
              </w:rPr>
            </w:pPr>
            <w:r w:rsidRPr="00BB54AE">
              <w:rPr>
                <w:rFonts w:ascii="Arial" w:hAnsi="Arial" w:cs="Arial"/>
                <w:sz w:val="16"/>
                <w:szCs w:val="16"/>
              </w:rPr>
              <w:t>MPDCCH repetition for paging and random access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F06F0F" w14:textId="77777777" w:rsidR="00BB54AE" w:rsidRDefault="00BB54AE" w:rsidP="00382AE7">
            <w:pPr>
              <w:pStyle w:val="TAC"/>
              <w:jc w:val="left"/>
              <w:rPr>
                <w:snapToGrid w:val="0"/>
                <w:sz w:val="16"/>
                <w:szCs w:val="16"/>
              </w:rPr>
            </w:pPr>
            <w:r>
              <w:rPr>
                <w:snapToGrid w:val="0"/>
                <w:sz w:val="16"/>
                <w:szCs w:val="16"/>
              </w:rPr>
              <w:t>13.2.0</w:t>
            </w:r>
          </w:p>
        </w:tc>
      </w:tr>
      <w:tr w:rsidR="005A6707" w:rsidRPr="006B0D02" w14:paraId="16AB2DB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2A30EB" w14:textId="77777777" w:rsidR="005A6707" w:rsidRDefault="005A670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1A3547B" w14:textId="77777777" w:rsidR="005A6707" w:rsidRDefault="005A670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ECB37F" w14:textId="77777777" w:rsidR="005A6707" w:rsidRDefault="005A670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AEED8C" w14:textId="77777777" w:rsidR="005A6707" w:rsidRDefault="005A6707" w:rsidP="00382AE7">
            <w:pPr>
              <w:spacing w:after="0"/>
              <w:jc w:val="center"/>
              <w:rPr>
                <w:rFonts w:ascii="Arial" w:hAnsi="Arial" w:cs="Arial"/>
                <w:sz w:val="16"/>
                <w:szCs w:val="16"/>
              </w:rPr>
            </w:pPr>
            <w:r>
              <w:rPr>
                <w:rFonts w:ascii="Arial" w:hAnsi="Arial" w:cs="Arial"/>
                <w:sz w:val="16"/>
                <w:szCs w:val="16"/>
              </w:rPr>
              <w:t>0621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1DBE89A" w14:textId="77777777" w:rsidR="005A6707" w:rsidRDefault="005A6707"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77467E" w14:textId="77777777" w:rsidR="005A6707" w:rsidRDefault="005A670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6D834DB" w14:textId="77777777" w:rsidR="005A6707" w:rsidRPr="00CD45AB" w:rsidRDefault="005A6707" w:rsidP="00382AE7">
            <w:pPr>
              <w:spacing w:after="0"/>
              <w:rPr>
                <w:rFonts w:ascii="Arial" w:hAnsi="Arial" w:cs="Arial"/>
                <w:sz w:val="16"/>
                <w:szCs w:val="16"/>
              </w:rPr>
            </w:pPr>
            <w:r w:rsidRPr="005A6707">
              <w:rPr>
                <w:rFonts w:ascii="Arial" w:hAnsi="Arial" w:cs="Arial"/>
                <w:sz w:val="16"/>
                <w:szCs w:val="16"/>
              </w:rPr>
              <w:t>MCS field in DCI format 6-2 for paging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706A4E" w14:textId="77777777" w:rsidR="005A6707" w:rsidRDefault="005A6707" w:rsidP="00382AE7">
            <w:pPr>
              <w:pStyle w:val="TAC"/>
              <w:jc w:val="left"/>
              <w:rPr>
                <w:snapToGrid w:val="0"/>
                <w:sz w:val="16"/>
                <w:szCs w:val="16"/>
              </w:rPr>
            </w:pPr>
            <w:r>
              <w:rPr>
                <w:snapToGrid w:val="0"/>
                <w:sz w:val="16"/>
                <w:szCs w:val="16"/>
              </w:rPr>
              <w:t>13.2.0</w:t>
            </w:r>
          </w:p>
        </w:tc>
      </w:tr>
      <w:tr w:rsidR="00902910" w:rsidRPr="006B0D02" w14:paraId="548FB96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06B228" w14:textId="77777777" w:rsidR="00902910" w:rsidRDefault="00902910"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BED8418" w14:textId="77777777" w:rsidR="00902910" w:rsidRDefault="00902910"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F16536" w14:textId="77777777" w:rsidR="00902910" w:rsidRDefault="00902910" w:rsidP="00902910">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C48FF2" w14:textId="77777777" w:rsidR="00902910" w:rsidRDefault="00902910" w:rsidP="00382AE7">
            <w:pPr>
              <w:spacing w:after="0"/>
              <w:jc w:val="center"/>
              <w:rPr>
                <w:rFonts w:ascii="Arial" w:hAnsi="Arial" w:cs="Arial"/>
                <w:sz w:val="16"/>
                <w:szCs w:val="16"/>
              </w:rPr>
            </w:pPr>
            <w:r>
              <w:rPr>
                <w:rFonts w:ascii="Arial" w:hAnsi="Arial" w:cs="Arial"/>
                <w:sz w:val="16"/>
                <w:szCs w:val="16"/>
              </w:rPr>
              <w:t>0622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3D3341E" w14:textId="77777777" w:rsidR="00902910" w:rsidRDefault="0090291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8350BE" w14:textId="77777777" w:rsidR="00902910" w:rsidRDefault="00902910"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0BD6DCE" w14:textId="77777777" w:rsidR="00902910" w:rsidRPr="00CD45AB" w:rsidRDefault="00902910" w:rsidP="00382AE7">
            <w:pPr>
              <w:spacing w:after="0"/>
              <w:rPr>
                <w:rFonts w:ascii="Arial" w:hAnsi="Arial" w:cs="Arial"/>
                <w:sz w:val="16"/>
                <w:szCs w:val="16"/>
              </w:rPr>
            </w:pPr>
            <w:r w:rsidRPr="00902910">
              <w:rPr>
                <w:rFonts w:ascii="Arial" w:hAnsi="Arial" w:cs="Arial"/>
                <w:sz w:val="16"/>
                <w:szCs w:val="16"/>
              </w:rPr>
              <w:t>Coding of higher layer parameter codebooksizeDetermination-r13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2A3714" w14:textId="77777777" w:rsidR="00902910" w:rsidRDefault="00902910" w:rsidP="00382AE7">
            <w:pPr>
              <w:pStyle w:val="TAC"/>
              <w:jc w:val="left"/>
              <w:rPr>
                <w:snapToGrid w:val="0"/>
                <w:sz w:val="16"/>
                <w:szCs w:val="16"/>
              </w:rPr>
            </w:pPr>
            <w:r>
              <w:rPr>
                <w:snapToGrid w:val="0"/>
                <w:sz w:val="16"/>
                <w:szCs w:val="16"/>
              </w:rPr>
              <w:t>13.2.0</w:t>
            </w:r>
          </w:p>
        </w:tc>
      </w:tr>
      <w:tr w:rsidR="00F94A79" w:rsidRPr="006B0D02" w14:paraId="3509949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C98F86" w14:textId="77777777" w:rsidR="00F94A79" w:rsidRDefault="00F94A79"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793C3FF" w14:textId="77777777" w:rsidR="00F94A79" w:rsidRDefault="00F94A79"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AD2EFF1" w14:textId="77777777" w:rsidR="00F94A79" w:rsidRDefault="00F94A79"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4BD660" w14:textId="77777777" w:rsidR="00F94A79" w:rsidRDefault="00F94A79" w:rsidP="00F94A79">
            <w:pPr>
              <w:spacing w:after="0"/>
              <w:jc w:val="center"/>
              <w:rPr>
                <w:rFonts w:ascii="Arial" w:hAnsi="Arial" w:cs="Arial"/>
                <w:sz w:val="16"/>
                <w:szCs w:val="16"/>
              </w:rPr>
            </w:pPr>
            <w:r>
              <w:rPr>
                <w:rFonts w:ascii="Arial" w:hAnsi="Arial" w:cs="Arial"/>
                <w:sz w:val="16"/>
                <w:szCs w:val="16"/>
              </w:rPr>
              <w:t>0623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D6C1B4F" w14:textId="77777777" w:rsidR="00F94A79" w:rsidRDefault="00F94A79"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6077E5" w14:textId="77777777" w:rsidR="00F94A79" w:rsidRDefault="00F94A79"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AE46FFF" w14:textId="77777777" w:rsidR="00F94A79" w:rsidRPr="00CD45AB" w:rsidRDefault="00F94A79" w:rsidP="00382AE7">
            <w:pPr>
              <w:spacing w:after="0"/>
              <w:rPr>
                <w:rFonts w:ascii="Arial" w:hAnsi="Arial" w:cs="Arial"/>
                <w:sz w:val="16"/>
                <w:szCs w:val="16"/>
              </w:rPr>
            </w:pPr>
            <w:r w:rsidRPr="00F94A79">
              <w:rPr>
                <w:rFonts w:ascii="Arial" w:hAnsi="Arial" w:cs="Arial"/>
                <w:sz w:val="16"/>
                <w:szCs w:val="16"/>
              </w:rPr>
              <w:t>Corrections on Simultaneous HARQ-ACK and P-CSI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A96161" w14:textId="77777777" w:rsidR="00F94A79" w:rsidRDefault="00F94A79" w:rsidP="00382AE7">
            <w:pPr>
              <w:pStyle w:val="TAC"/>
              <w:jc w:val="left"/>
              <w:rPr>
                <w:snapToGrid w:val="0"/>
                <w:sz w:val="16"/>
                <w:szCs w:val="16"/>
              </w:rPr>
            </w:pPr>
            <w:r>
              <w:rPr>
                <w:snapToGrid w:val="0"/>
                <w:sz w:val="16"/>
                <w:szCs w:val="16"/>
              </w:rPr>
              <w:t>13.2.0</w:t>
            </w:r>
          </w:p>
        </w:tc>
      </w:tr>
      <w:tr w:rsidR="00726428" w:rsidRPr="006B0D02" w14:paraId="38FDB08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9724B9" w14:textId="77777777" w:rsidR="00726428" w:rsidRDefault="00726428"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068B74F" w14:textId="77777777" w:rsidR="00726428" w:rsidRDefault="00726428"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C4D0CF8" w14:textId="77777777" w:rsidR="00726428" w:rsidRDefault="00726428" w:rsidP="00726428">
            <w:pPr>
              <w:spacing w:after="0"/>
              <w:jc w:val="center"/>
              <w:rPr>
                <w:rFonts w:ascii="Arial" w:hAnsi="Arial" w:cs="Arial"/>
                <w:sz w:val="16"/>
                <w:szCs w:val="16"/>
              </w:rPr>
            </w:pPr>
            <w:r>
              <w:rPr>
                <w:rFonts w:ascii="Arial" w:hAnsi="Arial" w:cs="Arial"/>
                <w:sz w:val="16"/>
                <w:szCs w:val="16"/>
              </w:rPr>
              <w:t>RP-161069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F75392" w14:textId="77777777" w:rsidR="00726428" w:rsidRDefault="00726428" w:rsidP="00382AE7">
            <w:pPr>
              <w:spacing w:after="0"/>
              <w:jc w:val="center"/>
              <w:rPr>
                <w:rFonts w:ascii="Arial" w:hAnsi="Arial" w:cs="Arial"/>
                <w:sz w:val="16"/>
                <w:szCs w:val="16"/>
              </w:rPr>
            </w:pPr>
            <w:r>
              <w:rPr>
                <w:rFonts w:ascii="Arial" w:hAnsi="Arial" w:cs="Arial"/>
                <w:sz w:val="16"/>
                <w:szCs w:val="16"/>
              </w:rPr>
              <w:t>0624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54DE939" w14:textId="77777777" w:rsidR="00726428" w:rsidRDefault="00726428"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F8F9BD" w14:textId="77777777" w:rsidR="00726428" w:rsidRDefault="00726428"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2918CD2" w14:textId="77777777" w:rsidR="00726428" w:rsidRPr="00CD45AB" w:rsidRDefault="00726428" w:rsidP="00382AE7">
            <w:pPr>
              <w:spacing w:after="0"/>
              <w:rPr>
                <w:rFonts w:ascii="Arial" w:hAnsi="Arial" w:cs="Arial"/>
                <w:sz w:val="16"/>
                <w:szCs w:val="16"/>
              </w:rPr>
            </w:pPr>
            <w:r w:rsidRPr="00726428">
              <w:rPr>
                <w:rFonts w:ascii="Arial" w:hAnsi="Arial" w:cs="Arial"/>
                <w:sz w:val="16"/>
                <w:szCs w:val="16"/>
              </w:rPr>
              <w:t>Corrections SRS dropping in CA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D420DD" w14:textId="77777777" w:rsidR="00726428" w:rsidRDefault="00726428" w:rsidP="00382AE7">
            <w:pPr>
              <w:pStyle w:val="TAC"/>
              <w:jc w:val="left"/>
              <w:rPr>
                <w:snapToGrid w:val="0"/>
                <w:sz w:val="16"/>
                <w:szCs w:val="16"/>
              </w:rPr>
            </w:pPr>
            <w:r>
              <w:rPr>
                <w:snapToGrid w:val="0"/>
                <w:sz w:val="16"/>
                <w:szCs w:val="16"/>
              </w:rPr>
              <w:t>13.2.0</w:t>
            </w:r>
          </w:p>
        </w:tc>
      </w:tr>
      <w:tr w:rsidR="00DA5B91" w:rsidRPr="006B0D02" w14:paraId="7E1237B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6AEB22" w14:textId="77777777" w:rsidR="00DA5B91" w:rsidRDefault="00DA5B9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BCB765B" w14:textId="77777777" w:rsidR="00DA5B91" w:rsidRDefault="00DA5B9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7885667" w14:textId="77777777" w:rsidR="00DA5B91" w:rsidRDefault="00DA5B91"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6782FD" w14:textId="77777777" w:rsidR="00DA5B91" w:rsidRDefault="00DA5B91" w:rsidP="00382AE7">
            <w:pPr>
              <w:spacing w:after="0"/>
              <w:jc w:val="center"/>
              <w:rPr>
                <w:rFonts w:ascii="Arial" w:hAnsi="Arial" w:cs="Arial"/>
                <w:sz w:val="16"/>
                <w:szCs w:val="16"/>
              </w:rPr>
            </w:pPr>
            <w:r>
              <w:rPr>
                <w:rFonts w:ascii="Arial" w:hAnsi="Arial" w:cs="Arial"/>
                <w:sz w:val="16"/>
                <w:szCs w:val="16"/>
              </w:rPr>
              <w:t>0625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218E806" w14:textId="77777777" w:rsidR="00DA5B91" w:rsidRDefault="00DA5B9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89E5EE" w14:textId="77777777" w:rsidR="00DA5B91" w:rsidRDefault="0028273F" w:rsidP="00382AE7">
            <w:pPr>
              <w:pStyle w:val="TAC"/>
              <w:rPr>
                <w:sz w:val="16"/>
                <w:szCs w:val="16"/>
              </w:rPr>
            </w:pPr>
            <w:r>
              <w:rPr>
                <w:sz w:val="16"/>
                <w:szCs w:val="16"/>
              </w:rPr>
              <w:t>D</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5469456" w14:textId="77777777" w:rsidR="00DA5B91" w:rsidRPr="00CD45AB" w:rsidRDefault="00DA5B91" w:rsidP="00382AE7">
            <w:pPr>
              <w:spacing w:after="0"/>
              <w:rPr>
                <w:rFonts w:ascii="Arial" w:hAnsi="Arial" w:cs="Arial"/>
                <w:sz w:val="16"/>
                <w:szCs w:val="16"/>
              </w:rPr>
            </w:pPr>
            <w:r w:rsidRPr="00DA5B91">
              <w:rPr>
                <w:rFonts w:ascii="Arial" w:hAnsi="Arial" w:cs="Arial"/>
                <w:sz w:val="16"/>
                <w:szCs w:val="16"/>
              </w:rPr>
              <w:t xml:space="preserve">Correction to the usage of undefined terminology </w:t>
            </w:r>
            <w:r w:rsidR="00985902">
              <w:rPr>
                <w:rFonts w:ascii="Arial" w:hAnsi="Arial" w:cs="Arial"/>
                <w:sz w:val="16"/>
                <w:szCs w:val="16"/>
              </w:rPr>
              <w:t>"</w:t>
            </w:r>
            <w:r w:rsidRPr="00DA5B91">
              <w:rPr>
                <w:rFonts w:ascii="Arial" w:hAnsi="Arial" w:cs="Arial"/>
                <w:sz w:val="16"/>
                <w:szCs w:val="16"/>
              </w:rPr>
              <w:t>channel</w:t>
            </w:r>
            <w:r w:rsidR="00985902">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B56C8D" w14:textId="77777777" w:rsidR="00DA5B91" w:rsidRDefault="00DA5B91" w:rsidP="00382AE7">
            <w:pPr>
              <w:pStyle w:val="TAC"/>
              <w:jc w:val="left"/>
              <w:rPr>
                <w:snapToGrid w:val="0"/>
                <w:sz w:val="16"/>
                <w:szCs w:val="16"/>
              </w:rPr>
            </w:pPr>
            <w:r>
              <w:rPr>
                <w:snapToGrid w:val="0"/>
                <w:sz w:val="16"/>
                <w:szCs w:val="16"/>
              </w:rPr>
              <w:t>13.2.0</w:t>
            </w:r>
          </w:p>
        </w:tc>
      </w:tr>
      <w:tr w:rsidR="00A45E24" w:rsidRPr="006B0D02" w14:paraId="56E940C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F11153" w14:textId="77777777" w:rsidR="00A45E24" w:rsidRDefault="00A45E24"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A325188" w14:textId="77777777" w:rsidR="00A45E24" w:rsidRDefault="00A45E24"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76E809C" w14:textId="77777777" w:rsidR="00A45E24" w:rsidRDefault="00A45E24"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48AEF8" w14:textId="77777777" w:rsidR="00A45E24" w:rsidRDefault="00A45E24" w:rsidP="00A45E24">
            <w:pPr>
              <w:spacing w:after="0"/>
              <w:jc w:val="center"/>
              <w:rPr>
                <w:rFonts w:ascii="Arial" w:hAnsi="Arial" w:cs="Arial"/>
                <w:sz w:val="16"/>
                <w:szCs w:val="16"/>
              </w:rPr>
            </w:pPr>
            <w:r>
              <w:rPr>
                <w:rFonts w:ascii="Arial" w:hAnsi="Arial" w:cs="Arial"/>
                <w:sz w:val="16"/>
                <w:szCs w:val="16"/>
              </w:rPr>
              <w:t>0626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06D592F" w14:textId="77777777" w:rsidR="00A45E24" w:rsidRDefault="00A45E2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030190" w14:textId="77777777" w:rsidR="00A45E24" w:rsidRDefault="00A45E24"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45FF8EF" w14:textId="77777777" w:rsidR="00A45E24" w:rsidRPr="00CD45AB" w:rsidRDefault="00A45E24" w:rsidP="00382AE7">
            <w:pPr>
              <w:spacing w:after="0"/>
              <w:rPr>
                <w:rFonts w:ascii="Arial" w:hAnsi="Arial" w:cs="Arial"/>
                <w:sz w:val="16"/>
                <w:szCs w:val="16"/>
              </w:rPr>
            </w:pPr>
            <w:r w:rsidRPr="00A45E24">
              <w:rPr>
                <w:rFonts w:ascii="Arial" w:hAnsi="Arial" w:cs="Arial"/>
                <w:sz w:val="16"/>
                <w:szCs w:val="16"/>
              </w:rPr>
              <w:t>Correction on channel access procedure after an additional defer duration for DL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DDC55D" w14:textId="77777777" w:rsidR="00A45E24" w:rsidRDefault="00A45E24" w:rsidP="00382AE7">
            <w:pPr>
              <w:pStyle w:val="TAC"/>
              <w:jc w:val="left"/>
              <w:rPr>
                <w:snapToGrid w:val="0"/>
                <w:sz w:val="16"/>
                <w:szCs w:val="16"/>
              </w:rPr>
            </w:pPr>
            <w:r>
              <w:rPr>
                <w:snapToGrid w:val="0"/>
                <w:sz w:val="16"/>
                <w:szCs w:val="16"/>
              </w:rPr>
              <w:t>13.2.0</w:t>
            </w:r>
          </w:p>
        </w:tc>
      </w:tr>
      <w:tr w:rsidR="00C51B21" w:rsidRPr="006B0D02" w14:paraId="31E65E0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66CA6A" w14:textId="77777777" w:rsidR="00C51B21" w:rsidRDefault="00C51B2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702BAE" w14:textId="77777777" w:rsidR="00C51B21" w:rsidRDefault="00C51B2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948B6FD" w14:textId="77777777" w:rsidR="00C51B21" w:rsidRDefault="00C51B21" w:rsidP="00C51B21">
            <w:pPr>
              <w:spacing w:after="0"/>
              <w:jc w:val="center"/>
              <w:rPr>
                <w:rFonts w:ascii="Arial" w:hAnsi="Arial" w:cs="Arial"/>
                <w:sz w:val="16"/>
                <w:szCs w:val="16"/>
              </w:rPr>
            </w:pPr>
            <w:r>
              <w:rPr>
                <w:rFonts w:ascii="Arial" w:hAnsi="Arial" w:cs="Arial"/>
                <w:sz w:val="16"/>
                <w:szCs w:val="16"/>
              </w:rPr>
              <w:t>RP-161284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A0B64B" w14:textId="77777777" w:rsidR="00C51B21" w:rsidRDefault="00C51B21" w:rsidP="00382AE7">
            <w:pPr>
              <w:spacing w:after="0"/>
              <w:jc w:val="center"/>
              <w:rPr>
                <w:rFonts w:ascii="Arial" w:hAnsi="Arial" w:cs="Arial"/>
                <w:sz w:val="16"/>
                <w:szCs w:val="16"/>
              </w:rPr>
            </w:pPr>
            <w:r>
              <w:rPr>
                <w:rFonts w:ascii="Arial" w:hAnsi="Arial" w:cs="Arial"/>
                <w:sz w:val="16"/>
                <w:szCs w:val="16"/>
              </w:rPr>
              <w:t>0627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17E1F6E" w14:textId="77777777" w:rsidR="00C51B21" w:rsidRDefault="00C51B21"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88A409" w14:textId="77777777" w:rsidR="00C51B21" w:rsidRDefault="00C51B21"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B09EEC0" w14:textId="77777777" w:rsidR="00C51B21" w:rsidRPr="00CD45AB" w:rsidRDefault="00C51B21" w:rsidP="00382AE7">
            <w:pPr>
              <w:spacing w:after="0"/>
              <w:rPr>
                <w:rFonts w:ascii="Arial" w:hAnsi="Arial" w:cs="Arial"/>
                <w:sz w:val="16"/>
                <w:szCs w:val="16"/>
              </w:rPr>
            </w:pPr>
            <w:r w:rsidRPr="00C51B21">
              <w:rPr>
                <w:rFonts w:ascii="Arial" w:hAnsi="Arial" w:cs="Arial"/>
                <w:sz w:val="16"/>
                <w:szCs w:val="16"/>
              </w:rPr>
              <w:t>Clarification for LAA CSI processing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18EA6F" w14:textId="77777777" w:rsidR="00C51B21" w:rsidRDefault="00C51B21" w:rsidP="00382AE7">
            <w:pPr>
              <w:pStyle w:val="TAC"/>
              <w:jc w:val="left"/>
              <w:rPr>
                <w:snapToGrid w:val="0"/>
                <w:sz w:val="16"/>
                <w:szCs w:val="16"/>
              </w:rPr>
            </w:pPr>
            <w:r>
              <w:rPr>
                <w:snapToGrid w:val="0"/>
                <w:sz w:val="16"/>
                <w:szCs w:val="16"/>
              </w:rPr>
              <w:t>13.2.0</w:t>
            </w:r>
          </w:p>
        </w:tc>
      </w:tr>
      <w:tr w:rsidR="00991D8A" w:rsidRPr="006B0D02" w14:paraId="348B373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B1BA68" w14:textId="77777777" w:rsidR="00991D8A" w:rsidRDefault="00991D8A"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6492AC1" w14:textId="77777777" w:rsidR="00991D8A" w:rsidRDefault="00991D8A"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FFA1B6F" w14:textId="77777777" w:rsidR="00991D8A" w:rsidRDefault="00991D8A" w:rsidP="00991D8A">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FB4BB0" w14:textId="77777777" w:rsidR="00991D8A" w:rsidRDefault="00991D8A" w:rsidP="00382AE7">
            <w:pPr>
              <w:spacing w:after="0"/>
              <w:jc w:val="center"/>
              <w:rPr>
                <w:rFonts w:ascii="Arial" w:hAnsi="Arial" w:cs="Arial"/>
                <w:sz w:val="16"/>
                <w:szCs w:val="16"/>
              </w:rPr>
            </w:pPr>
            <w:r>
              <w:rPr>
                <w:rFonts w:ascii="Arial" w:hAnsi="Arial" w:cs="Arial"/>
                <w:sz w:val="16"/>
                <w:szCs w:val="16"/>
              </w:rPr>
              <w:t>0628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B937B06" w14:textId="77777777" w:rsidR="00991D8A" w:rsidRDefault="00991D8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E37817" w14:textId="77777777" w:rsidR="00991D8A" w:rsidRDefault="00991D8A"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882B4D8" w14:textId="77777777" w:rsidR="00991D8A" w:rsidRPr="00CD45AB" w:rsidRDefault="00991D8A" w:rsidP="00382AE7">
            <w:pPr>
              <w:spacing w:after="0"/>
              <w:rPr>
                <w:rFonts w:ascii="Arial" w:hAnsi="Arial" w:cs="Arial"/>
                <w:sz w:val="16"/>
                <w:szCs w:val="16"/>
              </w:rPr>
            </w:pPr>
            <w:r w:rsidRPr="00991D8A">
              <w:rPr>
                <w:rFonts w:ascii="Arial" w:hAnsi="Arial" w:cs="Arial"/>
                <w:sz w:val="16"/>
                <w:szCs w:val="16"/>
              </w:rPr>
              <w:t>MCS Table for Initial Partial TTI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607591" w14:textId="77777777" w:rsidR="00991D8A" w:rsidRDefault="00991D8A" w:rsidP="00382AE7">
            <w:pPr>
              <w:pStyle w:val="TAC"/>
              <w:jc w:val="left"/>
              <w:rPr>
                <w:snapToGrid w:val="0"/>
                <w:sz w:val="16"/>
                <w:szCs w:val="16"/>
              </w:rPr>
            </w:pPr>
            <w:r>
              <w:rPr>
                <w:snapToGrid w:val="0"/>
                <w:sz w:val="16"/>
                <w:szCs w:val="16"/>
              </w:rPr>
              <w:t>13.2.0</w:t>
            </w:r>
          </w:p>
        </w:tc>
      </w:tr>
      <w:tr w:rsidR="00980ECF" w:rsidRPr="006B0D02" w14:paraId="66D7A42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D2C06D" w14:textId="77777777" w:rsidR="00980ECF" w:rsidRDefault="00980ECF"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F2D0850" w14:textId="77777777" w:rsidR="00980ECF" w:rsidRDefault="00980ECF"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DA4C26C" w14:textId="77777777" w:rsidR="00980ECF" w:rsidRDefault="00980ECF" w:rsidP="00980ECF">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C38F82" w14:textId="77777777" w:rsidR="00980ECF" w:rsidRDefault="00980ECF" w:rsidP="00382AE7">
            <w:pPr>
              <w:spacing w:after="0"/>
              <w:jc w:val="center"/>
              <w:rPr>
                <w:rFonts w:ascii="Arial" w:hAnsi="Arial" w:cs="Arial"/>
                <w:sz w:val="16"/>
                <w:szCs w:val="16"/>
              </w:rPr>
            </w:pPr>
            <w:r>
              <w:rPr>
                <w:rFonts w:ascii="Arial" w:hAnsi="Arial" w:cs="Arial"/>
                <w:sz w:val="16"/>
                <w:szCs w:val="16"/>
              </w:rPr>
              <w:t>0629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D656C1C" w14:textId="77777777" w:rsidR="00980ECF" w:rsidRDefault="00980ECF"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F127A5" w14:textId="77777777" w:rsidR="00980ECF" w:rsidRDefault="00980ECF"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C8AA4A1" w14:textId="77777777" w:rsidR="00980ECF" w:rsidRPr="00CD45AB" w:rsidRDefault="00980ECF" w:rsidP="00382AE7">
            <w:pPr>
              <w:spacing w:after="0"/>
              <w:rPr>
                <w:rFonts w:ascii="Arial" w:hAnsi="Arial" w:cs="Arial"/>
                <w:sz w:val="16"/>
                <w:szCs w:val="16"/>
              </w:rPr>
            </w:pPr>
            <w:r w:rsidRPr="00980ECF">
              <w:rPr>
                <w:rFonts w:ascii="Arial" w:hAnsi="Arial" w:cs="Arial"/>
                <w:sz w:val="16"/>
                <w:szCs w:val="16"/>
              </w:rPr>
              <w:t>Correction on the linkage between CSI-RS and CSI-IM for Class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DA9D77" w14:textId="77777777" w:rsidR="00980ECF" w:rsidRDefault="00980ECF" w:rsidP="00382AE7">
            <w:pPr>
              <w:pStyle w:val="TAC"/>
              <w:jc w:val="left"/>
              <w:rPr>
                <w:snapToGrid w:val="0"/>
                <w:sz w:val="16"/>
                <w:szCs w:val="16"/>
              </w:rPr>
            </w:pPr>
            <w:r>
              <w:rPr>
                <w:snapToGrid w:val="0"/>
                <w:sz w:val="16"/>
                <w:szCs w:val="16"/>
              </w:rPr>
              <w:t>13.2.0</w:t>
            </w:r>
          </w:p>
        </w:tc>
      </w:tr>
      <w:tr w:rsidR="008F4144" w:rsidRPr="006B0D02" w14:paraId="68A0A05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C0BE9C" w14:textId="77777777" w:rsidR="008F4144" w:rsidRDefault="008F4144"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25D5616" w14:textId="77777777" w:rsidR="008F4144" w:rsidRDefault="008F4144"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1BC8E18" w14:textId="77777777" w:rsidR="008F4144" w:rsidRDefault="008F4144" w:rsidP="008F4144">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A3EB30" w14:textId="77777777" w:rsidR="008F4144" w:rsidRDefault="008F4144" w:rsidP="008F4144">
            <w:pPr>
              <w:spacing w:after="0"/>
              <w:jc w:val="center"/>
              <w:rPr>
                <w:rFonts w:ascii="Arial" w:hAnsi="Arial" w:cs="Arial"/>
                <w:sz w:val="16"/>
                <w:szCs w:val="16"/>
              </w:rPr>
            </w:pPr>
            <w:r>
              <w:rPr>
                <w:rFonts w:ascii="Arial" w:hAnsi="Arial" w:cs="Arial"/>
                <w:sz w:val="16"/>
                <w:szCs w:val="16"/>
              </w:rPr>
              <w:t>0630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0825A51" w14:textId="77777777" w:rsidR="008F4144" w:rsidRDefault="008F414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CFCA05" w14:textId="77777777" w:rsidR="008F4144" w:rsidRDefault="008F4144"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585C734" w14:textId="77777777" w:rsidR="008F4144" w:rsidRPr="00CD45AB" w:rsidRDefault="008F4144" w:rsidP="00382AE7">
            <w:pPr>
              <w:spacing w:after="0"/>
              <w:rPr>
                <w:rFonts w:ascii="Arial" w:hAnsi="Arial" w:cs="Arial"/>
                <w:sz w:val="16"/>
                <w:szCs w:val="16"/>
              </w:rPr>
            </w:pPr>
            <w:r w:rsidRPr="008F4144">
              <w:rPr>
                <w:rFonts w:ascii="Arial" w:hAnsi="Arial" w:cs="Arial"/>
                <w:sz w:val="16"/>
                <w:szCs w:val="16"/>
              </w:rPr>
              <w:t xml:space="preserve">Correction for HARQ-ACK Codebook Determination in </w:t>
            </w:r>
            <w:proofErr w:type="spellStart"/>
            <w:r w:rsidRPr="008F4144">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38083C" w14:textId="77777777" w:rsidR="008F4144" w:rsidRDefault="008F4144" w:rsidP="00382AE7">
            <w:pPr>
              <w:pStyle w:val="TAC"/>
              <w:jc w:val="left"/>
              <w:rPr>
                <w:snapToGrid w:val="0"/>
                <w:sz w:val="16"/>
                <w:szCs w:val="16"/>
              </w:rPr>
            </w:pPr>
            <w:r>
              <w:rPr>
                <w:snapToGrid w:val="0"/>
                <w:sz w:val="16"/>
                <w:szCs w:val="16"/>
              </w:rPr>
              <w:t>13.2.0</w:t>
            </w:r>
          </w:p>
        </w:tc>
      </w:tr>
      <w:tr w:rsidR="00B72B60" w:rsidRPr="006B0D02" w14:paraId="6922E0F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3317F1" w14:textId="77777777" w:rsidR="00B72B60" w:rsidRDefault="00B72B60"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42A748F" w14:textId="77777777" w:rsidR="00B72B60" w:rsidRDefault="00B72B60"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BC65D1B" w14:textId="77777777" w:rsidR="00B72B60" w:rsidRDefault="00B72B60"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EE8F66" w14:textId="77777777" w:rsidR="00B72B60" w:rsidRDefault="00B72B60" w:rsidP="00382AE7">
            <w:pPr>
              <w:spacing w:after="0"/>
              <w:jc w:val="center"/>
              <w:rPr>
                <w:rFonts w:ascii="Arial" w:hAnsi="Arial" w:cs="Arial"/>
                <w:sz w:val="16"/>
                <w:szCs w:val="16"/>
              </w:rPr>
            </w:pPr>
            <w:r>
              <w:rPr>
                <w:rFonts w:ascii="Arial" w:hAnsi="Arial" w:cs="Arial"/>
                <w:sz w:val="16"/>
                <w:szCs w:val="16"/>
              </w:rPr>
              <w:t>0631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2003DE8" w14:textId="77777777" w:rsidR="00B72B60" w:rsidRDefault="00B72B6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53BEE0" w14:textId="77777777" w:rsidR="00B72B60" w:rsidRDefault="00B72B60"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DCE9028" w14:textId="77777777" w:rsidR="00B72B60" w:rsidRPr="00CD45AB" w:rsidRDefault="00B72B60" w:rsidP="00382AE7">
            <w:pPr>
              <w:spacing w:after="0"/>
              <w:rPr>
                <w:rFonts w:ascii="Arial" w:hAnsi="Arial" w:cs="Arial"/>
                <w:sz w:val="16"/>
                <w:szCs w:val="16"/>
              </w:rPr>
            </w:pPr>
            <w:r w:rsidRPr="00B72B60">
              <w:rPr>
                <w:rFonts w:ascii="Arial" w:hAnsi="Arial" w:cs="Arial"/>
                <w:sz w:val="16"/>
                <w:szCs w:val="16"/>
              </w:rPr>
              <w:t xml:space="preserve">Clarification on </w:t>
            </w:r>
            <w:r w:rsidR="00985902">
              <w:rPr>
                <w:rFonts w:ascii="Arial" w:hAnsi="Arial" w:cs="Arial"/>
                <w:sz w:val="16"/>
                <w:szCs w:val="16"/>
              </w:rPr>
              <w:t>"</w:t>
            </w:r>
            <w:r w:rsidRPr="00B72B60">
              <w:rPr>
                <w:rFonts w:ascii="Arial" w:hAnsi="Arial" w:cs="Arial"/>
                <w:sz w:val="16"/>
                <w:szCs w:val="16"/>
              </w:rPr>
              <w:t>special subframe</w:t>
            </w:r>
            <w:r w:rsidR="00985902">
              <w:rPr>
                <w:rFonts w:ascii="Arial" w:hAnsi="Arial" w:cs="Arial"/>
                <w:sz w:val="16"/>
                <w:szCs w:val="16"/>
              </w:rPr>
              <w:t>"</w:t>
            </w:r>
            <w:r w:rsidRPr="00B72B60">
              <w:rPr>
                <w:rFonts w:ascii="Arial" w:hAnsi="Arial" w:cs="Arial"/>
                <w:sz w:val="16"/>
                <w:szCs w:val="16"/>
              </w:rPr>
              <w:t xml:space="preserve"> for frame structure type 3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7D473E" w14:textId="77777777" w:rsidR="00B72B60" w:rsidRDefault="00B72B60" w:rsidP="00382AE7">
            <w:pPr>
              <w:pStyle w:val="TAC"/>
              <w:jc w:val="left"/>
              <w:rPr>
                <w:snapToGrid w:val="0"/>
                <w:sz w:val="16"/>
                <w:szCs w:val="16"/>
              </w:rPr>
            </w:pPr>
            <w:r>
              <w:rPr>
                <w:snapToGrid w:val="0"/>
                <w:sz w:val="16"/>
                <w:szCs w:val="16"/>
              </w:rPr>
              <w:t>13.2.0</w:t>
            </w:r>
          </w:p>
        </w:tc>
      </w:tr>
      <w:tr w:rsidR="00426D05" w:rsidRPr="006B0D02" w14:paraId="5C49B1D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1DAD49" w14:textId="77777777" w:rsidR="00426D05" w:rsidRDefault="00426D05"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F8DBAE2" w14:textId="77777777" w:rsidR="00426D05" w:rsidRDefault="00426D05"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B47698F" w14:textId="77777777" w:rsidR="00426D05" w:rsidRDefault="00426D05"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A97DA5" w14:textId="77777777" w:rsidR="00426D05" w:rsidRDefault="00426D05" w:rsidP="00382AE7">
            <w:pPr>
              <w:spacing w:after="0"/>
              <w:jc w:val="center"/>
              <w:rPr>
                <w:rFonts w:ascii="Arial" w:hAnsi="Arial" w:cs="Arial"/>
                <w:sz w:val="16"/>
                <w:szCs w:val="16"/>
              </w:rPr>
            </w:pPr>
            <w:r>
              <w:rPr>
                <w:rFonts w:ascii="Arial" w:hAnsi="Arial" w:cs="Arial"/>
                <w:sz w:val="16"/>
                <w:szCs w:val="16"/>
              </w:rPr>
              <w:t>0632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A4615F5" w14:textId="77777777" w:rsidR="00426D05" w:rsidRDefault="00426D0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C52ADF" w14:textId="77777777" w:rsidR="00426D05" w:rsidRDefault="00426D05"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0AA92C" w14:textId="77777777" w:rsidR="00426D05" w:rsidRPr="00CD45AB" w:rsidRDefault="00426D05" w:rsidP="00382AE7">
            <w:pPr>
              <w:spacing w:after="0"/>
              <w:rPr>
                <w:rFonts w:ascii="Arial" w:hAnsi="Arial" w:cs="Arial"/>
                <w:sz w:val="16"/>
                <w:szCs w:val="16"/>
              </w:rPr>
            </w:pPr>
            <w:r w:rsidRPr="00426D05">
              <w:rPr>
                <w:rFonts w:ascii="Arial" w:hAnsi="Arial" w:cs="Arial"/>
                <w:sz w:val="16"/>
                <w:szCs w:val="16"/>
              </w:rPr>
              <w:t>Corrections on simultaneous transmission of HARQ-ACK and SR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08AFB7" w14:textId="77777777" w:rsidR="00426D05" w:rsidRDefault="00426D05" w:rsidP="00382AE7">
            <w:pPr>
              <w:pStyle w:val="TAC"/>
              <w:jc w:val="left"/>
              <w:rPr>
                <w:snapToGrid w:val="0"/>
                <w:sz w:val="16"/>
                <w:szCs w:val="16"/>
              </w:rPr>
            </w:pPr>
            <w:r>
              <w:rPr>
                <w:snapToGrid w:val="0"/>
                <w:sz w:val="16"/>
                <w:szCs w:val="16"/>
              </w:rPr>
              <w:t>13.2.0</w:t>
            </w:r>
          </w:p>
        </w:tc>
      </w:tr>
      <w:tr w:rsidR="000D1158" w:rsidRPr="006B0D02" w14:paraId="7FDD338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38149E" w14:textId="77777777" w:rsidR="000D1158" w:rsidRDefault="000D1158"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C7BBBE1" w14:textId="77777777" w:rsidR="000D1158" w:rsidRDefault="000D1158"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1E36F59" w14:textId="77777777" w:rsidR="000D1158" w:rsidRDefault="000D1158" w:rsidP="000D1158">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335D30" w14:textId="77777777" w:rsidR="000D1158" w:rsidRDefault="000D1158" w:rsidP="00382AE7">
            <w:pPr>
              <w:spacing w:after="0"/>
              <w:jc w:val="center"/>
              <w:rPr>
                <w:rFonts w:ascii="Arial" w:hAnsi="Arial" w:cs="Arial"/>
                <w:sz w:val="16"/>
                <w:szCs w:val="16"/>
              </w:rPr>
            </w:pPr>
            <w:r>
              <w:rPr>
                <w:rFonts w:ascii="Arial" w:hAnsi="Arial" w:cs="Arial"/>
                <w:sz w:val="16"/>
                <w:szCs w:val="16"/>
              </w:rPr>
              <w:t>0633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68AA23B" w14:textId="77777777" w:rsidR="000D1158" w:rsidRDefault="000D1158"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7E66DA" w14:textId="77777777" w:rsidR="000D1158" w:rsidRDefault="000D1158"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3C70F7" w14:textId="77777777" w:rsidR="000D1158" w:rsidRPr="00CD45AB" w:rsidRDefault="000D1158" w:rsidP="00382AE7">
            <w:pPr>
              <w:spacing w:after="0"/>
              <w:rPr>
                <w:rFonts w:ascii="Arial" w:hAnsi="Arial" w:cs="Arial"/>
                <w:sz w:val="16"/>
                <w:szCs w:val="16"/>
              </w:rPr>
            </w:pPr>
            <w:r w:rsidRPr="000D1158">
              <w:rPr>
                <w:rFonts w:ascii="Arial" w:hAnsi="Arial" w:cs="Arial"/>
                <w:sz w:val="16"/>
                <w:szCs w:val="16"/>
              </w:rPr>
              <w:t xml:space="preserve">MDPCCH candidate overflow monitoring correction for </w:t>
            </w:r>
            <w:proofErr w:type="spellStart"/>
            <w:r w:rsidRPr="000D1158">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C6C0BF" w14:textId="77777777" w:rsidR="000D1158" w:rsidRDefault="000D1158" w:rsidP="00382AE7">
            <w:pPr>
              <w:pStyle w:val="TAC"/>
              <w:jc w:val="left"/>
              <w:rPr>
                <w:snapToGrid w:val="0"/>
                <w:sz w:val="16"/>
                <w:szCs w:val="16"/>
              </w:rPr>
            </w:pPr>
            <w:r>
              <w:rPr>
                <w:snapToGrid w:val="0"/>
                <w:sz w:val="16"/>
                <w:szCs w:val="16"/>
              </w:rPr>
              <w:t>13.2.0</w:t>
            </w:r>
          </w:p>
        </w:tc>
      </w:tr>
      <w:tr w:rsidR="00651004" w:rsidRPr="006B0D02" w14:paraId="32FA5BB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0EC192" w14:textId="77777777" w:rsidR="00651004" w:rsidRDefault="00651004"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524DDE0" w14:textId="77777777" w:rsidR="00651004" w:rsidRDefault="00651004"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2609A11" w14:textId="77777777" w:rsidR="00651004" w:rsidRDefault="0065100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0340CA" w14:textId="77777777" w:rsidR="00651004" w:rsidRDefault="00651004" w:rsidP="00382AE7">
            <w:pPr>
              <w:spacing w:after="0"/>
              <w:jc w:val="center"/>
              <w:rPr>
                <w:rFonts w:ascii="Arial" w:hAnsi="Arial" w:cs="Arial"/>
                <w:sz w:val="16"/>
                <w:szCs w:val="16"/>
              </w:rPr>
            </w:pPr>
            <w:r>
              <w:rPr>
                <w:rFonts w:ascii="Arial" w:hAnsi="Arial" w:cs="Arial"/>
                <w:sz w:val="16"/>
                <w:szCs w:val="16"/>
              </w:rPr>
              <w:t>0634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D94B37" w14:textId="77777777" w:rsidR="00651004" w:rsidRDefault="0065100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2761E8" w14:textId="77777777" w:rsidR="00651004" w:rsidRDefault="00651004"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AE3F4D2" w14:textId="77777777" w:rsidR="00651004" w:rsidRPr="00CD45AB" w:rsidRDefault="00651004" w:rsidP="00382AE7">
            <w:pPr>
              <w:spacing w:after="0"/>
              <w:rPr>
                <w:rFonts w:ascii="Arial" w:hAnsi="Arial" w:cs="Arial"/>
                <w:sz w:val="16"/>
                <w:szCs w:val="16"/>
              </w:rPr>
            </w:pPr>
            <w:r w:rsidRPr="00651004">
              <w:rPr>
                <w:rFonts w:ascii="Arial" w:hAnsi="Arial" w:cs="Arial"/>
                <w:sz w:val="16"/>
                <w:szCs w:val="16"/>
              </w:rPr>
              <w:t xml:space="preserve">Correction to TS 36.213 for </w:t>
            </w:r>
            <w:proofErr w:type="spellStart"/>
            <w:r w:rsidRPr="00651004">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33F994" w14:textId="77777777" w:rsidR="00651004" w:rsidRDefault="00651004" w:rsidP="00382AE7">
            <w:pPr>
              <w:pStyle w:val="TAC"/>
              <w:jc w:val="left"/>
              <w:rPr>
                <w:snapToGrid w:val="0"/>
                <w:sz w:val="16"/>
                <w:szCs w:val="16"/>
              </w:rPr>
            </w:pPr>
            <w:r>
              <w:rPr>
                <w:snapToGrid w:val="0"/>
                <w:sz w:val="16"/>
                <w:szCs w:val="16"/>
              </w:rPr>
              <w:t>13.2.0</w:t>
            </w:r>
          </w:p>
        </w:tc>
      </w:tr>
      <w:tr w:rsidR="00783489" w:rsidRPr="006B0D02" w14:paraId="20668FA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9D30C1" w14:textId="77777777" w:rsidR="00783489" w:rsidRDefault="00783489"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E643B93" w14:textId="77777777" w:rsidR="00783489" w:rsidRDefault="00783489"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64E399D" w14:textId="77777777" w:rsidR="00783489" w:rsidRDefault="00783489"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051341" w14:textId="77777777" w:rsidR="00783489" w:rsidRDefault="00783489" w:rsidP="00783489">
            <w:pPr>
              <w:spacing w:after="0"/>
              <w:jc w:val="center"/>
              <w:rPr>
                <w:rFonts w:ascii="Arial" w:hAnsi="Arial" w:cs="Arial"/>
                <w:sz w:val="16"/>
                <w:szCs w:val="16"/>
              </w:rPr>
            </w:pPr>
            <w:r>
              <w:rPr>
                <w:rFonts w:ascii="Arial" w:hAnsi="Arial" w:cs="Arial"/>
                <w:sz w:val="16"/>
                <w:szCs w:val="16"/>
              </w:rPr>
              <w:t>0635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7C06892" w14:textId="77777777" w:rsidR="00783489" w:rsidRDefault="00783489"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789F93" w14:textId="77777777" w:rsidR="00783489" w:rsidRDefault="00783489"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8EB1E1" w14:textId="77777777" w:rsidR="00783489" w:rsidRPr="00CD45AB" w:rsidRDefault="00783489" w:rsidP="00382AE7">
            <w:pPr>
              <w:spacing w:after="0"/>
              <w:rPr>
                <w:rFonts w:ascii="Arial" w:hAnsi="Arial" w:cs="Arial"/>
                <w:sz w:val="16"/>
                <w:szCs w:val="16"/>
              </w:rPr>
            </w:pPr>
            <w:r w:rsidRPr="00783489">
              <w:rPr>
                <w:rFonts w:ascii="Arial" w:hAnsi="Arial" w:cs="Arial"/>
                <w:sz w:val="16"/>
                <w:szCs w:val="16"/>
              </w:rPr>
              <w:t>Correction on M-PDCCH case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4AD8A9" w14:textId="77777777" w:rsidR="00783489" w:rsidRDefault="00783489" w:rsidP="00382AE7">
            <w:pPr>
              <w:pStyle w:val="TAC"/>
              <w:jc w:val="left"/>
              <w:rPr>
                <w:snapToGrid w:val="0"/>
                <w:sz w:val="16"/>
                <w:szCs w:val="16"/>
              </w:rPr>
            </w:pPr>
            <w:r>
              <w:rPr>
                <w:snapToGrid w:val="0"/>
                <w:sz w:val="16"/>
                <w:szCs w:val="16"/>
              </w:rPr>
              <w:t>13.2.0</w:t>
            </w:r>
          </w:p>
        </w:tc>
      </w:tr>
      <w:tr w:rsidR="00F259FD" w:rsidRPr="006B0D02" w14:paraId="044A514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A1E5B8" w14:textId="77777777" w:rsidR="00F259FD" w:rsidRDefault="00F259FD"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2F67478" w14:textId="77777777" w:rsidR="00F259FD" w:rsidRDefault="00F259FD"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3DF1B5F" w14:textId="77777777" w:rsidR="00F259FD" w:rsidRDefault="00F259FD"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2A0E69" w14:textId="77777777" w:rsidR="00F259FD" w:rsidRDefault="00F259FD" w:rsidP="00382AE7">
            <w:pPr>
              <w:spacing w:after="0"/>
              <w:jc w:val="center"/>
              <w:rPr>
                <w:rFonts w:ascii="Arial" w:hAnsi="Arial" w:cs="Arial"/>
                <w:sz w:val="16"/>
                <w:szCs w:val="16"/>
              </w:rPr>
            </w:pPr>
            <w:r>
              <w:rPr>
                <w:rFonts w:ascii="Arial" w:hAnsi="Arial" w:cs="Arial"/>
                <w:sz w:val="16"/>
                <w:szCs w:val="16"/>
              </w:rPr>
              <w:t>0636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577B892" w14:textId="77777777" w:rsidR="00F259FD" w:rsidRDefault="00F259FD"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F09E7D" w14:textId="77777777" w:rsidR="00F259FD" w:rsidRDefault="00F259FD"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FD1F5D" w14:textId="77777777" w:rsidR="00F259FD" w:rsidRPr="00CD45AB" w:rsidRDefault="00F259FD" w:rsidP="00382AE7">
            <w:pPr>
              <w:spacing w:after="0"/>
              <w:rPr>
                <w:rFonts w:ascii="Arial" w:hAnsi="Arial" w:cs="Arial"/>
                <w:sz w:val="16"/>
                <w:szCs w:val="16"/>
              </w:rPr>
            </w:pPr>
            <w:r w:rsidRPr="00F259FD">
              <w:rPr>
                <w:rFonts w:ascii="Arial" w:hAnsi="Arial" w:cs="Arial"/>
                <w:sz w:val="16"/>
                <w:szCs w:val="16"/>
              </w:rPr>
              <w:t>Correction on CSS for MPDCCH configured by temporary C-RNTI and Type0 MPDCCH CSS resource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A919AA" w14:textId="77777777" w:rsidR="00F259FD" w:rsidRDefault="00F259FD" w:rsidP="00382AE7">
            <w:pPr>
              <w:pStyle w:val="TAC"/>
              <w:jc w:val="left"/>
              <w:rPr>
                <w:snapToGrid w:val="0"/>
                <w:sz w:val="16"/>
                <w:szCs w:val="16"/>
              </w:rPr>
            </w:pPr>
            <w:r>
              <w:rPr>
                <w:snapToGrid w:val="0"/>
                <w:sz w:val="16"/>
                <w:szCs w:val="16"/>
              </w:rPr>
              <w:t>13.2.0</w:t>
            </w:r>
          </w:p>
        </w:tc>
      </w:tr>
      <w:tr w:rsidR="00CF0DD7" w:rsidRPr="006B0D02" w14:paraId="4368AB5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1D8F7A" w14:textId="77777777" w:rsidR="00CF0DD7" w:rsidRDefault="00CF0DD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315FE02" w14:textId="77777777" w:rsidR="00CF0DD7" w:rsidRDefault="00CF0DD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DBE5F87" w14:textId="77777777" w:rsidR="00CF0DD7" w:rsidRDefault="00CF0DD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639EDA" w14:textId="77777777" w:rsidR="00CF0DD7" w:rsidRDefault="00CF0DD7" w:rsidP="00382AE7">
            <w:pPr>
              <w:spacing w:after="0"/>
              <w:jc w:val="center"/>
              <w:rPr>
                <w:rFonts w:ascii="Arial" w:hAnsi="Arial" w:cs="Arial"/>
                <w:sz w:val="16"/>
                <w:szCs w:val="16"/>
              </w:rPr>
            </w:pPr>
            <w:r>
              <w:rPr>
                <w:rFonts w:ascii="Arial" w:hAnsi="Arial" w:cs="Arial"/>
                <w:sz w:val="16"/>
                <w:szCs w:val="16"/>
              </w:rPr>
              <w:t>0637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7D1DEBE" w14:textId="77777777" w:rsidR="00CF0DD7" w:rsidRDefault="00CF0DD7"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5B1F27" w14:textId="77777777" w:rsidR="00CF0DD7" w:rsidRDefault="00CF0DD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7C6E605" w14:textId="77777777" w:rsidR="00CF0DD7" w:rsidRPr="00CD45AB" w:rsidRDefault="00CF0DD7" w:rsidP="00382AE7">
            <w:pPr>
              <w:spacing w:after="0"/>
              <w:rPr>
                <w:rFonts w:ascii="Arial" w:hAnsi="Arial" w:cs="Arial"/>
                <w:sz w:val="16"/>
                <w:szCs w:val="16"/>
              </w:rPr>
            </w:pPr>
            <w:r w:rsidRPr="00CF0DD7">
              <w:rPr>
                <w:rFonts w:ascii="Arial" w:hAnsi="Arial" w:cs="Arial"/>
                <w:sz w:val="16"/>
                <w:szCs w:val="16"/>
              </w:rPr>
              <w:t xml:space="preserve">Correction on collision of dynamically scheduled data and semi-statically scheduled data for Rel-13 </w:t>
            </w:r>
            <w:proofErr w:type="spellStart"/>
            <w:r w:rsidRPr="00CF0DD7">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733944" w14:textId="77777777" w:rsidR="00CF0DD7" w:rsidRDefault="00CF0DD7" w:rsidP="00382AE7">
            <w:pPr>
              <w:pStyle w:val="TAC"/>
              <w:jc w:val="left"/>
              <w:rPr>
                <w:snapToGrid w:val="0"/>
                <w:sz w:val="16"/>
                <w:szCs w:val="16"/>
              </w:rPr>
            </w:pPr>
            <w:r>
              <w:rPr>
                <w:snapToGrid w:val="0"/>
                <w:sz w:val="16"/>
                <w:szCs w:val="16"/>
              </w:rPr>
              <w:t>13.2.0</w:t>
            </w:r>
          </w:p>
        </w:tc>
      </w:tr>
      <w:tr w:rsidR="000F48AC" w:rsidRPr="006B0D02" w14:paraId="4E65BB2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80EC17" w14:textId="77777777" w:rsidR="000F48AC" w:rsidRDefault="000F48AC"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9EDE187" w14:textId="77777777" w:rsidR="000F48AC" w:rsidRDefault="000F48AC"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5F1FA91" w14:textId="77777777" w:rsidR="000F48AC" w:rsidRDefault="000F48AC"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26768E" w14:textId="77777777" w:rsidR="000F48AC" w:rsidRDefault="000F48AC" w:rsidP="000F48AC">
            <w:pPr>
              <w:spacing w:after="0"/>
              <w:jc w:val="center"/>
              <w:rPr>
                <w:rFonts w:ascii="Arial" w:hAnsi="Arial" w:cs="Arial"/>
                <w:sz w:val="16"/>
                <w:szCs w:val="16"/>
              </w:rPr>
            </w:pPr>
            <w:r>
              <w:rPr>
                <w:rFonts w:ascii="Arial" w:hAnsi="Arial" w:cs="Arial"/>
                <w:sz w:val="16"/>
                <w:szCs w:val="16"/>
              </w:rPr>
              <w:t>0638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19ECBF3" w14:textId="77777777" w:rsidR="000F48AC" w:rsidRDefault="000F48AC"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3031E" w14:textId="77777777" w:rsidR="000F48AC" w:rsidRDefault="000F48AC"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29B6793" w14:textId="77777777" w:rsidR="000F48AC" w:rsidRPr="00CD45AB" w:rsidRDefault="000F48AC" w:rsidP="00382AE7">
            <w:pPr>
              <w:spacing w:after="0"/>
              <w:rPr>
                <w:rFonts w:ascii="Arial" w:hAnsi="Arial" w:cs="Arial"/>
                <w:sz w:val="16"/>
                <w:szCs w:val="16"/>
              </w:rPr>
            </w:pPr>
            <w:r w:rsidRPr="000F48AC">
              <w:rPr>
                <w:rFonts w:ascii="Arial" w:hAnsi="Arial" w:cs="Arial"/>
                <w:sz w:val="16"/>
                <w:szCs w:val="16"/>
              </w:rPr>
              <w:t xml:space="preserve">Correction on PDSCH transmission timing for Rel-13 </w:t>
            </w:r>
            <w:proofErr w:type="spellStart"/>
            <w:r w:rsidRPr="000F48AC">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E1256D" w14:textId="77777777" w:rsidR="000F48AC" w:rsidRDefault="000F48AC" w:rsidP="00382AE7">
            <w:pPr>
              <w:pStyle w:val="TAC"/>
              <w:jc w:val="left"/>
              <w:rPr>
                <w:snapToGrid w:val="0"/>
                <w:sz w:val="16"/>
                <w:szCs w:val="16"/>
              </w:rPr>
            </w:pPr>
            <w:r>
              <w:rPr>
                <w:snapToGrid w:val="0"/>
                <w:sz w:val="16"/>
                <w:szCs w:val="16"/>
              </w:rPr>
              <w:t>13.2.0</w:t>
            </w:r>
          </w:p>
        </w:tc>
      </w:tr>
      <w:tr w:rsidR="002A3D4E" w:rsidRPr="006B0D02" w14:paraId="7754511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CAEC31" w14:textId="77777777" w:rsidR="002A3D4E" w:rsidRDefault="002A3D4E"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6D3DFC8" w14:textId="77777777" w:rsidR="002A3D4E" w:rsidRDefault="002A3D4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3CB62D" w14:textId="77777777" w:rsidR="002A3D4E" w:rsidRDefault="002A3D4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25B0DF" w14:textId="77777777" w:rsidR="002A3D4E" w:rsidRDefault="002A3D4E" w:rsidP="002A3D4E">
            <w:pPr>
              <w:spacing w:after="0"/>
              <w:jc w:val="center"/>
              <w:rPr>
                <w:rFonts w:ascii="Arial" w:hAnsi="Arial" w:cs="Arial"/>
                <w:sz w:val="16"/>
                <w:szCs w:val="16"/>
              </w:rPr>
            </w:pPr>
            <w:r>
              <w:rPr>
                <w:rFonts w:ascii="Arial" w:hAnsi="Arial" w:cs="Arial"/>
                <w:sz w:val="16"/>
                <w:szCs w:val="16"/>
              </w:rPr>
              <w:t>0639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5FF0A4C" w14:textId="77777777" w:rsidR="002A3D4E" w:rsidRDefault="002A3D4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43AAA54" w14:textId="77777777" w:rsidR="002A3D4E" w:rsidRDefault="002A3D4E"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9A50C23" w14:textId="77777777" w:rsidR="002A3D4E" w:rsidRPr="00CD45AB" w:rsidRDefault="002A3D4E" w:rsidP="00382AE7">
            <w:pPr>
              <w:spacing w:after="0"/>
              <w:rPr>
                <w:rFonts w:ascii="Arial" w:hAnsi="Arial" w:cs="Arial"/>
                <w:sz w:val="16"/>
                <w:szCs w:val="16"/>
              </w:rPr>
            </w:pPr>
            <w:r w:rsidRPr="002A3D4E">
              <w:rPr>
                <w:rFonts w:ascii="Arial" w:hAnsi="Arial" w:cs="Arial"/>
                <w:sz w:val="16"/>
                <w:szCs w:val="16"/>
              </w:rPr>
              <w:t xml:space="preserve">On the collision between </w:t>
            </w:r>
            <w:proofErr w:type="spellStart"/>
            <w:r w:rsidRPr="002A3D4E">
              <w:rPr>
                <w:rFonts w:ascii="Arial" w:hAnsi="Arial" w:cs="Arial"/>
                <w:sz w:val="16"/>
                <w:szCs w:val="16"/>
              </w:rPr>
              <w:t>eMTC</w:t>
            </w:r>
            <w:proofErr w:type="spellEnd"/>
            <w:r w:rsidRPr="002A3D4E">
              <w:rPr>
                <w:rFonts w:ascii="Arial" w:hAnsi="Arial" w:cs="Arial"/>
                <w:sz w:val="16"/>
                <w:szCs w:val="16"/>
              </w:rPr>
              <w:t xml:space="preserve"> SIB and MPDCCH/PDSCH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CFA0B0" w14:textId="77777777" w:rsidR="002A3D4E" w:rsidRDefault="002A3D4E" w:rsidP="00382AE7">
            <w:pPr>
              <w:pStyle w:val="TAC"/>
              <w:jc w:val="left"/>
              <w:rPr>
                <w:snapToGrid w:val="0"/>
                <w:sz w:val="16"/>
                <w:szCs w:val="16"/>
              </w:rPr>
            </w:pPr>
            <w:r>
              <w:rPr>
                <w:snapToGrid w:val="0"/>
                <w:sz w:val="16"/>
                <w:szCs w:val="16"/>
              </w:rPr>
              <w:t>13.2.0</w:t>
            </w:r>
          </w:p>
        </w:tc>
      </w:tr>
      <w:tr w:rsidR="0091155A" w:rsidRPr="006B0D02" w14:paraId="5904C5B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B787F7" w14:textId="77777777" w:rsidR="0091155A" w:rsidRDefault="0091155A"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3E7F9F4" w14:textId="77777777" w:rsidR="0091155A" w:rsidRDefault="0091155A"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56CDCC8" w14:textId="77777777" w:rsidR="0091155A" w:rsidRDefault="0091155A"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5EC803" w14:textId="77777777" w:rsidR="0091155A" w:rsidRDefault="0091155A" w:rsidP="00382AE7">
            <w:pPr>
              <w:spacing w:after="0"/>
              <w:jc w:val="center"/>
              <w:rPr>
                <w:rFonts w:ascii="Arial" w:hAnsi="Arial" w:cs="Arial"/>
                <w:sz w:val="16"/>
                <w:szCs w:val="16"/>
              </w:rPr>
            </w:pPr>
            <w:r>
              <w:rPr>
                <w:rFonts w:ascii="Arial" w:hAnsi="Arial" w:cs="Arial"/>
                <w:sz w:val="16"/>
                <w:szCs w:val="16"/>
              </w:rPr>
              <w:t>0639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B2BEF62" w14:textId="77777777" w:rsidR="0091155A" w:rsidRDefault="0091155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8B69B4" w14:textId="77777777" w:rsidR="0091155A" w:rsidRDefault="0091155A"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262F5D6" w14:textId="77777777" w:rsidR="0091155A" w:rsidRPr="00CD45AB" w:rsidRDefault="0091155A" w:rsidP="00382AE7">
            <w:pPr>
              <w:spacing w:after="0"/>
              <w:rPr>
                <w:rFonts w:ascii="Arial" w:hAnsi="Arial" w:cs="Arial"/>
                <w:sz w:val="16"/>
                <w:szCs w:val="16"/>
              </w:rPr>
            </w:pPr>
            <w:r w:rsidRPr="002A3D4E">
              <w:rPr>
                <w:rFonts w:ascii="Arial" w:hAnsi="Arial" w:cs="Arial"/>
                <w:sz w:val="16"/>
                <w:szCs w:val="16"/>
              </w:rPr>
              <w:t xml:space="preserve">On the collision between </w:t>
            </w:r>
            <w:proofErr w:type="spellStart"/>
            <w:r w:rsidRPr="002A3D4E">
              <w:rPr>
                <w:rFonts w:ascii="Arial" w:hAnsi="Arial" w:cs="Arial"/>
                <w:sz w:val="16"/>
                <w:szCs w:val="16"/>
              </w:rPr>
              <w:t>eMTC</w:t>
            </w:r>
            <w:proofErr w:type="spellEnd"/>
            <w:r w:rsidRPr="002A3D4E">
              <w:rPr>
                <w:rFonts w:ascii="Arial" w:hAnsi="Arial" w:cs="Arial"/>
                <w:sz w:val="16"/>
                <w:szCs w:val="16"/>
              </w:rPr>
              <w:t xml:space="preserve"> SIB and MPDCCH/PDSCH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7DC53F" w14:textId="77777777" w:rsidR="0091155A" w:rsidRDefault="0091155A" w:rsidP="00382AE7">
            <w:pPr>
              <w:pStyle w:val="TAC"/>
              <w:jc w:val="left"/>
              <w:rPr>
                <w:snapToGrid w:val="0"/>
                <w:sz w:val="16"/>
                <w:szCs w:val="16"/>
              </w:rPr>
            </w:pPr>
            <w:r>
              <w:rPr>
                <w:snapToGrid w:val="0"/>
                <w:sz w:val="16"/>
                <w:szCs w:val="16"/>
              </w:rPr>
              <w:t>13.2.0</w:t>
            </w:r>
          </w:p>
        </w:tc>
      </w:tr>
      <w:tr w:rsidR="0091155A" w:rsidRPr="006B0D02" w14:paraId="376CCEA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213D45" w14:textId="77777777" w:rsidR="0091155A" w:rsidRDefault="0091155A"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138405B" w14:textId="77777777" w:rsidR="0091155A" w:rsidRDefault="0091155A"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609B70E" w14:textId="77777777" w:rsidR="0091155A" w:rsidRDefault="0091155A"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C05F50" w14:textId="77777777" w:rsidR="0091155A" w:rsidRDefault="0091155A" w:rsidP="0091155A">
            <w:pPr>
              <w:spacing w:after="0"/>
              <w:jc w:val="center"/>
              <w:rPr>
                <w:rFonts w:ascii="Arial" w:hAnsi="Arial" w:cs="Arial"/>
                <w:sz w:val="16"/>
                <w:szCs w:val="16"/>
              </w:rPr>
            </w:pPr>
            <w:r>
              <w:rPr>
                <w:rFonts w:ascii="Arial" w:hAnsi="Arial" w:cs="Arial"/>
                <w:sz w:val="16"/>
                <w:szCs w:val="16"/>
              </w:rPr>
              <w:t>0640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81567FD" w14:textId="77777777" w:rsidR="0091155A" w:rsidRDefault="0091155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432C47" w14:textId="77777777" w:rsidR="0091155A" w:rsidRDefault="0091155A"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40671B1" w14:textId="77777777" w:rsidR="0091155A" w:rsidRPr="00CD45AB" w:rsidRDefault="0091155A" w:rsidP="00382AE7">
            <w:pPr>
              <w:spacing w:after="0"/>
              <w:rPr>
                <w:rFonts w:ascii="Arial" w:hAnsi="Arial" w:cs="Arial"/>
                <w:sz w:val="16"/>
                <w:szCs w:val="16"/>
              </w:rPr>
            </w:pPr>
            <w:r w:rsidRPr="0091155A">
              <w:rPr>
                <w:rFonts w:ascii="Arial" w:hAnsi="Arial" w:cs="Arial"/>
                <w:sz w:val="16"/>
                <w:szCs w:val="16"/>
              </w:rPr>
              <w:t>Collision between PUCCH format 2 and PDSCH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445B3B" w14:textId="77777777" w:rsidR="0091155A" w:rsidRDefault="0091155A" w:rsidP="00382AE7">
            <w:pPr>
              <w:pStyle w:val="TAC"/>
              <w:jc w:val="left"/>
              <w:rPr>
                <w:snapToGrid w:val="0"/>
                <w:sz w:val="16"/>
                <w:szCs w:val="16"/>
              </w:rPr>
            </w:pPr>
            <w:r>
              <w:rPr>
                <w:snapToGrid w:val="0"/>
                <w:sz w:val="16"/>
                <w:szCs w:val="16"/>
              </w:rPr>
              <w:t>13.2.0</w:t>
            </w:r>
          </w:p>
        </w:tc>
      </w:tr>
      <w:tr w:rsidR="00D23EE6" w:rsidRPr="006B0D02" w14:paraId="5B1A07E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40F658" w14:textId="77777777" w:rsidR="00D23EE6" w:rsidRDefault="00D23EE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377CB7" w14:textId="77777777" w:rsidR="00D23EE6" w:rsidRDefault="00D23EE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AB83DCB" w14:textId="77777777" w:rsidR="00D23EE6" w:rsidRDefault="00D23EE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2748E5" w14:textId="77777777" w:rsidR="00D23EE6" w:rsidRDefault="00D23EE6" w:rsidP="00D23EE6">
            <w:pPr>
              <w:spacing w:after="0"/>
              <w:jc w:val="center"/>
              <w:rPr>
                <w:rFonts w:ascii="Arial" w:hAnsi="Arial" w:cs="Arial"/>
                <w:sz w:val="16"/>
                <w:szCs w:val="16"/>
              </w:rPr>
            </w:pPr>
            <w:r>
              <w:rPr>
                <w:rFonts w:ascii="Arial" w:hAnsi="Arial" w:cs="Arial"/>
                <w:sz w:val="16"/>
                <w:szCs w:val="16"/>
              </w:rPr>
              <w:t>0641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3246337" w14:textId="77777777" w:rsidR="00D23EE6" w:rsidRDefault="00D23EE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FF0FA5" w14:textId="77777777" w:rsidR="00D23EE6" w:rsidRDefault="00D23EE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507FE8B" w14:textId="77777777" w:rsidR="00D23EE6" w:rsidRPr="00CD45AB" w:rsidRDefault="00D23EE6" w:rsidP="00382AE7">
            <w:pPr>
              <w:spacing w:after="0"/>
              <w:rPr>
                <w:rFonts w:ascii="Arial" w:hAnsi="Arial" w:cs="Arial"/>
                <w:sz w:val="16"/>
                <w:szCs w:val="16"/>
              </w:rPr>
            </w:pPr>
            <w:r w:rsidRPr="00D23EE6">
              <w:rPr>
                <w:rFonts w:ascii="Arial" w:hAnsi="Arial" w:cs="Arial"/>
                <w:sz w:val="16"/>
                <w:szCs w:val="16"/>
              </w:rPr>
              <w:t>Clarification of TM1/2/6 on MBSFN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BCC68D" w14:textId="77777777" w:rsidR="00D23EE6" w:rsidRDefault="00D23EE6" w:rsidP="00382AE7">
            <w:pPr>
              <w:pStyle w:val="TAC"/>
              <w:jc w:val="left"/>
              <w:rPr>
                <w:snapToGrid w:val="0"/>
                <w:sz w:val="16"/>
                <w:szCs w:val="16"/>
              </w:rPr>
            </w:pPr>
            <w:r>
              <w:rPr>
                <w:snapToGrid w:val="0"/>
                <w:sz w:val="16"/>
                <w:szCs w:val="16"/>
              </w:rPr>
              <w:t>13.2.0</w:t>
            </w:r>
          </w:p>
        </w:tc>
      </w:tr>
      <w:tr w:rsidR="00247DF6" w:rsidRPr="006B0D02" w14:paraId="39F09B2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AF2748" w14:textId="77777777" w:rsidR="00247DF6" w:rsidRDefault="00247DF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82A543" w14:textId="77777777" w:rsidR="00247DF6" w:rsidRDefault="00247DF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10AC657" w14:textId="77777777" w:rsidR="00247DF6" w:rsidRDefault="00247DF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67F0FD" w14:textId="77777777" w:rsidR="00247DF6" w:rsidRDefault="00247DF6" w:rsidP="00247DF6">
            <w:pPr>
              <w:spacing w:after="0"/>
              <w:jc w:val="center"/>
              <w:rPr>
                <w:rFonts w:ascii="Arial" w:hAnsi="Arial" w:cs="Arial"/>
                <w:sz w:val="16"/>
                <w:szCs w:val="16"/>
              </w:rPr>
            </w:pPr>
            <w:r>
              <w:rPr>
                <w:rFonts w:ascii="Arial" w:hAnsi="Arial" w:cs="Arial"/>
                <w:sz w:val="16"/>
                <w:szCs w:val="16"/>
              </w:rPr>
              <w:t>0642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F94FDA4" w14:textId="77777777" w:rsidR="00247DF6" w:rsidRDefault="00247DF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D34D5A" w14:textId="77777777" w:rsidR="00247DF6" w:rsidRDefault="00247DF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24B4831" w14:textId="77777777" w:rsidR="00247DF6" w:rsidRPr="00CD45AB" w:rsidRDefault="00247DF6" w:rsidP="00382AE7">
            <w:pPr>
              <w:spacing w:after="0"/>
              <w:rPr>
                <w:rFonts w:ascii="Arial" w:hAnsi="Arial" w:cs="Arial"/>
                <w:sz w:val="16"/>
                <w:szCs w:val="16"/>
              </w:rPr>
            </w:pPr>
            <w:r w:rsidRPr="00247DF6">
              <w:rPr>
                <w:rFonts w:ascii="Arial" w:hAnsi="Arial" w:cs="Arial"/>
                <w:sz w:val="16"/>
                <w:szCs w:val="16"/>
              </w:rPr>
              <w:t xml:space="preserve">Correction of fallback </w:t>
            </w:r>
            <w:proofErr w:type="spellStart"/>
            <w:r w:rsidRPr="00247DF6">
              <w:rPr>
                <w:rFonts w:ascii="Arial" w:hAnsi="Arial" w:cs="Arial"/>
                <w:sz w:val="16"/>
                <w:szCs w:val="16"/>
              </w:rPr>
              <w:t>behavior</w:t>
            </w:r>
            <w:proofErr w:type="spellEnd"/>
            <w:r w:rsidRPr="00247DF6">
              <w:rPr>
                <w:rFonts w:ascii="Arial" w:hAnsi="Arial" w:cs="Arial"/>
                <w:sz w:val="16"/>
                <w:szCs w:val="16"/>
              </w:rPr>
              <w:t xml:space="preserve"> for TM9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1D591E" w14:textId="77777777" w:rsidR="00247DF6" w:rsidRDefault="00247DF6" w:rsidP="00382AE7">
            <w:pPr>
              <w:pStyle w:val="TAC"/>
              <w:jc w:val="left"/>
              <w:rPr>
                <w:snapToGrid w:val="0"/>
                <w:sz w:val="16"/>
                <w:szCs w:val="16"/>
              </w:rPr>
            </w:pPr>
            <w:r>
              <w:rPr>
                <w:snapToGrid w:val="0"/>
                <w:sz w:val="16"/>
                <w:szCs w:val="16"/>
              </w:rPr>
              <w:t>13.2.0</w:t>
            </w:r>
          </w:p>
        </w:tc>
      </w:tr>
      <w:tr w:rsidR="00247DF6" w:rsidRPr="006B0D02" w14:paraId="72DD038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7D1D67" w14:textId="77777777" w:rsidR="00247DF6" w:rsidRDefault="00247DF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0DDEA63" w14:textId="77777777" w:rsidR="00247DF6" w:rsidRDefault="00247DF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C759601" w14:textId="77777777" w:rsidR="00247DF6" w:rsidRDefault="00247DF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088D7E" w14:textId="77777777" w:rsidR="00247DF6" w:rsidRDefault="00247DF6" w:rsidP="00247DF6">
            <w:pPr>
              <w:spacing w:after="0"/>
              <w:jc w:val="center"/>
              <w:rPr>
                <w:rFonts w:ascii="Arial" w:hAnsi="Arial" w:cs="Arial"/>
                <w:sz w:val="16"/>
                <w:szCs w:val="16"/>
              </w:rPr>
            </w:pPr>
            <w:r>
              <w:rPr>
                <w:rFonts w:ascii="Arial" w:hAnsi="Arial" w:cs="Arial"/>
                <w:sz w:val="16"/>
                <w:szCs w:val="16"/>
              </w:rPr>
              <w:t>0643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128D3A5" w14:textId="77777777" w:rsidR="00247DF6" w:rsidRDefault="00247DF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4C359D" w14:textId="77777777" w:rsidR="00247DF6" w:rsidRDefault="00247DF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4B18541" w14:textId="77777777" w:rsidR="00247DF6" w:rsidRPr="00CD45AB" w:rsidRDefault="00247DF6" w:rsidP="00382AE7">
            <w:pPr>
              <w:spacing w:after="0"/>
              <w:rPr>
                <w:rFonts w:ascii="Arial" w:hAnsi="Arial" w:cs="Arial"/>
                <w:sz w:val="16"/>
                <w:szCs w:val="16"/>
              </w:rPr>
            </w:pPr>
            <w:r w:rsidRPr="00247DF6">
              <w:rPr>
                <w:rFonts w:ascii="Arial" w:hAnsi="Arial" w:cs="Arial"/>
                <w:sz w:val="16"/>
                <w:szCs w:val="16"/>
              </w:rPr>
              <w:t>Correction on RV and MPDCCH starting position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51D174" w14:textId="77777777" w:rsidR="00247DF6" w:rsidRDefault="00247DF6" w:rsidP="00382AE7">
            <w:pPr>
              <w:pStyle w:val="TAC"/>
              <w:jc w:val="left"/>
              <w:rPr>
                <w:snapToGrid w:val="0"/>
                <w:sz w:val="16"/>
                <w:szCs w:val="16"/>
              </w:rPr>
            </w:pPr>
            <w:r>
              <w:rPr>
                <w:snapToGrid w:val="0"/>
                <w:sz w:val="16"/>
                <w:szCs w:val="16"/>
              </w:rPr>
              <w:t>13.2.0</w:t>
            </w:r>
          </w:p>
        </w:tc>
      </w:tr>
      <w:tr w:rsidR="00AA75D7" w:rsidRPr="006B0D02" w14:paraId="0D3A82F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DCB785" w14:textId="77777777" w:rsidR="00AA75D7" w:rsidRDefault="00AA75D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57937C4" w14:textId="77777777" w:rsidR="00AA75D7" w:rsidRDefault="00AA75D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65D3ADC" w14:textId="77777777" w:rsidR="00AA75D7" w:rsidRDefault="00AA75D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A7EFE6" w14:textId="77777777" w:rsidR="00AA75D7" w:rsidRDefault="00AA75D7" w:rsidP="00AA75D7">
            <w:pPr>
              <w:spacing w:after="0"/>
              <w:jc w:val="center"/>
              <w:rPr>
                <w:rFonts w:ascii="Arial" w:hAnsi="Arial" w:cs="Arial"/>
                <w:sz w:val="16"/>
                <w:szCs w:val="16"/>
              </w:rPr>
            </w:pPr>
            <w:r>
              <w:rPr>
                <w:rFonts w:ascii="Arial" w:hAnsi="Arial" w:cs="Arial"/>
                <w:sz w:val="16"/>
                <w:szCs w:val="16"/>
              </w:rPr>
              <w:t>0644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2AB2CA3" w14:textId="77777777" w:rsidR="00AA75D7" w:rsidRDefault="00AA75D7"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DC3A37" w14:textId="77777777" w:rsidR="00AA75D7" w:rsidRDefault="00AA75D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B21105" w14:textId="77777777" w:rsidR="00AA75D7" w:rsidRPr="00CD45AB" w:rsidRDefault="00AA75D7" w:rsidP="00382AE7">
            <w:pPr>
              <w:spacing w:after="0"/>
              <w:rPr>
                <w:rFonts w:ascii="Arial" w:hAnsi="Arial" w:cs="Arial"/>
                <w:sz w:val="16"/>
                <w:szCs w:val="16"/>
              </w:rPr>
            </w:pPr>
            <w:r w:rsidRPr="00AA75D7">
              <w:rPr>
                <w:rFonts w:ascii="Arial" w:hAnsi="Arial" w:cs="Arial"/>
                <w:sz w:val="16"/>
                <w:szCs w:val="16"/>
              </w:rPr>
              <w:t>Collision between PSS/SSS/PBCH and PDSCH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43B9C5" w14:textId="77777777" w:rsidR="00AA75D7" w:rsidRDefault="00AA75D7" w:rsidP="00382AE7">
            <w:pPr>
              <w:pStyle w:val="TAC"/>
              <w:jc w:val="left"/>
              <w:rPr>
                <w:snapToGrid w:val="0"/>
                <w:sz w:val="16"/>
                <w:szCs w:val="16"/>
              </w:rPr>
            </w:pPr>
            <w:r>
              <w:rPr>
                <w:snapToGrid w:val="0"/>
                <w:sz w:val="16"/>
                <w:szCs w:val="16"/>
              </w:rPr>
              <w:t>13.2.0</w:t>
            </w:r>
          </w:p>
        </w:tc>
      </w:tr>
      <w:tr w:rsidR="00AA75D7" w:rsidRPr="006B0D02" w14:paraId="26000B3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BE6997" w14:textId="77777777" w:rsidR="00AA75D7" w:rsidRDefault="00AA75D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BE57A01" w14:textId="77777777" w:rsidR="00AA75D7" w:rsidRDefault="00AA75D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D866264" w14:textId="77777777" w:rsidR="00AA75D7" w:rsidRDefault="00AA75D7" w:rsidP="00AA75D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794AA0" w14:textId="77777777" w:rsidR="00AA75D7" w:rsidRDefault="00AA75D7" w:rsidP="00AA75D7">
            <w:pPr>
              <w:spacing w:after="0"/>
              <w:jc w:val="center"/>
              <w:rPr>
                <w:rFonts w:ascii="Arial" w:hAnsi="Arial" w:cs="Arial"/>
                <w:sz w:val="16"/>
                <w:szCs w:val="16"/>
              </w:rPr>
            </w:pPr>
            <w:r>
              <w:rPr>
                <w:rFonts w:ascii="Arial" w:hAnsi="Arial" w:cs="Arial"/>
                <w:sz w:val="16"/>
                <w:szCs w:val="16"/>
              </w:rPr>
              <w:t>0645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330D417" w14:textId="77777777" w:rsidR="00AA75D7" w:rsidRDefault="00AA75D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45227E" w14:textId="77777777" w:rsidR="00AA75D7" w:rsidRDefault="00AA75D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E48EEBB" w14:textId="77777777" w:rsidR="00AA75D7" w:rsidRPr="00CD45AB" w:rsidRDefault="00AA75D7" w:rsidP="00382AE7">
            <w:pPr>
              <w:spacing w:after="0"/>
              <w:rPr>
                <w:rFonts w:ascii="Arial" w:hAnsi="Arial" w:cs="Arial"/>
                <w:sz w:val="16"/>
                <w:szCs w:val="16"/>
              </w:rPr>
            </w:pPr>
            <w:r w:rsidRPr="00AA75D7">
              <w:rPr>
                <w:rFonts w:ascii="Arial" w:hAnsi="Arial" w:cs="Arial"/>
                <w:sz w:val="16"/>
                <w:szCs w:val="16"/>
              </w:rPr>
              <w:t>CR for 36.213 on multi-channel access procedure Type A2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FB33D4" w14:textId="77777777" w:rsidR="00AA75D7" w:rsidRDefault="00AA75D7" w:rsidP="00382AE7">
            <w:pPr>
              <w:pStyle w:val="TAC"/>
              <w:jc w:val="left"/>
              <w:rPr>
                <w:snapToGrid w:val="0"/>
                <w:sz w:val="16"/>
                <w:szCs w:val="16"/>
              </w:rPr>
            </w:pPr>
            <w:r>
              <w:rPr>
                <w:snapToGrid w:val="0"/>
                <w:sz w:val="16"/>
                <w:szCs w:val="16"/>
              </w:rPr>
              <w:t>13.2.0</w:t>
            </w:r>
          </w:p>
        </w:tc>
      </w:tr>
      <w:tr w:rsidR="00B27A1A" w:rsidRPr="006B0D02" w14:paraId="5F8B392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BA7A38" w14:textId="77777777" w:rsidR="00B27A1A" w:rsidRDefault="00B27A1A"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EEF9641" w14:textId="77777777" w:rsidR="00B27A1A" w:rsidRDefault="00B27A1A"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8640246" w14:textId="77777777" w:rsidR="00B27A1A" w:rsidRDefault="00B27A1A" w:rsidP="00B27A1A">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B7F5EB" w14:textId="77777777" w:rsidR="00B27A1A" w:rsidRDefault="00B27A1A" w:rsidP="00B27A1A">
            <w:pPr>
              <w:spacing w:after="0"/>
              <w:jc w:val="center"/>
              <w:rPr>
                <w:rFonts w:ascii="Arial" w:hAnsi="Arial" w:cs="Arial"/>
                <w:sz w:val="16"/>
                <w:szCs w:val="16"/>
              </w:rPr>
            </w:pPr>
            <w:r>
              <w:rPr>
                <w:rFonts w:ascii="Arial" w:hAnsi="Arial" w:cs="Arial"/>
                <w:sz w:val="16"/>
                <w:szCs w:val="16"/>
              </w:rPr>
              <w:t>0646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6224F1" w14:textId="77777777" w:rsidR="00B27A1A" w:rsidRDefault="00B27A1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3012F5" w14:textId="77777777" w:rsidR="00B27A1A" w:rsidRDefault="00B27A1A"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6541FEF" w14:textId="77777777" w:rsidR="00B27A1A" w:rsidRPr="00CD45AB" w:rsidRDefault="00B27A1A" w:rsidP="00382AE7">
            <w:pPr>
              <w:spacing w:after="0"/>
              <w:rPr>
                <w:rFonts w:ascii="Arial" w:hAnsi="Arial" w:cs="Arial"/>
                <w:sz w:val="16"/>
                <w:szCs w:val="16"/>
              </w:rPr>
            </w:pPr>
            <w:r w:rsidRPr="00B27A1A">
              <w:rPr>
                <w:rFonts w:ascii="Arial" w:hAnsi="Arial" w:cs="Arial"/>
                <w:sz w:val="16"/>
                <w:szCs w:val="16"/>
              </w:rPr>
              <w:t>CR for TS36.213 related to 2+4 PRB set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5A1959" w14:textId="77777777" w:rsidR="00B27A1A" w:rsidRDefault="00B27A1A" w:rsidP="00382AE7">
            <w:pPr>
              <w:pStyle w:val="TAC"/>
              <w:jc w:val="left"/>
              <w:rPr>
                <w:snapToGrid w:val="0"/>
                <w:sz w:val="16"/>
                <w:szCs w:val="16"/>
              </w:rPr>
            </w:pPr>
            <w:r>
              <w:rPr>
                <w:snapToGrid w:val="0"/>
                <w:sz w:val="16"/>
                <w:szCs w:val="16"/>
              </w:rPr>
              <w:t>13.2.0</w:t>
            </w:r>
          </w:p>
        </w:tc>
      </w:tr>
      <w:tr w:rsidR="007B1196" w:rsidRPr="006B0D02" w14:paraId="1A57030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1D8F58" w14:textId="77777777" w:rsidR="007B1196" w:rsidRDefault="007B119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81129EA" w14:textId="77777777" w:rsidR="007B1196" w:rsidRDefault="007B119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581D519" w14:textId="77777777" w:rsidR="007B1196" w:rsidRDefault="007B1196" w:rsidP="007B119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D8C073" w14:textId="77777777" w:rsidR="007B1196" w:rsidRDefault="007B1196" w:rsidP="007B1196">
            <w:pPr>
              <w:spacing w:after="0"/>
              <w:jc w:val="center"/>
              <w:rPr>
                <w:rFonts w:ascii="Arial" w:hAnsi="Arial" w:cs="Arial"/>
                <w:sz w:val="16"/>
                <w:szCs w:val="16"/>
              </w:rPr>
            </w:pPr>
            <w:r>
              <w:rPr>
                <w:rFonts w:ascii="Arial" w:hAnsi="Arial" w:cs="Arial"/>
                <w:sz w:val="16"/>
                <w:szCs w:val="16"/>
              </w:rPr>
              <w:t>0647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65BE799" w14:textId="77777777" w:rsidR="007B1196" w:rsidRDefault="007B119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D0C108" w14:textId="77777777" w:rsidR="007B1196" w:rsidRDefault="007B119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98A31D6" w14:textId="77777777" w:rsidR="007B1196" w:rsidRPr="00CD45AB" w:rsidRDefault="007B1196" w:rsidP="00382AE7">
            <w:pPr>
              <w:spacing w:after="0"/>
              <w:rPr>
                <w:rFonts w:ascii="Arial" w:hAnsi="Arial" w:cs="Arial"/>
                <w:sz w:val="16"/>
                <w:szCs w:val="16"/>
              </w:rPr>
            </w:pPr>
            <w:r w:rsidRPr="007B1196">
              <w:rPr>
                <w:rFonts w:ascii="Arial" w:hAnsi="Arial" w:cs="Arial"/>
                <w:sz w:val="16"/>
                <w:szCs w:val="16"/>
              </w:rPr>
              <w:t>CR on CSI-RS ID configuration for TM9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A6C817" w14:textId="77777777" w:rsidR="007B1196" w:rsidRDefault="007B1196" w:rsidP="00382AE7">
            <w:pPr>
              <w:pStyle w:val="TAC"/>
              <w:jc w:val="left"/>
              <w:rPr>
                <w:snapToGrid w:val="0"/>
                <w:sz w:val="16"/>
                <w:szCs w:val="16"/>
              </w:rPr>
            </w:pPr>
            <w:r>
              <w:rPr>
                <w:snapToGrid w:val="0"/>
                <w:sz w:val="16"/>
                <w:szCs w:val="16"/>
              </w:rPr>
              <w:t>13.2.0</w:t>
            </w:r>
          </w:p>
        </w:tc>
      </w:tr>
      <w:tr w:rsidR="00696586" w:rsidRPr="006B0D02" w14:paraId="45944D2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1C1A4F" w14:textId="77777777" w:rsidR="00696586" w:rsidRDefault="0069658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C29F85B" w14:textId="77777777" w:rsidR="00696586" w:rsidRDefault="0069658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29829D" w14:textId="77777777" w:rsidR="00696586" w:rsidRDefault="00696586" w:rsidP="00696586">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84ACC9" w14:textId="77777777" w:rsidR="00696586" w:rsidRDefault="00696586" w:rsidP="00696586">
            <w:pPr>
              <w:spacing w:after="0"/>
              <w:jc w:val="center"/>
              <w:rPr>
                <w:rFonts w:ascii="Arial" w:hAnsi="Arial" w:cs="Arial"/>
                <w:sz w:val="16"/>
                <w:szCs w:val="16"/>
              </w:rPr>
            </w:pPr>
            <w:r>
              <w:rPr>
                <w:rFonts w:ascii="Arial" w:hAnsi="Arial" w:cs="Arial"/>
                <w:sz w:val="16"/>
                <w:szCs w:val="16"/>
              </w:rPr>
              <w:t>0649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CE55623" w14:textId="77777777" w:rsidR="00696586" w:rsidRDefault="0069658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26629F" w14:textId="77777777" w:rsidR="00696586" w:rsidRDefault="0069658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CA2226F" w14:textId="77777777" w:rsidR="00696586" w:rsidRPr="00CD45AB" w:rsidRDefault="00696586" w:rsidP="00382AE7">
            <w:pPr>
              <w:spacing w:after="0"/>
              <w:rPr>
                <w:rFonts w:ascii="Arial" w:hAnsi="Arial" w:cs="Arial"/>
                <w:sz w:val="16"/>
                <w:szCs w:val="16"/>
              </w:rPr>
            </w:pPr>
            <w:r w:rsidRPr="00696586">
              <w:rPr>
                <w:rFonts w:ascii="Arial" w:hAnsi="Arial" w:cs="Arial"/>
                <w:sz w:val="16"/>
                <w:szCs w:val="16"/>
              </w:rPr>
              <w:t>Initial CCA Behaviour in the Channel Access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0FF0C3" w14:textId="77777777" w:rsidR="00696586" w:rsidRDefault="00696586" w:rsidP="00382AE7">
            <w:pPr>
              <w:pStyle w:val="TAC"/>
              <w:jc w:val="left"/>
              <w:rPr>
                <w:snapToGrid w:val="0"/>
                <w:sz w:val="16"/>
                <w:szCs w:val="16"/>
              </w:rPr>
            </w:pPr>
            <w:r>
              <w:rPr>
                <w:snapToGrid w:val="0"/>
                <w:sz w:val="16"/>
                <w:szCs w:val="16"/>
              </w:rPr>
              <w:t>13.2.0</w:t>
            </w:r>
          </w:p>
        </w:tc>
      </w:tr>
      <w:tr w:rsidR="00EF7FA5" w:rsidRPr="006B0D02" w14:paraId="01A4EBF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614CDA" w14:textId="77777777" w:rsidR="00EF7FA5" w:rsidRDefault="00EF7FA5"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CE260E" w14:textId="77777777" w:rsidR="00EF7FA5" w:rsidRDefault="00EF7FA5"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F96BF46" w14:textId="77777777" w:rsidR="00EF7FA5" w:rsidRDefault="00EF7FA5"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34D89E" w14:textId="77777777" w:rsidR="00EF7FA5" w:rsidRDefault="00EF7FA5" w:rsidP="00EF7FA5">
            <w:pPr>
              <w:spacing w:after="0"/>
              <w:jc w:val="center"/>
              <w:rPr>
                <w:rFonts w:ascii="Arial" w:hAnsi="Arial" w:cs="Arial"/>
                <w:sz w:val="16"/>
                <w:szCs w:val="16"/>
              </w:rPr>
            </w:pPr>
            <w:r>
              <w:rPr>
                <w:rFonts w:ascii="Arial" w:hAnsi="Arial" w:cs="Arial"/>
                <w:sz w:val="16"/>
                <w:szCs w:val="16"/>
              </w:rPr>
              <w:t>0650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66E65C" w14:textId="77777777" w:rsidR="00EF7FA5" w:rsidRDefault="00EF7FA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A043C4" w14:textId="77777777" w:rsidR="00EF7FA5" w:rsidRDefault="00EF7FA5"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C54A912" w14:textId="77777777" w:rsidR="00EF7FA5" w:rsidRPr="00CD45AB" w:rsidRDefault="00EF7FA5" w:rsidP="00382AE7">
            <w:pPr>
              <w:spacing w:after="0"/>
              <w:rPr>
                <w:rFonts w:ascii="Arial" w:hAnsi="Arial" w:cs="Arial"/>
                <w:sz w:val="16"/>
                <w:szCs w:val="16"/>
              </w:rPr>
            </w:pPr>
            <w:r w:rsidRPr="00EF7FA5">
              <w:rPr>
                <w:rFonts w:ascii="Arial" w:hAnsi="Arial" w:cs="Arial"/>
                <w:sz w:val="16"/>
                <w:szCs w:val="16"/>
              </w:rPr>
              <w:t>CR on clarification for channel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E6DC7A" w14:textId="77777777" w:rsidR="00EF7FA5" w:rsidRDefault="00EF7FA5" w:rsidP="00382AE7">
            <w:pPr>
              <w:pStyle w:val="TAC"/>
              <w:jc w:val="left"/>
              <w:rPr>
                <w:snapToGrid w:val="0"/>
                <w:sz w:val="16"/>
                <w:szCs w:val="16"/>
              </w:rPr>
            </w:pPr>
            <w:r>
              <w:rPr>
                <w:snapToGrid w:val="0"/>
                <w:sz w:val="16"/>
                <w:szCs w:val="16"/>
              </w:rPr>
              <w:t>13.2.0</w:t>
            </w:r>
          </w:p>
        </w:tc>
      </w:tr>
      <w:tr w:rsidR="00E65D21" w:rsidRPr="006B0D02" w14:paraId="6941B71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FE478A" w14:textId="77777777" w:rsidR="00E65D21" w:rsidRDefault="00E65D2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C0B51EC" w14:textId="77777777" w:rsidR="00E65D21" w:rsidRDefault="00E65D2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52B972" w14:textId="77777777" w:rsidR="00E65D21" w:rsidRDefault="00E65D21"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A0F918" w14:textId="77777777" w:rsidR="00E65D21" w:rsidRDefault="00E65D21" w:rsidP="00E65D21">
            <w:pPr>
              <w:spacing w:after="0"/>
              <w:jc w:val="center"/>
              <w:rPr>
                <w:rFonts w:ascii="Arial" w:hAnsi="Arial" w:cs="Arial"/>
                <w:sz w:val="16"/>
                <w:szCs w:val="16"/>
              </w:rPr>
            </w:pPr>
            <w:r>
              <w:rPr>
                <w:rFonts w:ascii="Arial" w:hAnsi="Arial" w:cs="Arial"/>
                <w:sz w:val="16"/>
                <w:szCs w:val="16"/>
              </w:rPr>
              <w:t>0651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B80EDC7" w14:textId="77777777" w:rsidR="00E65D21" w:rsidRDefault="00E65D2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2EBFE3" w14:textId="77777777" w:rsidR="00E65D21" w:rsidRDefault="00E65D21"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8844414" w14:textId="77777777" w:rsidR="00E65D21" w:rsidRPr="00CD45AB" w:rsidRDefault="00E65D21" w:rsidP="00382AE7">
            <w:pPr>
              <w:spacing w:after="0"/>
              <w:rPr>
                <w:rFonts w:ascii="Arial" w:hAnsi="Arial" w:cs="Arial"/>
                <w:sz w:val="16"/>
                <w:szCs w:val="16"/>
              </w:rPr>
            </w:pPr>
            <w:r w:rsidRPr="00E65D21">
              <w:rPr>
                <w:rFonts w:ascii="Arial" w:hAnsi="Arial" w:cs="Arial"/>
                <w:sz w:val="16"/>
                <w:szCs w:val="16"/>
              </w:rPr>
              <w:t>CR for the contention window adjustment procedure in LAA downlink channel access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347A3A" w14:textId="77777777" w:rsidR="00E65D21" w:rsidRDefault="00E65D21" w:rsidP="00382AE7">
            <w:pPr>
              <w:pStyle w:val="TAC"/>
              <w:jc w:val="left"/>
              <w:rPr>
                <w:snapToGrid w:val="0"/>
                <w:sz w:val="16"/>
                <w:szCs w:val="16"/>
              </w:rPr>
            </w:pPr>
            <w:r>
              <w:rPr>
                <w:snapToGrid w:val="0"/>
                <w:sz w:val="16"/>
                <w:szCs w:val="16"/>
              </w:rPr>
              <w:t>13.2.0</w:t>
            </w:r>
          </w:p>
        </w:tc>
      </w:tr>
      <w:tr w:rsidR="006A211A" w:rsidRPr="006B0D02" w14:paraId="4804714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1909A1" w14:textId="77777777" w:rsidR="006A211A" w:rsidRDefault="006A211A"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0932207" w14:textId="77777777" w:rsidR="006A211A" w:rsidRDefault="006A211A"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8D5DC1" w14:textId="77777777" w:rsidR="006A211A" w:rsidRDefault="006A211A" w:rsidP="006A211A">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528EA7" w14:textId="77777777" w:rsidR="006A211A" w:rsidRDefault="006A211A" w:rsidP="006A211A">
            <w:pPr>
              <w:spacing w:after="0"/>
              <w:jc w:val="center"/>
              <w:rPr>
                <w:rFonts w:ascii="Arial" w:hAnsi="Arial" w:cs="Arial"/>
                <w:sz w:val="16"/>
                <w:szCs w:val="16"/>
              </w:rPr>
            </w:pPr>
            <w:r>
              <w:rPr>
                <w:rFonts w:ascii="Arial" w:hAnsi="Arial" w:cs="Arial"/>
                <w:sz w:val="16"/>
                <w:szCs w:val="16"/>
              </w:rPr>
              <w:t>0653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B3778D5" w14:textId="77777777" w:rsidR="006A211A" w:rsidRDefault="006A211A"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2346E5" w14:textId="77777777" w:rsidR="006A211A" w:rsidRDefault="006A211A"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663658F" w14:textId="77777777" w:rsidR="006A211A" w:rsidRPr="00CD45AB" w:rsidRDefault="006A211A" w:rsidP="00382AE7">
            <w:pPr>
              <w:spacing w:after="0"/>
              <w:rPr>
                <w:rFonts w:ascii="Arial" w:hAnsi="Arial" w:cs="Arial"/>
                <w:sz w:val="16"/>
                <w:szCs w:val="16"/>
              </w:rPr>
            </w:pPr>
            <w:proofErr w:type="spellStart"/>
            <w:r w:rsidRPr="006A211A">
              <w:rPr>
                <w:rFonts w:ascii="Arial" w:hAnsi="Arial" w:cs="Arial"/>
                <w:sz w:val="16"/>
                <w:szCs w:val="16"/>
              </w:rPr>
              <w:t>eMTC</w:t>
            </w:r>
            <w:proofErr w:type="spellEnd"/>
            <w:r w:rsidRPr="006A211A">
              <w:rPr>
                <w:rFonts w:ascii="Arial" w:hAnsi="Arial" w:cs="Arial"/>
                <w:sz w:val="16"/>
                <w:szCs w:val="16"/>
              </w:rPr>
              <w:t xml:space="preserve"> MPDCCH corrections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3BD26D" w14:textId="77777777" w:rsidR="006A211A" w:rsidRDefault="006A211A" w:rsidP="00382AE7">
            <w:pPr>
              <w:pStyle w:val="TAC"/>
              <w:jc w:val="left"/>
              <w:rPr>
                <w:snapToGrid w:val="0"/>
                <w:sz w:val="16"/>
                <w:szCs w:val="16"/>
              </w:rPr>
            </w:pPr>
            <w:r>
              <w:rPr>
                <w:snapToGrid w:val="0"/>
                <w:sz w:val="16"/>
                <w:szCs w:val="16"/>
              </w:rPr>
              <w:t>13.2.0</w:t>
            </w:r>
          </w:p>
        </w:tc>
      </w:tr>
      <w:tr w:rsidR="005C364C" w:rsidRPr="006B0D02" w14:paraId="77A2108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7A3D74" w14:textId="77777777" w:rsidR="005C364C" w:rsidRDefault="005C364C"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947FBC" w14:textId="77777777" w:rsidR="005C364C" w:rsidRDefault="005C364C"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CF4F4B0" w14:textId="77777777" w:rsidR="005C364C" w:rsidRDefault="005C364C" w:rsidP="005C364C">
            <w:pPr>
              <w:spacing w:after="0"/>
              <w:jc w:val="center"/>
              <w:rPr>
                <w:rFonts w:ascii="Arial" w:hAnsi="Arial" w:cs="Arial"/>
                <w:sz w:val="16"/>
                <w:szCs w:val="16"/>
              </w:rPr>
            </w:pPr>
            <w:r>
              <w:rPr>
                <w:rFonts w:ascii="Arial" w:hAnsi="Arial" w:cs="Arial"/>
                <w:sz w:val="16"/>
                <w:szCs w:val="16"/>
              </w:rPr>
              <w:t>RP-161064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5BCFEA" w14:textId="77777777" w:rsidR="005C364C" w:rsidRDefault="005C364C" w:rsidP="005C364C">
            <w:pPr>
              <w:spacing w:after="0"/>
              <w:jc w:val="center"/>
              <w:rPr>
                <w:rFonts w:ascii="Arial" w:hAnsi="Arial" w:cs="Arial"/>
                <w:sz w:val="16"/>
                <w:szCs w:val="16"/>
              </w:rPr>
            </w:pPr>
            <w:r>
              <w:rPr>
                <w:rFonts w:ascii="Arial" w:hAnsi="Arial" w:cs="Arial"/>
                <w:sz w:val="16"/>
                <w:szCs w:val="16"/>
              </w:rPr>
              <w:t>0654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94424E3" w14:textId="77777777" w:rsidR="005C364C" w:rsidRDefault="005C364C"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481359" w14:textId="77777777" w:rsidR="005C364C" w:rsidRDefault="005C364C"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61B12F9" w14:textId="77777777" w:rsidR="005C364C" w:rsidRPr="00CD45AB" w:rsidRDefault="005C364C" w:rsidP="00382AE7">
            <w:pPr>
              <w:spacing w:after="0"/>
              <w:rPr>
                <w:rFonts w:ascii="Arial" w:hAnsi="Arial" w:cs="Arial"/>
                <w:sz w:val="16"/>
                <w:szCs w:val="16"/>
              </w:rPr>
            </w:pPr>
            <w:r w:rsidRPr="005C364C">
              <w:rPr>
                <w:rFonts w:ascii="Arial" w:hAnsi="Arial" w:cs="Arial"/>
                <w:sz w:val="16"/>
                <w:szCs w:val="16"/>
              </w:rPr>
              <w:t>Correction on search space to decode the PDCCH configured by the SC-N-RNTI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B3CBE5" w14:textId="77777777" w:rsidR="005C364C" w:rsidRDefault="005C364C" w:rsidP="00382AE7">
            <w:pPr>
              <w:pStyle w:val="TAC"/>
              <w:jc w:val="left"/>
              <w:rPr>
                <w:snapToGrid w:val="0"/>
                <w:sz w:val="16"/>
                <w:szCs w:val="16"/>
              </w:rPr>
            </w:pPr>
            <w:r>
              <w:rPr>
                <w:snapToGrid w:val="0"/>
                <w:sz w:val="16"/>
                <w:szCs w:val="16"/>
              </w:rPr>
              <w:t>13.2.0</w:t>
            </w:r>
          </w:p>
        </w:tc>
      </w:tr>
      <w:tr w:rsidR="005B2BDE" w:rsidRPr="006B0D02" w14:paraId="15DDD6A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61841B" w14:textId="77777777" w:rsidR="005B2BDE" w:rsidRDefault="005B2BDE"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15D0F4" w14:textId="77777777" w:rsidR="005B2BDE" w:rsidRDefault="005B2BD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EFE15FB" w14:textId="77777777" w:rsidR="005B2BDE" w:rsidRDefault="005B2BDE" w:rsidP="005B2BDE">
            <w:pPr>
              <w:spacing w:after="0"/>
              <w:jc w:val="center"/>
              <w:rPr>
                <w:rFonts w:ascii="Arial" w:hAnsi="Arial" w:cs="Arial"/>
                <w:sz w:val="16"/>
                <w:szCs w:val="16"/>
              </w:rPr>
            </w:pPr>
            <w:r>
              <w:rPr>
                <w:rFonts w:ascii="Arial" w:hAnsi="Arial" w:cs="Arial"/>
                <w:sz w:val="16"/>
                <w:szCs w:val="16"/>
              </w:rPr>
              <w:t>RP-161067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9E030B" w14:textId="77777777" w:rsidR="005B2BDE" w:rsidRDefault="005B2BDE" w:rsidP="005B2BDE">
            <w:pPr>
              <w:spacing w:after="0"/>
              <w:jc w:val="center"/>
              <w:rPr>
                <w:rFonts w:ascii="Arial" w:hAnsi="Arial" w:cs="Arial"/>
                <w:sz w:val="16"/>
                <w:szCs w:val="16"/>
              </w:rPr>
            </w:pPr>
            <w:r>
              <w:rPr>
                <w:rFonts w:ascii="Arial" w:hAnsi="Arial" w:cs="Arial"/>
                <w:sz w:val="16"/>
                <w:szCs w:val="16"/>
              </w:rPr>
              <w:t>0656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CE7940F" w14:textId="77777777" w:rsidR="005B2BDE" w:rsidRDefault="005B2BDE"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280633" w14:textId="77777777" w:rsidR="005B2BDE" w:rsidRDefault="005B2BDE" w:rsidP="00382AE7">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982AB05" w14:textId="77777777" w:rsidR="005B2BDE" w:rsidRPr="00CD45AB" w:rsidRDefault="005B2BDE" w:rsidP="00382AE7">
            <w:pPr>
              <w:spacing w:after="0"/>
              <w:rPr>
                <w:rFonts w:ascii="Arial" w:hAnsi="Arial" w:cs="Arial"/>
                <w:sz w:val="16"/>
                <w:szCs w:val="16"/>
              </w:rPr>
            </w:pPr>
            <w:r w:rsidRPr="005B2BDE">
              <w:rPr>
                <w:rFonts w:ascii="Arial" w:hAnsi="Arial" w:cs="Arial"/>
                <w:sz w:val="16"/>
                <w:szCs w:val="16"/>
              </w:rPr>
              <w:t>Introduction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E7A627" w14:textId="77777777" w:rsidR="005B2BDE" w:rsidRDefault="005B2BDE" w:rsidP="00382AE7">
            <w:pPr>
              <w:pStyle w:val="TAC"/>
              <w:jc w:val="left"/>
              <w:rPr>
                <w:snapToGrid w:val="0"/>
                <w:sz w:val="16"/>
                <w:szCs w:val="16"/>
              </w:rPr>
            </w:pPr>
            <w:r>
              <w:rPr>
                <w:snapToGrid w:val="0"/>
                <w:sz w:val="16"/>
                <w:szCs w:val="16"/>
              </w:rPr>
              <w:t>13.2.0</w:t>
            </w:r>
          </w:p>
        </w:tc>
      </w:tr>
      <w:tr w:rsidR="00EC6C16" w:rsidRPr="006B0D02" w14:paraId="24CC332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8065C8" w14:textId="77777777" w:rsidR="00EC6C16" w:rsidRDefault="00EC6C1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CDB4CD" w14:textId="77777777" w:rsidR="00EC6C16" w:rsidRDefault="00EC6C1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09DDBCA" w14:textId="77777777" w:rsidR="00EC6C16" w:rsidRDefault="00EC6C16" w:rsidP="00EC6C16">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059A84" w14:textId="77777777" w:rsidR="00EC6C16" w:rsidRDefault="00EC6C16" w:rsidP="00382AE7">
            <w:pPr>
              <w:spacing w:after="0"/>
              <w:jc w:val="center"/>
              <w:rPr>
                <w:rFonts w:ascii="Arial" w:hAnsi="Arial" w:cs="Arial"/>
                <w:sz w:val="16"/>
                <w:szCs w:val="16"/>
              </w:rPr>
            </w:pPr>
            <w:r>
              <w:rPr>
                <w:rFonts w:ascii="Arial" w:hAnsi="Arial" w:cs="Arial"/>
                <w:sz w:val="16"/>
                <w:szCs w:val="16"/>
              </w:rPr>
              <w:t>0657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9059463" w14:textId="77777777" w:rsidR="00EC6C16" w:rsidRDefault="00EC6C1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1AA362" w14:textId="77777777" w:rsidR="00EC6C16" w:rsidRDefault="00EC6C1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6FAC58A" w14:textId="77777777" w:rsidR="00EC6C16" w:rsidRPr="00CD45AB" w:rsidRDefault="00EC6C16" w:rsidP="00382AE7">
            <w:pPr>
              <w:spacing w:after="0"/>
              <w:rPr>
                <w:rFonts w:ascii="Arial" w:hAnsi="Arial" w:cs="Arial"/>
                <w:sz w:val="16"/>
                <w:szCs w:val="16"/>
              </w:rPr>
            </w:pPr>
            <w:r w:rsidRPr="00EC6C16">
              <w:rPr>
                <w:rFonts w:ascii="Arial" w:hAnsi="Arial" w:cs="Arial"/>
                <w:sz w:val="16"/>
                <w:szCs w:val="16"/>
              </w:rPr>
              <w:t>Starting OFDM symbol for SIB1-BR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78F7ED" w14:textId="77777777" w:rsidR="00EC6C16" w:rsidRDefault="00EC6C16" w:rsidP="00382AE7">
            <w:pPr>
              <w:pStyle w:val="TAC"/>
              <w:jc w:val="left"/>
              <w:rPr>
                <w:snapToGrid w:val="0"/>
                <w:sz w:val="16"/>
                <w:szCs w:val="16"/>
              </w:rPr>
            </w:pPr>
            <w:r>
              <w:rPr>
                <w:snapToGrid w:val="0"/>
                <w:sz w:val="16"/>
                <w:szCs w:val="16"/>
              </w:rPr>
              <w:t>13.2.0</w:t>
            </w:r>
          </w:p>
        </w:tc>
      </w:tr>
      <w:tr w:rsidR="005A6180" w:rsidRPr="006B0D02" w14:paraId="78C2595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D393AC" w14:textId="77777777" w:rsidR="005A6180" w:rsidRDefault="005A6180"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D4F6E9" w14:textId="77777777" w:rsidR="005A6180" w:rsidRDefault="005A6180"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0114926" w14:textId="77777777" w:rsidR="005A6180" w:rsidRDefault="005A6180"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2FFE0F" w14:textId="77777777" w:rsidR="005A6180" w:rsidRDefault="005A6180" w:rsidP="005A6180">
            <w:pPr>
              <w:spacing w:after="0"/>
              <w:jc w:val="center"/>
              <w:rPr>
                <w:rFonts w:ascii="Arial" w:hAnsi="Arial" w:cs="Arial"/>
                <w:sz w:val="16"/>
                <w:szCs w:val="16"/>
              </w:rPr>
            </w:pPr>
            <w:r>
              <w:rPr>
                <w:rFonts w:ascii="Arial" w:hAnsi="Arial" w:cs="Arial"/>
                <w:sz w:val="16"/>
                <w:szCs w:val="16"/>
              </w:rPr>
              <w:t>0658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6327BB0" w14:textId="77777777" w:rsidR="005A6180" w:rsidRDefault="005A618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BFDAB1" w14:textId="77777777" w:rsidR="005A6180" w:rsidRDefault="005A6180"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0358447" w14:textId="77777777" w:rsidR="005A6180" w:rsidRPr="00CD45AB" w:rsidRDefault="005A6180" w:rsidP="00382AE7">
            <w:pPr>
              <w:spacing w:after="0"/>
              <w:rPr>
                <w:rFonts w:ascii="Arial" w:hAnsi="Arial" w:cs="Arial"/>
                <w:sz w:val="16"/>
                <w:szCs w:val="16"/>
              </w:rPr>
            </w:pPr>
            <w:r w:rsidRPr="005A6180">
              <w:rPr>
                <w:rFonts w:ascii="Arial" w:hAnsi="Arial" w:cs="Arial"/>
                <w:sz w:val="16"/>
                <w:szCs w:val="16"/>
              </w:rPr>
              <w:t>Collision between SIB1-BR and SI message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2078AE" w14:textId="77777777" w:rsidR="005A6180" w:rsidRDefault="005A6180" w:rsidP="00382AE7">
            <w:pPr>
              <w:pStyle w:val="TAC"/>
              <w:jc w:val="left"/>
              <w:rPr>
                <w:snapToGrid w:val="0"/>
                <w:sz w:val="16"/>
                <w:szCs w:val="16"/>
              </w:rPr>
            </w:pPr>
            <w:r>
              <w:rPr>
                <w:snapToGrid w:val="0"/>
                <w:sz w:val="16"/>
                <w:szCs w:val="16"/>
              </w:rPr>
              <w:t>13.2.0</w:t>
            </w:r>
          </w:p>
        </w:tc>
      </w:tr>
      <w:tr w:rsidR="00834691" w:rsidRPr="006B0D02" w14:paraId="7E4B908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EB40CB" w14:textId="77777777" w:rsidR="00834691" w:rsidRDefault="0083469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621854A" w14:textId="77777777" w:rsidR="00834691" w:rsidRDefault="0083469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F031DAE" w14:textId="77777777" w:rsidR="00834691" w:rsidRDefault="00834691"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968615" w14:textId="77777777" w:rsidR="00834691" w:rsidRDefault="00834691" w:rsidP="00834691">
            <w:pPr>
              <w:spacing w:after="0"/>
              <w:jc w:val="center"/>
              <w:rPr>
                <w:rFonts w:ascii="Arial" w:hAnsi="Arial" w:cs="Arial"/>
                <w:sz w:val="16"/>
                <w:szCs w:val="16"/>
              </w:rPr>
            </w:pPr>
            <w:r>
              <w:rPr>
                <w:rFonts w:ascii="Arial" w:hAnsi="Arial" w:cs="Arial"/>
                <w:sz w:val="16"/>
                <w:szCs w:val="16"/>
              </w:rPr>
              <w:t>0660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A2C6CB" w14:textId="77777777" w:rsidR="00834691" w:rsidRDefault="00834691" w:rsidP="00382AE7">
            <w:pPr>
              <w:spacing w:after="0"/>
              <w:jc w:val="center"/>
              <w:rPr>
                <w:rFonts w:ascii="Arial" w:hAnsi="Arial" w:cs="Arial"/>
                <w:sz w:val="16"/>
                <w:szCs w:val="16"/>
              </w:rPr>
            </w:pPr>
            <w:r>
              <w:rPr>
                <w:rFonts w:ascii="Arial" w:hAnsi="Arial"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B13A8E" w14:textId="77777777" w:rsidR="00834691" w:rsidRDefault="00834691"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7202722" w14:textId="77777777" w:rsidR="00834691" w:rsidRPr="00CD45AB" w:rsidRDefault="00834691" w:rsidP="00382AE7">
            <w:pPr>
              <w:spacing w:after="0"/>
              <w:rPr>
                <w:rFonts w:ascii="Arial" w:hAnsi="Arial" w:cs="Arial"/>
                <w:sz w:val="16"/>
                <w:szCs w:val="16"/>
              </w:rPr>
            </w:pPr>
            <w:r w:rsidRPr="00834691">
              <w:rPr>
                <w:rFonts w:ascii="Arial" w:hAnsi="Arial" w:cs="Arial"/>
                <w:sz w:val="16"/>
                <w:szCs w:val="16"/>
              </w:rPr>
              <w:t>MPDCCH search space for random access in connected mode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8A437B" w14:textId="77777777" w:rsidR="00834691" w:rsidRDefault="00834691" w:rsidP="00382AE7">
            <w:pPr>
              <w:pStyle w:val="TAC"/>
              <w:jc w:val="left"/>
              <w:rPr>
                <w:snapToGrid w:val="0"/>
                <w:sz w:val="16"/>
                <w:szCs w:val="16"/>
              </w:rPr>
            </w:pPr>
            <w:r>
              <w:rPr>
                <w:snapToGrid w:val="0"/>
                <w:sz w:val="16"/>
                <w:szCs w:val="16"/>
              </w:rPr>
              <w:t>13.2.0</w:t>
            </w:r>
          </w:p>
        </w:tc>
      </w:tr>
      <w:tr w:rsidR="00AC1082" w:rsidRPr="006B0D02" w14:paraId="276C6F5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F4C338" w14:textId="77777777" w:rsidR="00AC1082" w:rsidRDefault="00AC1082"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F2011A" w14:textId="77777777" w:rsidR="00AC1082" w:rsidRDefault="00AC1082"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2212069" w14:textId="77777777" w:rsidR="00AC1082" w:rsidRDefault="00AC1082"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E50715" w14:textId="77777777" w:rsidR="00AC1082" w:rsidRDefault="00AC1082" w:rsidP="00AC1082">
            <w:pPr>
              <w:spacing w:after="0"/>
              <w:jc w:val="center"/>
              <w:rPr>
                <w:rFonts w:ascii="Arial" w:hAnsi="Arial" w:cs="Arial"/>
                <w:sz w:val="16"/>
                <w:szCs w:val="16"/>
              </w:rPr>
            </w:pPr>
            <w:r>
              <w:rPr>
                <w:rFonts w:ascii="Arial" w:hAnsi="Arial" w:cs="Arial"/>
                <w:sz w:val="16"/>
                <w:szCs w:val="16"/>
              </w:rPr>
              <w:t>0662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C4D672D" w14:textId="77777777" w:rsidR="00AC1082" w:rsidRDefault="00AC108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7C0C2F" w14:textId="77777777" w:rsidR="00AC1082" w:rsidRDefault="00AC1082"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EC0A97" w14:textId="77777777" w:rsidR="00AC1082" w:rsidRPr="00CD45AB" w:rsidRDefault="00AC1082" w:rsidP="00382AE7">
            <w:pPr>
              <w:spacing w:after="0"/>
              <w:rPr>
                <w:rFonts w:ascii="Arial" w:hAnsi="Arial" w:cs="Arial"/>
                <w:sz w:val="16"/>
                <w:szCs w:val="16"/>
              </w:rPr>
            </w:pPr>
            <w:r w:rsidRPr="00AC1082">
              <w:rPr>
                <w:rFonts w:ascii="Arial" w:hAnsi="Arial" w:cs="Arial"/>
                <w:sz w:val="16"/>
                <w:szCs w:val="16"/>
              </w:rPr>
              <w:t>Definition of number of MPDCCH repetitions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5F2071" w14:textId="77777777" w:rsidR="00AC1082" w:rsidRDefault="00AC1082" w:rsidP="00382AE7">
            <w:pPr>
              <w:pStyle w:val="TAC"/>
              <w:jc w:val="left"/>
              <w:rPr>
                <w:snapToGrid w:val="0"/>
                <w:sz w:val="16"/>
                <w:szCs w:val="16"/>
              </w:rPr>
            </w:pPr>
            <w:r>
              <w:rPr>
                <w:snapToGrid w:val="0"/>
                <w:sz w:val="16"/>
                <w:szCs w:val="16"/>
              </w:rPr>
              <w:t>13.2.0</w:t>
            </w:r>
          </w:p>
        </w:tc>
      </w:tr>
      <w:tr w:rsidR="00627D94" w:rsidRPr="006B0D02" w14:paraId="0EB7103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F96948" w14:textId="77777777" w:rsidR="00627D94" w:rsidRDefault="00627D94"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C48937F" w14:textId="77777777" w:rsidR="00627D94" w:rsidRDefault="00627D94"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74F4CA6" w14:textId="77777777" w:rsidR="00627D94" w:rsidRDefault="00627D9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3C4A27" w14:textId="77777777" w:rsidR="00627D94" w:rsidRDefault="00627D94" w:rsidP="00627D94">
            <w:pPr>
              <w:spacing w:after="0"/>
              <w:jc w:val="center"/>
              <w:rPr>
                <w:rFonts w:ascii="Arial" w:hAnsi="Arial" w:cs="Arial"/>
                <w:sz w:val="16"/>
                <w:szCs w:val="16"/>
              </w:rPr>
            </w:pPr>
            <w:r>
              <w:rPr>
                <w:rFonts w:ascii="Arial" w:hAnsi="Arial" w:cs="Arial"/>
                <w:sz w:val="16"/>
                <w:szCs w:val="16"/>
              </w:rPr>
              <w:t>0663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BF5AFCF" w14:textId="77777777" w:rsidR="00627D94" w:rsidRDefault="00627D9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66526B" w14:textId="77777777" w:rsidR="00627D94" w:rsidRDefault="00627D94"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74B1E1" w14:textId="77777777" w:rsidR="00627D94" w:rsidRPr="00CD45AB" w:rsidRDefault="00627D94" w:rsidP="00382AE7">
            <w:pPr>
              <w:spacing w:after="0"/>
              <w:rPr>
                <w:rFonts w:ascii="Arial" w:hAnsi="Arial" w:cs="Arial"/>
                <w:sz w:val="16"/>
                <w:szCs w:val="16"/>
              </w:rPr>
            </w:pPr>
            <w:r w:rsidRPr="00627D94">
              <w:rPr>
                <w:rFonts w:ascii="Arial" w:hAnsi="Arial" w:cs="Arial"/>
                <w:sz w:val="16"/>
                <w:szCs w:val="16"/>
              </w:rPr>
              <w:t>PRB locations for Type0 MPDCCH search space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D8EADE" w14:textId="77777777" w:rsidR="00627D94" w:rsidRDefault="00627D94" w:rsidP="00382AE7">
            <w:pPr>
              <w:pStyle w:val="TAC"/>
              <w:jc w:val="left"/>
              <w:rPr>
                <w:snapToGrid w:val="0"/>
                <w:sz w:val="16"/>
                <w:szCs w:val="16"/>
              </w:rPr>
            </w:pPr>
            <w:r>
              <w:rPr>
                <w:snapToGrid w:val="0"/>
                <w:sz w:val="16"/>
                <w:szCs w:val="16"/>
              </w:rPr>
              <w:t>13.2.0</w:t>
            </w:r>
          </w:p>
        </w:tc>
      </w:tr>
      <w:tr w:rsidR="00581BC6" w:rsidRPr="006B0D02" w14:paraId="4BA2168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F66926" w14:textId="77777777" w:rsidR="00581BC6" w:rsidRDefault="00581BC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2C95BE" w14:textId="77777777" w:rsidR="00581BC6" w:rsidRDefault="00581BC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8798A0C" w14:textId="77777777" w:rsidR="00581BC6" w:rsidRDefault="00581BC6" w:rsidP="00581BC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B190AD" w14:textId="77777777" w:rsidR="00581BC6" w:rsidRDefault="00581BC6" w:rsidP="00382AE7">
            <w:pPr>
              <w:spacing w:after="0"/>
              <w:jc w:val="center"/>
              <w:rPr>
                <w:rFonts w:ascii="Arial" w:hAnsi="Arial" w:cs="Arial"/>
                <w:sz w:val="16"/>
                <w:szCs w:val="16"/>
              </w:rPr>
            </w:pPr>
            <w:r>
              <w:rPr>
                <w:rFonts w:ascii="Arial" w:hAnsi="Arial" w:cs="Arial"/>
                <w:sz w:val="16"/>
                <w:szCs w:val="16"/>
              </w:rPr>
              <w:t>0666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C081E07" w14:textId="77777777" w:rsidR="00581BC6" w:rsidRDefault="00581BC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74E2F0" w14:textId="77777777" w:rsidR="00581BC6" w:rsidRDefault="00581BC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532D659" w14:textId="77777777" w:rsidR="00581BC6" w:rsidRPr="00CD45AB" w:rsidRDefault="00581BC6" w:rsidP="00382AE7">
            <w:pPr>
              <w:spacing w:after="0"/>
              <w:rPr>
                <w:rFonts w:ascii="Arial" w:hAnsi="Arial" w:cs="Arial"/>
                <w:sz w:val="16"/>
                <w:szCs w:val="16"/>
              </w:rPr>
            </w:pPr>
            <w:r w:rsidRPr="00581BC6">
              <w:rPr>
                <w:rFonts w:ascii="Arial" w:hAnsi="Arial" w:cs="Arial"/>
                <w:sz w:val="16"/>
                <w:szCs w:val="16"/>
              </w:rPr>
              <w:t>CR on FD-MIMO codebooks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55E0E8" w14:textId="77777777" w:rsidR="00581BC6" w:rsidRDefault="00581BC6" w:rsidP="00382AE7">
            <w:pPr>
              <w:pStyle w:val="TAC"/>
              <w:jc w:val="left"/>
              <w:rPr>
                <w:snapToGrid w:val="0"/>
                <w:sz w:val="16"/>
                <w:szCs w:val="16"/>
              </w:rPr>
            </w:pPr>
            <w:r>
              <w:rPr>
                <w:snapToGrid w:val="0"/>
                <w:sz w:val="16"/>
                <w:szCs w:val="16"/>
              </w:rPr>
              <w:t>13.2.0</w:t>
            </w:r>
          </w:p>
        </w:tc>
      </w:tr>
      <w:tr w:rsidR="00477B6E" w:rsidRPr="006B0D02" w14:paraId="3F585D8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47D2DA" w14:textId="77777777" w:rsidR="00477B6E" w:rsidRDefault="00477B6E"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270AE70" w14:textId="77777777" w:rsidR="00477B6E" w:rsidRDefault="00477B6E"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7E0F632" w14:textId="77777777" w:rsidR="00477B6E" w:rsidRDefault="00477B6E" w:rsidP="00382AE7">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51D194" w14:textId="77777777" w:rsidR="00477B6E" w:rsidRDefault="00477B6E" w:rsidP="00477B6E">
            <w:pPr>
              <w:spacing w:after="0"/>
              <w:jc w:val="center"/>
              <w:rPr>
                <w:rFonts w:ascii="Arial" w:hAnsi="Arial" w:cs="Arial"/>
                <w:sz w:val="16"/>
                <w:szCs w:val="16"/>
              </w:rPr>
            </w:pPr>
            <w:r>
              <w:rPr>
                <w:rFonts w:ascii="Arial" w:hAnsi="Arial" w:cs="Arial"/>
                <w:sz w:val="16"/>
                <w:szCs w:val="16"/>
              </w:rPr>
              <w:t>0667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9E1E672" w14:textId="77777777" w:rsidR="00477B6E" w:rsidRDefault="00477B6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52686C" w14:textId="77777777" w:rsidR="00477B6E" w:rsidRDefault="00477B6E"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67CDC3D" w14:textId="77777777" w:rsidR="00477B6E" w:rsidRPr="00CD45AB" w:rsidRDefault="00477B6E" w:rsidP="00382AE7">
            <w:pPr>
              <w:spacing w:after="0"/>
              <w:rPr>
                <w:rFonts w:ascii="Arial" w:hAnsi="Arial" w:cs="Arial"/>
                <w:sz w:val="16"/>
                <w:szCs w:val="16"/>
              </w:rPr>
            </w:pPr>
            <w:r w:rsidRPr="00477B6E">
              <w:rPr>
                <w:rFonts w:ascii="Arial" w:hAnsi="Arial" w:cs="Arial"/>
                <w:sz w:val="16"/>
                <w:szCs w:val="16"/>
              </w:rPr>
              <w:t>CR on CSI-Reporting-Type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19E44F" w14:textId="77777777" w:rsidR="00477B6E" w:rsidRDefault="00477B6E" w:rsidP="00382AE7">
            <w:pPr>
              <w:pStyle w:val="TAC"/>
              <w:jc w:val="left"/>
              <w:rPr>
                <w:snapToGrid w:val="0"/>
                <w:sz w:val="16"/>
                <w:szCs w:val="16"/>
              </w:rPr>
            </w:pPr>
            <w:r>
              <w:rPr>
                <w:snapToGrid w:val="0"/>
                <w:sz w:val="16"/>
                <w:szCs w:val="16"/>
              </w:rPr>
              <w:t>13.2.0</w:t>
            </w:r>
          </w:p>
        </w:tc>
      </w:tr>
      <w:tr w:rsidR="005B7DC5" w:rsidRPr="006B0D02" w14:paraId="0423D88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07D72F" w14:textId="77777777" w:rsidR="005B7DC5" w:rsidRDefault="005B7DC5"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3D6FE31" w14:textId="77777777" w:rsidR="005B7DC5" w:rsidRDefault="005B7DC5"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9E268A8" w14:textId="77777777" w:rsidR="005B7DC5" w:rsidRDefault="005B7DC5" w:rsidP="005B7DC5">
            <w:pPr>
              <w:spacing w:after="0"/>
              <w:jc w:val="center"/>
              <w:rPr>
                <w:rFonts w:ascii="Arial" w:hAnsi="Arial" w:cs="Arial"/>
                <w:sz w:val="16"/>
                <w:szCs w:val="16"/>
              </w:rPr>
            </w:pPr>
            <w:r>
              <w:rPr>
                <w:rFonts w:ascii="Arial" w:hAnsi="Arial" w:cs="Arial"/>
                <w:sz w:val="16"/>
                <w:szCs w:val="16"/>
              </w:rPr>
              <w:t>RP-161070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D5BA1E" w14:textId="77777777" w:rsidR="005B7DC5" w:rsidRDefault="005B7DC5" w:rsidP="005B7DC5">
            <w:pPr>
              <w:spacing w:after="0"/>
              <w:jc w:val="center"/>
              <w:rPr>
                <w:rFonts w:ascii="Arial" w:hAnsi="Arial" w:cs="Arial"/>
                <w:sz w:val="16"/>
                <w:szCs w:val="16"/>
              </w:rPr>
            </w:pPr>
            <w:r>
              <w:rPr>
                <w:rFonts w:ascii="Arial" w:hAnsi="Arial" w:cs="Arial"/>
                <w:sz w:val="16"/>
                <w:szCs w:val="16"/>
              </w:rPr>
              <w:t>0668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B51D682" w14:textId="77777777" w:rsidR="005B7DC5" w:rsidRDefault="005B7DC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9F0941" w14:textId="77777777" w:rsidR="005B7DC5" w:rsidRDefault="005B7DC5" w:rsidP="00382AE7">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932B5C9" w14:textId="77777777" w:rsidR="005B7DC5" w:rsidRPr="00CD45AB" w:rsidRDefault="005B7DC5" w:rsidP="00382AE7">
            <w:pPr>
              <w:spacing w:after="0"/>
              <w:rPr>
                <w:rFonts w:ascii="Arial" w:hAnsi="Arial" w:cs="Arial"/>
                <w:sz w:val="16"/>
                <w:szCs w:val="16"/>
              </w:rPr>
            </w:pPr>
            <w:r w:rsidRPr="005B7DC5">
              <w:rPr>
                <w:rFonts w:ascii="Arial" w:hAnsi="Arial" w:cs="Arial"/>
                <w:sz w:val="16"/>
                <w:szCs w:val="16"/>
              </w:rPr>
              <w:t>Introduction of 60ms periodicity for wideband CQI/PMI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74E28C" w14:textId="77777777" w:rsidR="005B7DC5" w:rsidRDefault="005B7DC5" w:rsidP="00382AE7">
            <w:pPr>
              <w:pStyle w:val="TAC"/>
              <w:jc w:val="left"/>
              <w:rPr>
                <w:snapToGrid w:val="0"/>
                <w:sz w:val="16"/>
                <w:szCs w:val="16"/>
              </w:rPr>
            </w:pPr>
            <w:r>
              <w:rPr>
                <w:snapToGrid w:val="0"/>
                <w:sz w:val="16"/>
                <w:szCs w:val="16"/>
              </w:rPr>
              <w:t>13.2.0</w:t>
            </w:r>
          </w:p>
        </w:tc>
      </w:tr>
      <w:tr w:rsidR="00EB7FE0" w:rsidRPr="006B0D02" w14:paraId="0DD2514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3640FA" w14:textId="77777777" w:rsidR="00EB7FE0" w:rsidRDefault="00EB7FE0"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267AEC8" w14:textId="77777777" w:rsidR="00EB7FE0" w:rsidRDefault="00EB7FE0"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EA90127" w14:textId="77777777" w:rsidR="00EB7FE0" w:rsidRDefault="00EB7FE0" w:rsidP="00EB7FE0">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9E0E7C" w14:textId="77777777" w:rsidR="00EB7FE0" w:rsidRDefault="00EB7FE0" w:rsidP="00EB7FE0">
            <w:pPr>
              <w:spacing w:after="0"/>
              <w:jc w:val="center"/>
              <w:rPr>
                <w:rFonts w:ascii="Arial" w:hAnsi="Arial" w:cs="Arial"/>
                <w:sz w:val="16"/>
                <w:szCs w:val="16"/>
              </w:rPr>
            </w:pPr>
            <w:r>
              <w:rPr>
                <w:rFonts w:ascii="Arial" w:hAnsi="Arial" w:cs="Arial"/>
                <w:sz w:val="16"/>
                <w:szCs w:val="16"/>
              </w:rPr>
              <w:t>0669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9E724D" w14:textId="77777777" w:rsidR="00EB7FE0" w:rsidRDefault="00EB7FE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93EA36" w14:textId="77777777" w:rsidR="00EB7FE0" w:rsidRDefault="00EB7FE0"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88CE560" w14:textId="77777777" w:rsidR="00EB7FE0" w:rsidRPr="00CD45AB" w:rsidRDefault="00EB7FE0" w:rsidP="00382AE7">
            <w:pPr>
              <w:spacing w:after="0"/>
              <w:rPr>
                <w:rFonts w:ascii="Arial" w:hAnsi="Arial" w:cs="Arial"/>
                <w:sz w:val="16"/>
                <w:szCs w:val="16"/>
              </w:rPr>
            </w:pPr>
            <w:r w:rsidRPr="005B7DC5">
              <w:rPr>
                <w:rFonts w:ascii="Arial" w:hAnsi="Arial" w:cs="Arial"/>
                <w:sz w:val="16"/>
                <w:szCs w:val="16"/>
              </w:rPr>
              <w:t>Introduction of 60ms periodicity for wideband CQI/PMI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48397E" w14:textId="77777777" w:rsidR="00EB7FE0" w:rsidRDefault="00EB7FE0" w:rsidP="00382AE7">
            <w:pPr>
              <w:pStyle w:val="TAC"/>
              <w:jc w:val="left"/>
              <w:rPr>
                <w:snapToGrid w:val="0"/>
                <w:sz w:val="16"/>
                <w:szCs w:val="16"/>
              </w:rPr>
            </w:pPr>
            <w:r>
              <w:rPr>
                <w:snapToGrid w:val="0"/>
                <w:sz w:val="16"/>
                <w:szCs w:val="16"/>
              </w:rPr>
              <w:t>13.2.0</w:t>
            </w:r>
          </w:p>
        </w:tc>
      </w:tr>
      <w:tr w:rsidR="00EB7FE0" w:rsidRPr="006B0D02" w14:paraId="1557AA9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857EC4" w14:textId="77777777" w:rsidR="00EB7FE0" w:rsidRDefault="00EB7FE0"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45CFAD9" w14:textId="77777777" w:rsidR="00EB7FE0" w:rsidRDefault="00EB7FE0"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E1021E9" w14:textId="77777777" w:rsidR="00EB7FE0" w:rsidRDefault="00EB7FE0"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F1C1A2" w14:textId="77777777" w:rsidR="00EB7FE0" w:rsidRDefault="00EB7FE0" w:rsidP="00EB7FE0">
            <w:pPr>
              <w:spacing w:after="0"/>
              <w:jc w:val="center"/>
              <w:rPr>
                <w:rFonts w:ascii="Arial" w:hAnsi="Arial" w:cs="Arial"/>
                <w:sz w:val="16"/>
                <w:szCs w:val="16"/>
              </w:rPr>
            </w:pPr>
            <w:r>
              <w:rPr>
                <w:rFonts w:ascii="Arial" w:hAnsi="Arial" w:cs="Arial"/>
                <w:sz w:val="16"/>
                <w:szCs w:val="16"/>
              </w:rPr>
              <w:t>0670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49E4375" w14:textId="77777777" w:rsidR="00EB7FE0" w:rsidRDefault="00EB7FE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8ED704" w14:textId="77777777" w:rsidR="00EB7FE0" w:rsidRDefault="00EB7FE0"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0DB836D" w14:textId="77777777" w:rsidR="00EB7FE0" w:rsidRPr="00CD45AB" w:rsidRDefault="00EB7FE0" w:rsidP="00382AE7">
            <w:pPr>
              <w:spacing w:after="0"/>
              <w:rPr>
                <w:rFonts w:ascii="Arial" w:hAnsi="Arial" w:cs="Arial"/>
                <w:sz w:val="16"/>
                <w:szCs w:val="16"/>
              </w:rPr>
            </w:pPr>
            <w:r w:rsidRPr="00EB7FE0">
              <w:rPr>
                <w:rFonts w:ascii="Arial" w:hAnsi="Arial" w:cs="Arial"/>
                <w:sz w:val="16"/>
                <w:szCs w:val="16"/>
              </w:rPr>
              <w:t>On MPDCCH AL and search space for 8 EREGs per ECCE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4DD7AC" w14:textId="77777777" w:rsidR="00EB7FE0" w:rsidRDefault="00EB7FE0" w:rsidP="00382AE7">
            <w:pPr>
              <w:pStyle w:val="TAC"/>
              <w:jc w:val="left"/>
              <w:rPr>
                <w:snapToGrid w:val="0"/>
                <w:sz w:val="16"/>
                <w:szCs w:val="16"/>
              </w:rPr>
            </w:pPr>
            <w:r>
              <w:rPr>
                <w:snapToGrid w:val="0"/>
                <w:sz w:val="16"/>
                <w:szCs w:val="16"/>
              </w:rPr>
              <w:t>13.2.0</w:t>
            </w:r>
          </w:p>
        </w:tc>
      </w:tr>
      <w:tr w:rsidR="00F233E2" w:rsidRPr="006B0D02" w14:paraId="7DD4466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392DAA" w14:textId="77777777" w:rsidR="00F233E2" w:rsidRDefault="00F233E2"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F99AA6D" w14:textId="77777777" w:rsidR="00F233E2" w:rsidRDefault="00F233E2"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52BDF01" w14:textId="77777777" w:rsidR="00F233E2" w:rsidRDefault="00F233E2"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17072C" w14:textId="77777777" w:rsidR="00F233E2" w:rsidRDefault="00F233E2" w:rsidP="00382AE7">
            <w:pPr>
              <w:spacing w:after="0"/>
              <w:jc w:val="center"/>
              <w:rPr>
                <w:rFonts w:ascii="Arial" w:hAnsi="Arial" w:cs="Arial"/>
                <w:sz w:val="16"/>
                <w:szCs w:val="16"/>
              </w:rPr>
            </w:pPr>
            <w:r>
              <w:rPr>
                <w:rFonts w:ascii="Arial" w:hAnsi="Arial" w:cs="Arial"/>
                <w:sz w:val="16"/>
                <w:szCs w:val="16"/>
              </w:rPr>
              <w:t>0671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17B0CB5" w14:textId="77777777" w:rsidR="00F233E2" w:rsidRDefault="00F233E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A360FB" w14:textId="77777777" w:rsidR="00F233E2" w:rsidRDefault="00F233E2"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ECC663C" w14:textId="77777777" w:rsidR="00F233E2" w:rsidRPr="00CD45AB" w:rsidRDefault="00F233E2" w:rsidP="00382AE7">
            <w:pPr>
              <w:spacing w:after="0"/>
              <w:rPr>
                <w:rFonts w:ascii="Arial" w:hAnsi="Arial" w:cs="Arial"/>
                <w:sz w:val="16"/>
                <w:szCs w:val="16"/>
              </w:rPr>
            </w:pPr>
            <w:r w:rsidRPr="00F233E2">
              <w:rPr>
                <w:rFonts w:ascii="Arial" w:hAnsi="Arial" w:cs="Arial"/>
                <w:sz w:val="16"/>
                <w:szCs w:val="16"/>
              </w:rPr>
              <w:t>CR on MPDCCH quasi co-location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7AD899" w14:textId="77777777" w:rsidR="00F233E2" w:rsidRDefault="00F233E2" w:rsidP="00382AE7">
            <w:pPr>
              <w:pStyle w:val="TAC"/>
              <w:jc w:val="left"/>
              <w:rPr>
                <w:snapToGrid w:val="0"/>
                <w:sz w:val="16"/>
                <w:szCs w:val="16"/>
              </w:rPr>
            </w:pPr>
            <w:r>
              <w:rPr>
                <w:snapToGrid w:val="0"/>
                <w:sz w:val="16"/>
                <w:szCs w:val="16"/>
              </w:rPr>
              <w:t>13.2.0</w:t>
            </w:r>
          </w:p>
        </w:tc>
      </w:tr>
      <w:tr w:rsidR="006E62B9" w:rsidRPr="006B0D02" w14:paraId="4CF6618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9D37E1" w14:textId="77777777" w:rsidR="006E62B9" w:rsidRDefault="006E62B9"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758C94" w14:textId="77777777" w:rsidR="006E62B9" w:rsidRDefault="006E62B9"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59EDB70" w14:textId="77777777" w:rsidR="006E62B9" w:rsidRDefault="006E62B9" w:rsidP="006E62B9">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553113" w14:textId="77777777" w:rsidR="006E62B9" w:rsidRDefault="006E62B9" w:rsidP="00382AE7">
            <w:pPr>
              <w:spacing w:after="0"/>
              <w:jc w:val="center"/>
              <w:rPr>
                <w:rFonts w:ascii="Arial" w:hAnsi="Arial" w:cs="Arial"/>
                <w:sz w:val="16"/>
                <w:szCs w:val="16"/>
              </w:rPr>
            </w:pPr>
            <w:r>
              <w:rPr>
                <w:rFonts w:ascii="Arial" w:hAnsi="Arial" w:cs="Arial"/>
                <w:sz w:val="16"/>
                <w:szCs w:val="16"/>
              </w:rPr>
              <w:t>0672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1489A7E" w14:textId="77777777" w:rsidR="006E62B9" w:rsidRDefault="006E62B9"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5B9F87" w14:textId="77777777" w:rsidR="006E62B9" w:rsidRDefault="006E62B9"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03CA05" w14:textId="77777777" w:rsidR="006E62B9" w:rsidRPr="00CD45AB" w:rsidRDefault="006E62B9" w:rsidP="00382AE7">
            <w:pPr>
              <w:spacing w:after="0"/>
              <w:rPr>
                <w:rFonts w:ascii="Arial" w:hAnsi="Arial" w:cs="Arial"/>
                <w:sz w:val="16"/>
                <w:szCs w:val="16"/>
              </w:rPr>
            </w:pPr>
            <w:r w:rsidRPr="006E62B9">
              <w:rPr>
                <w:rFonts w:ascii="Arial" w:hAnsi="Arial" w:cs="Arial"/>
                <w:sz w:val="16"/>
                <w:szCs w:val="16"/>
              </w:rPr>
              <w:t>Correction on UE assumption on DMRS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6A02B4" w14:textId="77777777" w:rsidR="006E62B9" w:rsidRDefault="006E62B9" w:rsidP="00382AE7">
            <w:pPr>
              <w:pStyle w:val="TAC"/>
              <w:jc w:val="left"/>
              <w:rPr>
                <w:snapToGrid w:val="0"/>
                <w:sz w:val="16"/>
                <w:szCs w:val="16"/>
              </w:rPr>
            </w:pPr>
            <w:r>
              <w:rPr>
                <w:snapToGrid w:val="0"/>
                <w:sz w:val="16"/>
                <w:szCs w:val="16"/>
              </w:rPr>
              <w:t>13.2.0</w:t>
            </w:r>
          </w:p>
        </w:tc>
      </w:tr>
      <w:tr w:rsidR="006E62B9" w:rsidRPr="006B0D02" w14:paraId="1D96A95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090D81" w14:textId="77777777" w:rsidR="006E62B9" w:rsidRDefault="006E62B9"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D57D8F1" w14:textId="77777777" w:rsidR="006E62B9" w:rsidRDefault="006E62B9"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2A6F8B" w14:textId="77777777" w:rsidR="006E62B9" w:rsidRDefault="006E62B9" w:rsidP="006E62B9">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05E0BD" w14:textId="77777777" w:rsidR="006E62B9" w:rsidRDefault="006E62B9" w:rsidP="006E62B9">
            <w:pPr>
              <w:spacing w:after="0"/>
              <w:jc w:val="center"/>
              <w:rPr>
                <w:rFonts w:ascii="Arial" w:hAnsi="Arial" w:cs="Arial"/>
                <w:sz w:val="16"/>
                <w:szCs w:val="16"/>
              </w:rPr>
            </w:pPr>
            <w:r>
              <w:rPr>
                <w:rFonts w:ascii="Arial" w:hAnsi="Arial" w:cs="Arial"/>
                <w:sz w:val="16"/>
                <w:szCs w:val="16"/>
              </w:rPr>
              <w:t>0673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58BAA2C" w14:textId="77777777" w:rsidR="006E62B9" w:rsidRDefault="006E62B9"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0C28F6" w14:textId="77777777" w:rsidR="006E62B9" w:rsidRDefault="006E62B9"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8C2A13" w14:textId="77777777" w:rsidR="006E62B9" w:rsidRPr="00CD45AB" w:rsidRDefault="006E62B9" w:rsidP="00382AE7">
            <w:pPr>
              <w:spacing w:after="0"/>
              <w:rPr>
                <w:rFonts w:ascii="Arial" w:hAnsi="Arial" w:cs="Arial"/>
                <w:sz w:val="16"/>
                <w:szCs w:val="16"/>
              </w:rPr>
            </w:pPr>
            <w:r w:rsidRPr="006E62B9">
              <w:rPr>
                <w:rFonts w:ascii="Arial" w:hAnsi="Arial" w:cs="Arial"/>
                <w:sz w:val="16"/>
                <w:szCs w:val="16"/>
              </w:rPr>
              <w:t>A-CSI Reporting for TM6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370A66" w14:textId="77777777" w:rsidR="006E62B9" w:rsidRDefault="006E62B9" w:rsidP="00382AE7">
            <w:pPr>
              <w:pStyle w:val="TAC"/>
              <w:jc w:val="left"/>
              <w:rPr>
                <w:snapToGrid w:val="0"/>
                <w:sz w:val="16"/>
                <w:szCs w:val="16"/>
              </w:rPr>
            </w:pPr>
            <w:r>
              <w:rPr>
                <w:snapToGrid w:val="0"/>
                <w:sz w:val="16"/>
                <w:szCs w:val="16"/>
              </w:rPr>
              <w:t>13.2.0</w:t>
            </w:r>
          </w:p>
        </w:tc>
      </w:tr>
      <w:tr w:rsidR="00EA3794" w:rsidRPr="006B0D02" w14:paraId="4232A93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EA8675" w14:textId="77777777" w:rsidR="00EA3794" w:rsidRDefault="00EA3794"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34FDE9" w14:textId="77777777" w:rsidR="00EA3794" w:rsidRDefault="00EA3794"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AFDB174" w14:textId="77777777" w:rsidR="00EA3794" w:rsidRDefault="00EA379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8D98DD" w14:textId="77777777" w:rsidR="00EA3794" w:rsidRDefault="00EA3794" w:rsidP="00EA3794">
            <w:pPr>
              <w:spacing w:after="0"/>
              <w:jc w:val="center"/>
              <w:rPr>
                <w:rFonts w:ascii="Arial" w:hAnsi="Arial" w:cs="Arial"/>
                <w:sz w:val="16"/>
                <w:szCs w:val="16"/>
              </w:rPr>
            </w:pPr>
            <w:r>
              <w:rPr>
                <w:rFonts w:ascii="Arial" w:hAnsi="Arial" w:cs="Arial"/>
                <w:sz w:val="16"/>
                <w:szCs w:val="16"/>
              </w:rPr>
              <w:t>0674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02E3B83" w14:textId="77777777" w:rsidR="00EA3794" w:rsidRDefault="00EA379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ADF9B6" w14:textId="77777777" w:rsidR="00EA3794" w:rsidRDefault="00EA3794"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551B53F" w14:textId="77777777" w:rsidR="00EA3794" w:rsidRPr="00CD45AB" w:rsidRDefault="00EA3794" w:rsidP="00382AE7">
            <w:pPr>
              <w:spacing w:after="0"/>
              <w:rPr>
                <w:rFonts w:ascii="Arial" w:hAnsi="Arial" w:cs="Arial"/>
                <w:sz w:val="16"/>
                <w:szCs w:val="16"/>
              </w:rPr>
            </w:pPr>
            <w:r w:rsidRPr="00EA3794">
              <w:rPr>
                <w:rFonts w:ascii="Arial" w:hAnsi="Arial" w:cs="Arial"/>
                <w:sz w:val="16"/>
                <w:szCs w:val="16"/>
              </w:rPr>
              <w:t>Corrections on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A334EF" w14:textId="77777777" w:rsidR="00EA3794" w:rsidRDefault="00EA3794" w:rsidP="00382AE7">
            <w:pPr>
              <w:pStyle w:val="TAC"/>
              <w:jc w:val="left"/>
              <w:rPr>
                <w:snapToGrid w:val="0"/>
                <w:sz w:val="16"/>
                <w:szCs w:val="16"/>
              </w:rPr>
            </w:pPr>
            <w:r>
              <w:rPr>
                <w:snapToGrid w:val="0"/>
                <w:sz w:val="16"/>
                <w:szCs w:val="16"/>
              </w:rPr>
              <w:t>13.2.0</w:t>
            </w:r>
          </w:p>
        </w:tc>
      </w:tr>
      <w:tr w:rsidR="004C3951" w:rsidRPr="006B0D02" w14:paraId="16476DB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9173A6" w14:textId="77777777" w:rsidR="004C3951" w:rsidRDefault="004C395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30E7FA5" w14:textId="77777777" w:rsidR="004C3951" w:rsidRDefault="004C395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E43BCB3" w14:textId="77777777" w:rsidR="004C3951" w:rsidRDefault="004C3951"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AAFE1C" w14:textId="77777777" w:rsidR="004C3951" w:rsidRDefault="004C3951" w:rsidP="004C3951">
            <w:pPr>
              <w:spacing w:after="0"/>
              <w:jc w:val="center"/>
              <w:rPr>
                <w:rFonts w:ascii="Arial" w:hAnsi="Arial" w:cs="Arial"/>
                <w:sz w:val="16"/>
                <w:szCs w:val="16"/>
              </w:rPr>
            </w:pPr>
            <w:r>
              <w:rPr>
                <w:rFonts w:ascii="Arial" w:hAnsi="Arial" w:cs="Arial"/>
                <w:sz w:val="16"/>
                <w:szCs w:val="16"/>
              </w:rPr>
              <w:t>0675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5E36545" w14:textId="77777777" w:rsidR="004C3951" w:rsidRDefault="004C395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B0CD85" w14:textId="77777777" w:rsidR="004C3951" w:rsidRDefault="004C3951"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C97621" w14:textId="77777777" w:rsidR="004C3951" w:rsidRPr="00CD45AB" w:rsidRDefault="004C3951" w:rsidP="00382AE7">
            <w:pPr>
              <w:spacing w:after="0"/>
              <w:rPr>
                <w:rFonts w:ascii="Arial" w:hAnsi="Arial" w:cs="Arial"/>
                <w:sz w:val="16"/>
                <w:szCs w:val="16"/>
              </w:rPr>
            </w:pPr>
            <w:r w:rsidRPr="004C3951">
              <w:rPr>
                <w:rFonts w:ascii="Arial" w:hAnsi="Arial" w:cs="Arial"/>
                <w:sz w:val="16"/>
                <w:szCs w:val="16"/>
              </w:rPr>
              <w:t>Correction on RV determination for PUSCH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C5B1EC" w14:textId="77777777" w:rsidR="004C3951" w:rsidRDefault="004C3951" w:rsidP="00382AE7">
            <w:pPr>
              <w:pStyle w:val="TAC"/>
              <w:jc w:val="left"/>
              <w:rPr>
                <w:snapToGrid w:val="0"/>
                <w:sz w:val="16"/>
                <w:szCs w:val="16"/>
              </w:rPr>
            </w:pPr>
            <w:r>
              <w:rPr>
                <w:snapToGrid w:val="0"/>
                <w:sz w:val="16"/>
                <w:szCs w:val="16"/>
              </w:rPr>
              <w:t>13.2.0</w:t>
            </w:r>
          </w:p>
        </w:tc>
      </w:tr>
      <w:tr w:rsidR="00CC7795" w:rsidRPr="006B0D02" w14:paraId="2873BB7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491485" w14:textId="77777777" w:rsidR="00CC7795" w:rsidRDefault="00CC7795"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A502A5" w14:textId="77777777" w:rsidR="00CC7795" w:rsidRDefault="00CC7795"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0631CA0" w14:textId="77777777" w:rsidR="00CC7795" w:rsidRDefault="00CC779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4E182A" w14:textId="77777777" w:rsidR="00CC7795" w:rsidRDefault="00CC7795" w:rsidP="00CC7795">
            <w:pPr>
              <w:spacing w:after="0"/>
              <w:jc w:val="center"/>
              <w:rPr>
                <w:rFonts w:ascii="Arial" w:hAnsi="Arial" w:cs="Arial"/>
                <w:sz w:val="16"/>
                <w:szCs w:val="16"/>
              </w:rPr>
            </w:pPr>
            <w:r>
              <w:rPr>
                <w:rFonts w:ascii="Arial" w:hAnsi="Arial" w:cs="Arial"/>
                <w:sz w:val="16"/>
                <w:szCs w:val="16"/>
              </w:rPr>
              <w:t>0677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001EEA2" w14:textId="77777777" w:rsidR="00CC7795" w:rsidRDefault="00CC779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2C7B7E" w14:textId="77777777" w:rsidR="00CC7795" w:rsidRDefault="00CC7795"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68A64EB" w14:textId="77777777" w:rsidR="00CC7795" w:rsidRPr="00CD45AB" w:rsidRDefault="00CC7795" w:rsidP="00382AE7">
            <w:pPr>
              <w:spacing w:after="0"/>
              <w:rPr>
                <w:rFonts w:ascii="Arial" w:hAnsi="Arial" w:cs="Arial"/>
                <w:sz w:val="16"/>
                <w:szCs w:val="16"/>
              </w:rPr>
            </w:pPr>
            <w:r w:rsidRPr="00CC7795">
              <w:rPr>
                <w:rFonts w:ascii="Arial" w:hAnsi="Arial" w:cs="Arial"/>
                <w:sz w:val="16"/>
                <w:szCs w:val="16"/>
              </w:rPr>
              <w:t>Clarification on Msg3 PUSCH repetition level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4E648A" w14:textId="77777777" w:rsidR="00CC7795" w:rsidRDefault="00CC7795" w:rsidP="00382AE7">
            <w:pPr>
              <w:pStyle w:val="TAC"/>
              <w:jc w:val="left"/>
              <w:rPr>
                <w:snapToGrid w:val="0"/>
                <w:sz w:val="16"/>
                <w:szCs w:val="16"/>
              </w:rPr>
            </w:pPr>
            <w:r>
              <w:rPr>
                <w:snapToGrid w:val="0"/>
                <w:sz w:val="16"/>
                <w:szCs w:val="16"/>
              </w:rPr>
              <w:t>13.2.0</w:t>
            </w:r>
          </w:p>
        </w:tc>
      </w:tr>
      <w:tr w:rsidR="007D6395" w:rsidRPr="006B0D02" w14:paraId="4933AF1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EB2941" w14:textId="77777777" w:rsidR="007D6395" w:rsidRDefault="007D6395"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9A93D5" w14:textId="77777777" w:rsidR="007D6395" w:rsidRDefault="007D6395"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726178B" w14:textId="77777777" w:rsidR="007D6395" w:rsidRDefault="007D639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61D5B5" w14:textId="77777777" w:rsidR="007D6395" w:rsidRDefault="007D6395" w:rsidP="007D6395">
            <w:pPr>
              <w:spacing w:after="0"/>
              <w:jc w:val="center"/>
              <w:rPr>
                <w:rFonts w:ascii="Arial" w:hAnsi="Arial" w:cs="Arial"/>
                <w:sz w:val="16"/>
                <w:szCs w:val="16"/>
              </w:rPr>
            </w:pPr>
            <w:r>
              <w:rPr>
                <w:rFonts w:ascii="Arial" w:hAnsi="Arial" w:cs="Arial"/>
                <w:sz w:val="16"/>
                <w:szCs w:val="16"/>
              </w:rPr>
              <w:t>0678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3507305" w14:textId="77777777" w:rsidR="007D6395" w:rsidRDefault="007D639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5960BB" w14:textId="77777777" w:rsidR="007D6395" w:rsidRDefault="007D6395"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FE0BE94" w14:textId="77777777" w:rsidR="007D6395" w:rsidRPr="00CD45AB" w:rsidRDefault="007D6395" w:rsidP="00382AE7">
            <w:pPr>
              <w:spacing w:after="0"/>
              <w:rPr>
                <w:rFonts w:ascii="Arial" w:hAnsi="Arial" w:cs="Arial"/>
                <w:sz w:val="16"/>
                <w:szCs w:val="16"/>
              </w:rPr>
            </w:pPr>
            <w:r w:rsidRPr="007D6395">
              <w:rPr>
                <w:rFonts w:ascii="Arial" w:hAnsi="Arial" w:cs="Arial"/>
                <w:sz w:val="16"/>
                <w:szCs w:val="16"/>
              </w:rPr>
              <w:t>Correction on SRS frequency location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FBE2AC" w14:textId="77777777" w:rsidR="007D6395" w:rsidRDefault="007D6395" w:rsidP="00382AE7">
            <w:pPr>
              <w:pStyle w:val="TAC"/>
              <w:jc w:val="left"/>
              <w:rPr>
                <w:snapToGrid w:val="0"/>
                <w:sz w:val="16"/>
                <w:szCs w:val="16"/>
              </w:rPr>
            </w:pPr>
            <w:r>
              <w:rPr>
                <w:snapToGrid w:val="0"/>
                <w:sz w:val="16"/>
                <w:szCs w:val="16"/>
              </w:rPr>
              <w:t>13.2.0</w:t>
            </w:r>
          </w:p>
        </w:tc>
      </w:tr>
      <w:tr w:rsidR="003C6685" w:rsidRPr="006B0D02" w14:paraId="5B08C7E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D0A739" w14:textId="77777777" w:rsidR="003C6685" w:rsidRDefault="003C6685"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AC1372" w14:textId="77777777" w:rsidR="003C6685" w:rsidRDefault="003C6685"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572B8CF" w14:textId="77777777" w:rsidR="003C6685" w:rsidRDefault="003C668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28A01D" w14:textId="77777777" w:rsidR="003C6685" w:rsidRDefault="003C6685" w:rsidP="003C6685">
            <w:pPr>
              <w:spacing w:after="0"/>
              <w:jc w:val="center"/>
              <w:rPr>
                <w:rFonts w:ascii="Arial" w:hAnsi="Arial" w:cs="Arial"/>
                <w:sz w:val="16"/>
                <w:szCs w:val="16"/>
              </w:rPr>
            </w:pPr>
            <w:r>
              <w:rPr>
                <w:rFonts w:ascii="Arial" w:hAnsi="Arial" w:cs="Arial"/>
                <w:sz w:val="16"/>
                <w:szCs w:val="16"/>
              </w:rPr>
              <w:t>0679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A9333E0" w14:textId="77777777" w:rsidR="003C6685" w:rsidRDefault="003C668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3A132F" w14:textId="77777777" w:rsidR="003C6685" w:rsidRDefault="003C6685"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AFEC0C0" w14:textId="77777777" w:rsidR="003C6685" w:rsidRPr="00CD45AB" w:rsidRDefault="003C6685" w:rsidP="00382AE7">
            <w:pPr>
              <w:spacing w:after="0"/>
              <w:rPr>
                <w:rFonts w:ascii="Arial" w:hAnsi="Arial" w:cs="Arial"/>
                <w:sz w:val="16"/>
                <w:szCs w:val="16"/>
              </w:rPr>
            </w:pPr>
            <w:r w:rsidRPr="003C6685">
              <w:rPr>
                <w:rFonts w:ascii="Arial" w:hAnsi="Arial" w:cs="Arial"/>
                <w:sz w:val="16"/>
                <w:szCs w:val="16"/>
              </w:rPr>
              <w:t xml:space="preserve">Correction on PDSCH reception timing for </w:t>
            </w:r>
            <w:proofErr w:type="spellStart"/>
            <w:r w:rsidRPr="003C6685">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3554F3" w14:textId="77777777" w:rsidR="003C6685" w:rsidRDefault="003C6685" w:rsidP="00382AE7">
            <w:pPr>
              <w:pStyle w:val="TAC"/>
              <w:jc w:val="left"/>
              <w:rPr>
                <w:snapToGrid w:val="0"/>
                <w:sz w:val="16"/>
                <w:szCs w:val="16"/>
              </w:rPr>
            </w:pPr>
            <w:r>
              <w:rPr>
                <w:snapToGrid w:val="0"/>
                <w:sz w:val="16"/>
                <w:szCs w:val="16"/>
              </w:rPr>
              <w:t>13.2.0</w:t>
            </w:r>
          </w:p>
        </w:tc>
      </w:tr>
      <w:tr w:rsidR="009B22CF" w:rsidRPr="006B0D02" w14:paraId="4099F63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E958F4" w14:textId="77777777" w:rsidR="009B22CF" w:rsidRDefault="009B22CF"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50694C1" w14:textId="77777777" w:rsidR="009B22CF" w:rsidRDefault="009B22CF"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885A3BA" w14:textId="77777777" w:rsidR="009B22CF" w:rsidRDefault="009B22CF"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E6FAD3" w14:textId="77777777" w:rsidR="009B22CF" w:rsidRDefault="009B22CF" w:rsidP="009B22CF">
            <w:pPr>
              <w:spacing w:after="0"/>
              <w:jc w:val="center"/>
              <w:rPr>
                <w:rFonts w:ascii="Arial" w:hAnsi="Arial" w:cs="Arial"/>
                <w:sz w:val="16"/>
                <w:szCs w:val="16"/>
              </w:rPr>
            </w:pPr>
            <w:r>
              <w:rPr>
                <w:rFonts w:ascii="Arial" w:hAnsi="Arial" w:cs="Arial"/>
                <w:sz w:val="16"/>
                <w:szCs w:val="16"/>
              </w:rPr>
              <w:t>0680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314BD7" w14:textId="77777777" w:rsidR="009B22CF" w:rsidRDefault="009B22CF"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37531F" w14:textId="77777777" w:rsidR="009B22CF" w:rsidRDefault="009B22CF"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7C81D7" w14:textId="77777777" w:rsidR="009B22CF" w:rsidRPr="00CD45AB" w:rsidRDefault="009B22CF" w:rsidP="00382AE7">
            <w:pPr>
              <w:spacing w:after="0"/>
              <w:rPr>
                <w:rFonts w:ascii="Arial" w:hAnsi="Arial" w:cs="Arial"/>
                <w:sz w:val="16"/>
                <w:szCs w:val="16"/>
              </w:rPr>
            </w:pPr>
            <w:r w:rsidRPr="009B22CF">
              <w:rPr>
                <w:rFonts w:ascii="Arial" w:hAnsi="Arial" w:cs="Arial"/>
                <w:sz w:val="16"/>
                <w:szCs w:val="16"/>
              </w:rPr>
              <w:t>Correcting configuration parameter for number of PRB-pairs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8DC3B7" w14:textId="77777777" w:rsidR="009B22CF" w:rsidRDefault="009B22CF" w:rsidP="00382AE7">
            <w:pPr>
              <w:pStyle w:val="TAC"/>
              <w:jc w:val="left"/>
              <w:rPr>
                <w:snapToGrid w:val="0"/>
                <w:sz w:val="16"/>
                <w:szCs w:val="16"/>
              </w:rPr>
            </w:pPr>
            <w:r>
              <w:rPr>
                <w:snapToGrid w:val="0"/>
                <w:sz w:val="16"/>
                <w:szCs w:val="16"/>
              </w:rPr>
              <w:t>13.2.0</w:t>
            </w:r>
          </w:p>
        </w:tc>
      </w:tr>
      <w:tr w:rsidR="002113B4" w:rsidRPr="006B0D02" w14:paraId="621968A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8727F7" w14:textId="77777777" w:rsidR="002113B4" w:rsidRDefault="002113B4"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5153154" w14:textId="77777777" w:rsidR="002113B4" w:rsidRDefault="002113B4"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912546F" w14:textId="77777777" w:rsidR="002113B4" w:rsidRDefault="002113B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3DF5F9" w14:textId="77777777" w:rsidR="002113B4" w:rsidRDefault="002113B4" w:rsidP="00382AE7">
            <w:pPr>
              <w:spacing w:after="0"/>
              <w:jc w:val="center"/>
              <w:rPr>
                <w:rFonts w:ascii="Arial" w:hAnsi="Arial" w:cs="Arial"/>
                <w:sz w:val="16"/>
                <w:szCs w:val="16"/>
              </w:rPr>
            </w:pPr>
            <w:r>
              <w:rPr>
                <w:rFonts w:ascii="Arial" w:hAnsi="Arial" w:cs="Arial"/>
                <w:sz w:val="16"/>
                <w:szCs w:val="16"/>
              </w:rPr>
              <w:t>0681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7122E84" w14:textId="77777777" w:rsidR="002113B4" w:rsidRDefault="002113B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8F6EB8" w14:textId="77777777" w:rsidR="002113B4" w:rsidRDefault="002113B4"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C9770D7" w14:textId="77777777" w:rsidR="002113B4" w:rsidRPr="00CD45AB" w:rsidRDefault="002113B4" w:rsidP="00382AE7">
            <w:pPr>
              <w:spacing w:after="0"/>
              <w:rPr>
                <w:rFonts w:ascii="Arial" w:hAnsi="Arial" w:cs="Arial"/>
                <w:sz w:val="16"/>
                <w:szCs w:val="16"/>
              </w:rPr>
            </w:pPr>
            <w:r w:rsidRPr="002113B4">
              <w:rPr>
                <w:rFonts w:ascii="Arial" w:hAnsi="Arial" w:cs="Arial"/>
                <w:sz w:val="16"/>
                <w:szCs w:val="16"/>
              </w:rPr>
              <w:t>Clarification on starting subframe for MPDCCH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D0ECCD" w14:textId="77777777" w:rsidR="002113B4" w:rsidRDefault="002113B4" w:rsidP="00382AE7">
            <w:pPr>
              <w:pStyle w:val="TAC"/>
              <w:jc w:val="left"/>
              <w:rPr>
                <w:snapToGrid w:val="0"/>
                <w:sz w:val="16"/>
                <w:szCs w:val="16"/>
              </w:rPr>
            </w:pPr>
            <w:r>
              <w:rPr>
                <w:snapToGrid w:val="0"/>
                <w:sz w:val="16"/>
                <w:szCs w:val="16"/>
              </w:rPr>
              <w:t>13.2.0</w:t>
            </w:r>
          </w:p>
        </w:tc>
      </w:tr>
      <w:tr w:rsidR="004F6E36" w:rsidRPr="006B0D02" w14:paraId="5940993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D1F737" w14:textId="77777777" w:rsidR="004F6E36" w:rsidRDefault="004F6E3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905B334" w14:textId="77777777" w:rsidR="004F6E36" w:rsidRDefault="004F6E3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AB88A89" w14:textId="77777777" w:rsidR="004F6E36" w:rsidRDefault="004F6E3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A78FE5" w14:textId="77777777" w:rsidR="004F6E36" w:rsidRDefault="004F6E36" w:rsidP="004F6E36">
            <w:pPr>
              <w:spacing w:after="0"/>
              <w:jc w:val="center"/>
              <w:rPr>
                <w:rFonts w:ascii="Arial" w:hAnsi="Arial" w:cs="Arial"/>
                <w:sz w:val="16"/>
                <w:szCs w:val="16"/>
              </w:rPr>
            </w:pPr>
            <w:r>
              <w:rPr>
                <w:rFonts w:ascii="Arial" w:hAnsi="Arial" w:cs="Arial"/>
                <w:sz w:val="16"/>
                <w:szCs w:val="16"/>
              </w:rPr>
              <w:t>0682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B483422" w14:textId="77777777" w:rsidR="004F6E36" w:rsidRDefault="004F6E3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04E493" w14:textId="77777777" w:rsidR="004F6E36" w:rsidRDefault="004F6E3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2C1CEA4" w14:textId="77777777" w:rsidR="004F6E36" w:rsidRPr="00CD45AB" w:rsidRDefault="004F6E36" w:rsidP="00382AE7">
            <w:pPr>
              <w:spacing w:after="0"/>
              <w:rPr>
                <w:rFonts w:ascii="Arial" w:hAnsi="Arial" w:cs="Arial"/>
                <w:sz w:val="16"/>
                <w:szCs w:val="16"/>
              </w:rPr>
            </w:pPr>
            <w:r w:rsidRPr="004F6E36">
              <w:rPr>
                <w:rFonts w:ascii="Arial" w:hAnsi="Arial" w:cs="Arial"/>
                <w:sz w:val="16"/>
                <w:szCs w:val="16"/>
              </w:rPr>
              <w:t>MCS for Random Access Response Grant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215181" w14:textId="77777777" w:rsidR="004F6E36" w:rsidRDefault="004F6E36" w:rsidP="00382AE7">
            <w:pPr>
              <w:pStyle w:val="TAC"/>
              <w:jc w:val="left"/>
              <w:rPr>
                <w:snapToGrid w:val="0"/>
                <w:sz w:val="16"/>
                <w:szCs w:val="16"/>
              </w:rPr>
            </w:pPr>
            <w:r>
              <w:rPr>
                <w:snapToGrid w:val="0"/>
                <w:sz w:val="16"/>
                <w:szCs w:val="16"/>
              </w:rPr>
              <w:t>13.2.0</w:t>
            </w:r>
          </w:p>
        </w:tc>
      </w:tr>
      <w:tr w:rsidR="004C18ED" w:rsidRPr="006B0D02" w14:paraId="0B83DFE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33E55" w14:textId="77777777" w:rsidR="004C18ED" w:rsidRDefault="004C18ED"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4BB0AD0" w14:textId="77777777" w:rsidR="004C18ED" w:rsidRDefault="004C18ED"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69A8F6C" w14:textId="77777777" w:rsidR="004C18ED" w:rsidRDefault="004C18ED"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7D1579" w14:textId="77777777" w:rsidR="004C18ED" w:rsidRDefault="004C18ED" w:rsidP="004C18ED">
            <w:pPr>
              <w:spacing w:after="0"/>
              <w:jc w:val="center"/>
              <w:rPr>
                <w:rFonts w:ascii="Arial" w:hAnsi="Arial" w:cs="Arial"/>
                <w:sz w:val="16"/>
                <w:szCs w:val="16"/>
              </w:rPr>
            </w:pPr>
            <w:r>
              <w:rPr>
                <w:rFonts w:ascii="Arial" w:hAnsi="Arial" w:cs="Arial"/>
                <w:sz w:val="16"/>
                <w:szCs w:val="16"/>
              </w:rPr>
              <w:t>0683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3ADAABC" w14:textId="77777777" w:rsidR="004C18ED" w:rsidRDefault="004C18ED"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7BB7BA" w14:textId="77777777" w:rsidR="004C18ED" w:rsidRDefault="004C18ED"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4434B6" w14:textId="77777777" w:rsidR="004C18ED" w:rsidRPr="00CD45AB" w:rsidRDefault="004C18ED" w:rsidP="00382AE7">
            <w:pPr>
              <w:spacing w:after="0"/>
              <w:rPr>
                <w:rFonts w:ascii="Arial" w:hAnsi="Arial" w:cs="Arial"/>
                <w:sz w:val="16"/>
                <w:szCs w:val="16"/>
              </w:rPr>
            </w:pPr>
            <w:r w:rsidRPr="004C18ED">
              <w:rPr>
                <w:rFonts w:ascii="Arial" w:hAnsi="Arial" w:cs="Arial"/>
                <w:sz w:val="16"/>
                <w:szCs w:val="16"/>
              </w:rPr>
              <w:t>Correction on UCI multiplexing on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A6F14C" w14:textId="77777777" w:rsidR="004C18ED" w:rsidRDefault="004C18ED" w:rsidP="00382AE7">
            <w:pPr>
              <w:pStyle w:val="TAC"/>
              <w:jc w:val="left"/>
              <w:rPr>
                <w:snapToGrid w:val="0"/>
                <w:sz w:val="16"/>
                <w:szCs w:val="16"/>
              </w:rPr>
            </w:pPr>
            <w:r>
              <w:rPr>
                <w:snapToGrid w:val="0"/>
                <w:sz w:val="16"/>
                <w:szCs w:val="16"/>
              </w:rPr>
              <w:t>13.2.0</w:t>
            </w:r>
          </w:p>
        </w:tc>
      </w:tr>
      <w:tr w:rsidR="00332421" w:rsidRPr="006B0D02" w14:paraId="480CBE2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308A76" w14:textId="77777777" w:rsidR="00332421" w:rsidRDefault="00332421"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3CB4E6" w14:textId="77777777" w:rsidR="00332421" w:rsidRDefault="00332421"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5F4A1D6" w14:textId="77777777" w:rsidR="00332421" w:rsidRDefault="00332421" w:rsidP="00332421">
            <w:pPr>
              <w:spacing w:after="0"/>
              <w:jc w:val="center"/>
              <w:rPr>
                <w:rFonts w:ascii="Arial" w:hAnsi="Arial" w:cs="Arial"/>
                <w:sz w:val="16"/>
                <w:szCs w:val="16"/>
              </w:rPr>
            </w:pPr>
            <w:r>
              <w:rPr>
                <w:rFonts w:ascii="Arial" w:hAnsi="Arial" w:cs="Arial"/>
                <w:sz w:val="16"/>
                <w:szCs w:val="16"/>
              </w:rPr>
              <w:t>RP-161061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F1771E" w14:textId="77777777" w:rsidR="00332421" w:rsidRDefault="00332421" w:rsidP="00332421">
            <w:pPr>
              <w:spacing w:after="0"/>
              <w:jc w:val="center"/>
              <w:rPr>
                <w:rFonts w:ascii="Arial" w:hAnsi="Arial" w:cs="Arial"/>
                <w:sz w:val="16"/>
                <w:szCs w:val="16"/>
              </w:rPr>
            </w:pPr>
            <w:r>
              <w:rPr>
                <w:rFonts w:ascii="Arial" w:hAnsi="Arial" w:cs="Arial"/>
                <w:sz w:val="16"/>
                <w:szCs w:val="16"/>
              </w:rPr>
              <w:t>0684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7394C8" w14:textId="77777777" w:rsidR="00332421" w:rsidRDefault="0033242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1FC986" w14:textId="77777777" w:rsidR="00332421" w:rsidRDefault="00332421"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82DFBC" w14:textId="77777777" w:rsidR="00332421" w:rsidRPr="00CD45AB" w:rsidRDefault="00332421" w:rsidP="00382AE7">
            <w:pPr>
              <w:spacing w:after="0"/>
              <w:rPr>
                <w:rFonts w:ascii="Arial" w:hAnsi="Arial" w:cs="Arial"/>
                <w:sz w:val="16"/>
                <w:szCs w:val="16"/>
              </w:rPr>
            </w:pPr>
            <w:r w:rsidRPr="00332421">
              <w:rPr>
                <w:rFonts w:ascii="Arial" w:hAnsi="Arial" w:cs="Arial"/>
                <w:sz w:val="16"/>
                <w:szCs w:val="16"/>
              </w:rPr>
              <w:t xml:space="preserve">Correction on RLM for </w:t>
            </w:r>
            <w:proofErr w:type="spellStart"/>
            <w:r w:rsidRPr="00332421">
              <w:rPr>
                <w:rFonts w:ascii="Arial" w:hAnsi="Arial" w:cs="Arial"/>
                <w:sz w:val="16"/>
                <w:szCs w:val="16"/>
              </w:rPr>
              <w:t>PSCell</w:t>
            </w:r>
            <w:proofErr w:type="spellEnd"/>
            <w:r w:rsidRPr="00332421">
              <w:rPr>
                <w:rFonts w:ascii="Arial" w:hAnsi="Arial" w:cs="Arial"/>
                <w:sz w:val="16"/>
                <w:szCs w:val="16"/>
              </w:rPr>
              <w:t xml:space="preserve"> in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CE2921" w14:textId="77777777" w:rsidR="00332421" w:rsidRDefault="00332421" w:rsidP="00382AE7">
            <w:pPr>
              <w:pStyle w:val="TAC"/>
              <w:jc w:val="left"/>
              <w:rPr>
                <w:snapToGrid w:val="0"/>
                <w:sz w:val="16"/>
                <w:szCs w:val="16"/>
              </w:rPr>
            </w:pPr>
            <w:r>
              <w:rPr>
                <w:snapToGrid w:val="0"/>
                <w:sz w:val="16"/>
                <w:szCs w:val="16"/>
              </w:rPr>
              <w:t>13.2.0</w:t>
            </w:r>
          </w:p>
        </w:tc>
      </w:tr>
      <w:tr w:rsidR="009716DF" w:rsidRPr="006B0D02" w14:paraId="403EB8D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E82FAB" w14:textId="77777777" w:rsidR="009716DF" w:rsidRDefault="009716DF" w:rsidP="00382AE7">
            <w:pPr>
              <w:pStyle w:val="TAC"/>
              <w:rPr>
                <w:sz w:val="16"/>
                <w:szCs w:val="16"/>
              </w:rPr>
            </w:pPr>
            <w:r>
              <w:rPr>
                <w:sz w:val="16"/>
                <w:szCs w:val="16"/>
              </w:rPr>
              <w:lastRenderedPageBreak/>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7987DE" w14:textId="77777777" w:rsidR="009716DF" w:rsidRDefault="009716DF"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25E13D6" w14:textId="77777777" w:rsidR="009716DF" w:rsidRDefault="009716DF" w:rsidP="009716DF">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2BB776" w14:textId="77777777" w:rsidR="009716DF" w:rsidRDefault="009716DF" w:rsidP="009716DF">
            <w:pPr>
              <w:spacing w:after="0"/>
              <w:jc w:val="center"/>
              <w:rPr>
                <w:rFonts w:ascii="Arial" w:hAnsi="Arial" w:cs="Arial"/>
                <w:sz w:val="16"/>
                <w:szCs w:val="16"/>
              </w:rPr>
            </w:pPr>
            <w:r>
              <w:rPr>
                <w:rFonts w:ascii="Arial" w:hAnsi="Arial" w:cs="Arial"/>
                <w:sz w:val="16"/>
                <w:szCs w:val="16"/>
              </w:rPr>
              <w:t>0685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E29DE9E" w14:textId="77777777" w:rsidR="009716DF" w:rsidRDefault="009716DF"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4E2871" w14:textId="77777777" w:rsidR="009716DF" w:rsidRDefault="009716DF"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72571C" w14:textId="77777777" w:rsidR="009716DF" w:rsidRPr="00CD45AB" w:rsidRDefault="009716DF" w:rsidP="00382AE7">
            <w:pPr>
              <w:spacing w:after="0"/>
              <w:rPr>
                <w:rFonts w:ascii="Arial" w:hAnsi="Arial" w:cs="Arial"/>
                <w:sz w:val="16"/>
                <w:szCs w:val="16"/>
              </w:rPr>
            </w:pPr>
            <w:r w:rsidRPr="009716DF">
              <w:rPr>
                <w:rFonts w:ascii="Arial" w:hAnsi="Arial" w:cs="Arial"/>
                <w:sz w:val="16"/>
                <w:szCs w:val="16"/>
              </w:rPr>
              <w:t>Correction on PDSCH transmission scheme assumed for TM9 CSI reference resource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84A1C5" w14:textId="77777777" w:rsidR="009716DF" w:rsidRDefault="009716DF" w:rsidP="00382AE7">
            <w:pPr>
              <w:pStyle w:val="TAC"/>
              <w:jc w:val="left"/>
              <w:rPr>
                <w:snapToGrid w:val="0"/>
                <w:sz w:val="16"/>
                <w:szCs w:val="16"/>
              </w:rPr>
            </w:pPr>
            <w:r>
              <w:rPr>
                <w:snapToGrid w:val="0"/>
                <w:sz w:val="16"/>
                <w:szCs w:val="16"/>
              </w:rPr>
              <w:t>13.2.0</w:t>
            </w:r>
          </w:p>
        </w:tc>
      </w:tr>
      <w:tr w:rsidR="00953547" w:rsidRPr="006B0D02" w14:paraId="45514DA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44F0E2" w14:textId="77777777" w:rsidR="00953547" w:rsidRDefault="0095354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CD9E878" w14:textId="77777777" w:rsidR="00953547" w:rsidRDefault="0095354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B7F952" w14:textId="77777777" w:rsidR="00953547" w:rsidRDefault="00953547" w:rsidP="0095354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E47B56" w14:textId="77777777" w:rsidR="00953547" w:rsidRDefault="00953547" w:rsidP="00953547">
            <w:pPr>
              <w:spacing w:after="0"/>
              <w:jc w:val="center"/>
              <w:rPr>
                <w:rFonts w:ascii="Arial" w:hAnsi="Arial" w:cs="Arial"/>
                <w:sz w:val="16"/>
                <w:szCs w:val="16"/>
              </w:rPr>
            </w:pPr>
            <w:r>
              <w:rPr>
                <w:rFonts w:ascii="Arial" w:hAnsi="Arial" w:cs="Arial"/>
                <w:sz w:val="16"/>
                <w:szCs w:val="16"/>
              </w:rPr>
              <w:t>0686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25C3CBA" w14:textId="77777777" w:rsidR="00953547" w:rsidRDefault="009535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92850A" w14:textId="77777777" w:rsidR="00953547" w:rsidRDefault="0095354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B067F77" w14:textId="77777777" w:rsidR="00953547" w:rsidRPr="00CD45AB" w:rsidRDefault="00953547" w:rsidP="00382AE7">
            <w:pPr>
              <w:spacing w:after="0"/>
              <w:rPr>
                <w:rFonts w:ascii="Arial" w:hAnsi="Arial" w:cs="Arial"/>
                <w:sz w:val="16"/>
                <w:szCs w:val="16"/>
              </w:rPr>
            </w:pPr>
            <w:r w:rsidRPr="00953547">
              <w:rPr>
                <w:rFonts w:ascii="Arial" w:hAnsi="Arial" w:cs="Arial"/>
                <w:sz w:val="16"/>
                <w:szCs w:val="16"/>
              </w:rPr>
              <w:t>CR on clarification for channel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54BFDC" w14:textId="77777777" w:rsidR="00953547" w:rsidRDefault="00953547" w:rsidP="00382AE7">
            <w:pPr>
              <w:pStyle w:val="TAC"/>
              <w:jc w:val="left"/>
              <w:rPr>
                <w:snapToGrid w:val="0"/>
                <w:sz w:val="16"/>
                <w:szCs w:val="16"/>
              </w:rPr>
            </w:pPr>
            <w:r>
              <w:rPr>
                <w:snapToGrid w:val="0"/>
                <w:sz w:val="16"/>
                <w:szCs w:val="16"/>
              </w:rPr>
              <w:t>13.2.0</w:t>
            </w:r>
          </w:p>
        </w:tc>
      </w:tr>
      <w:tr w:rsidR="00953547" w:rsidRPr="006B0D02" w14:paraId="6F0D779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1C4393" w14:textId="77777777" w:rsidR="00953547" w:rsidRDefault="00953547"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65944AD" w14:textId="77777777" w:rsidR="00953547" w:rsidRDefault="00953547"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AC9EBB" w14:textId="77777777" w:rsidR="00953547" w:rsidRDefault="00953547"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522567" w14:textId="77777777" w:rsidR="00953547" w:rsidRDefault="00953547" w:rsidP="00953547">
            <w:pPr>
              <w:spacing w:after="0"/>
              <w:jc w:val="center"/>
              <w:rPr>
                <w:rFonts w:ascii="Arial" w:hAnsi="Arial" w:cs="Arial"/>
                <w:sz w:val="16"/>
                <w:szCs w:val="16"/>
              </w:rPr>
            </w:pPr>
            <w:r>
              <w:rPr>
                <w:rFonts w:ascii="Arial" w:hAnsi="Arial" w:cs="Arial"/>
                <w:sz w:val="16"/>
                <w:szCs w:val="16"/>
              </w:rPr>
              <w:t>0687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071C678" w14:textId="77777777" w:rsidR="00953547" w:rsidRDefault="009535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D7D291" w14:textId="77777777" w:rsidR="00953547" w:rsidRDefault="00953547"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DB5F0F3" w14:textId="77777777" w:rsidR="00953547" w:rsidRPr="00CD45AB" w:rsidRDefault="00953547" w:rsidP="00382AE7">
            <w:pPr>
              <w:spacing w:after="0"/>
              <w:rPr>
                <w:rFonts w:ascii="Arial" w:hAnsi="Arial" w:cs="Arial"/>
                <w:sz w:val="16"/>
                <w:szCs w:val="16"/>
              </w:rPr>
            </w:pPr>
            <w:r w:rsidRPr="00953547">
              <w:rPr>
                <w:rFonts w:ascii="Arial" w:hAnsi="Arial" w:cs="Arial"/>
                <w:sz w:val="16"/>
                <w:szCs w:val="16"/>
              </w:rPr>
              <w:t xml:space="preserve">CR on </w:t>
            </w:r>
            <w:proofErr w:type="spellStart"/>
            <w:r w:rsidRPr="00953547">
              <w:rPr>
                <w:rFonts w:ascii="Arial" w:hAnsi="Arial" w:cs="Arial"/>
                <w:sz w:val="16"/>
                <w:szCs w:val="16"/>
              </w:rPr>
              <w:t>CWp</w:t>
            </w:r>
            <w:proofErr w:type="spellEnd"/>
            <w:r w:rsidRPr="00953547">
              <w:rPr>
                <w:rFonts w:ascii="Arial" w:hAnsi="Arial" w:cs="Arial"/>
                <w:sz w:val="16"/>
                <w:szCs w:val="16"/>
              </w:rPr>
              <w:t xml:space="preserve">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E95FD0" w14:textId="77777777" w:rsidR="00953547" w:rsidRDefault="00953547" w:rsidP="00382AE7">
            <w:pPr>
              <w:pStyle w:val="TAC"/>
              <w:jc w:val="left"/>
              <w:rPr>
                <w:snapToGrid w:val="0"/>
                <w:sz w:val="16"/>
                <w:szCs w:val="16"/>
              </w:rPr>
            </w:pPr>
            <w:r>
              <w:rPr>
                <w:snapToGrid w:val="0"/>
                <w:sz w:val="16"/>
                <w:szCs w:val="16"/>
              </w:rPr>
              <w:t>13.2.0</w:t>
            </w:r>
          </w:p>
        </w:tc>
      </w:tr>
      <w:tr w:rsidR="00D14116" w:rsidRPr="006B0D02" w14:paraId="4786F53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B2C60E" w14:textId="77777777" w:rsidR="00D14116" w:rsidRDefault="00D14116" w:rsidP="00382AE7">
            <w:pPr>
              <w:pStyle w:val="TAC"/>
              <w:rPr>
                <w:sz w:val="16"/>
                <w:szCs w:val="16"/>
              </w:rPr>
            </w:pPr>
            <w:r>
              <w:rPr>
                <w:sz w:val="16"/>
                <w:szCs w:val="16"/>
              </w:rPr>
              <w:t>2016-06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650963" w14:textId="77777777" w:rsidR="00D14116" w:rsidRDefault="00D14116" w:rsidP="00382AE7">
            <w:pPr>
              <w:pStyle w:val="TAC"/>
              <w:rPr>
                <w:sz w:val="16"/>
                <w:szCs w:val="16"/>
              </w:rPr>
            </w:pPr>
            <w:r>
              <w:rPr>
                <w:sz w:val="16"/>
                <w:szCs w:val="16"/>
              </w:rPr>
              <w:t>RAN#72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225F001" w14:textId="77777777" w:rsidR="00D14116" w:rsidRDefault="00D14116" w:rsidP="00D14116">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755CC9" w14:textId="77777777" w:rsidR="00D14116" w:rsidRDefault="00D14116" w:rsidP="00D14116">
            <w:pPr>
              <w:spacing w:after="0"/>
              <w:jc w:val="center"/>
              <w:rPr>
                <w:rFonts w:ascii="Arial" w:hAnsi="Arial" w:cs="Arial"/>
                <w:sz w:val="16"/>
                <w:szCs w:val="16"/>
              </w:rPr>
            </w:pPr>
            <w:r>
              <w:rPr>
                <w:rFonts w:ascii="Arial" w:hAnsi="Arial" w:cs="Arial"/>
                <w:sz w:val="16"/>
                <w:szCs w:val="16"/>
              </w:rPr>
              <w:t>0688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5755FC4" w14:textId="77777777" w:rsidR="00D14116" w:rsidRDefault="00D1411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E7A663" w14:textId="77777777" w:rsidR="00D14116" w:rsidRDefault="00D14116" w:rsidP="00382A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BE7090C" w14:textId="77777777" w:rsidR="00D14116" w:rsidRPr="00CD45AB" w:rsidRDefault="00D14116" w:rsidP="00382AE7">
            <w:pPr>
              <w:spacing w:after="0"/>
              <w:rPr>
                <w:rFonts w:ascii="Arial" w:hAnsi="Arial" w:cs="Arial"/>
                <w:sz w:val="16"/>
                <w:szCs w:val="16"/>
              </w:rPr>
            </w:pPr>
            <w:r w:rsidRPr="00D14116">
              <w:rPr>
                <w:rFonts w:ascii="Arial" w:hAnsi="Arial" w:cs="Arial"/>
                <w:sz w:val="16"/>
                <w:szCs w:val="16"/>
              </w:rPr>
              <w:t>Clarification of CSI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52C61D" w14:textId="77777777" w:rsidR="00D14116" w:rsidRDefault="00D14116" w:rsidP="00382AE7">
            <w:pPr>
              <w:pStyle w:val="TAC"/>
              <w:jc w:val="left"/>
              <w:rPr>
                <w:snapToGrid w:val="0"/>
                <w:sz w:val="16"/>
                <w:szCs w:val="16"/>
              </w:rPr>
            </w:pPr>
            <w:r>
              <w:rPr>
                <w:snapToGrid w:val="0"/>
                <w:sz w:val="16"/>
                <w:szCs w:val="16"/>
              </w:rPr>
              <w:t>13.2.0</w:t>
            </w:r>
          </w:p>
        </w:tc>
      </w:tr>
      <w:tr w:rsidR="00B2341C" w:rsidRPr="006B0D02" w14:paraId="33E611B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7A1F0A" w14:textId="77777777" w:rsidR="00B2341C" w:rsidRDefault="00B2341C" w:rsidP="00B2341C">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05973A" w14:textId="77777777" w:rsidR="00B2341C" w:rsidRDefault="00B2341C" w:rsidP="00B2341C">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08768AF" w14:textId="77777777" w:rsidR="00B2341C" w:rsidRDefault="00B2341C" w:rsidP="00B2341C">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C7C888" w14:textId="77777777" w:rsidR="00B2341C" w:rsidRDefault="00B2341C" w:rsidP="00B2341C">
            <w:pPr>
              <w:spacing w:after="0"/>
              <w:jc w:val="center"/>
              <w:rPr>
                <w:rFonts w:ascii="Arial" w:hAnsi="Arial" w:cs="Arial"/>
                <w:sz w:val="16"/>
                <w:szCs w:val="16"/>
              </w:rPr>
            </w:pPr>
            <w:r>
              <w:rPr>
                <w:rFonts w:ascii="Arial" w:hAnsi="Arial" w:cs="Arial"/>
                <w:sz w:val="16"/>
                <w:szCs w:val="16"/>
              </w:rPr>
              <w:t>0689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C64E3C5" w14:textId="77777777" w:rsidR="00B2341C" w:rsidRDefault="00B2341C"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82D8A7" w14:textId="77777777" w:rsidR="00B2341C" w:rsidRDefault="00B2341C"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7BE6193" w14:textId="77777777" w:rsidR="00B2341C" w:rsidRPr="00CD45AB" w:rsidRDefault="00B2341C" w:rsidP="000C3148">
            <w:pPr>
              <w:spacing w:after="0"/>
              <w:rPr>
                <w:rFonts w:ascii="Arial" w:hAnsi="Arial" w:cs="Arial"/>
                <w:sz w:val="16"/>
                <w:szCs w:val="16"/>
              </w:rPr>
            </w:pPr>
            <w:r w:rsidRPr="00B2341C">
              <w:rPr>
                <w:rFonts w:ascii="Arial" w:hAnsi="Arial" w:cs="Arial"/>
                <w:sz w:val="16"/>
                <w:szCs w:val="16"/>
              </w:rPr>
              <w:t>Correction on random access procedure for NB-IoT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B2153F" w14:textId="77777777" w:rsidR="00B2341C" w:rsidRDefault="00B2341C" w:rsidP="00B2341C">
            <w:pPr>
              <w:pStyle w:val="TAC"/>
              <w:jc w:val="left"/>
              <w:rPr>
                <w:snapToGrid w:val="0"/>
                <w:sz w:val="16"/>
                <w:szCs w:val="16"/>
              </w:rPr>
            </w:pPr>
            <w:r>
              <w:rPr>
                <w:snapToGrid w:val="0"/>
                <w:sz w:val="16"/>
                <w:szCs w:val="16"/>
              </w:rPr>
              <w:t>13.3.0</w:t>
            </w:r>
          </w:p>
        </w:tc>
      </w:tr>
      <w:tr w:rsidR="0083674B" w:rsidRPr="006B0D02" w14:paraId="182AEF5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426ED4" w14:textId="77777777" w:rsidR="0083674B" w:rsidRDefault="0083674B"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A26A39" w14:textId="77777777" w:rsidR="0083674B" w:rsidRDefault="0083674B"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0D1D0D1" w14:textId="77777777" w:rsidR="0083674B" w:rsidRDefault="0083674B"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44C009" w14:textId="77777777" w:rsidR="0083674B" w:rsidRDefault="0083674B" w:rsidP="0083674B">
            <w:pPr>
              <w:spacing w:after="0"/>
              <w:jc w:val="center"/>
              <w:rPr>
                <w:rFonts w:ascii="Arial" w:hAnsi="Arial" w:cs="Arial"/>
                <w:sz w:val="16"/>
                <w:szCs w:val="16"/>
              </w:rPr>
            </w:pPr>
            <w:r>
              <w:rPr>
                <w:rFonts w:ascii="Arial" w:hAnsi="Arial" w:cs="Arial"/>
                <w:sz w:val="16"/>
                <w:szCs w:val="16"/>
              </w:rPr>
              <w:t>0690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487F881" w14:textId="77777777" w:rsidR="0083674B" w:rsidRDefault="0083674B"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55419C" w14:textId="77777777" w:rsidR="0083674B" w:rsidRDefault="0083674B"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4C2C1DB" w14:textId="77777777" w:rsidR="0083674B" w:rsidRPr="00CD45AB" w:rsidRDefault="0083674B" w:rsidP="000C3148">
            <w:pPr>
              <w:spacing w:after="0"/>
              <w:rPr>
                <w:rFonts w:ascii="Arial" w:hAnsi="Arial" w:cs="Arial"/>
                <w:sz w:val="16"/>
                <w:szCs w:val="16"/>
              </w:rPr>
            </w:pPr>
            <w:r w:rsidRPr="0083674B">
              <w:rPr>
                <w:rFonts w:ascii="Arial" w:hAnsi="Arial" w:cs="Arial"/>
                <w:sz w:val="16"/>
                <w:szCs w:val="16"/>
              </w:rPr>
              <w:t>Correction on NPDCCH related procedure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93D3A3" w14:textId="77777777" w:rsidR="0083674B" w:rsidRDefault="0083674B" w:rsidP="000C3148">
            <w:pPr>
              <w:pStyle w:val="TAC"/>
              <w:jc w:val="left"/>
              <w:rPr>
                <w:snapToGrid w:val="0"/>
                <w:sz w:val="16"/>
                <w:szCs w:val="16"/>
              </w:rPr>
            </w:pPr>
            <w:r>
              <w:rPr>
                <w:snapToGrid w:val="0"/>
                <w:sz w:val="16"/>
                <w:szCs w:val="16"/>
              </w:rPr>
              <w:t>13.3.0</w:t>
            </w:r>
          </w:p>
        </w:tc>
      </w:tr>
      <w:tr w:rsidR="00876199" w:rsidRPr="006B0D02" w14:paraId="19AF294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2C3E8F" w14:textId="77777777" w:rsidR="00876199" w:rsidRDefault="00876199"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668D402" w14:textId="77777777" w:rsidR="00876199" w:rsidRDefault="00876199"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9A2551" w14:textId="77777777" w:rsidR="00876199" w:rsidRDefault="00876199"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969767" w14:textId="77777777" w:rsidR="00876199" w:rsidRDefault="00876199" w:rsidP="00876199">
            <w:pPr>
              <w:spacing w:after="0"/>
              <w:jc w:val="center"/>
              <w:rPr>
                <w:rFonts w:ascii="Arial" w:hAnsi="Arial" w:cs="Arial"/>
                <w:sz w:val="16"/>
                <w:szCs w:val="16"/>
              </w:rPr>
            </w:pPr>
            <w:r>
              <w:rPr>
                <w:rFonts w:ascii="Arial" w:hAnsi="Arial" w:cs="Arial"/>
                <w:sz w:val="16"/>
                <w:szCs w:val="16"/>
              </w:rPr>
              <w:t>0691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E3B115F" w14:textId="77777777" w:rsidR="00876199" w:rsidRDefault="00876199"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166A3C" w14:textId="77777777" w:rsidR="00876199" w:rsidRDefault="00876199"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5F68265" w14:textId="77777777" w:rsidR="00876199" w:rsidRPr="00CD45AB" w:rsidRDefault="00876199" w:rsidP="000C3148">
            <w:pPr>
              <w:spacing w:after="0"/>
              <w:rPr>
                <w:rFonts w:ascii="Arial" w:hAnsi="Arial" w:cs="Arial"/>
                <w:sz w:val="16"/>
                <w:szCs w:val="16"/>
              </w:rPr>
            </w:pPr>
            <w:r w:rsidRPr="00876199">
              <w:rPr>
                <w:rFonts w:ascii="Arial" w:hAnsi="Arial" w:cs="Arial"/>
                <w:sz w:val="16"/>
                <w:szCs w:val="16"/>
              </w:rPr>
              <w:t>Corrections to RRC parameter names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F54D9B" w14:textId="77777777" w:rsidR="00876199" w:rsidRDefault="00876199" w:rsidP="000C3148">
            <w:pPr>
              <w:pStyle w:val="TAC"/>
              <w:jc w:val="left"/>
              <w:rPr>
                <w:snapToGrid w:val="0"/>
                <w:sz w:val="16"/>
                <w:szCs w:val="16"/>
              </w:rPr>
            </w:pPr>
            <w:r>
              <w:rPr>
                <w:snapToGrid w:val="0"/>
                <w:sz w:val="16"/>
                <w:szCs w:val="16"/>
              </w:rPr>
              <w:t>13.3.0</w:t>
            </w:r>
          </w:p>
        </w:tc>
      </w:tr>
      <w:tr w:rsidR="00CF134F" w:rsidRPr="006B0D02" w14:paraId="3964226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CE2C20" w14:textId="77777777" w:rsidR="00CF134F" w:rsidRDefault="00CF134F"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37FCA73" w14:textId="77777777" w:rsidR="00CF134F" w:rsidRDefault="00CF134F"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8867D4F" w14:textId="77777777" w:rsidR="00CF134F" w:rsidRDefault="00CF134F"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82303F" w14:textId="77777777" w:rsidR="00CF134F" w:rsidRDefault="00CF134F" w:rsidP="00CF134F">
            <w:pPr>
              <w:spacing w:after="0"/>
              <w:jc w:val="center"/>
              <w:rPr>
                <w:rFonts w:ascii="Arial" w:hAnsi="Arial" w:cs="Arial"/>
                <w:sz w:val="16"/>
                <w:szCs w:val="16"/>
              </w:rPr>
            </w:pPr>
            <w:r>
              <w:rPr>
                <w:rFonts w:ascii="Arial" w:hAnsi="Arial" w:cs="Arial"/>
                <w:sz w:val="16"/>
                <w:szCs w:val="16"/>
              </w:rPr>
              <w:t>0692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F818D9F" w14:textId="77777777" w:rsidR="00CF134F" w:rsidRDefault="00CF134F"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22D118" w14:textId="77777777" w:rsidR="00CF134F" w:rsidRDefault="00CF134F"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BC78BC" w14:textId="77777777" w:rsidR="00CF134F" w:rsidRPr="00CD45AB" w:rsidRDefault="00CF134F" w:rsidP="000C3148">
            <w:pPr>
              <w:spacing w:after="0"/>
              <w:rPr>
                <w:rFonts w:ascii="Arial" w:hAnsi="Arial" w:cs="Arial"/>
                <w:sz w:val="16"/>
                <w:szCs w:val="16"/>
              </w:rPr>
            </w:pPr>
            <w:r w:rsidRPr="00CF134F">
              <w:rPr>
                <w:rFonts w:ascii="Arial" w:hAnsi="Arial" w:cs="Arial"/>
                <w:sz w:val="16"/>
                <w:szCs w:val="16"/>
              </w:rPr>
              <w:t>Corrections on NPDSCH related procedure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70972B" w14:textId="77777777" w:rsidR="00CF134F" w:rsidRDefault="00CF134F" w:rsidP="000C3148">
            <w:pPr>
              <w:pStyle w:val="TAC"/>
              <w:jc w:val="left"/>
              <w:rPr>
                <w:snapToGrid w:val="0"/>
                <w:sz w:val="16"/>
                <w:szCs w:val="16"/>
              </w:rPr>
            </w:pPr>
            <w:r>
              <w:rPr>
                <w:snapToGrid w:val="0"/>
                <w:sz w:val="16"/>
                <w:szCs w:val="16"/>
              </w:rPr>
              <w:t>13.3.0</w:t>
            </w:r>
          </w:p>
        </w:tc>
      </w:tr>
      <w:tr w:rsidR="00E4521A" w:rsidRPr="006B0D02" w14:paraId="60100A9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891586" w14:textId="77777777" w:rsidR="00E4521A" w:rsidRDefault="00E4521A"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30B876E" w14:textId="77777777" w:rsidR="00E4521A" w:rsidRDefault="00E4521A"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C5740F5" w14:textId="77777777" w:rsidR="00E4521A" w:rsidRDefault="00E4521A" w:rsidP="00E4521A">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63C11B" w14:textId="77777777" w:rsidR="00E4521A" w:rsidRDefault="00E4521A" w:rsidP="00E4521A">
            <w:pPr>
              <w:spacing w:after="0"/>
              <w:jc w:val="center"/>
              <w:rPr>
                <w:rFonts w:ascii="Arial" w:hAnsi="Arial" w:cs="Arial"/>
                <w:sz w:val="16"/>
                <w:szCs w:val="16"/>
              </w:rPr>
            </w:pPr>
            <w:r>
              <w:rPr>
                <w:rFonts w:ascii="Arial" w:hAnsi="Arial" w:cs="Arial"/>
                <w:sz w:val="16"/>
                <w:szCs w:val="16"/>
              </w:rPr>
              <w:t>0693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F41B4C" w14:textId="77777777" w:rsidR="00E4521A" w:rsidRDefault="00E4521A"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C8216E" w14:textId="77777777" w:rsidR="00E4521A" w:rsidRDefault="00E4521A"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2B7453D" w14:textId="77777777" w:rsidR="00E4521A" w:rsidRPr="00CD45AB" w:rsidRDefault="00E4521A" w:rsidP="000C3148">
            <w:pPr>
              <w:spacing w:after="0"/>
              <w:rPr>
                <w:rFonts w:ascii="Arial" w:hAnsi="Arial" w:cs="Arial"/>
                <w:sz w:val="16"/>
                <w:szCs w:val="16"/>
              </w:rPr>
            </w:pPr>
            <w:r w:rsidRPr="00E4521A">
              <w:rPr>
                <w:rFonts w:ascii="Arial" w:hAnsi="Arial" w:cs="Arial"/>
                <w:sz w:val="16"/>
                <w:szCs w:val="16"/>
              </w:rPr>
              <w:t>Correction on FD-MIMO codebook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E80B8E" w14:textId="77777777" w:rsidR="00E4521A" w:rsidRDefault="00E4521A" w:rsidP="000C3148">
            <w:pPr>
              <w:pStyle w:val="TAC"/>
              <w:jc w:val="left"/>
              <w:rPr>
                <w:snapToGrid w:val="0"/>
                <w:sz w:val="16"/>
                <w:szCs w:val="16"/>
              </w:rPr>
            </w:pPr>
            <w:r>
              <w:rPr>
                <w:snapToGrid w:val="0"/>
                <w:sz w:val="16"/>
                <w:szCs w:val="16"/>
              </w:rPr>
              <w:t>13.3.0</w:t>
            </w:r>
          </w:p>
        </w:tc>
      </w:tr>
      <w:tr w:rsidR="007E0800" w:rsidRPr="006B0D02" w14:paraId="6526837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744CE7" w14:textId="77777777" w:rsidR="007E0800" w:rsidRDefault="007E0800"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2B71D46" w14:textId="77777777" w:rsidR="007E0800" w:rsidRDefault="007E0800"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5EADAB9" w14:textId="77777777" w:rsidR="007E0800" w:rsidRDefault="007E0800" w:rsidP="000C3148">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5D24E" w14:textId="77777777" w:rsidR="007E0800" w:rsidRDefault="007E0800" w:rsidP="007E0800">
            <w:pPr>
              <w:spacing w:after="0"/>
              <w:jc w:val="center"/>
              <w:rPr>
                <w:rFonts w:ascii="Arial" w:hAnsi="Arial" w:cs="Arial"/>
                <w:sz w:val="16"/>
                <w:szCs w:val="16"/>
              </w:rPr>
            </w:pPr>
            <w:r>
              <w:rPr>
                <w:rFonts w:ascii="Arial" w:hAnsi="Arial" w:cs="Arial"/>
                <w:sz w:val="16"/>
                <w:szCs w:val="16"/>
              </w:rPr>
              <w:t>0694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EF1F825" w14:textId="77777777" w:rsidR="007E0800" w:rsidRDefault="007E0800"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C95604" w14:textId="77777777" w:rsidR="007E0800" w:rsidRDefault="007E0800"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DF5C899" w14:textId="77777777" w:rsidR="007E0800" w:rsidRPr="00CD45AB" w:rsidRDefault="007E0800" w:rsidP="000C3148">
            <w:pPr>
              <w:spacing w:after="0"/>
              <w:rPr>
                <w:rFonts w:ascii="Arial" w:hAnsi="Arial" w:cs="Arial"/>
                <w:sz w:val="16"/>
                <w:szCs w:val="16"/>
              </w:rPr>
            </w:pPr>
            <w:r w:rsidRPr="007E0800">
              <w:rPr>
                <w:rFonts w:ascii="Arial" w:hAnsi="Arial" w:cs="Arial"/>
                <w:sz w:val="16"/>
                <w:szCs w:val="16"/>
              </w:rPr>
              <w:t xml:space="preserve">Correction on RRC </w:t>
            </w:r>
            <w:proofErr w:type="spellStart"/>
            <w:r w:rsidRPr="007E0800">
              <w:rPr>
                <w:rFonts w:ascii="Arial" w:hAnsi="Arial" w:cs="Arial"/>
                <w:sz w:val="16"/>
                <w:szCs w:val="16"/>
              </w:rPr>
              <w:t>paremeters</w:t>
            </w:r>
            <w:proofErr w:type="spellEnd"/>
            <w:r w:rsidRPr="007E0800">
              <w:rPr>
                <w:rFonts w:ascii="Arial" w:hAnsi="Arial" w:cs="Arial"/>
                <w:sz w:val="16"/>
                <w:szCs w:val="16"/>
              </w:rPr>
              <w:t xml:space="preserve"> for SRS enhancement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1D53D9" w14:textId="77777777" w:rsidR="007E0800" w:rsidRDefault="007E0800" w:rsidP="000C3148">
            <w:pPr>
              <w:pStyle w:val="TAC"/>
              <w:jc w:val="left"/>
              <w:rPr>
                <w:snapToGrid w:val="0"/>
                <w:sz w:val="16"/>
                <w:szCs w:val="16"/>
              </w:rPr>
            </w:pPr>
            <w:r>
              <w:rPr>
                <w:snapToGrid w:val="0"/>
                <w:sz w:val="16"/>
                <w:szCs w:val="16"/>
              </w:rPr>
              <w:t>13.3.0</w:t>
            </w:r>
          </w:p>
        </w:tc>
      </w:tr>
      <w:tr w:rsidR="00AD2CA2" w:rsidRPr="006B0D02" w14:paraId="2CC98FE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8F8CE9" w14:textId="77777777" w:rsidR="00AD2CA2" w:rsidRDefault="00AD2CA2"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1D7E17" w14:textId="77777777" w:rsidR="00AD2CA2" w:rsidRDefault="00AD2CA2"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7B2214" w14:textId="77777777" w:rsidR="00AD2CA2" w:rsidRDefault="00AD2CA2" w:rsidP="00AD2CA2">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D73E6C" w14:textId="77777777" w:rsidR="00AD2CA2" w:rsidRDefault="00AD2CA2" w:rsidP="00AD2CA2">
            <w:pPr>
              <w:spacing w:after="0"/>
              <w:jc w:val="center"/>
              <w:rPr>
                <w:rFonts w:ascii="Arial" w:hAnsi="Arial" w:cs="Arial"/>
                <w:sz w:val="16"/>
                <w:szCs w:val="16"/>
              </w:rPr>
            </w:pPr>
            <w:r>
              <w:rPr>
                <w:rFonts w:ascii="Arial" w:hAnsi="Arial" w:cs="Arial"/>
                <w:sz w:val="16"/>
                <w:szCs w:val="16"/>
              </w:rPr>
              <w:t>0695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F8270F4" w14:textId="77777777" w:rsidR="00AD2CA2" w:rsidRDefault="00AD2CA2"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341190" w14:textId="77777777" w:rsidR="00AD2CA2" w:rsidRDefault="00AD2CA2"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A92A1BE" w14:textId="77777777" w:rsidR="00AD2CA2" w:rsidRPr="00CD45AB" w:rsidRDefault="00AD2CA2" w:rsidP="000C3148">
            <w:pPr>
              <w:spacing w:after="0"/>
              <w:rPr>
                <w:rFonts w:ascii="Arial" w:hAnsi="Arial" w:cs="Arial"/>
                <w:sz w:val="16"/>
                <w:szCs w:val="16"/>
              </w:rPr>
            </w:pPr>
            <w:r w:rsidRPr="00AD2CA2">
              <w:rPr>
                <w:rFonts w:ascii="Arial" w:hAnsi="Arial" w:cs="Arial"/>
                <w:sz w:val="16"/>
                <w:szCs w:val="16"/>
              </w:rPr>
              <w:t>Transport block size determination for Msg2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53ED76" w14:textId="77777777" w:rsidR="00AD2CA2" w:rsidRDefault="00AD2CA2" w:rsidP="000C3148">
            <w:pPr>
              <w:pStyle w:val="TAC"/>
              <w:jc w:val="left"/>
              <w:rPr>
                <w:snapToGrid w:val="0"/>
                <w:sz w:val="16"/>
                <w:szCs w:val="16"/>
              </w:rPr>
            </w:pPr>
            <w:r>
              <w:rPr>
                <w:snapToGrid w:val="0"/>
                <w:sz w:val="16"/>
                <w:szCs w:val="16"/>
              </w:rPr>
              <w:t>13.3.0</w:t>
            </w:r>
          </w:p>
        </w:tc>
      </w:tr>
      <w:tr w:rsidR="008C2842" w:rsidRPr="006B0D02" w14:paraId="7C65804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A14D34" w14:textId="77777777" w:rsidR="008C2842" w:rsidRDefault="008C2842"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61BB303" w14:textId="77777777" w:rsidR="008C2842" w:rsidRDefault="008C2842"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FAF3BE0" w14:textId="77777777" w:rsidR="008C2842" w:rsidRDefault="008C2842" w:rsidP="008C2842">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98ECA6" w14:textId="77777777" w:rsidR="008C2842" w:rsidRDefault="008C2842" w:rsidP="008C2842">
            <w:pPr>
              <w:spacing w:after="0"/>
              <w:jc w:val="center"/>
              <w:rPr>
                <w:rFonts w:ascii="Arial" w:hAnsi="Arial" w:cs="Arial"/>
                <w:sz w:val="16"/>
                <w:szCs w:val="16"/>
              </w:rPr>
            </w:pPr>
            <w:r>
              <w:rPr>
                <w:rFonts w:ascii="Arial" w:hAnsi="Arial" w:cs="Arial"/>
                <w:sz w:val="16"/>
                <w:szCs w:val="16"/>
              </w:rPr>
              <w:t>0696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BB61E9" w14:textId="77777777" w:rsidR="008C2842" w:rsidRDefault="008C2842"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A81E08" w14:textId="77777777" w:rsidR="008C2842" w:rsidRDefault="008C2842"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94F272" w14:textId="77777777" w:rsidR="008C2842" w:rsidRPr="00CD45AB" w:rsidRDefault="008C2842" w:rsidP="000C3148">
            <w:pPr>
              <w:spacing w:after="0"/>
              <w:rPr>
                <w:rFonts w:ascii="Arial" w:hAnsi="Arial" w:cs="Arial"/>
                <w:sz w:val="16"/>
                <w:szCs w:val="16"/>
              </w:rPr>
            </w:pPr>
            <w:r w:rsidRPr="008C2842">
              <w:rPr>
                <w:rFonts w:ascii="Arial" w:hAnsi="Arial" w:cs="Arial"/>
                <w:sz w:val="16"/>
                <w:szCs w:val="16"/>
              </w:rPr>
              <w:t>Correction on NPUSCH related procedure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25DB94" w14:textId="77777777" w:rsidR="008C2842" w:rsidRDefault="008C2842" w:rsidP="000C3148">
            <w:pPr>
              <w:pStyle w:val="TAC"/>
              <w:jc w:val="left"/>
              <w:rPr>
                <w:snapToGrid w:val="0"/>
                <w:sz w:val="16"/>
                <w:szCs w:val="16"/>
              </w:rPr>
            </w:pPr>
            <w:r>
              <w:rPr>
                <w:snapToGrid w:val="0"/>
                <w:sz w:val="16"/>
                <w:szCs w:val="16"/>
              </w:rPr>
              <w:t>13.3.0</w:t>
            </w:r>
          </w:p>
        </w:tc>
      </w:tr>
      <w:tr w:rsidR="007E5617" w:rsidRPr="006B0D02" w14:paraId="0E68EEF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F6F085" w14:textId="77777777" w:rsidR="007E5617" w:rsidRDefault="007E5617"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875F829" w14:textId="77777777" w:rsidR="007E5617" w:rsidRDefault="007E5617"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0BDE834" w14:textId="77777777" w:rsidR="007E5617" w:rsidRDefault="007E5617"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81EC49" w14:textId="77777777" w:rsidR="007E5617" w:rsidRDefault="007E5617" w:rsidP="007E5617">
            <w:pPr>
              <w:spacing w:after="0"/>
              <w:jc w:val="center"/>
              <w:rPr>
                <w:rFonts w:ascii="Arial" w:hAnsi="Arial" w:cs="Arial"/>
                <w:sz w:val="16"/>
                <w:szCs w:val="16"/>
              </w:rPr>
            </w:pPr>
            <w:r>
              <w:rPr>
                <w:rFonts w:ascii="Arial" w:hAnsi="Arial" w:cs="Arial"/>
                <w:sz w:val="16"/>
                <w:szCs w:val="16"/>
              </w:rPr>
              <w:t>0698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525462" w14:textId="77777777" w:rsidR="007E5617" w:rsidRDefault="007E5617"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7BFF5B" w14:textId="77777777" w:rsidR="007E5617" w:rsidRDefault="007E5617"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8001D8A" w14:textId="77777777" w:rsidR="007E5617" w:rsidRPr="00CD45AB" w:rsidRDefault="007E5617" w:rsidP="000C3148">
            <w:pPr>
              <w:spacing w:after="0"/>
              <w:rPr>
                <w:rFonts w:ascii="Arial" w:hAnsi="Arial" w:cs="Arial"/>
                <w:sz w:val="16"/>
                <w:szCs w:val="16"/>
              </w:rPr>
            </w:pPr>
            <w:r w:rsidRPr="007E5617">
              <w:rPr>
                <w:rFonts w:ascii="Arial" w:hAnsi="Arial" w:cs="Arial"/>
                <w:sz w:val="16"/>
                <w:szCs w:val="16"/>
              </w:rPr>
              <w:t>Correction on the reference of narrowband definition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7A0044" w14:textId="77777777" w:rsidR="007E5617" w:rsidRDefault="007E5617" w:rsidP="000C3148">
            <w:pPr>
              <w:pStyle w:val="TAC"/>
              <w:jc w:val="left"/>
              <w:rPr>
                <w:snapToGrid w:val="0"/>
                <w:sz w:val="16"/>
                <w:szCs w:val="16"/>
              </w:rPr>
            </w:pPr>
            <w:r>
              <w:rPr>
                <w:snapToGrid w:val="0"/>
                <w:sz w:val="16"/>
                <w:szCs w:val="16"/>
              </w:rPr>
              <w:t>13.3.0</w:t>
            </w:r>
          </w:p>
        </w:tc>
      </w:tr>
      <w:tr w:rsidR="00714DD4" w:rsidRPr="006B0D02" w14:paraId="58EE139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A477C2" w14:textId="77777777" w:rsidR="00714DD4" w:rsidRDefault="00714DD4"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2933B3F" w14:textId="77777777" w:rsidR="00714DD4" w:rsidRDefault="00714DD4"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554BDB3" w14:textId="77777777" w:rsidR="00714DD4" w:rsidRDefault="00714DD4"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E3F63" w14:textId="77777777" w:rsidR="00714DD4" w:rsidRDefault="00714DD4" w:rsidP="00714DD4">
            <w:pPr>
              <w:spacing w:after="0"/>
              <w:jc w:val="center"/>
              <w:rPr>
                <w:rFonts w:ascii="Arial" w:hAnsi="Arial" w:cs="Arial"/>
                <w:sz w:val="16"/>
                <w:szCs w:val="16"/>
              </w:rPr>
            </w:pPr>
            <w:r>
              <w:rPr>
                <w:rFonts w:ascii="Arial" w:hAnsi="Arial" w:cs="Arial"/>
                <w:sz w:val="16"/>
                <w:szCs w:val="16"/>
              </w:rPr>
              <w:t>0699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D29E1E" w14:textId="77777777" w:rsidR="00714DD4" w:rsidRDefault="00714DD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08C6FB" w14:textId="77777777" w:rsidR="00714DD4" w:rsidRDefault="00714DD4"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C65C1C" w14:textId="77777777" w:rsidR="00714DD4" w:rsidRPr="00CD45AB" w:rsidRDefault="00714DD4" w:rsidP="000C3148">
            <w:pPr>
              <w:spacing w:after="0"/>
              <w:rPr>
                <w:rFonts w:ascii="Arial" w:hAnsi="Arial" w:cs="Arial"/>
                <w:sz w:val="16"/>
                <w:szCs w:val="16"/>
              </w:rPr>
            </w:pPr>
            <w:r w:rsidRPr="00714DD4">
              <w:rPr>
                <w:rFonts w:ascii="Arial" w:hAnsi="Arial" w:cs="Arial"/>
                <w:sz w:val="16"/>
                <w:szCs w:val="16"/>
              </w:rPr>
              <w:t>Correction on the relationship between IMCS and ITBS for DCI format 6-1A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C8583E" w14:textId="77777777" w:rsidR="00714DD4" w:rsidRDefault="00714DD4" w:rsidP="000C3148">
            <w:pPr>
              <w:pStyle w:val="TAC"/>
              <w:jc w:val="left"/>
              <w:rPr>
                <w:snapToGrid w:val="0"/>
                <w:sz w:val="16"/>
                <w:szCs w:val="16"/>
              </w:rPr>
            </w:pPr>
            <w:r>
              <w:rPr>
                <w:snapToGrid w:val="0"/>
                <w:sz w:val="16"/>
                <w:szCs w:val="16"/>
              </w:rPr>
              <w:t>13.3.0</w:t>
            </w:r>
          </w:p>
        </w:tc>
      </w:tr>
      <w:tr w:rsidR="00880BF2" w:rsidRPr="006B0D02" w14:paraId="4DD042A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729C97" w14:textId="77777777" w:rsidR="00880BF2" w:rsidRDefault="00880BF2"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EE15B1" w14:textId="77777777" w:rsidR="00880BF2" w:rsidRDefault="00880BF2"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3C2C9B1" w14:textId="77777777" w:rsidR="00880BF2" w:rsidRDefault="00880BF2"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C07373" w14:textId="77777777" w:rsidR="00880BF2" w:rsidRDefault="00880BF2" w:rsidP="00880BF2">
            <w:pPr>
              <w:spacing w:after="0"/>
              <w:jc w:val="center"/>
              <w:rPr>
                <w:rFonts w:ascii="Arial" w:hAnsi="Arial" w:cs="Arial"/>
                <w:sz w:val="16"/>
                <w:szCs w:val="16"/>
              </w:rPr>
            </w:pPr>
            <w:r>
              <w:rPr>
                <w:rFonts w:ascii="Arial" w:hAnsi="Arial" w:cs="Arial"/>
                <w:sz w:val="16"/>
                <w:szCs w:val="16"/>
              </w:rPr>
              <w:t>0700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C19EF0C" w14:textId="77777777" w:rsidR="00880BF2" w:rsidRDefault="00880BF2"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9F48B54" w14:textId="77777777" w:rsidR="00880BF2" w:rsidRDefault="00880BF2"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920BE6" w14:textId="77777777" w:rsidR="00880BF2" w:rsidRPr="00CD45AB" w:rsidRDefault="00880BF2" w:rsidP="000C3148">
            <w:pPr>
              <w:spacing w:after="0"/>
              <w:rPr>
                <w:rFonts w:ascii="Arial" w:hAnsi="Arial" w:cs="Arial"/>
                <w:sz w:val="16"/>
                <w:szCs w:val="16"/>
              </w:rPr>
            </w:pPr>
            <w:r w:rsidRPr="00880BF2">
              <w:rPr>
                <w:rFonts w:ascii="Arial" w:hAnsi="Arial" w:cs="Arial"/>
                <w:sz w:val="16"/>
                <w:szCs w:val="16"/>
              </w:rPr>
              <w:t xml:space="preserve">Correction on the scrambling initialization for SIB1-BR and SI for </w:t>
            </w:r>
            <w:proofErr w:type="spellStart"/>
            <w:r w:rsidRPr="00880BF2">
              <w:rPr>
                <w:rFonts w:ascii="Arial" w:hAnsi="Arial" w:cs="Arial"/>
                <w:sz w:val="16"/>
                <w:szCs w:val="16"/>
              </w:rPr>
              <w:t>eMTC</w:t>
            </w:r>
            <w:proofErr w:type="spellEnd"/>
            <w:r w:rsidRPr="00880BF2">
              <w:rPr>
                <w:rFonts w:ascii="Arial" w:hAnsi="Arial" w:cs="Arial"/>
                <w:sz w:val="16"/>
                <w:szCs w:val="16"/>
              </w:rPr>
              <w:t xml:space="preserv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DF7675" w14:textId="77777777" w:rsidR="00880BF2" w:rsidRDefault="00880BF2" w:rsidP="000C3148">
            <w:pPr>
              <w:pStyle w:val="TAC"/>
              <w:jc w:val="left"/>
              <w:rPr>
                <w:snapToGrid w:val="0"/>
                <w:sz w:val="16"/>
                <w:szCs w:val="16"/>
              </w:rPr>
            </w:pPr>
            <w:r>
              <w:rPr>
                <w:snapToGrid w:val="0"/>
                <w:sz w:val="16"/>
                <w:szCs w:val="16"/>
              </w:rPr>
              <w:t>13.3.0</w:t>
            </w:r>
          </w:p>
        </w:tc>
      </w:tr>
      <w:tr w:rsidR="00247994" w:rsidRPr="006B0D02" w14:paraId="486AA24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9A5DA2" w14:textId="77777777" w:rsidR="00247994" w:rsidRDefault="00247994"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206DC94" w14:textId="77777777" w:rsidR="00247994" w:rsidRDefault="00247994"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C48F39B" w14:textId="77777777" w:rsidR="00247994" w:rsidRDefault="00247994" w:rsidP="00247994">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B652FB" w14:textId="77777777" w:rsidR="00247994" w:rsidRDefault="00247994" w:rsidP="00247994">
            <w:pPr>
              <w:spacing w:after="0"/>
              <w:jc w:val="center"/>
              <w:rPr>
                <w:rFonts w:ascii="Arial" w:hAnsi="Arial" w:cs="Arial"/>
                <w:sz w:val="16"/>
                <w:szCs w:val="16"/>
              </w:rPr>
            </w:pPr>
            <w:r>
              <w:rPr>
                <w:rFonts w:ascii="Arial" w:hAnsi="Arial" w:cs="Arial"/>
                <w:sz w:val="16"/>
                <w:szCs w:val="16"/>
              </w:rPr>
              <w:t>0701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E9A4093" w14:textId="77777777" w:rsidR="00247994" w:rsidRDefault="0024799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AC15A0" w14:textId="77777777" w:rsidR="00247994" w:rsidRDefault="00247994"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AC68D3D" w14:textId="77777777" w:rsidR="00247994" w:rsidRPr="00CD45AB" w:rsidRDefault="00247994" w:rsidP="000C3148">
            <w:pPr>
              <w:spacing w:after="0"/>
              <w:rPr>
                <w:rFonts w:ascii="Arial" w:hAnsi="Arial" w:cs="Arial"/>
                <w:sz w:val="16"/>
                <w:szCs w:val="16"/>
              </w:rPr>
            </w:pPr>
            <w:r w:rsidRPr="00247994">
              <w:rPr>
                <w:rFonts w:ascii="Arial" w:hAnsi="Arial" w:cs="Arial"/>
                <w:sz w:val="16"/>
                <w:szCs w:val="16"/>
              </w:rPr>
              <w:t>Corrections on NPDCCH search space for random access in connected mode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254F94" w14:textId="77777777" w:rsidR="00247994" w:rsidRDefault="00247994" w:rsidP="000C3148">
            <w:pPr>
              <w:pStyle w:val="TAC"/>
              <w:jc w:val="left"/>
              <w:rPr>
                <w:snapToGrid w:val="0"/>
                <w:sz w:val="16"/>
                <w:szCs w:val="16"/>
              </w:rPr>
            </w:pPr>
            <w:r>
              <w:rPr>
                <w:snapToGrid w:val="0"/>
                <w:sz w:val="16"/>
                <w:szCs w:val="16"/>
              </w:rPr>
              <w:t>13.3.0</w:t>
            </w:r>
          </w:p>
        </w:tc>
      </w:tr>
      <w:tr w:rsidR="00255C77" w:rsidRPr="006B0D02" w14:paraId="6232340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DF6803" w14:textId="77777777" w:rsidR="00255C77" w:rsidRDefault="00255C77"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EA6111C" w14:textId="77777777" w:rsidR="00255C77" w:rsidRDefault="00255C77"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EB26BB" w14:textId="77777777" w:rsidR="00255C77" w:rsidRDefault="00255C77" w:rsidP="00255C77">
            <w:pPr>
              <w:spacing w:after="0"/>
              <w:jc w:val="center"/>
              <w:rPr>
                <w:rFonts w:ascii="Arial" w:hAnsi="Arial" w:cs="Arial"/>
                <w:sz w:val="16"/>
                <w:szCs w:val="16"/>
              </w:rPr>
            </w:pPr>
            <w:r>
              <w:rPr>
                <w:rFonts w:ascii="Arial" w:hAnsi="Arial" w:cs="Arial"/>
                <w:sz w:val="16"/>
                <w:szCs w:val="16"/>
              </w:rPr>
              <w:t>RP-161558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399951" w14:textId="77777777" w:rsidR="00255C77" w:rsidRDefault="00255C77" w:rsidP="00255C77">
            <w:pPr>
              <w:spacing w:after="0"/>
              <w:jc w:val="center"/>
              <w:rPr>
                <w:rFonts w:ascii="Arial" w:hAnsi="Arial" w:cs="Arial"/>
                <w:sz w:val="16"/>
                <w:szCs w:val="16"/>
              </w:rPr>
            </w:pPr>
            <w:r>
              <w:rPr>
                <w:rFonts w:ascii="Arial" w:hAnsi="Arial" w:cs="Arial"/>
                <w:sz w:val="16"/>
                <w:szCs w:val="16"/>
              </w:rPr>
              <w:t>0706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FBB99E9" w14:textId="77777777" w:rsidR="00255C77" w:rsidRDefault="00255C77"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0C3F43" w14:textId="77777777" w:rsidR="00255C77" w:rsidRDefault="00255C77" w:rsidP="000C314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FE3A8FC" w14:textId="77777777" w:rsidR="00255C77" w:rsidRPr="00CD45AB" w:rsidRDefault="00255C77" w:rsidP="000C3148">
            <w:pPr>
              <w:spacing w:after="0"/>
              <w:rPr>
                <w:rFonts w:ascii="Arial" w:hAnsi="Arial" w:cs="Arial"/>
                <w:sz w:val="16"/>
                <w:szCs w:val="16"/>
              </w:rPr>
            </w:pPr>
            <w:r w:rsidRPr="00255C77">
              <w:rPr>
                <w:rFonts w:ascii="Arial" w:hAnsi="Arial" w:cs="Arial"/>
                <w:sz w:val="16"/>
                <w:szCs w:val="16"/>
              </w:rPr>
              <w:t>Correction on storing soft channel bits for different UE categories in Rel-13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D69581" w14:textId="77777777" w:rsidR="00255C77" w:rsidRDefault="00255C77" w:rsidP="000C3148">
            <w:pPr>
              <w:pStyle w:val="TAC"/>
              <w:jc w:val="left"/>
              <w:rPr>
                <w:snapToGrid w:val="0"/>
                <w:sz w:val="16"/>
                <w:szCs w:val="16"/>
              </w:rPr>
            </w:pPr>
            <w:r>
              <w:rPr>
                <w:snapToGrid w:val="0"/>
                <w:sz w:val="16"/>
                <w:szCs w:val="16"/>
              </w:rPr>
              <w:t>13.3.0</w:t>
            </w:r>
          </w:p>
        </w:tc>
      </w:tr>
      <w:tr w:rsidR="00F77E14" w:rsidRPr="006B0D02" w14:paraId="252E12E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03CDC9" w14:textId="77777777" w:rsidR="00F77E14" w:rsidRDefault="00F77E14"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BFA638D" w14:textId="77777777" w:rsidR="00F77E14" w:rsidRDefault="00F77E14"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FC9CF4B" w14:textId="77777777" w:rsidR="00F77E14" w:rsidRDefault="00F77E14" w:rsidP="00F77E14">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225D7E" w14:textId="77777777" w:rsidR="00F77E14" w:rsidRDefault="00F77E14" w:rsidP="00F77E14">
            <w:pPr>
              <w:spacing w:after="0"/>
              <w:jc w:val="center"/>
              <w:rPr>
                <w:rFonts w:ascii="Arial" w:hAnsi="Arial" w:cs="Arial"/>
                <w:sz w:val="16"/>
                <w:szCs w:val="16"/>
              </w:rPr>
            </w:pPr>
            <w:r>
              <w:rPr>
                <w:rFonts w:ascii="Arial" w:hAnsi="Arial" w:cs="Arial"/>
                <w:sz w:val="16"/>
                <w:szCs w:val="16"/>
              </w:rPr>
              <w:t>0708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697E52" w14:textId="77777777" w:rsidR="00F77E14" w:rsidRDefault="00F77E1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1FD793" w14:textId="77777777" w:rsidR="00F77E14" w:rsidRDefault="00175303"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79DD654" w14:textId="77777777" w:rsidR="00F77E14" w:rsidRPr="00CD45AB" w:rsidRDefault="00F77E14" w:rsidP="000C3148">
            <w:pPr>
              <w:spacing w:after="0"/>
              <w:rPr>
                <w:rFonts w:ascii="Arial" w:hAnsi="Arial" w:cs="Arial"/>
                <w:sz w:val="16"/>
                <w:szCs w:val="16"/>
              </w:rPr>
            </w:pPr>
            <w:r w:rsidRPr="00F77E14">
              <w:rPr>
                <w:rFonts w:ascii="Arial" w:hAnsi="Arial" w:cs="Arial"/>
                <w:sz w:val="16"/>
                <w:szCs w:val="16"/>
              </w:rPr>
              <w:t xml:space="preserve">Correction on the citation of table </w:t>
            </w:r>
            <w:proofErr w:type="spellStart"/>
            <w:r w:rsidRPr="00F77E14">
              <w:rPr>
                <w:rFonts w:ascii="Arial" w:hAnsi="Arial" w:cs="Arial"/>
                <w:sz w:val="16"/>
                <w:szCs w:val="16"/>
              </w:rPr>
              <w:t>indexs</w:t>
            </w:r>
            <w:proofErr w:type="spellEnd"/>
            <w:r w:rsidRPr="00F77E14">
              <w:rPr>
                <w:rFonts w:ascii="Arial" w:hAnsi="Arial" w:cs="Arial"/>
                <w:sz w:val="16"/>
                <w:szCs w:val="16"/>
              </w:rPr>
              <w:t xml:space="preserve"> for mapping of ICRI to MCRI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3429A3" w14:textId="77777777" w:rsidR="00F77E14" w:rsidRDefault="00F77E14" w:rsidP="000C3148">
            <w:pPr>
              <w:pStyle w:val="TAC"/>
              <w:jc w:val="left"/>
              <w:rPr>
                <w:snapToGrid w:val="0"/>
                <w:sz w:val="16"/>
                <w:szCs w:val="16"/>
              </w:rPr>
            </w:pPr>
            <w:r>
              <w:rPr>
                <w:snapToGrid w:val="0"/>
                <w:sz w:val="16"/>
                <w:szCs w:val="16"/>
              </w:rPr>
              <w:t>13.3.0</w:t>
            </w:r>
          </w:p>
        </w:tc>
      </w:tr>
      <w:tr w:rsidR="00175303" w:rsidRPr="006B0D02" w14:paraId="378487E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971235" w14:textId="77777777" w:rsidR="00175303" w:rsidRDefault="00175303"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A27E9B" w14:textId="77777777" w:rsidR="00175303" w:rsidRDefault="00175303"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DFC3D2" w14:textId="77777777" w:rsidR="00175303" w:rsidRDefault="00175303" w:rsidP="000C3148">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681C04" w14:textId="77777777" w:rsidR="00175303" w:rsidRDefault="00175303" w:rsidP="00175303">
            <w:pPr>
              <w:spacing w:after="0"/>
              <w:jc w:val="center"/>
              <w:rPr>
                <w:rFonts w:ascii="Arial" w:hAnsi="Arial" w:cs="Arial"/>
                <w:sz w:val="16"/>
                <w:szCs w:val="16"/>
              </w:rPr>
            </w:pPr>
            <w:r>
              <w:rPr>
                <w:rFonts w:ascii="Arial" w:hAnsi="Arial" w:cs="Arial"/>
                <w:sz w:val="16"/>
                <w:szCs w:val="16"/>
              </w:rPr>
              <w:t>0710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9079F4B" w14:textId="77777777" w:rsidR="00175303" w:rsidRDefault="0017530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76D1EB" w14:textId="77777777" w:rsidR="00175303" w:rsidRDefault="00175303"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D5FFDC2" w14:textId="77777777" w:rsidR="00175303" w:rsidRPr="00CD45AB" w:rsidRDefault="00175303" w:rsidP="000C3148">
            <w:pPr>
              <w:spacing w:after="0"/>
              <w:rPr>
                <w:rFonts w:ascii="Arial" w:hAnsi="Arial" w:cs="Arial"/>
                <w:sz w:val="16"/>
                <w:szCs w:val="16"/>
              </w:rPr>
            </w:pPr>
            <w:r w:rsidRPr="00175303">
              <w:rPr>
                <w:rFonts w:ascii="Arial" w:hAnsi="Arial" w:cs="Arial"/>
                <w:sz w:val="16"/>
                <w:szCs w:val="16"/>
              </w:rPr>
              <w:t>Corrections on Codebooks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96F011" w14:textId="77777777" w:rsidR="00175303" w:rsidRDefault="00175303" w:rsidP="000C3148">
            <w:pPr>
              <w:pStyle w:val="TAC"/>
              <w:jc w:val="left"/>
              <w:rPr>
                <w:snapToGrid w:val="0"/>
                <w:sz w:val="16"/>
                <w:szCs w:val="16"/>
              </w:rPr>
            </w:pPr>
            <w:r>
              <w:rPr>
                <w:snapToGrid w:val="0"/>
                <w:sz w:val="16"/>
                <w:szCs w:val="16"/>
              </w:rPr>
              <w:t>13.3.0</w:t>
            </w:r>
          </w:p>
        </w:tc>
      </w:tr>
      <w:tr w:rsidR="00364ED7" w:rsidRPr="006B0D02" w14:paraId="01C48B6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5F816F" w14:textId="77777777" w:rsidR="00364ED7" w:rsidRDefault="00364ED7"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4F58692" w14:textId="77777777" w:rsidR="00364ED7" w:rsidRDefault="00364ED7"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A3863A1" w14:textId="77777777" w:rsidR="00364ED7" w:rsidRDefault="00364ED7" w:rsidP="00364ED7">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531A77" w14:textId="77777777" w:rsidR="00364ED7" w:rsidRDefault="00364ED7" w:rsidP="00364ED7">
            <w:pPr>
              <w:spacing w:after="0"/>
              <w:jc w:val="center"/>
              <w:rPr>
                <w:rFonts w:ascii="Arial" w:hAnsi="Arial" w:cs="Arial"/>
                <w:sz w:val="16"/>
                <w:szCs w:val="16"/>
              </w:rPr>
            </w:pPr>
            <w:r>
              <w:rPr>
                <w:rFonts w:ascii="Arial" w:hAnsi="Arial" w:cs="Arial"/>
                <w:sz w:val="16"/>
                <w:szCs w:val="16"/>
              </w:rPr>
              <w:t>0711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2B0E30" w14:textId="77777777" w:rsidR="00364ED7" w:rsidRDefault="00364ED7"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CC21CE" w14:textId="77777777" w:rsidR="00364ED7" w:rsidRDefault="00364ED7"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39918F" w14:textId="77777777" w:rsidR="00364ED7" w:rsidRPr="00CD45AB" w:rsidRDefault="00364ED7" w:rsidP="000C3148">
            <w:pPr>
              <w:spacing w:after="0"/>
              <w:rPr>
                <w:rFonts w:ascii="Arial" w:hAnsi="Arial" w:cs="Arial"/>
                <w:sz w:val="16"/>
                <w:szCs w:val="16"/>
              </w:rPr>
            </w:pPr>
            <w:r w:rsidRPr="00364ED7">
              <w:rPr>
                <w:rFonts w:ascii="Arial" w:hAnsi="Arial" w:cs="Arial"/>
                <w:sz w:val="16"/>
                <w:szCs w:val="16"/>
              </w:rPr>
              <w:t>Default max number of PUSCH repetitions for Msg3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91FDDB" w14:textId="77777777" w:rsidR="00364ED7" w:rsidRDefault="00364ED7" w:rsidP="000C3148">
            <w:pPr>
              <w:pStyle w:val="TAC"/>
              <w:jc w:val="left"/>
              <w:rPr>
                <w:snapToGrid w:val="0"/>
                <w:sz w:val="16"/>
                <w:szCs w:val="16"/>
              </w:rPr>
            </w:pPr>
            <w:r>
              <w:rPr>
                <w:snapToGrid w:val="0"/>
                <w:sz w:val="16"/>
                <w:szCs w:val="16"/>
              </w:rPr>
              <w:t>13.3.0</w:t>
            </w:r>
          </w:p>
        </w:tc>
      </w:tr>
      <w:tr w:rsidR="00364ED7" w:rsidRPr="006B0D02" w14:paraId="5AC2735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24EE3E" w14:textId="77777777" w:rsidR="00364ED7" w:rsidRDefault="00364ED7"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FD4BC15" w14:textId="77777777" w:rsidR="00364ED7" w:rsidRDefault="00364ED7"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F405043" w14:textId="77777777" w:rsidR="00364ED7" w:rsidRDefault="00364ED7"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5403FD" w14:textId="77777777" w:rsidR="00364ED7" w:rsidRDefault="00364ED7" w:rsidP="00364ED7">
            <w:pPr>
              <w:spacing w:after="0"/>
              <w:jc w:val="center"/>
              <w:rPr>
                <w:rFonts w:ascii="Arial" w:hAnsi="Arial" w:cs="Arial"/>
                <w:sz w:val="16"/>
                <w:szCs w:val="16"/>
              </w:rPr>
            </w:pPr>
            <w:r>
              <w:rPr>
                <w:rFonts w:ascii="Arial" w:hAnsi="Arial" w:cs="Arial"/>
                <w:sz w:val="16"/>
                <w:szCs w:val="16"/>
              </w:rPr>
              <w:t>0714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F29DF3E" w14:textId="77777777" w:rsidR="00364ED7" w:rsidRDefault="00364ED7"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6641AA" w14:textId="77777777" w:rsidR="00364ED7" w:rsidRDefault="00364ED7"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1F1DF36" w14:textId="77777777" w:rsidR="00364ED7" w:rsidRPr="00CD45AB" w:rsidRDefault="00364ED7" w:rsidP="000C3148">
            <w:pPr>
              <w:spacing w:after="0"/>
              <w:rPr>
                <w:rFonts w:ascii="Arial" w:hAnsi="Arial" w:cs="Arial"/>
                <w:sz w:val="16"/>
                <w:szCs w:val="16"/>
              </w:rPr>
            </w:pPr>
            <w:r w:rsidRPr="00364ED7">
              <w:rPr>
                <w:rFonts w:ascii="Arial" w:hAnsi="Arial" w:cs="Arial"/>
                <w:sz w:val="16"/>
                <w:szCs w:val="16"/>
              </w:rPr>
              <w:t>PDSCH start subframe in TDD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0D0D42" w14:textId="77777777" w:rsidR="00364ED7" w:rsidRDefault="00364ED7" w:rsidP="000C3148">
            <w:pPr>
              <w:pStyle w:val="TAC"/>
              <w:jc w:val="left"/>
              <w:rPr>
                <w:snapToGrid w:val="0"/>
                <w:sz w:val="16"/>
                <w:szCs w:val="16"/>
              </w:rPr>
            </w:pPr>
            <w:r>
              <w:rPr>
                <w:snapToGrid w:val="0"/>
                <w:sz w:val="16"/>
                <w:szCs w:val="16"/>
              </w:rPr>
              <w:t>13.3.0</w:t>
            </w:r>
          </w:p>
        </w:tc>
      </w:tr>
      <w:tr w:rsidR="00912EE3" w:rsidRPr="006B0D02" w14:paraId="3FEF730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D0C78B" w14:textId="77777777" w:rsidR="00912EE3" w:rsidRDefault="00912EE3"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4841D01" w14:textId="77777777" w:rsidR="00912EE3" w:rsidRDefault="00912EE3"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B596C6E" w14:textId="77777777" w:rsidR="00912EE3" w:rsidRDefault="00912EE3"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A1933A" w14:textId="77777777" w:rsidR="00912EE3" w:rsidRDefault="00912EE3" w:rsidP="00912EE3">
            <w:pPr>
              <w:spacing w:after="0"/>
              <w:jc w:val="center"/>
              <w:rPr>
                <w:rFonts w:ascii="Arial" w:hAnsi="Arial" w:cs="Arial"/>
                <w:sz w:val="16"/>
                <w:szCs w:val="16"/>
              </w:rPr>
            </w:pPr>
            <w:r>
              <w:rPr>
                <w:rFonts w:ascii="Arial" w:hAnsi="Arial" w:cs="Arial"/>
                <w:sz w:val="16"/>
                <w:szCs w:val="16"/>
              </w:rPr>
              <w:t>0715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99D4AF" w14:textId="77777777" w:rsidR="00912EE3" w:rsidRDefault="00912EE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813BC1" w14:textId="77777777" w:rsidR="00912EE3" w:rsidRDefault="00912EE3"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DE3075" w14:textId="77777777" w:rsidR="00912EE3" w:rsidRPr="00CD45AB" w:rsidRDefault="00912EE3" w:rsidP="000C3148">
            <w:pPr>
              <w:spacing w:after="0"/>
              <w:rPr>
                <w:rFonts w:ascii="Arial" w:hAnsi="Arial" w:cs="Arial"/>
                <w:sz w:val="16"/>
                <w:szCs w:val="16"/>
              </w:rPr>
            </w:pPr>
            <w:r w:rsidRPr="00912EE3">
              <w:rPr>
                <w:rFonts w:ascii="Arial" w:hAnsi="Arial" w:cs="Arial"/>
                <w:sz w:val="16"/>
                <w:szCs w:val="16"/>
              </w:rPr>
              <w:t>Repetition with aperiodic CSI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F5CE13" w14:textId="77777777" w:rsidR="00912EE3" w:rsidRDefault="00912EE3" w:rsidP="000C3148">
            <w:pPr>
              <w:pStyle w:val="TAC"/>
              <w:jc w:val="left"/>
              <w:rPr>
                <w:snapToGrid w:val="0"/>
                <w:sz w:val="16"/>
                <w:szCs w:val="16"/>
              </w:rPr>
            </w:pPr>
            <w:r>
              <w:rPr>
                <w:snapToGrid w:val="0"/>
                <w:sz w:val="16"/>
                <w:szCs w:val="16"/>
              </w:rPr>
              <w:t>13.3.0</w:t>
            </w:r>
          </w:p>
        </w:tc>
      </w:tr>
      <w:tr w:rsidR="00301354" w:rsidRPr="006B0D02" w14:paraId="3CF1479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1C1833" w14:textId="77777777" w:rsidR="00301354" w:rsidRDefault="00301354"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0D93BC3" w14:textId="77777777" w:rsidR="00301354" w:rsidRDefault="00301354"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8D67C83" w14:textId="77777777" w:rsidR="00301354" w:rsidRDefault="00301354" w:rsidP="00301354">
            <w:pPr>
              <w:spacing w:after="0"/>
              <w:jc w:val="center"/>
              <w:rPr>
                <w:rFonts w:ascii="Arial" w:hAnsi="Arial" w:cs="Arial"/>
                <w:sz w:val="16"/>
                <w:szCs w:val="16"/>
              </w:rPr>
            </w:pPr>
            <w:r>
              <w:rPr>
                <w:rFonts w:ascii="Arial" w:hAnsi="Arial" w:cs="Arial"/>
                <w:sz w:val="16"/>
                <w:szCs w:val="16"/>
              </w:rPr>
              <w:t>RP-161561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736ACE" w14:textId="77777777" w:rsidR="00301354" w:rsidRDefault="00301354" w:rsidP="00301354">
            <w:pPr>
              <w:spacing w:after="0"/>
              <w:jc w:val="center"/>
              <w:rPr>
                <w:rFonts w:ascii="Arial" w:hAnsi="Arial" w:cs="Arial"/>
                <w:sz w:val="16"/>
                <w:szCs w:val="16"/>
              </w:rPr>
            </w:pPr>
            <w:r>
              <w:rPr>
                <w:rFonts w:ascii="Arial" w:hAnsi="Arial" w:cs="Arial"/>
                <w:sz w:val="16"/>
                <w:szCs w:val="16"/>
              </w:rPr>
              <w:t>0718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1D54A0A" w14:textId="77777777" w:rsidR="00301354" w:rsidRDefault="0030135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861603" w14:textId="77777777" w:rsidR="00301354" w:rsidRDefault="00301354"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907234B" w14:textId="77777777" w:rsidR="00301354" w:rsidRPr="00CD45AB" w:rsidRDefault="00301354" w:rsidP="000C3148">
            <w:pPr>
              <w:spacing w:after="0"/>
              <w:rPr>
                <w:rFonts w:ascii="Arial" w:hAnsi="Arial" w:cs="Arial"/>
                <w:sz w:val="16"/>
                <w:szCs w:val="16"/>
              </w:rPr>
            </w:pPr>
            <w:r w:rsidRPr="00301354">
              <w:rPr>
                <w:rFonts w:ascii="Arial" w:hAnsi="Arial" w:cs="Arial"/>
                <w:sz w:val="16"/>
                <w:szCs w:val="16"/>
              </w:rPr>
              <w:t xml:space="preserve">Correction on </w:t>
            </w:r>
            <w:r w:rsidR="00985902">
              <w:rPr>
                <w:rFonts w:ascii="Arial" w:hAnsi="Arial" w:cs="Arial"/>
                <w:sz w:val="16"/>
                <w:szCs w:val="16"/>
              </w:rPr>
              <w:t>"</w:t>
            </w:r>
            <w:r w:rsidRPr="00301354">
              <w:rPr>
                <w:rFonts w:ascii="Arial" w:hAnsi="Arial" w:cs="Arial"/>
                <w:sz w:val="16"/>
                <w:szCs w:val="16"/>
              </w:rPr>
              <w:t>special subframe</w:t>
            </w:r>
            <w:r w:rsidR="00985902">
              <w:rPr>
                <w:rFonts w:ascii="Arial" w:hAnsi="Arial" w:cs="Arial"/>
                <w:sz w:val="16"/>
                <w:szCs w:val="16"/>
              </w:rPr>
              <w:t>"</w:t>
            </w:r>
            <w:r w:rsidRPr="00301354">
              <w:rPr>
                <w:rFonts w:ascii="Arial" w:hAnsi="Arial" w:cs="Arial"/>
                <w:sz w:val="16"/>
                <w:szCs w:val="16"/>
              </w:rPr>
              <w:t xml:space="preserve"> for frame structure type 3 in 36.213 for Rel-13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E1C28C" w14:textId="77777777" w:rsidR="00301354" w:rsidRDefault="00301354" w:rsidP="000C3148">
            <w:pPr>
              <w:pStyle w:val="TAC"/>
              <w:jc w:val="left"/>
              <w:rPr>
                <w:snapToGrid w:val="0"/>
                <w:sz w:val="16"/>
                <w:szCs w:val="16"/>
              </w:rPr>
            </w:pPr>
            <w:r>
              <w:rPr>
                <w:snapToGrid w:val="0"/>
                <w:sz w:val="16"/>
                <w:szCs w:val="16"/>
              </w:rPr>
              <w:t>13.3.0</w:t>
            </w:r>
          </w:p>
        </w:tc>
      </w:tr>
      <w:tr w:rsidR="00660BE3" w:rsidRPr="006B0D02" w14:paraId="2E58793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53E6FD" w14:textId="77777777" w:rsidR="00660BE3" w:rsidRDefault="00660BE3"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D132CE" w14:textId="77777777" w:rsidR="00660BE3" w:rsidRDefault="00660BE3"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496D9D6" w14:textId="77777777" w:rsidR="00660BE3" w:rsidRDefault="00660BE3" w:rsidP="00660BE3">
            <w:pPr>
              <w:spacing w:after="0"/>
              <w:jc w:val="center"/>
              <w:rPr>
                <w:rFonts w:ascii="Arial" w:hAnsi="Arial" w:cs="Arial"/>
                <w:sz w:val="16"/>
                <w:szCs w:val="16"/>
              </w:rPr>
            </w:pPr>
            <w:r>
              <w:rPr>
                <w:rFonts w:ascii="Arial" w:hAnsi="Arial" w:cs="Arial"/>
                <w:sz w:val="16"/>
                <w:szCs w:val="16"/>
              </w:rPr>
              <w:t>RP-161559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2FA7C7" w14:textId="77777777" w:rsidR="00660BE3" w:rsidRDefault="00660BE3" w:rsidP="00660BE3">
            <w:pPr>
              <w:spacing w:after="0"/>
              <w:jc w:val="center"/>
              <w:rPr>
                <w:rFonts w:ascii="Arial" w:hAnsi="Arial" w:cs="Arial"/>
                <w:sz w:val="16"/>
                <w:szCs w:val="16"/>
              </w:rPr>
            </w:pPr>
            <w:r>
              <w:rPr>
                <w:rFonts w:ascii="Arial" w:hAnsi="Arial" w:cs="Arial"/>
                <w:sz w:val="16"/>
                <w:szCs w:val="16"/>
              </w:rPr>
              <w:t>0719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144709C" w14:textId="77777777" w:rsidR="00660BE3" w:rsidRDefault="00660BE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A0D922" w14:textId="77777777" w:rsidR="00660BE3" w:rsidRDefault="00660BE3"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AB69343" w14:textId="77777777" w:rsidR="00660BE3" w:rsidRPr="00CD45AB" w:rsidRDefault="00660BE3" w:rsidP="000C3148">
            <w:pPr>
              <w:spacing w:after="0"/>
              <w:rPr>
                <w:rFonts w:ascii="Arial" w:hAnsi="Arial" w:cs="Arial"/>
                <w:sz w:val="16"/>
                <w:szCs w:val="16"/>
              </w:rPr>
            </w:pPr>
            <w:r w:rsidRPr="00660BE3">
              <w:rPr>
                <w:rFonts w:ascii="Arial" w:hAnsi="Arial" w:cs="Arial"/>
                <w:sz w:val="16"/>
                <w:szCs w:val="16"/>
              </w:rPr>
              <w:t>Clarification on HARQ-ACK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3C6E18" w14:textId="77777777" w:rsidR="00660BE3" w:rsidRDefault="00660BE3" w:rsidP="000C3148">
            <w:pPr>
              <w:pStyle w:val="TAC"/>
              <w:jc w:val="left"/>
              <w:rPr>
                <w:snapToGrid w:val="0"/>
                <w:sz w:val="16"/>
                <w:szCs w:val="16"/>
              </w:rPr>
            </w:pPr>
            <w:r>
              <w:rPr>
                <w:snapToGrid w:val="0"/>
                <w:sz w:val="16"/>
                <w:szCs w:val="16"/>
              </w:rPr>
              <w:t>13.3.0</w:t>
            </w:r>
          </w:p>
        </w:tc>
      </w:tr>
      <w:tr w:rsidR="00B86B69" w:rsidRPr="006B0D02" w14:paraId="372B21D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2E2AEA" w14:textId="77777777" w:rsidR="00B86B69" w:rsidRDefault="00B86B69"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D310BE0" w14:textId="77777777" w:rsidR="00B86B69" w:rsidRDefault="00B86B69"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DA18B69" w14:textId="77777777" w:rsidR="00B86B69" w:rsidRDefault="00B86B69" w:rsidP="00B86B69">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6DF884" w14:textId="77777777" w:rsidR="00B86B69" w:rsidRDefault="00B86B69" w:rsidP="00B86B69">
            <w:pPr>
              <w:spacing w:after="0"/>
              <w:jc w:val="center"/>
              <w:rPr>
                <w:rFonts w:ascii="Arial" w:hAnsi="Arial" w:cs="Arial"/>
                <w:sz w:val="16"/>
                <w:szCs w:val="16"/>
              </w:rPr>
            </w:pPr>
            <w:r>
              <w:rPr>
                <w:rFonts w:ascii="Arial" w:hAnsi="Arial" w:cs="Arial"/>
                <w:sz w:val="16"/>
                <w:szCs w:val="16"/>
              </w:rPr>
              <w:t>0720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E38A5C" w14:textId="77777777" w:rsidR="00B86B69" w:rsidRDefault="00B86B69"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3FE447" w14:textId="77777777" w:rsidR="00B86B69" w:rsidRDefault="00B86B69"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257779" w14:textId="77777777" w:rsidR="00B86B69" w:rsidRPr="00CD45AB" w:rsidRDefault="00B86B69" w:rsidP="000C3148">
            <w:pPr>
              <w:spacing w:after="0"/>
              <w:rPr>
                <w:rFonts w:ascii="Arial" w:hAnsi="Arial" w:cs="Arial"/>
                <w:sz w:val="16"/>
                <w:szCs w:val="16"/>
              </w:rPr>
            </w:pPr>
            <w:r w:rsidRPr="00B86B69">
              <w:rPr>
                <w:rFonts w:ascii="Arial" w:hAnsi="Arial" w:cs="Arial"/>
                <w:sz w:val="16"/>
                <w:szCs w:val="16"/>
              </w:rPr>
              <w:t>Correction for UL grant size in RAR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652438" w14:textId="77777777" w:rsidR="00B86B69" w:rsidRDefault="00B86B69" w:rsidP="000C3148">
            <w:pPr>
              <w:pStyle w:val="TAC"/>
              <w:jc w:val="left"/>
              <w:rPr>
                <w:snapToGrid w:val="0"/>
                <w:sz w:val="16"/>
                <w:szCs w:val="16"/>
              </w:rPr>
            </w:pPr>
            <w:r>
              <w:rPr>
                <w:snapToGrid w:val="0"/>
                <w:sz w:val="16"/>
                <w:szCs w:val="16"/>
              </w:rPr>
              <w:t>13.3.0</w:t>
            </w:r>
          </w:p>
        </w:tc>
      </w:tr>
      <w:tr w:rsidR="00904033" w:rsidRPr="006B0D02" w14:paraId="208C2EF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BE9A2A" w14:textId="77777777" w:rsidR="00904033" w:rsidRDefault="00904033"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2CFB4D" w14:textId="77777777" w:rsidR="00904033" w:rsidRDefault="00904033"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3B17BBB" w14:textId="77777777" w:rsidR="00904033" w:rsidRDefault="00904033"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E4AF11" w14:textId="77777777" w:rsidR="00904033" w:rsidRDefault="00904033" w:rsidP="00904033">
            <w:pPr>
              <w:spacing w:after="0"/>
              <w:jc w:val="center"/>
              <w:rPr>
                <w:rFonts w:ascii="Arial" w:hAnsi="Arial" w:cs="Arial"/>
                <w:sz w:val="16"/>
                <w:szCs w:val="16"/>
              </w:rPr>
            </w:pPr>
            <w:r>
              <w:rPr>
                <w:rFonts w:ascii="Arial" w:hAnsi="Arial" w:cs="Arial"/>
                <w:sz w:val="16"/>
                <w:szCs w:val="16"/>
              </w:rPr>
              <w:t>0721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21CFBDD" w14:textId="77777777" w:rsidR="00904033" w:rsidRDefault="00904033" w:rsidP="000C3148">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F71B36" w14:textId="77777777" w:rsidR="00904033" w:rsidRDefault="00904033"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EDBBCDC" w14:textId="77777777" w:rsidR="00904033" w:rsidRPr="00CD45AB" w:rsidRDefault="00904033" w:rsidP="000C3148">
            <w:pPr>
              <w:spacing w:after="0"/>
              <w:rPr>
                <w:rFonts w:ascii="Arial" w:hAnsi="Arial" w:cs="Arial"/>
                <w:sz w:val="16"/>
                <w:szCs w:val="16"/>
              </w:rPr>
            </w:pPr>
            <w:r w:rsidRPr="00904033">
              <w:rPr>
                <w:rFonts w:ascii="Arial" w:hAnsi="Arial" w:cs="Arial"/>
                <w:sz w:val="16"/>
                <w:szCs w:val="16"/>
              </w:rPr>
              <w:t>MBSFN subframes and SIB2 decoding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E92063" w14:textId="77777777" w:rsidR="00904033" w:rsidRDefault="00904033" w:rsidP="000C3148">
            <w:pPr>
              <w:pStyle w:val="TAC"/>
              <w:jc w:val="left"/>
              <w:rPr>
                <w:snapToGrid w:val="0"/>
                <w:sz w:val="16"/>
                <w:szCs w:val="16"/>
              </w:rPr>
            </w:pPr>
            <w:r>
              <w:rPr>
                <w:snapToGrid w:val="0"/>
                <w:sz w:val="16"/>
                <w:szCs w:val="16"/>
              </w:rPr>
              <w:t>13.3.0</w:t>
            </w:r>
          </w:p>
        </w:tc>
      </w:tr>
      <w:tr w:rsidR="00E17020" w:rsidRPr="006B0D02" w14:paraId="16630D4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F35C27" w14:textId="77777777" w:rsidR="00E17020" w:rsidRDefault="00E17020" w:rsidP="000C3148">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F231F81" w14:textId="77777777" w:rsidR="00E17020" w:rsidRDefault="00E17020" w:rsidP="000C3148">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7C81CF" w14:textId="77777777" w:rsidR="00E17020" w:rsidRDefault="00E17020"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8CDC43" w14:textId="77777777" w:rsidR="00E17020" w:rsidRDefault="00E17020" w:rsidP="00E17020">
            <w:pPr>
              <w:spacing w:after="0"/>
              <w:jc w:val="center"/>
              <w:rPr>
                <w:rFonts w:ascii="Arial" w:hAnsi="Arial" w:cs="Arial"/>
                <w:sz w:val="16"/>
                <w:szCs w:val="16"/>
              </w:rPr>
            </w:pPr>
            <w:r>
              <w:rPr>
                <w:rFonts w:ascii="Arial" w:hAnsi="Arial" w:cs="Arial"/>
                <w:sz w:val="16"/>
                <w:szCs w:val="16"/>
              </w:rPr>
              <w:t>0722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6EAA5B2" w14:textId="77777777" w:rsidR="00E17020" w:rsidRDefault="00E17020"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2E36FB6" w14:textId="77777777" w:rsidR="00E17020" w:rsidRDefault="00E17020" w:rsidP="000C314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A417A73" w14:textId="77777777" w:rsidR="00E17020" w:rsidRPr="00CD45AB" w:rsidRDefault="00E17020" w:rsidP="000C3148">
            <w:pPr>
              <w:spacing w:after="0"/>
              <w:rPr>
                <w:rFonts w:ascii="Arial" w:hAnsi="Arial" w:cs="Arial"/>
                <w:sz w:val="16"/>
                <w:szCs w:val="16"/>
              </w:rPr>
            </w:pPr>
            <w:r w:rsidRPr="00E17020">
              <w:rPr>
                <w:rFonts w:ascii="Arial" w:hAnsi="Arial" w:cs="Arial"/>
                <w:sz w:val="16"/>
                <w:szCs w:val="16"/>
              </w:rPr>
              <w:t>Overriding of invalid subframe for msg3 PUSCH when R=1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0365BE" w14:textId="77777777" w:rsidR="00E17020" w:rsidRDefault="00E17020" w:rsidP="000C3148">
            <w:pPr>
              <w:pStyle w:val="TAC"/>
              <w:jc w:val="left"/>
              <w:rPr>
                <w:snapToGrid w:val="0"/>
                <w:sz w:val="16"/>
                <w:szCs w:val="16"/>
              </w:rPr>
            </w:pPr>
            <w:r>
              <w:rPr>
                <w:snapToGrid w:val="0"/>
                <w:sz w:val="16"/>
                <w:szCs w:val="16"/>
              </w:rPr>
              <w:t>13.3.0</w:t>
            </w:r>
          </w:p>
        </w:tc>
      </w:tr>
      <w:tr w:rsidR="00F0670E" w:rsidRPr="006B0D02" w14:paraId="15AB168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0236A9" w14:textId="77777777" w:rsidR="00F0670E" w:rsidRDefault="00F0670E" w:rsidP="0093490C">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CF7DC9D" w14:textId="77777777" w:rsidR="00F0670E" w:rsidRDefault="00F0670E" w:rsidP="0093490C">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BD7708A" w14:textId="77777777" w:rsidR="00F0670E" w:rsidRDefault="00F0670E" w:rsidP="0093490C">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054191" w14:textId="77777777" w:rsidR="00F0670E" w:rsidRDefault="00F0670E" w:rsidP="00F0670E">
            <w:pPr>
              <w:spacing w:after="0"/>
              <w:jc w:val="center"/>
              <w:rPr>
                <w:rFonts w:ascii="Arial" w:hAnsi="Arial" w:cs="Arial"/>
                <w:sz w:val="16"/>
                <w:szCs w:val="16"/>
              </w:rPr>
            </w:pPr>
            <w:r>
              <w:rPr>
                <w:rFonts w:ascii="Arial" w:hAnsi="Arial" w:cs="Arial"/>
                <w:sz w:val="16"/>
                <w:szCs w:val="16"/>
              </w:rPr>
              <w:t>0723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BB10C94" w14:textId="77777777" w:rsidR="00F0670E" w:rsidRDefault="00F0670E" w:rsidP="0093490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3C4661" w14:textId="77777777" w:rsidR="00F0670E" w:rsidRDefault="00F0670E" w:rsidP="0093490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D64F56C" w14:textId="77777777" w:rsidR="00F0670E" w:rsidRPr="00CD45AB" w:rsidRDefault="00F0670E" w:rsidP="0093490C">
            <w:pPr>
              <w:spacing w:after="0"/>
              <w:rPr>
                <w:rFonts w:ascii="Arial" w:hAnsi="Arial" w:cs="Arial"/>
                <w:sz w:val="16"/>
                <w:szCs w:val="16"/>
              </w:rPr>
            </w:pPr>
            <w:r w:rsidRPr="00F0670E">
              <w:rPr>
                <w:rFonts w:ascii="Arial" w:hAnsi="Arial" w:cs="Arial"/>
                <w:sz w:val="16"/>
                <w:szCs w:val="16"/>
              </w:rPr>
              <w:t>On the mapping of TPC command field to power correction values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27DF36" w14:textId="77777777" w:rsidR="00F0670E" w:rsidRDefault="00F0670E" w:rsidP="0093490C">
            <w:pPr>
              <w:pStyle w:val="TAC"/>
              <w:jc w:val="left"/>
              <w:rPr>
                <w:snapToGrid w:val="0"/>
                <w:sz w:val="16"/>
                <w:szCs w:val="16"/>
              </w:rPr>
            </w:pPr>
            <w:r>
              <w:rPr>
                <w:snapToGrid w:val="0"/>
                <w:sz w:val="16"/>
                <w:szCs w:val="16"/>
              </w:rPr>
              <w:t>13.3.0</w:t>
            </w:r>
          </w:p>
        </w:tc>
      </w:tr>
      <w:tr w:rsidR="00D30218" w:rsidRPr="006B0D02" w14:paraId="0A6A8FF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8CE37B" w14:textId="77777777" w:rsidR="00D30218" w:rsidRDefault="00D30218"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AFFD1BB" w14:textId="77777777" w:rsidR="00D30218" w:rsidRDefault="00D30218"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1DC9EE" w14:textId="77777777" w:rsidR="00D30218" w:rsidRDefault="00D30218"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D85E85" w14:textId="77777777" w:rsidR="00D30218" w:rsidRDefault="00D30218" w:rsidP="00D30218">
            <w:pPr>
              <w:spacing w:after="0"/>
              <w:jc w:val="center"/>
              <w:rPr>
                <w:rFonts w:ascii="Arial" w:hAnsi="Arial" w:cs="Arial"/>
                <w:sz w:val="16"/>
                <w:szCs w:val="16"/>
              </w:rPr>
            </w:pPr>
            <w:r>
              <w:rPr>
                <w:rFonts w:ascii="Arial" w:hAnsi="Arial" w:cs="Arial"/>
                <w:sz w:val="16"/>
                <w:szCs w:val="16"/>
              </w:rPr>
              <w:t>0724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FAECA7F" w14:textId="77777777" w:rsidR="00D30218" w:rsidRDefault="00D30218"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9B1AC4" w14:textId="77777777" w:rsidR="00D30218" w:rsidRDefault="00D30218"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5EA69F" w14:textId="77777777" w:rsidR="00D30218" w:rsidRPr="00CD45AB" w:rsidRDefault="00D30218" w:rsidP="00617531">
            <w:pPr>
              <w:spacing w:after="0"/>
              <w:rPr>
                <w:rFonts w:ascii="Arial" w:hAnsi="Arial" w:cs="Arial"/>
                <w:sz w:val="16"/>
                <w:szCs w:val="16"/>
              </w:rPr>
            </w:pPr>
            <w:r w:rsidRPr="00D30218">
              <w:rPr>
                <w:rFonts w:ascii="Arial" w:hAnsi="Arial" w:cs="Arial"/>
                <w:sz w:val="16"/>
                <w:szCs w:val="16"/>
              </w:rPr>
              <w:t>Correction on the MPDCCH scheduling Paging in special subframe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2AFE4D" w14:textId="77777777" w:rsidR="00D30218" w:rsidRDefault="00D30218" w:rsidP="00617531">
            <w:pPr>
              <w:pStyle w:val="TAC"/>
              <w:jc w:val="left"/>
              <w:rPr>
                <w:snapToGrid w:val="0"/>
                <w:sz w:val="16"/>
                <w:szCs w:val="16"/>
              </w:rPr>
            </w:pPr>
            <w:r>
              <w:rPr>
                <w:snapToGrid w:val="0"/>
                <w:sz w:val="16"/>
                <w:szCs w:val="16"/>
              </w:rPr>
              <w:t>13.3.0</w:t>
            </w:r>
          </w:p>
        </w:tc>
      </w:tr>
      <w:tr w:rsidR="0055790E" w:rsidRPr="006B0D02" w14:paraId="3FEAF64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21AEDA" w14:textId="77777777" w:rsidR="0055790E" w:rsidRDefault="0055790E"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83DBCE8" w14:textId="77777777" w:rsidR="0055790E" w:rsidRDefault="0055790E"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84F6B6" w14:textId="77777777" w:rsidR="0055790E" w:rsidRDefault="0055790E"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96335" w14:textId="77777777" w:rsidR="0055790E" w:rsidRDefault="0055790E" w:rsidP="0055790E">
            <w:pPr>
              <w:spacing w:after="0"/>
              <w:jc w:val="center"/>
              <w:rPr>
                <w:rFonts w:ascii="Arial" w:hAnsi="Arial" w:cs="Arial"/>
                <w:sz w:val="16"/>
                <w:szCs w:val="16"/>
              </w:rPr>
            </w:pPr>
            <w:r>
              <w:rPr>
                <w:rFonts w:ascii="Arial" w:hAnsi="Arial" w:cs="Arial"/>
                <w:sz w:val="16"/>
                <w:szCs w:val="16"/>
              </w:rPr>
              <w:t>0725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05FBFD9" w14:textId="77777777" w:rsidR="0055790E" w:rsidRDefault="0055790E"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4FA844" w14:textId="77777777" w:rsidR="0055790E" w:rsidRDefault="0055790E"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EF74100" w14:textId="77777777" w:rsidR="0055790E" w:rsidRPr="00CD45AB" w:rsidRDefault="0055790E" w:rsidP="00617531">
            <w:pPr>
              <w:spacing w:after="0"/>
              <w:rPr>
                <w:rFonts w:ascii="Arial" w:hAnsi="Arial" w:cs="Arial"/>
                <w:sz w:val="16"/>
                <w:szCs w:val="16"/>
              </w:rPr>
            </w:pPr>
            <w:r w:rsidRPr="0055790E">
              <w:rPr>
                <w:rFonts w:ascii="Arial" w:hAnsi="Arial" w:cs="Arial"/>
                <w:sz w:val="16"/>
                <w:szCs w:val="16"/>
              </w:rPr>
              <w:t xml:space="preserve">Clarification of valid subframe in </w:t>
            </w:r>
            <w:proofErr w:type="spellStart"/>
            <w:r w:rsidRPr="0055790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856E72" w14:textId="77777777" w:rsidR="0055790E" w:rsidRDefault="0055790E" w:rsidP="00617531">
            <w:pPr>
              <w:pStyle w:val="TAC"/>
              <w:jc w:val="left"/>
              <w:rPr>
                <w:snapToGrid w:val="0"/>
                <w:sz w:val="16"/>
                <w:szCs w:val="16"/>
              </w:rPr>
            </w:pPr>
            <w:r>
              <w:rPr>
                <w:snapToGrid w:val="0"/>
                <w:sz w:val="16"/>
                <w:szCs w:val="16"/>
              </w:rPr>
              <w:t>13.3.0</w:t>
            </w:r>
          </w:p>
        </w:tc>
      </w:tr>
      <w:tr w:rsidR="006F48FD" w:rsidRPr="006B0D02" w14:paraId="6B602D5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F642EE" w14:textId="77777777" w:rsidR="006F48FD" w:rsidRDefault="006F48FD"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726F18" w14:textId="77777777" w:rsidR="006F48FD" w:rsidRDefault="006F48FD"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61C9BE7" w14:textId="77777777" w:rsidR="006F48FD" w:rsidRDefault="006F48FD" w:rsidP="006F48FD">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959888" w14:textId="77777777" w:rsidR="006F48FD" w:rsidRDefault="006F48FD" w:rsidP="006F48FD">
            <w:pPr>
              <w:spacing w:after="0"/>
              <w:jc w:val="center"/>
              <w:rPr>
                <w:rFonts w:ascii="Arial" w:hAnsi="Arial" w:cs="Arial"/>
                <w:sz w:val="16"/>
                <w:szCs w:val="16"/>
              </w:rPr>
            </w:pPr>
            <w:r>
              <w:rPr>
                <w:rFonts w:ascii="Arial" w:hAnsi="Arial" w:cs="Arial"/>
                <w:sz w:val="16"/>
                <w:szCs w:val="16"/>
              </w:rPr>
              <w:t>0726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00941F2" w14:textId="77777777" w:rsidR="006F48FD" w:rsidRDefault="006F48FD"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339EA8" w14:textId="77777777" w:rsidR="006F48FD" w:rsidRDefault="006F48FD"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D5A6049" w14:textId="77777777" w:rsidR="006F48FD" w:rsidRPr="00CD45AB" w:rsidRDefault="006F48FD" w:rsidP="00617531">
            <w:pPr>
              <w:spacing w:after="0"/>
              <w:rPr>
                <w:rFonts w:ascii="Arial" w:hAnsi="Arial" w:cs="Arial"/>
                <w:sz w:val="16"/>
                <w:szCs w:val="16"/>
              </w:rPr>
            </w:pPr>
            <w:r w:rsidRPr="006F48FD">
              <w:rPr>
                <w:rFonts w:ascii="Arial" w:hAnsi="Arial" w:cs="Arial"/>
                <w:sz w:val="16"/>
                <w:szCs w:val="16"/>
              </w:rPr>
              <w:t>Quasi-colocation of NB-IoT antenna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2C8E68" w14:textId="77777777" w:rsidR="006F48FD" w:rsidRDefault="006F48FD" w:rsidP="00617531">
            <w:pPr>
              <w:pStyle w:val="TAC"/>
              <w:jc w:val="left"/>
              <w:rPr>
                <w:snapToGrid w:val="0"/>
                <w:sz w:val="16"/>
                <w:szCs w:val="16"/>
              </w:rPr>
            </w:pPr>
            <w:r>
              <w:rPr>
                <w:snapToGrid w:val="0"/>
                <w:sz w:val="16"/>
                <w:szCs w:val="16"/>
              </w:rPr>
              <w:t>13.3.0</w:t>
            </w:r>
          </w:p>
        </w:tc>
      </w:tr>
      <w:tr w:rsidR="00E81D7D" w:rsidRPr="006B0D02" w14:paraId="5A5A3E4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B7F1F7" w14:textId="77777777" w:rsidR="00E81D7D" w:rsidRDefault="00E81D7D"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2CA73B6" w14:textId="77777777" w:rsidR="00E81D7D" w:rsidRDefault="00E81D7D"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BC5E4EF" w14:textId="77777777" w:rsidR="00E81D7D" w:rsidRDefault="00E81D7D" w:rsidP="00E81D7D">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EC7A2C" w14:textId="77777777" w:rsidR="00E81D7D" w:rsidRDefault="00E81D7D" w:rsidP="00617531">
            <w:pPr>
              <w:spacing w:after="0"/>
              <w:jc w:val="center"/>
              <w:rPr>
                <w:rFonts w:ascii="Arial" w:hAnsi="Arial" w:cs="Arial"/>
                <w:sz w:val="16"/>
                <w:szCs w:val="16"/>
              </w:rPr>
            </w:pPr>
            <w:r>
              <w:rPr>
                <w:rFonts w:ascii="Arial" w:hAnsi="Arial" w:cs="Arial"/>
                <w:sz w:val="16"/>
                <w:szCs w:val="16"/>
              </w:rPr>
              <w:t>0728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8179930" w14:textId="77777777" w:rsidR="00E81D7D" w:rsidRDefault="00E81D7D"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5CB0E9" w14:textId="77777777" w:rsidR="00E81D7D" w:rsidRDefault="00E81D7D"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AFBCFC2" w14:textId="77777777" w:rsidR="00E81D7D" w:rsidRPr="00CD45AB" w:rsidRDefault="00E81D7D" w:rsidP="00617531">
            <w:pPr>
              <w:spacing w:after="0"/>
              <w:rPr>
                <w:rFonts w:ascii="Arial" w:hAnsi="Arial" w:cs="Arial"/>
                <w:sz w:val="16"/>
                <w:szCs w:val="16"/>
              </w:rPr>
            </w:pPr>
            <w:r w:rsidRPr="00E81D7D">
              <w:rPr>
                <w:rFonts w:ascii="Arial" w:hAnsi="Arial" w:cs="Arial"/>
                <w:sz w:val="16"/>
                <w:szCs w:val="16"/>
              </w:rPr>
              <w:t>PUCCH resource allocation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5E1BB8" w14:textId="77777777" w:rsidR="00E81D7D" w:rsidRDefault="00E81D7D" w:rsidP="00617531">
            <w:pPr>
              <w:pStyle w:val="TAC"/>
              <w:jc w:val="left"/>
              <w:rPr>
                <w:snapToGrid w:val="0"/>
                <w:sz w:val="16"/>
                <w:szCs w:val="16"/>
              </w:rPr>
            </w:pPr>
            <w:r>
              <w:rPr>
                <w:snapToGrid w:val="0"/>
                <w:sz w:val="16"/>
                <w:szCs w:val="16"/>
              </w:rPr>
              <w:t>13.3.0</w:t>
            </w:r>
          </w:p>
        </w:tc>
      </w:tr>
      <w:tr w:rsidR="00B4799B" w:rsidRPr="006B0D02" w14:paraId="6076700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1515B8" w14:textId="77777777" w:rsidR="00B4799B" w:rsidRDefault="00B4799B"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AEF1672" w14:textId="77777777" w:rsidR="00B4799B" w:rsidRDefault="00B4799B"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13D151D" w14:textId="77777777" w:rsidR="00B4799B" w:rsidRDefault="00B4799B"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5FE38F" w14:textId="77777777" w:rsidR="00B4799B" w:rsidRDefault="00B4799B" w:rsidP="00B4799B">
            <w:pPr>
              <w:spacing w:after="0"/>
              <w:jc w:val="center"/>
              <w:rPr>
                <w:rFonts w:ascii="Arial" w:hAnsi="Arial" w:cs="Arial"/>
                <w:sz w:val="16"/>
                <w:szCs w:val="16"/>
              </w:rPr>
            </w:pPr>
            <w:r>
              <w:rPr>
                <w:rFonts w:ascii="Arial" w:hAnsi="Arial" w:cs="Arial"/>
                <w:sz w:val="16"/>
                <w:szCs w:val="16"/>
              </w:rPr>
              <w:t>0729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CA9BFB0" w14:textId="77777777" w:rsidR="00B4799B" w:rsidRDefault="00B4799B"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2B9B82" w14:textId="77777777" w:rsidR="00B4799B" w:rsidRDefault="00B4799B"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EF9722A" w14:textId="77777777" w:rsidR="00B4799B" w:rsidRPr="00CD45AB" w:rsidRDefault="00B4799B" w:rsidP="00617531">
            <w:pPr>
              <w:spacing w:after="0"/>
              <w:rPr>
                <w:rFonts w:ascii="Arial" w:hAnsi="Arial" w:cs="Arial"/>
                <w:sz w:val="16"/>
                <w:szCs w:val="16"/>
              </w:rPr>
            </w:pPr>
            <w:r w:rsidRPr="00B4799B">
              <w:rPr>
                <w:rFonts w:ascii="Arial" w:hAnsi="Arial" w:cs="Arial"/>
                <w:sz w:val="16"/>
                <w:szCs w:val="16"/>
              </w:rPr>
              <w:t>RV version for PDSCH carrying paging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9D87FB" w14:textId="77777777" w:rsidR="00B4799B" w:rsidRDefault="00B4799B" w:rsidP="00617531">
            <w:pPr>
              <w:pStyle w:val="TAC"/>
              <w:jc w:val="left"/>
              <w:rPr>
                <w:snapToGrid w:val="0"/>
                <w:sz w:val="16"/>
                <w:szCs w:val="16"/>
              </w:rPr>
            </w:pPr>
            <w:r>
              <w:rPr>
                <w:snapToGrid w:val="0"/>
                <w:sz w:val="16"/>
                <w:szCs w:val="16"/>
              </w:rPr>
              <w:t>13.3.0</w:t>
            </w:r>
          </w:p>
        </w:tc>
      </w:tr>
      <w:tr w:rsidR="005C4492" w:rsidRPr="006B0D02" w14:paraId="77E1AF9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B510E4" w14:textId="77777777" w:rsidR="005C4492" w:rsidRDefault="005C4492"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55CBD3" w14:textId="77777777" w:rsidR="005C4492" w:rsidRDefault="005C4492"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979450E" w14:textId="77777777" w:rsidR="005C4492" w:rsidRDefault="005C4492" w:rsidP="005C4492">
            <w:pPr>
              <w:spacing w:after="0"/>
              <w:jc w:val="center"/>
              <w:rPr>
                <w:rFonts w:ascii="Arial" w:hAnsi="Arial" w:cs="Arial"/>
                <w:sz w:val="16"/>
                <w:szCs w:val="16"/>
              </w:rPr>
            </w:pPr>
            <w:r>
              <w:rPr>
                <w:rFonts w:ascii="Arial" w:hAnsi="Arial" w:cs="Arial"/>
                <w:sz w:val="16"/>
                <w:szCs w:val="16"/>
              </w:rPr>
              <w:t>RP-161735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AF70A" w14:textId="77777777" w:rsidR="005C4492" w:rsidRDefault="005C4492" w:rsidP="005C4492">
            <w:pPr>
              <w:spacing w:after="0"/>
              <w:jc w:val="center"/>
              <w:rPr>
                <w:rFonts w:ascii="Arial" w:hAnsi="Arial" w:cs="Arial"/>
                <w:sz w:val="16"/>
                <w:szCs w:val="16"/>
              </w:rPr>
            </w:pPr>
            <w:r>
              <w:rPr>
                <w:rFonts w:ascii="Arial" w:hAnsi="Arial" w:cs="Arial"/>
                <w:sz w:val="16"/>
                <w:szCs w:val="16"/>
              </w:rPr>
              <w:t>0730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8C40304" w14:textId="77777777" w:rsidR="005C4492" w:rsidRDefault="005C4492"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B475C3" w14:textId="77777777" w:rsidR="005C4492" w:rsidRDefault="005C4492"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016945A" w14:textId="77777777" w:rsidR="005C4492" w:rsidRPr="00CD45AB" w:rsidRDefault="005C4492" w:rsidP="00617531">
            <w:pPr>
              <w:spacing w:after="0"/>
              <w:rPr>
                <w:rFonts w:ascii="Arial" w:hAnsi="Arial" w:cs="Arial"/>
                <w:sz w:val="16"/>
                <w:szCs w:val="16"/>
              </w:rPr>
            </w:pPr>
            <w:r w:rsidRPr="005C4492">
              <w:rPr>
                <w:rFonts w:ascii="Arial" w:hAnsi="Arial" w:cs="Arial"/>
                <w:sz w:val="16"/>
                <w:szCs w:val="16"/>
              </w:rPr>
              <w:t xml:space="preserve">Missing definition of higher layer parameter </w:t>
            </w:r>
            <w:proofErr w:type="spellStart"/>
            <w:r w:rsidRPr="005C4492">
              <w:rPr>
                <w:rFonts w:ascii="Arial" w:hAnsi="Arial" w:cs="Arial"/>
                <w:sz w:val="16"/>
                <w:szCs w:val="16"/>
              </w:rPr>
              <w:t>eutra</w:t>
            </w:r>
            <w:proofErr w:type="spellEnd"/>
            <w:r w:rsidRPr="005C4492">
              <w:rPr>
                <w:rFonts w:ascii="Arial" w:hAnsi="Arial" w:cs="Arial"/>
                <w:sz w:val="16"/>
                <w:szCs w:val="16"/>
              </w:rPr>
              <w:t>-CRS-</w:t>
            </w:r>
            <w:proofErr w:type="spellStart"/>
            <w:r w:rsidRPr="005C4492">
              <w:rPr>
                <w:rFonts w:ascii="Arial" w:hAnsi="Arial" w:cs="Arial"/>
                <w:sz w:val="16"/>
                <w:szCs w:val="16"/>
              </w:rPr>
              <w:t>SequenceInfo</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462AB8" w14:textId="77777777" w:rsidR="005C4492" w:rsidRDefault="005C4492" w:rsidP="00617531">
            <w:pPr>
              <w:pStyle w:val="TAC"/>
              <w:jc w:val="left"/>
              <w:rPr>
                <w:snapToGrid w:val="0"/>
                <w:sz w:val="16"/>
                <w:szCs w:val="16"/>
              </w:rPr>
            </w:pPr>
            <w:r>
              <w:rPr>
                <w:snapToGrid w:val="0"/>
                <w:sz w:val="16"/>
                <w:szCs w:val="16"/>
              </w:rPr>
              <w:t>13.3.0</w:t>
            </w:r>
          </w:p>
        </w:tc>
      </w:tr>
      <w:tr w:rsidR="003654F4" w:rsidRPr="006B0D02" w14:paraId="0806FD7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19BFB2" w14:textId="77777777" w:rsidR="003654F4" w:rsidRDefault="003654F4"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EDBDE1C" w14:textId="77777777" w:rsidR="003654F4" w:rsidRDefault="003654F4"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3E4DF31" w14:textId="77777777" w:rsidR="003654F4" w:rsidRDefault="003654F4" w:rsidP="003654F4">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5340EE" w14:textId="77777777" w:rsidR="003654F4" w:rsidRDefault="003654F4" w:rsidP="003654F4">
            <w:pPr>
              <w:spacing w:after="0"/>
              <w:jc w:val="center"/>
              <w:rPr>
                <w:rFonts w:ascii="Arial" w:hAnsi="Arial" w:cs="Arial"/>
                <w:sz w:val="16"/>
                <w:szCs w:val="16"/>
              </w:rPr>
            </w:pPr>
            <w:r>
              <w:rPr>
                <w:rFonts w:ascii="Arial" w:hAnsi="Arial" w:cs="Arial"/>
                <w:sz w:val="16"/>
                <w:szCs w:val="16"/>
              </w:rPr>
              <w:t>0731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AEEB40B" w14:textId="77777777" w:rsidR="003654F4" w:rsidRDefault="003654F4"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7DCBB6" w14:textId="77777777" w:rsidR="003654F4" w:rsidRDefault="003654F4"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EFCC40E" w14:textId="77777777" w:rsidR="003654F4" w:rsidRPr="00CD45AB" w:rsidRDefault="003654F4" w:rsidP="00617531">
            <w:pPr>
              <w:spacing w:after="0"/>
              <w:rPr>
                <w:rFonts w:ascii="Arial" w:hAnsi="Arial" w:cs="Arial"/>
                <w:sz w:val="16"/>
                <w:szCs w:val="16"/>
              </w:rPr>
            </w:pPr>
            <w:r w:rsidRPr="003654F4">
              <w:rPr>
                <w:rFonts w:ascii="Arial" w:hAnsi="Arial" w:cs="Arial"/>
                <w:sz w:val="16"/>
                <w:szCs w:val="16"/>
              </w:rPr>
              <w:t>PUSCH timing delay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FA3D1A" w14:textId="77777777" w:rsidR="003654F4" w:rsidRDefault="003654F4" w:rsidP="00617531">
            <w:pPr>
              <w:pStyle w:val="TAC"/>
              <w:jc w:val="left"/>
              <w:rPr>
                <w:snapToGrid w:val="0"/>
                <w:sz w:val="16"/>
                <w:szCs w:val="16"/>
              </w:rPr>
            </w:pPr>
            <w:r>
              <w:rPr>
                <w:snapToGrid w:val="0"/>
                <w:sz w:val="16"/>
                <w:szCs w:val="16"/>
              </w:rPr>
              <w:t>13.3.0</w:t>
            </w:r>
          </w:p>
        </w:tc>
      </w:tr>
      <w:tr w:rsidR="00BE37EF" w:rsidRPr="006B0D02" w14:paraId="4A4A02C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378598" w14:textId="77777777" w:rsidR="00BE37EF" w:rsidRDefault="00BE37EF"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0CE23F" w14:textId="77777777" w:rsidR="00BE37EF" w:rsidRDefault="00BE37EF"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9507668" w14:textId="77777777" w:rsidR="00BE37EF" w:rsidRDefault="00BE37EF" w:rsidP="00BE37EF">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DB66B8" w14:textId="77777777" w:rsidR="00BE37EF" w:rsidRDefault="00BE37EF" w:rsidP="00BE37EF">
            <w:pPr>
              <w:spacing w:after="0"/>
              <w:jc w:val="center"/>
              <w:rPr>
                <w:rFonts w:ascii="Arial" w:hAnsi="Arial" w:cs="Arial"/>
                <w:sz w:val="16"/>
                <w:szCs w:val="16"/>
              </w:rPr>
            </w:pPr>
            <w:r>
              <w:rPr>
                <w:rFonts w:ascii="Arial" w:hAnsi="Arial" w:cs="Arial"/>
                <w:sz w:val="16"/>
                <w:szCs w:val="16"/>
              </w:rPr>
              <w:t>0732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200931C" w14:textId="77777777" w:rsidR="00BE37EF" w:rsidRDefault="00BE37EF"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187315" w14:textId="77777777" w:rsidR="00BE37EF" w:rsidRDefault="00BE37EF"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03EBA1" w14:textId="77777777" w:rsidR="00BE37EF" w:rsidRPr="00CD45AB" w:rsidRDefault="00BE37EF" w:rsidP="00617531">
            <w:pPr>
              <w:spacing w:after="0"/>
              <w:rPr>
                <w:rFonts w:ascii="Arial" w:hAnsi="Arial" w:cs="Arial"/>
                <w:sz w:val="16"/>
                <w:szCs w:val="16"/>
              </w:rPr>
            </w:pPr>
            <w:r w:rsidRPr="00BE37EF">
              <w:rPr>
                <w:rFonts w:ascii="Arial" w:hAnsi="Arial" w:cs="Arial"/>
                <w:sz w:val="16"/>
                <w:szCs w:val="16"/>
              </w:rPr>
              <w:t>RV Cycling for PUSCH and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737B32" w14:textId="77777777" w:rsidR="00BE37EF" w:rsidRDefault="00BE37EF" w:rsidP="00617531">
            <w:pPr>
              <w:pStyle w:val="TAC"/>
              <w:jc w:val="left"/>
              <w:rPr>
                <w:snapToGrid w:val="0"/>
                <w:sz w:val="16"/>
                <w:szCs w:val="16"/>
              </w:rPr>
            </w:pPr>
            <w:r>
              <w:rPr>
                <w:snapToGrid w:val="0"/>
                <w:sz w:val="16"/>
                <w:szCs w:val="16"/>
              </w:rPr>
              <w:t>13.3.0</w:t>
            </w:r>
          </w:p>
        </w:tc>
      </w:tr>
      <w:tr w:rsidR="003D268E" w:rsidRPr="006B0D02" w14:paraId="57229D8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5A8A48" w14:textId="77777777" w:rsidR="003D268E" w:rsidRDefault="003D268E"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0779FC7" w14:textId="77777777" w:rsidR="003D268E" w:rsidRDefault="003D268E"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8399B44" w14:textId="77777777" w:rsidR="003D268E" w:rsidRDefault="003D268E" w:rsidP="003D268E">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0650DA" w14:textId="77777777" w:rsidR="003D268E" w:rsidRDefault="003D268E" w:rsidP="003D268E">
            <w:pPr>
              <w:spacing w:after="0"/>
              <w:jc w:val="center"/>
              <w:rPr>
                <w:rFonts w:ascii="Arial" w:hAnsi="Arial" w:cs="Arial"/>
                <w:sz w:val="16"/>
                <w:szCs w:val="16"/>
              </w:rPr>
            </w:pPr>
            <w:r>
              <w:rPr>
                <w:rFonts w:ascii="Arial" w:hAnsi="Arial" w:cs="Arial"/>
                <w:sz w:val="16"/>
                <w:szCs w:val="16"/>
              </w:rPr>
              <w:t>0734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E588A2C" w14:textId="77777777" w:rsidR="003D268E" w:rsidRDefault="003D268E"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B97EB2" w14:textId="77777777" w:rsidR="003D268E" w:rsidRDefault="003D268E"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83E3BCC" w14:textId="77777777" w:rsidR="003D268E" w:rsidRPr="00CD45AB" w:rsidRDefault="003D268E" w:rsidP="00617531">
            <w:pPr>
              <w:spacing w:after="0"/>
              <w:rPr>
                <w:rFonts w:ascii="Arial" w:hAnsi="Arial" w:cs="Arial"/>
                <w:sz w:val="16"/>
                <w:szCs w:val="16"/>
              </w:rPr>
            </w:pPr>
            <w:r w:rsidRPr="003D268E">
              <w:rPr>
                <w:rFonts w:ascii="Arial" w:hAnsi="Arial" w:cs="Arial"/>
                <w:sz w:val="16"/>
                <w:szCs w:val="16"/>
              </w:rPr>
              <w:t>Clarification of scheduling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88BF60" w14:textId="77777777" w:rsidR="003D268E" w:rsidRDefault="003D268E" w:rsidP="00617531">
            <w:pPr>
              <w:pStyle w:val="TAC"/>
              <w:jc w:val="left"/>
              <w:rPr>
                <w:snapToGrid w:val="0"/>
                <w:sz w:val="16"/>
                <w:szCs w:val="16"/>
              </w:rPr>
            </w:pPr>
            <w:r>
              <w:rPr>
                <w:snapToGrid w:val="0"/>
                <w:sz w:val="16"/>
                <w:szCs w:val="16"/>
              </w:rPr>
              <w:t>13.3.0</w:t>
            </w:r>
          </w:p>
        </w:tc>
      </w:tr>
      <w:tr w:rsidR="00A26780" w:rsidRPr="006B0D02" w14:paraId="2E9FCE3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02A4E7" w14:textId="77777777" w:rsidR="00A26780" w:rsidRDefault="00A26780"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E7D0FBB" w14:textId="77777777" w:rsidR="00A26780" w:rsidRDefault="00A26780"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D13C4B" w14:textId="77777777" w:rsidR="00A26780" w:rsidRDefault="00A26780" w:rsidP="00A26780">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02EE66" w14:textId="77777777" w:rsidR="00A26780" w:rsidRDefault="00A26780" w:rsidP="00A26780">
            <w:pPr>
              <w:spacing w:after="0"/>
              <w:jc w:val="center"/>
              <w:rPr>
                <w:rFonts w:ascii="Arial" w:hAnsi="Arial" w:cs="Arial"/>
                <w:sz w:val="16"/>
                <w:szCs w:val="16"/>
              </w:rPr>
            </w:pPr>
            <w:r>
              <w:rPr>
                <w:rFonts w:ascii="Arial" w:hAnsi="Arial" w:cs="Arial"/>
                <w:sz w:val="16"/>
                <w:szCs w:val="16"/>
              </w:rPr>
              <w:t>0736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80A149" w14:textId="77777777" w:rsidR="00A26780" w:rsidRDefault="00A26780"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B84C75" w14:textId="77777777" w:rsidR="00A26780" w:rsidRDefault="00A26780"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559DD4D" w14:textId="77777777" w:rsidR="00A26780" w:rsidRPr="00CD45AB" w:rsidRDefault="00A26780" w:rsidP="00617531">
            <w:pPr>
              <w:spacing w:after="0"/>
              <w:rPr>
                <w:rFonts w:ascii="Arial" w:hAnsi="Arial" w:cs="Arial"/>
                <w:sz w:val="16"/>
                <w:szCs w:val="16"/>
              </w:rPr>
            </w:pPr>
            <w:r w:rsidRPr="00A26780">
              <w:rPr>
                <w:rFonts w:ascii="Arial" w:hAnsi="Arial" w:cs="Arial"/>
                <w:sz w:val="16"/>
                <w:szCs w:val="16"/>
              </w:rPr>
              <w:t>Clarification on MPDCCH monitoring on SFN rollover and search space overlap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8BA0AC" w14:textId="77777777" w:rsidR="00A26780" w:rsidRDefault="00A26780" w:rsidP="00617531">
            <w:pPr>
              <w:pStyle w:val="TAC"/>
              <w:jc w:val="left"/>
              <w:rPr>
                <w:snapToGrid w:val="0"/>
                <w:sz w:val="16"/>
                <w:szCs w:val="16"/>
              </w:rPr>
            </w:pPr>
            <w:r>
              <w:rPr>
                <w:snapToGrid w:val="0"/>
                <w:sz w:val="16"/>
                <w:szCs w:val="16"/>
              </w:rPr>
              <w:t>13.3.0</w:t>
            </w:r>
          </w:p>
        </w:tc>
      </w:tr>
      <w:tr w:rsidR="00D345BE" w:rsidRPr="006B0D02" w14:paraId="0F851CF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B5C9E6" w14:textId="77777777" w:rsidR="00D345BE" w:rsidRDefault="00D345BE"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00F5AD1" w14:textId="77777777" w:rsidR="00D345BE" w:rsidRDefault="00D345BE"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81BCABB" w14:textId="77777777" w:rsidR="00D345BE" w:rsidRDefault="00D345BE"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3D5AB9" w14:textId="77777777" w:rsidR="00D345BE" w:rsidRDefault="00D345BE" w:rsidP="00D345BE">
            <w:pPr>
              <w:spacing w:after="0"/>
              <w:jc w:val="center"/>
              <w:rPr>
                <w:rFonts w:ascii="Arial" w:hAnsi="Arial" w:cs="Arial"/>
                <w:sz w:val="16"/>
                <w:szCs w:val="16"/>
              </w:rPr>
            </w:pPr>
            <w:r>
              <w:rPr>
                <w:rFonts w:ascii="Arial" w:hAnsi="Arial" w:cs="Arial"/>
                <w:sz w:val="16"/>
                <w:szCs w:val="16"/>
              </w:rPr>
              <w:t>0737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CE4F88" w14:textId="77777777" w:rsidR="00D345BE" w:rsidRDefault="00D345BE"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CE1CEE" w14:textId="77777777" w:rsidR="00D345BE" w:rsidRDefault="00D345BE"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C388824" w14:textId="77777777" w:rsidR="00D345BE" w:rsidRPr="00CD45AB" w:rsidRDefault="00D345BE" w:rsidP="00617531">
            <w:pPr>
              <w:spacing w:after="0"/>
              <w:rPr>
                <w:rFonts w:ascii="Arial" w:hAnsi="Arial" w:cs="Arial"/>
                <w:sz w:val="16"/>
                <w:szCs w:val="16"/>
              </w:rPr>
            </w:pPr>
            <w:r w:rsidRPr="00D345BE">
              <w:rPr>
                <w:rFonts w:ascii="Arial" w:hAnsi="Arial" w:cs="Arial"/>
                <w:sz w:val="16"/>
                <w:szCs w:val="16"/>
              </w:rPr>
              <w:t>PUCCH transmission and invalid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CB90F7" w14:textId="77777777" w:rsidR="00D345BE" w:rsidRDefault="00D345BE" w:rsidP="00617531">
            <w:pPr>
              <w:pStyle w:val="TAC"/>
              <w:jc w:val="left"/>
              <w:rPr>
                <w:snapToGrid w:val="0"/>
                <w:sz w:val="16"/>
                <w:szCs w:val="16"/>
              </w:rPr>
            </w:pPr>
            <w:r>
              <w:rPr>
                <w:snapToGrid w:val="0"/>
                <w:sz w:val="16"/>
                <w:szCs w:val="16"/>
              </w:rPr>
              <w:t>13.3.0</w:t>
            </w:r>
          </w:p>
        </w:tc>
      </w:tr>
      <w:tr w:rsidR="005C5723" w:rsidRPr="006B0D02" w14:paraId="4E007D3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B3E86D" w14:textId="77777777" w:rsidR="005C5723" w:rsidRDefault="005C5723"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0E84AC8" w14:textId="77777777" w:rsidR="005C5723" w:rsidRDefault="005C5723"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A89A270" w14:textId="77777777" w:rsidR="005C5723" w:rsidRDefault="005C5723"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29887A" w14:textId="77777777" w:rsidR="005C5723" w:rsidRDefault="005C5723" w:rsidP="005C5723">
            <w:pPr>
              <w:spacing w:after="0"/>
              <w:jc w:val="center"/>
              <w:rPr>
                <w:rFonts w:ascii="Arial" w:hAnsi="Arial" w:cs="Arial"/>
                <w:sz w:val="16"/>
                <w:szCs w:val="16"/>
              </w:rPr>
            </w:pPr>
            <w:r>
              <w:rPr>
                <w:rFonts w:ascii="Arial" w:hAnsi="Arial" w:cs="Arial"/>
                <w:sz w:val="16"/>
                <w:szCs w:val="16"/>
              </w:rPr>
              <w:t>0738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D659420" w14:textId="77777777" w:rsidR="005C5723" w:rsidRDefault="005C5723"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F0675E" w14:textId="77777777" w:rsidR="005C5723" w:rsidRDefault="005C5723"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BA4F86" w14:textId="77777777" w:rsidR="005C5723" w:rsidRPr="00CD45AB" w:rsidRDefault="005C5723" w:rsidP="00617531">
            <w:pPr>
              <w:spacing w:after="0"/>
              <w:rPr>
                <w:rFonts w:ascii="Arial" w:hAnsi="Arial" w:cs="Arial"/>
                <w:sz w:val="16"/>
                <w:szCs w:val="16"/>
              </w:rPr>
            </w:pPr>
            <w:r w:rsidRPr="005C5723">
              <w:rPr>
                <w:rFonts w:ascii="Arial" w:hAnsi="Arial" w:cs="Arial"/>
                <w:sz w:val="16"/>
                <w:szCs w:val="16"/>
              </w:rPr>
              <w:t>SRS bit in DCI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89A15F" w14:textId="77777777" w:rsidR="005C5723" w:rsidRDefault="005C5723" w:rsidP="00617531">
            <w:pPr>
              <w:pStyle w:val="TAC"/>
              <w:jc w:val="left"/>
              <w:rPr>
                <w:snapToGrid w:val="0"/>
                <w:sz w:val="16"/>
                <w:szCs w:val="16"/>
              </w:rPr>
            </w:pPr>
            <w:r>
              <w:rPr>
                <w:snapToGrid w:val="0"/>
                <w:sz w:val="16"/>
                <w:szCs w:val="16"/>
              </w:rPr>
              <w:t>13.3.0</w:t>
            </w:r>
          </w:p>
        </w:tc>
      </w:tr>
      <w:tr w:rsidR="00617689" w:rsidRPr="006B0D02" w14:paraId="2F45679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D1BB86" w14:textId="77777777" w:rsidR="00617689" w:rsidRDefault="00617689"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13AACB" w14:textId="77777777" w:rsidR="00617689" w:rsidRDefault="00617689"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D8C008B" w14:textId="77777777" w:rsidR="00617689" w:rsidRDefault="00617689" w:rsidP="00617689">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FDA351" w14:textId="77777777" w:rsidR="00617689" w:rsidRDefault="00617689" w:rsidP="00617689">
            <w:pPr>
              <w:spacing w:after="0"/>
              <w:jc w:val="center"/>
              <w:rPr>
                <w:rFonts w:ascii="Arial" w:hAnsi="Arial" w:cs="Arial"/>
                <w:sz w:val="16"/>
                <w:szCs w:val="16"/>
              </w:rPr>
            </w:pPr>
            <w:r>
              <w:rPr>
                <w:rFonts w:ascii="Arial" w:hAnsi="Arial" w:cs="Arial"/>
                <w:sz w:val="16"/>
                <w:szCs w:val="16"/>
              </w:rPr>
              <w:t>0739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6F5DEE" w14:textId="77777777" w:rsidR="00617689" w:rsidRDefault="00617689"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731E8C" w14:textId="77777777" w:rsidR="00617689" w:rsidRDefault="00617689"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567A559" w14:textId="77777777" w:rsidR="00617689" w:rsidRPr="00CD45AB" w:rsidRDefault="00617689" w:rsidP="00617531">
            <w:pPr>
              <w:spacing w:after="0"/>
              <w:rPr>
                <w:rFonts w:ascii="Arial" w:hAnsi="Arial" w:cs="Arial"/>
                <w:sz w:val="16"/>
                <w:szCs w:val="16"/>
              </w:rPr>
            </w:pPr>
            <w:r w:rsidRPr="00617689">
              <w:rPr>
                <w:rFonts w:ascii="Arial" w:hAnsi="Arial" w:cs="Arial"/>
                <w:sz w:val="16"/>
                <w:szCs w:val="16"/>
              </w:rPr>
              <w:t>Clarification of NB-IoT DL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3EFB8E" w14:textId="77777777" w:rsidR="00617689" w:rsidRDefault="00617689" w:rsidP="00617531">
            <w:pPr>
              <w:pStyle w:val="TAC"/>
              <w:jc w:val="left"/>
              <w:rPr>
                <w:snapToGrid w:val="0"/>
                <w:sz w:val="16"/>
                <w:szCs w:val="16"/>
              </w:rPr>
            </w:pPr>
            <w:r>
              <w:rPr>
                <w:snapToGrid w:val="0"/>
                <w:sz w:val="16"/>
                <w:szCs w:val="16"/>
              </w:rPr>
              <w:t>13.3.0</w:t>
            </w:r>
          </w:p>
        </w:tc>
      </w:tr>
      <w:tr w:rsidR="00C47C52" w:rsidRPr="006B0D02" w14:paraId="3E7420C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A36F50" w14:textId="77777777" w:rsidR="00C47C52" w:rsidRDefault="00C47C52"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CF1FBAB" w14:textId="77777777" w:rsidR="00C47C52" w:rsidRDefault="00C47C52"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A50C462" w14:textId="77777777" w:rsidR="00C47C52" w:rsidRDefault="00C47C52" w:rsidP="00C47C52">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8AC7B5" w14:textId="77777777" w:rsidR="00C47C52" w:rsidRDefault="00C47C52" w:rsidP="00C47C52">
            <w:pPr>
              <w:spacing w:after="0"/>
              <w:jc w:val="center"/>
              <w:rPr>
                <w:rFonts w:ascii="Arial" w:hAnsi="Arial" w:cs="Arial"/>
                <w:sz w:val="16"/>
                <w:szCs w:val="16"/>
              </w:rPr>
            </w:pPr>
            <w:r>
              <w:rPr>
                <w:rFonts w:ascii="Arial" w:hAnsi="Arial" w:cs="Arial"/>
                <w:sz w:val="16"/>
                <w:szCs w:val="16"/>
              </w:rPr>
              <w:t>0740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21C3801" w14:textId="77777777" w:rsidR="00C47C52" w:rsidRDefault="00C47C52"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9D629E" w14:textId="77777777" w:rsidR="00C47C52" w:rsidRDefault="00C47C52"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3DD2296" w14:textId="77777777" w:rsidR="00C47C52" w:rsidRPr="00CD45AB" w:rsidRDefault="00C47C52" w:rsidP="00617531">
            <w:pPr>
              <w:spacing w:after="0"/>
              <w:rPr>
                <w:rFonts w:ascii="Arial" w:hAnsi="Arial" w:cs="Arial"/>
                <w:sz w:val="16"/>
                <w:szCs w:val="16"/>
              </w:rPr>
            </w:pPr>
            <w:r w:rsidRPr="00C47C52">
              <w:rPr>
                <w:rFonts w:ascii="Arial" w:hAnsi="Arial" w:cs="Arial"/>
                <w:sz w:val="16"/>
                <w:szCs w:val="16"/>
              </w:rPr>
              <w:t>Correction on FD-MIMO codebooks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84B081" w14:textId="77777777" w:rsidR="00C47C52" w:rsidRDefault="00C47C52" w:rsidP="00617531">
            <w:pPr>
              <w:pStyle w:val="TAC"/>
              <w:jc w:val="left"/>
              <w:rPr>
                <w:snapToGrid w:val="0"/>
                <w:sz w:val="16"/>
                <w:szCs w:val="16"/>
              </w:rPr>
            </w:pPr>
            <w:r>
              <w:rPr>
                <w:snapToGrid w:val="0"/>
                <w:sz w:val="16"/>
                <w:szCs w:val="16"/>
              </w:rPr>
              <w:t>13.3.0</w:t>
            </w:r>
          </w:p>
        </w:tc>
      </w:tr>
      <w:tr w:rsidR="00B11F31" w:rsidRPr="006B0D02" w14:paraId="661BD9A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1B2D72" w14:textId="77777777" w:rsidR="00B11F31" w:rsidRDefault="00B11F31"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AB2125" w14:textId="77777777" w:rsidR="00B11F31" w:rsidRDefault="00B11F31"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233ACB" w14:textId="77777777" w:rsidR="00B11F31" w:rsidRDefault="00B11F31" w:rsidP="00B11F31">
            <w:pPr>
              <w:spacing w:after="0"/>
              <w:jc w:val="center"/>
              <w:rPr>
                <w:rFonts w:ascii="Arial" w:hAnsi="Arial" w:cs="Arial"/>
                <w:sz w:val="16"/>
                <w:szCs w:val="16"/>
              </w:rPr>
            </w:pPr>
            <w:r>
              <w:rPr>
                <w:rFonts w:ascii="Arial" w:hAnsi="Arial" w:cs="Arial"/>
                <w:sz w:val="16"/>
                <w:szCs w:val="16"/>
              </w:rPr>
              <w:t>RP-161561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9359FC" w14:textId="77777777" w:rsidR="00B11F31" w:rsidRDefault="00B11F31" w:rsidP="00B11F31">
            <w:pPr>
              <w:spacing w:after="0"/>
              <w:jc w:val="center"/>
              <w:rPr>
                <w:rFonts w:ascii="Arial" w:hAnsi="Arial" w:cs="Arial"/>
                <w:sz w:val="16"/>
                <w:szCs w:val="16"/>
              </w:rPr>
            </w:pPr>
            <w:r>
              <w:rPr>
                <w:rFonts w:ascii="Arial" w:hAnsi="Arial" w:cs="Arial"/>
                <w:sz w:val="16"/>
                <w:szCs w:val="16"/>
              </w:rPr>
              <w:t>0741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2EFE306" w14:textId="77777777" w:rsidR="00B11F31" w:rsidRDefault="00B11F31"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E54C25" w14:textId="77777777" w:rsidR="00B11F31" w:rsidRDefault="00B11F31"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2A72818" w14:textId="77777777" w:rsidR="00B11F31" w:rsidRPr="00CD45AB" w:rsidRDefault="00B11F31" w:rsidP="00617531">
            <w:pPr>
              <w:spacing w:after="0"/>
              <w:rPr>
                <w:rFonts w:ascii="Arial" w:hAnsi="Arial" w:cs="Arial"/>
                <w:sz w:val="16"/>
                <w:szCs w:val="16"/>
              </w:rPr>
            </w:pPr>
            <w:r w:rsidRPr="00B11F31">
              <w:rPr>
                <w:rFonts w:ascii="Arial" w:hAnsi="Arial" w:cs="Arial"/>
                <w:sz w:val="16"/>
                <w:szCs w:val="16"/>
              </w:rPr>
              <w:t>CR on LAA post transmission backoff</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B9F5E9" w14:textId="77777777" w:rsidR="00B11F31" w:rsidRDefault="00B11F31" w:rsidP="00617531">
            <w:pPr>
              <w:pStyle w:val="TAC"/>
              <w:jc w:val="left"/>
              <w:rPr>
                <w:snapToGrid w:val="0"/>
                <w:sz w:val="16"/>
                <w:szCs w:val="16"/>
              </w:rPr>
            </w:pPr>
            <w:r>
              <w:rPr>
                <w:snapToGrid w:val="0"/>
                <w:sz w:val="16"/>
                <w:szCs w:val="16"/>
              </w:rPr>
              <w:t>13.3.0</w:t>
            </w:r>
          </w:p>
        </w:tc>
      </w:tr>
      <w:tr w:rsidR="000655BA" w:rsidRPr="006B0D02" w14:paraId="6A3C1DF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7934EE" w14:textId="77777777" w:rsidR="000655BA" w:rsidRDefault="000655BA" w:rsidP="00617531">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5F06BD3" w14:textId="77777777" w:rsidR="000655BA" w:rsidRDefault="000655BA" w:rsidP="00617531">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3653D92" w14:textId="77777777" w:rsidR="000655BA" w:rsidRDefault="000655BA" w:rsidP="000655BA">
            <w:pPr>
              <w:spacing w:after="0"/>
              <w:jc w:val="center"/>
              <w:rPr>
                <w:rFonts w:ascii="Arial" w:hAnsi="Arial" w:cs="Arial"/>
                <w:sz w:val="16"/>
                <w:szCs w:val="16"/>
              </w:rPr>
            </w:pPr>
            <w:r>
              <w:rPr>
                <w:rFonts w:ascii="Arial" w:hAnsi="Arial" w:cs="Arial"/>
                <w:sz w:val="16"/>
                <w:szCs w:val="16"/>
              </w:rPr>
              <w:t>RP-161797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7BB32" w14:textId="77777777" w:rsidR="000655BA" w:rsidRDefault="000655BA" w:rsidP="00617531">
            <w:pPr>
              <w:spacing w:after="0"/>
              <w:jc w:val="center"/>
              <w:rPr>
                <w:rFonts w:ascii="Arial" w:hAnsi="Arial" w:cs="Arial"/>
                <w:sz w:val="16"/>
                <w:szCs w:val="16"/>
              </w:rPr>
            </w:pPr>
            <w:r>
              <w:rPr>
                <w:rFonts w:ascii="Arial" w:hAnsi="Arial" w:cs="Arial"/>
                <w:sz w:val="16"/>
                <w:szCs w:val="16"/>
              </w:rPr>
              <w:t>0745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D526A3" w14:textId="77777777" w:rsidR="000655BA" w:rsidRDefault="000655BA"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37FAE7" w14:textId="77777777" w:rsidR="000655BA" w:rsidRDefault="000655BA" w:rsidP="006175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A158E4" w14:textId="77777777" w:rsidR="000655BA" w:rsidRPr="00CD45AB" w:rsidRDefault="000655BA" w:rsidP="00617531">
            <w:pPr>
              <w:spacing w:after="0"/>
              <w:rPr>
                <w:rFonts w:ascii="Arial" w:hAnsi="Arial" w:cs="Arial"/>
                <w:sz w:val="16"/>
                <w:szCs w:val="16"/>
              </w:rPr>
            </w:pPr>
            <w:r w:rsidRPr="000655BA">
              <w:rPr>
                <w:rFonts w:ascii="Arial" w:hAnsi="Arial" w:cs="Arial"/>
                <w:sz w:val="16"/>
                <w:szCs w:val="16"/>
              </w:rPr>
              <w:t>CR to remove the incorrect implementation of LAA defer and sensing duration introduced by the unapproved CR R1-161166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DC0F19" w14:textId="77777777" w:rsidR="000655BA" w:rsidRDefault="000655BA" w:rsidP="00617531">
            <w:pPr>
              <w:pStyle w:val="TAC"/>
              <w:jc w:val="left"/>
              <w:rPr>
                <w:snapToGrid w:val="0"/>
                <w:sz w:val="16"/>
                <w:szCs w:val="16"/>
              </w:rPr>
            </w:pPr>
            <w:r>
              <w:rPr>
                <w:snapToGrid w:val="0"/>
                <w:sz w:val="16"/>
                <w:szCs w:val="16"/>
              </w:rPr>
              <w:t>13.3.0</w:t>
            </w:r>
          </w:p>
        </w:tc>
      </w:tr>
      <w:tr w:rsidR="00FD2ADD" w:rsidRPr="006B0D02" w14:paraId="5323792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6EF3E" w14:textId="77777777" w:rsidR="00FD2ADD" w:rsidRDefault="00FD2ADD" w:rsidP="0054310C">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524D4D2" w14:textId="77777777" w:rsidR="00FD2ADD" w:rsidRDefault="00FD2ADD" w:rsidP="0054310C">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1055813" w14:textId="77777777" w:rsidR="00FD2ADD" w:rsidRDefault="00FD2ADD" w:rsidP="00FD2ADD">
            <w:pPr>
              <w:spacing w:after="0"/>
              <w:jc w:val="center"/>
              <w:rPr>
                <w:rFonts w:ascii="Arial" w:hAnsi="Arial" w:cs="Arial"/>
                <w:sz w:val="16"/>
                <w:szCs w:val="16"/>
              </w:rPr>
            </w:pPr>
            <w:r>
              <w:rPr>
                <w:rFonts w:ascii="Arial" w:hAnsi="Arial" w:cs="Arial"/>
                <w:sz w:val="16"/>
                <w:szCs w:val="16"/>
              </w:rPr>
              <w:t>RP-161572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10BE4C" w14:textId="77777777" w:rsidR="00FD2ADD" w:rsidRDefault="00FD2ADD" w:rsidP="00FD2ADD">
            <w:pPr>
              <w:spacing w:after="0"/>
              <w:jc w:val="center"/>
              <w:rPr>
                <w:rFonts w:ascii="Arial" w:hAnsi="Arial" w:cs="Arial"/>
                <w:sz w:val="16"/>
                <w:szCs w:val="16"/>
              </w:rPr>
            </w:pPr>
            <w:r>
              <w:rPr>
                <w:rFonts w:ascii="Arial" w:hAnsi="Arial" w:cs="Arial"/>
                <w:sz w:val="16"/>
                <w:szCs w:val="16"/>
              </w:rPr>
              <w:t>0709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614AF0" w14:textId="77777777" w:rsidR="00FD2ADD" w:rsidRDefault="00FD2ADD" w:rsidP="0054310C">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84D783" w14:textId="77777777" w:rsidR="00FD2ADD" w:rsidRDefault="00FD2ADD" w:rsidP="0054310C">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4CC663" w14:textId="77777777" w:rsidR="00FD2ADD" w:rsidRPr="00CD45AB" w:rsidRDefault="00FD2ADD" w:rsidP="0054310C">
            <w:pPr>
              <w:spacing w:after="0"/>
              <w:rPr>
                <w:rFonts w:ascii="Arial" w:hAnsi="Arial" w:cs="Arial"/>
                <w:sz w:val="16"/>
                <w:szCs w:val="16"/>
              </w:rPr>
            </w:pPr>
            <w:r w:rsidRPr="00FD2ADD">
              <w:rPr>
                <w:rFonts w:ascii="Arial" w:hAnsi="Arial" w:cs="Arial"/>
                <w:sz w:val="16"/>
                <w:szCs w:val="16"/>
              </w:rPr>
              <w:t>Addition of LTE_LATRED_L2-Core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6378F1" w14:textId="77777777" w:rsidR="00FD2ADD" w:rsidRDefault="009B66D7" w:rsidP="0054310C">
            <w:pPr>
              <w:pStyle w:val="TAC"/>
              <w:jc w:val="left"/>
              <w:rPr>
                <w:snapToGrid w:val="0"/>
                <w:sz w:val="16"/>
                <w:szCs w:val="16"/>
              </w:rPr>
            </w:pPr>
            <w:r>
              <w:rPr>
                <w:snapToGrid w:val="0"/>
                <w:sz w:val="16"/>
                <w:szCs w:val="16"/>
              </w:rPr>
              <w:t>14.0.0</w:t>
            </w:r>
          </w:p>
        </w:tc>
      </w:tr>
      <w:tr w:rsidR="009B66D7" w:rsidRPr="006B0D02" w14:paraId="41EA7F4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EB076A" w14:textId="77777777" w:rsidR="009B66D7" w:rsidRDefault="009B66D7" w:rsidP="009B66D7">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D881CDC" w14:textId="77777777" w:rsidR="009B66D7" w:rsidRDefault="009B66D7" w:rsidP="009B66D7">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9C81C55" w14:textId="77777777" w:rsidR="009B66D7" w:rsidRDefault="009B66D7" w:rsidP="009B66D7">
            <w:pPr>
              <w:spacing w:after="0"/>
              <w:jc w:val="center"/>
              <w:rPr>
                <w:rFonts w:ascii="Arial" w:hAnsi="Arial" w:cs="Arial"/>
                <w:sz w:val="16"/>
                <w:szCs w:val="16"/>
              </w:rPr>
            </w:pPr>
            <w:r>
              <w:rPr>
                <w:rFonts w:ascii="Arial" w:hAnsi="Arial" w:cs="Arial"/>
                <w:sz w:val="16"/>
                <w:szCs w:val="16"/>
              </w:rPr>
              <w:t>RP-161571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F3BEC0" w14:textId="77777777" w:rsidR="009B66D7" w:rsidRDefault="009B66D7" w:rsidP="009B66D7">
            <w:pPr>
              <w:spacing w:after="0"/>
              <w:jc w:val="center"/>
              <w:rPr>
                <w:rFonts w:ascii="Arial" w:hAnsi="Arial" w:cs="Arial"/>
                <w:sz w:val="16"/>
                <w:szCs w:val="16"/>
              </w:rPr>
            </w:pPr>
            <w:r>
              <w:rPr>
                <w:rFonts w:ascii="Arial" w:hAnsi="Arial" w:cs="Arial"/>
                <w:sz w:val="16"/>
                <w:szCs w:val="16"/>
              </w:rPr>
              <w:t>0742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DE9855F" w14:textId="77777777" w:rsidR="009B66D7" w:rsidRDefault="009B66D7" w:rsidP="009B66D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AE5B24" w14:textId="77777777" w:rsidR="009B66D7" w:rsidRDefault="009B66D7" w:rsidP="009B66D7">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EB2E72" w14:textId="77777777" w:rsidR="009B66D7" w:rsidRPr="00CD45AB" w:rsidRDefault="009B66D7" w:rsidP="009B66D7">
            <w:pPr>
              <w:spacing w:after="0"/>
              <w:rPr>
                <w:rFonts w:ascii="Arial" w:hAnsi="Arial" w:cs="Arial"/>
                <w:sz w:val="16"/>
                <w:szCs w:val="16"/>
              </w:rPr>
            </w:pPr>
            <w:r w:rsidRPr="00CF0ADF">
              <w:rPr>
                <w:rFonts w:ascii="Arial" w:hAnsi="Arial" w:cs="Arial"/>
                <w:sz w:val="16"/>
                <w:szCs w:val="16"/>
              </w:rPr>
              <w:t xml:space="preserve">Introduction of </w:t>
            </w:r>
            <w:proofErr w:type="spellStart"/>
            <w:r w:rsidRPr="00CF0ADF">
              <w:rPr>
                <w:rFonts w:ascii="Arial" w:hAnsi="Arial" w:cs="Arial"/>
                <w:sz w:val="16"/>
                <w:szCs w:val="16"/>
              </w:rPr>
              <w:t>eLAA</w:t>
            </w:r>
            <w:proofErr w:type="spellEnd"/>
            <w:r w:rsidRPr="00CF0ADF">
              <w:rPr>
                <w:rFonts w:ascii="Arial" w:hAnsi="Arial" w:cs="Arial"/>
                <w:sz w:val="16"/>
                <w:szCs w:val="16"/>
              </w:rPr>
              <w:t xml:space="preserve"> (PHY layer aspects)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61B85C"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0519D91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22C407" w14:textId="77777777" w:rsidR="009B66D7" w:rsidRDefault="009B66D7" w:rsidP="009B66D7">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C72193" w14:textId="77777777" w:rsidR="009B66D7" w:rsidRDefault="009B66D7" w:rsidP="009B66D7">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E5FE6DC" w14:textId="77777777" w:rsidR="009B66D7" w:rsidRDefault="009B66D7" w:rsidP="009B66D7">
            <w:pPr>
              <w:spacing w:after="0"/>
              <w:jc w:val="center"/>
              <w:rPr>
                <w:rFonts w:ascii="Arial" w:hAnsi="Arial" w:cs="Arial"/>
                <w:sz w:val="16"/>
                <w:szCs w:val="16"/>
              </w:rPr>
            </w:pPr>
            <w:r>
              <w:rPr>
                <w:rFonts w:ascii="Arial" w:hAnsi="Arial" w:cs="Arial"/>
                <w:sz w:val="16"/>
                <w:szCs w:val="16"/>
              </w:rPr>
              <w:t>RP-161803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285354" w14:textId="77777777" w:rsidR="009B66D7" w:rsidRDefault="009B66D7" w:rsidP="009B66D7">
            <w:pPr>
              <w:spacing w:after="0"/>
              <w:jc w:val="center"/>
              <w:rPr>
                <w:rFonts w:ascii="Arial" w:hAnsi="Arial" w:cs="Arial"/>
                <w:sz w:val="16"/>
                <w:szCs w:val="16"/>
              </w:rPr>
            </w:pPr>
            <w:r>
              <w:rPr>
                <w:rFonts w:ascii="Arial" w:hAnsi="Arial" w:cs="Arial"/>
                <w:sz w:val="16"/>
                <w:szCs w:val="16"/>
              </w:rPr>
              <w:t>0743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61162FB" w14:textId="77777777" w:rsidR="009B66D7" w:rsidRDefault="009B66D7" w:rsidP="009B66D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0F0A22" w14:textId="77777777" w:rsidR="009B66D7" w:rsidRDefault="009B66D7" w:rsidP="009B66D7">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0047F23" w14:textId="77777777" w:rsidR="009B66D7" w:rsidRPr="00CD45AB" w:rsidRDefault="009B66D7" w:rsidP="009B66D7">
            <w:pPr>
              <w:spacing w:after="0"/>
              <w:rPr>
                <w:rFonts w:ascii="Arial" w:hAnsi="Arial" w:cs="Arial"/>
                <w:sz w:val="16"/>
                <w:szCs w:val="16"/>
              </w:rPr>
            </w:pPr>
            <w:r w:rsidRPr="003D7791">
              <w:rPr>
                <w:rFonts w:ascii="Arial" w:hAnsi="Arial" w:cs="Arial"/>
                <w:sz w:val="16"/>
                <w:szCs w:val="16"/>
              </w:rPr>
              <w:t xml:space="preserve">Introduction of </w:t>
            </w:r>
            <w:proofErr w:type="spellStart"/>
            <w:r w:rsidRPr="003D7791">
              <w:rPr>
                <w:rFonts w:ascii="Arial" w:hAnsi="Arial" w:cs="Arial"/>
                <w:sz w:val="16"/>
                <w:szCs w:val="16"/>
              </w:rPr>
              <w:t>eLAA</w:t>
            </w:r>
            <w:proofErr w:type="spellEnd"/>
            <w:r w:rsidRPr="003D7791">
              <w:rPr>
                <w:rFonts w:ascii="Arial" w:hAnsi="Arial" w:cs="Arial"/>
                <w:sz w:val="16"/>
                <w:szCs w:val="16"/>
              </w:rPr>
              <w:t xml:space="preserve"> (UL Channel Access Procedure)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8E31D0"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41DD31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A95F94" w14:textId="77777777" w:rsidR="009B66D7" w:rsidRDefault="009B66D7" w:rsidP="009B66D7">
            <w:pPr>
              <w:pStyle w:val="TAC"/>
              <w:rPr>
                <w:sz w:val="16"/>
                <w:szCs w:val="16"/>
              </w:rPr>
            </w:pPr>
            <w:r>
              <w:rPr>
                <w:sz w:val="16"/>
                <w:szCs w:val="16"/>
              </w:rPr>
              <w:t>2016-09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C49B04" w14:textId="77777777" w:rsidR="009B66D7" w:rsidRDefault="009B66D7" w:rsidP="009B66D7">
            <w:pPr>
              <w:pStyle w:val="TAC"/>
              <w:rPr>
                <w:sz w:val="16"/>
                <w:szCs w:val="16"/>
              </w:rPr>
            </w:pPr>
            <w:r>
              <w:rPr>
                <w:sz w:val="16"/>
                <w:szCs w:val="16"/>
              </w:rPr>
              <w:t>RAN#73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07BB1AA" w14:textId="77777777" w:rsidR="009B66D7" w:rsidRDefault="009B66D7" w:rsidP="009B66D7">
            <w:pPr>
              <w:spacing w:after="0"/>
              <w:jc w:val="center"/>
              <w:rPr>
                <w:rFonts w:ascii="Arial" w:hAnsi="Arial" w:cs="Arial"/>
                <w:sz w:val="16"/>
                <w:szCs w:val="16"/>
              </w:rPr>
            </w:pPr>
            <w:r>
              <w:rPr>
                <w:rFonts w:ascii="Arial" w:hAnsi="Arial" w:cs="Arial"/>
                <w:sz w:val="16"/>
                <w:szCs w:val="16"/>
              </w:rPr>
              <w:t>RP-161570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5B65A1" w14:textId="77777777" w:rsidR="009B66D7" w:rsidRDefault="009B66D7" w:rsidP="009B66D7">
            <w:pPr>
              <w:spacing w:after="0"/>
              <w:jc w:val="center"/>
              <w:rPr>
                <w:rFonts w:ascii="Arial" w:hAnsi="Arial" w:cs="Arial"/>
                <w:sz w:val="16"/>
                <w:szCs w:val="16"/>
              </w:rPr>
            </w:pPr>
            <w:r>
              <w:rPr>
                <w:rFonts w:ascii="Arial" w:hAnsi="Arial" w:cs="Arial"/>
                <w:sz w:val="16"/>
                <w:szCs w:val="16"/>
              </w:rPr>
              <w:t>0744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156A508" w14:textId="77777777" w:rsidR="009B66D7" w:rsidRDefault="009B66D7" w:rsidP="009B66D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61D8D" w14:textId="77777777" w:rsidR="009B66D7" w:rsidRDefault="009B66D7" w:rsidP="009B66D7">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9A89320" w14:textId="77777777" w:rsidR="009B66D7" w:rsidRPr="00CD45AB" w:rsidRDefault="009B66D7" w:rsidP="009B66D7">
            <w:pPr>
              <w:spacing w:after="0"/>
              <w:rPr>
                <w:rFonts w:ascii="Arial" w:hAnsi="Arial" w:cs="Arial"/>
                <w:sz w:val="16"/>
                <w:szCs w:val="16"/>
              </w:rPr>
            </w:pPr>
            <w:r w:rsidRPr="00553C8A">
              <w:rPr>
                <w:rFonts w:ascii="Arial" w:hAnsi="Arial" w:cs="Arial"/>
                <w:sz w:val="16"/>
                <w:szCs w:val="16"/>
              </w:rPr>
              <w:t>Introduction of V2V into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20F17E"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7B79326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BF48AB" w14:textId="77777777" w:rsidR="009B66D7" w:rsidRDefault="009B66D7" w:rsidP="009B66D7">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E53A8EF" w14:textId="77777777" w:rsidR="009B66D7" w:rsidRDefault="009B66D7" w:rsidP="009B66D7">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A848003" w14:textId="77777777" w:rsidR="009B66D7" w:rsidRDefault="009B66D7" w:rsidP="009B66D7">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2FCCDC" w14:textId="77777777" w:rsidR="009B66D7" w:rsidRDefault="009B66D7" w:rsidP="009B66D7">
            <w:pPr>
              <w:spacing w:after="0"/>
              <w:jc w:val="center"/>
              <w:rPr>
                <w:rFonts w:ascii="Arial" w:hAnsi="Arial" w:cs="Arial"/>
                <w:sz w:val="16"/>
                <w:szCs w:val="16"/>
              </w:rPr>
            </w:pPr>
            <w:r>
              <w:rPr>
                <w:rFonts w:ascii="Arial" w:hAnsi="Arial" w:cs="Arial"/>
                <w:sz w:val="16"/>
                <w:szCs w:val="16"/>
              </w:rPr>
              <w:t>0747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CD2B843" w14:textId="77777777" w:rsidR="009B66D7" w:rsidRDefault="009B66D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F3BFDA" w14:textId="77777777" w:rsidR="009B66D7" w:rsidRDefault="009B66D7"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413DC0B" w14:textId="77777777" w:rsidR="009B66D7" w:rsidRPr="00CD45AB" w:rsidRDefault="009B66D7" w:rsidP="005963B6">
            <w:pPr>
              <w:spacing w:after="0"/>
              <w:rPr>
                <w:rFonts w:ascii="Arial" w:hAnsi="Arial" w:cs="Arial"/>
                <w:sz w:val="16"/>
                <w:szCs w:val="16"/>
              </w:rPr>
            </w:pPr>
            <w:r w:rsidRPr="009B66D7">
              <w:rPr>
                <w:rFonts w:ascii="Arial" w:hAnsi="Arial" w:cs="Arial"/>
                <w:sz w:val="16"/>
                <w:szCs w:val="16"/>
              </w:rPr>
              <w:t>Correction on the determination of NPDCCH candidates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ED87A2" w14:textId="77777777" w:rsidR="009B66D7" w:rsidRDefault="009B66D7" w:rsidP="009B66D7">
            <w:pPr>
              <w:pStyle w:val="TAC"/>
              <w:jc w:val="left"/>
              <w:rPr>
                <w:snapToGrid w:val="0"/>
                <w:sz w:val="16"/>
                <w:szCs w:val="16"/>
              </w:rPr>
            </w:pPr>
            <w:r>
              <w:rPr>
                <w:snapToGrid w:val="0"/>
                <w:sz w:val="16"/>
                <w:szCs w:val="16"/>
              </w:rPr>
              <w:t>14.1.0</w:t>
            </w:r>
          </w:p>
        </w:tc>
      </w:tr>
      <w:tr w:rsidR="005F131A" w:rsidRPr="006B0D02" w14:paraId="0EEF653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90AB55" w14:textId="77777777" w:rsidR="005F131A" w:rsidRDefault="005F131A"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009C202" w14:textId="77777777" w:rsidR="005F131A" w:rsidRDefault="005F131A"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649061" w14:textId="77777777" w:rsidR="005F131A" w:rsidRDefault="005F131A" w:rsidP="005F131A">
            <w:pPr>
              <w:spacing w:after="0"/>
              <w:jc w:val="center"/>
              <w:rPr>
                <w:rFonts w:ascii="Arial" w:hAnsi="Arial" w:cs="Arial"/>
                <w:sz w:val="16"/>
                <w:szCs w:val="16"/>
              </w:rPr>
            </w:pPr>
            <w:r>
              <w:rPr>
                <w:rFonts w:ascii="Arial" w:hAnsi="Arial" w:cs="Arial"/>
                <w:sz w:val="16"/>
                <w:szCs w:val="16"/>
              </w:rPr>
              <w:t>RP-162362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03C848" w14:textId="77777777" w:rsidR="005F131A" w:rsidRDefault="005F131A" w:rsidP="005F131A">
            <w:pPr>
              <w:spacing w:after="0"/>
              <w:jc w:val="center"/>
              <w:rPr>
                <w:rFonts w:ascii="Arial" w:hAnsi="Arial" w:cs="Arial"/>
                <w:sz w:val="16"/>
                <w:szCs w:val="16"/>
              </w:rPr>
            </w:pPr>
            <w:r>
              <w:rPr>
                <w:rFonts w:ascii="Arial" w:hAnsi="Arial" w:cs="Arial"/>
                <w:sz w:val="16"/>
                <w:szCs w:val="16"/>
              </w:rPr>
              <w:t>0748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E275357" w14:textId="77777777" w:rsidR="005F131A" w:rsidRDefault="005F131A"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B4FAA3" w14:textId="77777777" w:rsidR="005F131A" w:rsidRDefault="005F131A" w:rsidP="005963B6">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B00045F" w14:textId="77777777" w:rsidR="005F131A" w:rsidRPr="00CD45AB" w:rsidRDefault="005F131A" w:rsidP="005963B6">
            <w:pPr>
              <w:spacing w:after="0"/>
              <w:rPr>
                <w:rFonts w:ascii="Arial" w:hAnsi="Arial" w:cs="Arial"/>
                <w:sz w:val="16"/>
                <w:szCs w:val="16"/>
              </w:rPr>
            </w:pPr>
            <w:r w:rsidRPr="005F131A">
              <w:rPr>
                <w:rFonts w:ascii="Arial" w:hAnsi="Arial" w:cs="Arial"/>
                <w:sz w:val="16"/>
                <w:szCs w:val="16"/>
              </w:rPr>
              <w:t xml:space="preserve">Introduction of </w:t>
            </w:r>
            <w:proofErr w:type="spellStart"/>
            <w:r w:rsidRPr="005F131A">
              <w:rPr>
                <w:rFonts w:ascii="Arial" w:hAnsi="Arial" w:cs="Arial"/>
                <w:sz w:val="16"/>
                <w:szCs w:val="16"/>
              </w:rPr>
              <w:t>RACHless</w:t>
            </w:r>
            <w:proofErr w:type="spellEnd"/>
            <w:r w:rsidRPr="005F131A">
              <w:rPr>
                <w:rFonts w:ascii="Arial" w:hAnsi="Arial" w:cs="Arial"/>
                <w:sz w:val="16"/>
                <w:szCs w:val="16"/>
              </w:rPr>
              <w:t xml:space="preserve"> handover for Further mobility enhancement in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B4A374" w14:textId="77777777" w:rsidR="005F131A" w:rsidRDefault="005F131A" w:rsidP="005963B6">
            <w:pPr>
              <w:pStyle w:val="TAC"/>
              <w:jc w:val="left"/>
              <w:rPr>
                <w:snapToGrid w:val="0"/>
                <w:sz w:val="16"/>
                <w:szCs w:val="16"/>
              </w:rPr>
            </w:pPr>
            <w:r>
              <w:rPr>
                <w:snapToGrid w:val="0"/>
                <w:sz w:val="16"/>
                <w:szCs w:val="16"/>
              </w:rPr>
              <w:t>14.1.0</w:t>
            </w:r>
          </w:p>
        </w:tc>
      </w:tr>
      <w:tr w:rsidR="00133A3D" w:rsidRPr="006B0D02" w14:paraId="6F5C89C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09F0A8" w14:textId="77777777" w:rsidR="00133A3D" w:rsidRDefault="00133A3D"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5620711" w14:textId="77777777" w:rsidR="00133A3D" w:rsidRDefault="00133A3D"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CB5ED31" w14:textId="77777777" w:rsidR="00133A3D" w:rsidRDefault="00133A3D" w:rsidP="00133A3D">
            <w:pPr>
              <w:spacing w:after="0"/>
              <w:jc w:val="center"/>
              <w:rPr>
                <w:rFonts w:ascii="Arial" w:hAnsi="Arial" w:cs="Arial"/>
                <w:sz w:val="16"/>
                <w:szCs w:val="16"/>
              </w:rPr>
            </w:pPr>
            <w:r>
              <w:rPr>
                <w:rFonts w:ascii="Arial" w:hAnsi="Arial" w:cs="Arial"/>
                <w:sz w:val="16"/>
                <w:szCs w:val="16"/>
              </w:rPr>
              <w:t>RP-162356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595EB8" w14:textId="77777777" w:rsidR="00133A3D" w:rsidRDefault="00133A3D" w:rsidP="00133A3D">
            <w:pPr>
              <w:spacing w:after="0"/>
              <w:jc w:val="center"/>
              <w:rPr>
                <w:rFonts w:ascii="Arial" w:hAnsi="Arial" w:cs="Arial"/>
                <w:sz w:val="16"/>
                <w:szCs w:val="16"/>
              </w:rPr>
            </w:pPr>
            <w:r>
              <w:rPr>
                <w:rFonts w:ascii="Arial" w:hAnsi="Arial" w:cs="Arial"/>
                <w:sz w:val="16"/>
                <w:szCs w:val="16"/>
              </w:rPr>
              <w:t>0757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193A497" w14:textId="77777777" w:rsidR="00133A3D" w:rsidRDefault="00133A3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1E1656" w14:textId="77777777" w:rsidR="00133A3D" w:rsidRDefault="00133A3D"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54BC725" w14:textId="77777777" w:rsidR="00133A3D" w:rsidRPr="00CD45AB" w:rsidRDefault="00133A3D" w:rsidP="005963B6">
            <w:pPr>
              <w:spacing w:after="0"/>
              <w:rPr>
                <w:rFonts w:ascii="Arial" w:hAnsi="Arial" w:cs="Arial"/>
                <w:sz w:val="16"/>
                <w:szCs w:val="16"/>
              </w:rPr>
            </w:pPr>
            <w:r w:rsidRPr="00133A3D">
              <w:rPr>
                <w:rFonts w:ascii="Arial" w:hAnsi="Arial" w:cs="Arial"/>
                <w:sz w:val="16"/>
                <w:szCs w:val="16"/>
              </w:rPr>
              <w:t>Correction to PUCCH reporting mode 2-1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23B17B" w14:textId="77777777" w:rsidR="00133A3D" w:rsidRDefault="00133A3D" w:rsidP="005963B6">
            <w:pPr>
              <w:pStyle w:val="TAC"/>
              <w:jc w:val="left"/>
              <w:rPr>
                <w:snapToGrid w:val="0"/>
                <w:sz w:val="16"/>
                <w:szCs w:val="16"/>
              </w:rPr>
            </w:pPr>
            <w:r>
              <w:rPr>
                <w:snapToGrid w:val="0"/>
                <w:sz w:val="16"/>
                <w:szCs w:val="16"/>
              </w:rPr>
              <w:t>14.1.0</w:t>
            </w:r>
          </w:p>
        </w:tc>
      </w:tr>
      <w:tr w:rsidR="009B657E" w:rsidRPr="006B0D02" w14:paraId="3BA02D6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1DBBA8" w14:textId="77777777" w:rsidR="009B657E" w:rsidRDefault="009B657E"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B4F054" w14:textId="77777777" w:rsidR="009B657E" w:rsidRDefault="009B657E"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748741" w14:textId="77777777" w:rsidR="009B657E" w:rsidRDefault="009B657E" w:rsidP="005963B6">
            <w:pPr>
              <w:spacing w:after="0"/>
              <w:jc w:val="center"/>
              <w:rPr>
                <w:rFonts w:ascii="Arial" w:hAnsi="Arial" w:cs="Arial"/>
                <w:sz w:val="16"/>
                <w:szCs w:val="16"/>
              </w:rPr>
            </w:pPr>
            <w:r>
              <w:rPr>
                <w:rFonts w:ascii="Arial" w:hAnsi="Arial" w:cs="Arial"/>
                <w:sz w:val="16"/>
                <w:szCs w:val="16"/>
              </w:rPr>
              <w:t>RP-162356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75A00E" w14:textId="77777777" w:rsidR="009B657E" w:rsidRDefault="009B657E" w:rsidP="009B657E">
            <w:pPr>
              <w:spacing w:after="0"/>
              <w:jc w:val="center"/>
              <w:rPr>
                <w:rFonts w:ascii="Arial" w:hAnsi="Arial" w:cs="Arial"/>
                <w:sz w:val="16"/>
                <w:szCs w:val="16"/>
              </w:rPr>
            </w:pPr>
            <w:r>
              <w:rPr>
                <w:rFonts w:ascii="Arial" w:hAnsi="Arial" w:cs="Arial"/>
                <w:sz w:val="16"/>
                <w:szCs w:val="16"/>
              </w:rPr>
              <w:t>0758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78A11F4" w14:textId="77777777" w:rsidR="009B657E" w:rsidRDefault="009B657E"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DF8173" w14:textId="77777777" w:rsidR="009B657E" w:rsidRDefault="009B657E"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7760162" w14:textId="77777777" w:rsidR="009B657E" w:rsidRPr="00CD45AB" w:rsidRDefault="009B657E" w:rsidP="009B657E">
            <w:pPr>
              <w:spacing w:after="0"/>
              <w:rPr>
                <w:rFonts w:ascii="Arial" w:hAnsi="Arial" w:cs="Arial"/>
                <w:sz w:val="16"/>
                <w:szCs w:val="16"/>
              </w:rPr>
            </w:pPr>
            <w:r w:rsidRPr="00133A3D">
              <w:rPr>
                <w:rFonts w:ascii="Arial" w:hAnsi="Arial" w:cs="Arial"/>
                <w:sz w:val="16"/>
                <w:szCs w:val="16"/>
              </w:rPr>
              <w:t xml:space="preserve">Correction to PUCCH reporting mode </w:t>
            </w:r>
            <w:r>
              <w:rPr>
                <w:rFonts w:ascii="Arial" w:hAnsi="Arial" w:cs="Arial"/>
                <w:sz w:val="16"/>
                <w:szCs w:val="16"/>
              </w:rPr>
              <w:t>1</w:t>
            </w:r>
            <w:r w:rsidRPr="00133A3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1FAF98" w14:textId="77777777" w:rsidR="009B657E" w:rsidRDefault="009B657E" w:rsidP="005963B6">
            <w:pPr>
              <w:pStyle w:val="TAC"/>
              <w:jc w:val="left"/>
              <w:rPr>
                <w:snapToGrid w:val="0"/>
                <w:sz w:val="16"/>
                <w:szCs w:val="16"/>
              </w:rPr>
            </w:pPr>
            <w:r>
              <w:rPr>
                <w:snapToGrid w:val="0"/>
                <w:sz w:val="16"/>
                <w:szCs w:val="16"/>
              </w:rPr>
              <w:t>14.1.0</w:t>
            </w:r>
          </w:p>
        </w:tc>
      </w:tr>
      <w:tr w:rsidR="00504E64" w:rsidRPr="006B0D02" w14:paraId="11BB91B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FA20A2" w14:textId="77777777" w:rsidR="00504E64" w:rsidRDefault="00504E64"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8C2AF62" w14:textId="77777777" w:rsidR="00504E64" w:rsidRDefault="00504E64"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CF15D9" w14:textId="77777777" w:rsidR="00504E64" w:rsidRDefault="00504E64" w:rsidP="00504E64">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5F81A" w14:textId="77777777" w:rsidR="00504E64" w:rsidRDefault="00504E64" w:rsidP="005963B6">
            <w:pPr>
              <w:spacing w:after="0"/>
              <w:jc w:val="center"/>
              <w:rPr>
                <w:rFonts w:ascii="Arial" w:hAnsi="Arial" w:cs="Arial"/>
                <w:sz w:val="16"/>
                <w:szCs w:val="16"/>
              </w:rPr>
            </w:pPr>
            <w:r>
              <w:rPr>
                <w:rFonts w:ascii="Arial" w:hAnsi="Arial" w:cs="Arial"/>
                <w:sz w:val="16"/>
                <w:szCs w:val="16"/>
              </w:rPr>
              <w:t>0759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C8BE838" w14:textId="77777777" w:rsidR="00504E64" w:rsidRDefault="00504E6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587FF6" w14:textId="77777777" w:rsidR="00504E64" w:rsidRDefault="00504E64"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31F57C" w14:textId="77777777" w:rsidR="00504E64" w:rsidRPr="00CD45AB" w:rsidRDefault="00504E64" w:rsidP="005963B6">
            <w:pPr>
              <w:spacing w:after="0"/>
              <w:rPr>
                <w:rFonts w:ascii="Arial" w:hAnsi="Arial" w:cs="Arial"/>
                <w:sz w:val="16"/>
                <w:szCs w:val="16"/>
              </w:rPr>
            </w:pPr>
            <w:r w:rsidRPr="00504E64">
              <w:rPr>
                <w:rFonts w:ascii="Arial" w:hAnsi="Arial" w:cs="Arial"/>
                <w:sz w:val="16"/>
                <w:szCs w:val="16"/>
              </w:rPr>
              <w:t>Correction on UL grant reception in ending partial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A345DB" w14:textId="77777777" w:rsidR="00504E64" w:rsidRDefault="00504E64" w:rsidP="005963B6">
            <w:pPr>
              <w:pStyle w:val="TAC"/>
              <w:jc w:val="left"/>
              <w:rPr>
                <w:snapToGrid w:val="0"/>
                <w:sz w:val="16"/>
                <w:szCs w:val="16"/>
              </w:rPr>
            </w:pPr>
            <w:r>
              <w:rPr>
                <w:snapToGrid w:val="0"/>
                <w:sz w:val="16"/>
                <w:szCs w:val="16"/>
              </w:rPr>
              <w:t>14.1.0</w:t>
            </w:r>
          </w:p>
        </w:tc>
      </w:tr>
      <w:tr w:rsidR="00600A7A" w:rsidRPr="006B0D02" w14:paraId="12229B8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D0F071" w14:textId="77777777" w:rsidR="00600A7A" w:rsidRDefault="00600A7A"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1A50148" w14:textId="77777777" w:rsidR="00600A7A" w:rsidRDefault="00600A7A"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22F0605" w14:textId="77777777" w:rsidR="00600A7A" w:rsidRDefault="00600A7A"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069FA5" w14:textId="77777777" w:rsidR="00600A7A" w:rsidRDefault="00600A7A" w:rsidP="00600A7A">
            <w:pPr>
              <w:spacing w:after="0"/>
              <w:jc w:val="center"/>
              <w:rPr>
                <w:rFonts w:ascii="Arial" w:hAnsi="Arial" w:cs="Arial"/>
                <w:sz w:val="16"/>
                <w:szCs w:val="16"/>
              </w:rPr>
            </w:pPr>
            <w:r>
              <w:rPr>
                <w:rFonts w:ascii="Arial" w:hAnsi="Arial" w:cs="Arial"/>
                <w:sz w:val="16"/>
                <w:szCs w:val="16"/>
              </w:rPr>
              <w:t>0760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6274EC3" w14:textId="77777777" w:rsidR="00600A7A" w:rsidRDefault="00600A7A"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05762B" w14:textId="77777777" w:rsidR="00600A7A" w:rsidRDefault="00600A7A"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593159B" w14:textId="77777777" w:rsidR="00600A7A" w:rsidRPr="00CD45AB" w:rsidRDefault="00600A7A" w:rsidP="005963B6">
            <w:pPr>
              <w:spacing w:after="0"/>
              <w:rPr>
                <w:rFonts w:ascii="Arial" w:hAnsi="Arial" w:cs="Arial"/>
                <w:sz w:val="16"/>
                <w:szCs w:val="16"/>
              </w:rPr>
            </w:pPr>
            <w:r w:rsidRPr="00600A7A">
              <w:rPr>
                <w:rFonts w:ascii="Arial" w:hAnsi="Arial" w:cs="Arial"/>
                <w:sz w:val="16"/>
                <w:szCs w:val="16"/>
              </w:rPr>
              <w:t>Correction on UL burst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B0A7D0" w14:textId="77777777" w:rsidR="00600A7A" w:rsidRDefault="00600A7A" w:rsidP="005963B6">
            <w:pPr>
              <w:pStyle w:val="TAC"/>
              <w:jc w:val="left"/>
              <w:rPr>
                <w:snapToGrid w:val="0"/>
                <w:sz w:val="16"/>
                <w:szCs w:val="16"/>
              </w:rPr>
            </w:pPr>
            <w:r>
              <w:rPr>
                <w:snapToGrid w:val="0"/>
                <w:sz w:val="16"/>
                <w:szCs w:val="16"/>
              </w:rPr>
              <w:t>14.1.0</w:t>
            </w:r>
          </w:p>
        </w:tc>
      </w:tr>
      <w:tr w:rsidR="00AF36F8" w:rsidRPr="006B0D02" w14:paraId="5DECC65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B4352C" w14:textId="77777777" w:rsidR="00AF36F8" w:rsidRDefault="00AF36F8"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68B141" w14:textId="77777777" w:rsidR="00AF36F8" w:rsidRDefault="00AF36F8"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B64BD0A" w14:textId="77777777" w:rsidR="00AF36F8" w:rsidRDefault="00AF36F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B50BD7" w14:textId="77777777" w:rsidR="00AF36F8" w:rsidRDefault="00AF36F8" w:rsidP="00AF36F8">
            <w:pPr>
              <w:spacing w:after="0"/>
              <w:jc w:val="center"/>
              <w:rPr>
                <w:rFonts w:ascii="Arial" w:hAnsi="Arial" w:cs="Arial"/>
                <w:sz w:val="16"/>
                <w:szCs w:val="16"/>
              </w:rPr>
            </w:pPr>
            <w:r>
              <w:rPr>
                <w:rFonts w:ascii="Arial" w:hAnsi="Arial" w:cs="Arial"/>
                <w:sz w:val="16"/>
                <w:szCs w:val="16"/>
              </w:rPr>
              <w:t>0761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693FD77" w14:textId="77777777" w:rsidR="00AF36F8" w:rsidRDefault="00AF36F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6F8736" w14:textId="77777777" w:rsidR="00AF36F8" w:rsidRDefault="00AF36F8"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FA2F94E" w14:textId="77777777" w:rsidR="00AF36F8" w:rsidRPr="00CD45AB" w:rsidRDefault="00AF36F8" w:rsidP="005963B6">
            <w:pPr>
              <w:spacing w:after="0"/>
              <w:rPr>
                <w:rFonts w:ascii="Arial" w:hAnsi="Arial" w:cs="Arial"/>
                <w:sz w:val="16"/>
                <w:szCs w:val="16"/>
              </w:rPr>
            </w:pPr>
            <w:r w:rsidRPr="00AF36F8">
              <w:rPr>
                <w:rFonts w:ascii="Arial" w:hAnsi="Arial" w:cs="Arial"/>
                <w:sz w:val="16"/>
                <w:szCs w:val="16"/>
              </w:rPr>
              <w:t xml:space="preserve">CR on PHICH operation for </w:t>
            </w:r>
            <w:proofErr w:type="spellStart"/>
            <w:r w:rsidRPr="00AF36F8">
              <w:rPr>
                <w:rFonts w:ascii="Arial" w:hAnsi="Arial" w:cs="Arial"/>
                <w:sz w:val="16"/>
                <w:szCs w:val="16"/>
              </w:rPr>
              <w:t>eLAA</w:t>
            </w:r>
            <w:proofErr w:type="spellEnd"/>
            <w:r w:rsidRPr="00AF36F8">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432B9B" w14:textId="77777777" w:rsidR="00AF36F8" w:rsidRDefault="00AF36F8" w:rsidP="005963B6">
            <w:pPr>
              <w:pStyle w:val="TAC"/>
              <w:jc w:val="left"/>
              <w:rPr>
                <w:snapToGrid w:val="0"/>
                <w:sz w:val="16"/>
                <w:szCs w:val="16"/>
              </w:rPr>
            </w:pPr>
            <w:r>
              <w:rPr>
                <w:snapToGrid w:val="0"/>
                <w:sz w:val="16"/>
                <w:szCs w:val="16"/>
              </w:rPr>
              <w:t>14.1.0</w:t>
            </w:r>
          </w:p>
        </w:tc>
      </w:tr>
      <w:tr w:rsidR="00D84815" w:rsidRPr="006B0D02" w14:paraId="68E11E3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81695E" w14:textId="77777777" w:rsidR="00D84815" w:rsidRDefault="00D84815"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2B427B9" w14:textId="77777777" w:rsidR="00D84815" w:rsidRDefault="00D8481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4649F40" w14:textId="77777777" w:rsidR="00D84815" w:rsidRDefault="00D8481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3E3930" w14:textId="77777777" w:rsidR="00D84815" w:rsidRDefault="00D84815" w:rsidP="00D84815">
            <w:pPr>
              <w:spacing w:after="0"/>
              <w:jc w:val="center"/>
              <w:rPr>
                <w:rFonts w:ascii="Arial" w:hAnsi="Arial" w:cs="Arial"/>
                <w:sz w:val="16"/>
                <w:szCs w:val="16"/>
              </w:rPr>
            </w:pPr>
            <w:r>
              <w:rPr>
                <w:rFonts w:ascii="Arial" w:hAnsi="Arial" w:cs="Arial"/>
                <w:sz w:val="16"/>
                <w:szCs w:val="16"/>
              </w:rPr>
              <w:t>0762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24B63C" w14:textId="77777777" w:rsidR="00D84815" w:rsidRDefault="00D8481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7006CC" w14:textId="77777777" w:rsidR="00D84815" w:rsidRDefault="00D84815"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C18246" w14:textId="77777777" w:rsidR="00D84815" w:rsidRPr="00CD45AB" w:rsidRDefault="00D84815" w:rsidP="005963B6">
            <w:pPr>
              <w:spacing w:after="0"/>
              <w:rPr>
                <w:rFonts w:ascii="Arial" w:hAnsi="Arial" w:cs="Arial"/>
                <w:sz w:val="16"/>
                <w:szCs w:val="16"/>
              </w:rPr>
            </w:pPr>
            <w:r w:rsidRPr="00D84815">
              <w:rPr>
                <w:rFonts w:ascii="Arial" w:hAnsi="Arial" w:cs="Arial"/>
                <w:sz w:val="16"/>
                <w:szCs w:val="16"/>
              </w:rPr>
              <w:t>Correction on handling UL LBT procedure under UE power limited case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AF79D0" w14:textId="77777777" w:rsidR="00D84815" w:rsidRDefault="00D84815" w:rsidP="005963B6">
            <w:pPr>
              <w:pStyle w:val="TAC"/>
              <w:jc w:val="left"/>
              <w:rPr>
                <w:snapToGrid w:val="0"/>
                <w:sz w:val="16"/>
                <w:szCs w:val="16"/>
              </w:rPr>
            </w:pPr>
            <w:r>
              <w:rPr>
                <w:snapToGrid w:val="0"/>
                <w:sz w:val="16"/>
                <w:szCs w:val="16"/>
              </w:rPr>
              <w:t>14.1.0</w:t>
            </w:r>
          </w:p>
        </w:tc>
      </w:tr>
      <w:tr w:rsidR="00DF1E95" w:rsidRPr="006B0D02" w14:paraId="6BBA8C3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11546" w14:textId="77777777" w:rsidR="00DF1E95" w:rsidRDefault="00DF1E95" w:rsidP="005963B6">
            <w:pPr>
              <w:pStyle w:val="TAC"/>
              <w:rPr>
                <w:sz w:val="16"/>
                <w:szCs w:val="16"/>
              </w:rPr>
            </w:pPr>
            <w:r>
              <w:rPr>
                <w:sz w:val="16"/>
                <w:szCs w:val="16"/>
              </w:rPr>
              <w:lastRenderedPageBreak/>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4A9EA7C" w14:textId="77777777" w:rsidR="00DF1E95" w:rsidRDefault="00DF1E9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595588A" w14:textId="77777777" w:rsidR="00DF1E95" w:rsidRDefault="00DF1E95" w:rsidP="00DF1E95">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72502B" w14:textId="77777777" w:rsidR="00DF1E95" w:rsidRDefault="00DF1E95" w:rsidP="00DF1E95">
            <w:pPr>
              <w:spacing w:after="0"/>
              <w:jc w:val="center"/>
              <w:rPr>
                <w:rFonts w:ascii="Arial" w:hAnsi="Arial" w:cs="Arial"/>
                <w:sz w:val="16"/>
                <w:szCs w:val="16"/>
              </w:rPr>
            </w:pPr>
            <w:r>
              <w:rPr>
                <w:rFonts w:ascii="Arial" w:hAnsi="Arial" w:cs="Arial"/>
                <w:sz w:val="16"/>
                <w:szCs w:val="16"/>
              </w:rPr>
              <w:t>0765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57A57A4" w14:textId="77777777" w:rsidR="00DF1E95" w:rsidRDefault="00DF1E9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80F623" w14:textId="77777777" w:rsidR="00DF1E95" w:rsidRDefault="00DF1E95"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6F6219" w14:textId="77777777" w:rsidR="00DF1E95" w:rsidRPr="00CD45AB" w:rsidRDefault="00DF1E95" w:rsidP="005963B6">
            <w:pPr>
              <w:spacing w:after="0"/>
              <w:rPr>
                <w:rFonts w:ascii="Arial" w:hAnsi="Arial" w:cs="Arial"/>
                <w:sz w:val="16"/>
                <w:szCs w:val="16"/>
              </w:rPr>
            </w:pPr>
            <w:r w:rsidRPr="00DF1E95">
              <w:rPr>
                <w:rFonts w:ascii="Arial" w:hAnsi="Arial" w:cs="Arial"/>
                <w:sz w:val="16"/>
                <w:szCs w:val="16"/>
              </w:rPr>
              <w:t>Clarification on spectral efficiency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133A90" w14:textId="77777777" w:rsidR="00DF1E95" w:rsidRDefault="00DF1E95" w:rsidP="005963B6">
            <w:pPr>
              <w:pStyle w:val="TAC"/>
              <w:jc w:val="left"/>
              <w:rPr>
                <w:snapToGrid w:val="0"/>
                <w:sz w:val="16"/>
                <w:szCs w:val="16"/>
              </w:rPr>
            </w:pPr>
            <w:r>
              <w:rPr>
                <w:snapToGrid w:val="0"/>
                <w:sz w:val="16"/>
                <w:szCs w:val="16"/>
              </w:rPr>
              <w:t>14.1.0</w:t>
            </w:r>
          </w:p>
        </w:tc>
      </w:tr>
      <w:tr w:rsidR="0058663A" w:rsidRPr="006B0D02" w14:paraId="28DF658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A1F504" w14:textId="77777777" w:rsidR="0058663A" w:rsidRDefault="0058663A"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6418EF7" w14:textId="77777777" w:rsidR="0058663A" w:rsidRDefault="0058663A"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C1684F4" w14:textId="77777777" w:rsidR="0058663A" w:rsidRDefault="0058663A"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F75BB4" w14:textId="77777777" w:rsidR="0058663A" w:rsidRDefault="0058663A" w:rsidP="0058663A">
            <w:pPr>
              <w:spacing w:after="0"/>
              <w:jc w:val="center"/>
              <w:rPr>
                <w:rFonts w:ascii="Arial" w:hAnsi="Arial" w:cs="Arial"/>
                <w:sz w:val="16"/>
                <w:szCs w:val="16"/>
              </w:rPr>
            </w:pPr>
            <w:r>
              <w:rPr>
                <w:rFonts w:ascii="Arial" w:hAnsi="Arial" w:cs="Arial"/>
                <w:sz w:val="16"/>
                <w:szCs w:val="16"/>
              </w:rPr>
              <w:t>0766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860B25" w14:textId="77777777" w:rsidR="0058663A" w:rsidRDefault="0058663A"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663C91" w14:textId="77777777" w:rsidR="0058663A" w:rsidRDefault="0058663A"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2E7460" w14:textId="77777777" w:rsidR="0058663A" w:rsidRPr="00CD45AB" w:rsidRDefault="0058663A" w:rsidP="005963B6">
            <w:pPr>
              <w:spacing w:after="0"/>
              <w:rPr>
                <w:rFonts w:ascii="Arial" w:hAnsi="Arial" w:cs="Arial"/>
                <w:sz w:val="16"/>
                <w:szCs w:val="16"/>
              </w:rPr>
            </w:pPr>
            <w:r w:rsidRPr="0058663A">
              <w:rPr>
                <w:rFonts w:ascii="Arial" w:hAnsi="Arial" w:cs="Arial"/>
                <w:sz w:val="16"/>
                <w:szCs w:val="16"/>
              </w:rPr>
              <w:t>Aperiodic CSI without MPDCCH frequency hopping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33375A" w14:textId="77777777" w:rsidR="0058663A" w:rsidRDefault="0058663A" w:rsidP="005963B6">
            <w:pPr>
              <w:pStyle w:val="TAC"/>
              <w:jc w:val="left"/>
              <w:rPr>
                <w:snapToGrid w:val="0"/>
                <w:sz w:val="16"/>
                <w:szCs w:val="16"/>
              </w:rPr>
            </w:pPr>
            <w:r>
              <w:rPr>
                <w:snapToGrid w:val="0"/>
                <w:sz w:val="16"/>
                <w:szCs w:val="16"/>
              </w:rPr>
              <w:t>14.1.0</w:t>
            </w:r>
          </w:p>
        </w:tc>
      </w:tr>
      <w:tr w:rsidR="00DD701B" w:rsidRPr="006B0D02" w14:paraId="4A73D68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4743EA" w14:textId="77777777" w:rsidR="00DD701B" w:rsidRDefault="00DD701B"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205273F" w14:textId="77777777" w:rsidR="00DD701B" w:rsidRDefault="00DD701B"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BF816B" w14:textId="77777777" w:rsidR="00DD701B" w:rsidRDefault="00DD701B"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D49E12" w14:textId="77777777" w:rsidR="00DD701B" w:rsidRDefault="00DD701B" w:rsidP="00DD701B">
            <w:pPr>
              <w:spacing w:after="0"/>
              <w:jc w:val="center"/>
              <w:rPr>
                <w:rFonts w:ascii="Arial" w:hAnsi="Arial" w:cs="Arial"/>
                <w:sz w:val="16"/>
                <w:szCs w:val="16"/>
              </w:rPr>
            </w:pPr>
            <w:r>
              <w:rPr>
                <w:rFonts w:ascii="Arial" w:hAnsi="Arial" w:cs="Arial"/>
                <w:sz w:val="16"/>
                <w:szCs w:val="16"/>
              </w:rPr>
              <w:t>0768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AC0D4DB" w14:textId="77777777" w:rsidR="00DD701B" w:rsidRDefault="00DD701B"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B2B7DE" w14:textId="77777777" w:rsidR="00DD701B" w:rsidRDefault="00DD701B"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447F1D" w14:textId="77777777" w:rsidR="00DD701B" w:rsidRPr="00CD45AB" w:rsidRDefault="00DD701B" w:rsidP="005963B6">
            <w:pPr>
              <w:spacing w:after="0"/>
              <w:rPr>
                <w:rFonts w:ascii="Arial" w:hAnsi="Arial" w:cs="Arial"/>
                <w:sz w:val="16"/>
                <w:szCs w:val="16"/>
              </w:rPr>
            </w:pPr>
            <w:r w:rsidRPr="00DD701B">
              <w:rPr>
                <w:rFonts w:ascii="Arial" w:hAnsi="Arial" w:cs="Arial"/>
                <w:sz w:val="16"/>
                <w:szCs w:val="16"/>
              </w:rPr>
              <w:t>Correction on equation for MPDCCH search space and starting subframe position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CD4F9B" w14:textId="77777777" w:rsidR="00DD701B" w:rsidRDefault="00DD701B" w:rsidP="005963B6">
            <w:pPr>
              <w:pStyle w:val="TAC"/>
              <w:jc w:val="left"/>
              <w:rPr>
                <w:snapToGrid w:val="0"/>
                <w:sz w:val="16"/>
                <w:szCs w:val="16"/>
              </w:rPr>
            </w:pPr>
            <w:r>
              <w:rPr>
                <w:snapToGrid w:val="0"/>
                <w:sz w:val="16"/>
                <w:szCs w:val="16"/>
              </w:rPr>
              <w:t>14.1.0</w:t>
            </w:r>
          </w:p>
        </w:tc>
      </w:tr>
      <w:tr w:rsidR="00493BE9" w:rsidRPr="006B0D02" w14:paraId="5F09DFB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F913F7" w14:textId="77777777" w:rsidR="00493BE9" w:rsidRDefault="00493BE9"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67FC34B" w14:textId="77777777" w:rsidR="00493BE9" w:rsidRDefault="00493BE9"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E7408E9" w14:textId="77777777" w:rsidR="00493BE9" w:rsidRDefault="00493BE9"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86A55D" w14:textId="77777777" w:rsidR="00493BE9" w:rsidRDefault="00493BE9" w:rsidP="00493BE9">
            <w:pPr>
              <w:spacing w:after="0"/>
              <w:jc w:val="center"/>
              <w:rPr>
                <w:rFonts w:ascii="Arial" w:hAnsi="Arial" w:cs="Arial"/>
                <w:sz w:val="16"/>
                <w:szCs w:val="16"/>
              </w:rPr>
            </w:pPr>
            <w:r>
              <w:rPr>
                <w:rFonts w:ascii="Arial" w:hAnsi="Arial" w:cs="Arial"/>
                <w:sz w:val="16"/>
                <w:szCs w:val="16"/>
              </w:rPr>
              <w:t>0771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C82CF01" w14:textId="77777777" w:rsidR="00493BE9" w:rsidRDefault="00493BE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4C3A9F" w14:textId="77777777" w:rsidR="00493BE9" w:rsidRDefault="00493BE9"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71B6C2" w14:textId="77777777" w:rsidR="00493BE9" w:rsidRPr="00CD45AB" w:rsidRDefault="00493BE9" w:rsidP="005963B6">
            <w:pPr>
              <w:spacing w:after="0"/>
              <w:rPr>
                <w:rFonts w:ascii="Arial" w:hAnsi="Arial" w:cs="Arial"/>
                <w:sz w:val="16"/>
                <w:szCs w:val="16"/>
              </w:rPr>
            </w:pPr>
            <w:r w:rsidRPr="00493BE9">
              <w:rPr>
                <w:rFonts w:ascii="Arial" w:hAnsi="Arial" w:cs="Arial"/>
                <w:sz w:val="16"/>
                <w:szCs w:val="16"/>
              </w:rPr>
              <w:t>Clarification of number of repetitions of PUCCH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7D17E1" w14:textId="77777777" w:rsidR="00493BE9" w:rsidRDefault="00493BE9" w:rsidP="005963B6">
            <w:pPr>
              <w:pStyle w:val="TAC"/>
              <w:jc w:val="left"/>
              <w:rPr>
                <w:snapToGrid w:val="0"/>
                <w:sz w:val="16"/>
                <w:szCs w:val="16"/>
              </w:rPr>
            </w:pPr>
            <w:r>
              <w:rPr>
                <w:snapToGrid w:val="0"/>
                <w:sz w:val="16"/>
                <w:szCs w:val="16"/>
              </w:rPr>
              <w:t>14.1.0</w:t>
            </w:r>
          </w:p>
        </w:tc>
      </w:tr>
      <w:tr w:rsidR="005F7D39" w:rsidRPr="006B0D02" w14:paraId="76B5F79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D751AF" w14:textId="77777777" w:rsidR="005F7D39" w:rsidRDefault="005F7D39"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7656BE3" w14:textId="77777777" w:rsidR="005F7D39" w:rsidRDefault="005F7D39"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8E8979E" w14:textId="77777777" w:rsidR="005F7D39" w:rsidRDefault="005F7D39" w:rsidP="005F7D39">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0D4C0E" w14:textId="77777777" w:rsidR="005F7D39" w:rsidRDefault="005F7D39" w:rsidP="005F7D39">
            <w:pPr>
              <w:spacing w:after="0"/>
              <w:jc w:val="center"/>
              <w:rPr>
                <w:rFonts w:ascii="Arial" w:hAnsi="Arial" w:cs="Arial"/>
                <w:sz w:val="16"/>
                <w:szCs w:val="16"/>
              </w:rPr>
            </w:pPr>
            <w:r>
              <w:rPr>
                <w:rFonts w:ascii="Arial" w:hAnsi="Arial" w:cs="Arial"/>
                <w:sz w:val="16"/>
                <w:szCs w:val="16"/>
              </w:rPr>
              <w:t>0772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2BB61C" w14:textId="77777777" w:rsidR="005F7D39" w:rsidRDefault="005F7D3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F64849" w14:textId="77777777" w:rsidR="005F7D39" w:rsidRDefault="005F7D39"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3FD284" w14:textId="77777777" w:rsidR="005F7D39" w:rsidRPr="00CD45AB" w:rsidRDefault="005F7D39" w:rsidP="005963B6">
            <w:pPr>
              <w:spacing w:after="0"/>
              <w:rPr>
                <w:rFonts w:ascii="Arial" w:hAnsi="Arial" w:cs="Arial"/>
                <w:sz w:val="16"/>
                <w:szCs w:val="16"/>
              </w:rPr>
            </w:pPr>
            <w:r w:rsidRPr="005F7D39">
              <w:rPr>
                <w:rFonts w:ascii="Arial" w:hAnsi="Arial" w:cs="Arial"/>
                <w:sz w:val="16"/>
                <w:szCs w:val="16"/>
              </w:rPr>
              <w:t xml:space="preserve">Clarification on </w:t>
            </w:r>
            <w:proofErr w:type="spellStart"/>
            <w:r w:rsidRPr="005F7D39">
              <w:rPr>
                <w:rFonts w:ascii="Arial" w:hAnsi="Arial" w:cs="Arial"/>
                <w:sz w:val="16"/>
                <w:szCs w:val="16"/>
              </w:rPr>
              <w:t>nrs</w:t>
            </w:r>
            <w:proofErr w:type="spellEnd"/>
            <w:r w:rsidRPr="005F7D39">
              <w:rPr>
                <w:rFonts w:ascii="Arial" w:hAnsi="Arial" w:cs="Arial"/>
                <w:sz w:val="16"/>
                <w:szCs w:val="16"/>
              </w:rPr>
              <w:t>-Power related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7BDC0F" w14:textId="77777777" w:rsidR="005F7D39" w:rsidRDefault="005F7D39" w:rsidP="005963B6">
            <w:pPr>
              <w:pStyle w:val="TAC"/>
              <w:jc w:val="left"/>
              <w:rPr>
                <w:snapToGrid w:val="0"/>
                <w:sz w:val="16"/>
                <w:szCs w:val="16"/>
              </w:rPr>
            </w:pPr>
            <w:r>
              <w:rPr>
                <w:snapToGrid w:val="0"/>
                <w:sz w:val="16"/>
                <w:szCs w:val="16"/>
              </w:rPr>
              <w:t>14.1.0</w:t>
            </w:r>
          </w:p>
        </w:tc>
      </w:tr>
      <w:tr w:rsidR="00102F0D" w:rsidRPr="006B0D02" w14:paraId="1D8DE18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E7B139" w14:textId="77777777" w:rsidR="00102F0D" w:rsidRDefault="00102F0D"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C86A40E" w14:textId="77777777" w:rsidR="00102F0D" w:rsidRDefault="00102F0D"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450B0CF" w14:textId="77777777" w:rsidR="00102F0D" w:rsidRDefault="00102F0D" w:rsidP="00102F0D">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9BDBA1" w14:textId="77777777" w:rsidR="00102F0D" w:rsidRDefault="00102F0D" w:rsidP="00102F0D">
            <w:pPr>
              <w:spacing w:after="0"/>
              <w:jc w:val="center"/>
              <w:rPr>
                <w:rFonts w:ascii="Arial" w:hAnsi="Arial" w:cs="Arial"/>
                <w:sz w:val="16"/>
                <w:szCs w:val="16"/>
              </w:rPr>
            </w:pPr>
            <w:r>
              <w:rPr>
                <w:rFonts w:ascii="Arial" w:hAnsi="Arial" w:cs="Arial"/>
                <w:sz w:val="16"/>
                <w:szCs w:val="16"/>
              </w:rPr>
              <w:t>0773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4456E95" w14:textId="77777777" w:rsidR="00102F0D" w:rsidRDefault="00102F0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AFFB5B" w14:textId="77777777" w:rsidR="00102F0D" w:rsidRDefault="00102F0D"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84AB8DC" w14:textId="77777777" w:rsidR="00102F0D" w:rsidRPr="00CD45AB" w:rsidRDefault="00102F0D" w:rsidP="005963B6">
            <w:pPr>
              <w:spacing w:after="0"/>
              <w:rPr>
                <w:rFonts w:ascii="Arial" w:hAnsi="Arial" w:cs="Arial"/>
                <w:sz w:val="16"/>
                <w:szCs w:val="16"/>
              </w:rPr>
            </w:pPr>
            <w:r w:rsidRPr="00102F0D">
              <w:rPr>
                <w:rFonts w:ascii="Arial" w:hAnsi="Arial" w:cs="Arial"/>
                <w:sz w:val="16"/>
                <w:szCs w:val="16"/>
              </w:rPr>
              <w:t>Removal of LAA DRS channel access from UL Type 2 Channel Access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A2B1DB" w14:textId="77777777" w:rsidR="00102F0D" w:rsidRDefault="00102F0D" w:rsidP="005963B6">
            <w:pPr>
              <w:pStyle w:val="TAC"/>
              <w:jc w:val="left"/>
              <w:rPr>
                <w:snapToGrid w:val="0"/>
                <w:sz w:val="16"/>
                <w:szCs w:val="16"/>
              </w:rPr>
            </w:pPr>
            <w:r>
              <w:rPr>
                <w:snapToGrid w:val="0"/>
                <w:sz w:val="16"/>
                <w:szCs w:val="16"/>
              </w:rPr>
              <w:t>14.1.0</w:t>
            </w:r>
          </w:p>
        </w:tc>
      </w:tr>
      <w:tr w:rsidR="00B73E90" w:rsidRPr="006B0D02" w14:paraId="5DF0917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127A2B" w14:textId="77777777" w:rsidR="00B73E90" w:rsidRDefault="00B73E90"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AE5BA4F" w14:textId="77777777" w:rsidR="00B73E90" w:rsidRDefault="00B73E90"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A2937BF" w14:textId="77777777" w:rsidR="00B73E90" w:rsidRDefault="00B73E90"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4C8C6D" w14:textId="77777777" w:rsidR="00B73E90" w:rsidRDefault="00B73E90" w:rsidP="00B73E90">
            <w:pPr>
              <w:spacing w:after="0"/>
              <w:jc w:val="center"/>
              <w:rPr>
                <w:rFonts w:ascii="Arial" w:hAnsi="Arial" w:cs="Arial"/>
                <w:sz w:val="16"/>
                <w:szCs w:val="16"/>
              </w:rPr>
            </w:pPr>
            <w:r>
              <w:rPr>
                <w:rFonts w:ascii="Arial" w:hAnsi="Arial" w:cs="Arial"/>
                <w:sz w:val="16"/>
                <w:szCs w:val="16"/>
              </w:rPr>
              <w:t>0774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B41CF8" w14:textId="77777777" w:rsidR="00B73E90" w:rsidRDefault="00B73E90"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C83B1A" w14:textId="77777777" w:rsidR="00B73E90" w:rsidRDefault="00B73E90" w:rsidP="005963B6">
            <w:pPr>
              <w:pStyle w:val="TAC"/>
              <w:rPr>
                <w:sz w:val="16"/>
                <w:szCs w:val="16"/>
              </w:rPr>
            </w:pPr>
            <w:r>
              <w:rPr>
                <w:sz w:val="16"/>
                <w:szCs w:val="16"/>
              </w:rPr>
              <w:t>D</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90023A" w14:textId="77777777" w:rsidR="00B73E90" w:rsidRPr="00CD45AB" w:rsidRDefault="00B73E90" w:rsidP="005963B6">
            <w:pPr>
              <w:spacing w:after="0"/>
              <w:rPr>
                <w:rFonts w:ascii="Arial" w:hAnsi="Arial" w:cs="Arial"/>
                <w:sz w:val="16"/>
                <w:szCs w:val="16"/>
              </w:rPr>
            </w:pPr>
            <w:r w:rsidRPr="00B73E90">
              <w:rPr>
                <w:rFonts w:ascii="Arial" w:hAnsi="Arial" w:cs="Arial"/>
                <w:sz w:val="16"/>
                <w:szCs w:val="16"/>
              </w:rPr>
              <w:t>CR on UL duration and offset field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CB2443B" w14:textId="77777777" w:rsidR="00B73E90" w:rsidRDefault="00B73E90" w:rsidP="005963B6">
            <w:pPr>
              <w:pStyle w:val="TAC"/>
              <w:jc w:val="left"/>
              <w:rPr>
                <w:snapToGrid w:val="0"/>
                <w:sz w:val="16"/>
                <w:szCs w:val="16"/>
              </w:rPr>
            </w:pPr>
            <w:r>
              <w:rPr>
                <w:snapToGrid w:val="0"/>
                <w:sz w:val="16"/>
                <w:szCs w:val="16"/>
              </w:rPr>
              <w:t>14.1.0</w:t>
            </w:r>
          </w:p>
        </w:tc>
      </w:tr>
      <w:tr w:rsidR="00F13B62" w:rsidRPr="006B0D02" w14:paraId="6A11952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09F3DF" w14:textId="77777777" w:rsidR="00F13B62" w:rsidRDefault="00F13B62"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5DDAA33" w14:textId="77777777" w:rsidR="00F13B62" w:rsidRDefault="00F13B62"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3D7277E" w14:textId="77777777" w:rsidR="00F13B62" w:rsidRDefault="00F13B62"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12D2C2" w14:textId="77777777" w:rsidR="00F13B62" w:rsidRDefault="00F13B62" w:rsidP="00F13B62">
            <w:pPr>
              <w:spacing w:after="0"/>
              <w:jc w:val="center"/>
              <w:rPr>
                <w:rFonts w:ascii="Arial" w:hAnsi="Arial" w:cs="Arial"/>
                <w:sz w:val="16"/>
                <w:szCs w:val="16"/>
              </w:rPr>
            </w:pPr>
            <w:r>
              <w:rPr>
                <w:rFonts w:ascii="Arial" w:hAnsi="Arial" w:cs="Arial"/>
                <w:sz w:val="16"/>
                <w:szCs w:val="16"/>
              </w:rPr>
              <w:t>0775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D2C28FA" w14:textId="77777777" w:rsidR="00F13B62" w:rsidRDefault="00F13B62"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2CEA1F" w14:textId="77777777" w:rsidR="00F13B62" w:rsidRDefault="00F13B62"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1E5EF0" w14:textId="77777777" w:rsidR="00F13B62" w:rsidRPr="00CD45AB" w:rsidRDefault="00F13B62" w:rsidP="005963B6">
            <w:pPr>
              <w:spacing w:after="0"/>
              <w:rPr>
                <w:rFonts w:ascii="Arial" w:hAnsi="Arial" w:cs="Arial"/>
                <w:sz w:val="16"/>
                <w:szCs w:val="16"/>
              </w:rPr>
            </w:pPr>
            <w:r w:rsidRPr="00F13B62">
              <w:rPr>
                <w:rFonts w:ascii="Arial" w:hAnsi="Arial" w:cs="Arial"/>
                <w:sz w:val="16"/>
                <w:szCs w:val="16"/>
              </w:rPr>
              <w:t xml:space="preserve">Correction on channel access priority class according to UL LBT type indication in </w:t>
            </w:r>
            <w:proofErr w:type="spellStart"/>
            <w:r w:rsidRPr="00F13B62">
              <w:rPr>
                <w:rFonts w:ascii="Arial" w:hAnsi="Arial" w:cs="Arial"/>
                <w:sz w:val="16"/>
                <w:szCs w:val="16"/>
              </w:rPr>
              <w:t>eLAA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2CCF17" w14:textId="77777777" w:rsidR="00F13B62" w:rsidRDefault="00F13B62" w:rsidP="005963B6">
            <w:pPr>
              <w:pStyle w:val="TAC"/>
              <w:jc w:val="left"/>
              <w:rPr>
                <w:snapToGrid w:val="0"/>
                <w:sz w:val="16"/>
                <w:szCs w:val="16"/>
              </w:rPr>
            </w:pPr>
            <w:r>
              <w:rPr>
                <w:snapToGrid w:val="0"/>
                <w:sz w:val="16"/>
                <w:szCs w:val="16"/>
              </w:rPr>
              <w:t>14.1.0</w:t>
            </w:r>
          </w:p>
        </w:tc>
      </w:tr>
      <w:tr w:rsidR="003050BD" w:rsidRPr="006B0D02" w14:paraId="41F2FB5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93ACF2" w14:textId="77777777" w:rsidR="003050BD" w:rsidRDefault="003050BD"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F5E8719" w14:textId="77777777" w:rsidR="003050BD" w:rsidRDefault="003050BD"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87192FE" w14:textId="77777777" w:rsidR="003050BD" w:rsidRDefault="003050BD"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20C3A3" w14:textId="77777777" w:rsidR="003050BD" w:rsidRDefault="003050BD" w:rsidP="003050BD">
            <w:pPr>
              <w:spacing w:after="0"/>
              <w:jc w:val="center"/>
              <w:rPr>
                <w:rFonts w:ascii="Arial" w:hAnsi="Arial" w:cs="Arial"/>
                <w:sz w:val="16"/>
                <w:szCs w:val="16"/>
              </w:rPr>
            </w:pPr>
            <w:r>
              <w:rPr>
                <w:rFonts w:ascii="Arial" w:hAnsi="Arial" w:cs="Arial"/>
                <w:sz w:val="16"/>
                <w:szCs w:val="16"/>
              </w:rPr>
              <w:t>0776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BFE01E1" w14:textId="77777777" w:rsidR="003050BD" w:rsidRDefault="003050BD"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9B0163" w14:textId="77777777" w:rsidR="003050BD" w:rsidRDefault="003050BD"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790F520" w14:textId="77777777" w:rsidR="003050BD" w:rsidRPr="00CD45AB" w:rsidRDefault="003050BD" w:rsidP="005963B6">
            <w:pPr>
              <w:spacing w:after="0"/>
              <w:rPr>
                <w:rFonts w:ascii="Arial" w:hAnsi="Arial" w:cs="Arial"/>
                <w:sz w:val="16"/>
                <w:szCs w:val="16"/>
              </w:rPr>
            </w:pPr>
            <w:r w:rsidRPr="003050BD">
              <w:rPr>
                <w:rFonts w:ascii="Arial" w:hAnsi="Arial" w:cs="Arial"/>
                <w:sz w:val="16"/>
                <w:szCs w:val="16"/>
              </w:rPr>
              <w:t>Correction on periodic CSI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18B561" w14:textId="77777777" w:rsidR="003050BD" w:rsidRDefault="003050BD" w:rsidP="005963B6">
            <w:pPr>
              <w:pStyle w:val="TAC"/>
              <w:jc w:val="left"/>
              <w:rPr>
                <w:snapToGrid w:val="0"/>
                <w:sz w:val="16"/>
                <w:szCs w:val="16"/>
              </w:rPr>
            </w:pPr>
            <w:r>
              <w:rPr>
                <w:snapToGrid w:val="0"/>
                <w:sz w:val="16"/>
                <w:szCs w:val="16"/>
              </w:rPr>
              <w:t>14.1.0</w:t>
            </w:r>
          </w:p>
        </w:tc>
      </w:tr>
      <w:tr w:rsidR="003411A0" w:rsidRPr="006B0D02" w14:paraId="1C0C4FD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A02B4B" w14:textId="77777777" w:rsidR="003411A0" w:rsidRDefault="003411A0"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8A9A00F" w14:textId="77777777" w:rsidR="003411A0" w:rsidRDefault="003411A0"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E6E21B0" w14:textId="77777777" w:rsidR="003411A0" w:rsidRDefault="003411A0"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0F264B" w14:textId="77777777" w:rsidR="003411A0" w:rsidRDefault="003411A0" w:rsidP="003411A0">
            <w:pPr>
              <w:spacing w:after="0"/>
              <w:jc w:val="center"/>
              <w:rPr>
                <w:rFonts w:ascii="Arial" w:hAnsi="Arial" w:cs="Arial"/>
                <w:sz w:val="16"/>
                <w:szCs w:val="16"/>
              </w:rPr>
            </w:pPr>
            <w:r>
              <w:rPr>
                <w:rFonts w:ascii="Arial" w:hAnsi="Arial" w:cs="Arial"/>
                <w:sz w:val="16"/>
                <w:szCs w:val="16"/>
              </w:rPr>
              <w:t>0778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3CDE6B" w14:textId="77777777" w:rsidR="003411A0" w:rsidRDefault="003411A0"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2D7A2C" w14:textId="77777777" w:rsidR="003411A0" w:rsidRDefault="003411A0"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7B4D8E2" w14:textId="77777777" w:rsidR="003411A0" w:rsidRPr="00CD45AB" w:rsidRDefault="003411A0" w:rsidP="005963B6">
            <w:pPr>
              <w:spacing w:after="0"/>
              <w:rPr>
                <w:rFonts w:ascii="Arial" w:hAnsi="Arial" w:cs="Arial"/>
                <w:sz w:val="16"/>
                <w:szCs w:val="16"/>
              </w:rPr>
            </w:pPr>
            <w:r w:rsidRPr="003411A0">
              <w:rPr>
                <w:rFonts w:ascii="Arial" w:hAnsi="Arial" w:cs="Arial"/>
                <w:sz w:val="16"/>
                <w:szCs w:val="16"/>
              </w:rPr>
              <w:t xml:space="preserve">CR on UL CWS adjustment for </w:t>
            </w:r>
            <w:proofErr w:type="spellStart"/>
            <w:r w:rsidRPr="003411A0">
              <w:rPr>
                <w:rFonts w:ascii="Arial" w:hAnsi="Arial" w:cs="Arial"/>
                <w:sz w:val="16"/>
                <w:szCs w:val="16"/>
              </w:rPr>
              <w:t>eLAA</w:t>
            </w:r>
            <w:proofErr w:type="spellEnd"/>
            <w:r w:rsidRPr="003411A0">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F102FC" w14:textId="77777777" w:rsidR="003411A0" w:rsidRDefault="003411A0" w:rsidP="005963B6">
            <w:pPr>
              <w:pStyle w:val="TAC"/>
              <w:jc w:val="left"/>
              <w:rPr>
                <w:snapToGrid w:val="0"/>
                <w:sz w:val="16"/>
                <w:szCs w:val="16"/>
              </w:rPr>
            </w:pPr>
            <w:r>
              <w:rPr>
                <w:snapToGrid w:val="0"/>
                <w:sz w:val="16"/>
                <w:szCs w:val="16"/>
              </w:rPr>
              <w:t>14.1.0</w:t>
            </w:r>
          </w:p>
        </w:tc>
      </w:tr>
      <w:tr w:rsidR="00F47E55" w:rsidRPr="006B0D02" w14:paraId="64D11BF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EEFB3" w14:textId="77777777" w:rsidR="00F47E55" w:rsidRDefault="00F47E55"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81E79A6" w14:textId="77777777" w:rsidR="00F47E55" w:rsidRDefault="00F47E5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42DA40D" w14:textId="77777777" w:rsidR="00F47E55" w:rsidRDefault="00F47E5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FB8341" w14:textId="77777777" w:rsidR="00F47E55" w:rsidRDefault="00F47E55" w:rsidP="005963B6">
            <w:pPr>
              <w:spacing w:after="0"/>
              <w:jc w:val="center"/>
              <w:rPr>
                <w:rFonts w:ascii="Arial" w:hAnsi="Arial" w:cs="Arial"/>
                <w:sz w:val="16"/>
                <w:szCs w:val="16"/>
              </w:rPr>
            </w:pPr>
            <w:r>
              <w:rPr>
                <w:rFonts w:ascii="Arial" w:hAnsi="Arial" w:cs="Arial"/>
                <w:sz w:val="16"/>
                <w:szCs w:val="16"/>
              </w:rPr>
              <w:t>0779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CE72A1B" w14:textId="77777777" w:rsidR="00F47E55" w:rsidRDefault="00F47E55"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473151" w14:textId="77777777" w:rsidR="00F47E55" w:rsidRDefault="00F47E55"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3BAC4B" w14:textId="77777777" w:rsidR="00F47E55" w:rsidRPr="00CD45AB" w:rsidRDefault="00F47E55" w:rsidP="005963B6">
            <w:pPr>
              <w:spacing w:after="0"/>
              <w:rPr>
                <w:rFonts w:ascii="Arial" w:hAnsi="Arial" w:cs="Arial"/>
                <w:sz w:val="16"/>
                <w:szCs w:val="16"/>
              </w:rPr>
            </w:pPr>
            <w:r w:rsidRPr="00F47E55">
              <w:rPr>
                <w:rFonts w:ascii="Arial" w:hAnsi="Arial" w:cs="Arial"/>
                <w:sz w:val="16"/>
                <w:szCs w:val="16"/>
              </w:rPr>
              <w:t xml:space="preserve">CR on trigger monitoring timeline for triggered grants in </w:t>
            </w:r>
            <w:proofErr w:type="spellStart"/>
            <w:r w:rsidRPr="00F47E55">
              <w:rPr>
                <w:rFonts w:ascii="Arial" w:hAnsi="Arial" w:cs="Arial"/>
                <w:sz w:val="16"/>
                <w:szCs w:val="16"/>
              </w:rPr>
              <w:t>eLAA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4D981B" w14:textId="77777777" w:rsidR="00F47E55" w:rsidRDefault="00F47E55" w:rsidP="005963B6">
            <w:pPr>
              <w:pStyle w:val="TAC"/>
              <w:jc w:val="left"/>
              <w:rPr>
                <w:snapToGrid w:val="0"/>
                <w:sz w:val="16"/>
                <w:szCs w:val="16"/>
              </w:rPr>
            </w:pPr>
            <w:r>
              <w:rPr>
                <w:snapToGrid w:val="0"/>
                <w:sz w:val="16"/>
                <w:szCs w:val="16"/>
              </w:rPr>
              <w:t>14.1.0</w:t>
            </w:r>
          </w:p>
        </w:tc>
      </w:tr>
      <w:tr w:rsidR="00DC5CD9" w:rsidRPr="006B0D02" w14:paraId="7592CC4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2BFDD2" w14:textId="77777777" w:rsidR="00DC5CD9" w:rsidRDefault="00DC5CD9"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3B5489E" w14:textId="77777777" w:rsidR="00DC5CD9" w:rsidRDefault="00DC5CD9"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CAF9B62" w14:textId="77777777" w:rsidR="00DC5CD9" w:rsidRDefault="00DC5CD9"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E8CB1B" w14:textId="77777777" w:rsidR="00DC5CD9" w:rsidRDefault="00DC5CD9" w:rsidP="00DC5CD9">
            <w:pPr>
              <w:spacing w:after="0"/>
              <w:jc w:val="center"/>
              <w:rPr>
                <w:rFonts w:ascii="Arial" w:hAnsi="Arial" w:cs="Arial"/>
                <w:sz w:val="16"/>
                <w:szCs w:val="16"/>
              </w:rPr>
            </w:pPr>
            <w:r>
              <w:rPr>
                <w:rFonts w:ascii="Arial" w:hAnsi="Arial" w:cs="Arial"/>
                <w:sz w:val="16"/>
                <w:szCs w:val="16"/>
              </w:rPr>
              <w:t>0781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8C48FBE" w14:textId="77777777" w:rsidR="00DC5CD9" w:rsidRDefault="00DC5CD9"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CB4A10" w14:textId="77777777" w:rsidR="00DC5CD9" w:rsidRDefault="00DC5CD9"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CE4F9B8" w14:textId="77777777" w:rsidR="00DC5CD9" w:rsidRPr="00CD45AB" w:rsidRDefault="00DC5CD9" w:rsidP="005963B6">
            <w:pPr>
              <w:spacing w:after="0"/>
              <w:rPr>
                <w:rFonts w:ascii="Arial" w:hAnsi="Arial" w:cs="Arial"/>
                <w:sz w:val="16"/>
                <w:szCs w:val="16"/>
              </w:rPr>
            </w:pPr>
            <w:r w:rsidRPr="00DC5CD9">
              <w:rPr>
                <w:rFonts w:ascii="Arial" w:hAnsi="Arial" w:cs="Arial"/>
                <w:sz w:val="16"/>
                <w:szCs w:val="16"/>
              </w:rPr>
              <w:t>CR on aperiodic CSI reporting for triggered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4CBA46" w14:textId="77777777" w:rsidR="00DC5CD9" w:rsidRDefault="00DC5CD9" w:rsidP="005963B6">
            <w:pPr>
              <w:pStyle w:val="TAC"/>
              <w:jc w:val="left"/>
              <w:rPr>
                <w:snapToGrid w:val="0"/>
                <w:sz w:val="16"/>
                <w:szCs w:val="16"/>
              </w:rPr>
            </w:pPr>
            <w:r>
              <w:rPr>
                <w:snapToGrid w:val="0"/>
                <w:sz w:val="16"/>
                <w:szCs w:val="16"/>
              </w:rPr>
              <w:t>14.1.0</w:t>
            </w:r>
          </w:p>
        </w:tc>
      </w:tr>
      <w:tr w:rsidR="00E15728" w:rsidRPr="006B0D02" w14:paraId="447C9BA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B35FCA" w14:textId="77777777" w:rsidR="00E15728" w:rsidRDefault="00E15728"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6E9170" w14:textId="77777777" w:rsidR="00E15728" w:rsidRDefault="00E15728"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BCE5358" w14:textId="77777777" w:rsidR="00E15728" w:rsidRDefault="00E1572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60591E" w14:textId="77777777" w:rsidR="00E15728" w:rsidRDefault="00E15728" w:rsidP="00E15728">
            <w:pPr>
              <w:spacing w:after="0"/>
              <w:jc w:val="center"/>
              <w:rPr>
                <w:rFonts w:ascii="Arial" w:hAnsi="Arial" w:cs="Arial"/>
                <w:sz w:val="16"/>
                <w:szCs w:val="16"/>
              </w:rPr>
            </w:pPr>
            <w:r>
              <w:rPr>
                <w:rFonts w:ascii="Arial" w:hAnsi="Arial" w:cs="Arial"/>
                <w:sz w:val="16"/>
                <w:szCs w:val="16"/>
              </w:rPr>
              <w:t>0783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C47C15F" w14:textId="77777777" w:rsidR="00E15728" w:rsidRDefault="00E1572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D21B73" w14:textId="77777777" w:rsidR="00E15728" w:rsidRDefault="00E15728"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273DE9F" w14:textId="77777777" w:rsidR="00E15728" w:rsidRPr="00CD45AB" w:rsidRDefault="00E15728" w:rsidP="005963B6">
            <w:pPr>
              <w:spacing w:after="0"/>
              <w:rPr>
                <w:rFonts w:ascii="Arial" w:hAnsi="Arial" w:cs="Arial"/>
                <w:sz w:val="16"/>
                <w:szCs w:val="16"/>
              </w:rPr>
            </w:pPr>
            <w:r w:rsidRPr="00E15728">
              <w:rPr>
                <w:rFonts w:ascii="Arial" w:hAnsi="Arial" w:cs="Arial"/>
                <w:sz w:val="16"/>
                <w:szCs w:val="16"/>
              </w:rPr>
              <w:t>Correction on CSI measurement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305D6A" w14:textId="77777777" w:rsidR="00E15728" w:rsidRDefault="00E15728" w:rsidP="005963B6">
            <w:pPr>
              <w:pStyle w:val="TAC"/>
              <w:jc w:val="left"/>
              <w:rPr>
                <w:snapToGrid w:val="0"/>
                <w:sz w:val="16"/>
                <w:szCs w:val="16"/>
              </w:rPr>
            </w:pPr>
            <w:r>
              <w:rPr>
                <w:snapToGrid w:val="0"/>
                <w:sz w:val="16"/>
                <w:szCs w:val="16"/>
              </w:rPr>
              <w:t>14.1.0</w:t>
            </w:r>
          </w:p>
        </w:tc>
      </w:tr>
      <w:tr w:rsidR="00975788" w:rsidRPr="006B0D02" w14:paraId="72E4349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6D1289" w14:textId="77777777" w:rsidR="00975788" w:rsidRDefault="00975788"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26D180B" w14:textId="77777777" w:rsidR="00975788" w:rsidRDefault="00975788"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E4024A7" w14:textId="77777777" w:rsidR="00975788" w:rsidRDefault="0097578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CAFF86" w14:textId="77777777" w:rsidR="00975788" w:rsidRDefault="00975788" w:rsidP="00975788">
            <w:pPr>
              <w:spacing w:after="0"/>
              <w:jc w:val="center"/>
              <w:rPr>
                <w:rFonts w:ascii="Arial" w:hAnsi="Arial" w:cs="Arial"/>
                <w:sz w:val="16"/>
                <w:szCs w:val="16"/>
              </w:rPr>
            </w:pPr>
            <w:r>
              <w:rPr>
                <w:rFonts w:ascii="Arial" w:hAnsi="Arial" w:cs="Arial"/>
                <w:sz w:val="16"/>
                <w:szCs w:val="16"/>
              </w:rPr>
              <w:t>0784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FB97DE3" w14:textId="77777777" w:rsidR="00975788" w:rsidRDefault="0097578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1F4EDF" w14:textId="77777777" w:rsidR="00975788" w:rsidRDefault="00975788"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E219FF3" w14:textId="77777777" w:rsidR="00975788" w:rsidRPr="00CD45AB" w:rsidRDefault="00975788" w:rsidP="005963B6">
            <w:pPr>
              <w:spacing w:after="0"/>
              <w:rPr>
                <w:rFonts w:ascii="Arial" w:hAnsi="Arial" w:cs="Arial"/>
                <w:sz w:val="16"/>
                <w:szCs w:val="16"/>
              </w:rPr>
            </w:pPr>
            <w:r w:rsidRPr="00975788">
              <w:rPr>
                <w:rFonts w:ascii="Arial" w:hAnsi="Arial" w:cs="Arial"/>
                <w:sz w:val="16"/>
                <w:szCs w:val="16"/>
              </w:rPr>
              <w:t>Correction on PDCCH candidate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01E612" w14:textId="77777777" w:rsidR="00975788" w:rsidRDefault="00975788" w:rsidP="005963B6">
            <w:pPr>
              <w:pStyle w:val="TAC"/>
              <w:jc w:val="left"/>
              <w:rPr>
                <w:snapToGrid w:val="0"/>
                <w:sz w:val="16"/>
                <w:szCs w:val="16"/>
              </w:rPr>
            </w:pPr>
            <w:r>
              <w:rPr>
                <w:snapToGrid w:val="0"/>
                <w:sz w:val="16"/>
                <w:szCs w:val="16"/>
              </w:rPr>
              <w:t>14.1.0</w:t>
            </w:r>
          </w:p>
        </w:tc>
      </w:tr>
      <w:tr w:rsidR="00DD49E4" w:rsidRPr="006B0D02" w14:paraId="41956AC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C2DFA6" w14:textId="77777777" w:rsidR="00DD49E4" w:rsidRDefault="00DD49E4"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A0AA5C4" w14:textId="77777777" w:rsidR="00DD49E4" w:rsidRDefault="00DD49E4"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5862E77" w14:textId="77777777" w:rsidR="00DD49E4" w:rsidRDefault="00DD49E4"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B15209" w14:textId="77777777" w:rsidR="00DD49E4" w:rsidRDefault="00DD49E4" w:rsidP="00DD49E4">
            <w:pPr>
              <w:spacing w:after="0"/>
              <w:jc w:val="center"/>
              <w:rPr>
                <w:rFonts w:ascii="Arial" w:hAnsi="Arial" w:cs="Arial"/>
                <w:sz w:val="16"/>
                <w:szCs w:val="16"/>
              </w:rPr>
            </w:pPr>
            <w:r>
              <w:rPr>
                <w:rFonts w:ascii="Arial" w:hAnsi="Arial" w:cs="Arial"/>
                <w:sz w:val="16"/>
                <w:szCs w:val="16"/>
              </w:rPr>
              <w:t>0786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A5160F" w14:textId="77777777" w:rsidR="00DD49E4" w:rsidRDefault="00DD49E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4C21C8" w14:textId="77777777" w:rsidR="00DD49E4" w:rsidRDefault="00DD49E4"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3B8B174" w14:textId="77777777" w:rsidR="00DD49E4" w:rsidRPr="00CD45AB" w:rsidRDefault="00DD49E4" w:rsidP="005963B6">
            <w:pPr>
              <w:spacing w:after="0"/>
              <w:rPr>
                <w:rFonts w:ascii="Arial" w:hAnsi="Arial" w:cs="Arial"/>
                <w:sz w:val="16"/>
                <w:szCs w:val="16"/>
              </w:rPr>
            </w:pPr>
            <w:r w:rsidRPr="00DD49E4">
              <w:rPr>
                <w:rFonts w:ascii="Arial" w:hAnsi="Arial" w:cs="Arial"/>
                <w:sz w:val="16"/>
                <w:szCs w:val="16"/>
              </w:rPr>
              <w:t>Correction on the UL Type 1 channel access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7C60AB" w14:textId="77777777" w:rsidR="00DD49E4" w:rsidRDefault="00DD49E4" w:rsidP="005963B6">
            <w:pPr>
              <w:pStyle w:val="TAC"/>
              <w:jc w:val="left"/>
              <w:rPr>
                <w:snapToGrid w:val="0"/>
                <w:sz w:val="16"/>
                <w:szCs w:val="16"/>
              </w:rPr>
            </w:pPr>
            <w:r>
              <w:rPr>
                <w:snapToGrid w:val="0"/>
                <w:sz w:val="16"/>
                <w:szCs w:val="16"/>
              </w:rPr>
              <w:t>14.1.0</w:t>
            </w:r>
          </w:p>
        </w:tc>
      </w:tr>
      <w:tr w:rsidR="008D7A27" w:rsidRPr="006B0D02" w14:paraId="4DA576F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2F3D00" w14:textId="77777777" w:rsidR="008D7A27" w:rsidRDefault="008D7A27"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B43EC82" w14:textId="77777777" w:rsidR="008D7A27" w:rsidRDefault="008D7A27"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D52A51" w14:textId="77777777" w:rsidR="008D7A27" w:rsidRDefault="008D7A27" w:rsidP="008D7A27">
            <w:pPr>
              <w:spacing w:after="0"/>
              <w:jc w:val="center"/>
              <w:rPr>
                <w:rFonts w:ascii="Arial" w:hAnsi="Arial" w:cs="Arial"/>
                <w:sz w:val="16"/>
                <w:szCs w:val="16"/>
              </w:rPr>
            </w:pPr>
            <w:r>
              <w:rPr>
                <w:rFonts w:ascii="Arial" w:hAnsi="Arial" w:cs="Arial"/>
                <w:sz w:val="16"/>
                <w:szCs w:val="16"/>
              </w:rPr>
              <w:t>RP-162361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C53F44" w14:textId="77777777" w:rsidR="008D7A27" w:rsidRDefault="008D7A27" w:rsidP="008D7A27">
            <w:pPr>
              <w:spacing w:after="0"/>
              <w:jc w:val="center"/>
              <w:rPr>
                <w:rFonts w:ascii="Arial" w:hAnsi="Arial" w:cs="Arial"/>
                <w:sz w:val="16"/>
                <w:szCs w:val="16"/>
              </w:rPr>
            </w:pPr>
            <w:r>
              <w:rPr>
                <w:rFonts w:ascii="Arial" w:hAnsi="Arial" w:cs="Arial"/>
                <w:sz w:val="16"/>
                <w:szCs w:val="16"/>
              </w:rPr>
              <w:t>0787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518E560" w14:textId="77777777" w:rsidR="008D7A27" w:rsidRDefault="008D7A2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246D44" w14:textId="77777777" w:rsidR="008D7A27" w:rsidRDefault="008D7A27"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B8097EF" w14:textId="77777777" w:rsidR="008D7A27" w:rsidRPr="00CD45AB" w:rsidRDefault="008D7A27" w:rsidP="005963B6">
            <w:pPr>
              <w:spacing w:after="0"/>
              <w:rPr>
                <w:rFonts w:ascii="Arial" w:hAnsi="Arial" w:cs="Arial"/>
                <w:sz w:val="16"/>
                <w:szCs w:val="16"/>
              </w:rPr>
            </w:pPr>
            <w:r w:rsidRPr="008D7A27">
              <w:rPr>
                <w:rFonts w:ascii="Arial" w:hAnsi="Arial" w:cs="Arial"/>
                <w:sz w:val="16"/>
                <w:szCs w:val="16"/>
              </w:rPr>
              <w:t>Correction on downlink power allocation for SC-PTM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515136" w14:textId="77777777" w:rsidR="008D7A27" w:rsidRDefault="008D7A27" w:rsidP="005963B6">
            <w:pPr>
              <w:pStyle w:val="TAC"/>
              <w:jc w:val="left"/>
              <w:rPr>
                <w:snapToGrid w:val="0"/>
                <w:sz w:val="16"/>
                <w:szCs w:val="16"/>
              </w:rPr>
            </w:pPr>
            <w:r>
              <w:rPr>
                <w:snapToGrid w:val="0"/>
                <w:sz w:val="16"/>
                <w:szCs w:val="16"/>
              </w:rPr>
              <w:t>14.1.0</w:t>
            </w:r>
          </w:p>
        </w:tc>
      </w:tr>
      <w:tr w:rsidR="00AB2779" w:rsidRPr="006B0D02" w14:paraId="02ED3E5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D175E2" w14:textId="77777777" w:rsidR="00AB2779" w:rsidRDefault="00AB2779"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1A459FD" w14:textId="77777777" w:rsidR="00AB2779" w:rsidRDefault="00AB2779"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91CEE31" w14:textId="77777777" w:rsidR="00AB2779" w:rsidRDefault="00AB2779" w:rsidP="00AB2779">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EA98E2" w14:textId="77777777" w:rsidR="00AB2779" w:rsidRDefault="00AB2779" w:rsidP="00AB2779">
            <w:pPr>
              <w:spacing w:after="0"/>
              <w:jc w:val="center"/>
              <w:rPr>
                <w:rFonts w:ascii="Arial" w:hAnsi="Arial" w:cs="Arial"/>
                <w:sz w:val="16"/>
                <w:szCs w:val="16"/>
              </w:rPr>
            </w:pPr>
            <w:r>
              <w:rPr>
                <w:rFonts w:ascii="Arial" w:hAnsi="Arial" w:cs="Arial"/>
                <w:sz w:val="16"/>
                <w:szCs w:val="16"/>
              </w:rPr>
              <w:t>0790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F7D53B" w14:textId="77777777" w:rsidR="00AB2779" w:rsidRDefault="00AB277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BC0054" w14:textId="77777777" w:rsidR="00AB2779" w:rsidRDefault="00AB2779"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8656813" w14:textId="77777777" w:rsidR="00AB2779" w:rsidRPr="00CD45AB" w:rsidRDefault="00AB2779" w:rsidP="005963B6">
            <w:pPr>
              <w:spacing w:after="0"/>
              <w:rPr>
                <w:rFonts w:ascii="Arial" w:hAnsi="Arial" w:cs="Arial"/>
                <w:sz w:val="16"/>
                <w:szCs w:val="16"/>
              </w:rPr>
            </w:pPr>
            <w:r w:rsidRPr="00AB2779">
              <w:rPr>
                <w:rFonts w:ascii="Arial" w:hAnsi="Arial" w:cs="Arial"/>
                <w:sz w:val="16"/>
                <w:szCs w:val="16"/>
              </w:rPr>
              <w:t>Corrections on the description of carrier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568306" w14:textId="77777777" w:rsidR="00AB2779" w:rsidRDefault="00AB2779" w:rsidP="005963B6">
            <w:pPr>
              <w:pStyle w:val="TAC"/>
              <w:jc w:val="left"/>
              <w:rPr>
                <w:snapToGrid w:val="0"/>
                <w:sz w:val="16"/>
                <w:szCs w:val="16"/>
              </w:rPr>
            </w:pPr>
            <w:r>
              <w:rPr>
                <w:snapToGrid w:val="0"/>
                <w:sz w:val="16"/>
                <w:szCs w:val="16"/>
              </w:rPr>
              <w:t>14.1.0</w:t>
            </w:r>
          </w:p>
        </w:tc>
      </w:tr>
      <w:tr w:rsidR="008C3835" w:rsidRPr="006B0D02" w14:paraId="1852DB0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7E7709" w14:textId="77777777" w:rsidR="008C3835" w:rsidRDefault="008C3835"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8A97AC7" w14:textId="77777777" w:rsidR="008C3835" w:rsidRDefault="008C383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8D7DAFF" w14:textId="77777777" w:rsidR="008C3835" w:rsidRDefault="008C3835" w:rsidP="005963B6">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F90CAD" w14:textId="77777777" w:rsidR="008C3835" w:rsidRDefault="008C3835" w:rsidP="008C3835">
            <w:pPr>
              <w:spacing w:after="0"/>
              <w:jc w:val="center"/>
              <w:rPr>
                <w:rFonts w:ascii="Arial" w:hAnsi="Arial" w:cs="Arial"/>
                <w:sz w:val="16"/>
                <w:szCs w:val="16"/>
              </w:rPr>
            </w:pPr>
            <w:r>
              <w:rPr>
                <w:rFonts w:ascii="Arial" w:hAnsi="Arial" w:cs="Arial"/>
                <w:sz w:val="16"/>
                <w:szCs w:val="16"/>
              </w:rPr>
              <w:t>0792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C6830D8" w14:textId="77777777" w:rsidR="008C3835" w:rsidRDefault="008C3835"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26D32B" w14:textId="77777777" w:rsidR="008C3835" w:rsidRDefault="008C3835"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07FE679" w14:textId="77777777" w:rsidR="008C3835" w:rsidRPr="00CD45AB" w:rsidRDefault="008C3835" w:rsidP="005963B6">
            <w:pPr>
              <w:spacing w:after="0"/>
              <w:rPr>
                <w:rFonts w:ascii="Arial" w:hAnsi="Arial" w:cs="Arial"/>
                <w:sz w:val="16"/>
                <w:szCs w:val="16"/>
              </w:rPr>
            </w:pPr>
            <w:r w:rsidRPr="008C3835">
              <w:rPr>
                <w:rFonts w:ascii="Arial" w:hAnsi="Arial" w:cs="Arial"/>
                <w:sz w:val="16"/>
                <w:szCs w:val="16"/>
              </w:rPr>
              <w:t>Corrections on the Table 16.6-2: Type 1- NPDCCH common search space candidates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B97F3B" w14:textId="77777777" w:rsidR="008C3835" w:rsidRDefault="008C3835" w:rsidP="005963B6">
            <w:pPr>
              <w:pStyle w:val="TAC"/>
              <w:jc w:val="left"/>
              <w:rPr>
                <w:snapToGrid w:val="0"/>
                <w:sz w:val="16"/>
                <w:szCs w:val="16"/>
              </w:rPr>
            </w:pPr>
            <w:r>
              <w:rPr>
                <w:snapToGrid w:val="0"/>
                <w:sz w:val="16"/>
                <w:szCs w:val="16"/>
              </w:rPr>
              <w:t>14.1.0</w:t>
            </w:r>
          </w:p>
        </w:tc>
      </w:tr>
      <w:tr w:rsidR="00775E1F" w:rsidRPr="006B0D02" w14:paraId="4802450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A90776" w14:textId="77777777" w:rsidR="00775E1F" w:rsidRDefault="00775E1F"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8901FFF" w14:textId="77777777" w:rsidR="00775E1F" w:rsidRDefault="00775E1F"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C284337" w14:textId="77777777" w:rsidR="00775E1F" w:rsidRDefault="00775E1F" w:rsidP="005963B6">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A77D0E" w14:textId="77777777" w:rsidR="00775E1F" w:rsidRDefault="00775E1F" w:rsidP="00775E1F">
            <w:pPr>
              <w:spacing w:after="0"/>
              <w:jc w:val="center"/>
              <w:rPr>
                <w:rFonts w:ascii="Arial" w:hAnsi="Arial" w:cs="Arial"/>
                <w:sz w:val="16"/>
                <w:szCs w:val="16"/>
              </w:rPr>
            </w:pPr>
            <w:r>
              <w:rPr>
                <w:rFonts w:ascii="Arial" w:hAnsi="Arial" w:cs="Arial"/>
                <w:sz w:val="16"/>
                <w:szCs w:val="16"/>
              </w:rPr>
              <w:t>0797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7756777" w14:textId="77777777" w:rsidR="00775E1F" w:rsidRDefault="00775E1F"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0F10DB" w14:textId="77777777" w:rsidR="00775E1F" w:rsidRDefault="00775E1F"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306661F" w14:textId="77777777" w:rsidR="00775E1F" w:rsidRPr="00CD45AB" w:rsidRDefault="00775E1F" w:rsidP="005963B6">
            <w:pPr>
              <w:spacing w:after="0"/>
              <w:rPr>
                <w:rFonts w:ascii="Arial" w:hAnsi="Arial" w:cs="Arial"/>
                <w:sz w:val="16"/>
                <w:szCs w:val="16"/>
              </w:rPr>
            </w:pPr>
            <w:r w:rsidRPr="00775E1F">
              <w:rPr>
                <w:rFonts w:ascii="Arial" w:hAnsi="Arial" w:cs="Arial"/>
                <w:sz w:val="16"/>
                <w:szCs w:val="16"/>
              </w:rPr>
              <w:t>Control information inconsistent handling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886E74" w14:textId="77777777" w:rsidR="00775E1F" w:rsidRDefault="00775E1F" w:rsidP="005963B6">
            <w:pPr>
              <w:pStyle w:val="TAC"/>
              <w:jc w:val="left"/>
              <w:rPr>
                <w:snapToGrid w:val="0"/>
                <w:sz w:val="16"/>
                <w:szCs w:val="16"/>
              </w:rPr>
            </w:pPr>
            <w:r>
              <w:rPr>
                <w:snapToGrid w:val="0"/>
                <w:sz w:val="16"/>
                <w:szCs w:val="16"/>
              </w:rPr>
              <w:t>14.1.0</w:t>
            </w:r>
          </w:p>
        </w:tc>
      </w:tr>
      <w:tr w:rsidR="00643B6E" w:rsidRPr="006B0D02" w14:paraId="56588AC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1E5B16" w14:textId="77777777" w:rsidR="00643B6E" w:rsidRDefault="00643B6E"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9990A0D" w14:textId="77777777" w:rsidR="00643B6E" w:rsidRDefault="00643B6E"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234AE6" w14:textId="77777777" w:rsidR="00643B6E" w:rsidRDefault="00643B6E" w:rsidP="00643B6E">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FD198C" w14:textId="77777777" w:rsidR="00643B6E" w:rsidRDefault="00643B6E" w:rsidP="00643B6E">
            <w:pPr>
              <w:spacing w:after="0"/>
              <w:jc w:val="center"/>
              <w:rPr>
                <w:rFonts w:ascii="Arial" w:hAnsi="Arial" w:cs="Arial"/>
                <w:sz w:val="16"/>
                <w:szCs w:val="16"/>
              </w:rPr>
            </w:pPr>
            <w:r>
              <w:rPr>
                <w:rFonts w:ascii="Arial" w:hAnsi="Arial" w:cs="Arial"/>
                <w:sz w:val="16"/>
                <w:szCs w:val="16"/>
              </w:rPr>
              <w:t>0802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3C9C7FB" w14:textId="77777777" w:rsidR="00643B6E" w:rsidRDefault="00643B6E"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09C3E5" w14:textId="77777777" w:rsidR="00643B6E" w:rsidRDefault="00643B6E"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AD0E9F" w14:textId="77777777" w:rsidR="00643B6E" w:rsidRPr="00CD45AB" w:rsidRDefault="00643B6E" w:rsidP="005963B6">
            <w:pPr>
              <w:spacing w:after="0"/>
              <w:rPr>
                <w:rFonts w:ascii="Arial" w:hAnsi="Arial" w:cs="Arial"/>
                <w:sz w:val="16"/>
                <w:szCs w:val="16"/>
              </w:rPr>
            </w:pPr>
            <w:r w:rsidRPr="00643B6E">
              <w:rPr>
                <w:rFonts w:ascii="Arial" w:hAnsi="Arial" w:cs="Arial"/>
                <w:sz w:val="16"/>
                <w:szCs w:val="16"/>
              </w:rPr>
              <w:t>CR on Multi-carrier LBT for Uplink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16A8DA" w14:textId="77777777" w:rsidR="00643B6E" w:rsidRDefault="00643B6E" w:rsidP="005963B6">
            <w:pPr>
              <w:pStyle w:val="TAC"/>
              <w:jc w:val="left"/>
              <w:rPr>
                <w:snapToGrid w:val="0"/>
                <w:sz w:val="16"/>
                <w:szCs w:val="16"/>
              </w:rPr>
            </w:pPr>
            <w:r>
              <w:rPr>
                <w:snapToGrid w:val="0"/>
                <w:sz w:val="16"/>
                <w:szCs w:val="16"/>
              </w:rPr>
              <w:t>14.1.0</w:t>
            </w:r>
          </w:p>
        </w:tc>
      </w:tr>
      <w:tr w:rsidR="00A11DAE" w:rsidRPr="006B0D02" w14:paraId="177C8AF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D127D3" w14:textId="77777777" w:rsidR="00A11DAE" w:rsidRDefault="00A11DAE"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F18538" w14:textId="77777777" w:rsidR="00A11DAE" w:rsidRDefault="00A11DAE"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B909EB1" w14:textId="77777777" w:rsidR="00A11DAE" w:rsidRDefault="00A11DAE"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24D51F" w14:textId="77777777" w:rsidR="00A11DAE" w:rsidRDefault="00A11DAE" w:rsidP="00A11DAE">
            <w:pPr>
              <w:spacing w:after="0"/>
              <w:jc w:val="center"/>
              <w:rPr>
                <w:rFonts w:ascii="Arial" w:hAnsi="Arial" w:cs="Arial"/>
                <w:sz w:val="16"/>
                <w:szCs w:val="16"/>
              </w:rPr>
            </w:pPr>
            <w:r>
              <w:rPr>
                <w:rFonts w:ascii="Arial" w:hAnsi="Arial" w:cs="Arial"/>
                <w:sz w:val="16"/>
                <w:szCs w:val="16"/>
              </w:rPr>
              <w:t>0803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110AF5" w14:textId="77777777" w:rsidR="00A11DAE" w:rsidRDefault="00A11DAE"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DE4D37" w14:textId="77777777" w:rsidR="00A11DAE" w:rsidRDefault="00A11DAE"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1452CB1" w14:textId="77777777" w:rsidR="00A11DAE" w:rsidRPr="00CD45AB" w:rsidRDefault="00A11DAE" w:rsidP="005963B6">
            <w:pPr>
              <w:spacing w:after="0"/>
              <w:rPr>
                <w:rFonts w:ascii="Arial" w:hAnsi="Arial" w:cs="Arial"/>
                <w:sz w:val="16"/>
                <w:szCs w:val="16"/>
              </w:rPr>
            </w:pPr>
            <w:r w:rsidRPr="00A11DAE">
              <w:rPr>
                <w:rFonts w:ascii="Arial" w:hAnsi="Arial" w:cs="Arial"/>
                <w:sz w:val="16"/>
                <w:szCs w:val="16"/>
              </w:rPr>
              <w:t xml:space="preserve">Corrections to EPDCCH candidate derivation procedure for </w:t>
            </w:r>
            <w:proofErr w:type="spellStart"/>
            <w:r w:rsidRPr="00A11DAE">
              <w:rPr>
                <w:rFonts w:ascii="Arial" w:hAnsi="Arial" w:cs="Arial"/>
                <w:sz w:val="16"/>
                <w:szCs w:val="16"/>
              </w:rPr>
              <w:t>eLAA</w:t>
            </w:r>
            <w:proofErr w:type="spellEnd"/>
            <w:r w:rsidRPr="00A11DAE">
              <w:rPr>
                <w:rFonts w:ascii="Arial" w:hAnsi="Arial" w:cs="Arial"/>
                <w:sz w:val="16"/>
                <w:szCs w:val="16"/>
              </w:rPr>
              <w:t xml:space="preserve"> in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D069ED" w14:textId="77777777" w:rsidR="00A11DAE" w:rsidRDefault="00A11DAE" w:rsidP="005963B6">
            <w:pPr>
              <w:pStyle w:val="TAC"/>
              <w:jc w:val="left"/>
              <w:rPr>
                <w:snapToGrid w:val="0"/>
                <w:sz w:val="16"/>
                <w:szCs w:val="16"/>
              </w:rPr>
            </w:pPr>
            <w:r>
              <w:rPr>
                <w:snapToGrid w:val="0"/>
                <w:sz w:val="16"/>
                <w:szCs w:val="16"/>
              </w:rPr>
              <w:t>14.1.0</w:t>
            </w:r>
          </w:p>
        </w:tc>
      </w:tr>
      <w:tr w:rsidR="002E584D" w:rsidRPr="006B0D02" w14:paraId="3CEC841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EB9506" w14:textId="77777777" w:rsidR="002E584D" w:rsidRDefault="002E584D"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C0CD9D" w14:textId="77777777" w:rsidR="002E584D" w:rsidRDefault="002E584D"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9CCFFC" w14:textId="77777777" w:rsidR="002E584D" w:rsidRDefault="002E584D" w:rsidP="002E584D">
            <w:pPr>
              <w:spacing w:after="0"/>
              <w:jc w:val="center"/>
              <w:rPr>
                <w:rFonts w:ascii="Arial" w:hAnsi="Arial" w:cs="Arial"/>
                <w:sz w:val="16"/>
                <w:szCs w:val="16"/>
              </w:rPr>
            </w:pPr>
            <w:r>
              <w:rPr>
                <w:rFonts w:ascii="Arial" w:hAnsi="Arial" w:cs="Arial"/>
                <w:sz w:val="16"/>
                <w:szCs w:val="16"/>
              </w:rPr>
              <w:t>RP-162357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E3C91F" w14:textId="77777777" w:rsidR="002E584D" w:rsidRDefault="002E584D" w:rsidP="002E584D">
            <w:pPr>
              <w:spacing w:after="0"/>
              <w:jc w:val="center"/>
              <w:rPr>
                <w:rFonts w:ascii="Arial" w:hAnsi="Arial" w:cs="Arial"/>
                <w:sz w:val="16"/>
                <w:szCs w:val="16"/>
              </w:rPr>
            </w:pPr>
            <w:r>
              <w:rPr>
                <w:rFonts w:ascii="Arial" w:hAnsi="Arial" w:cs="Arial"/>
                <w:sz w:val="16"/>
                <w:szCs w:val="16"/>
              </w:rPr>
              <w:t>0804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A7642F" w14:textId="77777777" w:rsidR="002E584D" w:rsidRDefault="002E584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BB2236" w14:textId="77777777" w:rsidR="002E584D" w:rsidRDefault="002E584D"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B1C4D53" w14:textId="77777777" w:rsidR="002E584D" w:rsidRPr="00CD45AB" w:rsidRDefault="002E584D" w:rsidP="005963B6">
            <w:pPr>
              <w:spacing w:after="0"/>
              <w:rPr>
                <w:rFonts w:ascii="Arial" w:hAnsi="Arial" w:cs="Arial"/>
                <w:sz w:val="16"/>
                <w:szCs w:val="16"/>
              </w:rPr>
            </w:pPr>
            <w:r w:rsidRPr="002E584D">
              <w:rPr>
                <w:rFonts w:ascii="Arial" w:hAnsi="Arial" w:cs="Arial"/>
                <w:sz w:val="16"/>
                <w:szCs w:val="16"/>
              </w:rPr>
              <w:t>Correction on DL CWS adjustment for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CF75F2" w14:textId="77777777" w:rsidR="002E584D" w:rsidRDefault="002E584D" w:rsidP="005963B6">
            <w:pPr>
              <w:pStyle w:val="TAC"/>
              <w:jc w:val="left"/>
              <w:rPr>
                <w:snapToGrid w:val="0"/>
                <w:sz w:val="16"/>
                <w:szCs w:val="16"/>
              </w:rPr>
            </w:pPr>
            <w:r>
              <w:rPr>
                <w:snapToGrid w:val="0"/>
                <w:sz w:val="16"/>
                <w:szCs w:val="16"/>
              </w:rPr>
              <w:t>14.1.0</w:t>
            </w:r>
          </w:p>
        </w:tc>
      </w:tr>
      <w:tr w:rsidR="00E94348" w:rsidRPr="006B0D02" w14:paraId="6A4D17A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93D1D3" w14:textId="77777777" w:rsidR="00E94348" w:rsidRDefault="00E94348"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9E56E55" w14:textId="77777777" w:rsidR="00E94348" w:rsidRDefault="00E94348"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1C69530" w14:textId="77777777" w:rsidR="00E94348" w:rsidRDefault="00E9434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5611E7" w14:textId="77777777" w:rsidR="00E94348" w:rsidRDefault="00E94348" w:rsidP="00E94348">
            <w:pPr>
              <w:spacing w:after="0"/>
              <w:jc w:val="center"/>
              <w:rPr>
                <w:rFonts w:ascii="Arial" w:hAnsi="Arial" w:cs="Arial"/>
                <w:sz w:val="16"/>
                <w:szCs w:val="16"/>
              </w:rPr>
            </w:pPr>
            <w:r>
              <w:rPr>
                <w:rFonts w:ascii="Arial" w:hAnsi="Arial" w:cs="Arial"/>
                <w:sz w:val="16"/>
                <w:szCs w:val="16"/>
              </w:rPr>
              <w:t>0805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2F99EFD" w14:textId="77777777" w:rsidR="00E94348" w:rsidRDefault="00E9434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55221A" w14:textId="77777777" w:rsidR="00E94348" w:rsidRDefault="00E94348"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60A499D" w14:textId="77777777" w:rsidR="00E94348" w:rsidRPr="00CD45AB" w:rsidRDefault="00E94348" w:rsidP="005963B6">
            <w:pPr>
              <w:spacing w:after="0"/>
              <w:rPr>
                <w:rFonts w:ascii="Arial" w:hAnsi="Arial" w:cs="Arial"/>
                <w:sz w:val="16"/>
                <w:szCs w:val="16"/>
              </w:rPr>
            </w:pPr>
            <w:r w:rsidRPr="00E94348">
              <w:rPr>
                <w:rFonts w:ascii="Arial" w:hAnsi="Arial" w:cs="Arial"/>
                <w:sz w:val="16"/>
                <w:szCs w:val="16"/>
              </w:rPr>
              <w:t xml:space="preserve">Correction on aperiodic CSI only transmission for LAA </w:t>
            </w:r>
            <w:proofErr w:type="spellStart"/>
            <w:r w:rsidRPr="00E94348">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B6E3C7" w14:textId="77777777" w:rsidR="00E94348" w:rsidRDefault="00E94348" w:rsidP="005963B6">
            <w:pPr>
              <w:pStyle w:val="TAC"/>
              <w:jc w:val="left"/>
              <w:rPr>
                <w:snapToGrid w:val="0"/>
                <w:sz w:val="16"/>
                <w:szCs w:val="16"/>
              </w:rPr>
            </w:pPr>
            <w:r>
              <w:rPr>
                <w:snapToGrid w:val="0"/>
                <w:sz w:val="16"/>
                <w:szCs w:val="16"/>
              </w:rPr>
              <w:t>14.1.0</w:t>
            </w:r>
          </w:p>
        </w:tc>
      </w:tr>
      <w:tr w:rsidR="0030247B" w:rsidRPr="006B0D02" w14:paraId="623D8E8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91D4D0" w14:textId="77777777" w:rsidR="0030247B" w:rsidRDefault="0030247B"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79DF34C" w14:textId="77777777" w:rsidR="0030247B" w:rsidRDefault="0030247B"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8B8C3E" w14:textId="77777777" w:rsidR="0030247B" w:rsidRDefault="0030247B" w:rsidP="0030247B">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8FF400" w14:textId="77777777" w:rsidR="0030247B" w:rsidRDefault="0030247B" w:rsidP="0030247B">
            <w:pPr>
              <w:spacing w:after="0"/>
              <w:jc w:val="center"/>
              <w:rPr>
                <w:rFonts w:ascii="Arial" w:hAnsi="Arial" w:cs="Arial"/>
                <w:sz w:val="16"/>
                <w:szCs w:val="16"/>
              </w:rPr>
            </w:pPr>
            <w:r>
              <w:rPr>
                <w:rFonts w:ascii="Arial" w:hAnsi="Arial" w:cs="Arial"/>
                <w:sz w:val="16"/>
                <w:szCs w:val="16"/>
              </w:rPr>
              <w:t>0807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A9076CC" w14:textId="77777777" w:rsidR="0030247B" w:rsidRDefault="0030247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2A3EF0" w14:textId="77777777" w:rsidR="0030247B" w:rsidRDefault="0030247B"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6BD33F7" w14:textId="77777777" w:rsidR="0030247B" w:rsidRPr="00CD45AB" w:rsidRDefault="0030247B" w:rsidP="005963B6">
            <w:pPr>
              <w:spacing w:after="0"/>
              <w:rPr>
                <w:rFonts w:ascii="Arial" w:hAnsi="Arial" w:cs="Arial"/>
                <w:sz w:val="16"/>
                <w:szCs w:val="16"/>
              </w:rPr>
            </w:pPr>
            <w:r w:rsidRPr="0030247B">
              <w:rPr>
                <w:rFonts w:ascii="Arial" w:hAnsi="Arial" w:cs="Arial"/>
                <w:sz w:val="16"/>
                <w:szCs w:val="16"/>
              </w:rPr>
              <w:t>CR on RV Cycling for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7F35BE" w14:textId="77777777" w:rsidR="0030247B" w:rsidRDefault="0030247B" w:rsidP="005963B6">
            <w:pPr>
              <w:pStyle w:val="TAC"/>
              <w:jc w:val="left"/>
              <w:rPr>
                <w:snapToGrid w:val="0"/>
                <w:sz w:val="16"/>
                <w:szCs w:val="16"/>
              </w:rPr>
            </w:pPr>
            <w:r>
              <w:rPr>
                <w:snapToGrid w:val="0"/>
                <w:sz w:val="16"/>
                <w:szCs w:val="16"/>
              </w:rPr>
              <w:t>14.1.0</w:t>
            </w:r>
          </w:p>
        </w:tc>
      </w:tr>
      <w:tr w:rsidR="00842BC3" w:rsidRPr="006B0D02" w14:paraId="515370C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91E42A" w14:textId="77777777" w:rsidR="00842BC3" w:rsidRDefault="00842BC3"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DEAFEDD" w14:textId="77777777" w:rsidR="00842BC3" w:rsidRDefault="00842BC3"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B405BCB" w14:textId="77777777" w:rsidR="00842BC3" w:rsidRDefault="00842BC3" w:rsidP="00842BC3">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0E7029" w14:textId="77777777" w:rsidR="00842BC3" w:rsidRDefault="00842BC3" w:rsidP="00842BC3">
            <w:pPr>
              <w:spacing w:after="0"/>
              <w:jc w:val="center"/>
              <w:rPr>
                <w:rFonts w:ascii="Arial" w:hAnsi="Arial" w:cs="Arial"/>
                <w:sz w:val="16"/>
                <w:szCs w:val="16"/>
              </w:rPr>
            </w:pPr>
            <w:r>
              <w:rPr>
                <w:rFonts w:ascii="Arial" w:hAnsi="Arial" w:cs="Arial"/>
                <w:sz w:val="16"/>
                <w:szCs w:val="16"/>
              </w:rPr>
              <w:t>0809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F1A0A7" w14:textId="77777777" w:rsidR="00842BC3" w:rsidRDefault="00842BC3"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ACCC48" w14:textId="77777777" w:rsidR="00842BC3" w:rsidRDefault="00842BC3"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F25C70B" w14:textId="77777777" w:rsidR="00842BC3" w:rsidRPr="00CD45AB" w:rsidRDefault="00842BC3" w:rsidP="005963B6">
            <w:pPr>
              <w:spacing w:after="0"/>
              <w:rPr>
                <w:rFonts w:ascii="Arial" w:hAnsi="Arial" w:cs="Arial"/>
                <w:sz w:val="16"/>
                <w:szCs w:val="16"/>
              </w:rPr>
            </w:pPr>
            <w:r w:rsidRPr="00842BC3">
              <w:rPr>
                <w:rFonts w:ascii="Arial" w:hAnsi="Arial" w:cs="Arial"/>
                <w:sz w:val="16"/>
                <w:szCs w:val="16"/>
              </w:rPr>
              <w:t>CR on UE assumption of LBT success for determining periodic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519F27" w14:textId="77777777" w:rsidR="00842BC3" w:rsidRDefault="00842BC3" w:rsidP="005963B6">
            <w:pPr>
              <w:pStyle w:val="TAC"/>
              <w:jc w:val="left"/>
              <w:rPr>
                <w:snapToGrid w:val="0"/>
                <w:sz w:val="16"/>
                <w:szCs w:val="16"/>
              </w:rPr>
            </w:pPr>
            <w:r>
              <w:rPr>
                <w:snapToGrid w:val="0"/>
                <w:sz w:val="16"/>
                <w:szCs w:val="16"/>
              </w:rPr>
              <w:t>14.1.0</w:t>
            </w:r>
          </w:p>
        </w:tc>
      </w:tr>
      <w:tr w:rsidR="00555924" w:rsidRPr="006B0D02" w14:paraId="5DC6139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1BA6A5" w14:textId="77777777" w:rsidR="00555924" w:rsidRDefault="00555924"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4D4BB92" w14:textId="77777777" w:rsidR="00555924" w:rsidRDefault="00555924"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02C8948" w14:textId="77777777" w:rsidR="00555924" w:rsidRDefault="00555924"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9B86AA" w14:textId="77777777" w:rsidR="00555924" w:rsidRDefault="00555924" w:rsidP="00555924">
            <w:pPr>
              <w:spacing w:after="0"/>
              <w:jc w:val="center"/>
              <w:rPr>
                <w:rFonts w:ascii="Arial" w:hAnsi="Arial" w:cs="Arial"/>
                <w:sz w:val="16"/>
                <w:szCs w:val="16"/>
              </w:rPr>
            </w:pPr>
            <w:r>
              <w:rPr>
                <w:rFonts w:ascii="Arial" w:hAnsi="Arial" w:cs="Arial"/>
                <w:sz w:val="16"/>
                <w:szCs w:val="16"/>
              </w:rPr>
              <w:t>0810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48A1D2C" w14:textId="77777777" w:rsidR="00555924" w:rsidRDefault="0055592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8DECBC" w14:textId="77777777" w:rsidR="00555924" w:rsidRDefault="00555924"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CBFDAA4" w14:textId="77777777" w:rsidR="00555924" w:rsidRPr="00CD45AB" w:rsidRDefault="00555924" w:rsidP="005963B6">
            <w:pPr>
              <w:spacing w:after="0"/>
              <w:rPr>
                <w:rFonts w:ascii="Arial" w:hAnsi="Arial" w:cs="Arial"/>
                <w:sz w:val="16"/>
                <w:szCs w:val="16"/>
              </w:rPr>
            </w:pPr>
            <w:r w:rsidRPr="00555924">
              <w:rPr>
                <w:rFonts w:ascii="Arial" w:hAnsi="Arial" w:cs="Arial"/>
                <w:sz w:val="16"/>
                <w:szCs w:val="16"/>
              </w:rPr>
              <w:t>Correction on continuous transmission after the successful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33801A" w14:textId="77777777" w:rsidR="00555924" w:rsidRDefault="00555924" w:rsidP="005963B6">
            <w:pPr>
              <w:pStyle w:val="TAC"/>
              <w:jc w:val="left"/>
              <w:rPr>
                <w:snapToGrid w:val="0"/>
                <w:sz w:val="16"/>
                <w:szCs w:val="16"/>
              </w:rPr>
            </w:pPr>
            <w:r>
              <w:rPr>
                <w:snapToGrid w:val="0"/>
                <w:sz w:val="16"/>
                <w:szCs w:val="16"/>
              </w:rPr>
              <w:t>14.1.0</w:t>
            </w:r>
          </w:p>
        </w:tc>
      </w:tr>
      <w:tr w:rsidR="00303EC9" w:rsidRPr="006B0D02" w14:paraId="505FBDF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EAD097" w14:textId="77777777" w:rsidR="00303EC9" w:rsidRDefault="00303EC9"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550FBEF" w14:textId="77777777" w:rsidR="00303EC9" w:rsidRDefault="00303EC9"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DDD9D1" w14:textId="77777777" w:rsidR="00303EC9" w:rsidRDefault="00303EC9"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F9E02C" w14:textId="77777777" w:rsidR="00303EC9" w:rsidRDefault="00303EC9" w:rsidP="00303EC9">
            <w:pPr>
              <w:spacing w:after="0"/>
              <w:jc w:val="center"/>
              <w:rPr>
                <w:rFonts w:ascii="Arial" w:hAnsi="Arial" w:cs="Arial"/>
                <w:sz w:val="16"/>
                <w:szCs w:val="16"/>
              </w:rPr>
            </w:pPr>
            <w:r>
              <w:rPr>
                <w:rFonts w:ascii="Arial" w:hAnsi="Arial" w:cs="Arial"/>
                <w:sz w:val="16"/>
                <w:szCs w:val="16"/>
              </w:rPr>
              <w:t>0811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019C921" w14:textId="77777777" w:rsidR="00303EC9" w:rsidRDefault="00303EC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45EC54" w14:textId="77777777" w:rsidR="00303EC9" w:rsidRDefault="00303EC9"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881761" w14:textId="77777777" w:rsidR="00303EC9" w:rsidRPr="00CD45AB" w:rsidRDefault="00303EC9" w:rsidP="005963B6">
            <w:pPr>
              <w:spacing w:after="0"/>
              <w:rPr>
                <w:rFonts w:ascii="Arial" w:hAnsi="Arial" w:cs="Arial"/>
                <w:sz w:val="16"/>
                <w:szCs w:val="16"/>
              </w:rPr>
            </w:pPr>
            <w:r w:rsidRPr="00303EC9">
              <w:rPr>
                <w:rFonts w:ascii="Arial" w:hAnsi="Arial" w:cs="Arial"/>
                <w:sz w:val="16"/>
                <w:szCs w:val="16"/>
              </w:rPr>
              <w:t xml:space="preserve">CR on MCOT limits for carriers on which </w:t>
            </w:r>
            <w:proofErr w:type="spellStart"/>
            <w:r w:rsidRPr="00303EC9">
              <w:rPr>
                <w:rFonts w:ascii="Arial" w:hAnsi="Arial" w:cs="Arial"/>
                <w:sz w:val="16"/>
                <w:szCs w:val="16"/>
              </w:rPr>
              <w:t>eNB</w:t>
            </w:r>
            <w:proofErr w:type="spellEnd"/>
            <w:r w:rsidRPr="00303EC9">
              <w:rPr>
                <w:rFonts w:ascii="Arial" w:hAnsi="Arial" w:cs="Arial"/>
                <w:sz w:val="16"/>
                <w:szCs w:val="16"/>
              </w:rPr>
              <w:t xml:space="preserve"> performs Type B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F594F2" w14:textId="77777777" w:rsidR="00303EC9" w:rsidRDefault="00303EC9" w:rsidP="005963B6">
            <w:pPr>
              <w:pStyle w:val="TAC"/>
              <w:jc w:val="left"/>
              <w:rPr>
                <w:snapToGrid w:val="0"/>
                <w:sz w:val="16"/>
                <w:szCs w:val="16"/>
              </w:rPr>
            </w:pPr>
            <w:r>
              <w:rPr>
                <w:snapToGrid w:val="0"/>
                <w:sz w:val="16"/>
                <w:szCs w:val="16"/>
              </w:rPr>
              <w:t>14.1.0</w:t>
            </w:r>
          </w:p>
        </w:tc>
      </w:tr>
      <w:tr w:rsidR="00F02AFB" w:rsidRPr="006B0D02" w14:paraId="51E3C68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06789B" w14:textId="77777777" w:rsidR="00F02AFB" w:rsidRDefault="00F02AFB"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4D92AD" w14:textId="77777777" w:rsidR="00F02AFB" w:rsidRDefault="00F02AFB"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600AB73" w14:textId="77777777" w:rsidR="00F02AFB" w:rsidRDefault="00F02AFB"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BE21E3" w14:textId="77777777" w:rsidR="00F02AFB" w:rsidRDefault="00F02AFB" w:rsidP="00F02AFB">
            <w:pPr>
              <w:spacing w:after="0"/>
              <w:jc w:val="center"/>
              <w:rPr>
                <w:rFonts w:ascii="Arial" w:hAnsi="Arial" w:cs="Arial"/>
                <w:sz w:val="16"/>
                <w:szCs w:val="16"/>
              </w:rPr>
            </w:pPr>
            <w:r>
              <w:rPr>
                <w:rFonts w:ascii="Arial" w:hAnsi="Arial" w:cs="Arial"/>
                <w:sz w:val="16"/>
                <w:szCs w:val="16"/>
              </w:rPr>
              <w:t>0813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326C366" w14:textId="77777777" w:rsidR="00F02AFB" w:rsidRDefault="00F02AF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231A44" w14:textId="77777777" w:rsidR="00F02AFB" w:rsidRDefault="00F02AFB"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AB36012" w14:textId="77777777" w:rsidR="00F02AFB" w:rsidRPr="00CD45AB" w:rsidRDefault="00F02AFB" w:rsidP="005963B6">
            <w:pPr>
              <w:spacing w:after="0"/>
              <w:rPr>
                <w:rFonts w:ascii="Arial" w:hAnsi="Arial" w:cs="Arial"/>
                <w:sz w:val="16"/>
                <w:szCs w:val="16"/>
              </w:rPr>
            </w:pPr>
            <w:r w:rsidRPr="00F02AFB">
              <w:rPr>
                <w:rFonts w:ascii="Arial" w:hAnsi="Arial" w:cs="Arial"/>
                <w:sz w:val="16"/>
                <w:szCs w:val="16"/>
              </w:rPr>
              <w:t>CR on the UE assumption on multiple UL grants indicating a same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796350" w14:textId="77777777" w:rsidR="00F02AFB" w:rsidRDefault="00F02AFB" w:rsidP="005963B6">
            <w:pPr>
              <w:pStyle w:val="TAC"/>
              <w:jc w:val="left"/>
              <w:rPr>
                <w:snapToGrid w:val="0"/>
                <w:sz w:val="16"/>
                <w:szCs w:val="16"/>
              </w:rPr>
            </w:pPr>
            <w:r>
              <w:rPr>
                <w:snapToGrid w:val="0"/>
                <w:sz w:val="16"/>
                <w:szCs w:val="16"/>
              </w:rPr>
              <w:t>14.1.0</w:t>
            </w:r>
          </w:p>
        </w:tc>
      </w:tr>
      <w:tr w:rsidR="00DC07BB" w:rsidRPr="006B0D02" w14:paraId="67A3BFE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453544" w14:textId="77777777" w:rsidR="00DC07BB" w:rsidRDefault="00DC07BB"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1938F6" w14:textId="77777777" w:rsidR="00DC07BB" w:rsidRDefault="00DC07BB"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EAB053E" w14:textId="77777777" w:rsidR="00DC07BB" w:rsidRDefault="00DC07BB" w:rsidP="00DC07BB">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F4E720" w14:textId="77777777" w:rsidR="00DC07BB" w:rsidRDefault="00DC07BB" w:rsidP="00DC07BB">
            <w:pPr>
              <w:spacing w:after="0"/>
              <w:jc w:val="center"/>
              <w:rPr>
                <w:rFonts w:ascii="Arial" w:hAnsi="Arial" w:cs="Arial"/>
                <w:sz w:val="16"/>
                <w:szCs w:val="16"/>
              </w:rPr>
            </w:pPr>
            <w:r>
              <w:rPr>
                <w:rFonts w:ascii="Arial" w:hAnsi="Arial" w:cs="Arial"/>
                <w:sz w:val="16"/>
                <w:szCs w:val="16"/>
              </w:rPr>
              <w:t>0814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B539B07" w14:textId="77777777" w:rsidR="00DC07BB" w:rsidRDefault="00DC07B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6F44AB" w14:textId="77777777" w:rsidR="00DC07BB" w:rsidRDefault="00DC07BB"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AA27E5" w14:textId="77777777" w:rsidR="00DC07BB" w:rsidRPr="00CD45AB" w:rsidRDefault="00DC07BB" w:rsidP="005963B6">
            <w:pPr>
              <w:spacing w:after="0"/>
              <w:rPr>
                <w:rFonts w:ascii="Arial" w:hAnsi="Arial" w:cs="Arial"/>
                <w:sz w:val="16"/>
                <w:szCs w:val="16"/>
              </w:rPr>
            </w:pPr>
            <w:r w:rsidRPr="00DC07BB">
              <w:rPr>
                <w:rFonts w:ascii="Arial" w:hAnsi="Arial" w:cs="Arial"/>
                <w:sz w:val="16"/>
                <w:szCs w:val="16"/>
              </w:rPr>
              <w:t xml:space="preserve">PDSCH transmission on special subframe for </w:t>
            </w:r>
            <w:proofErr w:type="spellStart"/>
            <w:r w:rsidRPr="00DC07BB">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C93283" w14:textId="77777777" w:rsidR="00DC07BB" w:rsidRDefault="00DC07BB" w:rsidP="005963B6">
            <w:pPr>
              <w:pStyle w:val="TAC"/>
              <w:jc w:val="left"/>
              <w:rPr>
                <w:snapToGrid w:val="0"/>
                <w:sz w:val="16"/>
                <w:szCs w:val="16"/>
              </w:rPr>
            </w:pPr>
            <w:r>
              <w:rPr>
                <w:snapToGrid w:val="0"/>
                <w:sz w:val="16"/>
                <w:szCs w:val="16"/>
              </w:rPr>
              <w:t>14.1.0</w:t>
            </w:r>
          </w:p>
        </w:tc>
      </w:tr>
      <w:tr w:rsidR="00791C1C" w:rsidRPr="006B0D02" w14:paraId="14DAAF6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04F0FC" w14:textId="77777777" w:rsidR="00791C1C" w:rsidRDefault="00791C1C"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89DA9A6" w14:textId="77777777" w:rsidR="00791C1C" w:rsidRDefault="00791C1C"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381FE53" w14:textId="77777777" w:rsidR="00791C1C" w:rsidRDefault="00791C1C"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0698C1" w14:textId="77777777" w:rsidR="00791C1C" w:rsidRDefault="00791C1C" w:rsidP="00791C1C">
            <w:pPr>
              <w:spacing w:after="0"/>
              <w:jc w:val="center"/>
              <w:rPr>
                <w:rFonts w:ascii="Arial" w:hAnsi="Arial" w:cs="Arial"/>
                <w:sz w:val="16"/>
                <w:szCs w:val="16"/>
              </w:rPr>
            </w:pPr>
            <w:r>
              <w:rPr>
                <w:rFonts w:ascii="Arial" w:hAnsi="Arial" w:cs="Arial"/>
                <w:sz w:val="16"/>
                <w:szCs w:val="16"/>
              </w:rPr>
              <w:t>0815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11F25D1" w14:textId="77777777" w:rsidR="00791C1C" w:rsidRDefault="00791C1C"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FA8697" w14:textId="77777777" w:rsidR="00791C1C" w:rsidRDefault="00791C1C"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00A0328" w14:textId="77777777" w:rsidR="00791C1C" w:rsidRPr="00CD45AB" w:rsidRDefault="00791C1C" w:rsidP="005963B6">
            <w:pPr>
              <w:spacing w:after="0"/>
              <w:rPr>
                <w:rFonts w:ascii="Arial" w:hAnsi="Arial" w:cs="Arial"/>
                <w:sz w:val="16"/>
                <w:szCs w:val="16"/>
              </w:rPr>
            </w:pPr>
            <w:r w:rsidRPr="00791C1C">
              <w:rPr>
                <w:rFonts w:ascii="Arial" w:hAnsi="Arial" w:cs="Arial"/>
                <w:sz w:val="16"/>
                <w:szCs w:val="16"/>
              </w:rPr>
              <w:t xml:space="preserve">CR on using 25us LBT for UEs on carriers without </w:t>
            </w:r>
            <w:proofErr w:type="spellStart"/>
            <w:r w:rsidRPr="00791C1C">
              <w:rPr>
                <w:rFonts w:ascii="Arial" w:hAnsi="Arial" w:cs="Arial"/>
                <w:sz w:val="16"/>
                <w:szCs w:val="16"/>
              </w:rPr>
              <w:t>eNB</w:t>
            </w:r>
            <w:proofErr w:type="spellEnd"/>
            <w:r w:rsidRPr="00791C1C">
              <w:rPr>
                <w:rFonts w:ascii="Arial" w:hAnsi="Arial" w:cs="Arial"/>
                <w:sz w:val="16"/>
                <w:szCs w:val="16"/>
              </w:rPr>
              <w:t xml:space="preserve"> Cat 4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27E722" w14:textId="77777777" w:rsidR="00791C1C" w:rsidRDefault="00791C1C" w:rsidP="005963B6">
            <w:pPr>
              <w:pStyle w:val="TAC"/>
              <w:jc w:val="left"/>
              <w:rPr>
                <w:snapToGrid w:val="0"/>
                <w:sz w:val="16"/>
                <w:szCs w:val="16"/>
              </w:rPr>
            </w:pPr>
            <w:r>
              <w:rPr>
                <w:snapToGrid w:val="0"/>
                <w:sz w:val="16"/>
                <w:szCs w:val="16"/>
              </w:rPr>
              <w:t>14.1.0</w:t>
            </w:r>
          </w:p>
        </w:tc>
      </w:tr>
      <w:tr w:rsidR="00515CC5" w:rsidRPr="006B0D02" w14:paraId="0993672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88217E" w14:textId="77777777" w:rsidR="00515CC5" w:rsidRDefault="00515CC5"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79AA27" w14:textId="77777777" w:rsidR="00515CC5" w:rsidRDefault="00515CC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8169AA" w14:textId="77777777" w:rsidR="00515CC5" w:rsidRDefault="00515CC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BF943F" w14:textId="77777777" w:rsidR="00515CC5" w:rsidRDefault="00515CC5" w:rsidP="00515CC5">
            <w:pPr>
              <w:spacing w:after="0"/>
              <w:jc w:val="center"/>
              <w:rPr>
                <w:rFonts w:ascii="Arial" w:hAnsi="Arial" w:cs="Arial"/>
                <w:sz w:val="16"/>
                <w:szCs w:val="16"/>
              </w:rPr>
            </w:pPr>
            <w:r>
              <w:rPr>
                <w:rFonts w:ascii="Arial" w:hAnsi="Arial" w:cs="Arial"/>
                <w:sz w:val="16"/>
                <w:szCs w:val="16"/>
              </w:rPr>
              <w:t>0816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2A70788" w14:textId="77777777" w:rsidR="00515CC5" w:rsidRDefault="00515CC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D8D3A8" w14:textId="77777777" w:rsidR="00515CC5" w:rsidRDefault="00515CC5"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3CB968" w14:textId="77777777" w:rsidR="00515CC5" w:rsidRPr="00CD45AB" w:rsidRDefault="00515CC5" w:rsidP="005963B6">
            <w:pPr>
              <w:spacing w:after="0"/>
              <w:rPr>
                <w:rFonts w:ascii="Arial" w:hAnsi="Arial" w:cs="Arial"/>
                <w:sz w:val="16"/>
                <w:szCs w:val="16"/>
              </w:rPr>
            </w:pPr>
            <w:r w:rsidRPr="00515CC5">
              <w:rPr>
                <w:rFonts w:ascii="Arial" w:hAnsi="Arial" w:cs="Arial"/>
                <w:sz w:val="16"/>
                <w:szCs w:val="16"/>
              </w:rPr>
              <w:t xml:space="preserve">CR on UL resource allocation for 10MHz LAA </w:t>
            </w:r>
            <w:proofErr w:type="spellStart"/>
            <w:r w:rsidRPr="00515CC5">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A1C1C4" w14:textId="77777777" w:rsidR="00515CC5" w:rsidRDefault="00515CC5" w:rsidP="005963B6">
            <w:pPr>
              <w:pStyle w:val="TAC"/>
              <w:jc w:val="left"/>
              <w:rPr>
                <w:snapToGrid w:val="0"/>
                <w:sz w:val="16"/>
                <w:szCs w:val="16"/>
              </w:rPr>
            </w:pPr>
            <w:r>
              <w:rPr>
                <w:snapToGrid w:val="0"/>
                <w:sz w:val="16"/>
                <w:szCs w:val="16"/>
              </w:rPr>
              <w:t>14.1.0</w:t>
            </w:r>
          </w:p>
        </w:tc>
      </w:tr>
      <w:tr w:rsidR="00452545" w:rsidRPr="006B0D02" w14:paraId="6B3E33B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E8182E" w14:textId="77777777" w:rsidR="00452545" w:rsidRDefault="00452545"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0F48995" w14:textId="77777777" w:rsidR="00452545" w:rsidRDefault="0045254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04EF020" w14:textId="77777777" w:rsidR="00452545" w:rsidRDefault="00452545" w:rsidP="00452545">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5EAAAD" w14:textId="77777777" w:rsidR="00452545" w:rsidRDefault="00452545" w:rsidP="00107AF6">
            <w:pPr>
              <w:spacing w:after="0"/>
              <w:jc w:val="center"/>
              <w:rPr>
                <w:rFonts w:ascii="Arial" w:hAnsi="Arial" w:cs="Arial"/>
                <w:sz w:val="16"/>
                <w:szCs w:val="16"/>
              </w:rPr>
            </w:pPr>
            <w:r>
              <w:rPr>
                <w:rFonts w:ascii="Arial" w:hAnsi="Arial" w:cs="Arial"/>
                <w:sz w:val="16"/>
                <w:szCs w:val="16"/>
              </w:rPr>
              <w:t>0818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DC6B1C0" w14:textId="77777777" w:rsidR="00452545" w:rsidRDefault="0045254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9DE133" w14:textId="77777777" w:rsidR="00452545" w:rsidRDefault="00452545"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D5422F" w14:textId="77777777" w:rsidR="00452545" w:rsidRPr="00CD45AB" w:rsidRDefault="00452545" w:rsidP="005963B6">
            <w:pPr>
              <w:spacing w:after="0"/>
              <w:rPr>
                <w:rFonts w:ascii="Arial" w:hAnsi="Arial" w:cs="Arial"/>
                <w:sz w:val="16"/>
                <w:szCs w:val="16"/>
              </w:rPr>
            </w:pPr>
            <w:r w:rsidRPr="00452545">
              <w:rPr>
                <w:rFonts w:ascii="Arial" w:hAnsi="Arial" w:cs="Arial"/>
                <w:sz w:val="16"/>
                <w:szCs w:val="16"/>
              </w:rPr>
              <w:t>DCI for SPS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58EB0E" w14:textId="77777777" w:rsidR="00452545" w:rsidRDefault="00452545" w:rsidP="005963B6">
            <w:pPr>
              <w:pStyle w:val="TAC"/>
              <w:jc w:val="left"/>
              <w:rPr>
                <w:snapToGrid w:val="0"/>
                <w:sz w:val="16"/>
                <w:szCs w:val="16"/>
              </w:rPr>
            </w:pPr>
            <w:r>
              <w:rPr>
                <w:snapToGrid w:val="0"/>
                <w:sz w:val="16"/>
                <w:szCs w:val="16"/>
              </w:rPr>
              <w:t>14.1.0</w:t>
            </w:r>
          </w:p>
        </w:tc>
      </w:tr>
      <w:tr w:rsidR="006D7D89" w:rsidRPr="006B0D02" w14:paraId="2032968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5356E3" w14:textId="77777777" w:rsidR="006D7D89" w:rsidRDefault="006D7D89"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4392718" w14:textId="77777777" w:rsidR="006D7D89" w:rsidRDefault="006D7D89"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F9D9B63" w14:textId="77777777" w:rsidR="006D7D89" w:rsidRDefault="006D7D89"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EEC5F" w14:textId="77777777" w:rsidR="006D7D89" w:rsidRDefault="006D7D89" w:rsidP="006D7D89">
            <w:pPr>
              <w:spacing w:after="0"/>
              <w:jc w:val="center"/>
              <w:rPr>
                <w:rFonts w:ascii="Arial" w:hAnsi="Arial" w:cs="Arial"/>
                <w:sz w:val="16"/>
                <w:szCs w:val="16"/>
              </w:rPr>
            </w:pPr>
            <w:r>
              <w:rPr>
                <w:rFonts w:ascii="Arial" w:hAnsi="Arial" w:cs="Arial"/>
                <w:sz w:val="16"/>
                <w:szCs w:val="16"/>
              </w:rPr>
              <w:t>0820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09ED652" w14:textId="77777777" w:rsidR="006D7D89" w:rsidRDefault="006D7D8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90F182" w14:textId="77777777" w:rsidR="006D7D89" w:rsidRDefault="006D7D89" w:rsidP="005963B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B8E13BE" w14:textId="77777777" w:rsidR="006D7D89" w:rsidRPr="00CD45AB" w:rsidRDefault="006D7D89" w:rsidP="005963B6">
            <w:pPr>
              <w:spacing w:after="0"/>
              <w:rPr>
                <w:rFonts w:ascii="Arial" w:hAnsi="Arial" w:cs="Arial"/>
                <w:sz w:val="16"/>
                <w:szCs w:val="16"/>
              </w:rPr>
            </w:pPr>
            <w:r w:rsidRPr="006D7D89">
              <w:rPr>
                <w:rFonts w:ascii="Arial" w:hAnsi="Arial" w:cs="Arial"/>
                <w:sz w:val="16"/>
                <w:szCs w:val="16"/>
              </w:rPr>
              <w:t>Number of MPDCCH-PRB sets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984241" w14:textId="77777777" w:rsidR="006D7D89" w:rsidRDefault="006D7D89" w:rsidP="005963B6">
            <w:pPr>
              <w:pStyle w:val="TAC"/>
              <w:jc w:val="left"/>
              <w:rPr>
                <w:snapToGrid w:val="0"/>
                <w:sz w:val="16"/>
                <w:szCs w:val="16"/>
              </w:rPr>
            </w:pPr>
            <w:r>
              <w:rPr>
                <w:snapToGrid w:val="0"/>
                <w:sz w:val="16"/>
                <w:szCs w:val="16"/>
              </w:rPr>
              <w:t>14.1.0</w:t>
            </w:r>
          </w:p>
        </w:tc>
      </w:tr>
      <w:tr w:rsidR="00242057" w:rsidRPr="006B0D02" w14:paraId="1E8A8AA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C65805" w14:textId="77777777" w:rsidR="00242057" w:rsidRDefault="00242057"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2B8585" w14:textId="77777777" w:rsidR="00242057" w:rsidRDefault="00242057"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BAE00A8" w14:textId="77777777" w:rsidR="00242057" w:rsidRDefault="00242057" w:rsidP="00242057">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5BEF7E" w14:textId="77777777" w:rsidR="00242057" w:rsidRDefault="00242057" w:rsidP="00242057">
            <w:pPr>
              <w:spacing w:after="0"/>
              <w:jc w:val="center"/>
              <w:rPr>
                <w:rFonts w:ascii="Arial" w:hAnsi="Arial" w:cs="Arial"/>
                <w:sz w:val="16"/>
                <w:szCs w:val="16"/>
              </w:rPr>
            </w:pPr>
            <w:r>
              <w:rPr>
                <w:rFonts w:ascii="Arial" w:hAnsi="Arial" w:cs="Arial"/>
                <w:sz w:val="16"/>
                <w:szCs w:val="16"/>
              </w:rPr>
              <w:t>0821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FF9308" w14:textId="77777777" w:rsidR="00242057" w:rsidRDefault="0024205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B88714" w14:textId="77777777" w:rsidR="00242057" w:rsidRDefault="00242057"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722D6B1" w14:textId="77777777" w:rsidR="00242057" w:rsidRPr="00CD45AB" w:rsidRDefault="00242057" w:rsidP="005963B6">
            <w:pPr>
              <w:spacing w:after="0"/>
              <w:rPr>
                <w:rFonts w:ascii="Arial" w:hAnsi="Arial" w:cs="Arial"/>
                <w:sz w:val="16"/>
                <w:szCs w:val="16"/>
              </w:rPr>
            </w:pPr>
            <w:r w:rsidRPr="00242057">
              <w:rPr>
                <w:rFonts w:ascii="Arial" w:hAnsi="Arial" w:cs="Arial"/>
                <w:sz w:val="16"/>
                <w:szCs w:val="16"/>
              </w:rPr>
              <w:t>Correction on EPDCCH candidate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9328A1" w14:textId="77777777" w:rsidR="00242057" w:rsidRDefault="00242057" w:rsidP="005963B6">
            <w:pPr>
              <w:pStyle w:val="TAC"/>
              <w:jc w:val="left"/>
              <w:rPr>
                <w:snapToGrid w:val="0"/>
                <w:sz w:val="16"/>
                <w:szCs w:val="16"/>
              </w:rPr>
            </w:pPr>
            <w:r>
              <w:rPr>
                <w:snapToGrid w:val="0"/>
                <w:sz w:val="16"/>
                <w:szCs w:val="16"/>
              </w:rPr>
              <w:t>14.1.0</w:t>
            </w:r>
          </w:p>
        </w:tc>
      </w:tr>
      <w:tr w:rsidR="00F62B21" w:rsidRPr="006B0D02" w14:paraId="1EC54C0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F5B3FB" w14:textId="77777777" w:rsidR="00F62B21" w:rsidRDefault="00F62B21"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4068E6F" w14:textId="77777777" w:rsidR="00F62B21" w:rsidRDefault="00F62B21"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A930187" w14:textId="77777777" w:rsidR="00F62B21" w:rsidRDefault="00F62B21"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AE83A5" w14:textId="77777777" w:rsidR="00F62B21" w:rsidRDefault="00F62B21" w:rsidP="00F62B21">
            <w:pPr>
              <w:spacing w:after="0"/>
              <w:jc w:val="center"/>
              <w:rPr>
                <w:rFonts w:ascii="Arial" w:hAnsi="Arial" w:cs="Arial"/>
                <w:sz w:val="16"/>
                <w:szCs w:val="16"/>
              </w:rPr>
            </w:pPr>
            <w:r>
              <w:rPr>
                <w:rFonts w:ascii="Arial" w:hAnsi="Arial" w:cs="Arial"/>
                <w:sz w:val="16"/>
                <w:szCs w:val="16"/>
              </w:rPr>
              <w:t>0822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5FCFE20" w14:textId="77777777" w:rsidR="00F62B21" w:rsidRDefault="00F62B21"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ADD968" w14:textId="77777777" w:rsidR="00F62B21" w:rsidRDefault="00F62B21"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7A4512" w14:textId="77777777" w:rsidR="00F62B21" w:rsidRPr="00CD45AB" w:rsidRDefault="00F62B21" w:rsidP="005963B6">
            <w:pPr>
              <w:spacing w:after="0"/>
              <w:rPr>
                <w:rFonts w:ascii="Arial" w:hAnsi="Arial" w:cs="Arial"/>
                <w:sz w:val="16"/>
                <w:szCs w:val="16"/>
              </w:rPr>
            </w:pPr>
            <w:r w:rsidRPr="00F62B21">
              <w:rPr>
                <w:rFonts w:ascii="Arial" w:hAnsi="Arial" w:cs="Arial"/>
                <w:sz w:val="16"/>
                <w:szCs w:val="16"/>
              </w:rPr>
              <w:t>CR on applying TPC commands for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B898A9" w14:textId="77777777" w:rsidR="00F62B21" w:rsidRDefault="00F62B21" w:rsidP="005963B6">
            <w:pPr>
              <w:pStyle w:val="TAC"/>
              <w:jc w:val="left"/>
              <w:rPr>
                <w:snapToGrid w:val="0"/>
                <w:sz w:val="16"/>
                <w:szCs w:val="16"/>
              </w:rPr>
            </w:pPr>
            <w:r>
              <w:rPr>
                <w:snapToGrid w:val="0"/>
                <w:sz w:val="16"/>
                <w:szCs w:val="16"/>
              </w:rPr>
              <w:t>14.1.0</w:t>
            </w:r>
          </w:p>
        </w:tc>
      </w:tr>
      <w:tr w:rsidR="00E31535" w:rsidRPr="006B0D02" w14:paraId="7AB4034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03ABED" w14:textId="77777777" w:rsidR="00E31535" w:rsidRDefault="00E31535"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1E759B9" w14:textId="77777777" w:rsidR="00E31535" w:rsidRDefault="00E31535"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369D1A5" w14:textId="77777777" w:rsidR="00E31535" w:rsidRDefault="00E3153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9C6CB3" w14:textId="77777777" w:rsidR="00E31535" w:rsidRDefault="00E31535" w:rsidP="00E31535">
            <w:pPr>
              <w:spacing w:after="0"/>
              <w:jc w:val="center"/>
              <w:rPr>
                <w:rFonts w:ascii="Arial" w:hAnsi="Arial" w:cs="Arial"/>
                <w:sz w:val="16"/>
                <w:szCs w:val="16"/>
              </w:rPr>
            </w:pPr>
            <w:r>
              <w:rPr>
                <w:rFonts w:ascii="Arial" w:hAnsi="Arial" w:cs="Arial"/>
                <w:sz w:val="16"/>
                <w:szCs w:val="16"/>
              </w:rPr>
              <w:t>0823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502ECFD" w14:textId="77777777" w:rsidR="00E31535" w:rsidRDefault="00E3153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4A7734" w14:textId="77777777" w:rsidR="00E31535" w:rsidRDefault="00E31535"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CC0929" w14:textId="77777777" w:rsidR="00E31535" w:rsidRPr="00CD45AB" w:rsidRDefault="00E31535" w:rsidP="005963B6">
            <w:pPr>
              <w:spacing w:after="0"/>
              <w:rPr>
                <w:rFonts w:ascii="Arial" w:hAnsi="Arial" w:cs="Arial"/>
                <w:sz w:val="16"/>
                <w:szCs w:val="16"/>
              </w:rPr>
            </w:pPr>
            <w:r w:rsidRPr="00E31535">
              <w:rPr>
                <w:rFonts w:ascii="Arial" w:hAnsi="Arial" w:cs="Arial"/>
                <w:sz w:val="16"/>
                <w:szCs w:val="16"/>
              </w:rPr>
              <w:t>CR on PHR reporting for triggered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887316" w14:textId="77777777" w:rsidR="00E31535" w:rsidRDefault="00E31535" w:rsidP="005963B6">
            <w:pPr>
              <w:pStyle w:val="TAC"/>
              <w:jc w:val="left"/>
              <w:rPr>
                <w:snapToGrid w:val="0"/>
                <w:sz w:val="16"/>
                <w:szCs w:val="16"/>
              </w:rPr>
            </w:pPr>
            <w:r>
              <w:rPr>
                <w:snapToGrid w:val="0"/>
                <w:sz w:val="16"/>
                <w:szCs w:val="16"/>
              </w:rPr>
              <w:t>14.1.0</w:t>
            </w:r>
          </w:p>
        </w:tc>
      </w:tr>
      <w:tr w:rsidR="00941123" w:rsidRPr="006B0D02" w14:paraId="4231693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EFD240" w14:textId="77777777" w:rsidR="00941123" w:rsidRDefault="00941123" w:rsidP="005963B6">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961D877" w14:textId="77777777" w:rsidR="00941123" w:rsidRDefault="00941123" w:rsidP="005963B6">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BA0055" w14:textId="77777777" w:rsidR="00941123" w:rsidRDefault="00941123"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AB9212" w14:textId="77777777" w:rsidR="00941123" w:rsidRDefault="00941123" w:rsidP="00941123">
            <w:pPr>
              <w:spacing w:after="0"/>
              <w:jc w:val="center"/>
              <w:rPr>
                <w:rFonts w:ascii="Arial" w:hAnsi="Arial" w:cs="Arial"/>
                <w:sz w:val="16"/>
                <w:szCs w:val="16"/>
              </w:rPr>
            </w:pPr>
            <w:r>
              <w:rPr>
                <w:rFonts w:ascii="Arial" w:hAnsi="Arial" w:cs="Arial"/>
                <w:sz w:val="16"/>
                <w:szCs w:val="16"/>
              </w:rPr>
              <w:t>0824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40FAA8A" w14:textId="77777777" w:rsidR="00941123" w:rsidRDefault="00941123"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0E161F" w14:textId="77777777" w:rsidR="00941123" w:rsidRDefault="00941123" w:rsidP="005963B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73809E" w14:textId="77777777" w:rsidR="00941123" w:rsidRPr="00CD45AB" w:rsidRDefault="00941123" w:rsidP="005963B6">
            <w:pPr>
              <w:spacing w:after="0"/>
              <w:rPr>
                <w:rFonts w:ascii="Arial" w:hAnsi="Arial" w:cs="Arial"/>
                <w:sz w:val="16"/>
                <w:szCs w:val="16"/>
              </w:rPr>
            </w:pPr>
            <w:r w:rsidRPr="00941123">
              <w:rPr>
                <w:rFonts w:ascii="Arial" w:hAnsi="Arial" w:cs="Arial"/>
                <w:sz w:val="16"/>
                <w:szCs w:val="16"/>
              </w:rPr>
              <w:t>Correction on PDCCH candidate adjustments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1A3A0B" w14:textId="77777777" w:rsidR="00941123" w:rsidRDefault="00941123" w:rsidP="005963B6">
            <w:pPr>
              <w:pStyle w:val="TAC"/>
              <w:jc w:val="left"/>
              <w:rPr>
                <w:snapToGrid w:val="0"/>
                <w:sz w:val="16"/>
                <w:szCs w:val="16"/>
              </w:rPr>
            </w:pPr>
            <w:r>
              <w:rPr>
                <w:snapToGrid w:val="0"/>
                <w:sz w:val="16"/>
                <w:szCs w:val="16"/>
              </w:rPr>
              <w:t>14.1.0</w:t>
            </w:r>
          </w:p>
        </w:tc>
      </w:tr>
      <w:tr w:rsidR="003C4D02" w:rsidRPr="006B0D02" w14:paraId="11BBB38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9E9681" w14:textId="77777777" w:rsidR="003C4D02" w:rsidRDefault="003C4D02" w:rsidP="00CA7D6C">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B00DB28" w14:textId="77777777" w:rsidR="003C4D02" w:rsidRDefault="003C4D02" w:rsidP="00CA7D6C">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AE476F5" w14:textId="77777777" w:rsidR="003C4D02" w:rsidRDefault="003C4D02" w:rsidP="003C4D02">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B45E5C" w14:textId="77777777" w:rsidR="003C4D02" w:rsidRDefault="003C4D02" w:rsidP="003C4D02">
            <w:pPr>
              <w:spacing w:after="0"/>
              <w:jc w:val="center"/>
              <w:rPr>
                <w:rFonts w:ascii="Arial" w:hAnsi="Arial" w:cs="Arial"/>
                <w:sz w:val="16"/>
                <w:szCs w:val="16"/>
              </w:rPr>
            </w:pPr>
            <w:r>
              <w:rPr>
                <w:rFonts w:ascii="Arial" w:hAnsi="Arial" w:cs="Arial"/>
                <w:sz w:val="16"/>
                <w:szCs w:val="16"/>
              </w:rPr>
              <w:t>0826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794C298" w14:textId="77777777" w:rsidR="003C4D02" w:rsidRDefault="003C4D02"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FA0C86" w14:textId="77777777" w:rsidR="003C4D02" w:rsidRDefault="003C4D02" w:rsidP="00CA7D6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3BF3935" w14:textId="77777777" w:rsidR="003C4D02" w:rsidRPr="00CD45AB" w:rsidRDefault="003C4D02" w:rsidP="00CA7D6C">
            <w:pPr>
              <w:spacing w:after="0"/>
              <w:rPr>
                <w:rFonts w:ascii="Arial" w:hAnsi="Arial" w:cs="Arial"/>
                <w:sz w:val="16"/>
                <w:szCs w:val="16"/>
              </w:rPr>
            </w:pPr>
            <w:r w:rsidRPr="003C4D02">
              <w:rPr>
                <w:rFonts w:ascii="Arial" w:hAnsi="Arial" w:cs="Arial"/>
                <w:sz w:val="16"/>
                <w:szCs w:val="16"/>
              </w:rPr>
              <w:t>Correction on NPDCCH and NPDSCH start symbol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029FDD" w14:textId="77777777" w:rsidR="003C4D02" w:rsidRDefault="003C4D02" w:rsidP="00CA7D6C">
            <w:pPr>
              <w:pStyle w:val="TAC"/>
              <w:jc w:val="left"/>
              <w:rPr>
                <w:snapToGrid w:val="0"/>
                <w:sz w:val="16"/>
                <w:szCs w:val="16"/>
              </w:rPr>
            </w:pPr>
            <w:r>
              <w:rPr>
                <w:snapToGrid w:val="0"/>
                <w:sz w:val="16"/>
                <w:szCs w:val="16"/>
              </w:rPr>
              <w:t>14.1.0</w:t>
            </w:r>
          </w:p>
        </w:tc>
      </w:tr>
      <w:tr w:rsidR="00E73E6C" w:rsidRPr="006B0D02" w14:paraId="2DD8577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E4395B" w14:textId="77777777" w:rsidR="00E73E6C" w:rsidRDefault="00E73E6C" w:rsidP="00CA7D6C">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679520B" w14:textId="77777777" w:rsidR="00E73E6C" w:rsidRDefault="00E73E6C" w:rsidP="00CA7D6C">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74D3EBF" w14:textId="77777777" w:rsidR="00E73E6C" w:rsidRDefault="00E73E6C" w:rsidP="00E73E6C">
            <w:pPr>
              <w:spacing w:after="0"/>
              <w:jc w:val="center"/>
              <w:rPr>
                <w:rFonts w:ascii="Arial" w:hAnsi="Arial" w:cs="Arial"/>
                <w:sz w:val="16"/>
                <w:szCs w:val="16"/>
              </w:rPr>
            </w:pPr>
            <w:r>
              <w:rPr>
                <w:rFonts w:ascii="Arial" w:hAnsi="Arial" w:cs="Arial"/>
                <w:sz w:val="16"/>
                <w:szCs w:val="16"/>
              </w:rPr>
              <w:t>RP-162364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6CFB8D" w14:textId="77777777" w:rsidR="00E73E6C" w:rsidRDefault="00E73E6C" w:rsidP="00E73E6C">
            <w:pPr>
              <w:spacing w:after="0"/>
              <w:jc w:val="center"/>
              <w:rPr>
                <w:rFonts w:ascii="Arial" w:hAnsi="Arial" w:cs="Arial"/>
                <w:sz w:val="16"/>
                <w:szCs w:val="16"/>
              </w:rPr>
            </w:pPr>
            <w:r>
              <w:rPr>
                <w:rFonts w:ascii="Arial" w:hAnsi="Arial" w:cs="Arial"/>
                <w:sz w:val="16"/>
                <w:szCs w:val="16"/>
              </w:rPr>
              <w:t>0827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4FB4C14" w14:textId="77777777" w:rsidR="00E73E6C" w:rsidRDefault="00E73E6C"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A27ED9" w14:textId="77777777" w:rsidR="00E73E6C" w:rsidRDefault="00E73E6C" w:rsidP="00CA7D6C">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FE90DAB" w14:textId="77777777" w:rsidR="00E73E6C" w:rsidRPr="00CD45AB" w:rsidRDefault="00E73E6C" w:rsidP="00CA7D6C">
            <w:pPr>
              <w:spacing w:after="0"/>
              <w:rPr>
                <w:rFonts w:ascii="Arial" w:hAnsi="Arial" w:cs="Arial"/>
                <w:sz w:val="16"/>
                <w:szCs w:val="16"/>
              </w:rPr>
            </w:pPr>
            <w:r w:rsidRPr="00E73E6C">
              <w:rPr>
                <w:rFonts w:ascii="Arial" w:hAnsi="Arial" w:cs="Arial"/>
                <w:sz w:val="16"/>
                <w:szCs w:val="16"/>
              </w:rPr>
              <w:t>Introduction of SRS switching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BE33DC" w14:textId="77777777" w:rsidR="00E73E6C" w:rsidRDefault="00E73E6C" w:rsidP="00CA7D6C">
            <w:pPr>
              <w:pStyle w:val="TAC"/>
              <w:jc w:val="left"/>
              <w:rPr>
                <w:snapToGrid w:val="0"/>
                <w:sz w:val="16"/>
                <w:szCs w:val="16"/>
              </w:rPr>
            </w:pPr>
            <w:r>
              <w:rPr>
                <w:snapToGrid w:val="0"/>
                <w:sz w:val="16"/>
                <w:szCs w:val="16"/>
              </w:rPr>
              <w:t>14.1.0</w:t>
            </w:r>
          </w:p>
        </w:tc>
      </w:tr>
      <w:tr w:rsidR="008F782D" w:rsidRPr="006B0D02" w14:paraId="74CA300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A124B5" w14:textId="77777777" w:rsidR="008F782D" w:rsidRDefault="008F782D" w:rsidP="00CA7D6C">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40A2CD7" w14:textId="77777777" w:rsidR="008F782D" w:rsidRDefault="008F782D" w:rsidP="00CA7D6C">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566FBF6" w14:textId="77777777" w:rsidR="008F782D" w:rsidRDefault="008F782D" w:rsidP="008F782D">
            <w:pPr>
              <w:spacing w:after="0"/>
              <w:jc w:val="center"/>
              <w:rPr>
                <w:rFonts w:ascii="Arial" w:hAnsi="Arial" w:cs="Arial"/>
                <w:sz w:val="16"/>
                <w:szCs w:val="16"/>
              </w:rPr>
            </w:pPr>
            <w:r>
              <w:rPr>
                <w:rFonts w:ascii="Arial" w:hAnsi="Arial" w:cs="Arial"/>
                <w:sz w:val="16"/>
                <w:szCs w:val="16"/>
              </w:rPr>
              <w:t>RP-162365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DCED9F" w14:textId="77777777" w:rsidR="008F782D" w:rsidRDefault="008F782D" w:rsidP="008F782D">
            <w:pPr>
              <w:spacing w:after="0"/>
              <w:jc w:val="center"/>
              <w:rPr>
                <w:rFonts w:ascii="Arial" w:hAnsi="Arial" w:cs="Arial"/>
                <w:sz w:val="16"/>
                <w:szCs w:val="16"/>
              </w:rPr>
            </w:pPr>
            <w:r>
              <w:rPr>
                <w:rFonts w:ascii="Arial" w:hAnsi="Arial" w:cs="Arial"/>
                <w:sz w:val="16"/>
                <w:szCs w:val="16"/>
              </w:rPr>
              <w:t>0828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894E420" w14:textId="77777777" w:rsidR="008F782D" w:rsidRDefault="008F782D"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0060BD" w14:textId="77777777" w:rsidR="008F782D" w:rsidRDefault="008F782D" w:rsidP="00CA7D6C">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08C0696" w14:textId="77777777" w:rsidR="008F782D" w:rsidRPr="00CD45AB" w:rsidRDefault="008F782D" w:rsidP="008F782D">
            <w:pPr>
              <w:spacing w:after="0"/>
              <w:rPr>
                <w:rFonts w:ascii="Arial" w:hAnsi="Arial" w:cs="Arial"/>
                <w:sz w:val="16"/>
                <w:szCs w:val="16"/>
              </w:rPr>
            </w:pPr>
            <w:r w:rsidRPr="00E73E6C">
              <w:rPr>
                <w:rFonts w:ascii="Arial" w:hAnsi="Arial" w:cs="Arial"/>
                <w:sz w:val="16"/>
                <w:szCs w:val="16"/>
              </w:rPr>
              <w:t xml:space="preserve">Introduction of </w:t>
            </w:r>
            <w:r w:rsidRPr="008F782D">
              <w:rPr>
                <w:rFonts w:ascii="Arial" w:hAnsi="Arial" w:cs="Arial"/>
                <w:sz w:val="16"/>
                <w:szCs w:val="16"/>
              </w:rPr>
              <w:t>Multiuser Superposition Transmission (MUST)</w:t>
            </w:r>
            <w:r w:rsidRPr="00E73E6C">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E54664" w14:textId="77777777" w:rsidR="008F782D" w:rsidRDefault="008F782D" w:rsidP="00CA7D6C">
            <w:pPr>
              <w:pStyle w:val="TAC"/>
              <w:jc w:val="left"/>
              <w:rPr>
                <w:snapToGrid w:val="0"/>
                <w:sz w:val="16"/>
                <w:szCs w:val="16"/>
              </w:rPr>
            </w:pPr>
            <w:r>
              <w:rPr>
                <w:snapToGrid w:val="0"/>
                <w:sz w:val="16"/>
                <w:szCs w:val="16"/>
              </w:rPr>
              <w:t>14.1.0</w:t>
            </w:r>
          </w:p>
        </w:tc>
      </w:tr>
      <w:tr w:rsidR="00771984" w:rsidRPr="006B0D02" w14:paraId="6FF7424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A0C596" w14:textId="77777777" w:rsidR="00771984" w:rsidRDefault="00771984" w:rsidP="00CA7D6C">
            <w:pPr>
              <w:pStyle w:val="TAC"/>
              <w:rPr>
                <w:sz w:val="16"/>
                <w:szCs w:val="16"/>
              </w:rPr>
            </w:pPr>
            <w:r>
              <w:rPr>
                <w:sz w:val="16"/>
                <w:szCs w:val="16"/>
              </w:rPr>
              <w:t>2016-12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1C8C94F" w14:textId="77777777" w:rsidR="00771984" w:rsidRDefault="00771984" w:rsidP="00CA7D6C">
            <w:pPr>
              <w:pStyle w:val="TAC"/>
              <w:rPr>
                <w:sz w:val="16"/>
                <w:szCs w:val="16"/>
              </w:rPr>
            </w:pPr>
            <w:r>
              <w:rPr>
                <w:sz w:val="16"/>
                <w:szCs w:val="16"/>
              </w:rPr>
              <w:t>RAN#74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DFAFEA" w14:textId="77777777" w:rsidR="00771984" w:rsidRDefault="00771984" w:rsidP="00771984">
            <w:pPr>
              <w:spacing w:after="0"/>
              <w:jc w:val="center"/>
              <w:rPr>
                <w:rFonts w:ascii="Arial" w:hAnsi="Arial" w:cs="Arial"/>
                <w:sz w:val="16"/>
                <w:szCs w:val="16"/>
              </w:rPr>
            </w:pPr>
            <w:r>
              <w:rPr>
                <w:rFonts w:ascii="Arial" w:hAnsi="Arial" w:cs="Arial"/>
                <w:sz w:val="16"/>
                <w:szCs w:val="16"/>
              </w:rPr>
              <w:t>RP-162366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6CAA81" w14:textId="77777777" w:rsidR="00771984" w:rsidRDefault="00771984" w:rsidP="00771984">
            <w:pPr>
              <w:spacing w:after="0"/>
              <w:jc w:val="center"/>
              <w:rPr>
                <w:rFonts w:ascii="Arial" w:hAnsi="Arial" w:cs="Arial"/>
                <w:sz w:val="16"/>
                <w:szCs w:val="16"/>
              </w:rPr>
            </w:pPr>
            <w:r>
              <w:rPr>
                <w:rFonts w:ascii="Arial" w:hAnsi="Arial" w:cs="Arial"/>
                <w:sz w:val="16"/>
                <w:szCs w:val="16"/>
              </w:rPr>
              <w:t>0829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D5F27F" w14:textId="77777777" w:rsidR="00771984" w:rsidRDefault="00771984"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C4F7F6" w14:textId="77777777" w:rsidR="00771984" w:rsidRDefault="00771984" w:rsidP="00CA7D6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695BBB" w14:textId="77777777" w:rsidR="00771984" w:rsidRPr="00CD45AB" w:rsidRDefault="00771984" w:rsidP="00CA7D6C">
            <w:pPr>
              <w:spacing w:after="0"/>
              <w:rPr>
                <w:rFonts w:ascii="Arial" w:hAnsi="Arial" w:cs="Arial"/>
                <w:sz w:val="16"/>
                <w:szCs w:val="16"/>
              </w:rPr>
            </w:pPr>
            <w:r w:rsidRPr="00771984">
              <w:rPr>
                <w:rFonts w:ascii="Arial" w:hAnsi="Arial" w:cs="Arial"/>
                <w:sz w:val="16"/>
                <w:szCs w:val="16"/>
              </w:rPr>
              <w:t>Corrections to 36.213 on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F0D3B9" w14:textId="77777777" w:rsidR="00771984" w:rsidRDefault="00771984" w:rsidP="00CA7D6C">
            <w:pPr>
              <w:pStyle w:val="TAC"/>
              <w:jc w:val="left"/>
              <w:rPr>
                <w:snapToGrid w:val="0"/>
                <w:sz w:val="16"/>
                <w:szCs w:val="16"/>
              </w:rPr>
            </w:pPr>
            <w:r>
              <w:rPr>
                <w:snapToGrid w:val="0"/>
                <w:sz w:val="16"/>
                <w:szCs w:val="16"/>
              </w:rPr>
              <w:t>14.1.0</w:t>
            </w:r>
          </w:p>
        </w:tc>
      </w:tr>
      <w:tr w:rsidR="00355B7A" w:rsidRPr="006B0D02" w14:paraId="489917B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B6E1CD" w14:textId="77777777" w:rsidR="00355B7A" w:rsidRDefault="00355B7A" w:rsidP="00355B7A">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2017C45" w14:textId="77777777" w:rsidR="00355B7A" w:rsidRDefault="00355B7A" w:rsidP="00355B7A">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093436" w14:textId="77777777" w:rsidR="00355B7A" w:rsidRDefault="00355B7A" w:rsidP="00355B7A">
            <w:pPr>
              <w:spacing w:after="0"/>
              <w:jc w:val="center"/>
              <w:rPr>
                <w:rFonts w:ascii="Arial" w:hAnsi="Arial" w:cs="Arial"/>
                <w:sz w:val="16"/>
                <w:szCs w:val="16"/>
              </w:rPr>
            </w:pPr>
            <w:r>
              <w:rPr>
                <w:rFonts w:ascii="Arial" w:hAnsi="Arial" w:cs="Arial"/>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24F0F5" w14:textId="77777777" w:rsidR="00355B7A" w:rsidRDefault="00355B7A" w:rsidP="00355B7A">
            <w:pPr>
              <w:spacing w:after="0"/>
              <w:jc w:val="center"/>
              <w:rPr>
                <w:rFonts w:ascii="Arial" w:hAnsi="Arial" w:cs="Arial"/>
                <w:sz w:val="16"/>
                <w:szCs w:val="16"/>
              </w:rPr>
            </w:pPr>
            <w:r>
              <w:rPr>
                <w:rFonts w:ascii="Arial" w:hAnsi="Arial" w:cs="Arial"/>
                <w:sz w:val="16"/>
                <w:szCs w:val="16"/>
              </w:rPr>
              <w:t>0830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E3CABDE" w14:textId="77777777" w:rsidR="00355B7A" w:rsidRDefault="00355B7A"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9A145B" w14:textId="77777777" w:rsidR="00355B7A" w:rsidRDefault="00355B7A" w:rsidP="009554A9">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A0B9D14" w14:textId="77777777" w:rsidR="00355B7A" w:rsidRPr="00CD45AB" w:rsidRDefault="00355B7A" w:rsidP="009554A9">
            <w:pPr>
              <w:spacing w:after="0"/>
              <w:rPr>
                <w:rFonts w:ascii="Arial" w:hAnsi="Arial" w:cs="Arial"/>
                <w:sz w:val="16"/>
                <w:szCs w:val="16"/>
              </w:rPr>
            </w:pPr>
            <w:r w:rsidRPr="00355B7A">
              <w:rPr>
                <w:rFonts w:ascii="Arial" w:hAnsi="Arial" w:cs="Arial"/>
                <w:sz w:val="16"/>
                <w:szCs w:val="16"/>
              </w:rPr>
              <w:t xml:space="preserve">Introduction of Uplink Capacity </w:t>
            </w:r>
            <w:proofErr w:type="spellStart"/>
            <w:r w:rsidRPr="00355B7A">
              <w:rPr>
                <w:rFonts w:ascii="Arial" w:hAnsi="Arial" w:cs="Arial"/>
                <w:sz w:val="16"/>
                <w:szCs w:val="16"/>
              </w:rPr>
              <w:t>Ehancements</w:t>
            </w:r>
            <w:proofErr w:type="spellEnd"/>
            <w:r w:rsidRPr="00355B7A">
              <w:rPr>
                <w:rFonts w:ascii="Arial" w:hAnsi="Arial" w:cs="Arial"/>
                <w:sz w:val="16"/>
                <w:szCs w:val="16"/>
              </w:rPr>
              <w:t xml:space="preserve"> for LTE to 36.213 sections 00-05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96070B" w14:textId="77777777" w:rsidR="00355B7A" w:rsidRDefault="00355B7A"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355B7A" w:rsidRPr="006B0D02" w14:paraId="5B4AC82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2FEF2C" w14:textId="77777777" w:rsidR="00355B7A" w:rsidRDefault="00355B7A" w:rsidP="009554A9">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DF73218" w14:textId="77777777" w:rsidR="00355B7A" w:rsidRDefault="00355B7A" w:rsidP="009554A9">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F4984A7" w14:textId="77777777" w:rsidR="00355B7A" w:rsidRDefault="00355B7A" w:rsidP="009554A9">
            <w:pPr>
              <w:spacing w:after="0"/>
              <w:jc w:val="center"/>
              <w:rPr>
                <w:rFonts w:ascii="Arial" w:hAnsi="Arial" w:cs="Arial"/>
                <w:sz w:val="16"/>
                <w:szCs w:val="16"/>
              </w:rPr>
            </w:pPr>
            <w:r>
              <w:rPr>
                <w:rFonts w:ascii="Arial" w:hAnsi="Arial" w:cs="Arial"/>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72F4E0" w14:textId="77777777" w:rsidR="00355B7A" w:rsidRDefault="00355B7A" w:rsidP="00355B7A">
            <w:pPr>
              <w:spacing w:after="0"/>
              <w:jc w:val="center"/>
              <w:rPr>
                <w:rFonts w:ascii="Arial" w:hAnsi="Arial" w:cs="Arial"/>
                <w:sz w:val="16"/>
                <w:szCs w:val="16"/>
              </w:rPr>
            </w:pPr>
            <w:r>
              <w:rPr>
                <w:rFonts w:ascii="Arial" w:hAnsi="Arial" w:cs="Arial"/>
                <w:sz w:val="16"/>
                <w:szCs w:val="16"/>
              </w:rPr>
              <w:t>0831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F29191B" w14:textId="77777777" w:rsidR="00355B7A" w:rsidRDefault="00355B7A"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B4F194" w14:textId="77777777" w:rsidR="00355B7A" w:rsidRDefault="00355B7A" w:rsidP="009554A9">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6A4B3A1" w14:textId="77777777" w:rsidR="00355B7A" w:rsidRPr="00CD45AB" w:rsidRDefault="00355B7A" w:rsidP="00355B7A">
            <w:pPr>
              <w:spacing w:after="0"/>
              <w:rPr>
                <w:rFonts w:ascii="Arial" w:hAnsi="Arial" w:cs="Arial"/>
                <w:sz w:val="16"/>
                <w:szCs w:val="16"/>
              </w:rPr>
            </w:pPr>
            <w:r w:rsidRPr="00355B7A">
              <w:rPr>
                <w:rFonts w:ascii="Arial" w:hAnsi="Arial" w:cs="Arial"/>
                <w:sz w:val="16"/>
                <w:szCs w:val="16"/>
              </w:rPr>
              <w:t xml:space="preserve">Introduction of Uplink Capacity </w:t>
            </w:r>
            <w:proofErr w:type="spellStart"/>
            <w:r w:rsidRPr="00355B7A">
              <w:rPr>
                <w:rFonts w:ascii="Arial" w:hAnsi="Arial" w:cs="Arial"/>
                <w:sz w:val="16"/>
                <w:szCs w:val="16"/>
              </w:rPr>
              <w:t>Ehancements</w:t>
            </w:r>
            <w:proofErr w:type="spellEnd"/>
            <w:r w:rsidRPr="00355B7A">
              <w:rPr>
                <w:rFonts w:ascii="Arial" w:hAnsi="Arial" w:cs="Arial"/>
                <w:sz w:val="16"/>
                <w:szCs w:val="16"/>
              </w:rPr>
              <w:t xml:space="preserve"> for LTE to 36.213 sections 0</w:t>
            </w:r>
            <w:r>
              <w:rPr>
                <w:rFonts w:ascii="Arial" w:hAnsi="Arial" w:cs="Arial"/>
                <w:sz w:val="16"/>
                <w:szCs w:val="16"/>
              </w:rPr>
              <w:t>6</w:t>
            </w:r>
            <w:r w:rsidRPr="00355B7A">
              <w:rPr>
                <w:rFonts w:ascii="Arial" w:hAnsi="Arial" w:cs="Arial"/>
                <w:sz w:val="16"/>
                <w:szCs w:val="16"/>
              </w:rPr>
              <w:t>-0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8BDA84" w14:textId="77777777" w:rsidR="00355B7A" w:rsidRDefault="00355B7A"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0C705B" w:rsidRPr="006B0D02" w14:paraId="54F925E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EE5876" w14:textId="77777777" w:rsidR="000C705B" w:rsidRDefault="000C705B" w:rsidP="009554A9">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8C49934" w14:textId="77777777" w:rsidR="000C705B" w:rsidRDefault="000C705B" w:rsidP="009554A9">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9366723" w14:textId="77777777" w:rsidR="000C705B" w:rsidRDefault="000C705B" w:rsidP="000C705B">
            <w:pPr>
              <w:spacing w:after="0"/>
              <w:jc w:val="center"/>
              <w:rPr>
                <w:rFonts w:ascii="Arial" w:hAnsi="Arial" w:cs="Arial"/>
                <w:sz w:val="16"/>
                <w:szCs w:val="16"/>
              </w:rPr>
            </w:pPr>
            <w:r>
              <w:rPr>
                <w:rFonts w:ascii="Arial" w:hAnsi="Arial" w:cs="Arial"/>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1F7E50" w14:textId="77777777" w:rsidR="000C705B" w:rsidRDefault="000C705B" w:rsidP="000C705B">
            <w:pPr>
              <w:spacing w:after="0"/>
              <w:jc w:val="center"/>
              <w:rPr>
                <w:rFonts w:ascii="Arial" w:hAnsi="Arial" w:cs="Arial"/>
                <w:sz w:val="16"/>
                <w:szCs w:val="16"/>
              </w:rPr>
            </w:pPr>
            <w:r>
              <w:rPr>
                <w:rFonts w:ascii="Arial" w:hAnsi="Arial" w:cs="Arial"/>
                <w:sz w:val="16"/>
                <w:szCs w:val="16"/>
              </w:rPr>
              <w:t>0832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3D794F" w14:textId="77777777" w:rsidR="000C705B" w:rsidRDefault="000C705B"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63B906" w14:textId="77777777" w:rsidR="000C705B" w:rsidRDefault="000C705B" w:rsidP="009554A9">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7BDCF41" w14:textId="77777777" w:rsidR="000C705B" w:rsidRPr="00CD45AB" w:rsidRDefault="000C705B" w:rsidP="009554A9">
            <w:pPr>
              <w:spacing w:after="0"/>
              <w:rPr>
                <w:rFonts w:ascii="Arial" w:hAnsi="Arial" w:cs="Arial"/>
                <w:sz w:val="16"/>
                <w:szCs w:val="16"/>
              </w:rPr>
            </w:pPr>
            <w:r w:rsidRPr="000C705B">
              <w:rPr>
                <w:rFonts w:ascii="Arial" w:hAnsi="Arial" w:cs="Arial"/>
                <w:sz w:val="16"/>
                <w:szCs w:val="16"/>
              </w:rPr>
              <w:t xml:space="preserve">Introduction of </w:t>
            </w:r>
            <w:proofErr w:type="spellStart"/>
            <w:r w:rsidRPr="000C705B">
              <w:rPr>
                <w:rFonts w:ascii="Arial" w:hAnsi="Arial" w:cs="Arial"/>
                <w:sz w:val="16"/>
                <w:szCs w:val="16"/>
              </w:rPr>
              <w:t>eMBMS</w:t>
            </w:r>
            <w:proofErr w:type="spellEnd"/>
            <w:r w:rsidRPr="000C705B">
              <w:rPr>
                <w:rFonts w:ascii="Arial" w:hAnsi="Arial" w:cs="Arial"/>
                <w:sz w:val="16"/>
                <w:szCs w:val="16"/>
              </w:rPr>
              <w:t xml:space="preserve"> enhancements for LTE to 36.213 sections 06-09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C4D3AA" w14:textId="77777777" w:rsidR="000C705B" w:rsidRDefault="000C705B"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556D6C" w:rsidRPr="006B0D02" w14:paraId="576F19F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300693" w14:textId="77777777" w:rsidR="00556D6C" w:rsidRDefault="00556D6C"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E7938AD" w14:textId="77777777" w:rsidR="00556D6C" w:rsidRDefault="00556D6C"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B8027AE" w14:textId="77777777" w:rsidR="00556D6C" w:rsidRDefault="00556D6C" w:rsidP="003D0A01">
            <w:pPr>
              <w:spacing w:after="0"/>
              <w:jc w:val="center"/>
              <w:rPr>
                <w:rFonts w:ascii="Arial" w:hAnsi="Arial" w:cs="Arial"/>
                <w:sz w:val="16"/>
                <w:szCs w:val="16"/>
              </w:rPr>
            </w:pPr>
            <w:r>
              <w:rPr>
                <w:rFonts w:ascii="Arial" w:hAnsi="Arial" w:cs="Arial"/>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7F0818" w14:textId="77777777" w:rsidR="00556D6C" w:rsidRDefault="00556D6C" w:rsidP="00556D6C">
            <w:pPr>
              <w:spacing w:after="0"/>
              <w:jc w:val="center"/>
              <w:rPr>
                <w:rFonts w:ascii="Arial" w:hAnsi="Arial" w:cs="Arial"/>
                <w:sz w:val="16"/>
                <w:szCs w:val="16"/>
              </w:rPr>
            </w:pPr>
            <w:r>
              <w:rPr>
                <w:rFonts w:ascii="Arial" w:hAnsi="Arial" w:cs="Arial"/>
                <w:sz w:val="16"/>
                <w:szCs w:val="16"/>
              </w:rPr>
              <w:t>0833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6637F2" w14:textId="77777777" w:rsidR="00556D6C" w:rsidRDefault="00556D6C" w:rsidP="003D0A0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7CED5F" w14:textId="77777777" w:rsidR="00556D6C" w:rsidRDefault="00556D6C" w:rsidP="003D0A0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9AB20AA" w14:textId="77777777" w:rsidR="00556D6C" w:rsidRPr="00CD45AB" w:rsidRDefault="00556D6C" w:rsidP="003D0A01">
            <w:pPr>
              <w:spacing w:after="0"/>
              <w:rPr>
                <w:rFonts w:ascii="Arial" w:hAnsi="Arial" w:cs="Arial"/>
                <w:sz w:val="16"/>
                <w:szCs w:val="16"/>
              </w:rPr>
            </w:pPr>
            <w:r w:rsidRPr="000C705B">
              <w:rPr>
                <w:rFonts w:ascii="Arial" w:hAnsi="Arial" w:cs="Arial"/>
                <w:sz w:val="16"/>
                <w:szCs w:val="16"/>
              </w:rPr>
              <w:t xml:space="preserve">Introduction of </w:t>
            </w:r>
            <w:proofErr w:type="spellStart"/>
            <w:r w:rsidRPr="000C705B">
              <w:rPr>
                <w:rFonts w:ascii="Arial" w:hAnsi="Arial" w:cs="Arial"/>
                <w:sz w:val="16"/>
                <w:szCs w:val="16"/>
              </w:rPr>
              <w:t>eMBMS</w:t>
            </w:r>
            <w:proofErr w:type="spellEnd"/>
            <w:r w:rsidRPr="000C705B">
              <w:rPr>
                <w:rFonts w:ascii="Arial" w:hAnsi="Arial" w:cs="Arial"/>
                <w:sz w:val="16"/>
                <w:szCs w:val="16"/>
              </w:rPr>
              <w:t xml:space="preserve"> enhancements</w:t>
            </w:r>
            <w:r>
              <w:rPr>
                <w:rFonts w:ascii="Arial" w:hAnsi="Arial" w:cs="Arial"/>
                <w:sz w:val="16"/>
                <w:szCs w:val="16"/>
              </w:rPr>
              <w:t xml:space="preserve"> for LTE to 36.213 sections 10-13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10FAB7" w14:textId="77777777" w:rsidR="00556D6C" w:rsidRDefault="00556D6C"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F75C7" w:rsidRPr="006B0D02" w14:paraId="46C8793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44109D" w14:textId="77777777" w:rsidR="001F75C7" w:rsidRDefault="001F75C7"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A3E48DA" w14:textId="77777777" w:rsidR="001F75C7" w:rsidRDefault="001F75C7"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27DA9AB" w14:textId="77777777" w:rsidR="001F75C7" w:rsidRDefault="001F75C7" w:rsidP="001F75C7">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E2A9C3" w14:textId="77777777" w:rsidR="001F75C7" w:rsidRDefault="001F75C7" w:rsidP="001F75C7">
            <w:pPr>
              <w:spacing w:after="0"/>
              <w:jc w:val="center"/>
              <w:rPr>
                <w:rFonts w:ascii="Arial" w:hAnsi="Arial" w:cs="Arial"/>
                <w:sz w:val="16"/>
                <w:szCs w:val="16"/>
              </w:rPr>
            </w:pPr>
            <w:r>
              <w:rPr>
                <w:rFonts w:ascii="Arial" w:hAnsi="Arial" w:cs="Arial"/>
                <w:sz w:val="16"/>
                <w:szCs w:val="16"/>
              </w:rPr>
              <w:t>0835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79770DC" w14:textId="77777777" w:rsidR="001F75C7" w:rsidRDefault="001F75C7"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D1A2A8" w14:textId="77777777" w:rsidR="001F75C7" w:rsidRDefault="001F75C7"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59CEE4" w14:textId="77777777" w:rsidR="001F75C7" w:rsidRPr="00CD45AB" w:rsidRDefault="001F75C7" w:rsidP="003D0A01">
            <w:pPr>
              <w:spacing w:after="0"/>
              <w:rPr>
                <w:rFonts w:ascii="Arial" w:hAnsi="Arial" w:cs="Arial"/>
                <w:sz w:val="16"/>
                <w:szCs w:val="16"/>
              </w:rPr>
            </w:pPr>
            <w:r w:rsidRPr="001F75C7">
              <w:rPr>
                <w:rFonts w:ascii="Arial" w:hAnsi="Arial" w:cs="Arial"/>
                <w:sz w:val="16"/>
                <w:szCs w:val="16"/>
              </w:rPr>
              <w:t>Correction on NPDCCH start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62BBB8" w14:textId="77777777" w:rsidR="001F75C7" w:rsidRDefault="001F75C7"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35FB1" w:rsidRPr="006B0D02" w14:paraId="0F70B47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DEA74B" w14:textId="77777777" w:rsidR="00135FB1" w:rsidRDefault="00135FB1"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FC4B532" w14:textId="77777777" w:rsidR="00135FB1" w:rsidRDefault="00135FB1"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8682DE9" w14:textId="77777777" w:rsidR="00135FB1" w:rsidRDefault="00135FB1" w:rsidP="003D0A01">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B608F3" w14:textId="77777777" w:rsidR="00135FB1" w:rsidRDefault="00135FB1" w:rsidP="00135FB1">
            <w:pPr>
              <w:spacing w:after="0"/>
              <w:jc w:val="center"/>
              <w:rPr>
                <w:rFonts w:ascii="Arial" w:hAnsi="Arial" w:cs="Arial"/>
                <w:sz w:val="16"/>
                <w:szCs w:val="16"/>
              </w:rPr>
            </w:pPr>
            <w:r>
              <w:rPr>
                <w:rFonts w:ascii="Arial" w:hAnsi="Arial" w:cs="Arial"/>
                <w:sz w:val="16"/>
                <w:szCs w:val="16"/>
              </w:rPr>
              <w:t>0837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5825328" w14:textId="77777777" w:rsidR="00135FB1" w:rsidRDefault="00135FB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BCE931" w14:textId="77777777" w:rsidR="00135FB1" w:rsidRDefault="00135FB1"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14AD776" w14:textId="77777777" w:rsidR="00135FB1" w:rsidRPr="00CD45AB" w:rsidRDefault="00135FB1" w:rsidP="003D0A01">
            <w:pPr>
              <w:spacing w:after="0"/>
              <w:rPr>
                <w:rFonts w:ascii="Arial" w:hAnsi="Arial" w:cs="Arial"/>
                <w:sz w:val="16"/>
                <w:szCs w:val="16"/>
              </w:rPr>
            </w:pPr>
            <w:r w:rsidRPr="00135FB1">
              <w:rPr>
                <w:rFonts w:ascii="Arial" w:hAnsi="Arial" w:cs="Arial"/>
                <w:sz w:val="16"/>
                <w:szCs w:val="16"/>
              </w:rPr>
              <w:t xml:space="preserve">Correction on NRS power in-band with non-integer </w:t>
            </w:r>
            <w:proofErr w:type="spellStart"/>
            <w:r w:rsidRPr="00135FB1">
              <w:rPr>
                <w:rFonts w:ascii="Arial" w:hAnsi="Arial" w:cs="Arial"/>
                <w:sz w:val="16"/>
                <w:szCs w:val="16"/>
              </w:rPr>
              <w:t>nrs</w:t>
            </w:r>
            <w:proofErr w:type="spellEnd"/>
            <w:r w:rsidRPr="00135FB1">
              <w:rPr>
                <w:rFonts w:ascii="Arial" w:hAnsi="Arial" w:cs="Arial"/>
                <w:sz w:val="16"/>
                <w:szCs w:val="16"/>
              </w:rPr>
              <w:t>-CRS-</w:t>
            </w:r>
            <w:proofErr w:type="spellStart"/>
            <w:r w:rsidRPr="00135FB1">
              <w:rPr>
                <w:rFonts w:ascii="Arial" w:hAnsi="Arial" w:cs="Arial"/>
                <w:sz w:val="16"/>
                <w:szCs w:val="16"/>
              </w:rPr>
              <w:t>PowerOffset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38C1D5" w14:textId="77777777" w:rsidR="00135FB1" w:rsidRDefault="00135FB1"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BA1AA7" w:rsidRPr="006B0D02" w14:paraId="4885673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C6FF08" w14:textId="77777777" w:rsidR="00BA1AA7" w:rsidRDefault="00BA1AA7"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A32C7A5" w14:textId="77777777" w:rsidR="00BA1AA7" w:rsidRDefault="00BA1AA7"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21FAF5" w14:textId="77777777" w:rsidR="00BA1AA7" w:rsidRDefault="00BA1AA7" w:rsidP="00BA1AA7">
            <w:pPr>
              <w:spacing w:after="0"/>
              <w:jc w:val="center"/>
              <w:rPr>
                <w:rFonts w:ascii="Arial" w:hAnsi="Arial" w:cs="Arial"/>
                <w:sz w:val="16"/>
                <w:szCs w:val="16"/>
              </w:rPr>
            </w:pPr>
            <w:r>
              <w:rPr>
                <w:rFonts w:ascii="Arial" w:hAnsi="Arial" w:cs="Arial"/>
                <w:sz w:val="16"/>
                <w:szCs w:val="16"/>
              </w:rPr>
              <w:t>RP-170606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A53FC6" w14:textId="77777777" w:rsidR="00BA1AA7" w:rsidRDefault="00BA1AA7" w:rsidP="00BA1AA7">
            <w:pPr>
              <w:spacing w:after="0"/>
              <w:jc w:val="center"/>
              <w:rPr>
                <w:rFonts w:ascii="Arial" w:hAnsi="Arial" w:cs="Arial"/>
                <w:sz w:val="16"/>
                <w:szCs w:val="16"/>
              </w:rPr>
            </w:pPr>
            <w:r>
              <w:rPr>
                <w:rFonts w:ascii="Arial" w:hAnsi="Arial" w:cs="Arial"/>
                <w:sz w:val="16"/>
                <w:szCs w:val="16"/>
              </w:rPr>
              <w:t>0839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98C86AB" w14:textId="77777777" w:rsidR="00BA1AA7" w:rsidRDefault="00BA1AA7"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170BCA" w14:textId="77777777" w:rsidR="00BA1AA7" w:rsidRDefault="00BA1AA7"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22C0AAA" w14:textId="77777777" w:rsidR="00BA1AA7" w:rsidRPr="00CD45AB" w:rsidRDefault="00BA1AA7" w:rsidP="003D0A01">
            <w:pPr>
              <w:spacing w:after="0"/>
              <w:rPr>
                <w:rFonts w:ascii="Arial" w:hAnsi="Arial" w:cs="Arial"/>
                <w:sz w:val="16"/>
                <w:szCs w:val="16"/>
              </w:rPr>
            </w:pPr>
            <w:r w:rsidRPr="00135FB1">
              <w:rPr>
                <w:rFonts w:ascii="Arial" w:hAnsi="Arial" w:cs="Arial"/>
                <w:sz w:val="16"/>
                <w:szCs w:val="16"/>
              </w:rPr>
              <w:t xml:space="preserve">Correction on NRS power in-band with non-integer </w:t>
            </w:r>
            <w:proofErr w:type="spellStart"/>
            <w:r w:rsidRPr="00135FB1">
              <w:rPr>
                <w:rFonts w:ascii="Arial" w:hAnsi="Arial" w:cs="Arial"/>
                <w:sz w:val="16"/>
                <w:szCs w:val="16"/>
              </w:rPr>
              <w:t>nrs</w:t>
            </w:r>
            <w:proofErr w:type="spellEnd"/>
            <w:r w:rsidRPr="00135FB1">
              <w:rPr>
                <w:rFonts w:ascii="Arial" w:hAnsi="Arial" w:cs="Arial"/>
                <w:sz w:val="16"/>
                <w:szCs w:val="16"/>
              </w:rPr>
              <w:t>-CRS-</w:t>
            </w:r>
            <w:proofErr w:type="spellStart"/>
            <w:r w:rsidRPr="00135FB1">
              <w:rPr>
                <w:rFonts w:ascii="Arial" w:hAnsi="Arial" w:cs="Arial"/>
                <w:sz w:val="16"/>
                <w:szCs w:val="16"/>
              </w:rPr>
              <w:t>PowerOffset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A20423" w14:textId="77777777" w:rsidR="00BA1AA7" w:rsidRDefault="00BA1AA7"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05A84" w:rsidRPr="006B0D02" w14:paraId="449B071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D675AA" w14:textId="77777777" w:rsidR="00105A84" w:rsidRDefault="00105A84"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E6CC0D0" w14:textId="77777777" w:rsidR="00105A84" w:rsidRDefault="00105A84"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D2DE566" w14:textId="77777777" w:rsidR="00105A84" w:rsidRDefault="00105A84" w:rsidP="00105A84">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C63B04" w14:textId="77777777" w:rsidR="00105A84" w:rsidRDefault="00105A84" w:rsidP="00105A84">
            <w:pPr>
              <w:spacing w:after="0"/>
              <w:jc w:val="center"/>
              <w:rPr>
                <w:rFonts w:ascii="Arial" w:hAnsi="Arial" w:cs="Arial"/>
                <w:sz w:val="16"/>
                <w:szCs w:val="16"/>
              </w:rPr>
            </w:pPr>
            <w:r>
              <w:rPr>
                <w:rFonts w:ascii="Arial" w:hAnsi="Arial" w:cs="Arial"/>
                <w:sz w:val="16"/>
                <w:szCs w:val="16"/>
              </w:rPr>
              <w:t>0841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3D2F4CC" w14:textId="77777777" w:rsidR="00105A84" w:rsidRDefault="00105A8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0628F9" w14:textId="77777777" w:rsidR="00105A84" w:rsidRDefault="00105A84"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A5EC3C2" w14:textId="77777777" w:rsidR="00105A84" w:rsidRPr="00CD45AB" w:rsidRDefault="00105A84" w:rsidP="003D0A01">
            <w:pPr>
              <w:spacing w:after="0"/>
              <w:rPr>
                <w:rFonts w:ascii="Arial" w:hAnsi="Arial" w:cs="Arial"/>
                <w:sz w:val="16"/>
                <w:szCs w:val="16"/>
              </w:rPr>
            </w:pPr>
            <w:r w:rsidRPr="00105A84">
              <w:rPr>
                <w:rFonts w:ascii="Arial" w:hAnsi="Arial" w:cs="Arial"/>
                <w:sz w:val="16"/>
                <w:szCs w:val="16"/>
              </w:rPr>
              <w:t xml:space="preserve">PDSCH dropping rules in special subframes in </w:t>
            </w:r>
            <w:proofErr w:type="spellStart"/>
            <w:r w:rsidRPr="00105A84">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88A125" w14:textId="77777777" w:rsidR="00105A84" w:rsidRDefault="00105A84"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D04DAF" w:rsidRPr="006B0D02" w14:paraId="127C8AD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6B167C" w14:textId="77777777" w:rsidR="00D04DAF" w:rsidRDefault="00D04DAF"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94A3776" w14:textId="77777777" w:rsidR="00D04DAF" w:rsidRDefault="00D04DAF"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F3E8E59" w14:textId="77777777" w:rsidR="00D04DAF" w:rsidRDefault="00D04DAF"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E7B60F" w14:textId="77777777" w:rsidR="00D04DAF" w:rsidRDefault="00D04DAF" w:rsidP="00D04DAF">
            <w:pPr>
              <w:spacing w:after="0"/>
              <w:jc w:val="center"/>
              <w:rPr>
                <w:rFonts w:ascii="Arial" w:hAnsi="Arial" w:cs="Arial"/>
                <w:sz w:val="16"/>
                <w:szCs w:val="16"/>
              </w:rPr>
            </w:pPr>
            <w:r>
              <w:rPr>
                <w:rFonts w:ascii="Arial" w:hAnsi="Arial" w:cs="Arial"/>
                <w:sz w:val="16"/>
                <w:szCs w:val="16"/>
              </w:rPr>
              <w:t>0843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D405377" w14:textId="77777777" w:rsidR="00D04DAF" w:rsidRDefault="00D04DAF"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CEB2EE" w14:textId="77777777" w:rsidR="00D04DAF" w:rsidRDefault="00D04DAF"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B31EDD" w14:textId="77777777" w:rsidR="00D04DAF" w:rsidRPr="00CD45AB" w:rsidRDefault="00D04DAF" w:rsidP="003D0A01">
            <w:pPr>
              <w:spacing w:after="0"/>
              <w:rPr>
                <w:rFonts w:ascii="Arial" w:hAnsi="Arial" w:cs="Arial"/>
                <w:sz w:val="16"/>
                <w:szCs w:val="16"/>
              </w:rPr>
            </w:pPr>
            <w:r w:rsidRPr="00D04DAF">
              <w:rPr>
                <w:rFonts w:ascii="Arial" w:hAnsi="Arial" w:cs="Arial"/>
                <w:sz w:val="16"/>
                <w:szCs w:val="16"/>
              </w:rPr>
              <w:t>I_0 definition for RV cycling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B3EC48" w14:textId="77777777" w:rsidR="00D04DAF" w:rsidRDefault="00D04DAF" w:rsidP="003D0A01">
            <w:pPr>
              <w:pStyle w:val="TAC"/>
              <w:jc w:val="left"/>
              <w:rPr>
                <w:snapToGrid w:val="0"/>
                <w:sz w:val="16"/>
                <w:szCs w:val="16"/>
              </w:rPr>
            </w:pPr>
            <w:r>
              <w:rPr>
                <w:snapToGrid w:val="0"/>
                <w:sz w:val="16"/>
                <w:szCs w:val="16"/>
              </w:rPr>
              <w:t>14.2.0</w:t>
            </w:r>
          </w:p>
        </w:tc>
      </w:tr>
      <w:tr w:rsidR="00E82451" w:rsidRPr="006B0D02" w14:paraId="2ED3B22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E7C169" w14:textId="77777777" w:rsidR="00E82451" w:rsidRDefault="00E82451"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F3A86C" w14:textId="77777777" w:rsidR="00E82451" w:rsidRDefault="00E82451"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D90F174" w14:textId="77777777" w:rsidR="00E82451" w:rsidRDefault="00E82451"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8BCE25" w14:textId="77777777" w:rsidR="00E82451" w:rsidRDefault="00E82451" w:rsidP="00E82451">
            <w:pPr>
              <w:spacing w:after="0"/>
              <w:jc w:val="center"/>
              <w:rPr>
                <w:rFonts w:ascii="Arial" w:hAnsi="Arial" w:cs="Arial"/>
                <w:sz w:val="16"/>
                <w:szCs w:val="16"/>
              </w:rPr>
            </w:pPr>
            <w:r>
              <w:rPr>
                <w:rFonts w:ascii="Arial" w:hAnsi="Arial" w:cs="Arial"/>
                <w:sz w:val="16"/>
                <w:szCs w:val="16"/>
              </w:rPr>
              <w:t>0845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A706DEF" w14:textId="77777777" w:rsidR="00E82451" w:rsidRDefault="00E8245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36337A" w14:textId="77777777" w:rsidR="00E82451" w:rsidRDefault="00E82451"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861BE5D" w14:textId="77777777" w:rsidR="00E82451" w:rsidRPr="00CD45AB" w:rsidRDefault="00E82451" w:rsidP="003D0A01">
            <w:pPr>
              <w:spacing w:after="0"/>
              <w:rPr>
                <w:rFonts w:ascii="Arial" w:hAnsi="Arial" w:cs="Arial"/>
                <w:sz w:val="16"/>
                <w:szCs w:val="16"/>
              </w:rPr>
            </w:pPr>
            <w:r w:rsidRPr="00E82451">
              <w:rPr>
                <w:rFonts w:ascii="Arial" w:hAnsi="Arial" w:cs="Arial"/>
                <w:sz w:val="16"/>
                <w:szCs w:val="16"/>
              </w:rPr>
              <w:t xml:space="preserve">PUCCH resource determination for M greater than 1 in </w:t>
            </w:r>
            <w:proofErr w:type="spellStart"/>
            <w:r w:rsidRPr="00E82451">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D0D6F7" w14:textId="77777777" w:rsidR="00E82451" w:rsidRDefault="00E82451" w:rsidP="003D0A01">
            <w:pPr>
              <w:pStyle w:val="TAC"/>
              <w:jc w:val="left"/>
              <w:rPr>
                <w:snapToGrid w:val="0"/>
                <w:sz w:val="16"/>
                <w:szCs w:val="16"/>
              </w:rPr>
            </w:pPr>
            <w:r>
              <w:rPr>
                <w:snapToGrid w:val="0"/>
                <w:sz w:val="16"/>
                <w:szCs w:val="16"/>
              </w:rPr>
              <w:t>14.2.0</w:t>
            </w:r>
          </w:p>
        </w:tc>
      </w:tr>
      <w:tr w:rsidR="0013715E" w:rsidRPr="006B0D02" w14:paraId="3805661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653ACA" w14:textId="77777777" w:rsidR="0013715E" w:rsidRDefault="0013715E"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88CFD98" w14:textId="77777777" w:rsidR="0013715E" w:rsidRDefault="0013715E"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E9A27D" w14:textId="77777777" w:rsidR="0013715E" w:rsidRDefault="0013715E"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0B48F6" w14:textId="77777777" w:rsidR="0013715E" w:rsidRDefault="0013715E" w:rsidP="0013715E">
            <w:pPr>
              <w:spacing w:after="0"/>
              <w:jc w:val="center"/>
              <w:rPr>
                <w:rFonts w:ascii="Arial" w:hAnsi="Arial" w:cs="Arial"/>
                <w:sz w:val="16"/>
                <w:szCs w:val="16"/>
              </w:rPr>
            </w:pPr>
            <w:r>
              <w:rPr>
                <w:rFonts w:ascii="Arial" w:hAnsi="Arial" w:cs="Arial"/>
                <w:sz w:val="16"/>
                <w:szCs w:val="16"/>
              </w:rPr>
              <w:t>0847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CFADE03" w14:textId="77777777" w:rsidR="0013715E" w:rsidRDefault="0013715E"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23C800" w14:textId="77777777" w:rsidR="0013715E" w:rsidRDefault="0013715E"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ABC503C" w14:textId="77777777" w:rsidR="0013715E" w:rsidRPr="00CD45AB" w:rsidRDefault="0013715E" w:rsidP="003D0A01">
            <w:pPr>
              <w:spacing w:after="0"/>
              <w:rPr>
                <w:rFonts w:ascii="Arial" w:hAnsi="Arial" w:cs="Arial"/>
                <w:sz w:val="16"/>
                <w:szCs w:val="16"/>
              </w:rPr>
            </w:pPr>
            <w:r w:rsidRPr="0013715E">
              <w:rPr>
                <w:rFonts w:ascii="Arial" w:hAnsi="Arial" w:cs="Arial"/>
                <w:sz w:val="16"/>
                <w:szCs w:val="16"/>
              </w:rPr>
              <w:t>Correction on aperiodic CQI reporting for BL/CE UEs in 1.4MHz system bandwidth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5EFC64" w14:textId="77777777" w:rsidR="0013715E" w:rsidRDefault="0013715E" w:rsidP="003D0A01">
            <w:pPr>
              <w:pStyle w:val="TAC"/>
              <w:jc w:val="left"/>
              <w:rPr>
                <w:snapToGrid w:val="0"/>
                <w:sz w:val="16"/>
                <w:szCs w:val="16"/>
              </w:rPr>
            </w:pPr>
            <w:r>
              <w:rPr>
                <w:snapToGrid w:val="0"/>
                <w:sz w:val="16"/>
                <w:szCs w:val="16"/>
              </w:rPr>
              <w:t>14.2.0</w:t>
            </w:r>
          </w:p>
        </w:tc>
      </w:tr>
      <w:tr w:rsidR="00D3308D" w:rsidRPr="006B0D02" w14:paraId="6EC7546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295691" w14:textId="77777777" w:rsidR="00D3308D" w:rsidRDefault="00D3308D"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6EAE1F3" w14:textId="77777777" w:rsidR="00D3308D" w:rsidRDefault="00D3308D"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BEB08FC" w14:textId="77777777" w:rsidR="00D3308D" w:rsidRDefault="00D3308D"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C47FFE" w14:textId="77777777" w:rsidR="00D3308D" w:rsidRDefault="00D3308D" w:rsidP="003D0A01">
            <w:pPr>
              <w:spacing w:after="0"/>
              <w:jc w:val="center"/>
              <w:rPr>
                <w:rFonts w:ascii="Arial" w:hAnsi="Arial" w:cs="Arial"/>
                <w:sz w:val="16"/>
                <w:szCs w:val="16"/>
              </w:rPr>
            </w:pPr>
            <w:r>
              <w:rPr>
                <w:rFonts w:ascii="Arial" w:hAnsi="Arial" w:cs="Arial"/>
                <w:sz w:val="16"/>
                <w:szCs w:val="16"/>
              </w:rPr>
              <w:t>0849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6F01F4" w14:textId="77777777" w:rsidR="00D3308D" w:rsidRDefault="00D3308D"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AA967A" w14:textId="77777777" w:rsidR="00D3308D" w:rsidRDefault="00D3308D"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35B9FEF" w14:textId="77777777" w:rsidR="00D3308D" w:rsidRPr="00CD45AB" w:rsidRDefault="00D3308D" w:rsidP="003D0A01">
            <w:pPr>
              <w:spacing w:after="0"/>
              <w:rPr>
                <w:rFonts w:ascii="Arial" w:hAnsi="Arial" w:cs="Arial"/>
                <w:sz w:val="16"/>
                <w:szCs w:val="16"/>
              </w:rPr>
            </w:pPr>
            <w:r w:rsidRPr="00D3308D">
              <w:rPr>
                <w:rFonts w:ascii="Arial" w:hAnsi="Arial" w:cs="Arial"/>
                <w:sz w:val="16"/>
                <w:szCs w:val="16"/>
              </w:rPr>
              <w:t xml:space="preserve">Clarification on </w:t>
            </w:r>
            <w:proofErr w:type="spellStart"/>
            <w:r w:rsidRPr="00D3308D">
              <w:rPr>
                <w:rFonts w:ascii="Arial" w:hAnsi="Arial" w:cs="Arial"/>
                <w:sz w:val="16"/>
                <w:szCs w:val="16"/>
              </w:rPr>
              <w:t>Msg</w:t>
            </w:r>
            <w:proofErr w:type="spellEnd"/>
            <w:r w:rsidRPr="00D3308D">
              <w:rPr>
                <w:rFonts w:ascii="Arial" w:hAnsi="Arial" w:cs="Arial"/>
                <w:sz w:val="16"/>
                <w:szCs w:val="16"/>
              </w:rPr>
              <w:t xml:space="preserve"> 3/4 MPDCCH narrowband index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1376F3" w14:textId="77777777" w:rsidR="00D3308D" w:rsidRDefault="00D3308D" w:rsidP="003D0A01">
            <w:pPr>
              <w:pStyle w:val="TAC"/>
              <w:jc w:val="left"/>
              <w:rPr>
                <w:snapToGrid w:val="0"/>
                <w:sz w:val="16"/>
                <w:szCs w:val="16"/>
              </w:rPr>
            </w:pPr>
            <w:r>
              <w:rPr>
                <w:snapToGrid w:val="0"/>
                <w:sz w:val="16"/>
                <w:szCs w:val="16"/>
              </w:rPr>
              <w:t>14.2.0</w:t>
            </w:r>
          </w:p>
        </w:tc>
      </w:tr>
      <w:tr w:rsidR="00665E53" w:rsidRPr="006B0D02" w14:paraId="3160F90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FD73F1" w14:textId="77777777" w:rsidR="00665E53" w:rsidRDefault="00665E53"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955C8E1" w14:textId="77777777" w:rsidR="00665E53" w:rsidRDefault="00665E53"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B0841F9" w14:textId="77777777" w:rsidR="00665E53" w:rsidRDefault="00665E53" w:rsidP="00665E53">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D7A5F4" w14:textId="77777777" w:rsidR="00665E53" w:rsidRDefault="00665E53" w:rsidP="004C29C4">
            <w:pPr>
              <w:spacing w:after="0"/>
              <w:jc w:val="center"/>
              <w:rPr>
                <w:rFonts w:ascii="Arial" w:hAnsi="Arial" w:cs="Arial"/>
                <w:sz w:val="16"/>
                <w:szCs w:val="16"/>
              </w:rPr>
            </w:pPr>
            <w:r>
              <w:rPr>
                <w:rFonts w:ascii="Arial" w:hAnsi="Arial" w:cs="Arial"/>
                <w:sz w:val="16"/>
                <w:szCs w:val="16"/>
              </w:rPr>
              <w:t>08</w:t>
            </w:r>
            <w:r w:rsidR="004C29C4">
              <w:rPr>
                <w:rFonts w:ascii="Arial" w:hAnsi="Arial" w:cs="Arial"/>
                <w:sz w:val="16"/>
                <w:szCs w:val="16"/>
              </w:rPr>
              <w:t>50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0659D5" w14:textId="77777777" w:rsidR="00665E53" w:rsidRDefault="00665E53"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B11234" w14:textId="77777777" w:rsidR="00665E53" w:rsidRDefault="00665E53" w:rsidP="003D0A0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41415DB" w14:textId="77777777" w:rsidR="00665E53" w:rsidRPr="00CD45AB" w:rsidRDefault="00665E53" w:rsidP="003D0A01">
            <w:pPr>
              <w:spacing w:after="0"/>
              <w:rPr>
                <w:rFonts w:ascii="Arial" w:hAnsi="Arial" w:cs="Arial"/>
                <w:sz w:val="16"/>
                <w:szCs w:val="16"/>
              </w:rPr>
            </w:pPr>
            <w:r w:rsidRPr="00665E53">
              <w:rPr>
                <w:rFonts w:ascii="Arial" w:hAnsi="Arial" w:cs="Arial"/>
                <w:sz w:val="16"/>
                <w:szCs w:val="16"/>
              </w:rPr>
              <w:t xml:space="preserve">CR on two-stage scheduling for </w:t>
            </w:r>
            <w:proofErr w:type="spellStart"/>
            <w:r w:rsidRPr="00665E53">
              <w:rPr>
                <w:rFonts w:ascii="Arial" w:hAnsi="Arial" w:cs="Arial"/>
                <w:sz w:val="16"/>
                <w:szCs w:val="16"/>
              </w:rPr>
              <w:t>eLAA</w:t>
            </w:r>
            <w:proofErr w:type="spellEnd"/>
            <w:r w:rsidRPr="00665E53">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97388A" w14:textId="77777777" w:rsidR="00665E53" w:rsidRDefault="00665E53" w:rsidP="003D0A01">
            <w:pPr>
              <w:pStyle w:val="TAC"/>
              <w:jc w:val="left"/>
              <w:rPr>
                <w:snapToGrid w:val="0"/>
                <w:sz w:val="16"/>
                <w:szCs w:val="16"/>
              </w:rPr>
            </w:pPr>
            <w:r>
              <w:rPr>
                <w:snapToGrid w:val="0"/>
                <w:sz w:val="16"/>
                <w:szCs w:val="16"/>
              </w:rPr>
              <w:t>14.2.0</w:t>
            </w:r>
          </w:p>
        </w:tc>
      </w:tr>
      <w:tr w:rsidR="004C29C4" w:rsidRPr="006B0D02" w14:paraId="671A6A1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3D39EE" w14:textId="77777777" w:rsidR="004C29C4" w:rsidRDefault="004C29C4"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E463DB" w14:textId="77777777" w:rsidR="004C29C4" w:rsidRDefault="004C29C4"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FD7C744" w14:textId="77777777" w:rsidR="004C29C4" w:rsidRDefault="004C29C4" w:rsidP="003D0A01">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04352C" w14:textId="77777777" w:rsidR="004C29C4" w:rsidRDefault="004C29C4" w:rsidP="004C29C4">
            <w:pPr>
              <w:spacing w:after="0"/>
              <w:jc w:val="center"/>
              <w:rPr>
                <w:rFonts w:ascii="Arial" w:hAnsi="Arial" w:cs="Arial"/>
                <w:sz w:val="16"/>
                <w:szCs w:val="16"/>
              </w:rPr>
            </w:pPr>
            <w:r>
              <w:rPr>
                <w:rFonts w:ascii="Arial" w:hAnsi="Arial" w:cs="Arial"/>
                <w:sz w:val="16"/>
                <w:szCs w:val="16"/>
              </w:rPr>
              <w:t>0851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078BF0A" w14:textId="77777777" w:rsidR="004C29C4" w:rsidRDefault="004C29C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45A540" w14:textId="77777777" w:rsidR="004C29C4" w:rsidRDefault="004C29C4" w:rsidP="003D0A0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1E127B9" w14:textId="77777777" w:rsidR="004C29C4" w:rsidRPr="00CD45AB" w:rsidRDefault="004C29C4" w:rsidP="003D0A01">
            <w:pPr>
              <w:spacing w:after="0"/>
              <w:rPr>
                <w:rFonts w:ascii="Arial" w:hAnsi="Arial" w:cs="Arial"/>
                <w:sz w:val="16"/>
                <w:szCs w:val="16"/>
              </w:rPr>
            </w:pPr>
            <w:r w:rsidRPr="004C29C4">
              <w:rPr>
                <w:rFonts w:ascii="Arial" w:hAnsi="Arial" w:cs="Arial"/>
                <w:sz w:val="16"/>
                <w:szCs w:val="16"/>
              </w:rPr>
              <w:t xml:space="preserve">CR on DCI blind decodes for </w:t>
            </w:r>
            <w:proofErr w:type="spellStart"/>
            <w:r w:rsidRPr="004C29C4">
              <w:rPr>
                <w:rFonts w:ascii="Arial" w:hAnsi="Arial" w:cs="Arial"/>
                <w:sz w:val="16"/>
                <w:szCs w:val="16"/>
              </w:rPr>
              <w:t>eLAA</w:t>
            </w:r>
            <w:proofErr w:type="spellEnd"/>
            <w:r w:rsidRPr="004C29C4">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BDA2C6" w14:textId="77777777" w:rsidR="004C29C4" w:rsidRDefault="004C29C4" w:rsidP="003D0A01">
            <w:pPr>
              <w:pStyle w:val="TAC"/>
              <w:jc w:val="left"/>
              <w:rPr>
                <w:snapToGrid w:val="0"/>
                <w:sz w:val="16"/>
                <w:szCs w:val="16"/>
              </w:rPr>
            </w:pPr>
            <w:r>
              <w:rPr>
                <w:snapToGrid w:val="0"/>
                <w:sz w:val="16"/>
                <w:szCs w:val="16"/>
              </w:rPr>
              <w:t>14.2.0</w:t>
            </w:r>
          </w:p>
        </w:tc>
      </w:tr>
      <w:tr w:rsidR="006015A0" w:rsidRPr="006B0D02" w14:paraId="42C4C11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658863" w14:textId="77777777" w:rsidR="006015A0" w:rsidRDefault="006015A0" w:rsidP="003D0A01">
            <w:pPr>
              <w:pStyle w:val="TAC"/>
              <w:rPr>
                <w:sz w:val="16"/>
                <w:szCs w:val="16"/>
              </w:rPr>
            </w:pPr>
            <w:r>
              <w:rPr>
                <w:sz w:val="16"/>
                <w:szCs w:val="16"/>
              </w:rPr>
              <w:lastRenderedPageBreak/>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12E4477" w14:textId="77777777" w:rsidR="006015A0" w:rsidRDefault="006015A0"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7053E81" w14:textId="77777777" w:rsidR="006015A0" w:rsidRDefault="006015A0" w:rsidP="006015A0">
            <w:pPr>
              <w:spacing w:after="0"/>
              <w:jc w:val="center"/>
              <w:rPr>
                <w:rFonts w:ascii="Arial" w:hAnsi="Arial" w:cs="Arial"/>
                <w:sz w:val="16"/>
                <w:szCs w:val="16"/>
              </w:rPr>
            </w:pPr>
            <w:r>
              <w:rPr>
                <w:rFonts w:ascii="Arial" w:hAnsi="Arial" w:cs="Arial"/>
                <w:sz w:val="16"/>
                <w:szCs w:val="16"/>
              </w:rPr>
              <w:t>RP-170616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3BBA53" w14:textId="77777777" w:rsidR="006015A0" w:rsidRDefault="006015A0" w:rsidP="006015A0">
            <w:pPr>
              <w:spacing w:after="0"/>
              <w:jc w:val="center"/>
              <w:rPr>
                <w:rFonts w:ascii="Arial" w:hAnsi="Arial" w:cs="Arial"/>
                <w:sz w:val="16"/>
                <w:szCs w:val="16"/>
              </w:rPr>
            </w:pPr>
            <w:r>
              <w:rPr>
                <w:rFonts w:ascii="Arial" w:hAnsi="Arial" w:cs="Arial"/>
                <w:sz w:val="16"/>
                <w:szCs w:val="16"/>
              </w:rPr>
              <w:t>0852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167D0D4" w14:textId="77777777" w:rsidR="006015A0" w:rsidRDefault="006015A0"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C32437" w14:textId="77777777" w:rsidR="006015A0" w:rsidRDefault="006015A0" w:rsidP="003D0A0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7512B98" w14:textId="77777777" w:rsidR="006015A0" w:rsidRPr="00CD45AB" w:rsidRDefault="006015A0" w:rsidP="003D0A01">
            <w:pPr>
              <w:spacing w:after="0"/>
              <w:rPr>
                <w:rFonts w:ascii="Arial" w:hAnsi="Arial" w:cs="Arial"/>
                <w:sz w:val="16"/>
                <w:szCs w:val="16"/>
              </w:rPr>
            </w:pPr>
            <w:r w:rsidRPr="006015A0">
              <w:rPr>
                <w:rFonts w:ascii="Arial" w:hAnsi="Arial" w:cs="Arial"/>
                <w:sz w:val="16"/>
                <w:szCs w:val="16"/>
              </w:rPr>
              <w:t>Correction on downlink power allocation for UE with QPSK modulation for MUST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02495A" w14:textId="77777777" w:rsidR="006015A0" w:rsidRDefault="006015A0" w:rsidP="003D0A01">
            <w:pPr>
              <w:pStyle w:val="TAC"/>
              <w:jc w:val="left"/>
              <w:rPr>
                <w:snapToGrid w:val="0"/>
                <w:sz w:val="16"/>
                <w:szCs w:val="16"/>
              </w:rPr>
            </w:pPr>
            <w:r>
              <w:rPr>
                <w:snapToGrid w:val="0"/>
                <w:sz w:val="16"/>
                <w:szCs w:val="16"/>
              </w:rPr>
              <w:t>14.2.0</w:t>
            </w:r>
          </w:p>
        </w:tc>
      </w:tr>
      <w:tr w:rsidR="005705D6" w:rsidRPr="006B0D02" w14:paraId="4545A23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303619" w14:textId="77777777" w:rsidR="005705D6" w:rsidRDefault="005705D6"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1980D0A" w14:textId="77777777" w:rsidR="005705D6" w:rsidRDefault="005705D6"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38F5B3" w14:textId="77777777" w:rsidR="005705D6" w:rsidRDefault="005705D6" w:rsidP="005705D6">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36AF4B" w14:textId="77777777" w:rsidR="005705D6" w:rsidRDefault="005705D6" w:rsidP="005705D6">
            <w:pPr>
              <w:spacing w:after="0"/>
              <w:jc w:val="center"/>
              <w:rPr>
                <w:rFonts w:ascii="Arial" w:hAnsi="Arial" w:cs="Arial"/>
                <w:sz w:val="16"/>
                <w:szCs w:val="16"/>
              </w:rPr>
            </w:pPr>
            <w:r>
              <w:rPr>
                <w:rFonts w:ascii="Arial" w:hAnsi="Arial" w:cs="Arial"/>
                <w:sz w:val="16"/>
                <w:szCs w:val="16"/>
              </w:rPr>
              <w:t>0853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9EF9853" w14:textId="77777777" w:rsidR="005705D6" w:rsidRDefault="005705D6"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B39E51" w14:textId="77777777" w:rsidR="005705D6" w:rsidRDefault="005705D6" w:rsidP="003D0A0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0CD4E10" w14:textId="77777777" w:rsidR="005705D6" w:rsidRPr="00CD45AB" w:rsidRDefault="005705D6" w:rsidP="003D0A01">
            <w:pPr>
              <w:spacing w:after="0"/>
              <w:rPr>
                <w:rFonts w:ascii="Arial" w:hAnsi="Arial" w:cs="Arial"/>
                <w:sz w:val="16"/>
                <w:szCs w:val="16"/>
              </w:rPr>
            </w:pPr>
            <w:r w:rsidRPr="005705D6">
              <w:rPr>
                <w:rFonts w:ascii="Arial" w:hAnsi="Arial" w:cs="Arial"/>
                <w:sz w:val="16"/>
                <w:szCs w:val="16"/>
              </w:rPr>
              <w:t>Correction on PHR for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387DF9" w14:textId="77777777" w:rsidR="005705D6" w:rsidRDefault="005705D6" w:rsidP="003D0A01">
            <w:pPr>
              <w:pStyle w:val="TAC"/>
              <w:jc w:val="left"/>
              <w:rPr>
                <w:snapToGrid w:val="0"/>
                <w:sz w:val="16"/>
                <w:szCs w:val="16"/>
              </w:rPr>
            </w:pPr>
            <w:r>
              <w:rPr>
                <w:snapToGrid w:val="0"/>
                <w:sz w:val="16"/>
                <w:szCs w:val="16"/>
              </w:rPr>
              <w:t>14.2.0</w:t>
            </w:r>
          </w:p>
        </w:tc>
      </w:tr>
      <w:tr w:rsidR="007C0FB4" w:rsidRPr="006B0D02" w14:paraId="281D4FD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6CA28C" w14:textId="77777777" w:rsidR="007C0FB4" w:rsidRDefault="007C0FB4"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1A49FCA" w14:textId="77777777" w:rsidR="007C0FB4" w:rsidRDefault="007C0FB4"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392D470" w14:textId="77777777" w:rsidR="007C0FB4" w:rsidRDefault="007C0FB4" w:rsidP="007C0FB4">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EC8E2E" w14:textId="77777777" w:rsidR="007C0FB4" w:rsidRDefault="007C0FB4" w:rsidP="007C0FB4">
            <w:pPr>
              <w:spacing w:after="0"/>
              <w:jc w:val="center"/>
              <w:rPr>
                <w:rFonts w:ascii="Arial" w:hAnsi="Arial" w:cs="Arial"/>
                <w:sz w:val="16"/>
                <w:szCs w:val="16"/>
              </w:rPr>
            </w:pPr>
            <w:r>
              <w:rPr>
                <w:rFonts w:ascii="Arial" w:hAnsi="Arial" w:cs="Arial"/>
                <w:sz w:val="16"/>
                <w:szCs w:val="16"/>
              </w:rPr>
              <w:t>0855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1724BF" w14:textId="77777777" w:rsidR="007C0FB4" w:rsidRDefault="007C0FB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E98968" w14:textId="77777777" w:rsidR="007C0FB4" w:rsidRDefault="007C0FB4"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C493958" w14:textId="77777777" w:rsidR="007C0FB4" w:rsidRPr="00CD45AB" w:rsidRDefault="007C0FB4" w:rsidP="003D0A01">
            <w:pPr>
              <w:spacing w:after="0"/>
              <w:rPr>
                <w:rFonts w:ascii="Arial" w:hAnsi="Arial" w:cs="Arial"/>
                <w:sz w:val="16"/>
                <w:szCs w:val="16"/>
              </w:rPr>
            </w:pPr>
            <w:r w:rsidRPr="007C0FB4">
              <w:rPr>
                <w:rFonts w:ascii="Arial" w:hAnsi="Arial" w:cs="Arial"/>
                <w:sz w:val="16"/>
                <w:szCs w:val="16"/>
              </w:rPr>
              <w:t>Correction on the description of UE procedure for receiving ACK/NACK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29A14A" w14:textId="77777777" w:rsidR="007C0FB4" w:rsidRDefault="007C0FB4" w:rsidP="003D0A01">
            <w:pPr>
              <w:pStyle w:val="TAC"/>
              <w:jc w:val="left"/>
              <w:rPr>
                <w:snapToGrid w:val="0"/>
                <w:sz w:val="16"/>
                <w:szCs w:val="16"/>
              </w:rPr>
            </w:pPr>
            <w:r>
              <w:rPr>
                <w:snapToGrid w:val="0"/>
                <w:sz w:val="16"/>
                <w:szCs w:val="16"/>
              </w:rPr>
              <w:t>14.2.0</w:t>
            </w:r>
          </w:p>
        </w:tc>
      </w:tr>
      <w:tr w:rsidR="0015102C" w:rsidRPr="006B0D02" w14:paraId="0CC20E5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8C377C" w14:textId="77777777" w:rsidR="0015102C" w:rsidRDefault="0015102C"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9393DC1" w14:textId="77777777" w:rsidR="0015102C" w:rsidRDefault="0015102C"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402E750" w14:textId="77777777" w:rsidR="0015102C" w:rsidRDefault="0015102C" w:rsidP="0015102C">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70A581" w14:textId="77777777" w:rsidR="0015102C" w:rsidRDefault="0015102C" w:rsidP="0015102C">
            <w:pPr>
              <w:spacing w:after="0"/>
              <w:jc w:val="center"/>
              <w:rPr>
                <w:rFonts w:ascii="Arial" w:hAnsi="Arial" w:cs="Arial"/>
                <w:sz w:val="16"/>
                <w:szCs w:val="16"/>
              </w:rPr>
            </w:pPr>
            <w:r>
              <w:rPr>
                <w:rFonts w:ascii="Arial" w:hAnsi="Arial" w:cs="Arial"/>
                <w:sz w:val="16"/>
                <w:szCs w:val="16"/>
              </w:rPr>
              <w:t>0857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28A1D9A" w14:textId="77777777" w:rsidR="0015102C" w:rsidRDefault="0015102C"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9E91B0" w14:textId="77777777" w:rsidR="0015102C" w:rsidRDefault="0015102C"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47C044" w14:textId="77777777" w:rsidR="0015102C" w:rsidRPr="00CD45AB" w:rsidRDefault="0015102C" w:rsidP="003D0A01">
            <w:pPr>
              <w:spacing w:after="0"/>
              <w:rPr>
                <w:rFonts w:ascii="Arial" w:hAnsi="Arial" w:cs="Arial"/>
                <w:sz w:val="16"/>
                <w:szCs w:val="16"/>
              </w:rPr>
            </w:pPr>
            <w:r w:rsidRPr="0015102C">
              <w:rPr>
                <w:rFonts w:ascii="Arial" w:hAnsi="Arial" w:cs="Arial"/>
                <w:sz w:val="16"/>
                <w:szCs w:val="16"/>
              </w:rPr>
              <w:t xml:space="preserve">PUCCH collision in </w:t>
            </w:r>
            <w:proofErr w:type="spellStart"/>
            <w:r w:rsidRPr="0015102C">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A7B471" w14:textId="77777777" w:rsidR="0015102C" w:rsidRDefault="0015102C" w:rsidP="003D0A01">
            <w:pPr>
              <w:pStyle w:val="TAC"/>
              <w:jc w:val="left"/>
              <w:rPr>
                <w:snapToGrid w:val="0"/>
                <w:sz w:val="16"/>
                <w:szCs w:val="16"/>
              </w:rPr>
            </w:pPr>
            <w:r>
              <w:rPr>
                <w:snapToGrid w:val="0"/>
                <w:sz w:val="16"/>
                <w:szCs w:val="16"/>
              </w:rPr>
              <w:t>14.2.0</w:t>
            </w:r>
          </w:p>
        </w:tc>
      </w:tr>
      <w:tr w:rsidR="00143FD4" w:rsidRPr="006B0D02" w14:paraId="6A13BE0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AC2D45" w14:textId="77777777" w:rsidR="00143FD4" w:rsidRDefault="00143FD4"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7515C7F" w14:textId="77777777" w:rsidR="00143FD4" w:rsidRDefault="00143FD4"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7566953" w14:textId="77777777" w:rsidR="00143FD4" w:rsidRDefault="00143FD4" w:rsidP="00143FD4">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13724B" w14:textId="77777777" w:rsidR="00143FD4" w:rsidRDefault="00143FD4" w:rsidP="00143FD4">
            <w:pPr>
              <w:spacing w:after="0"/>
              <w:jc w:val="center"/>
              <w:rPr>
                <w:rFonts w:ascii="Arial" w:hAnsi="Arial" w:cs="Arial"/>
                <w:sz w:val="16"/>
                <w:szCs w:val="16"/>
              </w:rPr>
            </w:pPr>
            <w:r>
              <w:rPr>
                <w:rFonts w:ascii="Arial" w:hAnsi="Arial" w:cs="Arial"/>
                <w:sz w:val="16"/>
                <w:szCs w:val="16"/>
              </w:rPr>
              <w:t>0858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A145241" w14:textId="77777777" w:rsidR="00143FD4" w:rsidRDefault="00143FD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A46B7F" w14:textId="77777777" w:rsidR="00143FD4" w:rsidRDefault="00143FD4" w:rsidP="003D0A0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6BC9F7C" w14:textId="77777777" w:rsidR="00143FD4" w:rsidRPr="00CD45AB" w:rsidRDefault="00143FD4" w:rsidP="003D0A01">
            <w:pPr>
              <w:spacing w:after="0"/>
              <w:rPr>
                <w:rFonts w:ascii="Arial" w:hAnsi="Arial" w:cs="Arial"/>
                <w:sz w:val="16"/>
                <w:szCs w:val="16"/>
              </w:rPr>
            </w:pPr>
            <w:r w:rsidRPr="00143FD4">
              <w:rPr>
                <w:rFonts w:ascii="Arial" w:hAnsi="Arial" w:cs="Arial"/>
                <w:sz w:val="16"/>
                <w:szCs w:val="16"/>
              </w:rPr>
              <w:t>Clarification on channel access procedure for SRS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3F224D" w14:textId="77777777" w:rsidR="00143FD4" w:rsidRDefault="00143FD4" w:rsidP="003D0A01">
            <w:pPr>
              <w:pStyle w:val="TAC"/>
              <w:jc w:val="left"/>
              <w:rPr>
                <w:snapToGrid w:val="0"/>
                <w:sz w:val="16"/>
                <w:szCs w:val="16"/>
              </w:rPr>
            </w:pPr>
            <w:r>
              <w:rPr>
                <w:snapToGrid w:val="0"/>
                <w:sz w:val="16"/>
                <w:szCs w:val="16"/>
              </w:rPr>
              <w:t>14.2.0</w:t>
            </w:r>
          </w:p>
        </w:tc>
      </w:tr>
      <w:tr w:rsidR="00C23CBF" w:rsidRPr="006B0D02" w14:paraId="71F8E8A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6E45D9" w14:textId="77777777" w:rsidR="00C23CBF" w:rsidRDefault="00C23CBF"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7A62DC" w14:textId="77777777" w:rsidR="00C23CBF" w:rsidRDefault="00C23CBF"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12F6146" w14:textId="77777777" w:rsidR="00C23CBF" w:rsidRDefault="00C23CBF" w:rsidP="00C23CBF">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B37B9E" w14:textId="77777777" w:rsidR="00C23CBF" w:rsidRDefault="00C23CBF" w:rsidP="00C23CBF">
            <w:pPr>
              <w:spacing w:after="0"/>
              <w:jc w:val="center"/>
              <w:rPr>
                <w:rFonts w:ascii="Arial" w:hAnsi="Arial" w:cs="Arial"/>
                <w:sz w:val="16"/>
                <w:szCs w:val="16"/>
              </w:rPr>
            </w:pPr>
            <w:r>
              <w:rPr>
                <w:rFonts w:ascii="Arial" w:hAnsi="Arial" w:cs="Arial"/>
                <w:sz w:val="16"/>
                <w:szCs w:val="16"/>
              </w:rPr>
              <w:t>0860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9A3749" w14:textId="77777777" w:rsidR="00C23CBF" w:rsidRDefault="00C23CBF"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47D205" w14:textId="77777777" w:rsidR="00C23CBF" w:rsidRDefault="001752FA" w:rsidP="003D0A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E50F63D" w14:textId="77777777" w:rsidR="00C23CBF" w:rsidRPr="00CD45AB" w:rsidRDefault="00C23CBF" w:rsidP="003D0A01">
            <w:pPr>
              <w:spacing w:after="0"/>
              <w:rPr>
                <w:rFonts w:ascii="Arial" w:hAnsi="Arial" w:cs="Arial"/>
                <w:sz w:val="16"/>
                <w:szCs w:val="16"/>
              </w:rPr>
            </w:pPr>
            <w:r w:rsidRPr="00C23CBF">
              <w:rPr>
                <w:rFonts w:ascii="Arial" w:hAnsi="Arial" w:cs="Arial"/>
                <w:sz w:val="16"/>
                <w:szCs w:val="16"/>
              </w:rPr>
              <w:t>NPDCCH starting subframe determination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0355A1" w14:textId="77777777" w:rsidR="00C23CBF" w:rsidRDefault="00C23CBF" w:rsidP="003D0A01">
            <w:pPr>
              <w:pStyle w:val="TAC"/>
              <w:jc w:val="left"/>
              <w:rPr>
                <w:snapToGrid w:val="0"/>
                <w:sz w:val="16"/>
                <w:szCs w:val="16"/>
              </w:rPr>
            </w:pPr>
            <w:r>
              <w:rPr>
                <w:snapToGrid w:val="0"/>
                <w:sz w:val="16"/>
                <w:szCs w:val="16"/>
              </w:rPr>
              <w:t>14.2.0</w:t>
            </w:r>
          </w:p>
        </w:tc>
      </w:tr>
      <w:tr w:rsidR="00983ABD" w:rsidRPr="006B0D02" w14:paraId="1D24A82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02A02A" w14:textId="77777777" w:rsidR="00983ABD" w:rsidRDefault="00983ABD"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0C7665F" w14:textId="77777777" w:rsidR="00983ABD" w:rsidRDefault="00983ABD"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CAEE868" w14:textId="77777777" w:rsidR="00983ABD" w:rsidRDefault="00983ABD" w:rsidP="00983ABD">
            <w:pPr>
              <w:spacing w:after="0"/>
              <w:jc w:val="center"/>
              <w:rPr>
                <w:rFonts w:ascii="Arial" w:hAnsi="Arial" w:cs="Arial"/>
                <w:sz w:val="16"/>
                <w:szCs w:val="16"/>
              </w:rPr>
            </w:pPr>
            <w:r>
              <w:rPr>
                <w:rFonts w:ascii="Arial" w:hAnsi="Arial" w:cs="Arial"/>
                <w:sz w:val="16"/>
                <w:szCs w:val="16"/>
              </w:rPr>
              <w:t>RP-170615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16C9D4" w14:textId="77777777" w:rsidR="00983ABD" w:rsidRDefault="00983ABD" w:rsidP="00983ABD">
            <w:pPr>
              <w:spacing w:after="0"/>
              <w:jc w:val="center"/>
              <w:rPr>
                <w:rFonts w:ascii="Arial" w:hAnsi="Arial" w:cs="Arial"/>
                <w:sz w:val="16"/>
                <w:szCs w:val="16"/>
              </w:rPr>
            </w:pPr>
            <w:r>
              <w:rPr>
                <w:rFonts w:ascii="Arial" w:hAnsi="Arial" w:cs="Arial"/>
                <w:sz w:val="16"/>
                <w:szCs w:val="16"/>
              </w:rPr>
              <w:t>0861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E49AC8C" w14:textId="77777777" w:rsidR="00983ABD" w:rsidRDefault="00983ABD" w:rsidP="003D0A0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6D4B3A" w14:textId="77777777" w:rsidR="00983ABD" w:rsidRDefault="00983ABD" w:rsidP="003D0A0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AEBDE24" w14:textId="77777777" w:rsidR="00983ABD" w:rsidRPr="00CD45AB" w:rsidRDefault="00983ABD" w:rsidP="003D0A01">
            <w:pPr>
              <w:spacing w:after="0"/>
              <w:rPr>
                <w:rFonts w:ascii="Arial" w:hAnsi="Arial" w:cs="Arial"/>
                <w:sz w:val="16"/>
                <w:szCs w:val="16"/>
              </w:rPr>
            </w:pPr>
            <w:r w:rsidRPr="00983ABD">
              <w:rPr>
                <w:rFonts w:ascii="Arial" w:hAnsi="Arial" w:cs="Arial"/>
                <w:sz w:val="16"/>
                <w:szCs w:val="16"/>
              </w:rPr>
              <w:t>CR for SRS switching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B5DE79" w14:textId="77777777" w:rsidR="00983ABD" w:rsidRDefault="00983ABD" w:rsidP="003D0A01">
            <w:pPr>
              <w:pStyle w:val="TAC"/>
              <w:jc w:val="left"/>
              <w:rPr>
                <w:snapToGrid w:val="0"/>
                <w:sz w:val="16"/>
                <w:szCs w:val="16"/>
              </w:rPr>
            </w:pPr>
            <w:r>
              <w:rPr>
                <w:snapToGrid w:val="0"/>
                <w:sz w:val="16"/>
                <w:szCs w:val="16"/>
              </w:rPr>
              <w:t>14.2.0</w:t>
            </w:r>
          </w:p>
        </w:tc>
      </w:tr>
      <w:tr w:rsidR="00494C31" w:rsidRPr="006B0D02" w14:paraId="49D159B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5435CA" w14:textId="77777777" w:rsidR="00494C31" w:rsidRDefault="00494C31"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3A05AC1" w14:textId="77777777" w:rsidR="00494C31" w:rsidRDefault="00494C31"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C665D3" w14:textId="77777777" w:rsidR="00494C31" w:rsidRDefault="00494C31" w:rsidP="00494C31">
            <w:pPr>
              <w:spacing w:after="0"/>
              <w:jc w:val="center"/>
              <w:rPr>
                <w:rFonts w:ascii="Arial" w:hAnsi="Arial" w:cs="Arial"/>
                <w:sz w:val="16"/>
                <w:szCs w:val="16"/>
              </w:rPr>
            </w:pPr>
            <w:r>
              <w:rPr>
                <w:rFonts w:ascii="Arial" w:hAnsi="Arial" w:cs="Arial"/>
                <w:sz w:val="16"/>
                <w:szCs w:val="16"/>
              </w:rPr>
              <w:t>RP-170622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3CFC9D" w14:textId="77777777" w:rsidR="00494C31" w:rsidRDefault="00494C31" w:rsidP="00494C31">
            <w:pPr>
              <w:spacing w:after="0"/>
              <w:jc w:val="center"/>
              <w:rPr>
                <w:rFonts w:ascii="Arial" w:hAnsi="Arial" w:cs="Arial"/>
                <w:sz w:val="16"/>
                <w:szCs w:val="16"/>
              </w:rPr>
            </w:pPr>
            <w:r>
              <w:rPr>
                <w:rFonts w:ascii="Arial" w:hAnsi="Arial" w:cs="Arial"/>
                <w:sz w:val="16"/>
                <w:szCs w:val="16"/>
              </w:rPr>
              <w:t>0863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DB3C5EA" w14:textId="77777777" w:rsidR="00494C31" w:rsidRDefault="00494C3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BC624C" w14:textId="77777777" w:rsidR="00494C31" w:rsidRDefault="00494C31" w:rsidP="003D0A0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A13D19C" w14:textId="77777777" w:rsidR="00494C31" w:rsidRPr="00CD45AB" w:rsidRDefault="00494C31" w:rsidP="003D0A01">
            <w:pPr>
              <w:spacing w:after="0"/>
              <w:rPr>
                <w:rFonts w:ascii="Arial" w:hAnsi="Arial" w:cs="Arial"/>
                <w:sz w:val="16"/>
                <w:szCs w:val="16"/>
              </w:rPr>
            </w:pPr>
            <w:r w:rsidRPr="00494C31">
              <w:rPr>
                <w:rFonts w:ascii="Arial" w:hAnsi="Arial" w:cs="Arial"/>
                <w:sz w:val="16"/>
                <w:szCs w:val="16"/>
              </w:rPr>
              <w:t>Introduction of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5CF28A" w14:textId="77777777" w:rsidR="00494C31" w:rsidRDefault="00494C31" w:rsidP="003D0A01">
            <w:pPr>
              <w:pStyle w:val="TAC"/>
              <w:jc w:val="left"/>
              <w:rPr>
                <w:snapToGrid w:val="0"/>
                <w:sz w:val="16"/>
                <w:szCs w:val="16"/>
              </w:rPr>
            </w:pPr>
            <w:r>
              <w:rPr>
                <w:snapToGrid w:val="0"/>
                <w:sz w:val="16"/>
                <w:szCs w:val="16"/>
              </w:rPr>
              <w:t>14.2.0</w:t>
            </w:r>
          </w:p>
        </w:tc>
      </w:tr>
      <w:tr w:rsidR="00C4619A" w:rsidRPr="006B0D02" w14:paraId="0125556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6AD907" w14:textId="77777777" w:rsidR="00C4619A" w:rsidRDefault="00C4619A"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114D9CE" w14:textId="77777777" w:rsidR="00C4619A" w:rsidRDefault="00C4619A"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F47BD7" w14:textId="77777777" w:rsidR="00C4619A" w:rsidRDefault="00C4619A" w:rsidP="00C4619A">
            <w:pPr>
              <w:spacing w:after="0"/>
              <w:jc w:val="center"/>
              <w:rPr>
                <w:rFonts w:ascii="Arial" w:hAnsi="Arial" w:cs="Arial"/>
                <w:sz w:val="16"/>
                <w:szCs w:val="16"/>
              </w:rPr>
            </w:pPr>
            <w:r>
              <w:rPr>
                <w:rFonts w:ascii="Arial" w:hAnsi="Arial" w:cs="Arial"/>
                <w:sz w:val="16"/>
                <w:szCs w:val="16"/>
              </w:rPr>
              <w:t>RP-170623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3FD64C" w14:textId="77777777" w:rsidR="00C4619A" w:rsidRDefault="00C4619A" w:rsidP="00C4619A">
            <w:pPr>
              <w:spacing w:after="0"/>
              <w:jc w:val="center"/>
              <w:rPr>
                <w:rFonts w:ascii="Arial" w:hAnsi="Arial" w:cs="Arial"/>
                <w:sz w:val="16"/>
                <w:szCs w:val="16"/>
              </w:rPr>
            </w:pPr>
            <w:r>
              <w:rPr>
                <w:rFonts w:ascii="Arial" w:hAnsi="Arial" w:cs="Arial"/>
                <w:sz w:val="16"/>
                <w:szCs w:val="16"/>
              </w:rPr>
              <w:t>0864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10D10BB" w14:textId="77777777" w:rsidR="00C4619A" w:rsidRDefault="00C4619A"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4797B8" w14:textId="77777777" w:rsidR="00C4619A" w:rsidRDefault="00C4619A" w:rsidP="003D0A0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945A1D" w14:textId="77777777" w:rsidR="00C4619A" w:rsidRPr="00CD45AB" w:rsidRDefault="00C4619A" w:rsidP="003D0A01">
            <w:pPr>
              <w:spacing w:after="0"/>
              <w:rPr>
                <w:rFonts w:ascii="Arial" w:hAnsi="Arial" w:cs="Arial"/>
                <w:sz w:val="16"/>
                <w:szCs w:val="16"/>
              </w:rPr>
            </w:pPr>
            <w:r w:rsidRPr="00C4619A">
              <w:rPr>
                <w:rFonts w:ascii="Arial" w:hAnsi="Arial" w:cs="Arial"/>
                <w:sz w:val="16"/>
                <w:szCs w:val="16"/>
              </w:rPr>
              <w:t>Introduction of Further Enhanced MTC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52020C" w14:textId="77777777" w:rsidR="00C4619A" w:rsidRDefault="00C4619A" w:rsidP="003D0A01">
            <w:pPr>
              <w:pStyle w:val="TAC"/>
              <w:jc w:val="left"/>
              <w:rPr>
                <w:snapToGrid w:val="0"/>
                <w:sz w:val="16"/>
                <w:szCs w:val="16"/>
              </w:rPr>
            </w:pPr>
            <w:r>
              <w:rPr>
                <w:snapToGrid w:val="0"/>
                <w:sz w:val="16"/>
                <w:szCs w:val="16"/>
              </w:rPr>
              <w:t>14.2.0</w:t>
            </w:r>
          </w:p>
        </w:tc>
      </w:tr>
      <w:tr w:rsidR="00934F33" w:rsidRPr="006B0D02" w14:paraId="368C348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4A68D3" w14:textId="77777777" w:rsidR="00934F33" w:rsidRDefault="00934F33"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1A42BAA" w14:textId="77777777" w:rsidR="00934F33" w:rsidRDefault="00934F33"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22BE2E6" w14:textId="77777777" w:rsidR="00934F33" w:rsidRDefault="00934F33" w:rsidP="00934F33">
            <w:pPr>
              <w:spacing w:after="0"/>
              <w:jc w:val="center"/>
              <w:rPr>
                <w:rFonts w:ascii="Arial" w:hAnsi="Arial" w:cs="Arial"/>
                <w:sz w:val="16"/>
                <w:szCs w:val="16"/>
              </w:rPr>
            </w:pPr>
            <w:r>
              <w:rPr>
                <w:rFonts w:ascii="Arial" w:hAnsi="Arial" w:cs="Arial"/>
                <w:sz w:val="16"/>
                <w:szCs w:val="16"/>
              </w:rPr>
              <w:t>RP-170624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AC7459" w14:textId="77777777" w:rsidR="00934F33" w:rsidRDefault="00934F33" w:rsidP="00934F33">
            <w:pPr>
              <w:spacing w:after="0"/>
              <w:jc w:val="center"/>
              <w:rPr>
                <w:rFonts w:ascii="Arial" w:hAnsi="Arial" w:cs="Arial"/>
                <w:sz w:val="16"/>
                <w:szCs w:val="16"/>
              </w:rPr>
            </w:pPr>
            <w:r>
              <w:rPr>
                <w:rFonts w:ascii="Arial" w:hAnsi="Arial" w:cs="Arial"/>
                <w:sz w:val="16"/>
                <w:szCs w:val="16"/>
              </w:rPr>
              <w:t>0865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AF853F3" w14:textId="77777777" w:rsidR="00934F33" w:rsidRDefault="00934F33"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B94E0B" w14:textId="77777777" w:rsidR="00934F33" w:rsidRDefault="00934F33" w:rsidP="003D0A0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6F3E1C0" w14:textId="77777777" w:rsidR="00934F33" w:rsidRPr="00CD45AB" w:rsidRDefault="00934F33" w:rsidP="003D0A01">
            <w:pPr>
              <w:spacing w:after="0"/>
              <w:rPr>
                <w:rFonts w:ascii="Arial" w:hAnsi="Arial" w:cs="Arial"/>
                <w:sz w:val="16"/>
                <w:szCs w:val="16"/>
              </w:rPr>
            </w:pPr>
            <w:r w:rsidRPr="00934F33">
              <w:rPr>
                <w:rFonts w:ascii="Arial" w:hAnsi="Arial" w:cs="Arial"/>
                <w:sz w:val="16"/>
                <w:szCs w:val="16"/>
              </w:rPr>
              <w:t>Introduction of NB-IoT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284FDA" w14:textId="77777777" w:rsidR="00934F33" w:rsidRDefault="00934F33" w:rsidP="003D0A01">
            <w:pPr>
              <w:pStyle w:val="TAC"/>
              <w:jc w:val="left"/>
              <w:rPr>
                <w:snapToGrid w:val="0"/>
                <w:sz w:val="16"/>
                <w:szCs w:val="16"/>
              </w:rPr>
            </w:pPr>
            <w:r>
              <w:rPr>
                <w:snapToGrid w:val="0"/>
                <w:sz w:val="16"/>
                <w:szCs w:val="16"/>
              </w:rPr>
              <w:t>14.2.0</w:t>
            </w:r>
          </w:p>
        </w:tc>
      </w:tr>
      <w:tr w:rsidR="00573F74" w:rsidRPr="006B0D02" w14:paraId="3BAA990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C76905" w14:textId="77777777" w:rsidR="00573F74" w:rsidRDefault="00573F74"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C14C014" w14:textId="77777777" w:rsidR="00573F74" w:rsidRDefault="00573F74"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319A23E" w14:textId="77777777" w:rsidR="00573F74" w:rsidRDefault="00573F74" w:rsidP="00573F74">
            <w:pPr>
              <w:spacing w:after="0"/>
              <w:jc w:val="center"/>
              <w:rPr>
                <w:rFonts w:ascii="Arial" w:hAnsi="Arial" w:cs="Arial"/>
                <w:sz w:val="16"/>
                <w:szCs w:val="16"/>
              </w:rPr>
            </w:pPr>
            <w:r>
              <w:rPr>
                <w:rFonts w:ascii="Arial" w:hAnsi="Arial" w:cs="Arial"/>
                <w:sz w:val="16"/>
                <w:szCs w:val="16"/>
              </w:rPr>
              <w:t>RP-170625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7222C7" w14:textId="77777777" w:rsidR="00573F74" w:rsidRDefault="00573F74" w:rsidP="00573F74">
            <w:pPr>
              <w:spacing w:after="0"/>
              <w:jc w:val="center"/>
              <w:rPr>
                <w:rFonts w:ascii="Arial" w:hAnsi="Arial" w:cs="Arial"/>
                <w:sz w:val="16"/>
                <w:szCs w:val="16"/>
              </w:rPr>
            </w:pPr>
            <w:r>
              <w:rPr>
                <w:rFonts w:ascii="Arial" w:hAnsi="Arial" w:cs="Arial"/>
                <w:sz w:val="16"/>
                <w:szCs w:val="16"/>
              </w:rPr>
              <w:t>0866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AAD08AD" w14:textId="77777777" w:rsidR="00573F74" w:rsidRDefault="00573F7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32D3A1" w14:textId="77777777" w:rsidR="00573F74" w:rsidRDefault="00573F74" w:rsidP="003D0A0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7ED87DA" w14:textId="77777777" w:rsidR="00573F74" w:rsidRPr="00CD45AB" w:rsidRDefault="00573F74" w:rsidP="003D0A01">
            <w:pPr>
              <w:spacing w:after="0"/>
              <w:rPr>
                <w:rFonts w:ascii="Arial" w:hAnsi="Arial" w:cs="Arial"/>
                <w:sz w:val="16"/>
                <w:szCs w:val="16"/>
              </w:rPr>
            </w:pPr>
            <w:r w:rsidRPr="00573F74">
              <w:rPr>
                <w:rFonts w:ascii="Arial" w:hAnsi="Arial" w:cs="Arial"/>
                <w:sz w:val="16"/>
                <w:szCs w:val="16"/>
              </w:rPr>
              <w:t>Introduction of Voice and Video enhancement for LTE to 36.21</w:t>
            </w:r>
            <w:r>
              <w:rPr>
                <w:rFonts w:ascii="Arial" w:hAnsi="Arial" w:cs="Arial"/>
                <w:sz w:val="16"/>
                <w:szCs w:val="16"/>
              </w:rPr>
              <w:t>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819129" w14:textId="77777777" w:rsidR="00573F74" w:rsidRDefault="00573F74" w:rsidP="003D0A01">
            <w:pPr>
              <w:pStyle w:val="TAC"/>
              <w:jc w:val="left"/>
              <w:rPr>
                <w:snapToGrid w:val="0"/>
                <w:sz w:val="16"/>
                <w:szCs w:val="16"/>
              </w:rPr>
            </w:pPr>
            <w:r>
              <w:rPr>
                <w:snapToGrid w:val="0"/>
                <w:sz w:val="16"/>
                <w:szCs w:val="16"/>
              </w:rPr>
              <w:t>14.2.0</w:t>
            </w:r>
          </w:p>
        </w:tc>
      </w:tr>
      <w:tr w:rsidR="003A4CCC" w:rsidRPr="006B0D02" w14:paraId="35C753B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BC7D4E" w14:textId="77777777" w:rsidR="003A4CCC" w:rsidRDefault="003A4CCC" w:rsidP="003D0A01">
            <w:pPr>
              <w:pStyle w:val="TAC"/>
              <w:rPr>
                <w:sz w:val="16"/>
                <w:szCs w:val="16"/>
              </w:rPr>
            </w:pPr>
            <w:r>
              <w:rPr>
                <w:sz w:val="16"/>
                <w:szCs w:val="16"/>
              </w:rPr>
              <w:t>2017-03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C1FC6D1" w14:textId="77777777" w:rsidR="003A4CCC" w:rsidRDefault="003A4CCC" w:rsidP="003D0A01">
            <w:pPr>
              <w:pStyle w:val="TAC"/>
              <w:rPr>
                <w:sz w:val="16"/>
                <w:szCs w:val="16"/>
              </w:rPr>
            </w:pPr>
            <w:r>
              <w:rPr>
                <w:sz w:val="16"/>
                <w:szCs w:val="16"/>
              </w:rPr>
              <w:t>RAN#75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A1B2394" w14:textId="77777777" w:rsidR="003A4CCC" w:rsidRDefault="003A4CCC" w:rsidP="003A4CCC">
            <w:pPr>
              <w:spacing w:after="0"/>
              <w:jc w:val="center"/>
              <w:rPr>
                <w:rFonts w:ascii="Arial" w:hAnsi="Arial" w:cs="Arial"/>
                <w:sz w:val="16"/>
                <w:szCs w:val="16"/>
              </w:rPr>
            </w:pPr>
            <w:r>
              <w:rPr>
                <w:rFonts w:ascii="Arial" w:hAnsi="Arial" w:cs="Arial"/>
                <w:sz w:val="16"/>
                <w:szCs w:val="16"/>
              </w:rPr>
              <w:t>RP-170607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30D4EE" w14:textId="77777777" w:rsidR="003A4CCC" w:rsidRDefault="003A4CCC" w:rsidP="003A4CCC">
            <w:pPr>
              <w:spacing w:after="0"/>
              <w:jc w:val="center"/>
              <w:rPr>
                <w:rFonts w:ascii="Arial" w:hAnsi="Arial" w:cs="Arial"/>
                <w:sz w:val="16"/>
                <w:szCs w:val="16"/>
              </w:rPr>
            </w:pPr>
            <w:r>
              <w:rPr>
                <w:rFonts w:ascii="Arial" w:hAnsi="Arial" w:cs="Arial"/>
                <w:sz w:val="16"/>
                <w:szCs w:val="16"/>
              </w:rPr>
              <w:t>0867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265AB84" w14:textId="77777777" w:rsidR="003A4CCC" w:rsidRDefault="003A4CCC"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71C6F1" w14:textId="77777777" w:rsidR="003A4CCC" w:rsidRDefault="003A4CCC" w:rsidP="003D0A0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E9B2D1" w14:textId="77777777" w:rsidR="003A4CCC" w:rsidRPr="00CD45AB" w:rsidRDefault="003A4CCC" w:rsidP="003D0A01">
            <w:pPr>
              <w:spacing w:after="0"/>
              <w:rPr>
                <w:rFonts w:ascii="Arial" w:hAnsi="Arial" w:cs="Arial"/>
                <w:sz w:val="16"/>
                <w:szCs w:val="16"/>
              </w:rPr>
            </w:pPr>
            <w:r w:rsidRPr="003A4CCC">
              <w:rPr>
                <w:rFonts w:ascii="Arial" w:hAnsi="Arial" w:cs="Arial"/>
                <w:sz w:val="16"/>
                <w:szCs w:val="16"/>
              </w:rPr>
              <w:t xml:space="preserve">Introduction of </w:t>
            </w:r>
            <w:proofErr w:type="spellStart"/>
            <w:r w:rsidRPr="003A4CCC">
              <w:rPr>
                <w:rFonts w:ascii="Arial" w:hAnsi="Arial" w:cs="Arial"/>
                <w:sz w:val="16"/>
                <w:szCs w:val="16"/>
              </w:rPr>
              <w:t>eFD</w:t>
            </w:r>
            <w:proofErr w:type="spellEnd"/>
            <w:r w:rsidRPr="003A4CCC">
              <w:rPr>
                <w:rFonts w:ascii="Arial" w:hAnsi="Arial" w:cs="Arial"/>
                <w:sz w:val="16"/>
                <w:szCs w:val="16"/>
              </w:rPr>
              <w:t>-MIMO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7DB64D" w14:textId="77777777" w:rsidR="003A4CCC" w:rsidRDefault="003A4CCC" w:rsidP="003D0A01">
            <w:pPr>
              <w:pStyle w:val="TAC"/>
              <w:jc w:val="left"/>
              <w:rPr>
                <w:snapToGrid w:val="0"/>
                <w:sz w:val="16"/>
                <w:szCs w:val="16"/>
              </w:rPr>
            </w:pPr>
            <w:r>
              <w:rPr>
                <w:snapToGrid w:val="0"/>
                <w:sz w:val="16"/>
                <w:szCs w:val="16"/>
              </w:rPr>
              <w:t>14.2.0</w:t>
            </w:r>
          </w:p>
        </w:tc>
      </w:tr>
      <w:tr w:rsidR="00B0551F" w:rsidRPr="006B0D02" w14:paraId="7F42ECF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E26BD9" w14:textId="77777777" w:rsidR="00B0551F" w:rsidRDefault="00B0551F" w:rsidP="00B0551F">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B5038E1" w14:textId="77777777" w:rsidR="00B0551F" w:rsidRDefault="00B0551F" w:rsidP="00B0551F">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FA2C96E" w14:textId="77777777" w:rsidR="00B0551F" w:rsidRDefault="00B0551F" w:rsidP="00B0551F">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167BEB" w14:textId="77777777" w:rsidR="00B0551F" w:rsidRDefault="00B0551F" w:rsidP="00B0551F">
            <w:pPr>
              <w:spacing w:after="0"/>
              <w:jc w:val="center"/>
              <w:rPr>
                <w:rFonts w:ascii="Arial" w:hAnsi="Arial" w:cs="Arial"/>
                <w:sz w:val="16"/>
                <w:szCs w:val="16"/>
              </w:rPr>
            </w:pPr>
            <w:r>
              <w:rPr>
                <w:rFonts w:ascii="Arial" w:hAnsi="Arial" w:cs="Arial"/>
                <w:sz w:val="16"/>
                <w:szCs w:val="16"/>
              </w:rPr>
              <w:t>0869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09CC30F" w14:textId="77777777" w:rsidR="00B0551F" w:rsidRDefault="00B0551F"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F3E460" w14:textId="77777777" w:rsidR="00B0551F" w:rsidRDefault="00B0551F"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8D0D1D" w14:textId="77777777" w:rsidR="00B0551F" w:rsidRPr="00CD45AB" w:rsidRDefault="00B0551F" w:rsidP="00F13F7E">
            <w:pPr>
              <w:spacing w:after="0"/>
              <w:rPr>
                <w:rFonts w:ascii="Arial" w:hAnsi="Arial" w:cs="Arial"/>
                <w:sz w:val="16"/>
                <w:szCs w:val="16"/>
              </w:rPr>
            </w:pPr>
            <w:r w:rsidRPr="00B0551F">
              <w:rPr>
                <w:rFonts w:ascii="Arial" w:hAnsi="Arial" w:cs="Arial"/>
                <w:sz w:val="16"/>
                <w:szCs w:val="16"/>
              </w:rPr>
              <w:t>Correction on Msg3 PUSCH Repetition for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3D145C" w14:textId="77777777" w:rsidR="00B0551F" w:rsidRDefault="00B0551F" w:rsidP="00B0551F">
            <w:pPr>
              <w:pStyle w:val="TAC"/>
              <w:jc w:val="left"/>
              <w:rPr>
                <w:snapToGrid w:val="0"/>
                <w:sz w:val="16"/>
                <w:szCs w:val="16"/>
              </w:rPr>
            </w:pPr>
            <w:r>
              <w:rPr>
                <w:snapToGrid w:val="0"/>
                <w:sz w:val="16"/>
                <w:szCs w:val="16"/>
              </w:rPr>
              <w:t>14.3.0</w:t>
            </w:r>
          </w:p>
        </w:tc>
      </w:tr>
      <w:tr w:rsidR="009D27DB" w:rsidRPr="006B0D02" w14:paraId="139A165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893D2F" w14:textId="77777777" w:rsidR="009D27DB" w:rsidRDefault="009D27DB"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FD0752" w14:textId="77777777" w:rsidR="009D27DB" w:rsidRDefault="009D27DB"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20EA70F" w14:textId="77777777" w:rsidR="009D27DB" w:rsidRDefault="009D27DB" w:rsidP="009D27DB">
            <w:pPr>
              <w:spacing w:after="0"/>
              <w:jc w:val="center"/>
              <w:rPr>
                <w:rFonts w:ascii="Arial" w:hAnsi="Arial" w:cs="Arial"/>
                <w:sz w:val="16"/>
                <w:szCs w:val="16"/>
              </w:rPr>
            </w:pPr>
            <w:r>
              <w:rPr>
                <w:rFonts w:ascii="Arial" w:hAnsi="Arial" w:cs="Arial"/>
                <w:sz w:val="16"/>
                <w:szCs w:val="16"/>
              </w:rPr>
              <w:t>RP-171195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2BD53A" w14:textId="77777777" w:rsidR="009D27DB" w:rsidRDefault="009D27DB" w:rsidP="009D27DB">
            <w:pPr>
              <w:spacing w:after="0"/>
              <w:jc w:val="center"/>
              <w:rPr>
                <w:rFonts w:ascii="Arial" w:hAnsi="Arial" w:cs="Arial"/>
                <w:sz w:val="16"/>
                <w:szCs w:val="16"/>
              </w:rPr>
            </w:pPr>
            <w:r>
              <w:rPr>
                <w:rFonts w:ascii="Arial" w:hAnsi="Arial" w:cs="Arial"/>
                <w:sz w:val="16"/>
                <w:szCs w:val="16"/>
              </w:rPr>
              <w:t>0872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9FBF55" w14:textId="77777777" w:rsidR="009D27DB" w:rsidRDefault="009D27D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67BC845" w14:textId="77777777" w:rsidR="009D27DB" w:rsidRDefault="009D27DB"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5BEAEDF" w14:textId="77777777" w:rsidR="009D27DB" w:rsidRPr="00CD45AB" w:rsidRDefault="009D27DB" w:rsidP="00F13F7E">
            <w:pPr>
              <w:spacing w:after="0"/>
              <w:rPr>
                <w:rFonts w:ascii="Arial" w:hAnsi="Arial" w:cs="Arial"/>
                <w:sz w:val="16"/>
                <w:szCs w:val="16"/>
              </w:rPr>
            </w:pPr>
            <w:r w:rsidRPr="009D27DB">
              <w:rPr>
                <w:rFonts w:ascii="Arial" w:hAnsi="Arial" w:cs="Arial"/>
                <w:sz w:val="16"/>
                <w:szCs w:val="16"/>
              </w:rPr>
              <w:t xml:space="preserve">Correction on UE procedure for receiving PDSCH on </w:t>
            </w:r>
            <w:proofErr w:type="spellStart"/>
            <w:r w:rsidRPr="009D27DB">
              <w:rPr>
                <w:rFonts w:ascii="Arial" w:hAnsi="Arial" w:cs="Arial"/>
                <w:sz w:val="16"/>
                <w:szCs w:val="16"/>
              </w:rPr>
              <w:t>FeMBMS</w:t>
            </w:r>
            <w:proofErr w:type="spellEnd"/>
            <w:r w:rsidRPr="009D27DB">
              <w:rPr>
                <w:rFonts w:ascii="Arial" w:hAnsi="Arial" w:cs="Arial"/>
                <w:sz w:val="16"/>
                <w:szCs w:val="16"/>
              </w:rPr>
              <w:t>/Unicast-mixed carrier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477682" w14:textId="77777777" w:rsidR="009D27DB" w:rsidRDefault="009D27DB" w:rsidP="00F13F7E">
            <w:pPr>
              <w:pStyle w:val="TAC"/>
              <w:jc w:val="left"/>
              <w:rPr>
                <w:snapToGrid w:val="0"/>
                <w:sz w:val="16"/>
                <w:szCs w:val="16"/>
              </w:rPr>
            </w:pPr>
            <w:r>
              <w:rPr>
                <w:snapToGrid w:val="0"/>
                <w:sz w:val="16"/>
                <w:szCs w:val="16"/>
              </w:rPr>
              <w:t>14.3.0</w:t>
            </w:r>
          </w:p>
        </w:tc>
      </w:tr>
      <w:tr w:rsidR="00A45653" w:rsidRPr="006B0D02" w14:paraId="4CEC45A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58F662" w14:textId="77777777" w:rsidR="00A45653" w:rsidRDefault="00A45653"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4F0C61A" w14:textId="77777777" w:rsidR="00A45653" w:rsidRDefault="00A45653"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EC8546" w14:textId="77777777" w:rsidR="00A45653" w:rsidRDefault="00A45653" w:rsidP="00A45653">
            <w:pPr>
              <w:spacing w:after="0"/>
              <w:jc w:val="center"/>
              <w:rPr>
                <w:rFonts w:ascii="Arial" w:hAnsi="Arial" w:cs="Arial"/>
                <w:sz w:val="16"/>
                <w:szCs w:val="16"/>
              </w:rPr>
            </w:pPr>
            <w:r>
              <w:rPr>
                <w:rFonts w:ascii="Arial" w:hAnsi="Arial" w:cs="Arial"/>
                <w:sz w:val="16"/>
                <w:szCs w:val="16"/>
              </w:rPr>
              <w:t>RP-171205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C1A040" w14:textId="77777777" w:rsidR="00A45653" w:rsidRDefault="00A45653" w:rsidP="00455BBE">
            <w:pPr>
              <w:spacing w:after="0"/>
              <w:jc w:val="center"/>
              <w:rPr>
                <w:rFonts w:ascii="Arial" w:hAnsi="Arial" w:cs="Arial"/>
                <w:sz w:val="16"/>
                <w:szCs w:val="16"/>
              </w:rPr>
            </w:pPr>
            <w:r>
              <w:rPr>
                <w:rFonts w:ascii="Arial" w:hAnsi="Arial" w:cs="Arial"/>
                <w:sz w:val="16"/>
                <w:szCs w:val="16"/>
              </w:rPr>
              <w:t>0873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62D9E93" w14:textId="77777777" w:rsidR="00A45653" w:rsidRDefault="00A45653"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2959C0" w14:textId="77777777" w:rsidR="00A45653" w:rsidRDefault="00A45653"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064E768" w14:textId="77777777" w:rsidR="00A45653" w:rsidRPr="00CD45AB" w:rsidRDefault="00A45653" w:rsidP="00F13F7E">
            <w:pPr>
              <w:spacing w:after="0"/>
              <w:rPr>
                <w:rFonts w:ascii="Arial" w:hAnsi="Arial" w:cs="Arial"/>
                <w:sz w:val="16"/>
                <w:szCs w:val="16"/>
              </w:rPr>
            </w:pPr>
            <w:r w:rsidRPr="00A45653">
              <w:rPr>
                <w:rFonts w:ascii="Arial" w:hAnsi="Arial" w:cs="Arial"/>
                <w:sz w:val="16"/>
                <w:szCs w:val="16"/>
              </w:rPr>
              <w:t>Correction on TBS values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0E2D4A" w14:textId="77777777" w:rsidR="00A45653" w:rsidRDefault="00A45653" w:rsidP="00F13F7E">
            <w:pPr>
              <w:pStyle w:val="TAC"/>
              <w:jc w:val="left"/>
              <w:rPr>
                <w:snapToGrid w:val="0"/>
                <w:sz w:val="16"/>
                <w:szCs w:val="16"/>
              </w:rPr>
            </w:pPr>
            <w:r>
              <w:rPr>
                <w:snapToGrid w:val="0"/>
                <w:sz w:val="16"/>
                <w:szCs w:val="16"/>
              </w:rPr>
              <w:t>14.3.0</w:t>
            </w:r>
          </w:p>
        </w:tc>
      </w:tr>
      <w:tr w:rsidR="00455BBE" w:rsidRPr="006B0D02" w14:paraId="6546638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39E540" w14:textId="77777777" w:rsidR="00455BBE" w:rsidRDefault="00455BBE"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B1C9534" w14:textId="77777777" w:rsidR="00455BBE" w:rsidRDefault="00455BBE"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294B445" w14:textId="77777777" w:rsidR="00455BBE" w:rsidRDefault="00455BBE" w:rsidP="00455BB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4A6BC" w14:textId="77777777" w:rsidR="00455BBE" w:rsidRDefault="00455BBE" w:rsidP="00455BBE">
            <w:pPr>
              <w:spacing w:after="0"/>
              <w:jc w:val="center"/>
              <w:rPr>
                <w:rFonts w:ascii="Arial" w:hAnsi="Arial" w:cs="Arial"/>
                <w:sz w:val="16"/>
                <w:szCs w:val="16"/>
              </w:rPr>
            </w:pPr>
            <w:r>
              <w:rPr>
                <w:rFonts w:ascii="Arial" w:hAnsi="Arial" w:cs="Arial"/>
                <w:sz w:val="16"/>
                <w:szCs w:val="16"/>
              </w:rPr>
              <w:t>0875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20D7B2C" w14:textId="77777777" w:rsidR="00455BBE" w:rsidRDefault="00455BBE"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3B3102" w14:textId="77777777" w:rsidR="00455BBE" w:rsidRDefault="00455BBE"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BD3F465" w14:textId="77777777" w:rsidR="00455BBE" w:rsidRPr="00CD45AB" w:rsidRDefault="00455BBE" w:rsidP="00F13F7E">
            <w:pPr>
              <w:spacing w:after="0"/>
              <w:rPr>
                <w:rFonts w:ascii="Arial" w:hAnsi="Arial" w:cs="Arial"/>
                <w:sz w:val="16"/>
                <w:szCs w:val="16"/>
              </w:rPr>
            </w:pPr>
            <w:r w:rsidRPr="00455BBE">
              <w:rPr>
                <w:rFonts w:ascii="Arial" w:hAnsi="Arial" w:cs="Arial"/>
                <w:sz w:val="16"/>
                <w:szCs w:val="16"/>
              </w:rPr>
              <w:t xml:space="preserve">Candidate determination for MPDCCH starting in unsupported special subframe for </w:t>
            </w:r>
            <w:proofErr w:type="spellStart"/>
            <w:r w:rsidRPr="00455BB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5371EC" w14:textId="77777777" w:rsidR="00455BBE" w:rsidRDefault="00455BBE" w:rsidP="00F13F7E">
            <w:pPr>
              <w:pStyle w:val="TAC"/>
              <w:jc w:val="left"/>
              <w:rPr>
                <w:snapToGrid w:val="0"/>
                <w:sz w:val="16"/>
                <w:szCs w:val="16"/>
              </w:rPr>
            </w:pPr>
            <w:r>
              <w:rPr>
                <w:snapToGrid w:val="0"/>
                <w:sz w:val="16"/>
                <w:szCs w:val="16"/>
              </w:rPr>
              <w:t>14.3.0</w:t>
            </w:r>
          </w:p>
        </w:tc>
      </w:tr>
      <w:tr w:rsidR="00973BB6" w:rsidRPr="006B0D02" w14:paraId="2BDEAC7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64B7A9" w14:textId="77777777" w:rsidR="00973BB6" w:rsidRDefault="00973BB6"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E6C023" w14:textId="77777777" w:rsidR="00973BB6" w:rsidRDefault="00973BB6"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165CE36" w14:textId="77777777" w:rsidR="00973BB6" w:rsidRDefault="00973BB6" w:rsidP="00F13F7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A4E31A" w14:textId="77777777" w:rsidR="00973BB6" w:rsidRDefault="00973BB6" w:rsidP="00973BB6">
            <w:pPr>
              <w:spacing w:after="0"/>
              <w:jc w:val="center"/>
              <w:rPr>
                <w:rFonts w:ascii="Arial" w:hAnsi="Arial" w:cs="Arial"/>
                <w:sz w:val="16"/>
                <w:szCs w:val="16"/>
              </w:rPr>
            </w:pPr>
            <w:r>
              <w:rPr>
                <w:rFonts w:ascii="Arial" w:hAnsi="Arial" w:cs="Arial"/>
                <w:sz w:val="16"/>
                <w:szCs w:val="16"/>
              </w:rPr>
              <w:t>0877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A95574" w14:textId="77777777" w:rsidR="00973BB6" w:rsidRDefault="00973BB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402A63" w14:textId="77777777" w:rsidR="00973BB6" w:rsidRDefault="00973BB6"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4A723DB" w14:textId="77777777" w:rsidR="00973BB6" w:rsidRPr="00CD45AB" w:rsidRDefault="00973BB6" w:rsidP="00F13F7E">
            <w:pPr>
              <w:spacing w:after="0"/>
              <w:rPr>
                <w:rFonts w:ascii="Arial" w:hAnsi="Arial" w:cs="Arial"/>
                <w:sz w:val="16"/>
                <w:szCs w:val="16"/>
              </w:rPr>
            </w:pPr>
            <w:r w:rsidRPr="00973BB6">
              <w:rPr>
                <w:rFonts w:ascii="Arial" w:hAnsi="Arial" w:cs="Arial"/>
                <w:sz w:val="16"/>
                <w:szCs w:val="16"/>
              </w:rPr>
              <w:t xml:space="preserve">PUCCH resource determination in TDD for </w:t>
            </w:r>
            <w:proofErr w:type="spellStart"/>
            <w:r w:rsidRPr="00973BB6">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176731" w14:textId="77777777" w:rsidR="00973BB6" w:rsidRDefault="00973BB6" w:rsidP="00F13F7E">
            <w:pPr>
              <w:pStyle w:val="TAC"/>
              <w:jc w:val="left"/>
              <w:rPr>
                <w:snapToGrid w:val="0"/>
                <w:sz w:val="16"/>
                <w:szCs w:val="16"/>
              </w:rPr>
            </w:pPr>
            <w:r>
              <w:rPr>
                <w:snapToGrid w:val="0"/>
                <w:sz w:val="16"/>
                <w:szCs w:val="16"/>
              </w:rPr>
              <w:t>14.3.0</w:t>
            </w:r>
          </w:p>
        </w:tc>
      </w:tr>
      <w:tr w:rsidR="00BA49D4" w:rsidRPr="006B0D02" w14:paraId="0F07B91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8A95F7" w14:textId="77777777" w:rsidR="00BA49D4" w:rsidRDefault="00BA49D4"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7A7E492" w14:textId="77777777" w:rsidR="00BA49D4" w:rsidRDefault="00BA49D4"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F88597" w14:textId="77777777" w:rsidR="00BA49D4" w:rsidRDefault="00BA49D4" w:rsidP="00F13F7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29AF72" w14:textId="77777777" w:rsidR="00BA49D4" w:rsidRDefault="00BA49D4" w:rsidP="00BA49D4">
            <w:pPr>
              <w:spacing w:after="0"/>
              <w:jc w:val="center"/>
              <w:rPr>
                <w:rFonts w:ascii="Arial" w:hAnsi="Arial" w:cs="Arial"/>
                <w:sz w:val="16"/>
                <w:szCs w:val="16"/>
              </w:rPr>
            </w:pPr>
            <w:r>
              <w:rPr>
                <w:rFonts w:ascii="Arial" w:hAnsi="Arial" w:cs="Arial"/>
                <w:sz w:val="16"/>
                <w:szCs w:val="16"/>
              </w:rPr>
              <w:t>0879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3C8E18" w14:textId="77777777" w:rsidR="00BA49D4" w:rsidRDefault="00BA49D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23F4DA" w14:textId="77777777" w:rsidR="00BA49D4" w:rsidRDefault="00BA49D4"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97529A3" w14:textId="77777777" w:rsidR="00BA49D4" w:rsidRPr="00CD45AB" w:rsidRDefault="00BA49D4" w:rsidP="00F13F7E">
            <w:pPr>
              <w:spacing w:after="0"/>
              <w:rPr>
                <w:rFonts w:ascii="Arial" w:hAnsi="Arial" w:cs="Arial"/>
                <w:sz w:val="16"/>
                <w:szCs w:val="16"/>
              </w:rPr>
            </w:pPr>
            <w:r w:rsidRPr="00BA49D4">
              <w:rPr>
                <w:rFonts w:ascii="Arial" w:hAnsi="Arial" w:cs="Arial"/>
                <w:sz w:val="16"/>
                <w:szCs w:val="16"/>
              </w:rPr>
              <w:t>Corrections on UL resource allocation type 0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CB0EE8" w14:textId="77777777" w:rsidR="00BA49D4" w:rsidRDefault="00BA49D4" w:rsidP="00F13F7E">
            <w:pPr>
              <w:pStyle w:val="TAC"/>
              <w:jc w:val="left"/>
              <w:rPr>
                <w:snapToGrid w:val="0"/>
                <w:sz w:val="16"/>
                <w:szCs w:val="16"/>
              </w:rPr>
            </w:pPr>
            <w:r>
              <w:rPr>
                <w:snapToGrid w:val="0"/>
                <w:sz w:val="16"/>
                <w:szCs w:val="16"/>
              </w:rPr>
              <w:t>14.3.0</w:t>
            </w:r>
          </w:p>
        </w:tc>
      </w:tr>
      <w:tr w:rsidR="00A54664" w:rsidRPr="006B0D02" w14:paraId="1213673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539266" w14:textId="77777777" w:rsidR="00A54664" w:rsidRDefault="00A54664"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F2428FF" w14:textId="77777777" w:rsidR="00A54664" w:rsidRDefault="00A54664"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945A596" w14:textId="77777777" w:rsidR="00A54664" w:rsidRDefault="00A54664" w:rsidP="00A54664">
            <w:pPr>
              <w:spacing w:after="0"/>
              <w:jc w:val="center"/>
              <w:rPr>
                <w:rFonts w:ascii="Arial" w:hAnsi="Arial" w:cs="Arial"/>
                <w:sz w:val="16"/>
                <w:szCs w:val="16"/>
              </w:rPr>
            </w:pPr>
            <w:r>
              <w:rPr>
                <w:rFonts w:ascii="Arial" w:hAnsi="Arial" w:cs="Arial"/>
                <w:sz w:val="16"/>
                <w:szCs w:val="16"/>
              </w:rPr>
              <w:t>RP-171197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EE5B5D" w14:textId="77777777" w:rsidR="00A54664" w:rsidRDefault="00A54664" w:rsidP="00A54664">
            <w:pPr>
              <w:spacing w:after="0"/>
              <w:jc w:val="center"/>
              <w:rPr>
                <w:rFonts w:ascii="Arial" w:hAnsi="Arial" w:cs="Arial"/>
                <w:sz w:val="16"/>
                <w:szCs w:val="16"/>
              </w:rPr>
            </w:pPr>
            <w:r>
              <w:rPr>
                <w:rFonts w:ascii="Arial" w:hAnsi="Arial" w:cs="Arial"/>
                <w:sz w:val="16"/>
                <w:szCs w:val="16"/>
              </w:rPr>
              <w:t>0881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633B987" w14:textId="77777777" w:rsidR="00A54664" w:rsidRDefault="00A5466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9615977" w14:textId="77777777" w:rsidR="00A54664" w:rsidRDefault="00A54664"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6B219DF" w14:textId="77777777" w:rsidR="00A54664" w:rsidRPr="00CD45AB" w:rsidRDefault="00A54664" w:rsidP="00F13F7E">
            <w:pPr>
              <w:spacing w:after="0"/>
              <w:rPr>
                <w:rFonts w:ascii="Arial" w:hAnsi="Arial" w:cs="Arial"/>
                <w:sz w:val="16"/>
                <w:szCs w:val="16"/>
              </w:rPr>
            </w:pPr>
            <w:r w:rsidRPr="00A54664">
              <w:rPr>
                <w:rFonts w:ascii="Arial" w:hAnsi="Arial" w:cs="Arial"/>
                <w:sz w:val="16"/>
                <w:szCs w:val="16"/>
              </w:rPr>
              <w:t>Timing relationship for RAR monitoring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977295" w14:textId="77777777" w:rsidR="00A54664" w:rsidRDefault="00A54664" w:rsidP="00F13F7E">
            <w:pPr>
              <w:pStyle w:val="TAC"/>
              <w:jc w:val="left"/>
              <w:rPr>
                <w:snapToGrid w:val="0"/>
                <w:sz w:val="16"/>
                <w:szCs w:val="16"/>
              </w:rPr>
            </w:pPr>
            <w:r>
              <w:rPr>
                <w:snapToGrid w:val="0"/>
                <w:sz w:val="16"/>
                <w:szCs w:val="16"/>
              </w:rPr>
              <w:t>14.3.0</w:t>
            </w:r>
          </w:p>
        </w:tc>
      </w:tr>
      <w:tr w:rsidR="00080037" w:rsidRPr="006B0D02" w14:paraId="2DA4AF2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6A8AF6" w14:textId="77777777" w:rsidR="00080037" w:rsidRDefault="00080037"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61AFC5" w14:textId="77777777" w:rsidR="00080037" w:rsidRDefault="00080037"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DA0FF71" w14:textId="77777777" w:rsidR="00080037" w:rsidRDefault="00080037" w:rsidP="00080037">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747AF4" w14:textId="77777777" w:rsidR="00080037" w:rsidRDefault="00080037" w:rsidP="00080037">
            <w:pPr>
              <w:spacing w:after="0"/>
              <w:jc w:val="center"/>
              <w:rPr>
                <w:rFonts w:ascii="Arial" w:hAnsi="Arial" w:cs="Arial"/>
                <w:sz w:val="16"/>
                <w:szCs w:val="16"/>
              </w:rPr>
            </w:pPr>
            <w:r>
              <w:rPr>
                <w:rFonts w:ascii="Arial" w:hAnsi="Arial" w:cs="Arial"/>
                <w:sz w:val="16"/>
                <w:szCs w:val="16"/>
              </w:rPr>
              <w:t>0882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39DA182" w14:textId="77777777" w:rsidR="00080037" w:rsidRDefault="0008003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149BAE9" w14:textId="77777777" w:rsidR="00080037" w:rsidRDefault="00080037"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4946FCF" w14:textId="77777777" w:rsidR="00080037" w:rsidRPr="00CD45AB" w:rsidRDefault="00080037" w:rsidP="00F13F7E">
            <w:pPr>
              <w:spacing w:after="0"/>
              <w:rPr>
                <w:rFonts w:ascii="Arial" w:hAnsi="Arial" w:cs="Arial"/>
                <w:sz w:val="16"/>
                <w:szCs w:val="16"/>
              </w:rPr>
            </w:pPr>
            <w:r w:rsidRPr="00080037">
              <w:rPr>
                <w:rFonts w:ascii="Arial" w:hAnsi="Arial" w:cs="Arial"/>
                <w:sz w:val="16"/>
                <w:szCs w:val="16"/>
              </w:rPr>
              <w:t>CR on two stage grant DCI field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923915" w14:textId="77777777" w:rsidR="00080037" w:rsidRDefault="00080037" w:rsidP="00F13F7E">
            <w:pPr>
              <w:pStyle w:val="TAC"/>
              <w:jc w:val="left"/>
              <w:rPr>
                <w:snapToGrid w:val="0"/>
                <w:sz w:val="16"/>
                <w:szCs w:val="16"/>
              </w:rPr>
            </w:pPr>
            <w:r>
              <w:rPr>
                <w:snapToGrid w:val="0"/>
                <w:sz w:val="16"/>
                <w:szCs w:val="16"/>
              </w:rPr>
              <w:t>14.3.0</w:t>
            </w:r>
          </w:p>
        </w:tc>
      </w:tr>
      <w:tr w:rsidR="006F482F" w:rsidRPr="006B0D02" w14:paraId="23E3FD8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E01A73" w14:textId="77777777" w:rsidR="006F482F" w:rsidRDefault="006F482F"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D6378DB" w14:textId="77777777" w:rsidR="006F482F" w:rsidRDefault="006F482F"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C20438C" w14:textId="77777777" w:rsidR="006F482F" w:rsidRDefault="006F482F" w:rsidP="00F13F7E">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CC3177" w14:textId="77777777" w:rsidR="006F482F" w:rsidRDefault="006F482F" w:rsidP="006F482F">
            <w:pPr>
              <w:spacing w:after="0"/>
              <w:jc w:val="center"/>
              <w:rPr>
                <w:rFonts w:ascii="Arial" w:hAnsi="Arial" w:cs="Arial"/>
                <w:sz w:val="16"/>
                <w:szCs w:val="16"/>
              </w:rPr>
            </w:pPr>
            <w:r>
              <w:rPr>
                <w:rFonts w:ascii="Arial" w:hAnsi="Arial" w:cs="Arial"/>
                <w:sz w:val="16"/>
                <w:szCs w:val="16"/>
              </w:rPr>
              <w:t>0883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09299BE" w14:textId="77777777" w:rsidR="006F482F" w:rsidRDefault="006F482F"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20DD00" w14:textId="77777777" w:rsidR="006F482F" w:rsidRDefault="006F482F"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ECB0DB6" w14:textId="77777777" w:rsidR="006F482F" w:rsidRPr="00CD45AB" w:rsidRDefault="006F482F" w:rsidP="00F13F7E">
            <w:pPr>
              <w:spacing w:after="0"/>
              <w:rPr>
                <w:rFonts w:ascii="Arial" w:hAnsi="Arial" w:cs="Arial"/>
                <w:sz w:val="16"/>
                <w:szCs w:val="16"/>
              </w:rPr>
            </w:pPr>
            <w:r w:rsidRPr="006F482F">
              <w:rPr>
                <w:rFonts w:ascii="Arial" w:hAnsi="Arial" w:cs="Arial"/>
                <w:sz w:val="16"/>
                <w:szCs w:val="16"/>
              </w:rPr>
              <w:t xml:space="preserve">Correction to SRS Triggering for LAA </w:t>
            </w:r>
            <w:proofErr w:type="spellStart"/>
            <w:r w:rsidRPr="006F482F">
              <w:rPr>
                <w:rFonts w:ascii="Arial" w:hAnsi="Arial" w:cs="Arial"/>
                <w:sz w:val="16"/>
                <w:szCs w:val="16"/>
              </w:rPr>
              <w:t>SCells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D9C840" w14:textId="77777777" w:rsidR="006F482F" w:rsidRDefault="006F482F" w:rsidP="00F13F7E">
            <w:pPr>
              <w:pStyle w:val="TAC"/>
              <w:jc w:val="left"/>
              <w:rPr>
                <w:snapToGrid w:val="0"/>
                <w:sz w:val="16"/>
                <w:szCs w:val="16"/>
              </w:rPr>
            </w:pPr>
            <w:r>
              <w:rPr>
                <w:snapToGrid w:val="0"/>
                <w:sz w:val="16"/>
                <w:szCs w:val="16"/>
              </w:rPr>
              <w:t>14.3.0</w:t>
            </w:r>
          </w:p>
        </w:tc>
      </w:tr>
      <w:tr w:rsidR="002773FD" w:rsidRPr="006B0D02" w14:paraId="55310A8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81889E" w14:textId="77777777" w:rsidR="002773FD" w:rsidRDefault="002773FD"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063032C" w14:textId="77777777" w:rsidR="002773FD" w:rsidRDefault="002773FD"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7D6682" w14:textId="77777777" w:rsidR="002773FD" w:rsidRDefault="002773FD" w:rsidP="00F13F7E">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D2538F" w14:textId="77777777" w:rsidR="002773FD" w:rsidRDefault="002773FD" w:rsidP="002773FD">
            <w:pPr>
              <w:spacing w:after="0"/>
              <w:jc w:val="center"/>
              <w:rPr>
                <w:rFonts w:ascii="Arial" w:hAnsi="Arial" w:cs="Arial"/>
                <w:sz w:val="16"/>
                <w:szCs w:val="16"/>
              </w:rPr>
            </w:pPr>
            <w:r>
              <w:rPr>
                <w:rFonts w:ascii="Arial" w:hAnsi="Arial" w:cs="Arial"/>
                <w:sz w:val="16"/>
                <w:szCs w:val="16"/>
              </w:rPr>
              <w:t>0884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9DC4F9E" w14:textId="77777777" w:rsidR="002773FD" w:rsidRDefault="002773F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E742DB" w14:textId="77777777" w:rsidR="002773FD" w:rsidRDefault="002773FD"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9FCAFF7" w14:textId="77777777" w:rsidR="002773FD" w:rsidRPr="00CD45AB" w:rsidRDefault="002773FD" w:rsidP="00F13F7E">
            <w:pPr>
              <w:spacing w:after="0"/>
              <w:rPr>
                <w:rFonts w:ascii="Arial" w:hAnsi="Arial" w:cs="Arial"/>
                <w:sz w:val="16"/>
                <w:szCs w:val="16"/>
              </w:rPr>
            </w:pPr>
            <w:r w:rsidRPr="002773FD">
              <w:rPr>
                <w:rFonts w:ascii="Arial" w:hAnsi="Arial" w:cs="Arial"/>
                <w:sz w:val="16"/>
                <w:szCs w:val="16"/>
              </w:rPr>
              <w:t>Correction for MCOT value on channel access priority class for UL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F7597E" w14:textId="77777777" w:rsidR="002773FD" w:rsidRDefault="002773FD" w:rsidP="00F13F7E">
            <w:pPr>
              <w:pStyle w:val="TAC"/>
              <w:jc w:val="left"/>
              <w:rPr>
                <w:snapToGrid w:val="0"/>
                <w:sz w:val="16"/>
                <w:szCs w:val="16"/>
              </w:rPr>
            </w:pPr>
            <w:r>
              <w:rPr>
                <w:snapToGrid w:val="0"/>
                <w:sz w:val="16"/>
                <w:szCs w:val="16"/>
              </w:rPr>
              <w:t>14.3.0</w:t>
            </w:r>
          </w:p>
        </w:tc>
      </w:tr>
      <w:tr w:rsidR="00AD1E5C" w:rsidRPr="006B0D02" w14:paraId="3530470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6E532E" w14:textId="77777777" w:rsidR="00AD1E5C" w:rsidRDefault="00AD1E5C"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47A0001" w14:textId="77777777" w:rsidR="00AD1E5C" w:rsidRDefault="00AD1E5C"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5ED63E" w14:textId="77777777" w:rsidR="00AD1E5C" w:rsidRDefault="00AD1E5C" w:rsidP="00AD1E5C">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4DE4FC" w14:textId="77777777" w:rsidR="00AD1E5C" w:rsidRDefault="00AD1E5C" w:rsidP="00AD1E5C">
            <w:pPr>
              <w:spacing w:after="0"/>
              <w:jc w:val="center"/>
              <w:rPr>
                <w:rFonts w:ascii="Arial" w:hAnsi="Arial" w:cs="Arial"/>
                <w:sz w:val="16"/>
                <w:szCs w:val="16"/>
              </w:rPr>
            </w:pPr>
            <w:r>
              <w:rPr>
                <w:rFonts w:ascii="Arial" w:hAnsi="Arial" w:cs="Arial"/>
                <w:sz w:val="16"/>
                <w:szCs w:val="16"/>
              </w:rPr>
              <w:t>0885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35676EF" w14:textId="77777777" w:rsidR="00AD1E5C" w:rsidRDefault="00AD1E5C"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1D6B25" w14:textId="77777777" w:rsidR="00AD1E5C" w:rsidRDefault="00AD1E5C"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EA42663" w14:textId="77777777" w:rsidR="00AD1E5C" w:rsidRPr="00CD45AB" w:rsidRDefault="00AD1E5C" w:rsidP="00F13F7E">
            <w:pPr>
              <w:spacing w:after="0"/>
              <w:rPr>
                <w:rFonts w:ascii="Arial" w:hAnsi="Arial" w:cs="Arial"/>
                <w:sz w:val="16"/>
                <w:szCs w:val="16"/>
              </w:rPr>
            </w:pPr>
            <w:r w:rsidRPr="00AD1E5C">
              <w:rPr>
                <w:rFonts w:ascii="Arial" w:hAnsi="Arial" w:cs="Arial"/>
                <w:sz w:val="16"/>
                <w:szCs w:val="16"/>
              </w:rPr>
              <w:t>Correction on tables used for SCI format 1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61636D" w14:textId="77777777" w:rsidR="00AD1E5C" w:rsidRDefault="00AD1E5C" w:rsidP="00F13F7E">
            <w:pPr>
              <w:pStyle w:val="TAC"/>
              <w:jc w:val="left"/>
              <w:rPr>
                <w:snapToGrid w:val="0"/>
                <w:sz w:val="16"/>
                <w:szCs w:val="16"/>
              </w:rPr>
            </w:pPr>
            <w:r>
              <w:rPr>
                <w:snapToGrid w:val="0"/>
                <w:sz w:val="16"/>
                <w:szCs w:val="16"/>
              </w:rPr>
              <w:t>14.3.0</w:t>
            </w:r>
          </w:p>
        </w:tc>
      </w:tr>
      <w:tr w:rsidR="00715855" w:rsidRPr="006B0D02" w14:paraId="16C00C2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21D01B" w14:textId="77777777" w:rsidR="00715855" w:rsidRDefault="00715855"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439593F" w14:textId="77777777" w:rsidR="00715855" w:rsidRDefault="00715855"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721C3FF" w14:textId="77777777" w:rsidR="00715855" w:rsidRDefault="00715855" w:rsidP="00F13F7E">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68B5A6" w14:textId="77777777" w:rsidR="00715855" w:rsidRDefault="00715855" w:rsidP="00715855">
            <w:pPr>
              <w:spacing w:after="0"/>
              <w:jc w:val="center"/>
              <w:rPr>
                <w:rFonts w:ascii="Arial" w:hAnsi="Arial" w:cs="Arial"/>
                <w:sz w:val="16"/>
                <w:szCs w:val="16"/>
              </w:rPr>
            </w:pPr>
            <w:r>
              <w:rPr>
                <w:rFonts w:ascii="Arial" w:hAnsi="Arial" w:cs="Arial"/>
                <w:sz w:val="16"/>
                <w:szCs w:val="16"/>
              </w:rPr>
              <w:t>0886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D0D7AFF" w14:textId="77777777" w:rsidR="00715855" w:rsidRDefault="00715855"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344C5F" w14:textId="77777777" w:rsidR="00715855" w:rsidRDefault="00715855"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662BA25" w14:textId="77777777" w:rsidR="00715855" w:rsidRPr="00CD45AB" w:rsidRDefault="00715855" w:rsidP="00F13F7E">
            <w:pPr>
              <w:spacing w:after="0"/>
              <w:rPr>
                <w:rFonts w:ascii="Arial" w:hAnsi="Arial" w:cs="Arial"/>
                <w:sz w:val="16"/>
                <w:szCs w:val="16"/>
              </w:rPr>
            </w:pPr>
            <w:r w:rsidRPr="00715855">
              <w:rPr>
                <w:rFonts w:ascii="Arial" w:hAnsi="Arial" w:cs="Arial"/>
                <w:sz w:val="16"/>
                <w:szCs w:val="16"/>
              </w:rPr>
              <w:t>Alignment with 36.212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8BEAEB" w14:textId="77777777" w:rsidR="00715855" w:rsidRDefault="00715855" w:rsidP="00F13F7E">
            <w:pPr>
              <w:pStyle w:val="TAC"/>
              <w:jc w:val="left"/>
              <w:rPr>
                <w:snapToGrid w:val="0"/>
                <w:sz w:val="16"/>
                <w:szCs w:val="16"/>
              </w:rPr>
            </w:pPr>
            <w:r>
              <w:rPr>
                <w:snapToGrid w:val="0"/>
                <w:sz w:val="16"/>
                <w:szCs w:val="16"/>
              </w:rPr>
              <w:t>14.3.0</w:t>
            </w:r>
          </w:p>
        </w:tc>
      </w:tr>
      <w:tr w:rsidR="0085154D" w:rsidRPr="006B0D02" w14:paraId="730D88B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9F9C72" w14:textId="77777777" w:rsidR="0085154D" w:rsidRDefault="0085154D"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6419E8C" w14:textId="77777777" w:rsidR="0085154D" w:rsidRDefault="0085154D"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6C5897" w14:textId="77777777" w:rsidR="0085154D" w:rsidRDefault="0085154D" w:rsidP="0085154D">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8FA31A" w14:textId="77777777" w:rsidR="0085154D" w:rsidRDefault="0085154D" w:rsidP="0085154D">
            <w:pPr>
              <w:spacing w:after="0"/>
              <w:jc w:val="center"/>
              <w:rPr>
                <w:rFonts w:ascii="Arial" w:hAnsi="Arial" w:cs="Arial"/>
                <w:sz w:val="16"/>
                <w:szCs w:val="16"/>
              </w:rPr>
            </w:pPr>
            <w:r>
              <w:rPr>
                <w:rFonts w:ascii="Arial" w:hAnsi="Arial" w:cs="Arial"/>
                <w:sz w:val="16"/>
                <w:szCs w:val="16"/>
              </w:rPr>
              <w:t>0887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A70D4DE" w14:textId="77777777" w:rsidR="0085154D" w:rsidRDefault="0085154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A319DF" w14:textId="77777777" w:rsidR="0085154D" w:rsidRDefault="0085154D"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2455F5" w14:textId="77777777" w:rsidR="0085154D" w:rsidRPr="00CD45AB" w:rsidRDefault="0085154D" w:rsidP="00F13F7E">
            <w:pPr>
              <w:spacing w:after="0"/>
              <w:rPr>
                <w:rFonts w:ascii="Arial" w:hAnsi="Arial" w:cs="Arial"/>
                <w:sz w:val="16"/>
                <w:szCs w:val="16"/>
              </w:rPr>
            </w:pPr>
            <w:r w:rsidRPr="0085154D">
              <w:rPr>
                <w:rFonts w:ascii="Arial" w:hAnsi="Arial" w:cs="Arial"/>
                <w:sz w:val="16"/>
                <w:szCs w:val="16"/>
              </w:rPr>
              <w:t xml:space="preserve">Mapping of wideband combination index to allocated </w:t>
            </w:r>
            <w:proofErr w:type="spellStart"/>
            <w:r w:rsidRPr="0085154D">
              <w:rPr>
                <w:rFonts w:ascii="Arial" w:hAnsi="Arial" w:cs="Arial"/>
                <w:sz w:val="16"/>
                <w:szCs w:val="16"/>
              </w:rPr>
              <w:t>widebands</w:t>
            </w:r>
            <w:proofErr w:type="spellEnd"/>
            <w:r w:rsidRPr="0085154D">
              <w:rPr>
                <w:rFonts w:ascii="Arial" w:hAnsi="Arial" w:cs="Arial"/>
                <w:sz w:val="16"/>
                <w:szCs w:val="16"/>
              </w:rPr>
              <w:t xml:space="preserve"> in </w:t>
            </w:r>
            <w:proofErr w:type="spellStart"/>
            <w:r w:rsidRPr="0085154D">
              <w:rPr>
                <w:rFonts w:ascii="Arial" w:hAnsi="Arial" w:cs="Arial"/>
                <w:sz w:val="16"/>
                <w:szCs w:val="16"/>
              </w:rPr>
              <w:t>FeMTC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025898" w14:textId="77777777" w:rsidR="0085154D" w:rsidRDefault="0085154D" w:rsidP="00F13F7E">
            <w:pPr>
              <w:pStyle w:val="TAC"/>
              <w:jc w:val="left"/>
              <w:rPr>
                <w:snapToGrid w:val="0"/>
                <w:sz w:val="16"/>
                <w:szCs w:val="16"/>
              </w:rPr>
            </w:pPr>
            <w:r>
              <w:rPr>
                <w:snapToGrid w:val="0"/>
                <w:sz w:val="16"/>
                <w:szCs w:val="16"/>
              </w:rPr>
              <w:t>14.3.0</w:t>
            </w:r>
          </w:p>
        </w:tc>
      </w:tr>
      <w:tr w:rsidR="005A72E4" w:rsidRPr="006B0D02" w14:paraId="1B5BD97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430250" w14:textId="77777777" w:rsidR="005A72E4" w:rsidRDefault="005A72E4"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ABCA07C" w14:textId="77777777" w:rsidR="005A72E4" w:rsidRDefault="005A72E4"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65A4B1" w14:textId="77777777" w:rsidR="005A72E4" w:rsidRDefault="005A72E4"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6BE680" w14:textId="77777777" w:rsidR="005A72E4" w:rsidRDefault="005A72E4" w:rsidP="00CC3183">
            <w:pPr>
              <w:spacing w:after="0"/>
              <w:jc w:val="center"/>
              <w:rPr>
                <w:rFonts w:ascii="Arial" w:hAnsi="Arial" w:cs="Arial"/>
                <w:sz w:val="16"/>
                <w:szCs w:val="16"/>
              </w:rPr>
            </w:pPr>
            <w:r>
              <w:rPr>
                <w:rFonts w:ascii="Arial" w:hAnsi="Arial" w:cs="Arial"/>
                <w:sz w:val="16"/>
                <w:szCs w:val="16"/>
              </w:rPr>
              <w:t>0888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D76B24A" w14:textId="77777777" w:rsidR="005A72E4" w:rsidRDefault="005A72E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A2890B" w14:textId="77777777" w:rsidR="005A72E4" w:rsidRDefault="005A72E4"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701B65" w14:textId="77777777" w:rsidR="005A72E4" w:rsidRPr="00CD45AB" w:rsidRDefault="005A72E4" w:rsidP="00F13F7E">
            <w:pPr>
              <w:spacing w:after="0"/>
              <w:rPr>
                <w:rFonts w:ascii="Arial" w:hAnsi="Arial" w:cs="Arial"/>
                <w:sz w:val="16"/>
                <w:szCs w:val="16"/>
              </w:rPr>
            </w:pPr>
            <w:r w:rsidRPr="005A72E4">
              <w:rPr>
                <w:rFonts w:ascii="Arial" w:hAnsi="Arial" w:cs="Arial"/>
                <w:sz w:val="16"/>
                <w:szCs w:val="16"/>
              </w:rPr>
              <w:t>Clarification of TBS table for PDSCH with maximum 5 MHz channel bandwidth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D7FEEF" w14:textId="77777777" w:rsidR="005A72E4" w:rsidRDefault="005A72E4" w:rsidP="00F13F7E">
            <w:pPr>
              <w:pStyle w:val="TAC"/>
              <w:jc w:val="left"/>
              <w:rPr>
                <w:snapToGrid w:val="0"/>
                <w:sz w:val="16"/>
                <w:szCs w:val="16"/>
              </w:rPr>
            </w:pPr>
            <w:r>
              <w:rPr>
                <w:snapToGrid w:val="0"/>
                <w:sz w:val="16"/>
                <w:szCs w:val="16"/>
              </w:rPr>
              <w:t>14.3.0</w:t>
            </w:r>
          </w:p>
        </w:tc>
      </w:tr>
      <w:tr w:rsidR="00CC3183" w:rsidRPr="006B0D02" w14:paraId="658C37C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B16386" w14:textId="77777777" w:rsidR="00CC3183" w:rsidRDefault="00CC3183"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43CA40" w14:textId="77777777" w:rsidR="00CC3183" w:rsidRDefault="00CC3183"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8B2A011" w14:textId="77777777" w:rsidR="00CC3183" w:rsidRDefault="00CC3183"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B36319" w14:textId="77777777" w:rsidR="00CC3183" w:rsidRDefault="00CC3183" w:rsidP="00CC3183">
            <w:pPr>
              <w:spacing w:after="0"/>
              <w:jc w:val="center"/>
              <w:rPr>
                <w:rFonts w:ascii="Arial" w:hAnsi="Arial" w:cs="Arial"/>
                <w:sz w:val="16"/>
                <w:szCs w:val="16"/>
              </w:rPr>
            </w:pPr>
            <w:r>
              <w:rPr>
                <w:rFonts w:ascii="Arial" w:hAnsi="Arial" w:cs="Arial"/>
                <w:sz w:val="16"/>
                <w:szCs w:val="16"/>
              </w:rPr>
              <w:t>0889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ED9564" w14:textId="77777777" w:rsidR="00CC3183" w:rsidRDefault="00CC3183"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88F8F8" w14:textId="77777777" w:rsidR="00CC3183" w:rsidRDefault="00CC3183"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1C3FB31" w14:textId="77777777" w:rsidR="00CC3183" w:rsidRPr="00CD45AB" w:rsidRDefault="00CC3183" w:rsidP="00F13F7E">
            <w:pPr>
              <w:spacing w:after="0"/>
              <w:rPr>
                <w:rFonts w:ascii="Arial" w:hAnsi="Arial" w:cs="Arial"/>
                <w:sz w:val="16"/>
                <w:szCs w:val="16"/>
              </w:rPr>
            </w:pPr>
            <w:r w:rsidRPr="00CC3183">
              <w:rPr>
                <w:rFonts w:ascii="Arial" w:hAnsi="Arial" w:cs="Arial"/>
                <w:sz w:val="16"/>
                <w:szCs w:val="16"/>
              </w:rPr>
              <w:t>UL Type 4 resource allocation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884A02" w14:textId="77777777" w:rsidR="00CC3183" w:rsidRDefault="00CC3183" w:rsidP="00F13F7E">
            <w:pPr>
              <w:pStyle w:val="TAC"/>
              <w:jc w:val="left"/>
              <w:rPr>
                <w:snapToGrid w:val="0"/>
                <w:sz w:val="16"/>
                <w:szCs w:val="16"/>
              </w:rPr>
            </w:pPr>
            <w:r>
              <w:rPr>
                <w:snapToGrid w:val="0"/>
                <w:sz w:val="16"/>
                <w:szCs w:val="16"/>
              </w:rPr>
              <w:t>14.3.0</w:t>
            </w:r>
          </w:p>
        </w:tc>
      </w:tr>
      <w:tr w:rsidR="003226D8" w:rsidRPr="006B0D02" w14:paraId="1995282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45D2D8" w14:textId="77777777" w:rsidR="003226D8" w:rsidRDefault="003226D8"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4B68FB8" w14:textId="77777777" w:rsidR="003226D8" w:rsidRDefault="003226D8"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B46B39" w14:textId="77777777" w:rsidR="003226D8" w:rsidRDefault="003226D8" w:rsidP="003226D8">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23A54" w14:textId="77777777" w:rsidR="003226D8" w:rsidRDefault="003226D8" w:rsidP="003226D8">
            <w:pPr>
              <w:spacing w:after="0"/>
              <w:jc w:val="center"/>
              <w:rPr>
                <w:rFonts w:ascii="Arial" w:hAnsi="Arial" w:cs="Arial"/>
                <w:sz w:val="16"/>
                <w:szCs w:val="16"/>
              </w:rPr>
            </w:pPr>
            <w:r>
              <w:rPr>
                <w:rFonts w:ascii="Arial" w:hAnsi="Arial" w:cs="Arial"/>
                <w:sz w:val="16"/>
                <w:szCs w:val="16"/>
              </w:rPr>
              <w:t>0890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D049371" w14:textId="77777777" w:rsidR="003226D8" w:rsidRDefault="003226D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99113F" w14:textId="77777777" w:rsidR="003226D8" w:rsidRDefault="003226D8"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2376465" w14:textId="77777777" w:rsidR="003226D8" w:rsidRPr="00CD45AB" w:rsidRDefault="003226D8" w:rsidP="00F13F7E">
            <w:pPr>
              <w:spacing w:after="0"/>
              <w:rPr>
                <w:rFonts w:ascii="Arial" w:hAnsi="Arial" w:cs="Arial"/>
                <w:sz w:val="16"/>
                <w:szCs w:val="16"/>
              </w:rPr>
            </w:pPr>
            <w:r w:rsidRPr="003226D8">
              <w:rPr>
                <w:rFonts w:ascii="Arial" w:hAnsi="Arial" w:cs="Arial"/>
                <w:sz w:val="16"/>
                <w:szCs w:val="16"/>
              </w:rPr>
              <w:t>Corrections on PUCCH reporting type payload size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134D9B" w14:textId="77777777" w:rsidR="003226D8" w:rsidRDefault="003226D8" w:rsidP="00F13F7E">
            <w:pPr>
              <w:pStyle w:val="TAC"/>
              <w:jc w:val="left"/>
              <w:rPr>
                <w:snapToGrid w:val="0"/>
                <w:sz w:val="16"/>
                <w:szCs w:val="16"/>
              </w:rPr>
            </w:pPr>
            <w:r>
              <w:rPr>
                <w:snapToGrid w:val="0"/>
                <w:sz w:val="16"/>
                <w:szCs w:val="16"/>
              </w:rPr>
              <w:t>14.3.0</w:t>
            </w:r>
          </w:p>
        </w:tc>
      </w:tr>
      <w:tr w:rsidR="000A5F70" w:rsidRPr="006B0D02" w14:paraId="7BEDDB6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310DEC" w14:textId="77777777" w:rsidR="000A5F70" w:rsidRDefault="000A5F70"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6EFD65A" w14:textId="77777777" w:rsidR="000A5F70" w:rsidRDefault="000A5F70"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FEF658" w14:textId="77777777" w:rsidR="000A5F70" w:rsidRDefault="000A5F70"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3D3190" w14:textId="77777777" w:rsidR="000A5F70" w:rsidRDefault="000A5F70" w:rsidP="000A5F70">
            <w:pPr>
              <w:spacing w:after="0"/>
              <w:jc w:val="center"/>
              <w:rPr>
                <w:rFonts w:ascii="Arial" w:hAnsi="Arial" w:cs="Arial"/>
                <w:sz w:val="16"/>
                <w:szCs w:val="16"/>
              </w:rPr>
            </w:pPr>
            <w:r>
              <w:rPr>
                <w:rFonts w:ascii="Arial" w:hAnsi="Arial" w:cs="Arial"/>
                <w:sz w:val="16"/>
                <w:szCs w:val="16"/>
              </w:rPr>
              <w:t>0891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7A31F80" w14:textId="77777777" w:rsidR="000A5F70" w:rsidRDefault="000A5F70"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FC688F" w14:textId="77777777" w:rsidR="000A5F70" w:rsidRDefault="000A5F70"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94427D8" w14:textId="77777777" w:rsidR="000A5F70" w:rsidRPr="00CD45AB" w:rsidRDefault="000A5F70" w:rsidP="00F13F7E">
            <w:pPr>
              <w:spacing w:after="0"/>
              <w:rPr>
                <w:rFonts w:ascii="Arial" w:hAnsi="Arial" w:cs="Arial"/>
                <w:sz w:val="16"/>
                <w:szCs w:val="16"/>
              </w:rPr>
            </w:pPr>
            <w:r w:rsidRPr="003226D8">
              <w:rPr>
                <w:rFonts w:ascii="Arial" w:hAnsi="Arial" w:cs="Arial"/>
                <w:sz w:val="16"/>
                <w:szCs w:val="16"/>
              </w:rPr>
              <w:t>C</w:t>
            </w:r>
            <w:r w:rsidRPr="000A5F70">
              <w:rPr>
                <w:rFonts w:ascii="Arial" w:hAnsi="Arial" w:cs="Arial"/>
                <w:sz w:val="16"/>
                <w:szCs w:val="16"/>
              </w:rPr>
              <w:t>orrection on CSI relaxation for aperiodic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B9408B" w14:textId="77777777" w:rsidR="000A5F70" w:rsidRDefault="000A5F70" w:rsidP="00F13F7E">
            <w:pPr>
              <w:pStyle w:val="TAC"/>
              <w:jc w:val="left"/>
              <w:rPr>
                <w:snapToGrid w:val="0"/>
                <w:sz w:val="16"/>
                <w:szCs w:val="16"/>
              </w:rPr>
            </w:pPr>
            <w:r>
              <w:rPr>
                <w:snapToGrid w:val="0"/>
                <w:sz w:val="16"/>
                <w:szCs w:val="16"/>
              </w:rPr>
              <w:t>14.3.0</w:t>
            </w:r>
          </w:p>
        </w:tc>
      </w:tr>
      <w:tr w:rsidR="006F2B88" w:rsidRPr="006B0D02" w14:paraId="74386DA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05EBA2" w14:textId="77777777" w:rsidR="006F2B88" w:rsidRDefault="006F2B88"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2D8622" w14:textId="77777777" w:rsidR="006F2B88" w:rsidRDefault="006F2B88"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A7FAFED" w14:textId="77777777" w:rsidR="006F2B88" w:rsidRDefault="006F2B88" w:rsidP="006F2B88">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8CEE50" w14:textId="77777777" w:rsidR="006F2B88" w:rsidRDefault="006F2B88" w:rsidP="00E40DED">
            <w:pPr>
              <w:spacing w:after="0"/>
              <w:jc w:val="center"/>
              <w:rPr>
                <w:rFonts w:ascii="Arial" w:hAnsi="Arial" w:cs="Arial"/>
                <w:sz w:val="16"/>
                <w:szCs w:val="16"/>
              </w:rPr>
            </w:pPr>
            <w:r>
              <w:rPr>
                <w:rFonts w:ascii="Arial" w:hAnsi="Arial" w:cs="Arial"/>
                <w:sz w:val="16"/>
                <w:szCs w:val="16"/>
              </w:rPr>
              <w:t>0892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C9F5D64" w14:textId="77777777" w:rsidR="006F2B88" w:rsidRDefault="006F2B8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CE6F36" w14:textId="77777777" w:rsidR="006F2B88" w:rsidRDefault="006F2B88" w:rsidP="00F13F7E">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28D5911" w14:textId="77777777" w:rsidR="006F2B88" w:rsidRPr="00CD45AB" w:rsidRDefault="006F2B88" w:rsidP="00F13F7E">
            <w:pPr>
              <w:spacing w:after="0"/>
              <w:rPr>
                <w:rFonts w:ascii="Arial" w:hAnsi="Arial" w:cs="Arial"/>
                <w:sz w:val="16"/>
                <w:szCs w:val="16"/>
              </w:rPr>
            </w:pPr>
            <w:r w:rsidRPr="006F2B88">
              <w:rPr>
                <w:rFonts w:ascii="Arial" w:hAnsi="Arial" w:cs="Arial"/>
                <w:sz w:val="16"/>
                <w:szCs w:val="16"/>
              </w:rPr>
              <w:t>Introduction of new maximum TBS for DL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9E8A9D" w14:textId="77777777" w:rsidR="006F2B88" w:rsidRDefault="006F2B88" w:rsidP="00F13F7E">
            <w:pPr>
              <w:pStyle w:val="TAC"/>
              <w:jc w:val="left"/>
              <w:rPr>
                <w:snapToGrid w:val="0"/>
                <w:sz w:val="16"/>
                <w:szCs w:val="16"/>
              </w:rPr>
            </w:pPr>
            <w:r>
              <w:rPr>
                <w:snapToGrid w:val="0"/>
                <w:sz w:val="16"/>
                <w:szCs w:val="16"/>
              </w:rPr>
              <w:t>14.3.0</w:t>
            </w:r>
          </w:p>
        </w:tc>
      </w:tr>
      <w:tr w:rsidR="00E40DED" w:rsidRPr="006B0D02" w14:paraId="4E32278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D438A4" w14:textId="77777777" w:rsidR="00E40DED" w:rsidRDefault="00E40DED"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F8DBC20" w14:textId="77777777" w:rsidR="00E40DED" w:rsidRDefault="00E40DED"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B76FB95" w14:textId="77777777" w:rsidR="00E40DED" w:rsidRDefault="00E40DED" w:rsidP="00E40DED">
            <w:pPr>
              <w:spacing w:after="0"/>
              <w:jc w:val="center"/>
              <w:rPr>
                <w:rFonts w:ascii="Arial" w:hAnsi="Arial" w:cs="Arial"/>
                <w:sz w:val="16"/>
                <w:szCs w:val="16"/>
              </w:rPr>
            </w:pPr>
            <w:r>
              <w:rPr>
                <w:rFonts w:ascii="Arial" w:hAnsi="Arial" w:cs="Arial"/>
                <w:sz w:val="16"/>
                <w:szCs w:val="16"/>
              </w:rPr>
              <w:t>RP-171192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9E4299" w14:textId="77777777" w:rsidR="00E40DED" w:rsidRDefault="00E40DED" w:rsidP="00E40DED">
            <w:pPr>
              <w:spacing w:after="0"/>
              <w:jc w:val="center"/>
              <w:rPr>
                <w:rFonts w:ascii="Arial" w:hAnsi="Arial" w:cs="Arial"/>
                <w:sz w:val="16"/>
                <w:szCs w:val="16"/>
              </w:rPr>
            </w:pPr>
            <w:r>
              <w:rPr>
                <w:rFonts w:ascii="Arial" w:hAnsi="Arial" w:cs="Arial"/>
                <w:sz w:val="16"/>
                <w:szCs w:val="16"/>
              </w:rPr>
              <w:t>0893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86D9549" w14:textId="77777777" w:rsidR="00E40DED" w:rsidRDefault="00E40DED" w:rsidP="00F13F7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050A14" w14:textId="77777777" w:rsidR="00E40DED" w:rsidRDefault="00E40DED"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F608513" w14:textId="77777777" w:rsidR="00E40DED" w:rsidRPr="00CD45AB" w:rsidRDefault="00E40DED" w:rsidP="00F13F7E">
            <w:pPr>
              <w:spacing w:after="0"/>
              <w:rPr>
                <w:rFonts w:ascii="Arial" w:hAnsi="Arial" w:cs="Arial"/>
                <w:sz w:val="16"/>
                <w:szCs w:val="16"/>
              </w:rPr>
            </w:pPr>
            <w:r w:rsidRPr="00E40DED">
              <w:rPr>
                <w:rFonts w:ascii="Arial" w:hAnsi="Arial" w:cs="Arial"/>
                <w:sz w:val="16"/>
                <w:szCs w:val="16"/>
              </w:rPr>
              <w:t>Removal of Table 8.6.1-4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DDDB49" w14:textId="77777777" w:rsidR="00E40DED" w:rsidRDefault="00E40DED" w:rsidP="00F13F7E">
            <w:pPr>
              <w:pStyle w:val="TAC"/>
              <w:jc w:val="left"/>
              <w:rPr>
                <w:snapToGrid w:val="0"/>
                <w:sz w:val="16"/>
                <w:szCs w:val="16"/>
              </w:rPr>
            </w:pPr>
            <w:r>
              <w:rPr>
                <w:snapToGrid w:val="0"/>
                <w:sz w:val="16"/>
                <w:szCs w:val="16"/>
              </w:rPr>
              <w:t>14.3.0</w:t>
            </w:r>
          </w:p>
        </w:tc>
      </w:tr>
      <w:tr w:rsidR="00436A67" w:rsidRPr="006B0D02" w14:paraId="770CBEA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236618" w14:textId="77777777" w:rsidR="00436A67" w:rsidRDefault="00436A67"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A1090D1" w14:textId="77777777" w:rsidR="00436A67" w:rsidRDefault="00436A67"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890838F" w14:textId="77777777" w:rsidR="00436A67" w:rsidRDefault="00436A67" w:rsidP="00436A67">
            <w:pPr>
              <w:spacing w:after="0"/>
              <w:jc w:val="center"/>
              <w:rPr>
                <w:rFonts w:ascii="Arial" w:hAnsi="Arial" w:cs="Arial"/>
                <w:sz w:val="16"/>
                <w:szCs w:val="16"/>
              </w:rPr>
            </w:pPr>
            <w:r>
              <w:rPr>
                <w:rFonts w:ascii="Arial" w:hAnsi="Arial" w:cs="Arial"/>
                <w:sz w:val="16"/>
                <w:szCs w:val="16"/>
              </w:rPr>
              <w:t>RP-171206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13D26C" w14:textId="77777777" w:rsidR="00436A67" w:rsidRDefault="00436A67" w:rsidP="00F96FA6">
            <w:pPr>
              <w:spacing w:after="0"/>
              <w:jc w:val="center"/>
              <w:rPr>
                <w:rFonts w:ascii="Arial" w:hAnsi="Arial" w:cs="Arial"/>
                <w:sz w:val="16"/>
                <w:szCs w:val="16"/>
              </w:rPr>
            </w:pPr>
            <w:r>
              <w:rPr>
                <w:rFonts w:ascii="Arial" w:hAnsi="Arial" w:cs="Arial"/>
                <w:sz w:val="16"/>
                <w:szCs w:val="16"/>
              </w:rPr>
              <w:t>0894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27C7265" w14:textId="77777777" w:rsidR="00436A67" w:rsidRDefault="00436A6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3D5B97" w14:textId="77777777" w:rsidR="00436A67" w:rsidRDefault="00436A67"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EF93F6" w14:textId="77777777" w:rsidR="00436A67" w:rsidRPr="00CD45AB" w:rsidRDefault="00436A67" w:rsidP="00F13F7E">
            <w:pPr>
              <w:spacing w:after="0"/>
              <w:rPr>
                <w:rFonts w:ascii="Arial" w:hAnsi="Arial" w:cs="Arial"/>
                <w:sz w:val="16"/>
                <w:szCs w:val="16"/>
              </w:rPr>
            </w:pPr>
            <w:r w:rsidRPr="00436A67">
              <w:rPr>
                <w:rFonts w:ascii="Arial" w:hAnsi="Arial" w:cs="Arial"/>
                <w:sz w:val="16"/>
                <w:szCs w:val="16"/>
              </w:rPr>
              <w:t>Modulation overriding in video-voice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0C119E" w14:textId="77777777" w:rsidR="00436A67" w:rsidRDefault="00436A67" w:rsidP="00F13F7E">
            <w:pPr>
              <w:pStyle w:val="TAC"/>
              <w:jc w:val="left"/>
              <w:rPr>
                <w:snapToGrid w:val="0"/>
                <w:sz w:val="16"/>
                <w:szCs w:val="16"/>
              </w:rPr>
            </w:pPr>
            <w:r>
              <w:rPr>
                <w:snapToGrid w:val="0"/>
                <w:sz w:val="16"/>
                <w:szCs w:val="16"/>
              </w:rPr>
              <w:t>14.3.0</w:t>
            </w:r>
          </w:p>
        </w:tc>
      </w:tr>
      <w:tr w:rsidR="00F96FA6" w:rsidRPr="006B0D02" w14:paraId="4FD70D2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FAE802" w14:textId="77777777" w:rsidR="00F96FA6" w:rsidRDefault="00F96FA6"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AA35863" w14:textId="77777777" w:rsidR="00F96FA6" w:rsidRDefault="00F96FA6"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782A8A1" w14:textId="77777777" w:rsidR="00F96FA6" w:rsidRDefault="00F96FA6" w:rsidP="00F96FA6">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8BFA15" w14:textId="77777777" w:rsidR="00F96FA6" w:rsidRDefault="00F96FA6" w:rsidP="00E964B6">
            <w:pPr>
              <w:spacing w:after="0"/>
              <w:jc w:val="center"/>
              <w:rPr>
                <w:rFonts w:ascii="Arial" w:hAnsi="Arial" w:cs="Arial"/>
                <w:sz w:val="16"/>
                <w:szCs w:val="16"/>
              </w:rPr>
            </w:pPr>
            <w:r>
              <w:rPr>
                <w:rFonts w:ascii="Arial" w:hAnsi="Arial" w:cs="Arial"/>
                <w:sz w:val="16"/>
                <w:szCs w:val="16"/>
              </w:rPr>
              <w:t>0895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05F06A" w14:textId="77777777" w:rsidR="00F96FA6" w:rsidRDefault="00F96FA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E4E4DB" w14:textId="77777777" w:rsidR="00F96FA6" w:rsidRDefault="00F96FA6"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D2C70EF" w14:textId="77777777" w:rsidR="00F96FA6" w:rsidRPr="00CD45AB" w:rsidRDefault="00F96FA6" w:rsidP="00F13F7E">
            <w:pPr>
              <w:spacing w:after="0"/>
              <w:rPr>
                <w:rFonts w:ascii="Arial" w:hAnsi="Arial" w:cs="Arial"/>
                <w:sz w:val="16"/>
                <w:szCs w:val="16"/>
              </w:rPr>
            </w:pPr>
            <w:r w:rsidRPr="00F96FA6">
              <w:rPr>
                <w:rFonts w:ascii="Arial" w:hAnsi="Arial" w:cs="Arial"/>
                <w:sz w:val="16"/>
                <w:szCs w:val="16"/>
              </w:rPr>
              <w:t>CR on CSI-RS resource activation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F576AF" w14:textId="77777777" w:rsidR="00F96FA6" w:rsidRDefault="00F96FA6" w:rsidP="00F13F7E">
            <w:pPr>
              <w:pStyle w:val="TAC"/>
              <w:jc w:val="left"/>
              <w:rPr>
                <w:snapToGrid w:val="0"/>
                <w:sz w:val="16"/>
                <w:szCs w:val="16"/>
              </w:rPr>
            </w:pPr>
            <w:r>
              <w:rPr>
                <w:snapToGrid w:val="0"/>
                <w:sz w:val="16"/>
                <w:szCs w:val="16"/>
              </w:rPr>
              <w:t>14.3.0</w:t>
            </w:r>
          </w:p>
        </w:tc>
      </w:tr>
      <w:tr w:rsidR="00E964B6" w:rsidRPr="006B0D02" w14:paraId="2624AD5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1FD155" w14:textId="77777777" w:rsidR="00E964B6" w:rsidRDefault="00E964B6"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7AE66A5" w14:textId="77777777" w:rsidR="00E964B6" w:rsidRDefault="00E964B6"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8A4ADB3" w14:textId="77777777" w:rsidR="00E964B6" w:rsidRDefault="00E964B6" w:rsidP="00E964B6">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A852C4" w14:textId="77777777" w:rsidR="00E964B6" w:rsidRDefault="00E964B6" w:rsidP="006C032E">
            <w:pPr>
              <w:spacing w:after="0"/>
              <w:jc w:val="center"/>
              <w:rPr>
                <w:rFonts w:ascii="Arial" w:hAnsi="Arial" w:cs="Arial"/>
                <w:sz w:val="16"/>
                <w:szCs w:val="16"/>
              </w:rPr>
            </w:pPr>
            <w:r>
              <w:rPr>
                <w:rFonts w:ascii="Arial" w:hAnsi="Arial" w:cs="Arial"/>
                <w:sz w:val="16"/>
                <w:szCs w:val="16"/>
              </w:rPr>
              <w:t>089</w:t>
            </w:r>
            <w:r w:rsidR="006C032E">
              <w:rPr>
                <w:rFonts w:ascii="Arial" w:hAnsi="Arial" w:cs="Arial"/>
                <w:sz w:val="16"/>
                <w:szCs w:val="16"/>
              </w:rPr>
              <w:t>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47BFF85" w14:textId="77777777" w:rsidR="00E964B6" w:rsidRDefault="006C032E" w:rsidP="00F13F7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0674BF" w14:textId="77777777" w:rsidR="00E964B6" w:rsidRDefault="00E964B6"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6B99EA6" w14:textId="77777777" w:rsidR="00E964B6" w:rsidRPr="00CD45AB" w:rsidRDefault="00E964B6" w:rsidP="00F13F7E">
            <w:pPr>
              <w:spacing w:after="0"/>
              <w:rPr>
                <w:rFonts w:ascii="Arial" w:hAnsi="Arial" w:cs="Arial"/>
                <w:sz w:val="16"/>
                <w:szCs w:val="16"/>
              </w:rPr>
            </w:pPr>
            <w:r w:rsidRPr="00E964B6">
              <w:rPr>
                <w:rFonts w:ascii="Arial" w:hAnsi="Arial" w:cs="Arial"/>
                <w:sz w:val="16"/>
                <w:szCs w:val="16"/>
              </w:rPr>
              <w:t>Corrections on UE partial sensing behaviour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082948" w14:textId="77777777" w:rsidR="00E964B6" w:rsidRDefault="00E964B6" w:rsidP="00F13F7E">
            <w:pPr>
              <w:pStyle w:val="TAC"/>
              <w:jc w:val="left"/>
              <w:rPr>
                <w:snapToGrid w:val="0"/>
                <w:sz w:val="16"/>
                <w:szCs w:val="16"/>
              </w:rPr>
            </w:pPr>
            <w:r>
              <w:rPr>
                <w:snapToGrid w:val="0"/>
                <w:sz w:val="16"/>
                <w:szCs w:val="16"/>
              </w:rPr>
              <w:t>14.3.0</w:t>
            </w:r>
          </w:p>
        </w:tc>
      </w:tr>
      <w:tr w:rsidR="006C032E" w:rsidRPr="006B0D02" w14:paraId="57EC03C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1A9195" w14:textId="77777777" w:rsidR="006C032E" w:rsidRDefault="006C032E"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E4FFD0F" w14:textId="77777777" w:rsidR="006C032E" w:rsidRDefault="006C032E"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DAC12EC" w14:textId="77777777" w:rsidR="006C032E" w:rsidRDefault="006C032E" w:rsidP="006C032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5EC5D9" w14:textId="77777777" w:rsidR="006C032E" w:rsidRDefault="006C032E" w:rsidP="006C032E">
            <w:pPr>
              <w:spacing w:after="0"/>
              <w:jc w:val="center"/>
              <w:rPr>
                <w:rFonts w:ascii="Arial" w:hAnsi="Arial" w:cs="Arial"/>
                <w:sz w:val="16"/>
                <w:szCs w:val="16"/>
              </w:rPr>
            </w:pPr>
            <w:r>
              <w:rPr>
                <w:rFonts w:ascii="Arial" w:hAnsi="Arial" w:cs="Arial"/>
                <w:sz w:val="16"/>
                <w:szCs w:val="16"/>
              </w:rPr>
              <w:t>0899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D8CEB5" w14:textId="77777777" w:rsidR="006C032E" w:rsidRDefault="006C032E"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7EA410" w14:textId="77777777" w:rsidR="006C032E" w:rsidRDefault="006C032E"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C68B707" w14:textId="77777777" w:rsidR="006C032E" w:rsidRPr="00CD45AB" w:rsidRDefault="006C032E" w:rsidP="00F13F7E">
            <w:pPr>
              <w:spacing w:after="0"/>
              <w:rPr>
                <w:rFonts w:ascii="Arial" w:hAnsi="Arial" w:cs="Arial"/>
                <w:sz w:val="16"/>
                <w:szCs w:val="16"/>
              </w:rPr>
            </w:pPr>
            <w:r w:rsidRPr="006C032E">
              <w:rPr>
                <w:rFonts w:ascii="Arial" w:hAnsi="Arial" w:cs="Arial"/>
                <w:sz w:val="16"/>
                <w:szCs w:val="16"/>
              </w:rPr>
              <w:t xml:space="preserve">Corrections to 36.213 for Rel-14 </w:t>
            </w:r>
            <w:proofErr w:type="spellStart"/>
            <w:r w:rsidRPr="006C032E">
              <w:rPr>
                <w:rFonts w:ascii="Arial" w:hAnsi="Arial" w:cs="Arial"/>
                <w:sz w:val="16"/>
                <w:szCs w:val="16"/>
              </w:rPr>
              <w:t>eFD</w:t>
            </w:r>
            <w:proofErr w:type="spellEnd"/>
            <w:r w:rsidRPr="006C032E">
              <w:rPr>
                <w:rFonts w:ascii="Arial" w:hAnsi="Arial" w:cs="Arial"/>
                <w:sz w:val="16"/>
                <w:szCs w:val="16"/>
              </w:rPr>
              <w:t>-MIMO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4270BD" w14:textId="77777777" w:rsidR="006C032E" w:rsidRDefault="006C032E" w:rsidP="00F13F7E">
            <w:pPr>
              <w:pStyle w:val="TAC"/>
              <w:jc w:val="left"/>
              <w:rPr>
                <w:snapToGrid w:val="0"/>
                <w:sz w:val="16"/>
                <w:szCs w:val="16"/>
              </w:rPr>
            </w:pPr>
            <w:r>
              <w:rPr>
                <w:snapToGrid w:val="0"/>
                <w:sz w:val="16"/>
                <w:szCs w:val="16"/>
              </w:rPr>
              <w:t>14.3.0</w:t>
            </w:r>
          </w:p>
        </w:tc>
      </w:tr>
      <w:tr w:rsidR="0029313D" w:rsidRPr="006B0D02" w14:paraId="669B884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592868" w14:textId="77777777" w:rsidR="0029313D" w:rsidRDefault="0029313D"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6FEC15" w14:textId="77777777" w:rsidR="0029313D" w:rsidRDefault="0029313D"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FC0B459" w14:textId="77777777" w:rsidR="0029313D" w:rsidRDefault="0029313D"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D3A88E" w14:textId="77777777" w:rsidR="0029313D" w:rsidRDefault="0029313D" w:rsidP="0029313D">
            <w:pPr>
              <w:spacing w:after="0"/>
              <w:jc w:val="center"/>
              <w:rPr>
                <w:rFonts w:ascii="Arial" w:hAnsi="Arial" w:cs="Arial"/>
                <w:sz w:val="16"/>
                <w:szCs w:val="16"/>
              </w:rPr>
            </w:pPr>
            <w:r>
              <w:rPr>
                <w:rFonts w:ascii="Arial" w:hAnsi="Arial" w:cs="Arial"/>
                <w:sz w:val="16"/>
                <w:szCs w:val="16"/>
              </w:rPr>
              <w:t>0900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8F60A7C" w14:textId="77777777" w:rsidR="0029313D" w:rsidRDefault="0029313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FCE1AE" w14:textId="77777777" w:rsidR="0029313D" w:rsidRDefault="0029313D"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6AB79D" w14:textId="77777777" w:rsidR="0029313D" w:rsidRPr="00CD45AB" w:rsidRDefault="0029313D" w:rsidP="00F13F7E">
            <w:pPr>
              <w:spacing w:after="0"/>
              <w:rPr>
                <w:rFonts w:ascii="Arial" w:hAnsi="Arial" w:cs="Arial"/>
                <w:sz w:val="16"/>
                <w:szCs w:val="16"/>
              </w:rPr>
            </w:pPr>
            <w:r w:rsidRPr="0029313D">
              <w:rPr>
                <w:rFonts w:ascii="Arial" w:hAnsi="Arial" w:cs="Arial"/>
                <w:sz w:val="16"/>
                <w:szCs w:val="16"/>
              </w:rPr>
              <w:t xml:space="preserve">Corrections to 36.213 for Rel-14 </w:t>
            </w:r>
            <w:proofErr w:type="spellStart"/>
            <w:r w:rsidRPr="0029313D">
              <w:rPr>
                <w:rFonts w:ascii="Arial" w:hAnsi="Arial" w:cs="Arial"/>
                <w:sz w:val="16"/>
                <w:szCs w:val="16"/>
              </w:rPr>
              <w:t>eFD</w:t>
            </w:r>
            <w:proofErr w:type="spellEnd"/>
            <w:r w:rsidRPr="0029313D">
              <w:rPr>
                <w:rFonts w:ascii="Arial" w:hAnsi="Arial" w:cs="Arial"/>
                <w:sz w:val="16"/>
                <w:szCs w:val="16"/>
              </w:rPr>
              <w:t>-MIMO CSI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12CEFD" w14:textId="77777777" w:rsidR="0029313D" w:rsidRDefault="0029313D" w:rsidP="00F13F7E">
            <w:pPr>
              <w:pStyle w:val="TAC"/>
              <w:jc w:val="left"/>
              <w:rPr>
                <w:snapToGrid w:val="0"/>
                <w:sz w:val="16"/>
                <w:szCs w:val="16"/>
              </w:rPr>
            </w:pPr>
            <w:r>
              <w:rPr>
                <w:snapToGrid w:val="0"/>
                <w:sz w:val="16"/>
                <w:szCs w:val="16"/>
              </w:rPr>
              <w:t>14.3.0</w:t>
            </w:r>
          </w:p>
        </w:tc>
      </w:tr>
      <w:tr w:rsidR="00286ACD" w:rsidRPr="006B0D02" w14:paraId="33982C8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C86A8D" w14:textId="77777777" w:rsidR="00286ACD" w:rsidRDefault="00286ACD"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EACA419" w14:textId="77777777" w:rsidR="00286ACD" w:rsidRDefault="00286ACD"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0203D1C" w14:textId="77777777" w:rsidR="00286ACD" w:rsidRDefault="00286ACD"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D50F7A" w14:textId="77777777" w:rsidR="00286ACD" w:rsidRDefault="00286ACD" w:rsidP="00F13F7E">
            <w:pPr>
              <w:spacing w:after="0"/>
              <w:jc w:val="center"/>
              <w:rPr>
                <w:rFonts w:ascii="Arial" w:hAnsi="Arial" w:cs="Arial"/>
                <w:sz w:val="16"/>
                <w:szCs w:val="16"/>
              </w:rPr>
            </w:pPr>
            <w:r>
              <w:rPr>
                <w:rFonts w:ascii="Arial" w:hAnsi="Arial" w:cs="Arial"/>
                <w:sz w:val="16"/>
                <w:szCs w:val="16"/>
              </w:rPr>
              <w:t>0901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BBF668D" w14:textId="77777777" w:rsidR="00286ACD" w:rsidRDefault="00286AC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CE2801" w14:textId="77777777" w:rsidR="00286ACD" w:rsidRDefault="00286ACD"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7E1A713" w14:textId="77777777" w:rsidR="00286ACD" w:rsidRPr="00CD45AB" w:rsidRDefault="00286ACD" w:rsidP="00F13F7E">
            <w:pPr>
              <w:spacing w:after="0"/>
              <w:rPr>
                <w:rFonts w:ascii="Arial" w:hAnsi="Arial" w:cs="Arial"/>
                <w:sz w:val="16"/>
                <w:szCs w:val="16"/>
              </w:rPr>
            </w:pPr>
            <w:r w:rsidRPr="00286ACD">
              <w:rPr>
                <w:rFonts w:ascii="Arial" w:hAnsi="Arial" w:cs="Arial"/>
                <w:sz w:val="16"/>
                <w:szCs w:val="16"/>
              </w:rPr>
              <w:t>Corrections on QCL indication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D34F5B" w14:textId="77777777" w:rsidR="00286ACD" w:rsidRDefault="00286ACD" w:rsidP="00F13F7E">
            <w:pPr>
              <w:pStyle w:val="TAC"/>
              <w:jc w:val="left"/>
              <w:rPr>
                <w:snapToGrid w:val="0"/>
                <w:sz w:val="16"/>
                <w:szCs w:val="16"/>
              </w:rPr>
            </w:pPr>
            <w:r>
              <w:rPr>
                <w:snapToGrid w:val="0"/>
                <w:sz w:val="16"/>
                <w:szCs w:val="16"/>
              </w:rPr>
              <w:t>14.3.0</w:t>
            </w:r>
          </w:p>
        </w:tc>
      </w:tr>
      <w:tr w:rsidR="00C805F9" w:rsidRPr="006B0D02" w14:paraId="2CDF055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F1020B" w14:textId="77777777" w:rsidR="00C805F9" w:rsidRDefault="00C805F9"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BE85962" w14:textId="77777777" w:rsidR="00C805F9" w:rsidRDefault="00C805F9"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BB9C1F7" w14:textId="77777777" w:rsidR="00C805F9" w:rsidRDefault="00C805F9"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5317DE" w14:textId="77777777" w:rsidR="00C805F9" w:rsidRDefault="00C805F9" w:rsidP="00C805F9">
            <w:pPr>
              <w:spacing w:after="0"/>
              <w:jc w:val="center"/>
              <w:rPr>
                <w:rFonts w:ascii="Arial" w:hAnsi="Arial" w:cs="Arial"/>
                <w:sz w:val="16"/>
                <w:szCs w:val="16"/>
              </w:rPr>
            </w:pPr>
            <w:r>
              <w:rPr>
                <w:rFonts w:ascii="Arial" w:hAnsi="Arial" w:cs="Arial"/>
                <w:sz w:val="16"/>
                <w:szCs w:val="16"/>
              </w:rPr>
              <w:t>0902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EC7724C" w14:textId="77777777" w:rsidR="00C805F9" w:rsidRDefault="00C805F9"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788E7F" w14:textId="77777777" w:rsidR="00C805F9" w:rsidRDefault="00C805F9"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FF8383" w14:textId="77777777" w:rsidR="00C805F9" w:rsidRPr="00CD45AB" w:rsidRDefault="00C805F9" w:rsidP="00F13F7E">
            <w:pPr>
              <w:spacing w:after="0"/>
              <w:rPr>
                <w:rFonts w:ascii="Arial" w:hAnsi="Arial" w:cs="Arial"/>
                <w:sz w:val="16"/>
                <w:szCs w:val="16"/>
              </w:rPr>
            </w:pPr>
            <w:r w:rsidRPr="00C805F9">
              <w:rPr>
                <w:rFonts w:ascii="Arial" w:hAnsi="Arial" w:cs="Arial"/>
                <w:sz w:val="16"/>
                <w:szCs w:val="16"/>
              </w:rPr>
              <w:t>Corrections on CRI reporting for multi-shot CSI-RS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652F94" w14:textId="77777777" w:rsidR="00C805F9" w:rsidRDefault="00C805F9" w:rsidP="00F13F7E">
            <w:pPr>
              <w:pStyle w:val="TAC"/>
              <w:jc w:val="left"/>
              <w:rPr>
                <w:snapToGrid w:val="0"/>
                <w:sz w:val="16"/>
                <w:szCs w:val="16"/>
              </w:rPr>
            </w:pPr>
            <w:r>
              <w:rPr>
                <w:snapToGrid w:val="0"/>
                <w:sz w:val="16"/>
                <w:szCs w:val="16"/>
              </w:rPr>
              <w:t>14.3.0</w:t>
            </w:r>
          </w:p>
        </w:tc>
      </w:tr>
      <w:tr w:rsidR="003C2166" w:rsidRPr="006B0D02" w14:paraId="358EBF9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DC22B7" w14:textId="77777777" w:rsidR="003C2166" w:rsidRDefault="003C2166"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22C66A0" w14:textId="77777777" w:rsidR="003C2166" w:rsidRDefault="003C2166"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C69DF0C" w14:textId="77777777" w:rsidR="003C2166" w:rsidRDefault="003C2166" w:rsidP="003C2166">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9E8E73" w14:textId="77777777" w:rsidR="003C2166" w:rsidRDefault="003C2166" w:rsidP="003C2166">
            <w:pPr>
              <w:spacing w:after="0"/>
              <w:jc w:val="center"/>
              <w:rPr>
                <w:rFonts w:ascii="Arial" w:hAnsi="Arial" w:cs="Arial"/>
                <w:sz w:val="16"/>
                <w:szCs w:val="16"/>
              </w:rPr>
            </w:pPr>
            <w:r>
              <w:rPr>
                <w:rFonts w:ascii="Arial" w:hAnsi="Arial" w:cs="Arial"/>
                <w:sz w:val="16"/>
                <w:szCs w:val="16"/>
              </w:rPr>
              <w:t>0903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1CBA95E" w14:textId="77777777" w:rsidR="003C2166" w:rsidRDefault="003C216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2D61F3" w14:textId="77777777" w:rsidR="003C2166" w:rsidRDefault="003C2166"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138936" w14:textId="77777777" w:rsidR="003C2166" w:rsidRPr="00CD45AB" w:rsidRDefault="003C2166" w:rsidP="00F13F7E">
            <w:pPr>
              <w:spacing w:after="0"/>
              <w:rPr>
                <w:rFonts w:ascii="Arial" w:hAnsi="Arial" w:cs="Arial"/>
                <w:sz w:val="16"/>
                <w:szCs w:val="16"/>
              </w:rPr>
            </w:pPr>
            <w:r w:rsidRPr="003C2166">
              <w:rPr>
                <w:rFonts w:ascii="Arial" w:hAnsi="Arial" w:cs="Arial"/>
                <w:sz w:val="16"/>
                <w:szCs w:val="16"/>
              </w:rPr>
              <w:t>CR on Higher-Layer Parameters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839F9A" w14:textId="77777777" w:rsidR="003C2166" w:rsidRDefault="003C2166" w:rsidP="00F13F7E">
            <w:pPr>
              <w:pStyle w:val="TAC"/>
              <w:jc w:val="left"/>
              <w:rPr>
                <w:snapToGrid w:val="0"/>
                <w:sz w:val="16"/>
                <w:szCs w:val="16"/>
              </w:rPr>
            </w:pPr>
            <w:r>
              <w:rPr>
                <w:snapToGrid w:val="0"/>
                <w:sz w:val="16"/>
                <w:szCs w:val="16"/>
              </w:rPr>
              <w:t>14.3.0</w:t>
            </w:r>
          </w:p>
        </w:tc>
      </w:tr>
      <w:tr w:rsidR="00CB555B" w:rsidRPr="006B0D02" w14:paraId="286B8EF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5A0716" w14:textId="77777777" w:rsidR="00CB555B" w:rsidRDefault="00CB555B"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8CEA60A" w14:textId="77777777" w:rsidR="00CB555B" w:rsidRDefault="00CB555B"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AC4BFAD" w14:textId="77777777" w:rsidR="00CB555B" w:rsidRDefault="00CB555B" w:rsidP="00CB555B">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FA14DB" w14:textId="77777777" w:rsidR="00CB555B" w:rsidRDefault="00CB555B" w:rsidP="00CB555B">
            <w:pPr>
              <w:spacing w:after="0"/>
              <w:jc w:val="center"/>
              <w:rPr>
                <w:rFonts w:ascii="Arial" w:hAnsi="Arial" w:cs="Arial"/>
                <w:sz w:val="16"/>
                <w:szCs w:val="16"/>
              </w:rPr>
            </w:pPr>
            <w:r>
              <w:rPr>
                <w:rFonts w:ascii="Arial" w:hAnsi="Arial" w:cs="Arial"/>
                <w:sz w:val="16"/>
                <w:szCs w:val="16"/>
              </w:rPr>
              <w:t>0904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CFEFA8F" w14:textId="77777777" w:rsidR="00CB555B" w:rsidRDefault="00CB555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DF3A76" w14:textId="77777777" w:rsidR="00CB555B" w:rsidRDefault="00CB555B"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AD273BE" w14:textId="77777777" w:rsidR="00CB555B" w:rsidRPr="00CD45AB" w:rsidRDefault="00CB555B" w:rsidP="00F13F7E">
            <w:pPr>
              <w:spacing w:after="0"/>
              <w:rPr>
                <w:rFonts w:ascii="Arial" w:hAnsi="Arial" w:cs="Arial"/>
                <w:sz w:val="16"/>
                <w:szCs w:val="16"/>
              </w:rPr>
            </w:pPr>
            <w:r w:rsidRPr="00CB555B">
              <w:rPr>
                <w:rFonts w:ascii="Arial" w:hAnsi="Arial" w:cs="Arial"/>
                <w:sz w:val="16"/>
                <w:szCs w:val="16"/>
              </w:rPr>
              <w:t>Clarification of resource allocation for PDSCH in CE mode 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AF26AD" w14:textId="77777777" w:rsidR="00CB555B" w:rsidRDefault="00CB555B" w:rsidP="00F13F7E">
            <w:pPr>
              <w:pStyle w:val="TAC"/>
              <w:jc w:val="left"/>
              <w:rPr>
                <w:snapToGrid w:val="0"/>
                <w:sz w:val="16"/>
                <w:szCs w:val="16"/>
              </w:rPr>
            </w:pPr>
            <w:r>
              <w:rPr>
                <w:snapToGrid w:val="0"/>
                <w:sz w:val="16"/>
                <w:szCs w:val="16"/>
              </w:rPr>
              <w:t>14.3.0</w:t>
            </w:r>
          </w:p>
        </w:tc>
      </w:tr>
      <w:tr w:rsidR="00CB555B" w:rsidRPr="006B0D02" w14:paraId="43E171B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597F70" w14:textId="77777777" w:rsidR="00CB555B" w:rsidRDefault="00CB555B"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17ACB60" w14:textId="77777777" w:rsidR="00CB555B" w:rsidRDefault="00CB555B"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D8D3A0" w14:textId="77777777" w:rsidR="00CB555B" w:rsidRDefault="00CB555B"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3B9257" w14:textId="77777777" w:rsidR="00CB555B" w:rsidRDefault="00CB555B" w:rsidP="00CB555B">
            <w:pPr>
              <w:spacing w:after="0"/>
              <w:jc w:val="center"/>
              <w:rPr>
                <w:rFonts w:ascii="Arial" w:hAnsi="Arial" w:cs="Arial"/>
                <w:sz w:val="16"/>
                <w:szCs w:val="16"/>
              </w:rPr>
            </w:pPr>
            <w:r>
              <w:rPr>
                <w:rFonts w:ascii="Arial" w:hAnsi="Arial" w:cs="Arial"/>
                <w:sz w:val="16"/>
                <w:szCs w:val="16"/>
              </w:rPr>
              <w:t>0905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69FF22" w14:textId="77777777" w:rsidR="00CB555B" w:rsidRDefault="00CB555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6D6190" w14:textId="77777777" w:rsidR="00CB555B" w:rsidRDefault="00CB555B"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B44C395" w14:textId="77777777" w:rsidR="00CB555B" w:rsidRPr="00CD45AB" w:rsidRDefault="00CB555B" w:rsidP="00F13F7E">
            <w:pPr>
              <w:spacing w:after="0"/>
              <w:rPr>
                <w:rFonts w:ascii="Arial" w:hAnsi="Arial" w:cs="Arial"/>
                <w:sz w:val="16"/>
                <w:szCs w:val="16"/>
              </w:rPr>
            </w:pPr>
            <w:r w:rsidRPr="00CB555B">
              <w:rPr>
                <w:rFonts w:ascii="Arial" w:hAnsi="Arial" w:cs="Arial"/>
                <w:sz w:val="16"/>
                <w:szCs w:val="16"/>
              </w:rPr>
              <w:t>Corrections on the UL resource allocation type 4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0FDEC1" w14:textId="77777777" w:rsidR="00CB555B" w:rsidRDefault="00CB555B" w:rsidP="00F13F7E">
            <w:pPr>
              <w:pStyle w:val="TAC"/>
              <w:jc w:val="left"/>
              <w:rPr>
                <w:snapToGrid w:val="0"/>
                <w:sz w:val="16"/>
                <w:szCs w:val="16"/>
              </w:rPr>
            </w:pPr>
            <w:r>
              <w:rPr>
                <w:snapToGrid w:val="0"/>
                <w:sz w:val="16"/>
                <w:szCs w:val="16"/>
              </w:rPr>
              <w:t>14.3.0</w:t>
            </w:r>
          </w:p>
        </w:tc>
      </w:tr>
      <w:tr w:rsidR="00C65877" w:rsidRPr="006B0D02" w14:paraId="62E44B4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D4975B" w14:textId="77777777" w:rsidR="00C65877" w:rsidRDefault="00C65877"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8BF4D09" w14:textId="77777777" w:rsidR="00C65877" w:rsidRDefault="00C65877"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DFB16FB" w14:textId="77777777" w:rsidR="00C65877" w:rsidRDefault="00C65877" w:rsidP="00C65877">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AD6451" w14:textId="77777777" w:rsidR="00C65877" w:rsidRDefault="00C65877" w:rsidP="00C65877">
            <w:pPr>
              <w:spacing w:after="0"/>
              <w:jc w:val="center"/>
              <w:rPr>
                <w:rFonts w:ascii="Arial" w:hAnsi="Arial" w:cs="Arial"/>
                <w:sz w:val="16"/>
                <w:szCs w:val="16"/>
              </w:rPr>
            </w:pPr>
            <w:r>
              <w:rPr>
                <w:rFonts w:ascii="Arial" w:hAnsi="Arial" w:cs="Arial"/>
                <w:sz w:val="16"/>
                <w:szCs w:val="16"/>
              </w:rPr>
              <w:t>0906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EE35B1" w14:textId="77777777" w:rsidR="00C65877" w:rsidRDefault="00C6587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8E9EF7" w14:textId="77777777" w:rsidR="00C65877" w:rsidRDefault="00C65877"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755781" w14:textId="77777777" w:rsidR="00C65877" w:rsidRPr="00CD45AB" w:rsidRDefault="00C65877" w:rsidP="00F13F7E">
            <w:pPr>
              <w:spacing w:after="0"/>
              <w:rPr>
                <w:rFonts w:ascii="Arial" w:hAnsi="Arial" w:cs="Arial"/>
                <w:sz w:val="16"/>
                <w:szCs w:val="16"/>
              </w:rPr>
            </w:pPr>
            <w:r w:rsidRPr="00C65877">
              <w:rPr>
                <w:rFonts w:ascii="Arial" w:hAnsi="Arial" w:cs="Arial"/>
                <w:sz w:val="16"/>
                <w:szCs w:val="16"/>
              </w:rPr>
              <w:t>PUCCH format 2 collision with PDSCH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AAA763" w14:textId="77777777" w:rsidR="00C65877" w:rsidRDefault="00C65877" w:rsidP="00F13F7E">
            <w:pPr>
              <w:pStyle w:val="TAC"/>
              <w:jc w:val="left"/>
              <w:rPr>
                <w:snapToGrid w:val="0"/>
                <w:sz w:val="16"/>
                <w:szCs w:val="16"/>
              </w:rPr>
            </w:pPr>
            <w:r>
              <w:rPr>
                <w:snapToGrid w:val="0"/>
                <w:sz w:val="16"/>
                <w:szCs w:val="16"/>
              </w:rPr>
              <w:t>14.3.0</w:t>
            </w:r>
          </w:p>
        </w:tc>
      </w:tr>
      <w:tr w:rsidR="00DC7D58" w:rsidRPr="006B0D02" w14:paraId="51CD1E7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295D47" w14:textId="77777777" w:rsidR="00DC7D58" w:rsidRDefault="00DC7D58"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CEC4F40" w14:textId="77777777" w:rsidR="00DC7D58" w:rsidRDefault="00DC7D58"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0A917CE" w14:textId="77777777" w:rsidR="00DC7D58" w:rsidRDefault="00DC7D58" w:rsidP="00DC7D58">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02ED3C" w14:textId="77777777" w:rsidR="00DC7D58" w:rsidRDefault="00DC7D58" w:rsidP="00DC7D58">
            <w:pPr>
              <w:spacing w:after="0"/>
              <w:jc w:val="center"/>
              <w:rPr>
                <w:rFonts w:ascii="Arial" w:hAnsi="Arial" w:cs="Arial"/>
                <w:sz w:val="16"/>
                <w:szCs w:val="16"/>
              </w:rPr>
            </w:pPr>
            <w:r>
              <w:rPr>
                <w:rFonts w:ascii="Arial" w:hAnsi="Arial" w:cs="Arial"/>
                <w:sz w:val="16"/>
                <w:szCs w:val="16"/>
              </w:rPr>
              <w:t>0907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5407DD" w14:textId="77777777" w:rsidR="00DC7D58" w:rsidRDefault="00DC7D5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BE9269" w14:textId="77777777" w:rsidR="00DC7D58" w:rsidRDefault="00DC7D58" w:rsidP="00F13F7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0399FE" w14:textId="77777777" w:rsidR="00DC7D58" w:rsidRPr="00CD45AB" w:rsidRDefault="00DC7D58" w:rsidP="00F13F7E">
            <w:pPr>
              <w:spacing w:after="0"/>
              <w:rPr>
                <w:rFonts w:ascii="Arial" w:hAnsi="Arial" w:cs="Arial"/>
                <w:sz w:val="16"/>
                <w:szCs w:val="16"/>
              </w:rPr>
            </w:pPr>
            <w:r w:rsidRPr="00DC7D58">
              <w:rPr>
                <w:rFonts w:ascii="Arial" w:hAnsi="Arial" w:cs="Arial"/>
                <w:sz w:val="16"/>
                <w:szCs w:val="16"/>
              </w:rPr>
              <w:t>CR on subframe indexing in resource reselection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376290" w14:textId="77777777" w:rsidR="00DC7D58" w:rsidRDefault="00DC7D58" w:rsidP="00F13F7E">
            <w:pPr>
              <w:pStyle w:val="TAC"/>
              <w:jc w:val="left"/>
              <w:rPr>
                <w:snapToGrid w:val="0"/>
                <w:sz w:val="16"/>
                <w:szCs w:val="16"/>
              </w:rPr>
            </w:pPr>
            <w:r>
              <w:rPr>
                <w:snapToGrid w:val="0"/>
                <w:sz w:val="16"/>
                <w:szCs w:val="16"/>
              </w:rPr>
              <w:t>14.3.0</w:t>
            </w:r>
          </w:p>
        </w:tc>
      </w:tr>
      <w:tr w:rsidR="00F605A1" w:rsidRPr="006B0D02" w14:paraId="657A11E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172B60" w14:textId="77777777" w:rsidR="00F605A1" w:rsidRDefault="00F605A1" w:rsidP="00F13F7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4E7E1C9" w14:textId="77777777" w:rsidR="00F605A1" w:rsidRDefault="00F605A1" w:rsidP="00F13F7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CDA2AD" w14:textId="77777777" w:rsidR="00F605A1" w:rsidRDefault="00F605A1" w:rsidP="00F605A1">
            <w:pPr>
              <w:spacing w:after="0"/>
              <w:jc w:val="center"/>
              <w:rPr>
                <w:rFonts w:ascii="Arial" w:hAnsi="Arial" w:cs="Arial"/>
                <w:sz w:val="16"/>
                <w:szCs w:val="16"/>
              </w:rPr>
            </w:pPr>
            <w:r>
              <w:rPr>
                <w:rFonts w:ascii="Arial" w:hAnsi="Arial" w:cs="Arial"/>
                <w:sz w:val="16"/>
                <w:szCs w:val="16"/>
              </w:rPr>
              <w:t>RP-171193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E6ABB3" w14:textId="77777777" w:rsidR="00F605A1" w:rsidRDefault="00F605A1" w:rsidP="00F605A1">
            <w:pPr>
              <w:spacing w:after="0"/>
              <w:jc w:val="center"/>
              <w:rPr>
                <w:rFonts w:ascii="Arial" w:hAnsi="Arial" w:cs="Arial"/>
                <w:sz w:val="16"/>
                <w:szCs w:val="16"/>
              </w:rPr>
            </w:pPr>
            <w:r>
              <w:rPr>
                <w:rFonts w:ascii="Arial" w:hAnsi="Arial" w:cs="Arial"/>
                <w:sz w:val="16"/>
                <w:szCs w:val="16"/>
              </w:rPr>
              <w:t>0909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955DEBF" w14:textId="77777777" w:rsidR="00F605A1" w:rsidRDefault="00F605A1"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4F34BC" w14:textId="77777777" w:rsidR="00F605A1" w:rsidRDefault="00F605A1" w:rsidP="00F13F7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A6C0A0" w14:textId="77777777" w:rsidR="00F605A1" w:rsidRPr="00CD45AB" w:rsidRDefault="00F605A1" w:rsidP="00F13F7E">
            <w:pPr>
              <w:spacing w:after="0"/>
              <w:rPr>
                <w:rFonts w:ascii="Arial" w:hAnsi="Arial" w:cs="Arial"/>
                <w:sz w:val="16"/>
                <w:szCs w:val="16"/>
              </w:rPr>
            </w:pPr>
            <w:r w:rsidRPr="00F605A1">
              <w:rPr>
                <w:rFonts w:ascii="Arial" w:hAnsi="Arial" w:cs="Arial"/>
                <w:sz w:val="16"/>
                <w:szCs w:val="16"/>
              </w:rPr>
              <w:t>Determination of PUCCH format selection depending on number of HARQ-ACK, CSI and SR bits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389A09" w14:textId="77777777" w:rsidR="00F605A1" w:rsidRDefault="00F605A1" w:rsidP="00F13F7E">
            <w:pPr>
              <w:pStyle w:val="TAC"/>
              <w:jc w:val="left"/>
              <w:rPr>
                <w:snapToGrid w:val="0"/>
                <w:sz w:val="16"/>
                <w:szCs w:val="16"/>
              </w:rPr>
            </w:pPr>
            <w:r>
              <w:rPr>
                <w:snapToGrid w:val="0"/>
                <w:sz w:val="16"/>
                <w:szCs w:val="16"/>
              </w:rPr>
              <w:t>14.3.0</w:t>
            </w:r>
          </w:p>
        </w:tc>
      </w:tr>
      <w:tr w:rsidR="00B54E24" w:rsidRPr="006B0D02" w14:paraId="7C79038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0E95F4" w14:textId="77777777" w:rsidR="00B54E24" w:rsidRDefault="00B54E24"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59B77DA" w14:textId="77777777" w:rsidR="00B54E24" w:rsidRDefault="00B54E24"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851A13D" w14:textId="77777777" w:rsidR="00B54E24" w:rsidRDefault="00B54E24" w:rsidP="00B54E24">
            <w:pPr>
              <w:spacing w:after="0"/>
              <w:jc w:val="center"/>
              <w:rPr>
                <w:rFonts w:ascii="Arial" w:hAnsi="Arial" w:cs="Arial"/>
                <w:sz w:val="16"/>
                <w:szCs w:val="16"/>
              </w:rPr>
            </w:pPr>
            <w:r>
              <w:rPr>
                <w:rFonts w:ascii="Arial" w:hAnsi="Arial" w:cs="Arial"/>
                <w:sz w:val="16"/>
                <w:szCs w:val="16"/>
              </w:rPr>
              <w:t>RP-171199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A38018" w14:textId="77777777" w:rsidR="00B54E24" w:rsidRDefault="00B54E24" w:rsidP="00D130D4">
            <w:pPr>
              <w:spacing w:after="0"/>
              <w:jc w:val="center"/>
              <w:rPr>
                <w:rFonts w:ascii="Arial" w:hAnsi="Arial" w:cs="Arial"/>
                <w:sz w:val="16"/>
                <w:szCs w:val="16"/>
              </w:rPr>
            </w:pPr>
            <w:r>
              <w:rPr>
                <w:rFonts w:ascii="Arial" w:hAnsi="Arial" w:cs="Arial"/>
                <w:sz w:val="16"/>
                <w:szCs w:val="16"/>
              </w:rPr>
              <w:t>0910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75F7E0" w14:textId="77777777" w:rsidR="00B54E24" w:rsidRDefault="00B54E24" w:rsidP="00D130D4">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B34070" w14:textId="77777777" w:rsidR="00B54E24" w:rsidRDefault="00B54E24" w:rsidP="00D130D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8BBF076" w14:textId="77777777" w:rsidR="00B54E24" w:rsidRPr="00CD45AB" w:rsidRDefault="00B54E24" w:rsidP="00D130D4">
            <w:pPr>
              <w:spacing w:after="0"/>
              <w:rPr>
                <w:rFonts w:ascii="Arial" w:hAnsi="Arial" w:cs="Arial"/>
                <w:sz w:val="16"/>
                <w:szCs w:val="16"/>
              </w:rPr>
            </w:pPr>
            <w:r w:rsidRPr="00B54E24">
              <w:rPr>
                <w:rFonts w:ascii="Arial" w:hAnsi="Arial" w:cs="Arial"/>
                <w:sz w:val="16"/>
                <w:szCs w:val="16"/>
              </w:rPr>
              <w:t>Miscellaneous corrections 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04CEA9" w14:textId="77777777" w:rsidR="00B54E24" w:rsidRDefault="00B54E24" w:rsidP="00D130D4">
            <w:pPr>
              <w:pStyle w:val="TAC"/>
              <w:jc w:val="left"/>
              <w:rPr>
                <w:snapToGrid w:val="0"/>
                <w:sz w:val="16"/>
                <w:szCs w:val="16"/>
              </w:rPr>
            </w:pPr>
            <w:r>
              <w:rPr>
                <w:snapToGrid w:val="0"/>
                <w:sz w:val="16"/>
                <w:szCs w:val="16"/>
              </w:rPr>
              <w:t>14.3.0</w:t>
            </w:r>
          </w:p>
        </w:tc>
      </w:tr>
      <w:tr w:rsidR="000F4F17" w:rsidRPr="006B0D02" w14:paraId="614314B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965F3" w14:textId="77777777" w:rsidR="000F4F17" w:rsidRDefault="000F4F17"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7190AB2" w14:textId="77777777" w:rsidR="000F4F17" w:rsidRDefault="000F4F17"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6BC2C53" w14:textId="77777777" w:rsidR="000F4F17" w:rsidRDefault="000F4F17" w:rsidP="000F4F17">
            <w:pPr>
              <w:spacing w:after="0"/>
              <w:jc w:val="center"/>
              <w:rPr>
                <w:rFonts w:ascii="Arial" w:hAnsi="Arial" w:cs="Arial"/>
                <w:sz w:val="16"/>
                <w:szCs w:val="16"/>
              </w:rPr>
            </w:pPr>
            <w:r>
              <w:rPr>
                <w:rFonts w:ascii="Arial" w:hAnsi="Arial" w:cs="Arial"/>
                <w:sz w:val="16"/>
                <w:szCs w:val="16"/>
              </w:rPr>
              <w:t>RP-171197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FD47F1" w14:textId="77777777" w:rsidR="000F4F17" w:rsidRDefault="000F4F17" w:rsidP="000F4F17">
            <w:pPr>
              <w:spacing w:after="0"/>
              <w:jc w:val="center"/>
              <w:rPr>
                <w:rFonts w:ascii="Arial" w:hAnsi="Arial" w:cs="Arial"/>
                <w:sz w:val="16"/>
                <w:szCs w:val="16"/>
              </w:rPr>
            </w:pPr>
            <w:r>
              <w:rPr>
                <w:rFonts w:ascii="Arial" w:hAnsi="Arial" w:cs="Arial"/>
                <w:sz w:val="16"/>
                <w:szCs w:val="16"/>
              </w:rPr>
              <w:t>0913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EBDAF96" w14:textId="77777777" w:rsidR="000F4F17" w:rsidRDefault="000F4F17"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05C877" w14:textId="77777777" w:rsidR="000F4F17" w:rsidRDefault="000F4F17" w:rsidP="00D130D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EE82ED5" w14:textId="77777777" w:rsidR="000F4F17" w:rsidRPr="00CD45AB" w:rsidRDefault="000F4F17" w:rsidP="00D130D4">
            <w:pPr>
              <w:spacing w:after="0"/>
              <w:rPr>
                <w:rFonts w:ascii="Arial" w:hAnsi="Arial" w:cs="Arial"/>
                <w:sz w:val="16"/>
                <w:szCs w:val="16"/>
              </w:rPr>
            </w:pPr>
            <w:r w:rsidRPr="000F4F17">
              <w:rPr>
                <w:rFonts w:ascii="Arial" w:hAnsi="Arial" w:cs="Arial"/>
                <w:sz w:val="16"/>
                <w:szCs w:val="16"/>
              </w:rPr>
              <w:t>Correction on 3.75 kHz NPUSCH format 2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C5984AA" w14:textId="77777777" w:rsidR="000F4F17" w:rsidRDefault="000F4F17" w:rsidP="00D130D4">
            <w:pPr>
              <w:pStyle w:val="TAC"/>
              <w:jc w:val="left"/>
              <w:rPr>
                <w:snapToGrid w:val="0"/>
                <w:sz w:val="16"/>
                <w:szCs w:val="16"/>
              </w:rPr>
            </w:pPr>
            <w:r>
              <w:rPr>
                <w:snapToGrid w:val="0"/>
                <w:sz w:val="16"/>
                <w:szCs w:val="16"/>
              </w:rPr>
              <w:t>14.3.0</w:t>
            </w:r>
          </w:p>
        </w:tc>
      </w:tr>
      <w:tr w:rsidR="00E774C6" w:rsidRPr="006B0D02" w14:paraId="59D2D97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7EC210" w14:textId="77777777" w:rsidR="00E774C6" w:rsidRDefault="00E774C6"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AE7DD3E" w14:textId="77777777" w:rsidR="00E774C6" w:rsidRDefault="00E774C6"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C1F6FE9" w14:textId="77777777" w:rsidR="00E774C6" w:rsidRDefault="00E774C6" w:rsidP="00E774C6">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151610" w14:textId="77777777" w:rsidR="00E774C6" w:rsidRDefault="00E774C6" w:rsidP="00D130D4">
            <w:pPr>
              <w:spacing w:after="0"/>
              <w:jc w:val="center"/>
              <w:rPr>
                <w:rFonts w:ascii="Arial" w:hAnsi="Arial" w:cs="Arial"/>
                <w:sz w:val="16"/>
                <w:szCs w:val="16"/>
              </w:rPr>
            </w:pPr>
            <w:r>
              <w:rPr>
                <w:rFonts w:ascii="Arial" w:hAnsi="Arial" w:cs="Arial"/>
                <w:sz w:val="16"/>
                <w:szCs w:val="16"/>
              </w:rPr>
              <w:t>0916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CFC242D" w14:textId="77777777" w:rsidR="00E774C6" w:rsidRDefault="00E774C6"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04AD51" w14:textId="77777777" w:rsidR="00E774C6" w:rsidRDefault="00E774C6" w:rsidP="00D130D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E799D2B" w14:textId="77777777" w:rsidR="00E774C6" w:rsidRPr="00CD45AB" w:rsidRDefault="00E774C6" w:rsidP="00D130D4">
            <w:pPr>
              <w:spacing w:after="0"/>
              <w:rPr>
                <w:rFonts w:ascii="Arial" w:hAnsi="Arial" w:cs="Arial"/>
                <w:sz w:val="16"/>
                <w:szCs w:val="16"/>
              </w:rPr>
            </w:pPr>
            <w:r w:rsidRPr="00E774C6">
              <w:rPr>
                <w:rFonts w:ascii="Arial" w:hAnsi="Arial" w:cs="Arial"/>
                <w:sz w:val="16"/>
                <w:szCs w:val="16"/>
              </w:rPr>
              <w:t>CR for skipped subframe handling for shorter periodicity in PC5-based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8F62ED" w14:textId="77777777" w:rsidR="00E774C6" w:rsidRDefault="00E774C6" w:rsidP="00D130D4">
            <w:pPr>
              <w:pStyle w:val="TAC"/>
              <w:jc w:val="left"/>
              <w:rPr>
                <w:snapToGrid w:val="0"/>
                <w:sz w:val="16"/>
                <w:szCs w:val="16"/>
              </w:rPr>
            </w:pPr>
            <w:r>
              <w:rPr>
                <w:snapToGrid w:val="0"/>
                <w:sz w:val="16"/>
                <w:szCs w:val="16"/>
              </w:rPr>
              <w:t>14.3.0</w:t>
            </w:r>
          </w:p>
        </w:tc>
      </w:tr>
      <w:tr w:rsidR="00CC05C1" w:rsidRPr="006B0D02" w14:paraId="1E9C124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EC9880" w14:textId="77777777" w:rsidR="00CC05C1" w:rsidRDefault="00CC05C1"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A30ECF" w14:textId="77777777" w:rsidR="00CC05C1" w:rsidRDefault="00CC05C1"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7C10C3" w14:textId="77777777" w:rsidR="00CC05C1" w:rsidRDefault="00CC05C1" w:rsidP="00CC05C1">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9BE287" w14:textId="77777777" w:rsidR="00CC05C1" w:rsidRDefault="00CC05C1" w:rsidP="00CC05C1">
            <w:pPr>
              <w:spacing w:after="0"/>
              <w:jc w:val="center"/>
              <w:rPr>
                <w:rFonts w:ascii="Arial" w:hAnsi="Arial" w:cs="Arial"/>
                <w:sz w:val="16"/>
                <w:szCs w:val="16"/>
              </w:rPr>
            </w:pPr>
            <w:r>
              <w:rPr>
                <w:rFonts w:ascii="Arial" w:hAnsi="Arial" w:cs="Arial"/>
                <w:sz w:val="16"/>
                <w:szCs w:val="16"/>
              </w:rPr>
              <w:t>0918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E4E3F24" w14:textId="77777777" w:rsidR="00CC05C1" w:rsidRDefault="00CC05C1"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D929B6" w14:textId="77777777" w:rsidR="00CC05C1" w:rsidRDefault="00CC05C1" w:rsidP="00D130D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821F897" w14:textId="77777777" w:rsidR="00CC05C1" w:rsidRPr="00CD45AB" w:rsidRDefault="00CC05C1" w:rsidP="00D130D4">
            <w:pPr>
              <w:spacing w:after="0"/>
              <w:rPr>
                <w:rFonts w:ascii="Arial" w:hAnsi="Arial" w:cs="Arial"/>
                <w:sz w:val="16"/>
                <w:szCs w:val="16"/>
              </w:rPr>
            </w:pPr>
            <w:r w:rsidRPr="00CC05C1">
              <w:rPr>
                <w:rFonts w:ascii="Arial" w:hAnsi="Arial" w:cs="Arial"/>
                <w:sz w:val="16"/>
                <w:szCs w:val="16"/>
              </w:rPr>
              <w:t>Clarification of the #repetitions used for msg3 retransmissions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4AB203" w14:textId="77777777" w:rsidR="00CC05C1" w:rsidRDefault="00CC05C1" w:rsidP="00D130D4">
            <w:pPr>
              <w:pStyle w:val="TAC"/>
              <w:jc w:val="left"/>
              <w:rPr>
                <w:snapToGrid w:val="0"/>
                <w:sz w:val="16"/>
                <w:szCs w:val="16"/>
              </w:rPr>
            </w:pPr>
            <w:r>
              <w:rPr>
                <w:snapToGrid w:val="0"/>
                <w:sz w:val="16"/>
                <w:szCs w:val="16"/>
              </w:rPr>
              <w:t>14.3.0</w:t>
            </w:r>
          </w:p>
        </w:tc>
      </w:tr>
      <w:tr w:rsidR="00117E40" w:rsidRPr="006B0D02" w14:paraId="2B4C109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760AED" w14:textId="77777777" w:rsidR="00117E40" w:rsidRDefault="00117E40"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F8E1DD6" w14:textId="77777777" w:rsidR="00117E40" w:rsidRDefault="00117E40"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1B5843" w14:textId="77777777" w:rsidR="00117E40" w:rsidRDefault="00117E40" w:rsidP="00D130D4">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15BAAF" w14:textId="77777777" w:rsidR="00117E40" w:rsidRDefault="00117E40" w:rsidP="00117E40">
            <w:pPr>
              <w:spacing w:after="0"/>
              <w:jc w:val="center"/>
              <w:rPr>
                <w:rFonts w:ascii="Arial" w:hAnsi="Arial" w:cs="Arial"/>
                <w:sz w:val="16"/>
                <w:szCs w:val="16"/>
              </w:rPr>
            </w:pPr>
            <w:r>
              <w:rPr>
                <w:rFonts w:ascii="Arial" w:hAnsi="Arial" w:cs="Arial"/>
                <w:sz w:val="16"/>
                <w:szCs w:val="16"/>
              </w:rPr>
              <w:t>0919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A7BC31" w14:textId="77777777" w:rsidR="00117E40" w:rsidRDefault="00117E40"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EB7DF0" w14:textId="77777777" w:rsidR="00117E40" w:rsidRDefault="00117E40" w:rsidP="00D130D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84B4DBC" w14:textId="77777777" w:rsidR="00117E40" w:rsidRPr="00CD45AB" w:rsidRDefault="00117E40" w:rsidP="00D130D4">
            <w:pPr>
              <w:spacing w:after="0"/>
              <w:rPr>
                <w:rFonts w:ascii="Arial" w:hAnsi="Arial" w:cs="Arial"/>
                <w:sz w:val="16"/>
                <w:szCs w:val="16"/>
              </w:rPr>
            </w:pPr>
            <w:r w:rsidRPr="00117E40">
              <w:rPr>
                <w:rFonts w:ascii="Arial" w:hAnsi="Arial" w:cs="Arial"/>
                <w:sz w:val="16"/>
                <w:szCs w:val="16"/>
              </w:rPr>
              <w:t>CR on MPDCCH PRB Sets – Rel-14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F1EE34" w14:textId="77777777" w:rsidR="00117E40" w:rsidRDefault="00117E40" w:rsidP="00D130D4">
            <w:pPr>
              <w:pStyle w:val="TAC"/>
              <w:jc w:val="left"/>
              <w:rPr>
                <w:snapToGrid w:val="0"/>
                <w:sz w:val="16"/>
                <w:szCs w:val="16"/>
              </w:rPr>
            </w:pPr>
            <w:r>
              <w:rPr>
                <w:snapToGrid w:val="0"/>
                <w:sz w:val="16"/>
                <w:szCs w:val="16"/>
              </w:rPr>
              <w:t>14.3.0</w:t>
            </w:r>
          </w:p>
        </w:tc>
      </w:tr>
      <w:tr w:rsidR="0030629D" w:rsidRPr="006B0D02" w14:paraId="36ECD8B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263B11" w14:textId="77777777" w:rsidR="0030629D" w:rsidRDefault="0030629D"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5B4C175" w14:textId="77777777" w:rsidR="0030629D" w:rsidRDefault="0030629D"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26E8DE1" w14:textId="77777777" w:rsidR="0030629D" w:rsidRDefault="0030629D" w:rsidP="00D130D4">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45CBA0" w14:textId="77777777" w:rsidR="0030629D" w:rsidRDefault="0030629D" w:rsidP="0030629D">
            <w:pPr>
              <w:spacing w:after="0"/>
              <w:jc w:val="center"/>
              <w:rPr>
                <w:rFonts w:ascii="Arial" w:hAnsi="Arial" w:cs="Arial"/>
                <w:sz w:val="16"/>
                <w:szCs w:val="16"/>
              </w:rPr>
            </w:pPr>
            <w:r>
              <w:rPr>
                <w:rFonts w:ascii="Arial" w:hAnsi="Arial" w:cs="Arial"/>
                <w:sz w:val="16"/>
                <w:szCs w:val="16"/>
              </w:rPr>
              <w:t>0921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EA19FA0" w14:textId="77777777" w:rsidR="0030629D" w:rsidRDefault="0030629D" w:rsidP="00D130D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75A98C" w14:textId="77777777" w:rsidR="0030629D" w:rsidRDefault="0030629D" w:rsidP="00D130D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1F63355" w14:textId="77777777" w:rsidR="0030629D" w:rsidRPr="00CD45AB" w:rsidRDefault="0030629D" w:rsidP="00D130D4">
            <w:pPr>
              <w:spacing w:after="0"/>
              <w:rPr>
                <w:rFonts w:ascii="Arial" w:hAnsi="Arial" w:cs="Arial"/>
                <w:sz w:val="16"/>
                <w:szCs w:val="16"/>
              </w:rPr>
            </w:pPr>
            <w:r w:rsidRPr="0030629D">
              <w:rPr>
                <w:rFonts w:ascii="Arial" w:hAnsi="Arial" w:cs="Arial"/>
                <w:sz w:val="16"/>
                <w:szCs w:val="16"/>
              </w:rPr>
              <w:t>Correction of RAR window definition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1C04B0" w14:textId="77777777" w:rsidR="0030629D" w:rsidRDefault="0030629D" w:rsidP="00D130D4">
            <w:pPr>
              <w:pStyle w:val="TAC"/>
              <w:jc w:val="left"/>
              <w:rPr>
                <w:snapToGrid w:val="0"/>
                <w:sz w:val="16"/>
                <w:szCs w:val="16"/>
              </w:rPr>
            </w:pPr>
            <w:r>
              <w:rPr>
                <w:snapToGrid w:val="0"/>
                <w:sz w:val="16"/>
                <w:szCs w:val="16"/>
              </w:rPr>
              <w:t>14.3.0</w:t>
            </w:r>
          </w:p>
        </w:tc>
      </w:tr>
      <w:tr w:rsidR="00AD7FFD" w:rsidRPr="006B0D02" w14:paraId="65A3034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4292DD" w14:textId="77777777" w:rsidR="00AD7FFD" w:rsidRDefault="00AD7FFD"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008EC79" w14:textId="77777777" w:rsidR="00AD7FFD" w:rsidRDefault="00AD7FFD"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649CAC" w14:textId="77777777" w:rsidR="00AD7FFD" w:rsidRDefault="00AD7FFD" w:rsidP="00AD7FFD">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DB4D99" w14:textId="77777777" w:rsidR="00AD7FFD" w:rsidRDefault="00AD7FFD" w:rsidP="00AD7FFD">
            <w:pPr>
              <w:spacing w:after="0"/>
              <w:jc w:val="center"/>
              <w:rPr>
                <w:rFonts w:ascii="Arial" w:hAnsi="Arial" w:cs="Arial"/>
                <w:sz w:val="16"/>
                <w:szCs w:val="16"/>
              </w:rPr>
            </w:pPr>
            <w:r>
              <w:rPr>
                <w:rFonts w:ascii="Arial" w:hAnsi="Arial" w:cs="Arial"/>
                <w:sz w:val="16"/>
                <w:szCs w:val="16"/>
              </w:rPr>
              <w:t>0925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73CBBA0" w14:textId="77777777" w:rsidR="00AD7FFD" w:rsidRDefault="00AD7FFD"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F6C92F" w14:textId="77777777" w:rsidR="00AD7FFD" w:rsidRDefault="00AD7FFD" w:rsidP="00D130D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990E4AC" w14:textId="77777777" w:rsidR="00AD7FFD" w:rsidRPr="00CD45AB" w:rsidRDefault="00AD7FFD" w:rsidP="00D130D4">
            <w:pPr>
              <w:spacing w:after="0"/>
              <w:rPr>
                <w:rFonts w:ascii="Arial" w:hAnsi="Arial" w:cs="Arial"/>
                <w:sz w:val="16"/>
                <w:szCs w:val="16"/>
              </w:rPr>
            </w:pPr>
            <w:r w:rsidRPr="00AD7FFD">
              <w:rPr>
                <w:rFonts w:ascii="Arial" w:hAnsi="Arial" w:cs="Arial"/>
                <w:sz w:val="16"/>
                <w:szCs w:val="16"/>
              </w:rPr>
              <w:t xml:space="preserve">Correction of UE </w:t>
            </w:r>
            <w:proofErr w:type="spellStart"/>
            <w:r w:rsidRPr="00AD7FFD">
              <w:rPr>
                <w:rFonts w:ascii="Arial" w:hAnsi="Arial" w:cs="Arial"/>
                <w:sz w:val="16"/>
                <w:szCs w:val="16"/>
              </w:rPr>
              <w:t>behavior</w:t>
            </w:r>
            <w:proofErr w:type="spellEnd"/>
            <w:r w:rsidRPr="00AD7FFD">
              <w:rPr>
                <w:rFonts w:ascii="Arial" w:hAnsi="Arial" w:cs="Arial"/>
                <w:sz w:val="16"/>
                <w:szCs w:val="16"/>
              </w:rPr>
              <w:t xml:space="preserve"> to meet </w:t>
            </w:r>
            <w:proofErr w:type="spellStart"/>
            <w:r w:rsidRPr="00AD7FFD">
              <w:rPr>
                <w:rFonts w:ascii="Arial" w:hAnsi="Arial" w:cs="Arial"/>
                <w:sz w:val="16"/>
                <w:szCs w:val="16"/>
              </w:rPr>
              <w:t>Crlimit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A150BC" w14:textId="77777777" w:rsidR="00AD7FFD" w:rsidRDefault="00AD7FFD" w:rsidP="00D130D4">
            <w:pPr>
              <w:pStyle w:val="TAC"/>
              <w:jc w:val="left"/>
              <w:rPr>
                <w:snapToGrid w:val="0"/>
                <w:sz w:val="16"/>
                <w:szCs w:val="16"/>
              </w:rPr>
            </w:pPr>
            <w:r>
              <w:rPr>
                <w:snapToGrid w:val="0"/>
                <w:sz w:val="16"/>
                <w:szCs w:val="16"/>
              </w:rPr>
              <w:t>14.3.0</w:t>
            </w:r>
          </w:p>
        </w:tc>
      </w:tr>
      <w:tr w:rsidR="00E14475" w:rsidRPr="006B0D02" w14:paraId="3048A3F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C0AEFA" w14:textId="77777777" w:rsidR="00E14475" w:rsidRDefault="00E14475"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00588E9" w14:textId="77777777" w:rsidR="00E14475" w:rsidRDefault="00E14475"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F620F2F" w14:textId="77777777" w:rsidR="00E14475" w:rsidRDefault="00E14475" w:rsidP="00E14475">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ED7549" w14:textId="77777777" w:rsidR="00E14475" w:rsidRDefault="00E14475" w:rsidP="00E14475">
            <w:pPr>
              <w:spacing w:after="0"/>
              <w:jc w:val="center"/>
              <w:rPr>
                <w:rFonts w:ascii="Arial" w:hAnsi="Arial" w:cs="Arial"/>
                <w:sz w:val="16"/>
                <w:szCs w:val="16"/>
              </w:rPr>
            </w:pPr>
            <w:r>
              <w:rPr>
                <w:rFonts w:ascii="Arial" w:hAnsi="Arial" w:cs="Arial"/>
                <w:sz w:val="16"/>
                <w:szCs w:val="16"/>
              </w:rPr>
              <w:t>0926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3B94AFB" w14:textId="77777777" w:rsidR="00E14475" w:rsidRDefault="00E14475"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7E7ABD" w14:textId="77777777" w:rsidR="00E14475" w:rsidRDefault="00E14475" w:rsidP="00D130D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D3792A8" w14:textId="77777777" w:rsidR="00E14475" w:rsidRPr="00CD45AB" w:rsidRDefault="00E14475" w:rsidP="00D130D4">
            <w:pPr>
              <w:spacing w:after="0"/>
              <w:rPr>
                <w:rFonts w:ascii="Arial" w:hAnsi="Arial" w:cs="Arial"/>
                <w:sz w:val="16"/>
                <w:szCs w:val="16"/>
              </w:rPr>
            </w:pPr>
            <w:r w:rsidRPr="00E14475">
              <w:rPr>
                <w:rFonts w:ascii="Arial" w:hAnsi="Arial" w:cs="Arial"/>
                <w:sz w:val="16"/>
                <w:szCs w:val="16"/>
              </w:rPr>
              <w:t>Correction on HARQ-ACK bundling and dynamic HARQ-ACK timing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020362" w14:textId="77777777" w:rsidR="00E14475" w:rsidRDefault="00E14475" w:rsidP="00D130D4">
            <w:pPr>
              <w:pStyle w:val="TAC"/>
              <w:jc w:val="left"/>
              <w:rPr>
                <w:snapToGrid w:val="0"/>
                <w:sz w:val="16"/>
                <w:szCs w:val="16"/>
              </w:rPr>
            </w:pPr>
            <w:r>
              <w:rPr>
                <w:snapToGrid w:val="0"/>
                <w:sz w:val="16"/>
                <w:szCs w:val="16"/>
              </w:rPr>
              <w:t>14.3.0</w:t>
            </w:r>
          </w:p>
        </w:tc>
      </w:tr>
      <w:tr w:rsidR="00D754FB" w:rsidRPr="006B0D02" w14:paraId="58CD4E3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C6FAA4" w14:textId="77777777" w:rsidR="00D754FB" w:rsidRDefault="00D754FB" w:rsidP="00D130D4">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8A6376" w14:textId="77777777" w:rsidR="00D754FB" w:rsidRDefault="00D754FB" w:rsidP="00D130D4">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9165F57" w14:textId="77777777" w:rsidR="00D754FB" w:rsidRDefault="00D754FB" w:rsidP="00D754FB">
            <w:pPr>
              <w:spacing w:after="0"/>
              <w:jc w:val="center"/>
              <w:rPr>
                <w:rFonts w:ascii="Arial" w:hAnsi="Arial" w:cs="Arial"/>
                <w:sz w:val="16"/>
                <w:szCs w:val="16"/>
              </w:rPr>
            </w:pPr>
            <w:r>
              <w:rPr>
                <w:rFonts w:ascii="Arial" w:hAnsi="Arial" w:cs="Arial"/>
                <w:sz w:val="16"/>
                <w:szCs w:val="16"/>
              </w:rPr>
              <w:t>RP-171200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544C4B" w14:textId="77777777" w:rsidR="00D754FB" w:rsidRDefault="00D754FB" w:rsidP="00D754FB">
            <w:pPr>
              <w:spacing w:after="0"/>
              <w:jc w:val="center"/>
              <w:rPr>
                <w:rFonts w:ascii="Arial" w:hAnsi="Arial" w:cs="Arial"/>
                <w:sz w:val="16"/>
                <w:szCs w:val="16"/>
              </w:rPr>
            </w:pPr>
            <w:r>
              <w:rPr>
                <w:rFonts w:ascii="Arial" w:hAnsi="Arial" w:cs="Arial"/>
                <w:sz w:val="16"/>
                <w:szCs w:val="16"/>
              </w:rPr>
              <w:t>0927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EFFC238" w14:textId="77777777" w:rsidR="00D754FB" w:rsidRDefault="00D754FB"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CACA8A" w14:textId="77777777" w:rsidR="00D754FB" w:rsidRDefault="00D754FB" w:rsidP="00D130D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2C8F50F" w14:textId="77777777" w:rsidR="00D754FB" w:rsidRPr="00CD45AB" w:rsidRDefault="00D754FB" w:rsidP="00D130D4">
            <w:pPr>
              <w:spacing w:after="0"/>
              <w:rPr>
                <w:rFonts w:ascii="Arial" w:hAnsi="Arial" w:cs="Arial"/>
                <w:sz w:val="16"/>
                <w:szCs w:val="16"/>
              </w:rPr>
            </w:pPr>
            <w:r w:rsidRPr="00D754FB">
              <w:rPr>
                <w:rFonts w:ascii="Arial" w:hAnsi="Arial" w:cs="Arial"/>
                <w:sz w:val="16"/>
                <w:szCs w:val="16"/>
              </w:rPr>
              <w:t>Corrections on Power Control for SRS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26E33FE" w14:textId="77777777" w:rsidR="00D754FB" w:rsidRDefault="00D754FB" w:rsidP="00D130D4">
            <w:pPr>
              <w:pStyle w:val="TAC"/>
              <w:jc w:val="left"/>
              <w:rPr>
                <w:snapToGrid w:val="0"/>
                <w:sz w:val="16"/>
                <w:szCs w:val="16"/>
              </w:rPr>
            </w:pPr>
            <w:r>
              <w:rPr>
                <w:snapToGrid w:val="0"/>
                <w:sz w:val="16"/>
                <w:szCs w:val="16"/>
              </w:rPr>
              <w:t>14.3.0</w:t>
            </w:r>
          </w:p>
        </w:tc>
      </w:tr>
      <w:tr w:rsidR="00164199" w:rsidRPr="006B0D02" w14:paraId="32B4F46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3DB379" w14:textId="77777777" w:rsidR="00164199" w:rsidRDefault="00164199"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51B1B98" w14:textId="77777777" w:rsidR="00164199" w:rsidRDefault="00164199"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BFE92FA" w14:textId="77777777" w:rsidR="00164199" w:rsidRDefault="00164199" w:rsidP="00164199">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5944EE" w14:textId="77777777" w:rsidR="00164199" w:rsidRDefault="00164199" w:rsidP="00164199">
            <w:pPr>
              <w:spacing w:after="0"/>
              <w:jc w:val="center"/>
              <w:rPr>
                <w:rFonts w:ascii="Arial" w:hAnsi="Arial" w:cs="Arial"/>
                <w:sz w:val="16"/>
                <w:szCs w:val="16"/>
              </w:rPr>
            </w:pPr>
            <w:r>
              <w:rPr>
                <w:rFonts w:ascii="Arial" w:hAnsi="Arial" w:cs="Arial"/>
                <w:sz w:val="16"/>
                <w:szCs w:val="16"/>
              </w:rPr>
              <w:t>0929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BB63C92" w14:textId="77777777" w:rsidR="00164199" w:rsidRDefault="00164199"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3E8C45" w14:textId="77777777" w:rsidR="00164199" w:rsidRDefault="00164199" w:rsidP="00D453A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F982E19" w14:textId="77777777" w:rsidR="00164199" w:rsidRPr="00CD45AB" w:rsidRDefault="00164199" w:rsidP="00D453A8">
            <w:pPr>
              <w:spacing w:after="0"/>
              <w:rPr>
                <w:rFonts w:ascii="Arial" w:hAnsi="Arial" w:cs="Arial"/>
                <w:sz w:val="16"/>
                <w:szCs w:val="16"/>
              </w:rPr>
            </w:pPr>
            <w:r w:rsidRPr="00164199">
              <w:rPr>
                <w:rFonts w:ascii="Arial" w:hAnsi="Arial" w:cs="Arial"/>
                <w:sz w:val="16"/>
                <w:szCs w:val="16"/>
              </w:rPr>
              <w:t>Corrections on the numbering of the tables in 8.0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2D58D0" w14:textId="77777777" w:rsidR="00164199" w:rsidRDefault="00164199" w:rsidP="00D453A8">
            <w:pPr>
              <w:pStyle w:val="TAC"/>
              <w:jc w:val="left"/>
              <w:rPr>
                <w:snapToGrid w:val="0"/>
                <w:sz w:val="16"/>
                <w:szCs w:val="16"/>
              </w:rPr>
            </w:pPr>
            <w:r>
              <w:rPr>
                <w:snapToGrid w:val="0"/>
                <w:sz w:val="16"/>
                <w:szCs w:val="16"/>
              </w:rPr>
              <w:t>14.3.0</w:t>
            </w:r>
          </w:p>
        </w:tc>
      </w:tr>
      <w:tr w:rsidR="00C5350B" w:rsidRPr="006B0D02" w14:paraId="77985EE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11399B" w14:textId="77777777" w:rsidR="00C5350B" w:rsidRDefault="00C5350B"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6DBEADE" w14:textId="77777777" w:rsidR="00C5350B" w:rsidRDefault="00C5350B"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DCE0E47" w14:textId="77777777" w:rsidR="00C5350B" w:rsidRDefault="00C5350B" w:rsidP="00C5350B">
            <w:pPr>
              <w:spacing w:after="0"/>
              <w:jc w:val="center"/>
              <w:rPr>
                <w:rFonts w:ascii="Arial" w:hAnsi="Arial" w:cs="Arial"/>
                <w:sz w:val="16"/>
                <w:szCs w:val="16"/>
              </w:rPr>
            </w:pPr>
            <w:r>
              <w:rPr>
                <w:rFonts w:ascii="Arial" w:hAnsi="Arial" w:cs="Arial"/>
                <w:sz w:val="16"/>
                <w:szCs w:val="16"/>
              </w:rPr>
              <w:t>RP-171192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06AC82" w14:textId="77777777" w:rsidR="00C5350B" w:rsidRDefault="00C5350B" w:rsidP="00C5350B">
            <w:pPr>
              <w:spacing w:after="0"/>
              <w:jc w:val="center"/>
              <w:rPr>
                <w:rFonts w:ascii="Arial" w:hAnsi="Arial" w:cs="Arial"/>
                <w:sz w:val="16"/>
                <w:szCs w:val="16"/>
              </w:rPr>
            </w:pPr>
            <w:r>
              <w:rPr>
                <w:rFonts w:ascii="Arial" w:hAnsi="Arial" w:cs="Arial"/>
                <w:sz w:val="16"/>
                <w:szCs w:val="16"/>
              </w:rPr>
              <w:t>0930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C14D497" w14:textId="77777777" w:rsidR="00C5350B" w:rsidRDefault="00C5350B" w:rsidP="00D453A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2C64C5" w14:textId="77777777" w:rsidR="00C5350B" w:rsidRDefault="00C5350B" w:rsidP="00D453A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022B115" w14:textId="77777777" w:rsidR="00C5350B" w:rsidRPr="00CD45AB" w:rsidRDefault="00C5350B" w:rsidP="00D453A8">
            <w:pPr>
              <w:spacing w:after="0"/>
              <w:rPr>
                <w:rFonts w:ascii="Arial" w:hAnsi="Arial" w:cs="Arial"/>
                <w:sz w:val="16"/>
                <w:szCs w:val="16"/>
              </w:rPr>
            </w:pPr>
            <w:r w:rsidRPr="00C5350B">
              <w:rPr>
                <w:rFonts w:ascii="Arial" w:hAnsi="Arial" w:cs="Arial"/>
                <w:sz w:val="16"/>
                <w:szCs w:val="16"/>
              </w:rPr>
              <w:t xml:space="preserve">Corrections on PRB scaling for PUSCH in </w:t>
            </w:r>
            <w:proofErr w:type="spellStart"/>
            <w:r w:rsidRPr="00C5350B">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F05277" w14:textId="77777777" w:rsidR="00C5350B" w:rsidRDefault="00C5350B" w:rsidP="00D453A8">
            <w:pPr>
              <w:pStyle w:val="TAC"/>
              <w:jc w:val="left"/>
              <w:rPr>
                <w:snapToGrid w:val="0"/>
                <w:sz w:val="16"/>
                <w:szCs w:val="16"/>
              </w:rPr>
            </w:pPr>
            <w:r>
              <w:rPr>
                <w:snapToGrid w:val="0"/>
                <w:sz w:val="16"/>
                <w:szCs w:val="16"/>
              </w:rPr>
              <w:t>14.3.0</w:t>
            </w:r>
          </w:p>
        </w:tc>
      </w:tr>
      <w:tr w:rsidR="008E76E8" w:rsidRPr="006B0D02" w14:paraId="0DC4E4D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E4659" w14:textId="77777777" w:rsidR="008E76E8" w:rsidRDefault="008E76E8"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65D8A3E" w14:textId="77777777" w:rsidR="008E76E8" w:rsidRDefault="008E76E8"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D8D320E" w14:textId="77777777" w:rsidR="008E76E8" w:rsidRDefault="008E76E8" w:rsidP="008E76E8">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C63281" w14:textId="77777777" w:rsidR="008E76E8" w:rsidRDefault="008E76E8" w:rsidP="00D453A8">
            <w:pPr>
              <w:spacing w:after="0"/>
              <w:jc w:val="center"/>
              <w:rPr>
                <w:rFonts w:ascii="Arial" w:hAnsi="Arial" w:cs="Arial"/>
                <w:sz w:val="16"/>
                <w:szCs w:val="16"/>
              </w:rPr>
            </w:pPr>
            <w:r>
              <w:rPr>
                <w:rFonts w:ascii="Arial" w:hAnsi="Arial" w:cs="Arial"/>
                <w:sz w:val="16"/>
                <w:szCs w:val="16"/>
              </w:rPr>
              <w:t>0931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8C5C99" w14:textId="77777777" w:rsidR="008E76E8" w:rsidRDefault="008E76E8"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C93C57" w14:textId="77777777" w:rsidR="008E76E8" w:rsidRDefault="008E76E8" w:rsidP="00D453A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1C9885" w14:textId="77777777" w:rsidR="008E76E8" w:rsidRPr="00CD45AB" w:rsidRDefault="008E76E8" w:rsidP="00D453A8">
            <w:pPr>
              <w:spacing w:after="0"/>
              <w:rPr>
                <w:rFonts w:ascii="Arial" w:hAnsi="Arial" w:cs="Arial"/>
                <w:sz w:val="16"/>
                <w:szCs w:val="16"/>
              </w:rPr>
            </w:pPr>
            <w:r w:rsidRPr="008E76E8">
              <w:rPr>
                <w:rFonts w:ascii="Arial" w:hAnsi="Arial" w:cs="Arial"/>
                <w:sz w:val="16"/>
                <w:szCs w:val="16"/>
              </w:rPr>
              <w:t>CR on CSR for CSI feedback for semi-OL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13E1A9" w14:textId="77777777" w:rsidR="008E76E8" w:rsidRDefault="008E76E8" w:rsidP="00D453A8">
            <w:pPr>
              <w:pStyle w:val="TAC"/>
              <w:jc w:val="left"/>
              <w:rPr>
                <w:snapToGrid w:val="0"/>
                <w:sz w:val="16"/>
                <w:szCs w:val="16"/>
              </w:rPr>
            </w:pPr>
            <w:r>
              <w:rPr>
                <w:snapToGrid w:val="0"/>
                <w:sz w:val="16"/>
                <w:szCs w:val="16"/>
              </w:rPr>
              <w:t>14.3.0</w:t>
            </w:r>
          </w:p>
        </w:tc>
      </w:tr>
      <w:tr w:rsidR="0025636D" w:rsidRPr="006B0D02" w14:paraId="561AD1B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8BDAC7" w14:textId="77777777" w:rsidR="0025636D" w:rsidRDefault="0025636D"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154F9DA" w14:textId="77777777" w:rsidR="0025636D" w:rsidRDefault="0025636D"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402202C" w14:textId="77777777" w:rsidR="0025636D" w:rsidRDefault="0025636D" w:rsidP="0025636D">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991B1D" w14:textId="77777777" w:rsidR="0025636D" w:rsidRDefault="0025636D" w:rsidP="0025636D">
            <w:pPr>
              <w:spacing w:after="0"/>
              <w:jc w:val="center"/>
              <w:rPr>
                <w:rFonts w:ascii="Arial" w:hAnsi="Arial" w:cs="Arial"/>
                <w:sz w:val="16"/>
                <w:szCs w:val="16"/>
              </w:rPr>
            </w:pPr>
            <w:r>
              <w:rPr>
                <w:rFonts w:ascii="Arial" w:hAnsi="Arial" w:cs="Arial"/>
                <w:sz w:val="16"/>
                <w:szCs w:val="16"/>
              </w:rPr>
              <w:t>0933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CB20D4A" w14:textId="77777777" w:rsidR="0025636D" w:rsidRDefault="0025636D"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B49CFB" w14:textId="77777777" w:rsidR="0025636D" w:rsidRDefault="0025636D" w:rsidP="00D453A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CF745DD" w14:textId="77777777" w:rsidR="0025636D" w:rsidRPr="00CD45AB" w:rsidRDefault="0025636D" w:rsidP="00D453A8">
            <w:pPr>
              <w:spacing w:after="0"/>
              <w:rPr>
                <w:rFonts w:ascii="Arial" w:hAnsi="Arial" w:cs="Arial"/>
                <w:sz w:val="16"/>
                <w:szCs w:val="16"/>
              </w:rPr>
            </w:pPr>
            <w:r w:rsidRPr="0025636D">
              <w:rPr>
                <w:rFonts w:ascii="Arial" w:hAnsi="Arial" w:cs="Arial"/>
                <w:sz w:val="16"/>
                <w:szCs w:val="16"/>
              </w:rPr>
              <w:t>Clarification of RV Cycling in the presence of invalid SFs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4012B8" w14:textId="77777777" w:rsidR="0025636D" w:rsidRDefault="0025636D" w:rsidP="00D453A8">
            <w:pPr>
              <w:pStyle w:val="TAC"/>
              <w:jc w:val="left"/>
              <w:rPr>
                <w:snapToGrid w:val="0"/>
                <w:sz w:val="16"/>
                <w:szCs w:val="16"/>
              </w:rPr>
            </w:pPr>
            <w:r>
              <w:rPr>
                <w:snapToGrid w:val="0"/>
                <w:sz w:val="16"/>
                <w:szCs w:val="16"/>
              </w:rPr>
              <w:t>14.3.0</w:t>
            </w:r>
          </w:p>
        </w:tc>
      </w:tr>
      <w:tr w:rsidR="000C4E1D" w:rsidRPr="006B0D02" w14:paraId="09A3382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ED4901" w14:textId="77777777" w:rsidR="000C4E1D" w:rsidRDefault="000C4E1D"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316832D" w14:textId="77777777" w:rsidR="000C4E1D" w:rsidRDefault="000C4E1D"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B3510E" w14:textId="77777777" w:rsidR="000C4E1D" w:rsidRDefault="000C4E1D"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395BBB" w14:textId="77777777" w:rsidR="000C4E1D" w:rsidRDefault="000C4E1D" w:rsidP="000C4E1D">
            <w:pPr>
              <w:spacing w:after="0"/>
              <w:jc w:val="center"/>
              <w:rPr>
                <w:rFonts w:ascii="Arial" w:hAnsi="Arial" w:cs="Arial"/>
                <w:sz w:val="16"/>
                <w:szCs w:val="16"/>
              </w:rPr>
            </w:pPr>
            <w:r>
              <w:rPr>
                <w:rFonts w:ascii="Arial" w:hAnsi="Arial" w:cs="Arial"/>
                <w:sz w:val="16"/>
                <w:szCs w:val="16"/>
              </w:rPr>
              <w:t>0935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E80E004" w14:textId="77777777" w:rsidR="000C4E1D" w:rsidRDefault="000C4E1D"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1EAD15" w14:textId="77777777" w:rsidR="000C4E1D" w:rsidRDefault="000C4E1D" w:rsidP="00D453A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E2B7E1" w14:textId="77777777" w:rsidR="000C4E1D" w:rsidRPr="00CD45AB" w:rsidRDefault="000C4E1D" w:rsidP="00D453A8">
            <w:pPr>
              <w:spacing w:after="0"/>
              <w:rPr>
                <w:rFonts w:ascii="Arial" w:hAnsi="Arial" w:cs="Arial"/>
                <w:sz w:val="16"/>
                <w:szCs w:val="16"/>
              </w:rPr>
            </w:pPr>
            <w:r w:rsidRPr="000C4E1D">
              <w:rPr>
                <w:rFonts w:ascii="Arial" w:hAnsi="Arial" w:cs="Arial"/>
                <w:sz w:val="16"/>
                <w:szCs w:val="16"/>
              </w:rPr>
              <w:t>Correction of the calculation of the #RV-blocks for a given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B4DD86" w14:textId="77777777" w:rsidR="000C4E1D" w:rsidRDefault="000C4E1D" w:rsidP="00D453A8">
            <w:pPr>
              <w:pStyle w:val="TAC"/>
              <w:jc w:val="left"/>
              <w:rPr>
                <w:snapToGrid w:val="0"/>
                <w:sz w:val="16"/>
                <w:szCs w:val="16"/>
              </w:rPr>
            </w:pPr>
            <w:r>
              <w:rPr>
                <w:snapToGrid w:val="0"/>
                <w:sz w:val="16"/>
                <w:szCs w:val="16"/>
              </w:rPr>
              <w:t>14.3.0</w:t>
            </w:r>
          </w:p>
        </w:tc>
      </w:tr>
      <w:tr w:rsidR="00303FE6" w:rsidRPr="006B0D02" w14:paraId="53E1FF8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AE29DA" w14:textId="77777777" w:rsidR="00303FE6" w:rsidRDefault="00303FE6"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886970" w14:textId="77777777" w:rsidR="00303FE6" w:rsidRDefault="00303FE6"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D41ADFA" w14:textId="77777777" w:rsidR="00303FE6" w:rsidRDefault="00303FE6"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BC23D1" w14:textId="77777777" w:rsidR="00303FE6" w:rsidRDefault="00303FE6" w:rsidP="00303FE6">
            <w:pPr>
              <w:spacing w:after="0"/>
              <w:jc w:val="center"/>
              <w:rPr>
                <w:rFonts w:ascii="Arial" w:hAnsi="Arial" w:cs="Arial"/>
                <w:sz w:val="16"/>
                <w:szCs w:val="16"/>
              </w:rPr>
            </w:pPr>
            <w:r>
              <w:rPr>
                <w:rFonts w:ascii="Arial" w:hAnsi="Arial" w:cs="Arial"/>
                <w:sz w:val="16"/>
                <w:szCs w:val="16"/>
              </w:rPr>
              <w:t>0937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B6D428" w14:textId="77777777" w:rsidR="00303FE6" w:rsidRDefault="00303FE6"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F5C417" w14:textId="77777777" w:rsidR="00303FE6" w:rsidRDefault="00303FE6" w:rsidP="00D453A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270A417" w14:textId="77777777" w:rsidR="00303FE6" w:rsidRPr="00CD45AB" w:rsidRDefault="00303FE6" w:rsidP="00D453A8">
            <w:pPr>
              <w:spacing w:after="0"/>
              <w:rPr>
                <w:rFonts w:ascii="Arial" w:hAnsi="Arial" w:cs="Arial"/>
                <w:sz w:val="16"/>
                <w:szCs w:val="16"/>
              </w:rPr>
            </w:pPr>
            <w:r w:rsidRPr="00303FE6">
              <w:rPr>
                <w:rFonts w:ascii="Arial" w:hAnsi="Arial" w:cs="Arial"/>
                <w:sz w:val="16"/>
                <w:szCs w:val="16"/>
              </w:rPr>
              <w:t>Clarification for the overlap of UL TA update and retuning gaps for BL/CE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53B20B" w14:textId="77777777" w:rsidR="00303FE6" w:rsidRDefault="00303FE6" w:rsidP="00D453A8">
            <w:pPr>
              <w:pStyle w:val="TAC"/>
              <w:jc w:val="left"/>
              <w:rPr>
                <w:snapToGrid w:val="0"/>
                <w:sz w:val="16"/>
                <w:szCs w:val="16"/>
              </w:rPr>
            </w:pPr>
            <w:r>
              <w:rPr>
                <w:snapToGrid w:val="0"/>
                <w:sz w:val="16"/>
                <w:szCs w:val="16"/>
              </w:rPr>
              <w:t>14.3.0</w:t>
            </w:r>
          </w:p>
        </w:tc>
      </w:tr>
      <w:tr w:rsidR="00FD6FCC" w:rsidRPr="006B0D02" w14:paraId="1AFB899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13B17C" w14:textId="77777777" w:rsidR="00FD6FCC" w:rsidRDefault="00FD6FCC" w:rsidP="00D453A8">
            <w:pPr>
              <w:pStyle w:val="TAC"/>
              <w:rPr>
                <w:sz w:val="16"/>
                <w:szCs w:val="16"/>
              </w:rPr>
            </w:pPr>
            <w:r>
              <w:rPr>
                <w:sz w:val="16"/>
                <w:szCs w:val="16"/>
              </w:rPr>
              <w:lastRenderedPageBreak/>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E8CAFAD" w14:textId="77777777" w:rsidR="00FD6FCC" w:rsidRDefault="00FD6FCC"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63C3A37" w14:textId="77777777" w:rsidR="00FD6FCC" w:rsidRDefault="00FD6FCC"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923CED" w14:textId="77777777" w:rsidR="00FD6FCC" w:rsidRDefault="00FD6FCC" w:rsidP="00FD6FCC">
            <w:pPr>
              <w:spacing w:after="0"/>
              <w:jc w:val="center"/>
              <w:rPr>
                <w:rFonts w:ascii="Arial" w:hAnsi="Arial" w:cs="Arial"/>
                <w:sz w:val="16"/>
                <w:szCs w:val="16"/>
              </w:rPr>
            </w:pPr>
            <w:r>
              <w:rPr>
                <w:rFonts w:ascii="Arial" w:hAnsi="Arial" w:cs="Arial"/>
                <w:sz w:val="16"/>
                <w:szCs w:val="16"/>
              </w:rPr>
              <w:t>0939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8382DFC" w14:textId="77777777" w:rsidR="00FD6FCC" w:rsidRDefault="00FD6FCC"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48E6E0" w14:textId="77777777" w:rsidR="00FD6FCC" w:rsidRDefault="00FD6FCC" w:rsidP="00D453A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DCE0069" w14:textId="77777777" w:rsidR="00FD6FCC" w:rsidRPr="00CD45AB" w:rsidRDefault="00FD6FCC" w:rsidP="00D453A8">
            <w:pPr>
              <w:spacing w:after="0"/>
              <w:rPr>
                <w:rFonts w:ascii="Arial" w:hAnsi="Arial" w:cs="Arial"/>
                <w:sz w:val="16"/>
                <w:szCs w:val="16"/>
              </w:rPr>
            </w:pPr>
            <w:r w:rsidRPr="00FD6FCC">
              <w:rPr>
                <w:rFonts w:ascii="Arial" w:hAnsi="Arial" w:cs="Arial"/>
                <w:sz w:val="16"/>
                <w:szCs w:val="16"/>
              </w:rPr>
              <w:t>Correction on starting OFDM symbol for MPDCCH and PDSCH in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F2783D" w14:textId="77777777" w:rsidR="00FD6FCC" w:rsidRDefault="00FD6FCC" w:rsidP="00D453A8">
            <w:pPr>
              <w:pStyle w:val="TAC"/>
              <w:jc w:val="left"/>
              <w:rPr>
                <w:snapToGrid w:val="0"/>
                <w:sz w:val="16"/>
                <w:szCs w:val="16"/>
              </w:rPr>
            </w:pPr>
            <w:r>
              <w:rPr>
                <w:snapToGrid w:val="0"/>
                <w:sz w:val="16"/>
                <w:szCs w:val="16"/>
              </w:rPr>
              <w:t>14.3.0</w:t>
            </w:r>
          </w:p>
        </w:tc>
      </w:tr>
      <w:tr w:rsidR="00271B41" w:rsidRPr="006B0D02" w14:paraId="6D7FFBC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D92524" w14:textId="77777777" w:rsidR="00271B41" w:rsidRDefault="00271B41"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72A906" w14:textId="77777777" w:rsidR="00271B41" w:rsidRDefault="00271B41"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8CB27F0" w14:textId="77777777" w:rsidR="00271B41" w:rsidRDefault="00271B41" w:rsidP="00271B41">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C81D72" w14:textId="77777777" w:rsidR="00271B41" w:rsidRDefault="00271B41" w:rsidP="00271B41">
            <w:pPr>
              <w:spacing w:after="0"/>
              <w:jc w:val="center"/>
              <w:rPr>
                <w:rFonts w:ascii="Arial" w:hAnsi="Arial" w:cs="Arial"/>
                <w:sz w:val="16"/>
                <w:szCs w:val="16"/>
              </w:rPr>
            </w:pPr>
            <w:r>
              <w:rPr>
                <w:rFonts w:ascii="Arial" w:hAnsi="Arial" w:cs="Arial"/>
                <w:sz w:val="16"/>
                <w:szCs w:val="16"/>
              </w:rPr>
              <w:t>0941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C1E708A" w14:textId="77777777" w:rsidR="00271B41" w:rsidRDefault="00271B41"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D0149B" w14:textId="77777777" w:rsidR="00271B41" w:rsidRDefault="00271B41" w:rsidP="00D453A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7B35A2D" w14:textId="77777777" w:rsidR="00271B41" w:rsidRPr="00CD45AB" w:rsidRDefault="00271B41" w:rsidP="00D453A8">
            <w:pPr>
              <w:spacing w:after="0"/>
              <w:rPr>
                <w:rFonts w:ascii="Arial" w:hAnsi="Arial" w:cs="Arial"/>
                <w:sz w:val="16"/>
                <w:szCs w:val="16"/>
              </w:rPr>
            </w:pPr>
            <w:r w:rsidRPr="00271B41">
              <w:rPr>
                <w:rFonts w:ascii="Arial" w:hAnsi="Arial" w:cs="Arial"/>
                <w:sz w:val="16"/>
                <w:szCs w:val="16"/>
              </w:rPr>
              <w:t xml:space="preserve">Correction on abbreviation of Uplink SPS RNTI and </w:t>
            </w:r>
            <w:proofErr w:type="spellStart"/>
            <w:r w:rsidRPr="00271B41">
              <w:rPr>
                <w:rFonts w:ascii="Arial" w:hAnsi="Arial" w:cs="Arial"/>
                <w:sz w:val="16"/>
                <w:szCs w:val="16"/>
              </w:rPr>
              <w:t>Sidelink</w:t>
            </w:r>
            <w:proofErr w:type="spellEnd"/>
            <w:r w:rsidRPr="00271B41">
              <w:rPr>
                <w:rFonts w:ascii="Arial" w:hAnsi="Arial" w:cs="Arial"/>
                <w:sz w:val="16"/>
                <w:szCs w:val="16"/>
              </w:rPr>
              <w:t xml:space="preserve"> SPS RNTI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9717FD" w14:textId="77777777" w:rsidR="00271B41" w:rsidRDefault="00271B41" w:rsidP="00D453A8">
            <w:pPr>
              <w:pStyle w:val="TAC"/>
              <w:jc w:val="left"/>
              <w:rPr>
                <w:snapToGrid w:val="0"/>
                <w:sz w:val="16"/>
                <w:szCs w:val="16"/>
              </w:rPr>
            </w:pPr>
            <w:r>
              <w:rPr>
                <w:snapToGrid w:val="0"/>
                <w:sz w:val="16"/>
                <w:szCs w:val="16"/>
              </w:rPr>
              <w:t>14.3.0</w:t>
            </w:r>
          </w:p>
        </w:tc>
      </w:tr>
      <w:tr w:rsidR="001D0010" w:rsidRPr="006B0D02" w14:paraId="3A5BF30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EA19D1" w14:textId="77777777" w:rsidR="001D0010" w:rsidRDefault="001D0010" w:rsidP="00D453A8">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CED46C2" w14:textId="77777777" w:rsidR="001D0010" w:rsidRDefault="001D0010" w:rsidP="00D453A8">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5C06687" w14:textId="77777777" w:rsidR="001D0010" w:rsidRDefault="001D0010" w:rsidP="001D0010">
            <w:pPr>
              <w:spacing w:after="0"/>
              <w:jc w:val="center"/>
              <w:rPr>
                <w:rFonts w:ascii="Arial" w:hAnsi="Arial" w:cs="Arial"/>
                <w:sz w:val="16"/>
                <w:szCs w:val="16"/>
              </w:rPr>
            </w:pPr>
            <w:r>
              <w:rPr>
                <w:rFonts w:ascii="Arial" w:hAnsi="Arial" w:cs="Arial"/>
                <w:sz w:val="16"/>
                <w:szCs w:val="16"/>
              </w:rPr>
              <w:t>RP-171205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2A322B" w14:textId="77777777" w:rsidR="001D0010" w:rsidRDefault="001D0010" w:rsidP="001D0010">
            <w:pPr>
              <w:spacing w:after="0"/>
              <w:jc w:val="center"/>
              <w:rPr>
                <w:rFonts w:ascii="Arial" w:hAnsi="Arial" w:cs="Arial"/>
                <w:sz w:val="16"/>
                <w:szCs w:val="16"/>
              </w:rPr>
            </w:pPr>
            <w:r>
              <w:rPr>
                <w:rFonts w:ascii="Arial" w:hAnsi="Arial" w:cs="Arial"/>
                <w:sz w:val="16"/>
                <w:szCs w:val="16"/>
              </w:rPr>
              <w:t>0942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AD36F63" w14:textId="77777777" w:rsidR="001D0010" w:rsidRDefault="001D0010"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652C04" w14:textId="77777777" w:rsidR="001D0010" w:rsidRDefault="001D0010" w:rsidP="00D453A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0566374" w14:textId="77777777" w:rsidR="001D0010" w:rsidRPr="00CD45AB" w:rsidRDefault="001D0010" w:rsidP="00D453A8">
            <w:pPr>
              <w:spacing w:after="0"/>
              <w:rPr>
                <w:rFonts w:ascii="Arial" w:hAnsi="Arial" w:cs="Arial"/>
                <w:sz w:val="16"/>
                <w:szCs w:val="16"/>
              </w:rPr>
            </w:pPr>
            <w:r w:rsidRPr="001D0010">
              <w:rPr>
                <w:rFonts w:ascii="Arial" w:hAnsi="Arial" w:cs="Arial"/>
                <w:sz w:val="16"/>
                <w:szCs w:val="16"/>
              </w:rPr>
              <w:t>Timing relationships for 2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323659" w14:textId="77777777" w:rsidR="001D0010" w:rsidRDefault="001D0010" w:rsidP="00D453A8">
            <w:pPr>
              <w:pStyle w:val="TAC"/>
              <w:jc w:val="left"/>
              <w:rPr>
                <w:snapToGrid w:val="0"/>
                <w:sz w:val="16"/>
                <w:szCs w:val="16"/>
              </w:rPr>
            </w:pPr>
            <w:r>
              <w:rPr>
                <w:snapToGrid w:val="0"/>
                <w:sz w:val="16"/>
                <w:szCs w:val="16"/>
              </w:rPr>
              <w:t>14.3.0</w:t>
            </w:r>
          </w:p>
        </w:tc>
      </w:tr>
      <w:tr w:rsidR="00E9455B" w:rsidRPr="006B0D02" w14:paraId="01C73ED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87801A" w14:textId="77777777" w:rsidR="00E9455B" w:rsidRDefault="00E9455B" w:rsidP="00B920CE">
            <w:pPr>
              <w:pStyle w:val="TAC"/>
              <w:rPr>
                <w:sz w:val="16"/>
                <w:szCs w:val="16"/>
              </w:rPr>
            </w:pPr>
            <w:r>
              <w:rPr>
                <w:sz w:val="16"/>
                <w:szCs w:val="16"/>
              </w:rPr>
              <w:t>2017-06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D4A4B80" w14:textId="77777777" w:rsidR="00E9455B" w:rsidRDefault="00E9455B" w:rsidP="00B920CE">
            <w:pPr>
              <w:pStyle w:val="TAC"/>
              <w:rPr>
                <w:sz w:val="16"/>
                <w:szCs w:val="16"/>
              </w:rPr>
            </w:pPr>
            <w:r>
              <w:rPr>
                <w:sz w:val="16"/>
                <w:szCs w:val="16"/>
              </w:rPr>
              <w:t>RAN#76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63F3042" w14:textId="77777777" w:rsidR="00E9455B" w:rsidRDefault="00E9455B" w:rsidP="00E9455B">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2B4E1B" w14:textId="77777777" w:rsidR="00E9455B" w:rsidRDefault="00E9455B" w:rsidP="00E9455B">
            <w:pPr>
              <w:spacing w:after="0"/>
              <w:jc w:val="center"/>
              <w:rPr>
                <w:rFonts w:ascii="Arial" w:hAnsi="Arial" w:cs="Arial"/>
                <w:sz w:val="16"/>
                <w:szCs w:val="16"/>
              </w:rPr>
            </w:pPr>
            <w:r>
              <w:rPr>
                <w:rFonts w:ascii="Arial" w:hAnsi="Arial" w:cs="Arial"/>
                <w:sz w:val="16"/>
                <w:szCs w:val="16"/>
              </w:rPr>
              <w:t>0940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5606503" w14:textId="77777777" w:rsidR="00E9455B" w:rsidRDefault="00E9455B" w:rsidP="00B920C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0FD9A9" w14:textId="77777777" w:rsidR="00E9455B" w:rsidRDefault="00E9455B" w:rsidP="00B920C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11E23BA" w14:textId="77777777" w:rsidR="00E9455B" w:rsidRPr="00CD45AB" w:rsidRDefault="00E9455B" w:rsidP="00B920CE">
            <w:pPr>
              <w:spacing w:after="0"/>
              <w:rPr>
                <w:rFonts w:ascii="Arial" w:hAnsi="Arial" w:cs="Arial"/>
                <w:sz w:val="16"/>
                <w:szCs w:val="16"/>
              </w:rPr>
            </w:pPr>
            <w:r w:rsidRPr="00E9455B">
              <w:rPr>
                <w:rFonts w:ascii="Arial" w:hAnsi="Arial" w:cs="Arial"/>
                <w:sz w:val="16"/>
                <w:szCs w:val="16"/>
              </w:rPr>
              <w:t>CR on skipped subframe handling for partial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4D6FCF" w14:textId="77777777" w:rsidR="00E9455B" w:rsidRDefault="00E9455B" w:rsidP="00B920CE">
            <w:pPr>
              <w:pStyle w:val="TAC"/>
              <w:jc w:val="left"/>
              <w:rPr>
                <w:snapToGrid w:val="0"/>
                <w:sz w:val="16"/>
                <w:szCs w:val="16"/>
              </w:rPr>
            </w:pPr>
            <w:r>
              <w:rPr>
                <w:snapToGrid w:val="0"/>
                <w:sz w:val="16"/>
                <w:szCs w:val="16"/>
              </w:rPr>
              <w:t>14.3.0</w:t>
            </w:r>
          </w:p>
        </w:tc>
      </w:tr>
      <w:tr w:rsidR="00A21EBD" w:rsidRPr="006B0D02" w14:paraId="46CCA7F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C30530" w14:textId="77777777" w:rsidR="00A21EBD" w:rsidRDefault="00A21EBD" w:rsidP="00A21EBD">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AAF407" w14:textId="77777777" w:rsidR="00A21EBD" w:rsidRDefault="00A21EBD" w:rsidP="00A21EBD">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860AF78" w14:textId="77777777" w:rsidR="00A21EBD" w:rsidRDefault="00A21EBD" w:rsidP="00A21EBD">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388368" w14:textId="77777777" w:rsidR="00A21EBD" w:rsidRDefault="00A21EBD" w:rsidP="00D939EC">
            <w:pPr>
              <w:spacing w:after="0"/>
              <w:jc w:val="center"/>
              <w:rPr>
                <w:rFonts w:ascii="Arial" w:hAnsi="Arial" w:cs="Arial"/>
                <w:sz w:val="16"/>
                <w:szCs w:val="16"/>
              </w:rPr>
            </w:pPr>
            <w:r>
              <w:rPr>
                <w:rFonts w:ascii="Arial" w:hAnsi="Arial" w:cs="Arial"/>
                <w:sz w:val="16"/>
                <w:szCs w:val="16"/>
              </w:rPr>
              <w:t>0945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3160D70" w14:textId="77777777" w:rsidR="00A21EBD" w:rsidRDefault="00A21EBD"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0E67AB" w14:textId="77777777" w:rsidR="00A21EBD" w:rsidRDefault="00A21EBD"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3ABC6D7" w14:textId="77777777" w:rsidR="00A21EBD" w:rsidRPr="00CD45AB" w:rsidRDefault="00A21EBD" w:rsidP="00D939EC">
            <w:pPr>
              <w:spacing w:after="0"/>
              <w:rPr>
                <w:rFonts w:ascii="Arial" w:hAnsi="Arial" w:cs="Arial"/>
                <w:sz w:val="16"/>
                <w:szCs w:val="16"/>
              </w:rPr>
            </w:pPr>
            <w:r w:rsidRPr="00A21EBD">
              <w:rPr>
                <w:rFonts w:ascii="Arial" w:hAnsi="Arial" w:cs="Arial"/>
                <w:sz w:val="16"/>
                <w:szCs w:val="16"/>
              </w:rPr>
              <w:t>Clarification of Type1A-CSS candidates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F7F707" w14:textId="77777777" w:rsidR="00A21EBD" w:rsidRDefault="00A21EBD" w:rsidP="00A21EBD">
            <w:pPr>
              <w:pStyle w:val="TAC"/>
              <w:jc w:val="left"/>
              <w:rPr>
                <w:snapToGrid w:val="0"/>
                <w:sz w:val="16"/>
                <w:szCs w:val="16"/>
              </w:rPr>
            </w:pPr>
            <w:r>
              <w:rPr>
                <w:snapToGrid w:val="0"/>
                <w:sz w:val="16"/>
                <w:szCs w:val="16"/>
              </w:rPr>
              <w:t>14.4.0</w:t>
            </w:r>
          </w:p>
        </w:tc>
      </w:tr>
      <w:tr w:rsidR="00650144" w:rsidRPr="006B0D02" w14:paraId="5E1F9B7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54F2E5" w14:textId="77777777" w:rsidR="00650144" w:rsidRDefault="00650144"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9F70333" w14:textId="77777777" w:rsidR="00650144" w:rsidRDefault="00650144"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442845B" w14:textId="77777777" w:rsidR="00650144" w:rsidRDefault="00650144" w:rsidP="00650144">
            <w:pPr>
              <w:spacing w:after="0"/>
              <w:jc w:val="center"/>
              <w:rPr>
                <w:rFonts w:ascii="Arial" w:hAnsi="Arial" w:cs="Arial"/>
                <w:sz w:val="16"/>
                <w:szCs w:val="16"/>
              </w:rPr>
            </w:pPr>
            <w:r>
              <w:rPr>
                <w:rFonts w:ascii="Arial" w:hAnsi="Arial" w:cs="Arial"/>
                <w:sz w:val="16"/>
                <w:szCs w:val="16"/>
              </w:rPr>
              <w:t>RP-171642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DC862E" w14:textId="77777777" w:rsidR="00650144" w:rsidRDefault="00650144" w:rsidP="00650144">
            <w:pPr>
              <w:spacing w:after="0"/>
              <w:jc w:val="center"/>
              <w:rPr>
                <w:rFonts w:ascii="Arial" w:hAnsi="Arial" w:cs="Arial"/>
                <w:sz w:val="16"/>
                <w:szCs w:val="16"/>
              </w:rPr>
            </w:pPr>
            <w:r>
              <w:rPr>
                <w:rFonts w:ascii="Arial" w:hAnsi="Arial" w:cs="Arial"/>
                <w:sz w:val="16"/>
                <w:szCs w:val="16"/>
              </w:rPr>
              <w:t>0950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5145480" w14:textId="77777777" w:rsidR="00650144" w:rsidRDefault="00650144"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FA7869" w14:textId="77777777" w:rsidR="00650144" w:rsidRDefault="00650144"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EEA19AD" w14:textId="77777777" w:rsidR="00650144" w:rsidRPr="00CD45AB" w:rsidRDefault="00650144" w:rsidP="00D939EC">
            <w:pPr>
              <w:spacing w:after="0"/>
              <w:rPr>
                <w:rFonts w:ascii="Arial" w:hAnsi="Arial" w:cs="Arial"/>
                <w:sz w:val="16"/>
                <w:szCs w:val="16"/>
              </w:rPr>
            </w:pPr>
            <w:r w:rsidRPr="00650144">
              <w:rPr>
                <w:rFonts w:ascii="Arial" w:hAnsi="Arial" w:cs="Arial"/>
                <w:sz w:val="16"/>
                <w:szCs w:val="16"/>
              </w:rPr>
              <w:t xml:space="preserve">Correction for UCI transmission on LAA </w:t>
            </w:r>
            <w:proofErr w:type="spellStart"/>
            <w:r w:rsidRPr="00650144">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E7F143" w14:textId="77777777" w:rsidR="00650144" w:rsidRDefault="00650144" w:rsidP="00D939EC">
            <w:pPr>
              <w:pStyle w:val="TAC"/>
              <w:jc w:val="left"/>
              <w:rPr>
                <w:snapToGrid w:val="0"/>
                <w:sz w:val="16"/>
                <w:szCs w:val="16"/>
              </w:rPr>
            </w:pPr>
            <w:r>
              <w:rPr>
                <w:snapToGrid w:val="0"/>
                <w:sz w:val="16"/>
                <w:szCs w:val="16"/>
              </w:rPr>
              <w:t>14.4.0</w:t>
            </w:r>
          </w:p>
        </w:tc>
      </w:tr>
      <w:tr w:rsidR="00996528" w:rsidRPr="006B0D02" w14:paraId="5AEACA6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9AFA84" w14:textId="77777777" w:rsidR="00996528" w:rsidRDefault="00996528"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D898A32" w14:textId="77777777" w:rsidR="00996528" w:rsidRDefault="00996528"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0877DE6" w14:textId="77777777" w:rsidR="00996528" w:rsidRDefault="00996528" w:rsidP="00996528">
            <w:pPr>
              <w:spacing w:after="0"/>
              <w:jc w:val="center"/>
              <w:rPr>
                <w:rFonts w:ascii="Arial" w:hAnsi="Arial" w:cs="Arial"/>
                <w:sz w:val="16"/>
                <w:szCs w:val="16"/>
              </w:rPr>
            </w:pPr>
            <w:r>
              <w:rPr>
                <w:rFonts w:ascii="Arial" w:hAnsi="Arial" w:cs="Arial"/>
                <w:sz w:val="16"/>
                <w:szCs w:val="16"/>
              </w:rPr>
              <w:t>RP-171639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F5C34F" w14:textId="77777777" w:rsidR="00996528" w:rsidRDefault="00996528" w:rsidP="00996528">
            <w:pPr>
              <w:spacing w:after="0"/>
              <w:jc w:val="center"/>
              <w:rPr>
                <w:rFonts w:ascii="Arial" w:hAnsi="Arial" w:cs="Arial"/>
                <w:sz w:val="16"/>
                <w:szCs w:val="16"/>
              </w:rPr>
            </w:pPr>
            <w:r>
              <w:rPr>
                <w:rFonts w:ascii="Arial" w:hAnsi="Arial" w:cs="Arial"/>
                <w:sz w:val="16"/>
                <w:szCs w:val="16"/>
              </w:rPr>
              <w:t>0953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75296FA" w14:textId="77777777" w:rsidR="00996528" w:rsidRDefault="00996528"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76B02A" w14:textId="77777777" w:rsidR="00996528" w:rsidRDefault="00996528"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2510FB4" w14:textId="77777777" w:rsidR="00996528" w:rsidRPr="00CD45AB" w:rsidRDefault="00996528" w:rsidP="00D939EC">
            <w:pPr>
              <w:spacing w:after="0"/>
              <w:rPr>
                <w:rFonts w:ascii="Arial" w:hAnsi="Arial" w:cs="Arial"/>
                <w:sz w:val="16"/>
                <w:szCs w:val="16"/>
              </w:rPr>
            </w:pPr>
            <w:r w:rsidRPr="00996528">
              <w:rPr>
                <w:rFonts w:ascii="Arial" w:hAnsi="Arial" w:cs="Arial"/>
                <w:sz w:val="16"/>
                <w:szCs w:val="16"/>
              </w:rPr>
              <w:t>Correction on MPDCCH search space with CRC scrambled by the C-RNTI outside the random access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D43B11" w14:textId="77777777" w:rsidR="00996528" w:rsidRDefault="00996528" w:rsidP="00D939EC">
            <w:pPr>
              <w:pStyle w:val="TAC"/>
              <w:jc w:val="left"/>
              <w:rPr>
                <w:snapToGrid w:val="0"/>
                <w:sz w:val="16"/>
                <w:szCs w:val="16"/>
              </w:rPr>
            </w:pPr>
            <w:r>
              <w:rPr>
                <w:snapToGrid w:val="0"/>
                <w:sz w:val="16"/>
                <w:szCs w:val="16"/>
              </w:rPr>
              <w:t>14.4.0</w:t>
            </w:r>
          </w:p>
        </w:tc>
      </w:tr>
      <w:tr w:rsidR="001B69CD" w:rsidRPr="006B0D02" w14:paraId="693EF65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629E7C" w14:textId="77777777" w:rsidR="001B69CD" w:rsidRDefault="001B69CD"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E67048A" w14:textId="77777777" w:rsidR="001B69CD" w:rsidRDefault="001B69CD"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12607F7" w14:textId="77777777" w:rsidR="001B69CD" w:rsidRDefault="001B69CD" w:rsidP="001B69CD">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0C3C83" w14:textId="77777777" w:rsidR="001B69CD" w:rsidRDefault="001B69CD" w:rsidP="001B69CD">
            <w:pPr>
              <w:spacing w:after="0"/>
              <w:jc w:val="center"/>
              <w:rPr>
                <w:rFonts w:ascii="Arial" w:hAnsi="Arial" w:cs="Arial"/>
                <w:sz w:val="16"/>
                <w:szCs w:val="16"/>
              </w:rPr>
            </w:pPr>
            <w:r>
              <w:rPr>
                <w:rFonts w:ascii="Arial" w:hAnsi="Arial" w:cs="Arial"/>
                <w:sz w:val="16"/>
                <w:szCs w:val="16"/>
              </w:rPr>
              <w:t>0955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F7A46C2" w14:textId="77777777" w:rsidR="001B69CD" w:rsidRDefault="001B69C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F9454C" w14:textId="77777777" w:rsidR="001B69CD" w:rsidRDefault="001B69CD"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5E45B5F" w14:textId="77777777" w:rsidR="001B69CD" w:rsidRPr="00CD45AB" w:rsidRDefault="001B69CD" w:rsidP="00D939EC">
            <w:pPr>
              <w:spacing w:after="0"/>
              <w:rPr>
                <w:rFonts w:ascii="Arial" w:hAnsi="Arial" w:cs="Arial"/>
                <w:sz w:val="16"/>
                <w:szCs w:val="16"/>
              </w:rPr>
            </w:pPr>
            <w:r w:rsidRPr="001B69CD">
              <w:rPr>
                <w:rFonts w:ascii="Arial" w:hAnsi="Arial" w:cs="Arial"/>
                <w:sz w:val="16"/>
                <w:szCs w:val="16"/>
              </w:rPr>
              <w:t>Corrections to Mode-3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923D1B" w14:textId="77777777" w:rsidR="001B69CD" w:rsidRDefault="001B69CD" w:rsidP="00D939EC">
            <w:pPr>
              <w:pStyle w:val="TAC"/>
              <w:jc w:val="left"/>
              <w:rPr>
                <w:snapToGrid w:val="0"/>
                <w:sz w:val="16"/>
                <w:szCs w:val="16"/>
              </w:rPr>
            </w:pPr>
            <w:r>
              <w:rPr>
                <w:snapToGrid w:val="0"/>
                <w:sz w:val="16"/>
                <w:szCs w:val="16"/>
              </w:rPr>
              <w:t>14.4.0</w:t>
            </w:r>
          </w:p>
        </w:tc>
      </w:tr>
      <w:tr w:rsidR="006525AE" w:rsidRPr="006B0D02" w14:paraId="340E41B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7E71E1" w14:textId="77777777" w:rsidR="006525AE" w:rsidRDefault="006525AE"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E396A3" w14:textId="77777777" w:rsidR="006525AE" w:rsidRDefault="006525AE"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616B325" w14:textId="77777777" w:rsidR="006525AE" w:rsidRDefault="006525AE" w:rsidP="006525AE">
            <w:pPr>
              <w:spacing w:after="0"/>
              <w:jc w:val="center"/>
              <w:rPr>
                <w:rFonts w:ascii="Arial" w:hAnsi="Arial" w:cs="Arial"/>
                <w:sz w:val="16"/>
                <w:szCs w:val="16"/>
              </w:rPr>
            </w:pPr>
            <w:r>
              <w:rPr>
                <w:rFonts w:ascii="Arial" w:hAnsi="Arial" w:cs="Arial"/>
                <w:sz w:val="16"/>
                <w:szCs w:val="16"/>
              </w:rPr>
              <w:t>RP-171638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E37AAB" w14:textId="77777777" w:rsidR="006525AE" w:rsidRDefault="006525AE" w:rsidP="006525AE">
            <w:pPr>
              <w:spacing w:after="0"/>
              <w:jc w:val="center"/>
              <w:rPr>
                <w:rFonts w:ascii="Arial" w:hAnsi="Arial" w:cs="Arial"/>
                <w:sz w:val="16"/>
                <w:szCs w:val="16"/>
              </w:rPr>
            </w:pPr>
            <w:r>
              <w:rPr>
                <w:rFonts w:ascii="Arial" w:hAnsi="Arial" w:cs="Arial"/>
                <w:sz w:val="16"/>
                <w:szCs w:val="16"/>
              </w:rPr>
              <w:t>0956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4E5BF00" w14:textId="77777777" w:rsidR="006525AE" w:rsidRDefault="006525AE"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DD2469" w14:textId="77777777" w:rsidR="006525AE" w:rsidRDefault="006525AE"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ACABFF0" w14:textId="77777777" w:rsidR="006525AE" w:rsidRPr="00CD45AB" w:rsidRDefault="006525AE" w:rsidP="00D939EC">
            <w:pPr>
              <w:spacing w:after="0"/>
              <w:rPr>
                <w:rFonts w:ascii="Arial" w:hAnsi="Arial" w:cs="Arial"/>
                <w:sz w:val="16"/>
                <w:szCs w:val="16"/>
              </w:rPr>
            </w:pPr>
            <w:r w:rsidRPr="006525AE">
              <w:rPr>
                <w:rFonts w:ascii="Arial" w:hAnsi="Arial" w:cs="Arial"/>
                <w:sz w:val="16"/>
                <w:szCs w:val="16"/>
              </w:rPr>
              <w:t xml:space="preserve">CSI periodicity relationship between </w:t>
            </w:r>
            <w:proofErr w:type="spellStart"/>
            <w:r w:rsidRPr="006525AE">
              <w:rPr>
                <w:rFonts w:ascii="Arial" w:hAnsi="Arial" w:cs="Arial"/>
                <w:sz w:val="16"/>
                <w:szCs w:val="16"/>
              </w:rPr>
              <w:t>eMIMO</w:t>
            </w:r>
            <w:proofErr w:type="spellEnd"/>
            <w:r w:rsidRPr="006525AE">
              <w:rPr>
                <w:rFonts w:ascii="Arial" w:hAnsi="Arial" w:cs="Arial"/>
                <w:sz w:val="16"/>
                <w:szCs w:val="16"/>
              </w:rPr>
              <w:t>-Types in hybrid CSI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323454" w14:textId="77777777" w:rsidR="006525AE" w:rsidRDefault="006525AE" w:rsidP="00D939EC">
            <w:pPr>
              <w:pStyle w:val="TAC"/>
              <w:jc w:val="left"/>
              <w:rPr>
                <w:snapToGrid w:val="0"/>
                <w:sz w:val="16"/>
                <w:szCs w:val="16"/>
              </w:rPr>
            </w:pPr>
            <w:r>
              <w:rPr>
                <w:snapToGrid w:val="0"/>
                <w:sz w:val="16"/>
                <w:szCs w:val="16"/>
              </w:rPr>
              <w:t>14.4.0</w:t>
            </w:r>
          </w:p>
        </w:tc>
      </w:tr>
      <w:tr w:rsidR="00D577CF" w:rsidRPr="006B0D02" w14:paraId="6192AAB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FB38EF" w14:textId="77777777" w:rsidR="00D577CF" w:rsidRDefault="00D577CF"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DC3F88C" w14:textId="77777777" w:rsidR="00D577CF" w:rsidRDefault="00D577CF"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222F6E4" w14:textId="77777777" w:rsidR="00D577CF" w:rsidRDefault="00D577CF" w:rsidP="00D577CF">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664F1D" w14:textId="77777777" w:rsidR="00D577CF" w:rsidRDefault="00D577CF" w:rsidP="00D577CF">
            <w:pPr>
              <w:spacing w:after="0"/>
              <w:jc w:val="center"/>
              <w:rPr>
                <w:rFonts w:ascii="Arial" w:hAnsi="Arial" w:cs="Arial"/>
                <w:sz w:val="16"/>
                <w:szCs w:val="16"/>
              </w:rPr>
            </w:pPr>
            <w:r>
              <w:rPr>
                <w:rFonts w:ascii="Arial" w:hAnsi="Arial" w:cs="Arial"/>
                <w:sz w:val="16"/>
                <w:szCs w:val="16"/>
              </w:rPr>
              <w:t>0958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9F5CD8D" w14:textId="77777777" w:rsidR="00D577CF" w:rsidRDefault="00D577C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DB4EAD" w14:textId="77777777" w:rsidR="00D577CF" w:rsidRDefault="00D577CF"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965FC05" w14:textId="77777777" w:rsidR="00D577CF" w:rsidRPr="00CD45AB" w:rsidRDefault="00D577CF" w:rsidP="00D939EC">
            <w:pPr>
              <w:spacing w:after="0"/>
              <w:rPr>
                <w:rFonts w:ascii="Arial" w:hAnsi="Arial" w:cs="Arial"/>
                <w:sz w:val="16"/>
                <w:szCs w:val="16"/>
              </w:rPr>
            </w:pPr>
            <w:r w:rsidRPr="00D577CF">
              <w:rPr>
                <w:rFonts w:ascii="Arial" w:hAnsi="Arial" w:cs="Arial"/>
                <w:sz w:val="16"/>
                <w:szCs w:val="16"/>
              </w:rPr>
              <w:t xml:space="preserve">Correction on PUCCH format 3 information for </w:t>
            </w:r>
            <w:proofErr w:type="spellStart"/>
            <w:r w:rsidRPr="00D577CF">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8215FE" w14:textId="77777777" w:rsidR="00D577CF" w:rsidRDefault="00D577CF" w:rsidP="00D939EC">
            <w:pPr>
              <w:pStyle w:val="TAC"/>
              <w:jc w:val="left"/>
              <w:rPr>
                <w:snapToGrid w:val="0"/>
                <w:sz w:val="16"/>
                <w:szCs w:val="16"/>
              </w:rPr>
            </w:pPr>
            <w:r>
              <w:rPr>
                <w:snapToGrid w:val="0"/>
                <w:sz w:val="16"/>
                <w:szCs w:val="16"/>
              </w:rPr>
              <w:t>14.4.0</w:t>
            </w:r>
          </w:p>
        </w:tc>
      </w:tr>
      <w:tr w:rsidR="00DC6110" w:rsidRPr="006B0D02" w14:paraId="36978A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ACB2A1" w14:textId="77777777" w:rsidR="00DC6110" w:rsidRDefault="00DC6110"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64DBD81" w14:textId="77777777" w:rsidR="00DC6110" w:rsidRDefault="00DC6110"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F6BD0BC" w14:textId="77777777" w:rsidR="00DC6110" w:rsidRDefault="00DC6110" w:rsidP="00DC6110">
            <w:pPr>
              <w:spacing w:after="0"/>
              <w:jc w:val="center"/>
              <w:rPr>
                <w:rFonts w:ascii="Arial" w:hAnsi="Arial" w:cs="Arial"/>
                <w:sz w:val="16"/>
                <w:szCs w:val="16"/>
              </w:rPr>
            </w:pPr>
            <w:r>
              <w:rPr>
                <w:rFonts w:ascii="Arial" w:hAnsi="Arial" w:cs="Arial"/>
                <w:sz w:val="16"/>
                <w:szCs w:val="16"/>
              </w:rPr>
              <w:t>RP-171642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339217" w14:textId="77777777" w:rsidR="00DC6110" w:rsidRDefault="00DC6110" w:rsidP="00DC6110">
            <w:pPr>
              <w:spacing w:after="0"/>
              <w:jc w:val="center"/>
              <w:rPr>
                <w:rFonts w:ascii="Arial" w:hAnsi="Arial" w:cs="Arial"/>
                <w:sz w:val="16"/>
                <w:szCs w:val="16"/>
              </w:rPr>
            </w:pPr>
            <w:r>
              <w:rPr>
                <w:rFonts w:ascii="Arial" w:hAnsi="Arial" w:cs="Arial"/>
                <w:sz w:val="16"/>
                <w:szCs w:val="16"/>
              </w:rPr>
              <w:t>0959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785560" w14:textId="77777777" w:rsidR="00DC6110" w:rsidRDefault="00DC611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6FEF43" w14:textId="77777777" w:rsidR="00DC6110" w:rsidRDefault="00DC6110"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33A9757" w14:textId="77777777" w:rsidR="00DC6110" w:rsidRPr="00CD45AB" w:rsidRDefault="00DC6110" w:rsidP="00D939EC">
            <w:pPr>
              <w:spacing w:after="0"/>
              <w:rPr>
                <w:rFonts w:ascii="Arial" w:hAnsi="Arial" w:cs="Arial"/>
                <w:sz w:val="16"/>
                <w:szCs w:val="16"/>
              </w:rPr>
            </w:pPr>
            <w:r w:rsidRPr="00DC6110">
              <w:rPr>
                <w:rFonts w:ascii="Arial" w:hAnsi="Arial" w:cs="Arial"/>
                <w:sz w:val="16"/>
                <w:szCs w:val="16"/>
              </w:rPr>
              <w:t xml:space="preserve">Correction on periodic CSI reporting for LAA </w:t>
            </w:r>
            <w:proofErr w:type="spellStart"/>
            <w:r w:rsidRPr="00DC6110">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CC8858" w14:textId="77777777" w:rsidR="00DC6110" w:rsidRDefault="00DC6110" w:rsidP="00D939EC">
            <w:pPr>
              <w:pStyle w:val="TAC"/>
              <w:jc w:val="left"/>
              <w:rPr>
                <w:snapToGrid w:val="0"/>
                <w:sz w:val="16"/>
                <w:szCs w:val="16"/>
              </w:rPr>
            </w:pPr>
            <w:r>
              <w:rPr>
                <w:snapToGrid w:val="0"/>
                <w:sz w:val="16"/>
                <w:szCs w:val="16"/>
              </w:rPr>
              <w:t>14.4.0</w:t>
            </w:r>
          </w:p>
        </w:tc>
      </w:tr>
      <w:tr w:rsidR="00506CB0" w:rsidRPr="006B0D02" w14:paraId="7333711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A7B066" w14:textId="77777777" w:rsidR="00506CB0" w:rsidRDefault="00506CB0"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2272999" w14:textId="77777777" w:rsidR="00506CB0" w:rsidRDefault="00506CB0"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73A5D4" w14:textId="77777777" w:rsidR="00506CB0" w:rsidRDefault="00506CB0" w:rsidP="00506CB0">
            <w:pPr>
              <w:spacing w:after="0"/>
              <w:jc w:val="center"/>
              <w:rPr>
                <w:rFonts w:ascii="Arial" w:hAnsi="Arial" w:cs="Arial"/>
                <w:sz w:val="16"/>
                <w:szCs w:val="16"/>
              </w:rPr>
            </w:pPr>
            <w:r>
              <w:rPr>
                <w:rFonts w:ascii="Arial" w:hAnsi="Arial" w:cs="Arial"/>
                <w:sz w:val="16"/>
                <w:szCs w:val="16"/>
              </w:rPr>
              <w:t>RP-171649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AD884A" w14:textId="77777777" w:rsidR="00506CB0" w:rsidRDefault="00506CB0" w:rsidP="00506CB0">
            <w:pPr>
              <w:spacing w:after="0"/>
              <w:jc w:val="center"/>
              <w:rPr>
                <w:rFonts w:ascii="Arial" w:hAnsi="Arial" w:cs="Arial"/>
                <w:sz w:val="16"/>
                <w:szCs w:val="16"/>
              </w:rPr>
            </w:pPr>
            <w:r>
              <w:rPr>
                <w:rFonts w:ascii="Arial" w:hAnsi="Arial" w:cs="Arial"/>
                <w:sz w:val="16"/>
                <w:szCs w:val="16"/>
              </w:rPr>
              <w:t>0961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A52434A" w14:textId="77777777" w:rsidR="00506CB0" w:rsidRDefault="00506CB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EC67DD" w14:textId="77777777" w:rsidR="00506CB0" w:rsidRDefault="00506CB0"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8597E66" w14:textId="77777777" w:rsidR="00506CB0" w:rsidRPr="00CD45AB" w:rsidRDefault="00506CB0" w:rsidP="00D939EC">
            <w:pPr>
              <w:spacing w:after="0"/>
              <w:rPr>
                <w:rFonts w:ascii="Arial" w:hAnsi="Arial" w:cs="Arial"/>
                <w:sz w:val="16"/>
                <w:szCs w:val="16"/>
              </w:rPr>
            </w:pPr>
            <w:r w:rsidRPr="00506CB0">
              <w:rPr>
                <w:rFonts w:ascii="Arial" w:hAnsi="Arial" w:cs="Arial"/>
                <w:sz w:val="16"/>
                <w:szCs w:val="16"/>
              </w:rPr>
              <w:t>Corrections on Class A Codebook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52E54C" w14:textId="77777777" w:rsidR="00506CB0" w:rsidRDefault="00506CB0" w:rsidP="00D939EC">
            <w:pPr>
              <w:pStyle w:val="TAC"/>
              <w:jc w:val="left"/>
              <w:rPr>
                <w:snapToGrid w:val="0"/>
                <w:sz w:val="16"/>
                <w:szCs w:val="16"/>
              </w:rPr>
            </w:pPr>
            <w:r>
              <w:rPr>
                <w:snapToGrid w:val="0"/>
                <w:sz w:val="16"/>
                <w:szCs w:val="16"/>
              </w:rPr>
              <w:t>14.4.0</w:t>
            </w:r>
          </w:p>
        </w:tc>
      </w:tr>
      <w:tr w:rsidR="008E101A" w:rsidRPr="006B0D02" w14:paraId="4863964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859EED" w14:textId="77777777" w:rsidR="008E101A" w:rsidRDefault="008E101A"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C2EA669" w14:textId="77777777" w:rsidR="008E101A" w:rsidRDefault="008E101A"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4B312D1" w14:textId="77777777" w:rsidR="008E101A" w:rsidRDefault="008E101A" w:rsidP="008E101A">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E59B65" w14:textId="77777777" w:rsidR="008E101A" w:rsidRDefault="008E101A" w:rsidP="00D939EC">
            <w:pPr>
              <w:spacing w:after="0"/>
              <w:jc w:val="center"/>
              <w:rPr>
                <w:rFonts w:ascii="Arial" w:hAnsi="Arial" w:cs="Arial"/>
                <w:sz w:val="16"/>
                <w:szCs w:val="16"/>
              </w:rPr>
            </w:pPr>
            <w:r>
              <w:rPr>
                <w:rFonts w:ascii="Arial" w:hAnsi="Arial" w:cs="Arial"/>
                <w:sz w:val="16"/>
                <w:szCs w:val="16"/>
              </w:rPr>
              <w:t>0962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7871F65" w14:textId="77777777" w:rsidR="008E101A" w:rsidRDefault="008E101A"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CC5E41" w14:textId="77777777" w:rsidR="008E101A" w:rsidRDefault="008E101A"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C48A121" w14:textId="77777777" w:rsidR="008E101A" w:rsidRPr="00CD45AB" w:rsidRDefault="008E101A" w:rsidP="00D939EC">
            <w:pPr>
              <w:spacing w:after="0"/>
              <w:rPr>
                <w:rFonts w:ascii="Arial" w:hAnsi="Arial" w:cs="Arial"/>
                <w:sz w:val="16"/>
                <w:szCs w:val="16"/>
              </w:rPr>
            </w:pPr>
            <w:r w:rsidRPr="008E101A">
              <w:rPr>
                <w:rFonts w:ascii="Arial" w:hAnsi="Arial" w:cs="Arial"/>
                <w:sz w:val="16"/>
                <w:szCs w:val="16"/>
              </w:rPr>
              <w:t>CR on definition of sensing window</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5A4DB2" w14:textId="77777777" w:rsidR="008E101A" w:rsidRDefault="008E101A" w:rsidP="00D939EC">
            <w:pPr>
              <w:pStyle w:val="TAC"/>
              <w:jc w:val="left"/>
              <w:rPr>
                <w:snapToGrid w:val="0"/>
                <w:sz w:val="16"/>
                <w:szCs w:val="16"/>
              </w:rPr>
            </w:pPr>
            <w:r>
              <w:rPr>
                <w:snapToGrid w:val="0"/>
                <w:sz w:val="16"/>
                <w:szCs w:val="16"/>
              </w:rPr>
              <w:t>14.4.0</w:t>
            </w:r>
          </w:p>
        </w:tc>
      </w:tr>
      <w:tr w:rsidR="001519DA" w:rsidRPr="006B0D02" w14:paraId="03B5FF3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892239" w14:textId="77777777" w:rsidR="001519DA" w:rsidRDefault="001519DA"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AF2A4EC" w14:textId="77777777" w:rsidR="001519DA" w:rsidRDefault="001519DA"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ADBEC4" w14:textId="77777777" w:rsidR="001519DA" w:rsidRDefault="001519DA" w:rsidP="00D939EC">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7C0E30" w14:textId="77777777" w:rsidR="001519DA" w:rsidRDefault="001519DA" w:rsidP="001519DA">
            <w:pPr>
              <w:spacing w:after="0"/>
              <w:jc w:val="center"/>
              <w:rPr>
                <w:rFonts w:ascii="Arial" w:hAnsi="Arial" w:cs="Arial"/>
                <w:sz w:val="16"/>
                <w:szCs w:val="16"/>
              </w:rPr>
            </w:pPr>
            <w:r>
              <w:rPr>
                <w:rFonts w:ascii="Arial" w:hAnsi="Arial" w:cs="Arial"/>
                <w:sz w:val="16"/>
                <w:szCs w:val="16"/>
              </w:rPr>
              <w:t>0963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7392EFD" w14:textId="77777777" w:rsidR="001519DA" w:rsidRDefault="001519DA"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CC7ACC" w14:textId="77777777" w:rsidR="001519DA" w:rsidRDefault="001519DA"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A8FCA9D" w14:textId="77777777" w:rsidR="001519DA" w:rsidRPr="00CD45AB" w:rsidRDefault="001519DA" w:rsidP="00D939EC">
            <w:pPr>
              <w:spacing w:after="0"/>
              <w:rPr>
                <w:rFonts w:ascii="Arial" w:hAnsi="Arial" w:cs="Arial"/>
                <w:sz w:val="16"/>
                <w:szCs w:val="16"/>
              </w:rPr>
            </w:pPr>
            <w:r w:rsidRPr="001519DA">
              <w:rPr>
                <w:rFonts w:ascii="Arial" w:hAnsi="Arial" w:cs="Arial"/>
                <w:sz w:val="16"/>
                <w:szCs w:val="16"/>
              </w:rPr>
              <w:t>CR on subframe index for PSCCH re-transmission in mode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5CAF18" w14:textId="77777777" w:rsidR="001519DA" w:rsidRDefault="001519DA" w:rsidP="00D939EC">
            <w:pPr>
              <w:pStyle w:val="TAC"/>
              <w:jc w:val="left"/>
              <w:rPr>
                <w:snapToGrid w:val="0"/>
                <w:sz w:val="16"/>
                <w:szCs w:val="16"/>
              </w:rPr>
            </w:pPr>
            <w:r>
              <w:rPr>
                <w:snapToGrid w:val="0"/>
                <w:sz w:val="16"/>
                <w:szCs w:val="16"/>
              </w:rPr>
              <w:t>14.4.0</w:t>
            </w:r>
          </w:p>
        </w:tc>
      </w:tr>
      <w:tr w:rsidR="00DC30C2" w:rsidRPr="006B0D02" w14:paraId="311C51F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0BBB9C" w14:textId="77777777" w:rsidR="00DC30C2" w:rsidRDefault="00DC30C2"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5295471" w14:textId="77777777" w:rsidR="00DC30C2" w:rsidRDefault="00DC30C2"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D996E28" w14:textId="77777777" w:rsidR="00DC30C2" w:rsidRDefault="00DC30C2" w:rsidP="00DC30C2">
            <w:pPr>
              <w:spacing w:after="0"/>
              <w:jc w:val="center"/>
              <w:rPr>
                <w:rFonts w:ascii="Arial" w:hAnsi="Arial" w:cs="Arial"/>
                <w:sz w:val="16"/>
                <w:szCs w:val="16"/>
              </w:rPr>
            </w:pPr>
            <w:r>
              <w:rPr>
                <w:rFonts w:ascii="Arial" w:hAnsi="Arial" w:cs="Arial"/>
                <w:sz w:val="16"/>
                <w:szCs w:val="16"/>
              </w:rPr>
              <w:t>RP-171636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3DF28" w14:textId="77777777" w:rsidR="00DC30C2" w:rsidRDefault="00DC30C2" w:rsidP="00DC30C2">
            <w:pPr>
              <w:spacing w:after="0"/>
              <w:jc w:val="center"/>
              <w:rPr>
                <w:rFonts w:ascii="Arial" w:hAnsi="Arial" w:cs="Arial"/>
                <w:sz w:val="16"/>
                <w:szCs w:val="16"/>
              </w:rPr>
            </w:pPr>
            <w:r>
              <w:rPr>
                <w:rFonts w:ascii="Arial" w:hAnsi="Arial" w:cs="Arial"/>
                <w:sz w:val="16"/>
                <w:szCs w:val="16"/>
              </w:rPr>
              <w:t>0964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534C738" w14:textId="77777777" w:rsidR="00DC30C2" w:rsidRDefault="00DC30C2"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CB5FF9" w14:textId="77777777" w:rsidR="00DC30C2" w:rsidRDefault="00DC30C2"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92DA8E1" w14:textId="77777777" w:rsidR="00DC30C2" w:rsidRPr="00CD45AB" w:rsidRDefault="00DC30C2" w:rsidP="00D939EC">
            <w:pPr>
              <w:spacing w:after="0"/>
              <w:rPr>
                <w:rFonts w:ascii="Arial" w:hAnsi="Arial" w:cs="Arial"/>
                <w:sz w:val="16"/>
                <w:szCs w:val="16"/>
              </w:rPr>
            </w:pPr>
            <w:r w:rsidRPr="00DC30C2">
              <w:rPr>
                <w:rFonts w:ascii="Arial" w:hAnsi="Arial" w:cs="Arial"/>
                <w:sz w:val="16"/>
                <w:szCs w:val="16"/>
              </w:rPr>
              <w:t>Correct RRC parameter for UL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B475EA" w14:textId="77777777" w:rsidR="00DC30C2" w:rsidRDefault="00DC30C2" w:rsidP="00D939EC">
            <w:pPr>
              <w:pStyle w:val="TAC"/>
              <w:jc w:val="left"/>
              <w:rPr>
                <w:snapToGrid w:val="0"/>
                <w:sz w:val="16"/>
                <w:szCs w:val="16"/>
              </w:rPr>
            </w:pPr>
            <w:r>
              <w:rPr>
                <w:snapToGrid w:val="0"/>
                <w:sz w:val="16"/>
                <w:szCs w:val="16"/>
              </w:rPr>
              <w:t>14.4.0</w:t>
            </w:r>
          </w:p>
        </w:tc>
      </w:tr>
      <w:tr w:rsidR="00760AFE" w:rsidRPr="006B0D02" w14:paraId="5AE328E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828220" w14:textId="77777777" w:rsidR="00760AFE" w:rsidRDefault="00760AFE"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C6BAF9" w14:textId="77777777" w:rsidR="00760AFE" w:rsidRDefault="00760AFE"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DFFC8E3" w14:textId="77777777" w:rsidR="00760AFE" w:rsidRDefault="00760AFE" w:rsidP="00760AFE">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CA6BA0" w14:textId="77777777" w:rsidR="00760AFE" w:rsidRDefault="00760AFE" w:rsidP="00760AFE">
            <w:pPr>
              <w:spacing w:after="0"/>
              <w:jc w:val="center"/>
              <w:rPr>
                <w:rFonts w:ascii="Arial" w:hAnsi="Arial" w:cs="Arial"/>
                <w:sz w:val="16"/>
                <w:szCs w:val="16"/>
              </w:rPr>
            </w:pPr>
            <w:r>
              <w:rPr>
                <w:rFonts w:ascii="Arial" w:hAnsi="Arial" w:cs="Arial"/>
                <w:sz w:val="16"/>
                <w:szCs w:val="16"/>
              </w:rPr>
              <w:t>0966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88FDE0D" w14:textId="77777777" w:rsidR="00760AFE" w:rsidRDefault="00760AFE"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465531" w14:textId="77777777" w:rsidR="00760AFE" w:rsidRDefault="00760AFE"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F3F02AE" w14:textId="77777777" w:rsidR="00760AFE" w:rsidRPr="00CD45AB" w:rsidRDefault="00760AFE" w:rsidP="00D939EC">
            <w:pPr>
              <w:spacing w:after="0"/>
              <w:rPr>
                <w:rFonts w:ascii="Arial" w:hAnsi="Arial" w:cs="Arial"/>
                <w:sz w:val="16"/>
                <w:szCs w:val="16"/>
              </w:rPr>
            </w:pPr>
            <w:r w:rsidRPr="00760AFE">
              <w:rPr>
                <w:rFonts w:ascii="Arial" w:hAnsi="Arial" w:cs="Arial"/>
                <w:sz w:val="16"/>
                <w:szCs w:val="16"/>
              </w:rPr>
              <w:t>Maximum Code Rate applicability for UCI reporting over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56AACC" w14:textId="77777777" w:rsidR="00760AFE" w:rsidRDefault="00760AFE" w:rsidP="00D939EC">
            <w:pPr>
              <w:pStyle w:val="TAC"/>
              <w:jc w:val="left"/>
              <w:rPr>
                <w:snapToGrid w:val="0"/>
                <w:sz w:val="16"/>
                <w:szCs w:val="16"/>
              </w:rPr>
            </w:pPr>
            <w:r>
              <w:rPr>
                <w:snapToGrid w:val="0"/>
                <w:sz w:val="16"/>
                <w:szCs w:val="16"/>
              </w:rPr>
              <w:t>14.4.0</w:t>
            </w:r>
          </w:p>
        </w:tc>
      </w:tr>
      <w:tr w:rsidR="00747BDD" w:rsidRPr="006B0D02" w14:paraId="1DD0986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A5FD9D" w14:textId="77777777" w:rsidR="00747BDD" w:rsidRDefault="00747BDD"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FF50FF" w14:textId="77777777" w:rsidR="00747BDD" w:rsidRDefault="00747BDD"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D2FBC2" w14:textId="77777777" w:rsidR="00747BDD" w:rsidRDefault="00747BDD" w:rsidP="00747BDD">
            <w:pPr>
              <w:spacing w:after="0"/>
              <w:jc w:val="center"/>
              <w:rPr>
                <w:rFonts w:ascii="Arial" w:hAnsi="Arial" w:cs="Arial"/>
                <w:sz w:val="16"/>
                <w:szCs w:val="16"/>
              </w:rPr>
            </w:pPr>
            <w:r>
              <w:rPr>
                <w:rFonts w:ascii="Arial" w:hAnsi="Arial" w:cs="Arial"/>
                <w:sz w:val="16"/>
                <w:szCs w:val="16"/>
              </w:rPr>
              <w:t>RP-171649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11395C" w14:textId="77777777" w:rsidR="00747BDD" w:rsidRDefault="00747BDD" w:rsidP="00747BDD">
            <w:pPr>
              <w:spacing w:after="0"/>
              <w:jc w:val="center"/>
              <w:rPr>
                <w:rFonts w:ascii="Arial" w:hAnsi="Arial" w:cs="Arial"/>
                <w:sz w:val="16"/>
                <w:szCs w:val="16"/>
              </w:rPr>
            </w:pPr>
            <w:r>
              <w:rPr>
                <w:rFonts w:ascii="Arial" w:hAnsi="Arial" w:cs="Arial"/>
                <w:sz w:val="16"/>
                <w:szCs w:val="16"/>
              </w:rPr>
              <w:t>0968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2D2703D" w14:textId="77777777" w:rsidR="00747BDD" w:rsidRDefault="00747BD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28AAB3" w14:textId="77777777" w:rsidR="00747BDD" w:rsidRDefault="00747BDD"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9298D5D" w14:textId="77777777" w:rsidR="00747BDD" w:rsidRPr="00CD45AB" w:rsidRDefault="00747BDD" w:rsidP="00D939EC">
            <w:pPr>
              <w:spacing w:after="0"/>
              <w:rPr>
                <w:rFonts w:ascii="Arial" w:hAnsi="Arial" w:cs="Arial"/>
                <w:sz w:val="16"/>
                <w:szCs w:val="16"/>
              </w:rPr>
            </w:pPr>
            <w:r w:rsidRPr="00747BDD">
              <w:rPr>
                <w:rFonts w:ascii="Arial" w:hAnsi="Arial" w:cs="Arial"/>
                <w:sz w:val="16"/>
                <w:szCs w:val="16"/>
              </w:rPr>
              <w:t>PUCCH priority for CSI report types 7-8-9-10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20F7D6" w14:textId="77777777" w:rsidR="00747BDD" w:rsidRDefault="00747BDD" w:rsidP="00D939EC">
            <w:pPr>
              <w:pStyle w:val="TAC"/>
              <w:jc w:val="left"/>
              <w:rPr>
                <w:snapToGrid w:val="0"/>
                <w:sz w:val="16"/>
                <w:szCs w:val="16"/>
              </w:rPr>
            </w:pPr>
            <w:r>
              <w:rPr>
                <w:snapToGrid w:val="0"/>
                <w:sz w:val="16"/>
                <w:szCs w:val="16"/>
              </w:rPr>
              <w:t>14.4.0</w:t>
            </w:r>
          </w:p>
        </w:tc>
      </w:tr>
      <w:tr w:rsidR="00714770" w:rsidRPr="006B0D02" w14:paraId="6BC92DB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742C3E" w14:textId="77777777" w:rsidR="00714770" w:rsidRDefault="00714770"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1D22B88" w14:textId="77777777" w:rsidR="00714770" w:rsidRDefault="00714770"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6DCAE30" w14:textId="77777777" w:rsidR="00714770" w:rsidRDefault="00714770" w:rsidP="00714770">
            <w:pPr>
              <w:spacing w:after="0"/>
              <w:jc w:val="center"/>
              <w:rPr>
                <w:rFonts w:ascii="Arial" w:hAnsi="Arial" w:cs="Arial"/>
                <w:sz w:val="16"/>
                <w:szCs w:val="16"/>
              </w:rPr>
            </w:pPr>
            <w:r>
              <w:rPr>
                <w:rFonts w:ascii="Arial" w:hAnsi="Arial" w:cs="Arial"/>
                <w:sz w:val="16"/>
                <w:szCs w:val="16"/>
              </w:rPr>
              <w:t>RP-171645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13409B" w14:textId="77777777" w:rsidR="00714770" w:rsidRDefault="00714770" w:rsidP="00714770">
            <w:pPr>
              <w:spacing w:after="0"/>
              <w:jc w:val="center"/>
              <w:rPr>
                <w:rFonts w:ascii="Arial" w:hAnsi="Arial" w:cs="Arial"/>
                <w:sz w:val="16"/>
                <w:szCs w:val="16"/>
              </w:rPr>
            </w:pPr>
            <w:r>
              <w:rPr>
                <w:rFonts w:ascii="Arial" w:hAnsi="Arial" w:cs="Arial"/>
                <w:sz w:val="16"/>
                <w:szCs w:val="16"/>
              </w:rPr>
              <w:t>0969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CA233A1" w14:textId="77777777" w:rsidR="00714770" w:rsidRDefault="0071477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A37F9C" w14:textId="77777777" w:rsidR="00714770" w:rsidRDefault="00714770"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C632829" w14:textId="77777777" w:rsidR="00714770" w:rsidRPr="00CD45AB" w:rsidRDefault="00714770" w:rsidP="00D939EC">
            <w:pPr>
              <w:spacing w:after="0"/>
              <w:rPr>
                <w:rFonts w:ascii="Arial" w:hAnsi="Arial" w:cs="Arial"/>
                <w:sz w:val="16"/>
                <w:szCs w:val="16"/>
              </w:rPr>
            </w:pPr>
            <w:r w:rsidRPr="00714770">
              <w:rPr>
                <w:rFonts w:ascii="Arial" w:hAnsi="Arial" w:cs="Arial"/>
                <w:sz w:val="16"/>
                <w:szCs w:val="16"/>
              </w:rPr>
              <w:t>Correction on TBS determination for PDSCH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089858" w14:textId="77777777" w:rsidR="00714770" w:rsidRDefault="00714770" w:rsidP="00D939EC">
            <w:pPr>
              <w:pStyle w:val="TAC"/>
              <w:jc w:val="left"/>
              <w:rPr>
                <w:snapToGrid w:val="0"/>
                <w:sz w:val="16"/>
                <w:szCs w:val="16"/>
              </w:rPr>
            </w:pPr>
            <w:r>
              <w:rPr>
                <w:snapToGrid w:val="0"/>
                <w:sz w:val="16"/>
                <w:szCs w:val="16"/>
              </w:rPr>
              <w:t>14.4.0</w:t>
            </w:r>
          </w:p>
        </w:tc>
      </w:tr>
      <w:tr w:rsidR="00FC66E5" w:rsidRPr="006B0D02" w14:paraId="0EE7131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EC1688" w14:textId="77777777" w:rsidR="00FC66E5" w:rsidRDefault="00FC66E5"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F2930DB" w14:textId="77777777" w:rsidR="00FC66E5" w:rsidRDefault="00FC66E5"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44060B" w14:textId="77777777" w:rsidR="00FC66E5" w:rsidRDefault="00FC66E5" w:rsidP="00FC66E5">
            <w:pPr>
              <w:spacing w:after="0"/>
              <w:jc w:val="center"/>
              <w:rPr>
                <w:rFonts w:ascii="Arial" w:hAnsi="Arial" w:cs="Arial"/>
                <w:sz w:val="16"/>
                <w:szCs w:val="16"/>
              </w:rPr>
            </w:pPr>
            <w:r>
              <w:rPr>
                <w:rFonts w:ascii="Arial" w:hAnsi="Arial" w:cs="Arial"/>
                <w:sz w:val="16"/>
                <w:szCs w:val="16"/>
              </w:rPr>
              <w:t>RP-171650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A8AE96" w14:textId="77777777" w:rsidR="00FC66E5" w:rsidRDefault="00FC66E5" w:rsidP="00FC66E5">
            <w:pPr>
              <w:spacing w:after="0"/>
              <w:jc w:val="center"/>
              <w:rPr>
                <w:rFonts w:ascii="Arial" w:hAnsi="Arial" w:cs="Arial"/>
                <w:sz w:val="16"/>
                <w:szCs w:val="16"/>
              </w:rPr>
            </w:pPr>
            <w:r>
              <w:rPr>
                <w:rFonts w:ascii="Arial" w:hAnsi="Arial" w:cs="Arial"/>
                <w:sz w:val="16"/>
                <w:szCs w:val="16"/>
              </w:rPr>
              <w:t>0973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83E7B1E" w14:textId="77777777" w:rsidR="00FC66E5" w:rsidRDefault="00FC66E5"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062ACF" w14:textId="77777777" w:rsidR="00FC66E5" w:rsidRDefault="00FC66E5"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7A4F2E2" w14:textId="77777777" w:rsidR="00FC66E5" w:rsidRPr="00CD45AB" w:rsidRDefault="00FC66E5" w:rsidP="00D939EC">
            <w:pPr>
              <w:spacing w:after="0"/>
              <w:rPr>
                <w:rFonts w:ascii="Arial" w:hAnsi="Arial" w:cs="Arial"/>
                <w:sz w:val="16"/>
                <w:szCs w:val="16"/>
              </w:rPr>
            </w:pPr>
            <w:r w:rsidRPr="00FC66E5">
              <w:rPr>
                <w:rFonts w:ascii="Arial" w:hAnsi="Arial" w:cs="Arial"/>
                <w:sz w:val="16"/>
                <w:szCs w:val="16"/>
              </w:rPr>
              <w:t xml:space="preserve">SRS dropping for simultaneous SRS and PUSCH in </w:t>
            </w:r>
            <w:proofErr w:type="spellStart"/>
            <w:r w:rsidRPr="00FC66E5">
              <w:rPr>
                <w:rFonts w:ascii="Arial" w:hAnsi="Arial" w:cs="Arial"/>
                <w:sz w:val="16"/>
                <w:szCs w:val="16"/>
              </w:rPr>
              <w:t>intraband</w:t>
            </w:r>
            <w:proofErr w:type="spellEnd"/>
            <w:r w:rsidRPr="00FC66E5">
              <w:rPr>
                <w:rFonts w:ascii="Arial" w:hAnsi="Arial" w:cs="Arial"/>
                <w:sz w:val="16"/>
                <w:szCs w:val="16"/>
              </w:rPr>
              <w:t xml:space="preserve"> 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069DF8" w14:textId="77777777" w:rsidR="00FC66E5" w:rsidRDefault="00FC66E5" w:rsidP="00D939EC">
            <w:pPr>
              <w:pStyle w:val="TAC"/>
              <w:jc w:val="left"/>
              <w:rPr>
                <w:snapToGrid w:val="0"/>
                <w:sz w:val="16"/>
                <w:szCs w:val="16"/>
              </w:rPr>
            </w:pPr>
            <w:r>
              <w:rPr>
                <w:snapToGrid w:val="0"/>
                <w:sz w:val="16"/>
                <w:szCs w:val="16"/>
              </w:rPr>
              <w:t>14.4.0</w:t>
            </w:r>
          </w:p>
        </w:tc>
      </w:tr>
      <w:tr w:rsidR="0050699D" w:rsidRPr="006B0D02" w14:paraId="3F28A0E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D3B3F7" w14:textId="77777777" w:rsidR="0050699D" w:rsidRDefault="0050699D"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1ABF26E" w14:textId="77777777" w:rsidR="0050699D" w:rsidRDefault="0050699D"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C804EC8" w14:textId="77777777" w:rsidR="0050699D" w:rsidRDefault="0050699D" w:rsidP="0050699D">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5B5347" w14:textId="77777777" w:rsidR="0050699D" w:rsidRDefault="0050699D" w:rsidP="0050699D">
            <w:pPr>
              <w:spacing w:after="0"/>
              <w:jc w:val="center"/>
              <w:rPr>
                <w:rFonts w:ascii="Arial" w:hAnsi="Arial" w:cs="Arial"/>
                <w:sz w:val="16"/>
                <w:szCs w:val="16"/>
              </w:rPr>
            </w:pPr>
            <w:r>
              <w:rPr>
                <w:rFonts w:ascii="Arial" w:hAnsi="Arial" w:cs="Arial"/>
                <w:sz w:val="16"/>
                <w:szCs w:val="16"/>
              </w:rPr>
              <w:t>0975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96B81E" w14:textId="77777777" w:rsidR="0050699D" w:rsidRDefault="0050699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220AE6" w14:textId="77777777" w:rsidR="0050699D" w:rsidRDefault="0050699D" w:rsidP="00D939EC">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108F5A5" w14:textId="77777777" w:rsidR="0050699D" w:rsidRPr="00CD45AB" w:rsidRDefault="0050699D" w:rsidP="00D939EC">
            <w:pPr>
              <w:spacing w:after="0"/>
              <w:rPr>
                <w:rFonts w:ascii="Arial" w:hAnsi="Arial" w:cs="Arial"/>
                <w:sz w:val="16"/>
                <w:szCs w:val="16"/>
              </w:rPr>
            </w:pPr>
            <w:r w:rsidRPr="0050699D">
              <w:rPr>
                <w:rFonts w:ascii="Arial" w:hAnsi="Arial" w:cs="Arial"/>
                <w:sz w:val="16"/>
                <w:szCs w:val="16"/>
              </w:rPr>
              <w:t>PUCCH Format 4-5 collision with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C4777C" w14:textId="77777777" w:rsidR="0050699D" w:rsidRDefault="0050699D" w:rsidP="00D939EC">
            <w:pPr>
              <w:pStyle w:val="TAC"/>
              <w:jc w:val="left"/>
              <w:rPr>
                <w:snapToGrid w:val="0"/>
                <w:sz w:val="16"/>
                <w:szCs w:val="16"/>
              </w:rPr>
            </w:pPr>
            <w:r>
              <w:rPr>
                <w:snapToGrid w:val="0"/>
                <w:sz w:val="16"/>
                <w:szCs w:val="16"/>
              </w:rPr>
              <w:t>14.4.0</w:t>
            </w:r>
          </w:p>
        </w:tc>
      </w:tr>
      <w:tr w:rsidR="00714014" w:rsidRPr="006B0D02" w14:paraId="74BCD17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B1561F" w14:textId="77777777" w:rsidR="00714014" w:rsidRDefault="00714014"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241B06F" w14:textId="77777777" w:rsidR="00714014" w:rsidRDefault="00714014"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D1A95F9" w14:textId="77777777" w:rsidR="00714014" w:rsidRDefault="00714014" w:rsidP="00714014">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850D7" w14:textId="77777777" w:rsidR="00714014" w:rsidRDefault="00714014" w:rsidP="00714014">
            <w:pPr>
              <w:spacing w:after="0"/>
              <w:jc w:val="center"/>
              <w:rPr>
                <w:rFonts w:ascii="Arial" w:hAnsi="Arial" w:cs="Arial"/>
                <w:sz w:val="16"/>
                <w:szCs w:val="16"/>
              </w:rPr>
            </w:pPr>
            <w:r>
              <w:rPr>
                <w:rFonts w:ascii="Arial" w:hAnsi="Arial" w:cs="Arial"/>
                <w:sz w:val="16"/>
                <w:szCs w:val="16"/>
              </w:rPr>
              <w:t>0976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4422AB6" w14:textId="77777777" w:rsidR="00714014" w:rsidRDefault="00714014"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6D6375" w14:textId="77777777" w:rsidR="00714014" w:rsidRDefault="00714014"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48D4317" w14:textId="77777777" w:rsidR="00714014" w:rsidRPr="00CD45AB" w:rsidRDefault="00714014" w:rsidP="00D939EC">
            <w:pPr>
              <w:spacing w:after="0"/>
              <w:rPr>
                <w:rFonts w:ascii="Arial" w:hAnsi="Arial" w:cs="Arial"/>
                <w:sz w:val="16"/>
                <w:szCs w:val="16"/>
              </w:rPr>
            </w:pPr>
            <w:r w:rsidRPr="00714014">
              <w:rPr>
                <w:rFonts w:ascii="Arial" w:hAnsi="Arial" w:cs="Arial"/>
                <w:sz w:val="16"/>
                <w:szCs w:val="16"/>
              </w:rPr>
              <w:t>Search space monitoring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539D0C" w14:textId="77777777" w:rsidR="00714014" w:rsidRDefault="00714014" w:rsidP="00D939EC">
            <w:pPr>
              <w:pStyle w:val="TAC"/>
              <w:jc w:val="left"/>
              <w:rPr>
                <w:snapToGrid w:val="0"/>
                <w:sz w:val="16"/>
                <w:szCs w:val="16"/>
              </w:rPr>
            </w:pPr>
            <w:r>
              <w:rPr>
                <w:snapToGrid w:val="0"/>
                <w:sz w:val="16"/>
                <w:szCs w:val="16"/>
              </w:rPr>
              <w:t>14.4.0</w:t>
            </w:r>
          </w:p>
        </w:tc>
      </w:tr>
      <w:tr w:rsidR="002D3C5F" w:rsidRPr="006B0D02" w14:paraId="4D26DAC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BBAE1A" w14:textId="77777777" w:rsidR="002D3C5F" w:rsidRDefault="002D3C5F"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D12CB06" w14:textId="77777777" w:rsidR="002D3C5F" w:rsidRDefault="002D3C5F"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5038C22" w14:textId="77777777" w:rsidR="002D3C5F" w:rsidRDefault="002D3C5F" w:rsidP="00D939EC">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23BDDB" w14:textId="77777777" w:rsidR="002D3C5F" w:rsidRDefault="002D3C5F" w:rsidP="002D3C5F">
            <w:pPr>
              <w:spacing w:after="0"/>
              <w:jc w:val="center"/>
              <w:rPr>
                <w:rFonts w:ascii="Arial" w:hAnsi="Arial" w:cs="Arial"/>
                <w:sz w:val="16"/>
                <w:szCs w:val="16"/>
              </w:rPr>
            </w:pPr>
            <w:r>
              <w:rPr>
                <w:rFonts w:ascii="Arial" w:hAnsi="Arial" w:cs="Arial"/>
                <w:sz w:val="16"/>
                <w:szCs w:val="16"/>
              </w:rPr>
              <w:t>0977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A375BAA" w14:textId="77777777" w:rsidR="002D3C5F" w:rsidRDefault="002D3C5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C4722F" w14:textId="77777777" w:rsidR="002D3C5F" w:rsidRDefault="002D3C5F"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35D3E5B" w14:textId="77777777" w:rsidR="002D3C5F" w:rsidRPr="00CD45AB" w:rsidRDefault="002D3C5F" w:rsidP="00D939EC">
            <w:pPr>
              <w:spacing w:after="0"/>
              <w:rPr>
                <w:rFonts w:ascii="Arial" w:hAnsi="Arial" w:cs="Arial"/>
                <w:sz w:val="16"/>
                <w:szCs w:val="16"/>
              </w:rPr>
            </w:pPr>
            <w:r w:rsidRPr="002D3C5F">
              <w:rPr>
                <w:rFonts w:ascii="Arial" w:hAnsi="Arial" w:cs="Arial"/>
                <w:sz w:val="16"/>
                <w:szCs w:val="16"/>
              </w:rPr>
              <w:t>Clarification on NPDCCH monitoring for Rel-14 2-HARQ process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2DF543" w14:textId="77777777" w:rsidR="002D3C5F" w:rsidRDefault="002D3C5F" w:rsidP="00D939EC">
            <w:pPr>
              <w:pStyle w:val="TAC"/>
              <w:jc w:val="left"/>
              <w:rPr>
                <w:snapToGrid w:val="0"/>
                <w:sz w:val="16"/>
                <w:szCs w:val="16"/>
              </w:rPr>
            </w:pPr>
            <w:r>
              <w:rPr>
                <w:snapToGrid w:val="0"/>
                <w:sz w:val="16"/>
                <w:szCs w:val="16"/>
              </w:rPr>
              <w:t>14.4.0</w:t>
            </w:r>
          </w:p>
        </w:tc>
      </w:tr>
      <w:tr w:rsidR="002D3C5F" w:rsidRPr="006B0D02" w14:paraId="4FDE59D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A3595B" w14:textId="77777777" w:rsidR="002D3C5F" w:rsidRDefault="002D3C5F" w:rsidP="00D939EC">
            <w:pPr>
              <w:pStyle w:val="TAC"/>
              <w:rPr>
                <w:sz w:val="16"/>
                <w:szCs w:val="16"/>
              </w:rPr>
            </w:pPr>
            <w:r>
              <w:rPr>
                <w:sz w:val="16"/>
                <w:szCs w:val="16"/>
              </w:rPr>
              <w:t>2017-09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3A7F531" w14:textId="77777777" w:rsidR="002D3C5F" w:rsidRDefault="002D3C5F" w:rsidP="00D939EC">
            <w:pPr>
              <w:pStyle w:val="TAC"/>
              <w:rPr>
                <w:sz w:val="16"/>
                <w:szCs w:val="16"/>
              </w:rPr>
            </w:pPr>
            <w:r>
              <w:rPr>
                <w:sz w:val="16"/>
                <w:szCs w:val="16"/>
              </w:rPr>
              <w:t>RAN#77</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D761950" w14:textId="77777777" w:rsidR="002D3C5F" w:rsidRDefault="002D3C5F" w:rsidP="00D939EC">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B5FAF7" w14:textId="77777777" w:rsidR="002D3C5F" w:rsidRDefault="002D3C5F" w:rsidP="002D3C5F">
            <w:pPr>
              <w:spacing w:after="0"/>
              <w:jc w:val="center"/>
              <w:rPr>
                <w:rFonts w:ascii="Arial" w:hAnsi="Arial" w:cs="Arial"/>
                <w:sz w:val="16"/>
                <w:szCs w:val="16"/>
              </w:rPr>
            </w:pPr>
            <w:r>
              <w:rPr>
                <w:rFonts w:ascii="Arial" w:hAnsi="Arial" w:cs="Arial"/>
                <w:sz w:val="16"/>
                <w:szCs w:val="16"/>
              </w:rPr>
              <w:t>0978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699498" w14:textId="77777777" w:rsidR="002D3C5F" w:rsidRDefault="002D3C5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767445" w14:textId="77777777" w:rsidR="002D3C5F" w:rsidRDefault="002D3C5F" w:rsidP="00D939EC">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2574804" w14:textId="77777777" w:rsidR="002D3C5F" w:rsidRPr="00CD45AB" w:rsidRDefault="002D3C5F" w:rsidP="00D939EC">
            <w:pPr>
              <w:spacing w:after="0"/>
              <w:rPr>
                <w:rFonts w:ascii="Arial" w:hAnsi="Arial" w:cs="Arial"/>
                <w:sz w:val="16"/>
                <w:szCs w:val="16"/>
              </w:rPr>
            </w:pPr>
            <w:r w:rsidRPr="002D3C5F">
              <w:rPr>
                <w:rFonts w:ascii="Arial" w:hAnsi="Arial" w:cs="Arial"/>
                <w:sz w:val="16"/>
                <w:szCs w:val="16"/>
              </w:rPr>
              <w:t>Correction of RAR window timing definition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72B032" w14:textId="77777777" w:rsidR="002D3C5F" w:rsidRDefault="002D3C5F" w:rsidP="00D939EC">
            <w:pPr>
              <w:pStyle w:val="TAC"/>
              <w:jc w:val="left"/>
              <w:rPr>
                <w:snapToGrid w:val="0"/>
                <w:sz w:val="16"/>
                <w:szCs w:val="16"/>
              </w:rPr>
            </w:pPr>
            <w:r>
              <w:rPr>
                <w:snapToGrid w:val="0"/>
                <w:sz w:val="16"/>
                <w:szCs w:val="16"/>
              </w:rPr>
              <w:t>14.4.0</w:t>
            </w:r>
          </w:p>
        </w:tc>
      </w:tr>
      <w:tr w:rsidR="00196153" w:rsidRPr="006B0D02" w14:paraId="508B2E6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294142" w14:textId="77777777" w:rsidR="00196153" w:rsidRDefault="00196153" w:rsidP="00196153">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9B944A2" w14:textId="77777777" w:rsidR="00196153" w:rsidRDefault="00196153" w:rsidP="00196153">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8AFBE2" w14:textId="77777777" w:rsidR="00196153" w:rsidRDefault="00196153" w:rsidP="00196153">
            <w:pPr>
              <w:spacing w:after="0"/>
              <w:jc w:val="center"/>
              <w:rPr>
                <w:rFonts w:ascii="Arial" w:hAnsi="Arial" w:cs="Arial"/>
                <w:sz w:val="16"/>
                <w:szCs w:val="16"/>
              </w:rPr>
            </w:pPr>
            <w:r>
              <w:rPr>
                <w:rFonts w:ascii="Arial" w:hAnsi="Arial" w:cs="Arial"/>
                <w:sz w:val="16"/>
                <w:szCs w:val="16"/>
              </w:rPr>
              <w:t>RP-172677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EDB857" w14:textId="77777777" w:rsidR="00196153" w:rsidRDefault="00196153" w:rsidP="00196153">
            <w:pPr>
              <w:spacing w:after="0"/>
              <w:jc w:val="center"/>
              <w:rPr>
                <w:rFonts w:ascii="Arial" w:hAnsi="Arial" w:cs="Arial"/>
                <w:sz w:val="16"/>
                <w:szCs w:val="16"/>
              </w:rPr>
            </w:pPr>
            <w:r>
              <w:rPr>
                <w:rFonts w:ascii="Arial" w:hAnsi="Arial" w:cs="Arial"/>
                <w:sz w:val="16"/>
                <w:szCs w:val="16"/>
              </w:rPr>
              <w:t>0979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C58DAB" w14:textId="77777777" w:rsidR="00196153" w:rsidRDefault="00196153"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D8851B" w14:textId="77777777" w:rsidR="00196153" w:rsidRDefault="00196153"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177282F" w14:textId="77777777" w:rsidR="00196153" w:rsidRPr="00CD45AB" w:rsidRDefault="00196153" w:rsidP="003D6E3F">
            <w:pPr>
              <w:spacing w:after="0"/>
              <w:rPr>
                <w:rFonts w:ascii="Arial" w:hAnsi="Arial" w:cs="Arial"/>
                <w:sz w:val="16"/>
                <w:szCs w:val="16"/>
              </w:rPr>
            </w:pPr>
            <w:r w:rsidRPr="00196153">
              <w:rPr>
                <w:rFonts w:ascii="Arial" w:hAnsi="Arial" w:cs="Arial"/>
                <w:sz w:val="16"/>
                <w:szCs w:val="16"/>
              </w:rPr>
              <w:t xml:space="preserve">PUSCH and SRS Transmission in </w:t>
            </w:r>
            <w:proofErr w:type="spellStart"/>
            <w:r w:rsidRPr="00196153">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4D88F1" w14:textId="77777777" w:rsidR="00196153" w:rsidRDefault="00196153" w:rsidP="00196153">
            <w:pPr>
              <w:pStyle w:val="TAC"/>
              <w:jc w:val="left"/>
              <w:rPr>
                <w:snapToGrid w:val="0"/>
                <w:sz w:val="16"/>
                <w:szCs w:val="16"/>
              </w:rPr>
            </w:pPr>
            <w:r>
              <w:rPr>
                <w:snapToGrid w:val="0"/>
                <w:sz w:val="16"/>
                <w:szCs w:val="16"/>
              </w:rPr>
              <w:t>14.5.0</w:t>
            </w:r>
          </w:p>
        </w:tc>
      </w:tr>
      <w:tr w:rsidR="00C55FF5" w:rsidRPr="006B0D02" w14:paraId="16D5654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7F6596" w14:textId="77777777" w:rsidR="00C55FF5" w:rsidRDefault="00C55FF5"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68D8E6" w14:textId="77777777" w:rsidR="00C55FF5" w:rsidRDefault="00C55FF5"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155CC3E" w14:textId="77777777" w:rsidR="00C55FF5" w:rsidRDefault="00C55FF5" w:rsidP="00C55FF5">
            <w:pPr>
              <w:spacing w:after="0"/>
              <w:jc w:val="center"/>
              <w:rPr>
                <w:rFonts w:ascii="Arial" w:hAnsi="Arial" w:cs="Arial"/>
                <w:sz w:val="16"/>
                <w:szCs w:val="16"/>
              </w:rPr>
            </w:pPr>
            <w:r>
              <w:rPr>
                <w:rFonts w:ascii="Arial" w:hAnsi="Arial" w:cs="Arial"/>
                <w:sz w:val="16"/>
                <w:szCs w:val="16"/>
              </w:rPr>
              <w:t>RP-172682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893473" w14:textId="77777777" w:rsidR="00C55FF5" w:rsidRDefault="00C55FF5" w:rsidP="00C55FF5">
            <w:pPr>
              <w:spacing w:after="0"/>
              <w:jc w:val="center"/>
              <w:rPr>
                <w:rFonts w:ascii="Arial" w:hAnsi="Arial" w:cs="Arial"/>
                <w:sz w:val="16"/>
                <w:szCs w:val="16"/>
              </w:rPr>
            </w:pPr>
            <w:r>
              <w:rPr>
                <w:rFonts w:ascii="Arial" w:hAnsi="Arial" w:cs="Arial"/>
                <w:sz w:val="16"/>
                <w:szCs w:val="16"/>
              </w:rPr>
              <w:t>0981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1ADF606" w14:textId="77777777" w:rsidR="00C55FF5" w:rsidRDefault="00C55FF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C3FA48" w14:textId="77777777" w:rsidR="00C55FF5" w:rsidRDefault="00C55FF5"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E65552E" w14:textId="77777777" w:rsidR="00C55FF5" w:rsidRPr="00CD45AB" w:rsidRDefault="00C55FF5" w:rsidP="003D6E3F">
            <w:pPr>
              <w:spacing w:after="0"/>
              <w:rPr>
                <w:rFonts w:ascii="Arial" w:hAnsi="Arial" w:cs="Arial"/>
                <w:sz w:val="16"/>
                <w:szCs w:val="16"/>
              </w:rPr>
            </w:pPr>
            <w:r w:rsidRPr="00C55FF5">
              <w:rPr>
                <w:rFonts w:ascii="Arial" w:hAnsi="Arial" w:cs="Arial"/>
                <w:sz w:val="16"/>
                <w:szCs w:val="16"/>
              </w:rPr>
              <w:t xml:space="preserve">CR on CSI report reference subframe for an LAA </w:t>
            </w:r>
            <w:proofErr w:type="spellStart"/>
            <w:r w:rsidRPr="00C55FF5">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8198F2" w14:textId="77777777" w:rsidR="00C55FF5" w:rsidRDefault="00C55FF5" w:rsidP="003D6E3F">
            <w:pPr>
              <w:pStyle w:val="TAC"/>
              <w:jc w:val="left"/>
              <w:rPr>
                <w:snapToGrid w:val="0"/>
                <w:sz w:val="16"/>
                <w:szCs w:val="16"/>
              </w:rPr>
            </w:pPr>
            <w:r>
              <w:rPr>
                <w:snapToGrid w:val="0"/>
                <w:sz w:val="16"/>
                <w:szCs w:val="16"/>
              </w:rPr>
              <w:t>14.5.0</w:t>
            </w:r>
          </w:p>
        </w:tc>
      </w:tr>
      <w:tr w:rsidR="00DF289C" w:rsidRPr="006B0D02" w14:paraId="78B25E7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9AA405" w14:textId="77777777" w:rsidR="00DF289C" w:rsidRDefault="00DF289C"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E92FDC7" w14:textId="77777777" w:rsidR="00DF289C" w:rsidRDefault="00DF289C"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81E8A57" w14:textId="77777777" w:rsidR="00DF289C" w:rsidRDefault="00DF289C" w:rsidP="00DF289C">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AE1DA6" w14:textId="77777777" w:rsidR="00DF289C" w:rsidRDefault="00DF289C" w:rsidP="00DF289C">
            <w:pPr>
              <w:spacing w:after="0"/>
              <w:jc w:val="center"/>
              <w:rPr>
                <w:rFonts w:ascii="Arial" w:hAnsi="Arial" w:cs="Arial"/>
                <w:sz w:val="16"/>
                <w:szCs w:val="16"/>
              </w:rPr>
            </w:pPr>
            <w:r>
              <w:rPr>
                <w:rFonts w:ascii="Arial" w:hAnsi="Arial" w:cs="Arial"/>
                <w:sz w:val="16"/>
                <w:szCs w:val="16"/>
              </w:rPr>
              <w:t>0983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0B42E51" w14:textId="77777777" w:rsidR="00DF289C" w:rsidRDefault="00DF289C"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619812" w14:textId="77777777" w:rsidR="00DF289C" w:rsidRDefault="00DF289C" w:rsidP="003D6E3F">
            <w:pPr>
              <w:pStyle w:val="TAC"/>
              <w:rPr>
                <w:sz w:val="16"/>
                <w:szCs w:val="16"/>
              </w:rPr>
            </w:pPr>
            <w:r>
              <w:rPr>
                <w:sz w:val="16"/>
                <w:szCs w:val="16"/>
              </w:rPr>
              <w:t>D</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A139853" w14:textId="77777777" w:rsidR="00DF289C" w:rsidRPr="00CD45AB" w:rsidRDefault="00DF289C" w:rsidP="003D6E3F">
            <w:pPr>
              <w:spacing w:after="0"/>
              <w:rPr>
                <w:rFonts w:ascii="Arial" w:hAnsi="Arial" w:cs="Arial"/>
                <w:sz w:val="16"/>
                <w:szCs w:val="16"/>
              </w:rPr>
            </w:pPr>
            <w:r w:rsidRPr="00DF289C">
              <w:rPr>
                <w:rFonts w:ascii="Arial" w:hAnsi="Arial" w:cs="Arial"/>
                <w:sz w:val="16"/>
                <w:szCs w:val="16"/>
              </w:rPr>
              <w:t>Renaming of duplicated table 7.2.1-1A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C76675" w14:textId="77777777" w:rsidR="00DF289C" w:rsidRDefault="00DF289C" w:rsidP="003D6E3F">
            <w:pPr>
              <w:pStyle w:val="TAC"/>
              <w:jc w:val="left"/>
              <w:rPr>
                <w:snapToGrid w:val="0"/>
                <w:sz w:val="16"/>
                <w:szCs w:val="16"/>
              </w:rPr>
            </w:pPr>
            <w:r>
              <w:rPr>
                <w:snapToGrid w:val="0"/>
                <w:sz w:val="16"/>
                <w:szCs w:val="16"/>
              </w:rPr>
              <w:t>14.5.0</w:t>
            </w:r>
          </w:p>
        </w:tc>
      </w:tr>
      <w:tr w:rsidR="00612C35" w:rsidRPr="006B0D02" w14:paraId="06A005E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DF207B" w14:textId="77777777" w:rsidR="00612C35" w:rsidRDefault="00612C35"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3EE1315" w14:textId="77777777" w:rsidR="00612C35" w:rsidRDefault="00612C35"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F5EE4F7" w14:textId="77777777" w:rsidR="00612C35" w:rsidRDefault="00612C35" w:rsidP="00612C35">
            <w:pPr>
              <w:spacing w:after="0"/>
              <w:jc w:val="center"/>
              <w:rPr>
                <w:rFonts w:ascii="Arial" w:hAnsi="Arial" w:cs="Arial"/>
                <w:sz w:val="16"/>
                <w:szCs w:val="16"/>
              </w:rPr>
            </w:pPr>
            <w:r>
              <w:rPr>
                <w:rFonts w:ascii="Arial" w:hAnsi="Arial" w:cs="Arial"/>
                <w:sz w:val="16"/>
                <w:szCs w:val="16"/>
              </w:rPr>
              <w:t>RP-172681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82DDD9" w14:textId="77777777" w:rsidR="00612C35" w:rsidRDefault="00612C35" w:rsidP="00612C35">
            <w:pPr>
              <w:spacing w:after="0"/>
              <w:jc w:val="center"/>
              <w:rPr>
                <w:rFonts w:ascii="Arial" w:hAnsi="Arial" w:cs="Arial"/>
                <w:sz w:val="16"/>
                <w:szCs w:val="16"/>
              </w:rPr>
            </w:pPr>
            <w:r>
              <w:rPr>
                <w:rFonts w:ascii="Arial" w:hAnsi="Arial" w:cs="Arial"/>
                <w:sz w:val="16"/>
                <w:szCs w:val="16"/>
              </w:rPr>
              <w:t>0985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585D36F" w14:textId="77777777" w:rsidR="00612C35" w:rsidRDefault="00612C35"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0CF7B4" w14:textId="77777777" w:rsidR="00612C35" w:rsidRDefault="00612C35" w:rsidP="003D6E3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879EF0" w14:textId="77777777" w:rsidR="00612C35" w:rsidRPr="00CD45AB" w:rsidRDefault="00612C35" w:rsidP="003D6E3F">
            <w:pPr>
              <w:spacing w:after="0"/>
              <w:rPr>
                <w:rFonts w:ascii="Arial" w:hAnsi="Arial" w:cs="Arial"/>
                <w:sz w:val="16"/>
                <w:szCs w:val="16"/>
              </w:rPr>
            </w:pPr>
            <w:r w:rsidRPr="00612C35">
              <w:rPr>
                <w:rFonts w:ascii="Arial" w:hAnsi="Arial" w:cs="Arial"/>
                <w:sz w:val="16"/>
                <w:szCs w:val="16"/>
              </w:rPr>
              <w:t>Corrections of parameter names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E94244" w14:textId="77777777" w:rsidR="00612C35" w:rsidRDefault="00612C35" w:rsidP="003D6E3F">
            <w:pPr>
              <w:pStyle w:val="TAC"/>
              <w:jc w:val="left"/>
              <w:rPr>
                <w:snapToGrid w:val="0"/>
                <w:sz w:val="16"/>
                <w:szCs w:val="16"/>
              </w:rPr>
            </w:pPr>
            <w:r>
              <w:rPr>
                <w:snapToGrid w:val="0"/>
                <w:sz w:val="16"/>
                <w:szCs w:val="16"/>
              </w:rPr>
              <w:t>14.5.0</w:t>
            </w:r>
          </w:p>
        </w:tc>
      </w:tr>
      <w:tr w:rsidR="003213ED" w:rsidRPr="006B0D02" w14:paraId="06414C7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0ED7D7" w14:textId="77777777" w:rsidR="003213ED" w:rsidRDefault="003213ED"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87B2F0C" w14:textId="77777777" w:rsidR="003213ED" w:rsidRDefault="003213ED"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8C88DF6" w14:textId="77777777" w:rsidR="003213ED" w:rsidRDefault="003213ED" w:rsidP="003213ED">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FB15D2" w14:textId="77777777" w:rsidR="003213ED" w:rsidRDefault="003213ED" w:rsidP="003213ED">
            <w:pPr>
              <w:spacing w:after="0"/>
              <w:jc w:val="center"/>
              <w:rPr>
                <w:rFonts w:ascii="Arial" w:hAnsi="Arial" w:cs="Arial"/>
                <w:sz w:val="16"/>
                <w:szCs w:val="16"/>
              </w:rPr>
            </w:pPr>
            <w:r>
              <w:rPr>
                <w:rFonts w:ascii="Arial" w:hAnsi="Arial" w:cs="Arial"/>
                <w:sz w:val="16"/>
                <w:szCs w:val="16"/>
              </w:rPr>
              <w:t>0986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B80F213" w14:textId="77777777" w:rsidR="003213ED" w:rsidRDefault="003213ED"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D3CC79" w14:textId="77777777" w:rsidR="003213ED" w:rsidRDefault="003213ED"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580452" w14:textId="77777777" w:rsidR="003213ED" w:rsidRPr="00CD45AB" w:rsidRDefault="003213ED" w:rsidP="003D6E3F">
            <w:pPr>
              <w:spacing w:after="0"/>
              <w:rPr>
                <w:rFonts w:ascii="Arial" w:hAnsi="Arial" w:cs="Arial"/>
                <w:sz w:val="16"/>
                <w:szCs w:val="16"/>
              </w:rPr>
            </w:pPr>
            <w:r w:rsidRPr="003213ED">
              <w:rPr>
                <w:rFonts w:ascii="Arial" w:hAnsi="Arial" w:cs="Arial"/>
                <w:sz w:val="16"/>
                <w:szCs w:val="16"/>
              </w:rPr>
              <w:t>Clarification on timing relationships of 2 HARQ process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AA6068" w14:textId="77777777" w:rsidR="003213ED" w:rsidRDefault="003213ED" w:rsidP="003D6E3F">
            <w:pPr>
              <w:pStyle w:val="TAC"/>
              <w:jc w:val="left"/>
              <w:rPr>
                <w:snapToGrid w:val="0"/>
                <w:sz w:val="16"/>
                <w:szCs w:val="16"/>
              </w:rPr>
            </w:pPr>
            <w:r>
              <w:rPr>
                <w:snapToGrid w:val="0"/>
                <w:sz w:val="16"/>
                <w:szCs w:val="16"/>
              </w:rPr>
              <w:t>14.5.0</w:t>
            </w:r>
          </w:p>
        </w:tc>
      </w:tr>
      <w:tr w:rsidR="00060449" w:rsidRPr="006B0D02" w14:paraId="2B4E116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1F9DDE" w14:textId="77777777" w:rsidR="00060449" w:rsidRDefault="00060449"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1F8144E" w14:textId="77777777" w:rsidR="00060449" w:rsidRDefault="00060449"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52FD931" w14:textId="77777777" w:rsidR="00060449" w:rsidRDefault="00060449" w:rsidP="00060449">
            <w:pPr>
              <w:spacing w:after="0"/>
              <w:jc w:val="center"/>
              <w:rPr>
                <w:rFonts w:ascii="Arial" w:hAnsi="Arial" w:cs="Arial"/>
                <w:sz w:val="16"/>
                <w:szCs w:val="16"/>
              </w:rPr>
            </w:pPr>
            <w:r>
              <w:rPr>
                <w:rFonts w:ascii="Arial" w:hAnsi="Arial" w:cs="Arial"/>
                <w:sz w:val="16"/>
                <w:szCs w:val="16"/>
              </w:rPr>
              <w:t>RP-172680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ABF303" w14:textId="77777777" w:rsidR="00060449" w:rsidRDefault="00060449" w:rsidP="00060449">
            <w:pPr>
              <w:spacing w:after="0"/>
              <w:jc w:val="center"/>
              <w:rPr>
                <w:rFonts w:ascii="Arial" w:hAnsi="Arial" w:cs="Arial"/>
                <w:sz w:val="16"/>
                <w:szCs w:val="16"/>
              </w:rPr>
            </w:pPr>
            <w:r>
              <w:rPr>
                <w:rFonts w:ascii="Arial" w:hAnsi="Arial" w:cs="Arial"/>
                <w:sz w:val="16"/>
                <w:szCs w:val="16"/>
              </w:rPr>
              <w:t>0987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967522" w14:textId="77777777" w:rsidR="00060449" w:rsidRDefault="00060449"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187849" w14:textId="77777777" w:rsidR="00060449" w:rsidRDefault="00060449" w:rsidP="003D6E3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ACB67AD" w14:textId="77777777" w:rsidR="00060449" w:rsidRPr="00CD45AB" w:rsidRDefault="00060449" w:rsidP="003D6E3F">
            <w:pPr>
              <w:spacing w:after="0"/>
              <w:rPr>
                <w:rFonts w:ascii="Arial" w:hAnsi="Arial" w:cs="Arial"/>
                <w:sz w:val="16"/>
                <w:szCs w:val="16"/>
              </w:rPr>
            </w:pPr>
            <w:r w:rsidRPr="00060449">
              <w:rPr>
                <w:rFonts w:ascii="Arial" w:hAnsi="Arial" w:cs="Arial"/>
                <w:sz w:val="16"/>
                <w:szCs w:val="16"/>
              </w:rPr>
              <w:t>TBS for TDD special subframe for BL/CE UE without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554BE9" w14:textId="77777777" w:rsidR="00060449" w:rsidRDefault="00060449" w:rsidP="003D6E3F">
            <w:pPr>
              <w:pStyle w:val="TAC"/>
              <w:jc w:val="left"/>
              <w:rPr>
                <w:snapToGrid w:val="0"/>
                <w:sz w:val="16"/>
                <w:szCs w:val="16"/>
              </w:rPr>
            </w:pPr>
            <w:r>
              <w:rPr>
                <w:snapToGrid w:val="0"/>
                <w:sz w:val="16"/>
                <w:szCs w:val="16"/>
              </w:rPr>
              <w:t>14.5.0</w:t>
            </w:r>
          </w:p>
        </w:tc>
      </w:tr>
      <w:tr w:rsidR="004478C0" w:rsidRPr="006B0D02" w14:paraId="10AF490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FF25A9" w14:textId="77777777" w:rsidR="004478C0" w:rsidRDefault="004478C0"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354C4E6" w14:textId="77777777" w:rsidR="004478C0" w:rsidRDefault="004478C0"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61272D0" w14:textId="77777777" w:rsidR="004478C0" w:rsidRDefault="004478C0" w:rsidP="003D6E3F">
            <w:pPr>
              <w:spacing w:after="0"/>
              <w:jc w:val="center"/>
              <w:rPr>
                <w:rFonts w:ascii="Arial" w:hAnsi="Arial" w:cs="Arial"/>
                <w:sz w:val="16"/>
                <w:szCs w:val="16"/>
              </w:rPr>
            </w:pPr>
            <w:r>
              <w:rPr>
                <w:rFonts w:ascii="Arial" w:hAnsi="Arial" w:cs="Arial"/>
                <w:sz w:val="16"/>
                <w:szCs w:val="16"/>
              </w:rPr>
              <w:t>RP-172680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CB656F" w14:textId="77777777" w:rsidR="004478C0" w:rsidRDefault="004478C0" w:rsidP="004478C0">
            <w:pPr>
              <w:spacing w:after="0"/>
              <w:jc w:val="center"/>
              <w:rPr>
                <w:rFonts w:ascii="Arial" w:hAnsi="Arial" w:cs="Arial"/>
                <w:sz w:val="16"/>
                <w:szCs w:val="16"/>
              </w:rPr>
            </w:pPr>
            <w:r>
              <w:rPr>
                <w:rFonts w:ascii="Arial" w:hAnsi="Arial" w:cs="Arial"/>
                <w:sz w:val="16"/>
                <w:szCs w:val="16"/>
              </w:rPr>
              <w:t>0989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1FF454B" w14:textId="77777777" w:rsidR="004478C0" w:rsidRDefault="004478C0"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120C5C" w14:textId="77777777" w:rsidR="004478C0" w:rsidRDefault="004478C0" w:rsidP="003D6E3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4711584" w14:textId="77777777" w:rsidR="004478C0" w:rsidRPr="00CD45AB" w:rsidRDefault="004478C0" w:rsidP="003D6E3F">
            <w:pPr>
              <w:spacing w:after="0"/>
              <w:rPr>
                <w:rFonts w:ascii="Arial" w:hAnsi="Arial" w:cs="Arial"/>
                <w:sz w:val="16"/>
                <w:szCs w:val="16"/>
              </w:rPr>
            </w:pPr>
            <w:r w:rsidRPr="004478C0">
              <w:rPr>
                <w:rFonts w:ascii="Arial" w:hAnsi="Arial" w:cs="Arial"/>
                <w:sz w:val="16"/>
                <w:szCs w:val="16"/>
              </w:rPr>
              <w:t>Non-repeated PUCCH SR transmissions on invalid UL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53389B" w14:textId="77777777" w:rsidR="004478C0" w:rsidRDefault="004478C0" w:rsidP="003D6E3F">
            <w:pPr>
              <w:pStyle w:val="TAC"/>
              <w:jc w:val="left"/>
              <w:rPr>
                <w:snapToGrid w:val="0"/>
                <w:sz w:val="16"/>
                <w:szCs w:val="16"/>
              </w:rPr>
            </w:pPr>
            <w:r>
              <w:rPr>
                <w:snapToGrid w:val="0"/>
                <w:sz w:val="16"/>
                <w:szCs w:val="16"/>
              </w:rPr>
              <w:t>14.5.0</w:t>
            </w:r>
          </w:p>
        </w:tc>
      </w:tr>
      <w:tr w:rsidR="00DA69D3" w:rsidRPr="006B0D02" w14:paraId="0271186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909C22" w14:textId="77777777" w:rsidR="00DA69D3" w:rsidRDefault="00DA69D3"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9C285FD" w14:textId="77777777" w:rsidR="00DA69D3" w:rsidRDefault="00DA69D3"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69B193F" w14:textId="77777777" w:rsidR="00DA69D3" w:rsidRDefault="00DA69D3" w:rsidP="00DA69D3">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2453A9" w14:textId="77777777" w:rsidR="00DA69D3" w:rsidRDefault="00DA69D3" w:rsidP="00DA69D3">
            <w:pPr>
              <w:spacing w:after="0"/>
              <w:jc w:val="center"/>
              <w:rPr>
                <w:rFonts w:ascii="Arial" w:hAnsi="Arial" w:cs="Arial"/>
                <w:sz w:val="16"/>
                <w:szCs w:val="16"/>
              </w:rPr>
            </w:pPr>
            <w:r>
              <w:rPr>
                <w:rFonts w:ascii="Arial" w:hAnsi="Arial" w:cs="Arial"/>
                <w:sz w:val="16"/>
                <w:szCs w:val="16"/>
              </w:rPr>
              <w:t>0990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7AA6911" w14:textId="77777777" w:rsidR="00DA69D3" w:rsidRDefault="00DA69D3"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8D6F84" w14:textId="77777777" w:rsidR="00DA69D3" w:rsidRDefault="00DA69D3"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FBF995" w14:textId="77777777" w:rsidR="00DA69D3" w:rsidRPr="00CD45AB" w:rsidRDefault="00DA69D3" w:rsidP="003D6E3F">
            <w:pPr>
              <w:spacing w:after="0"/>
              <w:rPr>
                <w:rFonts w:ascii="Arial" w:hAnsi="Arial" w:cs="Arial"/>
                <w:sz w:val="16"/>
                <w:szCs w:val="16"/>
              </w:rPr>
            </w:pPr>
            <w:r w:rsidRPr="00DA69D3">
              <w:rPr>
                <w:rFonts w:ascii="Arial" w:hAnsi="Arial" w:cs="Arial"/>
                <w:sz w:val="16"/>
                <w:szCs w:val="16"/>
              </w:rPr>
              <w:t>Clarification on supporting lower frequency domain density for Class A NZP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A2D925" w14:textId="77777777" w:rsidR="00DA69D3" w:rsidRDefault="00DA69D3" w:rsidP="003D6E3F">
            <w:pPr>
              <w:pStyle w:val="TAC"/>
              <w:jc w:val="left"/>
              <w:rPr>
                <w:snapToGrid w:val="0"/>
                <w:sz w:val="16"/>
                <w:szCs w:val="16"/>
              </w:rPr>
            </w:pPr>
            <w:r>
              <w:rPr>
                <w:snapToGrid w:val="0"/>
                <w:sz w:val="16"/>
                <w:szCs w:val="16"/>
              </w:rPr>
              <w:t>14.5.0</w:t>
            </w:r>
          </w:p>
        </w:tc>
      </w:tr>
      <w:tr w:rsidR="00EB07F2" w:rsidRPr="006B0D02" w14:paraId="6E93A34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C26849" w14:textId="77777777" w:rsidR="00EB07F2" w:rsidRDefault="00EB07F2"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8278C54" w14:textId="77777777" w:rsidR="00EB07F2" w:rsidRDefault="00EB07F2"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03F2889" w14:textId="77777777" w:rsidR="00EB07F2" w:rsidRDefault="00EB07F2" w:rsidP="00EB07F2">
            <w:pPr>
              <w:spacing w:after="0"/>
              <w:jc w:val="center"/>
              <w:rPr>
                <w:rFonts w:ascii="Arial" w:hAnsi="Arial" w:cs="Arial"/>
                <w:sz w:val="16"/>
                <w:szCs w:val="16"/>
              </w:rPr>
            </w:pPr>
            <w:r>
              <w:rPr>
                <w:rFonts w:ascii="Arial" w:hAnsi="Arial" w:cs="Arial"/>
                <w:sz w:val="16"/>
                <w:szCs w:val="16"/>
              </w:rPr>
              <w:t>RP-172685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030E8C" w14:textId="77777777" w:rsidR="00EB07F2" w:rsidRDefault="00EB07F2" w:rsidP="00EB07F2">
            <w:pPr>
              <w:spacing w:after="0"/>
              <w:jc w:val="center"/>
              <w:rPr>
                <w:rFonts w:ascii="Arial" w:hAnsi="Arial" w:cs="Arial"/>
                <w:sz w:val="16"/>
                <w:szCs w:val="16"/>
              </w:rPr>
            </w:pPr>
            <w:r>
              <w:rPr>
                <w:rFonts w:ascii="Arial" w:hAnsi="Arial" w:cs="Arial"/>
                <w:sz w:val="16"/>
                <w:szCs w:val="16"/>
              </w:rPr>
              <w:t>0991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51F797" w14:textId="77777777" w:rsidR="00EB07F2" w:rsidRDefault="00EB07F2"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941076" w14:textId="77777777" w:rsidR="00EB07F2" w:rsidRDefault="00EB07F2"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C481F9D" w14:textId="77777777" w:rsidR="00EB07F2" w:rsidRPr="00CD45AB" w:rsidRDefault="00EB07F2" w:rsidP="003D6E3F">
            <w:pPr>
              <w:spacing w:after="0"/>
              <w:rPr>
                <w:rFonts w:ascii="Arial" w:hAnsi="Arial" w:cs="Arial"/>
                <w:sz w:val="16"/>
                <w:szCs w:val="16"/>
              </w:rPr>
            </w:pPr>
            <w:r w:rsidRPr="00EB07F2">
              <w:rPr>
                <w:rFonts w:ascii="Arial" w:hAnsi="Arial" w:cs="Arial"/>
                <w:sz w:val="16"/>
                <w:szCs w:val="16"/>
              </w:rPr>
              <w:t>Corrections on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F18BFA" w14:textId="77777777" w:rsidR="00EB07F2" w:rsidRDefault="00EB07F2" w:rsidP="003D6E3F">
            <w:pPr>
              <w:pStyle w:val="TAC"/>
              <w:jc w:val="left"/>
              <w:rPr>
                <w:snapToGrid w:val="0"/>
                <w:sz w:val="16"/>
                <w:szCs w:val="16"/>
              </w:rPr>
            </w:pPr>
            <w:r>
              <w:rPr>
                <w:snapToGrid w:val="0"/>
                <w:sz w:val="16"/>
                <w:szCs w:val="16"/>
              </w:rPr>
              <w:t>14.5.0</w:t>
            </w:r>
          </w:p>
        </w:tc>
      </w:tr>
      <w:tr w:rsidR="0047485E" w:rsidRPr="006B0D02" w14:paraId="455FCC9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ECA4A1" w14:textId="77777777" w:rsidR="0047485E" w:rsidRDefault="0047485E"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1747E72" w14:textId="77777777" w:rsidR="0047485E" w:rsidRDefault="0047485E"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D23999A" w14:textId="77777777" w:rsidR="0047485E" w:rsidRDefault="0047485E" w:rsidP="0047485E">
            <w:pPr>
              <w:spacing w:after="0"/>
              <w:jc w:val="center"/>
              <w:rPr>
                <w:rFonts w:ascii="Arial" w:hAnsi="Arial" w:cs="Arial"/>
                <w:sz w:val="16"/>
                <w:szCs w:val="16"/>
              </w:rPr>
            </w:pPr>
            <w:r>
              <w:rPr>
                <w:rFonts w:ascii="Arial" w:hAnsi="Arial" w:cs="Arial"/>
                <w:sz w:val="16"/>
                <w:szCs w:val="16"/>
              </w:rPr>
              <w:t>RP-172681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C8A003" w14:textId="77777777" w:rsidR="0047485E" w:rsidRDefault="0047485E" w:rsidP="0047485E">
            <w:pPr>
              <w:spacing w:after="0"/>
              <w:jc w:val="center"/>
              <w:rPr>
                <w:rFonts w:ascii="Arial" w:hAnsi="Arial" w:cs="Arial"/>
                <w:sz w:val="16"/>
                <w:szCs w:val="16"/>
              </w:rPr>
            </w:pPr>
            <w:r>
              <w:rPr>
                <w:rFonts w:ascii="Arial" w:hAnsi="Arial" w:cs="Arial"/>
                <w:sz w:val="16"/>
                <w:szCs w:val="16"/>
              </w:rPr>
              <w:t>0997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0AF43DE" w14:textId="77777777" w:rsidR="0047485E" w:rsidRDefault="0047485E"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CB7F02" w14:textId="77777777" w:rsidR="0047485E" w:rsidRDefault="0047485E" w:rsidP="003D6E3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FD41DCF" w14:textId="77777777" w:rsidR="0047485E" w:rsidRPr="00CD45AB" w:rsidRDefault="0047485E" w:rsidP="003D6E3F">
            <w:pPr>
              <w:spacing w:after="0"/>
              <w:rPr>
                <w:rFonts w:ascii="Arial" w:hAnsi="Arial" w:cs="Arial"/>
                <w:sz w:val="16"/>
                <w:szCs w:val="16"/>
              </w:rPr>
            </w:pPr>
            <w:r w:rsidRPr="0047485E">
              <w:rPr>
                <w:rFonts w:ascii="Arial" w:hAnsi="Arial" w:cs="Arial"/>
                <w:sz w:val="16"/>
                <w:szCs w:val="16"/>
              </w:rPr>
              <w:t>Typo correction for table 16.5.1.2.1-1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885CDF" w14:textId="77777777" w:rsidR="0047485E" w:rsidRDefault="0047485E" w:rsidP="003D6E3F">
            <w:pPr>
              <w:pStyle w:val="TAC"/>
              <w:jc w:val="left"/>
              <w:rPr>
                <w:snapToGrid w:val="0"/>
                <w:sz w:val="16"/>
                <w:szCs w:val="16"/>
              </w:rPr>
            </w:pPr>
            <w:r>
              <w:rPr>
                <w:snapToGrid w:val="0"/>
                <w:sz w:val="16"/>
                <w:szCs w:val="16"/>
              </w:rPr>
              <w:t>14.5.0</w:t>
            </w:r>
          </w:p>
        </w:tc>
      </w:tr>
      <w:tr w:rsidR="00326F15" w:rsidRPr="006B0D02" w14:paraId="11C46CB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37FD18" w14:textId="77777777" w:rsidR="00326F15" w:rsidRDefault="00326F15"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F54575" w14:textId="77777777" w:rsidR="00326F15" w:rsidRDefault="00326F15"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17654C6" w14:textId="77777777" w:rsidR="00326F15" w:rsidRDefault="00326F15" w:rsidP="00326F15">
            <w:pPr>
              <w:spacing w:after="0"/>
              <w:jc w:val="center"/>
              <w:rPr>
                <w:rFonts w:ascii="Arial" w:hAnsi="Arial" w:cs="Arial"/>
                <w:sz w:val="16"/>
                <w:szCs w:val="16"/>
              </w:rPr>
            </w:pPr>
            <w:r>
              <w:rPr>
                <w:rFonts w:ascii="Arial" w:hAnsi="Arial" w:cs="Arial"/>
                <w:sz w:val="16"/>
                <w:szCs w:val="16"/>
              </w:rPr>
              <w:t>RP-172678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9EFD68" w14:textId="77777777" w:rsidR="00326F15" w:rsidRDefault="00326F15" w:rsidP="00326F15">
            <w:pPr>
              <w:spacing w:after="0"/>
              <w:jc w:val="center"/>
              <w:rPr>
                <w:rFonts w:ascii="Arial" w:hAnsi="Arial" w:cs="Arial"/>
                <w:sz w:val="16"/>
                <w:szCs w:val="16"/>
              </w:rPr>
            </w:pPr>
            <w:r>
              <w:rPr>
                <w:rFonts w:ascii="Arial" w:hAnsi="Arial" w:cs="Arial"/>
                <w:sz w:val="16"/>
                <w:szCs w:val="16"/>
              </w:rPr>
              <w:t>0999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56C5194" w14:textId="77777777" w:rsidR="00326F15" w:rsidRDefault="00326F1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826996" w14:textId="77777777" w:rsidR="00326F15" w:rsidRDefault="00326F15" w:rsidP="003D6E3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119A2FD" w14:textId="77777777" w:rsidR="00326F15" w:rsidRPr="00CD45AB" w:rsidRDefault="00326F15" w:rsidP="003D6E3F">
            <w:pPr>
              <w:spacing w:after="0"/>
              <w:rPr>
                <w:rFonts w:ascii="Arial" w:hAnsi="Arial" w:cs="Arial"/>
                <w:sz w:val="16"/>
                <w:szCs w:val="16"/>
              </w:rPr>
            </w:pPr>
            <w:r w:rsidRPr="00326F15">
              <w:rPr>
                <w:rFonts w:ascii="Arial" w:hAnsi="Arial" w:cs="Arial"/>
                <w:sz w:val="16"/>
                <w:szCs w:val="16"/>
              </w:rPr>
              <w:t>Usage of PUCCH format 3 for with more than 5 CC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8EBBB9" w14:textId="77777777" w:rsidR="00326F15" w:rsidRDefault="00326F15" w:rsidP="003D6E3F">
            <w:pPr>
              <w:pStyle w:val="TAC"/>
              <w:jc w:val="left"/>
              <w:rPr>
                <w:snapToGrid w:val="0"/>
                <w:sz w:val="16"/>
                <w:szCs w:val="16"/>
              </w:rPr>
            </w:pPr>
            <w:r>
              <w:rPr>
                <w:snapToGrid w:val="0"/>
                <w:sz w:val="16"/>
                <w:szCs w:val="16"/>
              </w:rPr>
              <w:t>14.5.0</w:t>
            </w:r>
          </w:p>
        </w:tc>
      </w:tr>
      <w:tr w:rsidR="000044CB" w:rsidRPr="006B0D02" w14:paraId="681A510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8A9CE4" w14:textId="77777777" w:rsidR="000044CB" w:rsidRDefault="000044CB"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BB1A175" w14:textId="77777777" w:rsidR="000044CB" w:rsidRDefault="000044CB"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88BDC0C" w14:textId="77777777" w:rsidR="000044CB" w:rsidRDefault="000044CB" w:rsidP="000044CB">
            <w:pPr>
              <w:spacing w:after="0"/>
              <w:jc w:val="center"/>
              <w:rPr>
                <w:rFonts w:ascii="Arial" w:hAnsi="Arial" w:cs="Arial"/>
                <w:sz w:val="16"/>
                <w:szCs w:val="16"/>
              </w:rPr>
            </w:pPr>
            <w:r>
              <w:rPr>
                <w:rFonts w:ascii="Arial" w:hAnsi="Arial" w:cs="Arial"/>
                <w:sz w:val="16"/>
                <w:szCs w:val="16"/>
              </w:rPr>
              <w:t>RP-172684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858A55" w14:textId="77777777" w:rsidR="000044CB" w:rsidRDefault="000044CB" w:rsidP="003D6E3F">
            <w:pPr>
              <w:spacing w:after="0"/>
              <w:jc w:val="center"/>
              <w:rPr>
                <w:rFonts w:ascii="Arial" w:hAnsi="Arial" w:cs="Arial"/>
                <w:sz w:val="16"/>
                <w:szCs w:val="16"/>
              </w:rPr>
            </w:pPr>
            <w:r>
              <w:rPr>
                <w:rFonts w:ascii="Arial" w:hAnsi="Arial" w:cs="Arial"/>
                <w:sz w:val="16"/>
                <w:szCs w:val="16"/>
              </w:rPr>
              <w:t>1000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618ADC7" w14:textId="77777777" w:rsidR="000044CB" w:rsidRDefault="000044CB"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CF8F66" w14:textId="77777777" w:rsidR="000044CB" w:rsidRDefault="000044CB"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4BD094E" w14:textId="77777777" w:rsidR="000044CB" w:rsidRPr="00CD45AB" w:rsidRDefault="000044CB" w:rsidP="003D6E3F">
            <w:pPr>
              <w:spacing w:after="0"/>
              <w:rPr>
                <w:rFonts w:ascii="Arial" w:hAnsi="Arial" w:cs="Arial"/>
                <w:sz w:val="16"/>
                <w:szCs w:val="16"/>
              </w:rPr>
            </w:pPr>
            <w:r w:rsidRPr="000044CB">
              <w:rPr>
                <w:rFonts w:ascii="Arial" w:hAnsi="Arial" w:cs="Arial"/>
                <w:sz w:val="16"/>
                <w:szCs w:val="16"/>
              </w:rPr>
              <w:t xml:space="preserve">Correction on </w:t>
            </w:r>
            <w:proofErr w:type="spellStart"/>
            <w:r w:rsidRPr="000044CB">
              <w:rPr>
                <w:rFonts w:ascii="Arial" w:hAnsi="Arial" w:cs="Arial"/>
                <w:sz w:val="16"/>
                <w:szCs w:val="16"/>
              </w:rPr>
              <w:t>sidelink</w:t>
            </w:r>
            <w:proofErr w:type="spellEnd"/>
            <w:r w:rsidRPr="000044CB">
              <w:rPr>
                <w:rFonts w:ascii="Arial" w:hAnsi="Arial" w:cs="Arial"/>
                <w:sz w:val="16"/>
                <w:szCs w:val="16"/>
              </w:rPr>
              <w:t xml:space="preserve"> index field name in DCI format 5A for V2V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1AD996" w14:textId="77777777" w:rsidR="000044CB" w:rsidRDefault="000044CB" w:rsidP="003D6E3F">
            <w:pPr>
              <w:pStyle w:val="TAC"/>
              <w:jc w:val="left"/>
              <w:rPr>
                <w:snapToGrid w:val="0"/>
                <w:sz w:val="16"/>
                <w:szCs w:val="16"/>
              </w:rPr>
            </w:pPr>
            <w:r>
              <w:rPr>
                <w:snapToGrid w:val="0"/>
                <w:sz w:val="16"/>
                <w:szCs w:val="16"/>
              </w:rPr>
              <w:t>14.5.0</w:t>
            </w:r>
          </w:p>
        </w:tc>
      </w:tr>
      <w:tr w:rsidR="008F56E1" w:rsidRPr="006B0D02" w14:paraId="144034F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A3EF15" w14:textId="77777777" w:rsidR="008F56E1" w:rsidRDefault="008F56E1"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017DB89" w14:textId="77777777" w:rsidR="008F56E1" w:rsidRDefault="008F56E1"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4DE79F" w14:textId="77777777" w:rsidR="008F56E1" w:rsidRDefault="008F56E1" w:rsidP="008F56E1">
            <w:pPr>
              <w:spacing w:after="0"/>
              <w:jc w:val="center"/>
              <w:rPr>
                <w:rFonts w:ascii="Arial" w:hAnsi="Arial" w:cs="Arial"/>
                <w:sz w:val="16"/>
                <w:szCs w:val="16"/>
              </w:rPr>
            </w:pPr>
            <w:r>
              <w:rPr>
                <w:rFonts w:ascii="Arial" w:hAnsi="Arial" w:cs="Arial"/>
                <w:sz w:val="16"/>
                <w:szCs w:val="16"/>
              </w:rPr>
              <w:t>RP-172685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BB71DD" w14:textId="77777777" w:rsidR="008F56E1" w:rsidRDefault="008F56E1" w:rsidP="008F56E1">
            <w:pPr>
              <w:spacing w:after="0"/>
              <w:jc w:val="center"/>
              <w:rPr>
                <w:rFonts w:ascii="Arial" w:hAnsi="Arial" w:cs="Arial"/>
                <w:sz w:val="16"/>
                <w:szCs w:val="16"/>
              </w:rPr>
            </w:pPr>
            <w:r>
              <w:rPr>
                <w:rFonts w:ascii="Arial" w:hAnsi="Arial" w:cs="Arial"/>
                <w:sz w:val="16"/>
                <w:szCs w:val="16"/>
              </w:rPr>
              <w:t>1001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0C007B" w14:textId="77777777" w:rsidR="008F56E1" w:rsidRDefault="008F56E1"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7B3650" w14:textId="77777777" w:rsidR="008F56E1" w:rsidRDefault="008F56E1"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FDF8DC8" w14:textId="77777777" w:rsidR="008F56E1" w:rsidRPr="00CD45AB" w:rsidRDefault="008F56E1" w:rsidP="003D6E3F">
            <w:pPr>
              <w:spacing w:after="0"/>
              <w:rPr>
                <w:rFonts w:ascii="Arial" w:hAnsi="Arial" w:cs="Arial"/>
                <w:sz w:val="16"/>
                <w:szCs w:val="16"/>
              </w:rPr>
            </w:pPr>
            <w:r w:rsidRPr="008F56E1">
              <w:rPr>
                <w:rFonts w:ascii="Arial" w:hAnsi="Arial" w:cs="Arial"/>
                <w:sz w:val="16"/>
                <w:szCs w:val="16"/>
              </w:rPr>
              <w:t>Correction for modulation determination under larger TBS for random access response grant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4EE8A7" w14:textId="77777777" w:rsidR="008F56E1" w:rsidRDefault="008F56E1" w:rsidP="003D6E3F">
            <w:pPr>
              <w:pStyle w:val="TAC"/>
              <w:jc w:val="left"/>
              <w:rPr>
                <w:snapToGrid w:val="0"/>
                <w:sz w:val="16"/>
                <w:szCs w:val="16"/>
              </w:rPr>
            </w:pPr>
            <w:r>
              <w:rPr>
                <w:snapToGrid w:val="0"/>
                <w:sz w:val="16"/>
                <w:szCs w:val="16"/>
              </w:rPr>
              <w:t>14.5.0</w:t>
            </w:r>
          </w:p>
        </w:tc>
      </w:tr>
      <w:tr w:rsidR="005728E2" w:rsidRPr="006B0D02" w14:paraId="037251F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3BFF6D" w14:textId="77777777" w:rsidR="005728E2" w:rsidRDefault="005728E2"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EC2FECB" w14:textId="77777777" w:rsidR="005728E2" w:rsidRDefault="005728E2"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9B597DF" w14:textId="77777777" w:rsidR="005728E2" w:rsidRDefault="005728E2" w:rsidP="005728E2">
            <w:pPr>
              <w:spacing w:after="0"/>
              <w:jc w:val="center"/>
              <w:rPr>
                <w:rFonts w:ascii="Arial" w:hAnsi="Arial" w:cs="Arial"/>
                <w:sz w:val="16"/>
                <w:szCs w:val="16"/>
              </w:rPr>
            </w:pPr>
            <w:r>
              <w:rPr>
                <w:rFonts w:ascii="Arial" w:hAnsi="Arial" w:cs="Arial"/>
                <w:sz w:val="16"/>
                <w:szCs w:val="16"/>
              </w:rPr>
              <w:t>RP-172692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9035F4" w14:textId="77777777" w:rsidR="005728E2" w:rsidRDefault="005728E2" w:rsidP="005728E2">
            <w:pPr>
              <w:spacing w:after="0"/>
              <w:jc w:val="center"/>
              <w:rPr>
                <w:rFonts w:ascii="Arial" w:hAnsi="Arial" w:cs="Arial"/>
                <w:sz w:val="16"/>
                <w:szCs w:val="16"/>
              </w:rPr>
            </w:pPr>
            <w:r>
              <w:rPr>
                <w:rFonts w:ascii="Arial" w:hAnsi="Arial" w:cs="Arial"/>
                <w:sz w:val="16"/>
                <w:szCs w:val="16"/>
              </w:rPr>
              <w:t>1002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572B9DE" w14:textId="77777777" w:rsidR="005728E2" w:rsidRDefault="005728E2"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514686" w14:textId="77777777" w:rsidR="005728E2" w:rsidRDefault="005728E2"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20B6A74" w14:textId="77777777" w:rsidR="005728E2" w:rsidRPr="00CD45AB" w:rsidRDefault="005728E2" w:rsidP="003D6E3F">
            <w:pPr>
              <w:spacing w:after="0"/>
              <w:rPr>
                <w:rFonts w:ascii="Arial" w:hAnsi="Arial" w:cs="Arial"/>
                <w:sz w:val="16"/>
                <w:szCs w:val="16"/>
              </w:rPr>
            </w:pPr>
            <w:r w:rsidRPr="005728E2">
              <w:rPr>
                <w:rFonts w:ascii="Arial" w:hAnsi="Arial" w:cs="Arial"/>
                <w:sz w:val="16"/>
                <w:szCs w:val="16"/>
              </w:rPr>
              <w:t xml:space="preserve">Correction on higher layer parameter for </w:t>
            </w:r>
            <w:proofErr w:type="spellStart"/>
            <w:r w:rsidRPr="005728E2">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FFD3EF" w14:textId="77777777" w:rsidR="005728E2" w:rsidRDefault="005728E2" w:rsidP="003D6E3F">
            <w:pPr>
              <w:pStyle w:val="TAC"/>
              <w:jc w:val="left"/>
              <w:rPr>
                <w:snapToGrid w:val="0"/>
                <w:sz w:val="16"/>
                <w:szCs w:val="16"/>
              </w:rPr>
            </w:pPr>
            <w:r>
              <w:rPr>
                <w:snapToGrid w:val="0"/>
                <w:sz w:val="16"/>
                <w:szCs w:val="16"/>
              </w:rPr>
              <w:t>14.5.0</w:t>
            </w:r>
          </w:p>
        </w:tc>
      </w:tr>
      <w:tr w:rsidR="00065F75" w:rsidRPr="006B0D02" w14:paraId="68AA569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BF37E9" w14:textId="77777777" w:rsidR="00065F75" w:rsidRDefault="00065F75"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9D0D4E9" w14:textId="77777777" w:rsidR="00065F75" w:rsidRDefault="00065F75"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B84E4BC" w14:textId="77777777" w:rsidR="00065F75" w:rsidRDefault="00065F75" w:rsidP="00065F75">
            <w:pPr>
              <w:spacing w:after="0"/>
              <w:jc w:val="center"/>
              <w:rPr>
                <w:rFonts w:ascii="Arial" w:hAnsi="Arial" w:cs="Arial"/>
                <w:sz w:val="16"/>
                <w:szCs w:val="16"/>
              </w:rPr>
            </w:pPr>
            <w:r>
              <w:rPr>
                <w:rFonts w:ascii="Arial" w:hAnsi="Arial" w:cs="Arial"/>
                <w:sz w:val="16"/>
                <w:szCs w:val="16"/>
              </w:rPr>
              <w:t>RP-172691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47BDF8" w14:textId="77777777" w:rsidR="00065F75" w:rsidRDefault="00065F75" w:rsidP="00065F75">
            <w:pPr>
              <w:spacing w:after="0"/>
              <w:jc w:val="center"/>
              <w:rPr>
                <w:rFonts w:ascii="Arial" w:hAnsi="Arial" w:cs="Arial"/>
                <w:sz w:val="16"/>
                <w:szCs w:val="16"/>
              </w:rPr>
            </w:pPr>
            <w:r>
              <w:rPr>
                <w:rFonts w:ascii="Arial" w:hAnsi="Arial" w:cs="Arial"/>
                <w:sz w:val="16"/>
                <w:szCs w:val="16"/>
              </w:rPr>
              <w:t>1003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F4F7303" w14:textId="77777777" w:rsidR="00065F75" w:rsidRDefault="00065F7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FC2277" w14:textId="77777777" w:rsidR="00065F75" w:rsidRDefault="00065F75"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4C30A0C" w14:textId="77777777" w:rsidR="00065F75" w:rsidRPr="00CD45AB" w:rsidRDefault="00065F75" w:rsidP="003D6E3F">
            <w:pPr>
              <w:spacing w:after="0"/>
              <w:rPr>
                <w:rFonts w:ascii="Arial" w:hAnsi="Arial" w:cs="Arial"/>
                <w:sz w:val="16"/>
                <w:szCs w:val="16"/>
              </w:rPr>
            </w:pPr>
            <w:r w:rsidRPr="00065F75">
              <w:rPr>
                <w:rFonts w:ascii="Arial" w:hAnsi="Arial" w:cs="Arial"/>
                <w:sz w:val="16"/>
                <w:szCs w:val="16"/>
              </w:rPr>
              <w:t>Correction for dropping rules in intra-band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652787" w14:textId="77777777" w:rsidR="00065F75" w:rsidRDefault="00065F75" w:rsidP="003D6E3F">
            <w:pPr>
              <w:pStyle w:val="TAC"/>
              <w:jc w:val="left"/>
              <w:rPr>
                <w:snapToGrid w:val="0"/>
                <w:sz w:val="16"/>
                <w:szCs w:val="16"/>
              </w:rPr>
            </w:pPr>
            <w:r>
              <w:rPr>
                <w:snapToGrid w:val="0"/>
                <w:sz w:val="16"/>
                <w:szCs w:val="16"/>
              </w:rPr>
              <w:t>14.5.0</w:t>
            </w:r>
          </w:p>
        </w:tc>
      </w:tr>
      <w:tr w:rsidR="00845E66" w:rsidRPr="006B0D02" w14:paraId="4A8ABA3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C88B96" w14:textId="77777777" w:rsidR="00845E66" w:rsidRDefault="00845E66"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D9FE431" w14:textId="77777777" w:rsidR="00845E66" w:rsidRDefault="00845E66"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A01F875" w14:textId="77777777" w:rsidR="00845E66" w:rsidRDefault="00845E66" w:rsidP="00845E66">
            <w:pPr>
              <w:spacing w:after="0"/>
              <w:jc w:val="center"/>
              <w:rPr>
                <w:rFonts w:ascii="Arial" w:hAnsi="Arial" w:cs="Arial"/>
                <w:sz w:val="16"/>
                <w:szCs w:val="16"/>
              </w:rPr>
            </w:pPr>
            <w:r>
              <w:rPr>
                <w:rFonts w:ascii="Arial" w:hAnsi="Arial" w:cs="Arial"/>
                <w:sz w:val="16"/>
                <w:szCs w:val="16"/>
              </w:rPr>
              <w:t>RP-172677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A54D04" w14:textId="77777777" w:rsidR="00845E66" w:rsidRDefault="00845E66" w:rsidP="00845E66">
            <w:pPr>
              <w:spacing w:after="0"/>
              <w:jc w:val="center"/>
              <w:rPr>
                <w:rFonts w:ascii="Arial" w:hAnsi="Arial" w:cs="Arial"/>
                <w:sz w:val="16"/>
                <w:szCs w:val="16"/>
              </w:rPr>
            </w:pPr>
            <w:r>
              <w:rPr>
                <w:rFonts w:ascii="Arial" w:hAnsi="Arial" w:cs="Arial"/>
                <w:sz w:val="16"/>
                <w:szCs w:val="16"/>
              </w:rPr>
              <w:t>1004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8841E2" w14:textId="77777777" w:rsidR="00845E66" w:rsidRDefault="00845E66"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54541E" w14:textId="77777777" w:rsidR="00845E66" w:rsidRDefault="00845E66"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2BD4A4" w14:textId="77777777" w:rsidR="00845E66" w:rsidRPr="00CD45AB" w:rsidRDefault="00845E66" w:rsidP="003D6E3F">
            <w:pPr>
              <w:spacing w:after="0"/>
              <w:rPr>
                <w:rFonts w:ascii="Arial" w:hAnsi="Arial" w:cs="Arial"/>
                <w:sz w:val="16"/>
                <w:szCs w:val="16"/>
              </w:rPr>
            </w:pPr>
            <w:r w:rsidRPr="00845E66">
              <w:rPr>
                <w:rFonts w:ascii="Arial" w:hAnsi="Arial" w:cs="Arial"/>
                <w:sz w:val="16"/>
                <w:szCs w:val="16"/>
              </w:rPr>
              <w:t>Change request for UE behaviour under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899E4C" w14:textId="77777777" w:rsidR="00845E66" w:rsidRDefault="00845E66" w:rsidP="003D6E3F">
            <w:pPr>
              <w:pStyle w:val="TAC"/>
              <w:jc w:val="left"/>
              <w:rPr>
                <w:snapToGrid w:val="0"/>
                <w:sz w:val="16"/>
                <w:szCs w:val="16"/>
              </w:rPr>
            </w:pPr>
            <w:r>
              <w:rPr>
                <w:snapToGrid w:val="0"/>
                <w:sz w:val="16"/>
                <w:szCs w:val="16"/>
              </w:rPr>
              <w:t>14.5.0</w:t>
            </w:r>
          </w:p>
        </w:tc>
      </w:tr>
      <w:tr w:rsidR="007D7D4F" w:rsidRPr="006B0D02" w14:paraId="1F56A63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171D22" w14:textId="77777777" w:rsidR="007D7D4F" w:rsidRDefault="007D7D4F"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CC587ED" w14:textId="77777777" w:rsidR="007D7D4F" w:rsidRDefault="007D7D4F"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0FC827D" w14:textId="77777777" w:rsidR="007D7D4F" w:rsidRDefault="007D7D4F" w:rsidP="007D7D4F">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6C4C3" w14:textId="77777777" w:rsidR="007D7D4F" w:rsidRDefault="007D7D4F" w:rsidP="007D7D4F">
            <w:pPr>
              <w:spacing w:after="0"/>
              <w:jc w:val="center"/>
              <w:rPr>
                <w:rFonts w:ascii="Arial" w:hAnsi="Arial" w:cs="Arial"/>
                <w:sz w:val="16"/>
                <w:szCs w:val="16"/>
              </w:rPr>
            </w:pPr>
            <w:r>
              <w:rPr>
                <w:rFonts w:ascii="Arial" w:hAnsi="Arial" w:cs="Arial"/>
                <w:sz w:val="16"/>
                <w:szCs w:val="16"/>
              </w:rPr>
              <w:t>1005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4572E06" w14:textId="77777777" w:rsidR="007D7D4F" w:rsidRDefault="007D7D4F"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8D9D6E" w14:textId="77777777" w:rsidR="007D7D4F" w:rsidRDefault="007D7D4F"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6DD6B8B" w14:textId="77777777" w:rsidR="007D7D4F" w:rsidRPr="00CD45AB" w:rsidRDefault="007D7D4F" w:rsidP="003D6E3F">
            <w:pPr>
              <w:spacing w:after="0"/>
              <w:rPr>
                <w:rFonts w:ascii="Arial" w:hAnsi="Arial" w:cs="Arial"/>
                <w:sz w:val="16"/>
                <w:szCs w:val="16"/>
              </w:rPr>
            </w:pPr>
            <w:r w:rsidRPr="007D7D4F">
              <w:rPr>
                <w:rFonts w:ascii="Arial" w:hAnsi="Arial" w:cs="Arial"/>
                <w:sz w:val="16"/>
                <w:szCs w:val="16"/>
              </w:rPr>
              <w:t>Correction on the scale factor for semi-OL rank-1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735A28" w14:textId="77777777" w:rsidR="007D7D4F" w:rsidRDefault="007D7D4F" w:rsidP="003D6E3F">
            <w:pPr>
              <w:pStyle w:val="TAC"/>
              <w:jc w:val="left"/>
              <w:rPr>
                <w:snapToGrid w:val="0"/>
                <w:sz w:val="16"/>
                <w:szCs w:val="16"/>
              </w:rPr>
            </w:pPr>
            <w:r>
              <w:rPr>
                <w:snapToGrid w:val="0"/>
                <w:sz w:val="16"/>
                <w:szCs w:val="16"/>
              </w:rPr>
              <w:t>14.5.0</w:t>
            </w:r>
          </w:p>
        </w:tc>
      </w:tr>
      <w:tr w:rsidR="00740681" w:rsidRPr="006B0D02" w14:paraId="719F53B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348026" w14:textId="77777777" w:rsidR="00740681" w:rsidRDefault="00740681"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2513AA" w14:textId="77777777" w:rsidR="00740681" w:rsidRDefault="00740681"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8701CC6" w14:textId="77777777" w:rsidR="00740681" w:rsidRDefault="00740681" w:rsidP="00740681">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0CC4BB" w14:textId="77777777" w:rsidR="00740681" w:rsidRDefault="00740681" w:rsidP="00740681">
            <w:pPr>
              <w:spacing w:after="0"/>
              <w:jc w:val="center"/>
              <w:rPr>
                <w:rFonts w:ascii="Arial" w:hAnsi="Arial" w:cs="Arial"/>
                <w:sz w:val="16"/>
                <w:szCs w:val="16"/>
              </w:rPr>
            </w:pPr>
            <w:r>
              <w:rPr>
                <w:rFonts w:ascii="Arial" w:hAnsi="Arial" w:cs="Arial"/>
                <w:sz w:val="16"/>
                <w:szCs w:val="16"/>
              </w:rPr>
              <w:t>1008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4E3E385" w14:textId="77777777" w:rsidR="00740681" w:rsidRDefault="00740681"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9C37E3" w14:textId="77777777" w:rsidR="00740681" w:rsidRDefault="00740681"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518DFC0" w14:textId="77777777" w:rsidR="00740681" w:rsidRPr="00CD45AB" w:rsidRDefault="00B75412" w:rsidP="003D6E3F">
            <w:pPr>
              <w:spacing w:after="0"/>
              <w:rPr>
                <w:rFonts w:ascii="Arial" w:hAnsi="Arial" w:cs="Arial"/>
                <w:sz w:val="16"/>
                <w:szCs w:val="16"/>
              </w:rPr>
            </w:pPr>
            <w:r w:rsidRPr="00B75412">
              <w:rPr>
                <w:rFonts w:ascii="Arial" w:hAnsi="Arial" w:cs="Arial"/>
                <w:sz w:val="16"/>
                <w:szCs w:val="16"/>
              </w:rPr>
              <w:t>Correction of NRS-CRS power offset configuration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4C8BE2" w14:textId="77777777" w:rsidR="00740681" w:rsidRDefault="00740681" w:rsidP="003D6E3F">
            <w:pPr>
              <w:pStyle w:val="TAC"/>
              <w:jc w:val="left"/>
              <w:rPr>
                <w:snapToGrid w:val="0"/>
                <w:sz w:val="16"/>
                <w:szCs w:val="16"/>
              </w:rPr>
            </w:pPr>
            <w:r>
              <w:rPr>
                <w:snapToGrid w:val="0"/>
                <w:sz w:val="16"/>
                <w:szCs w:val="16"/>
              </w:rPr>
              <w:t>14.5.0</w:t>
            </w:r>
          </w:p>
        </w:tc>
      </w:tr>
      <w:tr w:rsidR="007A049D" w:rsidRPr="006B0D02" w14:paraId="18B589A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5B5BA4" w14:textId="77777777" w:rsidR="007A049D" w:rsidRDefault="007A049D"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3D7530F" w14:textId="77777777" w:rsidR="007A049D" w:rsidRDefault="007A049D"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69A2DEE" w14:textId="77777777" w:rsidR="007A049D" w:rsidRDefault="007A049D" w:rsidP="007A049D">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E0E83D" w14:textId="77777777" w:rsidR="007A049D" w:rsidRDefault="007A049D" w:rsidP="007A049D">
            <w:pPr>
              <w:spacing w:after="0"/>
              <w:jc w:val="center"/>
              <w:rPr>
                <w:rFonts w:ascii="Arial" w:hAnsi="Arial" w:cs="Arial"/>
                <w:sz w:val="16"/>
                <w:szCs w:val="16"/>
              </w:rPr>
            </w:pPr>
            <w:r>
              <w:rPr>
                <w:rFonts w:ascii="Arial" w:hAnsi="Arial" w:cs="Arial"/>
                <w:sz w:val="16"/>
                <w:szCs w:val="16"/>
              </w:rPr>
              <w:t>1009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63A51C4" w14:textId="77777777" w:rsidR="007A049D" w:rsidRDefault="007A049D"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5F8B5F" w14:textId="77777777" w:rsidR="007A049D" w:rsidRDefault="007A049D"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A7273B5" w14:textId="77777777" w:rsidR="007A049D" w:rsidRPr="00CD45AB" w:rsidRDefault="007A049D" w:rsidP="003D6E3F">
            <w:pPr>
              <w:spacing w:after="0"/>
              <w:rPr>
                <w:rFonts w:ascii="Arial" w:hAnsi="Arial" w:cs="Arial"/>
                <w:sz w:val="16"/>
                <w:szCs w:val="16"/>
              </w:rPr>
            </w:pPr>
            <w:r w:rsidRPr="007A049D">
              <w:rPr>
                <w:rFonts w:ascii="Arial" w:hAnsi="Arial" w:cs="Arial"/>
                <w:sz w:val="16"/>
                <w:szCs w:val="16"/>
              </w:rPr>
              <w:t>Clarification of carrier indication in DCI format N1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CDC96F" w14:textId="77777777" w:rsidR="007A049D" w:rsidRDefault="007A049D" w:rsidP="003D6E3F">
            <w:pPr>
              <w:pStyle w:val="TAC"/>
              <w:jc w:val="left"/>
              <w:rPr>
                <w:snapToGrid w:val="0"/>
                <w:sz w:val="16"/>
                <w:szCs w:val="16"/>
              </w:rPr>
            </w:pPr>
            <w:r>
              <w:rPr>
                <w:snapToGrid w:val="0"/>
                <w:sz w:val="16"/>
                <w:szCs w:val="16"/>
              </w:rPr>
              <w:t>14.5.0</w:t>
            </w:r>
          </w:p>
        </w:tc>
      </w:tr>
      <w:tr w:rsidR="002E5113" w:rsidRPr="006B0D02" w14:paraId="04A7D0B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6DCB52" w14:textId="77777777" w:rsidR="002E5113" w:rsidRDefault="002E5113"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A1DB67F" w14:textId="77777777" w:rsidR="002E5113" w:rsidRDefault="002E5113"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0EEF856" w14:textId="77777777" w:rsidR="002E5113" w:rsidRDefault="002E5113" w:rsidP="003D6E3F">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B9B8AE" w14:textId="77777777" w:rsidR="002E5113" w:rsidRDefault="002E5113" w:rsidP="002E5113">
            <w:pPr>
              <w:spacing w:after="0"/>
              <w:jc w:val="center"/>
              <w:rPr>
                <w:rFonts w:ascii="Arial" w:hAnsi="Arial" w:cs="Arial"/>
                <w:sz w:val="16"/>
                <w:szCs w:val="16"/>
              </w:rPr>
            </w:pPr>
            <w:r>
              <w:rPr>
                <w:rFonts w:ascii="Arial" w:hAnsi="Arial" w:cs="Arial"/>
                <w:sz w:val="16"/>
                <w:szCs w:val="16"/>
              </w:rPr>
              <w:t>1010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EEE950" w14:textId="77777777" w:rsidR="002E5113" w:rsidRDefault="002E5113"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79A243" w14:textId="77777777" w:rsidR="002E5113" w:rsidRDefault="002E5113"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652DC73" w14:textId="77777777" w:rsidR="002E5113" w:rsidRPr="00CD45AB" w:rsidRDefault="002E5113" w:rsidP="003D6E3F">
            <w:pPr>
              <w:spacing w:after="0"/>
              <w:rPr>
                <w:rFonts w:ascii="Arial" w:hAnsi="Arial" w:cs="Arial"/>
                <w:sz w:val="16"/>
                <w:szCs w:val="16"/>
              </w:rPr>
            </w:pPr>
            <w:r w:rsidRPr="002E5113">
              <w:rPr>
                <w:rFonts w:ascii="Arial" w:hAnsi="Arial" w:cs="Arial"/>
                <w:sz w:val="16"/>
                <w:szCs w:val="16"/>
              </w:rPr>
              <w:t>Clarification on 2 HARQ process applicability to UE-specific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E00836" w14:textId="77777777" w:rsidR="002E5113" w:rsidRDefault="002E5113" w:rsidP="003D6E3F">
            <w:pPr>
              <w:pStyle w:val="TAC"/>
              <w:jc w:val="left"/>
              <w:rPr>
                <w:snapToGrid w:val="0"/>
                <w:sz w:val="16"/>
                <w:szCs w:val="16"/>
              </w:rPr>
            </w:pPr>
            <w:r>
              <w:rPr>
                <w:snapToGrid w:val="0"/>
                <w:sz w:val="16"/>
                <w:szCs w:val="16"/>
              </w:rPr>
              <w:t>14.5.0</w:t>
            </w:r>
          </w:p>
        </w:tc>
      </w:tr>
      <w:tr w:rsidR="00EA6E6B" w:rsidRPr="006B0D02" w14:paraId="3686670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FDDE4F" w14:textId="77777777" w:rsidR="00EA6E6B" w:rsidRDefault="00EA6E6B" w:rsidP="003D6E3F">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A464588" w14:textId="77777777" w:rsidR="00EA6E6B" w:rsidRDefault="00EA6E6B" w:rsidP="003D6E3F">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4E63B29" w14:textId="77777777" w:rsidR="00EA6E6B" w:rsidRDefault="00EA6E6B" w:rsidP="003D6E3F">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787C0B" w14:textId="77777777" w:rsidR="00EA6E6B" w:rsidRDefault="00EA6E6B" w:rsidP="00EA6E6B">
            <w:pPr>
              <w:spacing w:after="0"/>
              <w:jc w:val="center"/>
              <w:rPr>
                <w:rFonts w:ascii="Arial" w:hAnsi="Arial" w:cs="Arial"/>
                <w:sz w:val="16"/>
                <w:szCs w:val="16"/>
              </w:rPr>
            </w:pPr>
            <w:r>
              <w:rPr>
                <w:rFonts w:ascii="Arial" w:hAnsi="Arial" w:cs="Arial"/>
                <w:sz w:val="16"/>
                <w:szCs w:val="16"/>
              </w:rPr>
              <w:t>1011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C3B9E44" w14:textId="77777777" w:rsidR="00EA6E6B" w:rsidRDefault="00EA6E6B"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338299" w14:textId="77777777" w:rsidR="00EA6E6B" w:rsidRDefault="00EA6E6B" w:rsidP="003D6E3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261700" w14:textId="77777777" w:rsidR="00EA6E6B" w:rsidRPr="00CD45AB" w:rsidRDefault="00EA6E6B" w:rsidP="003D6E3F">
            <w:pPr>
              <w:spacing w:after="0"/>
              <w:rPr>
                <w:rFonts w:ascii="Arial" w:hAnsi="Arial" w:cs="Arial"/>
                <w:sz w:val="16"/>
                <w:szCs w:val="16"/>
              </w:rPr>
            </w:pPr>
            <w:r w:rsidRPr="00EA6E6B">
              <w:rPr>
                <w:rFonts w:ascii="Arial" w:hAnsi="Arial" w:cs="Arial"/>
                <w:sz w:val="16"/>
                <w:szCs w:val="16"/>
              </w:rPr>
              <w:t>Correction of interference in NB-IoT RACH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4D38BD" w14:textId="77777777" w:rsidR="00EA6E6B" w:rsidRDefault="00EA6E6B" w:rsidP="003D6E3F">
            <w:pPr>
              <w:pStyle w:val="TAC"/>
              <w:jc w:val="left"/>
              <w:rPr>
                <w:snapToGrid w:val="0"/>
                <w:sz w:val="16"/>
                <w:szCs w:val="16"/>
              </w:rPr>
            </w:pPr>
            <w:r>
              <w:rPr>
                <w:snapToGrid w:val="0"/>
                <w:sz w:val="16"/>
                <w:szCs w:val="16"/>
              </w:rPr>
              <w:t>14.5.0</w:t>
            </w:r>
          </w:p>
        </w:tc>
      </w:tr>
      <w:tr w:rsidR="00D319A2" w:rsidRPr="006B0D02" w14:paraId="318C205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2C46FF" w14:textId="77777777" w:rsidR="00D319A2" w:rsidRDefault="00D319A2" w:rsidP="00C96EA1">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6AC8659" w14:textId="77777777" w:rsidR="00D319A2" w:rsidRDefault="00D319A2" w:rsidP="00C96EA1">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AAB26A" w14:textId="77777777" w:rsidR="00D319A2" w:rsidRDefault="00D319A2" w:rsidP="000D6D1C">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B5B2E" w14:textId="77777777" w:rsidR="00D319A2" w:rsidRDefault="00D319A2" w:rsidP="00C96EA1">
            <w:pPr>
              <w:spacing w:after="0"/>
              <w:jc w:val="center"/>
              <w:rPr>
                <w:rFonts w:ascii="Arial" w:hAnsi="Arial" w:cs="Arial"/>
                <w:sz w:val="16"/>
                <w:szCs w:val="16"/>
              </w:rPr>
            </w:pPr>
            <w:r>
              <w:rPr>
                <w:rFonts w:ascii="Arial" w:hAnsi="Arial" w:cs="Arial"/>
                <w:sz w:val="16"/>
                <w:szCs w:val="16"/>
              </w:rPr>
              <w:t>0992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35E947" w14:textId="77777777" w:rsidR="00D319A2" w:rsidRDefault="00D319A2" w:rsidP="00C96EA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42FC0C" w14:textId="77777777" w:rsidR="00D319A2" w:rsidRDefault="00D319A2" w:rsidP="00C96EA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ACC1520" w14:textId="77777777" w:rsidR="00D319A2" w:rsidRPr="00CD45AB" w:rsidRDefault="00D319A2" w:rsidP="00C96EA1">
            <w:pPr>
              <w:spacing w:after="0"/>
              <w:rPr>
                <w:rFonts w:ascii="Arial" w:hAnsi="Arial" w:cs="Arial"/>
                <w:sz w:val="16"/>
                <w:szCs w:val="16"/>
              </w:rPr>
            </w:pPr>
            <w:r w:rsidRPr="00D319A2">
              <w:rPr>
                <w:rFonts w:ascii="Arial" w:hAnsi="Arial" w:cs="Arial"/>
                <w:sz w:val="16"/>
                <w:szCs w:val="16"/>
              </w:rPr>
              <w:t>Introduction of shortened processing time and shortened TTI into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535260" w14:textId="77777777" w:rsidR="00D319A2" w:rsidRDefault="00D319A2" w:rsidP="00C96EA1">
            <w:pPr>
              <w:pStyle w:val="TAC"/>
              <w:jc w:val="left"/>
              <w:rPr>
                <w:snapToGrid w:val="0"/>
                <w:sz w:val="16"/>
                <w:szCs w:val="16"/>
              </w:rPr>
            </w:pPr>
            <w:r>
              <w:rPr>
                <w:snapToGrid w:val="0"/>
                <w:sz w:val="16"/>
                <w:szCs w:val="16"/>
              </w:rPr>
              <w:t>15.0.0</w:t>
            </w:r>
          </w:p>
        </w:tc>
      </w:tr>
      <w:tr w:rsidR="003C6D5F" w:rsidRPr="006B0D02" w14:paraId="7D3A6E9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C17FEC" w14:textId="77777777" w:rsidR="003C6D5F" w:rsidRDefault="003C6D5F" w:rsidP="000F74F0">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55642B" w14:textId="77777777" w:rsidR="003C6D5F" w:rsidRDefault="003C6D5F" w:rsidP="000F74F0">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7F07A85" w14:textId="77777777" w:rsidR="003C6D5F" w:rsidRDefault="003C6D5F" w:rsidP="000F74F0">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99234D" w14:textId="77777777" w:rsidR="003C6D5F" w:rsidRDefault="003C6D5F" w:rsidP="000F74F0">
            <w:pPr>
              <w:spacing w:after="0"/>
              <w:jc w:val="center"/>
              <w:rPr>
                <w:rFonts w:ascii="Arial" w:hAnsi="Arial" w:cs="Arial"/>
                <w:sz w:val="16"/>
                <w:szCs w:val="16"/>
              </w:rPr>
            </w:pPr>
            <w:r>
              <w:rPr>
                <w:rFonts w:ascii="Arial" w:hAnsi="Arial" w:cs="Arial"/>
                <w:sz w:val="16"/>
                <w:szCs w:val="16"/>
              </w:rPr>
              <w:t>0993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0EBF26D" w14:textId="77777777" w:rsidR="003C6D5F" w:rsidRDefault="003C6D5F" w:rsidP="000F74F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C014F2" w14:textId="77777777" w:rsidR="003C6D5F" w:rsidRDefault="003C6D5F" w:rsidP="000F74F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1F0371F" w14:textId="77777777" w:rsidR="003C6D5F" w:rsidRPr="00CD45AB" w:rsidRDefault="003C6D5F" w:rsidP="000F74F0">
            <w:pPr>
              <w:spacing w:after="0"/>
              <w:rPr>
                <w:rFonts w:ascii="Arial" w:hAnsi="Arial" w:cs="Arial"/>
                <w:sz w:val="16"/>
                <w:szCs w:val="16"/>
              </w:rPr>
            </w:pPr>
            <w:r w:rsidRPr="003C6D5F">
              <w:rPr>
                <w:rFonts w:ascii="Arial" w:hAnsi="Arial" w:cs="Arial"/>
                <w:sz w:val="16"/>
                <w:szCs w:val="16"/>
              </w:rPr>
              <w:t>Introduction of shortened processing time and shortened TTI into 36.213, s06-s09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7F645F" w14:textId="77777777" w:rsidR="003C6D5F" w:rsidRDefault="003C6D5F" w:rsidP="000F74F0">
            <w:pPr>
              <w:pStyle w:val="TAC"/>
              <w:jc w:val="left"/>
              <w:rPr>
                <w:snapToGrid w:val="0"/>
                <w:sz w:val="16"/>
                <w:szCs w:val="16"/>
              </w:rPr>
            </w:pPr>
            <w:r>
              <w:rPr>
                <w:snapToGrid w:val="0"/>
                <w:sz w:val="16"/>
                <w:szCs w:val="16"/>
              </w:rPr>
              <w:t>15.0.0</w:t>
            </w:r>
          </w:p>
        </w:tc>
      </w:tr>
      <w:tr w:rsidR="00FF05F2" w:rsidRPr="006B0D02" w14:paraId="283AD65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B2A8FF" w14:textId="77777777" w:rsidR="00FF05F2" w:rsidRDefault="00FF05F2" w:rsidP="000F74F0">
            <w:pPr>
              <w:pStyle w:val="TAC"/>
              <w:rPr>
                <w:sz w:val="16"/>
                <w:szCs w:val="16"/>
              </w:rPr>
            </w:pPr>
            <w:r>
              <w:rPr>
                <w:sz w:val="16"/>
                <w:szCs w:val="16"/>
              </w:rPr>
              <w:t>2017-12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20A1361" w14:textId="77777777" w:rsidR="00FF05F2" w:rsidRDefault="00FF05F2" w:rsidP="000F74F0">
            <w:pPr>
              <w:pStyle w:val="TAC"/>
              <w:rPr>
                <w:sz w:val="16"/>
                <w:szCs w:val="16"/>
              </w:rPr>
            </w:pPr>
            <w:r>
              <w:rPr>
                <w:sz w:val="16"/>
                <w:szCs w:val="16"/>
              </w:rPr>
              <w:t>RAN#78</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7965ACA" w14:textId="77777777" w:rsidR="00FF05F2" w:rsidRDefault="00FF05F2" w:rsidP="000F74F0">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25B640" w14:textId="77777777" w:rsidR="00FF05F2" w:rsidRDefault="00FF05F2" w:rsidP="00FF05F2">
            <w:pPr>
              <w:spacing w:after="0"/>
              <w:jc w:val="center"/>
              <w:rPr>
                <w:rFonts w:ascii="Arial" w:hAnsi="Arial" w:cs="Arial"/>
                <w:sz w:val="16"/>
                <w:szCs w:val="16"/>
              </w:rPr>
            </w:pPr>
            <w:r>
              <w:rPr>
                <w:rFonts w:ascii="Arial" w:hAnsi="Arial" w:cs="Arial"/>
                <w:sz w:val="16"/>
                <w:szCs w:val="16"/>
              </w:rPr>
              <w:t>0994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7CD77EF" w14:textId="77777777" w:rsidR="00FF05F2" w:rsidRDefault="00FF05F2" w:rsidP="000F74F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7EFEFE" w14:textId="77777777" w:rsidR="00FF05F2" w:rsidRDefault="00FF05F2" w:rsidP="000F74F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30910CB" w14:textId="77777777" w:rsidR="00FF05F2" w:rsidRPr="00CD45AB" w:rsidRDefault="00FF05F2" w:rsidP="000F74F0">
            <w:pPr>
              <w:spacing w:after="0"/>
              <w:rPr>
                <w:rFonts w:ascii="Arial" w:hAnsi="Arial" w:cs="Arial"/>
                <w:sz w:val="16"/>
                <w:szCs w:val="16"/>
              </w:rPr>
            </w:pPr>
            <w:r w:rsidRPr="00FF05F2">
              <w:rPr>
                <w:rFonts w:ascii="Arial" w:hAnsi="Arial" w:cs="Arial"/>
                <w:sz w:val="16"/>
                <w:szCs w:val="16"/>
              </w:rPr>
              <w:t>Introduction of shortened processing time and shortened TTI into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D61044" w14:textId="77777777" w:rsidR="00FF05F2" w:rsidRDefault="00FF05F2" w:rsidP="000F74F0">
            <w:pPr>
              <w:pStyle w:val="TAC"/>
              <w:jc w:val="left"/>
              <w:rPr>
                <w:snapToGrid w:val="0"/>
                <w:sz w:val="16"/>
                <w:szCs w:val="16"/>
              </w:rPr>
            </w:pPr>
            <w:r>
              <w:rPr>
                <w:snapToGrid w:val="0"/>
                <w:sz w:val="16"/>
                <w:szCs w:val="16"/>
              </w:rPr>
              <w:t>15.0.0</w:t>
            </w:r>
          </w:p>
        </w:tc>
      </w:tr>
      <w:tr w:rsidR="007004C7" w:rsidRPr="006B0D02" w14:paraId="26D6981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3DDF68" w14:textId="77777777" w:rsidR="007004C7" w:rsidRDefault="007004C7" w:rsidP="007004C7">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4B09923" w14:textId="77777777" w:rsidR="007004C7" w:rsidRDefault="007004C7" w:rsidP="007004C7">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5EF8D0A" w14:textId="77777777" w:rsidR="007004C7" w:rsidRDefault="007004C7" w:rsidP="007004C7">
            <w:pPr>
              <w:spacing w:after="0"/>
              <w:jc w:val="center"/>
              <w:rPr>
                <w:rFonts w:ascii="Arial" w:hAnsi="Arial" w:cs="Arial"/>
                <w:sz w:val="16"/>
                <w:szCs w:val="16"/>
              </w:rPr>
            </w:pPr>
            <w:r>
              <w:rPr>
                <w:rFonts w:ascii="Arial" w:hAnsi="Arial" w:cs="Arial"/>
                <w:sz w:val="16"/>
                <w:szCs w:val="16"/>
              </w:rPr>
              <w:t>RP-180195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026A62" w14:textId="77777777" w:rsidR="007004C7" w:rsidRDefault="007004C7" w:rsidP="007004C7">
            <w:pPr>
              <w:spacing w:after="0"/>
              <w:jc w:val="center"/>
              <w:rPr>
                <w:rFonts w:ascii="Arial" w:hAnsi="Arial" w:cs="Arial"/>
                <w:sz w:val="16"/>
                <w:szCs w:val="16"/>
              </w:rPr>
            </w:pPr>
            <w:r>
              <w:rPr>
                <w:rFonts w:ascii="Arial" w:hAnsi="Arial" w:cs="Arial"/>
                <w:sz w:val="16"/>
                <w:szCs w:val="16"/>
              </w:rPr>
              <w:t>0995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1B822D2" w14:textId="77777777" w:rsidR="007004C7" w:rsidRDefault="007004C7"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1C975F" w14:textId="77777777" w:rsidR="007004C7" w:rsidRDefault="007004C7" w:rsidP="00C55B6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3E8037B" w14:textId="77777777" w:rsidR="007004C7" w:rsidRPr="00CD45AB" w:rsidRDefault="007004C7" w:rsidP="00C55B6B">
            <w:pPr>
              <w:spacing w:after="0"/>
              <w:rPr>
                <w:rFonts w:ascii="Arial" w:hAnsi="Arial" w:cs="Arial"/>
                <w:sz w:val="16"/>
                <w:szCs w:val="16"/>
              </w:rPr>
            </w:pPr>
            <w:r w:rsidRPr="007004C7">
              <w:rPr>
                <w:rFonts w:ascii="Arial" w:hAnsi="Arial" w:cs="Arial"/>
                <w:sz w:val="16"/>
                <w:szCs w:val="16"/>
              </w:rPr>
              <w:t xml:space="preserve">Introduction of </w:t>
            </w:r>
            <w:proofErr w:type="spellStart"/>
            <w:r w:rsidRPr="007004C7">
              <w:rPr>
                <w:rFonts w:ascii="Arial" w:hAnsi="Arial" w:cs="Arial"/>
                <w:sz w:val="16"/>
                <w:szCs w:val="16"/>
              </w:rPr>
              <w:t>feCoMP</w:t>
            </w:r>
            <w:proofErr w:type="spellEnd"/>
            <w:r w:rsidRPr="007004C7">
              <w:rPr>
                <w:rFonts w:ascii="Arial" w:hAnsi="Arial" w:cs="Arial"/>
                <w:sz w:val="16"/>
                <w:szCs w:val="16"/>
              </w:rPr>
              <w:t xml:space="preserve">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DA7C12" w14:textId="77777777" w:rsidR="007004C7" w:rsidRDefault="007004C7" w:rsidP="007004C7">
            <w:pPr>
              <w:pStyle w:val="TAC"/>
              <w:jc w:val="left"/>
              <w:rPr>
                <w:snapToGrid w:val="0"/>
                <w:sz w:val="16"/>
                <w:szCs w:val="16"/>
              </w:rPr>
            </w:pPr>
            <w:r>
              <w:rPr>
                <w:snapToGrid w:val="0"/>
                <w:sz w:val="16"/>
                <w:szCs w:val="16"/>
              </w:rPr>
              <w:t>15.1.0</w:t>
            </w:r>
          </w:p>
        </w:tc>
      </w:tr>
      <w:tr w:rsidR="00784CA9" w:rsidRPr="006B0D02" w14:paraId="5C228C0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95136E" w14:textId="77777777" w:rsidR="00784CA9" w:rsidRDefault="00784CA9"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F172679" w14:textId="77777777" w:rsidR="00784CA9" w:rsidRDefault="00784CA9"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62BBCAF" w14:textId="77777777" w:rsidR="00784CA9" w:rsidRDefault="00784CA9" w:rsidP="00784CA9">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F25F69" w14:textId="77777777" w:rsidR="00784CA9" w:rsidRDefault="00784CA9" w:rsidP="00C55B6B">
            <w:pPr>
              <w:spacing w:after="0"/>
              <w:jc w:val="center"/>
              <w:rPr>
                <w:rFonts w:ascii="Arial" w:hAnsi="Arial" w:cs="Arial"/>
                <w:sz w:val="16"/>
                <w:szCs w:val="16"/>
              </w:rPr>
            </w:pPr>
            <w:r>
              <w:rPr>
                <w:rFonts w:ascii="Arial" w:hAnsi="Arial" w:cs="Arial"/>
                <w:sz w:val="16"/>
                <w:szCs w:val="16"/>
              </w:rPr>
              <w:t>1013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B43372D" w14:textId="77777777" w:rsidR="00784CA9" w:rsidRDefault="00784CA9"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CA8B919" w14:textId="77777777" w:rsidR="00784CA9" w:rsidRDefault="00784CA9" w:rsidP="00C55B6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FD1E8BF" w14:textId="77777777" w:rsidR="00784CA9" w:rsidRPr="00CD45AB" w:rsidRDefault="00784CA9" w:rsidP="00C55B6B">
            <w:pPr>
              <w:spacing w:after="0"/>
              <w:rPr>
                <w:rFonts w:ascii="Arial" w:hAnsi="Arial" w:cs="Arial"/>
                <w:sz w:val="16"/>
                <w:szCs w:val="16"/>
              </w:rPr>
            </w:pPr>
            <w:r w:rsidRPr="00784CA9">
              <w:rPr>
                <w:rFonts w:ascii="Arial" w:hAnsi="Arial" w:cs="Arial"/>
                <w:sz w:val="16"/>
                <w:szCs w:val="16"/>
              </w:rPr>
              <w:t>Introducing support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DABA1C" w14:textId="77777777" w:rsidR="00784CA9" w:rsidRDefault="00784CA9" w:rsidP="00C55B6B">
            <w:pPr>
              <w:pStyle w:val="TAC"/>
              <w:jc w:val="left"/>
              <w:rPr>
                <w:snapToGrid w:val="0"/>
                <w:sz w:val="16"/>
                <w:szCs w:val="16"/>
              </w:rPr>
            </w:pPr>
            <w:r>
              <w:rPr>
                <w:snapToGrid w:val="0"/>
                <w:sz w:val="16"/>
                <w:szCs w:val="16"/>
              </w:rPr>
              <w:t>15.1.0</w:t>
            </w:r>
          </w:p>
        </w:tc>
      </w:tr>
      <w:tr w:rsidR="008E7F28" w:rsidRPr="006B0D02" w14:paraId="18C9696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62C9CD" w14:textId="77777777" w:rsidR="008E7F28" w:rsidRDefault="008E7F28"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CE48E78" w14:textId="77777777" w:rsidR="008E7F28" w:rsidRDefault="008E7F28"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3A78FE" w14:textId="77777777" w:rsidR="008E7F28" w:rsidRDefault="008E7F28" w:rsidP="00C55B6B">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409B97" w14:textId="77777777" w:rsidR="008E7F28" w:rsidRDefault="008E7F28" w:rsidP="008E7F28">
            <w:pPr>
              <w:spacing w:after="0"/>
              <w:jc w:val="center"/>
              <w:rPr>
                <w:rFonts w:ascii="Arial" w:hAnsi="Arial" w:cs="Arial"/>
                <w:sz w:val="16"/>
                <w:szCs w:val="16"/>
              </w:rPr>
            </w:pPr>
            <w:r>
              <w:rPr>
                <w:rFonts w:ascii="Arial" w:hAnsi="Arial" w:cs="Arial"/>
                <w:sz w:val="16"/>
                <w:szCs w:val="16"/>
              </w:rPr>
              <w:t>1014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E9DB84F" w14:textId="77777777" w:rsidR="008E7F28" w:rsidRDefault="008E7F28"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B4A156" w14:textId="77777777" w:rsidR="008E7F28" w:rsidRDefault="008E7F28" w:rsidP="00C55B6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39E5D00" w14:textId="77777777" w:rsidR="008E7F28" w:rsidRPr="00CD45AB" w:rsidRDefault="008E7F28" w:rsidP="008E7F28">
            <w:pPr>
              <w:spacing w:after="0"/>
              <w:rPr>
                <w:rFonts w:ascii="Arial" w:hAnsi="Arial" w:cs="Arial"/>
                <w:sz w:val="16"/>
                <w:szCs w:val="16"/>
              </w:rPr>
            </w:pPr>
            <w:r w:rsidRPr="00784CA9">
              <w:rPr>
                <w:rFonts w:ascii="Arial" w:hAnsi="Arial" w:cs="Arial"/>
                <w:sz w:val="16"/>
                <w:szCs w:val="16"/>
              </w:rPr>
              <w:t>Introducing support for EN-DC Coexistence into TS36.213 s0</w:t>
            </w:r>
            <w:r>
              <w:rPr>
                <w:rFonts w:ascii="Arial" w:hAnsi="Arial" w:cs="Arial"/>
                <w:sz w:val="16"/>
                <w:szCs w:val="16"/>
              </w:rPr>
              <w:t>6</w:t>
            </w:r>
            <w:r w:rsidRPr="00784CA9">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628D0A" w14:textId="77777777" w:rsidR="008E7F28" w:rsidRDefault="008E7F28" w:rsidP="00C55B6B">
            <w:pPr>
              <w:pStyle w:val="TAC"/>
              <w:jc w:val="left"/>
              <w:rPr>
                <w:snapToGrid w:val="0"/>
                <w:sz w:val="16"/>
                <w:szCs w:val="16"/>
              </w:rPr>
            </w:pPr>
            <w:r>
              <w:rPr>
                <w:snapToGrid w:val="0"/>
                <w:sz w:val="16"/>
                <w:szCs w:val="16"/>
              </w:rPr>
              <w:t>15.1.0</w:t>
            </w:r>
          </w:p>
        </w:tc>
      </w:tr>
      <w:tr w:rsidR="005D0362" w:rsidRPr="006B0D02" w14:paraId="1E9639A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DDC481" w14:textId="77777777" w:rsidR="005D0362" w:rsidRDefault="005D0362"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3C836CC" w14:textId="77777777" w:rsidR="005D0362" w:rsidRDefault="005D0362"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2EAF0DA" w14:textId="77777777" w:rsidR="005D0362" w:rsidRDefault="005D0362" w:rsidP="00C55B6B">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26A347" w14:textId="77777777" w:rsidR="005D0362" w:rsidRDefault="005D0362" w:rsidP="005D0362">
            <w:pPr>
              <w:spacing w:after="0"/>
              <w:jc w:val="center"/>
              <w:rPr>
                <w:rFonts w:ascii="Arial" w:hAnsi="Arial" w:cs="Arial"/>
                <w:sz w:val="16"/>
                <w:szCs w:val="16"/>
              </w:rPr>
            </w:pPr>
            <w:r>
              <w:rPr>
                <w:rFonts w:ascii="Arial" w:hAnsi="Arial" w:cs="Arial"/>
                <w:sz w:val="16"/>
                <w:szCs w:val="16"/>
              </w:rPr>
              <w:t>1015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752AA98" w14:textId="77777777" w:rsidR="005D0362" w:rsidRDefault="009136AA" w:rsidP="00C55B6B">
            <w:pPr>
              <w:spacing w:after="0"/>
              <w:jc w:val="center"/>
              <w:rPr>
                <w:rFonts w:ascii="Arial" w:hAnsi="Arial" w:cs="Arial"/>
                <w:sz w:val="16"/>
                <w:szCs w:val="16"/>
              </w:rPr>
            </w:pPr>
            <w:r>
              <w:rPr>
                <w:rFonts w:ascii="Arial" w:hAnsi="Arial"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674DDB" w14:textId="77777777" w:rsidR="005D0362" w:rsidRDefault="005D0362" w:rsidP="00C55B6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B228CB8" w14:textId="77777777" w:rsidR="005D0362" w:rsidRPr="00CD45AB" w:rsidRDefault="005D0362" w:rsidP="005D0362">
            <w:pPr>
              <w:spacing w:after="0"/>
              <w:rPr>
                <w:rFonts w:ascii="Arial" w:hAnsi="Arial" w:cs="Arial"/>
                <w:sz w:val="16"/>
                <w:szCs w:val="16"/>
              </w:rPr>
            </w:pPr>
            <w:r w:rsidRPr="00784CA9">
              <w:rPr>
                <w:rFonts w:ascii="Arial" w:hAnsi="Arial" w:cs="Arial"/>
                <w:sz w:val="16"/>
                <w:szCs w:val="16"/>
              </w:rPr>
              <w:t>Introducing support for EN-DC Coexistence into TS36.213 s</w:t>
            </w:r>
            <w:r>
              <w:rPr>
                <w:rFonts w:ascii="Arial" w:hAnsi="Arial" w:cs="Arial"/>
                <w:sz w:val="16"/>
                <w:szCs w:val="16"/>
              </w:rPr>
              <w:t>10</w:t>
            </w:r>
            <w:r w:rsidRPr="00784CA9">
              <w:rPr>
                <w:rFonts w:ascii="Arial" w:hAnsi="Arial" w:cs="Arial"/>
                <w:sz w:val="16"/>
                <w:szCs w:val="16"/>
              </w:rPr>
              <w:t>-s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7D5797" w14:textId="77777777" w:rsidR="005D0362" w:rsidRDefault="005D0362" w:rsidP="00C55B6B">
            <w:pPr>
              <w:pStyle w:val="TAC"/>
              <w:jc w:val="left"/>
              <w:rPr>
                <w:snapToGrid w:val="0"/>
                <w:sz w:val="16"/>
                <w:szCs w:val="16"/>
              </w:rPr>
            </w:pPr>
            <w:r>
              <w:rPr>
                <w:snapToGrid w:val="0"/>
                <w:sz w:val="16"/>
                <w:szCs w:val="16"/>
              </w:rPr>
              <w:t>15.1.0</w:t>
            </w:r>
          </w:p>
        </w:tc>
      </w:tr>
      <w:tr w:rsidR="00813672" w:rsidRPr="006B0D02" w14:paraId="64EAE69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2EE157" w14:textId="77777777" w:rsidR="00813672" w:rsidRDefault="00813672"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876B06" w14:textId="77777777" w:rsidR="00813672" w:rsidRDefault="00813672"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721834D" w14:textId="77777777" w:rsidR="00813672" w:rsidRDefault="00813672" w:rsidP="00813672">
            <w:pPr>
              <w:spacing w:after="0"/>
              <w:jc w:val="center"/>
              <w:rPr>
                <w:rFonts w:ascii="Arial" w:hAnsi="Arial" w:cs="Arial"/>
                <w:sz w:val="16"/>
                <w:szCs w:val="16"/>
              </w:rPr>
            </w:pPr>
            <w:r>
              <w:rPr>
                <w:rFonts w:ascii="Arial" w:hAnsi="Arial" w:cs="Arial"/>
                <w:sz w:val="16"/>
                <w:szCs w:val="16"/>
              </w:rPr>
              <w:t>RP-180194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B6C457" w14:textId="77777777" w:rsidR="00813672" w:rsidRDefault="00813672" w:rsidP="00813672">
            <w:pPr>
              <w:spacing w:after="0"/>
              <w:jc w:val="center"/>
              <w:rPr>
                <w:rFonts w:ascii="Arial" w:hAnsi="Arial" w:cs="Arial"/>
                <w:sz w:val="16"/>
                <w:szCs w:val="16"/>
              </w:rPr>
            </w:pPr>
            <w:r>
              <w:rPr>
                <w:rFonts w:ascii="Arial" w:hAnsi="Arial" w:cs="Arial"/>
                <w:sz w:val="16"/>
                <w:szCs w:val="16"/>
              </w:rPr>
              <w:t>1030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D970D42" w14:textId="77777777" w:rsidR="00813672" w:rsidRDefault="0081367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E453AD" w14:textId="77777777" w:rsidR="00813672" w:rsidRDefault="00813672"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06ADE40" w14:textId="77777777" w:rsidR="00813672" w:rsidRPr="00CD45AB" w:rsidRDefault="00813672" w:rsidP="00C55B6B">
            <w:pPr>
              <w:spacing w:after="0"/>
              <w:rPr>
                <w:rFonts w:ascii="Arial" w:hAnsi="Arial" w:cs="Arial"/>
                <w:sz w:val="16"/>
                <w:szCs w:val="16"/>
              </w:rPr>
            </w:pPr>
            <w:r w:rsidRPr="00813672">
              <w:rPr>
                <w:rFonts w:ascii="Arial" w:hAnsi="Arial" w:cs="Arial"/>
                <w:sz w:val="16"/>
                <w:szCs w:val="16"/>
              </w:rPr>
              <w:t>Correction on CSI reporting for Class B K&gt;1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DD2540" w14:textId="77777777" w:rsidR="00813672" w:rsidRDefault="00813672" w:rsidP="00C55B6B">
            <w:pPr>
              <w:pStyle w:val="TAC"/>
              <w:jc w:val="left"/>
              <w:rPr>
                <w:snapToGrid w:val="0"/>
                <w:sz w:val="16"/>
                <w:szCs w:val="16"/>
              </w:rPr>
            </w:pPr>
            <w:r>
              <w:rPr>
                <w:snapToGrid w:val="0"/>
                <w:sz w:val="16"/>
                <w:szCs w:val="16"/>
              </w:rPr>
              <w:t>15.1.0</w:t>
            </w:r>
          </w:p>
        </w:tc>
      </w:tr>
      <w:tr w:rsidR="005335C7" w:rsidRPr="006B0D02" w14:paraId="348D967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9CD645" w14:textId="77777777" w:rsidR="005335C7" w:rsidRDefault="005335C7"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5D4DD5F" w14:textId="77777777" w:rsidR="005335C7" w:rsidRDefault="005335C7"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23D6A38" w14:textId="77777777" w:rsidR="005335C7" w:rsidRDefault="005335C7" w:rsidP="005335C7">
            <w:pPr>
              <w:spacing w:after="0"/>
              <w:jc w:val="center"/>
              <w:rPr>
                <w:rFonts w:ascii="Arial" w:hAnsi="Arial" w:cs="Arial"/>
                <w:sz w:val="16"/>
                <w:szCs w:val="16"/>
              </w:rPr>
            </w:pPr>
            <w:r>
              <w:rPr>
                <w:rFonts w:ascii="Arial" w:hAnsi="Arial" w:cs="Arial"/>
                <w:sz w:val="16"/>
                <w:szCs w:val="16"/>
              </w:rPr>
              <w:t>RP-180191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209E9E" w14:textId="77777777" w:rsidR="005335C7" w:rsidRDefault="005335C7" w:rsidP="00A6377D">
            <w:pPr>
              <w:spacing w:after="0"/>
              <w:jc w:val="center"/>
              <w:rPr>
                <w:rFonts w:ascii="Arial" w:hAnsi="Arial" w:cs="Arial"/>
                <w:sz w:val="16"/>
                <w:szCs w:val="16"/>
              </w:rPr>
            </w:pPr>
            <w:r>
              <w:rPr>
                <w:rFonts w:ascii="Arial" w:hAnsi="Arial" w:cs="Arial"/>
                <w:sz w:val="16"/>
                <w:szCs w:val="16"/>
              </w:rPr>
              <w:t>1032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371D6B0" w14:textId="77777777" w:rsidR="005335C7" w:rsidRDefault="005335C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45ECC2" w14:textId="77777777" w:rsidR="005335C7" w:rsidRDefault="005335C7"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29875F6" w14:textId="77777777" w:rsidR="005335C7" w:rsidRPr="00CD45AB" w:rsidRDefault="005335C7" w:rsidP="00C55B6B">
            <w:pPr>
              <w:spacing w:after="0"/>
              <w:rPr>
                <w:rFonts w:ascii="Arial" w:hAnsi="Arial" w:cs="Arial"/>
                <w:sz w:val="16"/>
                <w:szCs w:val="16"/>
              </w:rPr>
            </w:pPr>
            <w:r w:rsidRPr="005335C7">
              <w:rPr>
                <w:rFonts w:ascii="Arial" w:hAnsi="Arial" w:cs="Arial"/>
                <w:sz w:val="16"/>
                <w:szCs w:val="16"/>
              </w:rPr>
              <w:t>Clarification on UL power control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F25401" w14:textId="77777777" w:rsidR="005335C7" w:rsidRDefault="005335C7" w:rsidP="00C55B6B">
            <w:pPr>
              <w:pStyle w:val="TAC"/>
              <w:jc w:val="left"/>
              <w:rPr>
                <w:snapToGrid w:val="0"/>
                <w:sz w:val="16"/>
                <w:szCs w:val="16"/>
              </w:rPr>
            </w:pPr>
            <w:r>
              <w:rPr>
                <w:snapToGrid w:val="0"/>
                <w:sz w:val="16"/>
                <w:szCs w:val="16"/>
              </w:rPr>
              <w:t>15.1.0</w:t>
            </w:r>
          </w:p>
        </w:tc>
      </w:tr>
      <w:tr w:rsidR="00A6377D" w:rsidRPr="006B0D02" w14:paraId="7E84F5B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D2F102" w14:textId="77777777" w:rsidR="00A6377D" w:rsidRDefault="00A6377D" w:rsidP="00C55B6B">
            <w:pPr>
              <w:pStyle w:val="TAC"/>
              <w:rPr>
                <w:sz w:val="16"/>
                <w:szCs w:val="16"/>
              </w:rPr>
            </w:pPr>
            <w:r>
              <w:rPr>
                <w:sz w:val="16"/>
                <w:szCs w:val="16"/>
              </w:rPr>
              <w:lastRenderedPageBreak/>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574AB06" w14:textId="77777777" w:rsidR="00A6377D" w:rsidRDefault="00A6377D"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D1E216" w14:textId="77777777" w:rsidR="00A6377D" w:rsidRDefault="00A6377D" w:rsidP="00A6377D">
            <w:pPr>
              <w:spacing w:after="0"/>
              <w:jc w:val="center"/>
              <w:rPr>
                <w:rFonts w:ascii="Arial" w:hAnsi="Arial" w:cs="Arial"/>
                <w:sz w:val="16"/>
                <w:szCs w:val="16"/>
              </w:rPr>
            </w:pPr>
            <w:r>
              <w:rPr>
                <w:rFonts w:ascii="Arial" w:hAnsi="Arial" w:cs="Arial"/>
                <w:sz w:val="16"/>
                <w:szCs w:val="16"/>
              </w:rPr>
              <w:t>RP-180188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DB6F30" w14:textId="77777777" w:rsidR="00A6377D" w:rsidRDefault="00A6377D" w:rsidP="00A6377D">
            <w:pPr>
              <w:spacing w:after="0"/>
              <w:jc w:val="center"/>
              <w:rPr>
                <w:rFonts w:ascii="Arial" w:hAnsi="Arial" w:cs="Arial"/>
                <w:sz w:val="16"/>
                <w:szCs w:val="16"/>
              </w:rPr>
            </w:pPr>
            <w:r>
              <w:rPr>
                <w:rFonts w:ascii="Arial" w:hAnsi="Arial" w:cs="Arial"/>
                <w:sz w:val="16"/>
                <w:szCs w:val="16"/>
              </w:rPr>
              <w:t>1035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2454E65" w14:textId="77777777" w:rsidR="00A6377D" w:rsidRDefault="00A6377D"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DD36E2" w14:textId="77777777" w:rsidR="00A6377D" w:rsidRDefault="00A6377D"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8F4CCD" w14:textId="77777777" w:rsidR="00A6377D" w:rsidRPr="00CD45AB" w:rsidRDefault="00A6377D" w:rsidP="00C55B6B">
            <w:pPr>
              <w:spacing w:after="0"/>
              <w:rPr>
                <w:rFonts w:ascii="Arial" w:hAnsi="Arial" w:cs="Arial"/>
                <w:sz w:val="16"/>
                <w:szCs w:val="16"/>
              </w:rPr>
            </w:pPr>
            <w:r w:rsidRPr="00A6377D">
              <w:rPr>
                <w:rFonts w:ascii="Arial" w:hAnsi="Arial" w:cs="Arial"/>
                <w:sz w:val="16"/>
                <w:szCs w:val="16"/>
              </w:rPr>
              <w:t xml:space="preserve">Multiple CSI reports for </w:t>
            </w:r>
            <w:proofErr w:type="spellStart"/>
            <w:r w:rsidRPr="00A6377D">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823700" w14:textId="77777777" w:rsidR="00A6377D" w:rsidRDefault="00A6377D" w:rsidP="00C55B6B">
            <w:pPr>
              <w:pStyle w:val="TAC"/>
              <w:jc w:val="left"/>
              <w:rPr>
                <w:snapToGrid w:val="0"/>
                <w:sz w:val="16"/>
                <w:szCs w:val="16"/>
              </w:rPr>
            </w:pPr>
            <w:r>
              <w:rPr>
                <w:snapToGrid w:val="0"/>
                <w:sz w:val="16"/>
                <w:szCs w:val="16"/>
              </w:rPr>
              <w:t>15.1.0</w:t>
            </w:r>
          </w:p>
        </w:tc>
      </w:tr>
      <w:tr w:rsidR="00EB1892" w:rsidRPr="006B0D02" w14:paraId="301B850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D3F501" w14:textId="77777777" w:rsidR="00EB1892" w:rsidRDefault="00EB1892"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76AFAC2" w14:textId="77777777" w:rsidR="00EB1892" w:rsidRDefault="00EB1892"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E22C4AF" w14:textId="77777777" w:rsidR="00EB1892" w:rsidRDefault="00EB1892" w:rsidP="00EB1892">
            <w:pPr>
              <w:spacing w:after="0"/>
              <w:jc w:val="center"/>
              <w:rPr>
                <w:rFonts w:ascii="Arial" w:hAnsi="Arial" w:cs="Arial"/>
                <w:sz w:val="16"/>
                <w:szCs w:val="16"/>
              </w:rPr>
            </w:pPr>
            <w:r>
              <w:rPr>
                <w:rFonts w:ascii="Arial" w:hAnsi="Arial" w:cs="Arial"/>
                <w:sz w:val="16"/>
                <w:szCs w:val="16"/>
              </w:rPr>
              <w:t>RP-180194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E0501B" w14:textId="77777777" w:rsidR="00EB1892" w:rsidRDefault="00EB1892" w:rsidP="00EB1892">
            <w:pPr>
              <w:spacing w:after="0"/>
              <w:jc w:val="center"/>
              <w:rPr>
                <w:rFonts w:ascii="Arial" w:hAnsi="Arial" w:cs="Arial"/>
                <w:sz w:val="16"/>
                <w:szCs w:val="16"/>
              </w:rPr>
            </w:pPr>
            <w:r>
              <w:rPr>
                <w:rFonts w:ascii="Arial" w:hAnsi="Arial" w:cs="Arial"/>
                <w:sz w:val="16"/>
                <w:szCs w:val="16"/>
              </w:rPr>
              <w:t>1036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66DF02D" w14:textId="77777777" w:rsidR="00EB1892" w:rsidRDefault="00EB189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A3DC6A" w14:textId="77777777" w:rsidR="00EB1892" w:rsidRDefault="00EB1892"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34BC845" w14:textId="77777777" w:rsidR="00EB1892" w:rsidRPr="00CD45AB" w:rsidRDefault="00EB1892" w:rsidP="00C55B6B">
            <w:pPr>
              <w:spacing w:after="0"/>
              <w:rPr>
                <w:rFonts w:ascii="Arial" w:hAnsi="Arial" w:cs="Arial"/>
                <w:sz w:val="16"/>
                <w:szCs w:val="16"/>
              </w:rPr>
            </w:pPr>
            <w:r w:rsidRPr="00EB1892">
              <w:rPr>
                <w:rFonts w:ascii="Arial" w:hAnsi="Arial" w:cs="Arial"/>
                <w:sz w:val="16"/>
                <w:szCs w:val="16"/>
              </w:rPr>
              <w:t>Correction on CSI reporting for Class B K=1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4EB8FC" w14:textId="77777777" w:rsidR="00EB1892" w:rsidRDefault="00EB1892" w:rsidP="00C55B6B">
            <w:pPr>
              <w:pStyle w:val="TAC"/>
              <w:jc w:val="left"/>
              <w:rPr>
                <w:snapToGrid w:val="0"/>
                <w:sz w:val="16"/>
                <w:szCs w:val="16"/>
              </w:rPr>
            </w:pPr>
            <w:r>
              <w:rPr>
                <w:snapToGrid w:val="0"/>
                <w:sz w:val="16"/>
                <w:szCs w:val="16"/>
              </w:rPr>
              <w:t>15.1.0</w:t>
            </w:r>
          </w:p>
        </w:tc>
      </w:tr>
      <w:tr w:rsidR="00245147" w:rsidRPr="006B0D02" w14:paraId="67067C9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CBED9C" w14:textId="77777777" w:rsidR="00245147" w:rsidRDefault="00245147"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C6741C0" w14:textId="77777777" w:rsidR="00245147" w:rsidRDefault="00245147"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05258E9" w14:textId="77777777" w:rsidR="00245147" w:rsidRDefault="00245147" w:rsidP="00245147">
            <w:pPr>
              <w:spacing w:after="0"/>
              <w:jc w:val="center"/>
              <w:rPr>
                <w:rFonts w:ascii="Arial" w:hAnsi="Arial" w:cs="Arial"/>
                <w:sz w:val="16"/>
                <w:szCs w:val="16"/>
              </w:rPr>
            </w:pPr>
            <w:r>
              <w:rPr>
                <w:rFonts w:ascii="Arial" w:hAnsi="Arial" w:cs="Arial"/>
                <w:sz w:val="16"/>
                <w:szCs w:val="16"/>
              </w:rPr>
              <w:t>RP-180190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29CDB9" w14:textId="77777777" w:rsidR="00245147" w:rsidRDefault="00245147" w:rsidP="00245147">
            <w:pPr>
              <w:spacing w:after="0"/>
              <w:jc w:val="center"/>
              <w:rPr>
                <w:rFonts w:ascii="Arial" w:hAnsi="Arial" w:cs="Arial"/>
                <w:sz w:val="16"/>
                <w:szCs w:val="16"/>
              </w:rPr>
            </w:pPr>
            <w:r>
              <w:rPr>
                <w:rFonts w:ascii="Arial" w:hAnsi="Arial" w:cs="Arial"/>
                <w:sz w:val="16"/>
                <w:szCs w:val="16"/>
              </w:rPr>
              <w:t>1037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8C5D4FA" w14:textId="77777777" w:rsidR="00245147" w:rsidRDefault="0024514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883916" w14:textId="77777777" w:rsidR="00245147" w:rsidRDefault="00245147"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02EFAA" w14:textId="77777777" w:rsidR="00245147" w:rsidRPr="00CD45AB" w:rsidRDefault="00245147" w:rsidP="00C55B6B">
            <w:pPr>
              <w:spacing w:after="0"/>
              <w:rPr>
                <w:rFonts w:ascii="Arial" w:hAnsi="Arial" w:cs="Arial"/>
                <w:sz w:val="16"/>
                <w:szCs w:val="16"/>
              </w:rPr>
            </w:pPr>
            <w:r w:rsidRPr="00245147">
              <w:rPr>
                <w:rFonts w:ascii="Arial" w:hAnsi="Arial" w:cs="Arial"/>
                <w:sz w:val="16"/>
                <w:szCs w:val="16"/>
              </w:rPr>
              <w:t>Correction to determination of number of PUCCH repetitions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B10B2D" w14:textId="77777777" w:rsidR="00245147" w:rsidRDefault="00245147" w:rsidP="00C55B6B">
            <w:pPr>
              <w:pStyle w:val="TAC"/>
              <w:jc w:val="left"/>
              <w:rPr>
                <w:snapToGrid w:val="0"/>
                <w:sz w:val="16"/>
                <w:szCs w:val="16"/>
              </w:rPr>
            </w:pPr>
            <w:r>
              <w:rPr>
                <w:snapToGrid w:val="0"/>
                <w:sz w:val="16"/>
                <w:szCs w:val="16"/>
              </w:rPr>
              <w:t>15.1.0</w:t>
            </w:r>
          </w:p>
        </w:tc>
      </w:tr>
      <w:tr w:rsidR="00B52F87" w:rsidRPr="006B0D02" w14:paraId="35879AA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E66C04" w14:textId="77777777" w:rsidR="00B52F87" w:rsidRDefault="00B52F87"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8CADA60" w14:textId="77777777" w:rsidR="00B52F87" w:rsidRDefault="00B52F87"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92877B5" w14:textId="77777777" w:rsidR="00B52F87" w:rsidRDefault="00B52F87" w:rsidP="00B52F87">
            <w:pPr>
              <w:spacing w:after="0"/>
              <w:jc w:val="center"/>
              <w:rPr>
                <w:rFonts w:ascii="Arial" w:hAnsi="Arial" w:cs="Arial"/>
                <w:sz w:val="16"/>
                <w:szCs w:val="16"/>
              </w:rPr>
            </w:pPr>
            <w:r>
              <w:rPr>
                <w:rFonts w:ascii="Arial" w:hAnsi="Arial" w:cs="Arial"/>
                <w:sz w:val="16"/>
                <w:szCs w:val="16"/>
              </w:rPr>
              <w:t>RP-180192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524A2" w14:textId="77777777" w:rsidR="00B52F87" w:rsidRDefault="00B52F87" w:rsidP="00B52F87">
            <w:pPr>
              <w:spacing w:after="0"/>
              <w:jc w:val="center"/>
              <w:rPr>
                <w:rFonts w:ascii="Arial" w:hAnsi="Arial" w:cs="Arial"/>
                <w:sz w:val="16"/>
                <w:szCs w:val="16"/>
              </w:rPr>
            </w:pPr>
            <w:r>
              <w:rPr>
                <w:rFonts w:ascii="Arial" w:hAnsi="Arial" w:cs="Arial"/>
                <w:sz w:val="16"/>
                <w:szCs w:val="16"/>
              </w:rPr>
              <w:t>1038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EDB386F" w14:textId="77777777" w:rsidR="00B52F87" w:rsidRDefault="00B52F8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10F582" w14:textId="77777777" w:rsidR="00B52F87" w:rsidRDefault="00B52F87"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A74762" w14:textId="77777777" w:rsidR="00B52F87" w:rsidRPr="00CD45AB" w:rsidRDefault="00B52F87" w:rsidP="00C55B6B">
            <w:pPr>
              <w:spacing w:after="0"/>
              <w:rPr>
                <w:rFonts w:ascii="Arial" w:hAnsi="Arial" w:cs="Arial"/>
                <w:sz w:val="16"/>
                <w:szCs w:val="16"/>
              </w:rPr>
            </w:pPr>
            <w:r w:rsidRPr="00B52F87">
              <w:rPr>
                <w:rFonts w:ascii="Arial" w:hAnsi="Arial" w:cs="Arial"/>
                <w:sz w:val="16"/>
                <w:szCs w:val="16"/>
              </w:rPr>
              <w:t>Correction on PUCCH resource determination in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6A3531" w14:textId="77777777" w:rsidR="00B52F87" w:rsidRDefault="00B52F87" w:rsidP="00C55B6B">
            <w:pPr>
              <w:pStyle w:val="TAC"/>
              <w:jc w:val="left"/>
              <w:rPr>
                <w:snapToGrid w:val="0"/>
                <w:sz w:val="16"/>
                <w:szCs w:val="16"/>
              </w:rPr>
            </w:pPr>
            <w:r>
              <w:rPr>
                <w:snapToGrid w:val="0"/>
                <w:sz w:val="16"/>
                <w:szCs w:val="16"/>
              </w:rPr>
              <w:t>15.1.0</w:t>
            </w:r>
          </w:p>
        </w:tc>
      </w:tr>
      <w:tr w:rsidR="00D15022" w:rsidRPr="006B0D02" w14:paraId="0E381A6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44CA44" w14:textId="77777777" w:rsidR="00D15022" w:rsidRDefault="00D15022"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106520" w14:textId="77777777" w:rsidR="00D15022" w:rsidRDefault="00D15022"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0044EF9" w14:textId="77777777" w:rsidR="00D15022" w:rsidRDefault="00D15022" w:rsidP="00C55B6B">
            <w:pPr>
              <w:spacing w:after="0"/>
              <w:jc w:val="center"/>
              <w:rPr>
                <w:rFonts w:ascii="Arial" w:hAnsi="Arial" w:cs="Arial"/>
                <w:sz w:val="16"/>
                <w:szCs w:val="16"/>
              </w:rPr>
            </w:pPr>
            <w:r>
              <w:rPr>
                <w:rFonts w:ascii="Arial" w:hAnsi="Arial" w:cs="Arial"/>
                <w:sz w:val="16"/>
                <w:szCs w:val="16"/>
              </w:rPr>
              <w:t>RP-180192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5671D6" w14:textId="77777777" w:rsidR="00D15022" w:rsidRDefault="00D15022" w:rsidP="00D15022">
            <w:pPr>
              <w:spacing w:after="0"/>
              <w:jc w:val="center"/>
              <w:rPr>
                <w:rFonts w:ascii="Arial" w:hAnsi="Arial" w:cs="Arial"/>
                <w:sz w:val="16"/>
                <w:szCs w:val="16"/>
              </w:rPr>
            </w:pPr>
            <w:r>
              <w:rPr>
                <w:rFonts w:ascii="Arial" w:hAnsi="Arial" w:cs="Arial"/>
                <w:sz w:val="16"/>
                <w:szCs w:val="16"/>
              </w:rPr>
              <w:t>1039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F59EE3D" w14:textId="77777777" w:rsidR="00D15022" w:rsidRDefault="00D1502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158FA6" w14:textId="77777777" w:rsidR="00D15022" w:rsidRDefault="00D15022"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E34A5F4" w14:textId="77777777" w:rsidR="00D15022" w:rsidRPr="00CD45AB" w:rsidRDefault="00D15022" w:rsidP="00C55B6B">
            <w:pPr>
              <w:spacing w:after="0"/>
              <w:rPr>
                <w:rFonts w:ascii="Arial" w:hAnsi="Arial" w:cs="Arial"/>
                <w:sz w:val="16"/>
                <w:szCs w:val="16"/>
              </w:rPr>
            </w:pPr>
            <w:r w:rsidRPr="00D15022">
              <w:rPr>
                <w:rFonts w:ascii="Arial" w:hAnsi="Arial" w:cs="Arial"/>
                <w:sz w:val="16"/>
                <w:szCs w:val="16"/>
              </w:rPr>
              <w:t xml:space="preserve">Correction on higher layer parameter </w:t>
            </w:r>
            <w:r w:rsidRPr="00C345C5">
              <w:rPr>
                <w:rFonts w:ascii="Arial" w:hAnsi="Arial" w:cs="Arial"/>
                <w:i/>
                <w:sz w:val="16"/>
                <w:szCs w:val="16"/>
              </w:rPr>
              <w:t>schedulingInfoSIB1-BR-r13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CF4288" w14:textId="77777777" w:rsidR="00D15022" w:rsidRDefault="00D15022" w:rsidP="00C55B6B">
            <w:pPr>
              <w:pStyle w:val="TAC"/>
              <w:jc w:val="left"/>
              <w:rPr>
                <w:snapToGrid w:val="0"/>
                <w:sz w:val="16"/>
                <w:szCs w:val="16"/>
              </w:rPr>
            </w:pPr>
            <w:r>
              <w:rPr>
                <w:snapToGrid w:val="0"/>
                <w:sz w:val="16"/>
                <w:szCs w:val="16"/>
              </w:rPr>
              <w:t>15.1.0</w:t>
            </w:r>
          </w:p>
        </w:tc>
      </w:tr>
      <w:tr w:rsidR="0012591A" w:rsidRPr="006B0D02" w14:paraId="19C889F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5A71DC" w14:textId="77777777" w:rsidR="0012591A" w:rsidRDefault="0012591A"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DCEC97B" w14:textId="77777777" w:rsidR="0012591A" w:rsidRDefault="0012591A"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14553E" w14:textId="77777777" w:rsidR="0012591A" w:rsidRDefault="0012591A" w:rsidP="0012591A">
            <w:pPr>
              <w:spacing w:after="0"/>
              <w:jc w:val="center"/>
              <w:rPr>
                <w:rFonts w:ascii="Arial" w:hAnsi="Arial" w:cs="Arial"/>
                <w:sz w:val="16"/>
                <w:szCs w:val="16"/>
              </w:rPr>
            </w:pPr>
            <w:r>
              <w:rPr>
                <w:rFonts w:ascii="Arial" w:hAnsi="Arial" w:cs="Arial"/>
                <w:sz w:val="16"/>
                <w:szCs w:val="16"/>
              </w:rPr>
              <w:t>RP-180187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16F208" w14:textId="77777777" w:rsidR="0012591A" w:rsidRDefault="0012591A" w:rsidP="0012591A">
            <w:pPr>
              <w:spacing w:after="0"/>
              <w:jc w:val="center"/>
              <w:rPr>
                <w:rFonts w:ascii="Arial" w:hAnsi="Arial" w:cs="Arial"/>
                <w:sz w:val="16"/>
                <w:szCs w:val="16"/>
              </w:rPr>
            </w:pPr>
            <w:r>
              <w:rPr>
                <w:rFonts w:ascii="Arial" w:hAnsi="Arial" w:cs="Arial"/>
                <w:sz w:val="16"/>
                <w:szCs w:val="16"/>
              </w:rPr>
              <w:t>1040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F4FF3D3" w14:textId="77777777" w:rsidR="0012591A" w:rsidRDefault="0012591A"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49B419" w14:textId="77777777" w:rsidR="0012591A" w:rsidRDefault="0012591A"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B8F2A1B" w14:textId="77777777" w:rsidR="0012591A" w:rsidRPr="00CD45AB" w:rsidRDefault="0012591A" w:rsidP="00C55B6B">
            <w:pPr>
              <w:spacing w:after="0"/>
              <w:rPr>
                <w:rFonts w:ascii="Arial" w:hAnsi="Arial" w:cs="Arial"/>
                <w:sz w:val="16"/>
                <w:szCs w:val="16"/>
              </w:rPr>
            </w:pPr>
            <w:r w:rsidRPr="0012591A">
              <w:rPr>
                <w:rFonts w:ascii="Arial" w:hAnsi="Arial" w:cs="Arial"/>
                <w:sz w:val="16"/>
                <w:szCs w:val="16"/>
              </w:rPr>
              <w:t xml:space="preserve">Correction on </w:t>
            </w:r>
            <w:proofErr w:type="spellStart"/>
            <w:r w:rsidRPr="0012591A">
              <w:rPr>
                <w:rFonts w:ascii="Arial" w:hAnsi="Arial" w:cs="Arial"/>
                <w:sz w:val="16"/>
                <w:szCs w:val="16"/>
              </w:rPr>
              <w:t>DwPTS</w:t>
            </w:r>
            <w:proofErr w:type="spellEnd"/>
            <w:r w:rsidRPr="0012591A">
              <w:rPr>
                <w:rFonts w:ascii="Arial" w:hAnsi="Arial" w:cs="Arial"/>
                <w:sz w:val="16"/>
                <w:szCs w:val="16"/>
              </w:rPr>
              <w:t xml:space="preserve"> usage in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4F0D92" w14:textId="77777777" w:rsidR="0012591A" w:rsidRDefault="0012591A" w:rsidP="00C55B6B">
            <w:pPr>
              <w:pStyle w:val="TAC"/>
              <w:jc w:val="left"/>
              <w:rPr>
                <w:snapToGrid w:val="0"/>
                <w:sz w:val="16"/>
                <w:szCs w:val="16"/>
              </w:rPr>
            </w:pPr>
            <w:r>
              <w:rPr>
                <w:snapToGrid w:val="0"/>
                <w:sz w:val="16"/>
                <w:szCs w:val="16"/>
              </w:rPr>
              <w:t>15.1.0</w:t>
            </w:r>
          </w:p>
        </w:tc>
      </w:tr>
      <w:tr w:rsidR="006E5ECC" w:rsidRPr="006B0D02" w14:paraId="677F051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624A42" w14:textId="77777777" w:rsidR="006E5ECC" w:rsidRDefault="006E5ECC"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EC7AB47" w14:textId="77777777" w:rsidR="006E5ECC" w:rsidRDefault="006E5ECC"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D02B2CF" w14:textId="77777777" w:rsidR="006E5ECC" w:rsidRDefault="006E5ECC" w:rsidP="006E5ECC">
            <w:pPr>
              <w:spacing w:after="0"/>
              <w:jc w:val="center"/>
              <w:rPr>
                <w:rFonts w:ascii="Arial" w:hAnsi="Arial" w:cs="Arial"/>
                <w:sz w:val="16"/>
                <w:szCs w:val="16"/>
              </w:rPr>
            </w:pPr>
            <w:r>
              <w:rPr>
                <w:rFonts w:ascii="Arial" w:hAnsi="Arial" w:cs="Arial"/>
                <w:sz w:val="16"/>
                <w:szCs w:val="16"/>
              </w:rPr>
              <w:t>RP-180196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929E51" w14:textId="77777777" w:rsidR="006E5ECC" w:rsidRDefault="006E5ECC" w:rsidP="006E5ECC">
            <w:pPr>
              <w:spacing w:after="0"/>
              <w:jc w:val="center"/>
              <w:rPr>
                <w:rFonts w:ascii="Arial" w:hAnsi="Arial" w:cs="Arial"/>
                <w:sz w:val="16"/>
                <w:szCs w:val="16"/>
              </w:rPr>
            </w:pPr>
            <w:r>
              <w:rPr>
                <w:rFonts w:ascii="Arial" w:hAnsi="Arial" w:cs="Arial"/>
                <w:sz w:val="16"/>
                <w:szCs w:val="16"/>
              </w:rPr>
              <w:t>1041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2D07194" w14:textId="77777777" w:rsidR="006E5ECC" w:rsidRDefault="006E5ECC"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A200D3" w14:textId="77777777" w:rsidR="006E5ECC" w:rsidRDefault="006E5ECC"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F06721F" w14:textId="77777777" w:rsidR="006E5ECC" w:rsidRPr="00CD45AB" w:rsidRDefault="006E5ECC" w:rsidP="00C55B6B">
            <w:pPr>
              <w:spacing w:after="0"/>
              <w:rPr>
                <w:rFonts w:ascii="Arial" w:hAnsi="Arial" w:cs="Arial"/>
                <w:sz w:val="16"/>
                <w:szCs w:val="16"/>
              </w:rPr>
            </w:pPr>
            <w:r w:rsidRPr="006E5ECC">
              <w:rPr>
                <w:rFonts w:ascii="Arial" w:hAnsi="Arial" w:cs="Arial"/>
                <w:sz w:val="16"/>
                <w:szCs w:val="16"/>
              </w:rPr>
              <w:t xml:space="preserve">UCI multiplexing for </w:t>
            </w:r>
            <w:proofErr w:type="spellStart"/>
            <w:r w:rsidRPr="006E5ECC">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54F670" w14:textId="77777777" w:rsidR="006E5ECC" w:rsidRDefault="006E5ECC" w:rsidP="00C55B6B">
            <w:pPr>
              <w:pStyle w:val="TAC"/>
              <w:jc w:val="left"/>
              <w:rPr>
                <w:snapToGrid w:val="0"/>
                <w:sz w:val="16"/>
                <w:szCs w:val="16"/>
              </w:rPr>
            </w:pPr>
            <w:r>
              <w:rPr>
                <w:snapToGrid w:val="0"/>
                <w:sz w:val="16"/>
                <w:szCs w:val="16"/>
              </w:rPr>
              <w:t>15.1.0</w:t>
            </w:r>
          </w:p>
        </w:tc>
      </w:tr>
      <w:tr w:rsidR="007E0C58" w:rsidRPr="006B0D02" w14:paraId="24DE779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F364D4" w14:textId="77777777" w:rsidR="007E0C58" w:rsidRDefault="007E0C58"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6FDD34" w14:textId="77777777" w:rsidR="007E0C58" w:rsidRDefault="007E0C58"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085D29C" w14:textId="77777777" w:rsidR="007E0C58" w:rsidRDefault="007E0C58" w:rsidP="007E0C58">
            <w:pPr>
              <w:spacing w:after="0"/>
              <w:jc w:val="center"/>
              <w:rPr>
                <w:rFonts w:ascii="Arial" w:hAnsi="Arial" w:cs="Arial"/>
                <w:sz w:val="16"/>
                <w:szCs w:val="16"/>
              </w:rPr>
            </w:pPr>
            <w:r>
              <w:rPr>
                <w:rFonts w:ascii="Arial" w:hAnsi="Arial" w:cs="Arial"/>
                <w:sz w:val="16"/>
                <w:szCs w:val="16"/>
              </w:rPr>
              <w:t>RP-180198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ED5F6C" w14:textId="77777777" w:rsidR="007E0C58" w:rsidRDefault="007E0C58" w:rsidP="00561ECB">
            <w:pPr>
              <w:spacing w:after="0"/>
              <w:jc w:val="center"/>
              <w:rPr>
                <w:rFonts w:ascii="Arial" w:hAnsi="Arial" w:cs="Arial"/>
                <w:sz w:val="16"/>
                <w:szCs w:val="16"/>
              </w:rPr>
            </w:pPr>
            <w:r>
              <w:rPr>
                <w:rFonts w:ascii="Arial" w:hAnsi="Arial" w:cs="Arial"/>
                <w:sz w:val="16"/>
                <w:szCs w:val="16"/>
              </w:rPr>
              <w:t>1042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5728747" w14:textId="77777777" w:rsidR="007E0C58" w:rsidRDefault="007E0C58"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BC8EDA" w14:textId="77777777" w:rsidR="007E0C58" w:rsidRDefault="007E0C58"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DC115CA" w14:textId="77777777" w:rsidR="007E0C58" w:rsidRPr="00CD45AB" w:rsidRDefault="007E0C58" w:rsidP="00C55B6B">
            <w:pPr>
              <w:spacing w:after="0"/>
              <w:rPr>
                <w:rFonts w:ascii="Arial" w:hAnsi="Arial" w:cs="Arial"/>
                <w:sz w:val="16"/>
                <w:szCs w:val="16"/>
              </w:rPr>
            </w:pPr>
            <w:r w:rsidRPr="007E0C58">
              <w:rPr>
                <w:rFonts w:ascii="Arial" w:hAnsi="Arial" w:cs="Arial"/>
                <w:sz w:val="16"/>
                <w:szCs w:val="16"/>
              </w:rPr>
              <w:t>Corrections for antenna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6DC300" w14:textId="77777777" w:rsidR="007E0C58" w:rsidRDefault="007E0C58" w:rsidP="00C55B6B">
            <w:pPr>
              <w:pStyle w:val="TAC"/>
              <w:jc w:val="left"/>
              <w:rPr>
                <w:snapToGrid w:val="0"/>
                <w:sz w:val="16"/>
                <w:szCs w:val="16"/>
              </w:rPr>
            </w:pPr>
            <w:r>
              <w:rPr>
                <w:snapToGrid w:val="0"/>
                <w:sz w:val="16"/>
                <w:szCs w:val="16"/>
              </w:rPr>
              <w:t>15.1.0</w:t>
            </w:r>
          </w:p>
        </w:tc>
      </w:tr>
      <w:tr w:rsidR="00561ECB" w:rsidRPr="006B0D02" w14:paraId="7D611A8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9EDC96" w14:textId="77777777" w:rsidR="00561ECB" w:rsidRDefault="00561ECB"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A811C37" w14:textId="77777777" w:rsidR="00561ECB" w:rsidRDefault="00561ECB"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6244CE4" w14:textId="77777777" w:rsidR="00561ECB" w:rsidRDefault="00561ECB" w:rsidP="00561ECB">
            <w:pPr>
              <w:spacing w:after="0"/>
              <w:jc w:val="center"/>
              <w:rPr>
                <w:rFonts w:ascii="Arial" w:hAnsi="Arial" w:cs="Arial"/>
                <w:sz w:val="16"/>
                <w:szCs w:val="16"/>
              </w:rPr>
            </w:pPr>
            <w:r>
              <w:rPr>
                <w:rFonts w:ascii="Arial" w:hAnsi="Arial" w:cs="Arial"/>
                <w:sz w:val="16"/>
                <w:szCs w:val="16"/>
              </w:rPr>
              <w:t>RP-180193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A67150" w14:textId="77777777" w:rsidR="00561ECB" w:rsidRDefault="00561ECB" w:rsidP="00561ECB">
            <w:pPr>
              <w:spacing w:after="0"/>
              <w:jc w:val="center"/>
              <w:rPr>
                <w:rFonts w:ascii="Arial" w:hAnsi="Arial" w:cs="Arial"/>
                <w:sz w:val="16"/>
                <w:szCs w:val="16"/>
              </w:rPr>
            </w:pPr>
            <w:r>
              <w:rPr>
                <w:rFonts w:ascii="Arial" w:hAnsi="Arial" w:cs="Arial"/>
                <w:sz w:val="16"/>
                <w:szCs w:val="16"/>
              </w:rPr>
              <w:t>1043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155E387" w14:textId="77777777" w:rsidR="00561ECB" w:rsidRDefault="00561ECB"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06873D" w14:textId="77777777" w:rsidR="00561ECB" w:rsidRDefault="00561ECB"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07EF6CA" w14:textId="77777777" w:rsidR="00561ECB" w:rsidRPr="00CD45AB" w:rsidRDefault="00561ECB" w:rsidP="00C55B6B">
            <w:pPr>
              <w:spacing w:after="0"/>
              <w:rPr>
                <w:rFonts w:ascii="Arial" w:hAnsi="Arial" w:cs="Arial"/>
                <w:sz w:val="16"/>
                <w:szCs w:val="16"/>
              </w:rPr>
            </w:pPr>
            <w:r w:rsidRPr="00561ECB">
              <w:rPr>
                <w:rFonts w:ascii="Arial" w:hAnsi="Arial" w:cs="Arial"/>
                <w:sz w:val="16"/>
                <w:szCs w:val="16"/>
              </w:rPr>
              <w:t>Correction on Msg3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CE9619" w14:textId="77777777" w:rsidR="00561ECB" w:rsidRDefault="00561ECB" w:rsidP="00C55B6B">
            <w:pPr>
              <w:pStyle w:val="TAC"/>
              <w:jc w:val="left"/>
              <w:rPr>
                <w:snapToGrid w:val="0"/>
                <w:sz w:val="16"/>
                <w:szCs w:val="16"/>
              </w:rPr>
            </w:pPr>
            <w:r>
              <w:rPr>
                <w:snapToGrid w:val="0"/>
                <w:sz w:val="16"/>
                <w:szCs w:val="16"/>
              </w:rPr>
              <w:t>15.1.0</w:t>
            </w:r>
          </w:p>
        </w:tc>
      </w:tr>
      <w:tr w:rsidR="00F44FEE" w:rsidRPr="006B0D02" w14:paraId="149C56A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432734" w14:textId="77777777" w:rsidR="00F44FEE" w:rsidRDefault="00F44FEE" w:rsidP="00C55B6B">
            <w:pPr>
              <w:pStyle w:val="TAC"/>
              <w:rPr>
                <w:sz w:val="16"/>
                <w:szCs w:val="16"/>
              </w:rPr>
            </w:pPr>
            <w:r>
              <w:rPr>
                <w:sz w:val="16"/>
                <w:szCs w:val="16"/>
              </w:rPr>
              <w:t>2018-03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843A312" w14:textId="77777777" w:rsidR="00F44FEE" w:rsidRDefault="00F44FEE" w:rsidP="00C55B6B">
            <w:pPr>
              <w:pStyle w:val="TAC"/>
              <w:rPr>
                <w:sz w:val="16"/>
                <w:szCs w:val="16"/>
              </w:rPr>
            </w:pPr>
            <w:r>
              <w:rPr>
                <w:sz w:val="16"/>
                <w:szCs w:val="16"/>
              </w:rPr>
              <w:t>RAN#79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5D3D7AF" w14:textId="77777777" w:rsidR="00F44FEE" w:rsidRDefault="00F44FEE" w:rsidP="00F44FEE">
            <w:pPr>
              <w:spacing w:after="0"/>
              <w:jc w:val="center"/>
              <w:rPr>
                <w:rFonts w:ascii="Arial" w:hAnsi="Arial" w:cs="Arial"/>
                <w:sz w:val="16"/>
                <w:szCs w:val="16"/>
              </w:rPr>
            </w:pPr>
            <w:r>
              <w:rPr>
                <w:rFonts w:ascii="Arial" w:hAnsi="Arial" w:cs="Arial"/>
                <w:sz w:val="16"/>
                <w:szCs w:val="16"/>
              </w:rPr>
              <w:t>RP-180190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062EDE" w14:textId="77777777" w:rsidR="00F44FEE" w:rsidRDefault="00F44FEE" w:rsidP="00F44FEE">
            <w:pPr>
              <w:spacing w:after="0"/>
              <w:jc w:val="center"/>
              <w:rPr>
                <w:rFonts w:ascii="Arial" w:hAnsi="Arial" w:cs="Arial"/>
                <w:sz w:val="16"/>
                <w:szCs w:val="16"/>
              </w:rPr>
            </w:pPr>
            <w:r>
              <w:rPr>
                <w:rFonts w:ascii="Arial" w:hAnsi="Arial" w:cs="Arial"/>
                <w:sz w:val="16"/>
                <w:szCs w:val="16"/>
              </w:rPr>
              <w:t>1048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740A967" w14:textId="77777777" w:rsidR="00F44FEE" w:rsidRDefault="00F44FEE"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AFBB71" w14:textId="77777777" w:rsidR="00F44FEE" w:rsidRDefault="00F44FEE" w:rsidP="00C55B6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EB6D4E2" w14:textId="77777777" w:rsidR="00F44FEE" w:rsidRPr="00CD45AB" w:rsidRDefault="00F44FEE" w:rsidP="00C55B6B">
            <w:pPr>
              <w:spacing w:after="0"/>
              <w:rPr>
                <w:rFonts w:ascii="Arial" w:hAnsi="Arial" w:cs="Arial"/>
                <w:sz w:val="16"/>
                <w:szCs w:val="16"/>
              </w:rPr>
            </w:pPr>
            <w:r w:rsidRPr="00F44FEE">
              <w:rPr>
                <w:rFonts w:ascii="Arial" w:hAnsi="Arial" w:cs="Arial"/>
                <w:sz w:val="16"/>
                <w:szCs w:val="16"/>
              </w:rPr>
              <w:t xml:space="preserve">SPS for </w:t>
            </w:r>
            <w:proofErr w:type="spellStart"/>
            <w:r w:rsidRPr="00F44FE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11E573" w14:textId="77777777" w:rsidR="00F44FEE" w:rsidRDefault="00F44FEE" w:rsidP="00C55B6B">
            <w:pPr>
              <w:pStyle w:val="TAC"/>
              <w:jc w:val="left"/>
              <w:rPr>
                <w:snapToGrid w:val="0"/>
                <w:sz w:val="16"/>
                <w:szCs w:val="16"/>
              </w:rPr>
            </w:pPr>
            <w:r>
              <w:rPr>
                <w:snapToGrid w:val="0"/>
                <w:sz w:val="16"/>
                <w:szCs w:val="16"/>
              </w:rPr>
              <w:t>15.1.0</w:t>
            </w:r>
          </w:p>
        </w:tc>
      </w:tr>
      <w:tr w:rsidR="00ED67A7" w:rsidRPr="006B0D02" w14:paraId="2F618D9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B51165" w14:textId="77777777" w:rsidR="00ED67A7" w:rsidRDefault="00ED67A7" w:rsidP="00ED67A7">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9692987" w14:textId="77777777" w:rsidR="00ED67A7" w:rsidRDefault="00ED67A7" w:rsidP="00ED67A7">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26B1814" w14:textId="77777777" w:rsidR="00ED67A7" w:rsidRDefault="00ED67A7" w:rsidP="00ED67A7">
            <w:pPr>
              <w:spacing w:after="0"/>
              <w:jc w:val="center"/>
              <w:rPr>
                <w:rFonts w:ascii="Arial" w:hAnsi="Arial" w:cs="Arial"/>
                <w:sz w:val="16"/>
                <w:szCs w:val="16"/>
              </w:rPr>
            </w:pPr>
            <w:r>
              <w:rPr>
                <w:rFonts w:ascii="Arial" w:hAnsi="Arial" w:cs="Arial"/>
                <w:sz w:val="16"/>
                <w:szCs w:val="16"/>
              </w:rPr>
              <w:t>RP-181171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8790A8" w14:textId="77777777" w:rsidR="00ED67A7" w:rsidRDefault="00ED67A7" w:rsidP="00ED67A7">
            <w:pPr>
              <w:spacing w:after="0"/>
              <w:jc w:val="center"/>
              <w:rPr>
                <w:rFonts w:ascii="Arial" w:hAnsi="Arial" w:cs="Arial"/>
                <w:sz w:val="16"/>
                <w:szCs w:val="16"/>
              </w:rPr>
            </w:pPr>
            <w:r>
              <w:rPr>
                <w:rFonts w:ascii="Arial" w:hAnsi="Arial" w:cs="Arial"/>
                <w:sz w:val="16"/>
                <w:szCs w:val="16"/>
              </w:rPr>
              <w:t>1045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8C54B41" w14:textId="77777777" w:rsidR="00ED67A7" w:rsidRDefault="00ED67A7" w:rsidP="001030E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E4EEBB" w14:textId="77777777" w:rsidR="00ED67A7" w:rsidRDefault="00ED67A7" w:rsidP="001030E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0A747EA" w14:textId="77777777" w:rsidR="00ED67A7" w:rsidRPr="00CD45AB" w:rsidRDefault="001030EF" w:rsidP="001030EF">
            <w:pPr>
              <w:spacing w:after="0"/>
              <w:rPr>
                <w:rFonts w:ascii="Arial" w:hAnsi="Arial" w:cs="Arial"/>
                <w:sz w:val="16"/>
                <w:szCs w:val="16"/>
              </w:rPr>
            </w:pPr>
            <w:r w:rsidRPr="001030EF">
              <w:rPr>
                <w:rFonts w:ascii="Arial" w:hAnsi="Arial" w:cs="Arial"/>
                <w:sz w:val="16"/>
                <w:szCs w:val="16"/>
              </w:rPr>
              <w:t>Support of early contention resolution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7E9687" w14:textId="77777777" w:rsidR="00ED67A7" w:rsidRDefault="00ED67A7" w:rsidP="00ED67A7">
            <w:pPr>
              <w:pStyle w:val="TAC"/>
              <w:jc w:val="left"/>
              <w:rPr>
                <w:snapToGrid w:val="0"/>
                <w:sz w:val="16"/>
                <w:szCs w:val="16"/>
              </w:rPr>
            </w:pPr>
            <w:r>
              <w:rPr>
                <w:snapToGrid w:val="0"/>
                <w:sz w:val="16"/>
                <w:szCs w:val="16"/>
              </w:rPr>
              <w:t>15.2.0</w:t>
            </w:r>
          </w:p>
        </w:tc>
      </w:tr>
      <w:tr w:rsidR="00903D55" w:rsidRPr="006B0D02" w14:paraId="619FCA2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80A2F5" w14:textId="77777777" w:rsidR="00903D55" w:rsidRDefault="00903D55"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DF85C14" w14:textId="77777777" w:rsidR="00903D55" w:rsidRDefault="00903D55"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BF16B9E" w14:textId="77777777" w:rsidR="00903D55" w:rsidRDefault="00903D55" w:rsidP="00903D55">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BA6C15" w14:textId="77777777" w:rsidR="00903D55" w:rsidRDefault="00903D55" w:rsidP="00903D55">
            <w:pPr>
              <w:spacing w:after="0"/>
              <w:jc w:val="center"/>
              <w:rPr>
                <w:rFonts w:ascii="Arial" w:hAnsi="Arial" w:cs="Arial"/>
                <w:sz w:val="16"/>
                <w:szCs w:val="16"/>
              </w:rPr>
            </w:pPr>
            <w:r>
              <w:rPr>
                <w:rFonts w:ascii="Arial" w:hAnsi="Arial" w:cs="Arial"/>
                <w:sz w:val="16"/>
                <w:szCs w:val="16"/>
              </w:rPr>
              <w:t>1049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5D139C0" w14:textId="77777777" w:rsidR="00903D55" w:rsidRDefault="00903D55"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A11F3D" w14:textId="77777777" w:rsidR="00903D55" w:rsidRDefault="00903D55" w:rsidP="009961C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E38529C" w14:textId="77777777" w:rsidR="00903D55" w:rsidRPr="00CD45AB" w:rsidRDefault="00903D55" w:rsidP="009961CF">
            <w:pPr>
              <w:spacing w:after="0"/>
              <w:rPr>
                <w:rFonts w:ascii="Arial" w:hAnsi="Arial" w:cs="Arial"/>
                <w:sz w:val="16"/>
                <w:szCs w:val="16"/>
              </w:rPr>
            </w:pPr>
            <w:r w:rsidRPr="00903D55">
              <w:rPr>
                <w:rFonts w:ascii="Arial" w:hAnsi="Arial" w:cs="Arial"/>
                <w:sz w:val="16"/>
                <w:szCs w:val="16"/>
              </w:rPr>
              <w:t>Corrections for shortened processing time and shortened TTI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1C5F048" w14:textId="77777777" w:rsidR="00903D55" w:rsidRDefault="00903D55" w:rsidP="009961CF">
            <w:pPr>
              <w:pStyle w:val="TAC"/>
              <w:jc w:val="left"/>
              <w:rPr>
                <w:snapToGrid w:val="0"/>
                <w:sz w:val="16"/>
                <w:szCs w:val="16"/>
              </w:rPr>
            </w:pPr>
            <w:r>
              <w:rPr>
                <w:snapToGrid w:val="0"/>
                <w:sz w:val="16"/>
                <w:szCs w:val="16"/>
              </w:rPr>
              <w:t>15.2.0</w:t>
            </w:r>
          </w:p>
        </w:tc>
      </w:tr>
      <w:tr w:rsidR="00F44535" w:rsidRPr="006B0D02" w14:paraId="47C67DC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1C2040" w14:textId="77777777" w:rsidR="00F44535" w:rsidRDefault="00F44535"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40E136A" w14:textId="77777777" w:rsidR="00F44535" w:rsidRDefault="00F44535"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B0B8D05" w14:textId="77777777" w:rsidR="00F44535" w:rsidRDefault="00F44535"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2DC58C" w14:textId="77777777" w:rsidR="00F44535" w:rsidRDefault="00F44535" w:rsidP="00F44535">
            <w:pPr>
              <w:spacing w:after="0"/>
              <w:jc w:val="center"/>
              <w:rPr>
                <w:rFonts w:ascii="Arial" w:hAnsi="Arial" w:cs="Arial"/>
                <w:sz w:val="16"/>
                <w:szCs w:val="16"/>
              </w:rPr>
            </w:pPr>
            <w:r>
              <w:rPr>
                <w:rFonts w:ascii="Arial" w:hAnsi="Arial" w:cs="Arial"/>
                <w:sz w:val="16"/>
                <w:szCs w:val="16"/>
              </w:rPr>
              <w:t>1050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8003F55" w14:textId="77777777" w:rsidR="00F44535" w:rsidRDefault="00F44535"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8A97E9" w14:textId="77777777" w:rsidR="00F44535" w:rsidRDefault="00F44535" w:rsidP="009961C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BF2C566" w14:textId="77777777" w:rsidR="00F44535" w:rsidRPr="00CD45AB" w:rsidRDefault="00F44535" w:rsidP="00F44535">
            <w:pPr>
              <w:spacing w:after="0"/>
              <w:rPr>
                <w:rFonts w:ascii="Arial" w:hAnsi="Arial" w:cs="Arial"/>
                <w:sz w:val="16"/>
                <w:szCs w:val="16"/>
              </w:rPr>
            </w:pPr>
            <w:r w:rsidRPr="00903D55">
              <w:rPr>
                <w:rFonts w:ascii="Arial" w:hAnsi="Arial" w:cs="Arial"/>
                <w:sz w:val="16"/>
                <w:szCs w:val="16"/>
              </w:rPr>
              <w:t>Corrections for shortened processing time and shortened TTI in 36.213, s0</w:t>
            </w:r>
            <w:r>
              <w:rPr>
                <w:rFonts w:ascii="Arial" w:hAnsi="Arial" w:cs="Arial"/>
                <w:sz w:val="16"/>
                <w:szCs w:val="16"/>
              </w:rPr>
              <w:t>6</w:t>
            </w:r>
            <w:r w:rsidRPr="00903D55">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8BA85B" w14:textId="77777777" w:rsidR="00F44535" w:rsidRDefault="00F44535" w:rsidP="009961CF">
            <w:pPr>
              <w:pStyle w:val="TAC"/>
              <w:jc w:val="left"/>
              <w:rPr>
                <w:snapToGrid w:val="0"/>
                <w:sz w:val="16"/>
                <w:szCs w:val="16"/>
              </w:rPr>
            </w:pPr>
            <w:r>
              <w:rPr>
                <w:snapToGrid w:val="0"/>
                <w:sz w:val="16"/>
                <w:szCs w:val="16"/>
              </w:rPr>
              <w:t>15.2.0</w:t>
            </w:r>
          </w:p>
        </w:tc>
      </w:tr>
      <w:tr w:rsidR="009F296A" w:rsidRPr="006B0D02" w14:paraId="31CE021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D42984" w14:textId="77777777" w:rsidR="009F296A" w:rsidRDefault="009F296A"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A4967D8" w14:textId="77777777" w:rsidR="009F296A" w:rsidRDefault="009F296A"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D21C0D4" w14:textId="77777777" w:rsidR="009F296A" w:rsidRDefault="009F296A"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EF6C7E" w14:textId="77777777" w:rsidR="009F296A" w:rsidRDefault="009F296A" w:rsidP="009F296A">
            <w:pPr>
              <w:spacing w:after="0"/>
              <w:jc w:val="center"/>
              <w:rPr>
                <w:rFonts w:ascii="Arial" w:hAnsi="Arial" w:cs="Arial"/>
                <w:sz w:val="16"/>
                <w:szCs w:val="16"/>
              </w:rPr>
            </w:pPr>
            <w:r>
              <w:rPr>
                <w:rFonts w:ascii="Arial" w:hAnsi="Arial" w:cs="Arial"/>
                <w:sz w:val="16"/>
                <w:szCs w:val="16"/>
              </w:rPr>
              <w:t>1051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621F1C4" w14:textId="77777777" w:rsidR="009F296A" w:rsidRDefault="009F296A"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44DDCC" w14:textId="77777777" w:rsidR="009F296A" w:rsidRDefault="009F296A" w:rsidP="009961C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FD9CAC" w14:textId="77777777" w:rsidR="009F296A" w:rsidRPr="00CD45AB" w:rsidRDefault="009F296A" w:rsidP="009961CF">
            <w:pPr>
              <w:spacing w:after="0"/>
              <w:rPr>
                <w:rFonts w:ascii="Arial" w:hAnsi="Arial" w:cs="Arial"/>
                <w:sz w:val="16"/>
                <w:szCs w:val="16"/>
              </w:rPr>
            </w:pPr>
            <w:r w:rsidRPr="009F296A">
              <w:rPr>
                <w:rFonts w:ascii="Arial" w:hAnsi="Arial" w:cs="Arial"/>
                <w:sz w:val="16"/>
                <w:szCs w:val="16"/>
              </w:rPr>
              <w:t>Corrections for shortened processing time and shortened TTI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7049DA" w14:textId="77777777" w:rsidR="009F296A" w:rsidRDefault="009F296A" w:rsidP="009961CF">
            <w:pPr>
              <w:pStyle w:val="TAC"/>
              <w:jc w:val="left"/>
              <w:rPr>
                <w:snapToGrid w:val="0"/>
                <w:sz w:val="16"/>
                <w:szCs w:val="16"/>
              </w:rPr>
            </w:pPr>
            <w:r>
              <w:rPr>
                <w:snapToGrid w:val="0"/>
                <w:sz w:val="16"/>
                <w:szCs w:val="16"/>
              </w:rPr>
              <w:t>15.2.0</w:t>
            </w:r>
          </w:p>
        </w:tc>
      </w:tr>
      <w:tr w:rsidR="002C1DB3" w:rsidRPr="006B0D02" w14:paraId="72CEE8A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331AA6" w14:textId="77777777" w:rsidR="002C1DB3" w:rsidRDefault="002C1DB3"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E923A89" w14:textId="77777777" w:rsidR="002C1DB3" w:rsidRDefault="002C1DB3"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ADC4049" w14:textId="77777777" w:rsidR="002C1DB3" w:rsidRDefault="002C1DB3"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9AF1EF" w14:textId="77777777" w:rsidR="002C1DB3" w:rsidRDefault="002C1DB3" w:rsidP="002C1DB3">
            <w:pPr>
              <w:spacing w:after="0"/>
              <w:jc w:val="center"/>
              <w:rPr>
                <w:rFonts w:ascii="Arial" w:hAnsi="Arial" w:cs="Arial"/>
                <w:sz w:val="16"/>
                <w:szCs w:val="16"/>
              </w:rPr>
            </w:pPr>
            <w:r>
              <w:rPr>
                <w:rFonts w:ascii="Arial" w:hAnsi="Arial" w:cs="Arial"/>
                <w:sz w:val="16"/>
                <w:szCs w:val="16"/>
              </w:rPr>
              <w:t>1052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9402740" w14:textId="77777777" w:rsidR="002C1DB3" w:rsidRDefault="002C1DB3"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2EC2C0" w14:textId="77777777" w:rsidR="002C1DB3" w:rsidRDefault="002C1DB3" w:rsidP="009961C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F22D4B" w14:textId="77777777" w:rsidR="002C1DB3" w:rsidRPr="00CD45AB" w:rsidRDefault="002C1DB3" w:rsidP="009961CF">
            <w:pPr>
              <w:spacing w:after="0"/>
              <w:rPr>
                <w:rFonts w:ascii="Arial" w:hAnsi="Arial" w:cs="Arial"/>
                <w:sz w:val="16"/>
                <w:szCs w:val="16"/>
              </w:rPr>
            </w:pPr>
            <w:r w:rsidRPr="002C1DB3">
              <w:rPr>
                <w:rFonts w:ascii="Arial" w:hAnsi="Arial" w:cs="Arial"/>
                <w:sz w:val="16"/>
                <w:szCs w:val="16"/>
              </w:rPr>
              <w:t>Corrections for shortened processing time and shortened TTI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C08584" w14:textId="77777777" w:rsidR="002C1DB3" w:rsidRDefault="002C1DB3" w:rsidP="009961CF">
            <w:pPr>
              <w:pStyle w:val="TAC"/>
              <w:jc w:val="left"/>
              <w:rPr>
                <w:snapToGrid w:val="0"/>
                <w:sz w:val="16"/>
                <w:szCs w:val="16"/>
              </w:rPr>
            </w:pPr>
            <w:r>
              <w:rPr>
                <w:snapToGrid w:val="0"/>
                <w:sz w:val="16"/>
                <w:szCs w:val="16"/>
              </w:rPr>
              <w:t>15.2.0</w:t>
            </w:r>
          </w:p>
        </w:tc>
      </w:tr>
      <w:tr w:rsidR="00581D93" w:rsidRPr="006B0D02" w14:paraId="3973428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C118E1" w14:textId="77777777" w:rsidR="00581D93" w:rsidRDefault="00581D93"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8E43619" w14:textId="77777777" w:rsidR="00581D93" w:rsidRDefault="00581D93"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5FC2610" w14:textId="77777777" w:rsidR="00581D93" w:rsidRDefault="00581D93" w:rsidP="008132FE">
            <w:pPr>
              <w:spacing w:after="0"/>
              <w:jc w:val="center"/>
              <w:rPr>
                <w:rFonts w:ascii="Arial" w:hAnsi="Arial" w:cs="Arial"/>
                <w:sz w:val="16"/>
                <w:szCs w:val="16"/>
              </w:rPr>
            </w:pPr>
            <w:r>
              <w:rPr>
                <w:rFonts w:ascii="Arial" w:hAnsi="Arial" w:cs="Arial"/>
                <w:sz w:val="16"/>
                <w:szCs w:val="16"/>
              </w:rPr>
              <w:t>RP-18117</w:t>
            </w:r>
            <w:r w:rsidR="008132FE">
              <w:rPr>
                <w:rFonts w:ascii="Arial" w:hAnsi="Arial"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4D0A81" w14:textId="77777777" w:rsidR="00581D93" w:rsidRDefault="00581D93">
            <w:pPr>
              <w:spacing w:after="0"/>
              <w:jc w:val="center"/>
              <w:rPr>
                <w:rFonts w:ascii="Arial" w:hAnsi="Arial" w:cs="Arial"/>
                <w:sz w:val="16"/>
                <w:szCs w:val="16"/>
              </w:rPr>
            </w:pPr>
            <w:r>
              <w:rPr>
                <w:rFonts w:ascii="Arial" w:hAnsi="Arial" w:cs="Arial"/>
                <w:sz w:val="16"/>
                <w:szCs w:val="16"/>
              </w:rPr>
              <w:t>1053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98D6C6" w14:textId="77777777" w:rsidR="00581D93" w:rsidRDefault="00581D93"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743097" w14:textId="77777777" w:rsidR="00581D93" w:rsidRDefault="00581D93"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78CF59" w14:textId="77777777" w:rsidR="00581D93" w:rsidRPr="00CD45AB" w:rsidRDefault="00581D93" w:rsidP="009961CF">
            <w:pPr>
              <w:spacing w:after="0"/>
              <w:rPr>
                <w:rFonts w:ascii="Arial" w:hAnsi="Arial" w:cs="Arial"/>
                <w:sz w:val="16"/>
                <w:szCs w:val="16"/>
              </w:rPr>
            </w:pPr>
            <w:r w:rsidRPr="00581D93">
              <w:rPr>
                <w:rFonts w:ascii="Arial" w:hAnsi="Arial" w:cs="Arial"/>
                <w:sz w:val="16"/>
                <w:szCs w:val="16"/>
              </w:rPr>
              <w:t>Introduction of enhancements for high capacity stationary wireless link and introduction of 1024 QAM for LTE 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B74F8A" w14:textId="77777777" w:rsidR="00581D93" w:rsidRDefault="00581D93" w:rsidP="009961CF">
            <w:pPr>
              <w:pStyle w:val="TAC"/>
              <w:jc w:val="left"/>
              <w:rPr>
                <w:snapToGrid w:val="0"/>
                <w:sz w:val="16"/>
                <w:szCs w:val="16"/>
              </w:rPr>
            </w:pPr>
            <w:r>
              <w:rPr>
                <w:snapToGrid w:val="0"/>
                <w:sz w:val="16"/>
                <w:szCs w:val="16"/>
              </w:rPr>
              <w:t>15.2.0</w:t>
            </w:r>
          </w:p>
        </w:tc>
      </w:tr>
      <w:tr w:rsidR="008132FE" w:rsidRPr="006B0D02" w14:paraId="0090A44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CC8712" w14:textId="77777777" w:rsidR="008132FE" w:rsidRDefault="008132FE"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2667655" w14:textId="77777777" w:rsidR="008132FE" w:rsidRDefault="008132FE"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FD68EF2" w14:textId="77777777" w:rsidR="008132FE" w:rsidRDefault="008132FE" w:rsidP="008132FE">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369B41" w14:textId="77777777" w:rsidR="008132FE" w:rsidRDefault="008132FE" w:rsidP="008132FE">
            <w:pPr>
              <w:spacing w:after="0"/>
              <w:jc w:val="center"/>
              <w:rPr>
                <w:rFonts w:ascii="Arial" w:hAnsi="Arial" w:cs="Arial"/>
                <w:sz w:val="16"/>
                <w:szCs w:val="16"/>
              </w:rPr>
            </w:pPr>
            <w:r>
              <w:rPr>
                <w:rFonts w:ascii="Arial" w:hAnsi="Arial" w:cs="Arial"/>
                <w:sz w:val="16"/>
                <w:szCs w:val="16"/>
              </w:rPr>
              <w:t>1054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EECF14" w14:textId="77777777" w:rsidR="008132FE" w:rsidRDefault="008132FE"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8AEA2A" w14:textId="77777777" w:rsidR="008132FE" w:rsidRDefault="008132FE"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461411" w14:textId="77777777" w:rsidR="008132FE" w:rsidRPr="00CD45AB" w:rsidRDefault="008132FE" w:rsidP="009961CF">
            <w:pPr>
              <w:spacing w:after="0"/>
              <w:rPr>
                <w:rFonts w:ascii="Arial" w:hAnsi="Arial" w:cs="Arial"/>
                <w:sz w:val="16"/>
                <w:szCs w:val="16"/>
              </w:rPr>
            </w:pPr>
            <w:r w:rsidRPr="008132FE">
              <w:rPr>
                <w:rFonts w:ascii="Arial" w:hAnsi="Arial" w:cs="Arial"/>
                <w:sz w:val="16"/>
                <w:szCs w:val="16"/>
              </w:rPr>
              <w:t>Introduction of Enhancements to LTE operation in unlicensed spectrum into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7C9C9B" w14:textId="77777777" w:rsidR="008132FE" w:rsidRDefault="008132FE" w:rsidP="009961CF">
            <w:pPr>
              <w:pStyle w:val="TAC"/>
              <w:jc w:val="left"/>
              <w:rPr>
                <w:snapToGrid w:val="0"/>
                <w:sz w:val="16"/>
                <w:szCs w:val="16"/>
              </w:rPr>
            </w:pPr>
            <w:r>
              <w:rPr>
                <w:snapToGrid w:val="0"/>
                <w:sz w:val="16"/>
                <w:szCs w:val="16"/>
              </w:rPr>
              <w:t>15.2.0</w:t>
            </w:r>
          </w:p>
        </w:tc>
      </w:tr>
      <w:tr w:rsidR="00975E4E" w:rsidRPr="006B0D02" w14:paraId="2527257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FAF396" w14:textId="77777777" w:rsidR="00975E4E" w:rsidRDefault="00975E4E"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15F9963" w14:textId="77777777" w:rsidR="00975E4E" w:rsidRDefault="00975E4E"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B8C2C60" w14:textId="77777777" w:rsidR="00975E4E" w:rsidRDefault="00975E4E" w:rsidP="009961CF">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8F4EAB" w14:textId="77777777" w:rsidR="00975E4E" w:rsidRDefault="00975E4E" w:rsidP="00975E4E">
            <w:pPr>
              <w:spacing w:after="0"/>
              <w:jc w:val="center"/>
              <w:rPr>
                <w:rFonts w:ascii="Arial" w:hAnsi="Arial" w:cs="Arial"/>
                <w:sz w:val="16"/>
                <w:szCs w:val="16"/>
              </w:rPr>
            </w:pPr>
            <w:r>
              <w:rPr>
                <w:rFonts w:ascii="Arial" w:hAnsi="Arial" w:cs="Arial"/>
                <w:sz w:val="16"/>
                <w:szCs w:val="16"/>
              </w:rPr>
              <w:t>1055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3C9DBBA" w14:textId="77777777" w:rsidR="00975E4E" w:rsidRDefault="00975E4E"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FF2DBD" w14:textId="77777777" w:rsidR="00975E4E" w:rsidRDefault="00975E4E"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58A63DC" w14:textId="77777777" w:rsidR="00975E4E" w:rsidRPr="00CD45AB" w:rsidRDefault="00975E4E" w:rsidP="00975E4E">
            <w:pPr>
              <w:spacing w:after="0"/>
              <w:rPr>
                <w:rFonts w:ascii="Arial" w:hAnsi="Arial" w:cs="Arial"/>
                <w:sz w:val="16"/>
                <w:szCs w:val="16"/>
              </w:rPr>
            </w:pPr>
            <w:r w:rsidRPr="008132FE">
              <w:rPr>
                <w:rFonts w:ascii="Arial" w:hAnsi="Arial" w:cs="Arial"/>
                <w:sz w:val="16"/>
                <w:szCs w:val="16"/>
              </w:rPr>
              <w:t>Introduction of Enhancements to LTE operation in unlicensed spectrum into 36.213 s0</w:t>
            </w:r>
            <w:r>
              <w:rPr>
                <w:rFonts w:ascii="Arial" w:hAnsi="Arial" w:cs="Arial"/>
                <w:sz w:val="16"/>
                <w:szCs w:val="16"/>
              </w:rPr>
              <w:t>6</w:t>
            </w:r>
            <w:r w:rsidRPr="008132FE">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25AB3E" w14:textId="77777777" w:rsidR="00975E4E" w:rsidRDefault="00975E4E" w:rsidP="009961CF">
            <w:pPr>
              <w:pStyle w:val="TAC"/>
              <w:jc w:val="left"/>
              <w:rPr>
                <w:snapToGrid w:val="0"/>
                <w:sz w:val="16"/>
                <w:szCs w:val="16"/>
              </w:rPr>
            </w:pPr>
            <w:r>
              <w:rPr>
                <w:snapToGrid w:val="0"/>
                <w:sz w:val="16"/>
                <w:szCs w:val="16"/>
              </w:rPr>
              <w:t>15.2.0</w:t>
            </w:r>
          </w:p>
        </w:tc>
      </w:tr>
      <w:tr w:rsidR="00D91F2E" w:rsidRPr="006B0D02" w14:paraId="5E779F4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D52C0E" w14:textId="77777777" w:rsidR="00D91F2E" w:rsidRDefault="00D91F2E"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2080F85" w14:textId="77777777" w:rsidR="00D91F2E" w:rsidRDefault="00D91F2E"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A483382" w14:textId="77777777" w:rsidR="00D91F2E" w:rsidRDefault="00D91F2E" w:rsidP="009961CF">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ED0C65" w14:textId="77777777" w:rsidR="00D91F2E" w:rsidRDefault="00D91F2E" w:rsidP="00D91F2E">
            <w:pPr>
              <w:spacing w:after="0"/>
              <w:jc w:val="center"/>
              <w:rPr>
                <w:rFonts w:ascii="Arial" w:hAnsi="Arial" w:cs="Arial"/>
                <w:sz w:val="16"/>
                <w:szCs w:val="16"/>
              </w:rPr>
            </w:pPr>
            <w:r>
              <w:rPr>
                <w:rFonts w:ascii="Arial" w:hAnsi="Arial" w:cs="Arial"/>
                <w:sz w:val="16"/>
                <w:szCs w:val="16"/>
              </w:rPr>
              <w:t>1057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701566F" w14:textId="77777777" w:rsidR="00D91F2E" w:rsidRDefault="00D91F2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5DAEB2" w14:textId="77777777" w:rsidR="00D91F2E" w:rsidRDefault="00D91F2E"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03E2B8" w14:textId="77777777" w:rsidR="00D91F2E" w:rsidRPr="00CD45AB" w:rsidRDefault="00D91F2E" w:rsidP="009961CF">
            <w:pPr>
              <w:spacing w:after="0"/>
              <w:rPr>
                <w:rFonts w:ascii="Arial" w:hAnsi="Arial" w:cs="Arial"/>
                <w:sz w:val="16"/>
                <w:szCs w:val="16"/>
              </w:rPr>
            </w:pPr>
            <w:r w:rsidRPr="00D91F2E">
              <w:rPr>
                <w:rFonts w:ascii="Arial" w:hAnsi="Arial" w:cs="Arial"/>
                <w:sz w:val="16"/>
                <w:szCs w:val="16"/>
              </w:rPr>
              <w:t>Introduction of Enhancements to LTE operation in unlicensed spectrum into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1D70A8" w14:textId="77777777" w:rsidR="00D91F2E" w:rsidRDefault="00D91F2E" w:rsidP="009961CF">
            <w:pPr>
              <w:pStyle w:val="TAC"/>
              <w:jc w:val="left"/>
              <w:rPr>
                <w:snapToGrid w:val="0"/>
                <w:sz w:val="16"/>
                <w:szCs w:val="16"/>
              </w:rPr>
            </w:pPr>
            <w:r>
              <w:rPr>
                <w:snapToGrid w:val="0"/>
                <w:sz w:val="16"/>
                <w:szCs w:val="16"/>
              </w:rPr>
              <w:t>15.2.0</w:t>
            </w:r>
          </w:p>
        </w:tc>
      </w:tr>
      <w:tr w:rsidR="006863C5" w:rsidRPr="006B0D02" w14:paraId="35EDB0B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25E36C" w14:textId="77777777" w:rsidR="006863C5" w:rsidRDefault="006863C5"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E927967" w14:textId="77777777" w:rsidR="006863C5" w:rsidRDefault="006863C5"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4485615" w14:textId="77777777" w:rsidR="006863C5" w:rsidRDefault="006863C5" w:rsidP="006863C5">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1B5298" w14:textId="77777777" w:rsidR="006863C5" w:rsidRDefault="006863C5" w:rsidP="006863C5">
            <w:pPr>
              <w:spacing w:after="0"/>
              <w:jc w:val="center"/>
              <w:rPr>
                <w:rFonts w:ascii="Arial" w:hAnsi="Arial" w:cs="Arial"/>
                <w:sz w:val="16"/>
                <w:szCs w:val="16"/>
              </w:rPr>
            </w:pPr>
            <w:r>
              <w:rPr>
                <w:rFonts w:ascii="Arial" w:hAnsi="Arial" w:cs="Arial"/>
                <w:sz w:val="16"/>
                <w:szCs w:val="16"/>
              </w:rPr>
              <w:t>1060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13C91CD" w14:textId="77777777" w:rsidR="006863C5" w:rsidRDefault="006863C5"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B20D42" w14:textId="77777777" w:rsidR="006863C5" w:rsidRDefault="006863C5"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8B3881F" w14:textId="77777777" w:rsidR="006863C5" w:rsidRPr="00CD45AB" w:rsidRDefault="006863C5" w:rsidP="009961CF">
            <w:pPr>
              <w:spacing w:after="0"/>
              <w:rPr>
                <w:rFonts w:ascii="Arial" w:hAnsi="Arial" w:cs="Arial"/>
                <w:sz w:val="16"/>
                <w:szCs w:val="16"/>
              </w:rPr>
            </w:pPr>
            <w:r w:rsidRPr="006863C5">
              <w:rPr>
                <w:rFonts w:ascii="Arial" w:hAnsi="Arial" w:cs="Arial"/>
                <w:sz w:val="16"/>
                <w:szCs w:val="16"/>
              </w:rPr>
              <w:t xml:space="preserve">Correction on number of subframes for </w:t>
            </w:r>
            <w:proofErr w:type="spellStart"/>
            <w:r w:rsidRPr="006863C5">
              <w:rPr>
                <w:rFonts w:ascii="Arial" w:hAnsi="Arial" w:cs="Arial"/>
                <w:sz w:val="16"/>
                <w:szCs w:val="16"/>
              </w:rPr>
              <w:t>semistatic</w:t>
            </w:r>
            <w:proofErr w:type="spellEnd"/>
            <w:r w:rsidRPr="006863C5">
              <w:rPr>
                <w:rFonts w:ascii="Arial" w:hAnsi="Arial" w:cs="Arial"/>
                <w:sz w:val="16"/>
                <w:szCs w:val="16"/>
              </w:rPr>
              <w:t xml:space="preserve"> codebook determination and transmission over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7A03B8" w14:textId="77777777" w:rsidR="006863C5" w:rsidRDefault="006863C5" w:rsidP="009961CF">
            <w:pPr>
              <w:pStyle w:val="TAC"/>
              <w:jc w:val="left"/>
              <w:rPr>
                <w:snapToGrid w:val="0"/>
                <w:sz w:val="16"/>
                <w:szCs w:val="16"/>
              </w:rPr>
            </w:pPr>
            <w:r>
              <w:rPr>
                <w:snapToGrid w:val="0"/>
                <w:sz w:val="16"/>
                <w:szCs w:val="16"/>
              </w:rPr>
              <w:t>15.2.0</w:t>
            </w:r>
          </w:p>
        </w:tc>
      </w:tr>
      <w:tr w:rsidR="009C6FD3" w:rsidRPr="006B0D02" w14:paraId="100D7BF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A13485" w14:textId="77777777" w:rsidR="009C6FD3" w:rsidRDefault="009C6FD3"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68BC91" w14:textId="77777777" w:rsidR="009C6FD3" w:rsidRDefault="009C6FD3"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16D007" w14:textId="77777777" w:rsidR="009C6FD3" w:rsidRDefault="009C6FD3" w:rsidP="009C6FD3">
            <w:pPr>
              <w:spacing w:after="0"/>
              <w:jc w:val="center"/>
              <w:rPr>
                <w:rFonts w:ascii="Arial" w:hAnsi="Arial" w:cs="Arial"/>
                <w:sz w:val="16"/>
                <w:szCs w:val="16"/>
              </w:rPr>
            </w:pPr>
            <w:r>
              <w:rPr>
                <w:rFonts w:ascii="Arial" w:hAnsi="Arial" w:cs="Arial"/>
                <w:sz w:val="16"/>
                <w:szCs w:val="16"/>
              </w:rPr>
              <w:t>RP-181165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379613" w14:textId="77777777" w:rsidR="009C6FD3" w:rsidRDefault="009C6FD3" w:rsidP="009C6FD3">
            <w:pPr>
              <w:spacing w:after="0"/>
              <w:jc w:val="center"/>
              <w:rPr>
                <w:rFonts w:ascii="Arial" w:hAnsi="Arial" w:cs="Arial"/>
                <w:sz w:val="16"/>
                <w:szCs w:val="16"/>
              </w:rPr>
            </w:pPr>
            <w:r>
              <w:rPr>
                <w:rFonts w:ascii="Arial" w:hAnsi="Arial" w:cs="Arial"/>
                <w:sz w:val="16"/>
                <w:szCs w:val="16"/>
              </w:rPr>
              <w:t>1063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B8548B7" w14:textId="77777777" w:rsidR="009C6FD3" w:rsidRDefault="009C6FD3"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439163" w14:textId="77777777" w:rsidR="009C6FD3" w:rsidRDefault="009C6FD3"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22D5504" w14:textId="77777777" w:rsidR="009C6FD3" w:rsidRPr="00CD45AB" w:rsidRDefault="009C6FD3" w:rsidP="009961CF">
            <w:pPr>
              <w:spacing w:after="0"/>
              <w:rPr>
                <w:rFonts w:ascii="Arial" w:hAnsi="Arial" w:cs="Arial"/>
                <w:sz w:val="16"/>
                <w:szCs w:val="16"/>
              </w:rPr>
            </w:pPr>
            <w:r w:rsidRPr="009C6FD3">
              <w:rPr>
                <w:rFonts w:ascii="Arial" w:hAnsi="Arial" w:cs="Arial"/>
                <w:sz w:val="16"/>
                <w:szCs w:val="16"/>
              </w:rPr>
              <w:t xml:space="preserve">Correction on TBS determination for </w:t>
            </w:r>
            <w:proofErr w:type="spellStart"/>
            <w:r w:rsidRPr="009C6FD3">
              <w:rPr>
                <w:rFonts w:ascii="Arial" w:hAnsi="Arial" w:cs="Arial"/>
                <w:sz w:val="16"/>
                <w:szCs w:val="16"/>
              </w:rPr>
              <w:t>msg</w:t>
            </w:r>
            <w:proofErr w:type="spellEnd"/>
            <w:r w:rsidRPr="009C6FD3">
              <w:rPr>
                <w:rFonts w:ascii="Arial" w:hAnsi="Arial" w:cs="Arial"/>
                <w:sz w:val="16"/>
                <w:szCs w:val="16"/>
              </w:rPr>
              <w:t xml:space="preserve"> 3 retransmission and CSS for fallback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2329F4" w14:textId="77777777" w:rsidR="009C6FD3" w:rsidRDefault="009C6FD3" w:rsidP="009961CF">
            <w:pPr>
              <w:pStyle w:val="TAC"/>
              <w:jc w:val="left"/>
              <w:rPr>
                <w:snapToGrid w:val="0"/>
                <w:sz w:val="16"/>
                <w:szCs w:val="16"/>
              </w:rPr>
            </w:pPr>
            <w:r>
              <w:rPr>
                <w:snapToGrid w:val="0"/>
                <w:sz w:val="16"/>
                <w:szCs w:val="16"/>
              </w:rPr>
              <w:t>15.2.0</w:t>
            </w:r>
          </w:p>
        </w:tc>
      </w:tr>
      <w:tr w:rsidR="004920DE" w:rsidRPr="006B0D02" w14:paraId="21B583E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5A669C" w14:textId="77777777" w:rsidR="004920DE" w:rsidRDefault="004920DE"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71F565F" w14:textId="77777777" w:rsidR="004920DE" w:rsidRDefault="004920DE"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8416356" w14:textId="77777777" w:rsidR="004920DE" w:rsidRDefault="004920DE" w:rsidP="004920DE">
            <w:pPr>
              <w:spacing w:after="0"/>
              <w:jc w:val="center"/>
              <w:rPr>
                <w:rFonts w:ascii="Arial" w:hAnsi="Arial" w:cs="Arial"/>
                <w:sz w:val="16"/>
                <w:szCs w:val="16"/>
              </w:rPr>
            </w:pPr>
            <w:r>
              <w:rPr>
                <w:rFonts w:ascii="Arial" w:hAnsi="Arial" w:cs="Arial"/>
                <w:sz w:val="16"/>
                <w:szCs w:val="16"/>
              </w:rPr>
              <w:t>RP-181181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8CB881" w14:textId="77777777" w:rsidR="004920DE" w:rsidRDefault="004920DE" w:rsidP="004920DE">
            <w:pPr>
              <w:spacing w:after="0"/>
              <w:jc w:val="center"/>
              <w:rPr>
                <w:rFonts w:ascii="Arial" w:hAnsi="Arial" w:cs="Arial"/>
                <w:sz w:val="16"/>
                <w:szCs w:val="16"/>
              </w:rPr>
            </w:pPr>
            <w:r>
              <w:rPr>
                <w:rFonts w:ascii="Arial" w:hAnsi="Arial" w:cs="Arial"/>
                <w:sz w:val="16"/>
                <w:szCs w:val="16"/>
              </w:rPr>
              <w:t>1065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48EF3AC" w14:textId="77777777" w:rsidR="004920DE" w:rsidRDefault="004920D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26D9E9" w14:textId="77777777" w:rsidR="004920DE" w:rsidRDefault="004920DE"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C82A3F9" w14:textId="77777777" w:rsidR="004920DE" w:rsidRPr="00CD45AB" w:rsidRDefault="004920DE" w:rsidP="009961CF">
            <w:pPr>
              <w:spacing w:after="0"/>
              <w:rPr>
                <w:rFonts w:ascii="Arial" w:hAnsi="Arial" w:cs="Arial"/>
                <w:sz w:val="16"/>
                <w:szCs w:val="16"/>
              </w:rPr>
            </w:pPr>
            <w:r w:rsidRPr="004920DE">
              <w:rPr>
                <w:rFonts w:ascii="Arial" w:hAnsi="Arial" w:cs="Arial"/>
                <w:sz w:val="16"/>
                <w:szCs w:val="16"/>
              </w:rPr>
              <w:t>Clarification of Msg3 power control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D9699E" w14:textId="77777777" w:rsidR="004920DE" w:rsidRDefault="004920DE" w:rsidP="009961CF">
            <w:pPr>
              <w:pStyle w:val="TAC"/>
              <w:jc w:val="left"/>
              <w:rPr>
                <w:snapToGrid w:val="0"/>
                <w:sz w:val="16"/>
                <w:szCs w:val="16"/>
              </w:rPr>
            </w:pPr>
            <w:r>
              <w:rPr>
                <w:snapToGrid w:val="0"/>
                <w:sz w:val="16"/>
                <w:szCs w:val="16"/>
              </w:rPr>
              <w:t>15.2.0</w:t>
            </w:r>
          </w:p>
        </w:tc>
      </w:tr>
      <w:tr w:rsidR="002456FA" w:rsidRPr="006B0D02" w14:paraId="4F8AFA2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92F769" w14:textId="77777777" w:rsidR="002456FA" w:rsidRDefault="002456FA"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2A4897" w14:textId="77777777" w:rsidR="002456FA" w:rsidRDefault="002456FA"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12FB3B4" w14:textId="77777777" w:rsidR="002456FA" w:rsidRDefault="002456FA" w:rsidP="002456FA">
            <w:pPr>
              <w:spacing w:after="0"/>
              <w:jc w:val="center"/>
              <w:rPr>
                <w:rFonts w:ascii="Arial" w:hAnsi="Arial" w:cs="Arial"/>
                <w:sz w:val="16"/>
                <w:szCs w:val="16"/>
              </w:rPr>
            </w:pPr>
            <w:r>
              <w:rPr>
                <w:rFonts w:ascii="Arial" w:hAnsi="Arial" w:cs="Arial"/>
                <w:sz w:val="16"/>
                <w:szCs w:val="16"/>
              </w:rPr>
              <w:t>RP-181161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0DDAFB" w14:textId="77777777" w:rsidR="002456FA" w:rsidRDefault="002456FA" w:rsidP="002456FA">
            <w:pPr>
              <w:spacing w:after="0"/>
              <w:jc w:val="center"/>
              <w:rPr>
                <w:rFonts w:ascii="Arial" w:hAnsi="Arial" w:cs="Arial"/>
                <w:sz w:val="16"/>
                <w:szCs w:val="16"/>
              </w:rPr>
            </w:pPr>
            <w:r>
              <w:rPr>
                <w:rFonts w:ascii="Arial" w:hAnsi="Arial" w:cs="Arial"/>
                <w:sz w:val="16"/>
                <w:szCs w:val="16"/>
              </w:rPr>
              <w:t>1067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49699CF" w14:textId="77777777" w:rsidR="002456FA" w:rsidRDefault="002456FA"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97971C" w14:textId="77777777" w:rsidR="002456FA" w:rsidRDefault="002456FA"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28CB8C8" w14:textId="77777777" w:rsidR="002456FA" w:rsidRPr="00CD45AB" w:rsidRDefault="002456FA" w:rsidP="009961CF">
            <w:pPr>
              <w:spacing w:after="0"/>
              <w:rPr>
                <w:rFonts w:ascii="Arial" w:hAnsi="Arial" w:cs="Arial"/>
                <w:sz w:val="16"/>
                <w:szCs w:val="16"/>
              </w:rPr>
            </w:pPr>
            <w:r w:rsidRPr="002456FA">
              <w:rPr>
                <w:rFonts w:ascii="Arial" w:hAnsi="Arial" w:cs="Arial"/>
                <w:sz w:val="16"/>
                <w:szCs w:val="16"/>
              </w:rPr>
              <w:t>On the configuration of UL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999F8E" w14:textId="77777777" w:rsidR="002456FA" w:rsidRDefault="002456FA" w:rsidP="009961CF">
            <w:pPr>
              <w:pStyle w:val="TAC"/>
              <w:jc w:val="left"/>
              <w:rPr>
                <w:snapToGrid w:val="0"/>
                <w:sz w:val="16"/>
                <w:szCs w:val="16"/>
              </w:rPr>
            </w:pPr>
            <w:r>
              <w:rPr>
                <w:snapToGrid w:val="0"/>
                <w:sz w:val="16"/>
                <w:szCs w:val="16"/>
              </w:rPr>
              <w:t>15.2.0</w:t>
            </w:r>
          </w:p>
        </w:tc>
      </w:tr>
      <w:tr w:rsidR="00B46B08" w:rsidRPr="006B0D02" w14:paraId="1A2E866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AB95D8" w14:textId="77777777" w:rsidR="00B46B08" w:rsidRDefault="00B46B08"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EA0339E" w14:textId="77777777" w:rsidR="00B46B08" w:rsidRDefault="00B46B08"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2E91E6B" w14:textId="77777777" w:rsidR="00B46B08" w:rsidRDefault="00B46B08" w:rsidP="00B46B08">
            <w:pPr>
              <w:spacing w:after="0"/>
              <w:jc w:val="center"/>
              <w:rPr>
                <w:rFonts w:ascii="Arial" w:hAnsi="Arial" w:cs="Arial"/>
                <w:sz w:val="16"/>
                <w:szCs w:val="16"/>
              </w:rPr>
            </w:pPr>
            <w:r>
              <w:rPr>
                <w:rFonts w:ascii="Arial" w:hAnsi="Arial" w:cs="Arial"/>
                <w:sz w:val="16"/>
                <w:szCs w:val="16"/>
              </w:rPr>
              <w:t>RP-181179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40EFE5" w14:textId="77777777" w:rsidR="00B46B08" w:rsidRDefault="00B46B08" w:rsidP="00B46B08">
            <w:pPr>
              <w:spacing w:after="0"/>
              <w:jc w:val="center"/>
              <w:rPr>
                <w:rFonts w:ascii="Arial" w:hAnsi="Arial" w:cs="Arial"/>
                <w:sz w:val="16"/>
                <w:szCs w:val="16"/>
              </w:rPr>
            </w:pPr>
            <w:r>
              <w:rPr>
                <w:rFonts w:ascii="Arial" w:hAnsi="Arial" w:cs="Arial"/>
                <w:sz w:val="16"/>
                <w:szCs w:val="16"/>
              </w:rPr>
              <w:t>1069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A401C4C" w14:textId="77777777" w:rsidR="00B46B08" w:rsidRDefault="00B46B08"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8A9669" w14:textId="77777777" w:rsidR="00B46B08" w:rsidRDefault="00B46B08"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7B8E4EE" w14:textId="77777777" w:rsidR="00B46B08" w:rsidRPr="00CD45AB" w:rsidRDefault="00B46B08" w:rsidP="009961CF">
            <w:pPr>
              <w:spacing w:after="0"/>
              <w:rPr>
                <w:rFonts w:ascii="Arial" w:hAnsi="Arial" w:cs="Arial"/>
                <w:sz w:val="16"/>
                <w:szCs w:val="16"/>
              </w:rPr>
            </w:pPr>
            <w:r w:rsidRPr="00B46B08">
              <w:rPr>
                <w:rFonts w:ascii="Arial" w:hAnsi="Arial" w:cs="Arial"/>
                <w:sz w:val="16"/>
                <w:szCs w:val="16"/>
              </w:rPr>
              <w:t>Correction on look-ahead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334D70" w14:textId="77777777" w:rsidR="00B46B08" w:rsidRDefault="00B46B08" w:rsidP="009961CF">
            <w:pPr>
              <w:pStyle w:val="TAC"/>
              <w:jc w:val="left"/>
              <w:rPr>
                <w:snapToGrid w:val="0"/>
                <w:sz w:val="16"/>
                <w:szCs w:val="16"/>
              </w:rPr>
            </w:pPr>
            <w:r>
              <w:rPr>
                <w:snapToGrid w:val="0"/>
                <w:sz w:val="16"/>
                <w:szCs w:val="16"/>
              </w:rPr>
              <w:t>15.2.0</w:t>
            </w:r>
          </w:p>
        </w:tc>
      </w:tr>
      <w:tr w:rsidR="00841138" w:rsidRPr="006B0D02" w14:paraId="7EC7B65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E6C030" w14:textId="77777777" w:rsidR="00841138" w:rsidRDefault="00841138"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067AFB5" w14:textId="77777777" w:rsidR="00841138" w:rsidRDefault="00841138"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4CC640F" w14:textId="77777777" w:rsidR="00841138" w:rsidRDefault="00841138" w:rsidP="00841138">
            <w:pPr>
              <w:spacing w:after="0"/>
              <w:jc w:val="center"/>
              <w:rPr>
                <w:rFonts w:ascii="Arial" w:hAnsi="Arial" w:cs="Arial"/>
                <w:sz w:val="16"/>
                <w:szCs w:val="16"/>
              </w:rPr>
            </w:pPr>
            <w:r>
              <w:rPr>
                <w:rFonts w:ascii="Arial" w:hAnsi="Arial" w:cs="Arial"/>
                <w:sz w:val="16"/>
                <w:szCs w:val="16"/>
              </w:rPr>
              <w:t>RP-181175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275ADB" w14:textId="77777777" w:rsidR="00841138" w:rsidRDefault="00841138" w:rsidP="00841138">
            <w:pPr>
              <w:spacing w:after="0"/>
              <w:jc w:val="center"/>
              <w:rPr>
                <w:rFonts w:ascii="Arial" w:hAnsi="Arial" w:cs="Arial"/>
                <w:sz w:val="16"/>
                <w:szCs w:val="16"/>
              </w:rPr>
            </w:pPr>
            <w:r>
              <w:rPr>
                <w:rFonts w:ascii="Arial" w:hAnsi="Arial" w:cs="Arial"/>
                <w:sz w:val="16"/>
                <w:szCs w:val="16"/>
              </w:rPr>
              <w:t>1070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0D56FC2" w14:textId="77777777" w:rsidR="00841138" w:rsidRDefault="00841138"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2D240A" w14:textId="77777777" w:rsidR="00841138" w:rsidRDefault="00841138"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9CC872C" w14:textId="77777777" w:rsidR="00841138" w:rsidRPr="00CD45AB" w:rsidRDefault="00841138" w:rsidP="009961CF">
            <w:pPr>
              <w:spacing w:after="0"/>
              <w:rPr>
                <w:rFonts w:ascii="Arial" w:hAnsi="Arial" w:cs="Arial"/>
                <w:sz w:val="16"/>
                <w:szCs w:val="16"/>
              </w:rPr>
            </w:pPr>
            <w:r w:rsidRPr="00841138">
              <w:rPr>
                <w:rFonts w:ascii="Arial" w:hAnsi="Arial" w:cs="Arial"/>
                <w:sz w:val="16"/>
                <w:szCs w:val="16"/>
              </w:rPr>
              <w:t>Introduction of Enhancing CA Utilization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6A8045" w14:textId="77777777" w:rsidR="00841138" w:rsidRDefault="00841138" w:rsidP="009961CF">
            <w:pPr>
              <w:pStyle w:val="TAC"/>
              <w:jc w:val="left"/>
              <w:rPr>
                <w:snapToGrid w:val="0"/>
                <w:sz w:val="16"/>
                <w:szCs w:val="16"/>
              </w:rPr>
            </w:pPr>
            <w:r>
              <w:rPr>
                <w:snapToGrid w:val="0"/>
                <w:sz w:val="16"/>
                <w:szCs w:val="16"/>
              </w:rPr>
              <w:t>15.2.0</w:t>
            </w:r>
          </w:p>
        </w:tc>
      </w:tr>
      <w:tr w:rsidR="00C45E81" w:rsidRPr="006B0D02" w14:paraId="21FF48F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AC5C83" w14:textId="77777777" w:rsidR="00C45E81" w:rsidRDefault="00C45E81"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565ED20" w14:textId="77777777" w:rsidR="00C45E81" w:rsidRDefault="00C45E81"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246AECD" w14:textId="77777777" w:rsidR="00C45E81" w:rsidRDefault="00C45E81" w:rsidP="00C45E81">
            <w:pPr>
              <w:spacing w:after="0"/>
              <w:jc w:val="center"/>
              <w:rPr>
                <w:rFonts w:ascii="Arial" w:hAnsi="Arial" w:cs="Arial"/>
                <w:sz w:val="16"/>
                <w:szCs w:val="16"/>
              </w:rPr>
            </w:pPr>
            <w:r>
              <w:rPr>
                <w:rFonts w:ascii="Arial" w:hAnsi="Arial" w:cs="Arial"/>
                <w:sz w:val="16"/>
                <w:szCs w:val="16"/>
              </w:rPr>
              <w:t>RP-181181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ACE7EF" w14:textId="77777777" w:rsidR="00C45E81" w:rsidRDefault="00C45E81" w:rsidP="00C45E81">
            <w:pPr>
              <w:spacing w:after="0"/>
              <w:jc w:val="center"/>
              <w:rPr>
                <w:rFonts w:ascii="Arial" w:hAnsi="Arial" w:cs="Arial"/>
                <w:sz w:val="16"/>
                <w:szCs w:val="16"/>
              </w:rPr>
            </w:pPr>
            <w:r>
              <w:rPr>
                <w:rFonts w:ascii="Arial" w:hAnsi="Arial" w:cs="Arial"/>
                <w:sz w:val="16"/>
                <w:szCs w:val="16"/>
              </w:rPr>
              <w:t>1072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04A803C" w14:textId="77777777" w:rsidR="00C45E81" w:rsidRDefault="00C45E81"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26516B" w14:textId="77777777" w:rsidR="00C45E81" w:rsidRDefault="00C45E81"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0E44A0" w14:textId="77777777" w:rsidR="00C45E81" w:rsidRPr="00CD45AB" w:rsidRDefault="00C45E81" w:rsidP="009961CF">
            <w:pPr>
              <w:spacing w:after="0"/>
              <w:rPr>
                <w:rFonts w:ascii="Arial" w:hAnsi="Arial" w:cs="Arial"/>
                <w:sz w:val="16"/>
                <w:szCs w:val="16"/>
              </w:rPr>
            </w:pPr>
            <w:r w:rsidRPr="00C45E81">
              <w:rPr>
                <w:rFonts w:ascii="Arial" w:hAnsi="Arial" w:cs="Arial"/>
                <w:sz w:val="16"/>
                <w:szCs w:val="16"/>
              </w:rPr>
              <w:t>Clarification of NPUSCH uplink compensation gaps for 2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6B5DEE" w14:textId="77777777" w:rsidR="00C45E81" w:rsidRDefault="00C45E81" w:rsidP="009961CF">
            <w:pPr>
              <w:pStyle w:val="TAC"/>
              <w:jc w:val="left"/>
              <w:rPr>
                <w:snapToGrid w:val="0"/>
                <w:sz w:val="16"/>
                <w:szCs w:val="16"/>
              </w:rPr>
            </w:pPr>
            <w:r>
              <w:rPr>
                <w:snapToGrid w:val="0"/>
                <w:sz w:val="16"/>
                <w:szCs w:val="16"/>
              </w:rPr>
              <w:t>15.2.0</w:t>
            </w:r>
          </w:p>
        </w:tc>
      </w:tr>
      <w:tr w:rsidR="00301FBA" w:rsidRPr="006B0D02" w14:paraId="2EEF77B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9E9C25" w14:textId="77777777" w:rsidR="00301FBA" w:rsidRDefault="00301FBA"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4D919AC" w14:textId="77777777" w:rsidR="00301FBA" w:rsidRDefault="00301FBA"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7BABA59" w14:textId="77777777" w:rsidR="00301FBA" w:rsidRDefault="00301FBA" w:rsidP="00301FBA">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8B9A29" w14:textId="77777777" w:rsidR="00301FBA" w:rsidRDefault="00301FBA" w:rsidP="00301FBA">
            <w:pPr>
              <w:spacing w:after="0"/>
              <w:jc w:val="center"/>
              <w:rPr>
                <w:rFonts w:ascii="Arial" w:hAnsi="Arial" w:cs="Arial"/>
                <w:sz w:val="16"/>
                <w:szCs w:val="16"/>
              </w:rPr>
            </w:pPr>
            <w:r>
              <w:rPr>
                <w:rFonts w:ascii="Arial" w:hAnsi="Arial" w:cs="Arial"/>
                <w:sz w:val="16"/>
                <w:szCs w:val="16"/>
              </w:rPr>
              <w:t>1073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3A5E8B8" w14:textId="77777777" w:rsidR="00301FBA" w:rsidRDefault="00301FBA"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DD9BCF" w14:textId="77777777" w:rsidR="00301FBA" w:rsidRDefault="00301FBA"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6AF1A2E" w14:textId="77777777" w:rsidR="00301FBA" w:rsidRPr="00CD45AB" w:rsidRDefault="00301FBA" w:rsidP="009961CF">
            <w:pPr>
              <w:spacing w:after="0"/>
              <w:rPr>
                <w:rFonts w:ascii="Arial" w:hAnsi="Arial" w:cs="Arial"/>
                <w:sz w:val="16"/>
                <w:szCs w:val="16"/>
              </w:rPr>
            </w:pPr>
            <w:r w:rsidRPr="00301FBA">
              <w:rPr>
                <w:rFonts w:ascii="Arial" w:hAnsi="Arial" w:cs="Arial"/>
                <w:sz w:val="16"/>
                <w:szCs w:val="16"/>
              </w:rPr>
              <w:t>Introduction of reduced control plane latency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8C4993" w14:textId="77777777" w:rsidR="00301FBA" w:rsidRDefault="00301FBA" w:rsidP="009961CF">
            <w:pPr>
              <w:pStyle w:val="TAC"/>
              <w:jc w:val="left"/>
              <w:rPr>
                <w:snapToGrid w:val="0"/>
                <w:sz w:val="16"/>
                <w:szCs w:val="16"/>
              </w:rPr>
            </w:pPr>
            <w:r>
              <w:rPr>
                <w:snapToGrid w:val="0"/>
                <w:sz w:val="16"/>
                <w:szCs w:val="16"/>
              </w:rPr>
              <w:t>15.2.0</w:t>
            </w:r>
          </w:p>
        </w:tc>
      </w:tr>
      <w:tr w:rsidR="00AB1928" w:rsidRPr="006B0D02" w14:paraId="0060283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CFEC10" w14:textId="77777777" w:rsidR="00AB1928" w:rsidRDefault="00AB1928"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A9FFA14" w14:textId="77777777" w:rsidR="00AB1928" w:rsidRDefault="00AB1928"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649AA0D" w14:textId="77777777" w:rsidR="00AB1928" w:rsidRDefault="00AB1928" w:rsidP="00AB1928">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0DBE4C" w14:textId="77777777" w:rsidR="00AB1928" w:rsidRDefault="00AB1928" w:rsidP="00AB1928">
            <w:pPr>
              <w:spacing w:after="0"/>
              <w:jc w:val="center"/>
              <w:rPr>
                <w:rFonts w:ascii="Arial" w:hAnsi="Arial" w:cs="Arial"/>
                <w:sz w:val="16"/>
                <w:szCs w:val="16"/>
              </w:rPr>
            </w:pPr>
            <w:r>
              <w:rPr>
                <w:rFonts w:ascii="Arial" w:hAnsi="Arial" w:cs="Arial"/>
                <w:sz w:val="16"/>
                <w:szCs w:val="16"/>
              </w:rPr>
              <w:t>1074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14A099B" w14:textId="77777777" w:rsidR="00AB1928" w:rsidRDefault="00AB1928"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5F484A" w14:textId="77777777" w:rsidR="00AB1928" w:rsidRDefault="00AB1928" w:rsidP="009961C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2652C93" w14:textId="77777777" w:rsidR="00AB1928" w:rsidRPr="00CD45AB" w:rsidRDefault="00AB1928" w:rsidP="009961CF">
            <w:pPr>
              <w:spacing w:after="0"/>
              <w:rPr>
                <w:rFonts w:ascii="Arial" w:hAnsi="Arial" w:cs="Arial"/>
                <w:sz w:val="16"/>
                <w:szCs w:val="16"/>
              </w:rPr>
            </w:pPr>
            <w:r w:rsidRPr="00AB1928">
              <w:rPr>
                <w:rFonts w:ascii="Arial" w:hAnsi="Arial" w:cs="Arial"/>
                <w:sz w:val="16"/>
                <w:szCs w:val="16"/>
              </w:rPr>
              <w:t>Corrections for shortened processing time and shortened TTI in 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6C009C" w14:textId="77777777" w:rsidR="00AB1928" w:rsidRDefault="00AB1928" w:rsidP="009961CF">
            <w:pPr>
              <w:pStyle w:val="TAC"/>
              <w:jc w:val="left"/>
              <w:rPr>
                <w:snapToGrid w:val="0"/>
                <w:sz w:val="16"/>
                <w:szCs w:val="16"/>
              </w:rPr>
            </w:pPr>
            <w:r>
              <w:rPr>
                <w:snapToGrid w:val="0"/>
                <w:sz w:val="16"/>
                <w:szCs w:val="16"/>
              </w:rPr>
              <w:t>15.2.0</w:t>
            </w:r>
          </w:p>
        </w:tc>
      </w:tr>
      <w:tr w:rsidR="00F62AFE" w:rsidRPr="006B0D02" w14:paraId="0B63C18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F424D2" w14:textId="77777777" w:rsidR="00F62AFE" w:rsidRDefault="00F62AFE"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8354769" w14:textId="77777777" w:rsidR="00F62AFE" w:rsidRDefault="00F62AFE"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F01550E" w14:textId="77777777" w:rsidR="00F62AFE" w:rsidRDefault="00F62AFE" w:rsidP="00F62AFE">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28DFD7" w14:textId="77777777" w:rsidR="00F62AFE" w:rsidRDefault="00F62AFE" w:rsidP="00F62AFE">
            <w:pPr>
              <w:spacing w:after="0"/>
              <w:jc w:val="center"/>
              <w:rPr>
                <w:rFonts w:ascii="Arial" w:hAnsi="Arial" w:cs="Arial"/>
                <w:sz w:val="16"/>
                <w:szCs w:val="16"/>
              </w:rPr>
            </w:pPr>
            <w:r>
              <w:rPr>
                <w:rFonts w:ascii="Arial" w:hAnsi="Arial" w:cs="Arial"/>
                <w:sz w:val="16"/>
                <w:szCs w:val="16"/>
              </w:rPr>
              <w:t>1075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8200836" w14:textId="77777777" w:rsidR="00F62AFE" w:rsidRDefault="00F62AFE"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E7AF92" w14:textId="77777777" w:rsidR="00F62AFE" w:rsidRDefault="00F62AFE" w:rsidP="009961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6475779" w14:textId="77777777" w:rsidR="00F62AFE" w:rsidRPr="00CD45AB" w:rsidRDefault="00F62AFE" w:rsidP="009961CF">
            <w:pPr>
              <w:spacing w:after="0"/>
              <w:rPr>
                <w:rFonts w:ascii="Arial" w:hAnsi="Arial" w:cs="Arial"/>
                <w:sz w:val="16"/>
                <w:szCs w:val="16"/>
              </w:rPr>
            </w:pPr>
            <w:r w:rsidRPr="00F62AFE">
              <w:rPr>
                <w:rFonts w:ascii="Arial" w:hAnsi="Arial" w:cs="Arial"/>
                <w:sz w:val="16"/>
                <w:szCs w:val="16"/>
              </w:rPr>
              <w:t>Introduction of SRS antenna switching for 4 ports in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F371DA" w14:textId="77777777" w:rsidR="00F62AFE" w:rsidRDefault="00F62AFE" w:rsidP="009961CF">
            <w:pPr>
              <w:pStyle w:val="TAC"/>
              <w:jc w:val="left"/>
              <w:rPr>
                <w:snapToGrid w:val="0"/>
                <w:sz w:val="16"/>
                <w:szCs w:val="16"/>
              </w:rPr>
            </w:pPr>
            <w:r>
              <w:rPr>
                <w:snapToGrid w:val="0"/>
                <w:sz w:val="16"/>
                <w:szCs w:val="16"/>
              </w:rPr>
              <w:t>15.2.0</w:t>
            </w:r>
          </w:p>
        </w:tc>
      </w:tr>
      <w:tr w:rsidR="00600DFB" w:rsidRPr="006B0D02" w14:paraId="114A464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04A307" w14:textId="77777777" w:rsidR="00600DFB" w:rsidRDefault="00600DFB"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EEF97F" w14:textId="77777777" w:rsidR="00600DFB" w:rsidRDefault="00600DFB"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BE62839" w14:textId="77777777" w:rsidR="00600DFB" w:rsidRDefault="00600DFB" w:rsidP="00600DFB">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A1D732" w14:textId="77777777" w:rsidR="00600DFB" w:rsidRDefault="00600DFB" w:rsidP="00600DFB">
            <w:pPr>
              <w:spacing w:after="0"/>
              <w:jc w:val="center"/>
              <w:rPr>
                <w:rFonts w:ascii="Arial" w:hAnsi="Arial" w:cs="Arial"/>
                <w:sz w:val="16"/>
                <w:szCs w:val="16"/>
              </w:rPr>
            </w:pPr>
            <w:r>
              <w:rPr>
                <w:rFonts w:ascii="Arial" w:hAnsi="Arial" w:cs="Arial"/>
                <w:sz w:val="16"/>
                <w:szCs w:val="16"/>
              </w:rPr>
              <w:t>1078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6C94D63" w14:textId="77777777" w:rsidR="00600DFB" w:rsidRDefault="00600DFB"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AABFF5" w14:textId="77777777" w:rsidR="00600DFB" w:rsidRDefault="00600DFB"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892F08B" w14:textId="77777777" w:rsidR="00600DFB" w:rsidRPr="00CD45AB" w:rsidRDefault="00600DFB" w:rsidP="009961CF">
            <w:pPr>
              <w:spacing w:after="0"/>
              <w:rPr>
                <w:rFonts w:ascii="Arial" w:hAnsi="Arial" w:cs="Arial"/>
                <w:sz w:val="16"/>
                <w:szCs w:val="16"/>
              </w:rPr>
            </w:pPr>
            <w:r w:rsidRPr="00600DFB">
              <w:rPr>
                <w:rFonts w:ascii="Arial" w:hAnsi="Arial" w:cs="Arial"/>
                <w:sz w:val="16"/>
                <w:szCs w:val="16"/>
              </w:rPr>
              <w:t>Correction of a typo further to CR0594 faulty implementation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22FCD5" w14:textId="77777777" w:rsidR="00600DFB" w:rsidRDefault="00600DFB" w:rsidP="009961CF">
            <w:pPr>
              <w:pStyle w:val="TAC"/>
              <w:jc w:val="left"/>
              <w:rPr>
                <w:snapToGrid w:val="0"/>
                <w:sz w:val="16"/>
                <w:szCs w:val="16"/>
              </w:rPr>
            </w:pPr>
            <w:r>
              <w:rPr>
                <w:snapToGrid w:val="0"/>
                <w:sz w:val="16"/>
                <w:szCs w:val="16"/>
              </w:rPr>
              <w:t>15.2.0</w:t>
            </w:r>
          </w:p>
        </w:tc>
      </w:tr>
      <w:tr w:rsidR="006D679E" w:rsidRPr="006B0D02" w14:paraId="324F76F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76F5E5" w14:textId="77777777" w:rsidR="006D679E" w:rsidRDefault="006D679E"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3C445CF" w14:textId="77777777" w:rsidR="006D679E" w:rsidRDefault="006D679E"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BB6D416" w14:textId="77777777" w:rsidR="006D679E" w:rsidRDefault="006D679E" w:rsidP="009961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3518B" w14:textId="77777777" w:rsidR="006D679E" w:rsidRDefault="006D679E" w:rsidP="006D679E">
            <w:pPr>
              <w:spacing w:after="0"/>
              <w:jc w:val="center"/>
              <w:rPr>
                <w:rFonts w:ascii="Arial" w:hAnsi="Arial" w:cs="Arial"/>
                <w:sz w:val="16"/>
                <w:szCs w:val="16"/>
              </w:rPr>
            </w:pPr>
            <w:r>
              <w:rPr>
                <w:rFonts w:ascii="Arial" w:hAnsi="Arial" w:cs="Arial"/>
                <w:sz w:val="16"/>
                <w:szCs w:val="16"/>
              </w:rPr>
              <w:t>1081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48C1D96" w14:textId="77777777" w:rsidR="006D679E" w:rsidRDefault="006D679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57C008" w14:textId="77777777" w:rsidR="006D679E" w:rsidRDefault="006D679E"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76EEA1D" w14:textId="77777777" w:rsidR="006D679E" w:rsidRPr="00CD45AB" w:rsidRDefault="006D679E" w:rsidP="009961CF">
            <w:pPr>
              <w:spacing w:after="0"/>
              <w:rPr>
                <w:rFonts w:ascii="Arial" w:hAnsi="Arial" w:cs="Arial"/>
                <w:sz w:val="16"/>
                <w:szCs w:val="16"/>
              </w:rPr>
            </w:pPr>
            <w:r w:rsidRPr="006D679E">
              <w:rPr>
                <w:rFonts w:ascii="Arial" w:hAnsi="Arial" w:cs="Arial"/>
                <w:sz w:val="16"/>
                <w:szCs w:val="16"/>
              </w:rPr>
              <w:t>Clarification on beta offset for more than 22 HARQ-ACK bits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185A5D" w14:textId="77777777" w:rsidR="006D679E" w:rsidRDefault="006D679E" w:rsidP="009961CF">
            <w:pPr>
              <w:pStyle w:val="TAC"/>
              <w:jc w:val="left"/>
              <w:rPr>
                <w:snapToGrid w:val="0"/>
                <w:sz w:val="16"/>
                <w:szCs w:val="16"/>
              </w:rPr>
            </w:pPr>
            <w:r>
              <w:rPr>
                <w:snapToGrid w:val="0"/>
                <w:sz w:val="16"/>
                <w:szCs w:val="16"/>
              </w:rPr>
              <w:t>15.2.0</w:t>
            </w:r>
          </w:p>
        </w:tc>
      </w:tr>
      <w:tr w:rsidR="009961CF" w:rsidRPr="006B0D02" w14:paraId="3A0A2E5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9442D1" w14:textId="77777777" w:rsidR="009961CF" w:rsidRDefault="009961CF" w:rsidP="009961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D41847" w14:textId="77777777" w:rsidR="009961CF" w:rsidRDefault="009961CF" w:rsidP="009961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2B43928" w14:textId="77777777" w:rsidR="009961CF" w:rsidRDefault="009961CF" w:rsidP="009961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017372" w14:textId="77777777" w:rsidR="009961CF" w:rsidRDefault="009961CF" w:rsidP="00DB2294">
            <w:pPr>
              <w:spacing w:after="0"/>
              <w:jc w:val="center"/>
              <w:rPr>
                <w:rFonts w:ascii="Arial" w:hAnsi="Arial" w:cs="Arial"/>
                <w:sz w:val="16"/>
                <w:szCs w:val="16"/>
              </w:rPr>
            </w:pPr>
            <w:r>
              <w:rPr>
                <w:rFonts w:ascii="Arial" w:hAnsi="Arial" w:cs="Arial"/>
                <w:sz w:val="16"/>
                <w:szCs w:val="16"/>
              </w:rPr>
              <w:t>108</w:t>
            </w:r>
            <w:r w:rsidR="00DB2294">
              <w:rPr>
                <w:rFonts w:ascii="Arial" w:hAnsi="Arial" w:cs="Arial"/>
                <w:sz w:val="16"/>
                <w:szCs w:val="16"/>
              </w:rPr>
              <w:t>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DB6B3EE" w14:textId="77777777" w:rsidR="009961CF" w:rsidRDefault="009961CF"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21A84D" w14:textId="77777777" w:rsidR="009961CF" w:rsidRDefault="009961CF" w:rsidP="009961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74248BF" w14:textId="77777777" w:rsidR="009961CF" w:rsidRPr="00CD45AB" w:rsidRDefault="00DB2294" w:rsidP="009961CF">
            <w:pPr>
              <w:spacing w:after="0"/>
              <w:rPr>
                <w:rFonts w:ascii="Arial" w:hAnsi="Arial" w:cs="Arial"/>
                <w:sz w:val="16"/>
                <w:szCs w:val="16"/>
              </w:rPr>
            </w:pPr>
            <w:r w:rsidRPr="00DB2294">
              <w:rPr>
                <w:rFonts w:ascii="Arial" w:hAnsi="Arial" w:cs="Arial"/>
                <w:sz w:val="16"/>
                <w:szCs w:val="16"/>
              </w:rPr>
              <w:t xml:space="preserve">Clarification on </w:t>
            </w:r>
            <w:proofErr w:type="spellStart"/>
            <w:r w:rsidRPr="00DB2294">
              <w:rPr>
                <w:rFonts w:ascii="Arial" w:hAnsi="Arial" w:cs="Arial"/>
                <w:sz w:val="16"/>
                <w:szCs w:val="16"/>
              </w:rPr>
              <w:t>simultaneousAckNackAndCQI</w:t>
            </w:r>
            <w:proofErr w:type="spellEnd"/>
            <w:r w:rsidRPr="00DB2294">
              <w:rPr>
                <w:rFonts w:ascii="Arial" w:hAnsi="Arial" w:cs="Arial"/>
                <w:sz w:val="16"/>
                <w:szCs w:val="16"/>
              </w:rPr>
              <w:t xml:space="preserve"> for format 4-5 and format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ED98C2" w14:textId="77777777" w:rsidR="009961CF" w:rsidRDefault="009961CF" w:rsidP="009961CF">
            <w:pPr>
              <w:pStyle w:val="TAC"/>
              <w:jc w:val="left"/>
              <w:rPr>
                <w:snapToGrid w:val="0"/>
                <w:sz w:val="16"/>
                <w:szCs w:val="16"/>
              </w:rPr>
            </w:pPr>
            <w:r>
              <w:rPr>
                <w:snapToGrid w:val="0"/>
                <w:sz w:val="16"/>
                <w:szCs w:val="16"/>
              </w:rPr>
              <w:t>15.2.0</w:t>
            </w:r>
          </w:p>
        </w:tc>
      </w:tr>
      <w:tr w:rsidR="00EC59B7" w:rsidRPr="006B0D02" w14:paraId="24EFEFA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A137C5" w14:textId="77777777" w:rsidR="00EC59B7" w:rsidRDefault="00EC59B7"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AE54AD2" w14:textId="77777777" w:rsidR="00EC59B7" w:rsidRDefault="00EC59B7"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74345A" w14:textId="77777777" w:rsidR="00EC59B7" w:rsidRDefault="00EC59B7" w:rsidP="008C6A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094745" w14:textId="77777777" w:rsidR="00EC59B7" w:rsidRDefault="00EC59B7" w:rsidP="00A37342">
            <w:pPr>
              <w:spacing w:after="0"/>
              <w:jc w:val="center"/>
              <w:rPr>
                <w:rFonts w:ascii="Arial" w:hAnsi="Arial" w:cs="Arial"/>
                <w:sz w:val="16"/>
                <w:szCs w:val="16"/>
              </w:rPr>
            </w:pPr>
            <w:r>
              <w:rPr>
                <w:rFonts w:ascii="Arial" w:hAnsi="Arial" w:cs="Arial"/>
                <w:sz w:val="16"/>
                <w:szCs w:val="16"/>
              </w:rPr>
              <w:t>108</w:t>
            </w:r>
            <w:r w:rsidR="00A37342">
              <w:rPr>
                <w:rFonts w:ascii="Arial" w:hAnsi="Arial" w:cs="Arial"/>
                <w:sz w:val="16"/>
                <w:szCs w:val="16"/>
              </w:rPr>
              <w:t>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1001575" w14:textId="77777777" w:rsidR="00EC59B7" w:rsidRDefault="00EC59B7"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43F8DA" w14:textId="77777777" w:rsidR="00EC59B7" w:rsidRDefault="00EC59B7" w:rsidP="008C6A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9AEAABF" w14:textId="77777777" w:rsidR="00EC59B7" w:rsidRPr="00CD45AB" w:rsidRDefault="00A37342" w:rsidP="008C6ACF">
            <w:pPr>
              <w:spacing w:after="0"/>
              <w:rPr>
                <w:rFonts w:ascii="Arial" w:hAnsi="Arial" w:cs="Arial"/>
                <w:sz w:val="16"/>
                <w:szCs w:val="16"/>
              </w:rPr>
            </w:pPr>
            <w:r w:rsidRPr="00A37342">
              <w:rPr>
                <w:rFonts w:ascii="Arial" w:hAnsi="Arial" w:cs="Arial"/>
                <w:sz w:val="16"/>
                <w:szCs w:val="16"/>
              </w:rPr>
              <w:t>Clarification on PUCCH formats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D93C6D" w14:textId="77777777" w:rsidR="00EC59B7" w:rsidRDefault="00EC59B7" w:rsidP="008C6ACF">
            <w:pPr>
              <w:pStyle w:val="TAC"/>
              <w:jc w:val="left"/>
              <w:rPr>
                <w:snapToGrid w:val="0"/>
                <w:sz w:val="16"/>
                <w:szCs w:val="16"/>
              </w:rPr>
            </w:pPr>
            <w:r>
              <w:rPr>
                <w:snapToGrid w:val="0"/>
                <w:sz w:val="16"/>
                <w:szCs w:val="16"/>
              </w:rPr>
              <w:t>15.2.0</w:t>
            </w:r>
          </w:p>
        </w:tc>
      </w:tr>
      <w:tr w:rsidR="00DC7ED0" w:rsidRPr="006B0D02" w14:paraId="7D1E61F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CA7DAA" w14:textId="77777777" w:rsidR="00DC7ED0" w:rsidRDefault="00DC7ED0"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A43B6FB" w14:textId="77777777" w:rsidR="00DC7ED0" w:rsidRDefault="00DC7ED0"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2CF74F5" w14:textId="77777777" w:rsidR="00DC7ED0" w:rsidRDefault="00DC7ED0" w:rsidP="008C6ACF">
            <w:pPr>
              <w:spacing w:after="0"/>
              <w:jc w:val="center"/>
              <w:rPr>
                <w:rFonts w:ascii="Arial" w:hAnsi="Arial" w:cs="Arial"/>
                <w:sz w:val="16"/>
                <w:szCs w:val="16"/>
              </w:rPr>
            </w:pPr>
            <w:r>
              <w:rPr>
                <w:rFonts w:ascii="Arial" w:hAnsi="Arial" w:cs="Arial"/>
                <w:sz w:val="16"/>
                <w:szCs w:val="16"/>
              </w:rPr>
              <w:t>RP-181164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69033" w14:textId="77777777" w:rsidR="00DC7ED0" w:rsidRDefault="00DC7ED0" w:rsidP="00DC7ED0">
            <w:pPr>
              <w:spacing w:after="0"/>
              <w:jc w:val="center"/>
              <w:rPr>
                <w:rFonts w:ascii="Arial" w:hAnsi="Arial" w:cs="Arial"/>
                <w:sz w:val="16"/>
                <w:szCs w:val="16"/>
              </w:rPr>
            </w:pPr>
            <w:r>
              <w:rPr>
                <w:rFonts w:ascii="Arial" w:hAnsi="Arial" w:cs="Arial"/>
                <w:sz w:val="16"/>
                <w:szCs w:val="16"/>
              </w:rPr>
              <w:t>1090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B96F362" w14:textId="77777777" w:rsidR="00DC7ED0" w:rsidRDefault="00DC7ED0"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03D4F0" w14:textId="77777777" w:rsidR="00DC7ED0" w:rsidRDefault="00DC7ED0" w:rsidP="008C6A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30CC8F7" w14:textId="77777777" w:rsidR="00DC7ED0" w:rsidRPr="00CD45AB" w:rsidRDefault="00DC7ED0" w:rsidP="008C6ACF">
            <w:pPr>
              <w:spacing w:after="0"/>
              <w:rPr>
                <w:rFonts w:ascii="Arial" w:hAnsi="Arial" w:cs="Arial"/>
                <w:sz w:val="16"/>
                <w:szCs w:val="16"/>
              </w:rPr>
            </w:pPr>
            <w:r w:rsidRPr="00DC7ED0">
              <w:rPr>
                <w:rFonts w:ascii="Arial" w:hAnsi="Arial" w:cs="Arial"/>
                <w:sz w:val="16"/>
                <w:szCs w:val="16"/>
              </w:rPr>
              <w:t xml:space="preserve">Correction on PUCCH configuration with </w:t>
            </w:r>
            <w:proofErr w:type="spellStart"/>
            <w:r w:rsidRPr="00DC7ED0">
              <w:rPr>
                <w:rFonts w:ascii="Arial" w:hAnsi="Arial" w:cs="Arial"/>
                <w:sz w:val="16"/>
                <w:szCs w:val="16"/>
              </w:rPr>
              <w:t>CEModeA</w:t>
            </w:r>
            <w:proofErr w:type="spellEnd"/>
            <w:r w:rsidRPr="00DC7ED0">
              <w:rPr>
                <w:rFonts w:ascii="Arial" w:hAnsi="Arial" w:cs="Arial"/>
                <w:sz w:val="16"/>
                <w:szCs w:val="16"/>
              </w:rPr>
              <w:t xml:space="preserve"> or </w:t>
            </w:r>
            <w:proofErr w:type="spellStart"/>
            <w:r w:rsidRPr="00DC7ED0">
              <w:rPr>
                <w:rFonts w:ascii="Arial" w:hAnsi="Arial" w:cs="Arial"/>
                <w:sz w:val="16"/>
                <w:szCs w:val="16"/>
              </w:rPr>
              <w:t>CEModeB</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867409" w14:textId="77777777" w:rsidR="00DC7ED0" w:rsidRDefault="00DC7ED0" w:rsidP="008C6ACF">
            <w:pPr>
              <w:pStyle w:val="TAC"/>
              <w:jc w:val="left"/>
              <w:rPr>
                <w:snapToGrid w:val="0"/>
                <w:sz w:val="16"/>
                <w:szCs w:val="16"/>
              </w:rPr>
            </w:pPr>
            <w:r>
              <w:rPr>
                <w:snapToGrid w:val="0"/>
                <w:sz w:val="16"/>
                <w:szCs w:val="16"/>
              </w:rPr>
              <w:t>15.2.0</w:t>
            </w:r>
          </w:p>
        </w:tc>
      </w:tr>
      <w:tr w:rsidR="00003353" w:rsidRPr="006B0D02" w14:paraId="4AD7586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A16C18" w14:textId="77777777" w:rsidR="00003353" w:rsidRDefault="00003353"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8BC9813" w14:textId="77777777" w:rsidR="00003353" w:rsidRDefault="00003353"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6231C6A" w14:textId="77777777" w:rsidR="00003353" w:rsidRDefault="00003353" w:rsidP="00003353">
            <w:pPr>
              <w:spacing w:after="0"/>
              <w:jc w:val="center"/>
              <w:rPr>
                <w:rFonts w:ascii="Arial" w:hAnsi="Arial" w:cs="Arial"/>
                <w:sz w:val="16"/>
                <w:szCs w:val="16"/>
              </w:rPr>
            </w:pPr>
            <w:r>
              <w:rPr>
                <w:rFonts w:ascii="Arial" w:hAnsi="Arial" w:cs="Arial"/>
                <w:sz w:val="16"/>
                <w:szCs w:val="16"/>
              </w:rPr>
              <w:t>RP-181178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06171A" w14:textId="77777777" w:rsidR="00003353" w:rsidRDefault="00003353" w:rsidP="00003353">
            <w:pPr>
              <w:spacing w:after="0"/>
              <w:jc w:val="center"/>
              <w:rPr>
                <w:rFonts w:ascii="Arial" w:hAnsi="Arial" w:cs="Arial"/>
                <w:sz w:val="16"/>
                <w:szCs w:val="16"/>
              </w:rPr>
            </w:pPr>
            <w:r>
              <w:rPr>
                <w:rFonts w:ascii="Arial" w:hAnsi="Arial" w:cs="Arial"/>
                <w:sz w:val="16"/>
                <w:szCs w:val="16"/>
              </w:rPr>
              <w:t>1092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0B11F61" w14:textId="77777777" w:rsidR="00003353" w:rsidRDefault="00003353"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0DAB66" w14:textId="77777777" w:rsidR="00003353" w:rsidRDefault="00003353" w:rsidP="008C6A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7535C1" w14:textId="77777777" w:rsidR="00003353" w:rsidRPr="00CD45AB" w:rsidRDefault="00003353" w:rsidP="008C6ACF">
            <w:pPr>
              <w:spacing w:after="0"/>
              <w:rPr>
                <w:rFonts w:ascii="Arial" w:hAnsi="Arial" w:cs="Arial"/>
                <w:sz w:val="16"/>
                <w:szCs w:val="16"/>
              </w:rPr>
            </w:pPr>
            <w:r w:rsidRPr="00003353">
              <w:rPr>
                <w:rFonts w:ascii="Arial" w:hAnsi="Arial" w:cs="Arial"/>
                <w:sz w:val="16"/>
                <w:szCs w:val="16"/>
              </w:rPr>
              <w:t>Correction to timing advance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9C14D1" w14:textId="77777777" w:rsidR="00003353" w:rsidRDefault="00003353" w:rsidP="008C6ACF">
            <w:pPr>
              <w:pStyle w:val="TAC"/>
              <w:jc w:val="left"/>
              <w:rPr>
                <w:snapToGrid w:val="0"/>
                <w:sz w:val="16"/>
                <w:szCs w:val="16"/>
              </w:rPr>
            </w:pPr>
            <w:r>
              <w:rPr>
                <w:snapToGrid w:val="0"/>
                <w:sz w:val="16"/>
                <w:szCs w:val="16"/>
              </w:rPr>
              <w:t>15.2.0</w:t>
            </w:r>
          </w:p>
        </w:tc>
      </w:tr>
      <w:tr w:rsidR="00F74F15" w:rsidRPr="006B0D02" w14:paraId="3437130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66AC3A" w14:textId="77777777" w:rsidR="00F74F15" w:rsidRDefault="00F74F15"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E9F3E0" w14:textId="77777777" w:rsidR="00F74F15" w:rsidRDefault="00F74F15"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53DCB2A" w14:textId="77777777" w:rsidR="00F74F15" w:rsidRDefault="00F74F15" w:rsidP="00F74F15">
            <w:pPr>
              <w:spacing w:after="0"/>
              <w:jc w:val="center"/>
              <w:rPr>
                <w:rFonts w:ascii="Arial" w:hAnsi="Arial" w:cs="Arial"/>
                <w:sz w:val="16"/>
                <w:szCs w:val="16"/>
              </w:rPr>
            </w:pPr>
            <w:r>
              <w:rPr>
                <w:rFonts w:ascii="Arial" w:hAnsi="Arial" w:cs="Arial"/>
                <w:sz w:val="16"/>
                <w:szCs w:val="16"/>
              </w:rPr>
              <w:t>RP-181169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A7EE97" w14:textId="77777777" w:rsidR="00F74F15" w:rsidRDefault="00F74F15" w:rsidP="008C6ACF">
            <w:pPr>
              <w:spacing w:after="0"/>
              <w:jc w:val="center"/>
              <w:rPr>
                <w:rFonts w:ascii="Arial" w:hAnsi="Arial" w:cs="Arial"/>
                <w:sz w:val="16"/>
                <w:szCs w:val="16"/>
              </w:rPr>
            </w:pPr>
            <w:r>
              <w:rPr>
                <w:rFonts w:ascii="Arial" w:hAnsi="Arial" w:cs="Arial"/>
                <w:sz w:val="16"/>
                <w:szCs w:val="16"/>
              </w:rPr>
              <w:t>1094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B78D2A6" w14:textId="77777777" w:rsidR="00F74F15" w:rsidRDefault="00F74F15"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360232" w14:textId="77777777" w:rsidR="00F74F15" w:rsidRDefault="00F74F15" w:rsidP="008C6A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3FF147A" w14:textId="77777777" w:rsidR="00F74F15" w:rsidRPr="00CD45AB" w:rsidRDefault="00F74F15" w:rsidP="008C6ACF">
            <w:pPr>
              <w:spacing w:after="0"/>
              <w:rPr>
                <w:rFonts w:ascii="Arial" w:hAnsi="Arial" w:cs="Arial"/>
                <w:sz w:val="16"/>
                <w:szCs w:val="16"/>
              </w:rPr>
            </w:pPr>
            <w:r w:rsidRPr="00F74F15">
              <w:rPr>
                <w:rFonts w:ascii="Arial" w:hAnsi="Arial" w:cs="Arial"/>
                <w:sz w:val="16"/>
                <w:szCs w:val="16"/>
              </w:rPr>
              <w:t xml:space="preserve">Correction on RV determination for </w:t>
            </w:r>
            <w:proofErr w:type="spellStart"/>
            <w:r w:rsidRPr="00F74F15">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C15DC5" w14:textId="77777777" w:rsidR="00F74F15" w:rsidRDefault="00F74F15" w:rsidP="008C6ACF">
            <w:pPr>
              <w:pStyle w:val="TAC"/>
              <w:jc w:val="left"/>
              <w:rPr>
                <w:snapToGrid w:val="0"/>
                <w:sz w:val="16"/>
                <w:szCs w:val="16"/>
              </w:rPr>
            </w:pPr>
            <w:r>
              <w:rPr>
                <w:snapToGrid w:val="0"/>
                <w:sz w:val="16"/>
                <w:szCs w:val="16"/>
              </w:rPr>
              <w:t>15.2.0</w:t>
            </w:r>
          </w:p>
        </w:tc>
      </w:tr>
      <w:tr w:rsidR="00B359ED" w:rsidRPr="006B0D02" w14:paraId="5F641A0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E2B450" w14:textId="77777777" w:rsidR="00B359ED" w:rsidRDefault="00B359ED"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2C2BB0" w14:textId="77777777" w:rsidR="00B359ED" w:rsidRDefault="00B359ED"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494FBD7" w14:textId="77777777" w:rsidR="00B359ED" w:rsidRDefault="00B359ED" w:rsidP="00B359ED">
            <w:pPr>
              <w:spacing w:after="0"/>
              <w:jc w:val="center"/>
              <w:rPr>
                <w:rFonts w:ascii="Arial" w:hAnsi="Arial" w:cs="Arial"/>
                <w:sz w:val="16"/>
                <w:szCs w:val="16"/>
              </w:rPr>
            </w:pPr>
            <w:r>
              <w:rPr>
                <w:rFonts w:ascii="Arial" w:hAnsi="Arial" w:cs="Arial"/>
                <w:sz w:val="16"/>
                <w:szCs w:val="16"/>
              </w:rPr>
              <w:t>RP-181165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8E5F85" w14:textId="77777777" w:rsidR="00B359ED" w:rsidRDefault="00B359ED" w:rsidP="00B359ED">
            <w:pPr>
              <w:spacing w:after="0"/>
              <w:jc w:val="center"/>
              <w:rPr>
                <w:rFonts w:ascii="Arial" w:hAnsi="Arial" w:cs="Arial"/>
                <w:sz w:val="16"/>
                <w:szCs w:val="16"/>
              </w:rPr>
            </w:pPr>
            <w:r>
              <w:rPr>
                <w:rFonts w:ascii="Arial" w:hAnsi="Arial" w:cs="Arial"/>
                <w:sz w:val="16"/>
                <w:szCs w:val="16"/>
              </w:rPr>
              <w:t>1096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AF320E5" w14:textId="77777777" w:rsidR="00B359ED" w:rsidRDefault="00B359ED"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C41D824" w14:textId="77777777" w:rsidR="00B359ED" w:rsidRDefault="00B359ED" w:rsidP="008C6A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0DCD18" w14:textId="77777777" w:rsidR="00B359ED" w:rsidRPr="00CD45AB" w:rsidRDefault="00B359ED" w:rsidP="008C6ACF">
            <w:pPr>
              <w:spacing w:after="0"/>
              <w:rPr>
                <w:rFonts w:ascii="Arial" w:hAnsi="Arial" w:cs="Arial"/>
                <w:sz w:val="16"/>
                <w:szCs w:val="16"/>
              </w:rPr>
            </w:pPr>
            <w:r w:rsidRPr="00B359ED">
              <w:rPr>
                <w:rFonts w:ascii="Arial" w:hAnsi="Arial" w:cs="Arial"/>
                <w:sz w:val="16"/>
                <w:szCs w:val="16"/>
              </w:rPr>
              <w:t xml:space="preserve">Corrections in Physical Resource Block numbering to RA Type0 for </w:t>
            </w:r>
            <w:proofErr w:type="spellStart"/>
            <w:r w:rsidRPr="00B359ED">
              <w:rPr>
                <w:rFonts w:ascii="Arial" w:hAnsi="Arial" w:cs="Arial"/>
                <w:sz w:val="16"/>
                <w:szCs w:val="16"/>
              </w:rPr>
              <w:t>FeMTC</w:t>
            </w:r>
            <w:proofErr w:type="spellEnd"/>
            <w:r w:rsidRPr="00B359ED">
              <w:rPr>
                <w:rFonts w:ascii="Arial" w:hAnsi="Arial" w:cs="Arial"/>
                <w:sz w:val="16"/>
                <w:szCs w:val="16"/>
              </w:rPr>
              <w:t xml:space="preserv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8200C3" w14:textId="77777777" w:rsidR="00B359ED" w:rsidRDefault="00B359ED" w:rsidP="008C6ACF">
            <w:pPr>
              <w:pStyle w:val="TAC"/>
              <w:jc w:val="left"/>
              <w:rPr>
                <w:snapToGrid w:val="0"/>
                <w:sz w:val="16"/>
                <w:szCs w:val="16"/>
              </w:rPr>
            </w:pPr>
            <w:r>
              <w:rPr>
                <w:snapToGrid w:val="0"/>
                <w:sz w:val="16"/>
                <w:szCs w:val="16"/>
              </w:rPr>
              <w:t>15.2.0</w:t>
            </w:r>
          </w:p>
        </w:tc>
      </w:tr>
      <w:tr w:rsidR="00443010" w:rsidRPr="006B0D02" w14:paraId="75310A4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72236" w14:textId="77777777" w:rsidR="00443010" w:rsidRDefault="00443010"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9F836C7" w14:textId="77777777" w:rsidR="00443010" w:rsidRDefault="00443010"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25A3CDF" w14:textId="77777777" w:rsidR="00443010" w:rsidRDefault="00443010" w:rsidP="00443010">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DE02EA" w14:textId="77777777" w:rsidR="00443010" w:rsidRDefault="00443010" w:rsidP="0059117F">
            <w:pPr>
              <w:spacing w:after="0"/>
              <w:jc w:val="center"/>
              <w:rPr>
                <w:rFonts w:ascii="Arial" w:hAnsi="Arial" w:cs="Arial"/>
                <w:sz w:val="16"/>
                <w:szCs w:val="16"/>
              </w:rPr>
            </w:pPr>
            <w:r>
              <w:rPr>
                <w:rFonts w:ascii="Arial" w:hAnsi="Arial" w:cs="Arial"/>
                <w:sz w:val="16"/>
                <w:szCs w:val="16"/>
              </w:rPr>
              <w:t>1097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222A4EC" w14:textId="77777777" w:rsidR="00443010" w:rsidRDefault="00443010"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1DCA60" w14:textId="77777777" w:rsidR="00443010" w:rsidRDefault="00443010" w:rsidP="008C6AC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E99A24" w14:textId="77777777" w:rsidR="00443010" w:rsidRPr="00CD45AB" w:rsidRDefault="00443010" w:rsidP="008C6ACF">
            <w:pPr>
              <w:spacing w:after="0"/>
              <w:rPr>
                <w:rFonts w:ascii="Arial" w:hAnsi="Arial" w:cs="Arial"/>
                <w:sz w:val="16"/>
                <w:szCs w:val="16"/>
              </w:rPr>
            </w:pPr>
            <w:r w:rsidRPr="00443010">
              <w:rPr>
                <w:rFonts w:ascii="Arial" w:hAnsi="Arial" w:cs="Arial"/>
                <w:sz w:val="16"/>
                <w:szCs w:val="16"/>
              </w:rPr>
              <w:t>Introduction of advanced CSI CBSR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CB4C0B" w14:textId="77777777" w:rsidR="00443010" w:rsidRDefault="00443010" w:rsidP="008C6ACF">
            <w:pPr>
              <w:pStyle w:val="TAC"/>
              <w:jc w:val="left"/>
              <w:rPr>
                <w:snapToGrid w:val="0"/>
                <w:sz w:val="16"/>
                <w:szCs w:val="16"/>
              </w:rPr>
            </w:pPr>
            <w:r>
              <w:rPr>
                <w:snapToGrid w:val="0"/>
                <w:sz w:val="16"/>
                <w:szCs w:val="16"/>
              </w:rPr>
              <w:t>15.2.0</w:t>
            </w:r>
          </w:p>
        </w:tc>
      </w:tr>
      <w:tr w:rsidR="008C6ACF" w:rsidRPr="006B0D02" w14:paraId="7B523DE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6510AC" w14:textId="77777777" w:rsidR="008C6ACF" w:rsidRDefault="008C6ACF" w:rsidP="008C6AC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13D9B7B" w14:textId="77777777" w:rsidR="008C6ACF" w:rsidRDefault="008C6ACF" w:rsidP="008C6AC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382A768" w14:textId="77777777" w:rsidR="008C6ACF" w:rsidRDefault="008C6ACF" w:rsidP="0059117F">
            <w:pPr>
              <w:spacing w:after="0"/>
              <w:jc w:val="center"/>
              <w:rPr>
                <w:rFonts w:ascii="Arial" w:hAnsi="Arial" w:cs="Arial"/>
                <w:sz w:val="16"/>
                <w:szCs w:val="16"/>
              </w:rPr>
            </w:pPr>
            <w:r>
              <w:rPr>
                <w:rFonts w:ascii="Arial" w:hAnsi="Arial" w:cs="Arial"/>
                <w:sz w:val="16"/>
                <w:szCs w:val="16"/>
              </w:rPr>
              <w:t>RP-18118</w:t>
            </w:r>
            <w:r w:rsidR="0059117F">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5D25EE" w14:textId="77777777" w:rsidR="008C6ACF" w:rsidRDefault="008C6ACF" w:rsidP="0059117F">
            <w:pPr>
              <w:spacing w:after="0"/>
              <w:jc w:val="center"/>
              <w:rPr>
                <w:rFonts w:ascii="Arial" w:hAnsi="Arial" w:cs="Arial"/>
                <w:sz w:val="16"/>
                <w:szCs w:val="16"/>
              </w:rPr>
            </w:pPr>
            <w:r>
              <w:rPr>
                <w:rFonts w:ascii="Arial" w:hAnsi="Arial" w:cs="Arial"/>
                <w:sz w:val="16"/>
                <w:szCs w:val="16"/>
              </w:rPr>
              <w:t>109</w:t>
            </w:r>
            <w:r w:rsidR="0059117F">
              <w:rPr>
                <w:rFonts w:ascii="Arial" w:hAnsi="Arial" w:cs="Arial"/>
                <w:sz w:val="16"/>
                <w:szCs w:val="16"/>
              </w:rPr>
              <w:t>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E85240D" w14:textId="77777777" w:rsidR="008C6ACF" w:rsidRDefault="008C6ACF"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C50C06" w14:textId="77777777" w:rsidR="008C6ACF" w:rsidRDefault="0059117F" w:rsidP="008C6AC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66AFB0E" w14:textId="77777777" w:rsidR="008C6ACF" w:rsidRPr="00CD45AB" w:rsidRDefault="0059117F" w:rsidP="008C6ACF">
            <w:pPr>
              <w:spacing w:after="0"/>
              <w:rPr>
                <w:rFonts w:ascii="Arial" w:hAnsi="Arial" w:cs="Arial"/>
                <w:sz w:val="16"/>
                <w:szCs w:val="16"/>
              </w:rPr>
            </w:pPr>
            <w:r w:rsidRPr="0059117F">
              <w:rPr>
                <w:rFonts w:ascii="Arial" w:hAnsi="Arial" w:cs="Arial"/>
                <w:sz w:val="16"/>
                <w:szCs w:val="16"/>
              </w:rPr>
              <w:t>Clarification of NPUSCH reception in 2 NB-IoT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2DF665" w14:textId="77777777" w:rsidR="008C6ACF" w:rsidRDefault="008C6ACF" w:rsidP="008C6ACF">
            <w:pPr>
              <w:pStyle w:val="TAC"/>
              <w:jc w:val="left"/>
              <w:rPr>
                <w:snapToGrid w:val="0"/>
                <w:sz w:val="16"/>
                <w:szCs w:val="16"/>
              </w:rPr>
            </w:pPr>
            <w:r>
              <w:rPr>
                <w:snapToGrid w:val="0"/>
                <w:sz w:val="16"/>
                <w:szCs w:val="16"/>
              </w:rPr>
              <w:t>15.2.0</w:t>
            </w:r>
          </w:p>
        </w:tc>
      </w:tr>
      <w:tr w:rsidR="007C7F93" w:rsidRPr="006B0D02" w14:paraId="5AF22B8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1DD67C" w14:textId="77777777" w:rsidR="007C7F93" w:rsidRDefault="007C7F93"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CBA076D" w14:textId="77777777" w:rsidR="007C7F93" w:rsidRDefault="007C7F93"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7BB92CD" w14:textId="77777777" w:rsidR="007C7F93" w:rsidRDefault="007C7F93" w:rsidP="007C7F93">
            <w:pPr>
              <w:spacing w:after="0"/>
              <w:jc w:val="center"/>
              <w:rPr>
                <w:rFonts w:ascii="Arial" w:hAnsi="Arial" w:cs="Arial"/>
                <w:sz w:val="16"/>
                <w:szCs w:val="16"/>
              </w:rPr>
            </w:pPr>
            <w:r>
              <w:rPr>
                <w:rFonts w:ascii="Arial" w:hAnsi="Arial" w:cs="Arial"/>
                <w:sz w:val="16"/>
                <w:szCs w:val="16"/>
              </w:rPr>
              <w:t>RP-181175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FB90C5" w14:textId="77777777" w:rsidR="007C7F93" w:rsidRDefault="007C7F93" w:rsidP="007C7F93">
            <w:pPr>
              <w:spacing w:after="0"/>
              <w:jc w:val="center"/>
              <w:rPr>
                <w:rFonts w:ascii="Arial" w:hAnsi="Arial" w:cs="Arial"/>
                <w:sz w:val="16"/>
                <w:szCs w:val="16"/>
              </w:rPr>
            </w:pPr>
            <w:r>
              <w:rPr>
                <w:rFonts w:ascii="Arial" w:hAnsi="Arial" w:cs="Arial"/>
                <w:sz w:val="16"/>
                <w:szCs w:val="16"/>
              </w:rPr>
              <w:t>1100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EDCEA7" w14:textId="77777777" w:rsidR="007C7F93" w:rsidRDefault="007C7F93"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1DA486" w14:textId="77777777" w:rsidR="007C7F93" w:rsidRDefault="007C7F93"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C3D89EF" w14:textId="77777777" w:rsidR="007C7F93" w:rsidRPr="00CD45AB" w:rsidRDefault="007C7F93" w:rsidP="00561EAF">
            <w:pPr>
              <w:spacing w:after="0"/>
              <w:rPr>
                <w:rFonts w:ascii="Arial" w:hAnsi="Arial" w:cs="Arial"/>
                <w:sz w:val="16"/>
                <w:szCs w:val="16"/>
              </w:rPr>
            </w:pPr>
            <w:r w:rsidRPr="007C7F93">
              <w:rPr>
                <w:rFonts w:ascii="Arial" w:hAnsi="Arial" w:cs="Arial"/>
                <w:sz w:val="16"/>
                <w:szCs w:val="16"/>
              </w:rPr>
              <w:t xml:space="preserve">Short CQI Reporting for </w:t>
            </w:r>
            <w:proofErr w:type="spellStart"/>
            <w:r w:rsidRPr="007C7F93">
              <w:rPr>
                <w:rFonts w:ascii="Arial" w:hAnsi="Arial" w:cs="Arial"/>
                <w:sz w:val="16"/>
                <w:szCs w:val="16"/>
              </w:rPr>
              <w:t>EuCA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E18D30" w14:textId="77777777" w:rsidR="007C7F93" w:rsidRDefault="007C7F93" w:rsidP="00561EAF">
            <w:pPr>
              <w:pStyle w:val="TAC"/>
              <w:jc w:val="left"/>
              <w:rPr>
                <w:snapToGrid w:val="0"/>
                <w:sz w:val="16"/>
                <w:szCs w:val="16"/>
              </w:rPr>
            </w:pPr>
            <w:r>
              <w:rPr>
                <w:snapToGrid w:val="0"/>
                <w:sz w:val="16"/>
                <w:szCs w:val="16"/>
              </w:rPr>
              <w:t>15.2.0</w:t>
            </w:r>
          </w:p>
        </w:tc>
      </w:tr>
      <w:tr w:rsidR="000231E5" w:rsidRPr="006B0D02" w14:paraId="28EB3E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7D9425" w14:textId="77777777" w:rsidR="000231E5" w:rsidRDefault="000231E5"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7A913B3" w14:textId="77777777" w:rsidR="000231E5" w:rsidRDefault="000231E5"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C65A613" w14:textId="77777777" w:rsidR="000231E5" w:rsidRDefault="000231E5" w:rsidP="001809CF">
            <w:pPr>
              <w:spacing w:after="0"/>
              <w:jc w:val="center"/>
              <w:rPr>
                <w:rFonts w:ascii="Arial" w:hAnsi="Arial" w:cs="Arial"/>
                <w:sz w:val="16"/>
                <w:szCs w:val="16"/>
              </w:rPr>
            </w:pPr>
            <w:r>
              <w:rPr>
                <w:rFonts w:ascii="Arial" w:hAnsi="Arial" w:cs="Arial"/>
                <w:sz w:val="16"/>
                <w:szCs w:val="16"/>
              </w:rPr>
              <w:t>RP-18117</w:t>
            </w:r>
            <w:r w:rsidR="001809CF">
              <w:rPr>
                <w:rFonts w:ascii="Arial" w:hAnsi="Arial" w:cs="Arial"/>
                <w:sz w:val="16"/>
                <w:szCs w:val="16"/>
              </w:rPr>
              <w:t>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A0FDE5" w14:textId="77777777" w:rsidR="000231E5" w:rsidRDefault="000231E5" w:rsidP="001809CF">
            <w:pPr>
              <w:spacing w:after="0"/>
              <w:jc w:val="center"/>
              <w:rPr>
                <w:rFonts w:ascii="Arial" w:hAnsi="Arial" w:cs="Arial"/>
                <w:sz w:val="16"/>
                <w:szCs w:val="16"/>
              </w:rPr>
            </w:pPr>
            <w:r>
              <w:rPr>
                <w:rFonts w:ascii="Arial" w:hAnsi="Arial" w:cs="Arial"/>
                <w:sz w:val="16"/>
                <w:szCs w:val="16"/>
              </w:rPr>
              <w:t>110</w:t>
            </w:r>
            <w:r w:rsidR="001809CF">
              <w:rPr>
                <w:rFonts w:ascii="Arial" w:hAnsi="Arial" w:cs="Arial"/>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5390F9D" w14:textId="77777777" w:rsidR="000231E5" w:rsidRDefault="001809CF"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18B035" w14:textId="77777777" w:rsidR="000231E5" w:rsidRDefault="000231E5"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32CC79B" w14:textId="77777777" w:rsidR="000231E5" w:rsidRPr="00CD45AB" w:rsidRDefault="00551F4D" w:rsidP="00561EAF">
            <w:pPr>
              <w:spacing w:after="0"/>
              <w:rPr>
                <w:rFonts w:ascii="Arial" w:hAnsi="Arial" w:cs="Arial"/>
                <w:sz w:val="16"/>
                <w:szCs w:val="16"/>
              </w:rPr>
            </w:pPr>
            <w:r w:rsidRPr="00551F4D">
              <w:rPr>
                <w:rFonts w:ascii="Arial" w:hAnsi="Arial" w:cs="Arial"/>
                <w:sz w:val="16"/>
                <w:szCs w:val="16"/>
              </w:rPr>
              <w:t>Introduction of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F263CA" w14:textId="77777777" w:rsidR="000231E5" w:rsidRDefault="000231E5" w:rsidP="00561EAF">
            <w:pPr>
              <w:pStyle w:val="TAC"/>
              <w:jc w:val="left"/>
              <w:rPr>
                <w:snapToGrid w:val="0"/>
                <w:sz w:val="16"/>
                <w:szCs w:val="16"/>
              </w:rPr>
            </w:pPr>
            <w:r>
              <w:rPr>
                <w:snapToGrid w:val="0"/>
                <w:sz w:val="16"/>
                <w:szCs w:val="16"/>
              </w:rPr>
              <w:t>15.2.0</w:t>
            </w:r>
          </w:p>
        </w:tc>
      </w:tr>
      <w:tr w:rsidR="002A7B8A" w:rsidRPr="006B0D02" w14:paraId="465CF1C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C7F4EE" w14:textId="77777777" w:rsidR="002A7B8A" w:rsidRDefault="002A7B8A"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0C33EB" w14:textId="77777777" w:rsidR="002A7B8A" w:rsidRDefault="002A7B8A"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4306F9A" w14:textId="77777777" w:rsidR="002A7B8A" w:rsidRDefault="002A7B8A" w:rsidP="00561EAF">
            <w:pPr>
              <w:spacing w:after="0"/>
              <w:jc w:val="center"/>
              <w:rPr>
                <w:rFonts w:ascii="Arial" w:hAnsi="Arial" w:cs="Arial"/>
                <w:sz w:val="16"/>
                <w:szCs w:val="16"/>
              </w:rPr>
            </w:pPr>
            <w:r>
              <w:rPr>
                <w:rFonts w:ascii="Arial" w:hAnsi="Arial" w:cs="Arial"/>
                <w:sz w:val="16"/>
                <w:szCs w:val="16"/>
              </w:rPr>
              <w:t>RP-181174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362762" w14:textId="77777777" w:rsidR="002A7B8A" w:rsidRDefault="002A7B8A">
            <w:pPr>
              <w:spacing w:after="0"/>
              <w:jc w:val="center"/>
              <w:rPr>
                <w:rFonts w:ascii="Arial" w:hAnsi="Arial" w:cs="Arial"/>
                <w:sz w:val="16"/>
                <w:szCs w:val="16"/>
              </w:rPr>
            </w:pPr>
            <w:r>
              <w:rPr>
                <w:rFonts w:ascii="Arial" w:hAnsi="Arial" w:cs="Arial"/>
                <w:sz w:val="16"/>
                <w:szCs w:val="16"/>
              </w:rPr>
              <w:t>1102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591BC88" w14:textId="77777777" w:rsidR="002A7B8A" w:rsidRDefault="002A7B8A"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FA96C1" w14:textId="77777777" w:rsidR="002A7B8A" w:rsidRDefault="002A7B8A"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27652C9" w14:textId="77777777" w:rsidR="002A7B8A" w:rsidRPr="00CD45AB" w:rsidRDefault="002A7B8A" w:rsidP="00561EAF">
            <w:pPr>
              <w:spacing w:after="0"/>
              <w:rPr>
                <w:rFonts w:ascii="Arial" w:hAnsi="Arial" w:cs="Arial"/>
                <w:sz w:val="16"/>
                <w:szCs w:val="16"/>
              </w:rPr>
            </w:pPr>
            <w:r w:rsidRPr="002A7B8A">
              <w:rPr>
                <w:rFonts w:ascii="Arial" w:hAnsi="Arial" w:cs="Arial"/>
                <w:sz w:val="16"/>
                <w:szCs w:val="16"/>
              </w:rPr>
              <w:t>Introduction of even further enhanced MTC for LTE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52DFB5" w14:textId="77777777" w:rsidR="002A7B8A" w:rsidRDefault="002A7B8A" w:rsidP="00561EAF">
            <w:pPr>
              <w:pStyle w:val="TAC"/>
              <w:jc w:val="left"/>
              <w:rPr>
                <w:snapToGrid w:val="0"/>
                <w:sz w:val="16"/>
                <w:szCs w:val="16"/>
              </w:rPr>
            </w:pPr>
            <w:r>
              <w:rPr>
                <w:snapToGrid w:val="0"/>
                <w:sz w:val="16"/>
                <w:szCs w:val="16"/>
              </w:rPr>
              <w:t>15.2.0</w:t>
            </w:r>
          </w:p>
        </w:tc>
      </w:tr>
      <w:tr w:rsidR="000F5E49" w:rsidRPr="006B0D02" w14:paraId="3379A69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B53783" w14:textId="77777777" w:rsidR="000F5E49" w:rsidRDefault="000F5E49"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11F87F7" w14:textId="77777777" w:rsidR="000F5E49" w:rsidRDefault="000F5E49"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1AFCD72" w14:textId="77777777" w:rsidR="000F5E49" w:rsidRDefault="000F5E49" w:rsidP="00561EAF">
            <w:pPr>
              <w:spacing w:after="0"/>
              <w:jc w:val="center"/>
              <w:rPr>
                <w:rFonts w:ascii="Arial" w:hAnsi="Arial" w:cs="Arial"/>
                <w:sz w:val="16"/>
                <w:szCs w:val="16"/>
              </w:rPr>
            </w:pPr>
            <w:r>
              <w:rPr>
                <w:rFonts w:ascii="Arial" w:hAnsi="Arial" w:cs="Arial"/>
                <w:sz w:val="16"/>
                <w:szCs w:val="16"/>
              </w:rPr>
              <w:t>RP-181174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696986" w14:textId="77777777" w:rsidR="000F5E49" w:rsidRDefault="000F5E49" w:rsidP="000F5E49">
            <w:pPr>
              <w:spacing w:after="0"/>
              <w:jc w:val="center"/>
              <w:rPr>
                <w:rFonts w:ascii="Arial" w:hAnsi="Arial" w:cs="Arial"/>
                <w:sz w:val="16"/>
                <w:szCs w:val="16"/>
              </w:rPr>
            </w:pPr>
            <w:r>
              <w:rPr>
                <w:rFonts w:ascii="Arial" w:hAnsi="Arial" w:cs="Arial"/>
                <w:sz w:val="16"/>
                <w:szCs w:val="16"/>
              </w:rPr>
              <w:t>1103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023516" w14:textId="77777777" w:rsidR="000F5E49" w:rsidRDefault="000F5E49"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BB6D0D" w14:textId="77777777" w:rsidR="000F5E49" w:rsidRDefault="000F5E49"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3536051" w14:textId="77777777" w:rsidR="000F5E49" w:rsidRPr="00CD45AB" w:rsidRDefault="000F5E49" w:rsidP="00561EAF">
            <w:pPr>
              <w:spacing w:after="0"/>
              <w:rPr>
                <w:rFonts w:ascii="Arial" w:hAnsi="Arial" w:cs="Arial"/>
                <w:sz w:val="16"/>
                <w:szCs w:val="16"/>
              </w:rPr>
            </w:pPr>
            <w:r w:rsidRPr="000F5E49">
              <w:rPr>
                <w:rFonts w:ascii="Arial" w:hAnsi="Arial" w:cs="Arial"/>
                <w:sz w:val="16"/>
                <w:szCs w:val="16"/>
              </w:rPr>
              <w:t>Introduction of even further enhanced MTC for LTE in 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A2E009" w14:textId="77777777" w:rsidR="000F5E49" w:rsidRDefault="000F5E49" w:rsidP="00561EAF">
            <w:pPr>
              <w:pStyle w:val="TAC"/>
              <w:jc w:val="left"/>
              <w:rPr>
                <w:snapToGrid w:val="0"/>
                <w:sz w:val="16"/>
                <w:szCs w:val="16"/>
              </w:rPr>
            </w:pPr>
            <w:r>
              <w:rPr>
                <w:snapToGrid w:val="0"/>
                <w:sz w:val="16"/>
                <w:szCs w:val="16"/>
              </w:rPr>
              <w:t>15.2.0</w:t>
            </w:r>
          </w:p>
        </w:tc>
      </w:tr>
      <w:tr w:rsidR="002233B5" w:rsidRPr="006B0D02" w14:paraId="432D39F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F8C94B" w14:textId="77777777" w:rsidR="002233B5" w:rsidRDefault="002233B5"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4F254D" w14:textId="77777777" w:rsidR="002233B5" w:rsidRDefault="002233B5"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56D9C2" w14:textId="77777777" w:rsidR="002233B5" w:rsidRDefault="002233B5" w:rsidP="002233B5">
            <w:pPr>
              <w:spacing w:after="0"/>
              <w:jc w:val="center"/>
              <w:rPr>
                <w:rFonts w:ascii="Arial" w:hAnsi="Arial" w:cs="Arial"/>
                <w:sz w:val="16"/>
                <w:szCs w:val="16"/>
              </w:rPr>
            </w:pPr>
            <w:r>
              <w:rPr>
                <w:rFonts w:ascii="Arial" w:hAnsi="Arial" w:cs="Arial"/>
                <w:sz w:val="16"/>
                <w:szCs w:val="16"/>
              </w:rPr>
              <w:t>RP-181166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ECB8B2" w14:textId="77777777" w:rsidR="002233B5" w:rsidRDefault="002233B5" w:rsidP="002233B5">
            <w:pPr>
              <w:spacing w:after="0"/>
              <w:jc w:val="center"/>
              <w:rPr>
                <w:rFonts w:ascii="Arial" w:hAnsi="Arial" w:cs="Arial"/>
                <w:sz w:val="16"/>
                <w:szCs w:val="16"/>
              </w:rPr>
            </w:pPr>
            <w:r>
              <w:rPr>
                <w:rFonts w:ascii="Arial" w:hAnsi="Arial" w:cs="Arial"/>
                <w:sz w:val="16"/>
                <w:szCs w:val="16"/>
              </w:rPr>
              <w:t>1104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47680F8" w14:textId="77777777" w:rsidR="002233B5" w:rsidRDefault="002233B5"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3E910D" w14:textId="77777777" w:rsidR="002233B5" w:rsidRDefault="002233B5"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84F4303" w14:textId="77777777" w:rsidR="002233B5" w:rsidRPr="00CD45AB" w:rsidRDefault="002233B5" w:rsidP="00561EAF">
            <w:pPr>
              <w:spacing w:after="0"/>
              <w:rPr>
                <w:rFonts w:ascii="Arial" w:hAnsi="Arial" w:cs="Arial"/>
                <w:sz w:val="16"/>
                <w:szCs w:val="16"/>
              </w:rPr>
            </w:pPr>
            <w:r w:rsidRPr="002233B5">
              <w:rPr>
                <w:rFonts w:ascii="Arial" w:hAnsi="Arial" w:cs="Arial"/>
                <w:sz w:val="16"/>
                <w:szCs w:val="16"/>
              </w:rPr>
              <w:t>Introduction of Rel-15 Further NB-IoT enhancements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CAB922" w14:textId="77777777" w:rsidR="002233B5" w:rsidRDefault="002233B5" w:rsidP="00561EAF">
            <w:pPr>
              <w:pStyle w:val="TAC"/>
              <w:jc w:val="left"/>
              <w:rPr>
                <w:snapToGrid w:val="0"/>
                <w:sz w:val="16"/>
                <w:szCs w:val="16"/>
              </w:rPr>
            </w:pPr>
            <w:r>
              <w:rPr>
                <w:snapToGrid w:val="0"/>
                <w:sz w:val="16"/>
                <w:szCs w:val="16"/>
              </w:rPr>
              <w:t>15.2.0</w:t>
            </w:r>
          </w:p>
        </w:tc>
      </w:tr>
      <w:tr w:rsidR="00303969" w:rsidRPr="006B0D02" w14:paraId="2085D68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16D42A" w14:textId="77777777" w:rsidR="00303969" w:rsidRDefault="00303969"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D611A5" w14:textId="77777777" w:rsidR="00303969" w:rsidRDefault="00303969"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6FBE3C" w14:textId="77777777" w:rsidR="00303969" w:rsidRDefault="00303969" w:rsidP="00303969">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E1CEBA" w14:textId="77777777" w:rsidR="00303969" w:rsidRDefault="00303969" w:rsidP="00303969">
            <w:pPr>
              <w:spacing w:after="0"/>
              <w:jc w:val="center"/>
              <w:rPr>
                <w:rFonts w:ascii="Arial" w:hAnsi="Arial" w:cs="Arial"/>
                <w:sz w:val="16"/>
                <w:szCs w:val="16"/>
              </w:rPr>
            </w:pPr>
            <w:r>
              <w:rPr>
                <w:rFonts w:ascii="Arial" w:hAnsi="Arial" w:cs="Arial"/>
                <w:sz w:val="16"/>
                <w:szCs w:val="16"/>
              </w:rPr>
              <w:t>1105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4C4819F" w14:textId="77777777" w:rsidR="00303969" w:rsidRDefault="00303969"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AD989E" w14:textId="77777777" w:rsidR="00303969" w:rsidRDefault="00303969"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BC48F6F" w14:textId="77777777" w:rsidR="00303969" w:rsidRPr="00CD45AB" w:rsidRDefault="00303969" w:rsidP="00561EAF">
            <w:pPr>
              <w:spacing w:after="0"/>
              <w:rPr>
                <w:rFonts w:ascii="Arial" w:hAnsi="Arial" w:cs="Arial"/>
                <w:sz w:val="16"/>
                <w:szCs w:val="16"/>
              </w:rPr>
            </w:pPr>
            <w:r w:rsidRPr="00303969">
              <w:rPr>
                <w:rFonts w:ascii="Arial" w:hAnsi="Arial" w:cs="Arial"/>
                <w:sz w:val="16"/>
                <w:szCs w:val="16"/>
              </w:rPr>
              <w:t>Introduction of modulation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BF6B57" w14:textId="77777777" w:rsidR="00303969" w:rsidRDefault="00303969" w:rsidP="00561EAF">
            <w:pPr>
              <w:pStyle w:val="TAC"/>
              <w:jc w:val="left"/>
              <w:rPr>
                <w:snapToGrid w:val="0"/>
                <w:sz w:val="16"/>
                <w:szCs w:val="16"/>
              </w:rPr>
            </w:pPr>
            <w:r>
              <w:rPr>
                <w:snapToGrid w:val="0"/>
                <w:sz w:val="16"/>
                <w:szCs w:val="16"/>
              </w:rPr>
              <w:t>15.2.0</w:t>
            </w:r>
          </w:p>
        </w:tc>
      </w:tr>
      <w:tr w:rsidR="00111227" w:rsidRPr="006B0D02" w14:paraId="176205C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3BE6D" w14:textId="77777777" w:rsidR="00111227" w:rsidRDefault="00111227"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E2D3D14" w14:textId="77777777" w:rsidR="00111227" w:rsidRDefault="00111227"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88D0E2C" w14:textId="77777777" w:rsidR="00111227" w:rsidRDefault="00111227" w:rsidP="00561EAF">
            <w:pPr>
              <w:spacing w:after="0"/>
              <w:jc w:val="center"/>
              <w:rPr>
                <w:rFonts w:ascii="Arial" w:hAnsi="Arial" w:cs="Arial"/>
                <w:sz w:val="16"/>
                <w:szCs w:val="16"/>
              </w:rPr>
            </w:pPr>
            <w:r>
              <w:rPr>
                <w:rFonts w:ascii="Arial" w:hAnsi="Arial" w:cs="Arial"/>
                <w:sz w:val="16"/>
                <w:szCs w:val="16"/>
              </w:rPr>
              <w:t>RP-181168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6562A9" w14:textId="77777777" w:rsidR="00111227" w:rsidRDefault="00111227" w:rsidP="00561EAF">
            <w:pPr>
              <w:spacing w:after="0"/>
              <w:jc w:val="center"/>
              <w:rPr>
                <w:rFonts w:ascii="Arial" w:hAnsi="Arial" w:cs="Arial"/>
                <w:sz w:val="16"/>
                <w:szCs w:val="16"/>
              </w:rPr>
            </w:pPr>
            <w:r>
              <w:rPr>
                <w:rFonts w:ascii="Arial" w:hAnsi="Arial" w:cs="Arial"/>
                <w:sz w:val="16"/>
                <w:szCs w:val="16"/>
              </w:rPr>
              <w:t>1106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A86BB79" w14:textId="77777777" w:rsidR="00111227" w:rsidRDefault="00111227"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D2CEC6" w14:textId="77777777" w:rsidR="00111227" w:rsidRDefault="00111227" w:rsidP="00561EA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B535626" w14:textId="77777777" w:rsidR="00111227" w:rsidRPr="00CD45AB" w:rsidRDefault="00111227" w:rsidP="00561EAF">
            <w:pPr>
              <w:spacing w:after="0"/>
              <w:rPr>
                <w:rFonts w:ascii="Arial" w:hAnsi="Arial" w:cs="Arial"/>
                <w:sz w:val="16"/>
                <w:szCs w:val="16"/>
              </w:rPr>
            </w:pPr>
            <w:r w:rsidRPr="00111227">
              <w:rPr>
                <w:rFonts w:ascii="Arial" w:hAnsi="Arial" w:cs="Arial"/>
                <w:sz w:val="16"/>
                <w:szCs w:val="16"/>
              </w:rPr>
              <w:t xml:space="preserve">Corrections to </w:t>
            </w:r>
            <w:proofErr w:type="spellStart"/>
            <w:r w:rsidRPr="00111227">
              <w:rPr>
                <w:rFonts w:ascii="Arial" w:hAnsi="Arial" w:cs="Arial"/>
                <w:sz w:val="16"/>
                <w:szCs w:val="16"/>
              </w:rPr>
              <w:t>feCoMP</w:t>
            </w:r>
            <w:proofErr w:type="spellEnd"/>
            <w:r w:rsidRPr="00111227">
              <w:rPr>
                <w:rFonts w:ascii="Arial" w:hAnsi="Arial" w:cs="Arial"/>
                <w:sz w:val="16"/>
                <w:szCs w:val="16"/>
              </w:rPr>
              <w:t xml:space="preserv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1CCFF1" w14:textId="77777777" w:rsidR="00111227" w:rsidRDefault="00111227" w:rsidP="00561EAF">
            <w:pPr>
              <w:pStyle w:val="TAC"/>
              <w:jc w:val="left"/>
              <w:rPr>
                <w:snapToGrid w:val="0"/>
                <w:sz w:val="16"/>
                <w:szCs w:val="16"/>
              </w:rPr>
            </w:pPr>
            <w:r>
              <w:rPr>
                <w:snapToGrid w:val="0"/>
                <w:sz w:val="16"/>
                <w:szCs w:val="16"/>
              </w:rPr>
              <w:t>15.2.0</w:t>
            </w:r>
          </w:p>
        </w:tc>
      </w:tr>
      <w:tr w:rsidR="008C1305" w:rsidRPr="006B0D02" w14:paraId="4B699B8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836F3E" w14:textId="77777777" w:rsidR="008C1305" w:rsidRDefault="008C1305"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B4F64DC" w14:textId="77777777" w:rsidR="008C1305" w:rsidRDefault="008C1305"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FDCFC66" w14:textId="77777777" w:rsidR="008C1305" w:rsidRDefault="008C1305" w:rsidP="00544234">
            <w:pPr>
              <w:spacing w:after="0"/>
              <w:jc w:val="center"/>
              <w:rPr>
                <w:rFonts w:ascii="Arial" w:hAnsi="Arial" w:cs="Arial"/>
                <w:sz w:val="16"/>
                <w:szCs w:val="16"/>
              </w:rPr>
            </w:pPr>
            <w:r>
              <w:rPr>
                <w:rFonts w:ascii="Arial" w:hAnsi="Arial" w:cs="Arial"/>
                <w:sz w:val="16"/>
                <w:szCs w:val="16"/>
              </w:rPr>
              <w:t>RP-1811</w:t>
            </w:r>
            <w:r w:rsidR="00544234">
              <w:rPr>
                <w:rFonts w:ascii="Arial" w:hAnsi="Arial" w:cs="Arial"/>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BC2E6" w14:textId="77777777" w:rsidR="008C1305" w:rsidRDefault="008C1305" w:rsidP="00544234">
            <w:pPr>
              <w:spacing w:after="0"/>
              <w:jc w:val="center"/>
              <w:rPr>
                <w:rFonts w:ascii="Arial" w:hAnsi="Arial" w:cs="Arial"/>
                <w:sz w:val="16"/>
                <w:szCs w:val="16"/>
              </w:rPr>
            </w:pPr>
            <w:r>
              <w:rPr>
                <w:rFonts w:ascii="Arial" w:hAnsi="Arial" w:cs="Arial"/>
                <w:sz w:val="16"/>
                <w:szCs w:val="16"/>
              </w:rPr>
              <w:t>110</w:t>
            </w:r>
            <w:r w:rsidR="00544234">
              <w:rPr>
                <w:rFonts w:ascii="Arial" w:hAnsi="Arial" w:cs="Arial"/>
                <w:sz w:val="16"/>
                <w:szCs w:val="16"/>
              </w:rPr>
              <w:t>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300D656" w14:textId="77777777" w:rsidR="008C1305" w:rsidRDefault="008C1305"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2B608E" w14:textId="77777777" w:rsidR="008C1305" w:rsidRDefault="00544234"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241415" w14:textId="77777777" w:rsidR="008C1305" w:rsidRPr="00CD45AB" w:rsidRDefault="00544234" w:rsidP="00561EAF">
            <w:pPr>
              <w:spacing w:after="0"/>
              <w:rPr>
                <w:rFonts w:ascii="Arial" w:hAnsi="Arial" w:cs="Arial"/>
                <w:sz w:val="16"/>
                <w:szCs w:val="16"/>
              </w:rPr>
            </w:pPr>
            <w:r w:rsidRPr="00544234">
              <w:rPr>
                <w:rFonts w:ascii="Arial" w:hAnsi="Arial" w:cs="Arial"/>
                <w:sz w:val="16"/>
                <w:szCs w:val="16"/>
              </w:rPr>
              <w:t>Addition of V2X Phase 2 based on LTE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235B12" w14:textId="77777777" w:rsidR="008C1305" w:rsidRDefault="008C1305" w:rsidP="00561EAF">
            <w:pPr>
              <w:pStyle w:val="TAC"/>
              <w:jc w:val="left"/>
              <w:rPr>
                <w:snapToGrid w:val="0"/>
                <w:sz w:val="16"/>
                <w:szCs w:val="16"/>
              </w:rPr>
            </w:pPr>
            <w:r>
              <w:rPr>
                <w:snapToGrid w:val="0"/>
                <w:sz w:val="16"/>
                <w:szCs w:val="16"/>
              </w:rPr>
              <w:t>15.2.0</w:t>
            </w:r>
          </w:p>
        </w:tc>
      </w:tr>
      <w:tr w:rsidR="00561EAF" w:rsidRPr="006B0D02" w14:paraId="55808B9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8069A7" w14:textId="77777777" w:rsidR="00561EAF" w:rsidRDefault="00561EAF" w:rsidP="00561EAF">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261FCD1" w14:textId="77777777" w:rsidR="00561EAF" w:rsidRDefault="00561EAF" w:rsidP="00561EAF">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42CACE6" w14:textId="77777777" w:rsidR="00561EAF" w:rsidRDefault="00561EAF" w:rsidP="00561EAF">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F1DEA0" w14:textId="77777777" w:rsidR="00561EAF" w:rsidRDefault="00561EAF" w:rsidP="00561EAF">
            <w:pPr>
              <w:spacing w:after="0"/>
              <w:jc w:val="center"/>
              <w:rPr>
                <w:rFonts w:ascii="Arial" w:hAnsi="Arial" w:cs="Arial"/>
                <w:sz w:val="16"/>
                <w:szCs w:val="16"/>
              </w:rPr>
            </w:pPr>
            <w:r>
              <w:rPr>
                <w:rFonts w:ascii="Arial" w:hAnsi="Arial" w:cs="Arial"/>
                <w:sz w:val="16"/>
                <w:szCs w:val="16"/>
              </w:rPr>
              <w:t>1108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9F68FB2" w14:textId="77777777" w:rsidR="00561EAF" w:rsidRDefault="00561EAF"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F364F9" w14:textId="77777777" w:rsidR="00561EAF" w:rsidRDefault="00561EAF" w:rsidP="00561EAF">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E757EF8" w14:textId="77777777" w:rsidR="00561EAF" w:rsidRPr="00CD45AB" w:rsidRDefault="00663EF7" w:rsidP="00561EAF">
            <w:pPr>
              <w:spacing w:after="0"/>
              <w:rPr>
                <w:rFonts w:ascii="Arial" w:hAnsi="Arial" w:cs="Arial"/>
                <w:sz w:val="16"/>
                <w:szCs w:val="16"/>
              </w:rPr>
            </w:pPr>
            <w:r w:rsidRPr="00663EF7">
              <w:rPr>
                <w:rFonts w:ascii="Arial" w:hAnsi="Arial" w:cs="Arial"/>
                <w:sz w:val="16"/>
                <w:szCs w:val="16"/>
              </w:rPr>
              <w:t>Introduction of HRLLC for LTE in 36.213, s07-1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94DA1E" w14:textId="77777777" w:rsidR="00561EAF" w:rsidRDefault="00561EAF" w:rsidP="00561EAF">
            <w:pPr>
              <w:pStyle w:val="TAC"/>
              <w:jc w:val="left"/>
              <w:rPr>
                <w:snapToGrid w:val="0"/>
                <w:sz w:val="16"/>
                <w:szCs w:val="16"/>
              </w:rPr>
            </w:pPr>
            <w:r>
              <w:rPr>
                <w:snapToGrid w:val="0"/>
                <w:sz w:val="16"/>
                <w:szCs w:val="16"/>
              </w:rPr>
              <w:t>15.2.0</w:t>
            </w:r>
          </w:p>
        </w:tc>
      </w:tr>
      <w:tr w:rsidR="00D60408" w:rsidRPr="006B0D02" w14:paraId="6395F40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76E4E9" w14:textId="77777777" w:rsidR="00D60408" w:rsidRDefault="00D60408" w:rsidP="00001D90">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389111" w14:textId="77777777" w:rsidR="00D60408" w:rsidRDefault="00D60408" w:rsidP="00001D90">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8220B86" w14:textId="77777777" w:rsidR="00D60408" w:rsidRDefault="00D60408"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20DF0E" w14:textId="77777777" w:rsidR="00D60408" w:rsidRDefault="00D60408" w:rsidP="00001D90">
            <w:pPr>
              <w:spacing w:after="0"/>
              <w:jc w:val="center"/>
              <w:rPr>
                <w:rFonts w:ascii="Arial" w:hAnsi="Arial" w:cs="Arial"/>
                <w:sz w:val="16"/>
                <w:szCs w:val="16"/>
              </w:rPr>
            </w:pPr>
            <w:r>
              <w:rPr>
                <w:rFonts w:ascii="Arial" w:hAnsi="Arial" w:cs="Arial"/>
                <w:sz w:val="16"/>
                <w:szCs w:val="16"/>
              </w:rPr>
              <w:t>1109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11A11F3" w14:textId="77777777" w:rsidR="00D60408" w:rsidRDefault="00D60408"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2F6666" w14:textId="77777777" w:rsidR="00D60408" w:rsidRDefault="00D60408" w:rsidP="00001D9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785010" w14:textId="77777777" w:rsidR="00D60408" w:rsidRPr="00CD45AB" w:rsidRDefault="00D60408" w:rsidP="00001D90">
            <w:pPr>
              <w:spacing w:after="0"/>
              <w:rPr>
                <w:rFonts w:ascii="Arial" w:hAnsi="Arial" w:cs="Arial"/>
                <w:sz w:val="16"/>
                <w:szCs w:val="16"/>
              </w:rPr>
            </w:pPr>
            <w:r w:rsidRPr="00D60408">
              <w:rPr>
                <w:rFonts w:ascii="Arial" w:hAnsi="Arial" w:cs="Arial"/>
                <w:sz w:val="16"/>
                <w:szCs w:val="16"/>
              </w:rPr>
              <w:t>Introduction of HRLLC for LTE in 36.213, s07-3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A45D23" w14:textId="77777777" w:rsidR="00D60408" w:rsidRDefault="00D60408" w:rsidP="00001D90">
            <w:pPr>
              <w:pStyle w:val="TAC"/>
              <w:jc w:val="left"/>
              <w:rPr>
                <w:snapToGrid w:val="0"/>
                <w:sz w:val="16"/>
                <w:szCs w:val="16"/>
              </w:rPr>
            </w:pPr>
            <w:r>
              <w:rPr>
                <w:snapToGrid w:val="0"/>
                <w:sz w:val="16"/>
                <w:szCs w:val="16"/>
              </w:rPr>
              <w:t>15.2.0</w:t>
            </w:r>
          </w:p>
        </w:tc>
      </w:tr>
      <w:tr w:rsidR="00FD4D89" w:rsidRPr="006B0D02" w14:paraId="5EE6107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C0D651" w14:textId="77777777" w:rsidR="00FD4D89" w:rsidRDefault="00FD4D89" w:rsidP="00001D90">
            <w:pPr>
              <w:pStyle w:val="TAC"/>
              <w:rPr>
                <w:sz w:val="16"/>
                <w:szCs w:val="16"/>
              </w:rPr>
            </w:pPr>
            <w:r>
              <w:rPr>
                <w:sz w:val="16"/>
                <w:szCs w:val="16"/>
              </w:rPr>
              <w:lastRenderedPageBreak/>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2EAA65D" w14:textId="77777777" w:rsidR="00FD4D89" w:rsidRDefault="00FD4D89" w:rsidP="00001D90">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FCF576" w14:textId="77777777" w:rsidR="00FD4D89" w:rsidRDefault="00FD4D89"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6161C4" w14:textId="77777777" w:rsidR="00FD4D89" w:rsidRDefault="00FD4D89" w:rsidP="00FD4D89">
            <w:pPr>
              <w:spacing w:after="0"/>
              <w:jc w:val="center"/>
              <w:rPr>
                <w:rFonts w:ascii="Arial" w:hAnsi="Arial" w:cs="Arial"/>
                <w:sz w:val="16"/>
                <w:szCs w:val="16"/>
              </w:rPr>
            </w:pPr>
            <w:r>
              <w:rPr>
                <w:rFonts w:ascii="Arial" w:hAnsi="Arial" w:cs="Arial"/>
                <w:sz w:val="16"/>
                <w:szCs w:val="16"/>
              </w:rPr>
              <w:t>1110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7F09B5B" w14:textId="77777777" w:rsidR="00FD4D89" w:rsidRDefault="00FD4D89"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84D544" w14:textId="77777777" w:rsidR="00FD4D89" w:rsidRDefault="00FD4D89" w:rsidP="00001D9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6F65810" w14:textId="77777777" w:rsidR="00FD4D89" w:rsidRPr="00CD45AB" w:rsidRDefault="00FD4D89" w:rsidP="00001D90">
            <w:pPr>
              <w:spacing w:after="0"/>
              <w:rPr>
                <w:rFonts w:ascii="Arial" w:hAnsi="Arial" w:cs="Arial"/>
                <w:sz w:val="16"/>
                <w:szCs w:val="16"/>
              </w:rPr>
            </w:pPr>
            <w:r w:rsidRPr="00FD4D89">
              <w:rPr>
                <w:rFonts w:ascii="Arial" w:hAnsi="Arial" w:cs="Arial"/>
                <w:sz w:val="16"/>
                <w:szCs w:val="16"/>
              </w:rPr>
              <w:t>Introduction of HRLLC in 36.213, s08</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9D26CB" w14:textId="77777777" w:rsidR="00FD4D89" w:rsidRDefault="00FD4D89" w:rsidP="00001D90">
            <w:pPr>
              <w:pStyle w:val="TAC"/>
              <w:jc w:val="left"/>
              <w:rPr>
                <w:snapToGrid w:val="0"/>
                <w:sz w:val="16"/>
                <w:szCs w:val="16"/>
              </w:rPr>
            </w:pPr>
            <w:r>
              <w:rPr>
                <w:snapToGrid w:val="0"/>
                <w:sz w:val="16"/>
                <w:szCs w:val="16"/>
              </w:rPr>
              <w:t>15.2.0</w:t>
            </w:r>
          </w:p>
        </w:tc>
      </w:tr>
      <w:tr w:rsidR="00FD4D89" w:rsidRPr="006B0D02" w14:paraId="2BF968F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117899" w14:textId="77777777" w:rsidR="00FD4D89" w:rsidRDefault="00FD4D89" w:rsidP="00001D90">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84C4C3E" w14:textId="77777777" w:rsidR="00FD4D89" w:rsidRDefault="00FD4D89" w:rsidP="00001D90">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215A504" w14:textId="77777777" w:rsidR="00FD4D89" w:rsidRDefault="00FD4D89"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6850A9" w14:textId="77777777" w:rsidR="00FD4D89" w:rsidRDefault="00FD4D89" w:rsidP="00001D90">
            <w:pPr>
              <w:spacing w:after="0"/>
              <w:jc w:val="center"/>
              <w:rPr>
                <w:rFonts w:ascii="Arial" w:hAnsi="Arial" w:cs="Arial"/>
                <w:sz w:val="16"/>
                <w:szCs w:val="16"/>
              </w:rPr>
            </w:pPr>
            <w:r>
              <w:rPr>
                <w:rFonts w:ascii="Arial" w:hAnsi="Arial" w:cs="Arial"/>
                <w:sz w:val="16"/>
                <w:szCs w:val="16"/>
              </w:rPr>
              <w:t>1111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3EB44CD" w14:textId="77777777" w:rsidR="00FD4D89" w:rsidRDefault="00FD4D89"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BB4B68" w14:textId="77777777" w:rsidR="00FD4D89" w:rsidRDefault="00FD4D89" w:rsidP="00001D9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348B3F1" w14:textId="77777777" w:rsidR="00FD4D89" w:rsidRPr="00CD45AB" w:rsidRDefault="00FD4D89" w:rsidP="00FD4D89">
            <w:pPr>
              <w:spacing w:after="0"/>
              <w:rPr>
                <w:rFonts w:ascii="Arial" w:hAnsi="Arial" w:cs="Arial"/>
                <w:sz w:val="16"/>
                <w:szCs w:val="16"/>
              </w:rPr>
            </w:pPr>
            <w:r w:rsidRPr="00FD4D89">
              <w:rPr>
                <w:rFonts w:ascii="Arial" w:hAnsi="Arial" w:cs="Arial"/>
                <w:sz w:val="16"/>
                <w:szCs w:val="16"/>
              </w:rPr>
              <w:t>Introduction of HRLLC in 36.213, 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2BF241" w14:textId="77777777" w:rsidR="00FD4D89" w:rsidRDefault="00FD4D89" w:rsidP="00001D90">
            <w:pPr>
              <w:pStyle w:val="TAC"/>
              <w:jc w:val="left"/>
              <w:rPr>
                <w:snapToGrid w:val="0"/>
                <w:sz w:val="16"/>
                <w:szCs w:val="16"/>
              </w:rPr>
            </w:pPr>
            <w:r>
              <w:rPr>
                <w:snapToGrid w:val="0"/>
                <w:sz w:val="16"/>
                <w:szCs w:val="16"/>
              </w:rPr>
              <w:t>15.2.0</w:t>
            </w:r>
          </w:p>
        </w:tc>
      </w:tr>
      <w:tr w:rsidR="000B7446" w:rsidRPr="006B0D02" w14:paraId="79093AD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3C1B1B" w14:textId="77777777" w:rsidR="000B7446" w:rsidRDefault="000B7446" w:rsidP="00001D90">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EE892B5" w14:textId="77777777" w:rsidR="000B7446" w:rsidRDefault="000B7446" w:rsidP="00001D90">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B50F091" w14:textId="77777777" w:rsidR="000B7446" w:rsidRDefault="000B7446"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2990BD" w14:textId="77777777" w:rsidR="000B7446" w:rsidRDefault="000B7446">
            <w:pPr>
              <w:spacing w:after="0"/>
              <w:jc w:val="center"/>
              <w:rPr>
                <w:rFonts w:ascii="Arial" w:hAnsi="Arial" w:cs="Arial"/>
                <w:sz w:val="16"/>
                <w:szCs w:val="16"/>
              </w:rPr>
            </w:pPr>
            <w:r>
              <w:rPr>
                <w:rFonts w:ascii="Arial" w:hAnsi="Arial" w:cs="Arial"/>
                <w:sz w:val="16"/>
                <w:szCs w:val="16"/>
              </w:rPr>
              <w:t>1112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4A286FD" w14:textId="77777777" w:rsidR="000B7446" w:rsidRDefault="000B7446"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217A11" w14:textId="77777777" w:rsidR="000B7446" w:rsidRDefault="000B7446" w:rsidP="00001D9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154B611" w14:textId="77777777" w:rsidR="000B7446" w:rsidRPr="00CD45AB" w:rsidRDefault="000B7446">
            <w:pPr>
              <w:spacing w:after="0"/>
              <w:rPr>
                <w:rFonts w:ascii="Arial" w:hAnsi="Arial" w:cs="Arial"/>
                <w:sz w:val="16"/>
                <w:szCs w:val="16"/>
              </w:rPr>
            </w:pPr>
            <w:r w:rsidRPr="00FD4D89">
              <w:rPr>
                <w:rFonts w:ascii="Arial" w:hAnsi="Arial" w:cs="Arial"/>
                <w:sz w:val="16"/>
                <w:szCs w:val="16"/>
              </w:rPr>
              <w:t>Introduction of HRLLC in 36.213, s</w:t>
            </w:r>
            <w:r>
              <w:rPr>
                <w:rFonts w:ascii="Arial" w:hAnsi="Arial" w:cs="Arial"/>
                <w:sz w:val="16"/>
                <w:szCs w:val="16"/>
              </w:rPr>
              <w:t>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D9867E" w14:textId="77777777" w:rsidR="000B7446" w:rsidRDefault="000B7446" w:rsidP="00001D90">
            <w:pPr>
              <w:pStyle w:val="TAC"/>
              <w:jc w:val="left"/>
              <w:rPr>
                <w:snapToGrid w:val="0"/>
                <w:sz w:val="16"/>
                <w:szCs w:val="16"/>
              </w:rPr>
            </w:pPr>
            <w:r>
              <w:rPr>
                <w:snapToGrid w:val="0"/>
                <w:sz w:val="16"/>
                <w:szCs w:val="16"/>
              </w:rPr>
              <w:t>15.2.0</w:t>
            </w:r>
          </w:p>
        </w:tc>
      </w:tr>
      <w:tr w:rsidR="0029376D" w:rsidRPr="006B0D02" w14:paraId="262B523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23CE67" w14:textId="77777777" w:rsidR="0029376D" w:rsidRDefault="0029376D" w:rsidP="00001D90">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2B24685" w14:textId="77777777" w:rsidR="0029376D" w:rsidRDefault="0029376D" w:rsidP="00001D90">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C4834F4" w14:textId="77777777" w:rsidR="0029376D" w:rsidRDefault="0029376D" w:rsidP="0029376D">
            <w:pPr>
              <w:spacing w:after="0"/>
              <w:jc w:val="center"/>
              <w:rPr>
                <w:rFonts w:ascii="Arial" w:hAnsi="Arial" w:cs="Arial"/>
                <w:sz w:val="16"/>
                <w:szCs w:val="16"/>
              </w:rPr>
            </w:pPr>
            <w:r>
              <w:rPr>
                <w:rFonts w:ascii="Arial" w:hAnsi="Arial" w:cs="Arial"/>
                <w:sz w:val="16"/>
                <w:szCs w:val="16"/>
              </w:rPr>
              <w:t>RP-181277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247046" w14:textId="77777777" w:rsidR="0029376D" w:rsidRDefault="0029376D" w:rsidP="0029376D">
            <w:pPr>
              <w:spacing w:after="0"/>
              <w:jc w:val="center"/>
              <w:rPr>
                <w:rFonts w:ascii="Arial" w:hAnsi="Arial" w:cs="Arial"/>
                <w:sz w:val="16"/>
                <w:szCs w:val="16"/>
              </w:rPr>
            </w:pPr>
            <w:r>
              <w:rPr>
                <w:rFonts w:ascii="Arial" w:hAnsi="Arial" w:cs="Arial"/>
                <w:sz w:val="16"/>
                <w:szCs w:val="16"/>
              </w:rPr>
              <w:t>1113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F3FC2D" w14:textId="77777777" w:rsidR="0029376D" w:rsidRDefault="0029376D"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1E46E1" w14:textId="77777777" w:rsidR="0029376D" w:rsidRDefault="0029376D" w:rsidP="00001D90">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091FB62" w14:textId="77777777" w:rsidR="0029376D" w:rsidRPr="00CD45AB" w:rsidRDefault="0029376D" w:rsidP="00001D90">
            <w:pPr>
              <w:spacing w:after="0"/>
              <w:rPr>
                <w:rFonts w:ascii="Arial" w:hAnsi="Arial" w:cs="Arial"/>
                <w:sz w:val="16"/>
                <w:szCs w:val="16"/>
              </w:rPr>
            </w:pPr>
            <w:r w:rsidRPr="0029376D">
              <w:rPr>
                <w:rFonts w:ascii="Arial" w:hAnsi="Arial" w:cs="Arial"/>
                <w:sz w:val="16"/>
                <w:szCs w:val="16"/>
              </w:rPr>
              <w:t>Introduction of Aerial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65A9AF" w14:textId="77777777" w:rsidR="0029376D" w:rsidRDefault="0029376D" w:rsidP="00001D90">
            <w:pPr>
              <w:pStyle w:val="TAC"/>
              <w:jc w:val="left"/>
              <w:rPr>
                <w:snapToGrid w:val="0"/>
                <w:sz w:val="16"/>
                <w:szCs w:val="16"/>
              </w:rPr>
            </w:pPr>
            <w:r>
              <w:rPr>
                <w:snapToGrid w:val="0"/>
                <w:sz w:val="16"/>
                <w:szCs w:val="16"/>
              </w:rPr>
              <w:t>15.2.0</w:t>
            </w:r>
          </w:p>
        </w:tc>
      </w:tr>
      <w:tr w:rsidR="00001D90" w:rsidRPr="006B0D02" w14:paraId="4703B5F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FD4E22" w14:textId="77777777" w:rsidR="00001D90" w:rsidRDefault="00001D90" w:rsidP="00001D90">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EAB65DD" w14:textId="77777777" w:rsidR="00001D90" w:rsidRDefault="00001D90" w:rsidP="00001D90">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06F9E43" w14:textId="77777777" w:rsidR="00001D90" w:rsidRDefault="00001D90" w:rsidP="00001D90">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17350D" w14:textId="77777777" w:rsidR="00001D90" w:rsidRDefault="00001D90" w:rsidP="00001D90">
            <w:pPr>
              <w:spacing w:after="0"/>
              <w:jc w:val="center"/>
              <w:rPr>
                <w:rFonts w:ascii="Arial" w:hAnsi="Arial" w:cs="Arial"/>
                <w:sz w:val="16"/>
                <w:szCs w:val="16"/>
              </w:rPr>
            </w:pPr>
            <w:r>
              <w:rPr>
                <w:rFonts w:ascii="Arial" w:hAnsi="Arial" w:cs="Arial"/>
                <w:sz w:val="16"/>
                <w:szCs w:val="16"/>
              </w:rPr>
              <w:t>1114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65AFCDB" w14:textId="77777777" w:rsidR="00001D90" w:rsidRDefault="00001D90"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A31BD4" w14:textId="77777777" w:rsidR="00001D90" w:rsidRDefault="00636199" w:rsidP="00001D90">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B6F4552" w14:textId="77777777" w:rsidR="00001D90" w:rsidRPr="00CD45AB" w:rsidRDefault="00636199" w:rsidP="00001D90">
            <w:pPr>
              <w:spacing w:after="0"/>
              <w:rPr>
                <w:rFonts w:ascii="Arial" w:hAnsi="Arial" w:cs="Arial"/>
                <w:sz w:val="16"/>
                <w:szCs w:val="16"/>
              </w:rPr>
            </w:pPr>
            <w:r w:rsidRPr="00636199">
              <w:rPr>
                <w:rFonts w:ascii="Arial" w:hAnsi="Arial" w:cs="Arial"/>
                <w:sz w:val="16"/>
                <w:szCs w:val="16"/>
              </w:rPr>
              <w:t>Correction for EN-DC Coexistence into TS36.213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C32232" w14:textId="77777777" w:rsidR="00001D90" w:rsidRDefault="00001D90" w:rsidP="00001D90">
            <w:pPr>
              <w:pStyle w:val="TAC"/>
              <w:jc w:val="left"/>
              <w:rPr>
                <w:snapToGrid w:val="0"/>
                <w:sz w:val="16"/>
                <w:szCs w:val="16"/>
              </w:rPr>
            </w:pPr>
            <w:r>
              <w:rPr>
                <w:snapToGrid w:val="0"/>
                <w:sz w:val="16"/>
                <w:szCs w:val="16"/>
              </w:rPr>
              <w:t>15.2.0</w:t>
            </w:r>
          </w:p>
        </w:tc>
      </w:tr>
      <w:tr w:rsidR="001A0476" w:rsidRPr="006B0D02" w14:paraId="1778EF9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68FB2E" w14:textId="77777777" w:rsidR="001A0476" w:rsidRDefault="001A0476" w:rsidP="00FD6771">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A78F8DC" w14:textId="77777777" w:rsidR="001A0476" w:rsidRDefault="001A0476" w:rsidP="00FD6771">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DF01885" w14:textId="77777777" w:rsidR="001A0476" w:rsidRDefault="001A0476"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E95EE3" w14:textId="77777777" w:rsidR="001A0476" w:rsidRDefault="001A0476" w:rsidP="001A0476">
            <w:pPr>
              <w:spacing w:after="0"/>
              <w:jc w:val="center"/>
              <w:rPr>
                <w:rFonts w:ascii="Arial" w:hAnsi="Arial" w:cs="Arial"/>
                <w:sz w:val="16"/>
                <w:szCs w:val="16"/>
              </w:rPr>
            </w:pPr>
            <w:r>
              <w:rPr>
                <w:rFonts w:ascii="Arial" w:hAnsi="Arial" w:cs="Arial"/>
                <w:sz w:val="16"/>
                <w:szCs w:val="16"/>
              </w:rPr>
              <w:t>1115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9EA099F" w14:textId="77777777" w:rsidR="001A0476" w:rsidRDefault="001A0476"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800CD3" w14:textId="77777777" w:rsidR="001A0476" w:rsidRDefault="001A0476" w:rsidP="00FD677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578E25B" w14:textId="77777777" w:rsidR="001A0476" w:rsidRPr="00CD45AB" w:rsidRDefault="001A0476" w:rsidP="00FD6771">
            <w:pPr>
              <w:spacing w:after="0"/>
              <w:rPr>
                <w:rFonts w:ascii="Arial" w:hAnsi="Arial" w:cs="Arial"/>
                <w:sz w:val="16"/>
                <w:szCs w:val="16"/>
              </w:rPr>
            </w:pPr>
            <w:r w:rsidRPr="001A0476">
              <w:rPr>
                <w:rFonts w:ascii="Arial" w:hAnsi="Arial" w:cs="Arial"/>
                <w:sz w:val="16"/>
                <w:szCs w:val="16"/>
              </w:rPr>
              <w:t>Correction for EN-DC Coexistence into TS36.213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907F85" w14:textId="77777777" w:rsidR="001A0476" w:rsidRDefault="001A0476" w:rsidP="00FD6771">
            <w:pPr>
              <w:pStyle w:val="TAC"/>
              <w:jc w:val="left"/>
              <w:rPr>
                <w:snapToGrid w:val="0"/>
                <w:sz w:val="16"/>
                <w:szCs w:val="16"/>
              </w:rPr>
            </w:pPr>
            <w:r>
              <w:rPr>
                <w:snapToGrid w:val="0"/>
                <w:sz w:val="16"/>
                <w:szCs w:val="16"/>
              </w:rPr>
              <w:t>15.2.0</w:t>
            </w:r>
          </w:p>
        </w:tc>
      </w:tr>
      <w:tr w:rsidR="002C0FBD" w:rsidRPr="006B0D02" w14:paraId="1429074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BC793" w14:textId="77777777" w:rsidR="002C0FBD" w:rsidRDefault="002C0FBD" w:rsidP="00FD6771">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E741ED5" w14:textId="77777777" w:rsidR="002C0FBD" w:rsidRDefault="002C0FBD" w:rsidP="00FD6771">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7CF8F58" w14:textId="77777777" w:rsidR="002C0FBD" w:rsidRDefault="002C0FBD"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BB0520" w14:textId="77777777" w:rsidR="002C0FBD" w:rsidRDefault="002C0FBD" w:rsidP="00FD6771">
            <w:pPr>
              <w:spacing w:after="0"/>
              <w:jc w:val="center"/>
              <w:rPr>
                <w:rFonts w:ascii="Arial" w:hAnsi="Arial" w:cs="Arial"/>
                <w:sz w:val="16"/>
                <w:szCs w:val="16"/>
              </w:rPr>
            </w:pPr>
            <w:r>
              <w:rPr>
                <w:rFonts w:ascii="Arial" w:hAnsi="Arial" w:cs="Arial"/>
                <w:sz w:val="16"/>
                <w:szCs w:val="16"/>
              </w:rPr>
              <w:t>111</w:t>
            </w:r>
            <w:r w:rsidR="00FD6771">
              <w:rPr>
                <w:rFonts w:ascii="Arial" w:hAnsi="Arial" w:cs="Arial"/>
                <w:sz w:val="16"/>
                <w:szCs w:val="16"/>
              </w:rPr>
              <w:t>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1C07485" w14:textId="77777777" w:rsidR="002C0FBD" w:rsidRDefault="002C0FBD"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42C844" w14:textId="77777777" w:rsidR="002C0FBD" w:rsidRDefault="002C0FBD" w:rsidP="00FD677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009AA26" w14:textId="77777777" w:rsidR="002C0FBD" w:rsidRPr="00CD45AB" w:rsidRDefault="002C0FBD" w:rsidP="00FD6771">
            <w:pPr>
              <w:spacing w:after="0"/>
              <w:rPr>
                <w:rFonts w:ascii="Arial" w:hAnsi="Arial" w:cs="Arial"/>
                <w:sz w:val="16"/>
                <w:szCs w:val="16"/>
              </w:rPr>
            </w:pPr>
            <w:r w:rsidRPr="002C0FBD">
              <w:rPr>
                <w:rFonts w:ascii="Arial" w:hAnsi="Arial" w:cs="Arial"/>
                <w:sz w:val="16"/>
                <w:szCs w:val="16"/>
              </w:rPr>
              <w:t>Correction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D15EA6" w14:textId="77777777" w:rsidR="002C0FBD" w:rsidRDefault="002C0FBD" w:rsidP="00FD6771">
            <w:pPr>
              <w:pStyle w:val="TAC"/>
              <w:jc w:val="left"/>
              <w:rPr>
                <w:snapToGrid w:val="0"/>
                <w:sz w:val="16"/>
                <w:szCs w:val="16"/>
              </w:rPr>
            </w:pPr>
            <w:r>
              <w:rPr>
                <w:snapToGrid w:val="0"/>
                <w:sz w:val="16"/>
                <w:szCs w:val="16"/>
              </w:rPr>
              <w:t>15.2.0</w:t>
            </w:r>
          </w:p>
        </w:tc>
      </w:tr>
      <w:tr w:rsidR="00FD6771" w:rsidRPr="006B0D02" w14:paraId="7C0C94B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0839AF" w14:textId="77777777" w:rsidR="00FD6771" w:rsidRDefault="00FD6771" w:rsidP="00FD6771">
            <w:pPr>
              <w:pStyle w:val="TAC"/>
              <w:rPr>
                <w:sz w:val="16"/>
                <w:szCs w:val="16"/>
              </w:rPr>
            </w:pPr>
            <w:r>
              <w:rPr>
                <w:sz w:val="16"/>
                <w:szCs w:val="16"/>
              </w:rPr>
              <w:t>2018-06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799A5B9" w14:textId="77777777" w:rsidR="00FD6771" w:rsidRDefault="00FD6771" w:rsidP="00FD6771">
            <w:pPr>
              <w:pStyle w:val="TAC"/>
              <w:rPr>
                <w:sz w:val="16"/>
                <w:szCs w:val="16"/>
              </w:rPr>
            </w:pPr>
            <w:r>
              <w:rPr>
                <w:sz w:val="16"/>
                <w:szCs w:val="16"/>
              </w:rPr>
              <w:t>RAN#80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C77780F" w14:textId="77777777" w:rsidR="00FD6771" w:rsidRDefault="00FD6771"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45A6BA" w14:textId="77777777" w:rsidR="00FD6771" w:rsidRDefault="00FD6771" w:rsidP="00FD6771">
            <w:pPr>
              <w:spacing w:after="0"/>
              <w:jc w:val="center"/>
              <w:rPr>
                <w:rFonts w:ascii="Arial" w:hAnsi="Arial" w:cs="Arial"/>
                <w:sz w:val="16"/>
                <w:szCs w:val="16"/>
              </w:rPr>
            </w:pPr>
            <w:r>
              <w:rPr>
                <w:rFonts w:ascii="Arial" w:hAnsi="Arial" w:cs="Arial"/>
                <w:sz w:val="16"/>
                <w:szCs w:val="16"/>
              </w:rPr>
              <w:t>1117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19E7C9" w14:textId="77777777" w:rsidR="00FD6771" w:rsidRDefault="00FD6771"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DE0F65" w14:textId="77777777" w:rsidR="00FD6771" w:rsidRDefault="00FD6771" w:rsidP="00FD677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7015575" w14:textId="77777777" w:rsidR="00FD6771" w:rsidRPr="00CD45AB" w:rsidRDefault="00FD6771" w:rsidP="00FD6771">
            <w:pPr>
              <w:spacing w:after="0"/>
              <w:rPr>
                <w:rFonts w:ascii="Arial" w:hAnsi="Arial" w:cs="Arial"/>
                <w:sz w:val="16"/>
                <w:szCs w:val="16"/>
              </w:rPr>
            </w:pPr>
            <w:r w:rsidRPr="002C0FBD">
              <w:rPr>
                <w:rFonts w:ascii="Arial" w:hAnsi="Arial" w:cs="Arial"/>
                <w:sz w:val="16"/>
                <w:szCs w:val="16"/>
              </w:rPr>
              <w:t>Correction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383315" w14:textId="77777777" w:rsidR="00FD6771" w:rsidRDefault="00FD6771" w:rsidP="00FD6771">
            <w:pPr>
              <w:pStyle w:val="TAC"/>
              <w:jc w:val="left"/>
              <w:rPr>
                <w:snapToGrid w:val="0"/>
                <w:sz w:val="16"/>
                <w:szCs w:val="16"/>
              </w:rPr>
            </w:pPr>
            <w:r>
              <w:rPr>
                <w:snapToGrid w:val="0"/>
                <w:sz w:val="16"/>
                <w:szCs w:val="16"/>
              </w:rPr>
              <w:t>15.2.0</w:t>
            </w:r>
          </w:p>
        </w:tc>
      </w:tr>
      <w:tr w:rsidR="00660D95" w:rsidRPr="006B0D02" w14:paraId="09C9925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B1A2C6" w14:textId="77777777" w:rsidR="00660D95" w:rsidRDefault="00660D95" w:rsidP="00660D95">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EBE3043" w14:textId="77777777" w:rsidR="00660D95" w:rsidRDefault="00660D95" w:rsidP="00660D95">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4E6C3B" w14:textId="77777777" w:rsidR="00660D95" w:rsidRDefault="00660D95" w:rsidP="00660D95">
            <w:pPr>
              <w:spacing w:after="0"/>
              <w:jc w:val="center"/>
              <w:rPr>
                <w:rFonts w:ascii="Arial" w:hAnsi="Arial" w:cs="Arial"/>
                <w:sz w:val="16"/>
                <w:szCs w:val="16"/>
              </w:rPr>
            </w:pPr>
            <w:r>
              <w:rPr>
                <w:rFonts w:ascii="Arial" w:hAnsi="Arial" w:cs="Arial"/>
                <w:sz w:val="16"/>
                <w:szCs w:val="16"/>
              </w:rPr>
              <w:t>RP-181785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9AF0DF" w14:textId="77777777" w:rsidR="00660D95" w:rsidRDefault="00660D95" w:rsidP="00660D95">
            <w:pPr>
              <w:spacing w:after="0"/>
              <w:jc w:val="center"/>
              <w:rPr>
                <w:rFonts w:ascii="Arial" w:hAnsi="Arial" w:cs="Arial"/>
                <w:sz w:val="16"/>
                <w:szCs w:val="16"/>
              </w:rPr>
            </w:pPr>
            <w:r>
              <w:rPr>
                <w:rFonts w:ascii="Arial" w:hAnsi="Arial" w:cs="Arial"/>
                <w:sz w:val="16"/>
                <w:szCs w:val="16"/>
              </w:rPr>
              <w:t>1118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1761E6" w14:textId="77777777" w:rsidR="00660D95" w:rsidRDefault="00660D9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136197" w14:textId="77777777" w:rsidR="00660D95" w:rsidRDefault="00660D95"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19397B3" w14:textId="77777777" w:rsidR="00660D95" w:rsidRPr="00CD45AB" w:rsidRDefault="003E2DEE" w:rsidP="00810D31">
            <w:pPr>
              <w:spacing w:after="0"/>
              <w:rPr>
                <w:rFonts w:ascii="Arial" w:hAnsi="Arial" w:cs="Arial"/>
                <w:sz w:val="16"/>
                <w:szCs w:val="16"/>
              </w:rPr>
            </w:pPr>
            <w:r w:rsidRPr="003E2DEE">
              <w:rPr>
                <w:rFonts w:ascii="Arial" w:hAnsi="Arial" w:cs="Arial"/>
                <w:sz w:val="16"/>
                <w:szCs w:val="16"/>
              </w:rPr>
              <w:t>Correction on CRI definition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2F908F" w14:textId="77777777" w:rsidR="00660D95" w:rsidRDefault="00660D95" w:rsidP="00660D95">
            <w:pPr>
              <w:pStyle w:val="TAC"/>
              <w:jc w:val="left"/>
              <w:rPr>
                <w:snapToGrid w:val="0"/>
                <w:sz w:val="16"/>
                <w:szCs w:val="16"/>
              </w:rPr>
            </w:pPr>
            <w:r>
              <w:rPr>
                <w:snapToGrid w:val="0"/>
                <w:sz w:val="16"/>
                <w:szCs w:val="16"/>
              </w:rPr>
              <w:t>15.3.0</w:t>
            </w:r>
          </w:p>
        </w:tc>
      </w:tr>
      <w:tr w:rsidR="00E27267" w:rsidRPr="006B0D02" w14:paraId="452E139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FF1B80" w14:textId="77777777" w:rsidR="00E27267" w:rsidRDefault="00E27267"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9CEAA76" w14:textId="77777777" w:rsidR="00E27267" w:rsidRDefault="00E27267"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86E23BF" w14:textId="77777777" w:rsidR="00E27267" w:rsidRDefault="00E27267" w:rsidP="00E27267">
            <w:pPr>
              <w:spacing w:after="0"/>
              <w:jc w:val="center"/>
              <w:rPr>
                <w:rFonts w:ascii="Arial" w:hAnsi="Arial" w:cs="Arial"/>
                <w:sz w:val="16"/>
                <w:szCs w:val="16"/>
              </w:rPr>
            </w:pPr>
            <w:r>
              <w:rPr>
                <w:rFonts w:ascii="Arial" w:hAnsi="Arial" w:cs="Arial"/>
                <w:sz w:val="16"/>
                <w:szCs w:val="16"/>
              </w:rPr>
              <w:t>RP-181781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5E16AD" w14:textId="77777777" w:rsidR="00E27267" w:rsidRDefault="00E27267" w:rsidP="00E27267">
            <w:pPr>
              <w:spacing w:after="0"/>
              <w:jc w:val="center"/>
              <w:rPr>
                <w:rFonts w:ascii="Arial" w:hAnsi="Arial" w:cs="Arial"/>
                <w:sz w:val="16"/>
                <w:szCs w:val="16"/>
              </w:rPr>
            </w:pPr>
            <w:r>
              <w:rPr>
                <w:rFonts w:ascii="Arial" w:hAnsi="Arial" w:cs="Arial"/>
                <w:sz w:val="16"/>
                <w:szCs w:val="16"/>
              </w:rPr>
              <w:t>1123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98BED8" w14:textId="77777777" w:rsidR="00E27267" w:rsidRDefault="00E2726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DE2FB3" w14:textId="77777777" w:rsidR="00E27267" w:rsidRDefault="00E27267"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4D8A797" w14:textId="77777777" w:rsidR="00E27267" w:rsidRPr="00CD45AB" w:rsidRDefault="00E27267" w:rsidP="00810D31">
            <w:pPr>
              <w:spacing w:after="0"/>
              <w:rPr>
                <w:rFonts w:ascii="Arial" w:hAnsi="Arial" w:cs="Arial"/>
                <w:sz w:val="16"/>
                <w:szCs w:val="16"/>
              </w:rPr>
            </w:pPr>
            <w:r w:rsidRPr="00E27267">
              <w:rPr>
                <w:rFonts w:ascii="Arial" w:hAnsi="Arial" w:cs="Arial"/>
                <w:sz w:val="16"/>
                <w:szCs w:val="16"/>
              </w:rPr>
              <w:t xml:space="preserve">PRG for </w:t>
            </w:r>
            <w:proofErr w:type="spellStart"/>
            <w:r w:rsidRPr="00E27267">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A22338" w14:textId="77777777" w:rsidR="00E27267" w:rsidRDefault="00E27267" w:rsidP="00810D31">
            <w:pPr>
              <w:pStyle w:val="TAC"/>
              <w:jc w:val="left"/>
              <w:rPr>
                <w:snapToGrid w:val="0"/>
                <w:sz w:val="16"/>
                <w:szCs w:val="16"/>
              </w:rPr>
            </w:pPr>
            <w:r>
              <w:rPr>
                <w:snapToGrid w:val="0"/>
                <w:sz w:val="16"/>
                <w:szCs w:val="16"/>
              </w:rPr>
              <w:t>15.3.0</w:t>
            </w:r>
          </w:p>
        </w:tc>
      </w:tr>
      <w:tr w:rsidR="001467DC" w:rsidRPr="006B0D02" w14:paraId="195B237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B2E951" w14:textId="77777777" w:rsidR="001467DC" w:rsidRDefault="001467DC"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AD9141" w14:textId="77777777" w:rsidR="001467DC" w:rsidRDefault="001467DC"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AAA59BC" w14:textId="77777777" w:rsidR="001467DC" w:rsidRDefault="001467DC" w:rsidP="001467DC">
            <w:pPr>
              <w:spacing w:after="0"/>
              <w:jc w:val="center"/>
              <w:rPr>
                <w:rFonts w:ascii="Arial" w:hAnsi="Arial" w:cs="Arial"/>
                <w:sz w:val="16"/>
                <w:szCs w:val="16"/>
              </w:rPr>
            </w:pPr>
            <w:r>
              <w:rPr>
                <w:rFonts w:ascii="Arial" w:hAnsi="Arial" w:cs="Arial"/>
                <w:sz w:val="16"/>
                <w:szCs w:val="16"/>
              </w:rPr>
              <w:t>RP-181779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414315" w14:textId="77777777" w:rsidR="001467DC" w:rsidRDefault="001467DC" w:rsidP="001467DC">
            <w:pPr>
              <w:spacing w:after="0"/>
              <w:jc w:val="center"/>
              <w:rPr>
                <w:rFonts w:ascii="Arial" w:hAnsi="Arial" w:cs="Arial"/>
                <w:sz w:val="16"/>
                <w:szCs w:val="16"/>
              </w:rPr>
            </w:pPr>
            <w:r>
              <w:rPr>
                <w:rFonts w:ascii="Arial" w:hAnsi="Arial" w:cs="Arial"/>
                <w:sz w:val="16"/>
                <w:szCs w:val="16"/>
              </w:rPr>
              <w:t>1126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6B768E7" w14:textId="77777777" w:rsidR="001467DC" w:rsidRDefault="001467DC"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402B74" w14:textId="77777777" w:rsidR="001467DC" w:rsidRDefault="001467DC"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9CFCA32" w14:textId="77777777" w:rsidR="001467DC" w:rsidRPr="00CD45AB" w:rsidRDefault="001467DC" w:rsidP="00810D31">
            <w:pPr>
              <w:spacing w:after="0"/>
              <w:rPr>
                <w:rFonts w:ascii="Arial" w:hAnsi="Arial" w:cs="Arial"/>
                <w:sz w:val="16"/>
                <w:szCs w:val="16"/>
              </w:rPr>
            </w:pPr>
            <w:r w:rsidRPr="001467DC">
              <w:rPr>
                <w:rFonts w:ascii="Arial" w:hAnsi="Arial" w:cs="Arial"/>
                <w:sz w:val="16"/>
                <w:szCs w:val="16"/>
              </w:rPr>
              <w:t>Correction on TDD HARQ-ACK reporting procedure for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8CBDD4" w14:textId="77777777" w:rsidR="001467DC" w:rsidRDefault="001467DC" w:rsidP="00810D31">
            <w:pPr>
              <w:pStyle w:val="TAC"/>
              <w:jc w:val="left"/>
              <w:rPr>
                <w:snapToGrid w:val="0"/>
                <w:sz w:val="16"/>
                <w:szCs w:val="16"/>
              </w:rPr>
            </w:pPr>
            <w:r>
              <w:rPr>
                <w:snapToGrid w:val="0"/>
                <w:sz w:val="16"/>
                <w:szCs w:val="16"/>
              </w:rPr>
              <w:t>15.3.0</w:t>
            </w:r>
          </w:p>
        </w:tc>
      </w:tr>
      <w:tr w:rsidR="00514B32" w:rsidRPr="006B0D02" w14:paraId="6CC3034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6B6D15" w14:textId="77777777" w:rsidR="00514B32" w:rsidRDefault="00514B32"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C449FF6" w14:textId="77777777" w:rsidR="00514B32" w:rsidRDefault="00514B32"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FB97855" w14:textId="77777777" w:rsidR="00514B32" w:rsidRDefault="00514B32" w:rsidP="00810D31">
            <w:pPr>
              <w:spacing w:after="0"/>
              <w:jc w:val="center"/>
              <w:rPr>
                <w:rFonts w:ascii="Arial" w:hAnsi="Arial" w:cs="Arial"/>
                <w:sz w:val="16"/>
                <w:szCs w:val="16"/>
              </w:rPr>
            </w:pPr>
            <w:r>
              <w:rPr>
                <w:rFonts w:ascii="Arial" w:hAnsi="Arial" w:cs="Arial"/>
                <w:sz w:val="16"/>
                <w:szCs w:val="16"/>
              </w:rPr>
              <w:t>RP-181779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4A3828" w14:textId="77777777" w:rsidR="00514B32" w:rsidRDefault="00514B32" w:rsidP="00514B32">
            <w:pPr>
              <w:spacing w:after="0"/>
              <w:jc w:val="center"/>
              <w:rPr>
                <w:rFonts w:ascii="Arial" w:hAnsi="Arial" w:cs="Arial"/>
                <w:sz w:val="16"/>
                <w:szCs w:val="16"/>
              </w:rPr>
            </w:pPr>
            <w:r>
              <w:rPr>
                <w:rFonts w:ascii="Arial" w:hAnsi="Arial" w:cs="Arial"/>
                <w:sz w:val="16"/>
                <w:szCs w:val="16"/>
              </w:rPr>
              <w:t>1128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594A38" w14:textId="77777777" w:rsidR="00514B32" w:rsidRDefault="00514B3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813190" w14:textId="77777777" w:rsidR="00514B32" w:rsidRDefault="00514B32"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575EBF" w14:textId="77777777" w:rsidR="00514B32" w:rsidRPr="00CD45AB" w:rsidRDefault="00514B32" w:rsidP="00810D31">
            <w:pPr>
              <w:spacing w:after="0"/>
              <w:rPr>
                <w:rFonts w:ascii="Arial" w:hAnsi="Arial" w:cs="Arial"/>
                <w:sz w:val="16"/>
                <w:szCs w:val="16"/>
              </w:rPr>
            </w:pPr>
            <w:r w:rsidRPr="00514B32">
              <w:rPr>
                <w:rFonts w:ascii="Arial" w:hAnsi="Arial" w:cs="Arial"/>
                <w:sz w:val="16"/>
                <w:szCs w:val="16"/>
              </w:rPr>
              <w:t>Correction on PUCCH format 4 HARQ-ACK procedure without adaptive codebook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DA7B90" w14:textId="77777777" w:rsidR="00514B32" w:rsidRDefault="00514B32" w:rsidP="00810D31">
            <w:pPr>
              <w:pStyle w:val="TAC"/>
              <w:jc w:val="left"/>
              <w:rPr>
                <w:snapToGrid w:val="0"/>
                <w:sz w:val="16"/>
                <w:szCs w:val="16"/>
              </w:rPr>
            </w:pPr>
            <w:r>
              <w:rPr>
                <w:snapToGrid w:val="0"/>
                <w:sz w:val="16"/>
                <w:szCs w:val="16"/>
              </w:rPr>
              <w:t>15.3.0</w:t>
            </w:r>
          </w:p>
        </w:tc>
      </w:tr>
      <w:tr w:rsidR="00C910A8" w:rsidRPr="006B0D02" w14:paraId="69A0BCD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627F76" w14:textId="77777777" w:rsidR="00C910A8" w:rsidRDefault="00C910A8"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DC0874B" w14:textId="77777777" w:rsidR="00C910A8" w:rsidRDefault="00C910A8"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E130F47" w14:textId="77777777" w:rsidR="00C910A8" w:rsidRDefault="00C910A8" w:rsidP="00C910A8">
            <w:pPr>
              <w:spacing w:after="0"/>
              <w:jc w:val="center"/>
              <w:rPr>
                <w:rFonts w:ascii="Arial" w:hAnsi="Arial" w:cs="Arial"/>
                <w:sz w:val="16"/>
                <w:szCs w:val="16"/>
              </w:rPr>
            </w:pPr>
            <w:r>
              <w:rPr>
                <w:rFonts w:ascii="Arial" w:hAnsi="Arial" w:cs="Arial"/>
                <w:sz w:val="16"/>
                <w:szCs w:val="16"/>
              </w:rPr>
              <w:t>RP-181784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3DF820" w14:textId="77777777" w:rsidR="00C910A8" w:rsidRDefault="00C910A8" w:rsidP="00C910A8">
            <w:pPr>
              <w:spacing w:after="0"/>
              <w:jc w:val="center"/>
              <w:rPr>
                <w:rFonts w:ascii="Arial" w:hAnsi="Arial" w:cs="Arial"/>
                <w:sz w:val="16"/>
                <w:szCs w:val="16"/>
              </w:rPr>
            </w:pPr>
            <w:r>
              <w:rPr>
                <w:rFonts w:ascii="Arial" w:hAnsi="Arial" w:cs="Arial"/>
                <w:sz w:val="16"/>
                <w:szCs w:val="16"/>
              </w:rPr>
              <w:t>1131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064BB98" w14:textId="77777777" w:rsidR="00C910A8" w:rsidRDefault="00C910A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7D7323" w14:textId="77777777" w:rsidR="00C910A8" w:rsidRDefault="00C910A8"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B6D30A" w14:textId="77777777" w:rsidR="00C910A8" w:rsidRPr="00CD45AB" w:rsidRDefault="00C910A8" w:rsidP="00810D31">
            <w:pPr>
              <w:spacing w:after="0"/>
              <w:rPr>
                <w:rFonts w:ascii="Arial" w:hAnsi="Arial" w:cs="Arial"/>
                <w:sz w:val="16"/>
                <w:szCs w:val="16"/>
              </w:rPr>
            </w:pPr>
            <w:r w:rsidRPr="00C910A8">
              <w:rPr>
                <w:rFonts w:ascii="Arial" w:hAnsi="Arial" w:cs="Arial"/>
                <w:sz w:val="16"/>
                <w:szCs w:val="16"/>
              </w:rPr>
              <w:t>Correction to PDSCH RE mapping in TM10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CB203D" w14:textId="77777777" w:rsidR="00C910A8" w:rsidRDefault="00C910A8" w:rsidP="00810D31">
            <w:pPr>
              <w:pStyle w:val="TAC"/>
              <w:jc w:val="left"/>
              <w:rPr>
                <w:snapToGrid w:val="0"/>
                <w:sz w:val="16"/>
                <w:szCs w:val="16"/>
              </w:rPr>
            </w:pPr>
            <w:r>
              <w:rPr>
                <w:snapToGrid w:val="0"/>
                <w:sz w:val="16"/>
                <w:szCs w:val="16"/>
              </w:rPr>
              <w:t>15.3.0</w:t>
            </w:r>
          </w:p>
        </w:tc>
      </w:tr>
      <w:tr w:rsidR="00260807" w:rsidRPr="006B0D02" w14:paraId="3778543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7A8277" w14:textId="77777777" w:rsidR="00260807" w:rsidRDefault="00260807"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4EBE5B3" w14:textId="77777777" w:rsidR="00260807" w:rsidRDefault="00260807"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8D7CF08" w14:textId="77777777" w:rsidR="00260807" w:rsidRDefault="00260807" w:rsidP="00260807">
            <w:pPr>
              <w:spacing w:after="0"/>
              <w:jc w:val="center"/>
              <w:rPr>
                <w:rFonts w:ascii="Arial" w:hAnsi="Arial" w:cs="Arial"/>
                <w:sz w:val="16"/>
                <w:szCs w:val="16"/>
              </w:rPr>
            </w:pPr>
            <w:r>
              <w:rPr>
                <w:rFonts w:ascii="Arial" w:hAnsi="Arial" w:cs="Arial"/>
                <w:sz w:val="16"/>
                <w:szCs w:val="16"/>
              </w:rPr>
              <w:t>RP-181780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2E38ED" w14:textId="77777777" w:rsidR="00260807" w:rsidRDefault="00260807" w:rsidP="00260807">
            <w:pPr>
              <w:spacing w:after="0"/>
              <w:jc w:val="center"/>
              <w:rPr>
                <w:rFonts w:ascii="Arial" w:hAnsi="Arial" w:cs="Arial"/>
                <w:sz w:val="16"/>
                <w:szCs w:val="16"/>
              </w:rPr>
            </w:pPr>
            <w:r>
              <w:rPr>
                <w:rFonts w:ascii="Arial" w:hAnsi="Arial" w:cs="Arial"/>
                <w:sz w:val="16"/>
                <w:szCs w:val="16"/>
              </w:rPr>
              <w:t>1133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4ABFD5" w14:textId="77777777" w:rsidR="00260807" w:rsidRDefault="0026080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ADF8C9" w14:textId="77777777" w:rsidR="00260807" w:rsidRDefault="00260807"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D2E2FE1" w14:textId="77777777" w:rsidR="00260807" w:rsidRPr="00CD45AB" w:rsidRDefault="00260807" w:rsidP="00810D31">
            <w:pPr>
              <w:spacing w:after="0"/>
              <w:rPr>
                <w:rFonts w:ascii="Arial" w:hAnsi="Arial" w:cs="Arial"/>
                <w:sz w:val="16"/>
                <w:szCs w:val="16"/>
              </w:rPr>
            </w:pPr>
            <w:r w:rsidRPr="00260807">
              <w:rPr>
                <w:rFonts w:ascii="Arial" w:hAnsi="Arial" w:cs="Arial"/>
                <w:sz w:val="16"/>
                <w:szCs w:val="16"/>
              </w:rPr>
              <w:t>Correction on advanced CSI codebook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EFA421" w14:textId="77777777" w:rsidR="00260807" w:rsidRDefault="00260807" w:rsidP="00810D31">
            <w:pPr>
              <w:pStyle w:val="TAC"/>
              <w:jc w:val="left"/>
              <w:rPr>
                <w:snapToGrid w:val="0"/>
                <w:sz w:val="16"/>
                <w:szCs w:val="16"/>
              </w:rPr>
            </w:pPr>
            <w:r>
              <w:rPr>
                <w:snapToGrid w:val="0"/>
                <w:sz w:val="16"/>
                <w:szCs w:val="16"/>
              </w:rPr>
              <w:t>15.3.0</w:t>
            </w:r>
          </w:p>
        </w:tc>
      </w:tr>
      <w:tr w:rsidR="00E70EE0" w:rsidRPr="006B0D02" w14:paraId="37D2318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38DBC" w14:textId="77777777" w:rsidR="00E70EE0" w:rsidRDefault="00E70EE0"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A13147" w14:textId="77777777" w:rsidR="00E70EE0" w:rsidRDefault="00E70EE0"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2EC2B4F" w14:textId="77777777" w:rsidR="00E70EE0" w:rsidRDefault="00E70EE0" w:rsidP="00E70EE0">
            <w:pPr>
              <w:spacing w:after="0"/>
              <w:jc w:val="center"/>
              <w:rPr>
                <w:rFonts w:ascii="Arial" w:hAnsi="Arial" w:cs="Arial"/>
                <w:sz w:val="16"/>
                <w:szCs w:val="16"/>
              </w:rPr>
            </w:pPr>
            <w:r>
              <w:rPr>
                <w:rFonts w:ascii="Arial" w:hAnsi="Arial" w:cs="Arial"/>
                <w:sz w:val="16"/>
                <w:szCs w:val="16"/>
              </w:rPr>
              <w:t>RP-181794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467096" w14:textId="77777777" w:rsidR="00E70EE0" w:rsidRDefault="00E70EE0" w:rsidP="00E70EE0">
            <w:pPr>
              <w:spacing w:after="0"/>
              <w:jc w:val="center"/>
              <w:rPr>
                <w:rFonts w:ascii="Arial" w:hAnsi="Arial" w:cs="Arial"/>
                <w:sz w:val="16"/>
                <w:szCs w:val="16"/>
              </w:rPr>
            </w:pPr>
            <w:r>
              <w:rPr>
                <w:rFonts w:ascii="Arial" w:hAnsi="Arial" w:cs="Arial"/>
                <w:sz w:val="16"/>
                <w:szCs w:val="16"/>
              </w:rPr>
              <w:t>1137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E59D9C6" w14:textId="77777777" w:rsidR="00E70EE0" w:rsidRDefault="00E70EE0"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044C03" w14:textId="77777777" w:rsidR="00E70EE0" w:rsidRDefault="00E70EE0"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7E4C2B6" w14:textId="77777777" w:rsidR="00E70EE0" w:rsidRPr="00CD45AB" w:rsidRDefault="00E70EE0" w:rsidP="00810D31">
            <w:pPr>
              <w:spacing w:after="0"/>
              <w:rPr>
                <w:rFonts w:ascii="Arial" w:hAnsi="Arial" w:cs="Arial"/>
                <w:sz w:val="16"/>
                <w:szCs w:val="16"/>
              </w:rPr>
            </w:pPr>
            <w:r w:rsidRPr="00E70EE0">
              <w:rPr>
                <w:rFonts w:ascii="Arial" w:hAnsi="Arial" w:cs="Arial"/>
                <w:sz w:val="16"/>
                <w:szCs w:val="16"/>
              </w:rPr>
              <w:t>Corrections related to capabilities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0EC617" w14:textId="77777777" w:rsidR="00E70EE0" w:rsidRDefault="00E70EE0" w:rsidP="00810D31">
            <w:pPr>
              <w:pStyle w:val="TAC"/>
              <w:jc w:val="left"/>
              <w:rPr>
                <w:snapToGrid w:val="0"/>
                <w:sz w:val="16"/>
                <w:szCs w:val="16"/>
              </w:rPr>
            </w:pPr>
            <w:r>
              <w:rPr>
                <w:snapToGrid w:val="0"/>
                <w:sz w:val="16"/>
                <w:szCs w:val="16"/>
              </w:rPr>
              <w:t>15.3.0</w:t>
            </w:r>
          </w:p>
        </w:tc>
      </w:tr>
      <w:tr w:rsidR="00A7793E" w:rsidRPr="006B0D02" w14:paraId="51009F4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C1F0D7" w14:textId="77777777" w:rsidR="00A7793E" w:rsidRDefault="00A7793E"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C412CD0" w14:textId="77777777" w:rsidR="00A7793E" w:rsidRDefault="00A7793E"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B61170D" w14:textId="77777777" w:rsidR="00A7793E" w:rsidRDefault="00A7793E" w:rsidP="00A7793E">
            <w:pPr>
              <w:spacing w:after="0"/>
              <w:jc w:val="center"/>
              <w:rPr>
                <w:rFonts w:ascii="Arial" w:hAnsi="Arial" w:cs="Arial"/>
                <w:sz w:val="16"/>
                <w:szCs w:val="16"/>
              </w:rPr>
            </w:pPr>
            <w:r>
              <w:rPr>
                <w:rFonts w:ascii="Arial" w:hAnsi="Arial" w:cs="Arial"/>
                <w:sz w:val="16"/>
                <w:szCs w:val="16"/>
              </w:rPr>
              <w:t>RP-181788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BE58B7" w14:textId="77777777" w:rsidR="00A7793E" w:rsidRDefault="00A7793E" w:rsidP="00A7793E">
            <w:pPr>
              <w:spacing w:after="0"/>
              <w:jc w:val="center"/>
              <w:rPr>
                <w:rFonts w:ascii="Arial" w:hAnsi="Arial" w:cs="Arial"/>
                <w:sz w:val="16"/>
                <w:szCs w:val="16"/>
              </w:rPr>
            </w:pPr>
            <w:r>
              <w:rPr>
                <w:rFonts w:ascii="Arial" w:hAnsi="Arial" w:cs="Arial"/>
                <w:sz w:val="16"/>
                <w:szCs w:val="16"/>
              </w:rPr>
              <w:t>1139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5E3C38" w14:textId="77777777" w:rsidR="00A7793E" w:rsidRDefault="00A7793E"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392515" w14:textId="77777777" w:rsidR="00A7793E" w:rsidRDefault="00A7793E"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4507051" w14:textId="77777777" w:rsidR="00A7793E" w:rsidRPr="00CD45AB" w:rsidRDefault="00A7793E" w:rsidP="00810D31">
            <w:pPr>
              <w:spacing w:after="0"/>
              <w:rPr>
                <w:rFonts w:ascii="Arial" w:hAnsi="Arial" w:cs="Arial"/>
                <w:sz w:val="16"/>
                <w:szCs w:val="16"/>
              </w:rPr>
            </w:pPr>
            <w:r w:rsidRPr="00A7793E">
              <w:rPr>
                <w:rFonts w:ascii="Arial" w:hAnsi="Arial" w:cs="Arial"/>
                <w:sz w:val="16"/>
                <w:szCs w:val="16"/>
              </w:rPr>
              <w:t xml:space="preserve">Capability for </w:t>
            </w:r>
            <w:proofErr w:type="spellStart"/>
            <w:r w:rsidRPr="00A7793E">
              <w:rPr>
                <w:rFonts w:ascii="Arial" w:hAnsi="Arial" w:cs="Arial"/>
                <w:sz w:val="16"/>
                <w:szCs w:val="16"/>
              </w:rPr>
              <w:t>FeMBMS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F1BD87" w14:textId="77777777" w:rsidR="00A7793E" w:rsidRDefault="00A7793E" w:rsidP="00810D31">
            <w:pPr>
              <w:pStyle w:val="TAC"/>
              <w:jc w:val="left"/>
              <w:rPr>
                <w:snapToGrid w:val="0"/>
                <w:sz w:val="16"/>
                <w:szCs w:val="16"/>
              </w:rPr>
            </w:pPr>
            <w:r>
              <w:rPr>
                <w:snapToGrid w:val="0"/>
                <w:sz w:val="16"/>
                <w:szCs w:val="16"/>
              </w:rPr>
              <w:t>15.3.0</w:t>
            </w:r>
          </w:p>
        </w:tc>
      </w:tr>
      <w:tr w:rsidR="00A52F98" w:rsidRPr="006B0D02" w14:paraId="5867C3F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EC8D8A" w14:textId="77777777" w:rsidR="00A52F98" w:rsidRDefault="00A52F98"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0FEB9EE" w14:textId="77777777" w:rsidR="00A52F98" w:rsidRDefault="00A52F98"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2FAE49" w14:textId="77777777" w:rsidR="00A52F98" w:rsidRDefault="00A52F98" w:rsidP="00810D31">
            <w:pPr>
              <w:spacing w:after="0"/>
              <w:jc w:val="center"/>
              <w:rPr>
                <w:rFonts w:ascii="Arial" w:hAnsi="Arial" w:cs="Arial"/>
                <w:sz w:val="16"/>
                <w:szCs w:val="16"/>
              </w:rPr>
            </w:pPr>
            <w:r>
              <w:rPr>
                <w:rFonts w:ascii="Arial" w:hAnsi="Arial" w:cs="Arial"/>
                <w:sz w:val="16"/>
                <w:szCs w:val="16"/>
              </w:rPr>
              <w:t>RP-181778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3E03A7" w14:textId="77777777" w:rsidR="00A52F98" w:rsidRDefault="00A52F98" w:rsidP="00A52F98">
            <w:pPr>
              <w:spacing w:after="0"/>
              <w:jc w:val="center"/>
              <w:rPr>
                <w:rFonts w:ascii="Arial" w:hAnsi="Arial" w:cs="Arial"/>
                <w:sz w:val="16"/>
                <w:szCs w:val="16"/>
              </w:rPr>
            </w:pPr>
            <w:r>
              <w:rPr>
                <w:rFonts w:ascii="Arial" w:hAnsi="Arial" w:cs="Arial"/>
                <w:sz w:val="16"/>
                <w:szCs w:val="16"/>
              </w:rPr>
              <w:t>1141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51F1567" w14:textId="77777777" w:rsidR="00A52F98" w:rsidRDefault="00A52F9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84F44C" w14:textId="77777777" w:rsidR="00A52F98" w:rsidRDefault="00A52F98"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9CE665" w14:textId="77777777" w:rsidR="00A52F98" w:rsidRPr="00CD45AB" w:rsidRDefault="00A52F98" w:rsidP="00810D31">
            <w:pPr>
              <w:spacing w:after="0"/>
              <w:rPr>
                <w:rFonts w:ascii="Arial" w:hAnsi="Arial" w:cs="Arial"/>
                <w:sz w:val="16"/>
                <w:szCs w:val="16"/>
              </w:rPr>
            </w:pPr>
            <w:r w:rsidRPr="00A52F98">
              <w:rPr>
                <w:rFonts w:ascii="Arial" w:hAnsi="Arial" w:cs="Arial"/>
                <w:sz w:val="16"/>
                <w:szCs w:val="16"/>
              </w:rPr>
              <w:t xml:space="preserve">SRS transmission in </w:t>
            </w:r>
            <w:proofErr w:type="spellStart"/>
            <w:r w:rsidRPr="00A52F98">
              <w:rPr>
                <w:rFonts w:ascii="Arial" w:hAnsi="Arial" w:cs="Arial"/>
                <w:sz w:val="16"/>
                <w:szCs w:val="16"/>
              </w:rPr>
              <w:t>UpPTS</w:t>
            </w:r>
            <w:proofErr w:type="spellEnd"/>
            <w:r w:rsidRPr="00A52F98">
              <w:rPr>
                <w:rFonts w:ascii="Arial" w:hAnsi="Arial" w:cs="Arial"/>
                <w:sz w:val="16"/>
                <w:szCs w:val="16"/>
              </w:rPr>
              <w:t xml:space="preserve"> for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3F81EB" w14:textId="77777777" w:rsidR="00A52F98" w:rsidRDefault="00A52F98" w:rsidP="00810D31">
            <w:pPr>
              <w:pStyle w:val="TAC"/>
              <w:jc w:val="left"/>
              <w:rPr>
                <w:snapToGrid w:val="0"/>
                <w:sz w:val="16"/>
                <w:szCs w:val="16"/>
              </w:rPr>
            </w:pPr>
            <w:r>
              <w:rPr>
                <w:snapToGrid w:val="0"/>
                <w:sz w:val="16"/>
                <w:szCs w:val="16"/>
              </w:rPr>
              <w:t>15.3.0</w:t>
            </w:r>
          </w:p>
        </w:tc>
      </w:tr>
      <w:tr w:rsidR="00B93D78" w:rsidRPr="006B0D02" w14:paraId="7F79D95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D5283B" w14:textId="77777777" w:rsidR="00B93D78" w:rsidRDefault="00B93D78"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7528F0" w14:textId="77777777" w:rsidR="00B93D78" w:rsidRDefault="00B93D78"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CB0604B" w14:textId="77777777" w:rsidR="00B93D78" w:rsidRDefault="00B93D78" w:rsidP="00810D31">
            <w:pPr>
              <w:spacing w:after="0"/>
              <w:jc w:val="center"/>
              <w:rPr>
                <w:rFonts w:ascii="Arial" w:hAnsi="Arial" w:cs="Arial"/>
                <w:sz w:val="16"/>
                <w:szCs w:val="16"/>
              </w:rPr>
            </w:pPr>
            <w:r>
              <w:rPr>
                <w:rFonts w:ascii="Arial" w:hAnsi="Arial" w:cs="Arial"/>
                <w:sz w:val="16"/>
                <w:szCs w:val="16"/>
              </w:rPr>
              <w:t>RP-181778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6B06AB" w14:textId="77777777" w:rsidR="00B93D78" w:rsidRDefault="00B93D78" w:rsidP="00B93D78">
            <w:pPr>
              <w:spacing w:after="0"/>
              <w:jc w:val="center"/>
              <w:rPr>
                <w:rFonts w:ascii="Arial" w:hAnsi="Arial" w:cs="Arial"/>
                <w:sz w:val="16"/>
                <w:szCs w:val="16"/>
              </w:rPr>
            </w:pPr>
            <w:r>
              <w:rPr>
                <w:rFonts w:ascii="Arial" w:hAnsi="Arial" w:cs="Arial"/>
                <w:sz w:val="16"/>
                <w:szCs w:val="16"/>
              </w:rPr>
              <w:t>1143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5EBBDC4" w14:textId="77777777" w:rsidR="00B93D78" w:rsidRDefault="00B93D7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DBD48E" w14:textId="77777777" w:rsidR="00B93D78" w:rsidRDefault="00B93D78"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F7628F3" w14:textId="77777777" w:rsidR="00B93D78" w:rsidRPr="00CD45AB" w:rsidRDefault="00B93D78" w:rsidP="00810D31">
            <w:pPr>
              <w:spacing w:after="0"/>
              <w:rPr>
                <w:rFonts w:ascii="Arial" w:hAnsi="Arial" w:cs="Arial"/>
                <w:sz w:val="16"/>
                <w:szCs w:val="16"/>
              </w:rPr>
            </w:pPr>
            <w:r w:rsidRPr="00B93D78">
              <w:rPr>
                <w:rFonts w:ascii="Arial" w:hAnsi="Arial" w:cs="Arial"/>
                <w:sz w:val="16"/>
                <w:szCs w:val="16"/>
              </w:rPr>
              <w:t xml:space="preserve">HARQ-ACK payload size determination for </w:t>
            </w:r>
            <w:proofErr w:type="spellStart"/>
            <w:r w:rsidRPr="00B93D78">
              <w:rPr>
                <w:rFonts w:ascii="Arial" w:hAnsi="Arial" w:cs="Arial"/>
                <w:sz w:val="16"/>
                <w:szCs w:val="16"/>
              </w:rPr>
              <w:t>crs</w:t>
            </w:r>
            <w:proofErr w:type="spellEnd"/>
            <w:r w:rsidRPr="00B93D78">
              <w:rPr>
                <w:rFonts w:ascii="Arial" w:hAnsi="Arial" w:cs="Arial"/>
                <w:sz w:val="16"/>
                <w:szCs w:val="16"/>
              </w:rPr>
              <w:t>-less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0DB231" w14:textId="77777777" w:rsidR="00B93D78" w:rsidRDefault="00B93D78" w:rsidP="00810D31">
            <w:pPr>
              <w:pStyle w:val="TAC"/>
              <w:jc w:val="left"/>
              <w:rPr>
                <w:snapToGrid w:val="0"/>
                <w:sz w:val="16"/>
                <w:szCs w:val="16"/>
              </w:rPr>
            </w:pPr>
            <w:r>
              <w:rPr>
                <w:snapToGrid w:val="0"/>
                <w:sz w:val="16"/>
                <w:szCs w:val="16"/>
              </w:rPr>
              <w:t>15.3.0</w:t>
            </w:r>
          </w:p>
        </w:tc>
      </w:tr>
      <w:tr w:rsidR="008055C4" w:rsidRPr="006B0D02" w14:paraId="755FE5F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92D843" w14:textId="77777777" w:rsidR="008055C4" w:rsidRDefault="008055C4"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C7F421B" w14:textId="77777777" w:rsidR="008055C4" w:rsidRDefault="008055C4"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17CF63" w14:textId="77777777" w:rsidR="008055C4" w:rsidRDefault="008055C4" w:rsidP="008055C4">
            <w:pPr>
              <w:spacing w:after="0"/>
              <w:jc w:val="center"/>
              <w:rPr>
                <w:rFonts w:ascii="Arial" w:hAnsi="Arial" w:cs="Arial"/>
                <w:sz w:val="16"/>
                <w:szCs w:val="16"/>
              </w:rPr>
            </w:pPr>
            <w:r>
              <w:rPr>
                <w:rFonts w:ascii="Arial" w:hAnsi="Arial" w:cs="Arial"/>
                <w:sz w:val="16"/>
                <w:szCs w:val="16"/>
              </w:rPr>
              <w:t>RP-181785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7BFC8C" w14:textId="77777777" w:rsidR="008055C4" w:rsidRDefault="008055C4" w:rsidP="008055C4">
            <w:pPr>
              <w:spacing w:after="0"/>
              <w:jc w:val="center"/>
              <w:rPr>
                <w:rFonts w:ascii="Arial" w:hAnsi="Arial" w:cs="Arial"/>
                <w:sz w:val="16"/>
                <w:szCs w:val="16"/>
              </w:rPr>
            </w:pPr>
            <w:r>
              <w:rPr>
                <w:rFonts w:ascii="Arial" w:hAnsi="Arial" w:cs="Arial"/>
                <w:sz w:val="16"/>
                <w:szCs w:val="16"/>
              </w:rPr>
              <w:t>1144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C942E20" w14:textId="77777777" w:rsidR="008055C4" w:rsidRDefault="008055C4"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BA3BFF" w14:textId="77777777" w:rsidR="008055C4" w:rsidRDefault="008055C4"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29C77B9" w14:textId="77777777" w:rsidR="008055C4" w:rsidRPr="00CD45AB" w:rsidRDefault="008055C4" w:rsidP="00810D31">
            <w:pPr>
              <w:spacing w:after="0"/>
              <w:rPr>
                <w:rFonts w:ascii="Arial" w:hAnsi="Arial" w:cs="Arial"/>
                <w:sz w:val="16"/>
                <w:szCs w:val="16"/>
              </w:rPr>
            </w:pPr>
            <w:r w:rsidRPr="008055C4">
              <w:rPr>
                <w:rFonts w:ascii="Arial" w:hAnsi="Arial" w:cs="Arial"/>
                <w:sz w:val="16"/>
                <w:szCs w:val="16"/>
              </w:rPr>
              <w:t xml:space="preserve">Correction on aperiodic CSI triggering for </w:t>
            </w:r>
            <w:proofErr w:type="spellStart"/>
            <w:r w:rsidRPr="008055C4">
              <w:rPr>
                <w:rFonts w:ascii="Arial" w:hAnsi="Arial" w:cs="Arial"/>
                <w:sz w:val="16"/>
                <w:szCs w:val="16"/>
              </w:rPr>
              <w:t>feCoMP</w:t>
            </w:r>
            <w:proofErr w:type="spellEnd"/>
            <w:r w:rsidRPr="008055C4">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A9BA60" w14:textId="77777777" w:rsidR="008055C4" w:rsidRDefault="008055C4" w:rsidP="00810D31">
            <w:pPr>
              <w:pStyle w:val="TAC"/>
              <w:jc w:val="left"/>
              <w:rPr>
                <w:snapToGrid w:val="0"/>
                <w:sz w:val="16"/>
                <w:szCs w:val="16"/>
              </w:rPr>
            </w:pPr>
            <w:r>
              <w:rPr>
                <w:snapToGrid w:val="0"/>
                <w:sz w:val="16"/>
                <w:szCs w:val="16"/>
              </w:rPr>
              <w:t>15.3.0</w:t>
            </w:r>
          </w:p>
        </w:tc>
      </w:tr>
      <w:tr w:rsidR="00F533CE" w:rsidRPr="006B0D02" w14:paraId="5E6B13B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069BF5" w14:textId="77777777" w:rsidR="00F533CE" w:rsidRDefault="00F533CE"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799F4D3" w14:textId="77777777" w:rsidR="00F533CE" w:rsidRDefault="00F533CE"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8520F00" w14:textId="77777777" w:rsidR="00F533CE" w:rsidRDefault="00F533CE" w:rsidP="00F533CE">
            <w:pPr>
              <w:spacing w:after="0"/>
              <w:jc w:val="center"/>
              <w:rPr>
                <w:rFonts w:ascii="Arial" w:hAnsi="Arial" w:cs="Arial"/>
                <w:sz w:val="16"/>
                <w:szCs w:val="16"/>
              </w:rPr>
            </w:pPr>
            <w:r>
              <w:rPr>
                <w:rFonts w:ascii="Arial" w:hAnsi="Arial" w:cs="Arial"/>
                <w:sz w:val="16"/>
                <w:szCs w:val="16"/>
              </w:rPr>
              <w:t>RP-181797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1676B8" w14:textId="77777777" w:rsidR="00F533CE" w:rsidRDefault="00F533CE" w:rsidP="00F533CE">
            <w:pPr>
              <w:spacing w:after="0"/>
              <w:jc w:val="center"/>
              <w:rPr>
                <w:rFonts w:ascii="Arial" w:hAnsi="Arial" w:cs="Arial"/>
                <w:sz w:val="16"/>
                <w:szCs w:val="16"/>
              </w:rPr>
            </w:pPr>
            <w:r>
              <w:rPr>
                <w:rFonts w:ascii="Arial" w:hAnsi="Arial" w:cs="Arial"/>
                <w:sz w:val="16"/>
                <w:szCs w:val="16"/>
              </w:rPr>
              <w:t>1145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BD57DA3" w14:textId="77777777" w:rsidR="00F533CE" w:rsidRDefault="00F533CE" w:rsidP="00810D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419561" w14:textId="77777777" w:rsidR="00F533CE" w:rsidRDefault="00F533CE"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70C88CC" w14:textId="77777777" w:rsidR="00F533CE" w:rsidRPr="00CD45AB" w:rsidRDefault="00F533CE" w:rsidP="00810D31">
            <w:pPr>
              <w:spacing w:after="0"/>
              <w:rPr>
                <w:rFonts w:ascii="Arial" w:hAnsi="Arial" w:cs="Arial"/>
                <w:sz w:val="16"/>
                <w:szCs w:val="16"/>
              </w:rPr>
            </w:pPr>
            <w:r w:rsidRPr="00F533CE">
              <w:rPr>
                <w:rFonts w:ascii="Arial" w:hAnsi="Arial" w:cs="Arial"/>
                <w:sz w:val="16"/>
                <w:szCs w:val="16"/>
              </w:rPr>
              <w:t>Corrections related to modulation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E8DCC9" w14:textId="77777777" w:rsidR="00F533CE" w:rsidRDefault="00F533CE" w:rsidP="00810D31">
            <w:pPr>
              <w:pStyle w:val="TAC"/>
              <w:jc w:val="left"/>
              <w:rPr>
                <w:snapToGrid w:val="0"/>
                <w:sz w:val="16"/>
                <w:szCs w:val="16"/>
              </w:rPr>
            </w:pPr>
            <w:r>
              <w:rPr>
                <w:snapToGrid w:val="0"/>
                <w:sz w:val="16"/>
                <w:szCs w:val="16"/>
              </w:rPr>
              <w:t>15.3.0</w:t>
            </w:r>
          </w:p>
        </w:tc>
      </w:tr>
      <w:tr w:rsidR="00D703F5" w:rsidRPr="006B0D02" w14:paraId="1ED49CE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DF2CC4" w14:textId="77777777" w:rsidR="00D703F5" w:rsidRDefault="00D703F5"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8C52F46" w14:textId="77777777" w:rsidR="00D703F5" w:rsidRDefault="00D703F5"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FB362A1" w14:textId="77777777" w:rsidR="00D703F5" w:rsidRDefault="00D703F5" w:rsidP="00D703F5">
            <w:pPr>
              <w:spacing w:after="0"/>
              <w:jc w:val="center"/>
              <w:rPr>
                <w:rFonts w:ascii="Arial" w:hAnsi="Arial" w:cs="Arial"/>
                <w:sz w:val="16"/>
                <w:szCs w:val="16"/>
              </w:rPr>
            </w:pPr>
            <w:r>
              <w:rPr>
                <w:rFonts w:ascii="Arial" w:hAnsi="Arial" w:cs="Arial"/>
                <w:sz w:val="16"/>
                <w:szCs w:val="16"/>
              </w:rPr>
              <w:t>RP-181790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DB77EF" w14:textId="77777777" w:rsidR="00D703F5" w:rsidRDefault="00D703F5" w:rsidP="00A27DE0">
            <w:pPr>
              <w:spacing w:after="0"/>
              <w:jc w:val="center"/>
              <w:rPr>
                <w:rFonts w:ascii="Arial" w:hAnsi="Arial" w:cs="Arial"/>
                <w:sz w:val="16"/>
                <w:szCs w:val="16"/>
              </w:rPr>
            </w:pPr>
            <w:r>
              <w:rPr>
                <w:rFonts w:ascii="Arial" w:hAnsi="Arial" w:cs="Arial"/>
                <w:sz w:val="16"/>
                <w:szCs w:val="16"/>
              </w:rPr>
              <w:t>1146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94BD33" w14:textId="77777777" w:rsidR="00D703F5" w:rsidRDefault="00D703F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2B4243" w14:textId="77777777" w:rsidR="00D703F5" w:rsidRDefault="00D703F5"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09A048C" w14:textId="77777777" w:rsidR="00D703F5" w:rsidRPr="00CD45AB" w:rsidRDefault="00D703F5" w:rsidP="00810D31">
            <w:pPr>
              <w:spacing w:after="0"/>
              <w:rPr>
                <w:rFonts w:ascii="Arial" w:hAnsi="Arial" w:cs="Arial"/>
                <w:sz w:val="16"/>
                <w:szCs w:val="16"/>
              </w:rPr>
            </w:pPr>
            <w:r w:rsidRPr="00D703F5">
              <w:rPr>
                <w:rFonts w:ascii="Arial" w:hAnsi="Arial" w:cs="Arial"/>
                <w:sz w:val="16"/>
                <w:szCs w:val="16"/>
              </w:rPr>
              <w:t>Applicability of 1024QAM to SPS C-RNTI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AD1A3F" w14:textId="77777777" w:rsidR="00D703F5" w:rsidRDefault="00D703F5" w:rsidP="00810D31">
            <w:pPr>
              <w:pStyle w:val="TAC"/>
              <w:jc w:val="left"/>
              <w:rPr>
                <w:snapToGrid w:val="0"/>
                <w:sz w:val="16"/>
                <w:szCs w:val="16"/>
              </w:rPr>
            </w:pPr>
            <w:r>
              <w:rPr>
                <w:snapToGrid w:val="0"/>
                <w:sz w:val="16"/>
                <w:szCs w:val="16"/>
              </w:rPr>
              <w:t>15.3.0</w:t>
            </w:r>
          </w:p>
        </w:tc>
      </w:tr>
      <w:tr w:rsidR="00D703F5" w:rsidRPr="006B0D02" w14:paraId="13065D9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935FB5" w14:textId="77777777" w:rsidR="00D703F5" w:rsidRDefault="00D703F5"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9CB7D87" w14:textId="77777777" w:rsidR="00D703F5" w:rsidRDefault="00D703F5"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E9B933D" w14:textId="77777777" w:rsidR="00D703F5" w:rsidRDefault="00D703F5" w:rsidP="00810D31">
            <w:pPr>
              <w:spacing w:after="0"/>
              <w:jc w:val="center"/>
              <w:rPr>
                <w:rFonts w:ascii="Arial" w:hAnsi="Arial" w:cs="Arial"/>
                <w:sz w:val="16"/>
                <w:szCs w:val="16"/>
              </w:rPr>
            </w:pPr>
            <w:r>
              <w:rPr>
                <w:rFonts w:ascii="Arial" w:hAnsi="Arial" w:cs="Arial"/>
                <w:sz w:val="16"/>
                <w:szCs w:val="16"/>
              </w:rPr>
              <w:t>RP-181790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6C53EB" w14:textId="77777777" w:rsidR="00D703F5" w:rsidRDefault="00D703F5" w:rsidP="00D703F5">
            <w:pPr>
              <w:spacing w:after="0"/>
              <w:jc w:val="center"/>
              <w:rPr>
                <w:rFonts w:ascii="Arial" w:hAnsi="Arial" w:cs="Arial"/>
                <w:sz w:val="16"/>
                <w:szCs w:val="16"/>
              </w:rPr>
            </w:pPr>
            <w:r>
              <w:rPr>
                <w:rFonts w:ascii="Arial" w:hAnsi="Arial" w:cs="Arial"/>
                <w:sz w:val="16"/>
                <w:szCs w:val="16"/>
              </w:rPr>
              <w:t>1147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3DC2029" w14:textId="77777777" w:rsidR="00D703F5" w:rsidRDefault="00D703F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CA8ACE" w14:textId="77777777" w:rsidR="00D703F5" w:rsidRDefault="00D703F5"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B3BD1DF" w14:textId="77777777" w:rsidR="00D703F5" w:rsidRPr="00CD45AB" w:rsidRDefault="00D703F5" w:rsidP="00810D31">
            <w:pPr>
              <w:spacing w:after="0"/>
              <w:rPr>
                <w:rFonts w:ascii="Arial" w:hAnsi="Arial" w:cs="Arial"/>
                <w:sz w:val="16"/>
                <w:szCs w:val="16"/>
              </w:rPr>
            </w:pPr>
            <w:r w:rsidRPr="00D703F5">
              <w:rPr>
                <w:rFonts w:ascii="Arial" w:hAnsi="Arial" w:cs="Arial"/>
                <w:sz w:val="16"/>
                <w:szCs w:val="16"/>
              </w:rPr>
              <w:t>Removal of R_CSI from 1024QAM CQI table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EF2FB8" w14:textId="77777777" w:rsidR="00D703F5" w:rsidRDefault="00D703F5" w:rsidP="00810D31">
            <w:pPr>
              <w:pStyle w:val="TAC"/>
              <w:jc w:val="left"/>
              <w:rPr>
                <w:snapToGrid w:val="0"/>
                <w:sz w:val="16"/>
                <w:szCs w:val="16"/>
              </w:rPr>
            </w:pPr>
            <w:r>
              <w:rPr>
                <w:snapToGrid w:val="0"/>
                <w:sz w:val="16"/>
                <w:szCs w:val="16"/>
              </w:rPr>
              <w:t>15.3.0</w:t>
            </w:r>
          </w:p>
        </w:tc>
      </w:tr>
      <w:tr w:rsidR="00D53A8D" w:rsidRPr="006B0D02" w14:paraId="4560A94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414916" w14:textId="77777777" w:rsidR="00D53A8D" w:rsidRDefault="00D53A8D"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19DCC06" w14:textId="77777777" w:rsidR="00D53A8D" w:rsidRDefault="00D53A8D"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DA8E5E8" w14:textId="77777777" w:rsidR="00D53A8D" w:rsidRDefault="00D53A8D" w:rsidP="00D53A8D">
            <w:pPr>
              <w:spacing w:after="0"/>
              <w:jc w:val="center"/>
              <w:rPr>
                <w:rFonts w:ascii="Arial" w:hAnsi="Arial" w:cs="Arial"/>
                <w:sz w:val="16"/>
                <w:szCs w:val="16"/>
              </w:rPr>
            </w:pPr>
            <w:r>
              <w:rPr>
                <w:rFonts w:ascii="Arial" w:hAnsi="Arial" w:cs="Arial"/>
                <w:sz w:val="16"/>
                <w:szCs w:val="16"/>
              </w:rPr>
              <w:t>RP-181786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88EC6B" w14:textId="77777777" w:rsidR="00D53A8D" w:rsidRDefault="00D53A8D" w:rsidP="00D53A8D">
            <w:pPr>
              <w:spacing w:after="0"/>
              <w:jc w:val="center"/>
              <w:rPr>
                <w:rFonts w:ascii="Arial" w:hAnsi="Arial" w:cs="Arial"/>
                <w:sz w:val="16"/>
                <w:szCs w:val="16"/>
              </w:rPr>
            </w:pPr>
            <w:r>
              <w:rPr>
                <w:rFonts w:ascii="Arial" w:hAnsi="Arial" w:cs="Arial"/>
                <w:sz w:val="16"/>
                <w:szCs w:val="16"/>
              </w:rPr>
              <w:t>1149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6E2975E" w14:textId="77777777" w:rsidR="00D53A8D" w:rsidRDefault="00D53A8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D5CA76" w14:textId="77777777" w:rsidR="00D53A8D" w:rsidRDefault="00D53A8D"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DC4FE7C" w14:textId="77777777" w:rsidR="00D53A8D" w:rsidRPr="00CD45AB" w:rsidRDefault="00D53A8D" w:rsidP="00810D31">
            <w:pPr>
              <w:spacing w:after="0"/>
              <w:rPr>
                <w:rFonts w:ascii="Arial" w:hAnsi="Arial" w:cs="Arial"/>
                <w:sz w:val="16"/>
                <w:szCs w:val="16"/>
              </w:rPr>
            </w:pPr>
            <w:r w:rsidRPr="00D53A8D">
              <w:rPr>
                <w:rFonts w:ascii="Arial" w:hAnsi="Arial" w:cs="Arial"/>
                <w:sz w:val="16"/>
                <w:szCs w:val="16"/>
              </w:rPr>
              <w:t>Clarification for antenna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63D149" w14:textId="77777777" w:rsidR="00D53A8D" w:rsidRDefault="00D53A8D" w:rsidP="00810D31">
            <w:pPr>
              <w:pStyle w:val="TAC"/>
              <w:jc w:val="left"/>
              <w:rPr>
                <w:snapToGrid w:val="0"/>
                <w:sz w:val="16"/>
                <w:szCs w:val="16"/>
              </w:rPr>
            </w:pPr>
            <w:r>
              <w:rPr>
                <w:snapToGrid w:val="0"/>
                <w:sz w:val="16"/>
                <w:szCs w:val="16"/>
              </w:rPr>
              <w:t>15.3.0</w:t>
            </w:r>
          </w:p>
        </w:tc>
      </w:tr>
      <w:tr w:rsidR="000D4B78" w:rsidRPr="006B0D02" w14:paraId="7606BD1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4AAE69" w14:textId="77777777" w:rsidR="000D4B78" w:rsidRDefault="000D4B78"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411ACAA" w14:textId="77777777" w:rsidR="000D4B78" w:rsidRDefault="000D4B78"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19CA47" w14:textId="77777777" w:rsidR="000D4B78" w:rsidRDefault="000D4B78" w:rsidP="000D4B78">
            <w:pPr>
              <w:spacing w:after="0"/>
              <w:jc w:val="center"/>
              <w:rPr>
                <w:rFonts w:ascii="Arial" w:hAnsi="Arial" w:cs="Arial"/>
                <w:sz w:val="16"/>
                <w:szCs w:val="16"/>
              </w:rPr>
            </w:pPr>
            <w:r>
              <w:rPr>
                <w:rFonts w:ascii="Arial" w:hAnsi="Arial" w:cs="Arial"/>
                <w:sz w:val="16"/>
                <w:szCs w:val="16"/>
              </w:rPr>
              <w:t>RP-181800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71DB71" w14:textId="77777777" w:rsidR="000D4B78" w:rsidRDefault="000D4B78" w:rsidP="000D4B78">
            <w:pPr>
              <w:spacing w:after="0"/>
              <w:jc w:val="center"/>
              <w:rPr>
                <w:rFonts w:ascii="Arial" w:hAnsi="Arial" w:cs="Arial"/>
                <w:sz w:val="16"/>
                <w:szCs w:val="16"/>
              </w:rPr>
            </w:pPr>
            <w:r>
              <w:rPr>
                <w:rFonts w:ascii="Arial" w:hAnsi="Arial" w:cs="Arial"/>
                <w:sz w:val="16"/>
                <w:szCs w:val="16"/>
              </w:rPr>
              <w:t>1153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FFC22C3" w14:textId="77777777" w:rsidR="000D4B78" w:rsidRDefault="000D4B7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CE9331" w14:textId="77777777" w:rsidR="000D4B78" w:rsidRDefault="000D4B78"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DF19E7C" w14:textId="77777777" w:rsidR="000D4B78" w:rsidRPr="00CD45AB" w:rsidRDefault="000D4B78" w:rsidP="00810D31">
            <w:pPr>
              <w:spacing w:after="0"/>
              <w:rPr>
                <w:rFonts w:ascii="Arial" w:hAnsi="Arial" w:cs="Arial"/>
                <w:sz w:val="16"/>
                <w:szCs w:val="16"/>
              </w:rPr>
            </w:pPr>
            <w:r w:rsidRPr="000D4B78">
              <w:rPr>
                <w:rFonts w:ascii="Arial" w:hAnsi="Arial" w:cs="Arial"/>
                <w:sz w:val="16"/>
                <w:szCs w:val="16"/>
              </w:rPr>
              <w:t>Change request on UE transmit antenna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59D32A" w14:textId="77777777" w:rsidR="000D4B78" w:rsidRDefault="000D4B78" w:rsidP="00810D31">
            <w:pPr>
              <w:pStyle w:val="TAC"/>
              <w:jc w:val="left"/>
              <w:rPr>
                <w:snapToGrid w:val="0"/>
                <w:sz w:val="16"/>
                <w:szCs w:val="16"/>
              </w:rPr>
            </w:pPr>
            <w:r>
              <w:rPr>
                <w:snapToGrid w:val="0"/>
                <w:sz w:val="16"/>
                <w:szCs w:val="16"/>
              </w:rPr>
              <w:t>15.3.0</w:t>
            </w:r>
          </w:p>
        </w:tc>
      </w:tr>
      <w:tr w:rsidR="002A6511" w:rsidRPr="006B0D02" w14:paraId="4EEE2FC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91C69E" w14:textId="77777777" w:rsidR="002A6511" w:rsidRDefault="002A6511"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27D8786" w14:textId="77777777" w:rsidR="002A6511" w:rsidRDefault="002A6511"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4C4D75A" w14:textId="77777777" w:rsidR="002A6511" w:rsidRDefault="002A6511" w:rsidP="002A6511">
            <w:pPr>
              <w:spacing w:after="0"/>
              <w:jc w:val="center"/>
              <w:rPr>
                <w:rFonts w:ascii="Arial" w:hAnsi="Arial" w:cs="Arial"/>
                <w:sz w:val="16"/>
                <w:szCs w:val="16"/>
              </w:rPr>
            </w:pPr>
            <w:r>
              <w:rPr>
                <w:rFonts w:ascii="Arial" w:hAnsi="Arial" w:cs="Arial"/>
                <w:sz w:val="16"/>
                <w:szCs w:val="16"/>
              </w:rPr>
              <w:t>RP-181797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866FF6" w14:textId="77777777" w:rsidR="002A6511" w:rsidRDefault="002A6511" w:rsidP="002A6511">
            <w:pPr>
              <w:spacing w:after="0"/>
              <w:jc w:val="center"/>
              <w:rPr>
                <w:rFonts w:ascii="Arial" w:hAnsi="Arial" w:cs="Arial"/>
                <w:sz w:val="16"/>
                <w:szCs w:val="16"/>
              </w:rPr>
            </w:pPr>
            <w:r>
              <w:rPr>
                <w:rFonts w:ascii="Arial" w:hAnsi="Arial" w:cs="Arial"/>
                <w:sz w:val="16"/>
                <w:szCs w:val="16"/>
              </w:rPr>
              <w:t>1154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6820929" w14:textId="77777777" w:rsidR="002A6511" w:rsidRDefault="002A651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A626BD" w14:textId="77777777" w:rsidR="002A6511" w:rsidRDefault="002A6511" w:rsidP="00810D31">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228E705" w14:textId="77777777" w:rsidR="002A6511" w:rsidRPr="00CD45AB" w:rsidRDefault="002A6511" w:rsidP="00810D31">
            <w:pPr>
              <w:spacing w:after="0"/>
              <w:rPr>
                <w:rFonts w:ascii="Arial" w:hAnsi="Arial" w:cs="Arial"/>
                <w:sz w:val="16"/>
                <w:szCs w:val="16"/>
              </w:rPr>
            </w:pPr>
            <w:r w:rsidRPr="002A6511">
              <w:rPr>
                <w:rFonts w:ascii="Arial" w:hAnsi="Arial" w:cs="Arial"/>
                <w:sz w:val="16"/>
                <w:szCs w:val="16"/>
              </w:rPr>
              <w:t>Change request on 1T2R antenna switching of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3373CD" w14:textId="77777777" w:rsidR="002A6511" w:rsidRDefault="002A6511" w:rsidP="00810D31">
            <w:pPr>
              <w:pStyle w:val="TAC"/>
              <w:jc w:val="left"/>
              <w:rPr>
                <w:snapToGrid w:val="0"/>
                <w:sz w:val="16"/>
                <w:szCs w:val="16"/>
              </w:rPr>
            </w:pPr>
            <w:r>
              <w:rPr>
                <w:snapToGrid w:val="0"/>
                <w:sz w:val="16"/>
                <w:szCs w:val="16"/>
              </w:rPr>
              <w:t>15.3.0</w:t>
            </w:r>
          </w:p>
        </w:tc>
      </w:tr>
      <w:tr w:rsidR="006208BF" w:rsidRPr="006B0D02" w14:paraId="464EF15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ACAB62" w14:textId="77777777" w:rsidR="006208BF" w:rsidRDefault="006208BF"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5379542" w14:textId="77777777" w:rsidR="006208BF" w:rsidRDefault="006208BF"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065E9D4" w14:textId="77777777" w:rsidR="006208BF" w:rsidRDefault="006208BF" w:rsidP="006208BF">
            <w:pPr>
              <w:spacing w:after="0"/>
              <w:jc w:val="center"/>
              <w:rPr>
                <w:rFonts w:ascii="Arial" w:hAnsi="Arial" w:cs="Arial"/>
                <w:sz w:val="16"/>
                <w:szCs w:val="16"/>
              </w:rPr>
            </w:pPr>
            <w:r>
              <w:rPr>
                <w:rFonts w:ascii="Arial" w:hAnsi="Arial" w:cs="Arial"/>
                <w:sz w:val="16"/>
                <w:szCs w:val="16"/>
              </w:rPr>
              <w:t>RP-181795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C85696" w14:textId="77777777" w:rsidR="006208BF" w:rsidRDefault="006208BF" w:rsidP="006208BF">
            <w:pPr>
              <w:spacing w:after="0"/>
              <w:jc w:val="center"/>
              <w:rPr>
                <w:rFonts w:ascii="Arial" w:hAnsi="Arial" w:cs="Arial"/>
                <w:sz w:val="16"/>
                <w:szCs w:val="16"/>
              </w:rPr>
            </w:pPr>
            <w:r>
              <w:rPr>
                <w:rFonts w:ascii="Arial" w:hAnsi="Arial" w:cs="Arial"/>
                <w:sz w:val="16"/>
                <w:szCs w:val="16"/>
              </w:rPr>
              <w:t>1155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0AE99E6" w14:textId="77777777" w:rsidR="006208BF" w:rsidRDefault="006208BF"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52EB7D" w14:textId="77777777" w:rsidR="006208BF" w:rsidRDefault="006208BF"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920F991" w14:textId="77777777" w:rsidR="006208BF" w:rsidRPr="00CD45AB" w:rsidRDefault="006208BF" w:rsidP="00810D31">
            <w:pPr>
              <w:spacing w:after="0"/>
              <w:rPr>
                <w:rFonts w:ascii="Arial" w:hAnsi="Arial" w:cs="Arial"/>
                <w:sz w:val="16"/>
                <w:szCs w:val="16"/>
              </w:rPr>
            </w:pPr>
            <w:r w:rsidRPr="006208BF">
              <w:rPr>
                <w:rFonts w:ascii="Arial" w:hAnsi="Arial" w:cs="Arial"/>
                <w:sz w:val="16"/>
                <w:szCs w:val="16"/>
              </w:rPr>
              <w:t>Correction to AUL-UCI resource allocation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1323BE" w14:textId="77777777" w:rsidR="006208BF" w:rsidRDefault="006208BF" w:rsidP="00810D31">
            <w:pPr>
              <w:pStyle w:val="TAC"/>
              <w:jc w:val="left"/>
              <w:rPr>
                <w:snapToGrid w:val="0"/>
                <w:sz w:val="16"/>
                <w:szCs w:val="16"/>
              </w:rPr>
            </w:pPr>
            <w:r>
              <w:rPr>
                <w:snapToGrid w:val="0"/>
                <w:sz w:val="16"/>
                <w:szCs w:val="16"/>
              </w:rPr>
              <w:t>15.3.0</w:t>
            </w:r>
          </w:p>
        </w:tc>
      </w:tr>
      <w:tr w:rsidR="00CC0CD5" w:rsidRPr="006B0D02" w14:paraId="2A0E2E2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8E3F3F" w14:textId="77777777" w:rsidR="00CC0CD5" w:rsidRDefault="00CC0CD5"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51D3226" w14:textId="77777777" w:rsidR="00CC0CD5" w:rsidRDefault="00CC0CD5"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C19A29D" w14:textId="77777777" w:rsidR="00CC0CD5" w:rsidRDefault="00CC0CD5" w:rsidP="00CC0CD5">
            <w:pPr>
              <w:spacing w:after="0"/>
              <w:jc w:val="center"/>
              <w:rPr>
                <w:rFonts w:ascii="Arial" w:hAnsi="Arial" w:cs="Arial"/>
                <w:sz w:val="16"/>
                <w:szCs w:val="16"/>
              </w:rPr>
            </w:pPr>
            <w:r>
              <w:rPr>
                <w:rFonts w:ascii="Arial" w:hAnsi="Arial" w:cs="Arial"/>
                <w:sz w:val="16"/>
                <w:szCs w:val="16"/>
              </w:rPr>
              <w:t>RP-181782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802D76" w14:textId="77777777" w:rsidR="00CC0CD5" w:rsidRDefault="00CC0CD5" w:rsidP="00CC0CD5">
            <w:pPr>
              <w:spacing w:after="0"/>
              <w:jc w:val="center"/>
              <w:rPr>
                <w:rFonts w:ascii="Arial" w:hAnsi="Arial" w:cs="Arial"/>
                <w:sz w:val="16"/>
                <w:szCs w:val="16"/>
              </w:rPr>
            </w:pPr>
            <w:r>
              <w:rPr>
                <w:rFonts w:ascii="Arial" w:hAnsi="Arial" w:cs="Arial"/>
                <w:sz w:val="16"/>
                <w:szCs w:val="16"/>
              </w:rPr>
              <w:t>1157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65CEC32" w14:textId="77777777" w:rsidR="00CC0CD5" w:rsidRDefault="00CC0CD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DE1C52" w14:textId="77777777" w:rsidR="00CC0CD5" w:rsidRDefault="00CC0CD5"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F14DAD" w14:textId="77777777" w:rsidR="00CC0CD5" w:rsidRPr="00CD45AB" w:rsidRDefault="00CC0CD5" w:rsidP="00810D31">
            <w:pPr>
              <w:spacing w:after="0"/>
              <w:rPr>
                <w:rFonts w:ascii="Arial" w:hAnsi="Arial" w:cs="Arial"/>
                <w:sz w:val="16"/>
                <w:szCs w:val="16"/>
              </w:rPr>
            </w:pPr>
            <w:r w:rsidRPr="00CC0CD5">
              <w:rPr>
                <w:rFonts w:ascii="Arial" w:hAnsi="Arial" w:cs="Arial"/>
                <w:sz w:val="16"/>
                <w:szCs w:val="16"/>
              </w:rPr>
              <w:t xml:space="preserve">Correction for HARQ-ACK delay in </w:t>
            </w:r>
            <w:proofErr w:type="spellStart"/>
            <w:r w:rsidRPr="00CC0CD5">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3DE885" w14:textId="77777777" w:rsidR="00CC0CD5" w:rsidRDefault="00CC0CD5" w:rsidP="00810D31">
            <w:pPr>
              <w:pStyle w:val="TAC"/>
              <w:jc w:val="left"/>
              <w:rPr>
                <w:snapToGrid w:val="0"/>
                <w:sz w:val="16"/>
                <w:szCs w:val="16"/>
              </w:rPr>
            </w:pPr>
            <w:r>
              <w:rPr>
                <w:snapToGrid w:val="0"/>
                <w:sz w:val="16"/>
                <w:szCs w:val="16"/>
              </w:rPr>
              <w:t>15.3.0</w:t>
            </w:r>
          </w:p>
        </w:tc>
      </w:tr>
      <w:tr w:rsidR="008745D7" w:rsidRPr="006B0D02" w14:paraId="4AD0368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0C6C78" w14:textId="77777777" w:rsidR="008745D7" w:rsidRDefault="008745D7"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AA388B" w14:textId="77777777" w:rsidR="008745D7" w:rsidRDefault="008745D7"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D481D8F" w14:textId="77777777" w:rsidR="008745D7" w:rsidRDefault="008745D7" w:rsidP="008745D7">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A2FAD2" w14:textId="77777777" w:rsidR="008745D7" w:rsidRDefault="008745D7">
            <w:pPr>
              <w:spacing w:after="0"/>
              <w:jc w:val="center"/>
              <w:rPr>
                <w:rFonts w:ascii="Arial" w:hAnsi="Arial" w:cs="Arial"/>
                <w:sz w:val="16"/>
                <w:szCs w:val="16"/>
              </w:rPr>
            </w:pPr>
            <w:r>
              <w:rPr>
                <w:rFonts w:ascii="Arial" w:hAnsi="Arial" w:cs="Arial"/>
                <w:sz w:val="16"/>
                <w:szCs w:val="16"/>
              </w:rPr>
              <w:t>1158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17D3E81" w14:textId="77777777" w:rsidR="008745D7" w:rsidRDefault="008745D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D3AA23" w14:textId="77777777" w:rsidR="008745D7" w:rsidRDefault="008745D7"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F32E14B" w14:textId="77777777" w:rsidR="008745D7" w:rsidRPr="00CD45AB" w:rsidRDefault="008745D7" w:rsidP="00810D31">
            <w:pPr>
              <w:spacing w:after="0"/>
              <w:rPr>
                <w:rFonts w:ascii="Arial" w:hAnsi="Arial" w:cs="Arial"/>
                <w:sz w:val="16"/>
                <w:szCs w:val="16"/>
              </w:rPr>
            </w:pPr>
            <w:r w:rsidRPr="008745D7">
              <w:rPr>
                <w:rFonts w:ascii="Arial" w:hAnsi="Arial" w:cs="Arial"/>
                <w:sz w:val="16"/>
                <w:szCs w:val="16"/>
              </w:rPr>
              <w:t>Corrections for shortened processing time and shortened TTI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F9FF9F" w14:textId="77777777" w:rsidR="008745D7" w:rsidRDefault="008745D7" w:rsidP="00810D31">
            <w:pPr>
              <w:pStyle w:val="TAC"/>
              <w:jc w:val="left"/>
              <w:rPr>
                <w:snapToGrid w:val="0"/>
                <w:sz w:val="16"/>
                <w:szCs w:val="16"/>
              </w:rPr>
            </w:pPr>
            <w:r>
              <w:rPr>
                <w:snapToGrid w:val="0"/>
                <w:sz w:val="16"/>
                <w:szCs w:val="16"/>
              </w:rPr>
              <w:t>15.3.0</w:t>
            </w:r>
          </w:p>
        </w:tc>
      </w:tr>
      <w:tr w:rsidR="006C1A02" w:rsidRPr="006B0D02" w14:paraId="5B052A6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C8A2A0" w14:textId="77777777" w:rsidR="006C1A02" w:rsidRDefault="006C1A02"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C1395D7" w14:textId="77777777" w:rsidR="006C1A02" w:rsidRDefault="006C1A02"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668180C" w14:textId="77777777" w:rsidR="006C1A02" w:rsidRDefault="006C1A02"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6F4E03" w14:textId="77777777" w:rsidR="006C1A02" w:rsidRDefault="006C1A02" w:rsidP="006C1A02">
            <w:pPr>
              <w:spacing w:after="0"/>
              <w:jc w:val="center"/>
              <w:rPr>
                <w:rFonts w:ascii="Arial" w:hAnsi="Arial" w:cs="Arial"/>
                <w:sz w:val="16"/>
                <w:szCs w:val="16"/>
              </w:rPr>
            </w:pPr>
            <w:r>
              <w:rPr>
                <w:rFonts w:ascii="Arial" w:hAnsi="Arial" w:cs="Arial"/>
                <w:sz w:val="16"/>
                <w:szCs w:val="16"/>
              </w:rPr>
              <w:t>1159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10B823" w14:textId="77777777" w:rsidR="006C1A02" w:rsidRDefault="006C1A0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74D18A" w14:textId="77777777" w:rsidR="006C1A02" w:rsidRDefault="006C1A02"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3973ECD" w14:textId="77777777" w:rsidR="006C1A02" w:rsidRPr="00CD45AB" w:rsidRDefault="006C1A02" w:rsidP="00826ADB">
            <w:pPr>
              <w:spacing w:after="0"/>
              <w:rPr>
                <w:rFonts w:ascii="Arial" w:hAnsi="Arial" w:cs="Arial"/>
                <w:sz w:val="16"/>
                <w:szCs w:val="16"/>
              </w:rPr>
            </w:pPr>
            <w:r w:rsidRPr="008745D7">
              <w:rPr>
                <w:rFonts w:ascii="Arial" w:hAnsi="Arial" w:cs="Arial"/>
                <w:sz w:val="16"/>
                <w:szCs w:val="16"/>
              </w:rPr>
              <w:t>Corrections for shortened processing time and shortened TTI in 36.213, s0</w:t>
            </w:r>
            <w:r>
              <w:rPr>
                <w:rFonts w:ascii="Arial" w:hAnsi="Arial" w:cs="Arial"/>
                <w:sz w:val="16"/>
                <w:szCs w:val="16"/>
              </w:rPr>
              <w:t>6</w:t>
            </w:r>
            <w:r w:rsidRPr="008745D7">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5103A2" w14:textId="77777777" w:rsidR="006C1A02" w:rsidRDefault="006C1A02" w:rsidP="00810D31">
            <w:pPr>
              <w:pStyle w:val="TAC"/>
              <w:jc w:val="left"/>
              <w:rPr>
                <w:snapToGrid w:val="0"/>
                <w:sz w:val="16"/>
                <w:szCs w:val="16"/>
              </w:rPr>
            </w:pPr>
            <w:r>
              <w:rPr>
                <w:snapToGrid w:val="0"/>
                <w:sz w:val="16"/>
                <w:szCs w:val="16"/>
              </w:rPr>
              <w:t>15.3.0</w:t>
            </w:r>
          </w:p>
        </w:tc>
      </w:tr>
      <w:tr w:rsidR="00826ADB" w:rsidRPr="006B0D02" w14:paraId="001E3DF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3989DC" w14:textId="77777777" w:rsidR="00826ADB" w:rsidRDefault="00826ADB"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A6ABD32" w14:textId="77777777" w:rsidR="00826ADB" w:rsidRDefault="00826ADB"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BE9262C" w14:textId="77777777" w:rsidR="00826ADB" w:rsidRDefault="00826ADB"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6A14E3" w14:textId="77777777" w:rsidR="00826ADB" w:rsidRDefault="00826ADB" w:rsidP="00826ADB">
            <w:pPr>
              <w:spacing w:after="0"/>
              <w:jc w:val="center"/>
              <w:rPr>
                <w:rFonts w:ascii="Arial" w:hAnsi="Arial" w:cs="Arial"/>
                <w:sz w:val="16"/>
                <w:szCs w:val="16"/>
              </w:rPr>
            </w:pPr>
            <w:r>
              <w:rPr>
                <w:rFonts w:ascii="Arial" w:hAnsi="Arial" w:cs="Arial"/>
                <w:sz w:val="16"/>
                <w:szCs w:val="16"/>
              </w:rPr>
              <w:t>1160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2B03D6E" w14:textId="77777777" w:rsidR="00826ADB" w:rsidRDefault="00826ADB"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316D31" w14:textId="77777777" w:rsidR="00826ADB" w:rsidRDefault="00826ADB"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36CE89" w14:textId="77777777" w:rsidR="00826ADB" w:rsidRPr="00CD45AB" w:rsidRDefault="00826ADB" w:rsidP="00826ADB">
            <w:pPr>
              <w:spacing w:after="0"/>
              <w:rPr>
                <w:rFonts w:ascii="Arial" w:hAnsi="Arial" w:cs="Arial"/>
                <w:sz w:val="16"/>
                <w:szCs w:val="16"/>
              </w:rPr>
            </w:pPr>
            <w:r w:rsidRPr="008745D7">
              <w:rPr>
                <w:rFonts w:ascii="Arial" w:hAnsi="Arial" w:cs="Arial"/>
                <w:sz w:val="16"/>
                <w:szCs w:val="16"/>
              </w:rPr>
              <w:t>Corrections for shortened processing time and shortened TTI in 36.213, s0</w:t>
            </w:r>
            <w:r>
              <w:rPr>
                <w:rFonts w:ascii="Arial" w:hAnsi="Arial" w:cs="Arial"/>
                <w:sz w:val="16"/>
                <w:szCs w:val="16"/>
              </w:rPr>
              <w:t>8</w:t>
            </w:r>
            <w:r w:rsidRPr="008745D7">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9E4087" w14:textId="77777777" w:rsidR="00826ADB" w:rsidRDefault="00826ADB" w:rsidP="00810D31">
            <w:pPr>
              <w:pStyle w:val="TAC"/>
              <w:jc w:val="left"/>
              <w:rPr>
                <w:snapToGrid w:val="0"/>
                <w:sz w:val="16"/>
                <w:szCs w:val="16"/>
              </w:rPr>
            </w:pPr>
            <w:r>
              <w:rPr>
                <w:snapToGrid w:val="0"/>
                <w:sz w:val="16"/>
                <w:szCs w:val="16"/>
              </w:rPr>
              <w:t>15.3.0</w:t>
            </w:r>
          </w:p>
        </w:tc>
      </w:tr>
      <w:tr w:rsidR="00DD74AD" w:rsidRPr="006B0D02" w14:paraId="41A6151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3B9B59" w14:textId="77777777" w:rsidR="00DD74AD" w:rsidRDefault="00DD74AD"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0C379C7" w14:textId="77777777" w:rsidR="00DD74AD" w:rsidRDefault="00DD74AD"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623A45B" w14:textId="77777777" w:rsidR="00DD74AD" w:rsidRDefault="00DD74AD"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650176" w14:textId="77777777" w:rsidR="00DD74AD" w:rsidRDefault="00DD74AD" w:rsidP="00DD74AD">
            <w:pPr>
              <w:spacing w:after="0"/>
              <w:jc w:val="center"/>
              <w:rPr>
                <w:rFonts w:ascii="Arial" w:hAnsi="Arial" w:cs="Arial"/>
                <w:sz w:val="16"/>
                <w:szCs w:val="16"/>
              </w:rPr>
            </w:pPr>
            <w:r>
              <w:rPr>
                <w:rFonts w:ascii="Arial" w:hAnsi="Arial" w:cs="Arial"/>
                <w:sz w:val="16"/>
                <w:szCs w:val="16"/>
              </w:rPr>
              <w:t>1161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DF5F3DD" w14:textId="77777777" w:rsidR="00DD74AD" w:rsidRDefault="00DD74A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9969FB" w14:textId="77777777" w:rsidR="00DD74AD" w:rsidRDefault="00DD74AD"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B83B666" w14:textId="77777777" w:rsidR="00DD74AD" w:rsidRPr="00CD45AB" w:rsidRDefault="00DD74AD" w:rsidP="00DD74AD">
            <w:pPr>
              <w:spacing w:after="0"/>
              <w:rPr>
                <w:rFonts w:ascii="Arial" w:hAnsi="Arial" w:cs="Arial"/>
                <w:sz w:val="16"/>
                <w:szCs w:val="16"/>
              </w:rPr>
            </w:pPr>
            <w:r w:rsidRPr="008745D7">
              <w:rPr>
                <w:rFonts w:ascii="Arial" w:hAnsi="Arial" w:cs="Arial"/>
                <w:sz w:val="16"/>
                <w:szCs w:val="16"/>
              </w:rPr>
              <w:t>Corrections for shortened processing time and shortened TTI in 36.213, s</w:t>
            </w:r>
            <w:r>
              <w:rPr>
                <w:rFonts w:ascii="Arial" w:hAnsi="Arial" w:cs="Arial"/>
                <w:sz w:val="16"/>
                <w:szCs w:val="16"/>
              </w:rPr>
              <w:t>1</w:t>
            </w:r>
            <w:r w:rsidRPr="008745D7">
              <w:rPr>
                <w:rFonts w:ascii="Arial" w:hAnsi="Arial" w:cs="Arial"/>
                <w:sz w:val="16"/>
                <w:szCs w:val="16"/>
              </w:rPr>
              <w:t>0-s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F93655" w14:textId="77777777" w:rsidR="00DD74AD" w:rsidRDefault="00DD74AD" w:rsidP="00810D31">
            <w:pPr>
              <w:pStyle w:val="TAC"/>
              <w:jc w:val="left"/>
              <w:rPr>
                <w:snapToGrid w:val="0"/>
                <w:sz w:val="16"/>
                <w:szCs w:val="16"/>
              </w:rPr>
            </w:pPr>
            <w:r>
              <w:rPr>
                <w:snapToGrid w:val="0"/>
                <w:sz w:val="16"/>
                <w:szCs w:val="16"/>
              </w:rPr>
              <w:t>15.3.0</w:t>
            </w:r>
          </w:p>
        </w:tc>
      </w:tr>
      <w:tr w:rsidR="00D544E6" w:rsidRPr="006B0D02" w14:paraId="152841E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843F18" w14:textId="77777777" w:rsidR="00D544E6" w:rsidRDefault="00D544E6"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753B7C" w14:textId="77777777" w:rsidR="00D544E6" w:rsidRDefault="00D544E6"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B77CDA1" w14:textId="77777777" w:rsidR="00D544E6" w:rsidRDefault="00D544E6" w:rsidP="00D544E6">
            <w:pPr>
              <w:spacing w:after="0"/>
              <w:jc w:val="center"/>
              <w:rPr>
                <w:rFonts w:ascii="Arial" w:hAnsi="Arial" w:cs="Arial"/>
                <w:sz w:val="16"/>
                <w:szCs w:val="16"/>
              </w:rPr>
            </w:pPr>
            <w:r>
              <w:rPr>
                <w:rFonts w:ascii="Arial" w:hAnsi="Arial" w:cs="Arial"/>
                <w:sz w:val="16"/>
                <w:szCs w:val="16"/>
              </w:rPr>
              <w:t>RP-181792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185B33" w14:textId="77777777" w:rsidR="00D544E6" w:rsidRDefault="00D544E6">
            <w:pPr>
              <w:spacing w:after="0"/>
              <w:jc w:val="center"/>
              <w:rPr>
                <w:rFonts w:ascii="Arial" w:hAnsi="Arial" w:cs="Arial"/>
                <w:sz w:val="16"/>
                <w:szCs w:val="16"/>
              </w:rPr>
            </w:pPr>
            <w:r>
              <w:rPr>
                <w:rFonts w:ascii="Arial" w:hAnsi="Arial" w:cs="Arial"/>
                <w:sz w:val="16"/>
                <w:szCs w:val="16"/>
              </w:rPr>
              <w:t>1162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76F98D4" w14:textId="77777777" w:rsidR="00D544E6" w:rsidRDefault="00D544E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46ED09" w14:textId="77777777" w:rsidR="00D544E6" w:rsidRDefault="00D544E6"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F003AF4" w14:textId="77777777" w:rsidR="00D544E6" w:rsidRPr="00CD45AB" w:rsidRDefault="00D544E6" w:rsidP="00810D31">
            <w:pPr>
              <w:spacing w:after="0"/>
              <w:rPr>
                <w:rFonts w:ascii="Arial" w:hAnsi="Arial" w:cs="Arial"/>
                <w:sz w:val="16"/>
                <w:szCs w:val="16"/>
              </w:rPr>
            </w:pPr>
            <w:r w:rsidRPr="00D544E6">
              <w:rPr>
                <w:rFonts w:ascii="Arial" w:hAnsi="Arial" w:cs="Arial"/>
                <w:sz w:val="16"/>
                <w:szCs w:val="16"/>
              </w:rPr>
              <w:t>Correction to V2X Phase 2 based on LTE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E25D75" w14:textId="77777777" w:rsidR="00D544E6" w:rsidRDefault="00D544E6" w:rsidP="00810D31">
            <w:pPr>
              <w:pStyle w:val="TAC"/>
              <w:jc w:val="left"/>
              <w:rPr>
                <w:snapToGrid w:val="0"/>
                <w:sz w:val="16"/>
                <w:szCs w:val="16"/>
              </w:rPr>
            </w:pPr>
            <w:r>
              <w:rPr>
                <w:snapToGrid w:val="0"/>
                <w:sz w:val="16"/>
                <w:szCs w:val="16"/>
              </w:rPr>
              <w:t>15.3.0</w:t>
            </w:r>
          </w:p>
        </w:tc>
      </w:tr>
      <w:tr w:rsidR="00966889" w:rsidRPr="006B0D02" w14:paraId="7CAF29B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74D9B7" w14:textId="77777777" w:rsidR="00966889" w:rsidRDefault="00966889"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D10E0E" w14:textId="77777777" w:rsidR="00966889" w:rsidRDefault="00966889"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C15215A" w14:textId="77777777" w:rsidR="00966889" w:rsidRDefault="00966889" w:rsidP="00966889">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AD539C" w14:textId="77777777" w:rsidR="00966889" w:rsidRDefault="00966889" w:rsidP="00966889">
            <w:pPr>
              <w:spacing w:after="0"/>
              <w:jc w:val="center"/>
              <w:rPr>
                <w:rFonts w:ascii="Arial" w:hAnsi="Arial" w:cs="Arial"/>
                <w:sz w:val="16"/>
                <w:szCs w:val="16"/>
              </w:rPr>
            </w:pPr>
            <w:r>
              <w:rPr>
                <w:rFonts w:ascii="Arial" w:hAnsi="Arial" w:cs="Arial"/>
                <w:sz w:val="16"/>
                <w:szCs w:val="16"/>
              </w:rPr>
              <w:t>1163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16D604F" w14:textId="77777777" w:rsidR="00966889" w:rsidRDefault="0096688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14B255" w14:textId="77777777" w:rsidR="00966889" w:rsidRDefault="00966889" w:rsidP="00810D31">
            <w:pPr>
              <w:pStyle w:val="TAC"/>
              <w:rPr>
                <w:sz w:val="16"/>
                <w:szCs w:val="16"/>
              </w:rPr>
            </w:pPr>
            <w:r>
              <w:rPr>
                <w:sz w:val="16"/>
                <w:szCs w:val="16"/>
              </w:rPr>
              <w:t>D</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10A357C" w14:textId="77777777" w:rsidR="00966889" w:rsidRPr="00CD45AB" w:rsidRDefault="00966889" w:rsidP="00810D31">
            <w:pPr>
              <w:spacing w:after="0"/>
              <w:rPr>
                <w:rFonts w:ascii="Arial" w:hAnsi="Arial" w:cs="Arial"/>
                <w:sz w:val="16"/>
                <w:szCs w:val="16"/>
              </w:rPr>
            </w:pPr>
            <w:r w:rsidRPr="00966889">
              <w:rPr>
                <w:rFonts w:ascii="Arial" w:hAnsi="Arial" w:cs="Arial"/>
                <w:sz w:val="16"/>
                <w:szCs w:val="16"/>
              </w:rPr>
              <w:t>Corrections to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B277E9" w14:textId="77777777" w:rsidR="00966889" w:rsidRDefault="00966889" w:rsidP="00810D31">
            <w:pPr>
              <w:pStyle w:val="TAC"/>
              <w:jc w:val="left"/>
              <w:rPr>
                <w:snapToGrid w:val="0"/>
                <w:sz w:val="16"/>
                <w:szCs w:val="16"/>
              </w:rPr>
            </w:pPr>
            <w:r>
              <w:rPr>
                <w:snapToGrid w:val="0"/>
                <w:sz w:val="16"/>
                <w:szCs w:val="16"/>
              </w:rPr>
              <w:t>15.3.0</w:t>
            </w:r>
          </w:p>
        </w:tc>
      </w:tr>
      <w:tr w:rsidR="00B20C76" w:rsidRPr="006B0D02" w14:paraId="246A69D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E14C64" w14:textId="77777777" w:rsidR="00B20C76" w:rsidRDefault="00B20C76"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C3C8798" w14:textId="77777777" w:rsidR="00B20C76" w:rsidRDefault="00B20C76"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92AC84E" w14:textId="77777777" w:rsidR="00B20C76" w:rsidRDefault="00B20C76" w:rsidP="00810D31">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533C5E" w14:textId="77777777" w:rsidR="00B20C76" w:rsidRDefault="00B20C76" w:rsidP="00B20C76">
            <w:pPr>
              <w:spacing w:after="0"/>
              <w:jc w:val="center"/>
              <w:rPr>
                <w:rFonts w:ascii="Arial" w:hAnsi="Arial" w:cs="Arial"/>
                <w:sz w:val="16"/>
                <w:szCs w:val="16"/>
              </w:rPr>
            </w:pPr>
            <w:r>
              <w:rPr>
                <w:rFonts w:ascii="Arial" w:hAnsi="Arial" w:cs="Arial"/>
                <w:sz w:val="16"/>
                <w:szCs w:val="16"/>
              </w:rPr>
              <w:t>1164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93FA86E" w14:textId="77777777" w:rsidR="00B20C76" w:rsidRDefault="00B20C7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2D6C57" w14:textId="77777777" w:rsidR="00B20C76" w:rsidRDefault="00B20C76"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BA1FA21" w14:textId="77777777" w:rsidR="00B20C76" w:rsidRPr="00CD45AB" w:rsidRDefault="00B20C76" w:rsidP="00B20C76">
            <w:pPr>
              <w:spacing w:after="0"/>
              <w:rPr>
                <w:rFonts w:ascii="Arial" w:hAnsi="Arial" w:cs="Arial"/>
                <w:sz w:val="16"/>
                <w:szCs w:val="16"/>
              </w:rPr>
            </w:pPr>
            <w:r w:rsidRPr="00966889">
              <w:rPr>
                <w:rFonts w:ascii="Arial" w:hAnsi="Arial" w:cs="Arial"/>
                <w:sz w:val="16"/>
                <w:szCs w:val="16"/>
              </w:rPr>
              <w:t>Corrections to even further enhanced MTC for LTE in 36.213, s0</w:t>
            </w:r>
            <w:r>
              <w:rPr>
                <w:rFonts w:ascii="Arial" w:hAnsi="Arial" w:cs="Arial"/>
                <w:sz w:val="16"/>
                <w:szCs w:val="16"/>
              </w:rPr>
              <w:t>6</w:t>
            </w:r>
            <w:r w:rsidRPr="00966889">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05AA7D" w14:textId="77777777" w:rsidR="00B20C76" w:rsidRDefault="00B20C76" w:rsidP="00810D31">
            <w:pPr>
              <w:pStyle w:val="TAC"/>
              <w:jc w:val="left"/>
              <w:rPr>
                <w:snapToGrid w:val="0"/>
                <w:sz w:val="16"/>
                <w:szCs w:val="16"/>
              </w:rPr>
            </w:pPr>
            <w:r>
              <w:rPr>
                <w:snapToGrid w:val="0"/>
                <w:sz w:val="16"/>
                <w:szCs w:val="16"/>
              </w:rPr>
              <w:t>15.3.0</w:t>
            </w:r>
          </w:p>
        </w:tc>
      </w:tr>
      <w:tr w:rsidR="00F00C61" w:rsidRPr="006B0D02" w14:paraId="5EE6CA7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6AE3ED" w14:textId="77777777" w:rsidR="00F00C61" w:rsidRDefault="00F00C61"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CB6C2E2" w14:textId="77777777" w:rsidR="00F00C61" w:rsidRDefault="00F00C61"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5F0C07" w14:textId="77777777" w:rsidR="00F00C61" w:rsidRDefault="00F00C61" w:rsidP="00810D31">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5D3DAA" w14:textId="77777777" w:rsidR="00F00C61" w:rsidRDefault="00F00C61" w:rsidP="00F00C61">
            <w:pPr>
              <w:spacing w:after="0"/>
              <w:jc w:val="center"/>
              <w:rPr>
                <w:rFonts w:ascii="Arial" w:hAnsi="Arial" w:cs="Arial"/>
                <w:sz w:val="16"/>
                <w:szCs w:val="16"/>
              </w:rPr>
            </w:pPr>
            <w:r>
              <w:rPr>
                <w:rFonts w:ascii="Arial" w:hAnsi="Arial" w:cs="Arial"/>
                <w:sz w:val="16"/>
                <w:szCs w:val="16"/>
              </w:rPr>
              <w:t>1165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313636B" w14:textId="77777777" w:rsidR="00F00C61" w:rsidRDefault="00F00C6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D9F6B4" w14:textId="77777777" w:rsidR="00F00C61" w:rsidRDefault="00F00C61"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DA5ABE" w14:textId="77777777" w:rsidR="00F00C61" w:rsidRPr="00CD45AB" w:rsidRDefault="00F00C61" w:rsidP="00F00C61">
            <w:pPr>
              <w:spacing w:after="0"/>
              <w:rPr>
                <w:rFonts w:ascii="Arial" w:hAnsi="Arial" w:cs="Arial"/>
                <w:sz w:val="16"/>
                <w:szCs w:val="16"/>
              </w:rPr>
            </w:pPr>
            <w:r w:rsidRPr="00966889">
              <w:rPr>
                <w:rFonts w:ascii="Arial" w:hAnsi="Arial" w:cs="Arial"/>
                <w:sz w:val="16"/>
                <w:szCs w:val="16"/>
              </w:rPr>
              <w:t>Corrections to even further enhanced MTC for LTE in 36.213, s0</w:t>
            </w:r>
            <w:r>
              <w:rPr>
                <w:rFonts w:ascii="Arial" w:hAnsi="Arial" w:cs="Arial"/>
                <w:sz w:val="16"/>
                <w:szCs w:val="16"/>
              </w:rPr>
              <w:t>8</w:t>
            </w:r>
            <w:r w:rsidRPr="00966889">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D7EE8A" w14:textId="77777777" w:rsidR="00F00C61" w:rsidRDefault="00F00C61" w:rsidP="00810D31">
            <w:pPr>
              <w:pStyle w:val="TAC"/>
              <w:jc w:val="left"/>
              <w:rPr>
                <w:snapToGrid w:val="0"/>
                <w:sz w:val="16"/>
                <w:szCs w:val="16"/>
              </w:rPr>
            </w:pPr>
            <w:r>
              <w:rPr>
                <w:snapToGrid w:val="0"/>
                <w:sz w:val="16"/>
                <w:szCs w:val="16"/>
              </w:rPr>
              <w:t>15.3.0</w:t>
            </w:r>
          </w:p>
        </w:tc>
      </w:tr>
      <w:tr w:rsidR="00491183" w:rsidRPr="006B0D02" w14:paraId="464D74A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F343FA" w14:textId="77777777" w:rsidR="00491183" w:rsidRDefault="00491183"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D839F7E" w14:textId="77777777" w:rsidR="00491183" w:rsidRDefault="00491183"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D8A7E2A" w14:textId="77777777" w:rsidR="00491183" w:rsidRDefault="00491183" w:rsidP="00491183">
            <w:pPr>
              <w:spacing w:after="0"/>
              <w:jc w:val="center"/>
              <w:rPr>
                <w:rFonts w:ascii="Arial" w:hAnsi="Arial" w:cs="Arial"/>
                <w:sz w:val="16"/>
                <w:szCs w:val="16"/>
              </w:rPr>
            </w:pPr>
            <w:r>
              <w:rPr>
                <w:rFonts w:ascii="Arial" w:hAnsi="Arial" w:cs="Arial"/>
                <w:sz w:val="16"/>
                <w:szCs w:val="16"/>
              </w:rPr>
              <w:t>RP-181783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16DF7B" w14:textId="77777777" w:rsidR="00491183" w:rsidRDefault="00491183" w:rsidP="00491183">
            <w:pPr>
              <w:spacing w:after="0"/>
              <w:jc w:val="center"/>
              <w:rPr>
                <w:rFonts w:ascii="Arial" w:hAnsi="Arial" w:cs="Arial"/>
                <w:sz w:val="16"/>
                <w:szCs w:val="16"/>
              </w:rPr>
            </w:pPr>
            <w:r>
              <w:rPr>
                <w:rFonts w:ascii="Arial" w:hAnsi="Arial" w:cs="Arial"/>
                <w:sz w:val="16"/>
                <w:szCs w:val="16"/>
              </w:rPr>
              <w:t>1166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98863CC" w14:textId="77777777" w:rsidR="00491183" w:rsidRDefault="00491183"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697B74" w14:textId="77777777" w:rsidR="00491183" w:rsidRDefault="00491183" w:rsidP="00810D31">
            <w:pPr>
              <w:pStyle w:val="TAC"/>
              <w:rPr>
                <w:sz w:val="16"/>
                <w:szCs w:val="16"/>
              </w:rPr>
            </w:pPr>
            <w:r>
              <w:rPr>
                <w:sz w:val="16"/>
                <w:szCs w:val="16"/>
              </w:rPr>
              <w:t>D</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9B1CBA9" w14:textId="77777777" w:rsidR="00491183" w:rsidRPr="00CD45AB" w:rsidRDefault="00491183" w:rsidP="00810D31">
            <w:pPr>
              <w:spacing w:after="0"/>
              <w:rPr>
                <w:rFonts w:ascii="Arial" w:hAnsi="Arial" w:cs="Arial"/>
                <w:sz w:val="16"/>
                <w:szCs w:val="16"/>
              </w:rPr>
            </w:pPr>
            <w:r w:rsidRPr="00491183">
              <w:rPr>
                <w:rFonts w:ascii="Arial" w:hAnsi="Arial" w:cs="Arial"/>
                <w:sz w:val="16"/>
                <w:szCs w:val="16"/>
              </w:rPr>
              <w:t>Editorial corrections to Rel-15 Further NB-IoT enhancements in 36.213, s2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DEE6EB" w14:textId="77777777" w:rsidR="00491183" w:rsidRDefault="00491183" w:rsidP="00810D31">
            <w:pPr>
              <w:pStyle w:val="TAC"/>
              <w:jc w:val="left"/>
              <w:rPr>
                <w:snapToGrid w:val="0"/>
                <w:sz w:val="16"/>
                <w:szCs w:val="16"/>
              </w:rPr>
            </w:pPr>
            <w:r>
              <w:rPr>
                <w:snapToGrid w:val="0"/>
                <w:sz w:val="16"/>
                <w:szCs w:val="16"/>
              </w:rPr>
              <w:t>15.3.0</w:t>
            </w:r>
          </w:p>
        </w:tc>
      </w:tr>
      <w:tr w:rsidR="00E90599" w:rsidRPr="006B0D02" w14:paraId="4193BA4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80F5C0" w14:textId="77777777" w:rsidR="00E90599" w:rsidRDefault="00E90599"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2607A61" w14:textId="77777777" w:rsidR="00E90599" w:rsidRDefault="00E90599"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A43947C" w14:textId="77777777" w:rsidR="00E90599" w:rsidRDefault="00E90599" w:rsidP="00810D31">
            <w:pPr>
              <w:spacing w:after="0"/>
              <w:jc w:val="center"/>
              <w:rPr>
                <w:rFonts w:ascii="Arial" w:hAnsi="Arial" w:cs="Arial"/>
                <w:sz w:val="16"/>
                <w:szCs w:val="16"/>
              </w:rPr>
            </w:pPr>
            <w:r>
              <w:rPr>
                <w:rFonts w:ascii="Arial" w:hAnsi="Arial" w:cs="Arial"/>
                <w:sz w:val="16"/>
                <w:szCs w:val="16"/>
              </w:rPr>
              <w:t>RP-181783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A42A33" w14:textId="77777777" w:rsidR="00E90599" w:rsidRDefault="00E90599" w:rsidP="00E90599">
            <w:pPr>
              <w:spacing w:after="0"/>
              <w:jc w:val="center"/>
              <w:rPr>
                <w:rFonts w:ascii="Arial" w:hAnsi="Arial" w:cs="Arial"/>
                <w:sz w:val="16"/>
                <w:szCs w:val="16"/>
              </w:rPr>
            </w:pPr>
            <w:r>
              <w:rPr>
                <w:rFonts w:ascii="Arial" w:hAnsi="Arial" w:cs="Arial"/>
                <w:sz w:val="16"/>
                <w:szCs w:val="16"/>
              </w:rPr>
              <w:t>1167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DF3A624" w14:textId="77777777" w:rsidR="00E90599" w:rsidRDefault="00E9059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399516" w14:textId="77777777" w:rsidR="00E90599" w:rsidRDefault="00E90599"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71936F3" w14:textId="77777777" w:rsidR="00E90599" w:rsidRPr="00CD45AB" w:rsidRDefault="00E90599" w:rsidP="00810D31">
            <w:pPr>
              <w:spacing w:after="0"/>
              <w:rPr>
                <w:rFonts w:ascii="Arial" w:hAnsi="Arial" w:cs="Arial"/>
                <w:sz w:val="16"/>
                <w:szCs w:val="16"/>
              </w:rPr>
            </w:pPr>
            <w:r w:rsidRPr="00E90599">
              <w:rPr>
                <w:rFonts w:ascii="Arial" w:hAnsi="Arial" w:cs="Arial"/>
                <w:sz w:val="16"/>
                <w:szCs w:val="16"/>
              </w:rPr>
              <w:t>Corrections to Rel-15 Further NB-IoT enhancements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5DC677" w14:textId="77777777" w:rsidR="00E90599" w:rsidRDefault="00E90599" w:rsidP="00810D31">
            <w:pPr>
              <w:pStyle w:val="TAC"/>
              <w:jc w:val="left"/>
              <w:rPr>
                <w:snapToGrid w:val="0"/>
                <w:sz w:val="16"/>
                <w:szCs w:val="16"/>
              </w:rPr>
            </w:pPr>
            <w:r>
              <w:rPr>
                <w:snapToGrid w:val="0"/>
                <w:sz w:val="16"/>
                <w:szCs w:val="16"/>
              </w:rPr>
              <w:t>15.3.0</w:t>
            </w:r>
          </w:p>
        </w:tc>
      </w:tr>
      <w:tr w:rsidR="00C511B3" w:rsidRPr="006B0D02" w14:paraId="20F11DA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5E9AD9" w14:textId="77777777" w:rsidR="00C511B3" w:rsidRDefault="00C511B3"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7675B3C" w14:textId="77777777" w:rsidR="00C511B3" w:rsidRDefault="00C511B3"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323F5EC" w14:textId="77777777" w:rsidR="00C511B3" w:rsidRDefault="00C511B3" w:rsidP="00C511B3">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9E3282" w14:textId="77777777" w:rsidR="00C511B3" w:rsidRDefault="00C511B3" w:rsidP="00C511B3">
            <w:pPr>
              <w:spacing w:after="0"/>
              <w:jc w:val="center"/>
              <w:rPr>
                <w:rFonts w:ascii="Arial" w:hAnsi="Arial" w:cs="Arial"/>
                <w:sz w:val="16"/>
                <w:szCs w:val="16"/>
              </w:rPr>
            </w:pPr>
            <w:r>
              <w:rPr>
                <w:rFonts w:ascii="Arial" w:hAnsi="Arial" w:cs="Arial"/>
                <w:sz w:val="16"/>
                <w:szCs w:val="16"/>
              </w:rPr>
              <w:t>1168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1045B8D" w14:textId="77777777" w:rsidR="00C511B3" w:rsidRDefault="00C511B3"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38FE26" w14:textId="77777777" w:rsidR="00C511B3" w:rsidRDefault="00C511B3"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87ACE0D" w14:textId="77777777" w:rsidR="00C511B3" w:rsidRPr="00CD45AB" w:rsidRDefault="00C511B3" w:rsidP="00810D31">
            <w:pPr>
              <w:spacing w:after="0"/>
              <w:rPr>
                <w:rFonts w:ascii="Arial" w:hAnsi="Arial" w:cs="Arial"/>
                <w:sz w:val="16"/>
                <w:szCs w:val="16"/>
              </w:rPr>
            </w:pPr>
            <w:r w:rsidRPr="00C511B3">
              <w:rPr>
                <w:rFonts w:ascii="Arial" w:hAnsi="Arial" w:cs="Arial"/>
                <w:sz w:val="16"/>
                <w:szCs w:val="16"/>
              </w:rPr>
              <w:t>Corrections to HRLLC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3F7ED2" w14:textId="77777777" w:rsidR="00C511B3" w:rsidRDefault="00C511B3" w:rsidP="00810D31">
            <w:pPr>
              <w:pStyle w:val="TAC"/>
              <w:jc w:val="left"/>
              <w:rPr>
                <w:snapToGrid w:val="0"/>
                <w:sz w:val="16"/>
                <w:szCs w:val="16"/>
              </w:rPr>
            </w:pPr>
            <w:r>
              <w:rPr>
                <w:snapToGrid w:val="0"/>
                <w:sz w:val="16"/>
                <w:szCs w:val="16"/>
              </w:rPr>
              <w:t>15.3.0</w:t>
            </w:r>
          </w:p>
        </w:tc>
      </w:tr>
      <w:tr w:rsidR="008B524D" w:rsidRPr="006B0D02" w14:paraId="42DECFF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0C3217" w14:textId="77777777" w:rsidR="008B524D" w:rsidRDefault="008B524D"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7EA77B2" w14:textId="77777777" w:rsidR="008B524D" w:rsidRDefault="008B524D"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8FEAB40" w14:textId="77777777" w:rsidR="008B524D" w:rsidRDefault="008B524D" w:rsidP="00810D31">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FC89F3" w14:textId="77777777" w:rsidR="008B524D" w:rsidRDefault="008B524D" w:rsidP="008B524D">
            <w:pPr>
              <w:spacing w:after="0"/>
              <w:jc w:val="center"/>
              <w:rPr>
                <w:rFonts w:ascii="Arial" w:hAnsi="Arial" w:cs="Arial"/>
                <w:sz w:val="16"/>
                <w:szCs w:val="16"/>
              </w:rPr>
            </w:pPr>
            <w:r>
              <w:rPr>
                <w:rFonts w:ascii="Arial" w:hAnsi="Arial" w:cs="Arial"/>
                <w:sz w:val="16"/>
                <w:szCs w:val="16"/>
              </w:rPr>
              <w:t>1169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F44DEA2" w14:textId="77777777" w:rsidR="008B524D" w:rsidRDefault="008B524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1DBEE6" w14:textId="77777777" w:rsidR="008B524D" w:rsidRDefault="008B524D"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031536D" w14:textId="77777777" w:rsidR="008B524D" w:rsidRPr="00CD45AB" w:rsidRDefault="008B524D" w:rsidP="00810D31">
            <w:pPr>
              <w:spacing w:after="0"/>
              <w:rPr>
                <w:rFonts w:ascii="Arial" w:hAnsi="Arial" w:cs="Arial"/>
                <w:sz w:val="16"/>
                <w:szCs w:val="16"/>
              </w:rPr>
            </w:pPr>
            <w:r w:rsidRPr="008B524D">
              <w:rPr>
                <w:rFonts w:ascii="Arial" w:hAnsi="Arial" w:cs="Arial"/>
                <w:sz w:val="16"/>
                <w:szCs w:val="16"/>
              </w:rPr>
              <w:t>Corrections to HRLLC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5A3637" w14:textId="77777777" w:rsidR="008B524D" w:rsidRDefault="008B524D" w:rsidP="00810D31">
            <w:pPr>
              <w:pStyle w:val="TAC"/>
              <w:jc w:val="left"/>
              <w:rPr>
                <w:snapToGrid w:val="0"/>
                <w:sz w:val="16"/>
                <w:szCs w:val="16"/>
              </w:rPr>
            </w:pPr>
            <w:r>
              <w:rPr>
                <w:snapToGrid w:val="0"/>
                <w:sz w:val="16"/>
                <w:szCs w:val="16"/>
              </w:rPr>
              <w:t>15.3.0</w:t>
            </w:r>
          </w:p>
        </w:tc>
      </w:tr>
      <w:tr w:rsidR="00F36EF2" w:rsidRPr="006B0D02" w14:paraId="1ED367A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DD4C36" w14:textId="77777777" w:rsidR="00F36EF2" w:rsidRDefault="00F36EF2"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CC19BC4" w14:textId="77777777" w:rsidR="00F36EF2" w:rsidRDefault="00F36EF2"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A819AA1" w14:textId="77777777" w:rsidR="00F36EF2" w:rsidRDefault="00F36EF2" w:rsidP="00810D31">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15BF99" w14:textId="77777777" w:rsidR="00F36EF2" w:rsidRDefault="00F36EF2" w:rsidP="00F36EF2">
            <w:pPr>
              <w:spacing w:after="0"/>
              <w:jc w:val="center"/>
              <w:rPr>
                <w:rFonts w:ascii="Arial" w:hAnsi="Arial" w:cs="Arial"/>
                <w:sz w:val="16"/>
                <w:szCs w:val="16"/>
              </w:rPr>
            </w:pPr>
            <w:r>
              <w:rPr>
                <w:rFonts w:ascii="Arial" w:hAnsi="Arial" w:cs="Arial"/>
                <w:sz w:val="16"/>
                <w:szCs w:val="16"/>
              </w:rPr>
              <w:t>1170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2641165" w14:textId="77777777" w:rsidR="00F36EF2" w:rsidRDefault="00F36EF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FC2E1B" w14:textId="77777777" w:rsidR="00F36EF2" w:rsidRDefault="00F36EF2"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C817030" w14:textId="77777777" w:rsidR="00F36EF2" w:rsidRPr="00CD45AB" w:rsidRDefault="00F36EF2" w:rsidP="00F36EF2">
            <w:pPr>
              <w:spacing w:after="0"/>
              <w:rPr>
                <w:rFonts w:ascii="Arial" w:hAnsi="Arial" w:cs="Arial"/>
                <w:sz w:val="16"/>
                <w:szCs w:val="16"/>
              </w:rPr>
            </w:pPr>
            <w:r w:rsidRPr="008B524D">
              <w:rPr>
                <w:rFonts w:ascii="Arial" w:hAnsi="Arial" w:cs="Arial"/>
                <w:sz w:val="16"/>
                <w:szCs w:val="16"/>
              </w:rPr>
              <w:t>Corrections to HRLLC in 36.213, s0</w:t>
            </w:r>
            <w:r>
              <w:rPr>
                <w:rFonts w:ascii="Arial" w:hAnsi="Arial" w:cs="Arial"/>
                <w:sz w:val="16"/>
                <w:szCs w:val="16"/>
              </w:rPr>
              <w:t>8</w:t>
            </w:r>
            <w:r w:rsidRPr="008B524D">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CB9CBFD" w14:textId="77777777" w:rsidR="00F36EF2" w:rsidRDefault="00F36EF2" w:rsidP="00810D31">
            <w:pPr>
              <w:pStyle w:val="TAC"/>
              <w:jc w:val="left"/>
              <w:rPr>
                <w:snapToGrid w:val="0"/>
                <w:sz w:val="16"/>
                <w:szCs w:val="16"/>
              </w:rPr>
            </w:pPr>
            <w:r>
              <w:rPr>
                <w:snapToGrid w:val="0"/>
                <w:sz w:val="16"/>
                <w:szCs w:val="16"/>
              </w:rPr>
              <w:t>15.3.0</w:t>
            </w:r>
          </w:p>
        </w:tc>
      </w:tr>
      <w:tr w:rsidR="00F40716" w:rsidRPr="006B0D02" w14:paraId="78C1521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3B403D" w14:textId="77777777" w:rsidR="00F40716" w:rsidRDefault="00F40716" w:rsidP="00810D31">
            <w:pPr>
              <w:pStyle w:val="TAC"/>
              <w:rPr>
                <w:sz w:val="16"/>
                <w:szCs w:val="16"/>
              </w:rPr>
            </w:pPr>
            <w:r>
              <w:rPr>
                <w:sz w:val="16"/>
                <w:szCs w:val="16"/>
              </w:rPr>
              <w:t>2018-09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F1C3935" w14:textId="77777777" w:rsidR="00F40716" w:rsidRDefault="00F40716" w:rsidP="00810D31">
            <w:pPr>
              <w:pStyle w:val="TAC"/>
              <w:rPr>
                <w:sz w:val="16"/>
                <w:szCs w:val="16"/>
              </w:rPr>
            </w:pPr>
            <w:r>
              <w:rPr>
                <w:sz w:val="16"/>
                <w:szCs w:val="16"/>
              </w:rPr>
              <w:t>RAN#81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8CB5FF3" w14:textId="77777777" w:rsidR="00F40716" w:rsidRDefault="00F40716" w:rsidP="00F40716">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2CC1DF" w14:textId="77777777" w:rsidR="00F40716" w:rsidRDefault="00F40716" w:rsidP="00F40716">
            <w:pPr>
              <w:spacing w:after="0"/>
              <w:jc w:val="center"/>
              <w:rPr>
                <w:rFonts w:ascii="Arial" w:hAnsi="Arial" w:cs="Arial"/>
                <w:sz w:val="16"/>
                <w:szCs w:val="16"/>
              </w:rPr>
            </w:pPr>
            <w:r>
              <w:rPr>
                <w:rFonts w:ascii="Arial" w:hAnsi="Arial" w:cs="Arial"/>
                <w:sz w:val="16"/>
                <w:szCs w:val="16"/>
              </w:rPr>
              <w:t>1171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916649F" w14:textId="77777777" w:rsidR="00F40716" w:rsidRDefault="00F4071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1F1514" w14:textId="77777777" w:rsidR="00F40716" w:rsidRDefault="00F40716" w:rsidP="00810D3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278A112" w14:textId="77777777" w:rsidR="00F40716" w:rsidRPr="00CD45AB" w:rsidRDefault="00E65109" w:rsidP="00810D31">
            <w:pPr>
              <w:spacing w:after="0"/>
              <w:rPr>
                <w:rFonts w:ascii="Arial" w:hAnsi="Arial" w:cs="Arial"/>
                <w:sz w:val="16"/>
                <w:szCs w:val="16"/>
              </w:rPr>
            </w:pPr>
            <w:r w:rsidRPr="00E65109">
              <w:rPr>
                <w:rFonts w:ascii="Arial" w:hAnsi="Arial" w:cs="Arial"/>
                <w:sz w:val="16"/>
                <w:szCs w:val="16"/>
              </w:rPr>
              <w:t>Corrections to even further enhanced MTC for LTE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C7EC4F" w14:textId="77777777" w:rsidR="00F40716" w:rsidRDefault="00F40716" w:rsidP="00810D31">
            <w:pPr>
              <w:pStyle w:val="TAC"/>
              <w:jc w:val="left"/>
              <w:rPr>
                <w:snapToGrid w:val="0"/>
                <w:sz w:val="16"/>
                <w:szCs w:val="16"/>
              </w:rPr>
            </w:pPr>
            <w:r>
              <w:rPr>
                <w:snapToGrid w:val="0"/>
                <w:sz w:val="16"/>
                <w:szCs w:val="16"/>
              </w:rPr>
              <w:t>15.3.0</w:t>
            </w:r>
          </w:p>
        </w:tc>
      </w:tr>
      <w:tr w:rsidR="000B6DD9" w:rsidRPr="006B0D02" w14:paraId="216AFD2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70975" w14:textId="77777777" w:rsidR="000B6DD9" w:rsidRDefault="000B6DD9" w:rsidP="00810D3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0B2A3E6" w14:textId="77777777" w:rsidR="000B6DD9" w:rsidRDefault="000B6DD9" w:rsidP="00810D3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0467297" w14:textId="77777777" w:rsidR="000B6DD9" w:rsidRDefault="000B6DD9" w:rsidP="00810D31">
            <w:pPr>
              <w:spacing w:after="0"/>
              <w:jc w:val="center"/>
              <w:rPr>
                <w:rFonts w:ascii="Arial" w:hAnsi="Arial" w:cs="Arial"/>
                <w:sz w:val="16"/>
                <w:szCs w:val="16"/>
              </w:rPr>
            </w:pPr>
            <w:r>
              <w:rPr>
                <w:rFonts w:ascii="Arial" w:hAnsi="Arial" w:cs="Arial"/>
                <w:sz w:val="16"/>
                <w:szCs w:val="16"/>
              </w:rPr>
              <w:t>RP-182520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A6E200" w14:textId="77777777" w:rsidR="000B6DD9" w:rsidRDefault="000B6DD9" w:rsidP="00810D31">
            <w:pPr>
              <w:spacing w:after="0"/>
              <w:jc w:val="center"/>
              <w:rPr>
                <w:rFonts w:ascii="Arial" w:hAnsi="Arial" w:cs="Arial"/>
                <w:sz w:val="16"/>
                <w:szCs w:val="16"/>
              </w:rPr>
            </w:pPr>
            <w:r>
              <w:rPr>
                <w:rFonts w:ascii="Arial" w:hAnsi="Arial" w:cs="Arial"/>
                <w:sz w:val="16"/>
                <w:szCs w:val="16"/>
              </w:rPr>
              <w:t>1174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238D6FE" w14:textId="77777777" w:rsidR="000B6DD9" w:rsidRDefault="000B6DD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9CA291" w14:textId="77777777" w:rsidR="000B6DD9" w:rsidRDefault="000B6DD9"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9157BC8" w14:textId="77777777" w:rsidR="000B6DD9" w:rsidRPr="00CD45AB" w:rsidRDefault="000B6DD9" w:rsidP="00810D31">
            <w:pPr>
              <w:spacing w:after="0"/>
              <w:rPr>
                <w:rFonts w:ascii="Arial" w:hAnsi="Arial" w:cs="Arial"/>
                <w:sz w:val="16"/>
                <w:szCs w:val="16"/>
              </w:rPr>
            </w:pPr>
            <w:r w:rsidRPr="000B6DD9">
              <w:rPr>
                <w:rFonts w:ascii="Arial" w:hAnsi="Arial" w:cs="Arial"/>
                <w:sz w:val="16"/>
                <w:szCs w:val="16"/>
              </w:rPr>
              <w:t>Correction for Type 6 report for FD-MIMO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3A58BB" w14:textId="77777777" w:rsidR="000B6DD9" w:rsidRDefault="000B6DD9" w:rsidP="00810D31">
            <w:pPr>
              <w:pStyle w:val="TAC"/>
              <w:jc w:val="left"/>
              <w:rPr>
                <w:snapToGrid w:val="0"/>
                <w:sz w:val="16"/>
                <w:szCs w:val="16"/>
              </w:rPr>
            </w:pPr>
            <w:r>
              <w:rPr>
                <w:snapToGrid w:val="0"/>
                <w:sz w:val="16"/>
                <w:szCs w:val="16"/>
              </w:rPr>
              <w:t>15.4.0</w:t>
            </w:r>
          </w:p>
        </w:tc>
      </w:tr>
      <w:tr w:rsidR="00810D31" w:rsidRPr="006B0D02" w14:paraId="04D8D1B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7EF812" w14:textId="77777777" w:rsidR="00810D31" w:rsidRDefault="00810D31" w:rsidP="00810D3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1FF8CC7" w14:textId="77777777" w:rsidR="00810D31" w:rsidRDefault="00810D31" w:rsidP="00810D3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C877A7" w14:textId="77777777" w:rsidR="00810D31" w:rsidRDefault="00810D31" w:rsidP="00810D31">
            <w:pPr>
              <w:spacing w:after="0"/>
              <w:jc w:val="center"/>
              <w:rPr>
                <w:rFonts w:ascii="Arial" w:hAnsi="Arial" w:cs="Arial"/>
                <w:sz w:val="16"/>
                <w:szCs w:val="16"/>
              </w:rPr>
            </w:pPr>
            <w:r>
              <w:rPr>
                <w:rFonts w:ascii="Arial" w:hAnsi="Arial" w:cs="Arial"/>
                <w:sz w:val="16"/>
                <w:szCs w:val="16"/>
              </w:rPr>
              <w:t>RP-182518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A2EE7A" w14:textId="77777777" w:rsidR="00810D31" w:rsidRDefault="00810D31" w:rsidP="00810D31">
            <w:pPr>
              <w:spacing w:after="0"/>
              <w:jc w:val="center"/>
              <w:rPr>
                <w:rFonts w:ascii="Arial" w:hAnsi="Arial" w:cs="Arial"/>
                <w:sz w:val="16"/>
                <w:szCs w:val="16"/>
              </w:rPr>
            </w:pPr>
            <w:r>
              <w:rPr>
                <w:rFonts w:ascii="Arial" w:hAnsi="Arial" w:cs="Arial"/>
                <w:sz w:val="16"/>
                <w:szCs w:val="16"/>
              </w:rPr>
              <w:t>1176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1A3899F" w14:textId="77777777" w:rsidR="00810D31" w:rsidRDefault="00810D3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E387A9" w14:textId="77777777" w:rsidR="00810D31" w:rsidRDefault="00810D31" w:rsidP="00810D3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8D80B46" w14:textId="77777777" w:rsidR="00810D31" w:rsidRPr="00CD45AB" w:rsidRDefault="00F60D2A" w:rsidP="00810D31">
            <w:pPr>
              <w:spacing w:after="0"/>
              <w:rPr>
                <w:rFonts w:ascii="Arial" w:hAnsi="Arial" w:cs="Arial"/>
                <w:sz w:val="16"/>
                <w:szCs w:val="16"/>
              </w:rPr>
            </w:pPr>
            <w:r w:rsidRPr="00F60D2A">
              <w:rPr>
                <w:rFonts w:ascii="Arial" w:hAnsi="Arial" w:cs="Arial"/>
                <w:sz w:val="16"/>
                <w:szCs w:val="16"/>
              </w:rPr>
              <w:t>Correction on PDSCH RE mapping around aperiodic zero power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357511" w14:textId="77777777" w:rsidR="00810D31" w:rsidRDefault="00810D31" w:rsidP="00810D31">
            <w:pPr>
              <w:pStyle w:val="TAC"/>
              <w:jc w:val="left"/>
              <w:rPr>
                <w:snapToGrid w:val="0"/>
                <w:sz w:val="16"/>
                <w:szCs w:val="16"/>
              </w:rPr>
            </w:pPr>
            <w:r>
              <w:rPr>
                <w:snapToGrid w:val="0"/>
                <w:sz w:val="16"/>
                <w:szCs w:val="16"/>
              </w:rPr>
              <w:t>15.4.0</w:t>
            </w:r>
          </w:p>
        </w:tc>
      </w:tr>
      <w:tr w:rsidR="009055F9" w:rsidRPr="006B0D02" w14:paraId="2186AA9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F2FADB" w14:textId="77777777" w:rsidR="009055F9" w:rsidRDefault="009055F9"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8E6A11" w14:textId="77777777" w:rsidR="009055F9" w:rsidRDefault="009055F9"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287E517" w14:textId="77777777" w:rsidR="009055F9" w:rsidRDefault="009055F9" w:rsidP="00DB5B21">
            <w:pPr>
              <w:spacing w:after="0"/>
              <w:jc w:val="center"/>
              <w:rPr>
                <w:rFonts w:ascii="Arial" w:hAnsi="Arial" w:cs="Arial"/>
                <w:sz w:val="16"/>
                <w:szCs w:val="16"/>
              </w:rPr>
            </w:pPr>
            <w:r>
              <w:rPr>
                <w:rFonts w:ascii="Arial" w:hAnsi="Arial" w:cs="Arial"/>
                <w:sz w:val="16"/>
                <w:szCs w:val="16"/>
              </w:rPr>
              <w:t>RP-182528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6C982B" w14:textId="77777777" w:rsidR="009055F9" w:rsidRDefault="009055F9" w:rsidP="00DB5B21">
            <w:pPr>
              <w:spacing w:after="0"/>
              <w:jc w:val="center"/>
              <w:rPr>
                <w:rFonts w:ascii="Arial" w:hAnsi="Arial" w:cs="Arial"/>
                <w:sz w:val="16"/>
                <w:szCs w:val="16"/>
              </w:rPr>
            </w:pPr>
            <w:r>
              <w:rPr>
                <w:rFonts w:ascii="Arial" w:hAnsi="Arial" w:cs="Arial"/>
                <w:sz w:val="16"/>
                <w:szCs w:val="16"/>
              </w:rPr>
              <w:t>1178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B168A47" w14:textId="77777777" w:rsidR="009055F9" w:rsidRDefault="009055F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C3ABC6" w14:textId="77777777" w:rsidR="009055F9" w:rsidRDefault="009055F9" w:rsidP="00DB5B2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FA18693" w14:textId="77777777" w:rsidR="009055F9" w:rsidRPr="00CD45AB" w:rsidRDefault="009055F9" w:rsidP="00DB5B21">
            <w:pPr>
              <w:spacing w:after="0"/>
              <w:rPr>
                <w:rFonts w:ascii="Arial" w:hAnsi="Arial" w:cs="Arial"/>
                <w:sz w:val="16"/>
                <w:szCs w:val="16"/>
              </w:rPr>
            </w:pPr>
            <w:r w:rsidRPr="009055F9">
              <w:rPr>
                <w:rFonts w:ascii="Arial" w:hAnsi="Arial" w:cs="Arial"/>
                <w:sz w:val="16"/>
                <w:szCs w:val="16"/>
              </w:rPr>
              <w:t>Correction on NB-IoT DL subframe definition on non-anchor carriers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B47F5B" w14:textId="77777777" w:rsidR="009055F9" w:rsidRDefault="009055F9" w:rsidP="00DB5B21">
            <w:pPr>
              <w:pStyle w:val="TAC"/>
              <w:jc w:val="left"/>
              <w:rPr>
                <w:snapToGrid w:val="0"/>
                <w:sz w:val="16"/>
                <w:szCs w:val="16"/>
              </w:rPr>
            </w:pPr>
            <w:r>
              <w:rPr>
                <w:snapToGrid w:val="0"/>
                <w:sz w:val="16"/>
                <w:szCs w:val="16"/>
              </w:rPr>
              <w:t>15.4.0</w:t>
            </w:r>
          </w:p>
        </w:tc>
      </w:tr>
      <w:tr w:rsidR="009055F9" w:rsidRPr="006B0D02" w14:paraId="4D5A72D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4C19BC" w14:textId="77777777" w:rsidR="009055F9" w:rsidRDefault="009055F9"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0840CD2" w14:textId="77777777" w:rsidR="009055F9" w:rsidRDefault="009055F9"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4ECD817" w14:textId="77777777" w:rsidR="009055F9" w:rsidRDefault="009055F9" w:rsidP="00DB5B21">
            <w:pPr>
              <w:spacing w:after="0"/>
              <w:jc w:val="center"/>
              <w:rPr>
                <w:rFonts w:ascii="Arial" w:hAnsi="Arial" w:cs="Arial"/>
                <w:sz w:val="16"/>
                <w:szCs w:val="16"/>
              </w:rPr>
            </w:pPr>
            <w:r>
              <w:rPr>
                <w:rFonts w:ascii="Arial" w:hAnsi="Arial" w:cs="Arial"/>
                <w:sz w:val="16"/>
                <w:szCs w:val="16"/>
              </w:rPr>
              <w:t>RP-182527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2AB150" w14:textId="77777777" w:rsidR="009055F9" w:rsidRDefault="009055F9" w:rsidP="00DB5B21">
            <w:pPr>
              <w:spacing w:after="0"/>
              <w:jc w:val="center"/>
              <w:rPr>
                <w:rFonts w:ascii="Arial" w:hAnsi="Arial" w:cs="Arial"/>
                <w:sz w:val="16"/>
                <w:szCs w:val="16"/>
              </w:rPr>
            </w:pPr>
            <w:r>
              <w:rPr>
                <w:rFonts w:ascii="Arial" w:hAnsi="Arial" w:cs="Arial"/>
                <w:sz w:val="16"/>
                <w:szCs w:val="16"/>
              </w:rPr>
              <w:t>1180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9E1246D" w14:textId="77777777" w:rsidR="009055F9" w:rsidRDefault="009055F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3F45AF" w14:textId="77777777" w:rsidR="009055F9" w:rsidRDefault="009055F9" w:rsidP="00DB5B2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612D7A" w14:textId="77777777" w:rsidR="009055F9" w:rsidRPr="00CD45AB" w:rsidRDefault="009055F9" w:rsidP="00DB5B21">
            <w:pPr>
              <w:spacing w:after="0"/>
              <w:rPr>
                <w:rFonts w:ascii="Arial" w:hAnsi="Arial" w:cs="Arial"/>
                <w:sz w:val="16"/>
                <w:szCs w:val="16"/>
              </w:rPr>
            </w:pPr>
            <w:r w:rsidRPr="009055F9">
              <w:rPr>
                <w:rFonts w:ascii="Arial" w:hAnsi="Arial" w:cs="Arial"/>
                <w:sz w:val="16"/>
                <w:szCs w:val="16"/>
              </w:rPr>
              <w:t>HARQ reference configuration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1A9888" w14:textId="77777777" w:rsidR="009055F9" w:rsidRDefault="009055F9" w:rsidP="00DB5B21">
            <w:pPr>
              <w:pStyle w:val="TAC"/>
              <w:jc w:val="left"/>
              <w:rPr>
                <w:snapToGrid w:val="0"/>
                <w:sz w:val="16"/>
                <w:szCs w:val="16"/>
              </w:rPr>
            </w:pPr>
            <w:r>
              <w:rPr>
                <w:snapToGrid w:val="0"/>
                <w:sz w:val="16"/>
                <w:szCs w:val="16"/>
              </w:rPr>
              <w:t>15.4.0</w:t>
            </w:r>
          </w:p>
        </w:tc>
      </w:tr>
      <w:tr w:rsidR="00360A4E" w:rsidRPr="006B0D02" w14:paraId="61AC544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F5AA35" w14:textId="77777777" w:rsidR="00360A4E" w:rsidRDefault="00360A4E"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88F7AE2" w14:textId="77777777" w:rsidR="00360A4E" w:rsidRDefault="00360A4E"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36A22D1" w14:textId="77777777" w:rsidR="00360A4E" w:rsidRDefault="00360A4E" w:rsidP="00DB5B21">
            <w:pPr>
              <w:spacing w:after="0"/>
              <w:jc w:val="center"/>
              <w:rPr>
                <w:rFonts w:ascii="Arial" w:hAnsi="Arial" w:cs="Arial"/>
                <w:sz w:val="16"/>
                <w:szCs w:val="16"/>
              </w:rPr>
            </w:pPr>
            <w:r>
              <w:rPr>
                <w:rFonts w:ascii="Arial" w:hAnsi="Arial" w:cs="Arial"/>
                <w:sz w:val="16"/>
                <w:szCs w:val="16"/>
              </w:rPr>
              <w:t>RP-1825</w:t>
            </w:r>
            <w:r w:rsidR="00DE1AC1">
              <w:rPr>
                <w:rFonts w:ascii="Arial" w:hAnsi="Arial" w:cs="Arial"/>
                <w:sz w:val="16"/>
                <w:szCs w:val="16"/>
              </w:rPr>
              <w:t>1</w:t>
            </w:r>
            <w:r>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C68949" w14:textId="77777777" w:rsidR="00360A4E" w:rsidRDefault="00360A4E" w:rsidP="00DB5B21">
            <w:pPr>
              <w:spacing w:after="0"/>
              <w:jc w:val="center"/>
              <w:rPr>
                <w:rFonts w:ascii="Arial" w:hAnsi="Arial" w:cs="Arial"/>
                <w:sz w:val="16"/>
                <w:szCs w:val="16"/>
              </w:rPr>
            </w:pPr>
            <w:r>
              <w:rPr>
                <w:rFonts w:ascii="Arial" w:hAnsi="Arial" w:cs="Arial"/>
                <w:sz w:val="16"/>
                <w:szCs w:val="16"/>
              </w:rPr>
              <w:t>118</w:t>
            </w:r>
            <w:r w:rsidR="00DE1AC1">
              <w:rPr>
                <w:rFonts w:ascii="Arial" w:hAnsi="Arial" w:cs="Arial"/>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08D9BCC" w14:textId="77777777" w:rsidR="00360A4E" w:rsidRDefault="00360A4E"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9EB8B3" w14:textId="77777777" w:rsidR="00360A4E" w:rsidRDefault="00360A4E" w:rsidP="00DB5B2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B2091D4" w14:textId="77777777" w:rsidR="00360A4E" w:rsidRPr="00CD45AB" w:rsidRDefault="00DE1AC1" w:rsidP="00DB5B21">
            <w:pPr>
              <w:spacing w:after="0"/>
              <w:rPr>
                <w:rFonts w:ascii="Arial" w:hAnsi="Arial" w:cs="Arial"/>
                <w:sz w:val="16"/>
                <w:szCs w:val="16"/>
              </w:rPr>
            </w:pPr>
            <w:r w:rsidRPr="00DE1AC1">
              <w:rPr>
                <w:rFonts w:ascii="Arial" w:hAnsi="Arial" w:cs="Arial"/>
                <w:sz w:val="16"/>
                <w:szCs w:val="16"/>
              </w:rPr>
              <w:t xml:space="preserve">Aperiodic CSI report for PUSCH in </w:t>
            </w:r>
            <w:proofErr w:type="spellStart"/>
            <w:r w:rsidRPr="00DE1AC1">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8753F3" w14:textId="77777777" w:rsidR="00360A4E" w:rsidRDefault="00360A4E" w:rsidP="00DB5B21">
            <w:pPr>
              <w:pStyle w:val="TAC"/>
              <w:jc w:val="left"/>
              <w:rPr>
                <w:snapToGrid w:val="0"/>
                <w:sz w:val="16"/>
                <w:szCs w:val="16"/>
              </w:rPr>
            </w:pPr>
            <w:r>
              <w:rPr>
                <w:snapToGrid w:val="0"/>
                <w:sz w:val="16"/>
                <w:szCs w:val="16"/>
              </w:rPr>
              <w:t>15.4.0</w:t>
            </w:r>
          </w:p>
        </w:tc>
      </w:tr>
      <w:tr w:rsidR="00FB00EB" w:rsidRPr="006B0D02" w14:paraId="6D3A183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297704" w14:textId="77777777" w:rsidR="00FB00EB" w:rsidRDefault="00FB00EB"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0C7A4C6" w14:textId="77777777" w:rsidR="00FB00EB" w:rsidRDefault="00FB00EB"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6093558" w14:textId="77777777" w:rsidR="00FB00EB" w:rsidRDefault="00FB00EB" w:rsidP="00DB5B21">
            <w:pPr>
              <w:spacing w:after="0"/>
              <w:jc w:val="center"/>
              <w:rPr>
                <w:rFonts w:ascii="Arial" w:hAnsi="Arial" w:cs="Arial"/>
                <w:sz w:val="16"/>
                <w:szCs w:val="16"/>
              </w:rPr>
            </w:pPr>
            <w:r>
              <w:rPr>
                <w:rFonts w:ascii="Arial" w:hAnsi="Arial" w:cs="Arial"/>
                <w:sz w:val="16"/>
                <w:szCs w:val="16"/>
              </w:rPr>
              <w:t>RP-1825</w:t>
            </w:r>
            <w:r w:rsidR="00F1765A">
              <w:rPr>
                <w:rFonts w:ascii="Arial" w:hAnsi="Arial" w:cs="Arial"/>
                <w:sz w:val="16"/>
                <w:szCs w:val="16"/>
              </w:rPr>
              <w:t>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503CB9" w14:textId="77777777" w:rsidR="00FB00EB" w:rsidRDefault="00FB00EB" w:rsidP="00DB5B21">
            <w:pPr>
              <w:spacing w:after="0"/>
              <w:jc w:val="center"/>
              <w:rPr>
                <w:rFonts w:ascii="Arial" w:hAnsi="Arial" w:cs="Arial"/>
                <w:sz w:val="16"/>
                <w:szCs w:val="16"/>
              </w:rPr>
            </w:pPr>
            <w:r>
              <w:rPr>
                <w:rFonts w:ascii="Arial" w:hAnsi="Arial" w:cs="Arial"/>
                <w:sz w:val="16"/>
                <w:szCs w:val="16"/>
              </w:rPr>
              <w:t>118</w:t>
            </w:r>
            <w:r w:rsidR="00F1765A">
              <w:rPr>
                <w:rFonts w:ascii="Arial" w:hAnsi="Arial" w:cs="Arial"/>
                <w:sz w:val="16"/>
                <w:szCs w:val="16"/>
              </w:rPr>
              <w:t>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3365130" w14:textId="77777777" w:rsidR="00FB00EB" w:rsidRDefault="00FB00EB"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D558F5" w14:textId="77777777" w:rsidR="00FB00EB" w:rsidRDefault="00F1765A"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C28387" w14:textId="77777777" w:rsidR="00FB00EB" w:rsidRPr="00CD45AB" w:rsidRDefault="00F1765A" w:rsidP="00DB5B21">
            <w:pPr>
              <w:spacing w:after="0"/>
              <w:rPr>
                <w:rFonts w:ascii="Arial" w:hAnsi="Arial" w:cs="Arial"/>
                <w:sz w:val="16"/>
                <w:szCs w:val="16"/>
              </w:rPr>
            </w:pPr>
            <w:r w:rsidRPr="00F1765A">
              <w:rPr>
                <w:rFonts w:ascii="Arial" w:hAnsi="Arial" w:cs="Arial"/>
                <w:sz w:val="16"/>
                <w:szCs w:val="16"/>
              </w:rPr>
              <w:t xml:space="preserve">Correction on </w:t>
            </w:r>
            <w:proofErr w:type="spellStart"/>
            <w:r w:rsidRPr="00F1765A">
              <w:rPr>
                <w:rFonts w:ascii="Arial" w:hAnsi="Arial" w:cs="Arial"/>
                <w:sz w:val="16"/>
                <w:szCs w:val="16"/>
              </w:rPr>
              <w:t>subslot</w:t>
            </w:r>
            <w:proofErr w:type="spellEnd"/>
            <w:r w:rsidRPr="00F1765A">
              <w:rPr>
                <w:rFonts w:ascii="Arial" w:hAnsi="Arial" w:cs="Arial"/>
                <w:sz w:val="16"/>
                <w:szCs w:val="16"/>
              </w:rPr>
              <w:t>-SPUCCH resource for formats 1a and 1b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3C8153" w14:textId="77777777" w:rsidR="00FB00EB" w:rsidRDefault="00FB00EB" w:rsidP="00DB5B21">
            <w:pPr>
              <w:pStyle w:val="TAC"/>
              <w:jc w:val="left"/>
              <w:rPr>
                <w:snapToGrid w:val="0"/>
                <w:sz w:val="16"/>
                <w:szCs w:val="16"/>
              </w:rPr>
            </w:pPr>
            <w:r>
              <w:rPr>
                <w:snapToGrid w:val="0"/>
                <w:sz w:val="16"/>
                <w:szCs w:val="16"/>
              </w:rPr>
              <w:t>15.4.0</w:t>
            </w:r>
          </w:p>
        </w:tc>
      </w:tr>
      <w:tr w:rsidR="00481949" w:rsidRPr="006B0D02" w14:paraId="2545EBD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C0696C" w14:textId="77777777" w:rsidR="00481949" w:rsidRDefault="00481949"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89933EB" w14:textId="77777777" w:rsidR="00481949" w:rsidRDefault="00481949"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869967C" w14:textId="77777777" w:rsidR="00481949" w:rsidRDefault="00481949" w:rsidP="00DB5B21">
            <w:pPr>
              <w:spacing w:after="0"/>
              <w:jc w:val="center"/>
              <w:rPr>
                <w:rFonts w:ascii="Arial" w:hAnsi="Arial" w:cs="Arial"/>
                <w:sz w:val="16"/>
                <w:szCs w:val="16"/>
              </w:rPr>
            </w:pPr>
            <w:r>
              <w:rPr>
                <w:rFonts w:ascii="Arial" w:hAnsi="Arial" w:cs="Arial"/>
                <w:sz w:val="16"/>
                <w:szCs w:val="16"/>
              </w:rPr>
              <w:t>RP-182522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BF0444" w14:textId="77777777" w:rsidR="00481949" w:rsidRDefault="00481949" w:rsidP="00DB5B21">
            <w:pPr>
              <w:spacing w:after="0"/>
              <w:jc w:val="center"/>
              <w:rPr>
                <w:rFonts w:ascii="Arial" w:hAnsi="Arial" w:cs="Arial"/>
                <w:sz w:val="16"/>
                <w:szCs w:val="16"/>
              </w:rPr>
            </w:pPr>
            <w:r>
              <w:rPr>
                <w:rFonts w:ascii="Arial" w:hAnsi="Arial" w:cs="Arial"/>
                <w:sz w:val="16"/>
                <w:szCs w:val="16"/>
              </w:rPr>
              <w:t>1184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C1369C9" w14:textId="77777777" w:rsidR="00481949" w:rsidRDefault="0048194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CE2FFF" w14:textId="77777777" w:rsidR="00481949" w:rsidRDefault="00481949"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13F35E" w14:textId="77777777" w:rsidR="00481949" w:rsidRPr="00CD45AB" w:rsidRDefault="00481949" w:rsidP="00DB5B21">
            <w:pPr>
              <w:spacing w:after="0"/>
              <w:rPr>
                <w:rFonts w:ascii="Arial" w:hAnsi="Arial" w:cs="Arial"/>
                <w:sz w:val="16"/>
                <w:szCs w:val="16"/>
              </w:rPr>
            </w:pPr>
            <w:r w:rsidRPr="00481949">
              <w:rPr>
                <w:rFonts w:ascii="Arial" w:hAnsi="Arial" w:cs="Arial"/>
                <w:sz w:val="16"/>
                <w:szCs w:val="16"/>
              </w:rPr>
              <w:t xml:space="preserve">Corrections related to CSI update capability for </w:t>
            </w:r>
            <w:proofErr w:type="spellStart"/>
            <w:r w:rsidRPr="00481949">
              <w:rPr>
                <w:rFonts w:ascii="Arial" w:hAnsi="Arial" w:cs="Arial"/>
                <w:sz w:val="16"/>
                <w:szCs w:val="16"/>
              </w:rPr>
              <w:t>sTTI</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6C6405" w14:textId="77777777" w:rsidR="00481949" w:rsidRDefault="00481949" w:rsidP="00DB5B21">
            <w:pPr>
              <w:pStyle w:val="TAC"/>
              <w:jc w:val="left"/>
              <w:rPr>
                <w:snapToGrid w:val="0"/>
                <w:sz w:val="16"/>
                <w:szCs w:val="16"/>
              </w:rPr>
            </w:pPr>
            <w:r>
              <w:rPr>
                <w:snapToGrid w:val="0"/>
                <w:sz w:val="16"/>
                <w:szCs w:val="16"/>
              </w:rPr>
              <w:t>15.4.0</w:t>
            </w:r>
          </w:p>
        </w:tc>
      </w:tr>
      <w:tr w:rsidR="00DE06AE" w:rsidRPr="006B0D02" w14:paraId="65FBF44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761AD0" w14:textId="77777777" w:rsidR="00DE06AE" w:rsidRDefault="00DE06AE"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EF4067" w14:textId="77777777" w:rsidR="00DE06AE" w:rsidRDefault="00DE06AE"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4869B04" w14:textId="77777777" w:rsidR="00DE06AE" w:rsidRDefault="00DE06AE"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F5BBFF" w14:textId="77777777" w:rsidR="00DE06AE" w:rsidRDefault="00DE06AE" w:rsidP="00DB5B21">
            <w:pPr>
              <w:spacing w:after="0"/>
              <w:jc w:val="center"/>
              <w:rPr>
                <w:rFonts w:ascii="Arial" w:hAnsi="Arial" w:cs="Arial"/>
                <w:sz w:val="16"/>
                <w:szCs w:val="16"/>
              </w:rPr>
            </w:pPr>
            <w:r>
              <w:rPr>
                <w:rFonts w:ascii="Arial" w:hAnsi="Arial" w:cs="Arial"/>
                <w:sz w:val="16"/>
                <w:szCs w:val="16"/>
              </w:rPr>
              <w:t>1185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03A13C9" w14:textId="77777777" w:rsidR="00DE06AE" w:rsidRDefault="00DE06AE"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15B9F1" w14:textId="77777777" w:rsidR="00DE06AE" w:rsidRDefault="00DE06AE"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F8B4E09" w14:textId="77777777" w:rsidR="00DE06AE" w:rsidRPr="00CD45AB" w:rsidRDefault="00B30D11" w:rsidP="00DB5B21">
            <w:pPr>
              <w:spacing w:after="0"/>
              <w:rPr>
                <w:rFonts w:ascii="Arial" w:hAnsi="Arial" w:cs="Arial"/>
                <w:sz w:val="16"/>
                <w:szCs w:val="16"/>
              </w:rPr>
            </w:pPr>
            <w:r w:rsidRPr="00B30D11">
              <w:rPr>
                <w:rFonts w:ascii="Arial" w:hAnsi="Arial" w:cs="Arial"/>
                <w:sz w:val="16"/>
                <w:szCs w:val="16"/>
              </w:rPr>
              <w:t>UL SPS repetition counting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3D6FF0" w14:textId="77777777" w:rsidR="00DE06AE" w:rsidRDefault="00DE06AE" w:rsidP="00DB5B21">
            <w:pPr>
              <w:pStyle w:val="TAC"/>
              <w:jc w:val="left"/>
              <w:rPr>
                <w:snapToGrid w:val="0"/>
                <w:sz w:val="16"/>
                <w:szCs w:val="16"/>
              </w:rPr>
            </w:pPr>
            <w:r>
              <w:rPr>
                <w:snapToGrid w:val="0"/>
                <w:sz w:val="16"/>
                <w:szCs w:val="16"/>
              </w:rPr>
              <w:t>15.4.0</w:t>
            </w:r>
          </w:p>
        </w:tc>
      </w:tr>
      <w:tr w:rsidR="000F4EA1" w:rsidRPr="006B0D02" w14:paraId="1641494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D7E499" w14:textId="77777777" w:rsidR="000F4EA1" w:rsidRDefault="000F4EA1"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E698505" w14:textId="77777777" w:rsidR="000F4EA1" w:rsidRDefault="000F4EA1"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120D694" w14:textId="77777777" w:rsidR="000F4EA1" w:rsidRDefault="000F4EA1"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D4A35E" w14:textId="77777777" w:rsidR="000F4EA1" w:rsidRDefault="000F4EA1" w:rsidP="00DB5B21">
            <w:pPr>
              <w:spacing w:after="0"/>
              <w:jc w:val="center"/>
              <w:rPr>
                <w:rFonts w:ascii="Arial" w:hAnsi="Arial" w:cs="Arial"/>
                <w:sz w:val="16"/>
                <w:szCs w:val="16"/>
              </w:rPr>
            </w:pPr>
            <w:r>
              <w:rPr>
                <w:rFonts w:ascii="Arial" w:hAnsi="Arial" w:cs="Arial"/>
                <w:sz w:val="16"/>
                <w:szCs w:val="16"/>
              </w:rPr>
              <w:t>1186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F8BF816" w14:textId="77777777" w:rsidR="000F4EA1" w:rsidRDefault="000F4EA1"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B91A8B" w14:textId="77777777" w:rsidR="000F4EA1" w:rsidRDefault="000F4EA1"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33C02F6" w14:textId="77777777" w:rsidR="000F4EA1" w:rsidRPr="00CD45AB" w:rsidRDefault="000F4EA1" w:rsidP="00DB5B21">
            <w:pPr>
              <w:spacing w:after="0"/>
              <w:rPr>
                <w:rFonts w:ascii="Arial" w:hAnsi="Arial" w:cs="Arial"/>
                <w:sz w:val="16"/>
                <w:szCs w:val="16"/>
              </w:rPr>
            </w:pPr>
            <w:r w:rsidRPr="000F4EA1">
              <w:rPr>
                <w:rFonts w:ascii="Arial" w:hAnsi="Arial" w:cs="Arial"/>
                <w:sz w:val="16"/>
                <w:szCs w:val="16"/>
              </w:rPr>
              <w:t>Validation of SPS for one UL SPS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4A879D" w14:textId="77777777" w:rsidR="000F4EA1" w:rsidRDefault="000F4EA1" w:rsidP="00DB5B21">
            <w:pPr>
              <w:pStyle w:val="TAC"/>
              <w:jc w:val="left"/>
              <w:rPr>
                <w:snapToGrid w:val="0"/>
                <w:sz w:val="16"/>
                <w:szCs w:val="16"/>
              </w:rPr>
            </w:pPr>
            <w:r>
              <w:rPr>
                <w:snapToGrid w:val="0"/>
                <w:sz w:val="16"/>
                <w:szCs w:val="16"/>
              </w:rPr>
              <w:t>15.4.0</w:t>
            </w:r>
          </w:p>
        </w:tc>
      </w:tr>
      <w:tr w:rsidR="000F4EA1" w:rsidRPr="006B0D02" w14:paraId="28DE833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A43DCB" w14:textId="77777777" w:rsidR="000F4EA1" w:rsidRDefault="000F4EA1"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4E38642" w14:textId="77777777" w:rsidR="000F4EA1" w:rsidRDefault="000F4EA1"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A2994C" w14:textId="77777777" w:rsidR="000F4EA1" w:rsidRDefault="000F4EA1"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DFD440" w14:textId="77777777" w:rsidR="000F4EA1" w:rsidRDefault="000F4EA1" w:rsidP="00DB5B21">
            <w:pPr>
              <w:spacing w:after="0"/>
              <w:jc w:val="center"/>
              <w:rPr>
                <w:rFonts w:ascii="Arial" w:hAnsi="Arial" w:cs="Arial"/>
                <w:sz w:val="16"/>
                <w:szCs w:val="16"/>
              </w:rPr>
            </w:pPr>
            <w:r>
              <w:rPr>
                <w:rFonts w:ascii="Arial" w:hAnsi="Arial" w:cs="Arial"/>
                <w:sz w:val="16"/>
                <w:szCs w:val="16"/>
              </w:rPr>
              <w:t>1187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CDE5459" w14:textId="77777777" w:rsidR="000F4EA1" w:rsidRDefault="000F4EA1"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569D8B" w14:textId="77777777" w:rsidR="000F4EA1" w:rsidRDefault="000F4EA1"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E6B4B7" w14:textId="77777777" w:rsidR="000F4EA1" w:rsidRPr="00CD45AB" w:rsidRDefault="000F4EA1" w:rsidP="00DB5B21">
            <w:pPr>
              <w:spacing w:after="0"/>
              <w:rPr>
                <w:rFonts w:ascii="Arial" w:hAnsi="Arial" w:cs="Arial"/>
                <w:sz w:val="16"/>
                <w:szCs w:val="16"/>
              </w:rPr>
            </w:pPr>
            <w:r w:rsidRPr="000F4EA1">
              <w:rPr>
                <w:rFonts w:ascii="Arial" w:hAnsi="Arial" w:cs="Arial"/>
                <w:sz w:val="16"/>
                <w:szCs w:val="16"/>
              </w:rPr>
              <w:t>On activation of UL SPS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AF9470" w14:textId="77777777" w:rsidR="000F4EA1" w:rsidRDefault="000F4EA1" w:rsidP="00DB5B21">
            <w:pPr>
              <w:pStyle w:val="TAC"/>
              <w:jc w:val="left"/>
              <w:rPr>
                <w:snapToGrid w:val="0"/>
                <w:sz w:val="16"/>
                <w:szCs w:val="16"/>
              </w:rPr>
            </w:pPr>
            <w:r>
              <w:rPr>
                <w:snapToGrid w:val="0"/>
                <w:sz w:val="16"/>
                <w:szCs w:val="16"/>
              </w:rPr>
              <w:t>15.4.0</w:t>
            </w:r>
          </w:p>
        </w:tc>
      </w:tr>
      <w:tr w:rsidR="00DF19B3" w:rsidRPr="006B0D02" w14:paraId="317A76A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5D092E" w14:textId="77777777" w:rsidR="00DF19B3" w:rsidRDefault="00DF19B3"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3623FF" w14:textId="77777777" w:rsidR="00DF19B3" w:rsidRDefault="00DF19B3"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70FB1E6" w14:textId="77777777" w:rsidR="00DF19B3" w:rsidRDefault="00DF19B3" w:rsidP="00DB5B21">
            <w:pPr>
              <w:spacing w:after="0"/>
              <w:jc w:val="center"/>
              <w:rPr>
                <w:rFonts w:ascii="Arial" w:hAnsi="Arial" w:cs="Arial"/>
                <w:sz w:val="16"/>
                <w:szCs w:val="16"/>
              </w:rPr>
            </w:pPr>
            <w:r>
              <w:rPr>
                <w:rFonts w:ascii="Arial" w:hAnsi="Arial" w:cs="Arial"/>
                <w:sz w:val="16"/>
                <w:szCs w:val="16"/>
              </w:rPr>
              <w:t>RP-1825</w:t>
            </w:r>
            <w:r w:rsidR="00ED444A">
              <w:rPr>
                <w:rFonts w:ascii="Arial" w:hAnsi="Arial" w:cs="Arial"/>
                <w:sz w:val="16"/>
                <w:szCs w:val="16"/>
              </w:rPr>
              <w:t>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288A3E" w14:textId="77777777" w:rsidR="00DF19B3" w:rsidRDefault="00DF19B3" w:rsidP="00DB5B21">
            <w:pPr>
              <w:spacing w:after="0"/>
              <w:jc w:val="center"/>
              <w:rPr>
                <w:rFonts w:ascii="Arial" w:hAnsi="Arial" w:cs="Arial"/>
                <w:sz w:val="16"/>
                <w:szCs w:val="16"/>
              </w:rPr>
            </w:pPr>
            <w:r>
              <w:rPr>
                <w:rFonts w:ascii="Arial" w:hAnsi="Arial" w:cs="Arial"/>
                <w:sz w:val="16"/>
                <w:szCs w:val="16"/>
              </w:rPr>
              <w:t>118</w:t>
            </w:r>
            <w:r w:rsidR="00ED444A">
              <w:rPr>
                <w:rFonts w:ascii="Arial" w:hAnsi="Arial" w:cs="Arial"/>
                <w:sz w:val="16"/>
                <w:szCs w:val="16"/>
              </w:rPr>
              <w:t>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E4C1D27" w14:textId="77777777" w:rsidR="00DF19B3" w:rsidRDefault="00DF19B3"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073696" w14:textId="77777777" w:rsidR="00DF19B3" w:rsidRDefault="00ED444A" w:rsidP="00DB5B2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4C5F508" w14:textId="77777777" w:rsidR="00DF19B3" w:rsidRPr="00CD45AB" w:rsidRDefault="00ED444A" w:rsidP="00DB5B21">
            <w:pPr>
              <w:spacing w:after="0"/>
              <w:rPr>
                <w:rFonts w:ascii="Arial" w:hAnsi="Arial" w:cs="Arial"/>
                <w:sz w:val="16"/>
                <w:szCs w:val="16"/>
              </w:rPr>
            </w:pPr>
            <w:r w:rsidRPr="00ED444A">
              <w:rPr>
                <w:rFonts w:ascii="Arial" w:hAnsi="Arial" w:cs="Arial"/>
                <w:sz w:val="16"/>
                <w:szCs w:val="16"/>
              </w:rPr>
              <w:t>CSI reference resource with crs-less-ssp10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55F3E5" w14:textId="77777777" w:rsidR="00DF19B3" w:rsidRDefault="00DF19B3" w:rsidP="00DB5B21">
            <w:pPr>
              <w:pStyle w:val="TAC"/>
              <w:jc w:val="left"/>
              <w:rPr>
                <w:snapToGrid w:val="0"/>
                <w:sz w:val="16"/>
                <w:szCs w:val="16"/>
              </w:rPr>
            </w:pPr>
            <w:r>
              <w:rPr>
                <w:snapToGrid w:val="0"/>
                <w:sz w:val="16"/>
                <w:szCs w:val="16"/>
              </w:rPr>
              <w:t>15.4.0</w:t>
            </w:r>
          </w:p>
        </w:tc>
      </w:tr>
      <w:tr w:rsidR="00D17D8A" w:rsidRPr="006B0D02" w14:paraId="6E30480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27A68F" w14:textId="77777777" w:rsidR="00D17D8A" w:rsidRDefault="00D17D8A"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62DA261" w14:textId="77777777" w:rsidR="00D17D8A" w:rsidRDefault="00D17D8A"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BB2255" w14:textId="77777777" w:rsidR="00D17D8A" w:rsidRDefault="00D17D8A"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20C81B" w14:textId="77777777" w:rsidR="00D17D8A" w:rsidRDefault="00D17D8A" w:rsidP="00DB5B21">
            <w:pPr>
              <w:spacing w:after="0"/>
              <w:jc w:val="center"/>
              <w:rPr>
                <w:rFonts w:ascii="Arial" w:hAnsi="Arial" w:cs="Arial"/>
                <w:sz w:val="16"/>
                <w:szCs w:val="16"/>
              </w:rPr>
            </w:pPr>
            <w:r>
              <w:rPr>
                <w:rFonts w:ascii="Arial" w:hAnsi="Arial" w:cs="Arial"/>
                <w:sz w:val="16"/>
                <w:szCs w:val="16"/>
              </w:rPr>
              <w:t>1190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9A99A9D" w14:textId="77777777" w:rsidR="00D17D8A" w:rsidRDefault="00D17D8A"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9D349A" w14:textId="77777777" w:rsidR="00D17D8A" w:rsidRDefault="00D17D8A"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BF7E14C" w14:textId="77777777" w:rsidR="00D17D8A" w:rsidRPr="00CD45AB" w:rsidRDefault="00D17D8A" w:rsidP="00DB5B21">
            <w:pPr>
              <w:spacing w:after="0"/>
              <w:rPr>
                <w:rFonts w:ascii="Arial" w:hAnsi="Arial" w:cs="Arial"/>
                <w:sz w:val="16"/>
                <w:szCs w:val="16"/>
              </w:rPr>
            </w:pPr>
            <w:r w:rsidRPr="00D17D8A">
              <w:rPr>
                <w:rFonts w:ascii="Arial" w:hAnsi="Arial" w:cs="Arial"/>
                <w:sz w:val="16"/>
                <w:szCs w:val="16"/>
              </w:rPr>
              <w:t xml:space="preserve">Corrections on subframe-PDSCH repetition with </w:t>
            </w:r>
            <w:proofErr w:type="spellStart"/>
            <w:r w:rsidRPr="00D17D8A">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8AE2EB" w14:textId="77777777" w:rsidR="00D17D8A" w:rsidRDefault="00D17D8A" w:rsidP="00DB5B21">
            <w:pPr>
              <w:pStyle w:val="TAC"/>
              <w:jc w:val="left"/>
              <w:rPr>
                <w:snapToGrid w:val="0"/>
                <w:sz w:val="16"/>
                <w:szCs w:val="16"/>
              </w:rPr>
            </w:pPr>
            <w:r>
              <w:rPr>
                <w:snapToGrid w:val="0"/>
                <w:sz w:val="16"/>
                <w:szCs w:val="16"/>
              </w:rPr>
              <w:t>15.4.0</w:t>
            </w:r>
          </w:p>
        </w:tc>
      </w:tr>
      <w:tr w:rsidR="001C6087" w:rsidRPr="006B0D02" w14:paraId="17BBAE0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493680" w14:textId="77777777" w:rsidR="001C6087" w:rsidRDefault="001C6087"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CBC9842" w14:textId="77777777" w:rsidR="001C6087" w:rsidRDefault="001C6087"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A29C197" w14:textId="77777777" w:rsidR="001C6087" w:rsidRDefault="001C6087" w:rsidP="00DB5B21">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F49EBC" w14:textId="77777777" w:rsidR="001C6087" w:rsidRDefault="001C6087" w:rsidP="00DB5B21">
            <w:pPr>
              <w:spacing w:after="0"/>
              <w:jc w:val="center"/>
              <w:rPr>
                <w:rFonts w:ascii="Arial" w:hAnsi="Arial" w:cs="Arial"/>
                <w:sz w:val="16"/>
                <w:szCs w:val="16"/>
              </w:rPr>
            </w:pPr>
            <w:r>
              <w:rPr>
                <w:rFonts w:ascii="Arial" w:hAnsi="Arial" w:cs="Arial"/>
                <w:sz w:val="16"/>
                <w:szCs w:val="16"/>
              </w:rPr>
              <w:t>1191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97A8D2E" w14:textId="77777777" w:rsidR="001C6087" w:rsidRDefault="001C6087"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86F35B" w14:textId="77777777" w:rsidR="001C6087" w:rsidRDefault="001C6087"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D32B523" w14:textId="77777777" w:rsidR="001C6087" w:rsidRPr="00CD45AB" w:rsidRDefault="001C6087" w:rsidP="00DB5B21">
            <w:pPr>
              <w:spacing w:after="0"/>
              <w:rPr>
                <w:rFonts w:ascii="Arial" w:hAnsi="Arial" w:cs="Arial"/>
                <w:sz w:val="16"/>
                <w:szCs w:val="16"/>
              </w:rPr>
            </w:pPr>
            <w:r w:rsidRPr="001C6087">
              <w:rPr>
                <w:rFonts w:ascii="Arial" w:hAnsi="Arial" w:cs="Arial"/>
                <w:sz w:val="16"/>
                <w:szCs w:val="16"/>
              </w:rPr>
              <w:t>Corrections to even further enhanced MTC for LTE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5BD9B5" w14:textId="77777777" w:rsidR="001C6087" w:rsidRDefault="001C6087" w:rsidP="00DB5B21">
            <w:pPr>
              <w:pStyle w:val="TAC"/>
              <w:jc w:val="left"/>
              <w:rPr>
                <w:snapToGrid w:val="0"/>
                <w:sz w:val="16"/>
                <w:szCs w:val="16"/>
              </w:rPr>
            </w:pPr>
            <w:r>
              <w:rPr>
                <w:snapToGrid w:val="0"/>
                <w:sz w:val="16"/>
                <w:szCs w:val="16"/>
              </w:rPr>
              <w:t>15.4.0</w:t>
            </w:r>
          </w:p>
        </w:tc>
      </w:tr>
      <w:tr w:rsidR="00E41A7F" w:rsidRPr="006B0D02" w14:paraId="0388021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0F0726" w14:textId="77777777" w:rsidR="00E41A7F" w:rsidRDefault="00E41A7F"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9920BC7" w14:textId="77777777" w:rsidR="00E41A7F" w:rsidRDefault="00E41A7F"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2DABC5D" w14:textId="77777777" w:rsidR="00E41A7F" w:rsidRDefault="00E41A7F" w:rsidP="00DB5B21">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792B48" w14:textId="77777777" w:rsidR="00E41A7F" w:rsidRDefault="00E41A7F" w:rsidP="00DB5B21">
            <w:pPr>
              <w:spacing w:after="0"/>
              <w:jc w:val="center"/>
              <w:rPr>
                <w:rFonts w:ascii="Arial" w:hAnsi="Arial" w:cs="Arial"/>
                <w:sz w:val="16"/>
                <w:szCs w:val="16"/>
              </w:rPr>
            </w:pPr>
            <w:r>
              <w:rPr>
                <w:rFonts w:ascii="Arial" w:hAnsi="Arial" w:cs="Arial"/>
                <w:sz w:val="16"/>
                <w:szCs w:val="16"/>
              </w:rPr>
              <w:t>1192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F7E276C" w14:textId="77777777" w:rsidR="00E41A7F" w:rsidRDefault="00E41A7F"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BB31E6" w14:textId="77777777" w:rsidR="00E41A7F" w:rsidRDefault="00E41A7F"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9763253" w14:textId="77777777" w:rsidR="00E41A7F" w:rsidRPr="00CD45AB" w:rsidRDefault="00E41A7F" w:rsidP="00DB5B21">
            <w:pPr>
              <w:spacing w:after="0"/>
              <w:rPr>
                <w:rFonts w:ascii="Arial" w:hAnsi="Arial" w:cs="Arial"/>
                <w:sz w:val="16"/>
                <w:szCs w:val="16"/>
              </w:rPr>
            </w:pPr>
            <w:r w:rsidRPr="001C6087">
              <w:rPr>
                <w:rFonts w:ascii="Arial" w:hAnsi="Arial" w:cs="Arial"/>
                <w:sz w:val="16"/>
                <w:szCs w:val="16"/>
              </w:rPr>
              <w:t>Corrections to even further enhanced MTC for LTE in 36.213, s0</w:t>
            </w:r>
            <w:r>
              <w:rPr>
                <w:rFonts w:ascii="Arial" w:hAnsi="Arial" w:cs="Arial"/>
                <w:sz w:val="16"/>
                <w:szCs w:val="16"/>
              </w:rPr>
              <w:t>8</w:t>
            </w:r>
            <w:r w:rsidRPr="001C6087">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7577F7" w14:textId="77777777" w:rsidR="00E41A7F" w:rsidRDefault="00E41A7F" w:rsidP="00DB5B21">
            <w:pPr>
              <w:pStyle w:val="TAC"/>
              <w:jc w:val="left"/>
              <w:rPr>
                <w:snapToGrid w:val="0"/>
                <w:sz w:val="16"/>
                <w:szCs w:val="16"/>
              </w:rPr>
            </w:pPr>
            <w:r>
              <w:rPr>
                <w:snapToGrid w:val="0"/>
                <w:sz w:val="16"/>
                <w:szCs w:val="16"/>
              </w:rPr>
              <w:t>15.4.0</w:t>
            </w:r>
          </w:p>
        </w:tc>
      </w:tr>
      <w:tr w:rsidR="00BD7F8A" w:rsidRPr="006B0D02" w14:paraId="386EB50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C51183" w14:textId="77777777" w:rsidR="00BD7F8A" w:rsidRDefault="00BD7F8A" w:rsidP="00DB5B21">
            <w:pPr>
              <w:pStyle w:val="TAC"/>
              <w:rPr>
                <w:sz w:val="16"/>
                <w:szCs w:val="16"/>
              </w:rPr>
            </w:pPr>
            <w:r>
              <w:rPr>
                <w:sz w:val="16"/>
                <w:szCs w:val="16"/>
              </w:rPr>
              <w:lastRenderedPageBreak/>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A3D8A50" w14:textId="77777777" w:rsidR="00BD7F8A" w:rsidRDefault="00BD7F8A"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5EFC99E" w14:textId="77777777" w:rsidR="00BD7F8A" w:rsidRDefault="00BD7F8A" w:rsidP="00DB5B21">
            <w:pPr>
              <w:spacing w:after="0"/>
              <w:jc w:val="center"/>
              <w:rPr>
                <w:rFonts w:ascii="Arial" w:hAnsi="Arial" w:cs="Arial"/>
                <w:sz w:val="16"/>
                <w:szCs w:val="16"/>
              </w:rPr>
            </w:pPr>
            <w:r>
              <w:rPr>
                <w:rFonts w:ascii="Arial" w:hAnsi="Arial" w:cs="Arial"/>
                <w:sz w:val="16"/>
                <w:szCs w:val="16"/>
              </w:rPr>
              <w:t>RP-182519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16B933" w14:textId="77777777" w:rsidR="00BD7F8A" w:rsidRDefault="00BD7F8A" w:rsidP="00DB5B21">
            <w:pPr>
              <w:spacing w:after="0"/>
              <w:jc w:val="center"/>
              <w:rPr>
                <w:rFonts w:ascii="Arial" w:hAnsi="Arial" w:cs="Arial"/>
                <w:sz w:val="16"/>
                <w:szCs w:val="16"/>
              </w:rPr>
            </w:pPr>
            <w:r>
              <w:rPr>
                <w:rFonts w:ascii="Arial" w:hAnsi="Arial" w:cs="Arial"/>
                <w:sz w:val="16"/>
                <w:szCs w:val="16"/>
              </w:rPr>
              <w:t>1193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1CB8451" w14:textId="77777777" w:rsidR="00BD7F8A" w:rsidRDefault="00BD7F8A"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9FC009" w14:textId="77777777" w:rsidR="00BD7F8A" w:rsidRDefault="00BD7F8A" w:rsidP="00DB5B2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6970458" w14:textId="77777777" w:rsidR="00BD7F8A" w:rsidRPr="00CD45AB" w:rsidRDefault="00BD7F8A" w:rsidP="00DB5B21">
            <w:pPr>
              <w:spacing w:after="0"/>
              <w:rPr>
                <w:rFonts w:ascii="Arial" w:hAnsi="Arial" w:cs="Arial"/>
                <w:sz w:val="16"/>
                <w:szCs w:val="16"/>
              </w:rPr>
            </w:pPr>
            <w:r w:rsidRPr="00BD7F8A">
              <w:rPr>
                <w:rFonts w:ascii="Arial" w:hAnsi="Arial" w:cs="Arial"/>
                <w:sz w:val="16"/>
                <w:szCs w:val="16"/>
              </w:rPr>
              <w:t>Corrections to Rel-15 Further NB-IoT enhancements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8E841A" w14:textId="77777777" w:rsidR="00BD7F8A" w:rsidRDefault="00BD7F8A" w:rsidP="00DB5B21">
            <w:pPr>
              <w:pStyle w:val="TAC"/>
              <w:jc w:val="left"/>
              <w:rPr>
                <w:snapToGrid w:val="0"/>
                <w:sz w:val="16"/>
                <w:szCs w:val="16"/>
              </w:rPr>
            </w:pPr>
            <w:r>
              <w:rPr>
                <w:snapToGrid w:val="0"/>
                <w:sz w:val="16"/>
                <w:szCs w:val="16"/>
              </w:rPr>
              <w:t>15.4.0</w:t>
            </w:r>
          </w:p>
        </w:tc>
      </w:tr>
      <w:tr w:rsidR="00DB5B21" w:rsidRPr="006B0D02" w14:paraId="63A7D92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22E638" w14:textId="77777777" w:rsidR="00DB5B21" w:rsidRDefault="00DB5B21" w:rsidP="00DB5B21">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E6B9AC" w14:textId="77777777" w:rsidR="00DB5B21" w:rsidRDefault="00DB5B21" w:rsidP="00DB5B21">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96DF8B0" w14:textId="77777777" w:rsidR="00DB5B21" w:rsidRDefault="00DB5B21" w:rsidP="00DB5B21">
            <w:pPr>
              <w:spacing w:after="0"/>
              <w:jc w:val="center"/>
              <w:rPr>
                <w:rFonts w:ascii="Arial" w:hAnsi="Arial" w:cs="Arial"/>
                <w:sz w:val="16"/>
                <w:szCs w:val="16"/>
              </w:rPr>
            </w:pPr>
            <w:r>
              <w:rPr>
                <w:rFonts w:ascii="Arial" w:hAnsi="Arial" w:cs="Arial"/>
                <w:sz w:val="16"/>
                <w:szCs w:val="16"/>
              </w:rPr>
              <w:t>RP-1825</w:t>
            </w:r>
            <w:r w:rsidR="00811226">
              <w:rPr>
                <w:rFonts w:ascii="Arial" w:hAnsi="Arial" w:cs="Arial"/>
                <w:sz w:val="16"/>
                <w:szCs w:val="16"/>
              </w:rPr>
              <w:t>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EA65DC" w14:textId="77777777" w:rsidR="00DB5B21" w:rsidRDefault="00DB5B21" w:rsidP="00DB5B21">
            <w:pPr>
              <w:spacing w:after="0"/>
              <w:jc w:val="center"/>
              <w:rPr>
                <w:rFonts w:ascii="Arial" w:hAnsi="Arial" w:cs="Arial"/>
                <w:sz w:val="16"/>
                <w:szCs w:val="16"/>
              </w:rPr>
            </w:pPr>
            <w:r>
              <w:rPr>
                <w:rFonts w:ascii="Arial" w:hAnsi="Arial" w:cs="Arial"/>
                <w:sz w:val="16"/>
                <w:szCs w:val="16"/>
              </w:rPr>
              <w:t>119</w:t>
            </w:r>
            <w:r w:rsidR="00811226">
              <w:rPr>
                <w:rFonts w:ascii="Arial" w:hAnsi="Arial" w:cs="Arial"/>
                <w:sz w:val="16"/>
                <w:szCs w:val="16"/>
              </w:rPr>
              <w:t>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D526E4E" w14:textId="77777777" w:rsidR="00DB5B21" w:rsidRDefault="00811226"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5E87D1" w14:textId="77777777" w:rsidR="00DB5B21" w:rsidRDefault="00811226" w:rsidP="00DB5B2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8D42D4" w14:textId="77777777" w:rsidR="00DB5B21" w:rsidRPr="00CD45AB" w:rsidRDefault="00811226" w:rsidP="00DB5B21">
            <w:pPr>
              <w:spacing w:after="0"/>
              <w:rPr>
                <w:rFonts w:ascii="Arial" w:hAnsi="Arial" w:cs="Arial"/>
                <w:sz w:val="16"/>
                <w:szCs w:val="16"/>
              </w:rPr>
            </w:pPr>
            <w:r w:rsidRPr="00811226">
              <w:rPr>
                <w:rFonts w:ascii="Arial" w:hAnsi="Arial" w:cs="Arial"/>
                <w:sz w:val="16"/>
                <w:szCs w:val="16"/>
              </w:rPr>
              <w:t>Correction for SRS triggering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499A0E" w14:textId="77777777" w:rsidR="00DB5B21" w:rsidRDefault="00DB5B21" w:rsidP="00DB5B21">
            <w:pPr>
              <w:pStyle w:val="TAC"/>
              <w:jc w:val="left"/>
              <w:rPr>
                <w:snapToGrid w:val="0"/>
                <w:sz w:val="16"/>
                <w:szCs w:val="16"/>
              </w:rPr>
            </w:pPr>
            <w:r>
              <w:rPr>
                <w:snapToGrid w:val="0"/>
                <w:sz w:val="16"/>
                <w:szCs w:val="16"/>
              </w:rPr>
              <w:t>15.4.0</w:t>
            </w:r>
          </w:p>
        </w:tc>
      </w:tr>
      <w:tr w:rsidR="00BD0ED0" w:rsidRPr="006B0D02" w14:paraId="56286DC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42DE13" w14:textId="77777777" w:rsidR="00BD0ED0" w:rsidRDefault="00BD0ED0" w:rsidP="0028329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54E531F" w14:textId="77777777" w:rsidR="00BD0ED0" w:rsidRDefault="00BD0ED0" w:rsidP="0028329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8D7AC65" w14:textId="77777777" w:rsidR="00BD0ED0" w:rsidRDefault="00BD0ED0" w:rsidP="00283293">
            <w:pPr>
              <w:spacing w:after="0"/>
              <w:jc w:val="center"/>
              <w:rPr>
                <w:rFonts w:ascii="Arial" w:hAnsi="Arial" w:cs="Arial"/>
                <w:sz w:val="16"/>
                <w:szCs w:val="16"/>
              </w:rPr>
            </w:pPr>
            <w:r>
              <w:rPr>
                <w:rFonts w:ascii="Arial" w:hAnsi="Arial" w:cs="Arial"/>
                <w:sz w:val="16"/>
                <w:szCs w:val="16"/>
              </w:rPr>
              <w:t>RP-182527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FD7A41" w14:textId="77777777" w:rsidR="00BD0ED0" w:rsidRDefault="00BD0ED0" w:rsidP="00283293">
            <w:pPr>
              <w:spacing w:after="0"/>
              <w:jc w:val="center"/>
              <w:rPr>
                <w:rFonts w:ascii="Arial" w:hAnsi="Arial" w:cs="Arial"/>
                <w:sz w:val="16"/>
                <w:szCs w:val="16"/>
              </w:rPr>
            </w:pPr>
            <w:r>
              <w:rPr>
                <w:rFonts w:ascii="Arial" w:hAnsi="Arial" w:cs="Arial"/>
                <w:sz w:val="16"/>
                <w:szCs w:val="16"/>
              </w:rPr>
              <w:t>1197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B47E81A" w14:textId="77777777" w:rsidR="00BD0ED0" w:rsidRDefault="00BD0ED0"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A01B24" w14:textId="77777777" w:rsidR="00BD0ED0" w:rsidRDefault="00BD0ED0" w:rsidP="00283293">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3E0AEC" w14:textId="77777777" w:rsidR="00BD0ED0" w:rsidRPr="00CD45AB" w:rsidRDefault="00BD0ED0" w:rsidP="00283293">
            <w:pPr>
              <w:spacing w:after="0"/>
              <w:rPr>
                <w:rFonts w:ascii="Arial" w:hAnsi="Arial" w:cs="Arial"/>
                <w:sz w:val="16"/>
                <w:szCs w:val="16"/>
              </w:rPr>
            </w:pPr>
            <w:r w:rsidRPr="00BD0ED0">
              <w:rPr>
                <w:rFonts w:ascii="Arial" w:hAnsi="Arial" w:cs="Arial"/>
                <w:sz w:val="16"/>
                <w:szCs w:val="16"/>
              </w:rPr>
              <w:t>Applicability of 1 and 2 bit  field for DCI format 3B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C35C738" w14:textId="77777777" w:rsidR="00BD0ED0" w:rsidRDefault="00BD0ED0" w:rsidP="00283293">
            <w:pPr>
              <w:pStyle w:val="TAC"/>
              <w:jc w:val="left"/>
              <w:rPr>
                <w:snapToGrid w:val="0"/>
                <w:sz w:val="16"/>
                <w:szCs w:val="16"/>
              </w:rPr>
            </w:pPr>
            <w:r>
              <w:rPr>
                <w:snapToGrid w:val="0"/>
                <w:sz w:val="16"/>
                <w:szCs w:val="16"/>
              </w:rPr>
              <w:t>15.4.0</w:t>
            </w:r>
          </w:p>
        </w:tc>
      </w:tr>
      <w:tr w:rsidR="00776D21" w:rsidRPr="006B0D02" w14:paraId="4C63E2A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079114" w14:textId="77777777" w:rsidR="00776D21" w:rsidRDefault="00776D21" w:rsidP="0028329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5591CC" w14:textId="77777777" w:rsidR="00776D21" w:rsidRDefault="00776D21" w:rsidP="0028329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EC6F74E" w14:textId="77777777" w:rsidR="00776D21" w:rsidRDefault="00776D21" w:rsidP="00283293">
            <w:pPr>
              <w:spacing w:after="0"/>
              <w:jc w:val="center"/>
              <w:rPr>
                <w:rFonts w:ascii="Arial" w:hAnsi="Arial" w:cs="Arial"/>
                <w:sz w:val="16"/>
                <w:szCs w:val="16"/>
              </w:rPr>
            </w:pPr>
            <w:r>
              <w:rPr>
                <w:rFonts w:ascii="Arial" w:hAnsi="Arial" w:cs="Arial"/>
                <w:sz w:val="16"/>
                <w:szCs w:val="16"/>
              </w:rPr>
              <w:t>RP-18252</w:t>
            </w:r>
            <w:r w:rsidR="00523E06">
              <w:rPr>
                <w:rFonts w:ascii="Arial" w:hAnsi="Arial"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0A4E04" w14:textId="77777777" w:rsidR="00776D21" w:rsidRDefault="00776D21" w:rsidP="00283293">
            <w:pPr>
              <w:spacing w:after="0"/>
              <w:jc w:val="center"/>
              <w:rPr>
                <w:rFonts w:ascii="Arial" w:hAnsi="Arial" w:cs="Arial"/>
                <w:sz w:val="16"/>
                <w:szCs w:val="16"/>
              </w:rPr>
            </w:pPr>
            <w:r>
              <w:rPr>
                <w:rFonts w:ascii="Arial" w:hAnsi="Arial" w:cs="Arial"/>
                <w:sz w:val="16"/>
                <w:szCs w:val="16"/>
              </w:rPr>
              <w:t>119</w:t>
            </w:r>
            <w:r w:rsidR="00523E06">
              <w:rPr>
                <w:rFonts w:ascii="Arial" w:hAnsi="Arial" w:cs="Arial"/>
                <w:sz w:val="16"/>
                <w:szCs w:val="16"/>
              </w:rPr>
              <w:t>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05FD1C3" w14:textId="77777777" w:rsidR="00776D21" w:rsidRDefault="00776D21"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FEE54E" w14:textId="77777777" w:rsidR="00776D21" w:rsidRDefault="00523E06" w:rsidP="00283293">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AFB568" w14:textId="77777777" w:rsidR="00776D21" w:rsidRPr="00CD45AB" w:rsidRDefault="00523E06" w:rsidP="00283293">
            <w:pPr>
              <w:spacing w:after="0"/>
              <w:rPr>
                <w:rFonts w:ascii="Arial" w:hAnsi="Arial" w:cs="Arial"/>
                <w:sz w:val="16"/>
                <w:szCs w:val="16"/>
              </w:rPr>
            </w:pPr>
            <w:r w:rsidRPr="00523E06">
              <w:rPr>
                <w:rFonts w:ascii="Arial" w:hAnsi="Arial" w:cs="Arial"/>
                <w:sz w:val="16"/>
                <w:szCs w:val="16"/>
              </w:rPr>
              <w:t>Correction on slot-PDSCH repetition for TDD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CF28FA" w14:textId="77777777" w:rsidR="00776D21" w:rsidRDefault="00776D21" w:rsidP="00283293">
            <w:pPr>
              <w:pStyle w:val="TAC"/>
              <w:jc w:val="left"/>
              <w:rPr>
                <w:snapToGrid w:val="0"/>
                <w:sz w:val="16"/>
                <w:szCs w:val="16"/>
              </w:rPr>
            </w:pPr>
            <w:r>
              <w:rPr>
                <w:snapToGrid w:val="0"/>
                <w:sz w:val="16"/>
                <w:szCs w:val="16"/>
              </w:rPr>
              <w:t>15.4.0</w:t>
            </w:r>
          </w:p>
        </w:tc>
      </w:tr>
      <w:tr w:rsidR="006B54BC" w:rsidRPr="006B0D02" w14:paraId="53BA924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F9EBDE" w14:textId="77777777" w:rsidR="006B54BC" w:rsidRDefault="006B54BC" w:rsidP="0028329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4DA7206" w14:textId="77777777" w:rsidR="006B54BC" w:rsidRDefault="006B54BC" w:rsidP="0028329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B5529DF" w14:textId="77777777" w:rsidR="006B54BC" w:rsidRDefault="006B54BC" w:rsidP="00283293">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3413BF" w14:textId="77777777" w:rsidR="006B54BC" w:rsidRDefault="006B54BC" w:rsidP="00283293">
            <w:pPr>
              <w:spacing w:after="0"/>
              <w:jc w:val="center"/>
              <w:rPr>
                <w:rFonts w:ascii="Arial" w:hAnsi="Arial" w:cs="Arial"/>
                <w:sz w:val="16"/>
                <w:szCs w:val="16"/>
              </w:rPr>
            </w:pPr>
            <w:r>
              <w:rPr>
                <w:rFonts w:ascii="Arial" w:hAnsi="Arial" w:cs="Arial"/>
                <w:sz w:val="16"/>
                <w:szCs w:val="16"/>
              </w:rPr>
              <w:t>1199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1E66805" w14:textId="77777777" w:rsidR="006B54BC" w:rsidRDefault="006B54BC"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31554A" w14:textId="77777777" w:rsidR="006B54BC" w:rsidRDefault="006B54BC" w:rsidP="00283293">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2A1F10B" w14:textId="77777777" w:rsidR="006B54BC" w:rsidRPr="00CD45AB" w:rsidRDefault="006B54BC" w:rsidP="00283293">
            <w:pPr>
              <w:spacing w:after="0"/>
              <w:rPr>
                <w:rFonts w:ascii="Arial" w:hAnsi="Arial" w:cs="Arial"/>
                <w:sz w:val="16"/>
                <w:szCs w:val="16"/>
              </w:rPr>
            </w:pPr>
            <w:r w:rsidRPr="006B54BC">
              <w:rPr>
                <w:rFonts w:ascii="Arial" w:hAnsi="Arial" w:cs="Arial"/>
                <w:sz w:val="16"/>
                <w:szCs w:val="16"/>
              </w:rPr>
              <w:t>Correction on DCI validation for UL SPS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A901E6" w14:textId="77777777" w:rsidR="006B54BC" w:rsidRDefault="006B54BC" w:rsidP="00283293">
            <w:pPr>
              <w:pStyle w:val="TAC"/>
              <w:jc w:val="left"/>
              <w:rPr>
                <w:snapToGrid w:val="0"/>
                <w:sz w:val="16"/>
                <w:szCs w:val="16"/>
              </w:rPr>
            </w:pPr>
            <w:r>
              <w:rPr>
                <w:snapToGrid w:val="0"/>
                <w:sz w:val="16"/>
                <w:szCs w:val="16"/>
              </w:rPr>
              <w:t>15.4.0</w:t>
            </w:r>
          </w:p>
        </w:tc>
      </w:tr>
      <w:tr w:rsidR="00376201" w:rsidRPr="006B0D02" w14:paraId="76F707F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8B3ADC" w14:textId="77777777" w:rsidR="00376201" w:rsidRDefault="00376201" w:rsidP="0028329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35DEE2C" w14:textId="77777777" w:rsidR="00376201" w:rsidRDefault="00376201" w:rsidP="0028329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5870F88" w14:textId="77777777" w:rsidR="00376201" w:rsidRDefault="00376201" w:rsidP="00283293">
            <w:pPr>
              <w:spacing w:after="0"/>
              <w:jc w:val="center"/>
              <w:rPr>
                <w:rFonts w:ascii="Arial" w:hAnsi="Arial" w:cs="Arial"/>
                <w:sz w:val="16"/>
                <w:szCs w:val="16"/>
              </w:rPr>
            </w:pPr>
            <w:r>
              <w:rPr>
                <w:rFonts w:ascii="Arial" w:hAnsi="Arial" w:cs="Arial"/>
                <w:sz w:val="16"/>
                <w:szCs w:val="16"/>
              </w:rPr>
              <w:t>RP-182529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6BD6DB" w14:textId="77777777" w:rsidR="00376201" w:rsidRDefault="00376201" w:rsidP="00283293">
            <w:pPr>
              <w:spacing w:after="0"/>
              <w:jc w:val="center"/>
              <w:rPr>
                <w:rFonts w:ascii="Arial" w:hAnsi="Arial" w:cs="Arial"/>
                <w:sz w:val="16"/>
                <w:szCs w:val="16"/>
              </w:rPr>
            </w:pPr>
            <w:r>
              <w:rPr>
                <w:rFonts w:ascii="Arial" w:hAnsi="Arial" w:cs="Arial"/>
                <w:sz w:val="16"/>
                <w:szCs w:val="16"/>
              </w:rPr>
              <w:t>1200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91E728B" w14:textId="77777777" w:rsidR="00376201" w:rsidRDefault="00376201"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01CEFF3" w14:textId="77777777" w:rsidR="00376201" w:rsidRDefault="00376201" w:rsidP="00283293">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2E129F" w14:textId="77777777" w:rsidR="00376201" w:rsidRPr="00CD45AB" w:rsidRDefault="00376201" w:rsidP="00283293">
            <w:pPr>
              <w:spacing w:after="0"/>
              <w:rPr>
                <w:rFonts w:ascii="Arial" w:hAnsi="Arial" w:cs="Arial"/>
                <w:sz w:val="16"/>
                <w:szCs w:val="16"/>
              </w:rPr>
            </w:pPr>
            <w:r w:rsidRPr="00376201">
              <w:rPr>
                <w:rFonts w:ascii="Arial" w:hAnsi="Arial" w:cs="Arial"/>
                <w:sz w:val="16"/>
                <w:szCs w:val="16"/>
              </w:rPr>
              <w:t>Correction on references to MCS table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8D3354" w14:textId="77777777" w:rsidR="00376201" w:rsidRDefault="00376201" w:rsidP="00283293">
            <w:pPr>
              <w:pStyle w:val="TAC"/>
              <w:jc w:val="left"/>
              <w:rPr>
                <w:snapToGrid w:val="0"/>
                <w:sz w:val="16"/>
                <w:szCs w:val="16"/>
              </w:rPr>
            </w:pPr>
            <w:r>
              <w:rPr>
                <w:snapToGrid w:val="0"/>
                <w:sz w:val="16"/>
                <w:szCs w:val="16"/>
              </w:rPr>
              <w:t>15.4.0</w:t>
            </w:r>
          </w:p>
        </w:tc>
      </w:tr>
      <w:tr w:rsidR="00662F48" w:rsidRPr="006B0D02" w14:paraId="66B8860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FA5304" w14:textId="77777777" w:rsidR="00662F48" w:rsidRDefault="00662F48" w:rsidP="00662F48">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tcPr>
          <w:p w14:paraId="074FC60E" w14:textId="77777777" w:rsidR="00662F48" w:rsidRPr="00662F48" w:rsidRDefault="00662F48" w:rsidP="00662F48">
            <w:pPr>
              <w:pStyle w:val="TAC"/>
              <w:rPr>
                <w:rFonts w:cs="Arial"/>
                <w:sz w:val="16"/>
                <w:szCs w:val="16"/>
              </w:rPr>
            </w:pPr>
            <w:r w:rsidRPr="00B66BA2">
              <w:rPr>
                <w:rFonts w:cs="Arial"/>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1A6DB578"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780C6"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1</w:t>
            </w:r>
            <w:r w:rsidR="00E94F29">
              <w:rPr>
                <w:rFonts w:ascii="Arial" w:hAnsi="Arial" w:cs="Arial"/>
                <w:sz w:val="16"/>
                <w:szCs w:val="16"/>
              </w:rPr>
              <w:t>201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F74375F"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7D12B3" w14:textId="77777777" w:rsidR="00662F48" w:rsidRPr="00662F48" w:rsidRDefault="00662F48" w:rsidP="00662F48">
            <w:pPr>
              <w:pStyle w:val="TAC"/>
              <w:rPr>
                <w:rFonts w:cs="Arial"/>
                <w:sz w:val="16"/>
                <w:szCs w:val="16"/>
              </w:rPr>
            </w:pPr>
            <w:r w:rsidRPr="00B66BA2">
              <w:rPr>
                <w:rFonts w:cs="Arial"/>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43390A" w14:textId="77777777" w:rsidR="00662F48" w:rsidRPr="00662F48" w:rsidRDefault="00E94F29" w:rsidP="00662F48">
            <w:pPr>
              <w:spacing w:after="0"/>
              <w:rPr>
                <w:rFonts w:ascii="Arial" w:hAnsi="Arial" w:cs="Arial"/>
                <w:sz w:val="16"/>
                <w:szCs w:val="16"/>
              </w:rPr>
            </w:pPr>
            <w:r w:rsidRPr="00E94F29">
              <w:rPr>
                <w:rFonts w:ascii="Arial" w:hAnsi="Arial" w:cs="Arial"/>
                <w:sz w:val="16"/>
                <w:szCs w:val="16"/>
              </w:rPr>
              <w:t>Corrections on UL SPS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AF01091" w14:textId="77777777" w:rsidR="00662F48" w:rsidRPr="00662F48" w:rsidRDefault="00662F48" w:rsidP="00662F48">
            <w:pPr>
              <w:pStyle w:val="TAC"/>
              <w:jc w:val="left"/>
              <w:rPr>
                <w:rFonts w:cs="Arial"/>
                <w:snapToGrid w:val="0"/>
                <w:sz w:val="16"/>
                <w:szCs w:val="16"/>
              </w:rPr>
            </w:pPr>
            <w:r w:rsidRPr="00B66BA2">
              <w:rPr>
                <w:rFonts w:cs="Arial"/>
                <w:sz w:val="16"/>
                <w:szCs w:val="16"/>
              </w:rPr>
              <w:t>15.4.0</w:t>
            </w:r>
          </w:p>
        </w:tc>
      </w:tr>
      <w:tr w:rsidR="00E0401A" w:rsidRPr="006B0D02" w14:paraId="3B51ED7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F9D3F7" w14:textId="77777777" w:rsidR="00E0401A" w:rsidRDefault="00E0401A" w:rsidP="0028329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E459162" w14:textId="77777777" w:rsidR="00E0401A" w:rsidRDefault="00E0401A" w:rsidP="0028329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DE73099" w14:textId="77777777" w:rsidR="00E0401A" w:rsidRDefault="00E0401A" w:rsidP="00283293">
            <w:pPr>
              <w:spacing w:after="0"/>
              <w:jc w:val="center"/>
              <w:rPr>
                <w:rFonts w:ascii="Arial" w:hAnsi="Arial" w:cs="Arial"/>
                <w:sz w:val="16"/>
                <w:szCs w:val="16"/>
              </w:rPr>
            </w:pPr>
            <w:r>
              <w:rPr>
                <w:rFonts w:ascii="Arial" w:hAnsi="Arial" w:cs="Arial"/>
                <w:sz w:val="16"/>
                <w:szCs w:val="16"/>
              </w:rPr>
              <w:t>RP-18252</w:t>
            </w:r>
            <w:r w:rsidR="00C63729">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4028CF" w14:textId="77777777" w:rsidR="00E0401A" w:rsidRDefault="00E0401A" w:rsidP="00283293">
            <w:pPr>
              <w:spacing w:after="0"/>
              <w:jc w:val="center"/>
              <w:rPr>
                <w:rFonts w:ascii="Arial" w:hAnsi="Arial" w:cs="Arial"/>
                <w:sz w:val="16"/>
                <w:szCs w:val="16"/>
              </w:rPr>
            </w:pPr>
            <w:r>
              <w:rPr>
                <w:rFonts w:ascii="Arial" w:hAnsi="Arial" w:cs="Arial"/>
                <w:sz w:val="16"/>
                <w:szCs w:val="16"/>
              </w:rPr>
              <w:t>120</w:t>
            </w:r>
            <w:r w:rsidR="00C63729">
              <w:rPr>
                <w:rFonts w:ascii="Arial" w:hAnsi="Arial" w:cs="Arial"/>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D6A7520" w14:textId="77777777" w:rsidR="00E0401A" w:rsidRDefault="00E0401A"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1C2410" w14:textId="77777777" w:rsidR="00E0401A" w:rsidRDefault="00E0401A" w:rsidP="00283293">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A0790B" w14:textId="77777777" w:rsidR="00E0401A" w:rsidRPr="00CD45AB" w:rsidRDefault="00C63729" w:rsidP="00283293">
            <w:pPr>
              <w:spacing w:after="0"/>
              <w:rPr>
                <w:rFonts w:ascii="Arial" w:hAnsi="Arial" w:cs="Arial"/>
                <w:sz w:val="16"/>
                <w:szCs w:val="16"/>
              </w:rPr>
            </w:pPr>
            <w:r w:rsidRPr="00C63729">
              <w:rPr>
                <w:rFonts w:ascii="Arial" w:hAnsi="Arial" w:cs="Arial"/>
                <w:sz w:val="16"/>
                <w:szCs w:val="16"/>
              </w:rPr>
              <w:t xml:space="preserve">Correction on CQI definition for </w:t>
            </w:r>
            <w:proofErr w:type="spellStart"/>
            <w:r w:rsidRPr="00C63729">
              <w:rPr>
                <w:rFonts w:ascii="Arial" w:hAnsi="Arial" w:cs="Arial"/>
                <w:sz w:val="16"/>
                <w:szCs w:val="16"/>
              </w:rPr>
              <w:t>feCoMP</w:t>
            </w:r>
            <w:proofErr w:type="spellEnd"/>
            <w:r w:rsidRPr="00C63729">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505ECF" w14:textId="77777777" w:rsidR="00E0401A" w:rsidRDefault="00E0401A" w:rsidP="00283293">
            <w:pPr>
              <w:pStyle w:val="TAC"/>
              <w:jc w:val="left"/>
              <w:rPr>
                <w:snapToGrid w:val="0"/>
                <w:sz w:val="16"/>
                <w:szCs w:val="16"/>
              </w:rPr>
            </w:pPr>
            <w:r>
              <w:rPr>
                <w:snapToGrid w:val="0"/>
                <w:sz w:val="16"/>
                <w:szCs w:val="16"/>
              </w:rPr>
              <w:t>15.4.0</w:t>
            </w:r>
          </w:p>
        </w:tc>
      </w:tr>
      <w:tr w:rsidR="00283293" w:rsidRPr="006B0D02" w14:paraId="74EE710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0EAB0B" w14:textId="77777777" w:rsidR="00283293" w:rsidRDefault="00283293" w:rsidP="0028329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AC4982B" w14:textId="77777777" w:rsidR="00283293" w:rsidRDefault="00283293" w:rsidP="0028329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0E74ED" w14:textId="77777777" w:rsidR="00283293" w:rsidRDefault="00283293" w:rsidP="00283293">
            <w:pPr>
              <w:spacing w:after="0"/>
              <w:jc w:val="center"/>
              <w:rPr>
                <w:rFonts w:ascii="Arial" w:hAnsi="Arial" w:cs="Arial"/>
                <w:sz w:val="16"/>
                <w:szCs w:val="16"/>
              </w:rPr>
            </w:pPr>
            <w:r>
              <w:rPr>
                <w:rFonts w:ascii="Arial" w:hAnsi="Arial" w:cs="Arial"/>
                <w:sz w:val="16"/>
                <w:szCs w:val="16"/>
              </w:rPr>
              <w:t>RP-18252</w:t>
            </w:r>
            <w:r w:rsidR="003A25DC">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A870A0" w14:textId="77777777" w:rsidR="00283293" w:rsidRDefault="00283293" w:rsidP="00283293">
            <w:pPr>
              <w:spacing w:after="0"/>
              <w:jc w:val="center"/>
              <w:rPr>
                <w:rFonts w:ascii="Arial" w:hAnsi="Arial" w:cs="Arial"/>
                <w:sz w:val="16"/>
                <w:szCs w:val="16"/>
              </w:rPr>
            </w:pPr>
            <w:r>
              <w:rPr>
                <w:rFonts w:ascii="Arial" w:hAnsi="Arial" w:cs="Arial"/>
                <w:sz w:val="16"/>
                <w:szCs w:val="16"/>
              </w:rPr>
              <w:t>120</w:t>
            </w:r>
            <w:r w:rsidR="003A25DC">
              <w:rPr>
                <w:rFonts w:ascii="Arial" w:hAnsi="Arial" w:cs="Arial"/>
                <w:sz w:val="16"/>
                <w:szCs w:val="16"/>
              </w:rPr>
              <w:t>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4F5A3BB" w14:textId="77777777" w:rsidR="00283293" w:rsidRDefault="001A6216" w:rsidP="00283293">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9735A5" w14:textId="77777777" w:rsidR="00283293" w:rsidRDefault="003A25DC" w:rsidP="00283293">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9F1C652" w14:textId="77777777" w:rsidR="00283293" w:rsidRPr="00CD45AB" w:rsidRDefault="003A25DC" w:rsidP="00283293">
            <w:pPr>
              <w:spacing w:after="0"/>
              <w:rPr>
                <w:rFonts w:ascii="Arial" w:hAnsi="Arial" w:cs="Arial"/>
                <w:sz w:val="16"/>
                <w:szCs w:val="16"/>
              </w:rPr>
            </w:pPr>
            <w:r w:rsidRPr="003A25DC">
              <w:rPr>
                <w:rFonts w:ascii="Arial" w:hAnsi="Arial" w:cs="Arial"/>
                <w:sz w:val="16"/>
                <w:szCs w:val="16"/>
              </w:rPr>
              <w:t>Correction on look-ahead for PHR determination in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520749" w14:textId="77777777" w:rsidR="00283293" w:rsidRDefault="00283293" w:rsidP="00283293">
            <w:pPr>
              <w:pStyle w:val="TAC"/>
              <w:jc w:val="left"/>
              <w:rPr>
                <w:snapToGrid w:val="0"/>
                <w:sz w:val="16"/>
                <w:szCs w:val="16"/>
              </w:rPr>
            </w:pPr>
            <w:r>
              <w:rPr>
                <w:snapToGrid w:val="0"/>
                <w:sz w:val="16"/>
                <w:szCs w:val="16"/>
              </w:rPr>
              <w:t>15.4.0</w:t>
            </w:r>
          </w:p>
        </w:tc>
      </w:tr>
      <w:tr w:rsidR="005701F2" w:rsidRPr="006B0D02" w14:paraId="6E631B4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722C5F" w14:textId="77777777" w:rsidR="005701F2" w:rsidRDefault="005701F2" w:rsidP="000F24DA">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1D1FD7" w14:textId="77777777" w:rsidR="005701F2" w:rsidRDefault="005701F2" w:rsidP="000F24DA">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D5B412A" w14:textId="77777777" w:rsidR="005701F2" w:rsidRDefault="005701F2" w:rsidP="000F24DA">
            <w:pPr>
              <w:spacing w:after="0"/>
              <w:jc w:val="center"/>
              <w:rPr>
                <w:rFonts w:ascii="Arial" w:hAnsi="Arial" w:cs="Arial"/>
                <w:sz w:val="16"/>
                <w:szCs w:val="16"/>
              </w:rPr>
            </w:pPr>
            <w:r>
              <w:rPr>
                <w:rFonts w:ascii="Arial" w:hAnsi="Arial" w:cs="Arial"/>
                <w:sz w:val="16"/>
                <w:szCs w:val="16"/>
              </w:rPr>
              <w:t>RP-182525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DFBBBA" w14:textId="77777777" w:rsidR="005701F2" w:rsidRDefault="005701F2" w:rsidP="000F24DA">
            <w:pPr>
              <w:spacing w:after="0"/>
              <w:jc w:val="center"/>
              <w:rPr>
                <w:rFonts w:ascii="Arial" w:hAnsi="Arial" w:cs="Arial"/>
                <w:sz w:val="16"/>
                <w:szCs w:val="16"/>
              </w:rPr>
            </w:pPr>
            <w:r>
              <w:rPr>
                <w:rFonts w:ascii="Arial" w:hAnsi="Arial" w:cs="Arial"/>
                <w:sz w:val="16"/>
                <w:szCs w:val="16"/>
              </w:rPr>
              <w:t>1205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231B5BF" w14:textId="77777777" w:rsidR="005701F2" w:rsidRDefault="005701F2" w:rsidP="000F24D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163EDF" w14:textId="77777777" w:rsidR="005701F2" w:rsidRDefault="005701F2" w:rsidP="000F24DA">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876CCB9" w14:textId="77777777" w:rsidR="005701F2" w:rsidRPr="00CD45AB" w:rsidRDefault="005701F2" w:rsidP="000F24DA">
            <w:pPr>
              <w:spacing w:after="0"/>
              <w:rPr>
                <w:rFonts w:ascii="Arial" w:hAnsi="Arial" w:cs="Arial"/>
                <w:sz w:val="16"/>
                <w:szCs w:val="16"/>
              </w:rPr>
            </w:pPr>
            <w:r w:rsidRPr="005701F2">
              <w:rPr>
                <w:rFonts w:ascii="Arial" w:hAnsi="Arial" w:cs="Arial"/>
                <w:sz w:val="16"/>
                <w:szCs w:val="16"/>
              </w:rPr>
              <w:t>Correction on resource exclusion procedure for V2X Phase 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98BBA3" w14:textId="77777777" w:rsidR="005701F2" w:rsidRDefault="005701F2" w:rsidP="000F24DA">
            <w:pPr>
              <w:pStyle w:val="TAC"/>
              <w:jc w:val="left"/>
              <w:rPr>
                <w:snapToGrid w:val="0"/>
                <w:sz w:val="16"/>
                <w:szCs w:val="16"/>
              </w:rPr>
            </w:pPr>
            <w:r>
              <w:rPr>
                <w:snapToGrid w:val="0"/>
                <w:sz w:val="16"/>
                <w:szCs w:val="16"/>
              </w:rPr>
              <w:t>15.4.0</w:t>
            </w:r>
          </w:p>
        </w:tc>
      </w:tr>
      <w:tr w:rsidR="000F24DA" w:rsidRPr="006B0D02" w14:paraId="3FAEA12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1B56ED" w14:textId="77777777" w:rsidR="000F24DA" w:rsidRDefault="000F24DA" w:rsidP="000F24DA">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2E2A8FA" w14:textId="77777777" w:rsidR="000F24DA" w:rsidRDefault="000F24DA" w:rsidP="000F24DA">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C79416F" w14:textId="77777777" w:rsidR="000F24DA" w:rsidRDefault="000F24DA" w:rsidP="000F24DA">
            <w:pPr>
              <w:spacing w:after="0"/>
              <w:jc w:val="center"/>
              <w:rPr>
                <w:rFonts w:ascii="Arial" w:hAnsi="Arial" w:cs="Arial"/>
                <w:sz w:val="16"/>
                <w:szCs w:val="16"/>
              </w:rPr>
            </w:pPr>
            <w:r>
              <w:rPr>
                <w:rFonts w:ascii="Arial" w:hAnsi="Arial" w:cs="Arial"/>
                <w:sz w:val="16"/>
                <w:szCs w:val="16"/>
              </w:rPr>
              <w:t>RP-18252</w:t>
            </w:r>
            <w:r w:rsidR="00F90163">
              <w:rPr>
                <w:rFonts w:ascii="Arial" w:hAnsi="Arial" w:cs="Arial"/>
                <w:sz w:val="16"/>
                <w:szCs w:val="16"/>
              </w:rPr>
              <w:t>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D00528" w14:textId="77777777" w:rsidR="000F24DA" w:rsidRDefault="000F24DA" w:rsidP="000F24DA">
            <w:pPr>
              <w:spacing w:after="0"/>
              <w:jc w:val="center"/>
              <w:rPr>
                <w:rFonts w:ascii="Arial" w:hAnsi="Arial" w:cs="Arial"/>
                <w:sz w:val="16"/>
                <w:szCs w:val="16"/>
              </w:rPr>
            </w:pPr>
            <w:r>
              <w:rPr>
                <w:rFonts w:ascii="Arial" w:hAnsi="Arial" w:cs="Arial"/>
                <w:sz w:val="16"/>
                <w:szCs w:val="16"/>
              </w:rPr>
              <w:t>120</w:t>
            </w:r>
            <w:r w:rsidR="00F90163">
              <w:rPr>
                <w:rFonts w:ascii="Arial" w:hAnsi="Arial" w:cs="Arial"/>
                <w:sz w:val="16"/>
                <w:szCs w:val="16"/>
              </w:rPr>
              <w:t>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162B476" w14:textId="77777777" w:rsidR="000F24DA" w:rsidRDefault="00F90163" w:rsidP="000F24DA">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B1E01F" w14:textId="77777777" w:rsidR="000F24DA" w:rsidRDefault="000F24DA" w:rsidP="000F24DA">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CEFC326" w14:textId="77777777" w:rsidR="000F24DA" w:rsidRPr="00CD45AB" w:rsidRDefault="00F90163" w:rsidP="000F24DA">
            <w:pPr>
              <w:spacing w:after="0"/>
              <w:rPr>
                <w:rFonts w:ascii="Arial" w:hAnsi="Arial" w:cs="Arial"/>
                <w:sz w:val="16"/>
                <w:szCs w:val="16"/>
              </w:rPr>
            </w:pPr>
            <w:r w:rsidRPr="00F90163">
              <w:rPr>
                <w:rFonts w:ascii="Arial" w:hAnsi="Arial" w:cs="Arial"/>
                <w:sz w:val="16"/>
                <w:szCs w:val="16"/>
              </w:rPr>
              <w:t>Corrections to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1E8A5B" w14:textId="77777777" w:rsidR="000F24DA" w:rsidRDefault="000F24DA" w:rsidP="000F24DA">
            <w:pPr>
              <w:pStyle w:val="TAC"/>
              <w:jc w:val="left"/>
              <w:rPr>
                <w:snapToGrid w:val="0"/>
                <w:sz w:val="16"/>
                <w:szCs w:val="16"/>
              </w:rPr>
            </w:pPr>
            <w:r>
              <w:rPr>
                <w:snapToGrid w:val="0"/>
                <w:sz w:val="16"/>
                <w:szCs w:val="16"/>
              </w:rPr>
              <w:t>15.4.0</w:t>
            </w:r>
          </w:p>
        </w:tc>
      </w:tr>
      <w:tr w:rsidR="008A7837" w:rsidRPr="006B0D02" w14:paraId="4D24DB2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68EB59" w14:textId="77777777" w:rsidR="008A7837" w:rsidRDefault="008A7837" w:rsidP="00E0366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919862E" w14:textId="77777777" w:rsidR="008A7837" w:rsidRDefault="008A7837" w:rsidP="00E0366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3D6C2D" w14:textId="77777777" w:rsidR="008A7837" w:rsidRDefault="008A7837" w:rsidP="00E03663">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6BCF8C" w14:textId="77777777" w:rsidR="008A7837" w:rsidRDefault="008A7837" w:rsidP="00E03663">
            <w:pPr>
              <w:spacing w:after="0"/>
              <w:jc w:val="center"/>
              <w:rPr>
                <w:rFonts w:ascii="Arial" w:hAnsi="Arial" w:cs="Arial"/>
                <w:sz w:val="16"/>
                <w:szCs w:val="16"/>
              </w:rPr>
            </w:pPr>
            <w:r>
              <w:rPr>
                <w:rFonts w:ascii="Arial" w:hAnsi="Arial" w:cs="Arial"/>
                <w:sz w:val="16"/>
                <w:szCs w:val="16"/>
              </w:rPr>
              <w:t>1207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105CF20" w14:textId="77777777" w:rsidR="008A7837" w:rsidRDefault="008A7837" w:rsidP="00E03663">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E7F158" w14:textId="77777777" w:rsidR="008A7837" w:rsidRDefault="008A7837" w:rsidP="00E03663">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B22740B" w14:textId="77777777" w:rsidR="008A7837" w:rsidRPr="00CD45AB" w:rsidRDefault="008A7837" w:rsidP="00E03663">
            <w:pPr>
              <w:spacing w:after="0"/>
              <w:rPr>
                <w:rFonts w:ascii="Arial" w:hAnsi="Arial" w:cs="Arial"/>
                <w:sz w:val="16"/>
                <w:szCs w:val="16"/>
              </w:rPr>
            </w:pPr>
            <w:r w:rsidRPr="00F90163">
              <w:rPr>
                <w:rFonts w:ascii="Arial" w:hAnsi="Arial" w:cs="Arial"/>
                <w:sz w:val="16"/>
                <w:szCs w:val="16"/>
              </w:rPr>
              <w:t>Corrections to even further enhanced MTC for LTE in 36.213, s</w:t>
            </w:r>
            <w:r>
              <w:rPr>
                <w:rFonts w:ascii="Arial" w:hAnsi="Arial" w:cs="Arial"/>
                <w:sz w:val="16"/>
                <w:szCs w:val="16"/>
              </w:rPr>
              <w:t>1</w:t>
            </w:r>
            <w:r w:rsidRPr="00F90163">
              <w:rPr>
                <w:rFonts w:ascii="Arial" w:hAnsi="Arial" w:cs="Arial"/>
                <w:sz w:val="16"/>
                <w:szCs w:val="16"/>
              </w:rPr>
              <w:t>0-s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CA90E1" w14:textId="77777777" w:rsidR="008A7837" w:rsidRDefault="008A7837" w:rsidP="00E03663">
            <w:pPr>
              <w:pStyle w:val="TAC"/>
              <w:jc w:val="left"/>
              <w:rPr>
                <w:snapToGrid w:val="0"/>
                <w:sz w:val="16"/>
                <w:szCs w:val="16"/>
              </w:rPr>
            </w:pPr>
            <w:r>
              <w:rPr>
                <w:snapToGrid w:val="0"/>
                <w:sz w:val="16"/>
                <w:szCs w:val="16"/>
              </w:rPr>
              <w:t>15.4.0</w:t>
            </w:r>
          </w:p>
        </w:tc>
      </w:tr>
      <w:tr w:rsidR="00534460" w:rsidRPr="006B0D02" w14:paraId="75DEF2D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F78790" w14:textId="77777777" w:rsidR="00534460" w:rsidRDefault="00534460" w:rsidP="00E03663">
            <w:pPr>
              <w:pStyle w:val="TAC"/>
              <w:rPr>
                <w:sz w:val="16"/>
                <w:szCs w:val="16"/>
              </w:rPr>
            </w:pPr>
            <w:r>
              <w:rPr>
                <w:sz w:val="16"/>
                <w:szCs w:val="16"/>
              </w:rPr>
              <w:t>2018-12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8185B7B" w14:textId="77777777" w:rsidR="00534460" w:rsidRDefault="00534460" w:rsidP="00E03663">
            <w:pPr>
              <w:pStyle w:val="TAC"/>
              <w:rPr>
                <w:sz w:val="16"/>
                <w:szCs w:val="16"/>
              </w:rPr>
            </w:pPr>
            <w:r>
              <w:rPr>
                <w:sz w:val="16"/>
                <w:szCs w:val="16"/>
              </w:rPr>
              <w:t>RAN#82</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97A520D" w14:textId="77777777" w:rsidR="00534460" w:rsidRDefault="00534460" w:rsidP="00E03663">
            <w:pPr>
              <w:spacing w:after="0"/>
              <w:jc w:val="center"/>
              <w:rPr>
                <w:rFonts w:ascii="Arial" w:hAnsi="Arial" w:cs="Arial"/>
                <w:sz w:val="16"/>
                <w:szCs w:val="16"/>
              </w:rPr>
            </w:pPr>
            <w:r>
              <w:rPr>
                <w:rFonts w:ascii="Arial" w:hAnsi="Arial" w:cs="Arial"/>
                <w:sz w:val="16"/>
                <w:szCs w:val="16"/>
              </w:rPr>
              <w:t>RP-182525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AAAACC" w14:textId="77777777" w:rsidR="00534460" w:rsidRDefault="00534460" w:rsidP="00E03663">
            <w:pPr>
              <w:spacing w:after="0"/>
              <w:jc w:val="center"/>
              <w:rPr>
                <w:rFonts w:ascii="Arial" w:hAnsi="Arial" w:cs="Arial"/>
                <w:sz w:val="16"/>
                <w:szCs w:val="16"/>
              </w:rPr>
            </w:pPr>
            <w:r>
              <w:rPr>
                <w:rFonts w:ascii="Arial" w:hAnsi="Arial" w:cs="Arial"/>
                <w:sz w:val="16"/>
                <w:szCs w:val="16"/>
              </w:rPr>
              <w:t>1208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2670110" w14:textId="77777777" w:rsidR="00534460" w:rsidRDefault="00534460"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A0C26A" w14:textId="77777777" w:rsidR="00534460" w:rsidRDefault="00534460" w:rsidP="00E03663">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64F433C" w14:textId="77777777" w:rsidR="00534460" w:rsidRPr="00CD45AB" w:rsidRDefault="00534460" w:rsidP="00E03663">
            <w:pPr>
              <w:spacing w:after="0"/>
              <w:rPr>
                <w:rFonts w:ascii="Arial" w:hAnsi="Arial" w:cs="Arial"/>
                <w:sz w:val="16"/>
                <w:szCs w:val="16"/>
              </w:rPr>
            </w:pPr>
            <w:r w:rsidRPr="00534460">
              <w:rPr>
                <w:rFonts w:ascii="Arial" w:hAnsi="Arial" w:cs="Arial"/>
                <w:sz w:val="16"/>
                <w:szCs w:val="16"/>
              </w:rPr>
              <w:t>CR on sensing and reporting for mode 3 in Rel-15 eV2X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D32FD6" w14:textId="77777777" w:rsidR="00534460" w:rsidRDefault="00534460" w:rsidP="00E03663">
            <w:pPr>
              <w:pStyle w:val="TAC"/>
              <w:jc w:val="left"/>
              <w:rPr>
                <w:snapToGrid w:val="0"/>
                <w:sz w:val="16"/>
                <w:szCs w:val="16"/>
              </w:rPr>
            </w:pPr>
            <w:r>
              <w:rPr>
                <w:snapToGrid w:val="0"/>
                <w:sz w:val="16"/>
                <w:szCs w:val="16"/>
              </w:rPr>
              <w:t>15.4.0</w:t>
            </w:r>
          </w:p>
        </w:tc>
      </w:tr>
      <w:tr w:rsidR="00294B50" w:rsidRPr="006B0D02" w14:paraId="7D9361B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16201C" w14:textId="77777777" w:rsidR="00294B50" w:rsidRDefault="00294B50" w:rsidP="00E03663">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DA801A" w14:textId="77777777" w:rsidR="00294B50" w:rsidRDefault="00294B50" w:rsidP="00E03663">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5714C8C" w14:textId="77777777" w:rsidR="00294B50" w:rsidRDefault="00294B50" w:rsidP="00E03663">
            <w:pPr>
              <w:spacing w:after="0"/>
              <w:jc w:val="center"/>
              <w:rPr>
                <w:rFonts w:ascii="Arial" w:hAnsi="Arial" w:cs="Arial"/>
                <w:sz w:val="16"/>
                <w:szCs w:val="16"/>
              </w:rPr>
            </w:pPr>
            <w:r>
              <w:rPr>
                <w:rFonts w:ascii="Arial" w:hAnsi="Arial" w:cs="Arial"/>
                <w:sz w:val="16"/>
                <w:szCs w:val="16"/>
              </w:rPr>
              <w:t>RP-190434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926E4E" w14:textId="77777777" w:rsidR="00294B50" w:rsidRDefault="00294B50" w:rsidP="00E03663">
            <w:pPr>
              <w:spacing w:after="0"/>
              <w:jc w:val="center"/>
              <w:rPr>
                <w:rFonts w:ascii="Arial" w:hAnsi="Arial" w:cs="Arial"/>
                <w:sz w:val="16"/>
                <w:szCs w:val="16"/>
              </w:rPr>
            </w:pPr>
            <w:r>
              <w:rPr>
                <w:rFonts w:ascii="Arial" w:hAnsi="Arial" w:cs="Arial"/>
                <w:sz w:val="16"/>
                <w:szCs w:val="16"/>
              </w:rPr>
              <w:t>1210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A9E58D7" w14:textId="77777777" w:rsidR="00294B50" w:rsidRDefault="00294B50"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C2F3EA" w14:textId="77777777" w:rsidR="00294B50" w:rsidRDefault="00294B50" w:rsidP="00E03663">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14409C" w14:textId="77777777" w:rsidR="00294B50" w:rsidRPr="00CD45AB" w:rsidRDefault="00294B50" w:rsidP="00E03663">
            <w:pPr>
              <w:spacing w:after="0"/>
              <w:rPr>
                <w:rFonts w:ascii="Arial" w:hAnsi="Arial" w:cs="Arial"/>
                <w:sz w:val="16"/>
                <w:szCs w:val="16"/>
              </w:rPr>
            </w:pPr>
            <w:r w:rsidRPr="00294B50">
              <w:rPr>
                <w:rFonts w:ascii="Arial" w:hAnsi="Arial" w:cs="Arial"/>
                <w:sz w:val="16"/>
                <w:szCs w:val="16"/>
              </w:rPr>
              <w:t>Correction of higher layer signalling for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FF6A07" w14:textId="77777777" w:rsidR="00294B50" w:rsidRDefault="00294B50" w:rsidP="00E03663">
            <w:pPr>
              <w:pStyle w:val="TAC"/>
              <w:jc w:val="left"/>
              <w:rPr>
                <w:snapToGrid w:val="0"/>
                <w:sz w:val="16"/>
                <w:szCs w:val="16"/>
              </w:rPr>
            </w:pPr>
            <w:r>
              <w:rPr>
                <w:snapToGrid w:val="0"/>
                <w:sz w:val="16"/>
                <w:szCs w:val="16"/>
              </w:rPr>
              <w:t>15.5.0</w:t>
            </w:r>
          </w:p>
        </w:tc>
      </w:tr>
      <w:tr w:rsidR="003F1978" w:rsidRPr="006B0D02" w14:paraId="27B605C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1874C9" w14:textId="77777777" w:rsidR="003F1978" w:rsidRDefault="003F1978" w:rsidP="00E03663">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7450BA0" w14:textId="77777777" w:rsidR="003F1978" w:rsidRDefault="003F1978" w:rsidP="00E03663">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DBD356" w14:textId="77777777" w:rsidR="003F1978" w:rsidRDefault="003F1978" w:rsidP="00E03663">
            <w:pPr>
              <w:spacing w:after="0"/>
              <w:jc w:val="center"/>
              <w:rPr>
                <w:rFonts w:ascii="Arial" w:hAnsi="Arial" w:cs="Arial"/>
                <w:sz w:val="16"/>
                <w:szCs w:val="16"/>
              </w:rPr>
            </w:pPr>
            <w:r>
              <w:rPr>
                <w:rFonts w:ascii="Arial" w:hAnsi="Arial" w:cs="Arial"/>
                <w:sz w:val="16"/>
                <w:szCs w:val="16"/>
              </w:rPr>
              <w:t>RP-190439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477EC3" w14:textId="77777777" w:rsidR="003F1978" w:rsidRDefault="003F1978" w:rsidP="00E03663">
            <w:pPr>
              <w:spacing w:after="0"/>
              <w:jc w:val="center"/>
              <w:rPr>
                <w:rFonts w:ascii="Arial" w:hAnsi="Arial" w:cs="Arial"/>
                <w:sz w:val="16"/>
                <w:szCs w:val="16"/>
              </w:rPr>
            </w:pPr>
            <w:r>
              <w:rPr>
                <w:rFonts w:ascii="Arial" w:hAnsi="Arial" w:cs="Arial"/>
                <w:sz w:val="16"/>
                <w:szCs w:val="16"/>
              </w:rPr>
              <w:t>1212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D69D57" w14:textId="77777777" w:rsidR="003F1978" w:rsidRDefault="003F1978"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5EC350" w14:textId="77777777" w:rsidR="003F1978" w:rsidRDefault="003F1978" w:rsidP="00E03663">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577A115" w14:textId="77777777" w:rsidR="003F1978" w:rsidRPr="00CD45AB" w:rsidRDefault="003F1978" w:rsidP="00E03663">
            <w:pPr>
              <w:spacing w:after="0"/>
              <w:rPr>
                <w:rFonts w:ascii="Arial" w:hAnsi="Arial" w:cs="Arial"/>
                <w:sz w:val="16"/>
                <w:szCs w:val="16"/>
              </w:rPr>
            </w:pPr>
            <w:r w:rsidRPr="003F1978">
              <w:rPr>
                <w:rFonts w:ascii="Arial" w:hAnsi="Arial" w:cs="Arial"/>
                <w:sz w:val="16"/>
                <w:szCs w:val="16"/>
              </w:rPr>
              <w:t>Priority rules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6B62B0" w14:textId="77777777" w:rsidR="003F1978" w:rsidRDefault="003F1978" w:rsidP="00E03663">
            <w:pPr>
              <w:pStyle w:val="TAC"/>
              <w:jc w:val="left"/>
              <w:rPr>
                <w:snapToGrid w:val="0"/>
                <w:sz w:val="16"/>
                <w:szCs w:val="16"/>
              </w:rPr>
            </w:pPr>
            <w:r>
              <w:rPr>
                <w:snapToGrid w:val="0"/>
                <w:sz w:val="16"/>
                <w:szCs w:val="16"/>
              </w:rPr>
              <w:t>15.5.0</w:t>
            </w:r>
          </w:p>
        </w:tc>
      </w:tr>
      <w:tr w:rsidR="00C4219F" w:rsidRPr="006B0D02" w14:paraId="32E08BF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0794DC" w14:textId="77777777" w:rsidR="00C4219F" w:rsidRDefault="00C4219F" w:rsidP="00E03663">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6E663EE" w14:textId="77777777" w:rsidR="00C4219F" w:rsidRDefault="00C4219F" w:rsidP="00E03663">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F94A183" w14:textId="77777777" w:rsidR="00C4219F" w:rsidRDefault="00C4219F" w:rsidP="00E03663">
            <w:pPr>
              <w:spacing w:after="0"/>
              <w:jc w:val="center"/>
              <w:rPr>
                <w:rFonts w:ascii="Arial" w:hAnsi="Arial" w:cs="Arial"/>
                <w:sz w:val="16"/>
                <w:szCs w:val="16"/>
              </w:rPr>
            </w:pPr>
            <w:r>
              <w:rPr>
                <w:rFonts w:ascii="Arial" w:hAnsi="Arial" w:cs="Arial"/>
                <w:sz w:val="16"/>
                <w:szCs w:val="16"/>
              </w:rPr>
              <w:t>RP-190439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0508C4" w14:textId="77777777" w:rsidR="00C4219F" w:rsidRDefault="00C4219F" w:rsidP="00E03663">
            <w:pPr>
              <w:spacing w:after="0"/>
              <w:jc w:val="center"/>
              <w:rPr>
                <w:rFonts w:ascii="Arial" w:hAnsi="Arial" w:cs="Arial"/>
                <w:sz w:val="16"/>
                <w:szCs w:val="16"/>
              </w:rPr>
            </w:pPr>
            <w:r>
              <w:rPr>
                <w:rFonts w:ascii="Arial" w:hAnsi="Arial" w:cs="Arial"/>
                <w:sz w:val="16"/>
                <w:szCs w:val="16"/>
              </w:rPr>
              <w:t>1214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02E0984" w14:textId="77777777" w:rsidR="00C4219F" w:rsidRDefault="00C4219F"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2FDD48" w14:textId="77777777" w:rsidR="00C4219F" w:rsidRDefault="00C4219F" w:rsidP="00E03663">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48BBD7" w14:textId="77777777" w:rsidR="00C4219F" w:rsidRPr="00CD45AB" w:rsidRDefault="00C4219F" w:rsidP="00E03663">
            <w:pPr>
              <w:spacing w:after="0"/>
              <w:rPr>
                <w:rFonts w:ascii="Arial" w:hAnsi="Arial" w:cs="Arial"/>
                <w:sz w:val="16"/>
                <w:szCs w:val="16"/>
              </w:rPr>
            </w:pPr>
            <w:r w:rsidRPr="00C4219F">
              <w:rPr>
                <w:rFonts w:ascii="Arial" w:hAnsi="Arial" w:cs="Arial"/>
                <w:sz w:val="16"/>
                <w:szCs w:val="16"/>
              </w:rPr>
              <w:t xml:space="preserve">Support of 6-symbol SRS in </w:t>
            </w:r>
            <w:proofErr w:type="spellStart"/>
            <w:r w:rsidRPr="00C4219F">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5B1926" w14:textId="77777777" w:rsidR="00C4219F" w:rsidRDefault="00C4219F" w:rsidP="00E03663">
            <w:pPr>
              <w:pStyle w:val="TAC"/>
              <w:jc w:val="left"/>
              <w:rPr>
                <w:snapToGrid w:val="0"/>
                <w:sz w:val="16"/>
                <w:szCs w:val="16"/>
              </w:rPr>
            </w:pPr>
            <w:r>
              <w:rPr>
                <w:snapToGrid w:val="0"/>
                <w:sz w:val="16"/>
                <w:szCs w:val="16"/>
              </w:rPr>
              <w:t>15.5.0</w:t>
            </w:r>
          </w:p>
        </w:tc>
      </w:tr>
      <w:tr w:rsidR="00E03663" w:rsidRPr="006B0D02" w14:paraId="57220A2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664F4E" w14:textId="77777777" w:rsidR="00E03663" w:rsidRDefault="00E03663" w:rsidP="00E03663">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EFD559A" w14:textId="77777777" w:rsidR="00E03663" w:rsidRDefault="00E03663" w:rsidP="00E03663">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7C9CEEF" w14:textId="77777777" w:rsidR="00E03663" w:rsidRDefault="00E03663" w:rsidP="00E03663">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14866F" w14:textId="77777777" w:rsidR="00E03663" w:rsidRDefault="00E03663" w:rsidP="00E03663">
            <w:pPr>
              <w:spacing w:after="0"/>
              <w:jc w:val="center"/>
              <w:rPr>
                <w:rFonts w:ascii="Arial" w:hAnsi="Arial" w:cs="Arial"/>
                <w:sz w:val="16"/>
                <w:szCs w:val="16"/>
              </w:rPr>
            </w:pPr>
            <w:r>
              <w:rPr>
                <w:rFonts w:ascii="Arial" w:hAnsi="Arial" w:cs="Arial"/>
                <w:sz w:val="16"/>
                <w:szCs w:val="16"/>
              </w:rPr>
              <w:t>1216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2762178" w14:textId="77777777" w:rsidR="00E03663" w:rsidRDefault="00E03663"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EEEDEE" w14:textId="77777777" w:rsidR="00E03663" w:rsidRDefault="00E03663" w:rsidP="00E03663">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2AAE89" w14:textId="77777777" w:rsidR="00E03663" w:rsidRPr="00CD45AB" w:rsidRDefault="00E03663" w:rsidP="00E03663">
            <w:pPr>
              <w:spacing w:after="0"/>
              <w:rPr>
                <w:rFonts w:ascii="Arial" w:hAnsi="Arial" w:cs="Arial"/>
                <w:sz w:val="16"/>
                <w:szCs w:val="16"/>
              </w:rPr>
            </w:pPr>
            <w:r w:rsidRPr="00E03663">
              <w:rPr>
                <w:rFonts w:ascii="Arial" w:hAnsi="Arial" w:cs="Arial"/>
                <w:sz w:val="16"/>
                <w:szCs w:val="16"/>
              </w:rPr>
              <w:t>Corrections for VoLTE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7686E6" w14:textId="77777777" w:rsidR="00E03663" w:rsidRDefault="00E03663" w:rsidP="00E03663">
            <w:pPr>
              <w:pStyle w:val="TAC"/>
              <w:jc w:val="left"/>
              <w:rPr>
                <w:snapToGrid w:val="0"/>
                <w:sz w:val="16"/>
                <w:szCs w:val="16"/>
              </w:rPr>
            </w:pPr>
            <w:r>
              <w:rPr>
                <w:snapToGrid w:val="0"/>
                <w:sz w:val="16"/>
                <w:szCs w:val="16"/>
              </w:rPr>
              <w:t>15.5.0</w:t>
            </w:r>
          </w:p>
        </w:tc>
      </w:tr>
      <w:tr w:rsidR="00AB5F83" w:rsidRPr="006B0D02" w14:paraId="055C6F5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ED84BD" w14:textId="77777777" w:rsidR="00AB5F83" w:rsidRDefault="00AB5F83"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60A346E" w14:textId="77777777" w:rsidR="00AB5F83" w:rsidRDefault="00AB5F83"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08A3DC6" w14:textId="77777777" w:rsidR="00AB5F83" w:rsidRDefault="00AB5F83" w:rsidP="004B19C5">
            <w:pPr>
              <w:spacing w:after="0"/>
              <w:jc w:val="center"/>
              <w:rPr>
                <w:rFonts w:ascii="Arial" w:hAnsi="Arial" w:cs="Arial"/>
                <w:sz w:val="16"/>
                <w:szCs w:val="16"/>
              </w:rPr>
            </w:pPr>
            <w:r>
              <w:rPr>
                <w:rFonts w:ascii="Arial" w:hAnsi="Arial" w:cs="Arial"/>
                <w:sz w:val="16"/>
                <w:szCs w:val="16"/>
              </w:rPr>
              <w:t>RP-19044</w:t>
            </w:r>
            <w:r w:rsidR="007B1AFC">
              <w:rPr>
                <w:rFonts w:ascii="Arial" w:hAnsi="Arial"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70984A" w14:textId="77777777" w:rsidR="00AB5F83" w:rsidRDefault="00AB5F83" w:rsidP="004B19C5">
            <w:pPr>
              <w:spacing w:after="0"/>
              <w:jc w:val="center"/>
              <w:rPr>
                <w:rFonts w:ascii="Arial" w:hAnsi="Arial" w:cs="Arial"/>
                <w:sz w:val="16"/>
                <w:szCs w:val="16"/>
              </w:rPr>
            </w:pPr>
            <w:r>
              <w:rPr>
                <w:rFonts w:ascii="Arial" w:hAnsi="Arial" w:cs="Arial"/>
                <w:sz w:val="16"/>
                <w:szCs w:val="16"/>
              </w:rPr>
              <w:t>121</w:t>
            </w:r>
            <w:r w:rsidR="007B1AFC">
              <w:rPr>
                <w:rFonts w:ascii="Arial" w:hAnsi="Arial" w:cs="Arial"/>
                <w:sz w:val="16"/>
                <w:szCs w:val="16"/>
              </w:rPr>
              <w:t>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48F3408" w14:textId="77777777" w:rsidR="00AB5F83" w:rsidRDefault="00AB5F83"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CC1F5A" w14:textId="77777777" w:rsidR="00AB5F83" w:rsidRDefault="00AB5F83" w:rsidP="004B19C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5DB90B2" w14:textId="77777777" w:rsidR="00AB5F83" w:rsidRPr="00CD45AB" w:rsidRDefault="007B1AFC" w:rsidP="004B19C5">
            <w:pPr>
              <w:spacing w:after="0"/>
              <w:rPr>
                <w:rFonts w:ascii="Arial" w:hAnsi="Arial" w:cs="Arial"/>
                <w:sz w:val="16"/>
                <w:szCs w:val="16"/>
              </w:rPr>
            </w:pPr>
            <w:r w:rsidRPr="007B1AFC">
              <w:rPr>
                <w:rFonts w:ascii="Arial" w:hAnsi="Arial" w:cs="Arial"/>
                <w:sz w:val="16"/>
                <w:szCs w:val="16"/>
              </w:rPr>
              <w:t>Correction for TDD UL/DL configuration 0 and PUSCH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4ABDB4" w14:textId="77777777" w:rsidR="00AB5F83" w:rsidRDefault="00AB5F83" w:rsidP="004B19C5">
            <w:pPr>
              <w:pStyle w:val="TAC"/>
              <w:jc w:val="left"/>
              <w:rPr>
                <w:snapToGrid w:val="0"/>
                <w:sz w:val="16"/>
                <w:szCs w:val="16"/>
              </w:rPr>
            </w:pPr>
            <w:r>
              <w:rPr>
                <w:snapToGrid w:val="0"/>
                <w:sz w:val="16"/>
                <w:szCs w:val="16"/>
              </w:rPr>
              <w:t>15.5.0</w:t>
            </w:r>
          </w:p>
        </w:tc>
      </w:tr>
      <w:tr w:rsidR="00737E15" w:rsidRPr="006B0D02" w14:paraId="4ABE443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284B59" w14:textId="77777777" w:rsidR="00737E15" w:rsidRDefault="00737E15"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2DF8102" w14:textId="77777777" w:rsidR="00737E15" w:rsidRDefault="00737E15"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364DDE1" w14:textId="77777777" w:rsidR="00737E15" w:rsidRDefault="00737E15" w:rsidP="004B19C5">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0C465" w14:textId="77777777" w:rsidR="00737E15" w:rsidRDefault="00737E15" w:rsidP="004B19C5">
            <w:pPr>
              <w:spacing w:after="0"/>
              <w:jc w:val="center"/>
              <w:rPr>
                <w:rFonts w:ascii="Arial" w:hAnsi="Arial" w:cs="Arial"/>
                <w:sz w:val="16"/>
                <w:szCs w:val="16"/>
              </w:rPr>
            </w:pPr>
            <w:r>
              <w:rPr>
                <w:rFonts w:ascii="Arial" w:hAnsi="Arial" w:cs="Arial"/>
                <w:sz w:val="16"/>
                <w:szCs w:val="16"/>
              </w:rPr>
              <w:t>1221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59B57B9" w14:textId="77777777" w:rsidR="00737E15" w:rsidRDefault="00737E1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80FF97" w14:textId="77777777" w:rsidR="00737E15" w:rsidRDefault="00737E15" w:rsidP="004B19C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6DA2436" w14:textId="77777777" w:rsidR="00737E15" w:rsidRPr="00CD45AB" w:rsidRDefault="00737E15" w:rsidP="004B19C5">
            <w:pPr>
              <w:spacing w:after="0"/>
              <w:rPr>
                <w:rFonts w:ascii="Arial" w:hAnsi="Arial" w:cs="Arial"/>
                <w:sz w:val="16"/>
                <w:szCs w:val="16"/>
              </w:rPr>
            </w:pPr>
            <w:r w:rsidRPr="00737E15">
              <w:rPr>
                <w:rFonts w:ascii="Arial" w:hAnsi="Arial" w:cs="Arial"/>
                <w:sz w:val="16"/>
                <w:szCs w:val="16"/>
              </w:rPr>
              <w:t>Power control for PUSCH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AC1C16" w14:textId="77777777" w:rsidR="00737E15" w:rsidRDefault="00737E15" w:rsidP="004B19C5">
            <w:pPr>
              <w:pStyle w:val="TAC"/>
              <w:jc w:val="left"/>
              <w:rPr>
                <w:snapToGrid w:val="0"/>
                <w:sz w:val="16"/>
                <w:szCs w:val="16"/>
              </w:rPr>
            </w:pPr>
            <w:r>
              <w:rPr>
                <w:snapToGrid w:val="0"/>
                <w:sz w:val="16"/>
                <w:szCs w:val="16"/>
              </w:rPr>
              <w:t>15.5.0</w:t>
            </w:r>
          </w:p>
        </w:tc>
      </w:tr>
      <w:tr w:rsidR="00673988" w:rsidRPr="006B0D02" w14:paraId="4CF8913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4B0198" w14:textId="77777777" w:rsidR="00673988" w:rsidRDefault="00673988"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888C603" w14:textId="77777777" w:rsidR="00673988" w:rsidRDefault="00673988"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22137DD" w14:textId="77777777" w:rsidR="00673988" w:rsidRDefault="00673988" w:rsidP="004B19C5">
            <w:pPr>
              <w:spacing w:after="0"/>
              <w:jc w:val="center"/>
              <w:rPr>
                <w:rFonts w:ascii="Arial" w:hAnsi="Arial" w:cs="Arial"/>
                <w:sz w:val="16"/>
                <w:szCs w:val="16"/>
              </w:rPr>
            </w:pPr>
            <w:r>
              <w:rPr>
                <w:rFonts w:ascii="Arial" w:hAnsi="Arial" w:cs="Arial"/>
                <w:sz w:val="16"/>
                <w:szCs w:val="16"/>
              </w:rPr>
              <w:t>RP-1904</w:t>
            </w:r>
            <w:r w:rsidR="00BB7C31">
              <w:rPr>
                <w:rFonts w:ascii="Arial" w:hAnsi="Arial" w:cs="Arial"/>
                <w:sz w:val="16"/>
                <w:szCs w:val="16"/>
              </w:rPr>
              <w:t>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68C1D3" w14:textId="77777777" w:rsidR="00673988" w:rsidRDefault="00673988" w:rsidP="004B19C5">
            <w:pPr>
              <w:spacing w:after="0"/>
              <w:jc w:val="center"/>
              <w:rPr>
                <w:rFonts w:ascii="Arial" w:hAnsi="Arial" w:cs="Arial"/>
                <w:sz w:val="16"/>
                <w:szCs w:val="16"/>
              </w:rPr>
            </w:pPr>
            <w:r>
              <w:rPr>
                <w:rFonts w:ascii="Arial" w:hAnsi="Arial" w:cs="Arial"/>
                <w:sz w:val="16"/>
                <w:szCs w:val="16"/>
              </w:rPr>
              <w:t>122</w:t>
            </w:r>
            <w:r w:rsidR="00BB7C31">
              <w:rPr>
                <w:rFonts w:ascii="Arial" w:hAnsi="Arial" w:cs="Arial"/>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0E07965" w14:textId="77777777" w:rsidR="00673988" w:rsidRDefault="00673988"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9DE4F2" w14:textId="77777777" w:rsidR="00673988" w:rsidRDefault="00BB7C31"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A64D5CE" w14:textId="77777777" w:rsidR="00673988" w:rsidRPr="00CD45AB" w:rsidRDefault="00BB7C31" w:rsidP="004B19C5">
            <w:pPr>
              <w:spacing w:after="0"/>
              <w:rPr>
                <w:rFonts w:ascii="Arial" w:hAnsi="Arial" w:cs="Arial"/>
                <w:sz w:val="16"/>
                <w:szCs w:val="16"/>
              </w:rPr>
            </w:pPr>
            <w:r w:rsidRPr="00BB7C31">
              <w:rPr>
                <w:rFonts w:ascii="Arial" w:hAnsi="Arial" w:cs="Arial"/>
                <w:sz w:val="16"/>
                <w:szCs w:val="16"/>
              </w:rPr>
              <w:t>Correction on the MCS index range for DCI format 6-1A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6B1B05" w14:textId="77777777" w:rsidR="00673988" w:rsidRDefault="00673988" w:rsidP="004B19C5">
            <w:pPr>
              <w:pStyle w:val="TAC"/>
              <w:jc w:val="left"/>
              <w:rPr>
                <w:snapToGrid w:val="0"/>
                <w:sz w:val="16"/>
                <w:szCs w:val="16"/>
              </w:rPr>
            </w:pPr>
            <w:r>
              <w:rPr>
                <w:snapToGrid w:val="0"/>
                <w:sz w:val="16"/>
                <w:szCs w:val="16"/>
              </w:rPr>
              <w:t>15.5.0</w:t>
            </w:r>
          </w:p>
        </w:tc>
      </w:tr>
      <w:tr w:rsidR="00E61F6A" w:rsidRPr="006B0D02" w14:paraId="646DCC3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E6E0BC" w14:textId="77777777" w:rsidR="00E61F6A" w:rsidRDefault="00E61F6A"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24887A2" w14:textId="77777777" w:rsidR="00E61F6A" w:rsidRDefault="00E61F6A"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8804BB" w14:textId="77777777" w:rsidR="00E61F6A" w:rsidRDefault="00E61F6A" w:rsidP="004B19C5">
            <w:pPr>
              <w:spacing w:after="0"/>
              <w:jc w:val="center"/>
              <w:rPr>
                <w:rFonts w:ascii="Arial" w:hAnsi="Arial" w:cs="Arial"/>
                <w:sz w:val="16"/>
                <w:szCs w:val="16"/>
              </w:rPr>
            </w:pPr>
            <w:r>
              <w:rPr>
                <w:rFonts w:ascii="Arial" w:hAnsi="Arial" w:cs="Arial"/>
                <w:sz w:val="16"/>
                <w:szCs w:val="16"/>
              </w:rPr>
              <w:t>RP-190437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2A3A3A" w14:textId="77777777" w:rsidR="00E61F6A" w:rsidRDefault="00E61F6A" w:rsidP="004B19C5">
            <w:pPr>
              <w:spacing w:after="0"/>
              <w:jc w:val="center"/>
              <w:rPr>
                <w:rFonts w:ascii="Arial" w:hAnsi="Arial" w:cs="Arial"/>
                <w:sz w:val="16"/>
                <w:szCs w:val="16"/>
              </w:rPr>
            </w:pPr>
            <w:r>
              <w:rPr>
                <w:rFonts w:ascii="Arial" w:hAnsi="Arial" w:cs="Arial"/>
                <w:sz w:val="16"/>
                <w:szCs w:val="16"/>
              </w:rPr>
              <w:t>1223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30870B4" w14:textId="77777777" w:rsidR="00E61F6A" w:rsidRDefault="00E61F6A"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D8749E" w14:textId="77777777" w:rsidR="00E61F6A" w:rsidRDefault="00E61F6A"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FEB953" w14:textId="77777777" w:rsidR="00E61F6A" w:rsidRPr="00CD45AB" w:rsidRDefault="00E61F6A" w:rsidP="004B19C5">
            <w:pPr>
              <w:spacing w:after="0"/>
              <w:rPr>
                <w:rFonts w:ascii="Arial" w:hAnsi="Arial" w:cs="Arial"/>
                <w:sz w:val="16"/>
                <w:szCs w:val="16"/>
              </w:rPr>
            </w:pPr>
            <w:r w:rsidRPr="00E61F6A">
              <w:rPr>
                <w:rFonts w:ascii="Arial" w:hAnsi="Arial" w:cs="Arial"/>
                <w:sz w:val="16"/>
                <w:szCs w:val="16"/>
              </w:rPr>
              <w:t>Edge PRB restriction for flexible starting PUSCH PRB for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187C85" w14:textId="77777777" w:rsidR="00E61F6A" w:rsidRDefault="00E61F6A" w:rsidP="004B19C5">
            <w:pPr>
              <w:pStyle w:val="TAC"/>
              <w:jc w:val="left"/>
              <w:rPr>
                <w:snapToGrid w:val="0"/>
                <w:sz w:val="16"/>
                <w:szCs w:val="16"/>
              </w:rPr>
            </w:pPr>
            <w:r>
              <w:rPr>
                <w:snapToGrid w:val="0"/>
                <w:sz w:val="16"/>
                <w:szCs w:val="16"/>
              </w:rPr>
              <w:t>15.5.0</w:t>
            </w:r>
          </w:p>
        </w:tc>
      </w:tr>
      <w:tr w:rsidR="00877BE7" w:rsidRPr="006B0D02" w14:paraId="3F0CD92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4021E9" w14:textId="77777777" w:rsidR="00877BE7" w:rsidRDefault="00877BE7"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E61CFDF" w14:textId="77777777" w:rsidR="00877BE7" w:rsidRDefault="00877BE7"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9706AE3" w14:textId="77777777" w:rsidR="00877BE7" w:rsidRDefault="00877BE7" w:rsidP="004B19C5">
            <w:pPr>
              <w:spacing w:after="0"/>
              <w:jc w:val="center"/>
              <w:rPr>
                <w:rFonts w:ascii="Arial" w:hAnsi="Arial" w:cs="Arial"/>
                <w:sz w:val="16"/>
                <w:szCs w:val="16"/>
              </w:rPr>
            </w:pPr>
            <w:r>
              <w:rPr>
                <w:rFonts w:ascii="Arial" w:hAnsi="Arial" w:cs="Arial"/>
                <w:sz w:val="16"/>
                <w:szCs w:val="16"/>
              </w:rPr>
              <w:t>RP-190438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C16E3D" w14:textId="77777777" w:rsidR="00877BE7" w:rsidRDefault="00877BE7" w:rsidP="004B19C5">
            <w:pPr>
              <w:spacing w:after="0"/>
              <w:jc w:val="center"/>
              <w:rPr>
                <w:rFonts w:ascii="Arial" w:hAnsi="Arial" w:cs="Arial"/>
                <w:sz w:val="16"/>
                <w:szCs w:val="16"/>
              </w:rPr>
            </w:pPr>
            <w:r>
              <w:rPr>
                <w:rFonts w:ascii="Arial" w:hAnsi="Arial" w:cs="Arial"/>
                <w:sz w:val="16"/>
                <w:szCs w:val="16"/>
              </w:rPr>
              <w:t>1225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AF0A07" w14:textId="77777777" w:rsidR="00877BE7" w:rsidRDefault="00877BE7"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208FA6" w14:textId="77777777" w:rsidR="00877BE7" w:rsidRDefault="00877BE7" w:rsidP="004B19C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133BCBA" w14:textId="77777777" w:rsidR="00877BE7" w:rsidRPr="00CD45AB" w:rsidRDefault="00877BE7" w:rsidP="004B19C5">
            <w:pPr>
              <w:spacing w:after="0"/>
              <w:rPr>
                <w:rFonts w:ascii="Arial" w:hAnsi="Arial" w:cs="Arial"/>
                <w:sz w:val="16"/>
                <w:szCs w:val="16"/>
              </w:rPr>
            </w:pPr>
            <w:r w:rsidRPr="00877BE7">
              <w:rPr>
                <w:rFonts w:ascii="Arial" w:hAnsi="Arial" w:cs="Arial"/>
                <w:sz w:val="16"/>
                <w:szCs w:val="16"/>
              </w:rPr>
              <w:t>Correction on PSSCH resource pool determination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DC1B37" w14:textId="77777777" w:rsidR="00877BE7" w:rsidRDefault="00877BE7" w:rsidP="004B19C5">
            <w:pPr>
              <w:pStyle w:val="TAC"/>
              <w:jc w:val="left"/>
              <w:rPr>
                <w:snapToGrid w:val="0"/>
                <w:sz w:val="16"/>
                <w:szCs w:val="16"/>
              </w:rPr>
            </w:pPr>
            <w:r>
              <w:rPr>
                <w:snapToGrid w:val="0"/>
                <w:sz w:val="16"/>
                <w:szCs w:val="16"/>
              </w:rPr>
              <w:t>15.5.0</w:t>
            </w:r>
          </w:p>
        </w:tc>
      </w:tr>
      <w:tr w:rsidR="001C4071" w:rsidRPr="006B0D02" w14:paraId="67CF1AD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F4AF7F" w14:textId="77777777" w:rsidR="001C4071" w:rsidRDefault="001C4071"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7FD89A8" w14:textId="77777777" w:rsidR="001C4071" w:rsidRDefault="001C4071"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496C8DF" w14:textId="77777777" w:rsidR="001C4071" w:rsidRDefault="001C4071" w:rsidP="004B19C5">
            <w:pPr>
              <w:spacing w:after="0"/>
              <w:jc w:val="center"/>
              <w:rPr>
                <w:rFonts w:ascii="Arial" w:hAnsi="Arial" w:cs="Arial"/>
                <w:sz w:val="16"/>
                <w:szCs w:val="16"/>
              </w:rPr>
            </w:pPr>
            <w:r>
              <w:rPr>
                <w:rFonts w:ascii="Arial" w:hAnsi="Arial" w:cs="Arial"/>
                <w:sz w:val="16"/>
                <w:szCs w:val="16"/>
              </w:rPr>
              <w:t>RP-190443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A500DC" w14:textId="77777777" w:rsidR="001C4071" w:rsidRDefault="001C4071" w:rsidP="004B19C5">
            <w:pPr>
              <w:spacing w:after="0"/>
              <w:jc w:val="center"/>
              <w:rPr>
                <w:rFonts w:ascii="Arial" w:hAnsi="Arial" w:cs="Arial"/>
                <w:sz w:val="16"/>
                <w:szCs w:val="16"/>
              </w:rPr>
            </w:pPr>
            <w:r>
              <w:rPr>
                <w:rFonts w:ascii="Arial" w:hAnsi="Arial" w:cs="Arial"/>
                <w:sz w:val="16"/>
                <w:szCs w:val="16"/>
              </w:rPr>
              <w:t>1228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01EB656" w14:textId="77777777" w:rsidR="001C4071" w:rsidRDefault="001C4071"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45E6D9" w14:textId="77777777" w:rsidR="001C4071" w:rsidRDefault="001C4071" w:rsidP="004B19C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5B5D1FF" w14:textId="77777777" w:rsidR="001C4071" w:rsidRPr="00CD45AB" w:rsidRDefault="001C4071" w:rsidP="004B19C5">
            <w:pPr>
              <w:spacing w:after="0"/>
              <w:rPr>
                <w:rFonts w:ascii="Arial" w:hAnsi="Arial" w:cs="Arial"/>
                <w:sz w:val="16"/>
                <w:szCs w:val="16"/>
              </w:rPr>
            </w:pPr>
            <w:r w:rsidRPr="001C4071">
              <w:rPr>
                <w:rFonts w:ascii="Arial" w:hAnsi="Arial" w:cs="Arial"/>
                <w:sz w:val="16"/>
                <w:szCs w:val="16"/>
              </w:rPr>
              <w:t>UL Delay for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460233" w14:textId="77777777" w:rsidR="001C4071" w:rsidRDefault="001C4071" w:rsidP="004B19C5">
            <w:pPr>
              <w:pStyle w:val="TAC"/>
              <w:jc w:val="left"/>
              <w:rPr>
                <w:snapToGrid w:val="0"/>
                <w:sz w:val="16"/>
                <w:szCs w:val="16"/>
              </w:rPr>
            </w:pPr>
            <w:r>
              <w:rPr>
                <w:snapToGrid w:val="0"/>
                <w:sz w:val="16"/>
                <w:szCs w:val="16"/>
              </w:rPr>
              <w:t>15.5.0</w:t>
            </w:r>
          </w:p>
        </w:tc>
      </w:tr>
      <w:tr w:rsidR="00AF4550" w:rsidRPr="006B0D02" w14:paraId="68D27D1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45B2C7" w14:textId="77777777" w:rsidR="00AF4550" w:rsidRDefault="00AF4550"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FE83BC1" w14:textId="77777777" w:rsidR="00AF4550" w:rsidRDefault="00AF4550"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B49558D" w14:textId="77777777" w:rsidR="00AF4550" w:rsidRDefault="00AF4550" w:rsidP="004B19C5">
            <w:pPr>
              <w:spacing w:after="0"/>
              <w:jc w:val="center"/>
              <w:rPr>
                <w:rFonts w:ascii="Arial" w:hAnsi="Arial" w:cs="Arial"/>
                <w:sz w:val="16"/>
                <w:szCs w:val="16"/>
              </w:rPr>
            </w:pPr>
            <w:r>
              <w:rPr>
                <w:rFonts w:ascii="Arial" w:hAnsi="Arial" w:cs="Arial"/>
                <w:sz w:val="16"/>
                <w:szCs w:val="16"/>
              </w:rPr>
              <w:t>RP-190446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63AE35" w14:textId="77777777" w:rsidR="00AF4550" w:rsidRDefault="00AF4550" w:rsidP="004B19C5">
            <w:pPr>
              <w:spacing w:after="0"/>
              <w:jc w:val="center"/>
              <w:rPr>
                <w:rFonts w:ascii="Arial" w:hAnsi="Arial" w:cs="Arial"/>
                <w:sz w:val="16"/>
                <w:szCs w:val="16"/>
              </w:rPr>
            </w:pPr>
            <w:r>
              <w:rPr>
                <w:rFonts w:ascii="Arial" w:hAnsi="Arial" w:cs="Arial"/>
                <w:sz w:val="16"/>
                <w:szCs w:val="16"/>
              </w:rPr>
              <w:t>1229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61EF2A1" w14:textId="77777777" w:rsidR="00AF4550" w:rsidRDefault="00AF4550"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4F005A" w14:textId="77777777" w:rsidR="00AF4550" w:rsidRDefault="00AF4550"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DCD4BD3" w14:textId="77777777" w:rsidR="00AF4550" w:rsidRPr="00CD45AB" w:rsidRDefault="00AF4550" w:rsidP="004B19C5">
            <w:pPr>
              <w:spacing w:after="0"/>
              <w:rPr>
                <w:rFonts w:ascii="Arial" w:hAnsi="Arial" w:cs="Arial"/>
                <w:sz w:val="16"/>
                <w:szCs w:val="16"/>
              </w:rPr>
            </w:pPr>
            <w:r w:rsidRPr="00AF4550">
              <w:rPr>
                <w:rFonts w:ascii="Arial" w:hAnsi="Arial" w:cs="Arial"/>
                <w:sz w:val="16"/>
                <w:szCs w:val="16"/>
              </w:rPr>
              <w:t>Introduction of SUO Case 1 for NE-DC as Rel-15 late drop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E289F0" w14:textId="77777777" w:rsidR="00AF4550" w:rsidRDefault="00AF4550" w:rsidP="004B19C5">
            <w:pPr>
              <w:pStyle w:val="TAC"/>
              <w:jc w:val="left"/>
              <w:rPr>
                <w:snapToGrid w:val="0"/>
                <w:sz w:val="16"/>
                <w:szCs w:val="16"/>
              </w:rPr>
            </w:pPr>
            <w:r>
              <w:rPr>
                <w:snapToGrid w:val="0"/>
                <w:sz w:val="16"/>
                <w:szCs w:val="16"/>
              </w:rPr>
              <w:t>15.5.0</w:t>
            </w:r>
          </w:p>
        </w:tc>
      </w:tr>
      <w:tr w:rsidR="00F7252E" w:rsidRPr="006B0D02" w14:paraId="47ACA3B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152747" w14:textId="77777777" w:rsidR="00F7252E" w:rsidRDefault="00F7252E"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90C5C8" w14:textId="77777777" w:rsidR="00F7252E" w:rsidRDefault="00F7252E"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9004E38" w14:textId="77777777" w:rsidR="00F7252E" w:rsidRDefault="00F7252E" w:rsidP="004B19C5">
            <w:pPr>
              <w:spacing w:after="0"/>
              <w:jc w:val="center"/>
              <w:rPr>
                <w:rFonts w:ascii="Arial" w:hAnsi="Arial" w:cs="Arial"/>
                <w:sz w:val="16"/>
                <w:szCs w:val="16"/>
              </w:rPr>
            </w:pPr>
            <w:r>
              <w:rPr>
                <w:rFonts w:ascii="Arial" w:hAnsi="Arial" w:cs="Arial"/>
                <w:sz w:val="16"/>
                <w:szCs w:val="16"/>
              </w:rPr>
              <w:t>RP-1904</w:t>
            </w:r>
            <w:r w:rsidR="00384D82">
              <w:rPr>
                <w:rFonts w:ascii="Arial" w:hAnsi="Arial" w:cs="Arial"/>
                <w:sz w:val="16"/>
                <w:szCs w:val="16"/>
              </w:rPr>
              <w:t>3</w:t>
            </w:r>
            <w:r>
              <w:rPr>
                <w:rFonts w:ascii="Arial" w:hAnsi="Arial"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C5758A" w14:textId="77777777" w:rsidR="00F7252E" w:rsidRDefault="00F7252E" w:rsidP="004B19C5">
            <w:pPr>
              <w:spacing w:after="0"/>
              <w:jc w:val="center"/>
              <w:rPr>
                <w:rFonts w:ascii="Arial" w:hAnsi="Arial" w:cs="Arial"/>
                <w:sz w:val="16"/>
                <w:szCs w:val="16"/>
              </w:rPr>
            </w:pPr>
            <w:r>
              <w:rPr>
                <w:rFonts w:ascii="Arial" w:hAnsi="Arial" w:cs="Arial"/>
                <w:sz w:val="16"/>
                <w:szCs w:val="16"/>
              </w:rPr>
              <w:t>12</w:t>
            </w:r>
            <w:r w:rsidR="00384D82">
              <w:rPr>
                <w:rFonts w:ascii="Arial" w:hAnsi="Arial" w:cs="Arial"/>
                <w:sz w:val="16"/>
                <w:szCs w:val="16"/>
              </w:rPr>
              <w:t>30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13AF5A4" w14:textId="77777777" w:rsidR="00F7252E" w:rsidRDefault="00F7252E"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EE6B7E" w14:textId="77777777" w:rsidR="00F7252E" w:rsidRDefault="00F7252E"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9EB596" w14:textId="77777777" w:rsidR="00F7252E" w:rsidRPr="00CD45AB" w:rsidRDefault="00384D82" w:rsidP="004B19C5">
            <w:pPr>
              <w:spacing w:after="0"/>
              <w:rPr>
                <w:rFonts w:ascii="Arial" w:hAnsi="Arial" w:cs="Arial"/>
                <w:sz w:val="16"/>
                <w:szCs w:val="16"/>
              </w:rPr>
            </w:pPr>
            <w:r w:rsidRPr="00384D82">
              <w:rPr>
                <w:rFonts w:ascii="Arial" w:hAnsi="Arial" w:cs="Arial"/>
                <w:sz w:val="16"/>
                <w:szCs w:val="16"/>
              </w:rPr>
              <w:t xml:space="preserve">Corrections on CSI update capability for </w:t>
            </w:r>
            <w:proofErr w:type="spellStart"/>
            <w:r w:rsidRPr="00384D82">
              <w:rPr>
                <w:rFonts w:ascii="Arial" w:hAnsi="Arial" w:cs="Arial"/>
                <w:sz w:val="16"/>
                <w:szCs w:val="16"/>
              </w:rPr>
              <w:t>sTTI</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A91C39" w14:textId="77777777" w:rsidR="00F7252E" w:rsidRDefault="00F7252E" w:rsidP="004B19C5">
            <w:pPr>
              <w:pStyle w:val="TAC"/>
              <w:jc w:val="left"/>
              <w:rPr>
                <w:snapToGrid w:val="0"/>
                <w:sz w:val="16"/>
                <w:szCs w:val="16"/>
              </w:rPr>
            </w:pPr>
            <w:r>
              <w:rPr>
                <w:snapToGrid w:val="0"/>
                <w:sz w:val="16"/>
                <w:szCs w:val="16"/>
              </w:rPr>
              <w:t>15.5.0</w:t>
            </w:r>
          </w:p>
        </w:tc>
      </w:tr>
      <w:tr w:rsidR="002F7973" w:rsidRPr="006B0D02" w14:paraId="4A0482B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11FB6C" w14:textId="77777777" w:rsidR="002F7973" w:rsidRDefault="002F7973"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DE74ACE" w14:textId="77777777" w:rsidR="002F7973" w:rsidRDefault="002F7973"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D2DA23F" w14:textId="77777777" w:rsidR="002F7973" w:rsidRDefault="002F7973" w:rsidP="004B19C5">
            <w:pPr>
              <w:spacing w:after="0"/>
              <w:jc w:val="center"/>
              <w:rPr>
                <w:rFonts w:ascii="Arial" w:hAnsi="Arial" w:cs="Arial"/>
                <w:sz w:val="16"/>
                <w:szCs w:val="16"/>
              </w:rPr>
            </w:pPr>
            <w:r>
              <w:rPr>
                <w:rFonts w:ascii="Arial" w:hAnsi="Arial" w:cs="Arial"/>
                <w:sz w:val="16"/>
                <w:szCs w:val="16"/>
              </w:rPr>
              <w:t>RP-190436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B60376" w14:textId="77777777" w:rsidR="002F7973" w:rsidRDefault="002F7973" w:rsidP="004B19C5">
            <w:pPr>
              <w:spacing w:after="0"/>
              <w:jc w:val="center"/>
              <w:rPr>
                <w:rFonts w:ascii="Arial" w:hAnsi="Arial" w:cs="Arial"/>
                <w:sz w:val="16"/>
                <w:szCs w:val="16"/>
              </w:rPr>
            </w:pPr>
            <w:r>
              <w:rPr>
                <w:rFonts w:ascii="Arial" w:hAnsi="Arial" w:cs="Arial"/>
                <w:sz w:val="16"/>
                <w:szCs w:val="16"/>
              </w:rPr>
              <w:t>1231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3AF7EAA" w14:textId="77777777" w:rsidR="002F7973" w:rsidRDefault="002F7973"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9B0D76" w14:textId="77777777" w:rsidR="002F7973" w:rsidRDefault="002F7973"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D602935" w14:textId="77777777" w:rsidR="002F7973" w:rsidRPr="00CD45AB" w:rsidRDefault="002F7973" w:rsidP="004B19C5">
            <w:pPr>
              <w:spacing w:after="0"/>
              <w:rPr>
                <w:rFonts w:ascii="Arial" w:hAnsi="Arial" w:cs="Arial"/>
                <w:sz w:val="16"/>
                <w:szCs w:val="16"/>
              </w:rPr>
            </w:pPr>
            <w:r w:rsidRPr="002F7973">
              <w:rPr>
                <w:rFonts w:ascii="Arial" w:hAnsi="Arial" w:cs="Arial"/>
                <w:sz w:val="16"/>
                <w:szCs w:val="16"/>
              </w:rPr>
              <w:t>Correction on type 2 power headroom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1998B7" w14:textId="77777777" w:rsidR="002F7973" w:rsidRDefault="002F7973" w:rsidP="004B19C5">
            <w:pPr>
              <w:pStyle w:val="TAC"/>
              <w:jc w:val="left"/>
              <w:rPr>
                <w:snapToGrid w:val="0"/>
                <w:sz w:val="16"/>
                <w:szCs w:val="16"/>
              </w:rPr>
            </w:pPr>
            <w:r>
              <w:rPr>
                <w:snapToGrid w:val="0"/>
                <w:sz w:val="16"/>
                <w:szCs w:val="16"/>
              </w:rPr>
              <w:t>15.5.0</w:t>
            </w:r>
          </w:p>
        </w:tc>
      </w:tr>
      <w:tr w:rsidR="00A1195E" w:rsidRPr="006B0D02" w14:paraId="5FE3B42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1879D5" w14:textId="77777777" w:rsidR="00A1195E" w:rsidRDefault="00A1195E"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806ACCF" w14:textId="77777777" w:rsidR="00A1195E" w:rsidRDefault="00A1195E"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203F2B" w14:textId="77777777" w:rsidR="00A1195E" w:rsidRDefault="00A1195E" w:rsidP="004B19C5">
            <w:pPr>
              <w:spacing w:after="0"/>
              <w:jc w:val="center"/>
              <w:rPr>
                <w:rFonts w:ascii="Arial" w:hAnsi="Arial" w:cs="Arial"/>
                <w:sz w:val="16"/>
                <w:szCs w:val="16"/>
              </w:rPr>
            </w:pPr>
            <w:r>
              <w:rPr>
                <w:rFonts w:ascii="Arial" w:hAnsi="Arial" w:cs="Arial"/>
                <w:sz w:val="16"/>
                <w:szCs w:val="16"/>
              </w:rPr>
              <w:t>RP-190436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24106B" w14:textId="77777777" w:rsidR="00A1195E" w:rsidRDefault="00A1195E" w:rsidP="004B19C5">
            <w:pPr>
              <w:spacing w:after="0"/>
              <w:jc w:val="center"/>
              <w:rPr>
                <w:rFonts w:ascii="Arial" w:hAnsi="Arial" w:cs="Arial"/>
                <w:sz w:val="16"/>
                <w:szCs w:val="16"/>
              </w:rPr>
            </w:pPr>
            <w:r>
              <w:rPr>
                <w:rFonts w:ascii="Arial" w:hAnsi="Arial" w:cs="Arial"/>
                <w:sz w:val="16"/>
                <w:szCs w:val="16"/>
              </w:rPr>
              <w:t>1232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D968A68" w14:textId="77777777" w:rsidR="00A1195E" w:rsidRDefault="00A1195E"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485E5C" w14:textId="77777777" w:rsidR="00A1195E" w:rsidRDefault="00A1195E"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A58CEEA" w14:textId="77777777" w:rsidR="00A1195E" w:rsidRPr="00CD45AB" w:rsidRDefault="00A1195E" w:rsidP="004B19C5">
            <w:pPr>
              <w:spacing w:after="0"/>
              <w:rPr>
                <w:rFonts w:ascii="Arial" w:hAnsi="Arial" w:cs="Arial"/>
                <w:sz w:val="16"/>
                <w:szCs w:val="16"/>
              </w:rPr>
            </w:pPr>
            <w:r w:rsidRPr="00A1195E">
              <w:rPr>
                <w:rFonts w:ascii="Arial" w:hAnsi="Arial" w:cs="Arial"/>
                <w:sz w:val="16"/>
                <w:szCs w:val="16"/>
              </w:rPr>
              <w:t xml:space="preserve">Correction on the 1ms HARQ-ACK transmission for the collision between </w:t>
            </w:r>
            <w:proofErr w:type="spellStart"/>
            <w:r w:rsidRPr="00A1195E">
              <w:rPr>
                <w:rFonts w:ascii="Arial" w:hAnsi="Arial" w:cs="Arial"/>
                <w:sz w:val="16"/>
                <w:szCs w:val="16"/>
              </w:rPr>
              <w:t>sPUSCH</w:t>
            </w:r>
            <w:proofErr w:type="spellEnd"/>
            <w:r w:rsidRPr="00A1195E">
              <w:rPr>
                <w:rFonts w:ascii="Arial" w:hAnsi="Arial" w:cs="Arial"/>
                <w:sz w:val="16"/>
                <w:szCs w:val="16"/>
              </w:rPr>
              <w:t xml:space="preserve"> and PUCCH/PUSCH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06E748" w14:textId="77777777" w:rsidR="00A1195E" w:rsidRDefault="00A1195E" w:rsidP="004B19C5">
            <w:pPr>
              <w:pStyle w:val="TAC"/>
              <w:jc w:val="left"/>
              <w:rPr>
                <w:snapToGrid w:val="0"/>
                <w:sz w:val="16"/>
                <w:szCs w:val="16"/>
              </w:rPr>
            </w:pPr>
            <w:r>
              <w:rPr>
                <w:snapToGrid w:val="0"/>
                <w:sz w:val="16"/>
                <w:szCs w:val="16"/>
              </w:rPr>
              <w:t>15.5.0</w:t>
            </w:r>
          </w:p>
        </w:tc>
      </w:tr>
      <w:tr w:rsidR="00203DA5" w:rsidRPr="006B0D02" w14:paraId="113D4D9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835E3D" w14:textId="77777777" w:rsidR="00203DA5" w:rsidRDefault="00203DA5"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3C31FBA" w14:textId="77777777" w:rsidR="00203DA5" w:rsidRDefault="00203DA5"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A50D0C" w14:textId="77777777" w:rsidR="00203DA5" w:rsidRDefault="00203DA5" w:rsidP="004B19C5">
            <w:pPr>
              <w:spacing w:after="0"/>
              <w:jc w:val="center"/>
              <w:rPr>
                <w:rFonts w:ascii="Arial" w:hAnsi="Arial" w:cs="Arial"/>
                <w:sz w:val="16"/>
                <w:szCs w:val="16"/>
              </w:rPr>
            </w:pPr>
            <w:r>
              <w:rPr>
                <w:rFonts w:ascii="Arial" w:hAnsi="Arial" w:cs="Arial"/>
                <w:sz w:val="16"/>
                <w:szCs w:val="16"/>
              </w:rPr>
              <w:t>RP-190435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F23D2F" w14:textId="77777777" w:rsidR="00203DA5" w:rsidRDefault="00203DA5" w:rsidP="004B19C5">
            <w:pPr>
              <w:spacing w:after="0"/>
              <w:jc w:val="center"/>
              <w:rPr>
                <w:rFonts w:ascii="Arial" w:hAnsi="Arial" w:cs="Arial"/>
                <w:sz w:val="16"/>
                <w:szCs w:val="16"/>
              </w:rPr>
            </w:pPr>
            <w:r>
              <w:rPr>
                <w:rFonts w:ascii="Arial" w:hAnsi="Arial" w:cs="Arial"/>
                <w:sz w:val="16"/>
                <w:szCs w:val="16"/>
              </w:rPr>
              <w:t>1233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D21F3E9" w14:textId="77777777" w:rsidR="00203DA5" w:rsidRDefault="00203DA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97288F" w14:textId="77777777" w:rsidR="00203DA5" w:rsidRDefault="00203DA5" w:rsidP="004B19C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3FBB39E" w14:textId="77777777" w:rsidR="00203DA5" w:rsidRPr="00CD45AB" w:rsidRDefault="00203DA5" w:rsidP="004B19C5">
            <w:pPr>
              <w:spacing w:after="0"/>
              <w:rPr>
                <w:rFonts w:ascii="Arial" w:hAnsi="Arial" w:cs="Arial"/>
                <w:sz w:val="16"/>
                <w:szCs w:val="16"/>
              </w:rPr>
            </w:pPr>
            <w:r w:rsidRPr="00203DA5">
              <w:rPr>
                <w:rFonts w:ascii="Arial" w:hAnsi="Arial" w:cs="Arial"/>
                <w:sz w:val="16"/>
                <w:szCs w:val="16"/>
              </w:rPr>
              <w:t>Correction on NPRACH format 2 configuration presence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267AAE" w14:textId="77777777" w:rsidR="00203DA5" w:rsidRDefault="00203DA5" w:rsidP="004B19C5">
            <w:pPr>
              <w:pStyle w:val="TAC"/>
              <w:jc w:val="left"/>
              <w:rPr>
                <w:snapToGrid w:val="0"/>
                <w:sz w:val="16"/>
                <w:szCs w:val="16"/>
              </w:rPr>
            </w:pPr>
            <w:r>
              <w:rPr>
                <w:snapToGrid w:val="0"/>
                <w:sz w:val="16"/>
                <w:szCs w:val="16"/>
              </w:rPr>
              <w:t>15.5.0</w:t>
            </w:r>
          </w:p>
        </w:tc>
      </w:tr>
      <w:tr w:rsidR="004B19C5" w:rsidRPr="006B0D02" w14:paraId="516F2D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D64E4D" w14:textId="77777777" w:rsidR="004B19C5" w:rsidRDefault="004B19C5" w:rsidP="004B19C5">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386E5DE" w14:textId="77777777" w:rsidR="004B19C5" w:rsidRDefault="004B19C5" w:rsidP="004B19C5">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92D6645" w14:textId="77777777" w:rsidR="004B19C5" w:rsidRDefault="004B19C5" w:rsidP="004B19C5">
            <w:pPr>
              <w:spacing w:after="0"/>
              <w:jc w:val="center"/>
              <w:rPr>
                <w:rFonts w:ascii="Arial" w:hAnsi="Arial" w:cs="Arial"/>
                <w:sz w:val="16"/>
                <w:szCs w:val="16"/>
              </w:rPr>
            </w:pPr>
            <w:r>
              <w:rPr>
                <w:rFonts w:ascii="Arial" w:hAnsi="Arial" w:cs="Arial"/>
                <w:sz w:val="16"/>
                <w:szCs w:val="16"/>
              </w:rPr>
              <w:t>RP-1904</w:t>
            </w:r>
            <w:r w:rsidR="00DD6C99">
              <w:rPr>
                <w:rFonts w:ascii="Arial" w:hAnsi="Arial" w:cs="Arial"/>
                <w:sz w:val="16"/>
                <w:szCs w:val="16"/>
              </w:rPr>
              <w:t>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B918D7" w14:textId="77777777" w:rsidR="004B19C5" w:rsidRDefault="004B19C5" w:rsidP="004B19C5">
            <w:pPr>
              <w:spacing w:after="0"/>
              <w:jc w:val="center"/>
              <w:rPr>
                <w:rFonts w:ascii="Arial" w:hAnsi="Arial" w:cs="Arial"/>
                <w:sz w:val="16"/>
                <w:szCs w:val="16"/>
              </w:rPr>
            </w:pPr>
            <w:r>
              <w:rPr>
                <w:rFonts w:ascii="Arial" w:hAnsi="Arial" w:cs="Arial"/>
                <w:sz w:val="16"/>
                <w:szCs w:val="16"/>
              </w:rPr>
              <w:t>123</w:t>
            </w:r>
            <w:r w:rsidR="00DD6C99">
              <w:rPr>
                <w:rFonts w:ascii="Arial" w:hAnsi="Arial" w:cs="Arial"/>
                <w:sz w:val="16"/>
                <w:szCs w:val="16"/>
              </w:rPr>
              <w:t>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0FADDA7" w14:textId="77777777" w:rsidR="004B19C5" w:rsidRDefault="004B19C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1618B8" w14:textId="77777777" w:rsidR="004B19C5" w:rsidRDefault="00DD6C99" w:rsidP="004B19C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1BF4EDE" w14:textId="77777777" w:rsidR="004B19C5" w:rsidRPr="00CD45AB" w:rsidRDefault="00DD6C99" w:rsidP="004B19C5">
            <w:pPr>
              <w:spacing w:after="0"/>
              <w:rPr>
                <w:rFonts w:ascii="Arial" w:hAnsi="Arial" w:cs="Arial"/>
                <w:sz w:val="16"/>
                <w:szCs w:val="16"/>
              </w:rPr>
            </w:pPr>
            <w:r w:rsidRPr="00DD6C99">
              <w:rPr>
                <w:rFonts w:ascii="Arial" w:hAnsi="Arial" w:cs="Arial"/>
                <w:sz w:val="16"/>
                <w:szCs w:val="16"/>
              </w:rPr>
              <w:t>Power control for RACH-less HO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417697" w14:textId="77777777" w:rsidR="004B19C5" w:rsidRDefault="004B19C5" w:rsidP="004B19C5">
            <w:pPr>
              <w:pStyle w:val="TAC"/>
              <w:jc w:val="left"/>
              <w:rPr>
                <w:snapToGrid w:val="0"/>
                <w:sz w:val="16"/>
                <w:szCs w:val="16"/>
              </w:rPr>
            </w:pPr>
            <w:r>
              <w:rPr>
                <w:snapToGrid w:val="0"/>
                <w:sz w:val="16"/>
                <w:szCs w:val="16"/>
              </w:rPr>
              <w:t>15.5.0</w:t>
            </w:r>
          </w:p>
        </w:tc>
      </w:tr>
      <w:tr w:rsidR="00CD49C8" w:rsidRPr="006B0D02" w14:paraId="4026240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2FE0F5" w14:textId="77777777" w:rsidR="00CD49C8" w:rsidRDefault="00CD49C8" w:rsidP="00F71954">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4D5EFB9" w14:textId="77777777" w:rsidR="00CD49C8" w:rsidRDefault="00CD49C8" w:rsidP="00F71954">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5A4214" w14:textId="77777777" w:rsidR="00CD49C8" w:rsidRDefault="00CD49C8" w:rsidP="00F71954">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A5EA1C" w14:textId="77777777" w:rsidR="00CD49C8" w:rsidRDefault="00CD49C8" w:rsidP="00F71954">
            <w:pPr>
              <w:spacing w:after="0"/>
              <w:jc w:val="center"/>
              <w:rPr>
                <w:rFonts w:ascii="Arial" w:hAnsi="Arial" w:cs="Arial"/>
                <w:sz w:val="16"/>
                <w:szCs w:val="16"/>
              </w:rPr>
            </w:pPr>
            <w:r>
              <w:rPr>
                <w:rFonts w:ascii="Arial" w:hAnsi="Arial" w:cs="Arial"/>
                <w:sz w:val="16"/>
                <w:szCs w:val="16"/>
              </w:rPr>
              <w:t>1237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312FCED" w14:textId="77777777" w:rsidR="00CD49C8" w:rsidRDefault="00CD49C8"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7DF840" w14:textId="77777777" w:rsidR="00CD49C8" w:rsidRDefault="00CD49C8" w:rsidP="00F7195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DA97528" w14:textId="77777777" w:rsidR="00CD49C8" w:rsidRPr="00CD45AB" w:rsidRDefault="00CD49C8" w:rsidP="00F71954">
            <w:pPr>
              <w:spacing w:after="0"/>
              <w:rPr>
                <w:rFonts w:ascii="Arial" w:hAnsi="Arial" w:cs="Arial"/>
                <w:sz w:val="16"/>
                <w:szCs w:val="16"/>
              </w:rPr>
            </w:pPr>
            <w:r w:rsidRPr="00CD49C8">
              <w:rPr>
                <w:rFonts w:ascii="Arial" w:hAnsi="Arial" w:cs="Arial"/>
                <w:sz w:val="16"/>
                <w:szCs w:val="16"/>
              </w:rPr>
              <w:t>Correction for DCI 0C and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006B6E" w14:textId="77777777" w:rsidR="00CD49C8" w:rsidRDefault="00CD49C8" w:rsidP="00F71954">
            <w:pPr>
              <w:pStyle w:val="TAC"/>
              <w:jc w:val="left"/>
              <w:rPr>
                <w:snapToGrid w:val="0"/>
                <w:sz w:val="16"/>
                <w:szCs w:val="16"/>
              </w:rPr>
            </w:pPr>
            <w:r>
              <w:rPr>
                <w:snapToGrid w:val="0"/>
                <w:sz w:val="16"/>
                <w:szCs w:val="16"/>
              </w:rPr>
              <w:t>15.5.0</w:t>
            </w:r>
          </w:p>
        </w:tc>
      </w:tr>
      <w:tr w:rsidR="00380438" w:rsidRPr="006B0D02" w14:paraId="535BEA5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408B1E" w14:textId="77777777" w:rsidR="00380438" w:rsidRDefault="00380438" w:rsidP="00F71954">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25B352" w14:textId="77777777" w:rsidR="00380438" w:rsidRDefault="00380438" w:rsidP="00F71954">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E5D3E30" w14:textId="77777777" w:rsidR="00380438" w:rsidRDefault="00380438" w:rsidP="00F71954">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277268" w14:textId="77777777" w:rsidR="00380438" w:rsidRDefault="00380438" w:rsidP="00F71954">
            <w:pPr>
              <w:spacing w:after="0"/>
              <w:jc w:val="center"/>
              <w:rPr>
                <w:rFonts w:ascii="Arial" w:hAnsi="Arial" w:cs="Arial"/>
                <w:sz w:val="16"/>
                <w:szCs w:val="16"/>
              </w:rPr>
            </w:pPr>
            <w:r>
              <w:rPr>
                <w:rFonts w:ascii="Arial" w:hAnsi="Arial" w:cs="Arial"/>
                <w:sz w:val="16"/>
                <w:szCs w:val="16"/>
              </w:rPr>
              <w:t>123</w:t>
            </w:r>
            <w:r w:rsidR="00E870EF">
              <w:rPr>
                <w:rFonts w:ascii="Arial" w:hAnsi="Arial" w:cs="Arial"/>
                <w:sz w:val="16"/>
                <w:szCs w:val="16"/>
              </w:rPr>
              <w:t>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65CD7BF" w14:textId="77777777" w:rsidR="00380438" w:rsidRDefault="00380438"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CD9DAB" w14:textId="77777777" w:rsidR="00380438" w:rsidRDefault="00380438" w:rsidP="00F7195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5267672" w14:textId="77777777" w:rsidR="00380438" w:rsidRPr="00CD45AB" w:rsidRDefault="00E870EF" w:rsidP="00F71954">
            <w:pPr>
              <w:spacing w:after="0"/>
              <w:rPr>
                <w:rFonts w:ascii="Arial" w:hAnsi="Arial" w:cs="Arial"/>
                <w:sz w:val="16"/>
                <w:szCs w:val="16"/>
              </w:rPr>
            </w:pPr>
            <w:r w:rsidRPr="00E870EF">
              <w:rPr>
                <w:rFonts w:ascii="Arial" w:hAnsi="Arial" w:cs="Arial"/>
                <w:sz w:val="16"/>
                <w:szCs w:val="16"/>
              </w:rPr>
              <w:t>HARQ ID for asynchronous HARQ with DCI format 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9ADEA3" w14:textId="77777777" w:rsidR="00380438" w:rsidRDefault="00380438" w:rsidP="00F71954">
            <w:pPr>
              <w:pStyle w:val="TAC"/>
              <w:jc w:val="left"/>
              <w:rPr>
                <w:snapToGrid w:val="0"/>
                <w:sz w:val="16"/>
                <w:szCs w:val="16"/>
              </w:rPr>
            </w:pPr>
            <w:r>
              <w:rPr>
                <w:snapToGrid w:val="0"/>
                <w:sz w:val="16"/>
                <w:szCs w:val="16"/>
              </w:rPr>
              <w:t>15.5.0</w:t>
            </w:r>
          </w:p>
        </w:tc>
      </w:tr>
      <w:tr w:rsidR="009D2910" w:rsidRPr="006B0D02" w14:paraId="03F2BA6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3A886B" w14:textId="77777777" w:rsidR="009D2910" w:rsidRDefault="009D2910" w:rsidP="00F71954">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8901ECD" w14:textId="77777777" w:rsidR="009D2910" w:rsidRDefault="009D2910" w:rsidP="00F71954">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BFA8593" w14:textId="77777777" w:rsidR="009D2910" w:rsidRDefault="009D2910" w:rsidP="00F71954">
            <w:pPr>
              <w:spacing w:after="0"/>
              <w:jc w:val="center"/>
              <w:rPr>
                <w:rFonts w:ascii="Arial" w:hAnsi="Arial" w:cs="Arial"/>
                <w:sz w:val="16"/>
                <w:szCs w:val="16"/>
              </w:rPr>
            </w:pPr>
            <w:r>
              <w:rPr>
                <w:rFonts w:ascii="Arial" w:hAnsi="Arial" w:cs="Arial"/>
                <w:sz w:val="16"/>
                <w:szCs w:val="16"/>
              </w:rPr>
              <w:t>RP-190442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E32FD8" w14:textId="77777777" w:rsidR="009D2910" w:rsidRDefault="009D2910" w:rsidP="00F71954">
            <w:pPr>
              <w:spacing w:after="0"/>
              <w:jc w:val="center"/>
              <w:rPr>
                <w:rFonts w:ascii="Arial" w:hAnsi="Arial" w:cs="Arial"/>
                <w:sz w:val="16"/>
                <w:szCs w:val="16"/>
              </w:rPr>
            </w:pPr>
            <w:r>
              <w:rPr>
                <w:rFonts w:ascii="Arial" w:hAnsi="Arial" w:cs="Arial"/>
                <w:sz w:val="16"/>
                <w:szCs w:val="16"/>
              </w:rPr>
              <w:t>1241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AAF4A56" w14:textId="77777777" w:rsidR="009D2910" w:rsidRDefault="009D2910"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C3890E" w14:textId="77777777" w:rsidR="009D2910" w:rsidRDefault="009D2910" w:rsidP="00F7195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6DA053" w14:textId="77777777" w:rsidR="009D2910" w:rsidRPr="00CD45AB" w:rsidRDefault="009D2910" w:rsidP="00F71954">
            <w:pPr>
              <w:spacing w:after="0"/>
              <w:rPr>
                <w:rFonts w:ascii="Arial" w:hAnsi="Arial" w:cs="Arial"/>
                <w:sz w:val="16"/>
                <w:szCs w:val="16"/>
              </w:rPr>
            </w:pPr>
            <w:r w:rsidRPr="009D2910">
              <w:rPr>
                <w:rFonts w:ascii="Arial" w:hAnsi="Arial" w:cs="Arial"/>
                <w:sz w:val="16"/>
                <w:szCs w:val="16"/>
              </w:rPr>
              <w:t>On MPDCCH USS/CSS differentiation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AC5983" w14:textId="77777777" w:rsidR="009D2910" w:rsidRDefault="009D2910" w:rsidP="00F71954">
            <w:pPr>
              <w:pStyle w:val="TAC"/>
              <w:jc w:val="left"/>
              <w:rPr>
                <w:snapToGrid w:val="0"/>
                <w:sz w:val="16"/>
                <w:szCs w:val="16"/>
              </w:rPr>
            </w:pPr>
            <w:r>
              <w:rPr>
                <w:snapToGrid w:val="0"/>
                <w:sz w:val="16"/>
                <w:szCs w:val="16"/>
              </w:rPr>
              <w:t>15.5.0</w:t>
            </w:r>
          </w:p>
        </w:tc>
      </w:tr>
      <w:tr w:rsidR="00743CF9" w:rsidRPr="006B0D02" w14:paraId="5E42565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E5C3A8" w14:textId="77777777" w:rsidR="00743CF9" w:rsidRDefault="00743CF9" w:rsidP="00F71954">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68FCD63" w14:textId="77777777" w:rsidR="00743CF9" w:rsidRDefault="00743CF9" w:rsidP="00F71954">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C72223" w14:textId="77777777" w:rsidR="00743CF9" w:rsidRDefault="00743CF9" w:rsidP="00F71954">
            <w:pPr>
              <w:spacing w:after="0"/>
              <w:jc w:val="center"/>
              <w:rPr>
                <w:rFonts w:ascii="Arial" w:hAnsi="Arial" w:cs="Arial"/>
                <w:sz w:val="16"/>
                <w:szCs w:val="16"/>
              </w:rPr>
            </w:pPr>
            <w:r>
              <w:rPr>
                <w:rFonts w:ascii="Arial" w:hAnsi="Arial" w:cs="Arial"/>
                <w:sz w:val="16"/>
                <w:szCs w:val="16"/>
              </w:rPr>
              <w:t>RP-1904</w:t>
            </w:r>
            <w:r w:rsidR="002D2E89">
              <w:rPr>
                <w:rFonts w:ascii="Arial" w:hAnsi="Arial" w:cs="Arial"/>
                <w:sz w:val="16"/>
                <w:szCs w:val="16"/>
              </w:rPr>
              <w:t>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756406" w14:textId="77777777" w:rsidR="00743CF9" w:rsidRDefault="00743CF9" w:rsidP="00F71954">
            <w:pPr>
              <w:spacing w:after="0"/>
              <w:jc w:val="center"/>
              <w:rPr>
                <w:rFonts w:ascii="Arial" w:hAnsi="Arial" w:cs="Arial"/>
                <w:sz w:val="16"/>
                <w:szCs w:val="16"/>
              </w:rPr>
            </w:pPr>
            <w:r>
              <w:rPr>
                <w:rFonts w:ascii="Arial" w:hAnsi="Arial" w:cs="Arial"/>
                <w:sz w:val="16"/>
                <w:szCs w:val="16"/>
              </w:rPr>
              <w:t>12</w:t>
            </w:r>
            <w:r w:rsidR="002D2E89">
              <w:rPr>
                <w:rFonts w:ascii="Arial" w:hAnsi="Arial" w:cs="Arial"/>
                <w:sz w:val="16"/>
                <w:szCs w:val="16"/>
              </w:rPr>
              <w:t>42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98ADC59" w14:textId="77777777" w:rsidR="00743CF9" w:rsidRDefault="00743CF9"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341593" w14:textId="77777777" w:rsidR="00743CF9" w:rsidRDefault="002D2E89" w:rsidP="00F7195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2CA10A" w14:textId="77777777" w:rsidR="00743CF9" w:rsidRPr="00CD45AB" w:rsidRDefault="002D2E89" w:rsidP="00F71954">
            <w:pPr>
              <w:spacing w:after="0"/>
              <w:rPr>
                <w:rFonts w:ascii="Arial" w:hAnsi="Arial" w:cs="Arial"/>
                <w:sz w:val="16"/>
                <w:szCs w:val="16"/>
              </w:rPr>
            </w:pPr>
            <w:r w:rsidRPr="002D2E89">
              <w:rPr>
                <w:rFonts w:ascii="Arial" w:hAnsi="Arial" w:cs="Arial"/>
                <w:sz w:val="16"/>
                <w:szCs w:val="16"/>
              </w:rPr>
              <w:t>EPRE for RSS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2AC132" w14:textId="77777777" w:rsidR="00743CF9" w:rsidRDefault="00743CF9" w:rsidP="00F71954">
            <w:pPr>
              <w:pStyle w:val="TAC"/>
              <w:jc w:val="left"/>
              <w:rPr>
                <w:snapToGrid w:val="0"/>
                <w:sz w:val="16"/>
                <w:szCs w:val="16"/>
              </w:rPr>
            </w:pPr>
            <w:r>
              <w:rPr>
                <w:snapToGrid w:val="0"/>
                <w:sz w:val="16"/>
                <w:szCs w:val="16"/>
              </w:rPr>
              <w:t>15.5.0</w:t>
            </w:r>
          </w:p>
        </w:tc>
      </w:tr>
      <w:tr w:rsidR="00C54F99" w:rsidRPr="006B0D02" w14:paraId="63F7AFE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F7CDEE" w14:textId="77777777" w:rsidR="00C54F99" w:rsidRDefault="00C54F99" w:rsidP="00F71954">
            <w:pPr>
              <w:pStyle w:val="TAC"/>
              <w:rPr>
                <w:sz w:val="16"/>
                <w:szCs w:val="16"/>
              </w:rPr>
            </w:pPr>
            <w:r>
              <w:rPr>
                <w:sz w:val="16"/>
                <w:szCs w:val="16"/>
              </w:rPr>
              <w:t>2019-03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AA3FA62" w14:textId="77777777" w:rsidR="00C54F99" w:rsidRDefault="00C54F99" w:rsidP="00F71954">
            <w:pPr>
              <w:pStyle w:val="TAC"/>
              <w:rPr>
                <w:sz w:val="16"/>
                <w:szCs w:val="16"/>
              </w:rPr>
            </w:pPr>
            <w:r>
              <w:rPr>
                <w:sz w:val="16"/>
                <w:szCs w:val="16"/>
              </w:rPr>
              <w:t>RAN#83</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FC929B0" w14:textId="77777777" w:rsidR="00C54F99" w:rsidRDefault="00C54F99" w:rsidP="00F71954">
            <w:pPr>
              <w:spacing w:after="0"/>
              <w:jc w:val="center"/>
              <w:rPr>
                <w:rFonts w:ascii="Arial" w:hAnsi="Arial" w:cs="Arial"/>
                <w:sz w:val="16"/>
                <w:szCs w:val="16"/>
              </w:rPr>
            </w:pPr>
            <w:r>
              <w:rPr>
                <w:rFonts w:ascii="Arial" w:hAnsi="Arial" w:cs="Arial"/>
                <w:sz w:val="16"/>
                <w:szCs w:val="16"/>
              </w:rPr>
              <w:t>RP-190446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512598" w14:textId="77777777" w:rsidR="00C54F99" w:rsidRDefault="00C54F99" w:rsidP="00F71954">
            <w:pPr>
              <w:spacing w:after="0"/>
              <w:jc w:val="center"/>
              <w:rPr>
                <w:rFonts w:ascii="Arial" w:hAnsi="Arial" w:cs="Arial"/>
                <w:sz w:val="16"/>
                <w:szCs w:val="16"/>
              </w:rPr>
            </w:pPr>
            <w:r>
              <w:rPr>
                <w:rFonts w:ascii="Arial" w:hAnsi="Arial" w:cs="Arial"/>
                <w:sz w:val="16"/>
                <w:szCs w:val="16"/>
              </w:rPr>
              <w:t>1243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B1C1E33" w14:textId="77777777" w:rsidR="00C54F99" w:rsidRDefault="00C54F99"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BF463F" w14:textId="77777777" w:rsidR="00C54F99" w:rsidRDefault="00C54F99" w:rsidP="00F7195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4F6AFCF" w14:textId="77777777" w:rsidR="00C54F99" w:rsidRPr="00CD45AB" w:rsidRDefault="00C54F99" w:rsidP="00F71954">
            <w:pPr>
              <w:spacing w:after="0"/>
              <w:rPr>
                <w:rFonts w:ascii="Arial" w:hAnsi="Arial" w:cs="Arial"/>
                <w:sz w:val="16"/>
                <w:szCs w:val="16"/>
              </w:rPr>
            </w:pPr>
            <w:r w:rsidRPr="00C54F99">
              <w:rPr>
                <w:rFonts w:ascii="Arial" w:hAnsi="Arial" w:cs="Arial"/>
                <w:sz w:val="16"/>
                <w:szCs w:val="16"/>
              </w:rPr>
              <w:t>Correction on UL HARQ for EN-DC with SUO Case 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C378A3" w14:textId="77777777" w:rsidR="00C54F99" w:rsidRDefault="00C54F99" w:rsidP="00F71954">
            <w:pPr>
              <w:pStyle w:val="TAC"/>
              <w:jc w:val="left"/>
              <w:rPr>
                <w:snapToGrid w:val="0"/>
                <w:sz w:val="16"/>
                <w:szCs w:val="16"/>
              </w:rPr>
            </w:pPr>
            <w:r>
              <w:rPr>
                <w:snapToGrid w:val="0"/>
                <w:sz w:val="16"/>
                <w:szCs w:val="16"/>
              </w:rPr>
              <w:t>15.5.0</w:t>
            </w:r>
          </w:p>
        </w:tc>
      </w:tr>
      <w:tr w:rsidR="000A486B" w:rsidRPr="006B0D02" w14:paraId="0DA6075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24DF1B" w14:textId="77777777" w:rsidR="000A486B" w:rsidRDefault="000A486B" w:rsidP="00F71954">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18FD7A4" w14:textId="77777777" w:rsidR="000A486B" w:rsidRDefault="000A486B" w:rsidP="00F71954">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6507755" w14:textId="77777777" w:rsidR="000A486B" w:rsidRDefault="000A486B" w:rsidP="00F71954">
            <w:pPr>
              <w:spacing w:after="0"/>
              <w:jc w:val="center"/>
              <w:rPr>
                <w:rFonts w:ascii="Arial" w:hAnsi="Arial" w:cs="Arial"/>
                <w:sz w:val="16"/>
                <w:szCs w:val="16"/>
              </w:rPr>
            </w:pPr>
            <w:r>
              <w:rPr>
                <w:rFonts w:ascii="Arial" w:hAnsi="Arial" w:cs="Arial"/>
                <w:sz w:val="16"/>
                <w:szCs w:val="16"/>
              </w:rPr>
              <w:t>RP-191271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FEE007" w14:textId="77777777" w:rsidR="000A486B" w:rsidRDefault="000A486B" w:rsidP="00F71954">
            <w:pPr>
              <w:spacing w:after="0"/>
              <w:jc w:val="center"/>
              <w:rPr>
                <w:rFonts w:ascii="Arial" w:hAnsi="Arial" w:cs="Arial"/>
                <w:sz w:val="16"/>
                <w:szCs w:val="16"/>
              </w:rPr>
            </w:pPr>
            <w:r>
              <w:rPr>
                <w:rFonts w:ascii="Arial" w:hAnsi="Arial" w:cs="Arial"/>
                <w:sz w:val="16"/>
                <w:szCs w:val="16"/>
              </w:rPr>
              <w:t>1244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7E558D1" w14:textId="77777777" w:rsidR="000A486B" w:rsidRDefault="000A486B"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8D0F75" w14:textId="77777777" w:rsidR="000A486B" w:rsidRDefault="000A486B" w:rsidP="00F7195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296EAEC" w14:textId="77777777" w:rsidR="000A486B" w:rsidRPr="00CD45AB" w:rsidRDefault="000A486B" w:rsidP="00F71954">
            <w:pPr>
              <w:spacing w:after="0"/>
              <w:rPr>
                <w:rFonts w:ascii="Arial" w:hAnsi="Arial" w:cs="Arial"/>
                <w:sz w:val="16"/>
                <w:szCs w:val="16"/>
              </w:rPr>
            </w:pPr>
            <w:r w:rsidRPr="000A486B">
              <w:rPr>
                <w:rFonts w:ascii="Arial" w:hAnsi="Arial" w:cs="Arial"/>
                <w:sz w:val="16"/>
                <w:szCs w:val="16"/>
              </w:rPr>
              <w:t>DCI formats for alternative TBS in 1024QAM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BF3D78" w14:textId="77777777" w:rsidR="000A486B" w:rsidRDefault="000A486B" w:rsidP="00F71954">
            <w:pPr>
              <w:pStyle w:val="TAC"/>
              <w:jc w:val="left"/>
              <w:rPr>
                <w:snapToGrid w:val="0"/>
                <w:sz w:val="16"/>
                <w:szCs w:val="16"/>
              </w:rPr>
            </w:pPr>
            <w:r>
              <w:rPr>
                <w:snapToGrid w:val="0"/>
                <w:sz w:val="16"/>
                <w:szCs w:val="16"/>
              </w:rPr>
              <w:t>15.6.0</w:t>
            </w:r>
          </w:p>
        </w:tc>
      </w:tr>
      <w:tr w:rsidR="00424B90" w:rsidRPr="006B0D02" w14:paraId="0B6E857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74CA9B" w14:textId="77777777" w:rsidR="00424B90" w:rsidRDefault="00424B90" w:rsidP="00F71954">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C8D7E03" w14:textId="77777777" w:rsidR="00424B90" w:rsidRDefault="00424B90" w:rsidP="00F71954">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B2833E6" w14:textId="77777777" w:rsidR="00424B90" w:rsidRDefault="00424B90" w:rsidP="00F71954">
            <w:pPr>
              <w:spacing w:after="0"/>
              <w:jc w:val="center"/>
              <w:rPr>
                <w:rFonts w:ascii="Arial" w:hAnsi="Arial" w:cs="Arial"/>
                <w:sz w:val="16"/>
                <w:szCs w:val="16"/>
              </w:rPr>
            </w:pPr>
            <w:r>
              <w:rPr>
                <w:rFonts w:ascii="Arial" w:hAnsi="Arial" w:cs="Arial"/>
                <w:sz w:val="16"/>
                <w:szCs w:val="16"/>
              </w:rPr>
              <w:t>RP-191279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05BCD3C" w14:textId="77777777" w:rsidR="00424B90" w:rsidRDefault="00424B90" w:rsidP="00F71954">
            <w:pPr>
              <w:spacing w:after="0"/>
              <w:jc w:val="center"/>
              <w:rPr>
                <w:rFonts w:ascii="Arial" w:hAnsi="Arial" w:cs="Arial"/>
                <w:sz w:val="16"/>
                <w:szCs w:val="16"/>
              </w:rPr>
            </w:pPr>
            <w:r>
              <w:rPr>
                <w:rFonts w:ascii="Arial" w:hAnsi="Arial" w:cs="Arial"/>
                <w:sz w:val="16"/>
                <w:szCs w:val="16"/>
              </w:rPr>
              <w:t>1245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CDD1FA2" w14:textId="77777777" w:rsidR="00424B90" w:rsidRDefault="00424B90"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136377" w14:textId="77777777" w:rsidR="00424B90" w:rsidRDefault="00424B90" w:rsidP="00F7195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4DBAF5D" w14:textId="77777777" w:rsidR="00424B90" w:rsidRPr="00CD45AB" w:rsidRDefault="00424B90" w:rsidP="00F71954">
            <w:pPr>
              <w:spacing w:after="0"/>
              <w:rPr>
                <w:rFonts w:ascii="Arial" w:hAnsi="Arial" w:cs="Arial"/>
                <w:sz w:val="16"/>
                <w:szCs w:val="16"/>
              </w:rPr>
            </w:pPr>
            <w:r w:rsidRPr="00424B90">
              <w:rPr>
                <w:rFonts w:ascii="Arial" w:hAnsi="Arial" w:cs="Arial"/>
                <w:sz w:val="16"/>
                <w:szCs w:val="16"/>
              </w:rPr>
              <w:t>(Late drop) Correction on UL HARQ for NE-DC with SUO Case 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E3422D" w14:textId="77777777" w:rsidR="00424B90" w:rsidRDefault="00424B90" w:rsidP="00F71954">
            <w:pPr>
              <w:pStyle w:val="TAC"/>
              <w:jc w:val="left"/>
              <w:rPr>
                <w:snapToGrid w:val="0"/>
                <w:sz w:val="16"/>
                <w:szCs w:val="16"/>
              </w:rPr>
            </w:pPr>
            <w:r>
              <w:rPr>
                <w:snapToGrid w:val="0"/>
                <w:sz w:val="16"/>
                <w:szCs w:val="16"/>
              </w:rPr>
              <w:t>15.6.0</w:t>
            </w:r>
          </w:p>
        </w:tc>
      </w:tr>
      <w:tr w:rsidR="00F71954" w:rsidRPr="006B0D02" w14:paraId="3CA344A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026319" w14:textId="77777777" w:rsidR="00F71954" w:rsidRDefault="00F71954" w:rsidP="00F71954">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8A07326" w14:textId="77777777" w:rsidR="00F71954" w:rsidRDefault="00F71954" w:rsidP="00F71954">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6E5410" w14:textId="77777777" w:rsidR="00F71954" w:rsidRDefault="00F71954" w:rsidP="00F71954">
            <w:pPr>
              <w:spacing w:after="0"/>
              <w:jc w:val="center"/>
              <w:rPr>
                <w:rFonts w:ascii="Arial" w:hAnsi="Arial" w:cs="Arial"/>
                <w:sz w:val="16"/>
                <w:szCs w:val="16"/>
              </w:rPr>
            </w:pPr>
            <w:r>
              <w:rPr>
                <w:rFonts w:ascii="Arial" w:hAnsi="Arial" w:cs="Arial"/>
                <w:sz w:val="16"/>
                <w:szCs w:val="16"/>
              </w:rPr>
              <w:t>RP-191268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99BF327" w14:textId="77777777" w:rsidR="00F71954" w:rsidRDefault="00F71954" w:rsidP="00F71954">
            <w:pPr>
              <w:spacing w:after="0"/>
              <w:jc w:val="center"/>
              <w:rPr>
                <w:rFonts w:ascii="Arial" w:hAnsi="Arial" w:cs="Arial"/>
                <w:sz w:val="16"/>
                <w:szCs w:val="16"/>
              </w:rPr>
            </w:pPr>
            <w:r>
              <w:rPr>
                <w:rFonts w:ascii="Arial" w:hAnsi="Arial" w:cs="Arial"/>
                <w:sz w:val="16"/>
                <w:szCs w:val="16"/>
              </w:rPr>
              <w:t>1247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ECC1D6D" w14:textId="77777777" w:rsidR="00F71954" w:rsidRDefault="00F71954"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91948C" w14:textId="77777777" w:rsidR="00F71954" w:rsidRDefault="00F71954" w:rsidP="00F7195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46FC904E" w14:textId="77777777" w:rsidR="00F71954" w:rsidRPr="00CD45AB" w:rsidRDefault="00F71954" w:rsidP="00F71954">
            <w:pPr>
              <w:spacing w:after="0"/>
              <w:rPr>
                <w:rFonts w:ascii="Arial" w:hAnsi="Arial" w:cs="Arial"/>
                <w:sz w:val="16"/>
                <w:szCs w:val="16"/>
              </w:rPr>
            </w:pPr>
            <w:r w:rsidRPr="00F71954">
              <w:rPr>
                <w:rFonts w:ascii="Arial" w:hAnsi="Arial" w:cs="Arial"/>
                <w:sz w:val="16"/>
                <w:szCs w:val="16"/>
              </w:rPr>
              <w:t xml:space="preserve">Dropping rule for PUSCH in </w:t>
            </w:r>
            <w:proofErr w:type="spellStart"/>
            <w:r w:rsidRPr="00F71954">
              <w:rPr>
                <w:rFonts w:ascii="Arial" w:hAnsi="Arial" w:cs="Arial"/>
                <w:sz w:val="16"/>
                <w:szCs w:val="16"/>
              </w:rPr>
              <w:t>UpPTS</w:t>
            </w:r>
            <w:proofErr w:type="spellEnd"/>
            <w:r w:rsidRPr="00F71954">
              <w:rPr>
                <w:rFonts w:ascii="Arial" w:hAnsi="Arial" w:cs="Arial"/>
                <w:sz w:val="16"/>
                <w:szCs w:val="16"/>
              </w:rPr>
              <w:t xml:space="preserve"> + aperiodic SRS + periodic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38EB2F" w14:textId="77777777" w:rsidR="00F71954" w:rsidRDefault="00F71954" w:rsidP="00F71954">
            <w:pPr>
              <w:pStyle w:val="TAC"/>
              <w:jc w:val="left"/>
              <w:rPr>
                <w:snapToGrid w:val="0"/>
                <w:sz w:val="16"/>
                <w:szCs w:val="16"/>
              </w:rPr>
            </w:pPr>
            <w:r>
              <w:rPr>
                <w:snapToGrid w:val="0"/>
                <w:sz w:val="16"/>
                <w:szCs w:val="16"/>
              </w:rPr>
              <w:t>15.6.0</w:t>
            </w:r>
          </w:p>
        </w:tc>
      </w:tr>
      <w:tr w:rsidR="00AA4376" w:rsidRPr="006B0D02" w14:paraId="154D6AB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8DF863" w14:textId="77777777" w:rsidR="00AA4376" w:rsidRDefault="00AA4376" w:rsidP="00F804B8">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7EC483" w14:textId="77777777" w:rsidR="00AA4376" w:rsidRDefault="00AA4376" w:rsidP="00F804B8">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5458133" w14:textId="77777777" w:rsidR="00AA4376" w:rsidRDefault="00AA4376" w:rsidP="00F804B8">
            <w:pPr>
              <w:spacing w:after="0"/>
              <w:jc w:val="center"/>
              <w:rPr>
                <w:rFonts w:ascii="Arial" w:hAnsi="Arial" w:cs="Arial"/>
                <w:sz w:val="16"/>
                <w:szCs w:val="16"/>
              </w:rPr>
            </w:pPr>
            <w:r>
              <w:rPr>
                <w:rFonts w:ascii="Arial" w:hAnsi="Arial" w:cs="Arial"/>
                <w:sz w:val="16"/>
                <w:szCs w:val="16"/>
              </w:rPr>
              <w:t>RP-191270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67A506D" w14:textId="77777777" w:rsidR="00AA4376" w:rsidRDefault="00AA4376" w:rsidP="00F804B8">
            <w:pPr>
              <w:spacing w:after="0"/>
              <w:jc w:val="center"/>
              <w:rPr>
                <w:rFonts w:ascii="Arial" w:hAnsi="Arial" w:cs="Arial"/>
                <w:sz w:val="16"/>
                <w:szCs w:val="16"/>
              </w:rPr>
            </w:pPr>
            <w:r>
              <w:rPr>
                <w:rFonts w:ascii="Arial" w:hAnsi="Arial" w:cs="Arial"/>
                <w:sz w:val="16"/>
                <w:szCs w:val="16"/>
              </w:rPr>
              <w:t>1248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D6C49B4" w14:textId="77777777" w:rsidR="00AA4376" w:rsidRDefault="00AA4376"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544BA4" w14:textId="77777777" w:rsidR="00AA4376" w:rsidRDefault="00AA4376" w:rsidP="00F804B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2E6B6D6" w14:textId="77777777" w:rsidR="00AA4376" w:rsidRPr="00CD45AB" w:rsidRDefault="00AA4376" w:rsidP="00F804B8">
            <w:pPr>
              <w:spacing w:after="0"/>
              <w:rPr>
                <w:rFonts w:ascii="Arial" w:hAnsi="Arial" w:cs="Arial"/>
                <w:sz w:val="16"/>
                <w:szCs w:val="16"/>
              </w:rPr>
            </w:pPr>
            <w:r w:rsidRPr="00AA4376">
              <w:rPr>
                <w:rFonts w:ascii="Arial" w:hAnsi="Arial" w:cs="Arial"/>
                <w:sz w:val="16"/>
                <w:szCs w:val="16"/>
              </w:rPr>
              <w:t>Corrections related to CSI feedback with 64-QAM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00E491" w14:textId="77777777" w:rsidR="00AA4376" w:rsidRDefault="00AA4376" w:rsidP="00F804B8">
            <w:pPr>
              <w:pStyle w:val="TAC"/>
              <w:jc w:val="left"/>
              <w:rPr>
                <w:snapToGrid w:val="0"/>
                <w:sz w:val="16"/>
                <w:szCs w:val="16"/>
              </w:rPr>
            </w:pPr>
            <w:r>
              <w:rPr>
                <w:snapToGrid w:val="0"/>
                <w:sz w:val="16"/>
                <w:szCs w:val="16"/>
              </w:rPr>
              <w:t>15.6.0</w:t>
            </w:r>
          </w:p>
        </w:tc>
      </w:tr>
      <w:tr w:rsidR="00375082" w:rsidRPr="006B0D02" w14:paraId="5F8AE6E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02BDE0" w14:textId="77777777" w:rsidR="00375082" w:rsidRDefault="00375082" w:rsidP="00F804B8">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23B0F58" w14:textId="77777777" w:rsidR="00375082" w:rsidRDefault="00375082" w:rsidP="00F804B8">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C87C0E" w14:textId="77777777" w:rsidR="00375082" w:rsidRDefault="00375082" w:rsidP="00F804B8">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C4C242B" w14:textId="77777777" w:rsidR="00375082" w:rsidRDefault="00375082" w:rsidP="00F804B8">
            <w:pPr>
              <w:spacing w:after="0"/>
              <w:jc w:val="center"/>
              <w:rPr>
                <w:rFonts w:ascii="Arial" w:hAnsi="Arial" w:cs="Arial"/>
                <w:sz w:val="16"/>
                <w:szCs w:val="16"/>
              </w:rPr>
            </w:pPr>
            <w:r>
              <w:rPr>
                <w:rFonts w:ascii="Arial" w:hAnsi="Arial" w:cs="Arial"/>
                <w:sz w:val="16"/>
                <w:szCs w:val="16"/>
              </w:rPr>
              <w:t>1249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0143B7F" w14:textId="77777777" w:rsidR="00375082" w:rsidRDefault="00375082"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3B419E" w14:textId="77777777" w:rsidR="00375082" w:rsidRDefault="00375082" w:rsidP="00F804B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63511301" w14:textId="77777777" w:rsidR="00375082" w:rsidRPr="00CD45AB" w:rsidRDefault="00375082" w:rsidP="00F804B8">
            <w:pPr>
              <w:spacing w:after="0"/>
              <w:rPr>
                <w:rFonts w:ascii="Arial" w:hAnsi="Arial" w:cs="Arial"/>
                <w:sz w:val="16"/>
                <w:szCs w:val="16"/>
              </w:rPr>
            </w:pPr>
            <w:r w:rsidRPr="00375082">
              <w:rPr>
                <w:rFonts w:ascii="Arial" w:hAnsi="Arial" w:cs="Arial"/>
                <w:sz w:val="16"/>
                <w:szCs w:val="16"/>
              </w:rPr>
              <w:t>Correction on NB-IoT SPS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52E794" w14:textId="77777777" w:rsidR="00375082" w:rsidRDefault="00375082" w:rsidP="00F804B8">
            <w:pPr>
              <w:pStyle w:val="TAC"/>
              <w:jc w:val="left"/>
              <w:rPr>
                <w:snapToGrid w:val="0"/>
                <w:sz w:val="16"/>
                <w:szCs w:val="16"/>
              </w:rPr>
            </w:pPr>
            <w:r>
              <w:rPr>
                <w:snapToGrid w:val="0"/>
                <w:sz w:val="16"/>
                <w:szCs w:val="16"/>
              </w:rPr>
              <w:t>15.6.0</w:t>
            </w:r>
          </w:p>
        </w:tc>
      </w:tr>
      <w:tr w:rsidR="00E16FAC" w:rsidRPr="006B0D02" w14:paraId="369FAC1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C98A27" w14:textId="77777777" w:rsidR="00E16FAC" w:rsidRDefault="00E16FAC" w:rsidP="00F804B8">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4C5F0A1" w14:textId="77777777" w:rsidR="00E16FAC" w:rsidRDefault="00E16FAC" w:rsidP="00F804B8">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8AD3111" w14:textId="77777777" w:rsidR="00E16FAC" w:rsidRDefault="00E16FAC" w:rsidP="00F804B8">
            <w:pPr>
              <w:spacing w:after="0"/>
              <w:jc w:val="center"/>
              <w:rPr>
                <w:rFonts w:ascii="Arial" w:hAnsi="Arial" w:cs="Arial"/>
                <w:sz w:val="16"/>
                <w:szCs w:val="16"/>
              </w:rPr>
            </w:pPr>
            <w:r>
              <w:rPr>
                <w:rFonts w:ascii="Arial" w:hAnsi="Arial" w:cs="Arial"/>
                <w:sz w:val="16"/>
                <w:szCs w:val="16"/>
              </w:rPr>
              <w:t>RP-191272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405E8D" w14:textId="77777777" w:rsidR="00E16FAC" w:rsidRDefault="00E16FAC" w:rsidP="00F804B8">
            <w:pPr>
              <w:spacing w:after="0"/>
              <w:jc w:val="center"/>
              <w:rPr>
                <w:rFonts w:ascii="Arial" w:hAnsi="Arial" w:cs="Arial"/>
                <w:sz w:val="16"/>
                <w:szCs w:val="16"/>
              </w:rPr>
            </w:pPr>
            <w:r>
              <w:rPr>
                <w:rFonts w:ascii="Arial" w:hAnsi="Arial" w:cs="Arial"/>
                <w:sz w:val="16"/>
                <w:szCs w:val="16"/>
              </w:rPr>
              <w:t>1252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B7806FC" w14:textId="77777777" w:rsidR="00E16FAC" w:rsidRDefault="00E16FAC"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B0E17D" w14:textId="77777777" w:rsidR="00E16FAC" w:rsidRDefault="00E16FAC" w:rsidP="00F804B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7AC760A2" w14:textId="77777777" w:rsidR="00E16FAC" w:rsidRPr="00CD45AB" w:rsidRDefault="00E16FAC" w:rsidP="00F804B8">
            <w:pPr>
              <w:spacing w:after="0"/>
              <w:rPr>
                <w:rFonts w:ascii="Arial" w:hAnsi="Arial" w:cs="Arial"/>
                <w:sz w:val="16"/>
                <w:szCs w:val="16"/>
              </w:rPr>
            </w:pPr>
            <w:r w:rsidRPr="00E16FAC">
              <w:rPr>
                <w:rFonts w:ascii="Arial" w:hAnsi="Arial" w:cs="Arial"/>
                <w:sz w:val="16"/>
                <w:szCs w:val="16"/>
              </w:rPr>
              <w:t>Correction for overlapping MPDCCH search spaces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D31A2A" w14:textId="77777777" w:rsidR="00E16FAC" w:rsidRDefault="00E16FAC" w:rsidP="00F804B8">
            <w:pPr>
              <w:pStyle w:val="TAC"/>
              <w:jc w:val="left"/>
              <w:rPr>
                <w:snapToGrid w:val="0"/>
                <w:sz w:val="16"/>
                <w:szCs w:val="16"/>
              </w:rPr>
            </w:pPr>
            <w:r>
              <w:rPr>
                <w:snapToGrid w:val="0"/>
                <w:sz w:val="16"/>
                <w:szCs w:val="16"/>
              </w:rPr>
              <w:t>15.6.0</w:t>
            </w:r>
          </w:p>
        </w:tc>
      </w:tr>
      <w:tr w:rsidR="00D53C1C" w:rsidRPr="006B0D02" w14:paraId="3C95396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99478B" w14:textId="77777777" w:rsidR="00D53C1C" w:rsidRDefault="00D53C1C" w:rsidP="00F804B8">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15A75E3" w14:textId="77777777" w:rsidR="00D53C1C" w:rsidRDefault="00D53C1C" w:rsidP="00F804B8">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6696FDC" w14:textId="77777777" w:rsidR="00D53C1C" w:rsidRDefault="00D53C1C" w:rsidP="00F804B8">
            <w:pPr>
              <w:spacing w:after="0"/>
              <w:jc w:val="center"/>
              <w:rPr>
                <w:rFonts w:ascii="Arial" w:hAnsi="Arial" w:cs="Arial"/>
                <w:sz w:val="16"/>
                <w:szCs w:val="16"/>
              </w:rPr>
            </w:pPr>
            <w:r>
              <w:rPr>
                <w:rFonts w:ascii="Arial" w:hAnsi="Arial" w:cs="Arial"/>
                <w:sz w:val="16"/>
                <w:szCs w:val="16"/>
              </w:rPr>
              <w:t>RP-191272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5F5486C" w14:textId="77777777" w:rsidR="00D53C1C" w:rsidRDefault="00D53C1C" w:rsidP="00F804B8">
            <w:pPr>
              <w:spacing w:after="0"/>
              <w:jc w:val="center"/>
              <w:rPr>
                <w:rFonts w:ascii="Arial" w:hAnsi="Arial" w:cs="Arial"/>
                <w:sz w:val="16"/>
                <w:szCs w:val="16"/>
              </w:rPr>
            </w:pPr>
            <w:r>
              <w:rPr>
                <w:rFonts w:ascii="Arial" w:hAnsi="Arial" w:cs="Arial"/>
                <w:sz w:val="16"/>
                <w:szCs w:val="16"/>
              </w:rPr>
              <w:t>125</w:t>
            </w:r>
            <w:r w:rsidR="00AC35E3">
              <w:rPr>
                <w:rFonts w:ascii="Arial" w:hAnsi="Arial" w:cs="Arial"/>
                <w:sz w:val="16"/>
                <w:szCs w:val="16"/>
              </w:rPr>
              <w:t>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DE860F3" w14:textId="77777777" w:rsidR="00D53C1C" w:rsidRDefault="00AC35E3" w:rsidP="00F804B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DC4516" w14:textId="77777777" w:rsidR="00D53C1C" w:rsidRDefault="00D53C1C" w:rsidP="00F804B8">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3B532BAB" w14:textId="77777777" w:rsidR="00D53C1C" w:rsidRPr="00CD45AB" w:rsidRDefault="00D53C1C" w:rsidP="00F804B8">
            <w:pPr>
              <w:spacing w:after="0"/>
              <w:rPr>
                <w:rFonts w:ascii="Arial" w:hAnsi="Arial" w:cs="Arial"/>
                <w:sz w:val="16"/>
                <w:szCs w:val="16"/>
              </w:rPr>
            </w:pPr>
            <w:r w:rsidRPr="00D53C1C">
              <w:rPr>
                <w:rFonts w:ascii="Arial" w:hAnsi="Arial" w:cs="Arial"/>
                <w:sz w:val="16"/>
                <w:szCs w:val="16"/>
              </w:rPr>
              <w:t>On set of candidates for different ALs for MPDCCH in USS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BF0E53" w14:textId="77777777" w:rsidR="00D53C1C" w:rsidRDefault="00D53C1C" w:rsidP="00F804B8">
            <w:pPr>
              <w:pStyle w:val="TAC"/>
              <w:jc w:val="left"/>
              <w:rPr>
                <w:snapToGrid w:val="0"/>
                <w:sz w:val="16"/>
                <w:szCs w:val="16"/>
              </w:rPr>
            </w:pPr>
            <w:r>
              <w:rPr>
                <w:snapToGrid w:val="0"/>
                <w:sz w:val="16"/>
                <w:szCs w:val="16"/>
              </w:rPr>
              <w:t>15.6.0</w:t>
            </w:r>
          </w:p>
        </w:tc>
      </w:tr>
      <w:tr w:rsidR="00F804B8" w:rsidRPr="006B0D02" w14:paraId="6A7589E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C8078D" w14:textId="77777777" w:rsidR="00F804B8" w:rsidRDefault="00F804B8" w:rsidP="00F804B8">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BD67713" w14:textId="77777777" w:rsidR="00F804B8" w:rsidRDefault="00F804B8" w:rsidP="00F804B8">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DA2FF5A" w14:textId="77777777" w:rsidR="00F804B8" w:rsidRDefault="00F804B8" w:rsidP="00F804B8">
            <w:pPr>
              <w:spacing w:after="0"/>
              <w:jc w:val="center"/>
              <w:rPr>
                <w:rFonts w:ascii="Arial" w:hAnsi="Arial" w:cs="Arial"/>
                <w:sz w:val="16"/>
                <w:szCs w:val="16"/>
              </w:rPr>
            </w:pPr>
            <w:r>
              <w:rPr>
                <w:rFonts w:ascii="Arial" w:hAnsi="Arial" w:cs="Arial"/>
                <w:sz w:val="16"/>
                <w:szCs w:val="16"/>
              </w:rPr>
              <w:t>RP-191270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12AE575" w14:textId="77777777" w:rsidR="00F804B8" w:rsidRDefault="00F804B8" w:rsidP="00F804B8">
            <w:pPr>
              <w:spacing w:after="0"/>
              <w:jc w:val="center"/>
              <w:rPr>
                <w:rFonts w:ascii="Arial" w:hAnsi="Arial" w:cs="Arial"/>
                <w:sz w:val="16"/>
                <w:szCs w:val="16"/>
              </w:rPr>
            </w:pPr>
            <w:r>
              <w:rPr>
                <w:rFonts w:ascii="Arial" w:hAnsi="Arial" w:cs="Arial"/>
                <w:sz w:val="16"/>
                <w:szCs w:val="16"/>
              </w:rPr>
              <w:t>125</w:t>
            </w:r>
            <w:r w:rsidR="00AC35E3">
              <w:rPr>
                <w:rFonts w:ascii="Arial" w:hAnsi="Arial" w:cs="Arial"/>
                <w:sz w:val="16"/>
                <w:szCs w:val="16"/>
              </w:rPr>
              <w:t>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5B1711A" w14:textId="77777777" w:rsidR="00F804B8" w:rsidRDefault="00F804B8"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4CC3BD" w14:textId="77777777" w:rsidR="00F804B8" w:rsidRDefault="00992887" w:rsidP="00F804B8">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62FE2CEF" w14:textId="77777777" w:rsidR="00F804B8" w:rsidRPr="00CD45AB" w:rsidRDefault="00992887" w:rsidP="00F804B8">
            <w:pPr>
              <w:spacing w:after="0"/>
              <w:rPr>
                <w:rFonts w:ascii="Arial" w:hAnsi="Arial" w:cs="Arial"/>
                <w:sz w:val="16"/>
                <w:szCs w:val="16"/>
              </w:rPr>
            </w:pPr>
            <w:r w:rsidRPr="00992887">
              <w:rPr>
                <w:rFonts w:ascii="Arial" w:hAnsi="Arial" w:cs="Arial"/>
                <w:sz w:val="16"/>
                <w:szCs w:val="16"/>
              </w:rPr>
              <w:t>EPRE for MWUS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0EAFA7" w14:textId="77777777" w:rsidR="00F804B8" w:rsidRDefault="00F804B8" w:rsidP="00F804B8">
            <w:pPr>
              <w:pStyle w:val="TAC"/>
              <w:jc w:val="left"/>
              <w:rPr>
                <w:snapToGrid w:val="0"/>
                <w:sz w:val="16"/>
                <w:szCs w:val="16"/>
              </w:rPr>
            </w:pPr>
            <w:r>
              <w:rPr>
                <w:snapToGrid w:val="0"/>
                <w:sz w:val="16"/>
                <w:szCs w:val="16"/>
              </w:rPr>
              <w:t>15.6.0</w:t>
            </w:r>
          </w:p>
        </w:tc>
      </w:tr>
      <w:tr w:rsidR="00AC35E3" w:rsidRPr="006B0D02" w14:paraId="55270D8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88D3B" w14:textId="77777777" w:rsidR="00AC35E3" w:rsidRDefault="00AC35E3" w:rsidP="00917670">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68EE541" w14:textId="77777777" w:rsidR="00AC35E3" w:rsidRDefault="00AC35E3" w:rsidP="00917670">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2FDB9C4" w14:textId="77777777" w:rsidR="00AC35E3" w:rsidRDefault="00AC35E3" w:rsidP="00917670">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ACC7528" w14:textId="77777777" w:rsidR="00AC35E3" w:rsidRDefault="00AC35E3" w:rsidP="00917670">
            <w:pPr>
              <w:spacing w:after="0"/>
              <w:jc w:val="center"/>
              <w:rPr>
                <w:rFonts w:ascii="Arial" w:hAnsi="Arial" w:cs="Arial"/>
                <w:sz w:val="16"/>
                <w:szCs w:val="16"/>
              </w:rPr>
            </w:pPr>
            <w:r>
              <w:rPr>
                <w:rFonts w:ascii="Arial" w:hAnsi="Arial" w:cs="Arial"/>
                <w:sz w:val="16"/>
                <w:szCs w:val="16"/>
              </w:rPr>
              <w:t>1257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0B78162" w14:textId="77777777" w:rsidR="00AC35E3" w:rsidRDefault="00AC35E3" w:rsidP="0091767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EB5E32" w14:textId="77777777" w:rsidR="00AC35E3" w:rsidRDefault="00AC35E3" w:rsidP="00917670">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2899CF4" w14:textId="77777777" w:rsidR="00AC35E3" w:rsidRPr="00CD45AB" w:rsidRDefault="009F1DC9" w:rsidP="00917670">
            <w:pPr>
              <w:spacing w:after="0"/>
              <w:rPr>
                <w:rFonts w:ascii="Arial" w:hAnsi="Arial" w:cs="Arial"/>
                <w:sz w:val="16"/>
                <w:szCs w:val="16"/>
              </w:rPr>
            </w:pPr>
            <w:r w:rsidRPr="009F1DC9">
              <w:rPr>
                <w:rFonts w:ascii="Arial" w:hAnsi="Arial" w:cs="Arial"/>
                <w:sz w:val="16"/>
                <w:szCs w:val="16"/>
              </w:rPr>
              <w:t>Parameter Correction in NPUSCH power control equation and Enhanced power headroom set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56E8A0" w14:textId="77777777" w:rsidR="00AC35E3" w:rsidRDefault="00AC35E3" w:rsidP="00917670">
            <w:pPr>
              <w:pStyle w:val="TAC"/>
              <w:jc w:val="left"/>
              <w:rPr>
                <w:snapToGrid w:val="0"/>
                <w:sz w:val="16"/>
                <w:szCs w:val="16"/>
              </w:rPr>
            </w:pPr>
            <w:r>
              <w:rPr>
                <w:snapToGrid w:val="0"/>
                <w:sz w:val="16"/>
                <w:szCs w:val="16"/>
              </w:rPr>
              <w:t>15.6.0</w:t>
            </w:r>
          </w:p>
        </w:tc>
      </w:tr>
      <w:tr w:rsidR="00B54289" w:rsidRPr="006B0D02" w14:paraId="1DF97C8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3DDD5C" w14:textId="77777777" w:rsidR="00B54289" w:rsidRDefault="00B54289" w:rsidP="00917670">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E6207E9" w14:textId="77777777" w:rsidR="00B54289" w:rsidRDefault="00B54289" w:rsidP="00917670">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1D6484B" w14:textId="77777777" w:rsidR="00B54289" w:rsidRDefault="00B54289" w:rsidP="00917670">
            <w:pPr>
              <w:spacing w:after="0"/>
              <w:jc w:val="center"/>
              <w:rPr>
                <w:rFonts w:ascii="Arial" w:hAnsi="Arial" w:cs="Arial"/>
                <w:sz w:val="16"/>
                <w:szCs w:val="16"/>
              </w:rPr>
            </w:pPr>
            <w:r>
              <w:rPr>
                <w:rFonts w:ascii="Arial" w:hAnsi="Arial" w:cs="Arial"/>
                <w:sz w:val="16"/>
                <w:szCs w:val="16"/>
              </w:rPr>
              <w:t>RP-1912</w:t>
            </w:r>
            <w:r w:rsidR="00C95E99">
              <w:rPr>
                <w:rFonts w:ascii="Arial" w:hAnsi="Arial" w:cs="Arial"/>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A02623" w14:textId="77777777" w:rsidR="00B54289" w:rsidRDefault="00B54289" w:rsidP="00917670">
            <w:pPr>
              <w:spacing w:after="0"/>
              <w:jc w:val="center"/>
              <w:rPr>
                <w:rFonts w:ascii="Arial" w:hAnsi="Arial" w:cs="Arial"/>
                <w:sz w:val="16"/>
                <w:szCs w:val="16"/>
              </w:rPr>
            </w:pPr>
            <w:r>
              <w:rPr>
                <w:rFonts w:ascii="Arial" w:hAnsi="Arial" w:cs="Arial"/>
                <w:sz w:val="16"/>
                <w:szCs w:val="16"/>
              </w:rPr>
              <w:t>12</w:t>
            </w:r>
            <w:r w:rsidR="00C95E99">
              <w:rPr>
                <w:rFonts w:ascii="Arial" w:hAnsi="Arial" w:cs="Arial"/>
                <w:sz w:val="16"/>
                <w:szCs w:val="16"/>
              </w:rPr>
              <w:t>60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EE3CBBC" w14:textId="77777777" w:rsidR="00B54289" w:rsidRDefault="00C95E99"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B958E" w14:textId="77777777" w:rsidR="00B54289" w:rsidRDefault="00C95E99" w:rsidP="00917670">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5B755382" w14:textId="77777777" w:rsidR="00B54289" w:rsidRPr="00CD45AB" w:rsidRDefault="00C95E99" w:rsidP="00917670">
            <w:pPr>
              <w:spacing w:after="0"/>
              <w:rPr>
                <w:rFonts w:ascii="Arial" w:hAnsi="Arial" w:cs="Arial"/>
                <w:sz w:val="16"/>
                <w:szCs w:val="16"/>
              </w:rPr>
            </w:pPr>
            <w:r w:rsidRPr="00C95E99">
              <w:rPr>
                <w:rFonts w:ascii="Arial" w:hAnsi="Arial" w:cs="Arial"/>
                <w:sz w:val="16"/>
                <w:szCs w:val="16"/>
              </w:rPr>
              <w:t>Clarification on Class A periodic CSI reporting using PUCCH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1183C9" w14:textId="77777777" w:rsidR="00B54289" w:rsidRDefault="00B54289" w:rsidP="00917670">
            <w:pPr>
              <w:pStyle w:val="TAC"/>
              <w:jc w:val="left"/>
              <w:rPr>
                <w:snapToGrid w:val="0"/>
                <w:sz w:val="16"/>
                <w:szCs w:val="16"/>
              </w:rPr>
            </w:pPr>
            <w:r>
              <w:rPr>
                <w:snapToGrid w:val="0"/>
                <w:sz w:val="16"/>
                <w:szCs w:val="16"/>
              </w:rPr>
              <w:t>15.6.0</w:t>
            </w:r>
          </w:p>
        </w:tc>
      </w:tr>
      <w:tr w:rsidR="002D5C98" w:rsidRPr="006B0D02" w14:paraId="70F4F7C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B1DF7" w14:textId="77777777" w:rsidR="002D5C98" w:rsidRDefault="002D5C98" w:rsidP="00917670">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C2934D2" w14:textId="77777777" w:rsidR="002D5C98" w:rsidRDefault="002D5C98" w:rsidP="00917670">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3DC1695" w14:textId="77777777" w:rsidR="002D5C98" w:rsidRDefault="002D5C98" w:rsidP="00917670">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5B381B" w14:textId="77777777" w:rsidR="002D5C98" w:rsidRDefault="002D5C98" w:rsidP="00917670">
            <w:pPr>
              <w:spacing w:after="0"/>
              <w:jc w:val="center"/>
              <w:rPr>
                <w:rFonts w:ascii="Arial" w:hAnsi="Arial" w:cs="Arial"/>
                <w:sz w:val="16"/>
                <w:szCs w:val="16"/>
              </w:rPr>
            </w:pPr>
            <w:r>
              <w:rPr>
                <w:rFonts w:ascii="Arial" w:hAnsi="Arial" w:cs="Arial"/>
                <w:sz w:val="16"/>
                <w:szCs w:val="16"/>
              </w:rPr>
              <w:t>1261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F8445E5" w14:textId="77777777" w:rsidR="002D5C98" w:rsidRDefault="002D5C98"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7A0CC0" w14:textId="77777777" w:rsidR="002D5C98" w:rsidRDefault="002D5C98" w:rsidP="00917670">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4548022F" w14:textId="77777777" w:rsidR="002D5C98" w:rsidRPr="00CD45AB" w:rsidRDefault="002D5C98" w:rsidP="00917670">
            <w:pPr>
              <w:spacing w:after="0"/>
              <w:rPr>
                <w:rFonts w:ascii="Arial" w:hAnsi="Arial" w:cs="Arial"/>
                <w:sz w:val="16"/>
                <w:szCs w:val="16"/>
              </w:rPr>
            </w:pPr>
            <w:r w:rsidRPr="002D5C98">
              <w:rPr>
                <w:rFonts w:ascii="Arial" w:hAnsi="Arial" w:cs="Arial"/>
                <w:sz w:val="16"/>
                <w:szCs w:val="16"/>
              </w:rPr>
              <w:t>Correction on timing relationship for UE configured with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889625" w14:textId="77777777" w:rsidR="002D5C98" w:rsidRDefault="002D5C98" w:rsidP="00917670">
            <w:pPr>
              <w:pStyle w:val="TAC"/>
              <w:jc w:val="left"/>
              <w:rPr>
                <w:snapToGrid w:val="0"/>
                <w:sz w:val="16"/>
                <w:szCs w:val="16"/>
              </w:rPr>
            </w:pPr>
            <w:r>
              <w:rPr>
                <w:snapToGrid w:val="0"/>
                <w:sz w:val="16"/>
                <w:szCs w:val="16"/>
              </w:rPr>
              <w:t>15.6.0</w:t>
            </w:r>
          </w:p>
        </w:tc>
      </w:tr>
      <w:tr w:rsidR="003A4729" w:rsidRPr="006B0D02" w14:paraId="0887788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D3AF79" w14:textId="77777777" w:rsidR="003A4729" w:rsidRDefault="003A4729" w:rsidP="00917670">
            <w:pPr>
              <w:pStyle w:val="TAC"/>
              <w:rPr>
                <w:sz w:val="16"/>
                <w:szCs w:val="16"/>
              </w:rPr>
            </w:pPr>
            <w:r>
              <w:rPr>
                <w:sz w:val="16"/>
                <w:szCs w:val="16"/>
              </w:rPr>
              <w:t>2019-06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3FF5E64" w14:textId="77777777" w:rsidR="003A4729" w:rsidRDefault="003A4729" w:rsidP="00917670">
            <w:pPr>
              <w:pStyle w:val="TAC"/>
              <w:rPr>
                <w:sz w:val="16"/>
                <w:szCs w:val="16"/>
              </w:rPr>
            </w:pPr>
            <w:r>
              <w:rPr>
                <w:sz w:val="16"/>
                <w:szCs w:val="16"/>
              </w:rPr>
              <w:t>RAN#84</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6D50D55" w14:textId="77777777" w:rsidR="003A4729" w:rsidRDefault="003A4729" w:rsidP="00917670">
            <w:pPr>
              <w:spacing w:after="0"/>
              <w:jc w:val="center"/>
              <w:rPr>
                <w:rFonts w:ascii="Arial" w:hAnsi="Arial" w:cs="Arial"/>
                <w:sz w:val="16"/>
                <w:szCs w:val="16"/>
              </w:rPr>
            </w:pPr>
            <w:r>
              <w:rPr>
                <w:rFonts w:ascii="Arial" w:hAnsi="Arial" w:cs="Arial"/>
                <w:sz w:val="16"/>
                <w:szCs w:val="16"/>
              </w:rPr>
              <w:t>RP-191279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66D1D24" w14:textId="77777777" w:rsidR="003A4729" w:rsidRDefault="003A4729" w:rsidP="00917670">
            <w:pPr>
              <w:spacing w:after="0"/>
              <w:jc w:val="center"/>
              <w:rPr>
                <w:rFonts w:ascii="Arial" w:hAnsi="Arial" w:cs="Arial"/>
                <w:sz w:val="16"/>
                <w:szCs w:val="16"/>
              </w:rPr>
            </w:pPr>
            <w:r>
              <w:rPr>
                <w:rFonts w:ascii="Arial" w:hAnsi="Arial" w:cs="Arial"/>
                <w:sz w:val="16"/>
                <w:szCs w:val="16"/>
              </w:rPr>
              <w:t>1262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303CED0" w14:textId="77777777" w:rsidR="003A4729" w:rsidRDefault="003A4729"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21C826" w14:textId="77777777" w:rsidR="003A4729" w:rsidRDefault="003A4729" w:rsidP="00917670">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6F081153" w14:textId="77777777" w:rsidR="003A4729" w:rsidRPr="00CD45AB" w:rsidRDefault="003A4729" w:rsidP="00917670">
            <w:pPr>
              <w:spacing w:after="0"/>
              <w:rPr>
                <w:rFonts w:ascii="Arial" w:hAnsi="Arial" w:cs="Arial"/>
                <w:sz w:val="16"/>
                <w:szCs w:val="16"/>
              </w:rPr>
            </w:pPr>
            <w:r w:rsidRPr="003A4729">
              <w:rPr>
                <w:rFonts w:ascii="Arial" w:hAnsi="Arial" w:cs="Arial"/>
                <w:sz w:val="16"/>
                <w:szCs w:val="16"/>
              </w:rPr>
              <w:t>Correction on calculation of Multiple Entry PHR for EN-DC and NE-DC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8D8DD9" w14:textId="77777777" w:rsidR="003A4729" w:rsidRDefault="003A4729" w:rsidP="00917670">
            <w:pPr>
              <w:pStyle w:val="TAC"/>
              <w:jc w:val="left"/>
              <w:rPr>
                <w:snapToGrid w:val="0"/>
                <w:sz w:val="16"/>
                <w:szCs w:val="16"/>
              </w:rPr>
            </w:pPr>
            <w:r>
              <w:rPr>
                <w:snapToGrid w:val="0"/>
                <w:sz w:val="16"/>
                <w:szCs w:val="16"/>
              </w:rPr>
              <w:t>15.6.0</w:t>
            </w:r>
          </w:p>
        </w:tc>
      </w:tr>
      <w:tr w:rsidR="00AE100B" w:rsidRPr="006B0D02" w14:paraId="14DFA7C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26A8F5" w14:textId="77777777" w:rsidR="00AE100B" w:rsidRDefault="00AE100B" w:rsidP="00917670">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62C8C67" w14:textId="77777777" w:rsidR="00AE100B" w:rsidRDefault="00AE100B" w:rsidP="00917670">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6133D9C" w14:textId="77777777" w:rsidR="00AE100B" w:rsidRDefault="00AE100B" w:rsidP="00917670">
            <w:pPr>
              <w:spacing w:after="0"/>
              <w:jc w:val="center"/>
              <w:rPr>
                <w:rFonts w:ascii="Arial" w:hAnsi="Arial" w:cs="Arial"/>
                <w:sz w:val="16"/>
                <w:szCs w:val="16"/>
              </w:rPr>
            </w:pPr>
            <w:r>
              <w:rPr>
                <w:rFonts w:ascii="Arial" w:hAnsi="Arial" w:cs="Arial"/>
                <w:sz w:val="16"/>
                <w:szCs w:val="16"/>
              </w:rPr>
              <w:t>RP-191938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2F5C9E" w14:textId="77777777" w:rsidR="00AE100B" w:rsidRDefault="00AE100B" w:rsidP="00917670">
            <w:pPr>
              <w:spacing w:after="0"/>
              <w:jc w:val="center"/>
              <w:rPr>
                <w:rFonts w:ascii="Arial" w:hAnsi="Arial" w:cs="Arial"/>
                <w:sz w:val="16"/>
                <w:szCs w:val="16"/>
              </w:rPr>
            </w:pPr>
            <w:r>
              <w:rPr>
                <w:rFonts w:ascii="Arial" w:hAnsi="Arial" w:cs="Arial"/>
                <w:sz w:val="16"/>
                <w:szCs w:val="16"/>
              </w:rPr>
              <w:t>1263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300F628" w14:textId="77777777" w:rsidR="00AE100B" w:rsidRDefault="00AE100B"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F057CB" w14:textId="77777777" w:rsidR="00AE100B" w:rsidRDefault="00AE100B" w:rsidP="00917670">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D64B294" w14:textId="77777777" w:rsidR="00AE100B" w:rsidRPr="00CD45AB" w:rsidRDefault="00AE100B" w:rsidP="00917670">
            <w:pPr>
              <w:spacing w:after="0"/>
              <w:rPr>
                <w:rFonts w:ascii="Arial" w:hAnsi="Arial" w:cs="Arial"/>
                <w:sz w:val="16"/>
                <w:szCs w:val="16"/>
              </w:rPr>
            </w:pPr>
            <w:r w:rsidRPr="00AE100B">
              <w:rPr>
                <w:rFonts w:ascii="Arial" w:hAnsi="Arial" w:cs="Arial"/>
                <w:sz w:val="16"/>
                <w:szCs w:val="16"/>
              </w:rPr>
              <w:t>Correction on maximum number of HARQ processes for Case 1 HARQ timing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23BB92" w14:textId="77777777" w:rsidR="00AE100B" w:rsidRDefault="00AE100B" w:rsidP="00917670">
            <w:pPr>
              <w:pStyle w:val="TAC"/>
              <w:jc w:val="left"/>
              <w:rPr>
                <w:snapToGrid w:val="0"/>
                <w:sz w:val="16"/>
                <w:szCs w:val="16"/>
              </w:rPr>
            </w:pPr>
            <w:r>
              <w:rPr>
                <w:snapToGrid w:val="0"/>
                <w:sz w:val="16"/>
                <w:szCs w:val="16"/>
              </w:rPr>
              <w:t>15.7.0</w:t>
            </w:r>
          </w:p>
        </w:tc>
      </w:tr>
      <w:tr w:rsidR="00894F83" w:rsidRPr="006B0D02" w14:paraId="0E92823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347208" w14:textId="77777777" w:rsidR="00894F83" w:rsidRDefault="00894F83" w:rsidP="00917670">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E077698" w14:textId="77777777" w:rsidR="00894F83" w:rsidRDefault="00894F83" w:rsidP="00917670">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F5D8F52" w14:textId="77777777" w:rsidR="00894F83" w:rsidRDefault="00894F83" w:rsidP="00917670">
            <w:pPr>
              <w:spacing w:after="0"/>
              <w:jc w:val="center"/>
              <w:rPr>
                <w:rFonts w:ascii="Arial" w:hAnsi="Arial" w:cs="Arial"/>
                <w:sz w:val="16"/>
                <w:szCs w:val="16"/>
              </w:rPr>
            </w:pPr>
            <w:r>
              <w:rPr>
                <w:rFonts w:ascii="Arial" w:hAnsi="Arial" w:cs="Arial"/>
                <w:sz w:val="16"/>
                <w:szCs w:val="16"/>
              </w:rPr>
              <w:t>RP-191945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4FF80F" w14:textId="77777777" w:rsidR="00894F83" w:rsidRDefault="00894F83" w:rsidP="00917670">
            <w:pPr>
              <w:spacing w:after="0"/>
              <w:jc w:val="center"/>
              <w:rPr>
                <w:rFonts w:ascii="Arial" w:hAnsi="Arial" w:cs="Arial"/>
                <w:sz w:val="16"/>
                <w:szCs w:val="16"/>
              </w:rPr>
            </w:pPr>
            <w:r>
              <w:rPr>
                <w:rFonts w:ascii="Arial" w:hAnsi="Arial" w:cs="Arial"/>
                <w:sz w:val="16"/>
                <w:szCs w:val="16"/>
              </w:rPr>
              <w:t>1264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DEC24ED" w14:textId="77777777" w:rsidR="00894F83" w:rsidRDefault="00894F83"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516AE6" w14:textId="77777777" w:rsidR="00894F83" w:rsidRDefault="00894F83" w:rsidP="00917670">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97EA204" w14:textId="77777777" w:rsidR="00894F83" w:rsidRPr="00CD45AB" w:rsidRDefault="00894F83" w:rsidP="00917670">
            <w:pPr>
              <w:spacing w:after="0"/>
              <w:rPr>
                <w:rFonts w:ascii="Arial" w:hAnsi="Arial" w:cs="Arial"/>
                <w:sz w:val="16"/>
                <w:szCs w:val="16"/>
              </w:rPr>
            </w:pPr>
            <w:r w:rsidRPr="00894F83">
              <w:rPr>
                <w:rFonts w:ascii="Arial" w:hAnsi="Arial" w:cs="Arial"/>
                <w:sz w:val="16"/>
                <w:szCs w:val="16"/>
              </w:rPr>
              <w:t>TBS scaling with configuration of different modulation orders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1A5096" w14:textId="77777777" w:rsidR="00894F83" w:rsidRDefault="00894F83" w:rsidP="00917670">
            <w:pPr>
              <w:pStyle w:val="TAC"/>
              <w:jc w:val="left"/>
              <w:rPr>
                <w:snapToGrid w:val="0"/>
                <w:sz w:val="16"/>
                <w:szCs w:val="16"/>
              </w:rPr>
            </w:pPr>
            <w:r>
              <w:rPr>
                <w:snapToGrid w:val="0"/>
                <w:sz w:val="16"/>
                <w:szCs w:val="16"/>
              </w:rPr>
              <w:t>15.7.0</w:t>
            </w:r>
          </w:p>
        </w:tc>
      </w:tr>
      <w:tr w:rsidR="00917670" w:rsidRPr="006B0D02" w14:paraId="08B935F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9ACEF4" w14:textId="77777777" w:rsidR="00917670" w:rsidRDefault="00917670" w:rsidP="00917670">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F021EFD" w14:textId="77777777" w:rsidR="00917670" w:rsidRDefault="00917670" w:rsidP="00917670">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F6B9A2A" w14:textId="77777777" w:rsidR="00917670" w:rsidRDefault="00917670" w:rsidP="00917670">
            <w:pPr>
              <w:spacing w:after="0"/>
              <w:jc w:val="center"/>
              <w:rPr>
                <w:rFonts w:ascii="Arial" w:hAnsi="Arial" w:cs="Arial"/>
                <w:sz w:val="16"/>
                <w:szCs w:val="16"/>
              </w:rPr>
            </w:pPr>
            <w:r>
              <w:rPr>
                <w:rFonts w:ascii="Arial" w:hAnsi="Arial" w:cs="Arial"/>
                <w:sz w:val="16"/>
                <w:szCs w:val="16"/>
              </w:rPr>
              <w:t>RP-1919</w:t>
            </w:r>
            <w:r w:rsidR="00A03E84">
              <w:rPr>
                <w:rFonts w:ascii="Arial" w:hAnsi="Arial" w:cs="Arial"/>
                <w:sz w:val="16"/>
                <w:szCs w:val="16"/>
              </w:rPr>
              <w:t>3</w:t>
            </w:r>
            <w:r>
              <w:rPr>
                <w:rFonts w:ascii="Arial" w:hAnsi="Arial" w:cs="Arial"/>
                <w:sz w:val="16"/>
                <w:szCs w:val="16"/>
              </w:rPr>
              <w:t>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061752" w14:textId="77777777" w:rsidR="00917670" w:rsidRDefault="00917670" w:rsidP="00917670">
            <w:pPr>
              <w:spacing w:after="0"/>
              <w:jc w:val="center"/>
              <w:rPr>
                <w:rFonts w:ascii="Arial" w:hAnsi="Arial" w:cs="Arial"/>
                <w:sz w:val="16"/>
                <w:szCs w:val="16"/>
              </w:rPr>
            </w:pPr>
            <w:r>
              <w:rPr>
                <w:rFonts w:ascii="Arial" w:hAnsi="Arial" w:cs="Arial"/>
                <w:sz w:val="16"/>
                <w:szCs w:val="16"/>
              </w:rPr>
              <w:t>126</w:t>
            </w:r>
            <w:r w:rsidR="00A03E84">
              <w:rPr>
                <w:rFonts w:ascii="Arial" w:hAnsi="Arial" w:cs="Arial"/>
                <w:sz w:val="16"/>
                <w:szCs w:val="16"/>
              </w:rPr>
              <w:t>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AB98B5D" w14:textId="77777777" w:rsidR="00917670" w:rsidRDefault="00917670"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246240" w14:textId="77777777" w:rsidR="00917670" w:rsidRDefault="00A03E84" w:rsidP="00917670">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DDA07A4" w14:textId="77777777" w:rsidR="00917670" w:rsidRPr="00CD45AB" w:rsidRDefault="00A03E84" w:rsidP="00917670">
            <w:pPr>
              <w:spacing w:after="0"/>
              <w:rPr>
                <w:rFonts w:ascii="Arial" w:hAnsi="Arial" w:cs="Arial"/>
                <w:sz w:val="16"/>
                <w:szCs w:val="16"/>
              </w:rPr>
            </w:pPr>
            <w:r w:rsidRPr="00A03E84">
              <w:rPr>
                <w:rFonts w:ascii="Arial" w:hAnsi="Arial" w:cs="Arial"/>
                <w:sz w:val="16"/>
                <w:szCs w:val="16"/>
              </w:rPr>
              <w:t>Support of MPDCCH in CRS-less ssp10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6408FA" w14:textId="77777777" w:rsidR="00917670" w:rsidRDefault="00917670" w:rsidP="00917670">
            <w:pPr>
              <w:pStyle w:val="TAC"/>
              <w:jc w:val="left"/>
              <w:rPr>
                <w:snapToGrid w:val="0"/>
                <w:sz w:val="16"/>
                <w:szCs w:val="16"/>
              </w:rPr>
            </w:pPr>
            <w:r>
              <w:rPr>
                <w:snapToGrid w:val="0"/>
                <w:sz w:val="16"/>
                <w:szCs w:val="16"/>
              </w:rPr>
              <w:t>15.7.0</w:t>
            </w:r>
          </w:p>
        </w:tc>
      </w:tr>
      <w:tr w:rsidR="00DF202A" w:rsidRPr="006B0D02" w14:paraId="6E4D961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5801B9" w14:textId="77777777" w:rsidR="00DF202A" w:rsidRDefault="00DF202A" w:rsidP="00DF202A">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F46EA7F" w14:textId="77777777" w:rsidR="00DF202A" w:rsidRDefault="00DF202A" w:rsidP="00DF202A">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E9F179A" w14:textId="77777777" w:rsidR="00DF202A" w:rsidRDefault="00DF202A">
            <w:pPr>
              <w:spacing w:after="0"/>
              <w:jc w:val="center"/>
              <w:rPr>
                <w:rFonts w:ascii="Arial" w:hAnsi="Arial" w:cs="Arial"/>
                <w:sz w:val="16"/>
                <w:szCs w:val="16"/>
              </w:rPr>
            </w:pPr>
            <w:r>
              <w:rPr>
                <w:rFonts w:ascii="Arial" w:hAnsi="Arial" w:cs="Arial"/>
                <w:sz w:val="16"/>
                <w:szCs w:val="16"/>
              </w:rPr>
              <w:t>RP-191945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8594664" w14:textId="77777777" w:rsidR="00DF202A" w:rsidRDefault="00DF202A">
            <w:pPr>
              <w:spacing w:after="0"/>
              <w:jc w:val="center"/>
              <w:rPr>
                <w:rFonts w:ascii="Arial" w:hAnsi="Arial" w:cs="Arial"/>
                <w:sz w:val="16"/>
                <w:szCs w:val="16"/>
              </w:rPr>
            </w:pPr>
            <w:r>
              <w:rPr>
                <w:rFonts w:ascii="Arial" w:hAnsi="Arial" w:cs="Arial"/>
                <w:sz w:val="16"/>
                <w:szCs w:val="16"/>
              </w:rPr>
              <w:t>1267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3EE1CD5" w14:textId="77777777" w:rsidR="00DF202A" w:rsidRDefault="00DF202A">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D4DB30" w14:textId="77777777" w:rsidR="00DF202A" w:rsidRDefault="00DF202A">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0E9A90A" w14:textId="77777777" w:rsidR="00DF202A" w:rsidRPr="00CD45AB" w:rsidRDefault="00DF202A">
            <w:pPr>
              <w:spacing w:after="0"/>
              <w:rPr>
                <w:rFonts w:ascii="Arial" w:hAnsi="Arial" w:cs="Arial"/>
                <w:sz w:val="16"/>
                <w:szCs w:val="16"/>
              </w:rPr>
            </w:pPr>
            <w:r w:rsidRPr="00DF202A">
              <w:rPr>
                <w:rFonts w:ascii="Arial" w:hAnsi="Arial" w:cs="Arial"/>
                <w:sz w:val="16"/>
                <w:szCs w:val="16"/>
              </w:rPr>
              <w:t>Correction on higher layer parameter configuring short TTI length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F06ADFC" w14:textId="77777777" w:rsidR="00DF202A" w:rsidRDefault="00DF202A">
            <w:pPr>
              <w:pStyle w:val="TAC"/>
              <w:jc w:val="left"/>
              <w:rPr>
                <w:snapToGrid w:val="0"/>
                <w:sz w:val="16"/>
                <w:szCs w:val="16"/>
              </w:rPr>
            </w:pPr>
            <w:r>
              <w:rPr>
                <w:snapToGrid w:val="0"/>
                <w:sz w:val="16"/>
                <w:szCs w:val="16"/>
              </w:rPr>
              <w:t>15.7.0</w:t>
            </w:r>
          </w:p>
        </w:tc>
      </w:tr>
      <w:tr w:rsidR="007A7F8C" w:rsidRPr="006B0D02" w14:paraId="2FB540A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836F15" w14:textId="77777777" w:rsidR="007A7F8C" w:rsidRDefault="007A7F8C" w:rsidP="00EA070B">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A494F2C" w14:textId="77777777" w:rsidR="007A7F8C" w:rsidRDefault="007A7F8C" w:rsidP="00EA070B">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6F1CF6" w14:textId="77777777" w:rsidR="007A7F8C" w:rsidRDefault="007A7F8C" w:rsidP="00EA070B">
            <w:pPr>
              <w:spacing w:after="0"/>
              <w:jc w:val="center"/>
              <w:rPr>
                <w:rFonts w:ascii="Arial" w:hAnsi="Arial" w:cs="Arial"/>
                <w:sz w:val="16"/>
                <w:szCs w:val="16"/>
              </w:rPr>
            </w:pPr>
            <w:r>
              <w:rPr>
                <w:rFonts w:ascii="Arial" w:hAnsi="Arial" w:cs="Arial"/>
                <w:sz w:val="16"/>
                <w:szCs w:val="16"/>
              </w:rPr>
              <w:t>RP-191936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6B6B1E8" w14:textId="77777777" w:rsidR="007A7F8C" w:rsidRDefault="007A7F8C" w:rsidP="00EA070B">
            <w:pPr>
              <w:spacing w:after="0"/>
              <w:jc w:val="center"/>
              <w:rPr>
                <w:rFonts w:ascii="Arial" w:hAnsi="Arial" w:cs="Arial"/>
                <w:sz w:val="16"/>
                <w:szCs w:val="16"/>
              </w:rPr>
            </w:pPr>
            <w:r>
              <w:rPr>
                <w:rFonts w:ascii="Arial" w:hAnsi="Arial" w:cs="Arial"/>
                <w:sz w:val="16"/>
                <w:szCs w:val="16"/>
              </w:rPr>
              <w:t>1268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9D3CF06" w14:textId="77777777" w:rsidR="007A7F8C" w:rsidRDefault="007A7F8C" w:rsidP="00EA070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B9E66E" w14:textId="77777777" w:rsidR="007A7F8C" w:rsidRDefault="007A7F8C" w:rsidP="00EA070B">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FC9EE38" w14:textId="77777777" w:rsidR="007A7F8C" w:rsidRPr="00CD45AB" w:rsidRDefault="007A7F8C" w:rsidP="00EA070B">
            <w:pPr>
              <w:spacing w:after="0"/>
              <w:rPr>
                <w:rFonts w:ascii="Arial" w:hAnsi="Arial" w:cs="Arial"/>
                <w:sz w:val="16"/>
                <w:szCs w:val="16"/>
              </w:rPr>
            </w:pPr>
            <w:r w:rsidRPr="007A7F8C">
              <w:rPr>
                <w:rFonts w:ascii="Arial" w:hAnsi="Arial" w:cs="Arial"/>
                <w:sz w:val="16"/>
                <w:szCs w:val="16"/>
              </w:rPr>
              <w:t>Correction on high layer parameters related to EDT and SR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C48F2C" w14:textId="77777777" w:rsidR="007A7F8C" w:rsidRDefault="007A7F8C" w:rsidP="00EA070B">
            <w:pPr>
              <w:pStyle w:val="TAC"/>
              <w:jc w:val="left"/>
              <w:rPr>
                <w:snapToGrid w:val="0"/>
                <w:sz w:val="16"/>
                <w:szCs w:val="16"/>
              </w:rPr>
            </w:pPr>
            <w:r>
              <w:rPr>
                <w:snapToGrid w:val="0"/>
                <w:sz w:val="16"/>
                <w:szCs w:val="16"/>
              </w:rPr>
              <w:t>15.7.0</w:t>
            </w:r>
          </w:p>
        </w:tc>
      </w:tr>
      <w:tr w:rsidR="00EA070B" w:rsidRPr="006B0D02" w14:paraId="6CCD94E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7D62CA" w14:textId="77777777" w:rsidR="00EA070B" w:rsidRDefault="00EA070B" w:rsidP="00EA070B">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043B45B" w14:textId="77777777" w:rsidR="00EA070B" w:rsidRDefault="00EA070B" w:rsidP="00EA070B">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06AB9C9" w14:textId="77777777" w:rsidR="00EA070B" w:rsidRDefault="00EA070B" w:rsidP="00EA070B">
            <w:pPr>
              <w:spacing w:after="0"/>
              <w:jc w:val="center"/>
              <w:rPr>
                <w:rFonts w:ascii="Arial" w:hAnsi="Arial" w:cs="Arial"/>
                <w:sz w:val="16"/>
                <w:szCs w:val="16"/>
              </w:rPr>
            </w:pPr>
            <w:r>
              <w:rPr>
                <w:rFonts w:ascii="Arial" w:hAnsi="Arial" w:cs="Arial"/>
                <w:sz w:val="16"/>
                <w:szCs w:val="16"/>
              </w:rPr>
              <w:t>RP-1919</w:t>
            </w:r>
            <w:r w:rsidR="00D55362">
              <w:rPr>
                <w:rFonts w:ascii="Arial" w:hAnsi="Arial" w:cs="Arial"/>
                <w:sz w:val="16"/>
                <w:szCs w:val="16"/>
              </w:rPr>
              <w:t>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9662CBC" w14:textId="77777777" w:rsidR="00EA070B" w:rsidRDefault="00EA070B" w:rsidP="00EA070B">
            <w:pPr>
              <w:spacing w:after="0"/>
              <w:jc w:val="center"/>
              <w:rPr>
                <w:rFonts w:ascii="Arial" w:hAnsi="Arial" w:cs="Arial"/>
                <w:sz w:val="16"/>
                <w:szCs w:val="16"/>
              </w:rPr>
            </w:pPr>
            <w:r>
              <w:rPr>
                <w:rFonts w:ascii="Arial" w:hAnsi="Arial" w:cs="Arial"/>
                <w:sz w:val="16"/>
                <w:szCs w:val="16"/>
              </w:rPr>
              <w:t>12</w:t>
            </w:r>
            <w:r w:rsidR="00D55362">
              <w:rPr>
                <w:rFonts w:ascii="Arial" w:hAnsi="Arial" w:cs="Arial"/>
                <w:sz w:val="16"/>
                <w:szCs w:val="16"/>
              </w:rPr>
              <w:t>70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FCF12EC" w14:textId="77777777" w:rsidR="00EA070B" w:rsidRDefault="00EA070B" w:rsidP="00EA070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15AD6C" w14:textId="77777777" w:rsidR="00EA070B" w:rsidRDefault="00D55362" w:rsidP="00EA070B">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08AAB8DE" w14:textId="77777777" w:rsidR="00EA070B" w:rsidRPr="00CD45AB" w:rsidRDefault="00D55362" w:rsidP="00EA070B">
            <w:pPr>
              <w:spacing w:after="0"/>
              <w:rPr>
                <w:rFonts w:ascii="Arial" w:hAnsi="Arial" w:cs="Arial"/>
                <w:sz w:val="16"/>
                <w:szCs w:val="16"/>
              </w:rPr>
            </w:pPr>
            <w:r w:rsidRPr="00D55362">
              <w:rPr>
                <w:rFonts w:ascii="Arial" w:hAnsi="Arial" w:cs="Arial"/>
                <w:sz w:val="16"/>
                <w:szCs w:val="16"/>
              </w:rPr>
              <w:t>Correction on UE procedure for transmitting PSCCH in mode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82CBB5" w14:textId="77777777" w:rsidR="00EA070B" w:rsidRDefault="00EA070B" w:rsidP="00EA070B">
            <w:pPr>
              <w:pStyle w:val="TAC"/>
              <w:jc w:val="left"/>
              <w:rPr>
                <w:snapToGrid w:val="0"/>
                <w:sz w:val="16"/>
                <w:szCs w:val="16"/>
              </w:rPr>
            </w:pPr>
            <w:r>
              <w:rPr>
                <w:snapToGrid w:val="0"/>
                <w:sz w:val="16"/>
                <w:szCs w:val="16"/>
              </w:rPr>
              <w:t>15.7.0</w:t>
            </w:r>
          </w:p>
        </w:tc>
      </w:tr>
      <w:tr w:rsidR="00205D90" w:rsidRPr="006B0D02" w14:paraId="1622DE7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D72E74" w14:textId="77777777" w:rsidR="00205D90" w:rsidRDefault="00205D90" w:rsidP="00CA74E7">
            <w:pPr>
              <w:pStyle w:val="TAC"/>
              <w:rPr>
                <w:sz w:val="16"/>
                <w:szCs w:val="16"/>
              </w:rPr>
            </w:pPr>
            <w:r>
              <w:rPr>
                <w:sz w:val="16"/>
                <w:szCs w:val="16"/>
              </w:rPr>
              <w:t>2019-09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1DD069" w14:textId="77777777" w:rsidR="00205D90" w:rsidRDefault="00205D90" w:rsidP="00CA74E7">
            <w:pPr>
              <w:pStyle w:val="TAC"/>
              <w:rPr>
                <w:sz w:val="16"/>
                <w:szCs w:val="16"/>
              </w:rPr>
            </w:pPr>
            <w:r>
              <w:rPr>
                <w:sz w:val="16"/>
                <w:szCs w:val="16"/>
              </w:rPr>
              <w:t>RAN#85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1D135CB" w14:textId="77777777" w:rsidR="00205D90" w:rsidRDefault="00205D90" w:rsidP="00CA74E7">
            <w:pPr>
              <w:spacing w:after="0"/>
              <w:jc w:val="center"/>
              <w:rPr>
                <w:rFonts w:ascii="Arial" w:hAnsi="Arial" w:cs="Arial"/>
                <w:sz w:val="16"/>
                <w:szCs w:val="16"/>
              </w:rPr>
            </w:pPr>
            <w:r>
              <w:rPr>
                <w:rFonts w:ascii="Arial" w:hAnsi="Arial" w:cs="Arial"/>
                <w:sz w:val="16"/>
                <w:szCs w:val="16"/>
              </w:rPr>
              <w:t>RP-191938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2098AEE" w14:textId="77777777" w:rsidR="00205D90" w:rsidRDefault="00205D90" w:rsidP="00CA74E7">
            <w:pPr>
              <w:spacing w:after="0"/>
              <w:jc w:val="center"/>
              <w:rPr>
                <w:rFonts w:ascii="Arial" w:hAnsi="Arial" w:cs="Arial"/>
                <w:sz w:val="16"/>
                <w:szCs w:val="16"/>
              </w:rPr>
            </w:pPr>
            <w:r>
              <w:rPr>
                <w:rFonts w:ascii="Arial" w:hAnsi="Arial" w:cs="Arial"/>
                <w:sz w:val="16"/>
                <w:szCs w:val="16"/>
              </w:rPr>
              <w:t>1271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323B2AA" w14:textId="77777777" w:rsidR="00205D90" w:rsidRDefault="00205D90"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89F44F" w14:textId="77777777" w:rsidR="00205D90" w:rsidRDefault="00205D90" w:rsidP="00CA74E7">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666E384A" w14:textId="77777777" w:rsidR="00205D90" w:rsidRPr="00CD45AB" w:rsidRDefault="00205D90" w:rsidP="00CA74E7">
            <w:pPr>
              <w:spacing w:after="0"/>
              <w:rPr>
                <w:rFonts w:ascii="Arial" w:hAnsi="Arial" w:cs="Arial"/>
                <w:sz w:val="16"/>
                <w:szCs w:val="16"/>
              </w:rPr>
            </w:pPr>
            <w:r w:rsidRPr="00205D90">
              <w:rPr>
                <w:rFonts w:ascii="Arial" w:hAnsi="Arial" w:cs="Arial"/>
                <w:sz w:val="16"/>
                <w:szCs w:val="16"/>
              </w:rPr>
              <w:t>Correction on calculation of Multiple Entry PHR for EN-DC and NE-DC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725490" w14:textId="77777777" w:rsidR="00205D90" w:rsidRDefault="00205D90" w:rsidP="00CA74E7">
            <w:pPr>
              <w:pStyle w:val="TAC"/>
              <w:jc w:val="left"/>
              <w:rPr>
                <w:snapToGrid w:val="0"/>
                <w:sz w:val="16"/>
                <w:szCs w:val="16"/>
              </w:rPr>
            </w:pPr>
            <w:r>
              <w:rPr>
                <w:snapToGrid w:val="0"/>
                <w:sz w:val="16"/>
                <w:szCs w:val="16"/>
              </w:rPr>
              <w:t>15.7.0</w:t>
            </w:r>
          </w:p>
        </w:tc>
      </w:tr>
      <w:tr w:rsidR="002E7CA8" w:rsidRPr="006B0D02" w14:paraId="1D5FF8E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BC95DA" w14:textId="77777777" w:rsidR="002E7CA8" w:rsidRDefault="002E7CA8" w:rsidP="00CA74E7">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7CDAF41" w14:textId="77777777" w:rsidR="002E7CA8" w:rsidRDefault="002E7CA8" w:rsidP="00CA74E7">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8C90909" w14:textId="77777777" w:rsidR="002E7CA8" w:rsidRDefault="002E7CA8" w:rsidP="00CA74E7">
            <w:pPr>
              <w:spacing w:after="0"/>
              <w:jc w:val="center"/>
              <w:rPr>
                <w:rFonts w:ascii="Arial" w:hAnsi="Arial" w:cs="Arial"/>
                <w:sz w:val="16"/>
                <w:szCs w:val="16"/>
              </w:rPr>
            </w:pPr>
            <w:r>
              <w:rPr>
                <w:rFonts w:ascii="Arial" w:hAnsi="Arial" w:cs="Arial"/>
                <w:sz w:val="16"/>
                <w:szCs w:val="16"/>
              </w:rPr>
              <w:t>RP-192620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36C6F7D" w14:textId="77777777" w:rsidR="002E7CA8" w:rsidRDefault="002E7CA8" w:rsidP="00CA74E7">
            <w:pPr>
              <w:spacing w:after="0"/>
              <w:jc w:val="center"/>
              <w:rPr>
                <w:rFonts w:ascii="Arial" w:hAnsi="Arial" w:cs="Arial"/>
                <w:sz w:val="16"/>
                <w:szCs w:val="16"/>
              </w:rPr>
            </w:pPr>
            <w:r>
              <w:rPr>
                <w:rFonts w:ascii="Arial" w:hAnsi="Arial" w:cs="Arial"/>
                <w:sz w:val="16"/>
                <w:szCs w:val="16"/>
              </w:rPr>
              <w:t>1274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1FE0AB8" w14:textId="77777777" w:rsidR="002E7CA8" w:rsidRDefault="002E7CA8"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EDF582" w14:textId="77777777" w:rsidR="002E7CA8" w:rsidRDefault="002E7CA8" w:rsidP="00CA74E7">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28F04CB4" w14:textId="77777777" w:rsidR="002E7CA8" w:rsidRPr="00CD45AB" w:rsidRDefault="002E7CA8" w:rsidP="00CA74E7">
            <w:pPr>
              <w:spacing w:after="0"/>
              <w:rPr>
                <w:rFonts w:ascii="Arial" w:hAnsi="Arial" w:cs="Arial"/>
                <w:sz w:val="16"/>
                <w:szCs w:val="16"/>
              </w:rPr>
            </w:pPr>
            <w:r w:rsidRPr="002E7CA8">
              <w:rPr>
                <w:rFonts w:ascii="Arial" w:hAnsi="Arial" w:cs="Arial"/>
                <w:sz w:val="16"/>
                <w:szCs w:val="16"/>
              </w:rPr>
              <w:t>Clarification to postponing in subframes that are not BL/CE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BB4C04" w14:textId="77777777" w:rsidR="002E7CA8" w:rsidRDefault="002E7CA8" w:rsidP="00CA74E7">
            <w:pPr>
              <w:pStyle w:val="TAC"/>
              <w:jc w:val="left"/>
              <w:rPr>
                <w:snapToGrid w:val="0"/>
                <w:sz w:val="16"/>
                <w:szCs w:val="16"/>
              </w:rPr>
            </w:pPr>
            <w:r>
              <w:rPr>
                <w:snapToGrid w:val="0"/>
                <w:sz w:val="16"/>
                <w:szCs w:val="16"/>
              </w:rPr>
              <w:t>15.8.0</w:t>
            </w:r>
          </w:p>
        </w:tc>
      </w:tr>
      <w:tr w:rsidR="00CA74E7" w:rsidRPr="006B0D02" w14:paraId="5D6855E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DC0897" w14:textId="77777777" w:rsidR="00CA74E7" w:rsidRDefault="00CA74E7" w:rsidP="00CA74E7">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5424073" w14:textId="77777777" w:rsidR="00CA74E7" w:rsidRDefault="00CA74E7" w:rsidP="00CA74E7">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9AF7370" w14:textId="77777777" w:rsidR="00CA74E7" w:rsidRDefault="00CA74E7" w:rsidP="00CA74E7">
            <w:pPr>
              <w:spacing w:after="0"/>
              <w:jc w:val="center"/>
              <w:rPr>
                <w:rFonts w:ascii="Arial" w:hAnsi="Arial" w:cs="Arial"/>
                <w:sz w:val="16"/>
                <w:szCs w:val="16"/>
              </w:rPr>
            </w:pPr>
            <w:r>
              <w:rPr>
                <w:rFonts w:ascii="Arial" w:hAnsi="Arial" w:cs="Arial"/>
                <w:sz w:val="16"/>
                <w:szCs w:val="16"/>
              </w:rPr>
              <w:t>RP-1926</w:t>
            </w:r>
            <w:r w:rsidR="001175C3">
              <w:rPr>
                <w:rFonts w:ascii="Arial" w:hAnsi="Arial" w:cs="Arial"/>
                <w:sz w:val="16"/>
                <w:szCs w:val="16"/>
              </w:rPr>
              <w:t>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AEC6C9A" w14:textId="77777777" w:rsidR="00CA74E7" w:rsidRDefault="00CA74E7" w:rsidP="00CA74E7">
            <w:pPr>
              <w:spacing w:after="0"/>
              <w:jc w:val="center"/>
              <w:rPr>
                <w:rFonts w:ascii="Arial" w:hAnsi="Arial" w:cs="Arial"/>
                <w:sz w:val="16"/>
                <w:szCs w:val="16"/>
              </w:rPr>
            </w:pPr>
            <w:r>
              <w:rPr>
                <w:rFonts w:ascii="Arial" w:hAnsi="Arial" w:cs="Arial"/>
                <w:sz w:val="16"/>
                <w:szCs w:val="16"/>
              </w:rPr>
              <w:t>127</w:t>
            </w:r>
            <w:r w:rsidR="001175C3">
              <w:rPr>
                <w:rFonts w:ascii="Arial" w:hAnsi="Arial" w:cs="Arial"/>
                <w:sz w:val="16"/>
                <w:szCs w:val="16"/>
              </w:rPr>
              <w:t>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B0F0C69" w14:textId="77777777" w:rsidR="00CA74E7" w:rsidRDefault="00CA74E7"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5C0864" w14:textId="77777777" w:rsidR="00CA74E7" w:rsidRDefault="00CA74E7" w:rsidP="00CA74E7">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64BA9BB3" w14:textId="77777777" w:rsidR="00CA74E7" w:rsidRPr="00CD45AB" w:rsidRDefault="001175C3" w:rsidP="000B546E">
            <w:pPr>
              <w:rPr>
                <w:rFonts w:ascii="Arial" w:hAnsi="Arial" w:cs="Arial"/>
                <w:sz w:val="16"/>
                <w:szCs w:val="16"/>
              </w:rPr>
            </w:pPr>
            <w:r w:rsidRPr="001175C3">
              <w:rPr>
                <w:rFonts w:ascii="Arial" w:hAnsi="Arial" w:cs="Arial"/>
                <w:sz w:val="16"/>
                <w:szCs w:val="16"/>
              </w:rPr>
              <w:t>Correction on repetition number of MPDCCH with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F404C8" w14:textId="77777777" w:rsidR="00CA74E7" w:rsidRDefault="00CA74E7" w:rsidP="00CA74E7">
            <w:pPr>
              <w:pStyle w:val="TAC"/>
              <w:jc w:val="left"/>
              <w:rPr>
                <w:snapToGrid w:val="0"/>
                <w:sz w:val="16"/>
                <w:szCs w:val="16"/>
              </w:rPr>
            </w:pPr>
            <w:r>
              <w:rPr>
                <w:snapToGrid w:val="0"/>
                <w:sz w:val="16"/>
                <w:szCs w:val="16"/>
              </w:rPr>
              <w:t>15.8.0</w:t>
            </w:r>
          </w:p>
        </w:tc>
      </w:tr>
      <w:tr w:rsidR="00D05770" w:rsidRPr="006B0D02" w14:paraId="4D44386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B56D2C" w14:textId="77777777" w:rsidR="00D05770" w:rsidRDefault="00D05770" w:rsidP="007A3D36">
            <w:pPr>
              <w:pStyle w:val="TAC"/>
              <w:rPr>
                <w:sz w:val="16"/>
                <w:szCs w:val="16"/>
              </w:rPr>
            </w:pPr>
            <w:r>
              <w:rPr>
                <w:sz w:val="16"/>
                <w:szCs w:val="16"/>
              </w:rPr>
              <w:lastRenderedPageBreak/>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929DF10" w14:textId="77777777" w:rsidR="00D05770" w:rsidRDefault="00D05770"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65F5DD9" w14:textId="77777777" w:rsidR="00D05770" w:rsidRDefault="00D05770" w:rsidP="007A3D36">
            <w:pPr>
              <w:spacing w:after="0"/>
              <w:jc w:val="center"/>
              <w:rPr>
                <w:rFonts w:ascii="Arial" w:hAnsi="Arial" w:cs="Arial"/>
                <w:sz w:val="16"/>
                <w:szCs w:val="16"/>
              </w:rPr>
            </w:pPr>
            <w:r>
              <w:rPr>
                <w:rFonts w:ascii="Arial" w:hAnsi="Arial" w:cs="Arial"/>
                <w:sz w:val="16"/>
                <w:szCs w:val="16"/>
              </w:rPr>
              <w:t>RP-192619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3A0438C" w14:textId="77777777" w:rsidR="00D05770" w:rsidRDefault="00D05770" w:rsidP="007A3D36">
            <w:pPr>
              <w:spacing w:after="0"/>
              <w:jc w:val="center"/>
              <w:rPr>
                <w:rFonts w:ascii="Arial" w:hAnsi="Arial" w:cs="Arial"/>
                <w:sz w:val="16"/>
                <w:szCs w:val="16"/>
              </w:rPr>
            </w:pPr>
            <w:r>
              <w:rPr>
                <w:rFonts w:ascii="Arial" w:hAnsi="Arial" w:cs="Arial"/>
                <w:sz w:val="16"/>
                <w:szCs w:val="16"/>
              </w:rPr>
              <w:t>1278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64C130C" w14:textId="77777777" w:rsidR="00D05770" w:rsidRDefault="00D05770"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838E3F" w14:textId="77777777" w:rsidR="00D05770" w:rsidRDefault="00D05770" w:rsidP="007A3D3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34F4ED64" w14:textId="77777777" w:rsidR="00D05770" w:rsidRPr="00CD45AB" w:rsidRDefault="00D05770" w:rsidP="007A3D36">
            <w:pPr>
              <w:rPr>
                <w:rFonts w:ascii="Arial" w:hAnsi="Arial" w:cs="Arial"/>
                <w:sz w:val="16"/>
                <w:szCs w:val="16"/>
              </w:rPr>
            </w:pPr>
            <w:r w:rsidRPr="00D05770">
              <w:rPr>
                <w:rFonts w:ascii="Arial" w:hAnsi="Arial" w:cs="Arial"/>
                <w:sz w:val="16"/>
                <w:szCs w:val="16"/>
              </w:rPr>
              <w:t>Correction to HARQ-ACK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43DB63" w14:textId="77777777" w:rsidR="00D05770" w:rsidRDefault="00D05770" w:rsidP="007A3D36">
            <w:pPr>
              <w:pStyle w:val="TAC"/>
              <w:jc w:val="left"/>
              <w:rPr>
                <w:snapToGrid w:val="0"/>
                <w:sz w:val="16"/>
                <w:szCs w:val="16"/>
              </w:rPr>
            </w:pPr>
            <w:r>
              <w:rPr>
                <w:snapToGrid w:val="0"/>
                <w:sz w:val="16"/>
                <w:szCs w:val="16"/>
              </w:rPr>
              <w:t>15.8.0</w:t>
            </w:r>
          </w:p>
        </w:tc>
      </w:tr>
      <w:tr w:rsidR="006E14CB" w:rsidRPr="006B0D02" w14:paraId="1AE8ED6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35E180" w14:textId="77777777" w:rsidR="006E14CB" w:rsidRDefault="006E14CB"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718C9E9" w14:textId="77777777" w:rsidR="006E14CB" w:rsidRDefault="006E14CB"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D06C463" w14:textId="77777777" w:rsidR="006E14CB" w:rsidRDefault="006E14CB" w:rsidP="007A3D36">
            <w:pPr>
              <w:spacing w:after="0"/>
              <w:jc w:val="center"/>
              <w:rPr>
                <w:rFonts w:ascii="Arial" w:hAnsi="Arial" w:cs="Arial"/>
                <w:sz w:val="16"/>
                <w:szCs w:val="16"/>
              </w:rPr>
            </w:pPr>
            <w:r>
              <w:rPr>
                <w:rFonts w:ascii="Arial" w:hAnsi="Arial" w:cs="Arial"/>
                <w:sz w:val="16"/>
                <w:szCs w:val="16"/>
              </w:rPr>
              <w:t>RP-192621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7A8F484" w14:textId="77777777" w:rsidR="006E14CB" w:rsidRDefault="006E14CB" w:rsidP="007A3D36">
            <w:pPr>
              <w:spacing w:after="0"/>
              <w:jc w:val="center"/>
              <w:rPr>
                <w:rFonts w:ascii="Arial" w:hAnsi="Arial" w:cs="Arial"/>
                <w:sz w:val="16"/>
                <w:szCs w:val="16"/>
              </w:rPr>
            </w:pPr>
            <w:r>
              <w:rPr>
                <w:rFonts w:ascii="Arial" w:hAnsi="Arial" w:cs="Arial"/>
                <w:sz w:val="16"/>
                <w:szCs w:val="16"/>
              </w:rPr>
              <w:t>1279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7B92AD1" w14:textId="77777777" w:rsidR="006E14CB" w:rsidRDefault="006E14CB"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AC7CFA" w14:textId="77777777" w:rsidR="006E14CB" w:rsidRDefault="006E14CB" w:rsidP="007A3D3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5434FC6" w14:textId="77777777" w:rsidR="006E14CB" w:rsidRPr="00CD45AB" w:rsidRDefault="006E14CB" w:rsidP="007A3D36">
            <w:pPr>
              <w:rPr>
                <w:rFonts w:ascii="Arial" w:hAnsi="Arial" w:cs="Arial"/>
                <w:sz w:val="16"/>
                <w:szCs w:val="16"/>
              </w:rPr>
            </w:pPr>
            <w:r w:rsidRPr="006E14CB">
              <w:rPr>
                <w:rFonts w:ascii="Arial" w:hAnsi="Arial" w:cs="Arial"/>
                <w:sz w:val="16"/>
                <w:szCs w:val="16"/>
              </w:rPr>
              <w:t>Correction on antenna switching parameter in UE sounding procedure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58274F" w14:textId="77777777" w:rsidR="006E14CB" w:rsidRDefault="006E14CB" w:rsidP="007A3D36">
            <w:pPr>
              <w:pStyle w:val="TAC"/>
              <w:jc w:val="left"/>
              <w:rPr>
                <w:snapToGrid w:val="0"/>
                <w:sz w:val="16"/>
                <w:szCs w:val="16"/>
              </w:rPr>
            </w:pPr>
            <w:r>
              <w:rPr>
                <w:snapToGrid w:val="0"/>
                <w:sz w:val="16"/>
                <w:szCs w:val="16"/>
              </w:rPr>
              <w:t>15.8.0</w:t>
            </w:r>
          </w:p>
        </w:tc>
      </w:tr>
      <w:tr w:rsidR="009B5CB2" w:rsidRPr="006B0D02" w14:paraId="3609303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E73006" w14:textId="77777777" w:rsidR="009B5CB2" w:rsidRDefault="009B5CB2"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42A4034" w14:textId="77777777" w:rsidR="009B5CB2" w:rsidRDefault="009B5CB2"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3EDE5A1" w14:textId="77777777" w:rsidR="009B5CB2" w:rsidRDefault="009B5CB2" w:rsidP="007A3D36">
            <w:pPr>
              <w:spacing w:after="0"/>
              <w:jc w:val="center"/>
              <w:rPr>
                <w:rFonts w:ascii="Arial" w:hAnsi="Arial" w:cs="Arial"/>
                <w:sz w:val="16"/>
                <w:szCs w:val="16"/>
              </w:rPr>
            </w:pPr>
            <w:r>
              <w:rPr>
                <w:rFonts w:ascii="Arial" w:hAnsi="Arial" w:cs="Arial"/>
                <w:sz w:val="16"/>
                <w:szCs w:val="16"/>
              </w:rPr>
              <w:t>RP-1926</w:t>
            </w:r>
            <w:r w:rsidR="00790E36">
              <w:rPr>
                <w:rFonts w:ascii="Arial" w:hAnsi="Arial" w:cs="Arial"/>
                <w:sz w:val="16"/>
                <w:szCs w:val="16"/>
              </w:rPr>
              <w:t>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88F2A0E" w14:textId="77777777" w:rsidR="009B5CB2" w:rsidRDefault="009B5CB2" w:rsidP="007A3D36">
            <w:pPr>
              <w:spacing w:after="0"/>
              <w:jc w:val="center"/>
              <w:rPr>
                <w:rFonts w:ascii="Arial" w:hAnsi="Arial" w:cs="Arial"/>
                <w:sz w:val="16"/>
                <w:szCs w:val="16"/>
              </w:rPr>
            </w:pPr>
            <w:r>
              <w:rPr>
                <w:rFonts w:ascii="Arial" w:hAnsi="Arial" w:cs="Arial"/>
                <w:sz w:val="16"/>
                <w:szCs w:val="16"/>
              </w:rPr>
              <w:t>12</w:t>
            </w:r>
            <w:r w:rsidR="00790E36">
              <w:rPr>
                <w:rFonts w:ascii="Arial" w:hAnsi="Arial" w:cs="Arial"/>
                <w:sz w:val="16"/>
                <w:szCs w:val="16"/>
              </w:rPr>
              <w:t>80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74D2963" w14:textId="77777777" w:rsidR="009B5CB2" w:rsidRDefault="009B5CB2"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398DAF" w14:textId="77777777" w:rsidR="009B5CB2" w:rsidRDefault="009B5CB2" w:rsidP="007A3D3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8FD60CC" w14:textId="77777777" w:rsidR="009B5CB2" w:rsidRPr="00CD45AB" w:rsidRDefault="00790E36" w:rsidP="007A3D36">
            <w:pPr>
              <w:rPr>
                <w:rFonts w:ascii="Arial" w:hAnsi="Arial" w:cs="Arial"/>
                <w:sz w:val="16"/>
                <w:szCs w:val="16"/>
              </w:rPr>
            </w:pPr>
            <w:r w:rsidRPr="00790E36">
              <w:rPr>
                <w:rFonts w:ascii="Arial" w:hAnsi="Arial" w:cs="Arial"/>
                <w:sz w:val="16"/>
                <w:szCs w:val="16"/>
              </w:rPr>
              <w:t>Correction on SPDCCH monitoring for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772D14" w14:textId="77777777" w:rsidR="009B5CB2" w:rsidRDefault="009B5CB2" w:rsidP="007A3D36">
            <w:pPr>
              <w:pStyle w:val="TAC"/>
              <w:jc w:val="left"/>
              <w:rPr>
                <w:snapToGrid w:val="0"/>
                <w:sz w:val="16"/>
                <w:szCs w:val="16"/>
              </w:rPr>
            </w:pPr>
            <w:r>
              <w:rPr>
                <w:snapToGrid w:val="0"/>
                <w:sz w:val="16"/>
                <w:szCs w:val="16"/>
              </w:rPr>
              <w:t>15.8.0</w:t>
            </w:r>
          </w:p>
        </w:tc>
      </w:tr>
      <w:tr w:rsidR="00374C9F" w:rsidRPr="006B0D02" w14:paraId="4450BBD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8C2AB7" w14:textId="77777777" w:rsidR="00374C9F" w:rsidRDefault="00374C9F"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14F7BCF" w14:textId="77777777" w:rsidR="00374C9F" w:rsidRDefault="00374C9F"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14D790F" w14:textId="77777777" w:rsidR="00374C9F" w:rsidRDefault="00374C9F" w:rsidP="007A3D36">
            <w:pPr>
              <w:spacing w:after="0"/>
              <w:jc w:val="center"/>
              <w:rPr>
                <w:rFonts w:ascii="Arial" w:hAnsi="Arial" w:cs="Arial"/>
                <w:sz w:val="16"/>
                <w:szCs w:val="16"/>
              </w:rPr>
            </w:pPr>
            <w:r>
              <w:rPr>
                <w:rFonts w:ascii="Arial" w:hAnsi="Arial" w:cs="Arial"/>
                <w:sz w:val="16"/>
                <w:szCs w:val="16"/>
              </w:rPr>
              <w:t>RP-192633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42A0B85" w14:textId="77777777" w:rsidR="00374C9F" w:rsidRDefault="00374C9F" w:rsidP="007A3D36">
            <w:pPr>
              <w:spacing w:after="0"/>
              <w:jc w:val="center"/>
              <w:rPr>
                <w:rFonts w:ascii="Arial" w:hAnsi="Arial" w:cs="Arial"/>
                <w:sz w:val="16"/>
                <w:szCs w:val="16"/>
              </w:rPr>
            </w:pPr>
            <w:r>
              <w:rPr>
                <w:rFonts w:ascii="Arial" w:hAnsi="Arial" w:cs="Arial"/>
                <w:sz w:val="16"/>
                <w:szCs w:val="16"/>
              </w:rPr>
              <w:t>1281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C08A356" w14:textId="77777777" w:rsidR="00374C9F" w:rsidRDefault="00374C9F"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6F1905" w14:textId="77777777" w:rsidR="00374C9F" w:rsidRDefault="00374C9F" w:rsidP="007A3D3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2B1FBB8B" w14:textId="77777777" w:rsidR="00374C9F" w:rsidRPr="00CD45AB" w:rsidRDefault="00374C9F" w:rsidP="007A3D36">
            <w:pPr>
              <w:rPr>
                <w:rFonts w:ascii="Arial" w:hAnsi="Arial" w:cs="Arial"/>
                <w:sz w:val="16"/>
                <w:szCs w:val="16"/>
              </w:rPr>
            </w:pPr>
            <w:r w:rsidRPr="00374C9F">
              <w:rPr>
                <w:rFonts w:ascii="Arial" w:hAnsi="Arial" w:cs="Arial"/>
                <w:sz w:val="16"/>
                <w:szCs w:val="16"/>
              </w:rPr>
              <w:t>NPDCCH start position for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6A9E88" w14:textId="77777777" w:rsidR="00374C9F" w:rsidRDefault="00374C9F" w:rsidP="007A3D36">
            <w:pPr>
              <w:pStyle w:val="TAC"/>
              <w:jc w:val="left"/>
              <w:rPr>
                <w:snapToGrid w:val="0"/>
                <w:sz w:val="16"/>
                <w:szCs w:val="16"/>
              </w:rPr>
            </w:pPr>
            <w:r>
              <w:rPr>
                <w:snapToGrid w:val="0"/>
                <w:sz w:val="16"/>
                <w:szCs w:val="16"/>
              </w:rPr>
              <w:t>15.8.0</w:t>
            </w:r>
          </w:p>
        </w:tc>
      </w:tr>
      <w:tr w:rsidR="00394226" w:rsidRPr="006B0D02" w14:paraId="06BCF69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4331CC" w14:textId="77777777" w:rsidR="00394226" w:rsidRDefault="00394226"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4DA4143" w14:textId="77777777" w:rsidR="00394226" w:rsidRDefault="00394226"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406A597" w14:textId="77777777" w:rsidR="00394226" w:rsidRDefault="00394226" w:rsidP="007A3D36">
            <w:pPr>
              <w:spacing w:after="0"/>
              <w:jc w:val="center"/>
              <w:rPr>
                <w:rFonts w:ascii="Arial" w:hAnsi="Arial" w:cs="Arial"/>
                <w:sz w:val="16"/>
                <w:szCs w:val="16"/>
              </w:rPr>
            </w:pPr>
            <w:r>
              <w:rPr>
                <w:rFonts w:ascii="Arial" w:hAnsi="Arial" w:cs="Arial"/>
                <w:sz w:val="16"/>
                <w:szCs w:val="16"/>
              </w:rPr>
              <w:t>RP-192622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E0B949B" w14:textId="77777777" w:rsidR="00394226" w:rsidRDefault="00394226" w:rsidP="007A3D36">
            <w:pPr>
              <w:spacing w:after="0"/>
              <w:jc w:val="center"/>
              <w:rPr>
                <w:rFonts w:ascii="Arial" w:hAnsi="Arial" w:cs="Arial"/>
                <w:sz w:val="16"/>
                <w:szCs w:val="16"/>
              </w:rPr>
            </w:pPr>
            <w:r>
              <w:rPr>
                <w:rFonts w:ascii="Arial" w:hAnsi="Arial" w:cs="Arial"/>
                <w:sz w:val="16"/>
                <w:szCs w:val="16"/>
              </w:rPr>
              <w:t>1282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D50D6CC" w14:textId="77777777" w:rsidR="00394226" w:rsidRDefault="00394226"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4D3DCF" w14:textId="77777777" w:rsidR="00394226" w:rsidRDefault="00394226" w:rsidP="007A3D3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0B48DEAE" w14:textId="77777777" w:rsidR="00394226" w:rsidRPr="00CD45AB" w:rsidRDefault="00CB7E97" w:rsidP="007A3D36">
            <w:pPr>
              <w:rPr>
                <w:rFonts w:ascii="Arial" w:hAnsi="Arial" w:cs="Arial"/>
                <w:sz w:val="16"/>
                <w:szCs w:val="16"/>
              </w:rPr>
            </w:pPr>
            <w:r w:rsidRPr="00CB7E97">
              <w:rPr>
                <w:rFonts w:ascii="Arial" w:hAnsi="Arial" w:cs="Arial"/>
                <w:sz w:val="16"/>
                <w:szCs w:val="16"/>
              </w:rPr>
              <w:t>Correction on PUSCH scheduling with CSS for Case 1 HARQ timing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9380B3" w14:textId="77777777" w:rsidR="00394226" w:rsidRDefault="00394226" w:rsidP="007A3D36">
            <w:pPr>
              <w:pStyle w:val="TAC"/>
              <w:jc w:val="left"/>
              <w:rPr>
                <w:snapToGrid w:val="0"/>
                <w:sz w:val="16"/>
                <w:szCs w:val="16"/>
              </w:rPr>
            </w:pPr>
            <w:r>
              <w:rPr>
                <w:snapToGrid w:val="0"/>
                <w:sz w:val="16"/>
                <w:szCs w:val="16"/>
              </w:rPr>
              <w:t>15.8.0</w:t>
            </w:r>
          </w:p>
        </w:tc>
      </w:tr>
      <w:tr w:rsidR="00CB168E" w:rsidRPr="006B0D02" w14:paraId="4FFB9668"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4C8005" w14:textId="77777777" w:rsidR="00CB168E" w:rsidRDefault="00CB168E"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3D7FF66" w14:textId="77777777" w:rsidR="00CB168E" w:rsidRDefault="00CB168E"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06D9109" w14:textId="77777777" w:rsidR="00CB168E" w:rsidRDefault="00CB168E" w:rsidP="007A3D36">
            <w:pPr>
              <w:spacing w:after="0"/>
              <w:jc w:val="center"/>
              <w:rPr>
                <w:rFonts w:ascii="Arial" w:hAnsi="Arial" w:cs="Arial"/>
                <w:sz w:val="16"/>
                <w:szCs w:val="16"/>
              </w:rPr>
            </w:pPr>
            <w:r>
              <w:rPr>
                <w:rFonts w:ascii="Arial" w:hAnsi="Arial" w:cs="Arial"/>
                <w:sz w:val="16"/>
                <w:szCs w:val="16"/>
              </w:rPr>
              <w:t>RP-192618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661BF1A" w14:textId="77777777" w:rsidR="00CB168E" w:rsidRDefault="00CB168E" w:rsidP="007A3D36">
            <w:pPr>
              <w:spacing w:after="0"/>
              <w:jc w:val="center"/>
              <w:rPr>
                <w:rFonts w:ascii="Arial" w:hAnsi="Arial" w:cs="Arial"/>
                <w:sz w:val="16"/>
                <w:szCs w:val="16"/>
              </w:rPr>
            </w:pPr>
            <w:r>
              <w:rPr>
                <w:rFonts w:ascii="Arial" w:hAnsi="Arial" w:cs="Arial"/>
                <w:sz w:val="16"/>
                <w:szCs w:val="16"/>
              </w:rPr>
              <w:t>1283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EED2CCF" w14:textId="77777777" w:rsidR="00CB168E" w:rsidRDefault="00CB168E"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DCF9FB" w14:textId="77777777" w:rsidR="00CB168E" w:rsidRDefault="00CB168E" w:rsidP="007A3D3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76F0AE5" w14:textId="77777777" w:rsidR="00CB168E" w:rsidRPr="00CD45AB" w:rsidRDefault="00CB168E" w:rsidP="007A3D36">
            <w:pPr>
              <w:rPr>
                <w:rFonts w:ascii="Arial" w:hAnsi="Arial" w:cs="Arial"/>
                <w:sz w:val="16"/>
                <w:szCs w:val="16"/>
              </w:rPr>
            </w:pPr>
            <w:r w:rsidRPr="00CB168E">
              <w:rPr>
                <w:rFonts w:ascii="Arial" w:hAnsi="Arial" w:cs="Arial"/>
                <w:sz w:val="16"/>
                <w:szCs w:val="16"/>
              </w:rPr>
              <w:t xml:space="preserve">Correction to 64-QAM TBS determination for </w:t>
            </w:r>
            <w:proofErr w:type="spellStart"/>
            <w:r w:rsidRPr="00CB168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01BEA6" w14:textId="77777777" w:rsidR="00CB168E" w:rsidRDefault="00CB168E" w:rsidP="007A3D36">
            <w:pPr>
              <w:pStyle w:val="TAC"/>
              <w:jc w:val="left"/>
              <w:rPr>
                <w:snapToGrid w:val="0"/>
                <w:sz w:val="16"/>
                <w:szCs w:val="16"/>
              </w:rPr>
            </w:pPr>
            <w:r>
              <w:rPr>
                <w:snapToGrid w:val="0"/>
                <w:sz w:val="16"/>
                <w:szCs w:val="16"/>
              </w:rPr>
              <w:t>15.8.0</w:t>
            </w:r>
          </w:p>
        </w:tc>
      </w:tr>
      <w:tr w:rsidR="007B1756" w:rsidRPr="006B0D02" w14:paraId="167A653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C60527" w14:textId="77777777" w:rsidR="007B1756" w:rsidRDefault="007B1756"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4C055D4" w14:textId="77777777" w:rsidR="007B1756" w:rsidRDefault="007B1756"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1A96363" w14:textId="77777777" w:rsidR="007B1756" w:rsidRDefault="007B1756" w:rsidP="007A3D36">
            <w:pPr>
              <w:spacing w:after="0"/>
              <w:jc w:val="center"/>
              <w:rPr>
                <w:rFonts w:ascii="Arial" w:hAnsi="Arial" w:cs="Arial"/>
                <w:sz w:val="16"/>
                <w:szCs w:val="16"/>
              </w:rPr>
            </w:pPr>
            <w:r>
              <w:rPr>
                <w:rFonts w:ascii="Arial" w:hAnsi="Arial" w:cs="Arial"/>
                <w:sz w:val="16"/>
                <w:szCs w:val="16"/>
              </w:rPr>
              <w:t>RP-19261</w:t>
            </w:r>
            <w:r w:rsidR="000865F3">
              <w:rPr>
                <w:rFonts w:ascii="Arial" w:hAnsi="Arial" w:cs="Arial"/>
                <w:sz w:val="16"/>
                <w:szCs w:val="16"/>
              </w:rPr>
              <w:t>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A568E60" w14:textId="77777777" w:rsidR="007B1756" w:rsidRDefault="007B1756" w:rsidP="007A3D36">
            <w:pPr>
              <w:spacing w:after="0"/>
              <w:jc w:val="center"/>
              <w:rPr>
                <w:rFonts w:ascii="Arial" w:hAnsi="Arial" w:cs="Arial"/>
                <w:sz w:val="16"/>
                <w:szCs w:val="16"/>
              </w:rPr>
            </w:pPr>
            <w:r>
              <w:rPr>
                <w:rFonts w:ascii="Arial" w:hAnsi="Arial" w:cs="Arial"/>
                <w:sz w:val="16"/>
                <w:szCs w:val="16"/>
              </w:rPr>
              <w:t>128</w:t>
            </w:r>
            <w:r w:rsidR="000865F3">
              <w:rPr>
                <w:rFonts w:ascii="Arial" w:hAnsi="Arial" w:cs="Arial"/>
                <w:sz w:val="16"/>
                <w:szCs w:val="16"/>
              </w:rPr>
              <w:t>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5A0E8AB" w14:textId="77777777" w:rsidR="007B1756" w:rsidRDefault="007B1756"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0ACDB9" w14:textId="77777777" w:rsidR="007B1756" w:rsidRDefault="00622C9F" w:rsidP="007A3D36">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3E8317BC" w14:textId="77777777" w:rsidR="007B1756" w:rsidRPr="00CD45AB" w:rsidRDefault="000865F3" w:rsidP="007A3D36">
            <w:pPr>
              <w:rPr>
                <w:rFonts w:ascii="Arial" w:hAnsi="Arial" w:cs="Arial"/>
                <w:sz w:val="16"/>
                <w:szCs w:val="16"/>
              </w:rPr>
            </w:pPr>
            <w:r w:rsidRPr="000865F3">
              <w:rPr>
                <w:rFonts w:ascii="Arial" w:hAnsi="Arial" w:cs="Arial"/>
                <w:sz w:val="16"/>
                <w:szCs w:val="16"/>
              </w:rPr>
              <w:t>Clarification for PUCCH resource determination with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3265DB" w14:textId="77777777" w:rsidR="007B1756" w:rsidRDefault="007B1756" w:rsidP="007A3D36">
            <w:pPr>
              <w:pStyle w:val="TAC"/>
              <w:jc w:val="left"/>
              <w:rPr>
                <w:snapToGrid w:val="0"/>
                <w:sz w:val="16"/>
                <w:szCs w:val="16"/>
              </w:rPr>
            </w:pPr>
            <w:r>
              <w:rPr>
                <w:snapToGrid w:val="0"/>
                <w:sz w:val="16"/>
                <w:szCs w:val="16"/>
              </w:rPr>
              <w:t>15.8.0</w:t>
            </w:r>
          </w:p>
        </w:tc>
      </w:tr>
      <w:tr w:rsidR="00622C9F" w:rsidRPr="006B0D02" w14:paraId="4C0102B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8AB777" w14:textId="77777777" w:rsidR="00622C9F" w:rsidRDefault="00622C9F"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4AD3610" w14:textId="77777777" w:rsidR="00622C9F" w:rsidRDefault="00622C9F"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3FFB198" w14:textId="77777777" w:rsidR="00622C9F" w:rsidRDefault="00622C9F" w:rsidP="007A3D36">
            <w:pPr>
              <w:spacing w:after="0"/>
              <w:jc w:val="center"/>
              <w:rPr>
                <w:rFonts w:ascii="Arial" w:hAnsi="Arial" w:cs="Arial"/>
                <w:sz w:val="16"/>
                <w:szCs w:val="16"/>
              </w:rPr>
            </w:pPr>
            <w:r>
              <w:rPr>
                <w:rFonts w:ascii="Arial" w:hAnsi="Arial" w:cs="Arial"/>
                <w:sz w:val="16"/>
                <w:szCs w:val="16"/>
              </w:rPr>
              <w:t>RP-192630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34CED63" w14:textId="77777777" w:rsidR="00622C9F" w:rsidRDefault="00622C9F" w:rsidP="007A3D36">
            <w:pPr>
              <w:spacing w:after="0"/>
              <w:jc w:val="center"/>
              <w:rPr>
                <w:rFonts w:ascii="Arial" w:hAnsi="Arial" w:cs="Arial"/>
                <w:sz w:val="16"/>
                <w:szCs w:val="16"/>
              </w:rPr>
            </w:pPr>
            <w:r>
              <w:rPr>
                <w:rFonts w:ascii="Arial" w:hAnsi="Arial" w:cs="Arial"/>
                <w:sz w:val="16"/>
                <w:szCs w:val="16"/>
              </w:rPr>
              <w:t>1286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93BA84A" w14:textId="77777777" w:rsidR="00622C9F" w:rsidRDefault="00622C9F"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B3D0A2" w14:textId="77777777" w:rsidR="00622C9F" w:rsidRDefault="00622C9F" w:rsidP="007A3D36">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1D57C812" w14:textId="77777777" w:rsidR="00622C9F" w:rsidRPr="00CD45AB" w:rsidRDefault="00622C9F" w:rsidP="007A3D36">
            <w:pPr>
              <w:rPr>
                <w:rFonts w:ascii="Arial" w:hAnsi="Arial" w:cs="Arial"/>
                <w:sz w:val="16"/>
                <w:szCs w:val="16"/>
              </w:rPr>
            </w:pPr>
            <w:r w:rsidRPr="00622C9F">
              <w:rPr>
                <w:rFonts w:ascii="Arial" w:hAnsi="Arial" w:cs="Arial"/>
                <w:sz w:val="16"/>
                <w:szCs w:val="16"/>
              </w:rPr>
              <w:t>Correction on TPC accumulation reset for short TTI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A31F9F" w14:textId="77777777" w:rsidR="00622C9F" w:rsidRDefault="00622C9F" w:rsidP="007A3D36">
            <w:pPr>
              <w:pStyle w:val="TAC"/>
              <w:jc w:val="left"/>
              <w:rPr>
                <w:snapToGrid w:val="0"/>
                <w:sz w:val="16"/>
                <w:szCs w:val="16"/>
              </w:rPr>
            </w:pPr>
            <w:r>
              <w:rPr>
                <w:snapToGrid w:val="0"/>
                <w:sz w:val="16"/>
                <w:szCs w:val="16"/>
              </w:rPr>
              <w:t>15.8.0</w:t>
            </w:r>
          </w:p>
        </w:tc>
      </w:tr>
      <w:tr w:rsidR="00016AD4" w:rsidRPr="006B0D02" w14:paraId="52677AA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D2B652" w14:textId="77777777" w:rsidR="00016AD4" w:rsidRDefault="00016AD4"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A94153" w14:textId="77777777" w:rsidR="00016AD4" w:rsidRDefault="00016AD4"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33C0FAE" w14:textId="77777777" w:rsidR="00016AD4" w:rsidRDefault="00016AD4" w:rsidP="007A3D36">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23249E0" w14:textId="77777777" w:rsidR="00016AD4" w:rsidRDefault="00016AD4" w:rsidP="007A3D36">
            <w:pPr>
              <w:spacing w:after="0"/>
              <w:jc w:val="center"/>
              <w:rPr>
                <w:rFonts w:ascii="Arial" w:hAnsi="Arial" w:cs="Arial"/>
                <w:sz w:val="16"/>
                <w:szCs w:val="16"/>
              </w:rPr>
            </w:pPr>
            <w:r>
              <w:rPr>
                <w:rFonts w:ascii="Arial" w:hAnsi="Arial" w:cs="Arial"/>
                <w:sz w:val="16"/>
                <w:szCs w:val="16"/>
              </w:rPr>
              <w:t>1287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E48CAAC" w14:textId="77777777" w:rsidR="00016AD4" w:rsidRDefault="00016AD4"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942072" w14:textId="77777777" w:rsidR="00016AD4" w:rsidRDefault="00016AD4" w:rsidP="007A3D36">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52AD87E9" w14:textId="77777777" w:rsidR="00016AD4" w:rsidRPr="00CD45AB" w:rsidRDefault="00016AD4" w:rsidP="007A3D36">
            <w:pPr>
              <w:rPr>
                <w:rFonts w:ascii="Arial" w:hAnsi="Arial" w:cs="Arial"/>
                <w:sz w:val="16"/>
                <w:szCs w:val="16"/>
              </w:rPr>
            </w:pPr>
            <w:r w:rsidRPr="00016AD4">
              <w:rPr>
                <w:rFonts w:ascii="Arial" w:hAnsi="Arial" w:cs="Arial"/>
                <w:sz w:val="16"/>
                <w:szCs w:val="16"/>
              </w:rPr>
              <w:t>Introduction of Additional MTC Enhancements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43CEF5" w14:textId="77777777" w:rsidR="00016AD4" w:rsidRDefault="00016AD4" w:rsidP="007A3D36">
            <w:pPr>
              <w:pStyle w:val="TAC"/>
              <w:jc w:val="left"/>
              <w:rPr>
                <w:snapToGrid w:val="0"/>
                <w:sz w:val="16"/>
                <w:szCs w:val="16"/>
              </w:rPr>
            </w:pPr>
            <w:r>
              <w:rPr>
                <w:snapToGrid w:val="0"/>
                <w:sz w:val="16"/>
                <w:szCs w:val="16"/>
              </w:rPr>
              <w:t>16.0.0</w:t>
            </w:r>
          </w:p>
        </w:tc>
      </w:tr>
      <w:tr w:rsidR="007A3D36" w:rsidRPr="006B0D02" w14:paraId="5DE5138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D81BFF" w14:textId="77777777" w:rsidR="007A3D36" w:rsidRDefault="007A3D36" w:rsidP="007A3D36">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BB6F79B" w14:textId="77777777" w:rsidR="007A3D36" w:rsidRDefault="007A3D36" w:rsidP="007A3D36">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545B35A" w14:textId="77777777" w:rsidR="007A3D36" w:rsidRDefault="007A3D36" w:rsidP="007A3D36">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FE4674" w14:textId="77777777" w:rsidR="007A3D36" w:rsidRDefault="007A3D36" w:rsidP="007A3D36">
            <w:pPr>
              <w:spacing w:after="0"/>
              <w:jc w:val="center"/>
              <w:rPr>
                <w:rFonts w:ascii="Arial" w:hAnsi="Arial" w:cs="Arial"/>
                <w:sz w:val="16"/>
                <w:szCs w:val="16"/>
              </w:rPr>
            </w:pPr>
            <w:r>
              <w:rPr>
                <w:rFonts w:ascii="Arial" w:hAnsi="Arial" w:cs="Arial"/>
                <w:sz w:val="16"/>
                <w:szCs w:val="16"/>
              </w:rPr>
              <w:t>128</w:t>
            </w:r>
            <w:r w:rsidR="000C764D">
              <w:rPr>
                <w:rFonts w:ascii="Arial" w:hAnsi="Arial" w:cs="Arial"/>
                <w:sz w:val="16"/>
                <w:szCs w:val="16"/>
              </w:rPr>
              <w:t>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EE1CA45" w14:textId="77777777" w:rsidR="007A3D36" w:rsidRDefault="007A3D36"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19BC1E" w14:textId="77777777" w:rsidR="007A3D36" w:rsidRDefault="007A3D36" w:rsidP="007A3D36">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715298E5" w14:textId="77777777" w:rsidR="007A3D36" w:rsidRPr="00CD45AB" w:rsidRDefault="007A3D36" w:rsidP="007A3D36">
            <w:pPr>
              <w:rPr>
                <w:rFonts w:ascii="Arial" w:hAnsi="Arial" w:cs="Arial"/>
                <w:sz w:val="16"/>
                <w:szCs w:val="16"/>
              </w:rPr>
            </w:pPr>
            <w:r w:rsidRPr="00016AD4">
              <w:rPr>
                <w:rFonts w:ascii="Arial" w:hAnsi="Arial" w:cs="Arial"/>
                <w:sz w:val="16"/>
                <w:szCs w:val="16"/>
              </w:rPr>
              <w:t>Introduction of Additional MTC Enhancements for LTE in 36.213 s0</w:t>
            </w:r>
            <w:r w:rsidR="000C764D">
              <w:rPr>
                <w:rFonts w:ascii="Arial" w:hAnsi="Arial" w:cs="Arial"/>
                <w:sz w:val="16"/>
                <w:szCs w:val="16"/>
              </w:rPr>
              <w:t>6</w:t>
            </w:r>
            <w:r w:rsidRPr="00016AD4">
              <w:rPr>
                <w:rFonts w:ascii="Arial" w:hAnsi="Arial" w:cs="Arial"/>
                <w:sz w:val="16"/>
                <w:szCs w:val="16"/>
              </w:rPr>
              <w:t>-s0</w:t>
            </w:r>
            <w:r w:rsidR="000C764D">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C08CC5" w14:textId="77777777" w:rsidR="007A3D36" w:rsidRDefault="007A3D36" w:rsidP="007A3D36">
            <w:pPr>
              <w:pStyle w:val="TAC"/>
              <w:jc w:val="left"/>
              <w:rPr>
                <w:snapToGrid w:val="0"/>
                <w:sz w:val="16"/>
                <w:szCs w:val="16"/>
              </w:rPr>
            </w:pPr>
            <w:r>
              <w:rPr>
                <w:snapToGrid w:val="0"/>
                <w:sz w:val="16"/>
                <w:szCs w:val="16"/>
              </w:rPr>
              <w:t>16.0.0</w:t>
            </w:r>
          </w:p>
        </w:tc>
      </w:tr>
      <w:tr w:rsidR="000C764D" w:rsidRPr="006B0D02" w14:paraId="4F4B936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2B9B41" w14:textId="77777777" w:rsidR="000C764D" w:rsidRDefault="000C764D" w:rsidP="00040AEB">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EFEBB2" w14:textId="77777777" w:rsidR="000C764D" w:rsidRDefault="000C764D" w:rsidP="00040AEB">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E31F8C3" w14:textId="77777777" w:rsidR="000C764D" w:rsidRDefault="000C764D" w:rsidP="00040AEB">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E21164D" w14:textId="77777777" w:rsidR="000C764D" w:rsidRDefault="000C764D" w:rsidP="00040AEB">
            <w:pPr>
              <w:spacing w:after="0"/>
              <w:jc w:val="center"/>
              <w:rPr>
                <w:rFonts w:ascii="Arial" w:hAnsi="Arial" w:cs="Arial"/>
                <w:sz w:val="16"/>
                <w:szCs w:val="16"/>
              </w:rPr>
            </w:pPr>
            <w:r>
              <w:rPr>
                <w:rFonts w:ascii="Arial" w:hAnsi="Arial" w:cs="Arial"/>
                <w:sz w:val="16"/>
                <w:szCs w:val="16"/>
              </w:rPr>
              <w:t>1289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6614A0E" w14:textId="77777777" w:rsidR="000C764D" w:rsidRDefault="000C764D"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63033C" w14:textId="77777777" w:rsidR="000C764D" w:rsidRDefault="000C764D" w:rsidP="00040AE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2A7FC9EC" w14:textId="77777777" w:rsidR="000C764D" w:rsidRPr="00CD45AB" w:rsidRDefault="000C764D" w:rsidP="00040AEB">
            <w:pPr>
              <w:rPr>
                <w:rFonts w:ascii="Arial" w:hAnsi="Arial" w:cs="Arial"/>
                <w:sz w:val="16"/>
                <w:szCs w:val="16"/>
              </w:rPr>
            </w:pPr>
            <w:r w:rsidRPr="00016AD4">
              <w:rPr>
                <w:rFonts w:ascii="Arial" w:hAnsi="Arial" w:cs="Arial"/>
                <w:sz w:val="16"/>
                <w:szCs w:val="16"/>
              </w:rPr>
              <w:t>Introduction of Additional MTC Enhancements for LTE in 36.213 s0</w:t>
            </w:r>
            <w:r>
              <w:rPr>
                <w:rFonts w:ascii="Arial" w:hAnsi="Arial" w:cs="Arial"/>
                <w:sz w:val="16"/>
                <w:szCs w:val="16"/>
              </w:rPr>
              <w:t>8</w:t>
            </w:r>
            <w:r w:rsidRPr="00016AD4">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723443" w14:textId="77777777" w:rsidR="000C764D" w:rsidRDefault="000C764D" w:rsidP="00040AEB">
            <w:pPr>
              <w:pStyle w:val="TAC"/>
              <w:jc w:val="left"/>
              <w:rPr>
                <w:snapToGrid w:val="0"/>
                <w:sz w:val="16"/>
                <w:szCs w:val="16"/>
              </w:rPr>
            </w:pPr>
            <w:r>
              <w:rPr>
                <w:snapToGrid w:val="0"/>
                <w:sz w:val="16"/>
                <w:szCs w:val="16"/>
              </w:rPr>
              <w:t>16.0.0</w:t>
            </w:r>
          </w:p>
        </w:tc>
      </w:tr>
      <w:tr w:rsidR="00AE6E79" w:rsidRPr="006B0D02" w14:paraId="4302147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63B96E" w14:textId="77777777" w:rsidR="00AE6E79" w:rsidRDefault="00AE6E79" w:rsidP="00040AEB">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CD7BF8" w14:textId="77777777" w:rsidR="00AE6E79" w:rsidRDefault="00AE6E79" w:rsidP="00040AEB">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B1985C1" w14:textId="77777777" w:rsidR="00AE6E79" w:rsidRDefault="00AE6E79" w:rsidP="00040AEB">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D2CFA7C" w14:textId="77777777" w:rsidR="00AE6E79" w:rsidRDefault="00AE6E79" w:rsidP="00040AEB">
            <w:pPr>
              <w:spacing w:after="0"/>
              <w:jc w:val="center"/>
              <w:rPr>
                <w:rFonts w:ascii="Arial" w:hAnsi="Arial" w:cs="Arial"/>
                <w:sz w:val="16"/>
                <w:szCs w:val="16"/>
              </w:rPr>
            </w:pPr>
            <w:r>
              <w:rPr>
                <w:rFonts w:ascii="Arial" w:hAnsi="Arial" w:cs="Arial"/>
                <w:sz w:val="16"/>
                <w:szCs w:val="16"/>
              </w:rPr>
              <w:t>12</w:t>
            </w:r>
            <w:r w:rsidR="00DC3E0B">
              <w:rPr>
                <w:rFonts w:ascii="Arial" w:hAnsi="Arial" w:cs="Arial"/>
                <w:sz w:val="16"/>
                <w:szCs w:val="16"/>
              </w:rPr>
              <w:t>90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1921176" w14:textId="77777777" w:rsidR="00AE6E79" w:rsidRDefault="00AE6E79"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B48800" w14:textId="77777777" w:rsidR="00AE6E79" w:rsidRDefault="00AE6E79" w:rsidP="00040AE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vAlign w:val="center"/>
          </w:tcPr>
          <w:p w14:paraId="47D24150" w14:textId="77777777" w:rsidR="00AE6E79" w:rsidRPr="00CD45AB" w:rsidRDefault="00DC3E0B" w:rsidP="00040AEB">
            <w:pPr>
              <w:rPr>
                <w:rFonts w:ascii="Arial" w:hAnsi="Arial" w:cs="Arial"/>
                <w:sz w:val="16"/>
                <w:szCs w:val="16"/>
              </w:rPr>
            </w:pPr>
            <w:r w:rsidRPr="00DC3E0B">
              <w:rPr>
                <w:rFonts w:ascii="Arial" w:hAnsi="Arial" w:cs="Arial"/>
                <w:sz w:val="16"/>
                <w:szCs w:val="16"/>
              </w:rPr>
              <w:t>Introduction of Additional MTC Enhancements for LTE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2087AE" w14:textId="77777777" w:rsidR="00AE6E79" w:rsidRDefault="00AE6E79" w:rsidP="00040AEB">
            <w:pPr>
              <w:pStyle w:val="TAC"/>
              <w:jc w:val="left"/>
              <w:rPr>
                <w:snapToGrid w:val="0"/>
                <w:sz w:val="16"/>
                <w:szCs w:val="16"/>
              </w:rPr>
            </w:pPr>
            <w:r>
              <w:rPr>
                <w:snapToGrid w:val="0"/>
                <w:sz w:val="16"/>
                <w:szCs w:val="16"/>
              </w:rPr>
              <w:t>16.0.0</w:t>
            </w:r>
          </w:p>
        </w:tc>
      </w:tr>
      <w:tr w:rsidR="006C1443" w:rsidRPr="006B0D02" w14:paraId="75BF900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D74B61" w14:textId="77777777" w:rsidR="006C1443" w:rsidRDefault="006C1443" w:rsidP="006C1443">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73ACA4" w14:textId="77777777" w:rsidR="006C1443" w:rsidRDefault="006C1443" w:rsidP="006C1443">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B2F8B4" w14:textId="77777777" w:rsidR="006C1443" w:rsidRDefault="006C1443" w:rsidP="006C1443">
            <w:pPr>
              <w:spacing w:after="0"/>
              <w:jc w:val="center"/>
              <w:rPr>
                <w:rFonts w:ascii="Arial" w:hAnsi="Arial" w:cs="Arial"/>
                <w:sz w:val="16"/>
                <w:szCs w:val="16"/>
              </w:rPr>
            </w:pPr>
            <w:r>
              <w:rPr>
                <w:rFonts w:ascii="Arial" w:hAnsi="Arial" w:cs="Arial"/>
                <w:sz w:val="16"/>
                <w:szCs w:val="16"/>
              </w:rPr>
              <w:t>RP-192648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FFBE53D" w14:textId="77777777" w:rsidR="006C1443" w:rsidRDefault="006C1443" w:rsidP="006C1443">
            <w:pPr>
              <w:spacing w:after="0"/>
              <w:jc w:val="center"/>
              <w:rPr>
                <w:rFonts w:ascii="Arial" w:hAnsi="Arial" w:cs="Arial"/>
                <w:sz w:val="16"/>
                <w:szCs w:val="16"/>
              </w:rPr>
            </w:pPr>
            <w:r>
              <w:rPr>
                <w:rFonts w:ascii="Arial" w:hAnsi="Arial" w:cs="Arial"/>
                <w:sz w:val="16"/>
                <w:szCs w:val="16"/>
              </w:rPr>
              <w:t>1291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D961273" w14:textId="77777777" w:rsidR="006C1443" w:rsidRDefault="006C1443" w:rsidP="006C144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4EB5F2" w14:textId="77777777" w:rsidR="006C1443" w:rsidRDefault="006C1443" w:rsidP="006C1443">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3A6DB9B" w14:textId="77777777" w:rsidR="006C1443" w:rsidRPr="00D01C7B" w:rsidRDefault="006C1443" w:rsidP="006C1443">
            <w:pPr>
              <w:rPr>
                <w:rFonts w:ascii="Arial" w:hAnsi="Arial" w:cs="Arial"/>
                <w:sz w:val="16"/>
                <w:szCs w:val="16"/>
              </w:rPr>
            </w:pPr>
            <w:r w:rsidRPr="00AC5BF9">
              <w:rPr>
                <w:rFonts w:ascii="Arial" w:hAnsi="Arial" w:cs="Arial"/>
                <w:sz w:val="16"/>
                <w:szCs w:val="16"/>
              </w:rPr>
              <w:t>Introduction of Additional enhancements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43A938" w14:textId="77777777" w:rsidR="006C1443" w:rsidRDefault="006C1443" w:rsidP="006C1443">
            <w:pPr>
              <w:pStyle w:val="TAC"/>
              <w:jc w:val="left"/>
              <w:rPr>
                <w:snapToGrid w:val="0"/>
                <w:sz w:val="16"/>
                <w:szCs w:val="16"/>
              </w:rPr>
            </w:pPr>
            <w:r>
              <w:rPr>
                <w:snapToGrid w:val="0"/>
                <w:sz w:val="16"/>
                <w:szCs w:val="16"/>
              </w:rPr>
              <w:t>16.0.0</w:t>
            </w:r>
          </w:p>
        </w:tc>
      </w:tr>
      <w:tr w:rsidR="00EB2EDD" w:rsidRPr="006B0D02" w14:paraId="0D2CCAC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0434DA" w14:textId="77777777" w:rsidR="00EB2EDD" w:rsidRDefault="00EB2EDD" w:rsidP="00040AEB">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96C7BEB" w14:textId="77777777" w:rsidR="00EB2EDD" w:rsidRDefault="00EB2EDD" w:rsidP="00040AEB">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DAAF5A" w14:textId="77777777" w:rsidR="00EB2EDD" w:rsidRDefault="00EB2EDD" w:rsidP="00040AEB">
            <w:pPr>
              <w:spacing w:after="0"/>
              <w:jc w:val="center"/>
              <w:rPr>
                <w:rFonts w:ascii="Arial" w:hAnsi="Arial" w:cs="Arial"/>
                <w:sz w:val="16"/>
                <w:szCs w:val="16"/>
              </w:rPr>
            </w:pPr>
            <w:r>
              <w:rPr>
                <w:rFonts w:ascii="Arial" w:hAnsi="Arial" w:cs="Arial"/>
                <w:sz w:val="16"/>
                <w:szCs w:val="16"/>
              </w:rPr>
              <w:t>RP-19264</w:t>
            </w:r>
            <w:r w:rsidR="007C7D35">
              <w:rPr>
                <w:rFonts w:ascii="Arial" w:hAnsi="Arial" w:cs="Arial"/>
                <w:sz w:val="16"/>
                <w:szCs w:val="16"/>
              </w:rPr>
              <w:t>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D85E662" w14:textId="77777777" w:rsidR="00EB2EDD" w:rsidRDefault="00EB2EDD" w:rsidP="00040AEB">
            <w:pPr>
              <w:spacing w:after="0"/>
              <w:jc w:val="center"/>
              <w:rPr>
                <w:rFonts w:ascii="Arial" w:hAnsi="Arial" w:cs="Arial"/>
                <w:sz w:val="16"/>
                <w:szCs w:val="16"/>
              </w:rPr>
            </w:pPr>
            <w:r>
              <w:rPr>
                <w:rFonts w:ascii="Arial" w:hAnsi="Arial" w:cs="Arial"/>
                <w:sz w:val="16"/>
                <w:szCs w:val="16"/>
              </w:rPr>
              <w:t>129</w:t>
            </w:r>
            <w:r w:rsidR="007C7D35">
              <w:rPr>
                <w:rFonts w:ascii="Arial" w:hAnsi="Arial" w:cs="Arial"/>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4E443E0" w14:textId="77777777" w:rsidR="00EB2EDD" w:rsidRDefault="00EB2EDD"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0CAF09" w14:textId="77777777" w:rsidR="00EB2EDD" w:rsidRDefault="00EB2EDD" w:rsidP="00040AE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5A3AAC2" w14:textId="77777777" w:rsidR="00EB2EDD" w:rsidRPr="00AC5BF9" w:rsidRDefault="007C7D35" w:rsidP="00040AEB">
            <w:pPr>
              <w:rPr>
                <w:rFonts w:ascii="Arial" w:hAnsi="Arial" w:cs="Arial"/>
                <w:sz w:val="16"/>
                <w:szCs w:val="16"/>
              </w:rPr>
            </w:pPr>
            <w:r w:rsidRPr="00AC5BF9">
              <w:rPr>
                <w:rFonts w:ascii="Arial" w:hAnsi="Arial" w:cs="Arial"/>
                <w:sz w:val="16"/>
                <w:szCs w:val="16"/>
              </w:rPr>
              <w:t>Introduction of DL MIMO efficiency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DAC10C" w14:textId="77777777" w:rsidR="00EB2EDD" w:rsidRDefault="00EB2EDD" w:rsidP="00040AEB">
            <w:pPr>
              <w:pStyle w:val="TAC"/>
              <w:jc w:val="left"/>
              <w:rPr>
                <w:snapToGrid w:val="0"/>
                <w:sz w:val="16"/>
                <w:szCs w:val="16"/>
              </w:rPr>
            </w:pPr>
            <w:r>
              <w:rPr>
                <w:snapToGrid w:val="0"/>
                <w:sz w:val="16"/>
                <w:szCs w:val="16"/>
              </w:rPr>
              <w:t>16.0.0</w:t>
            </w:r>
          </w:p>
        </w:tc>
      </w:tr>
      <w:tr w:rsidR="008A261A" w:rsidRPr="006B0D02" w14:paraId="7B0B78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6BA024" w14:textId="77777777" w:rsidR="008A261A" w:rsidRDefault="008A261A" w:rsidP="00040AEB">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DEB3DDF" w14:textId="77777777" w:rsidR="008A261A" w:rsidRDefault="008A261A" w:rsidP="00040AEB">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4B18814" w14:textId="77777777" w:rsidR="008A261A" w:rsidRDefault="008A261A" w:rsidP="00040AEB">
            <w:pPr>
              <w:spacing w:after="0"/>
              <w:jc w:val="center"/>
              <w:rPr>
                <w:rFonts w:ascii="Arial" w:hAnsi="Arial" w:cs="Arial"/>
                <w:sz w:val="16"/>
                <w:szCs w:val="16"/>
              </w:rPr>
            </w:pPr>
            <w:r>
              <w:rPr>
                <w:rFonts w:ascii="Arial" w:hAnsi="Arial" w:cs="Arial"/>
                <w:sz w:val="16"/>
                <w:szCs w:val="16"/>
              </w:rPr>
              <w:t>RP-192651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9BE289A" w14:textId="77777777" w:rsidR="008A261A" w:rsidRDefault="008A261A" w:rsidP="00040AEB">
            <w:pPr>
              <w:spacing w:after="0"/>
              <w:jc w:val="center"/>
              <w:rPr>
                <w:rFonts w:ascii="Arial" w:hAnsi="Arial" w:cs="Arial"/>
                <w:sz w:val="16"/>
                <w:szCs w:val="16"/>
              </w:rPr>
            </w:pPr>
            <w:r>
              <w:rPr>
                <w:rFonts w:ascii="Arial" w:hAnsi="Arial" w:cs="Arial"/>
                <w:sz w:val="16"/>
                <w:szCs w:val="16"/>
              </w:rPr>
              <w:t>1293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F2884C6" w14:textId="77777777" w:rsidR="008A261A" w:rsidRDefault="008A261A"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7A57D3" w14:textId="77777777" w:rsidR="008A261A" w:rsidRDefault="008A261A" w:rsidP="00040AE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08826D3" w14:textId="77777777" w:rsidR="008A261A" w:rsidRPr="00AC5BF9" w:rsidRDefault="008A261A" w:rsidP="00040AEB">
            <w:pPr>
              <w:rPr>
                <w:rFonts w:ascii="Arial" w:hAnsi="Arial" w:cs="Arial"/>
                <w:sz w:val="16"/>
                <w:szCs w:val="16"/>
              </w:rPr>
            </w:pPr>
            <w:r w:rsidRPr="00AC5BF9">
              <w:rPr>
                <w:rFonts w:ascii="Arial" w:hAnsi="Arial" w:cs="Arial"/>
                <w:sz w:val="16"/>
                <w:szCs w:val="16"/>
              </w:rPr>
              <w:t>Introduction of configured PRG size for TM9 and TM10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463928" w14:textId="77777777" w:rsidR="008A261A" w:rsidRDefault="008A261A" w:rsidP="00040AEB">
            <w:pPr>
              <w:pStyle w:val="TAC"/>
              <w:jc w:val="left"/>
              <w:rPr>
                <w:snapToGrid w:val="0"/>
                <w:sz w:val="16"/>
                <w:szCs w:val="16"/>
              </w:rPr>
            </w:pPr>
            <w:r>
              <w:rPr>
                <w:snapToGrid w:val="0"/>
                <w:sz w:val="16"/>
                <w:szCs w:val="16"/>
              </w:rPr>
              <w:t>16.0.0</w:t>
            </w:r>
          </w:p>
        </w:tc>
      </w:tr>
      <w:tr w:rsidR="00040AEB" w:rsidRPr="006B0D02" w14:paraId="692DD49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194B45" w14:textId="77777777" w:rsidR="00040AEB" w:rsidRDefault="00040AEB" w:rsidP="00040AEB">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F69480C" w14:textId="77777777" w:rsidR="00040AEB" w:rsidRDefault="00040AEB" w:rsidP="00040AEB">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4FDADC2" w14:textId="77777777" w:rsidR="00040AEB" w:rsidRDefault="00040AEB" w:rsidP="00040AEB">
            <w:pPr>
              <w:spacing w:after="0"/>
              <w:jc w:val="center"/>
              <w:rPr>
                <w:rFonts w:ascii="Arial" w:hAnsi="Arial" w:cs="Arial"/>
                <w:sz w:val="16"/>
                <w:szCs w:val="16"/>
              </w:rPr>
            </w:pPr>
            <w:r>
              <w:rPr>
                <w:rFonts w:ascii="Arial" w:hAnsi="Arial" w:cs="Arial"/>
                <w:sz w:val="16"/>
                <w:szCs w:val="16"/>
              </w:rPr>
              <w:t>RP-192650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2FFBB34" w14:textId="77777777" w:rsidR="00040AEB" w:rsidRDefault="00040AEB" w:rsidP="00040AEB">
            <w:pPr>
              <w:spacing w:after="0"/>
              <w:jc w:val="center"/>
              <w:rPr>
                <w:rFonts w:ascii="Arial" w:hAnsi="Arial" w:cs="Arial"/>
                <w:sz w:val="16"/>
                <w:szCs w:val="16"/>
              </w:rPr>
            </w:pPr>
            <w:r>
              <w:rPr>
                <w:rFonts w:ascii="Arial" w:hAnsi="Arial" w:cs="Arial"/>
                <w:sz w:val="16"/>
                <w:szCs w:val="16"/>
              </w:rPr>
              <w:t>1294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7BD778F" w14:textId="77777777" w:rsidR="00040AEB" w:rsidRDefault="00040AEB"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A06F3B" w14:textId="77777777" w:rsidR="00040AEB" w:rsidRDefault="00040AEB" w:rsidP="00040AEB">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7D812CF" w14:textId="77777777" w:rsidR="00040AEB" w:rsidRPr="00AC5BF9" w:rsidRDefault="00897091" w:rsidP="00040AEB">
            <w:pPr>
              <w:rPr>
                <w:rFonts w:ascii="Arial" w:hAnsi="Arial" w:cs="Arial"/>
                <w:sz w:val="16"/>
                <w:szCs w:val="16"/>
              </w:rPr>
            </w:pPr>
            <w:r w:rsidRPr="00AC5BF9">
              <w:rPr>
                <w:rFonts w:ascii="Arial" w:hAnsi="Arial" w:cs="Arial"/>
                <w:sz w:val="16"/>
                <w:szCs w:val="16"/>
              </w:rPr>
              <w:t>Introduction of LTE-based 5G terrestrial broadcast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566A04" w14:textId="77777777" w:rsidR="00040AEB" w:rsidRDefault="00040AEB" w:rsidP="00040AEB">
            <w:pPr>
              <w:pStyle w:val="TAC"/>
              <w:jc w:val="left"/>
              <w:rPr>
                <w:snapToGrid w:val="0"/>
                <w:sz w:val="16"/>
                <w:szCs w:val="16"/>
              </w:rPr>
            </w:pPr>
            <w:r>
              <w:rPr>
                <w:snapToGrid w:val="0"/>
                <w:sz w:val="16"/>
                <w:szCs w:val="16"/>
              </w:rPr>
              <w:t>16.0.0</w:t>
            </w:r>
          </w:p>
        </w:tc>
      </w:tr>
      <w:tr w:rsidR="006748B3" w:rsidRPr="006B0D02" w14:paraId="6936A94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2C84E" w14:textId="77777777" w:rsidR="006748B3" w:rsidRDefault="006748B3" w:rsidP="00FB0254">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30B2B6F" w14:textId="77777777" w:rsidR="006748B3" w:rsidRDefault="006748B3" w:rsidP="00FB0254">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E8E05A8" w14:textId="77777777" w:rsidR="006748B3" w:rsidRDefault="006748B3" w:rsidP="00FB0254">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97BF10D" w14:textId="77777777" w:rsidR="006748B3" w:rsidRDefault="006748B3" w:rsidP="00FB0254">
            <w:pPr>
              <w:spacing w:after="0"/>
              <w:jc w:val="center"/>
              <w:rPr>
                <w:rFonts w:ascii="Arial" w:hAnsi="Arial" w:cs="Arial"/>
                <w:sz w:val="16"/>
                <w:szCs w:val="16"/>
              </w:rPr>
            </w:pPr>
            <w:r>
              <w:rPr>
                <w:rFonts w:ascii="Arial" w:hAnsi="Arial" w:cs="Arial"/>
                <w:sz w:val="16"/>
                <w:szCs w:val="16"/>
              </w:rPr>
              <w:t>1295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2DB433B" w14:textId="77777777" w:rsidR="006748B3" w:rsidRDefault="006748B3"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AF2186" w14:textId="77777777" w:rsidR="006748B3" w:rsidRDefault="006748B3" w:rsidP="00FB0254">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9A5EB85" w14:textId="77777777" w:rsidR="006748B3" w:rsidRPr="00AC5BF9" w:rsidRDefault="006748B3" w:rsidP="00FB0254">
            <w:pPr>
              <w:rPr>
                <w:rFonts w:ascii="Arial" w:hAnsi="Arial" w:cs="Arial"/>
                <w:sz w:val="16"/>
                <w:szCs w:val="16"/>
              </w:rPr>
            </w:pPr>
            <w:r w:rsidRPr="00AC5BF9">
              <w:rPr>
                <w:rFonts w:ascii="Arial" w:hAnsi="Arial" w:cs="Arial"/>
                <w:sz w:val="16"/>
                <w:szCs w:val="16"/>
              </w:rPr>
              <w:t>Introduction of Additional MTC Enhancements for LTE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491EFD" w14:textId="77777777" w:rsidR="006748B3" w:rsidRDefault="006748B3" w:rsidP="00FB0254">
            <w:pPr>
              <w:pStyle w:val="TAC"/>
              <w:jc w:val="left"/>
              <w:rPr>
                <w:snapToGrid w:val="0"/>
                <w:sz w:val="16"/>
                <w:szCs w:val="16"/>
              </w:rPr>
            </w:pPr>
            <w:r>
              <w:rPr>
                <w:snapToGrid w:val="0"/>
                <w:sz w:val="16"/>
                <w:szCs w:val="16"/>
              </w:rPr>
              <w:t>16.0.0</w:t>
            </w:r>
          </w:p>
        </w:tc>
      </w:tr>
      <w:tr w:rsidR="00E57EC4" w:rsidRPr="006B0D02" w14:paraId="12552BA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09BD32" w14:textId="77777777" w:rsidR="00E57EC4" w:rsidRDefault="00E57EC4" w:rsidP="00FB0254">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DAC1948" w14:textId="77777777" w:rsidR="00E57EC4" w:rsidRDefault="00E57EC4" w:rsidP="00FB0254">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52AB35" w14:textId="77777777" w:rsidR="00E57EC4" w:rsidRDefault="00E57EC4" w:rsidP="00FB0254">
            <w:pPr>
              <w:spacing w:after="0"/>
              <w:jc w:val="center"/>
              <w:rPr>
                <w:rFonts w:ascii="Arial" w:hAnsi="Arial" w:cs="Arial"/>
                <w:sz w:val="16"/>
                <w:szCs w:val="16"/>
              </w:rPr>
            </w:pPr>
            <w:r>
              <w:rPr>
                <w:rFonts w:ascii="Arial" w:hAnsi="Arial" w:cs="Arial"/>
                <w:sz w:val="16"/>
                <w:szCs w:val="16"/>
              </w:rPr>
              <w:t>RP-19264</w:t>
            </w:r>
            <w:r w:rsidR="00213BA4">
              <w:rPr>
                <w:rFonts w:ascii="Arial" w:hAnsi="Arial" w:cs="Arial"/>
                <w:sz w:val="16"/>
                <w:szCs w:val="16"/>
              </w:rPr>
              <w:t>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7EF81A" w14:textId="77777777" w:rsidR="00E57EC4" w:rsidRDefault="00E57EC4" w:rsidP="00FB0254">
            <w:pPr>
              <w:spacing w:after="0"/>
              <w:jc w:val="center"/>
              <w:rPr>
                <w:rFonts w:ascii="Arial" w:hAnsi="Arial" w:cs="Arial"/>
                <w:sz w:val="16"/>
                <w:szCs w:val="16"/>
              </w:rPr>
            </w:pPr>
            <w:r>
              <w:rPr>
                <w:rFonts w:ascii="Arial" w:hAnsi="Arial" w:cs="Arial"/>
                <w:sz w:val="16"/>
                <w:szCs w:val="16"/>
              </w:rPr>
              <w:t>129</w:t>
            </w:r>
            <w:r w:rsidR="00213BA4">
              <w:rPr>
                <w:rFonts w:ascii="Arial" w:hAnsi="Arial" w:cs="Arial"/>
                <w:sz w:val="16"/>
                <w:szCs w:val="16"/>
              </w:rPr>
              <w:t>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600F45B" w14:textId="77777777" w:rsidR="00E57EC4" w:rsidRDefault="00E57EC4"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AB2B17" w14:textId="77777777" w:rsidR="00E57EC4" w:rsidRDefault="00E57EC4" w:rsidP="00FB0254">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A0D7A4" w14:textId="77777777" w:rsidR="00E57EC4" w:rsidRPr="00AC5BF9" w:rsidRDefault="00213BA4" w:rsidP="00FB0254">
            <w:pPr>
              <w:rPr>
                <w:rFonts w:ascii="Arial" w:hAnsi="Arial" w:cs="Arial"/>
                <w:sz w:val="16"/>
                <w:szCs w:val="16"/>
              </w:rPr>
            </w:pPr>
            <w:r w:rsidRPr="00AC5BF9">
              <w:rPr>
                <w:rFonts w:ascii="Arial" w:hAnsi="Arial" w:cs="Arial"/>
                <w:sz w:val="16"/>
                <w:szCs w:val="16"/>
              </w:rPr>
              <w:t>Introduction of Rel-16 MR DC/CA features in 36.213 s00-05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7D7097" w14:textId="77777777" w:rsidR="00E57EC4" w:rsidRDefault="00E57EC4" w:rsidP="00FB0254">
            <w:pPr>
              <w:pStyle w:val="TAC"/>
              <w:jc w:val="left"/>
              <w:rPr>
                <w:snapToGrid w:val="0"/>
                <w:sz w:val="16"/>
                <w:szCs w:val="16"/>
              </w:rPr>
            </w:pPr>
            <w:r>
              <w:rPr>
                <w:snapToGrid w:val="0"/>
                <w:sz w:val="16"/>
                <w:szCs w:val="16"/>
              </w:rPr>
              <w:t>16.0.0</w:t>
            </w:r>
          </w:p>
        </w:tc>
      </w:tr>
      <w:tr w:rsidR="001047AD" w:rsidRPr="006B0D02" w14:paraId="02601FA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791EA7" w14:textId="77777777" w:rsidR="001047AD" w:rsidRDefault="001047AD" w:rsidP="00FB0254">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99DD37" w14:textId="77777777" w:rsidR="001047AD" w:rsidRDefault="001047AD" w:rsidP="00FB0254">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C833B6" w14:textId="77777777" w:rsidR="001047AD" w:rsidRDefault="001047AD" w:rsidP="00FB0254">
            <w:pPr>
              <w:spacing w:after="0"/>
              <w:jc w:val="center"/>
              <w:rPr>
                <w:rFonts w:ascii="Arial" w:hAnsi="Arial" w:cs="Arial"/>
                <w:sz w:val="16"/>
                <w:szCs w:val="16"/>
              </w:rPr>
            </w:pPr>
            <w:r>
              <w:rPr>
                <w:rFonts w:ascii="Arial" w:hAnsi="Arial" w:cs="Arial"/>
                <w:sz w:val="16"/>
                <w:szCs w:val="16"/>
              </w:rPr>
              <w:t>RP-192645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174B7D1" w14:textId="77777777" w:rsidR="001047AD" w:rsidRDefault="001047AD" w:rsidP="00FB0254">
            <w:pPr>
              <w:spacing w:after="0"/>
              <w:jc w:val="center"/>
              <w:rPr>
                <w:rFonts w:ascii="Arial" w:hAnsi="Arial" w:cs="Arial"/>
                <w:sz w:val="16"/>
                <w:szCs w:val="16"/>
              </w:rPr>
            </w:pPr>
            <w:r>
              <w:rPr>
                <w:rFonts w:ascii="Arial" w:hAnsi="Arial" w:cs="Arial"/>
                <w:sz w:val="16"/>
                <w:szCs w:val="16"/>
              </w:rPr>
              <w:t>1297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5BC9994" w14:textId="77777777" w:rsidR="001047AD" w:rsidRDefault="001047AD"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5C95A2" w14:textId="77777777" w:rsidR="001047AD" w:rsidRDefault="001047AD" w:rsidP="00FB0254">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DE56402" w14:textId="77777777" w:rsidR="001047AD" w:rsidRPr="00AC5BF9" w:rsidRDefault="001047AD" w:rsidP="00FB0254">
            <w:pPr>
              <w:rPr>
                <w:rFonts w:ascii="Arial" w:hAnsi="Arial" w:cs="Arial"/>
                <w:sz w:val="16"/>
                <w:szCs w:val="16"/>
              </w:rPr>
            </w:pPr>
            <w:r w:rsidRPr="00AC5BF9">
              <w:rPr>
                <w:rFonts w:ascii="Arial" w:hAnsi="Arial" w:cs="Arial"/>
                <w:sz w:val="16"/>
                <w:szCs w:val="16"/>
              </w:rPr>
              <w:t>Introduction of Rel-16 MR DC/CA features in 36.213 s06-07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3A79D0" w14:textId="77777777" w:rsidR="001047AD" w:rsidRDefault="001047AD" w:rsidP="00FB0254">
            <w:pPr>
              <w:pStyle w:val="TAC"/>
              <w:jc w:val="left"/>
              <w:rPr>
                <w:snapToGrid w:val="0"/>
                <w:sz w:val="16"/>
                <w:szCs w:val="16"/>
              </w:rPr>
            </w:pPr>
            <w:r>
              <w:rPr>
                <w:snapToGrid w:val="0"/>
                <w:sz w:val="16"/>
                <w:szCs w:val="16"/>
              </w:rPr>
              <w:t>16.0.0</w:t>
            </w:r>
          </w:p>
        </w:tc>
      </w:tr>
      <w:tr w:rsidR="00B27955" w:rsidRPr="006B0D02" w14:paraId="1093DFF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AAB2D1" w14:textId="77777777" w:rsidR="00B27955" w:rsidRDefault="00B27955" w:rsidP="00FB0254">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B9AC667" w14:textId="77777777" w:rsidR="00B27955" w:rsidRDefault="00B27955" w:rsidP="00FB0254">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BBA6363" w14:textId="77777777" w:rsidR="00B27955" w:rsidRDefault="00B27955" w:rsidP="00FB0254">
            <w:pPr>
              <w:spacing w:after="0"/>
              <w:jc w:val="center"/>
              <w:rPr>
                <w:rFonts w:ascii="Arial" w:hAnsi="Arial" w:cs="Arial"/>
                <w:sz w:val="16"/>
                <w:szCs w:val="16"/>
              </w:rPr>
            </w:pPr>
            <w:r>
              <w:rPr>
                <w:rFonts w:ascii="Arial" w:hAnsi="Arial" w:cs="Arial"/>
                <w:sz w:val="16"/>
                <w:szCs w:val="16"/>
              </w:rPr>
              <w:t>RP-192645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883C47A" w14:textId="77777777" w:rsidR="00B27955" w:rsidRDefault="00B27955" w:rsidP="00FB0254">
            <w:pPr>
              <w:spacing w:after="0"/>
              <w:jc w:val="center"/>
              <w:rPr>
                <w:rFonts w:ascii="Arial" w:hAnsi="Arial" w:cs="Arial"/>
                <w:sz w:val="16"/>
                <w:szCs w:val="16"/>
              </w:rPr>
            </w:pPr>
            <w:r>
              <w:rPr>
                <w:rFonts w:ascii="Arial" w:hAnsi="Arial" w:cs="Arial"/>
                <w:sz w:val="16"/>
                <w:szCs w:val="16"/>
              </w:rPr>
              <w:t>1298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2154B5F" w14:textId="77777777" w:rsidR="00B27955" w:rsidRDefault="00B27955"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F94730" w14:textId="77777777" w:rsidR="00B27955" w:rsidRDefault="00B27955" w:rsidP="00FB0254">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72CE7CF" w14:textId="77777777" w:rsidR="00B27955" w:rsidRPr="00AC5BF9" w:rsidRDefault="00B27955" w:rsidP="00FB0254">
            <w:pPr>
              <w:rPr>
                <w:rFonts w:ascii="Arial" w:hAnsi="Arial" w:cs="Arial"/>
                <w:sz w:val="16"/>
                <w:szCs w:val="16"/>
              </w:rPr>
            </w:pPr>
            <w:r w:rsidRPr="00AC5BF9">
              <w:rPr>
                <w:rFonts w:ascii="Arial" w:hAnsi="Arial" w:cs="Arial"/>
                <w:sz w:val="16"/>
                <w:szCs w:val="16"/>
              </w:rPr>
              <w:t>Introduction of Rel-16 MR DC/CA features in 36.213 s0</w:t>
            </w:r>
            <w:r w:rsidR="002478DE" w:rsidRPr="00AC5BF9">
              <w:rPr>
                <w:rFonts w:ascii="Arial" w:hAnsi="Arial" w:cs="Arial"/>
                <w:sz w:val="16"/>
                <w:szCs w:val="16"/>
              </w:rPr>
              <w:t>8</w:t>
            </w:r>
            <w:r w:rsidRPr="00AC5BF9">
              <w:rPr>
                <w:rFonts w:ascii="Arial" w:hAnsi="Arial" w:cs="Arial"/>
                <w:sz w:val="16"/>
                <w:szCs w:val="16"/>
              </w:rPr>
              <w:t>-0</w:t>
            </w:r>
            <w:r w:rsidR="002478DE" w:rsidRPr="00AC5BF9">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C5D548" w14:textId="77777777" w:rsidR="00B27955" w:rsidRDefault="00B27955" w:rsidP="00FB0254">
            <w:pPr>
              <w:pStyle w:val="TAC"/>
              <w:jc w:val="left"/>
              <w:rPr>
                <w:snapToGrid w:val="0"/>
                <w:sz w:val="16"/>
                <w:szCs w:val="16"/>
              </w:rPr>
            </w:pPr>
            <w:r>
              <w:rPr>
                <w:snapToGrid w:val="0"/>
                <w:sz w:val="16"/>
                <w:szCs w:val="16"/>
              </w:rPr>
              <w:t>16.0.0</w:t>
            </w:r>
          </w:p>
        </w:tc>
      </w:tr>
      <w:tr w:rsidR="008362B2" w:rsidRPr="006B0D02" w14:paraId="2C3D18C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047C33" w14:textId="77777777" w:rsidR="008362B2" w:rsidRDefault="008362B2" w:rsidP="00FB0254">
            <w:pPr>
              <w:pStyle w:val="TAC"/>
              <w:rPr>
                <w:sz w:val="16"/>
                <w:szCs w:val="16"/>
              </w:rPr>
            </w:pPr>
            <w:r>
              <w:rPr>
                <w:sz w:val="16"/>
                <w:szCs w:val="16"/>
              </w:rPr>
              <w:t>2019-12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B1D661B" w14:textId="77777777" w:rsidR="008362B2" w:rsidRDefault="008362B2" w:rsidP="00FB0254">
            <w:pPr>
              <w:pStyle w:val="TAC"/>
              <w:rPr>
                <w:sz w:val="16"/>
                <w:szCs w:val="16"/>
              </w:rPr>
            </w:pPr>
            <w:r>
              <w:rPr>
                <w:sz w:val="16"/>
                <w:szCs w:val="16"/>
              </w:rPr>
              <w:t>RAN#86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1E2C86B" w14:textId="77777777" w:rsidR="008362B2" w:rsidRDefault="008362B2" w:rsidP="00FB0254">
            <w:pPr>
              <w:spacing w:after="0"/>
              <w:jc w:val="center"/>
              <w:rPr>
                <w:rFonts w:ascii="Arial" w:hAnsi="Arial" w:cs="Arial"/>
                <w:sz w:val="16"/>
                <w:szCs w:val="16"/>
              </w:rPr>
            </w:pPr>
            <w:r>
              <w:rPr>
                <w:rFonts w:ascii="Arial" w:hAnsi="Arial" w:cs="Arial"/>
                <w:sz w:val="16"/>
                <w:szCs w:val="16"/>
              </w:rPr>
              <w:t>RP-192645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2F6398" w14:textId="77777777" w:rsidR="008362B2" w:rsidRDefault="008362B2" w:rsidP="00FB0254">
            <w:pPr>
              <w:spacing w:after="0"/>
              <w:jc w:val="center"/>
              <w:rPr>
                <w:rFonts w:ascii="Arial" w:hAnsi="Arial" w:cs="Arial"/>
                <w:sz w:val="16"/>
                <w:szCs w:val="16"/>
              </w:rPr>
            </w:pPr>
            <w:r>
              <w:rPr>
                <w:rFonts w:ascii="Arial" w:hAnsi="Arial" w:cs="Arial"/>
                <w:sz w:val="16"/>
                <w:szCs w:val="16"/>
              </w:rPr>
              <w:t>1299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90CBD4C" w14:textId="77777777" w:rsidR="008362B2" w:rsidRDefault="008362B2"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C6FFEC" w14:textId="77777777" w:rsidR="008362B2" w:rsidRDefault="008362B2" w:rsidP="00FB0254">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54EF7A" w14:textId="77777777" w:rsidR="008362B2" w:rsidRPr="00AC5BF9" w:rsidRDefault="008362B2" w:rsidP="00FB0254">
            <w:pPr>
              <w:rPr>
                <w:rFonts w:ascii="Arial" w:hAnsi="Arial" w:cs="Arial"/>
                <w:sz w:val="16"/>
                <w:szCs w:val="16"/>
              </w:rPr>
            </w:pPr>
            <w:r w:rsidRPr="00AC5BF9">
              <w:rPr>
                <w:rFonts w:ascii="Arial" w:hAnsi="Arial" w:cs="Arial"/>
                <w:sz w:val="16"/>
                <w:szCs w:val="16"/>
              </w:rPr>
              <w:t>Introduction of Rel-16 MR DC/CA features in 36.213 s10-13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7406FF" w14:textId="77777777" w:rsidR="008362B2" w:rsidRDefault="008362B2" w:rsidP="00FB0254">
            <w:pPr>
              <w:pStyle w:val="TAC"/>
              <w:jc w:val="left"/>
              <w:rPr>
                <w:snapToGrid w:val="0"/>
                <w:sz w:val="16"/>
                <w:szCs w:val="16"/>
              </w:rPr>
            </w:pPr>
            <w:r>
              <w:rPr>
                <w:snapToGrid w:val="0"/>
                <w:sz w:val="16"/>
                <w:szCs w:val="16"/>
              </w:rPr>
              <w:t>16.0.0</w:t>
            </w:r>
          </w:p>
        </w:tc>
      </w:tr>
      <w:tr w:rsidR="00D01C7B" w:rsidRPr="006B0D02" w14:paraId="418A56E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ECC10B" w14:textId="77777777" w:rsidR="00D01C7B" w:rsidRDefault="00D01C7B" w:rsidP="00FB025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BB69DA9" w14:textId="77777777" w:rsidR="00D01C7B" w:rsidRDefault="00D01C7B" w:rsidP="00FB025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7CB2DFE" w14:textId="77777777" w:rsidR="00D01C7B" w:rsidRDefault="00D01C7B" w:rsidP="00FB0254">
            <w:pPr>
              <w:spacing w:after="0"/>
              <w:jc w:val="center"/>
              <w:rPr>
                <w:rFonts w:ascii="Arial" w:hAnsi="Arial" w:cs="Arial"/>
                <w:sz w:val="16"/>
                <w:szCs w:val="16"/>
              </w:rPr>
            </w:pPr>
            <w:r>
              <w:rPr>
                <w:rFonts w:ascii="Arial" w:hAnsi="Arial" w:cs="Arial"/>
                <w:sz w:val="16"/>
                <w:szCs w:val="16"/>
              </w:rPr>
              <w:t>RP-200201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8B03BB2" w14:textId="77777777" w:rsidR="00D01C7B" w:rsidRDefault="00D01C7B" w:rsidP="00FB0254">
            <w:pPr>
              <w:spacing w:after="0"/>
              <w:jc w:val="center"/>
              <w:rPr>
                <w:rFonts w:ascii="Arial" w:hAnsi="Arial" w:cs="Arial"/>
                <w:sz w:val="16"/>
                <w:szCs w:val="16"/>
              </w:rPr>
            </w:pPr>
            <w:r>
              <w:rPr>
                <w:rFonts w:ascii="Arial" w:hAnsi="Arial" w:cs="Arial"/>
                <w:sz w:val="16"/>
                <w:szCs w:val="16"/>
              </w:rPr>
              <w:t>1303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BEEEE02" w14:textId="77777777" w:rsidR="00D01C7B" w:rsidRDefault="00D01C7B"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2DB478" w14:textId="77777777" w:rsidR="00D01C7B" w:rsidRDefault="00D01C7B" w:rsidP="00FB025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C712F3E" w14:textId="77777777" w:rsidR="00D01C7B" w:rsidRPr="00AC5BF9" w:rsidRDefault="00D01C7B" w:rsidP="00FB0254">
            <w:pPr>
              <w:rPr>
                <w:rFonts w:ascii="Arial" w:hAnsi="Arial" w:cs="Arial"/>
                <w:sz w:val="16"/>
                <w:szCs w:val="16"/>
              </w:rPr>
            </w:pPr>
            <w:r w:rsidRPr="00AC5BF9">
              <w:rPr>
                <w:rFonts w:ascii="Arial" w:hAnsi="Arial" w:cs="Arial"/>
                <w:sz w:val="16"/>
                <w:szCs w:val="16"/>
              </w:rPr>
              <w:t>Correction on priority value in LTE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2E3A96" w14:textId="77777777" w:rsidR="00D01C7B" w:rsidRDefault="00D01C7B" w:rsidP="00FB0254">
            <w:pPr>
              <w:pStyle w:val="TAC"/>
              <w:jc w:val="left"/>
              <w:rPr>
                <w:snapToGrid w:val="0"/>
                <w:sz w:val="16"/>
                <w:szCs w:val="16"/>
              </w:rPr>
            </w:pPr>
            <w:r>
              <w:rPr>
                <w:snapToGrid w:val="0"/>
                <w:sz w:val="16"/>
                <w:szCs w:val="16"/>
              </w:rPr>
              <w:t>16.1.0</w:t>
            </w:r>
          </w:p>
        </w:tc>
      </w:tr>
      <w:tr w:rsidR="002144A3" w:rsidRPr="006B0D02" w14:paraId="0E11FA6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347730" w14:textId="77777777" w:rsidR="002144A3" w:rsidRDefault="002144A3"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ECD7123" w14:textId="77777777" w:rsidR="002144A3" w:rsidRDefault="002144A3"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A7A1990" w14:textId="77777777" w:rsidR="002144A3" w:rsidRDefault="002144A3" w:rsidP="000D5524">
            <w:pPr>
              <w:spacing w:after="0"/>
              <w:jc w:val="center"/>
              <w:rPr>
                <w:rFonts w:ascii="Arial" w:hAnsi="Arial" w:cs="Arial"/>
                <w:sz w:val="16"/>
                <w:szCs w:val="16"/>
              </w:rPr>
            </w:pPr>
            <w:r>
              <w:rPr>
                <w:rFonts w:ascii="Arial" w:hAnsi="Arial" w:cs="Arial"/>
                <w:sz w:val="16"/>
                <w:szCs w:val="16"/>
              </w:rPr>
              <w:t>RP-200179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9339EF3" w14:textId="77777777" w:rsidR="002144A3" w:rsidRDefault="002144A3" w:rsidP="000D5524">
            <w:pPr>
              <w:spacing w:after="0"/>
              <w:jc w:val="center"/>
              <w:rPr>
                <w:rFonts w:ascii="Arial" w:hAnsi="Arial" w:cs="Arial"/>
                <w:sz w:val="16"/>
                <w:szCs w:val="16"/>
              </w:rPr>
            </w:pPr>
            <w:r>
              <w:rPr>
                <w:rFonts w:ascii="Arial" w:hAnsi="Arial" w:cs="Arial"/>
                <w:sz w:val="16"/>
                <w:szCs w:val="16"/>
              </w:rPr>
              <w:t>1306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C65B0DB" w14:textId="77777777" w:rsidR="002144A3" w:rsidRDefault="002144A3"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3EC6EE" w14:textId="77777777" w:rsidR="002144A3" w:rsidRDefault="002144A3"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7627E96" w14:textId="77777777" w:rsidR="002144A3" w:rsidRPr="009032CE" w:rsidRDefault="002144A3" w:rsidP="000D5524">
            <w:pPr>
              <w:rPr>
                <w:rFonts w:ascii="Arial" w:hAnsi="Arial" w:cs="Arial"/>
                <w:sz w:val="16"/>
                <w:szCs w:val="16"/>
              </w:rPr>
            </w:pPr>
            <w:r w:rsidRPr="002144A3">
              <w:rPr>
                <w:rFonts w:ascii="Arial" w:hAnsi="Arial" w:cs="Arial"/>
                <w:sz w:val="16"/>
                <w:szCs w:val="16"/>
              </w:rPr>
              <w:t xml:space="preserve">Corrections on the indication value for the transport blocks in a bundle for HD-FDD </w:t>
            </w:r>
            <w:proofErr w:type="spellStart"/>
            <w:r w:rsidRPr="002144A3">
              <w:rPr>
                <w:rFonts w:ascii="Arial" w:hAnsi="Arial" w:cs="Arial"/>
                <w:sz w:val="16"/>
                <w:szCs w:val="16"/>
              </w:rPr>
              <w:t>eMTC</w:t>
            </w:r>
            <w:proofErr w:type="spellEnd"/>
            <w:r w:rsidRPr="002144A3">
              <w:rPr>
                <w:rFonts w:ascii="Arial" w:hAnsi="Arial" w:cs="Arial"/>
                <w:sz w:val="16"/>
                <w:szCs w:val="16"/>
              </w:rPr>
              <w:t xml:space="preserv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9F306F" w14:textId="77777777" w:rsidR="002144A3" w:rsidRDefault="002144A3" w:rsidP="000D5524">
            <w:pPr>
              <w:pStyle w:val="TAC"/>
              <w:jc w:val="left"/>
              <w:rPr>
                <w:snapToGrid w:val="0"/>
                <w:sz w:val="16"/>
                <w:szCs w:val="16"/>
              </w:rPr>
            </w:pPr>
            <w:r>
              <w:rPr>
                <w:snapToGrid w:val="0"/>
                <w:sz w:val="16"/>
                <w:szCs w:val="16"/>
              </w:rPr>
              <w:t>16.1.0</w:t>
            </w:r>
          </w:p>
        </w:tc>
      </w:tr>
      <w:tr w:rsidR="00ED54DA" w:rsidRPr="006B0D02" w14:paraId="3C90EA1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C0006E" w14:textId="77777777" w:rsidR="00ED54DA" w:rsidRDefault="00ED54DA"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ADD72F2" w14:textId="77777777" w:rsidR="00ED54DA" w:rsidRDefault="00ED54DA"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C8F98D7" w14:textId="77777777" w:rsidR="00ED54DA" w:rsidRDefault="00ED54DA" w:rsidP="000D5524">
            <w:pPr>
              <w:spacing w:after="0"/>
              <w:jc w:val="center"/>
              <w:rPr>
                <w:rFonts w:ascii="Arial" w:hAnsi="Arial" w:cs="Arial"/>
                <w:sz w:val="16"/>
                <w:szCs w:val="16"/>
              </w:rPr>
            </w:pPr>
            <w:r>
              <w:rPr>
                <w:rFonts w:ascii="Arial" w:hAnsi="Arial" w:cs="Arial"/>
                <w:sz w:val="16"/>
                <w:szCs w:val="16"/>
              </w:rPr>
              <w:t>RP-200182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BE72B60" w14:textId="77777777" w:rsidR="00ED54DA" w:rsidRDefault="00ED54DA" w:rsidP="000D5524">
            <w:pPr>
              <w:spacing w:after="0"/>
              <w:jc w:val="center"/>
              <w:rPr>
                <w:rFonts w:ascii="Arial" w:hAnsi="Arial" w:cs="Arial"/>
                <w:sz w:val="16"/>
                <w:szCs w:val="16"/>
              </w:rPr>
            </w:pPr>
            <w:r>
              <w:rPr>
                <w:rFonts w:ascii="Arial" w:hAnsi="Arial" w:cs="Arial"/>
                <w:sz w:val="16"/>
                <w:szCs w:val="16"/>
              </w:rPr>
              <w:t>1307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E77CF59" w14:textId="77777777" w:rsidR="00ED54DA" w:rsidRDefault="00ED54DA"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5A827D" w14:textId="77777777" w:rsidR="00ED54DA" w:rsidRDefault="00ED54DA"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C4CEAAD" w14:textId="77777777" w:rsidR="00ED54DA" w:rsidRPr="009032CE" w:rsidRDefault="00ED54DA" w:rsidP="000D5524">
            <w:pPr>
              <w:rPr>
                <w:rFonts w:ascii="Arial" w:hAnsi="Arial" w:cs="Arial"/>
                <w:sz w:val="16"/>
                <w:szCs w:val="16"/>
              </w:rPr>
            </w:pPr>
            <w:r w:rsidRPr="00ED54DA">
              <w:rPr>
                <w:rFonts w:ascii="Arial" w:hAnsi="Arial" w:cs="Arial"/>
                <w:sz w:val="16"/>
                <w:szCs w:val="16"/>
              </w:rPr>
              <w:t>Correction on Msg3 NPUSCH for NB-IoT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D3AC96" w14:textId="77777777" w:rsidR="00ED54DA" w:rsidRDefault="00ED54DA" w:rsidP="000D5524">
            <w:pPr>
              <w:pStyle w:val="TAC"/>
              <w:jc w:val="left"/>
              <w:rPr>
                <w:snapToGrid w:val="0"/>
                <w:sz w:val="16"/>
                <w:szCs w:val="16"/>
              </w:rPr>
            </w:pPr>
            <w:r>
              <w:rPr>
                <w:snapToGrid w:val="0"/>
                <w:sz w:val="16"/>
                <w:szCs w:val="16"/>
              </w:rPr>
              <w:t>16.1.0</w:t>
            </w:r>
          </w:p>
        </w:tc>
      </w:tr>
      <w:tr w:rsidR="007058F5" w:rsidRPr="006B0D02" w14:paraId="27F17FB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71F224" w14:textId="77777777" w:rsidR="007058F5" w:rsidRDefault="007058F5"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4630AE0" w14:textId="77777777" w:rsidR="007058F5" w:rsidRDefault="007058F5"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6A4E4E7" w14:textId="77777777" w:rsidR="007058F5" w:rsidRDefault="007058F5" w:rsidP="000D5524">
            <w:pPr>
              <w:spacing w:after="0"/>
              <w:jc w:val="center"/>
              <w:rPr>
                <w:rFonts w:ascii="Arial" w:hAnsi="Arial" w:cs="Arial"/>
                <w:sz w:val="16"/>
                <w:szCs w:val="16"/>
              </w:rPr>
            </w:pPr>
            <w:r>
              <w:rPr>
                <w:rFonts w:ascii="Arial" w:hAnsi="Arial" w:cs="Arial"/>
                <w:sz w:val="16"/>
                <w:szCs w:val="16"/>
              </w:rPr>
              <w:t>RP-200180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EEE4E3A" w14:textId="77777777" w:rsidR="007058F5" w:rsidRDefault="007058F5" w:rsidP="000D5524">
            <w:pPr>
              <w:spacing w:after="0"/>
              <w:jc w:val="center"/>
              <w:rPr>
                <w:rFonts w:ascii="Arial" w:hAnsi="Arial" w:cs="Arial"/>
                <w:sz w:val="16"/>
                <w:szCs w:val="16"/>
              </w:rPr>
            </w:pPr>
            <w:r>
              <w:rPr>
                <w:rFonts w:ascii="Arial" w:hAnsi="Arial" w:cs="Arial"/>
                <w:sz w:val="16"/>
                <w:szCs w:val="16"/>
              </w:rPr>
              <w:t>1311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73BFEE1" w14:textId="77777777" w:rsidR="007058F5" w:rsidRDefault="007058F5"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ADE8A9" w14:textId="77777777" w:rsidR="007058F5" w:rsidRDefault="007058F5"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1C37CF4" w14:textId="77777777" w:rsidR="007058F5" w:rsidRPr="009032CE" w:rsidRDefault="007058F5" w:rsidP="000D5524">
            <w:pPr>
              <w:rPr>
                <w:rFonts w:ascii="Arial" w:hAnsi="Arial" w:cs="Arial"/>
                <w:sz w:val="16"/>
                <w:szCs w:val="16"/>
              </w:rPr>
            </w:pPr>
            <w:r w:rsidRPr="007058F5">
              <w:rPr>
                <w:rFonts w:ascii="Arial" w:hAnsi="Arial" w:cs="Arial"/>
                <w:sz w:val="16"/>
                <w:szCs w:val="16"/>
              </w:rPr>
              <w:t>Clarification on MPDCCH monitoring during UL gaps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9D6325" w14:textId="77777777" w:rsidR="007058F5" w:rsidRDefault="007058F5" w:rsidP="000D5524">
            <w:pPr>
              <w:pStyle w:val="TAC"/>
              <w:jc w:val="left"/>
              <w:rPr>
                <w:snapToGrid w:val="0"/>
                <w:sz w:val="16"/>
                <w:szCs w:val="16"/>
              </w:rPr>
            </w:pPr>
            <w:r>
              <w:rPr>
                <w:snapToGrid w:val="0"/>
                <w:sz w:val="16"/>
                <w:szCs w:val="16"/>
              </w:rPr>
              <w:t>16.1.0</w:t>
            </w:r>
          </w:p>
        </w:tc>
      </w:tr>
      <w:tr w:rsidR="00333F2B" w:rsidRPr="006B0D02" w14:paraId="6A2450E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BDAAA7" w14:textId="77777777" w:rsidR="00333F2B" w:rsidRDefault="00333F2B"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548CFB0" w14:textId="77777777" w:rsidR="00333F2B" w:rsidRDefault="00333F2B"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5547911" w14:textId="77777777" w:rsidR="00333F2B" w:rsidRDefault="00333F2B" w:rsidP="000D5524">
            <w:pPr>
              <w:spacing w:after="0"/>
              <w:jc w:val="center"/>
              <w:rPr>
                <w:rFonts w:ascii="Arial" w:hAnsi="Arial" w:cs="Arial"/>
                <w:sz w:val="16"/>
                <w:szCs w:val="16"/>
              </w:rPr>
            </w:pPr>
            <w:r>
              <w:rPr>
                <w:rFonts w:ascii="Arial" w:hAnsi="Arial" w:cs="Arial"/>
                <w:sz w:val="16"/>
                <w:szCs w:val="16"/>
              </w:rPr>
              <w:t>RP-200196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B54AC2" w14:textId="77777777" w:rsidR="00333F2B" w:rsidRDefault="00333F2B" w:rsidP="000D5524">
            <w:pPr>
              <w:spacing w:after="0"/>
              <w:jc w:val="center"/>
              <w:rPr>
                <w:rFonts w:ascii="Arial" w:hAnsi="Arial" w:cs="Arial"/>
                <w:sz w:val="16"/>
                <w:szCs w:val="16"/>
              </w:rPr>
            </w:pPr>
            <w:r>
              <w:rPr>
                <w:rFonts w:ascii="Arial" w:hAnsi="Arial" w:cs="Arial"/>
                <w:sz w:val="16"/>
                <w:szCs w:val="16"/>
              </w:rPr>
              <w:t>1312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A01B630" w14:textId="77777777" w:rsidR="00333F2B" w:rsidRDefault="00333F2B"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B734BD" w14:textId="77777777" w:rsidR="00333F2B" w:rsidRDefault="00333F2B"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56F26AF" w14:textId="77777777" w:rsidR="00333F2B" w:rsidRPr="009032CE" w:rsidRDefault="00333F2B" w:rsidP="000D5524">
            <w:pPr>
              <w:rPr>
                <w:rFonts w:ascii="Arial" w:hAnsi="Arial" w:cs="Arial"/>
                <w:sz w:val="16"/>
                <w:szCs w:val="16"/>
              </w:rPr>
            </w:pPr>
            <w:r w:rsidRPr="00333F2B">
              <w:rPr>
                <w:rFonts w:ascii="Arial" w:hAnsi="Arial" w:cs="Arial"/>
                <w:sz w:val="16"/>
                <w:szCs w:val="16"/>
              </w:rPr>
              <w:t>Corrections to Additional MTC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2BA9F8" w14:textId="77777777" w:rsidR="00333F2B" w:rsidRDefault="00333F2B" w:rsidP="000D5524">
            <w:pPr>
              <w:pStyle w:val="TAC"/>
              <w:jc w:val="left"/>
              <w:rPr>
                <w:snapToGrid w:val="0"/>
                <w:sz w:val="16"/>
                <w:szCs w:val="16"/>
              </w:rPr>
            </w:pPr>
            <w:r>
              <w:rPr>
                <w:snapToGrid w:val="0"/>
                <w:sz w:val="16"/>
                <w:szCs w:val="16"/>
              </w:rPr>
              <w:t>16.1.0</w:t>
            </w:r>
          </w:p>
        </w:tc>
      </w:tr>
      <w:tr w:rsidR="00394F5F" w:rsidRPr="006B0D02" w14:paraId="161D14E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3FB403" w14:textId="77777777" w:rsidR="00394F5F" w:rsidRDefault="00394F5F"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E99CA0" w14:textId="77777777" w:rsidR="00394F5F" w:rsidRDefault="00394F5F"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92A6F2E" w14:textId="77777777" w:rsidR="00394F5F" w:rsidRDefault="00394F5F" w:rsidP="000D5524">
            <w:pPr>
              <w:spacing w:after="0"/>
              <w:jc w:val="center"/>
              <w:rPr>
                <w:rFonts w:ascii="Arial" w:hAnsi="Arial" w:cs="Arial"/>
                <w:sz w:val="16"/>
                <w:szCs w:val="16"/>
              </w:rPr>
            </w:pPr>
            <w:r>
              <w:rPr>
                <w:rFonts w:ascii="Arial" w:hAnsi="Arial" w:cs="Arial"/>
                <w:sz w:val="16"/>
                <w:szCs w:val="16"/>
              </w:rPr>
              <w:t>RP-20019</w:t>
            </w:r>
            <w:r w:rsidR="007638CF">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BF81560" w14:textId="77777777" w:rsidR="00394F5F" w:rsidRDefault="00394F5F" w:rsidP="000D5524">
            <w:pPr>
              <w:spacing w:after="0"/>
              <w:jc w:val="center"/>
              <w:rPr>
                <w:rFonts w:ascii="Arial" w:hAnsi="Arial" w:cs="Arial"/>
                <w:sz w:val="16"/>
                <w:szCs w:val="16"/>
              </w:rPr>
            </w:pPr>
            <w:r>
              <w:rPr>
                <w:rFonts w:ascii="Arial" w:hAnsi="Arial" w:cs="Arial"/>
                <w:sz w:val="16"/>
                <w:szCs w:val="16"/>
              </w:rPr>
              <w:t>131</w:t>
            </w:r>
            <w:r w:rsidR="007638CF">
              <w:rPr>
                <w:rFonts w:ascii="Arial" w:hAnsi="Arial" w:cs="Arial"/>
                <w:sz w:val="16"/>
                <w:szCs w:val="16"/>
              </w:rPr>
              <w:t>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758B94D" w14:textId="77777777" w:rsidR="00394F5F" w:rsidRDefault="00394F5F"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C98601" w14:textId="77777777" w:rsidR="00394F5F" w:rsidRDefault="00394F5F"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B26B5B1" w14:textId="77777777" w:rsidR="00394F5F" w:rsidRPr="009032CE" w:rsidRDefault="007638CF" w:rsidP="000D5524">
            <w:pPr>
              <w:rPr>
                <w:rFonts w:ascii="Arial" w:hAnsi="Arial" w:cs="Arial"/>
                <w:sz w:val="16"/>
                <w:szCs w:val="16"/>
              </w:rPr>
            </w:pPr>
            <w:r w:rsidRPr="007638CF">
              <w:rPr>
                <w:rFonts w:ascii="Arial" w:hAnsi="Arial" w:cs="Arial"/>
                <w:sz w:val="16"/>
                <w:szCs w:val="16"/>
              </w:rPr>
              <w:t>Corrections to Additional enhancements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1545A1" w14:textId="77777777" w:rsidR="00394F5F" w:rsidRDefault="00394F5F" w:rsidP="000D5524">
            <w:pPr>
              <w:pStyle w:val="TAC"/>
              <w:jc w:val="left"/>
              <w:rPr>
                <w:snapToGrid w:val="0"/>
                <w:sz w:val="16"/>
                <w:szCs w:val="16"/>
              </w:rPr>
            </w:pPr>
            <w:r>
              <w:rPr>
                <w:snapToGrid w:val="0"/>
                <w:sz w:val="16"/>
                <w:szCs w:val="16"/>
              </w:rPr>
              <w:t>16.1.0</w:t>
            </w:r>
          </w:p>
        </w:tc>
      </w:tr>
      <w:tr w:rsidR="00D4339D" w:rsidRPr="006B0D02" w14:paraId="519DB9B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B856A2" w14:textId="77777777" w:rsidR="00D4339D" w:rsidRDefault="00D4339D"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EE067D5" w14:textId="77777777" w:rsidR="00D4339D" w:rsidRDefault="00D4339D"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FC2E45" w14:textId="77777777" w:rsidR="00D4339D" w:rsidRDefault="00D4339D" w:rsidP="000D5524">
            <w:pPr>
              <w:spacing w:after="0"/>
              <w:jc w:val="center"/>
              <w:rPr>
                <w:rFonts w:ascii="Arial" w:hAnsi="Arial" w:cs="Arial"/>
                <w:sz w:val="16"/>
                <w:szCs w:val="16"/>
              </w:rPr>
            </w:pPr>
            <w:r>
              <w:rPr>
                <w:rFonts w:ascii="Arial" w:hAnsi="Arial" w:cs="Arial"/>
                <w:sz w:val="16"/>
                <w:szCs w:val="16"/>
              </w:rPr>
              <w:t>RP-200194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287E961" w14:textId="77777777" w:rsidR="00D4339D" w:rsidRDefault="00D4339D" w:rsidP="000D5524">
            <w:pPr>
              <w:spacing w:after="0"/>
              <w:jc w:val="center"/>
              <w:rPr>
                <w:rFonts w:ascii="Arial" w:hAnsi="Arial" w:cs="Arial"/>
                <w:sz w:val="16"/>
                <w:szCs w:val="16"/>
              </w:rPr>
            </w:pPr>
            <w:r>
              <w:rPr>
                <w:rFonts w:ascii="Arial" w:hAnsi="Arial" w:cs="Arial"/>
                <w:sz w:val="16"/>
                <w:szCs w:val="16"/>
              </w:rPr>
              <w:t>1314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310FFAF" w14:textId="77777777" w:rsidR="00D4339D" w:rsidRDefault="00D4339D"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2DC76C" w14:textId="77777777" w:rsidR="00D4339D" w:rsidRDefault="00D4339D"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D4854D2" w14:textId="77777777" w:rsidR="00D4339D" w:rsidRPr="009032CE" w:rsidRDefault="00D4339D" w:rsidP="000D5524">
            <w:pPr>
              <w:rPr>
                <w:rFonts w:ascii="Arial" w:hAnsi="Arial" w:cs="Arial"/>
                <w:sz w:val="16"/>
                <w:szCs w:val="16"/>
              </w:rPr>
            </w:pPr>
            <w:r w:rsidRPr="00D4339D">
              <w:rPr>
                <w:rFonts w:ascii="Arial" w:hAnsi="Arial" w:cs="Arial"/>
                <w:sz w:val="16"/>
                <w:szCs w:val="16"/>
              </w:rPr>
              <w:t>Corrections to single Tx switched uplink solution for EN-DC feature of Rel-16 MR DC/CA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EAED47" w14:textId="77777777" w:rsidR="00D4339D" w:rsidRDefault="00D4339D" w:rsidP="000D5524">
            <w:pPr>
              <w:pStyle w:val="TAC"/>
              <w:jc w:val="left"/>
              <w:rPr>
                <w:snapToGrid w:val="0"/>
                <w:sz w:val="16"/>
                <w:szCs w:val="16"/>
              </w:rPr>
            </w:pPr>
            <w:r>
              <w:rPr>
                <w:snapToGrid w:val="0"/>
                <w:sz w:val="16"/>
                <w:szCs w:val="16"/>
              </w:rPr>
              <w:t>16.1.0</w:t>
            </w:r>
          </w:p>
        </w:tc>
      </w:tr>
      <w:tr w:rsidR="003D57C5" w:rsidRPr="006B0D02" w14:paraId="4425C61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E9DA13" w14:textId="77777777" w:rsidR="003D57C5" w:rsidRDefault="003D57C5" w:rsidP="000D5524">
            <w:pPr>
              <w:pStyle w:val="TAC"/>
              <w:rPr>
                <w:sz w:val="16"/>
                <w:szCs w:val="16"/>
              </w:rPr>
            </w:pPr>
            <w:r>
              <w:rPr>
                <w:sz w:val="16"/>
                <w:szCs w:val="16"/>
              </w:rPr>
              <w:t>2020-03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85FE0C5" w14:textId="77777777" w:rsidR="003D57C5" w:rsidRDefault="003D57C5" w:rsidP="000D5524">
            <w:pPr>
              <w:pStyle w:val="TAC"/>
              <w:rPr>
                <w:sz w:val="16"/>
                <w:szCs w:val="16"/>
              </w:rPr>
            </w:pPr>
            <w:r>
              <w:rPr>
                <w:sz w:val="16"/>
                <w:szCs w:val="16"/>
              </w:rPr>
              <w:t>RAN#87-e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3EC58D" w14:textId="77777777" w:rsidR="003D57C5" w:rsidRDefault="003D57C5" w:rsidP="000D5524">
            <w:pPr>
              <w:spacing w:after="0"/>
              <w:jc w:val="center"/>
              <w:rPr>
                <w:rFonts w:ascii="Arial" w:hAnsi="Arial" w:cs="Arial"/>
                <w:sz w:val="16"/>
                <w:szCs w:val="16"/>
              </w:rPr>
            </w:pPr>
            <w:r>
              <w:rPr>
                <w:rFonts w:ascii="Arial" w:hAnsi="Arial" w:cs="Arial"/>
                <w:sz w:val="16"/>
                <w:szCs w:val="16"/>
              </w:rPr>
              <w:t>RP-200198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02D7FDA" w14:textId="77777777" w:rsidR="003D57C5" w:rsidRDefault="003D57C5" w:rsidP="000D5524">
            <w:pPr>
              <w:spacing w:after="0"/>
              <w:jc w:val="center"/>
              <w:rPr>
                <w:rFonts w:ascii="Arial" w:hAnsi="Arial" w:cs="Arial"/>
                <w:sz w:val="16"/>
                <w:szCs w:val="16"/>
              </w:rPr>
            </w:pPr>
            <w:r>
              <w:rPr>
                <w:rFonts w:ascii="Arial" w:hAnsi="Arial" w:cs="Arial"/>
                <w:sz w:val="16"/>
                <w:szCs w:val="16"/>
              </w:rPr>
              <w:t>1315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C8E8891" w14:textId="77777777" w:rsidR="003D57C5" w:rsidRDefault="003D57C5"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19E942" w14:textId="77777777" w:rsidR="003D57C5" w:rsidRDefault="003D57C5"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41666DD" w14:textId="77777777" w:rsidR="003D57C5" w:rsidRPr="009032CE" w:rsidRDefault="003D57C5" w:rsidP="000D5524">
            <w:pPr>
              <w:rPr>
                <w:rFonts w:ascii="Arial" w:hAnsi="Arial" w:cs="Arial"/>
                <w:sz w:val="16"/>
                <w:szCs w:val="16"/>
              </w:rPr>
            </w:pPr>
            <w:r w:rsidRPr="003D57C5">
              <w:rPr>
                <w:rFonts w:ascii="Arial" w:hAnsi="Arial" w:cs="Arial"/>
                <w:sz w:val="16"/>
                <w:szCs w:val="16"/>
              </w:rPr>
              <w:t>Corrections to DL MIMO efficiency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74F69E" w14:textId="77777777" w:rsidR="003D57C5" w:rsidRDefault="003D57C5" w:rsidP="000D5524">
            <w:pPr>
              <w:pStyle w:val="TAC"/>
              <w:jc w:val="left"/>
              <w:rPr>
                <w:snapToGrid w:val="0"/>
                <w:sz w:val="16"/>
                <w:szCs w:val="16"/>
              </w:rPr>
            </w:pPr>
            <w:r>
              <w:rPr>
                <w:snapToGrid w:val="0"/>
                <w:sz w:val="16"/>
                <w:szCs w:val="16"/>
              </w:rPr>
              <w:t>16.1.0</w:t>
            </w:r>
          </w:p>
        </w:tc>
      </w:tr>
      <w:tr w:rsidR="008178E1" w:rsidRPr="006B0D02" w14:paraId="0702F5D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2C5CA1" w14:textId="77777777" w:rsidR="008178E1" w:rsidRDefault="008178E1"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8EA8040" w14:textId="77777777" w:rsidR="008178E1" w:rsidRDefault="008178E1"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7470984" w14:textId="77777777" w:rsidR="008178E1" w:rsidRDefault="008178E1" w:rsidP="000D5524">
            <w:pPr>
              <w:spacing w:after="0"/>
              <w:jc w:val="center"/>
              <w:rPr>
                <w:rFonts w:ascii="Arial" w:hAnsi="Arial" w:cs="Arial"/>
                <w:sz w:val="16"/>
                <w:szCs w:val="16"/>
              </w:rPr>
            </w:pPr>
            <w:r>
              <w:rPr>
                <w:rFonts w:ascii="Arial" w:hAnsi="Arial" w:cs="Arial"/>
                <w:sz w:val="16"/>
                <w:szCs w:val="16"/>
              </w:rPr>
              <w:t>RP-200683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B44E6DE" w14:textId="77777777" w:rsidR="008178E1" w:rsidRDefault="008178E1" w:rsidP="000D5524">
            <w:pPr>
              <w:spacing w:after="0"/>
              <w:jc w:val="center"/>
              <w:rPr>
                <w:rFonts w:ascii="Arial" w:hAnsi="Arial" w:cs="Arial"/>
                <w:sz w:val="16"/>
                <w:szCs w:val="16"/>
              </w:rPr>
            </w:pPr>
            <w:r>
              <w:rPr>
                <w:rFonts w:ascii="Arial" w:hAnsi="Arial" w:cs="Arial"/>
                <w:sz w:val="16"/>
                <w:szCs w:val="16"/>
              </w:rPr>
              <w:t>1319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D59AB4A" w14:textId="77777777" w:rsidR="008178E1" w:rsidRDefault="008178E1"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D0B26" w14:textId="77777777" w:rsidR="008178E1" w:rsidRDefault="008178E1"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371A5C5" w14:textId="77777777" w:rsidR="008178E1" w:rsidRPr="009032CE" w:rsidRDefault="008178E1" w:rsidP="000D5524">
            <w:pPr>
              <w:rPr>
                <w:rFonts w:ascii="Arial" w:hAnsi="Arial" w:cs="Arial"/>
                <w:sz w:val="16"/>
                <w:szCs w:val="16"/>
              </w:rPr>
            </w:pPr>
            <w:r w:rsidRPr="008178E1">
              <w:rPr>
                <w:rFonts w:ascii="Arial" w:hAnsi="Arial" w:cs="Arial"/>
                <w:sz w:val="16"/>
                <w:szCs w:val="16"/>
              </w:rPr>
              <w:t>Correction on PUSCH and PDSCH scheduling with CSS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F13ECD" w14:textId="77777777" w:rsidR="008178E1" w:rsidRDefault="008178E1" w:rsidP="000D5524">
            <w:pPr>
              <w:pStyle w:val="TAC"/>
              <w:jc w:val="left"/>
              <w:rPr>
                <w:snapToGrid w:val="0"/>
                <w:sz w:val="16"/>
                <w:szCs w:val="16"/>
              </w:rPr>
            </w:pPr>
            <w:r>
              <w:rPr>
                <w:snapToGrid w:val="0"/>
                <w:sz w:val="16"/>
                <w:szCs w:val="16"/>
              </w:rPr>
              <w:t>16.2.0</w:t>
            </w:r>
          </w:p>
        </w:tc>
      </w:tr>
      <w:tr w:rsidR="00B44714" w:rsidRPr="006B0D02" w14:paraId="198D492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9E423A" w14:textId="77777777" w:rsidR="00B44714" w:rsidRDefault="00B44714"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D5F6DFC" w14:textId="77777777" w:rsidR="00B44714" w:rsidRDefault="00B44714"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10B17E4" w14:textId="77777777" w:rsidR="00B44714" w:rsidRDefault="00B44714" w:rsidP="000D5524">
            <w:pPr>
              <w:spacing w:after="0"/>
              <w:jc w:val="center"/>
              <w:rPr>
                <w:rFonts w:ascii="Arial" w:hAnsi="Arial" w:cs="Arial"/>
                <w:sz w:val="16"/>
                <w:szCs w:val="16"/>
              </w:rPr>
            </w:pPr>
            <w:r>
              <w:rPr>
                <w:rFonts w:ascii="Arial" w:hAnsi="Arial" w:cs="Arial"/>
                <w:sz w:val="16"/>
                <w:szCs w:val="16"/>
              </w:rPr>
              <w:t>RP-200682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1A05A45" w14:textId="77777777" w:rsidR="00B44714" w:rsidRDefault="00B44714" w:rsidP="000D5524">
            <w:pPr>
              <w:spacing w:after="0"/>
              <w:jc w:val="center"/>
              <w:rPr>
                <w:rFonts w:ascii="Arial" w:hAnsi="Arial" w:cs="Arial"/>
                <w:sz w:val="16"/>
                <w:szCs w:val="16"/>
              </w:rPr>
            </w:pPr>
            <w:r>
              <w:rPr>
                <w:rFonts w:ascii="Arial" w:hAnsi="Arial" w:cs="Arial"/>
                <w:sz w:val="16"/>
                <w:szCs w:val="16"/>
              </w:rPr>
              <w:t>1321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FB3FE1A" w14:textId="77777777" w:rsidR="00B44714" w:rsidRDefault="00B44714"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282103" w14:textId="77777777" w:rsidR="00B44714" w:rsidRDefault="00B44714"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9872356" w14:textId="77777777" w:rsidR="00B44714" w:rsidRPr="009032CE" w:rsidRDefault="00B44714" w:rsidP="000D5524">
            <w:pPr>
              <w:rPr>
                <w:rFonts w:ascii="Arial" w:hAnsi="Arial" w:cs="Arial"/>
                <w:sz w:val="16"/>
                <w:szCs w:val="16"/>
              </w:rPr>
            </w:pPr>
            <w:r w:rsidRPr="00B44714">
              <w:rPr>
                <w:rFonts w:ascii="Arial" w:hAnsi="Arial" w:cs="Arial"/>
                <w:sz w:val="16"/>
                <w:szCs w:val="16"/>
              </w:rPr>
              <w:t>Clarification on set of values for HARQ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63A3BC" w14:textId="77777777" w:rsidR="00B44714" w:rsidRDefault="00B44714" w:rsidP="000D5524">
            <w:pPr>
              <w:pStyle w:val="TAC"/>
              <w:jc w:val="left"/>
              <w:rPr>
                <w:snapToGrid w:val="0"/>
                <w:sz w:val="16"/>
                <w:szCs w:val="16"/>
              </w:rPr>
            </w:pPr>
            <w:r>
              <w:rPr>
                <w:snapToGrid w:val="0"/>
                <w:sz w:val="16"/>
                <w:szCs w:val="16"/>
              </w:rPr>
              <w:t>16.2.0</w:t>
            </w:r>
          </w:p>
        </w:tc>
      </w:tr>
      <w:tr w:rsidR="00F235A6" w:rsidRPr="006B0D02" w14:paraId="2861D8A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3B24B1" w14:textId="77777777" w:rsidR="00F235A6" w:rsidRDefault="00F235A6"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3FB92DC" w14:textId="77777777" w:rsidR="00F235A6" w:rsidRDefault="00F235A6"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53DE5BA" w14:textId="77777777" w:rsidR="00F235A6" w:rsidRDefault="00F235A6" w:rsidP="000D5524">
            <w:pPr>
              <w:spacing w:after="0"/>
              <w:jc w:val="center"/>
              <w:rPr>
                <w:rFonts w:ascii="Arial" w:hAnsi="Arial" w:cs="Arial"/>
                <w:sz w:val="16"/>
                <w:szCs w:val="16"/>
              </w:rPr>
            </w:pPr>
            <w:r>
              <w:rPr>
                <w:rFonts w:ascii="Arial" w:hAnsi="Arial" w:cs="Arial"/>
                <w:sz w:val="16"/>
                <w:szCs w:val="16"/>
              </w:rPr>
              <w:t>RP-200682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2A2E84F" w14:textId="77777777" w:rsidR="00F235A6" w:rsidRDefault="00F235A6" w:rsidP="000D5524">
            <w:pPr>
              <w:spacing w:after="0"/>
              <w:jc w:val="center"/>
              <w:rPr>
                <w:rFonts w:ascii="Arial" w:hAnsi="Arial" w:cs="Arial"/>
                <w:sz w:val="16"/>
                <w:szCs w:val="16"/>
              </w:rPr>
            </w:pPr>
            <w:r>
              <w:rPr>
                <w:rFonts w:ascii="Arial" w:hAnsi="Arial" w:cs="Arial"/>
                <w:sz w:val="16"/>
                <w:szCs w:val="16"/>
              </w:rPr>
              <w:t>1323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EB7136F" w14:textId="77777777" w:rsidR="00F235A6" w:rsidRDefault="00F235A6"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718988" w14:textId="77777777" w:rsidR="00F235A6" w:rsidRDefault="00F235A6"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EB5D1CB" w14:textId="77777777" w:rsidR="00F235A6" w:rsidRPr="009032CE" w:rsidRDefault="00F235A6" w:rsidP="000D5524">
            <w:pPr>
              <w:rPr>
                <w:rFonts w:ascii="Arial" w:hAnsi="Arial" w:cs="Arial"/>
                <w:sz w:val="16"/>
                <w:szCs w:val="16"/>
              </w:rPr>
            </w:pPr>
            <w:r w:rsidRPr="00F235A6">
              <w:rPr>
                <w:rFonts w:ascii="Arial" w:hAnsi="Arial" w:cs="Arial"/>
                <w:sz w:val="16"/>
                <w:szCs w:val="16"/>
              </w:rPr>
              <w:t>Clarification on PUCCH collision for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3E12BE" w14:textId="77777777" w:rsidR="00F235A6" w:rsidRDefault="00F235A6" w:rsidP="000D5524">
            <w:pPr>
              <w:pStyle w:val="TAC"/>
              <w:jc w:val="left"/>
              <w:rPr>
                <w:snapToGrid w:val="0"/>
                <w:sz w:val="16"/>
                <w:szCs w:val="16"/>
              </w:rPr>
            </w:pPr>
            <w:r>
              <w:rPr>
                <w:snapToGrid w:val="0"/>
                <w:sz w:val="16"/>
                <w:szCs w:val="16"/>
              </w:rPr>
              <w:t>16.2.0</w:t>
            </w:r>
          </w:p>
        </w:tc>
      </w:tr>
      <w:tr w:rsidR="00DF6148" w:rsidRPr="006B0D02" w14:paraId="3B7AF65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C0734D" w14:textId="77777777" w:rsidR="00DF6148" w:rsidRDefault="00DF6148" w:rsidP="000D5524">
            <w:pPr>
              <w:pStyle w:val="TAC"/>
              <w:rPr>
                <w:sz w:val="16"/>
                <w:szCs w:val="16"/>
              </w:rPr>
            </w:pPr>
            <w:r>
              <w:rPr>
                <w:sz w:val="16"/>
                <w:szCs w:val="16"/>
              </w:rPr>
              <w:lastRenderedPageBreak/>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E143082" w14:textId="77777777" w:rsidR="00DF6148" w:rsidRDefault="00DF6148"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795B568" w14:textId="77777777" w:rsidR="00DF6148" w:rsidRDefault="00DF6148" w:rsidP="000D5524">
            <w:pPr>
              <w:spacing w:after="0"/>
              <w:jc w:val="center"/>
              <w:rPr>
                <w:rFonts w:ascii="Arial" w:hAnsi="Arial" w:cs="Arial"/>
                <w:sz w:val="16"/>
                <w:szCs w:val="16"/>
              </w:rPr>
            </w:pPr>
            <w:r>
              <w:rPr>
                <w:rFonts w:ascii="Arial" w:hAnsi="Arial" w:cs="Arial"/>
                <w:sz w:val="16"/>
                <w:szCs w:val="16"/>
              </w:rPr>
              <w:t>RP-200684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55D29E1" w14:textId="77777777" w:rsidR="00DF6148" w:rsidRDefault="00DF6148" w:rsidP="000D5524">
            <w:pPr>
              <w:spacing w:after="0"/>
              <w:jc w:val="center"/>
              <w:rPr>
                <w:rFonts w:ascii="Arial" w:hAnsi="Arial" w:cs="Arial"/>
                <w:sz w:val="16"/>
                <w:szCs w:val="16"/>
              </w:rPr>
            </w:pPr>
            <w:r>
              <w:rPr>
                <w:rFonts w:ascii="Arial" w:hAnsi="Arial" w:cs="Arial"/>
                <w:sz w:val="16"/>
                <w:szCs w:val="16"/>
              </w:rPr>
              <w:t>1325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21C6112" w14:textId="77777777" w:rsidR="00DF6148" w:rsidRDefault="00DF6148"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C4E28D" w14:textId="77777777" w:rsidR="00DF6148" w:rsidRDefault="00DF6148"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343476" w14:textId="77777777" w:rsidR="00DF6148" w:rsidRPr="009032CE" w:rsidRDefault="00DF6148" w:rsidP="000D5524">
            <w:pPr>
              <w:rPr>
                <w:rFonts w:ascii="Arial" w:hAnsi="Arial" w:cs="Arial"/>
                <w:sz w:val="16"/>
                <w:szCs w:val="16"/>
              </w:rPr>
            </w:pPr>
            <w:r w:rsidRPr="00DF6148">
              <w:rPr>
                <w:rFonts w:ascii="Arial" w:hAnsi="Arial" w:cs="Arial"/>
                <w:sz w:val="16"/>
                <w:szCs w:val="16"/>
              </w:rPr>
              <w:t>Correction on Msg3 NPUSCH retransmission for NB-IoT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CD4272" w14:textId="77777777" w:rsidR="00DF6148" w:rsidRDefault="00DF6148" w:rsidP="000D5524">
            <w:pPr>
              <w:pStyle w:val="TAC"/>
              <w:jc w:val="left"/>
              <w:rPr>
                <w:snapToGrid w:val="0"/>
                <w:sz w:val="16"/>
                <w:szCs w:val="16"/>
              </w:rPr>
            </w:pPr>
            <w:r>
              <w:rPr>
                <w:snapToGrid w:val="0"/>
                <w:sz w:val="16"/>
                <w:szCs w:val="16"/>
              </w:rPr>
              <w:t>16.2.0</w:t>
            </w:r>
          </w:p>
        </w:tc>
      </w:tr>
      <w:tr w:rsidR="00875733" w:rsidRPr="006B0D02" w14:paraId="1C59DEB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4A3DCD" w14:textId="77777777" w:rsidR="00875733" w:rsidRDefault="00875733"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631D083" w14:textId="77777777" w:rsidR="00875733" w:rsidRDefault="00875733"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0193948" w14:textId="77777777" w:rsidR="00875733" w:rsidRDefault="00875733" w:rsidP="000D5524">
            <w:pPr>
              <w:spacing w:after="0"/>
              <w:jc w:val="center"/>
              <w:rPr>
                <w:rFonts w:ascii="Arial" w:hAnsi="Arial" w:cs="Arial"/>
                <w:sz w:val="16"/>
                <w:szCs w:val="16"/>
              </w:rPr>
            </w:pPr>
            <w:r>
              <w:rPr>
                <w:rFonts w:ascii="Arial" w:hAnsi="Arial" w:cs="Arial"/>
                <w:sz w:val="16"/>
                <w:szCs w:val="16"/>
              </w:rPr>
              <w:t>RP-200681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B77D90" w14:textId="77777777" w:rsidR="00875733" w:rsidRDefault="00875733" w:rsidP="000D5524">
            <w:pPr>
              <w:spacing w:after="0"/>
              <w:jc w:val="center"/>
              <w:rPr>
                <w:rFonts w:ascii="Arial" w:hAnsi="Arial" w:cs="Arial"/>
                <w:sz w:val="16"/>
                <w:szCs w:val="16"/>
              </w:rPr>
            </w:pPr>
            <w:r>
              <w:rPr>
                <w:rFonts w:ascii="Arial" w:hAnsi="Arial" w:cs="Arial"/>
                <w:sz w:val="16"/>
                <w:szCs w:val="16"/>
              </w:rPr>
              <w:t>1327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458C146" w14:textId="77777777" w:rsidR="00875733" w:rsidRDefault="00875733"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FB6A9A" w14:textId="77777777" w:rsidR="00875733" w:rsidRDefault="00875733"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7357D6B" w14:textId="77777777" w:rsidR="00875733" w:rsidRPr="009032CE" w:rsidRDefault="00875733" w:rsidP="000D5524">
            <w:pPr>
              <w:rPr>
                <w:rFonts w:ascii="Arial" w:hAnsi="Arial" w:cs="Arial"/>
                <w:sz w:val="16"/>
                <w:szCs w:val="16"/>
              </w:rPr>
            </w:pPr>
            <w:r w:rsidRPr="00875733">
              <w:rPr>
                <w:rFonts w:ascii="Arial" w:hAnsi="Arial" w:cs="Arial"/>
                <w:sz w:val="16"/>
                <w:szCs w:val="16"/>
              </w:rPr>
              <w:t>CR on excluding TDD special subframes for MWUS maximum and actual duration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196C3A" w14:textId="77777777" w:rsidR="00875733" w:rsidRDefault="00875733" w:rsidP="000D5524">
            <w:pPr>
              <w:pStyle w:val="TAC"/>
              <w:jc w:val="left"/>
              <w:rPr>
                <w:snapToGrid w:val="0"/>
                <w:sz w:val="16"/>
                <w:szCs w:val="16"/>
              </w:rPr>
            </w:pPr>
            <w:r>
              <w:rPr>
                <w:snapToGrid w:val="0"/>
                <w:sz w:val="16"/>
                <w:szCs w:val="16"/>
              </w:rPr>
              <w:t>16.2.0</w:t>
            </w:r>
          </w:p>
        </w:tc>
      </w:tr>
      <w:tr w:rsidR="00405F68" w:rsidRPr="006B0D02" w14:paraId="017AA30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C2C131" w14:textId="77777777" w:rsidR="00405F68" w:rsidRDefault="00405F68"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07A480C" w14:textId="77777777" w:rsidR="00405F68" w:rsidRDefault="00405F68"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2AC6A1" w14:textId="77777777" w:rsidR="00405F68" w:rsidRDefault="00405F68" w:rsidP="000D5524">
            <w:pPr>
              <w:spacing w:after="0"/>
              <w:jc w:val="center"/>
              <w:rPr>
                <w:rFonts w:ascii="Arial" w:hAnsi="Arial" w:cs="Arial"/>
                <w:sz w:val="16"/>
                <w:szCs w:val="16"/>
              </w:rPr>
            </w:pPr>
            <w:r>
              <w:rPr>
                <w:rFonts w:ascii="Arial" w:hAnsi="Arial" w:cs="Arial"/>
                <w:sz w:val="16"/>
                <w:szCs w:val="16"/>
              </w:rPr>
              <w:t>RP-200704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A12F943" w14:textId="77777777" w:rsidR="00405F68" w:rsidRDefault="00405F68" w:rsidP="000D5524">
            <w:pPr>
              <w:spacing w:after="0"/>
              <w:jc w:val="center"/>
              <w:rPr>
                <w:rFonts w:ascii="Arial" w:hAnsi="Arial" w:cs="Arial"/>
                <w:sz w:val="16"/>
                <w:szCs w:val="16"/>
              </w:rPr>
            </w:pPr>
            <w:r>
              <w:rPr>
                <w:rFonts w:ascii="Arial" w:hAnsi="Arial" w:cs="Arial"/>
                <w:sz w:val="16"/>
                <w:szCs w:val="16"/>
              </w:rPr>
              <w:t>1330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4F15309" w14:textId="77777777" w:rsidR="00405F68" w:rsidRDefault="00405F68"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0B55FD" w14:textId="77777777" w:rsidR="00405F68" w:rsidRDefault="00405F68" w:rsidP="000D5524">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2EE9CF5" w14:textId="77777777" w:rsidR="00405F68" w:rsidRPr="009032CE" w:rsidRDefault="00405F68" w:rsidP="000D5524">
            <w:pPr>
              <w:rPr>
                <w:rFonts w:ascii="Arial" w:hAnsi="Arial" w:cs="Arial"/>
                <w:sz w:val="16"/>
                <w:szCs w:val="16"/>
              </w:rPr>
            </w:pPr>
            <w:r w:rsidRPr="00405F68">
              <w:rPr>
                <w:rFonts w:ascii="Arial" w:hAnsi="Arial" w:cs="Arial"/>
                <w:sz w:val="16"/>
                <w:szCs w:val="16"/>
              </w:rPr>
              <w:t>Correction on NPDCCH monitoring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0838E0" w14:textId="77777777" w:rsidR="00405F68" w:rsidRDefault="00405F68" w:rsidP="000D5524">
            <w:pPr>
              <w:pStyle w:val="TAC"/>
              <w:jc w:val="left"/>
              <w:rPr>
                <w:snapToGrid w:val="0"/>
                <w:sz w:val="16"/>
                <w:szCs w:val="16"/>
              </w:rPr>
            </w:pPr>
            <w:r>
              <w:rPr>
                <w:snapToGrid w:val="0"/>
                <w:sz w:val="16"/>
                <w:szCs w:val="16"/>
              </w:rPr>
              <w:t>16.2.0</w:t>
            </w:r>
          </w:p>
        </w:tc>
      </w:tr>
      <w:tr w:rsidR="00632DBB" w:rsidRPr="006B0D02" w14:paraId="2ACAB1B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CBDE43" w14:textId="77777777" w:rsidR="00632DBB" w:rsidRDefault="00632DBB"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01A9113" w14:textId="77777777" w:rsidR="00632DBB" w:rsidRDefault="00632DBB"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63C57F3" w14:textId="77777777" w:rsidR="00632DBB" w:rsidRDefault="00632DBB" w:rsidP="000D5524">
            <w:pPr>
              <w:spacing w:after="0"/>
              <w:jc w:val="center"/>
              <w:rPr>
                <w:rFonts w:ascii="Arial" w:hAnsi="Arial" w:cs="Arial"/>
                <w:sz w:val="16"/>
                <w:szCs w:val="16"/>
              </w:rPr>
            </w:pPr>
            <w:r>
              <w:rPr>
                <w:rFonts w:ascii="Arial" w:hAnsi="Arial" w:cs="Arial"/>
                <w:sz w:val="16"/>
                <w:szCs w:val="16"/>
              </w:rPr>
              <w:t>RP-200699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406DB25" w14:textId="77777777" w:rsidR="00632DBB" w:rsidRDefault="00632DBB" w:rsidP="000D5524">
            <w:pPr>
              <w:spacing w:after="0"/>
              <w:jc w:val="center"/>
              <w:rPr>
                <w:rFonts w:ascii="Arial" w:hAnsi="Arial" w:cs="Arial"/>
                <w:sz w:val="16"/>
                <w:szCs w:val="16"/>
              </w:rPr>
            </w:pPr>
            <w:r>
              <w:rPr>
                <w:rFonts w:ascii="Arial" w:hAnsi="Arial" w:cs="Arial"/>
                <w:sz w:val="16"/>
                <w:szCs w:val="16"/>
              </w:rPr>
              <w:t>1335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611FA6C" w14:textId="77777777" w:rsidR="00632DBB" w:rsidRDefault="00632DBB"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C0F53A" w14:textId="77777777" w:rsidR="00632DBB" w:rsidRDefault="00632DBB"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78C6C71" w14:textId="77777777" w:rsidR="00632DBB" w:rsidRPr="009032CE" w:rsidRDefault="00632DBB" w:rsidP="000D5524">
            <w:pPr>
              <w:rPr>
                <w:rFonts w:ascii="Arial" w:hAnsi="Arial" w:cs="Arial"/>
                <w:sz w:val="16"/>
                <w:szCs w:val="16"/>
              </w:rPr>
            </w:pPr>
            <w:r w:rsidRPr="00632DBB">
              <w:rPr>
                <w:rFonts w:ascii="Arial" w:hAnsi="Arial" w:cs="Arial"/>
                <w:sz w:val="16"/>
                <w:szCs w:val="16"/>
              </w:rPr>
              <w:t>Corrections to Additional enhancements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28F1A2" w14:textId="77777777" w:rsidR="00632DBB" w:rsidRDefault="00632DBB" w:rsidP="000D5524">
            <w:pPr>
              <w:pStyle w:val="TAC"/>
              <w:jc w:val="left"/>
              <w:rPr>
                <w:snapToGrid w:val="0"/>
                <w:sz w:val="16"/>
                <w:szCs w:val="16"/>
              </w:rPr>
            </w:pPr>
            <w:r>
              <w:rPr>
                <w:snapToGrid w:val="0"/>
                <w:sz w:val="16"/>
                <w:szCs w:val="16"/>
              </w:rPr>
              <w:t>16.2.0</w:t>
            </w:r>
          </w:p>
        </w:tc>
      </w:tr>
      <w:tr w:rsidR="001D133F" w:rsidRPr="006B0D02" w14:paraId="1EEE5DD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1169FD" w14:textId="77777777" w:rsidR="001D133F" w:rsidRDefault="001D133F"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1BEFF1" w14:textId="77777777" w:rsidR="001D133F" w:rsidRDefault="001D133F"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D0D302" w14:textId="77777777" w:rsidR="001D133F" w:rsidRDefault="001D133F" w:rsidP="000D5524">
            <w:pPr>
              <w:spacing w:after="0"/>
              <w:jc w:val="center"/>
              <w:rPr>
                <w:rFonts w:ascii="Arial" w:hAnsi="Arial" w:cs="Arial"/>
                <w:sz w:val="16"/>
                <w:szCs w:val="16"/>
              </w:rPr>
            </w:pPr>
            <w:r>
              <w:rPr>
                <w:rFonts w:ascii="Arial" w:hAnsi="Arial" w:cs="Arial"/>
                <w:sz w:val="16"/>
                <w:szCs w:val="16"/>
              </w:rPr>
              <w:t>RP-200701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83BC121" w14:textId="77777777" w:rsidR="001D133F" w:rsidRDefault="001D133F" w:rsidP="000D5524">
            <w:pPr>
              <w:spacing w:after="0"/>
              <w:jc w:val="center"/>
              <w:rPr>
                <w:rFonts w:ascii="Arial" w:hAnsi="Arial" w:cs="Arial"/>
                <w:sz w:val="16"/>
                <w:szCs w:val="16"/>
              </w:rPr>
            </w:pPr>
            <w:r>
              <w:rPr>
                <w:rFonts w:ascii="Arial" w:hAnsi="Arial" w:cs="Arial"/>
                <w:sz w:val="16"/>
                <w:szCs w:val="16"/>
              </w:rPr>
              <w:t>1336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76CDAD2" w14:textId="77777777" w:rsidR="001D133F" w:rsidRDefault="001D133F" w:rsidP="000D552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1356DF" w14:textId="77777777" w:rsidR="001D133F" w:rsidRDefault="001D133F"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F885C5" w14:textId="77777777" w:rsidR="001D133F" w:rsidRPr="009032CE" w:rsidRDefault="001D133F" w:rsidP="000D5524">
            <w:pPr>
              <w:rPr>
                <w:rFonts w:ascii="Arial" w:hAnsi="Arial" w:cs="Arial"/>
                <w:sz w:val="16"/>
                <w:szCs w:val="16"/>
              </w:rPr>
            </w:pPr>
            <w:r w:rsidRPr="001D133F">
              <w:rPr>
                <w:rFonts w:ascii="Arial" w:hAnsi="Arial" w:cs="Arial"/>
                <w:sz w:val="16"/>
                <w:szCs w:val="16"/>
              </w:rPr>
              <w:t>Corrections to LTE-based 5G terrestrial broadcast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30D1D3" w14:textId="77777777" w:rsidR="001D133F" w:rsidRDefault="001D133F" w:rsidP="000D5524">
            <w:pPr>
              <w:pStyle w:val="TAC"/>
              <w:jc w:val="left"/>
              <w:rPr>
                <w:snapToGrid w:val="0"/>
                <w:sz w:val="16"/>
                <w:szCs w:val="16"/>
              </w:rPr>
            </w:pPr>
            <w:r>
              <w:rPr>
                <w:snapToGrid w:val="0"/>
                <w:sz w:val="16"/>
                <w:szCs w:val="16"/>
              </w:rPr>
              <w:t>16.2.0</w:t>
            </w:r>
          </w:p>
        </w:tc>
      </w:tr>
      <w:tr w:rsidR="008479E6" w:rsidRPr="006B0D02" w14:paraId="1AC2F1F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9331A3" w14:textId="77777777" w:rsidR="008479E6" w:rsidRDefault="008479E6"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EE411F4" w14:textId="77777777" w:rsidR="008479E6" w:rsidRDefault="008479E6"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E91B260" w14:textId="77777777" w:rsidR="008479E6" w:rsidRDefault="008479E6" w:rsidP="000D5524">
            <w:pPr>
              <w:spacing w:after="0"/>
              <w:jc w:val="center"/>
              <w:rPr>
                <w:rFonts w:ascii="Arial" w:hAnsi="Arial" w:cs="Arial"/>
                <w:sz w:val="16"/>
                <w:szCs w:val="16"/>
              </w:rPr>
            </w:pPr>
            <w:r>
              <w:rPr>
                <w:rFonts w:ascii="Arial" w:hAnsi="Arial" w:cs="Arial"/>
                <w:sz w:val="16"/>
                <w:szCs w:val="16"/>
              </w:rPr>
              <w:t>RP-200698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6750CED" w14:textId="77777777" w:rsidR="008479E6" w:rsidRDefault="008479E6" w:rsidP="000D5524">
            <w:pPr>
              <w:spacing w:after="0"/>
              <w:jc w:val="center"/>
              <w:rPr>
                <w:rFonts w:ascii="Arial" w:hAnsi="Arial" w:cs="Arial"/>
                <w:sz w:val="16"/>
                <w:szCs w:val="16"/>
              </w:rPr>
            </w:pPr>
            <w:r>
              <w:rPr>
                <w:rFonts w:ascii="Arial" w:hAnsi="Arial" w:cs="Arial"/>
                <w:sz w:val="16"/>
                <w:szCs w:val="16"/>
              </w:rPr>
              <w:t>1337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37DCA46" w14:textId="77777777" w:rsidR="008479E6" w:rsidRDefault="008479E6"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C5A1AA" w14:textId="77777777" w:rsidR="008479E6" w:rsidRDefault="008479E6"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7D7E679" w14:textId="77777777" w:rsidR="008479E6" w:rsidRPr="009032CE" w:rsidRDefault="008479E6" w:rsidP="000D5524">
            <w:pPr>
              <w:rPr>
                <w:rFonts w:ascii="Arial" w:hAnsi="Arial" w:cs="Arial"/>
                <w:sz w:val="16"/>
                <w:szCs w:val="16"/>
              </w:rPr>
            </w:pPr>
            <w:r w:rsidRPr="008479E6">
              <w:rPr>
                <w:rFonts w:ascii="Arial" w:hAnsi="Arial" w:cs="Arial"/>
                <w:sz w:val="16"/>
                <w:szCs w:val="16"/>
              </w:rPr>
              <w:t>Corrections to Additional MTC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B1A990" w14:textId="77777777" w:rsidR="008479E6" w:rsidRDefault="008479E6" w:rsidP="000D5524">
            <w:pPr>
              <w:pStyle w:val="TAC"/>
              <w:jc w:val="left"/>
              <w:rPr>
                <w:snapToGrid w:val="0"/>
                <w:sz w:val="16"/>
                <w:szCs w:val="16"/>
              </w:rPr>
            </w:pPr>
            <w:r>
              <w:rPr>
                <w:snapToGrid w:val="0"/>
                <w:sz w:val="16"/>
                <w:szCs w:val="16"/>
              </w:rPr>
              <w:t>16.2.0</w:t>
            </w:r>
          </w:p>
        </w:tc>
      </w:tr>
      <w:tr w:rsidR="000D5524" w:rsidRPr="006B0D02" w14:paraId="1D6FBE0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C8BBB0" w14:textId="77777777" w:rsidR="000D5524" w:rsidRDefault="000D5524" w:rsidP="000D5524">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6D52290" w14:textId="77777777" w:rsidR="000D5524" w:rsidRDefault="000D5524" w:rsidP="000D5524">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99B96B3" w14:textId="77777777" w:rsidR="000D5524" w:rsidRDefault="000D5524" w:rsidP="000D5524">
            <w:pPr>
              <w:spacing w:after="0"/>
              <w:jc w:val="center"/>
              <w:rPr>
                <w:rFonts w:ascii="Arial" w:hAnsi="Arial" w:cs="Arial"/>
                <w:sz w:val="16"/>
                <w:szCs w:val="16"/>
              </w:rPr>
            </w:pPr>
            <w:r>
              <w:rPr>
                <w:rFonts w:ascii="Arial" w:hAnsi="Arial" w:cs="Arial"/>
                <w:sz w:val="16"/>
                <w:szCs w:val="16"/>
              </w:rPr>
              <w:t>RP-200700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0F12732" w14:textId="77777777" w:rsidR="000D5524" w:rsidRDefault="000D5524" w:rsidP="000D5524">
            <w:pPr>
              <w:spacing w:after="0"/>
              <w:jc w:val="center"/>
              <w:rPr>
                <w:rFonts w:ascii="Arial" w:hAnsi="Arial" w:cs="Arial"/>
                <w:sz w:val="16"/>
                <w:szCs w:val="16"/>
              </w:rPr>
            </w:pPr>
            <w:r>
              <w:rPr>
                <w:rFonts w:ascii="Arial" w:hAnsi="Arial" w:cs="Arial"/>
                <w:sz w:val="16"/>
                <w:szCs w:val="16"/>
              </w:rPr>
              <w:t>1338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E797EA8" w14:textId="77777777" w:rsidR="000D5524" w:rsidRDefault="000D5524" w:rsidP="000D552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FCD688" w14:textId="77777777" w:rsidR="000D5524" w:rsidRDefault="000D5524" w:rsidP="000D5524">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FBF27FF" w14:textId="77777777" w:rsidR="000D5524" w:rsidRPr="009032CE" w:rsidRDefault="000D5524" w:rsidP="000D5524">
            <w:pPr>
              <w:rPr>
                <w:rFonts w:ascii="Arial" w:hAnsi="Arial" w:cs="Arial"/>
                <w:sz w:val="16"/>
                <w:szCs w:val="16"/>
              </w:rPr>
            </w:pPr>
            <w:r w:rsidRPr="000D5524">
              <w:rPr>
                <w:rFonts w:ascii="Arial" w:hAnsi="Arial" w:cs="Arial"/>
                <w:sz w:val="16"/>
                <w:szCs w:val="16"/>
              </w:rPr>
              <w:t>Corrections to DL MIMO efficiency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6E66EF" w14:textId="77777777" w:rsidR="000D5524" w:rsidRDefault="000D5524" w:rsidP="000D5524">
            <w:pPr>
              <w:pStyle w:val="TAC"/>
              <w:jc w:val="left"/>
              <w:rPr>
                <w:snapToGrid w:val="0"/>
                <w:sz w:val="16"/>
                <w:szCs w:val="16"/>
              </w:rPr>
            </w:pPr>
            <w:r>
              <w:rPr>
                <w:snapToGrid w:val="0"/>
                <w:sz w:val="16"/>
                <w:szCs w:val="16"/>
              </w:rPr>
              <w:t>16.2.0</w:t>
            </w:r>
          </w:p>
        </w:tc>
      </w:tr>
      <w:tr w:rsidR="00152759" w:rsidRPr="006B0D02" w14:paraId="41EFF1EA"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DB1A1E" w14:textId="77777777" w:rsidR="00152759" w:rsidRDefault="00152759" w:rsidP="0005021F">
            <w:pPr>
              <w:pStyle w:val="TAC"/>
              <w:rPr>
                <w:sz w:val="16"/>
                <w:szCs w:val="16"/>
              </w:rPr>
            </w:pPr>
            <w:r>
              <w:rPr>
                <w:sz w:val="16"/>
                <w:szCs w:val="16"/>
              </w:rPr>
              <w:t>2020-06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A85D47B" w14:textId="77777777" w:rsidR="00152759" w:rsidRDefault="00152759" w:rsidP="0005021F">
            <w:pPr>
              <w:pStyle w:val="TAC"/>
              <w:rPr>
                <w:sz w:val="16"/>
                <w:szCs w:val="16"/>
              </w:rPr>
            </w:pPr>
            <w:r>
              <w:rPr>
                <w:sz w:val="16"/>
                <w:szCs w:val="16"/>
              </w:rPr>
              <w:t>RAN#88-e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B353585" w14:textId="77777777" w:rsidR="00152759" w:rsidRDefault="00152759" w:rsidP="0005021F">
            <w:pPr>
              <w:spacing w:after="0"/>
              <w:jc w:val="center"/>
              <w:rPr>
                <w:rFonts w:ascii="Arial" w:hAnsi="Arial" w:cs="Arial"/>
                <w:sz w:val="16"/>
                <w:szCs w:val="16"/>
              </w:rPr>
            </w:pPr>
            <w:r>
              <w:rPr>
                <w:rFonts w:ascii="Arial" w:hAnsi="Arial" w:cs="Arial"/>
                <w:sz w:val="16"/>
                <w:szCs w:val="16"/>
              </w:rPr>
              <w:t>RP-200696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3530A0E" w14:textId="77777777" w:rsidR="00152759" w:rsidRDefault="00152759" w:rsidP="0005021F">
            <w:pPr>
              <w:spacing w:after="0"/>
              <w:jc w:val="center"/>
              <w:rPr>
                <w:rFonts w:ascii="Arial" w:hAnsi="Arial" w:cs="Arial"/>
                <w:sz w:val="16"/>
                <w:szCs w:val="16"/>
              </w:rPr>
            </w:pPr>
            <w:r>
              <w:rPr>
                <w:rFonts w:ascii="Arial" w:hAnsi="Arial" w:cs="Arial"/>
                <w:sz w:val="16"/>
                <w:szCs w:val="16"/>
              </w:rPr>
              <w:t>1339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3B593A7" w14:textId="77777777" w:rsidR="00152759" w:rsidRDefault="00152759"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EE3BF8" w14:textId="77777777" w:rsidR="00152759" w:rsidRDefault="00152759"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97F6BD0" w14:textId="77777777" w:rsidR="00152759" w:rsidRPr="009032CE" w:rsidRDefault="00152759" w:rsidP="0005021F">
            <w:pPr>
              <w:rPr>
                <w:rFonts w:ascii="Arial" w:hAnsi="Arial" w:cs="Arial"/>
                <w:sz w:val="16"/>
                <w:szCs w:val="16"/>
              </w:rPr>
            </w:pPr>
            <w:r w:rsidRPr="00152759">
              <w:rPr>
                <w:rFonts w:ascii="Arial" w:hAnsi="Arial" w:cs="Arial"/>
                <w:sz w:val="16"/>
                <w:szCs w:val="16"/>
              </w:rPr>
              <w:t>Corrections to single Tx switched uplink solution for EN-DC feature of Rel-16 MR DC/CA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57F8C8" w14:textId="77777777" w:rsidR="00152759" w:rsidRDefault="00152759" w:rsidP="0005021F">
            <w:pPr>
              <w:pStyle w:val="TAC"/>
              <w:jc w:val="left"/>
              <w:rPr>
                <w:snapToGrid w:val="0"/>
                <w:sz w:val="16"/>
                <w:szCs w:val="16"/>
              </w:rPr>
            </w:pPr>
            <w:r>
              <w:rPr>
                <w:snapToGrid w:val="0"/>
                <w:sz w:val="16"/>
                <w:szCs w:val="16"/>
              </w:rPr>
              <w:t>16.2.0</w:t>
            </w:r>
          </w:p>
        </w:tc>
      </w:tr>
      <w:tr w:rsidR="00C872A5" w:rsidRPr="006B0D02" w14:paraId="6B344FC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206F02" w14:textId="77777777" w:rsidR="00C872A5" w:rsidRDefault="00C872A5"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04F60C3" w14:textId="77777777" w:rsidR="00C872A5" w:rsidRDefault="00C872A5"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0400C28" w14:textId="77777777" w:rsidR="00C872A5" w:rsidRDefault="00C872A5" w:rsidP="0005021F">
            <w:pPr>
              <w:spacing w:after="0"/>
              <w:jc w:val="center"/>
              <w:rPr>
                <w:rFonts w:ascii="Arial" w:hAnsi="Arial" w:cs="Arial"/>
                <w:sz w:val="16"/>
                <w:szCs w:val="16"/>
              </w:rPr>
            </w:pPr>
            <w:r>
              <w:rPr>
                <w:rFonts w:ascii="Arial" w:hAnsi="Arial" w:cs="Arial"/>
                <w:sz w:val="16"/>
                <w:szCs w:val="16"/>
              </w:rPr>
              <w:t>RP-201819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1F22EA" w14:textId="77777777" w:rsidR="00C872A5" w:rsidRDefault="00C872A5" w:rsidP="0005021F">
            <w:pPr>
              <w:spacing w:after="0"/>
              <w:jc w:val="center"/>
              <w:rPr>
                <w:rFonts w:ascii="Arial" w:hAnsi="Arial" w:cs="Arial"/>
                <w:sz w:val="16"/>
                <w:szCs w:val="16"/>
              </w:rPr>
            </w:pPr>
            <w:r>
              <w:rPr>
                <w:rFonts w:ascii="Arial" w:hAnsi="Arial" w:cs="Arial"/>
                <w:sz w:val="16"/>
                <w:szCs w:val="16"/>
              </w:rPr>
              <w:t>1342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98B3051" w14:textId="77777777" w:rsidR="00C872A5" w:rsidRDefault="00C872A5"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C96DF1" w14:textId="77777777" w:rsidR="00C872A5" w:rsidRDefault="00C872A5" w:rsidP="0005021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98B7A35" w14:textId="77777777" w:rsidR="00C872A5" w:rsidRPr="009032CE" w:rsidRDefault="00C872A5" w:rsidP="0005021F">
            <w:pPr>
              <w:rPr>
                <w:rFonts w:ascii="Arial" w:hAnsi="Arial" w:cs="Arial"/>
                <w:sz w:val="16"/>
                <w:szCs w:val="16"/>
              </w:rPr>
            </w:pPr>
            <w:r w:rsidRPr="00C872A5">
              <w:rPr>
                <w:rFonts w:ascii="Arial" w:hAnsi="Arial" w:cs="Arial"/>
                <w:sz w:val="16"/>
                <w:szCs w:val="16"/>
              </w:rPr>
              <w:t xml:space="preserve">Correction on conditions for selecting resources when the number of HARQ transmissions is two in </w:t>
            </w:r>
            <w:proofErr w:type="spellStart"/>
            <w:r w:rsidRPr="00C872A5">
              <w:rPr>
                <w:rFonts w:ascii="Arial" w:hAnsi="Arial" w:cs="Arial"/>
                <w:sz w:val="16"/>
                <w:szCs w:val="16"/>
              </w:rPr>
              <w:t>sidelink</w:t>
            </w:r>
            <w:proofErr w:type="spellEnd"/>
            <w:r w:rsidRPr="00C872A5">
              <w:rPr>
                <w:rFonts w:ascii="Arial" w:hAnsi="Arial" w:cs="Arial"/>
                <w:sz w:val="16"/>
                <w:szCs w:val="16"/>
              </w:rPr>
              <w:t xml:space="preserve"> transmission mode 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DC4448" w14:textId="77777777" w:rsidR="00C872A5" w:rsidRDefault="00C872A5" w:rsidP="0005021F">
            <w:pPr>
              <w:pStyle w:val="TAC"/>
              <w:jc w:val="left"/>
              <w:rPr>
                <w:snapToGrid w:val="0"/>
                <w:sz w:val="16"/>
                <w:szCs w:val="16"/>
              </w:rPr>
            </w:pPr>
            <w:r>
              <w:rPr>
                <w:snapToGrid w:val="0"/>
                <w:sz w:val="16"/>
                <w:szCs w:val="16"/>
              </w:rPr>
              <w:t>16.3.0</w:t>
            </w:r>
          </w:p>
        </w:tc>
      </w:tr>
      <w:tr w:rsidR="009F76DB" w:rsidRPr="006B0D02" w14:paraId="2EF641C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E47189" w14:textId="77777777" w:rsidR="009F76DB" w:rsidRDefault="009F76DB"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6E4671D" w14:textId="77777777" w:rsidR="009F76DB" w:rsidRDefault="009F76DB"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354B546" w14:textId="77777777" w:rsidR="009F76DB" w:rsidRDefault="009F76DB" w:rsidP="0005021F">
            <w:pPr>
              <w:spacing w:after="0"/>
              <w:jc w:val="center"/>
              <w:rPr>
                <w:rFonts w:ascii="Arial" w:hAnsi="Arial" w:cs="Arial"/>
                <w:sz w:val="16"/>
                <w:szCs w:val="16"/>
              </w:rPr>
            </w:pPr>
            <w:r>
              <w:rPr>
                <w:rFonts w:ascii="Arial" w:hAnsi="Arial" w:cs="Arial"/>
                <w:sz w:val="16"/>
                <w:szCs w:val="16"/>
              </w:rPr>
              <w:t>RP-201822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3BB344B" w14:textId="77777777" w:rsidR="009F76DB" w:rsidRDefault="009F76DB" w:rsidP="0005021F">
            <w:pPr>
              <w:spacing w:after="0"/>
              <w:jc w:val="center"/>
              <w:rPr>
                <w:rFonts w:ascii="Arial" w:hAnsi="Arial" w:cs="Arial"/>
                <w:sz w:val="16"/>
                <w:szCs w:val="16"/>
              </w:rPr>
            </w:pPr>
            <w:r>
              <w:rPr>
                <w:rFonts w:ascii="Arial" w:hAnsi="Arial" w:cs="Arial"/>
                <w:sz w:val="16"/>
                <w:szCs w:val="16"/>
              </w:rPr>
              <w:t>1344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FD1F05E" w14:textId="77777777" w:rsidR="009F76DB" w:rsidRDefault="009F76DB"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FF3F29" w14:textId="77777777" w:rsidR="009F76DB" w:rsidRDefault="009F76DB" w:rsidP="0005021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226C8DB" w14:textId="77777777" w:rsidR="009F76DB" w:rsidRPr="009032CE" w:rsidRDefault="009F76DB" w:rsidP="0005021F">
            <w:pPr>
              <w:rPr>
                <w:rFonts w:ascii="Arial" w:hAnsi="Arial" w:cs="Arial"/>
                <w:sz w:val="16"/>
                <w:szCs w:val="16"/>
              </w:rPr>
            </w:pPr>
            <w:r w:rsidRPr="009F76DB">
              <w:rPr>
                <w:rFonts w:ascii="Arial" w:hAnsi="Arial" w:cs="Arial"/>
                <w:sz w:val="16"/>
                <w:szCs w:val="16"/>
              </w:rPr>
              <w:t>Correction on CFI related parameter names alignment between TS 36.331 and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F465E9" w14:textId="77777777" w:rsidR="009F76DB" w:rsidRDefault="009F76DB" w:rsidP="0005021F">
            <w:pPr>
              <w:pStyle w:val="TAC"/>
              <w:jc w:val="left"/>
              <w:rPr>
                <w:snapToGrid w:val="0"/>
                <w:sz w:val="16"/>
                <w:szCs w:val="16"/>
              </w:rPr>
            </w:pPr>
            <w:r>
              <w:rPr>
                <w:snapToGrid w:val="0"/>
                <w:sz w:val="16"/>
                <w:szCs w:val="16"/>
              </w:rPr>
              <w:t>16.3.0</w:t>
            </w:r>
          </w:p>
        </w:tc>
      </w:tr>
      <w:tr w:rsidR="00087BFE" w:rsidRPr="006B0D02" w14:paraId="111E323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4680F4" w14:textId="77777777" w:rsidR="00087BFE" w:rsidRDefault="00087BFE"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3CDEEAE" w14:textId="77777777" w:rsidR="00087BFE" w:rsidRDefault="00087BFE"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E4A3B1E" w14:textId="77777777" w:rsidR="00087BFE" w:rsidRDefault="00087BFE" w:rsidP="0005021F">
            <w:pPr>
              <w:spacing w:after="0"/>
              <w:jc w:val="center"/>
              <w:rPr>
                <w:rFonts w:ascii="Arial" w:hAnsi="Arial" w:cs="Arial"/>
                <w:sz w:val="16"/>
                <w:szCs w:val="16"/>
              </w:rPr>
            </w:pPr>
            <w:r>
              <w:rPr>
                <w:rFonts w:ascii="Arial" w:hAnsi="Arial" w:cs="Arial"/>
                <w:sz w:val="16"/>
                <w:szCs w:val="16"/>
              </w:rPr>
              <w:t>RP-201823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0CAA053" w14:textId="77777777" w:rsidR="00087BFE" w:rsidRDefault="00087BFE" w:rsidP="0005021F">
            <w:pPr>
              <w:spacing w:after="0"/>
              <w:jc w:val="center"/>
              <w:rPr>
                <w:rFonts w:ascii="Arial" w:hAnsi="Arial" w:cs="Arial"/>
                <w:sz w:val="16"/>
                <w:szCs w:val="16"/>
              </w:rPr>
            </w:pPr>
            <w:r>
              <w:rPr>
                <w:rFonts w:ascii="Arial" w:hAnsi="Arial" w:cs="Arial"/>
                <w:sz w:val="16"/>
                <w:szCs w:val="16"/>
              </w:rPr>
              <w:t>1346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875735C" w14:textId="77777777" w:rsidR="00087BFE" w:rsidRDefault="00087BFE"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D756C8" w14:textId="77777777" w:rsidR="00087BFE" w:rsidRDefault="00087BFE" w:rsidP="0005021F">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C28FFA4" w14:textId="77777777" w:rsidR="00087BFE" w:rsidRPr="009032CE" w:rsidRDefault="00087BFE" w:rsidP="0005021F">
            <w:pPr>
              <w:rPr>
                <w:rFonts w:ascii="Arial" w:hAnsi="Arial" w:cs="Arial"/>
                <w:sz w:val="16"/>
                <w:szCs w:val="16"/>
              </w:rPr>
            </w:pPr>
            <w:r w:rsidRPr="00087BFE">
              <w:rPr>
                <w:rFonts w:ascii="Arial" w:hAnsi="Arial" w:cs="Arial"/>
                <w:sz w:val="16"/>
                <w:szCs w:val="16"/>
              </w:rPr>
              <w:t>Correction on SPDCCH monitoring of an MBSFN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E3E6E9" w14:textId="77777777" w:rsidR="00087BFE" w:rsidRDefault="00087BFE" w:rsidP="0005021F">
            <w:pPr>
              <w:pStyle w:val="TAC"/>
              <w:jc w:val="left"/>
              <w:rPr>
                <w:snapToGrid w:val="0"/>
                <w:sz w:val="16"/>
                <w:szCs w:val="16"/>
              </w:rPr>
            </w:pPr>
            <w:r>
              <w:rPr>
                <w:snapToGrid w:val="0"/>
                <w:sz w:val="16"/>
                <w:szCs w:val="16"/>
              </w:rPr>
              <w:t>16.3.0</w:t>
            </w:r>
          </w:p>
        </w:tc>
      </w:tr>
      <w:tr w:rsidR="00D94920" w:rsidRPr="006B0D02" w14:paraId="78933D3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784875" w14:textId="77777777" w:rsidR="00D94920" w:rsidRDefault="00D94920"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80955B" w14:textId="77777777" w:rsidR="00D94920" w:rsidRDefault="00D94920"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AEEB0A2" w14:textId="77777777" w:rsidR="00D94920" w:rsidRDefault="00D94920" w:rsidP="0005021F">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1FAF1F8" w14:textId="77777777" w:rsidR="00D94920" w:rsidRDefault="00D94920" w:rsidP="0005021F">
            <w:pPr>
              <w:spacing w:after="0"/>
              <w:jc w:val="center"/>
              <w:rPr>
                <w:rFonts w:ascii="Arial" w:hAnsi="Arial" w:cs="Arial"/>
                <w:sz w:val="16"/>
                <w:szCs w:val="16"/>
              </w:rPr>
            </w:pPr>
            <w:r>
              <w:rPr>
                <w:rFonts w:ascii="Arial" w:hAnsi="Arial" w:cs="Arial"/>
                <w:sz w:val="16"/>
                <w:szCs w:val="16"/>
              </w:rPr>
              <w:t>1347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3219D00" w14:textId="77777777" w:rsidR="00D94920" w:rsidRDefault="00D94920"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90BDAC" w14:textId="77777777" w:rsidR="00D94920" w:rsidRDefault="00D94920"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AC963EC" w14:textId="77777777" w:rsidR="00D94920" w:rsidRPr="009032CE" w:rsidRDefault="00D94920" w:rsidP="0005021F">
            <w:pPr>
              <w:rPr>
                <w:rFonts w:ascii="Arial" w:hAnsi="Arial" w:cs="Arial"/>
                <w:sz w:val="16"/>
                <w:szCs w:val="16"/>
              </w:rPr>
            </w:pPr>
            <w:r w:rsidRPr="00D94920">
              <w:rPr>
                <w:rFonts w:ascii="Arial" w:hAnsi="Arial" w:cs="Arial"/>
                <w:sz w:val="16"/>
                <w:szCs w:val="16"/>
              </w:rPr>
              <w:t>Corrections on L1 adjustment on the NPUSCH repetition number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0B38E9" w14:textId="77777777" w:rsidR="00D94920" w:rsidRDefault="00D94920" w:rsidP="0005021F">
            <w:pPr>
              <w:pStyle w:val="TAC"/>
              <w:jc w:val="left"/>
              <w:rPr>
                <w:snapToGrid w:val="0"/>
                <w:sz w:val="16"/>
                <w:szCs w:val="16"/>
              </w:rPr>
            </w:pPr>
            <w:r>
              <w:rPr>
                <w:snapToGrid w:val="0"/>
                <w:sz w:val="16"/>
                <w:szCs w:val="16"/>
              </w:rPr>
              <w:t>16.3.0</w:t>
            </w:r>
          </w:p>
        </w:tc>
      </w:tr>
      <w:tr w:rsidR="00EB7B59" w:rsidRPr="006B0D02" w14:paraId="08BAFFC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A0BA34" w14:textId="77777777" w:rsidR="00EB7B59" w:rsidRDefault="00EB7B59"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8143888" w14:textId="77777777" w:rsidR="00EB7B59" w:rsidRDefault="00EB7B59"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AC97281" w14:textId="77777777" w:rsidR="00EB7B59" w:rsidRDefault="00EB7B59" w:rsidP="0005021F">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D3A8212" w14:textId="77777777" w:rsidR="00EB7B59" w:rsidRDefault="00EB7B59" w:rsidP="0005021F">
            <w:pPr>
              <w:spacing w:after="0"/>
              <w:jc w:val="center"/>
              <w:rPr>
                <w:rFonts w:ascii="Arial" w:hAnsi="Arial" w:cs="Arial"/>
                <w:sz w:val="16"/>
                <w:szCs w:val="16"/>
              </w:rPr>
            </w:pPr>
            <w:r>
              <w:rPr>
                <w:rFonts w:ascii="Arial" w:hAnsi="Arial" w:cs="Arial"/>
                <w:sz w:val="16"/>
                <w:szCs w:val="16"/>
              </w:rPr>
              <w:t>1348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89CEA1E" w14:textId="77777777" w:rsidR="00EB7B59" w:rsidRDefault="00EB7B59"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CE6B39" w14:textId="77777777" w:rsidR="00EB7B59" w:rsidRDefault="00EB7B59"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7F439F5" w14:textId="77777777" w:rsidR="00EB7B59" w:rsidRPr="009032CE" w:rsidRDefault="00EB7B59" w:rsidP="0005021F">
            <w:pPr>
              <w:rPr>
                <w:rFonts w:ascii="Arial" w:hAnsi="Arial" w:cs="Arial"/>
                <w:sz w:val="16"/>
                <w:szCs w:val="16"/>
              </w:rPr>
            </w:pPr>
            <w:r w:rsidRPr="00EB7B59">
              <w:rPr>
                <w:rFonts w:ascii="Arial" w:hAnsi="Arial" w:cs="Arial"/>
                <w:sz w:val="16"/>
                <w:szCs w:val="16"/>
              </w:rPr>
              <w:t>Corrections on PUR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603415" w14:textId="77777777" w:rsidR="00EB7B59" w:rsidRDefault="00EB7B59" w:rsidP="0005021F">
            <w:pPr>
              <w:pStyle w:val="TAC"/>
              <w:jc w:val="left"/>
              <w:rPr>
                <w:snapToGrid w:val="0"/>
                <w:sz w:val="16"/>
                <w:szCs w:val="16"/>
              </w:rPr>
            </w:pPr>
            <w:r>
              <w:rPr>
                <w:snapToGrid w:val="0"/>
                <w:sz w:val="16"/>
                <w:szCs w:val="16"/>
              </w:rPr>
              <w:t>16.3.0</w:t>
            </w:r>
          </w:p>
        </w:tc>
      </w:tr>
      <w:tr w:rsidR="00670CA0" w:rsidRPr="006B0D02" w14:paraId="79C3697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F3D362" w14:textId="77777777" w:rsidR="00670CA0" w:rsidRDefault="00670CA0"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D0118C4" w14:textId="77777777" w:rsidR="00670CA0" w:rsidRDefault="00670CA0"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1FD996" w14:textId="77777777" w:rsidR="00670CA0" w:rsidRDefault="00670CA0" w:rsidP="0005021F">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6EB4D26" w14:textId="77777777" w:rsidR="00670CA0" w:rsidRDefault="00670CA0" w:rsidP="0005021F">
            <w:pPr>
              <w:spacing w:after="0"/>
              <w:jc w:val="center"/>
              <w:rPr>
                <w:rFonts w:ascii="Arial" w:hAnsi="Arial" w:cs="Arial"/>
                <w:sz w:val="16"/>
                <w:szCs w:val="16"/>
              </w:rPr>
            </w:pPr>
            <w:r>
              <w:rPr>
                <w:rFonts w:ascii="Arial" w:hAnsi="Arial" w:cs="Arial"/>
                <w:sz w:val="16"/>
                <w:szCs w:val="16"/>
              </w:rPr>
              <w:t>1349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BFB75CF" w14:textId="77777777" w:rsidR="00670CA0" w:rsidRDefault="00670CA0"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E35938" w14:textId="77777777" w:rsidR="00670CA0" w:rsidRDefault="00670CA0"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E29D12" w14:textId="77777777" w:rsidR="00670CA0" w:rsidRPr="009032CE" w:rsidRDefault="00670CA0" w:rsidP="0005021F">
            <w:pPr>
              <w:rPr>
                <w:rFonts w:ascii="Arial" w:hAnsi="Arial" w:cs="Arial"/>
                <w:sz w:val="16"/>
                <w:szCs w:val="16"/>
              </w:rPr>
            </w:pPr>
            <w:r w:rsidRPr="00670CA0">
              <w:rPr>
                <w:rFonts w:ascii="Arial" w:hAnsi="Arial" w:cs="Arial"/>
                <w:sz w:val="16"/>
                <w:szCs w:val="16"/>
              </w:rPr>
              <w:t xml:space="preserve">Correction on configuration of </w:t>
            </w:r>
            <w:proofErr w:type="spellStart"/>
            <w:r w:rsidRPr="00670CA0">
              <w:rPr>
                <w:rFonts w:ascii="Arial" w:hAnsi="Arial" w:cs="Arial"/>
                <w:sz w:val="16"/>
                <w:szCs w:val="16"/>
              </w:rPr>
              <w:t>multiTB</w:t>
            </w:r>
            <w:proofErr w:type="spellEnd"/>
            <w:r w:rsidRPr="00670CA0">
              <w:rPr>
                <w:rFonts w:ascii="Arial" w:hAnsi="Arial" w:cs="Arial"/>
                <w:sz w:val="16"/>
                <w:szCs w:val="16"/>
              </w:rPr>
              <w:t>-Gap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B0B2AD" w14:textId="77777777" w:rsidR="00670CA0" w:rsidRDefault="00670CA0" w:rsidP="0005021F">
            <w:pPr>
              <w:pStyle w:val="TAC"/>
              <w:jc w:val="left"/>
              <w:rPr>
                <w:snapToGrid w:val="0"/>
                <w:sz w:val="16"/>
                <w:szCs w:val="16"/>
              </w:rPr>
            </w:pPr>
            <w:r>
              <w:rPr>
                <w:snapToGrid w:val="0"/>
                <w:sz w:val="16"/>
                <w:szCs w:val="16"/>
              </w:rPr>
              <w:t>16.3.0</w:t>
            </w:r>
          </w:p>
        </w:tc>
      </w:tr>
      <w:tr w:rsidR="00683DEF" w:rsidRPr="006B0D02" w14:paraId="5CB786D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B2EE06" w14:textId="77777777" w:rsidR="00683DEF" w:rsidRDefault="00683DEF"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36241B5" w14:textId="77777777" w:rsidR="00683DEF" w:rsidRDefault="00683DEF"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B7F9B50" w14:textId="77777777" w:rsidR="00683DEF" w:rsidRDefault="00683DEF" w:rsidP="0005021F">
            <w:pPr>
              <w:spacing w:after="0"/>
              <w:jc w:val="center"/>
              <w:rPr>
                <w:rFonts w:ascii="Arial" w:hAnsi="Arial" w:cs="Arial"/>
                <w:sz w:val="16"/>
                <w:szCs w:val="16"/>
              </w:rPr>
            </w:pPr>
            <w:r>
              <w:rPr>
                <w:rFonts w:ascii="Arial" w:hAnsi="Arial" w:cs="Arial"/>
                <w:sz w:val="16"/>
                <w:szCs w:val="16"/>
              </w:rPr>
              <w:t>RP-201817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9762EBD" w14:textId="77777777" w:rsidR="00683DEF" w:rsidRDefault="00683DEF" w:rsidP="0005021F">
            <w:pPr>
              <w:spacing w:after="0"/>
              <w:jc w:val="center"/>
              <w:rPr>
                <w:rFonts w:ascii="Arial" w:hAnsi="Arial" w:cs="Arial"/>
                <w:sz w:val="16"/>
                <w:szCs w:val="16"/>
              </w:rPr>
            </w:pPr>
            <w:r>
              <w:rPr>
                <w:rFonts w:ascii="Arial" w:hAnsi="Arial" w:cs="Arial"/>
                <w:sz w:val="16"/>
                <w:szCs w:val="16"/>
              </w:rPr>
              <w:t>1350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5EC1154" w14:textId="77777777" w:rsidR="00683DEF" w:rsidRDefault="00683DEF"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61A959" w14:textId="77777777" w:rsidR="00683DEF" w:rsidRDefault="00683DEF"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9AA690A" w14:textId="77777777" w:rsidR="00683DEF" w:rsidRPr="009032CE" w:rsidRDefault="00683DEF" w:rsidP="0005021F">
            <w:pPr>
              <w:rPr>
                <w:rFonts w:ascii="Arial" w:hAnsi="Arial" w:cs="Arial"/>
                <w:sz w:val="16"/>
                <w:szCs w:val="16"/>
              </w:rPr>
            </w:pPr>
            <w:r w:rsidRPr="00683DEF">
              <w:rPr>
                <w:rFonts w:ascii="Arial" w:hAnsi="Arial" w:cs="Arial"/>
                <w:sz w:val="16"/>
                <w:szCs w:val="16"/>
              </w:rPr>
              <w:t>Correction on higher layer parameters for additional SRS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8C76D4" w14:textId="77777777" w:rsidR="00683DEF" w:rsidRDefault="00683DEF" w:rsidP="0005021F">
            <w:pPr>
              <w:pStyle w:val="TAC"/>
              <w:jc w:val="left"/>
              <w:rPr>
                <w:snapToGrid w:val="0"/>
                <w:sz w:val="16"/>
                <w:szCs w:val="16"/>
              </w:rPr>
            </w:pPr>
            <w:r>
              <w:rPr>
                <w:snapToGrid w:val="0"/>
                <w:sz w:val="16"/>
                <w:szCs w:val="16"/>
              </w:rPr>
              <w:t>16.3.0</w:t>
            </w:r>
          </w:p>
        </w:tc>
      </w:tr>
      <w:tr w:rsidR="00AA7821" w:rsidRPr="006B0D02" w14:paraId="4BB28ED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BBFE09" w14:textId="77777777" w:rsidR="00AA7821" w:rsidRDefault="00AA7821"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20D4748" w14:textId="77777777" w:rsidR="00AA7821" w:rsidRDefault="00AA7821"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2746ED8" w14:textId="77777777" w:rsidR="00AA7821" w:rsidRDefault="00AA7821"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CD3E92" w14:textId="77777777" w:rsidR="00AA7821" w:rsidRDefault="00AA7821" w:rsidP="0005021F">
            <w:pPr>
              <w:spacing w:after="0"/>
              <w:jc w:val="center"/>
              <w:rPr>
                <w:rFonts w:ascii="Arial" w:hAnsi="Arial" w:cs="Arial"/>
                <w:sz w:val="16"/>
                <w:szCs w:val="16"/>
              </w:rPr>
            </w:pPr>
            <w:r>
              <w:rPr>
                <w:rFonts w:ascii="Arial" w:hAnsi="Arial" w:cs="Arial"/>
                <w:sz w:val="16"/>
                <w:szCs w:val="16"/>
              </w:rPr>
              <w:t>1351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7E62250" w14:textId="77777777" w:rsidR="00AA7821" w:rsidRDefault="00AA7821"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BEFE2D" w14:textId="77777777" w:rsidR="00AA7821" w:rsidRDefault="00AA7821"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29D725" w14:textId="77777777" w:rsidR="00AA7821" w:rsidRPr="009032CE" w:rsidRDefault="00AA7821" w:rsidP="0005021F">
            <w:pPr>
              <w:rPr>
                <w:rFonts w:ascii="Arial" w:hAnsi="Arial" w:cs="Arial"/>
                <w:sz w:val="16"/>
                <w:szCs w:val="16"/>
              </w:rPr>
            </w:pPr>
            <w:r w:rsidRPr="00AA7821">
              <w:rPr>
                <w:rFonts w:ascii="Arial" w:hAnsi="Arial" w:cs="Arial"/>
                <w:sz w:val="16"/>
                <w:szCs w:val="16"/>
              </w:rPr>
              <w:t>Clarifications for the PUR UE-specific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2F7545" w14:textId="77777777" w:rsidR="00AA7821" w:rsidRDefault="00AA7821" w:rsidP="0005021F">
            <w:pPr>
              <w:pStyle w:val="TAC"/>
              <w:jc w:val="left"/>
              <w:rPr>
                <w:snapToGrid w:val="0"/>
                <w:sz w:val="16"/>
                <w:szCs w:val="16"/>
              </w:rPr>
            </w:pPr>
            <w:r>
              <w:rPr>
                <w:snapToGrid w:val="0"/>
                <w:sz w:val="16"/>
                <w:szCs w:val="16"/>
              </w:rPr>
              <w:t>16.3.0</w:t>
            </w:r>
          </w:p>
        </w:tc>
      </w:tr>
      <w:tr w:rsidR="00711158" w:rsidRPr="006B0D02" w14:paraId="6B2724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1E9F7B" w14:textId="77777777" w:rsidR="00711158" w:rsidRDefault="00711158"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DD8EF33" w14:textId="77777777" w:rsidR="00711158" w:rsidRDefault="00711158"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65D563C" w14:textId="77777777" w:rsidR="00711158" w:rsidRDefault="00711158"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5C22C6B" w14:textId="77777777" w:rsidR="00711158" w:rsidRDefault="00711158" w:rsidP="0005021F">
            <w:pPr>
              <w:spacing w:after="0"/>
              <w:jc w:val="center"/>
              <w:rPr>
                <w:rFonts w:ascii="Arial" w:hAnsi="Arial" w:cs="Arial"/>
                <w:sz w:val="16"/>
                <w:szCs w:val="16"/>
              </w:rPr>
            </w:pPr>
            <w:r>
              <w:rPr>
                <w:rFonts w:ascii="Arial" w:hAnsi="Arial" w:cs="Arial"/>
                <w:sz w:val="16"/>
                <w:szCs w:val="16"/>
              </w:rPr>
              <w:t>1352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52EB893" w14:textId="77777777" w:rsidR="00711158" w:rsidRDefault="00711158"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6B9F9F" w14:textId="77777777" w:rsidR="00711158" w:rsidRDefault="00711158"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7D73D6D" w14:textId="77777777" w:rsidR="00711158" w:rsidRPr="009032CE" w:rsidRDefault="00711158" w:rsidP="0005021F">
            <w:pPr>
              <w:rPr>
                <w:rFonts w:ascii="Arial" w:hAnsi="Arial" w:cs="Arial"/>
                <w:sz w:val="16"/>
                <w:szCs w:val="16"/>
              </w:rPr>
            </w:pPr>
            <w:r w:rsidRPr="00711158">
              <w:rPr>
                <w:rFonts w:ascii="Arial" w:hAnsi="Arial" w:cs="Arial"/>
                <w:sz w:val="16"/>
                <w:szCs w:val="16"/>
              </w:rPr>
              <w:t>Corrections on PUR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5C4DF3" w14:textId="77777777" w:rsidR="00711158" w:rsidRDefault="00711158" w:rsidP="0005021F">
            <w:pPr>
              <w:pStyle w:val="TAC"/>
              <w:jc w:val="left"/>
              <w:rPr>
                <w:snapToGrid w:val="0"/>
                <w:sz w:val="16"/>
                <w:szCs w:val="16"/>
              </w:rPr>
            </w:pPr>
            <w:r>
              <w:rPr>
                <w:snapToGrid w:val="0"/>
                <w:sz w:val="16"/>
                <w:szCs w:val="16"/>
              </w:rPr>
              <w:t>16.3.0</w:t>
            </w:r>
          </w:p>
        </w:tc>
      </w:tr>
      <w:tr w:rsidR="00F61B45" w:rsidRPr="006B0D02" w14:paraId="2A62FD4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AEC41E" w14:textId="77777777" w:rsidR="00F61B45" w:rsidRDefault="00F61B45"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6A69979" w14:textId="77777777" w:rsidR="00F61B45" w:rsidRDefault="00F61B45"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05AAA59" w14:textId="77777777" w:rsidR="00F61B45" w:rsidRDefault="00F61B45"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145E7AE" w14:textId="77777777" w:rsidR="00F61B45" w:rsidRDefault="00F61B45" w:rsidP="0005021F">
            <w:pPr>
              <w:spacing w:after="0"/>
              <w:jc w:val="center"/>
              <w:rPr>
                <w:rFonts w:ascii="Arial" w:hAnsi="Arial" w:cs="Arial"/>
                <w:sz w:val="16"/>
                <w:szCs w:val="16"/>
              </w:rPr>
            </w:pPr>
            <w:r>
              <w:rPr>
                <w:rFonts w:ascii="Arial" w:hAnsi="Arial" w:cs="Arial"/>
                <w:sz w:val="16"/>
                <w:szCs w:val="16"/>
              </w:rPr>
              <w:t>1353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1D5E5C4" w14:textId="77777777" w:rsidR="00F61B45" w:rsidRDefault="00F61B45"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DC44BB" w14:textId="77777777" w:rsidR="00F61B45" w:rsidRDefault="00F61B45"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457A12" w14:textId="77777777" w:rsidR="00F61B45" w:rsidRPr="009032CE" w:rsidRDefault="00F61B45" w:rsidP="0005021F">
            <w:pPr>
              <w:rPr>
                <w:rFonts w:ascii="Arial" w:hAnsi="Arial" w:cs="Arial"/>
                <w:sz w:val="16"/>
                <w:szCs w:val="16"/>
              </w:rPr>
            </w:pPr>
            <w:r w:rsidRPr="00F61B45">
              <w:rPr>
                <w:rFonts w:ascii="Arial" w:hAnsi="Arial" w:cs="Arial"/>
                <w:sz w:val="16"/>
                <w:szCs w:val="16"/>
              </w:rPr>
              <w:t>Add PUR allocation procedures to UL resource allocation type 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6907F3" w14:textId="77777777" w:rsidR="00F61B45" w:rsidRDefault="00F61B45" w:rsidP="0005021F">
            <w:pPr>
              <w:pStyle w:val="TAC"/>
              <w:jc w:val="left"/>
              <w:rPr>
                <w:snapToGrid w:val="0"/>
                <w:sz w:val="16"/>
                <w:szCs w:val="16"/>
              </w:rPr>
            </w:pPr>
            <w:r>
              <w:rPr>
                <w:snapToGrid w:val="0"/>
                <w:sz w:val="16"/>
                <w:szCs w:val="16"/>
              </w:rPr>
              <w:t>16.3.0</w:t>
            </w:r>
          </w:p>
        </w:tc>
      </w:tr>
      <w:tr w:rsidR="0005021F" w:rsidRPr="006B0D02" w14:paraId="576230F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9B33FB" w14:textId="77777777" w:rsidR="0005021F" w:rsidRDefault="0005021F" w:rsidP="0005021F">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725FDF4" w14:textId="77777777" w:rsidR="0005021F" w:rsidRDefault="0005021F" w:rsidP="0005021F">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78C1DFB" w14:textId="77777777" w:rsidR="0005021F" w:rsidRDefault="0005021F"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56703B2" w14:textId="77777777" w:rsidR="0005021F" w:rsidRPr="0048309A" w:rsidRDefault="0005021F" w:rsidP="0005021F">
            <w:pPr>
              <w:spacing w:after="0"/>
              <w:jc w:val="center"/>
              <w:rPr>
                <w:rFonts w:ascii="Arial" w:hAnsi="Arial" w:cs="Arial"/>
                <w:sz w:val="16"/>
                <w:szCs w:val="16"/>
                <w:lang w:val="en-US"/>
              </w:rPr>
            </w:pPr>
            <w:r>
              <w:rPr>
                <w:rFonts w:ascii="Arial" w:hAnsi="Arial" w:cs="Arial"/>
                <w:sz w:val="16"/>
                <w:szCs w:val="16"/>
              </w:rPr>
              <w:t>135</w:t>
            </w:r>
            <w:r w:rsidR="006043D4">
              <w:rPr>
                <w:rFonts w:ascii="Arial" w:hAnsi="Arial" w:cs="Arial"/>
                <w:sz w:val="16"/>
                <w:szCs w:val="16"/>
              </w:rPr>
              <w:t>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C059184" w14:textId="77777777" w:rsidR="0005021F" w:rsidRDefault="0005021F"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AC443B" w14:textId="77777777" w:rsidR="0005021F" w:rsidRDefault="0005021F" w:rsidP="0005021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7C245A7" w14:textId="77777777" w:rsidR="0005021F" w:rsidRPr="009032CE" w:rsidRDefault="006043D4" w:rsidP="0005021F">
            <w:pPr>
              <w:rPr>
                <w:rFonts w:ascii="Arial" w:hAnsi="Arial" w:cs="Arial"/>
                <w:sz w:val="16"/>
                <w:szCs w:val="16"/>
              </w:rPr>
            </w:pPr>
            <w:r w:rsidRPr="006043D4">
              <w:rPr>
                <w:rFonts w:ascii="Arial" w:hAnsi="Arial" w:cs="Arial"/>
                <w:sz w:val="16"/>
                <w:szCs w:val="16"/>
              </w:rPr>
              <w:t>Clarifications for PUR Repetition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2F6F6AE" w14:textId="77777777" w:rsidR="0005021F" w:rsidRDefault="0005021F" w:rsidP="0005021F">
            <w:pPr>
              <w:pStyle w:val="TAC"/>
              <w:jc w:val="left"/>
              <w:rPr>
                <w:snapToGrid w:val="0"/>
                <w:sz w:val="16"/>
                <w:szCs w:val="16"/>
              </w:rPr>
            </w:pPr>
            <w:r>
              <w:rPr>
                <w:snapToGrid w:val="0"/>
                <w:sz w:val="16"/>
                <w:szCs w:val="16"/>
              </w:rPr>
              <w:t>16.3.0</w:t>
            </w:r>
          </w:p>
        </w:tc>
      </w:tr>
      <w:tr w:rsidR="00711DD8" w:rsidRPr="006B0D02" w14:paraId="62FE1BF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FDB066" w14:textId="77777777" w:rsidR="00711DD8" w:rsidRDefault="00711DD8" w:rsidP="00D86AFD">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B653822" w14:textId="77777777" w:rsidR="00711DD8" w:rsidRDefault="00711DD8" w:rsidP="00D86AFD">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5274C96" w14:textId="77777777" w:rsidR="00711DD8" w:rsidRDefault="00711DD8" w:rsidP="00D86AFD">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FB20755" w14:textId="77777777" w:rsidR="00711DD8" w:rsidRPr="00711DD8" w:rsidRDefault="00711DD8" w:rsidP="00D86AFD">
            <w:pPr>
              <w:spacing w:after="0"/>
              <w:jc w:val="center"/>
              <w:rPr>
                <w:rFonts w:ascii="Arial" w:hAnsi="Arial" w:cs="Arial"/>
                <w:sz w:val="16"/>
                <w:szCs w:val="16"/>
              </w:rPr>
            </w:pPr>
            <w:r>
              <w:rPr>
                <w:rFonts w:ascii="Arial" w:hAnsi="Arial" w:cs="Arial"/>
                <w:sz w:val="16"/>
                <w:szCs w:val="16"/>
              </w:rPr>
              <w:t>1355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BD036D9" w14:textId="77777777" w:rsidR="00711DD8" w:rsidRDefault="00711DD8"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D4FD0D" w14:textId="77777777" w:rsidR="00711DD8" w:rsidRDefault="00711DD8" w:rsidP="00D86AF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EFC8383" w14:textId="77777777" w:rsidR="00711DD8" w:rsidRPr="009032CE" w:rsidRDefault="00711DD8" w:rsidP="00D86AFD">
            <w:pPr>
              <w:rPr>
                <w:rFonts w:ascii="Arial" w:hAnsi="Arial" w:cs="Arial"/>
                <w:sz w:val="16"/>
                <w:szCs w:val="16"/>
              </w:rPr>
            </w:pPr>
            <w:r w:rsidRPr="00711DD8">
              <w:rPr>
                <w:rFonts w:ascii="Arial" w:hAnsi="Arial" w:cs="Arial"/>
                <w:sz w:val="16"/>
                <w:szCs w:val="16"/>
              </w:rPr>
              <w:t>Number of HARQ processes in multi-TB scheduling in CE mode B in TDD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4DFD5F" w14:textId="77777777" w:rsidR="00711DD8" w:rsidRDefault="00711DD8" w:rsidP="00D86AFD">
            <w:pPr>
              <w:pStyle w:val="TAC"/>
              <w:jc w:val="left"/>
              <w:rPr>
                <w:snapToGrid w:val="0"/>
                <w:sz w:val="16"/>
                <w:szCs w:val="16"/>
              </w:rPr>
            </w:pPr>
            <w:r>
              <w:rPr>
                <w:snapToGrid w:val="0"/>
                <w:sz w:val="16"/>
                <w:szCs w:val="16"/>
              </w:rPr>
              <w:t>16.3.0</w:t>
            </w:r>
          </w:p>
        </w:tc>
      </w:tr>
      <w:tr w:rsidR="00675B0E" w:rsidRPr="006B0D02" w14:paraId="77E9936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4000A" w14:textId="77777777" w:rsidR="00675B0E" w:rsidRDefault="00675B0E" w:rsidP="00D86AFD">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8025EA4" w14:textId="77777777" w:rsidR="00675B0E" w:rsidRDefault="00675B0E" w:rsidP="00D86AFD">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DF59FB5" w14:textId="77777777" w:rsidR="00675B0E" w:rsidRDefault="00675B0E" w:rsidP="00D86AFD">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FCAC56" w14:textId="77777777" w:rsidR="00675B0E" w:rsidRPr="00711DD8" w:rsidRDefault="00675B0E" w:rsidP="00D86AFD">
            <w:pPr>
              <w:spacing w:after="0"/>
              <w:jc w:val="center"/>
              <w:rPr>
                <w:rFonts w:ascii="Arial" w:hAnsi="Arial" w:cs="Arial"/>
                <w:sz w:val="16"/>
                <w:szCs w:val="16"/>
              </w:rPr>
            </w:pPr>
            <w:r>
              <w:rPr>
                <w:rFonts w:ascii="Arial" w:hAnsi="Arial" w:cs="Arial"/>
                <w:sz w:val="16"/>
                <w:szCs w:val="16"/>
              </w:rPr>
              <w:t>1356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26C20F5" w14:textId="77777777" w:rsidR="00675B0E" w:rsidRDefault="00675B0E"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3915F3" w14:textId="77777777" w:rsidR="00675B0E" w:rsidRDefault="00675B0E" w:rsidP="00D86AF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E0BAE92" w14:textId="77777777" w:rsidR="00675B0E" w:rsidRPr="009032CE" w:rsidRDefault="00675B0E" w:rsidP="00D86AFD">
            <w:pPr>
              <w:rPr>
                <w:rFonts w:ascii="Arial" w:hAnsi="Arial" w:cs="Arial"/>
                <w:sz w:val="16"/>
                <w:szCs w:val="16"/>
              </w:rPr>
            </w:pPr>
            <w:r w:rsidRPr="00675B0E">
              <w:rPr>
                <w:rFonts w:ascii="Arial" w:hAnsi="Arial" w:cs="Arial"/>
                <w:sz w:val="16"/>
                <w:szCs w:val="16"/>
              </w:rPr>
              <w:t>Missing 'else' in RV determination in UL multi-TB scheduling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34F6B6" w14:textId="77777777" w:rsidR="00675B0E" w:rsidRDefault="00675B0E" w:rsidP="00D86AFD">
            <w:pPr>
              <w:pStyle w:val="TAC"/>
              <w:jc w:val="left"/>
              <w:rPr>
                <w:snapToGrid w:val="0"/>
                <w:sz w:val="16"/>
                <w:szCs w:val="16"/>
              </w:rPr>
            </w:pPr>
            <w:r>
              <w:rPr>
                <w:snapToGrid w:val="0"/>
                <w:sz w:val="16"/>
                <w:szCs w:val="16"/>
              </w:rPr>
              <w:t>16.3.0</w:t>
            </w:r>
          </w:p>
        </w:tc>
      </w:tr>
      <w:tr w:rsidR="003F7BBD" w:rsidRPr="006B0D02" w14:paraId="5BBFBD4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C80CB0" w14:textId="77777777" w:rsidR="003F7BBD" w:rsidRDefault="003F7BBD" w:rsidP="00D86AFD">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39B9FF7" w14:textId="77777777" w:rsidR="003F7BBD" w:rsidRDefault="003F7BBD" w:rsidP="00D86AFD">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454B361" w14:textId="77777777" w:rsidR="003F7BBD" w:rsidRDefault="003F7BBD" w:rsidP="00D86AFD">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0725241" w14:textId="77777777" w:rsidR="003F7BBD" w:rsidRPr="00711DD8" w:rsidRDefault="003F7BBD" w:rsidP="00D86AFD">
            <w:pPr>
              <w:spacing w:after="0"/>
              <w:jc w:val="center"/>
              <w:rPr>
                <w:rFonts w:ascii="Arial" w:hAnsi="Arial" w:cs="Arial"/>
                <w:sz w:val="16"/>
                <w:szCs w:val="16"/>
              </w:rPr>
            </w:pPr>
            <w:r>
              <w:rPr>
                <w:rFonts w:ascii="Arial" w:hAnsi="Arial" w:cs="Arial"/>
                <w:sz w:val="16"/>
                <w:szCs w:val="16"/>
              </w:rPr>
              <w:t>1359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CCA3C11" w14:textId="77777777" w:rsidR="003F7BBD" w:rsidRDefault="003F7BBD"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6F1159" w14:textId="77777777" w:rsidR="003F7BBD" w:rsidRDefault="003F7BBD" w:rsidP="00D86AF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0F94D83" w14:textId="77777777" w:rsidR="003F7BBD" w:rsidRPr="009032CE" w:rsidRDefault="003F7BBD" w:rsidP="00D86AFD">
            <w:pPr>
              <w:rPr>
                <w:rFonts w:ascii="Arial" w:hAnsi="Arial" w:cs="Arial"/>
                <w:sz w:val="16"/>
                <w:szCs w:val="16"/>
              </w:rPr>
            </w:pPr>
            <w:r w:rsidRPr="003F7BBD">
              <w:rPr>
                <w:rFonts w:ascii="Arial" w:hAnsi="Arial" w:cs="Arial"/>
                <w:sz w:val="16"/>
                <w:szCs w:val="16"/>
              </w:rPr>
              <w:t>Correction on terms and higher layer parameters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1F6DB0" w14:textId="77777777" w:rsidR="003F7BBD" w:rsidRDefault="003F7BBD" w:rsidP="00D86AFD">
            <w:pPr>
              <w:pStyle w:val="TAC"/>
              <w:jc w:val="left"/>
              <w:rPr>
                <w:snapToGrid w:val="0"/>
                <w:sz w:val="16"/>
                <w:szCs w:val="16"/>
              </w:rPr>
            </w:pPr>
            <w:r>
              <w:rPr>
                <w:snapToGrid w:val="0"/>
                <w:sz w:val="16"/>
                <w:szCs w:val="16"/>
              </w:rPr>
              <w:t>16.3.0</w:t>
            </w:r>
          </w:p>
        </w:tc>
      </w:tr>
      <w:tr w:rsidR="00D13C97" w:rsidRPr="006B0D02" w14:paraId="123371C3"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CCF314" w14:textId="77777777" w:rsidR="00D13C97" w:rsidRDefault="00D13C97" w:rsidP="00D86AFD">
            <w:pPr>
              <w:pStyle w:val="TAC"/>
              <w:rPr>
                <w:sz w:val="16"/>
                <w:szCs w:val="16"/>
              </w:rPr>
            </w:pPr>
            <w:r>
              <w:rPr>
                <w:sz w:val="16"/>
                <w:szCs w:val="16"/>
              </w:rPr>
              <w:t>2020-09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2963F81" w14:textId="77777777" w:rsidR="00D13C97" w:rsidRDefault="00D13C97" w:rsidP="00D86AFD">
            <w:pPr>
              <w:pStyle w:val="TAC"/>
              <w:rPr>
                <w:sz w:val="16"/>
                <w:szCs w:val="16"/>
              </w:rPr>
            </w:pPr>
            <w:r>
              <w:rPr>
                <w:sz w:val="16"/>
                <w:szCs w:val="16"/>
              </w:rPr>
              <w:t>RAN#89-e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0EE74B" w14:textId="77777777" w:rsidR="00D13C97" w:rsidRDefault="00D13C97" w:rsidP="00D86AFD">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BCC0144" w14:textId="77777777" w:rsidR="00D13C97" w:rsidRPr="00711DD8" w:rsidRDefault="00D13C97" w:rsidP="00D86AFD">
            <w:pPr>
              <w:spacing w:after="0"/>
              <w:jc w:val="center"/>
              <w:rPr>
                <w:rFonts w:ascii="Arial" w:hAnsi="Arial" w:cs="Arial"/>
                <w:sz w:val="16"/>
                <w:szCs w:val="16"/>
              </w:rPr>
            </w:pPr>
            <w:r>
              <w:rPr>
                <w:rFonts w:ascii="Arial" w:hAnsi="Arial" w:cs="Arial"/>
                <w:sz w:val="16"/>
                <w:szCs w:val="16"/>
              </w:rPr>
              <w:t>1360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C595017" w14:textId="77777777" w:rsidR="00D13C97" w:rsidRDefault="00D13C97"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6259A6" w14:textId="77777777" w:rsidR="00D13C97" w:rsidRDefault="00D13C97" w:rsidP="00D86AF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D16003B" w14:textId="77777777" w:rsidR="00D13C97" w:rsidRPr="009032CE" w:rsidRDefault="00895581" w:rsidP="00D86AFD">
            <w:pPr>
              <w:rPr>
                <w:rFonts w:ascii="Arial" w:hAnsi="Arial" w:cs="Arial"/>
                <w:sz w:val="16"/>
                <w:szCs w:val="16"/>
              </w:rPr>
            </w:pPr>
            <w:r w:rsidRPr="00895581">
              <w:rPr>
                <w:rFonts w:ascii="Arial" w:hAnsi="Arial" w:cs="Arial"/>
                <w:sz w:val="16"/>
                <w:szCs w:val="16"/>
              </w:rPr>
              <w:t>Correction on PUR-RNTI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13C9DA" w14:textId="77777777" w:rsidR="00D13C97" w:rsidRDefault="00D13C97" w:rsidP="00D86AFD">
            <w:pPr>
              <w:pStyle w:val="TAC"/>
              <w:jc w:val="left"/>
              <w:rPr>
                <w:snapToGrid w:val="0"/>
                <w:sz w:val="16"/>
                <w:szCs w:val="16"/>
              </w:rPr>
            </w:pPr>
            <w:r>
              <w:rPr>
                <w:snapToGrid w:val="0"/>
                <w:sz w:val="16"/>
                <w:szCs w:val="16"/>
              </w:rPr>
              <w:t>16.3.0</w:t>
            </w:r>
          </w:p>
        </w:tc>
      </w:tr>
      <w:tr w:rsidR="003D2866" w:rsidRPr="006B0D02" w14:paraId="73A2446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9FF6D8" w14:textId="77777777" w:rsidR="003D2866" w:rsidRDefault="003D2866"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5CD9C05" w14:textId="77777777" w:rsidR="003D2866" w:rsidRDefault="003D2866"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BE7547D" w14:textId="77777777" w:rsidR="003D2866" w:rsidRDefault="003D2866" w:rsidP="0054187D">
            <w:pPr>
              <w:spacing w:after="0"/>
              <w:jc w:val="center"/>
              <w:rPr>
                <w:rFonts w:ascii="Arial" w:hAnsi="Arial" w:cs="Arial"/>
                <w:sz w:val="16"/>
                <w:szCs w:val="16"/>
              </w:rPr>
            </w:pPr>
            <w:r>
              <w:rPr>
                <w:rFonts w:ascii="Arial" w:hAnsi="Arial" w:cs="Arial"/>
                <w:sz w:val="16"/>
                <w:szCs w:val="16"/>
              </w:rPr>
              <w:t>RP-202396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A13618" w14:textId="77777777" w:rsidR="003D2866" w:rsidRPr="00711DD8" w:rsidRDefault="003D2866" w:rsidP="0054187D">
            <w:pPr>
              <w:spacing w:after="0"/>
              <w:jc w:val="center"/>
              <w:rPr>
                <w:rFonts w:ascii="Arial" w:hAnsi="Arial" w:cs="Arial"/>
                <w:sz w:val="16"/>
                <w:szCs w:val="16"/>
              </w:rPr>
            </w:pPr>
            <w:r>
              <w:rPr>
                <w:rFonts w:ascii="Arial" w:hAnsi="Arial" w:cs="Arial"/>
                <w:sz w:val="16"/>
                <w:szCs w:val="16"/>
              </w:rPr>
              <w:t>1362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7A52C21" w14:textId="77777777" w:rsidR="003D2866" w:rsidRDefault="003D2866"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9AE01B" w14:textId="77777777" w:rsidR="003D2866" w:rsidRDefault="003D2866" w:rsidP="0054187D">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E9437C9" w14:textId="77777777" w:rsidR="003D2866" w:rsidRPr="009032CE" w:rsidRDefault="003D2866" w:rsidP="0054187D">
            <w:pPr>
              <w:rPr>
                <w:rFonts w:ascii="Arial" w:hAnsi="Arial" w:cs="Arial"/>
                <w:sz w:val="16"/>
                <w:szCs w:val="16"/>
              </w:rPr>
            </w:pPr>
            <w:r w:rsidRPr="003D2866">
              <w:rPr>
                <w:rFonts w:ascii="Arial" w:hAnsi="Arial" w:cs="Arial"/>
                <w:sz w:val="16"/>
                <w:szCs w:val="16"/>
              </w:rPr>
              <w:t>Clarification on the subcarrier allocation for sub-PRB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2CFAE7" w14:textId="77777777" w:rsidR="003D2866" w:rsidRDefault="003D2866" w:rsidP="0054187D">
            <w:pPr>
              <w:pStyle w:val="TAC"/>
              <w:jc w:val="left"/>
              <w:rPr>
                <w:snapToGrid w:val="0"/>
                <w:sz w:val="16"/>
                <w:szCs w:val="16"/>
              </w:rPr>
            </w:pPr>
            <w:r>
              <w:rPr>
                <w:snapToGrid w:val="0"/>
                <w:sz w:val="16"/>
                <w:szCs w:val="16"/>
              </w:rPr>
              <w:t>16.4.0</w:t>
            </w:r>
          </w:p>
        </w:tc>
      </w:tr>
      <w:tr w:rsidR="005F68D4" w:rsidRPr="006B0D02" w14:paraId="765DE97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285255" w14:textId="77777777" w:rsidR="005F68D4" w:rsidRDefault="005F68D4"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CEB5209" w14:textId="77777777" w:rsidR="005F68D4" w:rsidRDefault="005F68D4"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AB6DDDD" w14:textId="77777777" w:rsidR="005F68D4" w:rsidRDefault="005F68D4" w:rsidP="0054187D">
            <w:pPr>
              <w:spacing w:after="0"/>
              <w:jc w:val="center"/>
              <w:rPr>
                <w:rFonts w:ascii="Arial" w:hAnsi="Arial" w:cs="Arial"/>
                <w:sz w:val="16"/>
                <w:szCs w:val="16"/>
              </w:rPr>
            </w:pPr>
            <w:r>
              <w:rPr>
                <w:rFonts w:ascii="Arial" w:hAnsi="Arial" w:cs="Arial"/>
                <w:sz w:val="16"/>
                <w:szCs w:val="16"/>
              </w:rPr>
              <w:t>RP-202400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46A42C6" w14:textId="77777777" w:rsidR="005F68D4" w:rsidRPr="00711DD8" w:rsidRDefault="005F68D4" w:rsidP="0054187D">
            <w:pPr>
              <w:spacing w:after="0"/>
              <w:jc w:val="center"/>
              <w:rPr>
                <w:rFonts w:ascii="Arial" w:hAnsi="Arial" w:cs="Arial"/>
                <w:sz w:val="16"/>
                <w:szCs w:val="16"/>
              </w:rPr>
            </w:pPr>
            <w:r>
              <w:rPr>
                <w:rFonts w:ascii="Arial" w:hAnsi="Arial" w:cs="Arial"/>
                <w:sz w:val="16"/>
                <w:szCs w:val="16"/>
              </w:rPr>
              <w:t>1364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B907773" w14:textId="77777777" w:rsidR="005F68D4" w:rsidRDefault="005F68D4"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436898" w14:textId="77777777" w:rsidR="005F68D4" w:rsidRDefault="005F68D4" w:rsidP="0054187D">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51065C3" w14:textId="77777777" w:rsidR="005F68D4" w:rsidRPr="009032CE" w:rsidRDefault="005F68D4" w:rsidP="0054187D">
            <w:pPr>
              <w:rPr>
                <w:rFonts w:ascii="Arial" w:hAnsi="Arial" w:cs="Arial"/>
                <w:sz w:val="16"/>
                <w:szCs w:val="16"/>
              </w:rPr>
            </w:pPr>
            <w:r w:rsidRPr="005F68D4">
              <w:rPr>
                <w:rFonts w:ascii="Arial" w:hAnsi="Arial" w:cs="Arial"/>
                <w:sz w:val="16"/>
                <w:szCs w:val="16"/>
              </w:rPr>
              <w:t>Corrections on preamble format indicator presence in NPDCCH order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1CBBCF" w14:textId="77777777" w:rsidR="005F68D4" w:rsidRDefault="005F68D4" w:rsidP="0054187D">
            <w:pPr>
              <w:pStyle w:val="TAC"/>
              <w:jc w:val="left"/>
              <w:rPr>
                <w:snapToGrid w:val="0"/>
                <w:sz w:val="16"/>
                <w:szCs w:val="16"/>
              </w:rPr>
            </w:pPr>
            <w:r>
              <w:rPr>
                <w:snapToGrid w:val="0"/>
                <w:sz w:val="16"/>
                <w:szCs w:val="16"/>
              </w:rPr>
              <w:t>16.4.0</w:t>
            </w:r>
          </w:p>
        </w:tc>
      </w:tr>
      <w:tr w:rsidR="003F030B" w:rsidRPr="006B0D02" w14:paraId="5E21322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D2380D" w14:textId="77777777" w:rsidR="003F030B" w:rsidRDefault="003F030B"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ABCF8A8" w14:textId="77777777" w:rsidR="003F030B" w:rsidRDefault="003F030B"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E9C05C5" w14:textId="77777777" w:rsidR="003F030B" w:rsidRDefault="003F030B"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2962E03" w14:textId="77777777" w:rsidR="003F030B" w:rsidRPr="00711DD8" w:rsidRDefault="003F030B" w:rsidP="0054187D">
            <w:pPr>
              <w:spacing w:after="0"/>
              <w:jc w:val="center"/>
              <w:rPr>
                <w:rFonts w:ascii="Arial" w:hAnsi="Arial" w:cs="Arial"/>
                <w:sz w:val="16"/>
                <w:szCs w:val="16"/>
              </w:rPr>
            </w:pPr>
            <w:r>
              <w:rPr>
                <w:rFonts w:ascii="Arial" w:hAnsi="Arial" w:cs="Arial"/>
                <w:sz w:val="16"/>
                <w:szCs w:val="16"/>
              </w:rPr>
              <w:t>1365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66FDB97" w14:textId="77777777" w:rsidR="003F030B" w:rsidRDefault="003F030B"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481A08" w14:textId="77777777" w:rsidR="003F030B" w:rsidRDefault="003F030B"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51B6738" w14:textId="77777777" w:rsidR="003F030B" w:rsidRPr="009032CE" w:rsidRDefault="003F030B" w:rsidP="0054187D">
            <w:pPr>
              <w:rPr>
                <w:rFonts w:ascii="Arial" w:hAnsi="Arial" w:cs="Arial"/>
                <w:sz w:val="16"/>
                <w:szCs w:val="16"/>
              </w:rPr>
            </w:pPr>
            <w:r w:rsidRPr="003F030B">
              <w:rPr>
                <w:rFonts w:ascii="Arial" w:hAnsi="Arial" w:cs="Arial"/>
                <w:sz w:val="16"/>
                <w:szCs w:val="16"/>
              </w:rPr>
              <w:t>PUR configuration of transmission mode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539FAA" w14:textId="77777777" w:rsidR="003F030B" w:rsidRDefault="003F030B" w:rsidP="0054187D">
            <w:pPr>
              <w:pStyle w:val="TAC"/>
              <w:jc w:val="left"/>
              <w:rPr>
                <w:snapToGrid w:val="0"/>
                <w:sz w:val="16"/>
                <w:szCs w:val="16"/>
              </w:rPr>
            </w:pPr>
            <w:r>
              <w:rPr>
                <w:snapToGrid w:val="0"/>
                <w:sz w:val="16"/>
                <w:szCs w:val="16"/>
              </w:rPr>
              <w:t>16.4.0</w:t>
            </w:r>
          </w:p>
        </w:tc>
      </w:tr>
      <w:tr w:rsidR="00BC17D0" w:rsidRPr="006B0D02" w14:paraId="6A570A2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8E8DBD" w14:textId="77777777" w:rsidR="00BC17D0" w:rsidRDefault="00BC17D0"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9E057A4" w14:textId="77777777" w:rsidR="00BC17D0" w:rsidRDefault="00BC17D0"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8EE918" w14:textId="77777777" w:rsidR="00BC17D0" w:rsidRDefault="00BC17D0" w:rsidP="0054187D">
            <w:pPr>
              <w:spacing w:after="0"/>
              <w:jc w:val="center"/>
              <w:rPr>
                <w:rFonts w:ascii="Arial" w:hAnsi="Arial" w:cs="Arial"/>
                <w:sz w:val="16"/>
                <w:szCs w:val="16"/>
              </w:rPr>
            </w:pPr>
            <w:r>
              <w:rPr>
                <w:rFonts w:ascii="Arial" w:hAnsi="Arial" w:cs="Arial"/>
                <w:sz w:val="16"/>
                <w:szCs w:val="16"/>
              </w:rPr>
              <w:t>RP-202392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B91389A" w14:textId="77777777" w:rsidR="00BC17D0" w:rsidRPr="00711DD8" w:rsidRDefault="00BC17D0" w:rsidP="0054187D">
            <w:pPr>
              <w:spacing w:after="0"/>
              <w:jc w:val="center"/>
              <w:rPr>
                <w:rFonts w:ascii="Arial" w:hAnsi="Arial" w:cs="Arial"/>
                <w:sz w:val="16"/>
                <w:szCs w:val="16"/>
              </w:rPr>
            </w:pPr>
            <w:r>
              <w:rPr>
                <w:rFonts w:ascii="Arial" w:hAnsi="Arial" w:cs="Arial"/>
                <w:sz w:val="16"/>
                <w:szCs w:val="16"/>
              </w:rPr>
              <w:t>1366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D354197" w14:textId="77777777" w:rsidR="00BC17D0" w:rsidRDefault="00BC17D0"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2208F0" w14:textId="77777777" w:rsidR="00BC17D0" w:rsidRDefault="00BC17D0"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7BD92CF" w14:textId="77777777" w:rsidR="00BC17D0" w:rsidRPr="009032CE" w:rsidRDefault="00BC17D0" w:rsidP="0054187D">
            <w:pPr>
              <w:rPr>
                <w:rFonts w:ascii="Arial" w:hAnsi="Arial" w:cs="Arial"/>
                <w:sz w:val="16"/>
                <w:szCs w:val="16"/>
              </w:rPr>
            </w:pPr>
            <w:r w:rsidRPr="00BC17D0">
              <w:rPr>
                <w:rFonts w:ascii="Arial" w:hAnsi="Arial" w:cs="Arial"/>
                <w:sz w:val="16"/>
                <w:szCs w:val="16"/>
              </w:rPr>
              <w:t>Correction on HARQ process ID assumption for multi-TB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B6152C" w14:textId="77777777" w:rsidR="00BC17D0" w:rsidRDefault="00BC17D0" w:rsidP="0054187D">
            <w:pPr>
              <w:pStyle w:val="TAC"/>
              <w:jc w:val="left"/>
              <w:rPr>
                <w:snapToGrid w:val="0"/>
                <w:sz w:val="16"/>
                <w:szCs w:val="16"/>
              </w:rPr>
            </w:pPr>
            <w:r>
              <w:rPr>
                <w:snapToGrid w:val="0"/>
                <w:sz w:val="16"/>
                <w:szCs w:val="16"/>
              </w:rPr>
              <w:t>16.4.0</w:t>
            </w:r>
          </w:p>
        </w:tc>
      </w:tr>
      <w:tr w:rsidR="00E71C73" w:rsidRPr="006B0D02" w14:paraId="7688268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2C8954" w14:textId="77777777" w:rsidR="00E71C73" w:rsidRDefault="00E71C73"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9D2039" w14:textId="77777777" w:rsidR="00E71C73" w:rsidRDefault="00E71C73"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EA1A33" w14:textId="77777777" w:rsidR="00E71C73" w:rsidRDefault="00E71C73" w:rsidP="0054187D">
            <w:pPr>
              <w:spacing w:after="0"/>
              <w:jc w:val="center"/>
              <w:rPr>
                <w:rFonts w:ascii="Arial" w:hAnsi="Arial" w:cs="Arial"/>
                <w:sz w:val="16"/>
                <w:szCs w:val="16"/>
              </w:rPr>
            </w:pPr>
            <w:r>
              <w:rPr>
                <w:rFonts w:ascii="Arial" w:hAnsi="Arial" w:cs="Arial"/>
                <w:sz w:val="16"/>
                <w:szCs w:val="16"/>
              </w:rPr>
              <w:t>RP-202399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FBFB29" w14:textId="77777777" w:rsidR="00E71C73" w:rsidRPr="00711DD8" w:rsidRDefault="00E71C73" w:rsidP="0054187D">
            <w:pPr>
              <w:spacing w:after="0"/>
              <w:jc w:val="center"/>
              <w:rPr>
                <w:rFonts w:ascii="Arial" w:hAnsi="Arial" w:cs="Arial"/>
                <w:sz w:val="16"/>
                <w:szCs w:val="16"/>
              </w:rPr>
            </w:pPr>
            <w:r>
              <w:rPr>
                <w:rFonts w:ascii="Arial" w:hAnsi="Arial" w:cs="Arial"/>
                <w:sz w:val="16"/>
                <w:szCs w:val="16"/>
              </w:rPr>
              <w:t>1367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1DF0532" w14:textId="77777777" w:rsidR="00E71C73" w:rsidRDefault="00E71C73"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D73CEE" w14:textId="77777777" w:rsidR="00E71C73" w:rsidRDefault="00E71C73"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3497AA3" w14:textId="77777777" w:rsidR="00E71C73" w:rsidRPr="009032CE" w:rsidRDefault="00E71C73" w:rsidP="0054187D">
            <w:pPr>
              <w:rPr>
                <w:rFonts w:ascii="Arial" w:hAnsi="Arial" w:cs="Arial"/>
                <w:sz w:val="16"/>
                <w:szCs w:val="16"/>
              </w:rPr>
            </w:pPr>
            <w:r w:rsidRPr="00E71C73">
              <w:rPr>
                <w:rFonts w:ascii="Arial" w:hAnsi="Arial" w:cs="Arial"/>
                <w:sz w:val="16"/>
                <w:szCs w:val="16"/>
              </w:rPr>
              <w:t>Power sharing for LTE DAPS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F28293" w14:textId="77777777" w:rsidR="00E71C73" w:rsidRDefault="00E71C73" w:rsidP="0054187D">
            <w:pPr>
              <w:pStyle w:val="TAC"/>
              <w:jc w:val="left"/>
              <w:rPr>
                <w:snapToGrid w:val="0"/>
                <w:sz w:val="16"/>
                <w:szCs w:val="16"/>
              </w:rPr>
            </w:pPr>
            <w:r>
              <w:rPr>
                <w:snapToGrid w:val="0"/>
                <w:sz w:val="16"/>
                <w:szCs w:val="16"/>
              </w:rPr>
              <w:t>16.4.0</w:t>
            </w:r>
          </w:p>
        </w:tc>
      </w:tr>
      <w:tr w:rsidR="00121A69" w:rsidRPr="006B0D02" w14:paraId="389FBAA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3BF7AA" w14:textId="77777777" w:rsidR="00121A69" w:rsidRDefault="00121A69"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7992C1E" w14:textId="77777777" w:rsidR="00121A69" w:rsidRDefault="00121A69"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A3E624D" w14:textId="77777777" w:rsidR="00121A69" w:rsidRDefault="00121A69"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64DF0EC" w14:textId="77777777" w:rsidR="00121A69" w:rsidRPr="00711DD8" w:rsidRDefault="00121A69" w:rsidP="0054187D">
            <w:pPr>
              <w:spacing w:after="0"/>
              <w:jc w:val="center"/>
              <w:rPr>
                <w:rFonts w:ascii="Arial" w:hAnsi="Arial" w:cs="Arial"/>
                <w:sz w:val="16"/>
                <w:szCs w:val="16"/>
              </w:rPr>
            </w:pPr>
            <w:r>
              <w:rPr>
                <w:rFonts w:ascii="Arial" w:hAnsi="Arial" w:cs="Arial"/>
                <w:sz w:val="16"/>
                <w:szCs w:val="16"/>
              </w:rPr>
              <w:t>1368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7207C7B" w14:textId="77777777" w:rsidR="00121A69" w:rsidRDefault="00121A69" w:rsidP="0054187D">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543FFF" w14:textId="77777777" w:rsidR="00121A69" w:rsidRDefault="00121A69"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F27CDCA" w14:textId="77777777" w:rsidR="00121A69" w:rsidRPr="009032CE" w:rsidRDefault="00121A69" w:rsidP="0054187D">
            <w:pPr>
              <w:rPr>
                <w:rFonts w:ascii="Arial" w:hAnsi="Arial" w:cs="Arial"/>
                <w:sz w:val="16"/>
                <w:szCs w:val="16"/>
              </w:rPr>
            </w:pPr>
            <w:r w:rsidRPr="00121A69">
              <w:rPr>
                <w:rFonts w:ascii="Arial" w:hAnsi="Arial" w:cs="Arial"/>
                <w:sz w:val="16"/>
                <w:szCs w:val="16"/>
              </w:rPr>
              <w:t>Corrections for multi-TB early termination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0E820C" w14:textId="77777777" w:rsidR="00121A69" w:rsidRDefault="00121A69" w:rsidP="0054187D">
            <w:pPr>
              <w:pStyle w:val="TAC"/>
              <w:jc w:val="left"/>
              <w:rPr>
                <w:snapToGrid w:val="0"/>
                <w:sz w:val="16"/>
                <w:szCs w:val="16"/>
              </w:rPr>
            </w:pPr>
            <w:r>
              <w:rPr>
                <w:snapToGrid w:val="0"/>
                <w:sz w:val="16"/>
                <w:szCs w:val="16"/>
              </w:rPr>
              <w:t>16.4.0</w:t>
            </w:r>
          </w:p>
        </w:tc>
      </w:tr>
      <w:tr w:rsidR="00F54ED3" w:rsidRPr="006B0D02" w14:paraId="3796EB6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C8B6FD" w14:textId="77777777" w:rsidR="00F54ED3" w:rsidRDefault="00F54ED3"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92100B2" w14:textId="77777777" w:rsidR="00F54ED3" w:rsidRDefault="00F54ED3"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2247F03" w14:textId="77777777" w:rsidR="00F54ED3" w:rsidRDefault="00F54ED3"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D296178" w14:textId="77777777" w:rsidR="00F54ED3" w:rsidRPr="00711DD8" w:rsidRDefault="00F54ED3" w:rsidP="0054187D">
            <w:pPr>
              <w:spacing w:after="0"/>
              <w:jc w:val="center"/>
              <w:rPr>
                <w:rFonts w:ascii="Arial" w:hAnsi="Arial" w:cs="Arial"/>
                <w:sz w:val="16"/>
                <w:szCs w:val="16"/>
              </w:rPr>
            </w:pPr>
            <w:r>
              <w:rPr>
                <w:rFonts w:ascii="Arial" w:hAnsi="Arial" w:cs="Arial"/>
                <w:sz w:val="16"/>
                <w:szCs w:val="16"/>
              </w:rPr>
              <w:t>1369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78D0817" w14:textId="77777777" w:rsidR="00F54ED3" w:rsidRDefault="00F54ED3"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7C4FD8" w14:textId="77777777" w:rsidR="00F54ED3" w:rsidRDefault="00F54ED3"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40FE41E" w14:textId="77777777" w:rsidR="00F54ED3" w:rsidRPr="009032CE" w:rsidRDefault="00F54ED3" w:rsidP="0054187D">
            <w:pPr>
              <w:rPr>
                <w:rFonts w:ascii="Arial" w:hAnsi="Arial" w:cs="Arial"/>
                <w:sz w:val="16"/>
                <w:szCs w:val="16"/>
              </w:rPr>
            </w:pPr>
            <w:r w:rsidRPr="00F54ED3">
              <w:rPr>
                <w:rFonts w:ascii="Arial" w:hAnsi="Arial" w:cs="Arial"/>
                <w:sz w:val="16"/>
                <w:szCs w:val="16"/>
              </w:rPr>
              <w:t>Correction on TPC command for multi-TB scheduling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AF13C9" w14:textId="77777777" w:rsidR="00F54ED3" w:rsidRDefault="00F54ED3" w:rsidP="0054187D">
            <w:pPr>
              <w:pStyle w:val="TAC"/>
              <w:jc w:val="left"/>
              <w:rPr>
                <w:snapToGrid w:val="0"/>
                <w:sz w:val="16"/>
                <w:szCs w:val="16"/>
              </w:rPr>
            </w:pPr>
            <w:r>
              <w:rPr>
                <w:snapToGrid w:val="0"/>
                <w:sz w:val="16"/>
                <w:szCs w:val="16"/>
              </w:rPr>
              <w:t>16.4.0</w:t>
            </w:r>
          </w:p>
        </w:tc>
      </w:tr>
      <w:tr w:rsidR="00314DC2" w:rsidRPr="006B0D02" w14:paraId="7961444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D178AE" w14:textId="77777777" w:rsidR="00314DC2" w:rsidRDefault="00314DC2" w:rsidP="00314DC2">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60F6FC6" w14:textId="77777777" w:rsidR="00314DC2" w:rsidRDefault="00314DC2" w:rsidP="00314DC2">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93FBA20" w14:textId="77777777" w:rsidR="00314DC2" w:rsidRDefault="00314DC2" w:rsidP="00314DC2">
            <w:pPr>
              <w:spacing w:after="0"/>
              <w:jc w:val="center"/>
              <w:rPr>
                <w:rFonts w:ascii="Arial" w:hAnsi="Arial" w:cs="Arial"/>
                <w:sz w:val="16"/>
                <w:szCs w:val="16"/>
              </w:rPr>
            </w:pPr>
            <w:r>
              <w:rPr>
                <w:rFonts w:ascii="Arial" w:hAnsi="Arial" w:cs="Arial"/>
                <w:sz w:val="16"/>
                <w:szCs w:val="16"/>
              </w:rPr>
              <w:t>RP-202392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CD42422" w14:textId="77777777" w:rsidR="00314DC2" w:rsidRPr="00711DD8" w:rsidRDefault="00314DC2" w:rsidP="00314DC2">
            <w:pPr>
              <w:spacing w:after="0"/>
              <w:jc w:val="center"/>
              <w:rPr>
                <w:rFonts w:ascii="Arial" w:hAnsi="Arial" w:cs="Arial"/>
                <w:sz w:val="16"/>
                <w:szCs w:val="16"/>
              </w:rPr>
            </w:pPr>
            <w:r>
              <w:rPr>
                <w:rFonts w:ascii="Arial" w:hAnsi="Arial" w:cs="Arial"/>
                <w:sz w:val="16"/>
                <w:szCs w:val="16"/>
              </w:rPr>
              <w:t>1370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17B0345" w14:textId="77777777" w:rsidR="00314DC2" w:rsidRDefault="00314DC2" w:rsidP="00314DC2">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393C84" w14:textId="77777777" w:rsidR="00314DC2" w:rsidRDefault="00314DC2" w:rsidP="00314DC2">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9D3749C" w14:textId="77777777" w:rsidR="00314DC2" w:rsidRPr="009032CE" w:rsidRDefault="00314DC2" w:rsidP="00314DC2">
            <w:pPr>
              <w:rPr>
                <w:rFonts w:ascii="Arial" w:hAnsi="Arial" w:cs="Arial"/>
                <w:sz w:val="16"/>
                <w:szCs w:val="16"/>
              </w:rPr>
            </w:pPr>
            <w:r w:rsidRPr="00314DC2">
              <w:rPr>
                <w:rFonts w:ascii="Arial" w:hAnsi="Arial" w:cs="Arial"/>
                <w:sz w:val="16"/>
                <w:szCs w:val="16"/>
              </w:rPr>
              <w:t>Corrections on UE-specific search space by PUR-RNTI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2D6AA6" w14:textId="77777777" w:rsidR="00314DC2" w:rsidRDefault="00314DC2" w:rsidP="00314DC2">
            <w:pPr>
              <w:pStyle w:val="TAC"/>
              <w:jc w:val="left"/>
              <w:rPr>
                <w:snapToGrid w:val="0"/>
                <w:sz w:val="16"/>
                <w:szCs w:val="16"/>
              </w:rPr>
            </w:pPr>
            <w:r>
              <w:rPr>
                <w:snapToGrid w:val="0"/>
                <w:sz w:val="16"/>
                <w:szCs w:val="16"/>
              </w:rPr>
              <w:t>16.4.0</w:t>
            </w:r>
          </w:p>
        </w:tc>
      </w:tr>
      <w:tr w:rsidR="00587C25" w:rsidRPr="006B0D02" w14:paraId="3D17ED4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867B05" w14:textId="77777777" w:rsidR="00587C25" w:rsidRDefault="00587C25" w:rsidP="0054187D">
            <w:pPr>
              <w:pStyle w:val="TAC"/>
              <w:rPr>
                <w:sz w:val="16"/>
                <w:szCs w:val="16"/>
              </w:rPr>
            </w:pPr>
            <w:r>
              <w:rPr>
                <w:sz w:val="16"/>
                <w:szCs w:val="16"/>
              </w:rPr>
              <w:lastRenderedPageBreak/>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92A2D14" w14:textId="77777777" w:rsidR="00587C25" w:rsidRDefault="00587C25"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210564B" w14:textId="77777777" w:rsidR="00587C25" w:rsidRDefault="00587C25" w:rsidP="0054187D">
            <w:pPr>
              <w:spacing w:after="0"/>
              <w:jc w:val="center"/>
              <w:rPr>
                <w:rFonts w:ascii="Arial" w:hAnsi="Arial" w:cs="Arial"/>
                <w:sz w:val="16"/>
                <w:szCs w:val="16"/>
              </w:rPr>
            </w:pPr>
            <w:r>
              <w:rPr>
                <w:rFonts w:ascii="Arial" w:hAnsi="Arial" w:cs="Arial"/>
                <w:sz w:val="16"/>
                <w:szCs w:val="16"/>
              </w:rPr>
              <w:t>RP-202392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CB692B" w14:textId="77777777" w:rsidR="00587C25" w:rsidRPr="00711DD8" w:rsidRDefault="00587C25" w:rsidP="0054187D">
            <w:pPr>
              <w:spacing w:after="0"/>
              <w:jc w:val="center"/>
              <w:rPr>
                <w:rFonts w:ascii="Arial" w:hAnsi="Arial" w:cs="Arial"/>
                <w:sz w:val="16"/>
                <w:szCs w:val="16"/>
              </w:rPr>
            </w:pPr>
            <w:r>
              <w:rPr>
                <w:rFonts w:ascii="Arial" w:hAnsi="Arial" w:cs="Arial"/>
                <w:sz w:val="16"/>
                <w:szCs w:val="16"/>
              </w:rPr>
              <w:t>1371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18E5C01" w14:textId="77777777" w:rsidR="00587C25" w:rsidRDefault="00587C25"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6C73D9" w14:textId="77777777" w:rsidR="00587C25" w:rsidRDefault="00587C25"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4A50B60" w14:textId="77777777" w:rsidR="00587C25" w:rsidRPr="009032CE" w:rsidRDefault="00587C25" w:rsidP="0054187D">
            <w:pPr>
              <w:rPr>
                <w:rFonts w:ascii="Arial" w:hAnsi="Arial" w:cs="Arial"/>
                <w:sz w:val="16"/>
                <w:szCs w:val="16"/>
              </w:rPr>
            </w:pPr>
            <w:r w:rsidRPr="00587C25">
              <w:rPr>
                <w:rFonts w:ascii="Arial" w:hAnsi="Arial" w:cs="Arial"/>
                <w:sz w:val="16"/>
                <w:szCs w:val="16"/>
              </w:rPr>
              <w:t>Corrections on PUR-RNTI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B2168D" w14:textId="77777777" w:rsidR="00587C25" w:rsidRDefault="00587C25" w:rsidP="0054187D">
            <w:pPr>
              <w:pStyle w:val="TAC"/>
              <w:jc w:val="left"/>
              <w:rPr>
                <w:snapToGrid w:val="0"/>
                <w:sz w:val="16"/>
                <w:szCs w:val="16"/>
              </w:rPr>
            </w:pPr>
            <w:r>
              <w:rPr>
                <w:snapToGrid w:val="0"/>
                <w:sz w:val="16"/>
                <w:szCs w:val="16"/>
              </w:rPr>
              <w:t>16.4.0</w:t>
            </w:r>
          </w:p>
        </w:tc>
      </w:tr>
      <w:tr w:rsidR="00074B28" w:rsidRPr="006B0D02" w14:paraId="31C0BB0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F760CA" w14:textId="77777777" w:rsidR="00074B28" w:rsidRDefault="00074B28"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248F99B" w14:textId="77777777" w:rsidR="00074B28" w:rsidRDefault="00074B28"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49C6914" w14:textId="77777777" w:rsidR="00074B28" w:rsidRDefault="00074B28" w:rsidP="0054187D">
            <w:pPr>
              <w:spacing w:after="0"/>
              <w:jc w:val="center"/>
              <w:rPr>
                <w:rFonts w:ascii="Arial" w:hAnsi="Arial" w:cs="Arial"/>
                <w:sz w:val="16"/>
                <w:szCs w:val="16"/>
              </w:rPr>
            </w:pPr>
            <w:r>
              <w:rPr>
                <w:rFonts w:ascii="Arial" w:hAnsi="Arial" w:cs="Arial"/>
                <w:sz w:val="16"/>
                <w:szCs w:val="16"/>
              </w:rPr>
              <w:t>RP-202389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F77FFD5" w14:textId="77777777" w:rsidR="00074B28" w:rsidRPr="00711DD8" w:rsidRDefault="00074B28" w:rsidP="0054187D">
            <w:pPr>
              <w:spacing w:after="0"/>
              <w:jc w:val="center"/>
              <w:rPr>
                <w:rFonts w:ascii="Arial" w:hAnsi="Arial" w:cs="Arial"/>
                <w:sz w:val="16"/>
                <w:szCs w:val="16"/>
              </w:rPr>
            </w:pPr>
            <w:r>
              <w:rPr>
                <w:rFonts w:ascii="Arial" w:hAnsi="Arial" w:cs="Arial"/>
                <w:sz w:val="16"/>
                <w:szCs w:val="16"/>
              </w:rPr>
              <w:t>1372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99E5781" w14:textId="77777777" w:rsidR="00074B28" w:rsidRDefault="00074B28"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8FFADB" w14:textId="77777777" w:rsidR="00074B28" w:rsidRDefault="00074B28"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0977B4E" w14:textId="77777777" w:rsidR="00074B28" w:rsidRPr="009032CE" w:rsidRDefault="00074B28" w:rsidP="0054187D">
            <w:pPr>
              <w:rPr>
                <w:rFonts w:ascii="Arial" w:hAnsi="Arial" w:cs="Arial"/>
                <w:sz w:val="16"/>
                <w:szCs w:val="16"/>
              </w:rPr>
            </w:pPr>
            <w:r w:rsidRPr="00074B28">
              <w:rPr>
                <w:rFonts w:ascii="Arial" w:hAnsi="Arial" w:cs="Arial"/>
                <w:sz w:val="16"/>
                <w:szCs w:val="16"/>
              </w:rPr>
              <w:t>36.213 CR on Single UL Tx for EN-DC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62075A" w14:textId="77777777" w:rsidR="00074B28" w:rsidRDefault="00074B28" w:rsidP="0054187D">
            <w:pPr>
              <w:pStyle w:val="TAC"/>
              <w:jc w:val="left"/>
              <w:rPr>
                <w:snapToGrid w:val="0"/>
                <w:sz w:val="16"/>
                <w:szCs w:val="16"/>
              </w:rPr>
            </w:pPr>
            <w:r>
              <w:rPr>
                <w:snapToGrid w:val="0"/>
                <w:sz w:val="16"/>
                <w:szCs w:val="16"/>
              </w:rPr>
              <w:t>16.4.0</w:t>
            </w:r>
          </w:p>
        </w:tc>
      </w:tr>
      <w:tr w:rsidR="009304A1" w:rsidRPr="006B0D02" w14:paraId="588E000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D398EA" w14:textId="77777777" w:rsidR="009304A1" w:rsidRDefault="009304A1" w:rsidP="0054187D">
            <w:pPr>
              <w:pStyle w:val="TAC"/>
              <w:rPr>
                <w:sz w:val="16"/>
                <w:szCs w:val="16"/>
              </w:rPr>
            </w:pPr>
            <w:r>
              <w:rPr>
                <w:sz w:val="16"/>
                <w:szCs w:val="16"/>
              </w:rPr>
              <w:t>2020-12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59E2AA3" w14:textId="77777777" w:rsidR="009304A1" w:rsidRDefault="009304A1" w:rsidP="0054187D">
            <w:pPr>
              <w:pStyle w:val="TAC"/>
              <w:rPr>
                <w:sz w:val="16"/>
                <w:szCs w:val="16"/>
              </w:rPr>
            </w:pPr>
            <w:r>
              <w:rPr>
                <w:sz w:val="16"/>
                <w:szCs w:val="16"/>
              </w:rPr>
              <w:t>RAN#90-e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FD6A30E" w14:textId="77777777" w:rsidR="009304A1" w:rsidRDefault="009304A1"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83A22E1" w14:textId="77777777" w:rsidR="009304A1" w:rsidRPr="00711DD8" w:rsidRDefault="009304A1" w:rsidP="0054187D">
            <w:pPr>
              <w:spacing w:after="0"/>
              <w:jc w:val="center"/>
              <w:rPr>
                <w:rFonts w:ascii="Arial" w:hAnsi="Arial" w:cs="Arial"/>
                <w:sz w:val="16"/>
                <w:szCs w:val="16"/>
              </w:rPr>
            </w:pPr>
            <w:r>
              <w:rPr>
                <w:rFonts w:ascii="Arial" w:hAnsi="Arial" w:cs="Arial"/>
                <w:sz w:val="16"/>
                <w:szCs w:val="16"/>
              </w:rPr>
              <w:t>1373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95906ED" w14:textId="77777777" w:rsidR="009304A1" w:rsidRDefault="009304A1"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6B8F3B" w14:textId="77777777" w:rsidR="009304A1" w:rsidRDefault="009304A1" w:rsidP="0054187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462C22B" w14:textId="77777777" w:rsidR="009304A1" w:rsidRPr="009032CE" w:rsidRDefault="009304A1" w:rsidP="0054187D">
            <w:pPr>
              <w:rPr>
                <w:rFonts w:ascii="Arial" w:hAnsi="Arial" w:cs="Arial"/>
                <w:sz w:val="16"/>
                <w:szCs w:val="16"/>
              </w:rPr>
            </w:pPr>
            <w:r w:rsidRPr="009304A1">
              <w:rPr>
                <w:rFonts w:ascii="Arial" w:hAnsi="Arial" w:cs="Arial"/>
                <w:sz w:val="16"/>
                <w:szCs w:val="16"/>
              </w:rPr>
              <w:t>Alignment of terminology for Rel-16 Additional MTC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BFCFA7" w14:textId="77777777" w:rsidR="009304A1" w:rsidRDefault="009304A1" w:rsidP="0054187D">
            <w:pPr>
              <w:pStyle w:val="TAC"/>
              <w:jc w:val="left"/>
              <w:rPr>
                <w:snapToGrid w:val="0"/>
                <w:sz w:val="16"/>
                <w:szCs w:val="16"/>
              </w:rPr>
            </w:pPr>
            <w:r>
              <w:rPr>
                <w:snapToGrid w:val="0"/>
                <w:sz w:val="16"/>
                <w:szCs w:val="16"/>
              </w:rPr>
              <w:t>16.4.0</w:t>
            </w:r>
          </w:p>
        </w:tc>
      </w:tr>
      <w:tr w:rsidR="00066DEC" w:rsidRPr="006B0D02" w14:paraId="34A53E8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9EA150" w14:textId="72475835" w:rsidR="00066DEC" w:rsidRDefault="00066DEC"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89F5B8C" w14:textId="1A316E0D" w:rsidR="00066DEC" w:rsidRDefault="00066DEC"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487C967" w14:textId="679300D9" w:rsidR="00066DEC" w:rsidRDefault="00066DEC" w:rsidP="00831FEE">
            <w:pPr>
              <w:spacing w:after="0"/>
              <w:jc w:val="center"/>
              <w:rPr>
                <w:rFonts w:ascii="Arial" w:hAnsi="Arial" w:cs="Arial"/>
                <w:sz w:val="16"/>
                <w:szCs w:val="16"/>
              </w:rPr>
            </w:pPr>
            <w:r>
              <w:rPr>
                <w:rFonts w:ascii="Arial" w:hAnsi="Arial" w:cs="Arial"/>
                <w:sz w:val="16"/>
                <w:szCs w:val="16"/>
              </w:rPr>
              <w:t>RP-210060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8462917" w14:textId="1117919D" w:rsidR="00066DEC" w:rsidRPr="00711DD8" w:rsidRDefault="00066DEC" w:rsidP="00831FEE">
            <w:pPr>
              <w:spacing w:after="0"/>
              <w:jc w:val="center"/>
              <w:rPr>
                <w:rFonts w:ascii="Arial" w:hAnsi="Arial" w:cs="Arial"/>
                <w:sz w:val="16"/>
                <w:szCs w:val="16"/>
              </w:rPr>
            </w:pPr>
            <w:r>
              <w:rPr>
                <w:rFonts w:ascii="Arial" w:hAnsi="Arial" w:cs="Arial"/>
                <w:sz w:val="16"/>
                <w:szCs w:val="16"/>
              </w:rPr>
              <w:t>1376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6A34BCB" w14:textId="77777777" w:rsidR="00066DEC" w:rsidRDefault="00066DEC"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9F8EED" w14:textId="5BB7D8A0" w:rsidR="00066DEC" w:rsidRDefault="00066DEC" w:rsidP="00831FE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13AEE52" w14:textId="02E9F458" w:rsidR="00066DEC" w:rsidRPr="009032CE" w:rsidRDefault="00066DEC" w:rsidP="00831FEE">
            <w:pPr>
              <w:rPr>
                <w:rFonts w:ascii="Arial" w:hAnsi="Arial" w:cs="Arial"/>
                <w:sz w:val="16"/>
                <w:szCs w:val="16"/>
              </w:rPr>
            </w:pPr>
            <w:r w:rsidRPr="00066DEC">
              <w:rPr>
                <w:rFonts w:ascii="Arial" w:hAnsi="Arial" w:cs="Arial"/>
                <w:sz w:val="16"/>
                <w:szCs w:val="16"/>
              </w:rPr>
              <w:t>Correction on spectral efficiency of 1024QAM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D5798F" w14:textId="58E5442A" w:rsidR="00066DEC" w:rsidRDefault="00066DEC" w:rsidP="00831FEE">
            <w:pPr>
              <w:pStyle w:val="TAC"/>
              <w:jc w:val="left"/>
              <w:rPr>
                <w:snapToGrid w:val="0"/>
                <w:sz w:val="16"/>
                <w:szCs w:val="16"/>
              </w:rPr>
            </w:pPr>
            <w:r>
              <w:rPr>
                <w:snapToGrid w:val="0"/>
                <w:sz w:val="16"/>
                <w:szCs w:val="16"/>
              </w:rPr>
              <w:t>16.5.0</w:t>
            </w:r>
          </w:p>
        </w:tc>
      </w:tr>
      <w:tr w:rsidR="00823748" w:rsidRPr="006B0D02" w14:paraId="1C1EB8D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FB2C4" w14:textId="77777777" w:rsidR="00823748" w:rsidRDefault="00823748"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8B9CB84" w14:textId="77777777" w:rsidR="00823748" w:rsidRDefault="00823748"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AC15747" w14:textId="4E02E12A" w:rsidR="00823748" w:rsidRDefault="00823748" w:rsidP="00831FEE">
            <w:pPr>
              <w:spacing w:after="0"/>
              <w:jc w:val="center"/>
              <w:rPr>
                <w:rFonts w:ascii="Arial" w:hAnsi="Arial" w:cs="Arial"/>
                <w:sz w:val="16"/>
                <w:szCs w:val="16"/>
              </w:rPr>
            </w:pPr>
            <w:r>
              <w:rPr>
                <w:rFonts w:ascii="Arial" w:hAnsi="Arial" w:cs="Arial"/>
                <w:sz w:val="16"/>
                <w:szCs w:val="16"/>
              </w:rPr>
              <w:t>RP-210063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63E0DD7" w14:textId="08782408" w:rsidR="00823748" w:rsidRPr="00711DD8" w:rsidRDefault="00823748" w:rsidP="00831FEE">
            <w:pPr>
              <w:spacing w:after="0"/>
              <w:jc w:val="center"/>
              <w:rPr>
                <w:rFonts w:ascii="Arial" w:hAnsi="Arial" w:cs="Arial"/>
                <w:sz w:val="16"/>
                <w:szCs w:val="16"/>
              </w:rPr>
            </w:pPr>
            <w:r>
              <w:rPr>
                <w:rFonts w:ascii="Arial" w:hAnsi="Arial" w:cs="Arial"/>
                <w:sz w:val="16"/>
                <w:szCs w:val="16"/>
              </w:rPr>
              <w:t>1378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5A5E325" w14:textId="77777777" w:rsidR="00823748" w:rsidRDefault="00823748"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07EDF8" w14:textId="77777777" w:rsidR="00823748" w:rsidRDefault="00823748" w:rsidP="00831FEE">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340E94F" w14:textId="1B0FF03E" w:rsidR="00823748" w:rsidRPr="009032CE" w:rsidRDefault="00823748" w:rsidP="00831FEE">
            <w:pPr>
              <w:rPr>
                <w:rFonts w:ascii="Arial" w:hAnsi="Arial" w:cs="Arial"/>
                <w:sz w:val="16"/>
                <w:szCs w:val="16"/>
              </w:rPr>
            </w:pPr>
            <w:r w:rsidRPr="00823748">
              <w:rPr>
                <w:rFonts w:ascii="Arial" w:hAnsi="Arial" w:cs="Arial"/>
                <w:sz w:val="16"/>
                <w:szCs w:val="16"/>
              </w:rPr>
              <w:t>Clarification on power control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43479A" w14:textId="77777777" w:rsidR="00823748" w:rsidRDefault="00823748" w:rsidP="00831FEE">
            <w:pPr>
              <w:pStyle w:val="TAC"/>
              <w:jc w:val="left"/>
              <w:rPr>
                <w:snapToGrid w:val="0"/>
                <w:sz w:val="16"/>
                <w:szCs w:val="16"/>
              </w:rPr>
            </w:pPr>
            <w:r>
              <w:rPr>
                <w:snapToGrid w:val="0"/>
                <w:sz w:val="16"/>
                <w:szCs w:val="16"/>
              </w:rPr>
              <w:t>16.5.0</w:t>
            </w:r>
          </w:p>
        </w:tc>
      </w:tr>
      <w:tr w:rsidR="00041C76" w:rsidRPr="006B0D02" w14:paraId="466129C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20AEF6" w14:textId="77777777" w:rsidR="00041C76" w:rsidRDefault="00041C76"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2E4F0CD" w14:textId="77777777" w:rsidR="00041C76" w:rsidRDefault="00041C76"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3F6D5B9" w14:textId="008A800F" w:rsidR="00041C76" w:rsidRDefault="00041C76" w:rsidP="00831FEE">
            <w:pPr>
              <w:spacing w:after="0"/>
              <w:jc w:val="center"/>
              <w:rPr>
                <w:rFonts w:ascii="Arial" w:hAnsi="Arial" w:cs="Arial"/>
                <w:sz w:val="16"/>
                <w:szCs w:val="16"/>
              </w:rPr>
            </w:pPr>
            <w:r>
              <w:rPr>
                <w:rFonts w:ascii="Arial" w:hAnsi="Arial" w:cs="Arial"/>
                <w:sz w:val="16"/>
                <w:szCs w:val="16"/>
              </w:rPr>
              <w:t>RP-210056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F71C73E" w14:textId="51B52335" w:rsidR="00041C76" w:rsidRPr="00711DD8" w:rsidRDefault="00041C76" w:rsidP="00831FEE">
            <w:pPr>
              <w:spacing w:after="0"/>
              <w:jc w:val="center"/>
              <w:rPr>
                <w:rFonts w:ascii="Arial" w:hAnsi="Arial" w:cs="Arial"/>
                <w:sz w:val="16"/>
                <w:szCs w:val="16"/>
              </w:rPr>
            </w:pPr>
            <w:r>
              <w:rPr>
                <w:rFonts w:ascii="Arial" w:hAnsi="Arial" w:cs="Arial"/>
                <w:sz w:val="16"/>
                <w:szCs w:val="16"/>
              </w:rPr>
              <w:t>1379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AF54F5E" w14:textId="053496E3" w:rsidR="00041C76" w:rsidRDefault="00041C76" w:rsidP="00831FE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F2ABAD" w14:textId="3F5DB913" w:rsidR="00041C76" w:rsidRDefault="00041C76" w:rsidP="00831FE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BB10694" w14:textId="4EF299A8" w:rsidR="00041C76" w:rsidRPr="009032CE" w:rsidRDefault="00041C76" w:rsidP="00831FEE">
            <w:pPr>
              <w:rPr>
                <w:rFonts w:ascii="Arial" w:hAnsi="Arial" w:cs="Arial"/>
                <w:sz w:val="16"/>
                <w:szCs w:val="16"/>
              </w:rPr>
            </w:pPr>
            <w:r w:rsidRPr="00041C76">
              <w:rPr>
                <w:rFonts w:ascii="Arial" w:hAnsi="Arial" w:cs="Arial"/>
                <w:sz w:val="16"/>
                <w:szCs w:val="16"/>
              </w:rPr>
              <w:t>PUR correction on PUSCH Repetition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5649FC" w14:textId="77777777" w:rsidR="00041C76" w:rsidRDefault="00041C76" w:rsidP="00831FEE">
            <w:pPr>
              <w:pStyle w:val="TAC"/>
              <w:jc w:val="left"/>
              <w:rPr>
                <w:snapToGrid w:val="0"/>
                <w:sz w:val="16"/>
                <w:szCs w:val="16"/>
              </w:rPr>
            </w:pPr>
            <w:r>
              <w:rPr>
                <w:snapToGrid w:val="0"/>
                <w:sz w:val="16"/>
                <w:szCs w:val="16"/>
              </w:rPr>
              <w:t>16.5.0</w:t>
            </w:r>
          </w:p>
        </w:tc>
      </w:tr>
      <w:tr w:rsidR="002449F7" w:rsidRPr="006B0D02" w14:paraId="433FF7C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8FC085" w14:textId="77777777" w:rsidR="002449F7" w:rsidRDefault="002449F7"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8D99FC2" w14:textId="77777777" w:rsidR="002449F7" w:rsidRDefault="002449F7"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FD2AF9D" w14:textId="1913F58F" w:rsidR="002449F7" w:rsidRDefault="002449F7" w:rsidP="00831FEE">
            <w:pPr>
              <w:spacing w:after="0"/>
              <w:jc w:val="center"/>
              <w:rPr>
                <w:rFonts w:ascii="Arial" w:hAnsi="Arial" w:cs="Arial"/>
                <w:sz w:val="16"/>
                <w:szCs w:val="16"/>
              </w:rPr>
            </w:pPr>
            <w:r>
              <w:rPr>
                <w:rFonts w:ascii="Arial" w:hAnsi="Arial" w:cs="Arial"/>
                <w:sz w:val="16"/>
                <w:szCs w:val="16"/>
              </w:rPr>
              <w:t>RP-210057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0A80795" w14:textId="38FCFD2B" w:rsidR="002449F7" w:rsidRPr="00711DD8" w:rsidRDefault="002449F7" w:rsidP="00831FEE">
            <w:pPr>
              <w:spacing w:after="0"/>
              <w:jc w:val="center"/>
              <w:rPr>
                <w:rFonts w:ascii="Arial" w:hAnsi="Arial" w:cs="Arial"/>
                <w:sz w:val="16"/>
                <w:szCs w:val="16"/>
              </w:rPr>
            </w:pPr>
            <w:r>
              <w:rPr>
                <w:rFonts w:ascii="Arial" w:hAnsi="Arial" w:cs="Arial"/>
                <w:sz w:val="16"/>
                <w:szCs w:val="16"/>
              </w:rPr>
              <w:t>1380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937A809" w14:textId="15A5F071" w:rsidR="002449F7" w:rsidRDefault="002449F7"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3630FF" w14:textId="77777777" w:rsidR="002449F7" w:rsidRDefault="002449F7" w:rsidP="00831FE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502644D" w14:textId="26E544B9" w:rsidR="002449F7" w:rsidRPr="009032CE" w:rsidRDefault="002449F7" w:rsidP="00831FEE">
            <w:pPr>
              <w:rPr>
                <w:rFonts w:ascii="Arial" w:hAnsi="Arial" w:cs="Arial"/>
                <w:sz w:val="16"/>
                <w:szCs w:val="16"/>
              </w:rPr>
            </w:pPr>
            <w:r w:rsidRPr="002449F7">
              <w:rPr>
                <w:rFonts w:ascii="Arial" w:hAnsi="Arial" w:cs="Arial"/>
                <w:sz w:val="16"/>
                <w:szCs w:val="16"/>
              </w:rPr>
              <w:t>Correction on determination of number of scheduled TB for SC-MTCH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CECA9F" w14:textId="77777777" w:rsidR="002449F7" w:rsidRDefault="002449F7" w:rsidP="00831FEE">
            <w:pPr>
              <w:pStyle w:val="TAC"/>
              <w:jc w:val="left"/>
              <w:rPr>
                <w:snapToGrid w:val="0"/>
                <w:sz w:val="16"/>
                <w:szCs w:val="16"/>
              </w:rPr>
            </w:pPr>
            <w:r>
              <w:rPr>
                <w:snapToGrid w:val="0"/>
                <w:sz w:val="16"/>
                <w:szCs w:val="16"/>
              </w:rPr>
              <w:t>16.5.0</w:t>
            </w:r>
          </w:p>
        </w:tc>
      </w:tr>
      <w:tr w:rsidR="00317EFF" w:rsidRPr="006B0D02" w14:paraId="025F5364"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E9982D" w14:textId="77777777" w:rsidR="00317EFF" w:rsidRDefault="00317EFF"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B7FBBE2" w14:textId="77777777" w:rsidR="00317EFF" w:rsidRDefault="00317EFF"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E579628" w14:textId="37EC4A30" w:rsidR="00317EFF" w:rsidRDefault="00317EFF" w:rsidP="00831FEE">
            <w:pPr>
              <w:spacing w:after="0"/>
              <w:jc w:val="center"/>
              <w:rPr>
                <w:rFonts w:ascii="Arial" w:hAnsi="Arial" w:cs="Arial"/>
                <w:sz w:val="16"/>
                <w:szCs w:val="16"/>
              </w:rPr>
            </w:pPr>
            <w:r>
              <w:rPr>
                <w:rFonts w:ascii="Arial" w:hAnsi="Arial" w:cs="Arial"/>
                <w:sz w:val="16"/>
                <w:szCs w:val="16"/>
              </w:rPr>
              <w:t>RP-210056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1285A30" w14:textId="79B9CA86" w:rsidR="00317EFF" w:rsidRPr="00711DD8" w:rsidRDefault="00317EFF" w:rsidP="00831FEE">
            <w:pPr>
              <w:spacing w:after="0"/>
              <w:jc w:val="center"/>
              <w:rPr>
                <w:rFonts w:ascii="Arial" w:hAnsi="Arial" w:cs="Arial"/>
                <w:sz w:val="16"/>
                <w:szCs w:val="16"/>
              </w:rPr>
            </w:pPr>
            <w:r>
              <w:rPr>
                <w:rFonts w:ascii="Arial" w:hAnsi="Arial" w:cs="Arial"/>
                <w:sz w:val="16"/>
                <w:szCs w:val="16"/>
              </w:rPr>
              <w:t>1381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418E597" w14:textId="77777777" w:rsidR="00317EFF" w:rsidRDefault="00317EFF"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2C98F7" w14:textId="77777777" w:rsidR="00317EFF" w:rsidRDefault="00317EFF" w:rsidP="00831FE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BF4FDAA" w14:textId="494F7D64" w:rsidR="00317EFF" w:rsidRPr="009032CE" w:rsidRDefault="00317EFF" w:rsidP="00831FEE">
            <w:pPr>
              <w:rPr>
                <w:rFonts w:ascii="Arial" w:hAnsi="Arial" w:cs="Arial"/>
                <w:sz w:val="16"/>
                <w:szCs w:val="16"/>
              </w:rPr>
            </w:pPr>
            <w:r w:rsidRPr="00317EFF">
              <w:rPr>
                <w:rFonts w:ascii="Arial" w:hAnsi="Arial" w:cs="Arial"/>
                <w:sz w:val="16"/>
                <w:szCs w:val="16"/>
              </w:rPr>
              <w:t>Correction on HARQ process number for SPS validation when multi-TB is configured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B45CF7" w14:textId="77777777" w:rsidR="00317EFF" w:rsidRDefault="00317EFF" w:rsidP="00831FEE">
            <w:pPr>
              <w:pStyle w:val="TAC"/>
              <w:jc w:val="left"/>
              <w:rPr>
                <w:snapToGrid w:val="0"/>
                <w:sz w:val="16"/>
                <w:szCs w:val="16"/>
              </w:rPr>
            </w:pPr>
            <w:r>
              <w:rPr>
                <w:snapToGrid w:val="0"/>
                <w:sz w:val="16"/>
                <w:szCs w:val="16"/>
              </w:rPr>
              <w:t>16.5.0</w:t>
            </w:r>
          </w:p>
        </w:tc>
      </w:tr>
      <w:tr w:rsidR="0058163E" w:rsidRPr="006B0D02" w14:paraId="59D5794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A4FB89" w14:textId="77777777" w:rsidR="0058163E" w:rsidRDefault="0058163E"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5527794" w14:textId="77777777" w:rsidR="0058163E" w:rsidRDefault="0058163E"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C26D89" w14:textId="77777777" w:rsidR="0058163E" w:rsidRDefault="0058163E" w:rsidP="00831FEE">
            <w:pPr>
              <w:spacing w:after="0"/>
              <w:jc w:val="center"/>
              <w:rPr>
                <w:rFonts w:ascii="Arial" w:hAnsi="Arial" w:cs="Arial"/>
                <w:sz w:val="16"/>
                <w:szCs w:val="16"/>
              </w:rPr>
            </w:pPr>
            <w:r>
              <w:rPr>
                <w:rFonts w:ascii="Arial" w:hAnsi="Arial" w:cs="Arial"/>
                <w:sz w:val="16"/>
                <w:szCs w:val="16"/>
              </w:rPr>
              <w:t>RP-210056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8F11BE0" w14:textId="5B0559FF" w:rsidR="0058163E" w:rsidRPr="00711DD8" w:rsidRDefault="0058163E" w:rsidP="00831FEE">
            <w:pPr>
              <w:spacing w:after="0"/>
              <w:jc w:val="center"/>
              <w:rPr>
                <w:rFonts w:ascii="Arial" w:hAnsi="Arial" w:cs="Arial"/>
                <w:sz w:val="16"/>
                <w:szCs w:val="16"/>
              </w:rPr>
            </w:pPr>
            <w:r>
              <w:rPr>
                <w:rFonts w:ascii="Arial" w:hAnsi="Arial" w:cs="Arial"/>
                <w:sz w:val="16"/>
                <w:szCs w:val="16"/>
              </w:rPr>
              <w:t>138</w:t>
            </w:r>
            <w:r w:rsidR="00E418A3">
              <w:rPr>
                <w:rFonts w:ascii="Arial" w:hAnsi="Arial" w:cs="Arial"/>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4C74AFF" w14:textId="77777777" w:rsidR="0058163E" w:rsidRDefault="0058163E"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9504C1" w14:textId="77777777" w:rsidR="0058163E" w:rsidRDefault="0058163E" w:rsidP="00831FE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BE4646F" w14:textId="7022EF89" w:rsidR="0058163E" w:rsidRPr="009032CE" w:rsidRDefault="0058163E" w:rsidP="00831FEE">
            <w:pPr>
              <w:rPr>
                <w:rFonts w:ascii="Arial" w:hAnsi="Arial" w:cs="Arial"/>
                <w:sz w:val="16"/>
                <w:szCs w:val="16"/>
              </w:rPr>
            </w:pPr>
            <w:r w:rsidRPr="0058163E">
              <w:rPr>
                <w:rFonts w:ascii="Arial" w:hAnsi="Arial" w:cs="Arial"/>
                <w:sz w:val="16"/>
                <w:szCs w:val="16"/>
              </w:rPr>
              <w:t>Correction on multicast gap in multi-TB scheduling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EDEE23" w14:textId="77777777" w:rsidR="0058163E" w:rsidRDefault="0058163E" w:rsidP="00831FEE">
            <w:pPr>
              <w:pStyle w:val="TAC"/>
              <w:jc w:val="left"/>
              <w:rPr>
                <w:snapToGrid w:val="0"/>
                <w:sz w:val="16"/>
                <w:szCs w:val="16"/>
              </w:rPr>
            </w:pPr>
            <w:r>
              <w:rPr>
                <w:snapToGrid w:val="0"/>
                <w:sz w:val="16"/>
                <w:szCs w:val="16"/>
              </w:rPr>
              <w:t>16.5.0</w:t>
            </w:r>
          </w:p>
        </w:tc>
      </w:tr>
      <w:tr w:rsidR="001066A0" w:rsidRPr="006B0D02" w14:paraId="1D63FDB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AE660E" w14:textId="77777777" w:rsidR="001066A0" w:rsidRDefault="001066A0"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38DE9B3" w14:textId="77777777" w:rsidR="001066A0" w:rsidRDefault="001066A0"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64B3DDD" w14:textId="6FC6E505" w:rsidR="001066A0" w:rsidRDefault="001066A0" w:rsidP="00831FEE">
            <w:pPr>
              <w:spacing w:after="0"/>
              <w:jc w:val="center"/>
              <w:rPr>
                <w:rFonts w:ascii="Arial" w:hAnsi="Arial" w:cs="Arial"/>
                <w:sz w:val="16"/>
                <w:szCs w:val="16"/>
              </w:rPr>
            </w:pPr>
            <w:r>
              <w:rPr>
                <w:rFonts w:ascii="Arial" w:hAnsi="Arial" w:cs="Arial"/>
                <w:sz w:val="16"/>
                <w:szCs w:val="16"/>
              </w:rPr>
              <w:t>RP-210057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F9105D9" w14:textId="6B7FC453" w:rsidR="001066A0" w:rsidRPr="00711DD8" w:rsidRDefault="001066A0" w:rsidP="00831FEE">
            <w:pPr>
              <w:spacing w:after="0"/>
              <w:jc w:val="center"/>
              <w:rPr>
                <w:rFonts w:ascii="Arial" w:hAnsi="Arial" w:cs="Arial"/>
                <w:sz w:val="16"/>
                <w:szCs w:val="16"/>
              </w:rPr>
            </w:pPr>
            <w:r>
              <w:rPr>
                <w:rFonts w:ascii="Arial" w:hAnsi="Arial" w:cs="Arial"/>
                <w:sz w:val="16"/>
                <w:szCs w:val="16"/>
              </w:rPr>
              <w:t>1383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99A495F" w14:textId="77777777" w:rsidR="001066A0" w:rsidRDefault="001066A0"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FD9ECD" w14:textId="77777777" w:rsidR="001066A0" w:rsidRDefault="001066A0" w:rsidP="00831FE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2C1D76B" w14:textId="1C1A1C09" w:rsidR="001066A0" w:rsidRPr="009032CE" w:rsidRDefault="001066A0" w:rsidP="00831FEE">
            <w:pPr>
              <w:rPr>
                <w:rFonts w:ascii="Arial" w:hAnsi="Arial" w:cs="Arial"/>
                <w:sz w:val="16"/>
                <w:szCs w:val="16"/>
              </w:rPr>
            </w:pPr>
            <w:r w:rsidRPr="001066A0">
              <w:rPr>
                <w:rFonts w:ascii="Arial" w:hAnsi="Arial" w:cs="Arial"/>
                <w:sz w:val="16"/>
                <w:szCs w:val="16"/>
              </w:rPr>
              <w:t>Correction on transmission scheme for NPDSCH configured by PUR-RNTI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71FF82" w14:textId="77777777" w:rsidR="001066A0" w:rsidRDefault="001066A0" w:rsidP="00831FEE">
            <w:pPr>
              <w:pStyle w:val="TAC"/>
              <w:jc w:val="left"/>
              <w:rPr>
                <w:snapToGrid w:val="0"/>
                <w:sz w:val="16"/>
                <w:szCs w:val="16"/>
              </w:rPr>
            </w:pPr>
            <w:r>
              <w:rPr>
                <w:snapToGrid w:val="0"/>
                <w:sz w:val="16"/>
                <w:szCs w:val="16"/>
              </w:rPr>
              <w:t>16.5.0</w:t>
            </w:r>
          </w:p>
        </w:tc>
      </w:tr>
      <w:tr w:rsidR="009E2559" w:rsidRPr="006B0D02" w14:paraId="2CE4268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C0FCC5" w14:textId="77777777" w:rsidR="009E2559" w:rsidRDefault="009E2559" w:rsidP="00831FEE">
            <w:pPr>
              <w:pStyle w:val="TAC"/>
              <w:rPr>
                <w:sz w:val="16"/>
                <w:szCs w:val="16"/>
              </w:rPr>
            </w:pPr>
            <w:r>
              <w:rPr>
                <w:sz w:val="16"/>
                <w:szCs w:val="16"/>
              </w:rPr>
              <w:t>2021-03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1ADDA8D" w14:textId="77777777" w:rsidR="009E2559" w:rsidRDefault="009E2559" w:rsidP="00831FEE">
            <w:pPr>
              <w:pStyle w:val="TAC"/>
              <w:rPr>
                <w:sz w:val="16"/>
                <w:szCs w:val="16"/>
              </w:rPr>
            </w:pPr>
            <w:r>
              <w:rPr>
                <w:sz w:val="16"/>
                <w:szCs w:val="16"/>
              </w:rPr>
              <w:t>RAN#91-e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5A6038E" w14:textId="77777777" w:rsidR="009E2559" w:rsidRDefault="009E2559" w:rsidP="00831FEE">
            <w:pPr>
              <w:spacing w:after="0"/>
              <w:jc w:val="center"/>
              <w:rPr>
                <w:rFonts w:ascii="Arial" w:hAnsi="Arial" w:cs="Arial"/>
                <w:sz w:val="16"/>
                <w:szCs w:val="16"/>
              </w:rPr>
            </w:pPr>
            <w:r>
              <w:rPr>
                <w:rFonts w:ascii="Arial" w:hAnsi="Arial" w:cs="Arial"/>
                <w:sz w:val="16"/>
                <w:szCs w:val="16"/>
              </w:rPr>
              <w:t>RP-210057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CE31822" w14:textId="6272CDCC" w:rsidR="009E2559" w:rsidRPr="00711DD8" w:rsidRDefault="009E2559" w:rsidP="00831FEE">
            <w:pPr>
              <w:spacing w:after="0"/>
              <w:jc w:val="center"/>
              <w:rPr>
                <w:rFonts w:ascii="Arial" w:hAnsi="Arial" w:cs="Arial"/>
                <w:sz w:val="16"/>
                <w:szCs w:val="16"/>
              </w:rPr>
            </w:pPr>
            <w:r>
              <w:rPr>
                <w:rFonts w:ascii="Arial" w:hAnsi="Arial" w:cs="Arial"/>
                <w:sz w:val="16"/>
                <w:szCs w:val="16"/>
              </w:rPr>
              <w:t>1384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F21AE01" w14:textId="77777777" w:rsidR="009E2559" w:rsidRDefault="009E2559"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1D28DE" w14:textId="77777777" w:rsidR="009E2559" w:rsidRDefault="009E2559" w:rsidP="00831FEE">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BB59196" w14:textId="0EEEFE7F" w:rsidR="009E2559" w:rsidRPr="009032CE" w:rsidRDefault="009E2559" w:rsidP="00831FEE">
            <w:pPr>
              <w:rPr>
                <w:rFonts w:ascii="Arial" w:hAnsi="Arial" w:cs="Arial"/>
                <w:sz w:val="16"/>
                <w:szCs w:val="16"/>
              </w:rPr>
            </w:pPr>
            <w:r w:rsidRPr="009E2559">
              <w:rPr>
                <w:rFonts w:ascii="Arial" w:hAnsi="Arial" w:cs="Arial"/>
                <w:sz w:val="16"/>
                <w:szCs w:val="16"/>
              </w:rPr>
              <w:t>PUR correction on parameter name for DL carrier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9EDF2B" w14:textId="77777777" w:rsidR="009E2559" w:rsidRDefault="009E2559" w:rsidP="00831FEE">
            <w:pPr>
              <w:pStyle w:val="TAC"/>
              <w:jc w:val="left"/>
              <w:rPr>
                <w:snapToGrid w:val="0"/>
                <w:sz w:val="16"/>
                <w:szCs w:val="16"/>
              </w:rPr>
            </w:pPr>
            <w:r>
              <w:rPr>
                <w:snapToGrid w:val="0"/>
                <w:sz w:val="16"/>
                <w:szCs w:val="16"/>
              </w:rPr>
              <w:t>16.5.0</w:t>
            </w:r>
          </w:p>
        </w:tc>
      </w:tr>
      <w:tr w:rsidR="008F5B36" w:rsidRPr="006B0D02" w14:paraId="7E90EE3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AB3760" w14:textId="073606CB" w:rsidR="008F5B36" w:rsidRDefault="008F5B36"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A7848BA" w14:textId="653280E3" w:rsidR="008F5B36" w:rsidRDefault="008F5B36"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38ABBF2" w14:textId="555CAB11" w:rsidR="008F5B36" w:rsidRDefault="008F5B36" w:rsidP="00216265">
            <w:pPr>
              <w:spacing w:after="0"/>
              <w:jc w:val="center"/>
              <w:rPr>
                <w:rFonts w:ascii="Arial" w:hAnsi="Arial" w:cs="Arial"/>
                <w:sz w:val="16"/>
                <w:szCs w:val="16"/>
              </w:rPr>
            </w:pPr>
            <w:r>
              <w:rPr>
                <w:rFonts w:ascii="Arial" w:hAnsi="Arial" w:cs="Arial"/>
                <w:sz w:val="16"/>
                <w:szCs w:val="16"/>
              </w:rPr>
              <w:t>RP-211245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C590B7B" w14:textId="3E9F728E" w:rsidR="008F5B36" w:rsidRPr="00711DD8" w:rsidRDefault="008F5B36" w:rsidP="00216265">
            <w:pPr>
              <w:spacing w:after="0"/>
              <w:jc w:val="center"/>
              <w:rPr>
                <w:rFonts w:ascii="Arial" w:hAnsi="Arial" w:cs="Arial"/>
                <w:sz w:val="16"/>
                <w:szCs w:val="16"/>
              </w:rPr>
            </w:pPr>
            <w:r>
              <w:rPr>
                <w:rFonts w:ascii="Arial" w:hAnsi="Arial" w:cs="Arial"/>
                <w:sz w:val="16"/>
                <w:szCs w:val="16"/>
              </w:rPr>
              <w:t>1389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F1A3BFC" w14:textId="77777777" w:rsidR="008F5B36" w:rsidRDefault="008F5B36"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7C0544" w14:textId="77FD23AE" w:rsidR="008F5B36" w:rsidRDefault="008F5B36" w:rsidP="0021626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CE2EFEC" w14:textId="59C6D934" w:rsidR="008F5B36" w:rsidRPr="009032CE" w:rsidRDefault="008F5B36" w:rsidP="00216265">
            <w:pPr>
              <w:rPr>
                <w:rFonts w:ascii="Arial" w:hAnsi="Arial" w:cs="Arial"/>
                <w:sz w:val="16"/>
                <w:szCs w:val="16"/>
              </w:rPr>
            </w:pPr>
            <w:r w:rsidRPr="008F5B36">
              <w:rPr>
                <w:rFonts w:ascii="Arial" w:hAnsi="Arial" w:cs="Arial"/>
                <w:sz w:val="16"/>
                <w:szCs w:val="16"/>
              </w:rPr>
              <w:t>Correction on MPDCCH assignment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1B1211" w14:textId="79CC60DB" w:rsidR="008F5B36" w:rsidRDefault="008F5B36" w:rsidP="00216265">
            <w:pPr>
              <w:pStyle w:val="TAC"/>
              <w:jc w:val="left"/>
              <w:rPr>
                <w:snapToGrid w:val="0"/>
                <w:sz w:val="16"/>
                <w:szCs w:val="16"/>
              </w:rPr>
            </w:pPr>
            <w:r>
              <w:rPr>
                <w:snapToGrid w:val="0"/>
                <w:sz w:val="16"/>
                <w:szCs w:val="16"/>
              </w:rPr>
              <w:t>16.6.0</w:t>
            </w:r>
          </w:p>
        </w:tc>
      </w:tr>
      <w:tr w:rsidR="00BD78BA" w:rsidRPr="006B0D02" w14:paraId="3C22463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E2677F" w14:textId="77777777" w:rsidR="00BD78BA" w:rsidRDefault="00BD78BA"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5A96D46" w14:textId="77777777" w:rsidR="00BD78BA" w:rsidRDefault="00BD78BA"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D1CCE8" w14:textId="77777777" w:rsidR="00BD78BA" w:rsidRDefault="00BD78BA" w:rsidP="00216265">
            <w:pPr>
              <w:spacing w:after="0"/>
              <w:jc w:val="center"/>
              <w:rPr>
                <w:rFonts w:ascii="Arial" w:hAnsi="Arial" w:cs="Arial"/>
                <w:sz w:val="16"/>
                <w:szCs w:val="16"/>
              </w:rPr>
            </w:pPr>
            <w:r>
              <w:rPr>
                <w:rFonts w:ascii="Arial" w:hAnsi="Arial" w:cs="Arial"/>
                <w:sz w:val="16"/>
                <w:szCs w:val="16"/>
              </w:rPr>
              <w:t>RP-211245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EAE95C8" w14:textId="735DE9F9" w:rsidR="00BD78BA" w:rsidRPr="00711DD8" w:rsidRDefault="00BD78BA" w:rsidP="00216265">
            <w:pPr>
              <w:spacing w:after="0"/>
              <w:jc w:val="center"/>
              <w:rPr>
                <w:rFonts w:ascii="Arial" w:hAnsi="Arial" w:cs="Arial"/>
                <w:sz w:val="16"/>
                <w:szCs w:val="16"/>
              </w:rPr>
            </w:pPr>
            <w:r>
              <w:rPr>
                <w:rFonts w:ascii="Arial" w:hAnsi="Arial" w:cs="Arial"/>
                <w:sz w:val="16"/>
                <w:szCs w:val="16"/>
              </w:rPr>
              <w:t>1392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AB4E7A9" w14:textId="77777777" w:rsidR="00BD78BA" w:rsidRDefault="00BD78BA"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27F53E" w14:textId="77777777" w:rsidR="00BD78BA" w:rsidRDefault="00BD78BA" w:rsidP="0021626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CF823DC" w14:textId="03A627E0" w:rsidR="00BD78BA" w:rsidRPr="009032CE" w:rsidRDefault="00BD78BA" w:rsidP="00216265">
            <w:pPr>
              <w:rPr>
                <w:rFonts w:ascii="Arial" w:hAnsi="Arial" w:cs="Arial"/>
                <w:sz w:val="16"/>
                <w:szCs w:val="16"/>
              </w:rPr>
            </w:pPr>
            <w:r w:rsidRPr="00BD78BA">
              <w:rPr>
                <w:rFonts w:ascii="Arial" w:hAnsi="Arial" w:cs="Arial"/>
                <w:sz w:val="16"/>
                <w:szCs w:val="16"/>
              </w:rPr>
              <w:t>Correction on PDSCH dropping for multicast in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84B50B" w14:textId="77777777" w:rsidR="00BD78BA" w:rsidRDefault="00BD78BA" w:rsidP="00216265">
            <w:pPr>
              <w:pStyle w:val="TAC"/>
              <w:jc w:val="left"/>
              <w:rPr>
                <w:snapToGrid w:val="0"/>
                <w:sz w:val="16"/>
                <w:szCs w:val="16"/>
              </w:rPr>
            </w:pPr>
            <w:r>
              <w:rPr>
                <w:snapToGrid w:val="0"/>
                <w:sz w:val="16"/>
                <w:szCs w:val="16"/>
              </w:rPr>
              <w:t>16.6.0</w:t>
            </w:r>
          </w:p>
        </w:tc>
      </w:tr>
      <w:tr w:rsidR="002F38C5" w:rsidRPr="006B0D02" w14:paraId="2914551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FAFCFF" w14:textId="77777777" w:rsidR="002F38C5" w:rsidRDefault="002F38C5"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DC893B6" w14:textId="77777777" w:rsidR="002F38C5" w:rsidRDefault="002F38C5"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2D7751F" w14:textId="61D8774E" w:rsidR="002F38C5" w:rsidRDefault="002F38C5" w:rsidP="00216265">
            <w:pPr>
              <w:spacing w:after="0"/>
              <w:jc w:val="center"/>
              <w:rPr>
                <w:rFonts w:ascii="Arial" w:hAnsi="Arial" w:cs="Arial"/>
                <w:sz w:val="16"/>
                <w:szCs w:val="16"/>
              </w:rPr>
            </w:pPr>
            <w:r>
              <w:rPr>
                <w:rFonts w:ascii="Arial" w:hAnsi="Arial" w:cs="Arial"/>
                <w:sz w:val="16"/>
                <w:szCs w:val="16"/>
              </w:rPr>
              <w:t>RP-211244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EB51575" w14:textId="0407D87D" w:rsidR="002F38C5" w:rsidRPr="00711DD8" w:rsidRDefault="002F38C5" w:rsidP="00216265">
            <w:pPr>
              <w:spacing w:after="0"/>
              <w:jc w:val="center"/>
              <w:rPr>
                <w:rFonts w:ascii="Arial" w:hAnsi="Arial" w:cs="Arial"/>
                <w:sz w:val="16"/>
                <w:szCs w:val="16"/>
              </w:rPr>
            </w:pPr>
            <w:r>
              <w:rPr>
                <w:rFonts w:ascii="Arial" w:hAnsi="Arial" w:cs="Arial"/>
                <w:sz w:val="16"/>
                <w:szCs w:val="16"/>
              </w:rPr>
              <w:t>1393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404F242" w14:textId="77777777" w:rsidR="002F38C5" w:rsidRDefault="002F38C5"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CEB620" w14:textId="3BF8EADD" w:rsidR="002F38C5" w:rsidRDefault="002F38C5" w:rsidP="0021626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12DD60C" w14:textId="4FACF4BB" w:rsidR="002F38C5" w:rsidRPr="009032CE" w:rsidRDefault="002F38C5" w:rsidP="00216265">
            <w:pPr>
              <w:rPr>
                <w:rFonts w:ascii="Arial" w:hAnsi="Arial" w:cs="Arial"/>
                <w:sz w:val="16"/>
                <w:szCs w:val="16"/>
              </w:rPr>
            </w:pPr>
            <w:r w:rsidRPr="002F38C5">
              <w:rPr>
                <w:rFonts w:ascii="Arial" w:hAnsi="Arial" w:cs="Arial"/>
                <w:sz w:val="16"/>
                <w:szCs w:val="16"/>
              </w:rPr>
              <w:t>Correction on additional SRS symbols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795DE7" w14:textId="77777777" w:rsidR="002F38C5" w:rsidRDefault="002F38C5" w:rsidP="00216265">
            <w:pPr>
              <w:pStyle w:val="TAC"/>
              <w:jc w:val="left"/>
              <w:rPr>
                <w:snapToGrid w:val="0"/>
                <w:sz w:val="16"/>
                <w:szCs w:val="16"/>
              </w:rPr>
            </w:pPr>
            <w:r>
              <w:rPr>
                <w:snapToGrid w:val="0"/>
                <w:sz w:val="16"/>
                <w:szCs w:val="16"/>
              </w:rPr>
              <w:t>16.6.0</w:t>
            </w:r>
          </w:p>
        </w:tc>
      </w:tr>
      <w:tr w:rsidR="00E33F71" w:rsidRPr="006B0D02" w14:paraId="40A2A1D5"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15C7C9" w14:textId="77777777" w:rsidR="00E33F71" w:rsidRDefault="00E33F71"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C9E3000" w14:textId="77777777" w:rsidR="00E33F71" w:rsidRDefault="00E33F71"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BA462DE" w14:textId="760F1945" w:rsidR="00E33F71" w:rsidRDefault="00E33F71" w:rsidP="00216265">
            <w:pPr>
              <w:spacing w:after="0"/>
              <w:jc w:val="center"/>
              <w:rPr>
                <w:rFonts w:ascii="Arial" w:hAnsi="Arial" w:cs="Arial"/>
                <w:sz w:val="16"/>
                <w:szCs w:val="16"/>
              </w:rPr>
            </w:pPr>
            <w:r>
              <w:rPr>
                <w:rFonts w:ascii="Arial" w:hAnsi="Arial" w:cs="Arial"/>
                <w:sz w:val="16"/>
                <w:szCs w:val="16"/>
              </w:rPr>
              <w:t>RP-211242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C71A396" w14:textId="0CA04CFD" w:rsidR="00E33F71" w:rsidRPr="00711DD8" w:rsidRDefault="00E33F71" w:rsidP="00216265">
            <w:pPr>
              <w:spacing w:after="0"/>
              <w:jc w:val="center"/>
              <w:rPr>
                <w:rFonts w:ascii="Arial" w:hAnsi="Arial" w:cs="Arial"/>
                <w:sz w:val="16"/>
                <w:szCs w:val="16"/>
              </w:rPr>
            </w:pPr>
            <w:r>
              <w:rPr>
                <w:rFonts w:ascii="Arial" w:hAnsi="Arial" w:cs="Arial"/>
                <w:sz w:val="16"/>
                <w:szCs w:val="16"/>
              </w:rPr>
              <w:t>1394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E9D692B" w14:textId="77777777" w:rsidR="00E33F71" w:rsidRDefault="00E33F71"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D84887" w14:textId="77777777" w:rsidR="00E33F71" w:rsidRDefault="00E33F71" w:rsidP="0021626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F631578" w14:textId="0BA36815" w:rsidR="00E33F71" w:rsidRPr="009032CE" w:rsidRDefault="00E33F71" w:rsidP="00216265">
            <w:pPr>
              <w:rPr>
                <w:rFonts w:ascii="Arial" w:hAnsi="Arial" w:cs="Arial"/>
                <w:sz w:val="16"/>
                <w:szCs w:val="16"/>
              </w:rPr>
            </w:pPr>
            <w:r w:rsidRPr="00E33F71">
              <w:rPr>
                <w:rFonts w:ascii="Arial" w:hAnsi="Arial" w:cs="Arial"/>
                <w:sz w:val="16"/>
                <w:szCs w:val="16"/>
              </w:rPr>
              <w:t>Correction on multi-TB scheduling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3B7FCC" w14:textId="77777777" w:rsidR="00E33F71" w:rsidRDefault="00E33F71" w:rsidP="00216265">
            <w:pPr>
              <w:pStyle w:val="TAC"/>
              <w:jc w:val="left"/>
              <w:rPr>
                <w:snapToGrid w:val="0"/>
                <w:sz w:val="16"/>
                <w:szCs w:val="16"/>
              </w:rPr>
            </w:pPr>
            <w:r>
              <w:rPr>
                <w:snapToGrid w:val="0"/>
                <w:sz w:val="16"/>
                <w:szCs w:val="16"/>
              </w:rPr>
              <w:t>16.6.0</w:t>
            </w:r>
          </w:p>
        </w:tc>
      </w:tr>
      <w:tr w:rsidR="00C33256" w:rsidRPr="006B0D02" w14:paraId="34DCC19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E0128B" w14:textId="77777777" w:rsidR="00C33256" w:rsidRDefault="00C33256"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93440E0" w14:textId="77777777" w:rsidR="00C33256" w:rsidRDefault="00C33256"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4A9BE2B" w14:textId="77777777" w:rsidR="00C33256" w:rsidRDefault="00C33256" w:rsidP="00216265">
            <w:pPr>
              <w:spacing w:after="0"/>
              <w:jc w:val="center"/>
              <w:rPr>
                <w:rFonts w:ascii="Arial" w:hAnsi="Arial" w:cs="Arial"/>
                <w:sz w:val="16"/>
                <w:szCs w:val="16"/>
              </w:rPr>
            </w:pPr>
            <w:r>
              <w:rPr>
                <w:rFonts w:ascii="Arial" w:hAnsi="Arial" w:cs="Arial"/>
                <w:sz w:val="16"/>
                <w:szCs w:val="16"/>
              </w:rPr>
              <w:t>RP-211242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EF16DEE" w14:textId="2EC4CC3C" w:rsidR="00C33256" w:rsidRPr="00711DD8" w:rsidRDefault="00C33256" w:rsidP="00216265">
            <w:pPr>
              <w:spacing w:after="0"/>
              <w:jc w:val="center"/>
              <w:rPr>
                <w:rFonts w:ascii="Arial" w:hAnsi="Arial" w:cs="Arial"/>
                <w:sz w:val="16"/>
                <w:szCs w:val="16"/>
              </w:rPr>
            </w:pPr>
            <w:r>
              <w:rPr>
                <w:rFonts w:ascii="Arial" w:hAnsi="Arial" w:cs="Arial"/>
                <w:sz w:val="16"/>
                <w:szCs w:val="16"/>
              </w:rPr>
              <w:t>1395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F133C65" w14:textId="77777777" w:rsidR="00C33256" w:rsidRDefault="00C33256"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00CEF9" w14:textId="77777777" w:rsidR="00C33256" w:rsidRDefault="00C33256" w:rsidP="0021626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A111008" w14:textId="6C589A47" w:rsidR="00C33256" w:rsidRPr="009032CE" w:rsidRDefault="002C5587" w:rsidP="00216265">
            <w:pPr>
              <w:rPr>
                <w:rFonts w:ascii="Arial" w:hAnsi="Arial" w:cs="Arial"/>
                <w:sz w:val="16"/>
                <w:szCs w:val="16"/>
              </w:rPr>
            </w:pPr>
            <w:r w:rsidRPr="002C5587">
              <w:rPr>
                <w:rFonts w:ascii="Arial" w:hAnsi="Arial" w:cs="Arial"/>
                <w:sz w:val="16"/>
                <w:szCs w:val="16"/>
              </w:rPr>
              <w:t>Correction on subcarrier indication for PUR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A0DA20" w14:textId="77777777" w:rsidR="00C33256" w:rsidRDefault="00C33256" w:rsidP="00216265">
            <w:pPr>
              <w:pStyle w:val="TAC"/>
              <w:jc w:val="left"/>
              <w:rPr>
                <w:snapToGrid w:val="0"/>
                <w:sz w:val="16"/>
                <w:szCs w:val="16"/>
              </w:rPr>
            </w:pPr>
            <w:r>
              <w:rPr>
                <w:snapToGrid w:val="0"/>
                <w:sz w:val="16"/>
                <w:szCs w:val="16"/>
              </w:rPr>
              <w:t>16.6.0</w:t>
            </w:r>
          </w:p>
        </w:tc>
      </w:tr>
      <w:tr w:rsidR="002C5587" w:rsidRPr="006B0D02" w14:paraId="67FC5CE0"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2B0AD2" w14:textId="77777777" w:rsidR="002C5587" w:rsidRDefault="002C5587"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04AF9F9" w14:textId="77777777" w:rsidR="002C5587" w:rsidRDefault="002C5587"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7649D93" w14:textId="79BB9571" w:rsidR="002C5587" w:rsidRDefault="002C5587" w:rsidP="00216265">
            <w:pPr>
              <w:spacing w:after="0"/>
              <w:jc w:val="center"/>
              <w:rPr>
                <w:rFonts w:ascii="Arial" w:hAnsi="Arial" w:cs="Arial"/>
                <w:sz w:val="16"/>
                <w:szCs w:val="16"/>
              </w:rPr>
            </w:pPr>
            <w:r>
              <w:rPr>
                <w:rFonts w:ascii="Arial" w:hAnsi="Arial" w:cs="Arial"/>
                <w:sz w:val="16"/>
                <w:szCs w:val="16"/>
              </w:rPr>
              <w:t>RP-211241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9FDDB42" w14:textId="1F1BC901" w:rsidR="002C5587" w:rsidRPr="00711DD8" w:rsidRDefault="002C5587" w:rsidP="00216265">
            <w:pPr>
              <w:spacing w:after="0"/>
              <w:jc w:val="center"/>
              <w:rPr>
                <w:rFonts w:ascii="Arial" w:hAnsi="Arial" w:cs="Arial"/>
                <w:sz w:val="16"/>
                <w:szCs w:val="16"/>
              </w:rPr>
            </w:pPr>
            <w:r>
              <w:rPr>
                <w:rFonts w:ascii="Arial" w:hAnsi="Arial" w:cs="Arial"/>
                <w:sz w:val="16"/>
                <w:szCs w:val="16"/>
              </w:rPr>
              <w:t>1396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AD1380F" w14:textId="77777777" w:rsidR="002C5587" w:rsidRDefault="002C5587"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60836B" w14:textId="77777777" w:rsidR="002C5587" w:rsidRDefault="002C5587" w:rsidP="0021626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C9E9655" w14:textId="18678098" w:rsidR="002C5587" w:rsidRPr="009032CE" w:rsidRDefault="002C5587" w:rsidP="00216265">
            <w:pPr>
              <w:rPr>
                <w:rFonts w:ascii="Arial" w:hAnsi="Arial" w:cs="Arial"/>
                <w:sz w:val="16"/>
                <w:szCs w:val="16"/>
              </w:rPr>
            </w:pPr>
            <w:r w:rsidRPr="002C5587">
              <w:rPr>
                <w:rFonts w:ascii="Arial" w:hAnsi="Arial" w:cs="Arial"/>
                <w:sz w:val="16"/>
                <w:szCs w:val="16"/>
              </w:rPr>
              <w:t>Correction on PUCCH transmit power control for LTE-M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FA1B75" w14:textId="77777777" w:rsidR="002C5587" w:rsidRDefault="002C5587" w:rsidP="00216265">
            <w:pPr>
              <w:pStyle w:val="TAC"/>
              <w:jc w:val="left"/>
              <w:rPr>
                <w:snapToGrid w:val="0"/>
                <w:sz w:val="16"/>
                <w:szCs w:val="16"/>
              </w:rPr>
            </w:pPr>
            <w:r>
              <w:rPr>
                <w:snapToGrid w:val="0"/>
                <w:sz w:val="16"/>
                <w:szCs w:val="16"/>
              </w:rPr>
              <w:t>16.6.0</w:t>
            </w:r>
          </w:p>
        </w:tc>
      </w:tr>
      <w:tr w:rsidR="00071419" w:rsidRPr="006B0D02" w14:paraId="03EC459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5F0FA0" w14:textId="77777777" w:rsidR="00071419" w:rsidRDefault="00071419"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E752BA" w14:textId="77777777" w:rsidR="00071419" w:rsidRDefault="00071419"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25D8F19" w14:textId="77777777" w:rsidR="00071419" w:rsidRDefault="00071419" w:rsidP="00216265">
            <w:pPr>
              <w:spacing w:after="0"/>
              <w:jc w:val="center"/>
              <w:rPr>
                <w:rFonts w:ascii="Arial" w:hAnsi="Arial" w:cs="Arial"/>
                <w:sz w:val="16"/>
                <w:szCs w:val="16"/>
              </w:rPr>
            </w:pPr>
            <w:r>
              <w:rPr>
                <w:rFonts w:ascii="Arial" w:hAnsi="Arial" w:cs="Arial"/>
                <w:sz w:val="16"/>
                <w:szCs w:val="16"/>
              </w:rPr>
              <w:t>RP-211241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A4790A4" w14:textId="40D809EC" w:rsidR="00071419" w:rsidRPr="00711DD8" w:rsidRDefault="00071419" w:rsidP="00216265">
            <w:pPr>
              <w:spacing w:after="0"/>
              <w:jc w:val="center"/>
              <w:rPr>
                <w:rFonts w:ascii="Arial" w:hAnsi="Arial" w:cs="Arial"/>
                <w:sz w:val="16"/>
                <w:szCs w:val="16"/>
              </w:rPr>
            </w:pPr>
            <w:r>
              <w:rPr>
                <w:rFonts w:ascii="Arial" w:hAnsi="Arial" w:cs="Arial"/>
                <w:sz w:val="16"/>
                <w:szCs w:val="16"/>
              </w:rPr>
              <w:t>1397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684C642" w14:textId="77777777" w:rsidR="00071419" w:rsidRDefault="00071419"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B6B449" w14:textId="77777777" w:rsidR="00071419" w:rsidRDefault="00071419" w:rsidP="0021626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22F13FB" w14:textId="75061B95" w:rsidR="00071419" w:rsidRPr="009032CE" w:rsidRDefault="00071419" w:rsidP="00216265">
            <w:pPr>
              <w:rPr>
                <w:rFonts w:ascii="Arial" w:hAnsi="Arial" w:cs="Arial"/>
                <w:sz w:val="16"/>
                <w:szCs w:val="16"/>
              </w:rPr>
            </w:pPr>
            <w:r w:rsidRPr="00071419">
              <w:rPr>
                <w:rFonts w:ascii="Arial" w:hAnsi="Arial" w:cs="Arial"/>
                <w:sz w:val="16"/>
                <w:szCs w:val="16"/>
              </w:rPr>
              <w:t>Clarification on UE procedure for uplink MTB scheduling in TDD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1E7E9E" w14:textId="77777777" w:rsidR="00071419" w:rsidRDefault="00071419" w:rsidP="00216265">
            <w:pPr>
              <w:pStyle w:val="TAC"/>
              <w:jc w:val="left"/>
              <w:rPr>
                <w:snapToGrid w:val="0"/>
                <w:sz w:val="16"/>
                <w:szCs w:val="16"/>
              </w:rPr>
            </w:pPr>
            <w:r>
              <w:rPr>
                <w:snapToGrid w:val="0"/>
                <w:sz w:val="16"/>
                <w:szCs w:val="16"/>
              </w:rPr>
              <w:t>16.6.0</w:t>
            </w:r>
          </w:p>
        </w:tc>
      </w:tr>
      <w:tr w:rsidR="00AC616A" w:rsidRPr="006B0D02" w14:paraId="349026C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10D5AB" w14:textId="77777777" w:rsidR="00AC616A" w:rsidRDefault="00AC616A"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0E1BF77" w14:textId="77777777" w:rsidR="00AC616A" w:rsidRDefault="00AC616A"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F7AF081" w14:textId="37190778" w:rsidR="00AC616A" w:rsidRDefault="00AC616A" w:rsidP="00216265">
            <w:pPr>
              <w:spacing w:after="0"/>
              <w:jc w:val="center"/>
              <w:rPr>
                <w:rFonts w:ascii="Arial" w:hAnsi="Arial" w:cs="Arial"/>
                <w:sz w:val="16"/>
                <w:szCs w:val="16"/>
              </w:rPr>
            </w:pPr>
            <w:r>
              <w:rPr>
                <w:rFonts w:ascii="Arial" w:hAnsi="Arial" w:cs="Arial"/>
                <w:sz w:val="16"/>
                <w:szCs w:val="16"/>
              </w:rPr>
              <w:t>RP-211233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A694826" w14:textId="7D75C2DD" w:rsidR="00AC616A" w:rsidRPr="00711DD8" w:rsidRDefault="00AC616A" w:rsidP="00216265">
            <w:pPr>
              <w:spacing w:after="0"/>
              <w:jc w:val="center"/>
              <w:rPr>
                <w:rFonts w:ascii="Arial" w:hAnsi="Arial" w:cs="Arial"/>
                <w:sz w:val="16"/>
                <w:szCs w:val="16"/>
              </w:rPr>
            </w:pPr>
            <w:r>
              <w:rPr>
                <w:rFonts w:ascii="Arial" w:hAnsi="Arial" w:cs="Arial"/>
                <w:sz w:val="16"/>
                <w:szCs w:val="16"/>
              </w:rPr>
              <w:t>1399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401B7FD" w14:textId="77777777" w:rsidR="00AC616A" w:rsidRDefault="00AC616A"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FC4B1D" w14:textId="04FACE9B" w:rsidR="00AC616A" w:rsidRDefault="00AC616A" w:rsidP="00216265">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9DA6815" w14:textId="67A836FD" w:rsidR="00AC616A" w:rsidRPr="009032CE" w:rsidRDefault="00AC616A" w:rsidP="00216265">
            <w:pPr>
              <w:rPr>
                <w:rFonts w:ascii="Arial" w:hAnsi="Arial" w:cs="Arial"/>
                <w:sz w:val="16"/>
                <w:szCs w:val="16"/>
              </w:rPr>
            </w:pPr>
            <w:r w:rsidRPr="00AC616A">
              <w:rPr>
                <w:rFonts w:ascii="Arial" w:hAnsi="Arial" w:cs="Arial"/>
                <w:sz w:val="16"/>
                <w:szCs w:val="16"/>
              </w:rPr>
              <w:t>Editorial corrections on RRC parameter names alignment for EN-DC/NE-DC Coexistence (mirrored to Rel-16)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D7D196" w14:textId="77777777" w:rsidR="00AC616A" w:rsidRDefault="00AC616A" w:rsidP="00216265">
            <w:pPr>
              <w:pStyle w:val="TAC"/>
              <w:jc w:val="left"/>
              <w:rPr>
                <w:snapToGrid w:val="0"/>
                <w:sz w:val="16"/>
                <w:szCs w:val="16"/>
              </w:rPr>
            </w:pPr>
            <w:r>
              <w:rPr>
                <w:snapToGrid w:val="0"/>
                <w:sz w:val="16"/>
                <w:szCs w:val="16"/>
              </w:rPr>
              <w:t>16.6.0</w:t>
            </w:r>
          </w:p>
        </w:tc>
      </w:tr>
      <w:tr w:rsidR="005C29ED" w:rsidRPr="006B0D02" w14:paraId="7377750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E4B639" w14:textId="77777777" w:rsidR="005C29ED" w:rsidRDefault="005C29ED" w:rsidP="00216265">
            <w:pPr>
              <w:pStyle w:val="TAC"/>
              <w:rPr>
                <w:sz w:val="16"/>
                <w:szCs w:val="16"/>
              </w:rPr>
            </w:pPr>
            <w:r>
              <w:rPr>
                <w:sz w:val="16"/>
                <w:szCs w:val="16"/>
              </w:rPr>
              <w:t>2021-06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92F71D6" w14:textId="77777777" w:rsidR="005C29ED" w:rsidRDefault="005C29ED" w:rsidP="00216265">
            <w:pPr>
              <w:pStyle w:val="TAC"/>
              <w:rPr>
                <w:sz w:val="16"/>
                <w:szCs w:val="16"/>
              </w:rPr>
            </w:pPr>
            <w:r>
              <w:rPr>
                <w:sz w:val="16"/>
                <w:szCs w:val="16"/>
              </w:rPr>
              <w:t>RAN#92-e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C2F035F" w14:textId="34611505" w:rsidR="005C29ED" w:rsidRDefault="005C29ED" w:rsidP="00216265">
            <w:pPr>
              <w:spacing w:after="0"/>
              <w:jc w:val="center"/>
              <w:rPr>
                <w:rFonts w:ascii="Arial" w:hAnsi="Arial" w:cs="Arial"/>
                <w:sz w:val="16"/>
                <w:szCs w:val="16"/>
              </w:rPr>
            </w:pPr>
            <w:r>
              <w:rPr>
                <w:rFonts w:ascii="Arial" w:hAnsi="Arial" w:cs="Arial"/>
                <w:sz w:val="16"/>
                <w:szCs w:val="16"/>
              </w:rPr>
              <w:t>RP-211239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A12B2E" w14:textId="4EC90EA2" w:rsidR="005C29ED" w:rsidRPr="00711DD8" w:rsidRDefault="005C29ED" w:rsidP="00216265">
            <w:pPr>
              <w:spacing w:after="0"/>
              <w:jc w:val="center"/>
              <w:rPr>
                <w:rFonts w:ascii="Arial" w:hAnsi="Arial" w:cs="Arial"/>
                <w:sz w:val="16"/>
                <w:szCs w:val="16"/>
              </w:rPr>
            </w:pPr>
            <w:r>
              <w:rPr>
                <w:rFonts w:ascii="Arial" w:hAnsi="Arial" w:cs="Arial"/>
                <w:sz w:val="16"/>
                <w:szCs w:val="16"/>
              </w:rPr>
              <w:t>1400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C024B1E" w14:textId="77777777" w:rsidR="005C29ED" w:rsidRDefault="005C29ED"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089BB6" w14:textId="36A1AE9A" w:rsidR="005C29ED" w:rsidRDefault="005C29ED" w:rsidP="00216265">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84A587A" w14:textId="22CB11BB" w:rsidR="005C29ED" w:rsidRPr="009032CE" w:rsidRDefault="005C29ED" w:rsidP="00216265">
            <w:pPr>
              <w:rPr>
                <w:rFonts w:ascii="Arial" w:hAnsi="Arial" w:cs="Arial"/>
                <w:sz w:val="16"/>
                <w:szCs w:val="16"/>
              </w:rPr>
            </w:pPr>
            <w:r w:rsidRPr="005C29ED">
              <w:rPr>
                <w:rFonts w:ascii="Arial" w:hAnsi="Arial" w:cs="Arial"/>
                <w:sz w:val="16"/>
                <w:szCs w:val="16"/>
              </w:rPr>
              <w:t>Editorial Corrections on RRC parameter name alignment for single Tx switched uplink solution for EN-DC feature of Rel-16 MR DC/CA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312579" w14:textId="77777777" w:rsidR="005C29ED" w:rsidRDefault="005C29ED" w:rsidP="00216265">
            <w:pPr>
              <w:pStyle w:val="TAC"/>
              <w:jc w:val="left"/>
              <w:rPr>
                <w:snapToGrid w:val="0"/>
                <w:sz w:val="16"/>
                <w:szCs w:val="16"/>
              </w:rPr>
            </w:pPr>
            <w:r>
              <w:rPr>
                <w:snapToGrid w:val="0"/>
                <w:sz w:val="16"/>
                <w:szCs w:val="16"/>
              </w:rPr>
              <w:t>16.6.0</w:t>
            </w:r>
          </w:p>
        </w:tc>
      </w:tr>
      <w:tr w:rsidR="00460AB8" w:rsidRPr="006B0D02" w14:paraId="175E303C"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0FF863" w14:textId="5E209AE6" w:rsidR="00460AB8" w:rsidRDefault="00460AB8" w:rsidP="00702B01">
            <w:pPr>
              <w:pStyle w:val="TAC"/>
              <w:rPr>
                <w:sz w:val="16"/>
                <w:szCs w:val="16"/>
              </w:rPr>
            </w:pPr>
            <w:r>
              <w:rPr>
                <w:sz w:val="16"/>
                <w:szCs w:val="16"/>
              </w:rPr>
              <w:t>2021-09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FB8D392" w14:textId="64A53CEF" w:rsidR="00460AB8" w:rsidRDefault="00460AB8" w:rsidP="00702B01">
            <w:pPr>
              <w:pStyle w:val="TAC"/>
              <w:rPr>
                <w:sz w:val="16"/>
                <w:szCs w:val="16"/>
              </w:rPr>
            </w:pPr>
            <w:r>
              <w:rPr>
                <w:sz w:val="16"/>
                <w:szCs w:val="16"/>
              </w:rPr>
              <w:t>RAN#93-e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0994734" w14:textId="6C693304" w:rsidR="00460AB8" w:rsidRDefault="00460AB8" w:rsidP="00702B01">
            <w:pPr>
              <w:spacing w:after="0"/>
              <w:jc w:val="center"/>
              <w:rPr>
                <w:rFonts w:ascii="Arial" w:hAnsi="Arial" w:cs="Arial"/>
                <w:sz w:val="16"/>
                <w:szCs w:val="16"/>
              </w:rPr>
            </w:pPr>
            <w:r>
              <w:rPr>
                <w:rFonts w:ascii="Arial" w:hAnsi="Arial" w:cs="Arial"/>
                <w:sz w:val="16"/>
                <w:szCs w:val="16"/>
              </w:rPr>
              <w:t>RP-211849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34D7473" w14:textId="453E5621" w:rsidR="00460AB8" w:rsidRPr="00711DD8" w:rsidRDefault="00460AB8" w:rsidP="00702B01">
            <w:pPr>
              <w:spacing w:after="0"/>
              <w:jc w:val="center"/>
              <w:rPr>
                <w:rFonts w:ascii="Arial" w:hAnsi="Arial" w:cs="Arial"/>
                <w:sz w:val="16"/>
                <w:szCs w:val="16"/>
              </w:rPr>
            </w:pPr>
            <w:r>
              <w:rPr>
                <w:rFonts w:ascii="Arial" w:hAnsi="Arial" w:cs="Arial"/>
                <w:sz w:val="16"/>
                <w:szCs w:val="16"/>
              </w:rPr>
              <w:t>1402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D794275" w14:textId="77777777" w:rsidR="00460AB8" w:rsidRDefault="00460AB8" w:rsidP="00702B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F764D0" w14:textId="230C71FD" w:rsidR="00460AB8" w:rsidRDefault="00460AB8" w:rsidP="00702B01">
            <w:pPr>
              <w:pStyle w:val="TAC"/>
              <w:rPr>
                <w:sz w:val="16"/>
                <w:szCs w:val="16"/>
              </w:rPr>
            </w:pPr>
            <w:r>
              <w:rPr>
                <w:sz w:val="16"/>
                <w:szCs w:val="16"/>
              </w:rPr>
              <w:t>A</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0E33F07" w14:textId="779198F0" w:rsidR="00460AB8" w:rsidRPr="009032CE" w:rsidRDefault="00460AB8" w:rsidP="00702B01">
            <w:pPr>
              <w:rPr>
                <w:rFonts w:ascii="Arial" w:hAnsi="Arial" w:cs="Arial"/>
                <w:sz w:val="16"/>
                <w:szCs w:val="16"/>
              </w:rPr>
            </w:pPr>
            <w:r w:rsidRPr="00460AB8">
              <w:rPr>
                <w:rFonts w:ascii="Arial" w:hAnsi="Arial" w:cs="Arial"/>
                <w:sz w:val="16"/>
                <w:szCs w:val="16"/>
              </w:rPr>
              <w:t>Clarification on the deployment mode indicator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F5C39D" w14:textId="08598BF4" w:rsidR="00460AB8" w:rsidRDefault="00460AB8" w:rsidP="00702B01">
            <w:pPr>
              <w:pStyle w:val="TAC"/>
              <w:jc w:val="left"/>
              <w:rPr>
                <w:snapToGrid w:val="0"/>
                <w:sz w:val="16"/>
                <w:szCs w:val="16"/>
              </w:rPr>
            </w:pPr>
            <w:r>
              <w:rPr>
                <w:snapToGrid w:val="0"/>
                <w:sz w:val="16"/>
                <w:szCs w:val="16"/>
              </w:rPr>
              <w:t>16.7.0</w:t>
            </w:r>
          </w:p>
        </w:tc>
      </w:tr>
      <w:tr w:rsidR="00746AF4" w:rsidRPr="006B0D02" w14:paraId="3897559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04AAC0" w14:textId="2F45377C" w:rsidR="00746AF4" w:rsidRDefault="00746AF4" w:rsidP="00791EB3">
            <w:pPr>
              <w:pStyle w:val="TAC"/>
              <w:rPr>
                <w:sz w:val="16"/>
                <w:szCs w:val="16"/>
              </w:rPr>
            </w:pPr>
            <w:r>
              <w:rPr>
                <w:sz w:val="16"/>
                <w:szCs w:val="16"/>
              </w:rPr>
              <w:t>2021-10</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C1790A5" w14:textId="6AA1634B" w:rsidR="00746AF4" w:rsidRDefault="00746AF4" w:rsidP="00791EB3">
            <w:pPr>
              <w:pStyle w:val="TAC"/>
              <w:rPr>
                <w:sz w:val="16"/>
                <w:szCs w:val="16"/>
              </w:rPr>
            </w:pP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F14DE63" w14:textId="7E38F87A" w:rsidR="00746AF4" w:rsidRDefault="00746AF4" w:rsidP="00791EB3">
            <w:pPr>
              <w:spacing w:after="0"/>
              <w:jc w:val="center"/>
              <w:rPr>
                <w:rFonts w:ascii="Arial" w:hAnsi="Arial"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EA44AA3" w14:textId="27BC4F3F" w:rsidR="00746AF4" w:rsidRPr="00711DD8" w:rsidRDefault="00746AF4" w:rsidP="00791EB3">
            <w:pPr>
              <w:spacing w:after="0"/>
              <w:jc w:val="center"/>
              <w:rPr>
                <w:rFonts w:ascii="Arial" w:hAnsi="Arial" w:cs="Arial"/>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FD044C6" w14:textId="6011D8F0" w:rsidR="00746AF4" w:rsidRDefault="00746AF4" w:rsidP="00791EB3">
            <w:pPr>
              <w:spacing w:after="0"/>
              <w:jc w:val="center"/>
              <w:rPr>
                <w:rFonts w:ascii="Arial" w:hAnsi="Arial"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EB5FFB" w14:textId="0D6E6B2A" w:rsidR="00746AF4" w:rsidRDefault="00746AF4" w:rsidP="00791EB3">
            <w:pPr>
              <w:pStyle w:val="TAC"/>
              <w:rPr>
                <w:sz w:val="16"/>
                <w:szCs w:val="16"/>
              </w:rPr>
            </w:pP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7CE0A5C" w14:textId="666C42CF" w:rsidR="00746AF4" w:rsidRPr="009032CE" w:rsidRDefault="00746AF4" w:rsidP="00791EB3">
            <w:pPr>
              <w:rPr>
                <w:rFonts w:ascii="Arial" w:hAnsi="Arial" w:cs="Arial"/>
                <w:sz w:val="16"/>
                <w:szCs w:val="16"/>
              </w:rPr>
            </w:pPr>
            <w:r>
              <w:rPr>
                <w:rFonts w:ascii="Arial" w:hAnsi="Arial" w:cs="Arial"/>
                <w:sz w:val="16"/>
                <w:szCs w:val="16"/>
              </w:rPr>
              <w:t>Same content as v16.7.0 – only change concerns the renaming of files names in the zip file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702DBC" w14:textId="44F3920A" w:rsidR="00746AF4" w:rsidRDefault="00746AF4" w:rsidP="00791EB3">
            <w:pPr>
              <w:pStyle w:val="TAC"/>
              <w:jc w:val="left"/>
              <w:rPr>
                <w:snapToGrid w:val="0"/>
                <w:sz w:val="16"/>
                <w:szCs w:val="16"/>
              </w:rPr>
            </w:pPr>
            <w:r>
              <w:rPr>
                <w:snapToGrid w:val="0"/>
                <w:sz w:val="16"/>
                <w:szCs w:val="16"/>
              </w:rPr>
              <w:t>16.7.1</w:t>
            </w:r>
          </w:p>
        </w:tc>
      </w:tr>
      <w:tr w:rsidR="00CE3E93" w:rsidRPr="006B0D02" w14:paraId="1064753B"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3261B9" w14:textId="5F319CE7" w:rsidR="00CE3E93" w:rsidRDefault="00CE3E93" w:rsidP="00207C42">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FDBFE5A" w14:textId="495139BA" w:rsidR="00CE3E93" w:rsidRDefault="00CE3E93" w:rsidP="00207C42">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5B99E2E" w14:textId="191BC3A2" w:rsidR="00CE3E93" w:rsidRDefault="00CE3E93" w:rsidP="00207C42">
            <w:pPr>
              <w:spacing w:after="0"/>
              <w:jc w:val="center"/>
              <w:rPr>
                <w:rFonts w:ascii="Arial" w:hAnsi="Arial" w:cs="Arial"/>
                <w:sz w:val="16"/>
                <w:szCs w:val="16"/>
              </w:rPr>
            </w:pPr>
            <w:r>
              <w:rPr>
                <w:rFonts w:ascii="Arial" w:hAnsi="Arial" w:cs="Arial"/>
                <w:sz w:val="16"/>
                <w:szCs w:val="16"/>
              </w:rPr>
              <w:t>RP-212963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CF64298" w14:textId="2BC582E2" w:rsidR="00CE3E93" w:rsidRPr="00711DD8" w:rsidRDefault="00CE3E93" w:rsidP="00207C42">
            <w:pPr>
              <w:spacing w:after="0"/>
              <w:jc w:val="center"/>
              <w:rPr>
                <w:rFonts w:ascii="Arial" w:hAnsi="Arial" w:cs="Arial"/>
                <w:sz w:val="16"/>
                <w:szCs w:val="16"/>
              </w:rPr>
            </w:pPr>
            <w:r>
              <w:rPr>
                <w:rFonts w:ascii="Arial" w:hAnsi="Arial" w:cs="Arial"/>
                <w:sz w:val="16"/>
                <w:szCs w:val="16"/>
              </w:rPr>
              <w:t>1405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E65B309" w14:textId="77777777" w:rsidR="00CE3E93" w:rsidRDefault="00CE3E93" w:rsidP="00207C42">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9236CF" w14:textId="12C8D11F" w:rsidR="00CE3E93" w:rsidRDefault="00CE3E93" w:rsidP="00207C42">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A4D9B89" w14:textId="6ACAD6B7" w:rsidR="00CE3E93" w:rsidRPr="009032CE" w:rsidRDefault="00CE3E93" w:rsidP="00207C42">
            <w:pPr>
              <w:rPr>
                <w:rFonts w:ascii="Arial" w:hAnsi="Arial" w:cs="Arial"/>
                <w:sz w:val="16"/>
                <w:szCs w:val="16"/>
              </w:rPr>
            </w:pPr>
            <w:r w:rsidRPr="00CE3E93">
              <w:rPr>
                <w:rFonts w:ascii="Arial" w:hAnsi="Arial" w:cs="Arial"/>
                <w:sz w:val="16"/>
                <w:szCs w:val="16"/>
              </w:rPr>
              <w:t>Clarification on HARQ bundling for LTE-M MTB scheduling in FDD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E54A5AA" w14:textId="740F1A5F" w:rsidR="00CE3E93" w:rsidRDefault="00CE3E93" w:rsidP="00207C42">
            <w:pPr>
              <w:pStyle w:val="TAC"/>
              <w:jc w:val="left"/>
              <w:rPr>
                <w:snapToGrid w:val="0"/>
                <w:sz w:val="16"/>
                <w:szCs w:val="16"/>
              </w:rPr>
            </w:pPr>
            <w:r>
              <w:rPr>
                <w:snapToGrid w:val="0"/>
                <w:sz w:val="16"/>
                <w:szCs w:val="16"/>
              </w:rPr>
              <w:t>16.8.0</w:t>
            </w:r>
          </w:p>
        </w:tc>
      </w:tr>
      <w:tr w:rsidR="00261D2B" w:rsidRPr="006B0D02" w14:paraId="3158F15D"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3566C3" w14:textId="77777777" w:rsidR="00261D2B" w:rsidRDefault="00261D2B"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3CB407A7" w14:textId="77777777" w:rsidR="00261D2B" w:rsidRDefault="00261D2B"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1967013" w14:textId="65050CD0" w:rsidR="00261D2B" w:rsidRDefault="00261D2B" w:rsidP="00E3054D">
            <w:pPr>
              <w:spacing w:after="0"/>
              <w:jc w:val="center"/>
              <w:rPr>
                <w:rFonts w:ascii="Arial" w:hAnsi="Arial" w:cs="Arial"/>
                <w:sz w:val="16"/>
                <w:szCs w:val="16"/>
              </w:rPr>
            </w:pPr>
            <w:r>
              <w:rPr>
                <w:rFonts w:ascii="Arial" w:hAnsi="Arial" w:cs="Arial"/>
                <w:sz w:val="16"/>
                <w:szCs w:val="16"/>
              </w:rPr>
              <w:t>RP-212975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3568402" w14:textId="024E56B9" w:rsidR="00261D2B" w:rsidRPr="00711DD8" w:rsidRDefault="00261D2B" w:rsidP="00E3054D">
            <w:pPr>
              <w:spacing w:after="0"/>
              <w:jc w:val="center"/>
              <w:rPr>
                <w:rFonts w:ascii="Arial" w:hAnsi="Arial" w:cs="Arial"/>
                <w:sz w:val="16"/>
                <w:szCs w:val="16"/>
              </w:rPr>
            </w:pPr>
            <w:r>
              <w:rPr>
                <w:rFonts w:ascii="Arial" w:hAnsi="Arial" w:cs="Arial"/>
                <w:sz w:val="16"/>
                <w:szCs w:val="16"/>
              </w:rPr>
              <w:t>1406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9132B47" w14:textId="77777777" w:rsidR="00261D2B" w:rsidRDefault="00261D2B"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700182" w14:textId="4717762C" w:rsidR="00261D2B" w:rsidRDefault="00261D2B"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6F6B357" w14:textId="732FC64D" w:rsidR="00261D2B" w:rsidRPr="009032CE" w:rsidRDefault="00261D2B" w:rsidP="00E3054D">
            <w:pPr>
              <w:rPr>
                <w:rFonts w:ascii="Arial" w:hAnsi="Arial" w:cs="Arial"/>
                <w:sz w:val="16"/>
                <w:szCs w:val="16"/>
              </w:rPr>
            </w:pPr>
            <w:r w:rsidRPr="00261D2B">
              <w:rPr>
                <w:rFonts w:ascii="Arial" w:hAnsi="Arial" w:cs="Arial"/>
                <w:sz w:val="16"/>
                <w:szCs w:val="16"/>
              </w:rPr>
              <w:t>Introduction of New bands and bandwidth allocation for LTE based 5G terrestrial broadcast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4AE5A7" w14:textId="77427B80" w:rsidR="00261D2B" w:rsidRDefault="00261D2B" w:rsidP="00E3054D">
            <w:pPr>
              <w:pStyle w:val="TAC"/>
              <w:jc w:val="left"/>
              <w:rPr>
                <w:snapToGrid w:val="0"/>
                <w:sz w:val="16"/>
                <w:szCs w:val="16"/>
              </w:rPr>
            </w:pPr>
            <w:r>
              <w:rPr>
                <w:snapToGrid w:val="0"/>
                <w:sz w:val="16"/>
                <w:szCs w:val="16"/>
              </w:rPr>
              <w:t>17.0.0</w:t>
            </w:r>
          </w:p>
        </w:tc>
      </w:tr>
      <w:tr w:rsidR="00AD7E0F" w:rsidRPr="006B0D02" w14:paraId="0F9F70F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E22C27" w14:textId="77777777" w:rsidR="00AD7E0F" w:rsidRDefault="00AD7E0F"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0C486AB" w14:textId="77777777" w:rsidR="00AD7E0F" w:rsidRDefault="00AD7E0F"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1E6F384C" w14:textId="494F05EF" w:rsidR="00AD7E0F" w:rsidRDefault="00AD7E0F" w:rsidP="00E3054D">
            <w:pPr>
              <w:spacing w:after="0"/>
              <w:jc w:val="center"/>
              <w:rPr>
                <w:rFonts w:ascii="Arial" w:hAnsi="Arial" w:cs="Arial"/>
                <w:sz w:val="16"/>
                <w:szCs w:val="16"/>
              </w:rPr>
            </w:pPr>
            <w:r>
              <w:rPr>
                <w:rFonts w:ascii="Arial" w:hAnsi="Arial" w:cs="Arial"/>
                <w:sz w:val="16"/>
                <w:szCs w:val="16"/>
              </w:rPr>
              <w:t>RP-212974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BCF7DD9" w14:textId="54450C04" w:rsidR="00AD7E0F" w:rsidRPr="00711DD8" w:rsidRDefault="00AD7E0F" w:rsidP="00E3054D">
            <w:pPr>
              <w:spacing w:after="0"/>
              <w:jc w:val="center"/>
              <w:rPr>
                <w:rFonts w:ascii="Arial" w:hAnsi="Arial" w:cs="Arial"/>
                <w:sz w:val="16"/>
                <w:szCs w:val="16"/>
              </w:rPr>
            </w:pPr>
            <w:r>
              <w:rPr>
                <w:rFonts w:ascii="Arial" w:hAnsi="Arial" w:cs="Arial"/>
                <w:sz w:val="16"/>
                <w:szCs w:val="16"/>
              </w:rPr>
              <w:t>1407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21BB730" w14:textId="77777777" w:rsidR="00AD7E0F" w:rsidRDefault="00AD7E0F"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4F7F9D" w14:textId="77777777" w:rsidR="00AD7E0F" w:rsidRDefault="00AD7E0F"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0DF4EF9" w14:textId="4E496562" w:rsidR="00AD7E0F" w:rsidRPr="009032CE" w:rsidRDefault="00AD7E0F" w:rsidP="00E3054D">
            <w:pPr>
              <w:rPr>
                <w:rFonts w:ascii="Arial" w:hAnsi="Arial" w:cs="Arial"/>
                <w:sz w:val="16"/>
                <w:szCs w:val="16"/>
              </w:rPr>
            </w:pPr>
            <w:r w:rsidRPr="00AD7E0F">
              <w:rPr>
                <w:rFonts w:ascii="Arial" w:hAnsi="Arial" w:cs="Arial"/>
                <w:sz w:val="16"/>
                <w:szCs w:val="16"/>
              </w:rPr>
              <w:t>Introduction of Additional Enhancements for NB-IoT and LTE-MTC in 36.213 s06-07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E59559" w14:textId="77777777" w:rsidR="00AD7E0F" w:rsidRDefault="00AD7E0F" w:rsidP="00E3054D">
            <w:pPr>
              <w:pStyle w:val="TAC"/>
              <w:jc w:val="left"/>
              <w:rPr>
                <w:snapToGrid w:val="0"/>
                <w:sz w:val="16"/>
                <w:szCs w:val="16"/>
              </w:rPr>
            </w:pPr>
            <w:r>
              <w:rPr>
                <w:snapToGrid w:val="0"/>
                <w:sz w:val="16"/>
                <w:szCs w:val="16"/>
              </w:rPr>
              <w:t>17.0.0</w:t>
            </w:r>
          </w:p>
        </w:tc>
      </w:tr>
      <w:tr w:rsidR="00C3064C" w:rsidRPr="006B0D02" w14:paraId="52D40EF7"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D8AEB3" w14:textId="77777777" w:rsidR="00C3064C" w:rsidRDefault="00C3064C"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4B2D993" w14:textId="77777777" w:rsidR="00C3064C" w:rsidRDefault="00C3064C"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C51C05C" w14:textId="77777777" w:rsidR="00C3064C" w:rsidRDefault="00C3064C" w:rsidP="00E3054D">
            <w:pPr>
              <w:spacing w:after="0"/>
              <w:jc w:val="center"/>
              <w:rPr>
                <w:rFonts w:ascii="Arial" w:hAnsi="Arial" w:cs="Arial"/>
                <w:sz w:val="16"/>
                <w:szCs w:val="16"/>
              </w:rPr>
            </w:pPr>
            <w:r>
              <w:rPr>
                <w:rFonts w:ascii="Arial" w:hAnsi="Arial" w:cs="Arial"/>
                <w:sz w:val="16"/>
                <w:szCs w:val="16"/>
              </w:rPr>
              <w:t>RP-212974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74D48E3" w14:textId="6ECA1806" w:rsidR="00C3064C" w:rsidRPr="00711DD8" w:rsidRDefault="00C3064C" w:rsidP="00E3054D">
            <w:pPr>
              <w:spacing w:after="0"/>
              <w:jc w:val="center"/>
              <w:rPr>
                <w:rFonts w:ascii="Arial" w:hAnsi="Arial" w:cs="Arial"/>
                <w:sz w:val="16"/>
                <w:szCs w:val="16"/>
              </w:rPr>
            </w:pPr>
            <w:r>
              <w:rPr>
                <w:rFonts w:ascii="Arial" w:hAnsi="Arial" w:cs="Arial"/>
                <w:sz w:val="16"/>
                <w:szCs w:val="16"/>
              </w:rPr>
              <w:t>1408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AF20089" w14:textId="77777777" w:rsidR="00C3064C" w:rsidRDefault="00C3064C"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0B59F8" w14:textId="77777777" w:rsidR="00C3064C" w:rsidRDefault="00C3064C"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B873C89" w14:textId="661EFF45" w:rsidR="00C3064C" w:rsidRPr="009032CE" w:rsidRDefault="00C3064C" w:rsidP="00E3054D">
            <w:pPr>
              <w:rPr>
                <w:rFonts w:ascii="Arial" w:hAnsi="Arial" w:cs="Arial"/>
                <w:sz w:val="16"/>
                <w:szCs w:val="16"/>
              </w:rPr>
            </w:pPr>
            <w:r w:rsidRPr="00C3064C">
              <w:rPr>
                <w:rFonts w:ascii="Arial" w:hAnsi="Arial" w:cs="Arial"/>
                <w:sz w:val="16"/>
                <w:szCs w:val="16"/>
              </w:rPr>
              <w:t>Introduction of Additional Enhancements for NB-IoT and LTE-MTC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2A2B83" w14:textId="77777777" w:rsidR="00C3064C" w:rsidRDefault="00C3064C" w:rsidP="00E3054D">
            <w:pPr>
              <w:pStyle w:val="TAC"/>
              <w:jc w:val="left"/>
              <w:rPr>
                <w:snapToGrid w:val="0"/>
                <w:sz w:val="16"/>
                <w:szCs w:val="16"/>
              </w:rPr>
            </w:pPr>
            <w:r>
              <w:rPr>
                <w:snapToGrid w:val="0"/>
                <w:sz w:val="16"/>
                <w:szCs w:val="16"/>
              </w:rPr>
              <w:t>17.0.0</w:t>
            </w:r>
          </w:p>
        </w:tc>
      </w:tr>
      <w:tr w:rsidR="00B35136" w:rsidRPr="006B0D02" w14:paraId="29A72162"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33FEC4" w14:textId="77777777" w:rsidR="00B35136" w:rsidRDefault="00B35136"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71C1A21B" w14:textId="77777777" w:rsidR="00B35136" w:rsidRDefault="00B35136"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C74DE38" w14:textId="77777777" w:rsidR="00B35136" w:rsidRDefault="00B35136" w:rsidP="00E3054D">
            <w:pPr>
              <w:spacing w:after="0"/>
              <w:jc w:val="center"/>
              <w:rPr>
                <w:rFonts w:ascii="Arial" w:hAnsi="Arial" w:cs="Arial"/>
                <w:sz w:val="16"/>
                <w:szCs w:val="16"/>
              </w:rPr>
            </w:pPr>
            <w:r>
              <w:rPr>
                <w:rFonts w:ascii="Arial" w:hAnsi="Arial" w:cs="Arial"/>
                <w:sz w:val="16"/>
                <w:szCs w:val="16"/>
              </w:rPr>
              <w:t>RP-212974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A7DE04A" w14:textId="3EFF4643" w:rsidR="00B35136" w:rsidRPr="00711DD8" w:rsidRDefault="00B35136" w:rsidP="00E3054D">
            <w:pPr>
              <w:spacing w:after="0"/>
              <w:jc w:val="center"/>
              <w:rPr>
                <w:rFonts w:ascii="Arial" w:hAnsi="Arial" w:cs="Arial"/>
                <w:sz w:val="16"/>
                <w:szCs w:val="16"/>
              </w:rPr>
            </w:pPr>
            <w:r>
              <w:rPr>
                <w:rFonts w:ascii="Arial" w:hAnsi="Arial" w:cs="Arial"/>
                <w:sz w:val="16"/>
                <w:szCs w:val="16"/>
              </w:rPr>
              <w:t>1409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A123778" w14:textId="77777777" w:rsidR="00B35136" w:rsidRDefault="00B35136"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E6E676" w14:textId="77777777" w:rsidR="00B35136" w:rsidRDefault="00B35136"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0241DF9" w14:textId="500E8202" w:rsidR="00B35136" w:rsidRPr="009032CE" w:rsidRDefault="00B35136" w:rsidP="00E3054D">
            <w:pPr>
              <w:rPr>
                <w:rFonts w:ascii="Arial" w:hAnsi="Arial" w:cs="Arial"/>
                <w:sz w:val="16"/>
                <w:szCs w:val="16"/>
              </w:rPr>
            </w:pPr>
            <w:r w:rsidRPr="00B35136">
              <w:rPr>
                <w:rFonts w:ascii="Arial" w:hAnsi="Arial" w:cs="Arial"/>
                <w:sz w:val="16"/>
                <w:szCs w:val="16"/>
              </w:rPr>
              <w:t>Introduction of Additional Enhancements for NB-IoT and LTE-MTC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9EC2E2" w14:textId="77777777" w:rsidR="00B35136" w:rsidRDefault="00B35136" w:rsidP="00E3054D">
            <w:pPr>
              <w:pStyle w:val="TAC"/>
              <w:jc w:val="left"/>
              <w:rPr>
                <w:snapToGrid w:val="0"/>
                <w:sz w:val="16"/>
                <w:szCs w:val="16"/>
              </w:rPr>
            </w:pPr>
            <w:r>
              <w:rPr>
                <w:snapToGrid w:val="0"/>
                <w:sz w:val="16"/>
                <w:szCs w:val="16"/>
              </w:rPr>
              <w:t>17.0.0</w:t>
            </w:r>
          </w:p>
        </w:tc>
      </w:tr>
      <w:tr w:rsidR="00E44422" w:rsidRPr="006B0D02" w14:paraId="558C8461"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A2C423" w14:textId="77777777" w:rsidR="00E44422" w:rsidRDefault="00E44422"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054B5241" w14:textId="77777777" w:rsidR="00E44422" w:rsidRDefault="00E44422"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59F2B6E" w14:textId="6A6DE112" w:rsidR="00E44422" w:rsidRDefault="00E44422" w:rsidP="00E3054D">
            <w:pPr>
              <w:spacing w:after="0"/>
              <w:jc w:val="center"/>
              <w:rPr>
                <w:rFonts w:ascii="Arial" w:hAnsi="Arial" w:cs="Arial"/>
                <w:sz w:val="16"/>
                <w:szCs w:val="16"/>
              </w:rPr>
            </w:pPr>
            <w:r>
              <w:rPr>
                <w:rFonts w:ascii="Arial" w:hAnsi="Arial" w:cs="Arial"/>
                <w:sz w:val="16"/>
                <w:szCs w:val="16"/>
              </w:rPr>
              <w:t>RP-212976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651EE0F" w14:textId="599836A9" w:rsidR="00E44422" w:rsidRPr="00711DD8" w:rsidRDefault="00E44422" w:rsidP="00E3054D">
            <w:pPr>
              <w:spacing w:after="0"/>
              <w:jc w:val="center"/>
              <w:rPr>
                <w:rFonts w:ascii="Arial" w:hAnsi="Arial" w:cs="Arial"/>
                <w:sz w:val="16"/>
                <w:szCs w:val="16"/>
              </w:rPr>
            </w:pPr>
            <w:r>
              <w:rPr>
                <w:rFonts w:ascii="Arial" w:hAnsi="Arial" w:cs="Arial"/>
                <w:sz w:val="16"/>
                <w:szCs w:val="16"/>
              </w:rPr>
              <w:t>1410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02679CA" w14:textId="77777777" w:rsidR="00E44422" w:rsidRDefault="00E44422"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1AE0AB" w14:textId="77777777" w:rsidR="00E44422" w:rsidRDefault="00E44422"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529F95C" w14:textId="513DD2E1" w:rsidR="00E44422" w:rsidRPr="009032CE" w:rsidRDefault="00E44422" w:rsidP="00E3054D">
            <w:pPr>
              <w:rPr>
                <w:rFonts w:ascii="Arial" w:hAnsi="Arial" w:cs="Arial"/>
                <w:sz w:val="16"/>
                <w:szCs w:val="16"/>
              </w:rPr>
            </w:pPr>
            <w:r w:rsidRPr="00E44422">
              <w:rPr>
                <w:rFonts w:ascii="Arial" w:hAnsi="Arial" w:cs="Arial"/>
                <w:sz w:val="16"/>
                <w:szCs w:val="16"/>
              </w:rPr>
              <w:t>Introduction of NB-IoT/</w:t>
            </w:r>
            <w:proofErr w:type="spellStart"/>
            <w:r w:rsidRPr="00E44422">
              <w:rPr>
                <w:rFonts w:ascii="Arial" w:hAnsi="Arial" w:cs="Arial"/>
                <w:sz w:val="16"/>
                <w:szCs w:val="16"/>
              </w:rPr>
              <w:t>eMTC</w:t>
            </w:r>
            <w:proofErr w:type="spellEnd"/>
            <w:r w:rsidRPr="00E44422">
              <w:rPr>
                <w:rFonts w:ascii="Arial" w:hAnsi="Arial" w:cs="Arial"/>
                <w:sz w:val="16"/>
                <w:szCs w:val="16"/>
              </w:rPr>
              <w:t xml:space="preserve"> support for Non-Terrestrial Networks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4FFC3D" w14:textId="77777777" w:rsidR="00E44422" w:rsidRDefault="00E44422" w:rsidP="00E3054D">
            <w:pPr>
              <w:pStyle w:val="TAC"/>
              <w:jc w:val="left"/>
              <w:rPr>
                <w:snapToGrid w:val="0"/>
                <w:sz w:val="16"/>
                <w:szCs w:val="16"/>
              </w:rPr>
            </w:pPr>
            <w:r>
              <w:rPr>
                <w:snapToGrid w:val="0"/>
                <w:sz w:val="16"/>
                <w:szCs w:val="16"/>
              </w:rPr>
              <w:t>17.0.0</w:t>
            </w:r>
          </w:p>
        </w:tc>
      </w:tr>
      <w:tr w:rsidR="00C52ED9" w:rsidRPr="006B0D02" w14:paraId="15DAFC0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2F69BE" w14:textId="77777777" w:rsidR="00C52ED9" w:rsidRDefault="00C52ED9"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BF88BF2" w14:textId="77777777" w:rsidR="00C52ED9" w:rsidRDefault="00C52ED9"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91D885F" w14:textId="77777777" w:rsidR="00C52ED9" w:rsidRDefault="00C52ED9" w:rsidP="00E3054D">
            <w:pPr>
              <w:spacing w:after="0"/>
              <w:jc w:val="center"/>
              <w:rPr>
                <w:rFonts w:ascii="Arial" w:hAnsi="Arial" w:cs="Arial"/>
                <w:sz w:val="16"/>
                <w:szCs w:val="16"/>
              </w:rPr>
            </w:pPr>
            <w:r>
              <w:rPr>
                <w:rFonts w:ascii="Arial" w:hAnsi="Arial" w:cs="Arial"/>
                <w:sz w:val="16"/>
                <w:szCs w:val="16"/>
              </w:rPr>
              <w:t>RP-212976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D058CF5" w14:textId="4FE1CC02" w:rsidR="00C52ED9" w:rsidRPr="00711DD8" w:rsidRDefault="00C52ED9" w:rsidP="00E3054D">
            <w:pPr>
              <w:spacing w:after="0"/>
              <w:jc w:val="center"/>
              <w:rPr>
                <w:rFonts w:ascii="Arial" w:hAnsi="Arial" w:cs="Arial"/>
                <w:sz w:val="16"/>
                <w:szCs w:val="16"/>
              </w:rPr>
            </w:pPr>
            <w:r>
              <w:rPr>
                <w:rFonts w:ascii="Arial" w:hAnsi="Arial" w:cs="Arial"/>
                <w:sz w:val="16"/>
                <w:szCs w:val="16"/>
              </w:rPr>
              <w:t>1411</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8FD9B4C" w14:textId="77777777" w:rsidR="00C52ED9" w:rsidRDefault="00C52ED9"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3B9C09" w14:textId="77777777" w:rsidR="00C52ED9" w:rsidRDefault="00C52ED9"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DDDCE8D" w14:textId="5878E6F8" w:rsidR="00C52ED9" w:rsidRPr="009032CE" w:rsidRDefault="00C52ED9" w:rsidP="00E3054D">
            <w:pPr>
              <w:rPr>
                <w:rFonts w:ascii="Arial" w:hAnsi="Arial" w:cs="Arial"/>
                <w:sz w:val="16"/>
                <w:szCs w:val="16"/>
              </w:rPr>
            </w:pPr>
            <w:r w:rsidRPr="00C52ED9">
              <w:rPr>
                <w:rFonts w:ascii="Arial" w:hAnsi="Arial" w:cs="Arial"/>
                <w:sz w:val="16"/>
                <w:szCs w:val="16"/>
              </w:rPr>
              <w:t>Introduction of NB-IoT/</w:t>
            </w:r>
            <w:proofErr w:type="spellStart"/>
            <w:r w:rsidRPr="00C52ED9">
              <w:rPr>
                <w:rFonts w:ascii="Arial" w:hAnsi="Arial" w:cs="Arial"/>
                <w:sz w:val="16"/>
                <w:szCs w:val="16"/>
              </w:rPr>
              <w:t>eMTC</w:t>
            </w:r>
            <w:proofErr w:type="spellEnd"/>
            <w:r w:rsidRPr="00C52ED9">
              <w:rPr>
                <w:rFonts w:ascii="Arial" w:hAnsi="Arial" w:cs="Arial"/>
                <w:sz w:val="16"/>
                <w:szCs w:val="16"/>
              </w:rPr>
              <w:t xml:space="preserve"> support for Non-Terrestrial Networks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49C36D" w14:textId="77777777" w:rsidR="00C52ED9" w:rsidRDefault="00C52ED9" w:rsidP="00E3054D">
            <w:pPr>
              <w:pStyle w:val="TAC"/>
              <w:jc w:val="left"/>
              <w:rPr>
                <w:snapToGrid w:val="0"/>
                <w:sz w:val="16"/>
                <w:szCs w:val="16"/>
              </w:rPr>
            </w:pPr>
            <w:r>
              <w:rPr>
                <w:snapToGrid w:val="0"/>
                <w:sz w:val="16"/>
                <w:szCs w:val="16"/>
              </w:rPr>
              <w:t>17.0.0</w:t>
            </w:r>
          </w:p>
        </w:tc>
      </w:tr>
      <w:tr w:rsidR="005F0A3F" w:rsidRPr="006B0D02" w14:paraId="62A56CCE"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59B84A" w14:textId="77777777" w:rsidR="005F0A3F" w:rsidRDefault="005F0A3F" w:rsidP="00E3054D">
            <w:pPr>
              <w:pStyle w:val="TAC"/>
              <w:rPr>
                <w:sz w:val="16"/>
                <w:szCs w:val="16"/>
              </w:rPr>
            </w:pPr>
            <w:r>
              <w:rPr>
                <w:sz w:val="16"/>
                <w:szCs w:val="16"/>
              </w:rPr>
              <w:lastRenderedPageBreak/>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1FFB7F1" w14:textId="77777777" w:rsidR="005F0A3F" w:rsidRDefault="005F0A3F"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A404FD8" w14:textId="77777777" w:rsidR="005F0A3F" w:rsidRDefault="005F0A3F" w:rsidP="00E3054D">
            <w:pPr>
              <w:spacing w:after="0"/>
              <w:jc w:val="center"/>
              <w:rPr>
                <w:rFonts w:ascii="Arial" w:hAnsi="Arial" w:cs="Arial"/>
                <w:sz w:val="16"/>
                <w:szCs w:val="16"/>
              </w:rPr>
            </w:pPr>
            <w:r>
              <w:rPr>
                <w:rFonts w:ascii="Arial" w:hAnsi="Arial" w:cs="Arial"/>
                <w:sz w:val="16"/>
                <w:szCs w:val="16"/>
              </w:rPr>
              <w:t>RP-212976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044139F" w14:textId="22914485" w:rsidR="005F0A3F" w:rsidRPr="00711DD8" w:rsidRDefault="005F0A3F" w:rsidP="00E3054D">
            <w:pPr>
              <w:spacing w:after="0"/>
              <w:jc w:val="center"/>
              <w:rPr>
                <w:rFonts w:ascii="Arial" w:hAnsi="Arial" w:cs="Arial"/>
                <w:sz w:val="16"/>
                <w:szCs w:val="16"/>
              </w:rPr>
            </w:pPr>
            <w:r>
              <w:rPr>
                <w:rFonts w:ascii="Arial" w:hAnsi="Arial" w:cs="Arial"/>
                <w:sz w:val="16"/>
                <w:szCs w:val="16"/>
              </w:rPr>
              <w:t>1412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EB181CC" w14:textId="77777777" w:rsidR="005F0A3F" w:rsidRDefault="005F0A3F"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CD2A14" w14:textId="77777777" w:rsidR="005F0A3F" w:rsidRDefault="005F0A3F"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BD4193B" w14:textId="40986D5F" w:rsidR="005F0A3F" w:rsidRPr="009032CE" w:rsidRDefault="005F0A3F" w:rsidP="00E3054D">
            <w:pPr>
              <w:rPr>
                <w:rFonts w:ascii="Arial" w:hAnsi="Arial" w:cs="Arial"/>
                <w:sz w:val="16"/>
                <w:szCs w:val="16"/>
              </w:rPr>
            </w:pPr>
            <w:r w:rsidRPr="005F0A3F">
              <w:rPr>
                <w:rFonts w:ascii="Arial" w:hAnsi="Arial" w:cs="Arial"/>
                <w:sz w:val="16"/>
                <w:szCs w:val="16"/>
              </w:rPr>
              <w:t>Introduction of NB-IoT/</w:t>
            </w:r>
            <w:proofErr w:type="spellStart"/>
            <w:r w:rsidRPr="005F0A3F">
              <w:rPr>
                <w:rFonts w:ascii="Arial" w:hAnsi="Arial" w:cs="Arial"/>
                <w:sz w:val="16"/>
                <w:szCs w:val="16"/>
              </w:rPr>
              <w:t>eMTC</w:t>
            </w:r>
            <w:proofErr w:type="spellEnd"/>
            <w:r w:rsidRPr="005F0A3F">
              <w:rPr>
                <w:rFonts w:ascii="Arial" w:hAnsi="Arial" w:cs="Arial"/>
                <w:sz w:val="16"/>
                <w:szCs w:val="16"/>
              </w:rPr>
              <w:t xml:space="preserve"> support for Non-Terrestrial Networks in 36.213 s8-s09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D8CFB6" w14:textId="77777777" w:rsidR="005F0A3F" w:rsidRDefault="005F0A3F" w:rsidP="00E3054D">
            <w:pPr>
              <w:pStyle w:val="TAC"/>
              <w:jc w:val="left"/>
              <w:rPr>
                <w:snapToGrid w:val="0"/>
                <w:sz w:val="16"/>
                <w:szCs w:val="16"/>
              </w:rPr>
            </w:pPr>
            <w:r>
              <w:rPr>
                <w:snapToGrid w:val="0"/>
                <w:sz w:val="16"/>
                <w:szCs w:val="16"/>
              </w:rPr>
              <w:t>17.0.0</w:t>
            </w:r>
          </w:p>
        </w:tc>
      </w:tr>
      <w:tr w:rsidR="001E5587" w:rsidRPr="006B0D02" w14:paraId="2FF5430F"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3AF7DD" w14:textId="77777777" w:rsidR="001E5587" w:rsidRDefault="001E5587" w:rsidP="00E3054D">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F43CD80" w14:textId="77777777" w:rsidR="001E5587" w:rsidRDefault="001E5587" w:rsidP="00E3054D">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2F76D9" w14:textId="77777777" w:rsidR="001E5587" w:rsidRDefault="001E5587" w:rsidP="00E3054D">
            <w:pPr>
              <w:spacing w:after="0"/>
              <w:jc w:val="center"/>
              <w:rPr>
                <w:rFonts w:ascii="Arial" w:hAnsi="Arial" w:cs="Arial"/>
                <w:sz w:val="16"/>
                <w:szCs w:val="16"/>
              </w:rPr>
            </w:pPr>
            <w:r>
              <w:rPr>
                <w:rFonts w:ascii="Arial" w:hAnsi="Arial" w:cs="Arial"/>
                <w:sz w:val="16"/>
                <w:szCs w:val="16"/>
              </w:rPr>
              <w:t>RP-212976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2EF4A61" w14:textId="640D9BA8" w:rsidR="001E5587" w:rsidRPr="00711DD8" w:rsidRDefault="001E5587" w:rsidP="00E3054D">
            <w:pPr>
              <w:spacing w:after="0"/>
              <w:jc w:val="center"/>
              <w:rPr>
                <w:rFonts w:ascii="Arial" w:hAnsi="Arial" w:cs="Arial"/>
                <w:sz w:val="16"/>
                <w:szCs w:val="16"/>
              </w:rPr>
            </w:pPr>
            <w:r>
              <w:rPr>
                <w:rFonts w:ascii="Arial" w:hAnsi="Arial" w:cs="Arial"/>
                <w:sz w:val="16"/>
                <w:szCs w:val="16"/>
              </w:rPr>
              <w:t>1413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1056CA3" w14:textId="77777777" w:rsidR="001E5587" w:rsidRDefault="001E5587" w:rsidP="00E3054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259DBB" w14:textId="77777777" w:rsidR="001E5587" w:rsidRDefault="001E5587" w:rsidP="00E3054D">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620D3B8" w14:textId="3E0DAED0" w:rsidR="001E5587" w:rsidRPr="009032CE" w:rsidRDefault="001E5587" w:rsidP="00E3054D">
            <w:pPr>
              <w:rPr>
                <w:rFonts w:ascii="Arial" w:hAnsi="Arial" w:cs="Arial"/>
                <w:sz w:val="16"/>
                <w:szCs w:val="16"/>
              </w:rPr>
            </w:pPr>
            <w:r w:rsidRPr="001E5587">
              <w:rPr>
                <w:rFonts w:ascii="Arial" w:hAnsi="Arial" w:cs="Arial"/>
                <w:sz w:val="16"/>
                <w:szCs w:val="16"/>
              </w:rPr>
              <w:t>Introduction of NB-IoT/</w:t>
            </w:r>
            <w:proofErr w:type="spellStart"/>
            <w:r w:rsidRPr="001E5587">
              <w:rPr>
                <w:rFonts w:ascii="Arial" w:hAnsi="Arial" w:cs="Arial"/>
                <w:sz w:val="16"/>
                <w:szCs w:val="16"/>
              </w:rPr>
              <w:t>eMTC</w:t>
            </w:r>
            <w:proofErr w:type="spellEnd"/>
            <w:r w:rsidRPr="001E5587">
              <w:rPr>
                <w:rFonts w:ascii="Arial" w:hAnsi="Arial" w:cs="Arial"/>
                <w:sz w:val="16"/>
                <w:szCs w:val="16"/>
              </w:rPr>
              <w:t xml:space="preserve"> support for Non-Terrestrial Networks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6709F0" w14:textId="77777777" w:rsidR="001E5587" w:rsidRDefault="001E5587" w:rsidP="00E3054D">
            <w:pPr>
              <w:pStyle w:val="TAC"/>
              <w:jc w:val="left"/>
              <w:rPr>
                <w:snapToGrid w:val="0"/>
                <w:sz w:val="16"/>
                <w:szCs w:val="16"/>
              </w:rPr>
            </w:pPr>
            <w:r>
              <w:rPr>
                <w:snapToGrid w:val="0"/>
                <w:sz w:val="16"/>
                <w:szCs w:val="16"/>
              </w:rPr>
              <w:t>17.0.0</w:t>
            </w:r>
          </w:p>
        </w:tc>
      </w:tr>
      <w:tr w:rsidR="002716B2" w:rsidRPr="006B0D02" w14:paraId="740B7C56"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52C636" w14:textId="77777777" w:rsidR="002716B2" w:rsidRDefault="002716B2" w:rsidP="008C73C8">
            <w:pPr>
              <w:pStyle w:val="TAC"/>
              <w:rPr>
                <w:sz w:val="16"/>
                <w:szCs w:val="16"/>
              </w:rPr>
            </w:pPr>
            <w:r>
              <w:rPr>
                <w:sz w:val="16"/>
                <w:szCs w:val="16"/>
              </w:rPr>
              <w:t>2021-12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E8AEAC6" w14:textId="77777777" w:rsidR="002716B2" w:rsidRDefault="002716B2" w:rsidP="008C73C8">
            <w:pPr>
              <w:pStyle w:val="TAC"/>
              <w:rPr>
                <w:sz w:val="16"/>
                <w:szCs w:val="16"/>
              </w:rPr>
            </w:pPr>
            <w:r>
              <w:rPr>
                <w:sz w:val="16"/>
                <w:szCs w:val="16"/>
              </w:rPr>
              <w:t>RAN#94-e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25D69A6" w14:textId="77777777" w:rsidR="002716B2" w:rsidRDefault="002716B2" w:rsidP="008C73C8">
            <w:pPr>
              <w:spacing w:after="0"/>
              <w:jc w:val="center"/>
              <w:rPr>
                <w:rFonts w:ascii="Arial" w:hAnsi="Arial" w:cs="Arial"/>
                <w:sz w:val="16"/>
                <w:szCs w:val="16"/>
              </w:rPr>
            </w:pPr>
            <w:r>
              <w:rPr>
                <w:rFonts w:ascii="Arial" w:hAnsi="Arial" w:cs="Arial"/>
                <w:sz w:val="16"/>
                <w:szCs w:val="16"/>
              </w:rPr>
              <w:t>RP-212976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4AAD63A" w14:textId="639A3EAF" w:rsidR="002716B2" w:rsidRPr="00711DD8" w:rsidRDefault="002716B2" w:rsidP="008C73C8">
            <w:pPr>
              <w:spacing w:after="0"/>
              <w:jc w:val="center"/>
              <w:rPr>
                <w:rFonts w:ascii="Arial" w:hAnsi="Arial" w:cs="Arial"/>
                <w:sz w:val="16"/>
                <w:szCs w:val="16"/>
              </w:rPr>
            </w:pPr>
            <w:r>
              <w:rPr>
                <w:rFonts w:ascii="Arial" w:hAnsi="Arial" w:cs="Arial"/>
                <w:sz w:val="16"/>
                <w:szCs w:val="16"/>
              </w:rPr>
              <w:t>1414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8E94F82" w14:textId="77777777" w:rsidR="002716B2" w:rsidRDefault="002716B2" w:rsidP="008C73C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9BD8EF" w14:textId="77777777" w:rsidR="002716B2" w:rsidRDefault="002716B2" w:rsidP="008C73C8">
            <w:pPr>
              <w:pStyle w:val="TAC"/>
              <w:rPr>
                <w:sz w:val="16"/>
                <w:szCs w:val="16"/>
              </w:rPr>
            </w:pPr>
            <w:r>
              <w:rPr>
                <w:sz w:val="16"/>
                <w:szCs w:val="16"/>
              </w:rPr>
              <w:t>B</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6ADE3731" w14:textId="591486BA" w:rsidR="002716B2" w:rsidRPr="009032CE" w:rsidRDefault="002716B2" w:rsidP="008C73C8">
            <w:pPr>
              <w:rPr>
                <w:rFonts w:ascii="Arial" w:hAnsi="Arial" w:cs="Arial"/>
                <w:sz w:val="16"/>
                <w:szCs w:val="16"/>
              </w:rPr>
            </w:pPr>
            <w:r w:rsidRPr="002716B2">
              <w:rPr>
                <w:rFonts w:ascii="Arial" w:hAnsi="Arial" w:cs="Arial"/>
                <w:sz w:val="16"/>
                <w:szCs w:val="16"/>
              </w:rPr>
              <w:t>Introduction of NB-IoT/</w:t>
            </w:r>
            <w:proofErr w:type="spellStart"/>
            <w:r w:rsidRPr="002716B2">
              <w:rPr>
                <w:rFonts w:ascii="Arial" w:hAnsi="Arial" w:cs="Arial"/>
                <w:sz w:val="16"/>
                <w:szCs w:val="16"/>
              </w:rPr>
              <w:t>eMTC</w:t>
            </w:r>
            <w:proofErr w:type="spellEnd"/>
            <w:r w:rsidRPr="002716B2">
              <w:rPr>
                <w:rFonts w:ascii="Arial" w:hAnsi="Arial" w:cs="Arial"/>
                <w:sz w:val="16"/>
                <w:szCs w:val="16"/>
              </w:rPr>
              <w:t xml:space="preserve"> support for Non-Terrestrial Networks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F84211" w14:textId="77777777" w:rsidR="002716B2" w:rsidRDefault="002716B2" w:rsidP="008C73C8">
            <w:pPr>
              <w:pStyle w:val="TAC"/>
              <w:jc w:val="left"/>
              <w:rPr>
                <w:snapToGrid w:val="0"/>
                <w:sz w:val="16"/>
                <w:szCs w:val="16"/>
              </w:rPr>
            </w:pPr>
            <w:r>
              <w:rPr>
                <w:snapToGrid w:val="0"/>
                <w:sz w:val="16"/>
                <w:szCs w:val="16"/>
              </w:rPr>
              <w:t>17.0.0</w:t>
            </w:r>
          </w:p>
        </w:tc>
      </w:tr>
      <w:tr w:rsidR="00345037" w:rsidRPr="006B0D02" w14:paraId="1B7C2A49" w14:textId="77777777" w:rsidTr="004D2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225816" w14:textId="4FB310FA" w:rsidR="00345037" w:rsidRDefault="00345037" w:rsidP="0009527F">
            <w:pPr>
              <w:pStyle w:val="TAC"/>
              <w:rPr>
                <w:sz w:val="16"/>
                <w:szCs w:val="16"/>
              </w:rPr>
            </w:pPr>
            <w:r>
              <w:rPr>
                <w:sz w:val="16"/>
                <w:szCs w:val="16"/>
              </w:rPr>
              <w:t>2022-03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79A215A" w14:textId="299831DF" w:rsidR="00345037" w:rsidRDefault="00345037" w:rsidP="0009527F">
            <w:pPr>
              <w:pStyle w:val="TAC"/>
              <w:rPr>
                <w:sz w:val="16"/>
                <w:szCs w:val="16"/>
              </w:rPr>
            </w:pPr>
            <w:r>
              <w:rPr>
                <w:sz w:val="16"/>
                <w:szCs w:val="16"/>
              </w:rPr>
              <w:t>RAN#95-e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EFE5FF8" w14:textId="4FAEA610" w:rsidR="00345037" w:rsidRDefault="00345037" w:rsidP="0009527F">
            <w:pPr>
              <w:spacing w:after="0"/>
              <w:jc w:val="center"/>
              <w:rPr>
                <w:rFonts w:ascii="Arial" w:hAnsi="Arial" w:cs="Arial"/>
                <w:sz w:val="16"/>
                <w:szCs w:val="16"/>
              </w:rPr>
            </w:pPr>
            <w:r>
              <w:rPr>
                <w:rFonts w:ascii="Arial" w:hAnsi="Arial" w:cs="Arial"/>
                <w:sz w:val="16"/>
                <w:szCs w:val="16"/>
              </w:rPr>
              <w:t>RP-220260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FB4AAF8" w14:textId="106CD22D" w:rsidR="00345037" w:rsidRPr="00711DD8" w:rsidRDefault="00345037" w:rsidP="0009527F">
            <w:pPr>
              <w:spacing w:after="0"/>
              <w:jc w:val="center"/>
              <w:rPr>
                <w:rFonts w:ascii="Arial" w:hAnsi="Arial" w:cs="Arial"/>
                <w:sz w:val="16"/>
                <w:szCs w:val="16"/>
              </w:rPr>
            </w:pPr>
            <w:r>
              <w:rPr>
                <w:rFonts w:ascii="Arial" w:hAnsi="Arial" w:cs="Arial"/>
                <w:sz w:val="16"/>
                <w:szCs w:val="16"/>
              </w:rPr>
              <w:t>1417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10FF24A" w14:textId="77777777" w:rsidR="00345037" w:rsidRDefault="00345037" w:rsidP="0009527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CEE702" w14:textId="3F12D89A" w:rsidR="00345037" w:rsidRDefault="00345037" w:rsidP="0009527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B8127AB" w14:textId="02233914" w:rsidR="00345037" w:rsidRPr="009032CE" w:rsidRDefault="00345037" w:rsidP="0009527F">
            <w:pPr>
              <w:rPr>
                <w:rFonts w:ascii="Arial" w:hAnsi="Arial" w:cs="Arial"/>
                <w:sz w:val="16"/>
                <w:szCs w:val="16"/>
              </w:rPr>
            </w:pPr>
            <w:r w:rsidRPr="00345037">
              <w:rPr>
                <w:rFonts w:ascii="Arial" w:hAnsi="Arial" w:cs="Arial"/>
                <w:sz w:val="16"/>
                <w:szCs w:val="16"/>
              </w:rPr>
              <w:t>Corrections to NB-IoT/</w:t>
            </w:r>
            <w:proofErr w:type="spellStart"/>
            <w:r w:rsidRPr="00345037">
              <w:rPr>
                <w:rFonts w:ascii="Arial" w:hAnsi="Arial" w:cs="Arial"/>
                <w:sz w:val="16"/>
                <w:szCs w:val="16"/>
              </w:rPr>
              <w:t>eMTC</w:t>
            </w:r>
            <w:proofErr w:type="spellEnd"/>
            <w:r w:rsidRPr="00345037">
              <w:rPr>
                <w:rFonts w:ascii="Arial" w:hAnsi="Arial" w:cs="Arial"/>
                <w:sz w:val="16"/>
                <w:szCs w:val="16"/>
              </w:rPr>
              <w:t xml:space="preserve"> support for Non-Terrestrial Networks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DBB359" w14:textId="603A0943" w:rsidR="00345037" w:rsidRDefault="00345037" w:rsidP="0009527F">
            <w:pPr>
              <w:pStyle w:val="TAC"/>
              <w:jc w:val="left"/>
              <w:rPr>
                <w:snapToGrid w:val="0"/>
                <w:sz w:val="16"/>
                <w:szCs w:val="16"/>
              </w:rPr>
            </w:pPr>
            <w:r>
              <w:rPr>
                <w:snapToGrid w:val="0"/>
                <w:sz w:val="16"/>
                <w:szCs w:val="16"/>
              </w:rPr>
              <w:t>17.1.0</w:t>
            </w:r>
          </w:p>
        </w:tc>
      </w:tr>
      <w:tr w:rsidR="00B34367" w:rsidRPr="006B0D02" w14:paraId="6CF8F82B" w14:textId="77777777" w:rsidTr="00B3436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908B55" w14:textId="77777777" w:rsidR="00B34367" w:rsidRDefault="00B34367" w:rsidP="0009527F">
            <w:pPr>
              <w:pStyle w:val="TAC"/>
              <w:rPr>
                <w:sz w:val="16"/>
                <w:szCs w:val="16"/>
              </w:rPr>
            </w:pPr>
            <w:r>
              <w:rPr>
                <w:sz w:val="16"/>
                <w:szCs w:val="16"/>
              </w:rPr>
              <w:t>2022-03</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13E2BAC" w14:textId="77777777" w:rsidR="00B34367" w:rsidRDefault="00B34367" w:rsidP="0009527F">
            <w:pPr>
              <w:pStyle w:val="TAC"/>
              <w:rPr>
                <w:sz w:val="16"/>
                <w:szCs w:val="16"/>
              </w:rPr>
            </w:pPr>
            <w:r>
              <w:rPr>
                <w:sz w:val="16"/>
                <w:szCs w:val="16"/>
              </w:rPr>
              <w:t>RAN#95-e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91E3F9F" w14:textId="649287B7" w:rsidR="00B34367" w:rsidRDefault="00B34367" w:rsidP="0009527F">
            <w:pPr>
              <w:spacing w:after="0"/>
              <w:jc w:val="center"/>
              <w:rPr>
                <w:rFonts w:ascii="Arial" w:hAnsi="Arial" w:cs="Arial"/>
                <w:sz w:val="16"/>
                <w:szCs w:val="16"/>
              </w:rPr>
            </w:pPr>
            <w:r>
              <w:rPr>
                <w:rFonts w:ascii="Arial" w:hAnsi="Arial" w:cs="Arial"/>
                <w:sz w:val="16"/>
                <w:szCs w:val="16"/>
              </w:rPr>
              <w:t>RP-220258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87BA44E" w14:textId="553975E5" w:rsidR="00B34367" w:rsidRPr="00711DD8" w:rsidRDefault="00B34367" w:rsidP="0009527F">
            <w:pPr>
              <w:spacing w:after="0"/>
              <w:jc w:val="center"/>
              <w:rPr>
                <w:rFonts w:ascii="Arial" w:hAnsi="Arial" w:cs="Arial"/>
                <w:sz w:val="16"/>
                <w:szCs w:val="16"/>
              </w:rPr>
            </w:pPr>
            <w:r>
              <w:rPr>
                <w:rFonts w:ascii="Arial" w:hAnsi="Arial" w:cs="Arial"/>
                <w:sz w:val="16"/>
                <w:szCs w:val="16"/>
              </w:rPr>
              <w:t>1418</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A5B339B" w14:textId="77777777" w:rsidR="00B34367" w:rsidRDefault="00B34367" w:rsidP="0009527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D7911B" w14:textId="77777777" w:rsidR="00B34367" w:rsidRDefault="00B34367" w:rsidP="0009527F">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03E6A3CF" w14:textId="0AFACB52" w:rsidR="00B34367" w:rsidRPr="009032CE" w:rsidRDefault="00B34367" w:rsidP="0009527F">
            <w:pPr>
              <w:rPr>
                <w:rFonts w:ascii="Arial" w:hAnsi="Arial" w:cs="Arial"/>
                <w:sz w:val="16"/>
                <w:szCs w:val="16"/>
              </w:rPr>
            </w:pPr>
            <w:r w:rsidRPr="00B34367">
              <w:rPr>
                <w:rFonts w:ascii="Arial" w:hAnsi="Arial" w:cs="Arial"/>
                <w:sz w:val="16"/>
                <w:szCs w:val="16"/>
              </w:rPr>
              <w:t>Corrections to Additional Enhancements for NB-IoT and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26FE5C" w14:textId="77777777" w:rsidR="00B34367" w:rsidRDefault="00B34367" w:rsidP="0009527F">
            <w:pPr>
              <w:pStyle w:val="TAC"/>
              <w:jc w:val="left"/>
              <w:rPr>
                <w:snapToGrid w:val="0"/>
                <w:sz w:val="16"/>
                <w:szCs w:val="16"/>
              </w:rPr>
            </w:pPr>
            <w:r>
              <w:rPr>
                <w:snapToGrid w:val="0"/>
                <w:sz w:val="16"/>
                <w:szCs w:val="16"/>
              </w:rPr>
              <w:t>17.1.0</w:t>
            </w:r>
          </w:p>
        </w:tc>
      </w:tr>
      <w:tr w:rsidR="00594F62" w:rsidRPr="006B0D02" w14:paraId="1E2F6728" w14:textId="77777777" w:rsidTr="0007253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13D5F2" w14:textId="44978F9A" w:rsidR="00594F62" w:rsidRDefault="00594F62" w:rsidP="0007253B">
            <w:pPr>
              <w:pStyle w:val="TAC"/>
              <w:rPr>
                <w:sz w:val="16"/>
                <w:szCs w:val="16"/>
              </w:rPr>
            </w:pPr>
            <w:r>
              <w:rPr>
                <w:sz w:val="16"/>
                <w:szCs w:val="16"/>
              </w:rPr>
              <w:t>2022-06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B036A5F" w14:textId="2A915EA5" w:rsidR="00594F62" w:rsidRDefault="00594F62" w:rsidP="0007253B">
            <w:pPr>
              <w:pStyle w:val="TAC"/>
              <w:rPr>
                <w:sz w:val="16"/>
                <w:szCs w:val="16"/>
              </w:rPr>
            </w:pPr>
            <w:r>
              <w:rPr>
                <w:sz w:val="16"/>
                <w:szCs w:val="16"/>
              </w:rPr>
              <w:t>RAN#96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5D14A6F6" w14:textId="51DF020D" w:rsidR="00594F62" w:rsidRDefault="00594F62" w:rsidP="0007253B">
            <w:pPr>
              <w:spacing w:after="0"/>
              <w:jc w:val="center"/>
              <w:rPr>
                <w:rFonts w:ascii="Arial" w:hAnsi="Arial" w:cs="Arial"/>
                <w:sz w:val="16"/>
                <w:szCs w:val="16"/>
              </w:rPr>
            </w:pPr>
            <w:r>
              <w:rPr>
                <w:rFonts w:ascii="Arial" w:hAnsi="Arial" w:cs="Arial"/>
                <w:sz w:val="16"/>
                <w:szCs w:val="16"/>
              </w:rPr>
              <w:t>RP-221609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C560D25" w14:textId="0BF87884" w:rsidR="00594F62" w:rsidRPr="00711DD8" w:rsidRDefault="00594F62" w:rsidP="0007253B">
            <w:pPr>
              <w:spacing w:after="0"/>
              <w:jc w:val="center"/>
              <w:rPr>
                <w:rFonts w:ascii="Arial" w:hAnsi="Arial" w:cs="Arial"/>
                <w:sz w:val="16"/>
                <w:szCs w:val="16"/>
              </w:rPr>
            </w:pPr>
            <w:r>
              <w:rPr>
                <w:rFonts w:ascii="Arial" w:hAnsi="Arial" w:cs="Arial"/>
                <w:sz w:val="16"/>
                <w:szCs w:val="16"/>
              </w:rPr>
              <w:t>1419</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0C434638" w14:textId="77777777" w:rsidR="00594F62" w:rsidRDefault="00594F62" w:rsidP="0007253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E99CE7" w14:textId="77777777" w:rsidR="00594F62" w:rsidRDefault="00594F62" w:rsidP="0007253B">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C34F322" w14:textId="2527C828" w:rsidR="00594F62" w:rsidRPr="009032CE" w:rsidRDefault="00594F62" w:rsidP="0007253B">
            <w:pPr>
              <w:rPr>
                <w:rFonts w:ascii="Arial" w:hAnsi="Arial" w:cs="Arial"/>
                <w:sz w:val="16"/>
                <w:szCs w:val="16"/>
              </w:rPr>
            </w:pPr>
            <w:r w:rsidRPr="00594F62">
              <w:rPr>
                <w:rFonts w:ascii="Arial" w:hAnsi="Arial" w:cs="Arial"/>
                <w:sz w:val="16"/>
                <w:szCs w:val="16"/>
              </w:rPr>
              <w:t>Corrections to NB-IoT/</w:t>
            </w:r>
            <w:proofErr w:type="spellStart"/>
            <w:r w:rsidRPr="00594F62">
              <w:rPr>
                <w:rFonts w:ascii="Arial" w:hAnsi="Arial" w:cs="Arial"/>
                <w:sz w:val="16"/>
                <w:szCs w:val="16"/>
              </w:rPr>
              <w:t>eMTC</w:t>
            </w:r>
            <w:proofErr w:type="spellEnd"/>
            <w:r w:rsidRPr="00594F62">
              <w:rPr>
                <w:rFonts w:ascii="Arial" w:hAnsi="Arial" w:cs="Arial"/>
                <w:sz w:val="16"/>
                <w:szCs w:val="16"/>
              </w:rPr>
              <w:t xml:space="preserve"> support for Non-Terrestrial Networks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600F15" w14:textId="256A4530" w:rsidR="00594F62" w:rsidRDefault="00594F62" w:rsidP="0007253B">
            <w:pPr>
              <w:pStyle w:val="TAC"/>
              <w:jc w:val="left"/>
              <w:rPr>
                <w:snapToGrid w:val="0"/>
                <w:sz w:val="16"/>
                <w:szCs w:val="16"/>
              </w:rPr>
            </w:pPr>
            <w:r>
              <w:rPr>
                <w:snapToGrid w:val="0"/>
                <w:sz w:val="16"/>
                <w:szCs w:val="16"/>
              </w:rPr>
              <w:t>17.2.0</w:t>
            </w:r>
          </w:p>
        </w:tc>
      </w:tr>
      <w:tr w:rsidR="00F9467A" w:rsidRPr="006B0D02" w14:paraId="71AFAF5C" w14:textId="77777777" w:rsidTr="0007253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AFD34C" w14:textId="77777777" w:rsidR="00F9467A" w:rsidRDefault="00F9467A" w:rsidP="0007253B">
            <w:pPr>
              <w:pStyle w:val="TAC"/>
              <w:rPr>
                <w:sz w:val="16"/>
                <w:szCs w:val="16"/>
              </w:rPr>
            </w:pPr>
            <w:r>
              <w:rPr>
                <w:sz w:val="16"/>
                <w:szCs w:val="16"/>
              </w:rPr>
              <w:t>2022-06</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84A0AD0" w14:textId="77777777" w:rsidR="00F9467A" w:rsidRDefault="00F9467A" w:rsidP="0007253B">
            <w:pPr>
              <w:pStyle w:val="TAC"/>
              <w:rPr>
                <w:sz w:val="16"/>
                <w:szCs w:val="16"/>
              </w:rPr>
            </w:pPr>
            <w:r>
              <w:rPr>
                <w:sz w:val="16"/>
                <w:szCs w:val="16"/>
              </w:rPr>
              <w:t>RAN#96</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6B8D9F4F" w14:textId="7227827E" w:rsidR="00F9467A" w:rsidRDefault="00F9467A" w:rsidP="0007253B">
            <w:pPr>
              <w:spacing w:after="0"/>
              <w:jc w:val="center"/>
              <w:rPr>
                <w:rFonts w:ascii="Arial" w:hAnsi="Arial" w:cs="Arial"/>
                <w:sz w:val="16"/>
                <w:szCs w:val="16"/>
              </w:rPr>
            </w:pPr>
            <w:r>
              <w:rPr>
                <w:rFonts w:ascii="Arial" w:hAnsi="Arial" w:cs="Arial"/>
                <w:sz w:val="16"/>
                <w:szCs w:val="16"/>
              </w:rPr>
              <w:t>RP-221608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3257A0F" w14:textId="02BD81B1" w:rsidR="00F9467A" w:rsidRPr="00711DD8" w:rsidRDefault="00F9467A" w:rsidP="0007253B">
            <w:pPr>
              <w:spacing w:after="0"/>
              <w:jc w:val="center"/>
              <w:rPr>
                <w:rFonts w:ascii="Arial" w:hAnsi="Arial" w:cs="Arial"/>
                <w:sz w:val="16"/>
                <w:szCs w:val="16"/>
              </w:rPr>
            </w:pPr>
            <w:r>
              <w:rPr>
                <w:rFonts w:ascii="Arial" w:hAnsi="Arial" w:cs="Arial"/>
                <w:sz w:val="16"/>
                <w:szCs w:val="16"/>
              </w:rPr>
              <w:t>1420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3FC85BB4" w14:textId="77777777" w:rsidR="00F9467A" w:rsidRDefault="00F9467A" w:rsidP="0007253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72E275" w14:textId="77777777" w:rsidR="00F9467A" w:rsidRDefault="00F9467A" w:rsidP="0007253B">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466662B8" w14:textId="72BCBBCB" w:rsidR="00F9467A" w:rsidRPr="009032CE" w:rsidRDefault="00F9467A" w:rsidP="0007253B">
            <w:pPr>
              <w:rPr>
                <w:rFonts w:ascii="Arial" w:hAnsi="Arial" w:cs="Arial"/>
                <w:sz w:val="16"/>
                <w:szCs w:val="16"/>
              </w:rPr>
            </w:pPr>
            <w:r w:rsidRPr="00F9467A">
              <w:rPr>
                <w:rFonts w:ascii="Arial" w:hAnsi="Arial" w:cs="Arial"/>
                <w:sz w:val="16"/>
                <w:szCs w:val="16"/>
              </w:rPr>
              <w:t>Corrections to Additional Enhancements for NB-IoT and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E5F9DE" w14:textId="77777777" w:rsidR="00F9467A" w:rsidRDefault="00F9467A" w:rsidP="0007253B">
            <w:pPr>
              <w:pStyle w:val="TAC"/>
              <w:jc w:val="left"/>
              <w:rPr>
                <w:snapToGrid w:val="0"/>
                <w:sz w:val="16"/>
                <w:szCs w:val="16"/>
              </w:rPr>
            </w:pPr>
            <w:r>
              <w:rPr>
                <w:snapToGrid w:val="0"/>
                <w:sz w:val="16"/>
                <w:szCs w:val="16"/>
              </w:rPr>
              <w:t>17.2.0</w:t>
            </w:r>
          </w:p>
        </w:tc>
      </w:tr>
      <w:tr w:rsidR="009970C3" w:rsidRPr="006B0D02" w14:paraId="7C993FA6" w14:textId="77777777" w:rsidTr="00B40B3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7BD561" w14:textId="6B84035F" w:rsidR="009970C3" w:rsidRDefault="009970C3" w:rsidP="00B40B3D">
            <w:pPr>
              <w:pStyle w:val="TAC"/>
              <w:rPr>
                <w:sz w:val="16"/>
                <w:szCs w:val="16"/>
              </w:rPr>
            </w:pPr>
            <w:r>
              <w:rPr>
                <w:sz w:val="16"/>
                <w:szCs w:val="16"/>
              </w:rPr>
              <w:t>2022-09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60B5A355" w14:textId="68265C6D" w:rsidR="009970C3" w:rsidRDefault="009970C3" w:rsidP="00B40B3D">
            <w:pPr>
              <w:pStyle w:val="TAC"/>
              <w:rPr>
                <w:sz w:val="16"/>
                <w:szCs w:val="16"/>
              </w:rPr>
            </w:pPr>
            <w:r>
              <w:rPr>
                <w:sz w:val="16"/>
                <w:szCs w:val="16"/>
              </w:rPr>
              <w:t>RAN#97-e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347DD74" w14:textId="779CBD86" w:rsidR="009970C3" w:rsidRDefault="009970C3" w:rsidP="00B40B3D">
            <w:pPr>
              <w:spacing w:after="0"/>
              <w:jc w:val="center"/>
              <w:rPr>
                <w:rFonts w:ascii="Arial" w:hAnsi="Arial" w:cs="Arial"/>
                <w:sz w:val="16"/>
                <w:szCs w:val="16"/>
              </w:rPr>
            </w:pPr>
            <w:r>
              <w:rPr>
                <w:rFonts w:ascii="Arial" w:hAnsi="Arial" w:cs="Arial"/>
                <w:sz w:val="16"/>
                <w:szCs w:val="16"/>
              </w:rPr>
              <w:t>RP-222416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707825B" w14:textId="26DF62D6" w:rsidR="009970C3" w:rsidRPr="00711DD8" w:rsidRDefault="009970C3" w:rsidP="00B40B3D">
            <w:pPr>
              <w:spacing w:after="0"/>
              <w:jc w:val="center"/>
              <w:rPr>
                <w:rFonts w:ascii="Arial" w:hAnsi="Arial" w:cs="Arial"/>
                <w:sz w:val="16"/>
                <w:szCs w:val="16"/>
              </w:rPr>
            </w:pPr>
            <w:r>
              <w:rPr>
                <w:rFonts w:ascii="Arial" w:hAnsi="Arial" w:cs="Arial"/>
                <w:sz w:val="16"/>
                <w:szCs w:val="16"/>
              </w:rPr>
              <w:t>1423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2620C762" w14:textId="77777777" w:rsidR="009970C3" w:rsidRDefault="009970C3" w:rsidP="00B40B3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8DCAC6" w14:textId="77777777" w:rsidR="009970C3" w:rsidRDefault="009970C3" w:rsidP="00B40B3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4A8F568" w14:textId="231EE811" w:rsidR="009970C3" w:rsidRPr="009032CE" w:rsidRDefault="009970C3" w:rsidP="00B40B3D">
            <w:pPr>
              <w:rPr>
                <w:rFonts w:ascii="Arial" w:hAnsi="Arial" w:cs="Arial"/>
                <w:sz w:val="16"/>
                <w:szCs w:val="16"/>
              </w:rPr>
            </w:pPr>
            <w:r w:rsidRPr="009970C3">
              <w:rPr>
                <w:rFonts w:ascii="Arial" w:hAnsi="Arial" w:cs="Arial"/>
                <w:sz w:val="16"/>
                <w:szCs w:val="16"/>
              </w:rPr>
              <w:t>Missing DCI formats when mapping ACKNACK resource offset field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DB6AB5" w14:textId="57FA4E7D" w:rsidR="009970C3" w:rsidRDefault="009970C3" w:rsidP="00B40B3D">
            <w:pPr>
              <w:pStyle w:val="TAC"/>
              <w:jc w:val="left"/>
              <w:rPr>
                <w:snapToGrid w:val="0"/>
                <w:sz w:val="16"/>
                <w:szCs w:val="16"/>
              </w:rPr>
            </w:pPr>
            <w:r>
              <w:rPr>
                <w:snapToGrid w:val="0"/>
                <w:sz w:val="16"/>
                <w:szCs w:val="16"/>
              </w:rPr>
              <w:t>17.3.0</w:t>
            </w:r>
          </w:p>
        </w:tc>
      </w:tr>
      <w:tr w:rsidR="00754A1E" w:rsidRPr="006B0D02" w14:paraId="05307934" w14:textId="77777777" w:rsidTr="00B40B3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9B938" w14:textId="77777777" w:rsidR="00754A1E" w:rsidRDefault="00754A1E" w:rsidP="00B40B3D">
            <w:pPr>
              <w:pStyle w:val="TAC"/>
              <w:rPr>
                <w:sz w:val="16"/>
                <w:szCs w:val="16"/>
              </w:rPr>
            </w:pPr>
            <w:r>
              <w:rPr>
                <w:sz w:val="16"/>
                <w:szCs w:val="16"/>
              </w:rPr>
              <w:t>2022-09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5F935AD4" w14:textId="77777777" w:rsidR="00754A1E" w:rsidRDefault="00754A1E" w:rsidP="00B40B3D">
            <w:pPr>
              <w:pStyle w:val="TAC"/>
              <w:rPr>
                <w:sz w:val="16"/>
                <w:szCs w:val="16"/>
              </w:rPr>
            </w:pPr>
            <w:r>
              <w:rPr>
                <w:sz w:val="16"/>
                <w:szCs w:val="16"/>
              </w:rPr>
              <w:t>RAN#97-e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33106DC7" w14:textId="74767840" w:rsidR="00754A1E" w:rsidRDefault="00754A1E" w:rsidP="00B40B3D">
            <w:pPr>
              <w:spacing w:after="0"/>
              <w:jc w:val="center"/>
              <w:rPr>
                <w:rFonts w:ascii="Arial" w:hAnsi="Arial" w:cs="Arial"/>
                <w:sz w:val="16"/>
                <w:szCs w:val="16"/>
              </w:rPr>
            </w:pPr>
            <w:r>
              <w:rPr>
                <w:rFonts w:ascii="Arial" w:hAnsi="Arial" w:cs="Arial"/>
                <w:sz w:val="16"/>
                <w:szCs w:val="16"/>
              </w:rPr>
              <w:t>RP-222409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8504150" w14:textId="127FFAF3" w:rsidR="00754A1E" w:rsidRPr="00711DD8" w:rsidRDefault="00754A1E" w:rsidP="00B40B3D">
            <w:pPr>
              <w:spacing w:after="0"/>
              <w:jc w:val="center"/>
              <w:rPr>
                <w:rFonts w:ascii="Arial" w:hAnsi="Arial" w:cs="Arial"/>
                <w:sz w:val="16"/>
                <w:szCs w:val="16"/>
              </w:rPr>
            </w:pPr>
            <w:r>
              <w:rPr>
                <w:rFonts w:ascii="Arial" w:hAnsi="Arial" w:cs="Arial"/>
                <w:sz w:val="16"/>
                <w:szCs w:val="16"/>
              </w:rPr>
              <w:t>1424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9E6619E" w14:textId="176456EE" w:rsidR="00754A1E" w:rsidRDefault="00754A1E" w:rsidP="00B40B3D">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3BD624" w14:textId="77777777" w:rsidR="00754A1E" w:rsidRDefault="00754A1E" w:rsidP="00B40B3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70932AEC" w14:textId="6523DE64" w:rsidR="00754A1E" w:rsidRPr="009032CE" w:rsidRDefault="00754A1E" w:rsidP="00B40B3D">
            <w:pPr>
              <w:rPr>
                <w:rFonts w:ascii="Arial" w:hAnsi="Arial" w:cs="Arial"/>
                <w:sz w:val="16"/>
                <w:szCs w:val="16"/>
              </w:rPr>
            </w:pPr>
            <w:r w:rsidRPr="00754A1E">
              <w:rPr>
                <w:rFonts w:ascii="Arial" w:hAnsi="Arial" w:cs="Arial"/>
                <w:sz w:val="16"/>
                <w:szCs w:val="16"/>
              </w:rPr>
              <w:t>CR on UE pre-compensation in segment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E285B6" w14:textId="77777777" w:rsidR="00754A1E" w:rsidRDefault="00754A1E" w:rsidP="00B40B3D">
            <w:pPr>
              <w:pStyle w:val="TAC"/>
              <w:jc w:val="left"/>
              <w:rPr>
                <w:snapToGrid w:val="0"/>
                <w:sz w:val="16"/>
                <w:szCs w:val="16"/>
              </w:rPr>
            </w:pPr>
            <w:r>
              <w:rPr>
                <w:snapToGrid w:val="0"/>
                <w:sz w:val="16"/>
                <w:szCs w:val="16"/>
              </w:rPr>
              <w:t>17.3.0</w:t>
            </w:r>
          </w:p>
        </w:tc>
      </w:tr>
      <w:tr w:rsidR="00AF08DB" w:rsidRPr="006B0D02" w14:paraId="736ABD54" w14:textId="77777777" w:rsidTr="00B40B3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8D651F" w14:textId="77777777" w:rsidR="00AF08DB" w:rsidRDefault="00AF08DB" w:rsidP="00B40B3D">
            <w:pPr>
              <w:pStyle w:val="TAC"/>
              <w:rPr>
                <w:sz w:val="16"/>
                <w:szCs w:val="16"/>
              </w:rPr>
            </w:pPr>
            <w:r>
              <w:rPr>
                <w:sz w:val="16"/>
                <w:szCs w:val="16"/>
              </w:rPr>
              <w:t>2022-09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456D32A6" w14:textId="77777777" w:rsidR="00AF08DB" w:rsidRDefault="00AF08DB" w:rsidP="00B40B3D">
            <w:pPr>
              <w:pStyle w:val="TAC"/>
              <w:rPr>
                <w:sz w:val="16"/>
                <w:szCs w:val="16"/>
              </w:rPr>
            </w:pPr>
            <w:r>
              <w:rPr>
                <w:sz w:val="16"/>
                <w:szCs w:val="16"/>
              </w:rPr>
              <w:t>RAN#97-e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093CE2B9" w14:textId="7A1C5056" w:rsidR="00AF08DB" w:rsidRDefault="00AF08DB" w:rsidP="00B40B3D">
            <w:pPr>
              <w:spacing w:after="0"/>
              <w:jc w:val="center"/>
              <w:rPr>
                <w:rFonts w:ascii="Arial" w:hAnsi="Arial" w:cs="Arial"/>
                <w:sz w:val="16"/>
                <w:szCs w:val="16"/>
              </w:rPr>
            </w:pPr>
            <w:r>
              <w:rPr>
                <w:rFonts w:ascii="Arial" w:hAnsi="Arial" w:cs="Arial"/>
                <w:sz w:val="16"/>
                <w:szCs w:val="16"/>
              </w:rPr>
              <w:t>RP-222416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FD29391" w14:textId="599FC478" w:rsidR="00AF08DB" w:rsidRPr="00711DD8" w:rsidRDefault="00AF08DB" w:rsidP="00B40B3D">
            <w:pPr>
              <w:spacing w:after="0"/>
              <w:jc w:val="center"/>
              <w:rPr>
                <w:rFonts w:ascii="Arial" w:hAnsi="Arial" w:cs="Arial"/>
                <w:sz w:val="16"/>
                <w:szCs w:val="16"/>
              </w:rPr>
            </w:pPr>
            <w:r>
              <w:rPr>
                <w:rFonts w:ascii="Arial" w:hAnsi="Arial" w:cs="Arial"/>
                <w:sz w:val="16"/>
                <w:szCs w:val="16"/>
              </w:rPr>
              <w:t>1425</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4C742300" w14:textId="20FAF58A" w:rsidR="00AF08DB" w:rsidRDefault="00AF08DB" w:rsidP="00B40B3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6FA49F" w14:textId="77777777" w:rsidR="00AF08DB" w:rsidRDefault="00AF08DB" w:rsidP="00B40B3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3C0B37A3" w14:textId="74F8C61D" w:rsidR="00AF08DB" w:rsidRPr="009032CE" w:rsidRDefault="00AF08DB" w:rsidP="00B40B3D">
            <w:pPr>
              <w:rPr>
                <w:rFonts w:ascii="Arial" w:hAnsi="Arial" w:cs="Arial"/>
                <w:sz w:val="16"/>
                <w:szCs w:val="16"/>
              </w:rPr>
            </w:pPr>
            <w:r w:rsidRPr="00AF08DB">
              <w:rPr>
                <w:rFonts w:ascii="Arial" w:hAnsi="Arial" w:cs="Arial"/>
                <w:sz w:val="16"/>
                <w:szCs w:val="16"/>
              </w:rPr>
              <w:t>Correction on determination of TBS for NPDSCH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6233D2" w14:textId="77777777" w:rsidR="00AF08DB" w:rsidRDefault="00AF08DB" w:rsidP="00B40B3D">
            <w:pPr>
              <w:pStyle w:val="TAC"/>
              <w:jc w:val="left"/>
              <w:rPr>
                <w:snapToGrid w:val="0"/>
                <w:sz w:val="16"/>
                <w:szCs w:val="16"/>
              </w:rPr>
            </w:pPr>
            <w:r>
              <w:rPr>
                <w:snapToGrid w:val="0"/>
                <w:sz w:val="16"/>
                <w:szCs w:val="16"/>
              </w:rPr>
              <w:t>17.3.0</w:t>
            </w:r>
          </w:p>
        </w:tc>
      </w:tr>
      <w:tr w:rsidR="004B5516" w:rsidRPr="006B0D02" w14:paraId="2DDF2090" w14:textId="77777777" w:rsidTr="00B40B3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41309D" w14:textId="77777777" w:rsidR="004B5516" w:rsidRDefault="004B5516" w:rsidP="00B40B3D">
            <w:pPr>
              <w:pStyle w:val="TAC"/>
              <w:rPr>
                <w:sz w:val="16"/>
                <w:szCs w:val="16"/>
              </w:rPr>
            </w:pPr>
            <w:r>
              <w:rPr>
                <w:sz w:val="16"/>
                <w:szCs w:val="16"/>
              </w:rPr>
              <w:t>2022-09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AF300C2" w14:textId="77777777" w:rsidR="004B5516" w:rsidRDefault="004B5516" w:rsidP="00B40B3D">
            <w:pPr>
              <w:pStyle w:val="TAC"/>
              <w:rPr>
                <w:sz w:val="16"/>
                <w:szCs w:val="16"/>
              </w:rPr>
            </w:pPr>
            <w:r>
              <w:rPr>
                <w:sz w:val="16"/>
                <w:szCs w:val="16"/>
              </w:rPr>
              <w:t>RAN#97-e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7770C08E" w14:textId="27EB2D9C" w:rsidR="004B5516" w:rsidRDefault="004B5516" w:rsidP="00B40B3D">
            <w:pPr>
              <w:spacing w:after="0"/>
              <w:jc w:val="center"/>
              <w:rPr>
                <w:rFonts w:ascii="Arial" w:hAnsi="Arial" w:cs="Arial"/>
                <w:sz w:val="16"/>
                <w:szCs w:val="16"/>
              </w:rPr>
            </w:pPr>
            <w:r>
              <w:rPr>
                <w:rFonts w:ascii="Arial" w:hAnsi="Arial" w:cs="Arial"/>
                <w:sz w:val="16"/>
                <w:szCs w:val="16"/>
              </w:rPr>
              <w:t>RP-222409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B97FCA0" w14:textId="525EB249" w:rsidR="004B5516" w:rsidRPr="00711DD8" w:rsidRDefault="004B5516" w:rsidP="00B40B3D">
            <w:pPr>
              <w:spacing w:after="0"/>
              <w:jc w:val="center"/>
              <w:rPr>
                <w:rFonts w:ascii="Arial" w:hAnsi="Arial" w:cs="Arial"/>
                <w:sz w:val="16"/>
                <w:szCs w:val="16"/>
              </w:rPr>
            </w:pPr>
            <w:r>
              <w:rPr>
                <w:rFonts w:ascii="Arial" w:hAnsi="Arial" w:cs="Arial"/>
                <w:sz w:val="16"/>
                <w:szCs w:val="16"/>
              </w:rPr>
              <w:t>1426</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50C35579" w14:textId="4712EAE6" w:rsidR="004B5516" w:rsidRDefault="004B5516" w:rsidP="00B40B3D">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B2EA81" w14:textId="77777777" w:rsidR="004B5516" w:rsidRDefault="004B5516" w:rsidP="00B40B3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ADB581E" w14:textId="015C9C34" w:rsidR="004B5516" w:rsidRPr="009032CE" w:rsidRDefault="004B5516" w:rsidP="00B40B3D">
            <w:pPr>
              <w:rPr>
                <w:rFonts w:ascii="Arial" w:hAnsi="Arial" w:cs="Arial"/>
                <w:sz w:val="16"/>
                <w:szCs w:val="16"/>
              </w:rPr>
            </w:pPr>
            <w:r w:rsidRPr="004B5516">
              <w:rPr>
                <w:rFonts w:ascii="Arial" w:hAnsi="Arial" w:cs="Arial"/>
                <w:sz w:val="16"/>
                <w:szCs w:val="16"/>
              </w:rPr>
              <w:t>CR on FDD HARQ-ACK reporting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BD0371C" w14:textId="77777777" w:rsidR="004B5516" w:rsidRDefault="004B5516" w:rsidP="00B40B3D">
            <w:pPr>
              <w:pStyle w:val="TAC"/>
              <w:jc w:val="left"/>
              <w:rPr>
                <w:snapToGrid w:val="0"/>
                <w:sz w:val="16"/>
                <w:szCs w:val="16"/>
              </w:rPr>
            </w:pPr>
            <w:r>
              <w:rPr>
                <w:snapToGrid w:val="0"/>
                <w:sz w:val="16"/>
                <w:szCs w:val="16"/>
              </w:rPr>
              <w:t>17.3.0</w:t>
            </w:r>
          </w:p>
        </w:tc>
      </w:tr>
      <w:tr w:rsidR="004B5516" w:rsidRPr="006B0D02" w14:paraId="5B562FED" w14:textId="77777777" w:rsidTr="00B40B3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CA8EC3" w14:textId="77777777" w:rsidR="004B5516" w:rsidRDefault="004B5516" w:rsidP="00B40B3D">
            <w:pPr>
              <w:pStyle w:val="TAC"/>
              <w:rPr>
                <w:sz w:val="16"/>
                <w:szCs w:val="16"/>
              </w:rPr>
            </w:pPr>
            <w:r>
              <w:rPr>
                <w:sz w:val="16"/>
                <w:szCs w:val="16"/>
              </w:rPr>
              <w:t>2022-09</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22D3993F" w14:textId="77777777" w:rsidR="004B5516" w:rsidRDefault="004B5516" w:rsidP="00B40B3D">
            <w:pPr>
              <w:pStyle w:val="TAC"/>
              <w:rPr>
                <w:sz w:val="16"/>
                <w:szCs w:val="16"/>
              </w:rPr>
            </w:pPr>
            <w:r>
              <w:rPr>
                <w:sz w:val="16"/>
                <w:szCs w:val="16"/>
              </w:rPr>
              <w:t>RAN#97-e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AAAC787" w14:textId="178B04C1" w:rsidR="004B5516" w:rsidRDefault="004B5516" w:rsidP="00B40B3D">
            <w:pPr>
              <w:spacing w:after="0"/>
              <w:jc w:val="center"/>
              <w:rPr>
                <w:rFonts w:ascii="Arial" w:hAnsi="Arial" w:cs="Arial"/>
                <w:sz w:val="16"/>
                <w:szCs w:val="16"/>
              </w:rPr>
            </w:pPr>
            <w:r>
              <w:rPr>
                <w:rFonts w:ascii="Arial" w:hAnsi="Arial" w:cs="Arial"/>
                <w:sz w:val="16"/>
                <w:szCs w:val="16"/>
              </w:rPr>
              <w:t>RP-222408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B53E03" w14:textId="28896165" w:rsidR="004B5516" w:rsidRPr="00711DD8" w:rsidRDefault="004B5516" w:rsidP="00B40B3D">
            <w:pPr>
              <w:spacing w:after="0"/>
              <w:jc w:val="center"/>
              <w:rPr>
                <w:rFonts w:ascii="Arial" w:hAnsi="Arial" w:cs="Arial"/>
                <w:sz w:val="16"/>
                <w:szCs w:val="16"/>
              </w:rPr>
            </w:pPr>
            <w:r>
              <w:rPr>
                <w:rFonts w:ascii="Arial" w:hAnsi="Arial" w:cs="Arial"/>
                <w:sz w:val="16"/>
                <w:szCs w:val="16"/>
              </w:rPr>
              <w:t>1427</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6818ED3A" w14:textId="131F3FA8" w:rsidR="004B5516" w:rsidRDefault="004B5516" w:rsidP="00B40B3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51B8E4" w14:textId="77777777" w:rsidR="004B5516" w:rsidRDefault="004B5516" w:rsidP="00B40B3D">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1D2ECF1C" w14:textId="531EEBAB" w:rsidR="004B5516" w:rsidRPr="009032CE" w:rsidRDefault="004B5516" w:rsidP="00B40B3D">
            <w:pPr>
              <w:rPr>
                <w:rFonts w:ascii="Arial" w:hAnsi="Arial" w:cs="Arial"/>
                <w:sz w:val="16"/>
                <w:szCs w:val="16"/>
              </w:rPr>
            </w:pPr>
            <w:r w:rsidRPr="004B5516">
              <w:rPr>
                <w:rFonts w:ascii="Arial" w:hAnsi="Arial" w:cs="Arial"/>
                <w:sz w:val="16"/>
                <w:szCs w:val="16"/>
              </w:rPr>
              <w:t>Clarification on TBS range of QPSK for NUPSCH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CC1534" w14:textId="77777777" w:rsidR="004B5516" w:rsidRDefault="004B5516" w:rsidP="00B40B3D">
            <w:pPr>
              <w:pStyle w:val="TAC"/>
              <w:jc w:val="left"/>
              <w:rPr>
                <w:snapToGrid w:val="0"/>
                <w:sz w:val="16"/>
                <w:szCs w:val="16"/>
              </w:rPr>
            </w:pPr>
            <w:r>
              <w:rPr>
                <w:snapToGrid w:val="0"/>
                <w:sz w:val="16"/>
                <w:szCs w:val="16"/>
              </w:rPr>
              <w:t>17.3.0</w:t>
            </w:r>
          </w:p>
        </w:tc>
      </w:tr>
      <w:tr w:rsidR="00960B01" w:rsidRPr="006B0D02" w14:paraId="2E1D5556" w14:textId="77777777" w:rsidTr="004F5A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7FD3CB" w14:textId="2498D4A4" w:rsidR="00960B01" w:rsidRDefault="00960B01" w:rsidP="004F5AA1">
            <w:pPr>
              <w:pStyle w:val="TAC"/>
              <w:rPr>
                <w:sz w:val="16"/>
                <w:szCs w:val="16"/>
              </w:rPr>
            </w:pPr>
            <w:r>
              <w:rPr>
                <w:sz w:val="16"/>
                <w:szCs w:val="16"/>
              </w:rPr>
              <w:t>2022-12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9ECDE20" w14:textId="0F279396" w:rsidR="00960B01" w:rsidRDefault="00960B01" w:rsidP="004F5AA1">
            <w:pPr>
              <w:pStyle w:val="TAC"/>
              <w:rPr>
                <w:sz w:val="16"/>
                <w:szCs w:val="16"/>
              </w:rPr>
            </w:pPr>
            <w:r>
              <w:rPr>
                <w:sz w:val="16"/>
                <w:szCs w:val="16"/>
              </w:rPr>
              <w:t>RAN#98-e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2F124120" w14:textId="26FE7C0E" w:rsidR="00960B01" w:rsidRDefault="00960B01" w:rsidP="004F5AA1">
            <w:pPr>
              <w:spacing w:after="0"/>
              <w:jc w:val="center"/>
              <w:rPr>
                <w:rFonts w:ascii="Arial" w:hAnsi="Arial" w:cs="Arial"/>
                <w:sz w:val="16"/>
                <w:szCs w:val="16"/>
              </w:rPr>
            </w:pPr>
            <w:r w:rsidRPr="00960B01">
              <w:rPr>
                <w:rFonts w:ascii="Arial" w:hAnsi="Arial" w:cs="Arial"/>
                <w:sz w:val="16"/>
                <w:szCs w:val="16"/>
              </w:rPr>
              <w:t>RP-222861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A5937BF" w14:textId="04A33B31" w:rsidR="00960B01" w:rsidRPr="00711DD8" w:rsidRDefault="00960B01" w:rsidP="004F5AA1">
            <w:pPr>
              <w:spacing w:after="0"/>
              <w:jc w:val="center"/>
              <w:rPr>
                <w:rFonts w:ascii="Arial" w:hAnsi="Arial" w:cs="Arial"/>
                <w:sz w:val="16"/>
                <w:szCs w:val="16"/>
              </w:rPr>
            </w:pPr>
            <w:r>
              <w:rPr>
                <w:rFonts w:ascii="Arial" w:hAnsi="Arial" w:cs="Arial"/>
                <w:sz w:val="16"/>
                <w:szCs w:val="16"/>
              </w:rPr>
              <w:t>1433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7BBC9365" w14:textId="77777777" w:rsidR="00960B01" w:rsidRDefault="00960B01" w:rsidP="004F5AA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6F70F2" w14:textId="77777777" w:rsidR="00960B01" w:rsidRDefault="00960B01" w:rsidP="004F5AA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2A4CB315" w14:textId="275E07D9" w:rsidR="00960B01" w:rsidRPr="009032CE" w:rsidRDefault="00960B01" w:rsidP="004F5AA1">
            <w:pPr>
              <w:rPr>
                <w:rFonts w:ascii="Arial" w:hAnsi="Arial" w:cs="Arial"/>
                <w:sz w:val="16"/>
                <w:szCs w:val="16"/>
              </w:rPr>
            </w:pPr>
            <w:r w:rsidRPr="00960B01">
              <w:rPr>
                <w:rFonts w:ascii="Arial" w:hAnsi="Arial" w:cs="Arial"/>
                <w:sz w:val="16"/>
                <w:szCs w:val="16"/>
              </w:rPr>
              <w:t>Editorial corrections to NB-IoT/</w:t>
            </w:r>
            <w:proofErr w:type="spellStart"/>
            <w:r w:rsidRPr="00960B01">
              <w:rPr>
                <w:rFonts w:ascii="Arial" w:hAnsi="Arial" w:cs="Arial"/>
                <w:sz w:val="16"/>
                <w:szCs w:val="16"/>
              </w:rPr>
              <w:t>eMTC</w:t>
            </w:r>
            <w:proofErr w:type="spellEnd"/>
            <w:r w:rsidRPr="00960B01">
              <w:rPr>
                <w:rFonts w:ascii="Arial" w:hAnsi="Arial" w:cs="Arial"/>
                <w:sz w:val="16"/>
                <w:szCs w:val="16"/>
              </w:rPr>
              <w:t xml:space="preserve"> support for Non-Terrestrial Networks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7EE4D3" w14:textId="30F037D9" w:rsidR="00960B01" w:rsidRDefault="00960B01" w:rsidP="004F5AA1">
            <w:pPr>
              <w:pStyle w:val="TAC"/>
              <w:jc w:val="left"/>
              <w:rPr>
                <w:snapToGrid w:val="0"/>
                <w:sz w:val="16"/>
                <w:szCs w:val="16"/>
              </w:rPr>
            </w:pPr>
            <w:r>
              <w:rPr>
                <w:snapToGrid w:val="0"/>
                <w:sz w:val="16"/>
                <w:szCs w:val="16"/>
              </w:rPr>
              <w:t>17.4.0</w:t>
            </w:r>
          </w:p>
        </w:tc>
      </w:tr>
      <w:tr w:rsidR="00514921" w:rsidRPr="006B0D02" w14:paraId="32149085" w14:textId="77777777" w:rsidTr="004F5A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B71778" w14:textId="77777777" w:rsidR="00514921" w:rsidRDefault="00514921" w:rsidP="004F5AA1">
            <w:pPr>
              <w:pStyle w:val="TAC"/>
              <w:rPr>
                <w:sz w:val="16"/>
                <w:szCs w:val="16"/>
              </w:rPr>
            </w:pPr>
            <w:r>
              <w:rPr>
                <w:sz w:val="16"/>
                <w:szCs w:val="16"/>
              </w:rPr>
              <w:t>2022-12</w:t>
            </w:r>
          </w:p>
        </w:tc>
        <w:tc>
          <w:tcPr>
            <w:tcW w:w="972" w:type="dxa"/>
            <w:tcBorders>
              <w:top w:val="single" w:sz="6" w:space="0" w:color="auto"/>
              <w:left w:val="single" w:sz="6" w:space="0" w:color="auto"/>
              <w:bottom w:val="single" w:sz="6" w:space="0" w:color="auto"/>
              <w:right w:val="single" w:sz="6" w:space="0" w:color="auto"/>
            </w:tcBorders>
            <w:shd w:val="solid" w:color="FFFFFF" w:fill="auto"/>
            <w:vAlign w:val="center"/>
          </w:tcPr>
          <w:p w14:paraId="1B0C426B" w14:textId="77777777" w:rsidR="00514921" w:rsidRDefault="00514921" w:rsidP="004F5AA1">
            <w:pPr>
              <w:pStyle w:val="TAC"/>
              <w:rPr>
                <w:sz w:val="16"/>
                <w:szCs w:val="16"/>
              </w:rPr>
            </w:pPr>
            <w:r>
              <w:rPr>
                <w:sz w:val="16"/>
                <w:szCs w:val="16"/>
              </w:rPr>
              <w:t>RAN#98-e</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14:paraId="405CC4F5" w14:textId="38266FEF" w:rsidR="00514921" w:rsidRDefault="00514921" w:rsidP="004F5AA1">
            <w:pPr>
              <w:spacing w:after="0"/>
              <w:jc w:val="center"/>
              <w:rPr>
                <w:rFonts w:ascii="Arial" w:hAnsi="Arial" w:cs="Arial"/>
                <w:sz w:val="16"/>
                <w:szCs w:val="16"/>
              </w:rPr>
            </w:pPr>
            <w:r w:rsidRPr="00960B01">
              <w:rPr>
                <w:rFonts w:ascii="Arial" w:hAnsi="Arial" w:cs="Arial"/>
                <w:sz w:val="16"/>
                <w:szCs w:val="16"/>
              </w:rPr>
              <w:t>RP-22286</w:t>
            </w:r>
            <w:r>
              <w:rPr>
                <w:rFonts w:ascii="Arial" w:hAnsi="Arial" w:cs="Arial"/>
                <w:sz w:val="16"/>
                <w:szCs w:val="16"/>
              </w:rPr>
              <w:t>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1FCCCC9" w14:textId="34005354" w:rsidR="00514921" w:rsidRPr="00711DD8" w:rsidRDefault="00514921" w:rsidP="004F5AA1">
            <w:pPr>
              <w:spacing w:after="0"/>
              <w:jc w:val="center"/>
              <w:rPr>
                <w:rFonts w:ascii="Arial" w:hAnsi="Arial" w:cs="Arial"/>
                <w:sz w:val="16"/>
                <w:szCs w:val="16"/>
              </w:rPr>
            </w:pPr>
            <w:r>
              <w:rPr>
                <w:rFonts w:ascii="Arial" w:hAnsi="Arial" w:cs="Arial"/>
                <w:sz w:val="16"/>
                <w:szCs w:val="16"/>
              </w:rPr>
              <w:t>1434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center"/>
          </w:tcPr>
          <w:p w14:paraId="1A49166F" w14:textId="77777777" w:rsidR="00514921" w:rsidRDefault="00514921" w:rsidP="004F5AA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EE6AE2" w14:textId="77777777" w:rsidR="00514921" w:rsidRDefault="00514921" w:rsidP="004F5AA1">
            <w:pPr>
              <w:pStyle w:val="TAC"/>
              <w:rPr>
                <w:sz w:val="16"/>
                <w:szCs w:val="16"/>
              </w:rPr>
            </w:pPr>
            <w:r>
              <w:rPr>
                <w:sz w:val="16"/>
                <w:szCs w:val="16"/>
              </w:rPr>
              <w:t>F</w:t>
            </w:r>
          </w:p>
        </w:tc>
        <w:tc>
          <w:tcPr>
            <w:tcW w:w="4607" w:type="dxa"/>
            <w:tcBorders>
              <w:top w:val="single" w:sz="6" w:space="0" w:color="auto"/>
              <w:left w:val="single" w:sz="6" w:space="0" w:color="auto"/>
              <w:bottom w:val="single" w:sz="6" w:space="0" w:color="auto"/>
              <w:right w:val="single" w:sz="6" w:space="0" w:color="auto"/>
            </w:tcBorders>
            <w:shd w:val="solid" w:color="FFFFFF" w:fill="auto"/>
          </w:tcPr>
          <w:p w14:paraId="55870950" w14:textId="70219EC9" w:rsidR="00514921" w:rsidRPr="009032CE" w:rsidRDefault="00514921" w:rsidP="004F5AA1">
            <w:pPr>
              <w:rPr>
                <w:rFonts w:ascii="Arial" w:hAnsi="Arial" w:cs="Arial"/>
                <w:sz w:val="16"/>
                <w:szCs w:val="16"/>
              </w:rPr>
            </w:pPr>
            <w:r w:rsidRPr="00514921">
              <w:rPr>
                <w:rFonts w:ascii="Arial" w:hAnsi="Arial" w:cs="Arial"/>
                <w:sz w:val="16"/>
                <w:szCs w:val="16"/>
              </w:rPr>
              <w:t>Correction on repetition number acquisition for NPDSCH and NPUSCH with 16-QAM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7D1828" w14:textId="77777777" w:rsidR="00514921" w:rsidRDefault="00514921" w:rsidP="004F5AA1">
            <w:pPr>
              <w:pStyle w:val="TAC"/>
              <w:jc w:val="left"/>
              <w:rPr>
                <w:snapToGrid w:val="0"/>
                <w:sz w:val="16"/>
                <w:szCs w:val="16"/>
              </w:rPr>
            </w:pPr>
            <w:r>
              <w:rPr>
                <w:snapToGrid w:val="0"/>
                <w:sz w:val="16"/>
                <w:szCs w:val="16"/>
              </w:rPr>
              <w:t>17.4.0</w:t>
            </w:r>
          </w:p>
        </w:tc>
      </w:tr>
    </w:tbl>
    <w:p w14:paraId="5AA3D586" w14:textId="77777777" w:rsidR="00743CF9" w:rsidRPr="0048309A" w:rsidRDefault="00743CF9" w:rsidP="00F40716">
      <w:pPr>
        <w:rPr>
          <w:lang w:val="fr-FR"/>
        </w:rPr>
      </w:pPr>
    </w:p>
    <w:sectPr w:rsidR="00743CF9" w:rsidRPr="0048309A" w:rsidSect="00425F82">
      <w:headerReference w:type="default" r:id="rId8"/>
      <w:footerReference w:type="default" r:id="rId9"/>
      <w:footnotePr>
        <w:numRestart w:val="eachSect"/>
      </w:footnotePr>
      <w:pgSz w:w="11907" w:h="16840" w:code="9"/>
      <w:pgMar w:top="1416" w:right="1133" w:bottom="1133" w:left="1133" w:header="850" w:footer="340" w:gutter="0"/>
      <w:pgNumType w:start="56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D658" w14:textId="77777777" w:rsidR="0071253D" w:rsidRDefault="0071253D">
      <w:r>
        <w:separator/>
      </w:r>
    </w:p>
  </w:endnote>
  <w:endnote w:type="continuationSeparator" w:id="0">
    <w:p w14:paraId="65E32D75" w14:textId="77777777" w:rsidR="0071253D" w:rsidRDefault="00712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
    <w:altName w:val="Arial Unicode MS"/>
    <w:charset w:val="88"/>
    <w:family w:val="auto"/>
    <w:pitch w:val="default"/>
    <w:sig w:usb0="00000000" w:usb1="0000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81022" w14:textId="77777777" w:rsidR="0005021F" w:rsidRDefault="0005021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7245D" w14:textId="77777777" w:rsidR="0071253D" w:rsidRDefault="0071253D">
      <w:r>
        <w:separator/>
      </w:r>
    </w:p>
  </w:footnote>
  <w:footnote w:type="continuationSeparator" w:id="0">
    <w:p w14:paraId="738DFADF" w14:textId="77777777" w:rsidR="0071253D" w:rsidRDefault="00712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9F903" w14:textId="77777777" w:rsidR="00E82454" w:rsidRDefault="00E82454" w:rsidP="00E82454">
    <w:pPr>
      <w:pStyle w:val="Header"/>
      <w:framePr w:wrap="auto" w:vAnchor="text" w:hAnchor="margin" w:xAlign="center" w:y="1"/>
      <w:widowControl/>
    </w:pPr>
    <w:r>
      <w:fldChar w:fldCharType="begin"/>
    </w:r>
    <w:r>
      <w:instrText xml:space="preserve"> PAGE </w:instrText>
    </w:r>
    <w:r>
      <w:fldChar w:fldCharType="separate"/>
    </w:r>
    <w:r>
      <w:t>7</w:t>
    </w:r>
    <w:r>
      <w:fldChar w:fldCharType="end"/>
    </w:r>
  </w:p>
  <w:p w14:paraId="0B87BC3A" w14:textId="117EF56D" w:rsidR="0048309A" w:rsidRPr="00C000C2" w:rsidRDefault="0048309A" w:rsidP="0048309A">
    <w:pPr>
      <w:framePr w:wrap="auto" w:vAnchor="text" w:hAnchor="margin" w:xAlign="right" w:y="1"/>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3GPP TS 36.21</w:t>
    </w:r>
    <w:r>
      <w:rPr>
        <w:rFonts w:ascii="Arial" w:hAnsi="Arial"/>
        <w:b/>
        <w:noProof/>
        <w:sz w:val="18"/>
        <w:lang w:eastAsia="en-US"/>
      </w:rPr>
      <w:t>3</w:t>
    </w:r>
    <w:r w:rsidRPr="00C000C2">
      <w:rPr>
        <w:rFonts w:ascii="Arial" w:hAnsi="Arial"/>
        <w:b/>
        <w:noProof/>
        <w:sz w:val="18"/>
        <w:lang w:eastAsia="en-US"/>
      </w:rPr>
      <w:t xml:space="preserve"> V1</w:t>
    </w:r>
    <w:r w:rsidR="003B313C">
      <w:rPr>
        <w:rFonts w:ascii="Arial" w:hAnsi="Arial"/>
        <w:b/>
        <w:noProof/>
        <w:sz w:val="18"/>
        <w:lang w:eastAsia="en-US"/>
      </w:rPr>
      <w:t>7.</w:t>
    </w:r>
    <w:r w:rsidR="00425F82">
      <w:rPr>
        <w:rFonts w:ascii="Arial" w:hAnsi="Arial"/>
        <w:b/>
        <w:noProof/>
        <w:sz w:val="18"/>
        <w:lang w:eastAsia="en-US"/>
      </w:rPr>
      <w:t>4</w:t>
    </w:r>
    <w:r w:rsidR="00F04595">
      <w:rPr>
        <w:rFonts w:ascii="Arial" w:hAnsi="Arial"/>
        <w:b/>
        <w:noProof/>
        <w:sz w:val="18"/>
        <w:lang w:eastAsia="en-US"/>
      </w:rPr>
      <w:t>.0</w:t>
    </w:r>
    <w:r>
      <w:rPr>
        <w:rFonts w:ascii="Arial" w:hAnsi="Arial"/>
        <w:b/>
        <w:noProof/>
        <w:sz w:val="18"/>
        <w:lang w:eastAsia="en-US"/>
      </w:rPr>
      <w:t xml:space="preserve"> (202</w:t>
    </w:r>
    <w:r w:rsidR="004D2F8C">
      <w:rPr>
        <w:rFonts w:ascii="Arial" w:hAnsi="Arial"/>
        <w:b/>
        <w:noProof/>
        <w:sz w:val="18"/>
        <w:lang w:eastAsia="en-US"/>
      </w:rPr>
      <w:t>2</w:t>
    </w:r>
    <w:r>
      <w:rPr>
        <w:rFonts w:ascii="Arial" w:hAnsi="Arial"/>
        <w:b/>
        <w:noProof/>
        <w:sz w:val="18"/>
        <w:lang w:eastAsia="en-US"/>
      </w:rPr>
      <w:t>-</w:t>
    </w:r>
    <w:r w:rsidR="00425F82">
      <w:rPr>
        <w:rFonts w:ascii="Arial" w:hAnsi="Arial"/>
        <w:b/>
        <w:noProof/>
        <w:sz w:val="18"/>
        <w:lang w:eastAsia="en-US"/>
      </w:rPr>
      <w:t>12</w:t>
    </w:r>
    <w:r w:rsidRPr="00C000C2">
      <w:rPr>
        <w:rFonts w:ascii="Arial" w:hAnsi="Arial"/>
        <w:b/>
        <w:noProof/>
        <w:sz w:val="18"/>
        <w:lang w:eastAsia="en-US"/>
      </w:rPr>
      <w:t>)</w:t>
    </w:r>
  </w:p>
  <w:p w14:paraId="714CA767" w14:textId="7E6EBC79" w:rsidR="0005021F" w:rsidRDefault="0005021F" w:rsidP="0028273F">
    <w:pPr>
      <w:pStyle w:val="Header"/>
      <w:tabs>
        <w:tab w:val="center" w:pos="4820"/>
        <w:tab w:val="right" w:pos="9639"/>
      </w:tabs>
    </w:pPr>
    <w:r>
      <w:t>Release 1</w:t>
    </w:r>
    <w:r w:rsidR="003B313C">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AC157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4F2C9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FC923C"/>
    <w:lvl w:ilvl="0">
      <w:start w:val="1"/>
      <w:numFmt w:val="decimal"/>
      <w:pStyle w:val="ListNumber3"/>
      <w:lvlText w:val="%1."/>
      <w:lvlJc w:val="left"/>
      <w:pPr>
        <w:tabs>
          <w:tab w:val="num" w:pos="926"/>
        </w:tabs>
        <w:ind w:left="926" w:hanging="360"/>
      </w:pPr>
    </w:lvl>
  </w:abstractNum>
  <w:abstractNum w:abstractNumId="3"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4"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5"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7"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8"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9"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162546769">
    <w:abstractNumId w:val="6"/>
  </w:num>
  <w:num w:numId="2" w16cid:durableId="501698422">
    <w:abstractNumId w:val="9"/>
  </w:num>
  <w:num w:numId="3" w16cid:durableId="717634461">
    <w:abstractNumId w:val="7"/>
  </w:num>
  <w:num w:numId="4" w16cid:durableId="502092121">
    <w:abstractNumId w:val="5"/>
  </w:num>
  <w:num w:numId="5" w16cid:durableId="30804923">
    <w:abstractNumId w:val="3"/>
  </w:num>
  <w:num w:numId="6" w16cid:durableId="817307172">
    <w:abstractNumId w:val="8"/>
  </w:num>
  <w:num w:numId="7" w16cid:durableId="1945113835">
    <w:abstractNumId w:val="4"/>
  </w:num>
  <w:num w:numId="8" w16cid:durableId="855996170">
    <w:abstractNumId w:val="2"/>
  </w:num>
  <w:num w:numId="9" w16cid:durableId="1538738930">
    <w:abstractNumId w:val="1"/>
  </w:num>
  <w:num w:numId="10" w16cid:durableId="198878430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13A3"/>
    <w:rsid w:val="00001D90"/>
    <w:rsid w:val="00003353"/>
    <w:rsid w:val="000044CB"/>
    <w:rsid w:val="000048A3"/>
    <w:rsid w:val="00004D09"/>
    <w:rsid w:val="000110D5"/>
    <w:rsid w:val="000129C8"/>
    <w:rsid w:val="00014242"/>
    <w:rsid w:val="00015971"/>
    <w:rsid w:val="00016AD4"/>
    <w:rsid w:val="000200D6"/>
    <w:rsid w:val="000231E5"/>
    <w:rsid w:val="00024E1B"/>
    <w:rsid w:val="00025E6A"/>
    <w:rsid w:val="00026C34"/>
    <w:rsid w:val="000304C8"/>
    <w:rsid w:val="00033949"/>
    <w:rsid w:val="00033DE0"/>
    <w:rsid w:val="0003503D"/>
    <w:rsid w:val="00037A04"/>
    <w:rsid w:val="00037E33"/>
    <w:rsid w:val="0004008D"/>
    <w:rsid w:val="00040AEB"/>
    <w:rsid w:val="00041C76"/>
    <w:rsid w:val="0004319E"/>
    <w:rsid w:val="000440AE"/>
    <w:rsid w:val="00045D92"/>
    <w:rsid w:val="0005021F"/>
    <w:rsid w:val="00050CDE"/>
    <w:rsid w:val="0005241A"/>
    <w:rsid w:val="00052A1C"/>
    <w:rsid w:val="00053B32"/>
    <w:rsid w:val="00054BE8"/>
    <w:rsid w:val="00060449"/>
    <w:rsid w:val="00060EB0"/>
    <w:rsid w:val="000611C3"/>
    <w:rsid w:val="000655BA"/>
    <w:rsid w:val="00065958"/>
    <w:rsid w:val="00065F75"/>
    <w:rsid w:val="00066DEC"/>
    <w:rsid w:val="00071196"/>
    <w:rsid w:val="00071419"/>
    <w:rsid w:val="000719D2"/>
    <w:rsid w:val="000728D7"/>
    <w:rsid w:val="00072A16"/>
    <w:rsid w:val="0007477E"/>
    <w:rsid w:val="00074B28"/>
    <w:rsid w:val="00077B48"/>
    <w:rsid w:val="00080037"/>
    <w:rsid w:val="00086548"/>
    <w:rsid w:val="000865F3"/>
    <w:rsid w:val="00087BFE"/>
    <w:rsid w:val="00092222"/>
    <w:rsid w:val="00096B62"/>
    <w:rsid w:val="00096E64"/>
    <w:rsid w:val="00097BB3"/>
    <w:rsid w:val="000A0B5F"/>
    <w:rsid w:val="000A13D9"/>
    <w:rsid w:val="000A357B"/>
    <w:rsid w:val="000A3FF6"/>
    <w:rsid w:val="000A486B"/>
    <w:rsid w:val="000A5F70"/>
    <w:rsid w:val="000A6A6C"/>
    <w:rsid w:val="000A6F3D"/>
    <w:rsid w:val="000B0B4B"/>
    <w:rsid w:val="000B1906"/>
    <w:rsid w:val="000B4566"/>
    <w:rsid w:val="000B5357"/>
    <w:rsid w:val="000B546E"/>
    <w:rsid w:val="000B6BD6"/>
    <w:rsid w:val="000B6C8B"/>
    <w:rsid w:val="000B6DD9"/>
    <w:rsid w:val="000B7446"/>
    <w:rsid w:val="000C0C08"/>
    <w:rsid w:val="000C3148"/>
    <w:rsid w:val="000C4E1D"/>
    <w:rsid w:val="000C62F0"/>
    <w:rsid w:val="000C705B"/>
    <w:rsid w:val="000C764D"/>
    <w:rsid w:val="000D1021"/>
    <w:rsid w:val="000D1158"/>
    <w:rsid w:val="000D4B78"/>
    <w:rsid w:val="000D505F"/>
    <w:rsid w:val="000D5524"/>
    <w:rsid w:val="000D5AC1"/>
    <w:rsid w:val="000D5E5C"/>
    <w:rsid w:val="000D6A4F"/>
    <w:rsid w:val="000D6D1C"/>
    <w:rsid w:val="000E0BC7"/>
    <w:rsid w:val="000E70BC"/>
    <w:rsid w:val="000F0D25"/>
    <w:rsid w:val="000F24DA"/>
    <w:rsid w:val="000F48AC"/>
    <w:rsid w:val="000F4EA1"/>
    <w:rsid w:val="000F4F17"/>
    <w:rsid w:val="000F5E49"/>
    <w:rsid w:val="000F74F0"/>
    <w:rsid w:val="000F7BB6"/>
    <w:rsid w:val="000F7C24"/>
    <w:rsid w:val="00100511"/>
    <w:rsid w:val="00100EB4"/>
    <w:rsid w:val="00102F0D"/>
    <w:rsid w:val="001030EF"/>
    <w:rsid w:val="00103648"/>
    <w:rsid w:val="00103907"/>
    <w:rsid w:val="00103BD9"/>
    <w:rsid w:val="001047AD"/>
    <w:rsid w:val="00105A84"/>
    <w:rsid w:val="001066A0"/>
    <w:rsid w:val="00107AF6"/>
    <w:rsid w:val="00111227"/>
    <w:rsid w:val="00111269"/>
    <w:rsid w:val="0011195A"/>
    <w:rsid w:val="0011276D"/>
    <w:rsid w:val="00114773"/>
    <w:rsid w:val="00117418"/>
    <w:rsid w:val="001175C3"/>
    <w:rsid w:val="00117E40"/>
    <w:rsid w:val="00120EAB"/>
    <w:rsid w:val="00121A69"/>
    <w:rsid w:val="00121CB2"/>
    <w:rsid w:val="0012591A"/>
    <w:rsid w:val="0012646E"/>
    <w:rsid w:val="0013200F"/>
    <w:rsid w:val="00132115"/>
    <w:rsid w:val="00133A3D"/>
    <w:rsid w:val="00135FB1"/>
    <w:rsid w:val="0013715E"/>
    <w:rsid w:val="00137FD6"/>
    <w:rsid w:val="0014150E"/>
    <w:rsid w:val="00143FD4"/>
    <w:rsid w:val="001467DC"/>
    <w:rsid w:val="001470A2"/>
    <w:rsid w:val="00147374"/>
    <w:rsid w:val="001477F0"/>
    <w:rsid w:val="00147D90"/>
    <w:rsid w:val="001508F9"/>
    <w:rsid w:val="0015102C"/>
    <w:rsid w:val="001514CE"/>
    <w:rsid w:val="001519DA"/>
    <w:rsid w:val="00152759"/>
    <w:rsid w:val="001575B2"/>
    <w:rsid w:val="00161ACE"/>
    <w:rsid w:val="0016310B"/>
    <w:rsid w:val="00163E2F"/>
    <w:rsid w:val="00164199"/>
    <w:rsid w:val="00167F8E"/>
    <w:rsid w:val="001752FA"/>
    <w:rsid w:val="00175303"/>
    <w:rsid w:val="0017663A"/>
    <w:rsid w:val="00180424"/>
    <w:rsid w:val="001809CF"/>
    <w:rsid w:val="00190F21"/>
    <w:rsid w:val="00193806"/>
    <w:rsid w:val="00194344"/>
    <w:rsid w:val="00196153"/>
    <w:rsid w:val="00196E39"/>
    <w:rsid w:val="001A0476"/>
    <w:rsid w:val="001A0AEE"/>
    <w:rsid w:val="001A2578"/>
    <w:rsid w:val="001A6216"/>
    <w:rsid w:val="001A7964"/>
    <w:rsid w:val="001B31D1"/>
    <w:rsid w:val="001B387E"/>
    <w:rsid w:val="001B69CD"/>
    <w:rsid w:val="001C05F8"/>
    <w:rsid w:val="001C1159"/>
    <w:rsid w:val="001C4071"/>
    <w:rsid w:val="001C5659"/>
    <w:rsid w:val="001C6087"/>
    <w:rsid w:val="001C6E82"/>
    <w:rsid w:val="001D0010"/>
    <w:rsid w:val="001D133F"/>
    <w:rsid w:val="001D6D52"/>
    <w:rsid w:val="001E1F2A"/>
    <w:rsid w:val="001E35E5"/>
    <w:rsid w:val="001E5587"/>
    <w:rsid w:val="001F2804"/>
    <w:rsid w:val="001F3790"/>
    <w:rsid w:val="001F623D"/>
    <w:rsid w:val="001F75C7"/>
    <w:rsid w:val="001F7EA1"/>
    <w:rsid w:val="00200643"/>
    <w:rsid w:val="00200F49"/>
    <w:rsid w:val="00202010"/>
    <w:rsid w:val="0020346E"/>
    <w:rsid w:val="00203DA5"/>
    <w:rsid w:val="002044C9"/>
    <w:rsid w:val="002049A2"/>
    <w:rsid w:val="00205D90"/>
    <w:rsid w:val="0020625B"/>
    <w:rsid w:val="0020653F"/>
    <w:rsid w:val="002113B4"/>
    <w:rsid w:val="00213BA4"/>
    <w:rsid w:val="002140E2"/>
    <w:rsid w:val="002144A3"/>
    <w:rsid w:val="00216E80"/>
    <w:rsid w:val="00216FDD"/>
    <w:rsid w:val="00217136"/>
    <w:rsid w:val="00220FD4"/>
    <w:rsid w:val="00221167"/>
    <w:rsid w:val="002233B5"/>
    <w:rsid w:val="00225E05"/>
    <w:rsid w:val="0023095E"/>
    <w:rsid w:val="00232595"/>
    <w:rsid w:val="002355B6"/>
    <w:rsid w:val="00237DF5"/>
    <w:rsid w:val="00242057"/>
    <w:rsid w:val="002449F7"/>
    <w:rsid w:val="00244D80"/>
    <w:rsid w:val="00245147"/>
    <w:rsid w:val="002456FA"/>
    <w:rsid w:val="002478DE"/>
    <w:rsid w:val="00247994"/>
    <w:rsid w:val="00247DF6"/>
    <w:rsid w:val="0025130A"/>
    <w:rsid w:val="00251846"/>
    <w:rsid w:val="00255BDA"/>
    <w:rsid w:val="00255C77"/>
    <w:rsid w:val="0025636D"/>
    <w:rsid w:val="002603B7"/>
    <w:rsid w:val="00260807"/>
    <w:rsid w:val="00260EC9"/>
    <w:rsid w:val="00261D2B"/>
    <w:rsid w:val="0026442C"/>
    <w:rsid w:val="0027124B"/>
    <w:rsid w:val="002714A8"/>
    <w:rsid w:val="002716B2"/>
    <w:rsid w:val="00271B41"/>
    <w:rsid w:val="00273D3A"/>
    <w:rsid w:val="00276669"/>
    <w:rsid w:val="00276D32"/>
    <w:rsid w:val="002773FD"/>
    <w:rsid w:val="0028273F"/>
    <w:rsid w:val="00283293"/>
    <w:rsid w:val="00284990"/>
    <w:rsid w:val="00286ACD"/>
    <w:rsid w:val="0029158B"/>
    <w:rsid w:val="0029313D"/>
    <w:rsid w:val="00293451"/>
    <w:rsid w:val="0029376D"/>
    <w:rsid w:val="002943C0"/>
    <w:rsid w:val="00294B50"/>
    <w:rsid w:val="002951DC"/>
    <w:rsid w:val="002959AC"/>
    <w:rsid w:val="002A1732"/>
    <w:rsid w:val="002A3D4E"/>
    <w:rsid w:val="002A45CE"/>
    <w:rsid w:val="002A6511"/>
    <w:rsid w:val="002A7B8A"/>
    <w:rsid w:val="002A7CF2"/>
    <w:rsid w:val="002B1971"/>
    <w:rsid w:val="002B3050"/>
    <w:rsid w:val="002B3265"/>
    <w:rsid w:val="002B43AD"/>
    <w:rsid w:val="002C0FBD"/>
    <w:rsid w:val="002C167C"/>
    <w:rsid w:val="002C1DB3"/>
    <w:rsid w:val="002C1F94"/>
    <w:rsid w:val="002C3132"/>
    <w:rsid w:val="002C5587"/>
    <w:rsid w:val="002C5757"/>
    <w:rsid w:val="002C7A81"/>
    <w:rsid w:val="002D2E89"/>
    <w:rsid w:val="002D3C5F"/>
    <w:rsid w:val="002D3F00"/>
    <w:rsid w:val="002D4419"/>
    <w:rsid w:val="002D510F"/>
    <w:rsid w:val="002D5C98"/>
    <w:rsid w:val="002D5CFD"/>
    <w:rsid w:val="002D6FD8"/>
    <w:rsid w:val="002E046A"/>
    <w:rsid w:val="002E1B5B"/>
    <w:rsid w:val="002E5113"/>
    <w:rsid w:val="002E584D"/>
    <w:rsid w:val="002E60D0"/>
    <w:rsid w:val="002E7CA8"/>
    <w:rsid w:val="002F38C5"/>
    <w:rsid w:val="002F4220"/>
    <w:rsid w:val="002F4EBE"/>
    <w:rsid w:val="002F5088"/>
    <w:rsid w:val="002F509A"/>
    <w:rsid w:val="002F66AE"/>
    <w:rsid w:val="002F7973"/>
    <w:rsid w:val="002F7C30"/>
    <w:rsid w:val="00301354"/>
    <w:rsid w:val="00301FBA"/>
    <w:rsid w:val="0030247B"/>
    <w:rsid w:val="00302EC5"/>
    <w:rsid w:val="00303969"/>
    <w:rsid w:val="00303EC9"/>
    <w:rsid w:val="00303FE6"/>
    <w:rsid w:val="003050BD"/>
    <w:rsid w:val="00305E61"/>
    <w:rsid w:val="0030629D"/>
    <w:rsid w:val="00310DA9"/>
    <w:rsid w:val="00314DC2"/>
    <w:rsid w:val="00317EFF"/>
    <w:rsid w:val="003213ED"/>
    <w:rsid w:val="003226D8"/>
    <w:rsid w:val="00324C8F"/>
    <w:rsid w:val="00326F15"/>
    <w:rsid w:val="00330B06"/>
    <w:rsid w:val="00332421"/>
    <w:rsid w:val="00332F79"/>
    <w:rsid w:val="003337E4"/>
    <w:rsid w:val="00333B47"/>
    <w:rsid w:val="00333F2B"/>
    <w:rsid w:val="0033547C"/>
    <w:rsid w:val="0034022B"/>
    <w:rsid w:val="003411A0"/>
    <w:rsid w:val="00341346"/>
    <w:rsid w:val="00342535"/>
    <w:rsid w:val="00342645"/>
    <w:rsid w:val="00343569"/>
    <w:rsid w:val="00345037"/>
    <w:rsid w:val="00345814"/>
    <w:rsid w:val="00350822"/>
    <w:rsid w:val="00353288"/>
    <w:rsid w:val="00353392"/>
    <w:rsid w:val="00353998"/>
    <w:rsid w:val="00353D5D"/>
    <w:rsid w:val="00354D58"/>
    <w:rsid w:val="003552F8"/>
    <w:rsid w:val="00355B7A"/>
    <w:rsid w:val="00360A4E"/>
    <w:rsid w:val="003643CB"/>
    <w:rsid w:val="00364ED7"/>
    <w:rsid w:val="003654F4"/>
    <w:rsid w:val="003665BC"/>
    <w:rsid w:val="0036740E"/>
    <w:rsid w:val="00367C3D"/>
    <w:rsid w:val="00367F1F"/>
    <w:rsid w:val="00374C21"/>
    <w:rsid w:val="00374C9F"/>
    <w:rsid w:val="00375082"/>
    <w:rsid w:val="00376201"/>
    <w:rsid w:val="00380438"/>
    <w:rsid w:val="003826D8"/>
    <w:rsid w:val="00382AE7"/>
    <w:rsid w:val="00384D82"/>
    <w:rsid w:val="00387856"/>
    <w:rsid w:val="003910CF"/>
    <w:rsid w:val="00391A9C"/>
    <w:rsid w:val="00391C57"/>
    <w:rsid w:val="003923E6"/>
    <w:rsid w:val="00392496"/>
    <w:rsid w:val="00394226"/>
    <w:rsid w:val="00394F5F"/>
    <w:rsid w:val="003951AF"/>
    <w:rsid w:val="0039609E"/>
    <w:rsid w:val="00397C6A"/>
    <w:rsid w:val="003A144F"/>
    <w:rsid w:val="003A1EB2"/>
    <w:rsid w:val="003A25DC"/>
    <w:rsid w:val="003A4729"/>
    <w:rsid w:val="003A4A71"/>
    <w:rsid w:val="003A4CCC"/>
    <w:rsid w:val="003A6ABE"/>
    <w:rsid w:val="003A701E"/>
    <w:rsid w:val="003B1316"/>
    <w:rsid w:val="003B2789"/>
    <w:rsid w:val="003B27BC"/>
    <w:rsid w:val="003B313C"/>
    <w:rsid w:val="003B56E1"/>
    <w:rsid w:val="003C0021"/>
    <w:rsid w:val="003C2166"/>
    <w:rsid w:val="003C4803"/>
    <w:rsid w:val="003C4D02"/>
    <w:rsid w:val="003C4D7B"/>
    <w:rsid w:val="003C585C"/>
    <w:rsid w:val="003C6685"/>
    <w:rsid w:val="003C6D5F"/>
    <w:rsid w:val="003C6EE8"/>
    <w:rsid w:val="003D0A01"/>
    <w:rsid w:val="003D268E"/>
    <w:rsid w:val="003D2866"/>
    <w:rsid w:val="003D57C5"/>
    <w:rsid w:val="003D6DDB"/>
    <w:rsid w:val="003D6E3F"/>
    <w:rsid w:val="003D7791"/>
    <w:rsid w:val="003D7BF7"/>
    <w:rsid w:val="003E2DEE"/>
    <w:rsid w:val="003E33BF"/>
    <w:rsid w:val="003E3537"/>
    <w:rsid w:val="003E4264"/>
    <w:rsid w:val="003F030B"/>
    <w:rsid w:val="003F15BD"/>
    <w:rsid w:val="003F1978"/>
    <w:rsid w:val="003F6F11"/>
    <w:rsid w:val="003F7BBD"/>
    <w:rsid w:val="003F7C09"/>
    <w:rsid w:val="00400B15"/>
    <w:rsid w:val="00400EE7"/>
    <w:rsid w:val="004020FA"/>
    <w:rsid w:val="00402E1E"/>
    <w:rsid w:val="00404119"/>
    <w:rsid w:val="00405F68"/>
    <w:rsid w:val="00410F36"/>
    <w:rsid w:val="004123ED"/>
    <w:rsid w:val="00412C55"/>
    <w:rsid w:val="004133C7"/>
    <w:rsid w:val="00415E5C"/>
    <w:rsid w:val="00415EEF"/>
    <w:rsid w:val="00416DA5"/>
    <w:rsid w:val="00420B98"/>
    <w:rsid w:val="00423396"/>
    <w:rsid w:val="0042388A"/>
    <w:rsid w:val="00424B90"/>
    <w:rsid w:val="00425615"/>
    <w:rsid w:val="00425F82"/>
    <w:rsid w:val="00426D05"/>
    <w:rsid w:val="00427255"/>
    <w:rsid w:val="00431709"/>
    <w:rsid w:val="00435157"/>
    <w:rsid w:val="00435A3F"/>
    <w:rsid w:val="00436A67"/>
    <w:rsid w:val="00442138"/>
    <w:rsid w:val="00443010"/>
    <w:rsid w:val="004458DC"/>
    <w:rsid w:val="004478C0"/>
    <w:rsid w:val="00452545"/>
    <w:rsid w:val="00455A14"/>
    <w:rsid w:val="00455BBE"/>
    <w:rsid w:val="0046001A"/>
    <w:rsid w:val="00460AB8"/>
    <w:rsid w:val="00461CF5"/>
    <w:rsid w:val="0046208B"/>
    <w:rsid w:val="00464883"/>
    <w:rsid w:val="00464D57"/>
    <w:rsid w:val="0046740F"/>
    <w:rsid w:val="004703CD"/>
    <w:rsid w:val="00470720"/>
    <w:rsid w:val="0047485E"/>
    <w:rsid w:val="00477B6E"/>
    <w:rsid w:val="00481949"/>
    <w:rsid w:val="004820C4"/>
    <w:rsid w:val="0048309A"/>
    <w:rsid w:val="0048584F"/>
    <w:rsid w:val="00491183"/>
    <w:rsid w:val="00491979"/>
    <w:rsid w:val="004920DE"/>
    <w:rsid w:val="004927CC"/>
    <w:rsid w:val="00493BE9"/>
    <w:rsid w:val="00494C31"/>
    <w:rsid w:val="004963AC"/>
    <w:rsid w:val="004A0E35"/>
    <w:rsid w:val="004A1EEF"/>
    <w:rsid w:val="004A3813"/>
    <w:rsid w:val="004A554B"/>
    <w:rsid w:val="004A6CFD"/>
    <w:rsid w:val="004B0BC8"/>
    <w:rsid w:val="004B19C5"/>
    <w:rsid w:val="004B2192"/>
    <w:rsid w:val="004B5516"/>
    <w:rsid w:val="004B5AFA"/>
    <w:rsid w:val="004C18ED"/>
    <w:rsid w:val="004C1AA9"/>
    <w:rsid w:val="004C23FD"/>
    <w:rsid w:val="004C29C4"/>
    <w:rsid w:val="004C3951"/>
    <w:rsid w:val="004C505E"/>
    <w:rsid w:val="004C68D7"/>
    <w:rsid w:val="004C7E19"/>
    <w:rsid w:val="004D00F2"/>
    <w:rsid w:val="004D183A"/>
    <w:rsid w:val="004D2F8C"/>
    <w:rsid w:val="004D309C"/>
    <w:rsid w:val="004D519F"/>
    <w:rsid w:val="004D6697"/>
    <w:rsid w:val="004D6BBA"/>
    <w:rsid w:val="004E3963"/>
    <w:rsid w:val="004F16D2"/>
    <w:rsid w:val="004F6E36"/>
    <w:rsid w:val="004F7BB7"/>
    <w:rsid w:val="004F7E84"/>
    <w:rsid w:val="00501C64"/>
    <w:rsid w:val="00502C90"/>
    <w:rsid w:val="00503F62"/>
    <w:rsid w:val="00504E64"/>
    <w:rsid w:val="00505651"/>
    <w:rsid w:val="0050699D"/>
    <w:rsid w:val="00506CB0"/>
    <w:rsid w:val="00507390"/>
    <w:rsid w:val="00510D89"/>
    <w:rsid w:val="00510E8C"/>
    <w:rsid w:val="00511232"/>
    <w:rsid w:val="00512CEE"/>
    <w:rsid w:val="00514164"/>
    <w:rsid w:val="00514921"/>
    <w:rsid w:val="00514B32"/>
    <w:rsid w:val="00515C49"/>
    <w:rsid w:val="00515CC5"/>
    <w:rsid w:val="0051606B"/>
    <w:rsid w:val="0052175C"/>
    <w:rsid w:val="00522205"/>
    <w:rsid w:val="0052253C"/>
    <w:rsid w:val="00522B3A"/>
    <w:rsid w:val="005237A0"/>
    <w:rsid w:val="00523E06"/>
    <w:rsid w:val="005242F9"/>
    <w:rsid w:val="00524650"/>
    <w:rsid w:val="00530BD4"/>
    <w:rsid w:val="005335C7"/>
    <w:rsid w:val="00534460"/>
    <w:rsid w:val="00534A5A"/>
    <w:rsid w:val="005351CC"/>
    <w:rsid w:val="005429B5"/>
    <w:rsid w:val="00542B9E"/>
    <w:rsid w:val="0054310C"/>
    <w:rsid w:val="00544234"/>
    <w:rsid w:val="00551F4D"/>
    <w:rsid w:val="005527F7"/>
    <w:rsid w:val="00552D50"/>
    <w:rsid w:val="00552E88"/>
    <w:rsid w:val="00553C8A"/>
    <w:rsid w:val="0055438A"/>
    <w:rsid w:val="00555924"/>
    <w:rsid w:val="00556169"/>
    <w:rsid w:val="00556D6C"/>
    <w:rsid w:val="00556E45"/>
    <w:rsid w:val="00557420"/>
    <w:rsid w:val="005578FA"/>
    <w:rsid w:val="0055790E"/>
    <w:rsid w:val="00557AF5"/>
    <w:rsid w:val="0056186B"/>
    <w:rsid w:val="00561EAF"/>
    <w:rsid w:val="00561ECB"/>
    <w:rsid w:val="00562A61"/>
    <w:rsid w:val="005667D5"/>
    <w:rsid w:val="00566988"/>
    <w:rsid w:val="005701F2"/>
    <w:rsid w:val="0057059C"/>
    <w:rsid w:val="005705D6"/>
    <w:rsid w:val="0057090B"/>
    <w:rsid w:val="00570A04"/>
    <w:rsid w:val="005728E2"/>
    <w:rsid w:val="005734B4"/>
    <w:rsid w:val="00573F74"/>
    <w:rsid w:val="00574C13"/>
    <w:rsid w:val="00576853"/>
    <w:rsid w:val="00580AAB"/>
    <w:rsid w:val="0058163E"/>
    <w:rsid w:val="00581BC6"/>
    <w:rsid w:val="00581C7A"/>
    <w:rsid w:val="00581D93"/>
    <w:rsid w:val="00582288"/>
    <w:rsid w:val="005838CD"/>
    <w:rsid w:val="0058579F"/>
    <w:rsid w:val="00585839"/>
    <w:rsid w:val="0058663A"/>
    <w:rsid w:val="005872D2"/>
    <w:rsid w:val="00587C25"/>
    <w:rsid w:val="0059117F"/>
    <w:rsid w:val="00592B11"/>
    <w:rsid w:val="00594F62"/>
    <w:rsid w:val="005963B6"/>
    <w:rsid w:val="005A29E2"/>
    <w:rsid w:val="005A4152"/>
    <w:rsid w:val="005A4D06"/>
    <w:rsid w:val="005A5586"/>
    <w:rsid w:val="005A6180"/>
    <w:rsid w:val="005A65C0"/>
    <w:rsid w:val="005A6707"/>
    <w:rsid w:val="005A72E4"/>
    <w:rsid w:val="005A7AFA"/>
    <w:rsid w:val="005A7DF2"/>
    <w:rsid w:val="005B0B53"/>
    <w:rsid w:val="005B2BDE"/>
    <w:rsid w:val="005B4392"/>
    <w:rsid w:val="005B5217"/>
    <w:rsid w:val="005B7DC5"/>
    <w:rsid w:val="005C29ED"/>
    <w:rsid w:val="005C364C"/>
    <w:rsid w:val="005C4492"/>
    <w:rsid w:val="005C5723"/>
    <w:rsid w:val="005C6C8C"/>
    <w:rsid w:val="005D0362"/>
    <w:rsid w:val="005D335F"/>
    <w:rsid w:val="005D40C6"/>
    <w:rsid w:val="005E11AD"/>
    <w:rsid w:val="005E418A"/>
    <w:rsid w:val="005E53DE"/>
    <w:rsid w:val="005E6C54"/>
    <w:rsid w:val="005E6C79"/>
    <w:rsid w:val="005E7321"/>
    <w:rsid w:val="005F0655"/>
    <w:rsid w:val="005F0A3F"/>
    <w:rsid w:val="005F131A"/>
    <w:rsid w:val="005F58B1"/>
    <w:rsid w:val="005F654A"/>
    <w:rsid w:val="005F68D4"/>
    <w:rsid w:val="005F7D39"/>
    <w:rsid w:val="006002BE"/>
    <w:rsid w:val="00600A7A"/>
    <w:rsid w:val="00600DFB"/>
    <w:rsid w:val="006015A0"/>
    <w:rsid w:val="00601D13"/>
    <w:rsid w:val="00601D6B"/>
    <w:rsid w:val="006022DE"/>
    <w:rsid w:val="006043D4"/>
    <w:rsid w:val="00605EFF"/>
    <w:rsid w:val="00610B75"/>
    <w:rsid w:val="00611EE7"/>
    <w:rsid w:val="00612C35"/>
    <w:rsid w:val="00617531"/>
    <w:rsid w:val="00617689"/>
    <w:rsid w:val="006208BF"/>
    <w:rsid w:val="00622C9F"/>
    <w:rsid w:val="006241C7"/>
    <w:rsid w:val="00627CAE"/>
    <w:rsid w:val="00627D94"/>
    <w:rsid w:val="00630AAE"/>
    <w:rsid w:val="00632DBB"/>
    <w:rsid w:val="006332DA"/>
    <w:rsid w:val="00633FA9"/>
    <w:rsid w:val="00636199"/>
    <w:rsid w:val="00640EF1"/>
    <w:rsid w:val="00643B6E"/>
    <w:rsid w:val="00650144"/>
    <w:rsid w:val="00651004"/>
    <w:rsid w:val="00651FB3"/>
    <w:rsid w:val="006525AE"/>
    <w:rsid w:val="00652E4A"/>
    <w:rsid w:val="00654F6A"/>
    <w:rsid w:val="00660BE3"/>
    <w:rsid w:val="00660D95"/>
    <w:rsid w:val="006616FE"/>
    <w:rsid w:val="006624E1"/>
    <w:rsid w:val="00662F48"/>
    <w:rsid w:val="00663EF7"/>
    <w:rsid w:val="00665D92"/>
    <w:rsid w:val="00665E53"/>
    <w:rsid w:val="00666089"/>
    <w:rsid w:val="006660A6"/>
    <w:rsid w:val="006660AD"/>
    <w:rsid w:val="00667560"/>
    <w:rsid w:val="00670CA0"/>
    <w:rsid w:val="00673988"/>
    <w:rsid w:val="006748B3"/>
    <w:rsid w:val="00675B0E"/>
    <w:rsid w:val="00683DEF"/>
    <w:rsid w:val="00685BA3"/>
    <w:rsid w:val="00686007"/>
    <w:rsid w:val="006863C5"/>
    <w:rsid w:val="00686653"/>
    <w:rsid w:val="00691357"/>
    <w:rsid w:val="00692B5E"/>
    <w:rsid w:val="0069600E"/>
    <w:rsid w:val="00696586"/>
    <w:rsid w:val="00697247"/>
    <w:rsid w:val="006A0550"/>
    <w:rsid w:val="006A0635"/>
    <w:rsid w:val="006A211A"/>
    <w:rsid w:val="006A717F"/>
    <w:rsid w:val="006A7D6A"/>
    <w:rsid w:val="006B2058"/>
    <w:rsid w:val="006B285B"/>
    <w:rsid w:val="006B4A5D"/>
    <w:rsid w:val="006B54BC"/>
    <w:rsid w:val="006C032E"/>
    <w:rsid w:val="006C1443"/>
    <w:rsid w:val="006C1A02"/>
    <w:rsid w:val="006C58C9"/>
    <w:rsid w:val="006C6EB9"/>
    <w:rsid w:val="006D1F3A"/>
    <w:rsid w:val="006D34DA"/>
    <w:rsid w:val="006D437D"/>
    <w:rsid w:val="006D52BE"/>
    <w:rsid w:val="006D679E"/>
    <w:rsid w:val="006D7A77"/>
    <w:rsid w:val="006D7CEE"/>
    <w:rsid w:val="006D7D89"/>
    <w:rsid w:val="006E14CB"/>
    <w:rsid w:val="006E25C7"/>
    <w:rsid w:val="006E5ECC"/>
    <w:rsid w:val="006E62B9"/>
    <w:rsid w:val="006F2B88"/>
    <w:rsid w:val="006F2D0B"/>
    <w:rsid w:val="006F482F"/>
    <w:rsid w:val="006F48FD"/>
    <w:rsid w:val="006F760C"/>
    <w:rsid w:val="007004C7"/>
    <w:rsid w:val="00701A8B"/>
    <w:rsid w:val="00704709"/>
    <w:rsid w:val="007058F5"/>
    <w:rsid w:val="007070E8"/>
    <w:rsid w:val="00710BA6"/>
    <w:rsid w:val="00711158"/>
    <w:rsid w:val="00711DD8"/>
    <w:rsid w:val="0071253D"/>
    <w:rsid w:val="007132C9"/>
    <w:rsid w:val="00714014"/>
    <w:rsid w:val="00714770"/>
    <w:rsid w:val="00714DD4"/>
    <w:rsid w:val="00715340"/>
    <w:rsid w:val="00715855"/>
    <w:rsid w:val="00717E55"/>
    <w:rsid w:val="00722DDB"/>
    <w:rsid w:val="00723A5B"/>
    <w:rsid w:val="0072495C"/>
    <w:rsid w:val="00726428"/>
    <w:rsid w:val="007274D2"/>
    <w:rsid w:val="00730190"/>
    <w:rsid w:val="007309ED"/>
    <w:rsid w:val="00731758"/>
    <w:rsid w:val="00733AAF"/>
    <w:rsid w:val="007369F8"/>
    <w:rsid w:val="00736D84"/>
    <w:rsid w:val="00737E15"/>
    <w:rsid w:val="00740681"/>
    <w:rsid w:val="00743CF9"/>
    <w:rsid w:val="00745394"/>
    <w:rsid w:val="00746AF4"/>
    <w:rsid w:val="00747BDD"/>
    <w:rsid w:val="00752D0A"/>
    <w:rsid w:val="00753BA9"/>
    <w:rsid w:val="00754A1E"/>
    <w:rsid w:val="00756737"/>
    <w:rsid w:val="0075678D"/>
    <w:rsid w:val="00756C14"/>
    <w:rsid w:val="00760AFE"/>
    <w:rsid w:val="007618DB"/>
    <w:rsid w:val="007628E1"/>
    <w:rsid w:val="007629F4"/>
    <w:rsid w:val="007638CF"/>
    <w:rsid w:val="00764062"/>
    <w:rsid w:val="00765294"/>
    <w:rsid w:val="00766665"/>
    <w:rsid w:val="00770A5A"/>
    <w:rsid w:val="00771984"/>
    <w:rsid w:val="007755BA"/>
    <w:rsid w:val="00775D52"/>
    <w:rsid w:val="00775E1F"/>
    <w:rsid w:val="007764B9"/>
    <w:rsid w:val="00776D21"/>
    <w:rsid w:val="0077779D"/>
    <w:rsid w:val="00782C98"/>
    <w:rsid w:val="00783489"/>
    <w:rsid w:val="00783894"/>
    <w:rsid w:val="00784CA9"/>
    <w:rsid w:val="00790E36"/>
    <w:rsid w:val="00791C1C"/>
    <w:rsid w:val="00797AD1"/>
    <w:rsid w:val="007A049D"/>
    <w:rsid w:val="007A1110"/>
    <w:rsid w:val="007A129A"/>
    <w:rsid w:val="007A1992"/>
    <w:rsid w:val="007A1ABF"/>
    <w:rsid w:val="007A3D36"/>
    <w:rsid w:val="007A62B3"/>
    <w:rsid w:val="007A655F"/>
    <w:rsid w:val="007A7B82"/>
    <w:rsid w:val="007A7F8C"/>
    <w:rsid w:val="007B0993"/>
    <w:rsid w:val="007B1196"/>
    <w:rsid w:val="007B1756"/>
    <w:rsid w:val="007B1AFC"/>
    <w:rsid w:val="007B319A"/>
    <w:rsid w:val="007B5870"/>
    <w:rsid w:val="007B6413"/>
    <w:rsid w:val="007B7FDF"/>
    <w:rsid w:val="007C032A"/>
    <w:rsid w:val="007C09EB"/>
    <w:rsid w:val="007C0FB4"/>
    <w:rsid w:val="007C12D1"/>
    <w:rsid w:val="007C6A9D"/>
    <w:rsid w:val="007C7BC3"/>
    <w:rsid w:val="007C7D35"/>
    <w:rsid w:val="007C7F93"/>
    <w:rsid w:val="007D3F46"/>
    <w:rsid w:val="007D46A2"/>
    <w:rsid w:val="007D5067"/>
    <w:rsid w:val="007D5BAF"/>
    <w:rsid w:val="007D618E"/>
    <w:rsid w:val="007D6251"/>
    <w:rsid w:val="007D6395"/>
    <w:rsid w:val="007D7D4F"/>
    <w:rsid w:val="007E0800"/>
    <w:rsid w:val="007E0C58"/>
    <w:rsid w:val="007E2549"/>
    <w:rsid w:val="007E3801"/>
    <w:rsid w:val="007E42EE"/>
    <w:rsid w:val="007E5617"/>
    <w:rsid w:val="007E5AF0"/>
    <w:rsid w:val="007F0EA5"/>
    <w:rsid w:val="007F221F"/>
    <w:rsid w:val="007F343B"/>
    <w:rsid w:val="00802449"/>
    <w:rsid w:val="008024BF"/>
    <w:rsid w:val="0080368D"/>
    <w:rsid w:val="008055C4"/>
    <w:rsid w:val="008068CF"/>
    <w:rsid w:val="00810846"/>
    <w:rsid w:val="00810D31"/>
    <w:rsid w:val="00811226"/>
    <w:rsid w:val="00811793"/>
    <w:rsid w:val="00811E88"/>
    <w:rsid w:val="008132FE"/>
    <w:rsid w:val="00813672"/>
    <w:rsid w:val="00814FBB"/>
    <w:rsid w:val="008158EB"/>
    <w:rsid w:val="008167A1"/>
    <w:rsid w:val="008178E1"/>
    <w:rsid w:val="008218ED"/>
    <w:rsid w:val="00822F10"/>
    <w:rsid w:val="008230B9"/>
    <w:rsid w:val="00823748"/>
    <w:rsid w:val="008260B9"/>
    <w:rsid w:val="00826ADB"/>
    <w:rsid w:val="00826EA6"/>
    <w:rsid w:val="00832F28"/>
    <w:rsid w:val="008336F0"/>
    <w:rsid w:val="00834691"/>
    <w:rsid w:val="008362B2"/>
    <w:rsid w:val="00836354"/>
    <w:rsid w:val="0083674B"/>
    <w:rsid w:val="008367D0"/>
    <w:rsid w:val="00836AFB"/>
    <w:rsid w:val="00836F18"/>
    <w:rsid w:val="00841138"/>
    <w:rsid w:val="008415F4"/>
    <w:rsid w:val="00842BC3"/>
    <w:rsid w:val="008447F7"/>
    <w:rsid w:val="00845E66"/>
    <w:rsid w:val="008479E6"/>
    <w:rsid w:val="0085065C"/>
    <w:rsid w:val="008506DA"/>
    <w:rsid w:val="0085154D"/>
    <w:rsid w:val="0085279C"/>
    <w:rsid w:val="0085357F"/>
    <w:rsid w:val="00853C98"/>
    <w:rsid w:val="0085691C"/>
    <w:rsid w:val="00857410"/>
    <w:rsid w:val="00861477"/>
    <w:rsid w:val="00862367"/>
    <w:rsid w:val="00862CAA"/>
    <w:rsid w:val="00866935"/>
    <w:rsid w:val="0086765A"/>
    <w:rsid w:val="008677D1"/>
    <w:rsid w:val="00870311"/>
    <w:rsid w:val="008712E7"/>
    <w:rsid w:val="008745D7"/>
    <w:rsid w:val="00875733"/>
    <w:rsid w:val="00876199"/>
    <w:rsid w:val="00877BE7"/>
    <w:rsid w:val="00880BF2"/>
    <w:rsid w:val="008818B8"/>
    <w:rsid w:val="00883B1E"/>
    <w:rsid w:val="00884DF8"/>
    <w:rsid w:val="0088529C"/>
    <w:rsid w:val="00885E99"/>
    <w:rsid w:val="00890F6A"/>
    <w:rsid w:val="00894F83"/>
    <w:rsid w:val="00895581"/>
    <w:rsid w:val="00897091"/>
    <w:rsid w:val="008A0813"/>
    <w:rsid w:val="008A261A"/>
    <w:rsid w:val="008A55D0"/>
    <w:rsid w:val="008A76BD"/>
    <w:rsid w:val="008A7837"/>
    <w:rsid w:val="008A785B"/>
    <w:rsid w:val="008B0559"/>
    <w:rsid w:val="008B1EBE"/>
    <w:rsid w:val="008B32E5"/>
    <w:rsid w:val="008B380C"/>
    <w:rsid w:val="008B43FF"/>
    <w:rsid w:val="008B524D"/>
    <w:rsid w:val="008B5E7B"/>
    <w:rsid w:val="008B6553"/>
    <w:rsid w:val="008B7E6C"/>
    <w:rsid w:val="008C10D6"/>
    <w:rsid w:val="008C1305"/>
    <w:rsid w:val="008C2842"/>
    <w:rsid w:val="008C2A45"/>
    <w:rsid w:val="008C3835"/>
    <w:rsid w:val="008C3D1D"/>
    <w:rsid w:val="008C4577"/>
    <w:rsid w:val="008C4F0A"/>
    <w:rsid w:val="008C6ACF"/>
    <w:rsid w:val="008D063D"/>
    <w:rsid w:val="008D2DB6"/>
    <w:rsid w:val="008D3669"/>
    <w:rsid w:val="008D4D1F"/>
    <w:rsid w:val="008D7A27"/>
    <w:rsid w:val="008E101A"/>
    <w:rsid w:val="008E115C"/>
    <w:rsid w:val="008E1A90"/>
    <w:rsid w:val="008E76E8"/>
    <w:rsid w:val="008E7B3D"/>
    <w:rsid w:val="008E7F28"/>
    <w:rsid w:val="008F098E"/>
    <w:rsid w:val="008F13CF"/>
    <w:rsid w:val="008F2907"/>
    <w:rsid w:val="008F4144"/>
    <w:rsid w:val="008F56E1"/>
    <w:rsid w:val="008F5B36"/>
    <w:rsid w:val="008F782D"/>
    <w:rsid w:val="0090191B"/>
    <w:rsid w:val="00902091"/>
    <w:rsid w:val="00902910"/>
    <w:rsid w:val="00902E64"/>
    <w:rsid w:val="009032EE"/>
    <w:rsid w:val="009035A9"/>
    <w:rsid w:val="00903D55"/>
    <w:rsid w:val="00904033"/>
    <w:rsid w:val="009055F9"/>
    <w:rsid w:val="009101F9"/>
    <w:rsid w:val="0091155A"/>
    <w:rsid w:val="00912EE3"/>
    <w:rsid w:val="009136AA"/>
    <w:rsid w:val="00913DCA"/>
    <w:rsid w:val="00917670"/>
    <w:rsid w:val="009178B6"/>
    <w:rsid w:val="009217FB"/>
    <w:rsid w:val="0092306D"/>
    <w:rsid w:val="00923879"/>
    <w:rsid w:val="009239A2"/>
    <w:rsid w:val="0092541A"/>
    <w:rsid w:val="009304A1"/>
    <w:rsid w:val="0093274D"/>
    <w:rsid w:val="0093490C"/>
    <w:rsid w:val="00934F33"/>
    <w:rsid w:val="00940B84"/>
    <w:rsid w:val="00941123"/>
    <w:rsid w:val="00951C3D"/>
    <w:rsid w:val="00953547"/>
    <w:rsid w:val="009554A9"/>
    <w:rsid w:val="00960B01"/>
    <w:rsid w:val="00961ECE"/>
    <w:rsid w:val="0096283D"/>
    <w:rsid w:val="00963518"/>
    <w:rsid w:val="00966889"/>
    <w:rsid w:val="009716DF"/>
    <w:rsid w:val="00971DEA"/>
    <w:rsid w:val="00973BB6"/>
    <w:rsid w:val="00975788"/>
    <w:rsid w:val="00975C2E"/>
    <w:rsid w:val="00975E4E"/>
    <w:rsid w:val="00976334"/>
    <w:rsid w:val="00976EFC"/>
    <w:rsid w:val="00980ECF"/>
    <w:rsid w:val="00982486"/>
    <w:rsid w:val="00983ABD"/>
    <w:rsid w:val="00984384"/>
    <w:rsid w:val="009847C4"/>
    <w:rsid w:val="00985902"/>
    <w:rsid w:val="00986262"/>
    <w:rsid w:val="00991D8A"/>
    <w:rsid w:val="00992887"/>
    <w:rsid w:val="00995FF8"/>
    <w:rsid w:val="009961CF"/>
    <w:rsid w:val="00996528"/>
    <w:rsid w:val="009970C3"/>
    <w:rsid w:val="00997AB6"/>
    <w:rsid w:val="009A0B0E"/>
    <w:rsid w:val="009A2F19"/>
    <w:rsid w:val="009A5026"/>
    <w:rsid w:val="009A700C"/>
    <w:rsid w:val="009B0818"/>
    <w:rsid w:val="009B19B9"/>
    <w:rsid w:val="009B22CF"/>
    <w:rsid w:val="009B45EC"/>
    <w:rsid w:val="009B5CB2"/>
    <w:rsid w:val="009B657E"/>
    <w:rsid w:val="009B66D7"/>
    <w:rsid w:val="009B7099"/>
    <w:rsid w:val="009B771C"/>
    <w:rsid w:val="009B7AA2"/>
    <w:rsid w:val="009C0169"/>
    <w:rsid w:val="009C25C3"/>
    <w:rsid w:val="009C3CCA"/>
    <w:rsid w:val="009C6FD3"/>
    <w:rsid w:val="009C704F"/>
    <w:rsid w:val="009C77FA"/>
    <w:rsid w:val="009C79EB"/>
    <w:rsid w:val="009D27DB"/>
    <w:rsid w:val="009D286D"/>
    <w:rsid w:val="009D2910"/>
    <w:rsid w:val="009D34BF"/>
    <w:rsid w:val="009D415B"/>
    <w:rsid w:val="009E0607"/>
    <w:rsid w:val="009E2559"/>
    <w:rsid w:val="009F1DC9"/>
    <w:rsid w:val="009F296A"/>
    <w:rsid w:val="009F33E3"/>
    <w:rsid w:val="009F76DB"/>
    <w:rsid w:val="00A00E01"/>
    <w:rsid w:val="00A010C9"/>
    <w:rsid w:val="00A03E84"/>
    <w:rsid w:val="00A0669B"/>
    <w:rsid w:val="00A075D1"/>
    <w:rsid w:val="00A113EC"/>
    <w:rsid w:val="00A1195E"/>
    <w:rsid w:val="00A11DAE"/>
    <w:rsid w:val="00A20896"/>
    <w:rsid w:val="00A217C9"/>
    <w:rsid w:val="00A21909"/>
    <w:rsid w:val="00A21EBD"/>
    <w:rsid w:val="00A242D5"/>
    <w:rsid w:val="00A26780"/>
    <w:rsid w:val="00A2752E"/>
    <w:rsid w:val="00A27DE0"/>
    <w:rsid w:val="00A330A7"/>
    <w:rsid w:val="00A37342"/>
    <w:rsid w:val="00A427F3"/>
    <w:rsid w:val="00A4334D"/>
    <w:rsid w:val="00A45653"/>
    <w:rsid w:val="00A45E24"/>
    <w:rsid w:val="00A474F9"/>
    <w:rsid w:val="00A47A9D"/>
    <w:rsid w:val="00A52348"/>
    <w:rsid w:val="00A52F98"/>
    <w:rsid w:val="00A54664"/>
    <w:rsid w:val="00A557E1"/>
    <w:rsid w:val="00A56D4A"/>
    <w:rsid w:val="00A57EAF"/>
    <w:rsid w:val="00A61741"/>
    <w:rsid w:val="00A61E75"/>
    <w:rsid w:val="00A61F75"/>
    <w:rsid w:val="00A6377D"/>
    <w:rsid w:val="00A63D53"/>
    <w:rsid w:val="00A64C22"/>
    <w:rsid w:val="00A64C40"/>
    <w:rsid w:val="00A64DAB"/>
    <w:rsid w:val="00A7096C"/>
    <w:rsid w:val="00A72E4E"/>
    <w:rsid w:val="00A73BB6"/>
    <w:rsid w:val="00A76F87"/>
    <w:rsid w:val="00A7793E"/>
    <w:rsid w:val="00A802B5"/>
    <w:rsid w:val="00A80CF9"/>
    <w:rsid w:val="00A82F37"/>
    <w:rsid w:val="00A8309F"/>
    <w:rsid w:val="00A8314F"/>
    <w:rsid w:val="00A866E4"/>
    <w:rsid w:val="00A919A0"/>
    <w:rsid w:val="00A95D76"/>
    <w:rsid w:val="00A95F87"/>
    <w:rsid w:val="00A95FA7"/>
    <w:rsid w:val="00AA06AB"/>
    <w:rsid w:val="00AA40F1"/>
    <w:rsid w:val="00AA4376"/>
    <w:rsid w:val="00AA75D7"/>
    <w:rsid w:val="00AA7821"/>
    <w:rsid w:val="00AB1928"/>
    <w:rsid w:val="00AB1BEF"/>
    <w:rsid w:val="00AB1D8E"/>
    <w:rsid w:val="00AB2779"/>
    <w:rsid w:val="00AB53CD"/>
    <w:rsid w:val="00AB5F83"/>
    <w:rsid w:val="00AB7318"/>
    <w:rsid w:val="00AC1082"/>
    <w:rsid w:val="00AC3005"/>
    <w:rsid w:val="00AC35E3"/>
    <w:rsid w:val="00AC5BF9"/>
    <w:rsid w:val="00AC616A"/>
    <w:rsid w:val="00AC6AD2"/>
    <w:rsid w:val="00AD024C"/>
    <w:rsid w:val="00AD1D27"/>
    <w:rsid w:val="00AD1E5C"/>
    <w:rsid w:val="00AD2CA2"/>
    <w:rsid w:val="00AD3C4F"/>
    <w:rsid w:val="00AD5D26"/>
    <w:rsid w:val="00AD69B0"/>
    <w:rsid w:val="00AD7E0F"/>
    <w:rsid w:val="00AD7FFD"/>
    <w:rsid w:val="00AE100B"/>
    <w:rsid w:val="00AE1F95"/>
    <w:rsid w:val="00AE27F6"/>
    <w:rsid w:val="00AE6E79"/>
    <w:rsid w:val="00AE7A54"/>
    <w:rsid w:val="00AF08DB"/>
    <w:rsid w:val="00AF1A7F"/>
    <w:rsid w:val="00AF36F8"/>
    <w:rsid w:val="00AF384E"/>
    <w:rsid w:val="00AF4550"/>
    <w:rsid w:val="00AF4D64"/>
    <w:rsid w:val="00AF5072"/>
    <w:rsid w:val="00AF61F9"/>
    <w:rsid w:val="00B00DF6"/>
    <w:rsid w:val="00B039C8"/>
    <w:rsid w:val="00B03C64"/>
    <w:rsid w:val="00B04724"/>
    <w:rsid w:val="00B0551F"/>
    <w:rsid w:val="00B10D33"/>
    <w:rsid w:val="00B11F31"/>
    <w:rsid w:val="00B125E0"/>
    <w:rsid w:val="00B126D1"/>
    <w:rsid w:val="00B12843"/>
    <w:rsid w:val="00B12F8B"/>
    <w:rsid w:val="00B14946"/>
    <w:rsid w:val="00B14E8E"/>
    <w:rsid w:val="00B15FAE"/>
    <w:rsid w:val="00B17354"/>
    <w:rsid w:val="00B20C76"/>
    <w:rsid w:val="00B221DB"/>
    <w:rsid w:val="00B22642"/>
    <w:rsid w:val="00B2341C"/>
    <w:rsid w:val="00B27955"/>
    <w:rsid w:val="00B27A1A"/>
    <w:rsid w:val="00B30147"/>
    <w:rsid w:val="00B30276"/>
    <w:rsid w:val="00B3044D"/>
    <w:rsid w:val="00B30D11"/>
    <w:rsid w:val="00B3161B"/>
    <w:rsid w:val="00B3265B"/>
    <w:rsid w:val="00B3332B"/>
    <w:rsid w:val="00B33C26"/>
    <w:rsid w:val="00B34367"/>
    <w:rsid w:val="00B35136"/>
    <w:rsid w:val="00B359ED"/>
    <w:rsid w:val="00B44714"/>
    <w:rsid w:val="00B45C5C"/>
    <w:rsid w:val="00B46B08"/>
    <w:rsid w:val="00B4799B"/>
    <w:rsid w:val="00B51B5B"/>
    <w:rsid w:val="00B52F87"/>
    <w:rsid w:val="00B54289"/>
    <w:rsid w:val="00B54E24"/>
    <w:rsid w:val="00B55C3C"/>
    <w:rsid w:val="00B60377"/>
    <w:rsid w:val="00B645EB"/>
    <w:rsid w:val="00B6690C"/>
    <w:rsid w:val="00B66BA2"/>
    <w:rsid w:val="00B67B37"/>
    <w:rsid w:val="00B7252F"/>
    <w:rsid w:val="00B72B60"/>
    <w:rsid w:val="00B73E90"/>
    <w:rsid w:val="00B75049"/>
    <w:rsid w:val="00B75168"/>
    <w:rsid w:val="00B75412"/>
    <w:rsid w:val="00B763E7"/>
    <w:rsid w:val="00B82BA5"/>
    <w:rsid w:val="00B84698"/>
    <w:rsid w:val="00B860A1"/>
    <w:rsid w:val="00B86B69"/>
    <w:rsid w:val="00B8734C"/>
    <w:rsid w:val="00B91FF8"/>
    <w:rsid w:val="00B920CE"/>
    <w:rsid w:val="00B932B5"/>
    <w:rsid w:val="00B93D78"/>
    <w:rsid w:val="00B94AB5"/>
    <w:rsid w:val="00B973BD"/>
    <w:rsid w:val="00B97F26"/>
    <w:rsid w:val="00BA1AA7"/>
    <w:rsid w:val="00BA38C3"/>
    <w:rsid w:val="00BA49D4"/>
    <w:rsid w:val="00BA713E"/>
    <w:rsid w:val="00BA7C73"/>
    <w:rsid w:val="00BB1153"/>
    <w:rsid w:val="00BB3023"/>
    <w:rsid w:val="00BB331F"/>
    <w:rsid w:val="00BB54AE"/>
    <w:rsid w:val="00BB674D"/>
    <w:rsid w:val="00BB67AC"/>
    <w:rsid w:val="00BB7C31"/>
    <w:rsid w:val="00BC0116"/>
    <w:rsid w:val="00BC17D0"/>
    <w:rsid w:val="00BC3DAA"/>
    <w:rsid w:val="00BD0ED0"/>
    <w:rsid w:val="00BD296A"/>
    <w:rsid w:val="00BD78BA"/>
    <w:rsid w:val="00BD7F8A"/>
    <w:rsid w:val="00BE2FB4"/>
    <w:rsid w:val="00BE37EF"/>
    <w:rsid w:val="00BF5300"/>
    <w:rsid w:val="00BF5877"/>
    <w:rsid w:val="00C0419D"/>
    <w:rsid w:val="00C04FCF"/>
    <w:rsid w:val="00C0642A"/>
    <w:rsid w:val="00C134F8"/>
    <w:rsid w:val="00C14453"/>
    <w:rsid w:val="00C14BD0"/>
    <w:rsid w:val="00C15EE1"/>
    <w:rsid w:val="00C23CBF"/>
    <w:rsid w:val="00C3064C"/>
    <w:rsid w:val="00C33256"/>
    <w:rsid w:val="00C340E2"/>
    <w:rsid w:val="00C345C5"/>
    <w:rsid w:val="00C370D8"/>
    <w:rsid w:val="00C4219F"/>
    <w:rsid w:val="00C43E33"/>
    <w:rsid w:val="00C45E81"/>
    <w:rsid w:val="00C45FF6"/>
    <w:rsid w:val="00C4619A"/>
    <w:rsid w:val="00C47C52"/>
    <w:rsid w:val="00C511B3"/>
    <w:rsid w:val="00C51B21"/>
    <w:rsid w:val="00C5200B"/>
    <w:rsid w:val="00C52A88"/>
    <w:rsid w:val="00C52ED9"/>
    <w:rsid w:val="00C5310B"/>
    <w:rsid w:val="00C5350B"/>
    <w:rsid w:val="00C54F99"/>
    <w:rsid w:val="00C5509E"/>
    <w:rsid w:val="00C55159"/>
    <w:rsid w:val="00C55B6B"/>
    <w:rsid w:val="00C55D82"/>
    <w:rsid w:val="00C55FF5"/>
    <w:rsid w:val="00C56B0C"/>
    <w:rsid w:val="00C62419"/>
    <w:rsid w:val="00C62816"/>
    <w:rsid w:val="00C63398"/>
    <w:rsid w:val="00C63729"/>
    <w:rsid w:val="00C65877"/>
    <w:rsid w:val="00C65CAF"/>
    <w:rsid w:val="00C66734"/>
    <w:rsid w:val="00C6756F"/>
    <w:rsid w:val="00C712A9"/>
    <w:rsid w:val="00C7187E"/>
    <w:rsid w:val="00C74230"/>
    <w:rsid w:val="00C7765F"/>
    <w:rsid w:val="00C80503"/>
    <w:rsid w:val="00C805F9"/>
    <w:rsid w:val="00C8626A"/>
    <w:rsid w:val="00C872A5"/>
    <w:rsid w:val="00C90B79"/>
    <w:rsid w:val="00C90E3B"/>
    <w:rsid w:val="00C910A8"/>
    <w:rsid w:val="00C911FB"/>
    <w:rsid w:val="00C95E99"/>
    <w:rsid w:val="00C9649E"/>
    <w:rsid w:val="00C96EA1"/>
    <w:rsid w:val="00C97688"/>
    <w:rsid w:val="00CA3332"/>
    <w:rsid w:val="00CA608F"/>
    <w:rsid w:val="00CA6A29"/>
    <w:rsid w:val="00CA74E7"/>
    <w:rsid w:val="00CA7D6C"/>
    <w:rsid w:val="00CB168E"/>
    <w:rsid w:val="00CB555B"/>
    <w:rsid w:val="00CB7E97"/>
    <w:rsid w:val="00CC05C1"/>
    <w:rsid w:val="00CC0CD5"/>
    <w:rsid w:val="00CC3183"/>
    <w:rsid w:val="00CC5BCE"/>
    <w:rsid w:val="00CC7795"/>
    <w:rsid w:val="00CD15CC"/>
    <w:rsid w:val="00CD1DBF"/>
    <w:rsid w:val="00CD2D2C"/>
    <w:rsid w:val="00CD45AB"/>
    <w:rsid w:val="00CD49C8"/>
    <w:rsid w:val="00CD57C6"/>
    <w:rsid w:val="00CD7567"/>
    <w:rsid w:val="00CE2A9B"/>
    <w:rsid w:val="00CE3E93"/>
    <w:rsid w:val="00CF0687"/>
    <w:rsid w:val="00CF0ADF"/>
    <w:rsid w:val="00CF0DD7"/>
    <w:rsid w:val="00CF0EF7"/>
    <w:rsid w:val="00CF134F"/>
    <w:rsid w:val="00CF1B12"/>
    <w:rsid w:val="00CF1DFC"/>
    <w:rsid w:val="00CF5A72"/>
    <w:rsid w:val="00D01C7B"/>
    <w:rsid w:val="00D04502"/>
    <w:rsid w:val="00D04DAF"/>
    <w:rsid w:val="00D053CD"/>
    <w:rsid w:val="00D05562"/>
    <w:rsid w:val="00D055BB"/>
    <w:rsid w:val="00D05770"/>
    <w:rsid w:val="00D060E0"/>
    <w:rsid w:val="00D10AC8"/>
    <w:rsid w:val="00D11DEB"/>
    <w:rsid w:val="00D130D4"/>
    <w:rsid w:val="00D13A2D"/>
    <w:rsid w:val="00D13C97"/>
    <w:rsid w:val="00D14116"/>
    <w:rsid w:val="00D15022"/>
    <w:rsid w:val="00D16689"/>
    <w:rsid w:val="00D17734"/>
    <w:rsid w:val="00D17D8A"/>
    <w:rsid w:val="00D20258"/>
    <w:rsid w:val="00D22CFE"/>
    <w:rsid w:val="00D2316D"/>
    <w:rsid w:val="00D23EE6"/>
    <w:rsid w:val="00D2453F"/>
    <w:rsid w:val="00D30218"/>
    <w:rsid w:val="00D319A2"/>
    <w:rsid w:val="00D32920"/>
    <w:rsid w:val="00D3308D"/>
    <w:rsid w:val="00D345BE"/>
    <w:rsid w:val="00D4339D"/>
    <w:rsid w:val="00D453A8"/>
    <w:rsid w:val="00D47087"/>
    <w:rsid w:val="00D47369"/>
    <w:rsid w:val="00D53056"/>
    <w:rsid w:val="00D53A8D"/>
    <w:rsid w:val="00D53C1C"/>
    <w:rsid w:val="00D544E6"/>
    <w:rsid w:val="00D5486E"/>
    <w:rsid w:val="00D55362"/>
    <w:rsid w:val="00D577CF"/>
    <w:rsid w:val="00D60408"/>
    <w:rsid w:val="00D61AE3"/>
    <w:rsid w:val="00D703F5"/>
    <w:rsid w:val="00D733A2"/>
    <w:rsid w:val="00D74BE3"/>
    <w:rsid w:val="00D754FB"/>
    <w:rsid w:val="00D75DE3"/>
    <w:rsid w:val="00D76041"/>
    <w:rsid w:val="00D762DC"/>
    <w:rsid w:val="00D7735D"/>
    <w:rsid w:val="00D81520"/>
    <w:rsid w:val="00D8313B"/>
    <w:rsid w:val="00D84815"/>
    <w:rsid w:val="00D9046F"/>
    <w:rsid w:val="00D9080B"/>
    <w:rsid w:val="00D911DB"/>
    <w:rsid w:val="00D91F2E"/>
    <w:rsid w:val="00D939EC"/>
    <w:rsid w:val="00D942CD"/>
    <w:rsid w:val="00D94920"/>
    <w:rsid w:val="00D95F3D"/>
    <w:rsid w:val="00D9735B"/>
    <w:rsid w:val="00D97EBC"/>
    <w:rsid w:val="00DA2193"/>
    <w:rsid w:val="00DA326B"/>
    <w:rsid w:val="00DA4DBD"/>
    <w:rsid w:val="00DA5B91"/>
    <w:rsid w:val="00DA69D3"/>
    <w:rsid w:val="00DA7A7C"/>
    <w:rsid w:val="00DB0D63"/>
    <w:rsid w:val="00DB1B27"/>
    <w:rsid w:val="00DB1C74"/>
    <w:rsid w:val="00DB2294"/>
    <w:rsid w:val="00DB4893"/>
    <w:rsid w:val="00DB5796"/>
    <w:rsid w:val="00DB5B21"/>
    <w:rsid w:val="00DB749F"/>
    <w:rsid w:val="00DC07BB"/>
    <w:rsid w:val="00DC1493"/>
    <w:rsid w:val="00DC1757"/>
    <w:rsid w:val="00DC1A95"/>
    <w:rsid w:val="00DC30C2"/>
    <w:rsid w:val="00DC3E0B"/>
    <w:rsid w:val="00DC5CD9"/>
    <w:rsid w:val="00DC6110"/>
    <w:rsid w:val="00DC7D58"/>
    <w:rsid w:val="00DC7ED0"/>
    <w:rsid w:val="00DD49E4"/>
    <w:rsid w:val="00DD6C99"/>
    <w:rsid w:val="00DD701B"/>
    <w:rsid w:val="00DD74AD"/>
    <w:rsid w:val="00DE0364"/>
    <w:rsid w:val="00DE06AE"/>
    <w:rsid w:val="00DE1AC1"/>
    <w:rsid w:val="00DE3E36"/>
    <w:rsid w:val="00DE4392"/>
    <w:rsid w:val="00DE4946"/>
    <w:rsid w:val="00DE5365"/>
    <w:rsid w:val="00DE64B1"/>
    <w:rsid w:val="00DE78B1"/>
    <w:rsid w:val="00DF19B3"/>
    <w:rsid w:val="00DF1E95"/>
    <w:rsid w:val="00DF202A"/>
    <w:rsid w:val="00DF289C"/>
    <w:rsid w:val="00DF38D3"/>
    <w:rsid w:val="00DF3E25"/>
    <w:rsid w:val="00DF6148"/>
    <w:rsid w:val="00DF7E2E"/>
    <w:rsid w:val="00E02139"/>
    <w:rsid w:val="00E035CB"/>
    <w:rsid w:val="00E03663"/>
    <w:rsid w:val="00E03FFE"/>
    <w:rsid w:val="00E0401A"/>
    <w:rsid w:val="00E0470F"/>
    <w:rsid w:val="00E04E7B"/>
    <w:rsid w:val="00E063DA"/>
    <w:rsid w:val="00E0764C"/>
    <w:rsid w:val="00E103A2"/>
    <w:rsid w:val="00E11768"/>
    <w:rsid w:val="00E12BB5"/>
    <w:rsid w:val="00E12C79"/>
    <w:rsid w:val="00E14475"/>
    <w:rsid w:val="00E152C3"/>
    <w:rsid w:val="00E15728"/>
    <w:rsid w:val="00E1618D"/>
    <w:rsid w:val="00E16FAC"/>
    <w:rsid w:val="00E17020"/>
    <w:rsid w:val="00E17C21"/>
    <w:rsid w:val="00E20CAB"/>
    <w:rsid w:val="00E215F9"/>
    <w:rsid w:val="00E27031"/>
    <w:rsid w:val="00E27267"/>
    <w:rsid w:val="00E31535"/>
    <w:rsid w:val="00E33057"/>
    <w:rsid w:val="00E33F71"/>
    <w:rsid w:val="00E3478D"/>
    <w:rsid w:val="00E34CD1"/>
    <w:rsid w:val="00E358AF"/>
    <w:rsid w:val="00E35A3F"/>
    <w:rsid w:val="00E36562"/>
    <w:rsid w:val="00E37509"/>
    <w:rsid w:val="00E40DED"/>
    <w:rsid w:val="00E418A3"/>
    <w:rsid w:val="00E41A7F"/>
    <w:rsid w:val="00E435E0"/>
    <w:rsid w:val="00E44422"/>
    <w:rsid w:val="00E44F43"/>
    <w:rsid w:val="00E4521A"/>
    <w:rsid w:val="00E4531C"/>
    <w:rsid w:val="00E522F7"/>
    <w:rsid w:val="00E52617"/>
    <w:rsid w:val="00E55B18"/>
    <w:rsid w:val="00E55DA0"/>
    <w:rsid w:val="00E56700"/>
    <w:rsid w:val="00E57EC4"/>
    <w:rsid w:val="00E61F6A"/>
    <w:rsid w:val="00E63685"/>
    <w:rsid w:val="00E65109"/>
    <w:rsid w:val="00E65866"/>
    <w:rsid w:val="00E65D21"/>
    <w:rsid w:val="00E65D6D"/>
    <w:rsid w:val="00E66FE5"/>
    <w:rsid w:val="00E70EE0"/>
    <w:rsid w:val="00E71C73"/>
    <w:rsid w:val="00E73E6C"/>
    <w:rsid w:val="00E75FF0"/>
    <w:rsid w:val="00E774C6"/>
    <w:rsid w:val="00E81D7D"/>
    <w:rsid w:val="00E82451"/>
    <w:rsid w:val="00E82454"/>
    <w:rsid w:val="00E83347"/>
    <w:rsid w:val="00E863C8"/>
    <w:rsid w:val="00E870EF"/>
    <w:rsid w:val="00E9040D"/>
    <w:rsid w:val="00E90599"/>
    <w:rsid w:val="00E90EBA"/>
    <w:rsid w:val="00E939A4"/>
    <w:rsid w:val="00E94348"/>
    <w:rsid w:val="00E944F3"/>
    <w:rsid w:val="00E9455B"/>
    <w:rsid w:val="00E94F29"/>
    <w:rsid w:val="00E9516E"/>
    <w:rsid w:val="00E964B6"/>
    <w:rsid w:val="00E968F2"/>
    <w:rsid w:val="00EA070B"/>
    <w:rsid w:val="00EA2D3B"/>
    <w:rsid w:val="00EA3272"/>
    <w:rsid w:val="00EA3794"/>
    <w:rsid w:val="00EA4607"/>
    <w:rsid w:val="00EA52EE"/>
    <w:rsid w:val="00EA6E6B"/>
    <w:rsid w:val="00EB07F2"/>
    <w:rsid w:val="00EB0ACC"/>
    <w:rsid w:val="00EB1892"/>
    <w:rsid w:val="00EB1E85"/>
    <w:rsid w:val="00EB2EDD"/>
    <w:rsid w:val="00EB7B59"/>
    <w:rsid w:val="00EB7FE0"/>
    <w:rsid w:val="00EC3D4C"/>
    <w:rsid w:val="00EC490D"/>
    <w:rsid w:val="00EC59B7"/>
    <w:rsid w:val="00EC6C16"/>
    <w:rsid w:val="00ED0681"/>
    <w:rsid w:val="00ED444A"/>
    <w:rsid w:val="00ED54DA"/>
    <w:rsid w:val="00ED67A7"/>
    <w:rsid w:val="00EE19B3"/>
    <w:rsid w:val="00EE3804"/>
    <w:rsid w:val="00EE524A"/>
    <w:rsid w:val="00EE6D05"/>
    <w:rsid w:val="00EE7B58"/>
    <w:rsid w:val="00EF2624"/>
    <w:rsid w:val="00EF2DAE"/>
    <w:rsid w:val="00EF5D39"/>
    <w:rsid w:val="00EF76ED"/>
    <w:rsid w:val="00EF7FA5"/>
    <w:rsid w:val="00EF7FE7"/>
    <w:rsid w:val="00F00C61"/>
    <w:rsid w:val="00F00EEE"/>
    <w:rsid w:val="00F0173F"/>
    <w:rsid w:val="00F02AFB"/>
    <w:rsid w:val="00F03976"/>
    <w:rsid w:val="00F04595"/>
    <w:rsid w:val="00F0670E"/>
    <w:rsid w:val="00F078E5"/>
    <w:rsid w:val="00F07C6B"/>
    <w:rsid w:val="00F07CBD"/>
    <w:rsid w:val="00F105E2"/>
    <w:rsid w:val="00F12533"/>
    <w:rsid w:val="00F13B62"/>
    <w:rsid w:val="00F13F7E"/>
    <w:rsid w:val="00F1765A"/>
    <w:rsid w:val="00F233E2"/>
    <w:rsid w:val="00F23537"/>
    <w:rsid w:val="00F235A6"/>
    <w:rsid w:val="00F23BD6"/>
    <w:rsid w:val="00F259FD"/>
    <w:rsid w:val="00F27A90"/>
    <w:rsid w:val="00F36EF2"/>
    <w:rsid w:val="00F40716"/>
    <w:rsid w:val="00F44535"/>
    <w:rsid w:val="00F44EC9"/>
    <w:rsid w:val="00F44FEE"/>
    <w:rsid w:val="00F47E55"/>
    <w:rsid w:val="00F51218"/>
    <w:rsid w:val="00F533CE"/>
    <w:rsid w:val="00F548E9"/>
    <w:rsid w:val="00F54ED3"/>
    <w:rsid w:val="00F55707"/>
    <w:rsid w:val="00F56B7F"/>
    <w:rsid w:val="00F57984"/>
    <w:rsid w:val="00F605A1"/>
    <w:rsid w:val="00F60D2A"/>
    <w:rsid w:val="00F61B45"/>
    <w:rsid w:val="00F62AFE"/>
    <w:rsid w:val="00F62B21"/>
    <w:rsid w:val="00F6744E"/>
    <w:rsid w:val="00F67956"/>
    <w:rsid w:val="00F71954"/>
    <w:rsid w:val="00F7252E"/>
    <w:rsid w:val="00F747F0"/>
    <w:rsid w:val="00F74F15"/>
    <w:rsid w:val="00F77E14"/>
    <w:rsid w:val="00F804B8"/>
    <w:rsid w:val="00F8170C"/>
    <w:rsid w:val="00F820B1"/>
    <w:rsid w:val="00F8687E"/>
    <w:rsid w:val="00F90163"/>
    <w:rsid w:val="00F91533"/>
    <w:rsid w:val="00F936A9"/>
    <w:rsid w:val="00F9467A"/>
    <w:rsid w:val="00F94A79"/>
    <w:rsid w:val="00F96420"/>
    <w:rsid w:val="00F96FA6"/>
    <w:rsid w:val="00F977BB"/>
    <w:rsid w:val="00FA1077"/>
    <w:rsid w:val="00FA18F6"/>
    <w:rsid w:val="00FA38E5"/>
    <w:rsid w:val="00FA51B7"/>
    <w:rsid w:val="00FA6441"/>
    <w:rsid w:val="00FB00EB"/>
    <w:rsid w:val="00FB0254"/>
    <w:rsid w:val="00FB2C72"/>
    <w:rsid w:val="00FB2D5B"/>
    <w:rsid w:val="00FB3E52"/>
    <w:rsid w:val="00FB3FB4"/>
    <w:rsid w:val="00FB4257"/>
    <w:rsid w:val="00FC123C"/>
    <w:rsid w:val="00FC3199"/>
    <w:rsid w:val="00FC4AE5"/>
    <w:rsid w:val="00FC5CE4"/>
    <w:rsid w:val="00FC66E5"/>
    <w:rsid w:val="00FD2ADD"/>
    <w:rsid w:val="00FD4D89"/>
    <w:rsid w:val="00FD5E7D"/>
    <w:rsid w:val="00FD6771"/>
    <w:rsid w:val="00FD6FCC"/>
    <w:rsid w:val="00FD7E8B"/>
    <w:rsid w:val="00FE2E7A"/>
    <w:rsid w:val="00FE34F8"/>
    <w:rsid w:val="00FE48A8"/>
    <w:rsid w:val="00FE7197"/>
    <w:rsid w:val="00FE7B77"/>
    <w:rsid w:val="00FF05F2"/>
    <w:rsid w:val="00FF0E0C"/>
    <w:rsid w:val="00FF70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contacts" w:name="titl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ersonName"/>
  <w:smartTagType w:namespaceuri="urn:schemas:contacts" w:name="Sn"/>
  <w:smartTagType w:namespaceuri="urn:schemas:contacts" w:name="GivenName"/>
  <w:shapeDefaults>
    <o:shapedefaults v:ext="edit" spidmax="2050">
      <v:textbox inset="5.85pt,.7pt,5.85pt,.7pt"/>
    </o:shapedefaults>
    <o:shapelayout v:ext="edit">
      <o:idmap v:ext="edit" data="2"/>
    </o:shapelayout>
  </w:shapeDefaults>
  <w:decimalSymbol w:val=","/>
  <w:listSeparator w:val=","/>
  <w14:docId w14:val="2C9D52F2"/>
  <w15:chartTrackingRefBased/>
  <w15:docId w15:val="{4522D3EE-302F-408E-B722-E0B2B814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4F62"/>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594F6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594F62"/>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594F62"/>
    <w:pPr>
      <w:spacing w:before="120"/>
      <w:outlineLvl w:val="2"/>
    </w:pPr>
    <w:rPr>
      <w:sz w:val="28"/>
    </w:rPr>
  </w:style>
  <w:style w:type="paragraph" w:styleId="Heading4">
    <w:name w:val="heading 4"/>
    <w:aliases w:val="h4"/>
    <w:basedOn w:val="Heading3"/>
    <w:next w:val="Normal"/>
    <w:link w:val="Heading4Char"/>
    <w:qFormat/>
    <w:rsid w:val="00594F62"/>
    <w:pPr>
      <w:ind w:left="1418" w:hanging="1418"/>
      <w:outlineLvl w:val="3"/>
    </w:pPr>
    <w:rPr>
      <w:sz w:val="24"/>
    </w:rPr>
  </w:style>
  <w:style w:type="paragraph" w:styleId="Heading5">
    <w:name w:val="heading 5"/>
    <w:aliases w:val="h5,Heading5"/>
    <w:basedOn w:val="Heading4"/>
    <w:next w:val="Normal"/>
    <w:link w:val="Heading5Char"/>
    <w:qFormat/>
    <w:rsid w:val="00594F62"/>
    <w:pPr>
      <w:ind w:left="1701" w:hanging="1701"/>
      <w:outlineLvl w:val="4"/>
    </w:pPr>
    <w:rPr>
      <w:sz w:val="22"/>
    </w:rPr>
  </w:style>
  <w:style w:type="paragraph" w:styleId="Heading6">
    <w:name w:val="heading 6"/>
    <w:basedOn w:val="H6"/>
    <w:next w:val="Normal"/>
    <w:link w:val="Heading6Char"/>
    <w:qFormat/>
    <w:rsid w:val="00594F62"/>
    <w:pPr>
      <w:outlineLvl w:val="5"/>
    </w:pPr>
  </w:style>
  <w:style w:type="paragraph" w:styleId="Heading7">
    <w:name w:val="heading 7"/>
    <w:basedOn w:val="H6"/>
    <w:next w:val="Normal"/>
    <w:link w:val="Heading7Char"/>
    <w:qFormat/>
    <w:rsid w:val="00594F62"/>
    <w:pPr>
      <w:outlineLvl w:val="6"/>
    </w:pPr>
  </w:style>
  <w:style w:type="paragraph" w:styleId="Heading8">
    <w:name w:val="heading 8"/>
    <w:basedOn w:val="Heading1"/>
    <w:next w:val="Normal"/>
    <w:link w:val="Heading8Char"/>
    <w:qFormat/>
    <w:rsid w:val="00594F62"/>
    <w:pPr>
      <w:ind w:left="0" w:firstLine="0"/>
      <w:outlineLvl w:val="7"/>
    </w:pPr>
  </w:style>
  <w:style w:type="paragraph" w:styleId="Heading9">
    <w:name w:val="heading 9"/>
    <w:basedOn w:val="Heading8"/>
    <w:next w:val="Normal"/>
    <w:link w:val="Heading9Char"/>
    <w:qFormat/>
    <w:rsid w:val="00594F6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594F62"/>
    <w:pPr>
      <w:ind w:left="1985" w:hanging="1985"/>
      <w:outlineLvl w:val="9"/>
    </w:pPr>
    <w:rPr>
      <w:sz w:val="20"/>
    </w:rPr>
  </w:style>
  <w:style w:type="paragraph" w:styleId="TOC9">
    <w:name w:val="toc 9"/>
    <w:basedOn w:val="TOC8"/>
    <w:rsid w:val="00594F62"/>
    <w:pPr>
      <w:ind w:left="1418" w:hanging="1418"/>
    </w:pPr>
  </w:style>
  <w:style w:type="paragraph" w:styleId="TOC8">
    <w:name w:val="toc 8"/>
    <w:basedOn w:val="TOC1"/>
    <w:rsid w:val="00594F62"/>
    <w:pPr>
      <w:spacing w:before="180"/>
      <w:ind w:left="2693" w:hanging="2693"/>
    </w:pPr>
    <w:rPr>
      <w:b/>
    </w:rPr>
  </w:style>
  <w:style w:type="paragraph" w:styleId="TOC1">
    <w:name w:val="toc 1"/>
    <w:rsid w:val="00594F62"/>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594F62"/>
    <w:pPr>
      <w:keepLines/>
      <w:tabs>
        <w:tab w:val="center" w:pos="4536"/>
        <w:tab w:val="right" w:pos="9072"/>
      </w:tabs>
    </w:pPr>
  </w:style>
  <w:style w:type="character" w:customStyle="1" w:styleId="ZGSM">
    <w:name w:val="ZGSM"/>
    <w:rsid w:val="00594F62"/>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594F62"/>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594F62"/>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594F62"/>
    <w:pPr>
      <w:ind w:left="1701" w:hanging="1701"/>
    </w:pPr>
  </w:style>
  <w:style w:type="paragraph" w:styleId="TOC4">
    <w:name w:val="toc 4"/>
    <w:basedOn w:val="TOC3"/>
    <w:rsid w:val="00594F62"/>
    <w:pPr>
      <w:ind w:left="1418" w:hanging="1418"/>
    </w:pPr>
  </w:style>
  <w:style w:type="paragraph" w:styleId="TOC3">
    <w:name w:val="toc 3"/>
    <w:basedOn w:val="TOC2"/>
    <w:rsid w:val="00594F62"/>
    <w:pPr>
      <w:ind w:left="1134" w:hanging="1134"/>
    </w:pPr>
  </w:style>
  <w:style w:type="paragraph" w:styleId="TOC2">
    <w:name w:val="toc 2"/>
    <w:basedOn w:val="TOC1"/>
    <w:rsid w:val="00594F62"/>
    <w:pPr>
      <w:keepNext w:val="0"/>
      <w:spacing w:before="0"/>
      <w:ind w:left="851" w:hanging="851"/>
    </w:pPr>
    <w:rPr>
      <w:sz w:val="20"/>
    </w:rPr>
  </w:style>
  <w:style w:type="paragraph" w:styleId="Index1">
    <w:name w:val="index 1"/>
    <w:basedOn w:val="Normal"/>
    <w:semiHidden/>
    <w:rsid w:val="00594F62"/>
    <w:pPr>
      <w:keepLines/>
      <w:spacing w:after="0"/>
    </w:pPr>
  </w:style>
  <w:style w:type="paragraph" w:styleId="Index2">
    <w:name w:val="index 2"/>
    <w:basedOn w:val="Index1"/>
    <w:semiHidden/>
    <w:rsid w:val="00594F62"/>
    <w:pPr>
      <w:ind w:left="284"/>
    </w:pPr>
  </w:style>
  <w:style w:type="paragraph" w:customStyle="1" w:styleId="TT">
    <w:name w:val="TT"/>
    <w:basedOn w:val="Heading1"/>
    <w:next w:val="Normal"/>
    <w:rsid w:val="00594F62"/>
    <w:pPr>
      <w:outlineLvl w:val="9"/>
    </w:pPr>
  </w:style>
  <w:style w:type="paragraph" w:styleId="Footer">
    <w:name w:val="footer"/>
    <w:basedOn w:val="Header"/>
    <w:link w:val="FooterChar"/>
    <w:rsid w:val="00594F62"/>
    <w:pPr>
      <w:jc w:val="center"/>
    </w:pPr>
    <w:rPr>
      <w:i/>
    </w:rPr>
  </w:style>
  <w:style w:type="character" w:styleId="FootnoteReference">
    <w:name w:val="footnote reference"/>
    <w:basedOn w:val="DefaultParagraphFont"/>
    <w:semiHidden/>
    <w:rsid w:val="00594F6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594F62"/>
    <w:pPr>
      <w:keepLines/>
      <w:spacing w:after="0"/>
      <w:ind w:left="454" w:hanging="454"/>
    </w:pPr>
    <w:rPr>
      <w:sz w:val="16"/>
    </w:rPr>
  </w:style>
  <w:style w:type="paragraph" w:customStyle="1" w:styleId="NF">
    <w:name w:val="NF"/>
    <w:basedOn w:val="NO"/>
    <w:rsid w:val="00594F62"/>
    <w:pPr>
      <w:keepNext/>
      <w:spacing w:after="0"/>
    </w:pPr>
    <w:rPr>
      <w:rFonts w:ascii="Arial" w:hAnsi="Arial"/>
      <w:sz w:val="18"/>
    </w:rPr>
  </w:style>
  <w:style w:type="paragraph" w:customStyle="1" w:styleId="NO">
    <w:name w:val="NO"/>
    <w:basedOn w:val="Normal"/>
    <w:rsid w:val="00594F62"/>
    <w:pPr>
      <w:keepLines/>
      <w:ind w:left="1135" w:hanging="851"/>
    </w:pPr>
  </w:style>
  <w:style w:type="paragraph" w:customStyle="1" w:styleId="PL">
    <w:name w:val="PL"/>
    <w:link w:val="PLChar"/>
    <w:rsid w:val="00594F6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594F62"/>
    <w:pPr>
      <w:jc w:val="right"/>
    </w:pPr>
  </w:style>
  <w:style w:type="paragraph" w:customStyle="1" w:styleId="TAL">
    <w:name w:val="TAL"/>
    <w:basedOn w:val="Normal"/>
    <w:rsid w:val="00594F62"/>
    <w:pPr>
      <w:keepNext/>
      <w:keepLines/>
      <w:spacing w:after="0"/>
    </w:pPr>
    <w:rPr>
      <w:rFonts w:ascii="Arial" w:hAnsi="Arial"/>
      <w:sz w:val="18"/>
    </w:rPr>
  </w:style>
  <w:style w:type="paragraph" w:styleId="ListNumber2">
    <w:name w:val="List Number 2"/>
    <w:basedOn w:val="ListNumber"/>
    <w:rsid w:val="00594F62"/>
    <w:pPr>
      <w:ind w:left="851"/>
    </w:pPr>
  </w:style>
  <w:style w:type="paragraph" w:styleId="ListNumber">
    <w:name w:val="List Number"/>
    <w:basedOn w:val="List"/>
    <w:rsid w:val="00594F62"/>
  </w:style>
  <w:style w:type="paragraph" w:styleId="List">
    <w:name w:val="List"/>
    <w:basedOn w:val="Normal"/>
    <w:link w:val="ListChar"/>
    <w:rsid w:val="00594F62"/>
    <w:pPr>
      <w:ind w:left="568" w:hanging="284"/>
    </w:pPr>
  </w:style>
  <w:style w:type="paragraph" w:customStyle="1" w:styleId="TAH">
    <w:name w:val="TAH"/>
    <w:basedOn w:val="TAC"/>
    <w:rsid w:val="00594F62"/>
    <w:rPr>
      <w:b/>
    </w:rPr>
  </w:style>
  <w:style w:type="paragraph" w:customStyle="1" w:styleId="TAC">
    <w:name w:val="TAC"/>
    <w:basedOn w:val="TAL"/>
    <w:rsid w:val="00594F62"/>
    <w:pPr>
      <w:jc w:val="center"/>
    </w:pPr>
  </w:style>
  <w:style w:type="paragraph" w:customStyle="1" w:styleId="LD">
    <w:name w:val="LD"/>
    <w:rsid w:val="00594F62"/>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594F62"/>
    <w:pPr>
      <w:keepLines/>
      <w:ind w:left="1702" w:hanging="1418"/>
    </w:pPr>
  </w:style>
  <w:style w:type="paragraph" w:customStyle="1" w:styleId="FP">
    <w:name w:val="FP"/>
    <w:basedOn w:val="Normal"/>
    <w:rsid w:val="00594F62"/>
    <w:pPr>
      <w:spacing w:after="0"/>
    </w:pPr>
  </w:style>
  <w:style w:type="paragraph" w:customStyle="1" w:styleId="NW">
    <w:name w:val="NW"/>
    <w:basedOn w:val="NO"/>
    <w:rsid w:val="00594F62"/>
    <w:pPr>
      <w:spacing w:after="0"/>
    </w:pPr>
  </w:style>
  <w:style w:type="paragraph" w:customStyle="1" w:styleId="EW">
    <w:name w:val="EW"/>
    <w:basedOn w:val="EX"/>
    <w:rsid w:val="00594F62"/>
    <w:pPr>
      <w:spacing w:after="0"/>
    </w:pPr>
  </w:style>
  <w:style w:type="paragraph" w:customStyle="1" w:styleId="B1">
    <w:name w:val="B1"/>
    <w:basedOn w:val="List"/>
    <w:link w:val="B1Char1"/>
    <w:rsid w:val="00594F62"/>
  </w:style>
  <w:style w:type="character" w:customStyle="1" w:styleId="B1Char1">
    <w:name w:val="B1 Char1"/>
    <w:link w:val="B1"/>
    <w:rsid w:val="00E152C3"/>
    <w:rPr>
      <w:rFonts w:eastAsia="Times New Roman"/>
    </w:rPr>
  </w:style>
  <w:style w:type="paragraph" w:styleId="TOC6">
    <w:name w:val="toc 6"/>
    <w:basedOn w:val="TOC5"/>
    <w:next w:val="Normal"/>
    <w:rsid w:val="00594F62"/>
    <w:pPr>
      <w:ind w:left="1985" w:hanging="1985"/>
    </w:pPr>
  </w:style>
  <w:style w:type="paragraph" w:styleId="TOC7">
    <w:name w:val="toc 7"/>
    <w:basedOn w:val="TOC6"/>
    <w:next w:val="Normal"/>
    <w:rsid w:val="00594F62"/>
    <w:pPr>
      <w:ind w:left="2268" w:hanging="2268"/>
    </w:pPr>
  </w:style>
  <w:style w:type="paragraph" w:styleId="ListBullet2">
    <w:name w:val="List Bullet 2"/>
    <w:basedOn w:val="ListBullet"/>
    <w:rsid w:val="00594F62"/>
    <w:pPr>
      <w:ind w:left="851"/>
    </w:pPr>
  </w:style>
  <w:style w:type="paragraph" w:styleId="ListBullet">
    <w:name w:val="List Bullet"/>
    <w:basedOn w:val="List"/>
    <w:rsid w:val="00594F62"/>
  </w:style>
  <w:style w:type="paragraph" w:customStyle="1" w:styleId="EditorsNote">
    <w:name w:val="Editor's Note"/>
    <w:basedOn w:val="NO"/>
    <w:rsid w:val="00594F62"/>
    <w:rPr>
      <w:color w:val="FF0000"/>
    </w:rPr>
  </w:style>
  <w:style w:type="paragraph" w:customStyle="1" w:styleId="TH">
    <w:name w:val="TH"/>
    <w:basedOn w:val="Normal"/>
    <w:link w:val="THChar"/>
    <w:rsid w:val="00594F62"/>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594F6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594F6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594F62"/>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594F6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594F62"/>
    <w:pPr>
      <w:ind w:left="851" w:hanging="851"/>
    </w:pPr>
  </w:style>
  <w:style w:type="paragraph" w:customStyle="1" w:styleId="ZH">
    <w:name w:val="ZH"/>
    <w:rsid w:val="00594F62"/>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594F62"/>
    <w:pPr>
      <w:keepNext w:val="0"/>
      <w:spacing w:before="0" w:after="240"/>
    </w:pPr>
  </w:style>
  <w:style w:type="paragraph" w:customStyle="1" w:styleId="ZG">
    <w:name w:val="ZG"/>
    <w:rsid w:val="00594F62"/>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594F62"/>
    <w:pPr>
      <w:ind w:left="1135"/>
    </w:pPr>
  </w:style>
  <w:style w:type="paragraph" w:styleId="List2">
    <w:name w:val="List 2"/>
    <w:basedOn w:val="List"/>
    <w:link w:val="List2Char"/>
    <w:rsid w:val="00594F62"/>
    <w:pPr>
      <w:ind w:left="851"/>
    </w:pPr>
  </w:style>
  <w:style w:type="paragraph" w:styleId="List3">
    <w:name w:val="List 3"/>
    <w:basedOn w:val="List2"/>
    <w:link w:val="List3Char"/>
    <w:rsid w:val="00594F62"/>
    <w:pPr>
      <w:ind w:left="1135"/>
    </w:pPr>
  </w:style>
  <w:style w:type="paragraph" w:styleId="List4">
    <w:name w:val="List 4"/>
    <w:basedOn w:val="List3"/>
    <w:rsid w:val="00594F62"/>
    <w:pPr>
      <w:ind w:left="1418"/>
    </w:pPr>
  </w:style>
  <w:style w:type="paragraph" w:styleId="List5">
    <w:name w:val="List 5"/>
    <w:basedOn w:val="List4"/>
    <w:rsid w:val="00594F62"/>
    <w:pPr>
      <w:ind w:left="1702"/>
    </w:pPr>
  </w:style>
  <w:style w:type="paragraph" w:styleId="ListBullet4">
    <w:name w:val="List Bullet 4"/>
    <w:basedOn w:val="ListBullet3"/>
    <w:rsid w:val="00594F62"/>
    <w:pPr>
      <w:ind w:left="1418"/>
    </w:pPr>
  </w:style>
  <w:style w:type="paragraph" w:styleId="ListBullet5">
    <w:name w:val="List Bullet 5"/>
    <w:basedOn w:val="ListBullet4"/>
    <w:rsid w:val="00594F62"/>
    <w:pPr>
      <w:ind w:left="1702"/>
    </w:pPr>
  </w:style>
  <w:style w:type="paragraph" w:customStyle="1" w:styleId="B2">
    <w:name w:val="B2"/>
    <w:basedOn w:val="List2"/>
    <w:rsid w:val="00594F62"/>
  </w:style>
  <w:style w:type="paragraph" w:customStyle="1" w:styleId="B3">
    <w:name w:val="B3"/>
    <w:basedOn w:val="List3"/>
    <w:link w:val="B3Char"/>
    <w:rsid w:val="00594F62"/>
  </w:style>
  <w:style w:type="paragraph" w:customStyle="1" w:styleId="B4">
    <w:name w:val="B4"/>
    <w:basedOn w:val="List4"/>
    <w:rsid w:val="00594F62"/>
  </w:style>
  <w:style w:type="paragraph" w:customStyle="1" w:styleId="B5">
    <w:name w:val="B5"/>
    <w:basedOn w:val="List5"/>
    <w:rsid w:val="00594F62"/>
  </w:style>
  <w:style w:type="paragraph" w:customStyle="1" w:styleId="ZTD">
    <w:name w:val="ZTD"/>
    <w:basedOn w:val="ZB"/>
    <w:rsid w:val="00594F62"/>
    <w:pPr>
      <w:framePr w:hRule="auto" w:wrap="notBeside" w:y="852"/>
    </w:pPr>
    <w:rPr>
      <w:i w:val="0"/>
      <w:sz w:val="40"/>
    </w:rPr>
  </w:style>
  <w:style w:type="paragraph" w:customStyle="1" w:styleId="ZV">
    <w:name w:val="ZV"/>
    <w:basedOn w:val="ZU"/>
    <w:rsid w:val="00594F62"/>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paragraph" w:styleId="Bibliography">
    <w:name w:val="Bibliography"/>
    <w:basedOn w:val="Normal"/>
    <w:next w:val="Normal"/>
    <w:uiPriority w:val="37"/>
    <w:semiHidden/>
    <w:unhideWhenUsed/>
    <w:rsid w:val="00594F62"/>
  </w:style>
  <w:style w:type="paragraph" w:styleId="BlockText">
    <w:name w:val="Block Text"/>
    <w:basedOn w:val="Normal"/>
    <w:rsid w:val="00594F6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594F62"/>
    <w:pPr>
      <w:spacing w:after="120"/>
    </w:pPr>
    <w:rPr>
      <w:sz w:val="16"/>
      <w:szCs w:val="16"/>
    </w:rPr>
  </w:style>
  <w:style w:type="character" w:customStyle="1" w:styleId="BodyText3Char">
    <w:name w:val="Body Text 3 Char"/>
    <w:basedOn w:val="DefaultParagraphFont"/>
    <w:link w:val="BodyText3"/>
    <w:rsid w:val="00594F62"/>
    <w:rPr>
      <w:rFonts w:eastAsia="Times New Roman"/>
      <w:sz w:val="16"/>
      <w:szCs w:val="16"/>
    </w:rPr>
  </w:style>
  <w:style w:type="paragraph" w:styleId="BodyTextFirstIndent">
    <w:name w:val="Body Text First Indent"/>
    <w:basedOn w:val="BodyText"/>
    <w:link w:val="BodyTextFirstIndentChar"/>
    <w:rsid w:val="00594F62"/>
    <w:pPr>
      <w:ind w:firstLine="360"/>
    </w:pPr>
  </w:style>
  <w:style w:type="character" w:customStyle="1" w:styleId="BodyTextFirstIndentChar">
    <w:name w:val="Body Text First Indent Char"/>
    <w:basedOn w:val="BodyTextChar"/>
    <w:link w:val="BodyTextFirstIndent"/>
    <w:rsid w:val="00594F62"/>
    <w:rPr>
      <w:rFonts w:eastAsia="Times New Roman"/>
    </w:rPr>
  </w:style>
  <w:style w:type="paragraph" w:styleId="BodyTextIndent">
    <w:name w:val="Body Text Indent"/>
    <w:basedOn w:val="Normal"/>
    <w:link w:val="BodyTextIndentChar"/>
    <w:rsid w:val="00594F62"/>
    <w:pPr>
      <w:spacing w:after="120"/>
      <w:ind w:left="283"/>
    </w:pPr>
  </w:style>
  <w:style w:type="character" w:customStyle="1" w:styleId="BodyTextIndentChar">
    <w:name w:val="Body Text Indent Char"/>
    <w:basedOn w:val="DefaultParagraphFont"/>
    <w:link w:val="BodyTextIndent"/>
    <w:rsid w:val="00594F62"/>
    <w:rPr>
      <w:rFonts w:eastAsia="Times New Roman"/>
    </w:rPr>
  </w:style>
  <w:style w:type="paragraph" w:styleId="BodyTextFirstIndent2">
    <w:name w:val="Body Text First Indent 2"/>
    <w:basedOn w:val="BodyTextIndent"/>
    <w:link w:val="BodyTextFirstIndent2Char"/>
    <w:rsid w:val="00594F62"/>
    <w:pPr>
      <w:spacing w:after="180"/>
      <w:ind w:left="360" w:firstLine="360"/>
    </w:pPr>
  </w:style>
  <w:style w:type="character" w:customStyle="1" w:styleId="BodyTextFirstIndent2Char">
    <w:name w:val="Body Text First Indent 2 Char"/>
    <w:basedOn w:val="BodyTextIndentChar"/>
    <w:link w:val="BodyTextFirstIndent2"/>
    <w:rsid w:val="00594F62"/>
    <w:rPr>
      <w:rFonts w:eastAsia="Times New Roman"/>
    </w:rPr>
  </w:style>
  <w:style w:type="paragraph" w:styleId="Closing">
    <w:name w:val="Closing"/>
    <w:basedOn w:val="Normal"/>
    <w:link w:val="ClosingChar"/>
    <w:rsid w:val="00594F62"/>
    <w:pPr>
      <w:spacing w:after="0"/>
      <w:ind w:left="4252"/>
    </w:pPr>
  </w:style>
  <w:style w:type="character" w:customStyle="1" w:styleId="ClosingChar">
    <w:name w:val="Closing Char"/>
    <w:basedOn w:val="DefaultParagraphFont"/>
    <w:link w:val="Closing"/>
    <w:rsid w:val="00594F62"/>
    <w:rPr>
      <w:rFonts w:eastAsia="Times New Roman"/>
    </w:rPr>
  </w:style>
  <w:style w:type="paragraph" w:styleId="E-mailSignature">
    <w:name w:val="E-mail Signature"/>
    <w:basedOn w:val="Normal"/>
    <w:link w:val="E-mailSignatureChar"/>
    <w:rsid w:val="00594F62"/>
    <w:pPr>
      <w:spacing w:after="0"/>
    </w:pPr>
  </w:style>
  <w:style w:type="character" w:customStyle="1" w:styleId="E-mailSignatureChar">
    <w:name w:val="E-mail Signature Char"/>
    <w:basedOn w:val="DefaultParagraphFont"/>
    <w:link w:val="E-mailSignature"/>
    <w:rsid w:val="00594F62"/>
    <w:rPr>
      <w:rFonts w:eastAsia="Times New Roman"/>
    </w:rPr>
  </w:style>
  <w:style w:type="paragraph" w:styleId="EndnoteText">
    <w:name w:val="endnote text"/>
    <w:basedOn w:val="Normal"/>
    <w:link w:val="EndnoteTextChar"/>
    <w:rsid w:val="00594F62"/>
    <w:pPr>
      <w:spacing w:after="0"/>
    </w:pPr>
  </w:style>
  <w:style w:type="character" w:customStyle="1" w:styleId="EndnoteTextChar">
    <w:name w:val="Endnote Text Char"/>
    <w:basedOn w:val="DefaultParagraphFont"/>
    <w:link w:val="EndnoteText"/>
    <w:rsid w:val="00594F62"/>
    <w:rPr>
      <w:rFonts w:eastAsia="Times New Roman"/>
    </w:rPr>
  </w:style>
  <w:style w:type="paragraph" w:styleId="EnvelopeAddress">
    <w:name w:val="envelope address"/>
    <w:basedOn w:val="Normal"/>
    <w:rsid w:val="00594F62"/>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594F62"/>
    <w:pPr>
      <w:spacing w:after="0"/>
    </w:pPr>
    <w:rPr>
      <w:rFonts w:asciiTheme="majorHAnsi" w:eastAsiaTheme="majorEastAsia" w:hAnsiTheme="majorHAnsi" w:cstheme="majorBidi"/>
    </w:rPr>
  </w:style>
  <w:style w:type="paragraph" w:styleId="HTMLAddress">
    <w:name w:val="HTML Address"/>
    <w:basedOn w:val="Normal"/>
    <w:link w:val="HTMLAddressChar"/>
    <w:rsid w:val="00594F62"/>
    <w:pPr>
      <w:spacing w:after="0"/>
    </w:pPr>
    <w:rPr>
      <w:i/>
      <w:iCs/>
    </w:rPr>
  </w:style>
  <w:style w:type="character" w:customStyle="1" w:styleId="HTMLAddressChar">
    <w:name w:val="HTML Address Char"/>
    <w:basedOn w:val="DefaultParagraphFont"/>
    <w:link w:val="HTMLAddress"/>
    <w:rsid w:val="00594F62"/>
    <w:rPr>
      <w:rFonts w:eastAsia="Times New Roman"/>
      <w:i/>
      <w:iCs/>
    </w:rPr>
  </w:style>
  <w:style w:type="paragraph" w:styleId="HTMLPreformatted">
    <w:name w:val="HTML Preformatted"/>
    <w:basedOn w:val="Normal"/>
    <w:link w:val="HTMLPreformattedChar"/>
    <w:semiHidden/>
    <w:unhideWhenUsed/>
    <w:rsid w:val="00594F62"/>
    <w:pPr>
      <w:spacing w:after="0"/>
    </w:pPr>
    <w:rPr>
      <w:rFonts w:ascii="Consolas" w:hAnsi="Consolas"/>
    </w:rPr>
  </w:style>
  <w:style w:type="character" w:customStyle="1" w:styleId="HTMLPreformattedChar">
    <w:name w:val="HTML Preformatted Char"/>
    <w:basedOn w:val="DefaultParagraphFont"/>
    <w:link w:val="HTMLPreformatted"/>
    <w:semiHidden/>
    <w:rsid w:val="00594F62"/>
    <w:rPr>
      <w:rFonts w:ascii="Consolas" w:eastAsia="Times New Roman" w:hAnsi="Consolas"/>
    </w:rPr>
  </w:style>
  <w:style w:type="paragraph" w:styleId="Index3">
    <w:name w:val="index 3"/>
    <w:basedOn w:val="Normal"/>
    <w:next w:val="Normal"/>
    <w:rsid w:val="00594F62"/>
    <w:pPr>
      <w:spacing w:after="0"/>
      <w:ind w:left="600" w:hanging="200"/>
    </w:pPr>
  </w:style>
  <w:style w:type="paragraph" w:styleId="Index4">
    <w:name w:val="index 4"/>
    <w:basedOn w:val="Normal"/>
    <w:next w:val="Normal"/>
    <w:rsid w:val="00594F62"/>
    <w:pPr>
      <w:spacing w:after="0"/>
      <w:ind w:left="800" w:hanging="200"/>
    </w:pPr>
  </w:style>
  <w:style w:type="paragraph" w:styleId="Index5">
    <w:name w:val="index 5"/>
    <w:basedOn w:val="Normal"/>
    <w:next w:val="Normal"/>
    <w:rsid w:val="00594F62"/>
    <w:pPr>
      <w:spacing w:after="0"/>
      <w:ind w:left="1000" w:hanging="200"/>
    </w:pPr>
  </w:style>
  <w:style w:type="paragraph" w:styleId="Index6">
    <w:name w:val="index 6"/>
    <w:basedOn w:val="Normal"/>
    <w:next w:val="Normal"/>
    <w:rsid w:val="00594F62"/>
    <w:pPr>
      <w:spacing w:after="0"/>
      <w:ind w:left="1200" w:hanging="200"/>
    </w:pPr>
  </w:style>
  <w:style w:type="paragraph" w:styleId="Index7">
    <w:name w:val="index 7"/>
    <w:basedOn w:val="Normal"/>
    <w:next w:val="Normal"/>
    <w:rsid w:val="00594F62"/>
    <w:pPr>
      <w:spacing w:after="0"/>
      <w:ind w:left="1400" w:hanging="200"/>
    </w:pPr>
  </w:style>
  <w:style w:type="paragraph" w:styleId="Index8">
    <w:name w:val="index 8"/>
    <w:basedOn w:val="Normal"/>
    <w:next w:val="Normal"/>
    <w:rsid w:val="00594F62"/>
    <w:pPr>
      <w:spacing w:after="0"/>
      <w:ind w:left="1600" w:hanging="200"/>
    </w:pPr>
  </w:style>
  <w:style w:type="paragraph" w:styleId="Index9">
    <w:name w:val="index 9"/>
    <w:basedOn w:val="Normal"/>
    <w:next w:val="Normal"/>
    <w:rsid w:val="00594F62"/>
    <w:pPr>
      <w:spacing w:after="0"/>
      <w:ind w:left="1800" w:hanging="200"/>
    </w:pPr>
  </w:style>
  <w:style w:type="paragraph" w:styleId="IntenseQuote">
    <w:name w:val="Intense Quote"/>
    <w:basedOn w:val="Normal"/>
    <w:next w:val="Normal"/>
    <w:link w:val="IntenseQuoteChar"/>
    <w:uiPriority w:val="30"/>
    <w:qFormat/>
    <w:rsid w:val="00594F6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94F62"/>
    <w:rPr>
      <w:rFonts w:eastAsia="Times New Roman"/>
      <w:i/>
      <w:iCs/>
      <w:color w:val="5B9BD5" w:themeColor="accent1"/>
    </w:rPr>
  </w:style>
  <w:style w:type="paragraph" w:styleId="ListContinue">
    <w:name w:val="List Continue"/>
    <w:basedOn w:val="Normal"/>
    <w:rsid w:val="00594F62"/>
    <w:pPr>
      <w:spacing w:after="120"/>
      <w:ind w:left="283"/>
      <w:contextualSpacing/>
    </w:pPr>
  </w:style>
  <w:style w:type="paragraph" w:styleId="ListContinue2">
    <w:name w:val="List Continue 2"/>
    <w:basedOn w:val="Normal"/>
    <w:rsid w:val="00594F62"/>
    <w:pPr>
      <w:spacing w:after="120"/>
      <w:ind w:left="566"/>
      <w:contextualSpacing/>
    </w:pPr>
  </w:style>
  <w:style w:type="paragraph" w:styleId="ListContinue3">
    <w:name w:val="List Continue 3"/>
    <w:basedOn w:val="Normal"/>
    <w:rsid w:val="00594F62"/>
    <w:pPr>
      <w:spacing w:after="120"/>
      <w:ind w:left="849"/>
      <w:contextualSpacing/>
    </w:pPr>
  </w:style>
  <w:style w:type="paragraph" w:styleId="ListContinue4">
    <w:name w:val="List Continue 4"/>
    <w:basedOn w:val="Normal"/>
    <w:rsid w:val="00594F62"/>
    <w:pPr>
      <w:spacing w:after="120"/>
      <w:ind w:left="1132"/>
      <w:contextualSpacing/>
    </w:pPr>
  </w:style>
  <w:style w:type="paragraph" w:styleId="ListContinue5">
    <w:name w:val="List Continue 5"/>
    <w:basedOn w:val="Normal"/>
    <w:rsid w:val="00594F62"/>
    <w:pPr>
      <w:spacing w:after="120"/>
      <w:ind w:left="1415"/>
      <w:contextualSpacing/>
    </w:pPr>
  </w:style>
  <w:style w:type="paragraph" w:styleId="ListNumber3">
    <w:name w:val="List Number 3"/>
    <w:basedOn w:val="Normal"/>
    <w:rsid w:val="00594F62"/>
    <w:pPr>
      <w:numPr>
        <w:numId w:val="8"/>
      </w:numPr>
      <w:contextualSpacing/>
    </w:pPr>
  </w:style>
  <w:style w:type="paragraph" w:styleId="ListNumber4">
    <w:name w:val="List Number 4"/>
    <w:basedOn w:val="Normal"/>
    <w:rsid w:val="00594F62"/>
    <w:pPr>
      <w:numPr>
        <w:numId w:val="9"/>
      </w:numPr>
      <w:contextualSpacing/>
    </w:pPr>
  </w:style>
  <w:style w:type="paragraph" w:styleId="ListNumber5">
    <w:name w:val="List Number 5"/>
    <w:basedOn w:val="Normal"/>
    <w:rsid w:val="00594F62"/>
    <w:pPr>
      <w:numPr>
        <w:numId w:val="10"/>
      </w:numPr>
      <w:contextualSpacing/>
    </w:pPr>
  </w:style>
  <w:style w:type="paragraph" w:styleId="MacroText">
    <w:name w:val="macro"/>
    <w:link w:val="MacroTextChar"/>
    <w:rsid w:val="00594F6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594F62"/>
    <w:rPr>
      <w:rFonts w:ascii="Consolas" w:eastAsia="Times New Roman" w:hAnsi="Consolas"/>
    </w:rPr>
  </w:style>
  <w:style w:type="paragraph" w:styleId="MessageHeader">
    <w:name w:val="Message Header"/>
    <w:basedOn w:val="Normal"/>
    <w:link w:val="MessageHeaderChar"/>
    <w:rsid w:val="00594F62"/>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94F62"/>
    <w:rPr>
      <w:rFonts w:asciiTheme="majorHAnsi" w:eastAsiaTheme="majorEastAsia" w:hAnsiTheme="majorHAnsi" w:cstheme="majorBidi"/>
      <w:sz w:val="24"/>
      <w:szCs w:val="24"/>
      <w:shd w:val="pct20" w:color="auto" w:fill="auto"/>
    </w:rPr>
  </w:style>
  <w:style w:type="paragraph" w:styleId="NoSpacing">
    <w:name w:val="No Spacing"/>
    <w:uiPriority w:val="1"/>
    <w:qFormat/>
    <w:rsid w:val="00594F62"/>
    <w:pPr>
      <w:overflowPunct w:val="0"/>
      <w:autoSpaceDE w:val="0"/>
      <w:autoSpaceDN w:val="0"/>
      <w:adjustRightInd w:val="0"/>
      <w:textAlignment w:val="baseline"/>
    </w:pPr>
    <w:rPr>
      <w:rFonts w:eastAsia="Times New Roman"/>
    </w:rPr>
  </w:style>
  <w:style w:type="paragraph" w:styleId="NormalWeb">
    <w:name w:val="Normal (Web)"/>
    <w:basedOn w:val="Normal"/>
    <w:rsid w:val="00594F62"/>
    <w:rPr>
      <w:sz w:val="24"/>
      <w:szCs w:val="24"/>
    </w:rPr>
  </w:style>
  <w:style w:type="paragraph" w:styleId="NormalIndent">
    <w:name w:val="Normal Indent"/>
    <w:basedOn w:val="Normal"/>
    <w:rsid w:val="00594F62"/>
    <w:pPr>
      <w:ind w:left="720"/>
    </w:pPr>
  </w:style>
  <w:style w:type="paragraph" w:styleId="NoteHeading">
    <w:name w:val="Note Heading"/>
    <w:basedOn w:val="Normal"/>
    <w:next w:val="Normal"/>
    <w:link w:val="NoteHeadingChar"/>
    <w:rsid w:val="00594F62"/>
    <w:pPr>
      <w:spacing w:after="0"/>
    </w:pPr>
  </w:style>
  <w:style w:type="character" w:customStyle="1" w:styleId="NoteHeadingChar">
    <w:name w:val="Note Heading Char"/>
    <w:basedOn w:val="DefaultParagraphFont"/>
    <w:link w:val="NoteHeading"/>
    <w:rsid w:val="00594F62"/>
    <w:rPr>
      <w:rFonts w:eastAsia="Times New Roman"/>
    </w:rPr>
  </w:style>
  <w:style w:type="paragraph" w:styleId="Quote">
    <w:name w:val="Quote"/>
    <w:basedOn w:val="Normal"/>
    <w:next w:val="Normal"/>
    <w:link w:val="QuoteChar"/>
    <w:uiPriority w:val="29"/>
    <w:qFormat/>
    <w:rsid w:val="00594F6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94F62"/>
    <w:rPr>
      <w:rFonts w:eastAsia="Times New Roman"/>
      <w:i/>
      <w:iCs/>
      <w:color w:val="404040" w:themeColor="text1" w:themeTint="BF"/>
    </w:rPr>
  </w:style>
  <w:style w:type="paragraph" w:styleId="Salutation">
    <w:name w:val="Salutation"/>
    <w:basedOn w:val="Normal"/>
    <w:next w:val="Normal"/>
    <w:link w:val="SalutationChar"/>
    <w:rsid w:val="00594F62"/>
  </w:style>
  <w:style w:type="character" w:customStyle="1" w:styleId="SalutationChar">
    <w:name w:val="Salutation Char"/>
    <w:basedOn w:val="DefaultParagraphFont"/>
    <w:link w:val="Salutation"/>
    <w:rsid w:val="00594F62"/>
    <w:rPr>
      <w:rFonts w:eastAsia="Times New Roman"/>
    </w:rPr>
  </w:style>
  <w:style w:type="paragraph" w:styleId="Signature">
    <w:name w:val="Signature"/>
    <w:basedOn w:val="Normal"/>
    <w:link w:val="SignatureChar"/>
    <w:rsid w:val="00594F62"/>
    <w:pPr>
      <w:spacing w:after="0"/>
      <w:ind w:left="4252"/>
    </w:pPr>
  </w:style>
  <w:style w:type="character" w:customStyle="1" w:styleId="SignatureChar">
    <w:name w:val="Signature Char"/>
    <w:basedOn w:val="DefaultParagraphFont"/>
    <w:link w:val="Signature"/>
    <w:rsid w:val="00594F62"/>
    <w:rPr>
      <w:rFonts w:eastAsia="Times New Roman"/>
    </w:rPr>
  </w:style>
  <w:style w:type="paragraph" w:styleId="Subtitle">
    <w:name w:val="Subtitle"/>
    <w:basedOn w:val="Normal"/>
    <w:next w:val="Normal"/>
    <w:link w:val="SubtitleChar"/>
    <w:qFormat/>
    <w:rsid w:val="00594F6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594F6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594F62"/>
    <w:pPr>
      <w:spacing w:after="0"/>
      <w:ind w:left="200" w:hanging="200"/>
    </w:pPr>
  </w:style>
  <w:style w:type="paragraph" w:styleId="TableofFigures">
    <w:name w:val="table of figures"/>
    <w:basedOn w:val="Normal"/>
    <w:next w:val="Normal"/>
    <w:rsid w:val="00594F62"/>
    <w:pPr>
      <w:spacing w:after="0"/>
    </w:pPr>
  </w:style>
  <w:style w:type="paragraph" w:styleId="Title">
    <w:name w:val="Title"/>
    <w:basedOn w:val="Normal"/>
    <w:next w:val="Normal"/>
    <w:link w:val="TitleChar"/>
    <w:qFormat/>
    <w:rsid w:val="00594F62"/>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94F6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594F62"/>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594F62"/>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177576022">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6A04F-D764-4D5B-8BAA-65DD5D79B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46</TotalTime>
  <Pages>1</Pages>
  <Words>14803</Words>
  <Characters>84382</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98988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UMTS, radio, layer 1</cp:keywords>
  <dc:description/>
  <cp:lastModifiedBy>MCC: 1434</cp:lastModifiedBy>
  <cp:revision>41</cp:revision>
  <cp:lastPrinted>2007-03-03T11:31:00Z</cp:lastPrinted>
  <dcterms:created xsi:type="dcterms:W3CDTF">2021-06-21T17:52:00Z</dcterms:created>
  <dcterms:modified xsi:type="dcterms:W3CDTF">2022-12-13T13:18:00Z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