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3549" w:rsidRDefault="004A3549" w:rsidP="00BA49C3">
      <w:pPr>
        <w:pStyle w:val="ZA"/>
        <w:framePr w:wrap="notBeside"/>
      </w:pPr>
      <w:bookmarkStart w:id="0" w:name="page1"/>
      <w:r>
        <w:rPr>
          <w:sz w:val="64"/>
        </w:rPr>
        <w:t xml:space="preserve">3GPP TS </w:t>
      </w:r>
      <w:r w:rsidR="00410ABC">
        <w:rPr>
          <w:sz w:val="64"/>
        </w:rPr>
        <w:t>36</w:t>
      </w:r>
      <w:r>
        <w:rPr>
          <w:sz w:val="64"/>
        </w:rPr>
        <w:t>.</w:t>
      </w:r>
      <w:r w:rsidR="00410ABC">
        <w:rPr>
          <w:sz w:val="64"/>
        </w:rPr>
        <w:t>214</w:t>
      </w:r>
      <w:r>
        <w:rPr>
          <w:sz w:val="64"/>
        </w:rPr>
        <w:t xml:space="preserve"> </w:t>
      </w:r>
      <w:r w:rsidR="00552726">
        <w:t>V15</w:t>
      </w:r>
      <w:r w:rsidR="002727A9">
        <w:t>.</w:t>
      </w:r>
      <w:r w:rsidR="006D6364">
        <w:t>5</w:t>
      </w:r>
      <w:r w:rsidR="00E83A45">
        <w:t>.</w:t>
      </w:r>
      <w:r w:rsidR="00392673">
        <w:t xml:space="preserve">0 </w:t>
      </w:r>
      <w:r>
        <w:rPr>
          <w:sz w:val="32"/>
        </w:rPr>
        <w:t>(</w:t>
      </w:r>
      <w:r w:rsidR="008E3D4C">
        <w:rPr>
          <w:sz w:val="32"/>
        </w:rPr>
        <w:t>2019</w:t>
      </w:r>
      <w:r>
        <w:rPr>
          <w:sz w:val="32"/>
        </w:rPr>
        <w:t>-</w:t>
      </w:r>
      <w:r w:rsidR="006D6364">
        <w:rPr>
          <w:sz w:val="32"/>
        </w:rPr>
        <w:t>12</w:t>
      </w:r>
      <w:r>
        <w:rPr>
          <w:sz w:val="32"/>
        </w:rPr>
        <w:t>)</w:t>
      </w:r>
    </w:p>
    <w:p w:rsidR="004A3549" w:rsidRDefault="004A3549">
      <w:pPr>
        <w:pStyle w:val="ZB"/>
        <w:framePr w:wrap="notBeside"/>
      </w:pPr>
      <w:r>
        <w:t>Technical Specification</w:t>
      </w:r>
    </w:p>
    <w:p w:rsidR="004A3549" w:rsidRDefault="004A3549">
      <w:pPr>
        <w:pStyle w:val="ZT"/>
        <w:framePr w:wrap="notBeside"/>
      </w:pPr>
      <w:r>
        <w:t>3</w:t>
      </w:r>
      <w:r w:rsidRPr="006E15F6">
        <w:rPr>
          <w:vertAlign w:val="superscript"/>
        </w:rPr>
        <w:t>rd</w:t>
      </w:r>
      <w:r>
        <w:t xml:space="preserve"> Generation Partnership Project;</w:t>
      </w:r>
    </w:p>
    <w:p w:rsidR="004A3549" w:rsidRDefault="004A3549">
      <w:pPr>
        <w:pStyle w:val="ZT"/>
        <w:framePr w:wrap="notBeside"/>
      </w:pPr>
      <w:r>
        <w:t xml:space="preserve">Technical Specification Group </w:t>
      </w:r>
      <w:r w:rsidR="00410ABC">
        <w:t>Radio Access Network</w:t>
      </w:r>
      <w:r>
        <w:t>;</w:t>
      </w:r>
    </w:p>
    <w:p w:rsidR="00A53E3A" w:rsidRPr="00A53E3A" w:rsidRDefault="00A53E3A">
      <w:pPr>
        <w:pStyle w:val="ZT"/>
        <w:framePr w:wrap="notBeside"/>
      </w:pPr>
      <w:r w:rsidRPr="00A53E3A">
        <w:t>Evolved Universal Terrestrial Radio Access (E-UTRA);</w:t>
      </w:r>
    </w:p>
    <w:p w:rsidR="00F205B4" w:rsidRDefault="00C06694">
      <w:pPr>
        <w:pStyle w:val="ZT"/>
        <w:framePr w:wrap="notBeside"/>
      </w:pPr>
      <w:r>
        <w:t>Physical layer</w:t>
      </w:r>
      <w:r w:rsidR="00F205B4">
        <w:t>;</w:t>
      </w:r>
    </w:p>
    <w:p w:rsidR="004A3549" w:rsidRDefault="002D650D">
      <w:pPr>
        <w:pStyle w:val="ZT"/>
        <w:framePr w:wrap="notBeside"/>
      </w:pPr>
      <w:r w:rsidRPr="00410ABC">
        <w:t>Measurements</w:t>
      </w:r>
      <w:r w:rsidR="00C06694">
        <w:br/>
      </w:r>
      <w:r w:rsidR="004A3549">
        <w:t>(</w:t>
      </w:r>
      <w:r w:rsidR="004A3549">
        <w:rPr>
          <w:rStyle w:val="ZGSM"/>
        </w:rPr>
        <w:t xml:space="preserve">Release </w:t>
      </w:r>
      <w:r w:rsidR="00552726">
        <w:rPr>
          <w:rStyle w:val="ZGSM"/>
        </w:rPr>
        <w:t>15</w:t>
      </w:r>
      <w:r w:rsidR="004A3549">
        <w:t>)</w:t>
      </w:r>
    </w:p>
    <w:p w:rsidR="004A3549" w:rsidRDefault="004A3549">
      <w:pPr>
        <w:pStyle w:val="ZT"/>
        <w:framePr w:wrap="notBeside"/>
      </w:pPr>
    </w:p>
    <w:p w:rsidR="004A3549" w:rsidRDefault="004A3549">
      <w:pPr>
        <w:pStyle w:val="ZT"/>
        <w:framePr w:wrap="notBeside"/>
        <w:rPr>
          <w:i/>
          <w:sz w:val="28"/>
        </w:rPr>
      </w:pPr>
    </w:p>
    <w:p w:rsidR="00B81244" w:rsidRPr="00235394" w:rsidRDefault="006C3B90" w:rsidP="00B81244">
      <w:pPr>
        <w:pStyle w:val="ZU"/>
        <w:framePr w:wrap="notBeside"/>
        <w:tabs>
          <w:tab w:val="right" w:pos="10206"/>
        </w:tabs>
        <w:jc w:val="left"/>
      </w:pPr>
      <w:r>
        <w:rPr>
          <w:i/>
          <w:lang w:eastAsia="en-GB"/>
        </w:rPr>
        <w:drawing>
          <wp:inline distT="0" distB="0" distL="0" distR="0">
            <wp:extent cx="1314450" cy="904875"/>
            <wp:effectExtent l="0" t="0" r="0"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4450" cy="904875"/>
                    </a:xfrm>
                    <a:prstGeom prst="rect">
                      <a:avLst/>
                    </a:prstGeom>
                    <a:noFill/>
                    <a:ln>
                      <a:noFill/>
                    </a:ln>
                  </pic:spPr>
                </pic:pic>
              </a:graphicData>
            </a:graphic>
          </wp:inline>
        </w:drawing>
      </w:r>
      <w:r w:rsidR="00B81244" w:rsidRPr="00235394">
        <w:rPr>
          <w:color w:val="0000FF"/>
        </w:rPr>
        <w:tab/>
      </w:r>
      <w:r w:rsidRPr="00235394">
        <w:rPr>
          <w:lang w:eastAsia="en-GB"/>
        </w:rPr>
        <w:drawing>
          <wp:inline distT="0" distB="0" distL="0" distR="0">
            <wp:extent cx="1628775" cy="952500"/>
            <wp:effectExtent l="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8775" cy="952500"/>
                    </a:xfrm>
                    <a:prstGeom prst="rect">
                      <a:avLst/>
                    </a:prstGeom>
                    <a:noFill/>
                    <a:ln>
                      <a:noFill/>
                    </a:ln>
                  </pic:spPr>
                </pic:pic>
              </a:graphicData>
            </a:graphic>
          </wp:inline>
        </w:drawing>
      </w:r>
    </w:p>
    <w:p w:rsidR="004A3549" w:rsidRDefault="004A3549">
      <w:pPr>
        <w:pStyle w:val="ZU"/>
        <w:framePr w:wrap="notBeside"/>
        <w:tabs>
          <w:tab w:val="right" w:pos="10206"/>
        </w:tabs>
        <w:jc w:val="left"/>
      </w:pPr>
      <w:r>
        <w:rPr>
          <w:color w:val="0000FF"/>
        </w:rPr>
        <w:tab/>
      </w:r>
    </w:p>
    <w:p w:rsidR="004A3549" w:rsidRDefault="004A3549" w:rsidP="00E43F99">
      <w:pPr>
        <w:framePr w:h="1636" w:hRule="exact" w:wrap="notBeside" w:vAnchor="page" w:hAnchor="margin" w:y="15121"/>
        <w:rPr>
          <w:sz w:val="16"/>
        </w:rPr>
      </w:pPr>
      <w:r>
        <w:rPr>
          <w:sz w:val="16"/>
        </w:rPr>
        <w:t>The present document has been developed within the 3</w:t>
      </w:r>
      <w:r>
        <w:rPr>
          <w:sz w:val="16"/>
          <w:vertAlign w:val="superscript"/>
        </w:rPr>
        <w:t>rd</w:t>
      </w:r>
      <w:r>
        <w:rPr>
          <w:sz w:val="16"/>
        </w:rPr>
        <w:t xml:space="preserve"> Generation Partnership Project (3GPP</w:t>
      </w:r>
      <w:r>
        <w:rPr>
          <w:sz w:val="16"/>
          <w:vertAlign w:val="superscript"/>
        </w:rPr>
        <w:t xml:space="preserve"> TM</w:t>
      </w:r>
      <w:r>
        <w:rPr>
          <w:sz w:val="16"/>
        </w:rPr>
        <w:t>) and may be further</w:t>
      </w:r>
      <w:r w:rsidR="00E43F99">
        <w:rPr>
          <w:sz w:val="16"/>
        </w:rPr>
        <w:t xml:space="preserve"> elaborated for the purposes of </w:t>
      </w:r>
      <w:r>
        <w:rPr>
          <w:sz w:val="16"/>
        </w:rPr>
        <w:t>3GPP.</w:t>
      </w:r>
      <w:r>
        <w:rPr>
          <w:sz w:val="16"/>
        </w:rPr>
        <w:br/>
        <w:t>The present document has not been subject to any approval process by the 3GPP</w:t>
      </w:r>
      <w:r>
        <w:rPr>
          <w:sz w:val="16"/>
          <w:vertAlign w:val="superscript"/>
        </w:rPr>
        <w:t xml:space="preserve"> </w:t>
      </w:r>
      <w:r>
        <w:rPr>
          <w:sz w:val="16"/>
        </w:rPr>
        <w:t>Organizational Partners and shall not be implemented.</w:t>
      </w:r>
      <w:r w:rsidR="00AD2CAE">
        <w:rPr>
          <w:sz w:val="16"/>
        </w:rPr>
        <w:tab/>
      </w:r>
      <w:r>
        <w:rPr>
          <w:sz w:val="16"/>
        </w:rPr>
        <w:br/>
        <w:t>This Specification is provided for future development work within 3GPP</w:t>
      </w:r>
      <w:r>
        <w:rPr>
          <w:sz w:val="16"/>
          <w:vertAlign w:val="superscript"/>
        </w:rPr>
        <w:t xml:space="preserve"> </w:t>
      </w:r>
      <w:r>
        <w:rPr>
          <w:sz w:val="16"/>
        </w:rPr>
        <w:t>only. The Organizational Partners accept no liability for any use of this Specification.</w:t>
      </w:r>
      <w:r>
        <w:rPr>
          <w:sz w:val="16"/>
        </w:rPr>
        <w:br/>
        <w:t>Specifications and reports for implementation of the 3GPP</w:t>
      </w:r>
      <w:r>
        <w:rPr>
          <w:sz w:val="16"/>
          <w:vertAlign w:val="superscript"/>
        </w:rPr>
        <w:t xml:space="preserve"> TM</w:t>
      </w:r>
      <w:r>
        <w:rPr>
          <w:sz w:val="16"/>
        </w:rPr>
        <w:t xml:space="preserve"> system should be obtained via the 3GPP Organizational Partners</w:t>
      </w:r>
      <w:r w:rsidR="001E309E">
        <w:rPr>
          <w:sz w:val="16"/>
        </w:rPr>
        <w:t>'</w:t>
      </w:r>
      <w:r>
        <w:rPr>
          <w:sz w:val="16"/>
        </w:rPr>
        <w:t xml:space="preserve"> Publications Offices.</w:t>
      </w:r>
    </w:p>
    <w:p w:rsidR="004A3549" w:rsidRDefault="004A3549">
      <w:pPr>
        <w:pStyle w:val="ZV"/>
        <w:framePr w:wrap="notBeside"/>
      </w:pPr>
    </w:p>
    <w:bookmarkEnd w:id="0"/>
    <w:p w:rsidR="004A3549" w:rsidRDefault="004A3549">
      <w:pPr>
        <w:sectPr w:rsidR="004A3549">
          <w:footnotePr>
            <w:numRestart w:val="eachSect"/>
          </w:footnotePr>
          <w:pgSz w:w="11907" w:h="16840"/>
          <w:pgMar w:top="2268" w:right="851" w:bottom="10773" w:left="851" w:header="0" w:footer="0" w:gutter="0"/>
          <w:cols w:space="720"/>
        </w:sectPr>
      </w:pPr>
    </w:p>
    <w:p w:rsidR="004A3549" w:rsidRDefault="004A3549">
      <w:pPr>
        <w:pStyle w:val="Guidance"/>
      </w:pPr>
      <w:bookmarkStart w:id="1" w:name="page2"/>
    </w:p>
    <w:p w:rsidR="004A3549" w:rsidRDefault="004A3549"/>
    <w:p w:rsidR="004A3549" w:rsidRDefault="004A3549">
      <w:pPr>
        <w:pStyle w:val="FP"/>
        <w:framePr w:wrap="notBeside" w:hAnchor="margin" w:y="1419"/>
        <w:pBdr>
          <w:bottom w:val="single" w:sz="6" w:space="1" w:color="auto"/>
        </w:pBdr>
        <w:spacing w:before="240"/>
        <w:ind w:left="2835" w:right="2835"/>
        <w:jc w:val="center"/>
      </w:pPr>
      <w:r>
        <w:t>Keywords</w:t>
      </w:r>
    </w:p>
    <w:p w:rsidR="003E2391" w:rsidRDefault="004E3C58" w:rsidP="003E2391">
      <w:pPr>
        <w:pStyle w:val="FP"/>
        <w:framePr w:wrap="notBeside" w:hAnchor="margin" w:y="1419"/>
        <w:ind w:left="2835" w:right="2835"/>
        <w:jc w:val="center"/>
        <w:rPr>
          <w:rFonts w:ascii="Arial" w:hAnsi="Arial"/>
          <w:sz w:val="18"/>
        </w:rPr>
      </w:pPr>
      <w:r w:rsidRPr="004E3C58">
        <w:rPr>
          <w:rFonts w:ascii="Arial" w:hAnsi="Arial"/>
          <w:sz w:val="18"/>
        </w:rPr>
        <w:t>E-UTRA</w:t>
      </w:r>
      <w:r w:rsidR="003E2391">
        <w:rPr>
          <w:rFonts w:ascii="Arial" w:hAnsi="Arial"/>
          <w:sz w:val="18"/>
        </w:rPr>
        <w:t>, radio, layer 1</w:t>
      </w:r>
    </w:p>
    <w:p w:rsidR="004A3549" w:rsidRDefault="004A3549"/>
    <w:p w:rsidR="004A3549" w:rsidRDefault="004A3549">
      <w:pPr>
        <w:pStyle w:val="FP"/>
        <w:framePr w:wrap="notBeside" w:hAnchor="margin" w:yAlign="center"/>
        <w:spacing w:after="240"/>
        <w:ind w:left="2835" w:right="2835"/>
        <w:jc w:val="center"/>
        <w:rPr>
          <w:rFonts w:ascii="Arial" w:hAnsi="Arial"/>
          <w:b/>
          <w:i/>
        </w:rPr>
      </w:pPr>
      <w:r>
        <w:rPr>
          <w:rFonts w:ascii="Arial" w:hAnsi="Arial"/>
          <w:b/>
          <w:i/>
        </w:rPr>
        <w:t>3GPP</w:t>
      </w:r>
    </w:p>
    <w:p w:rsidR="004A3549" w:rsidRDefault="004A3549">
      <w:pPr>
        <w:pStyle w:val="FP"/>
        <w:framePr w:wrap="notBeside" w:hAnchor="margin" w:yAlign="center"/>
        <w:pBdr>
          <w:bottom w:val="single" w:sz="6" w:space="1" w:color="auto"/>
        </w:pBdr>
        <w:ind w:left="2835" w:right="2835"/>
        <w:jc w:val="center"/>
      </w:pPr>
      <w:r>
        <w:t>Postal address</w:t>
      </w:r>
    </w:p>
    <w:p w:rsidR="004A3549" w:rsidRDefault="004A3549">
      <w:pPr>
        <w:pStyle w:val="FP"/>
        <w:framePr w:wrap="notBeside" w:hAnchor="margin" w:yAlign="center"/>
        <w:ind w:left="2835" w:right="2835"/>
        <w:jc w:val="center"/>
        <w:rPr>
          <w:rFonts w:ascii="Arial" w:hAnsi="Arial"/>
          <w:sz w:val="18"/>
        </w:rPr>
      </w:pPr>
    </w:p>
    <w:p w:rsidR="004A3549" w:rsidRPr="001E309E" w:rsidRDefault="004A3549">
      <w:pPr>
        <w:pStyle w:val="FP"/>
        <w:framePr w:wrap="notBeside" w:hAnchor="margin" w:yAlign="center"/>
        <w:pBdr>
          <w:bottom w:val="single" w:sz="6" w:space="1" w:color="auto"/>
        </w:pBdr>
        <w:spacing w:before="240"/>
        <w:ind w:left="2835" w:right="2835"/>
        <w:jc w:val="center"/>
      </w:pPr>
      <w:r w:rsidRPr="001E309E">
        <w:t>3GPP support office address</w:t>
      </w:r>
    </w:p>
    <w:p w:rsidR="004A3549" w:rsidRDefault="004A3549">
      <w:pPr>
        <w:pStyle w:val="FP"/>
        <w:framePr w:wrap="notBeside" w:hAnchor="margin" w:yAlign="center"/>
        <w:ind w:left="2835" w:right="2835"/>
        <w:jc w:val="center"/>
        <w:rPr>
          <w:rFonts w:ascii="Arial" w:hAnsi="Arial"/>
          <w:sz w:val="18"/>
          <w:lang w:val="fr-FR"/>
        </w:rPr>
      </w:pPr>
      <w:r>
        <w:rPr>
          <w:rFonts w:ascii="Arial" w:hAnsi="Arial"/>
          <w:sz w:val="18"/>
          <w:lang w:val="fr-FR"/>
        </w:rPr>
        <w:t xml:space="preserve">650 Route des Lucioles </w:t>
      </w:r>
      <w:r w:rsidR="006E15F6">
        <w:rPr>
          <w:rFonts w:ascii="Arial" w:hAnsi="Arial"/>
          <w:sz w:val="18"/>
          <w:lang w:val="fr-FR"/>
        </w:rPr>
        <w:t>–</w:t>
      </w:r>
      <w:r>
        <w:rPr>
          <w:rFonts w:ascii="Arial" w:hAnsi="Arial"/>
          <w:sz w:val="18"/>
          <w:lang w:val="fr-FR"/>
        </w:rPr>
        <w:t xml:space="preserve"> Sophia Antipolis</w:t>
      </w:r>
    </w:p>
    <w:p w:rsidR="004A3549" w:rsidRDefault="004A3549">
      <w:pPr>
        <w:pStyle w:val="FP"/>
        <w:framePr w:wrap="notBeside" w:hAnchor="margin" w:yAlign="center"/>
        <w:ind w:left="2835" w:right="2835"/>
        <w:jc w:val="center"/>
        <w:rPr>
          <w:rFonts w:ascii="Arial" w:hAnsi="Arial"/>
          <w:sz w:val="18"/>
          <w:lang w:val="fr-FR"/>
        </w:rPr>
      </w:pPr>
      <w:r>
        <w:rPr>
          <w:rFonts w:ascii="Arial" w:hAnsi="Arial"/>
          <w:sz w:val="18"/>
          <w:lang w:val="fr-FR"/>
        </w:rPr>
        <w:t xml:space="preserve">Valbonne </w:t>
      </w:r>
      <w:r w:rsidR="006E15F6">
        <w:rPr>
          <w:rFonts w:ascii="Arial" w:hAnsi="Arial"/>
          <w:sz w:val="18"/>
          <w:lang w:val="fr-FR"/>
        </w:rPr>
        <w:t>–</w:t>
      </w:r>
      <w:r>
        <w:rPr>
          <w:rFonts w:ascii="Arial" w:hAnsi="Arial"/>
          <w:sz w:val="18"/>
          <w:lang w:val="fr-FR"/>
        </w:rPr>
        <w:t xml:space="preserve"> </w:t>
      </w:r>
      <w:r w:rsidR="006E15F6">
        <w:rPr>
          <w:rFonts w:ascii="Arial" w:hAnsi="Arial"/>
          <w:sz w:val="18"/>
          <w:lang w:val="fr-FR"/>
        </w:rPr>
        <w:t>Franc e</w:t>
      </w:r>
    </w:p>
    <w:p w:rsidR="004A3549" w:rsidRPr="00BA49C3" w:rsidRDefault="004A3549">
      <w:pPr>
        <w:pStyle w:val="FP"/>
        <w:framePr w:wrap="notBeside" w:hAnchor="margin" w:yAlign="center"/>
        <w:spacing w:after="20"/>
        <w:ind w:left="2835" w:right="2835"/>
        <w:jc w:val="center"/>
        <w:rPr>
          <w:rFonts w:ascii="Arial" w:hAnsi="Arial"/>
          <w:sz w:val="18"/>
          <w:lang w:val="en-US"/>
        </w:rPr>
      </w:pPr>
      <w:r w:rsidRPr="00BA49C3">
        <w:rPr>
          <w:rFonts w:ascii="Arial" w:hAnsi="Arial"/>
          <w:sz w:val="18"/>
          <w:lang w:val="en-US"/>
        </w:rPr>
        <w:t>Tel.: +33 4 92 94 42</w:t>
      </w:r>
      <w:r w:rsidR="001E309E">
        <w:rPr>
          <w:rFonts w:ascii="Arial" w:hAnsi="Arial"/>
          <w:sz w:val="18"/>
          <w:lang w:val="en-US"/>
        </w:rPr>
        <w:t xml:space="preserve"> </w:t>
      </w:r>
      <w:r w:rsidRPr="00BA49C3">
        <w:rPr>
          <w:rFonts w:ascii="Arial" w:hAnsi="Arial"/>
          <w:sz w:val="18"/>
          <w:lang w:val="en-US"/>
        </w:rPr>
        <w:t>00 Fax: +33 4 93 65 47 16</w:t>
      </w:r>
    </w:p>
    <w:p w:rsidR="006E15F6" w:rsidRPr="00BA49C3" w:rsidRDefault="004A3549">
      <w:pPr>
        <w:pStyle w:val="FP"/>
        <w:framePr w:wrap="notBeside" w:hAnchor="margin" w:yAlign="center"/>
        <w:pBdr>
          <w:bottom w:val="single" w:sz="6" w:space="1" w:color="auto"/>
        </w:pBdr>
        <w:spacing w:before="240"/>
        <w:ind w:left="2835" w:right="2835"/>
        <w:jc w:val="center"/>
        <w:rPr>
          <w:lang w:val="en-US"/>
        </w:rPr>
      </w:pPr>
      <w:r w:rsidRPr="00BA49C3">
        <w:rPr>
          <w:lang w:val="en-US"/>
        </w:rPr>
        <w:t>Int</w:t>
      </w:r>
      <w:r w:rsidR="006E15F6" w:rsidRPr="00BA49C3">
        <w:rPr>
          <w:lang w:val="en-US"/>
        </w:rPr>
        <w:t>ernet</w:t>
      </w:r>
    </w:p>
    <w:p w:rsidR="004A3549" w:rsidRPr="00BA49C3" w:rsidRDefault="006E15F6">
      <w:pPr>
        <w:pStyle w:val="FP"/>
        <w:framePr w:wrap="notBeside" w:hAnchor="margin" w:yAlign="center"/>
        <w:ind w:left="2835" w:right="2835"/>
        <w:jc w:val="center"/>
        <w:rPr>
          <w:rFonts w:ascii="Arial" w:hAnsi="Arial"/>
          <w:sz w:val="18"/>
          <w:lang w:val="en-US"/>
        </w:rPr>
      </w:pPr>
      <w:r w:rsidRPr="00780E98">
        <w:rPr>
          <w:rFonts w:ascii="Arial" w:hAnsi="Arial"/>
          <w:sz w:val="18"/>
          <w:lang w:val="en-US"/>
        </w:rPr>
        <w:t>http</w:t>
      </w:r>
      <w:r w:rsidR="00A568A6" w:rsidRPr="00780E98">
        <w:rPr>
          <w:rFonts w:ascii="Arial" w:hAnsi="Arial"/>
          <w:sz w:val="18"/>
          <w:lang w:val="en-US"/>
        </w:rPr>
        <w:t> </w:t>
      </w:r>
      <w:r w:rsidRPr="00780E98">
        <w:rPr>
          <w:rFonts w:ascii="Arial" w:hAnsi="Arial"/>
          <w:sz w:val="18"/>
          <w:lang w:val="en-US"/>
        </w:rPr>
        <w:t>://www.3g</w:t>
      </w:r>
      <w:r w:rsidR="004A3549" w:rsidRPr="00780E98">
        <w:rPr>
          <w:rFonts w:ascii="Arial" w:hAnsi="Arial"/>
          <w:sz w:val="18"/>
          <w:lang w:val="en-US"/>
        </w:rPr>
        <w:t>pp.org</w:t>
      </w:r>
    </w:p>
    <w:p w:rsidR="004A3549" w:rsidRPr="00BA49C3" w:rsidRDefault="004A3549">
      <w:pPr>
        <w:rPr>
          <w:lang w:val="en-US"/>
        </w:rPr>
      </w:pPr>
    </w:p>
    <w:p w:rsidR="004A3549" w:rsidRPr="00BA49C3" w:rsidRDefault="004A3549">
      <w:pPr>
        <w:pStyle w:val="FP"/>
        <w:framePr w:wrap="notBeside" w:hAnchor="margin" w:yAlign="bottom"/>
        <w:pBdr>
          <w:bottom w:val="single" w:sz="6" w:space="1" w:color="auto"/>
        </w:pBdr>
        <w:spacing w:after="240"/>
        <w:jc w:val="center"/>
        <w:rPr>
          <w:rFonts w:ascii="Arial" w:hAnsi="Arial"/>
          <w:b/>
          <w:i/>
          <w:noProof/>
          <w:lang w:val="en-US"/>
        </w:rPr>
      </w:pPr>
      <w:r w:rsidRPr="00BA49C3">
        <w:rPr>
          <w:rFonts w:ascii="Arial" w:hAnsi="Arial"/>
          <w:b/>
          <w:i/>
          <w:noProof/>
          <w:lang w:val="en-US"/>
        </w:rPr>
        <w:t>Copyright Notification</w:t>
      </w:r>
    </w:p>
    <w:p w:rsidR="004A3549" w:rsidRDefault="004A3549">
      <w:pPr>
        <w:pStyle w:val="FP"/>
        <w:framePr w:wrap="notBeside" w:hAnchor="margin" w:yAlign="bottom"/>
        <w:jc w:val="center"/>
        <w:rPr>
          <w:noProof/>
        </w:rPr>
      </w:pPr>
      <w:r>
        <w:rPr>
          <w:noProof/>
        </w:rPr>
        <w:t>No part may be reproduced except as authorized by written permission.</w:t>
      </w:r>
      <w:r>
        <w:rPr>
          <w:noProof/>
        </w:rPr>
        <w:br/>
        <w:t>The copyright and the foregoing restriction extend to reproduction in all media.</w:t>
      </w:r>
    </w:p>
    <w:p w:rsidR="004A3549" w:rsidRDefault="004A3549">
      <w:pPr>
        <w:pStyle w:val="FP"/>
        <w:framePr w:wrap="notBeside" w:hAnchor="margin" w:yAlign="bottom"/>
        <w:jc w:val="center"/>
        <w:rPr>
          <w:noProof/>
        </w:rPr>
      </w:pPr>
    </w:p>
    <w:p w:rsidR="00A16F71" w:rsidRPr="004D3578" w:rsidRDefault="00A16F71" w:rsidP="00A16F71">
      <w:pPr>
        <w:pStyle w:val="FP"/>
        <w:framePr w:wrap="notBeside" w:hAnchor="margin" w:yAlign="bottom"/>
        <w:jc w:val="center"/>
        <w:rPr>
          <w:noProof/>
          <w:sz w:val="18"/>
        </w:rPr>
      </w:pPr>
      <w:r w:rsidRPr="004D3578">
        <w:rPr>
          <w:noProof/>
          <w:sz w:val="18"/>
        </w:rPr>
        <w:t xml:space="preserve">© </w:t>
      </w:r>
      <w:r w:rsidR="008E3D4C" w:rsidRPr="004D3578">
        <w:rPr>
          <w:noProof/>
          <w:sz w:val="18"/>
        </w:rPr>
        <w:t>201</w:t>
      </w:r>
      <w:r w:rsidR="008E3D4C">
        <w:rPr>
          <w:noProof/>
          <w:sz w:val="18"/>
        </w:rPr>
        <w:t>9</w:t>
      </w:r>
      <w:r w:rsidRPr="004D3578">
        <w:rPr>
          <w:noProof/>
          <w:sz w:val="18"/>
        </w:rPr>
        <w:t>, 3GPP Organizational Partners (ARIB, ATIS, CCSA, ETSI,</w:t>
      </w:r>
      <w:r>
        <w:rPr>
          <w:noProof/>
          <w:sz w:val="18"/>
        </w:rPr>
        <w:t xml:space="preserve"> TSDSI, </w:t>
      </w:r>
      <w:r w:rsidRPr="004D3578">
        <w:rPr>
          <w:noProof/>
          <w:sz w:val="18"/>
        </w:rPr>
        <w:t>TTA, TTC).</w:t>
      </w:r>
      <w:bookmarkStart w:id="2" w:name="copyrightaddon"/>
      <w:bookmarkEnd w:id="2"/>
    </w:p>
    <w:p w:rsidR="004A3549" w:rsidRDefault="004A3549">
      <w:pPr>
        <w:pStyle w:val="FP"/>
        <w:framePr w:wrap="notBeside" w:hAnchor="margin" w:yAlign="bottom"/>
        <w:jc w:val="center"/>
        <w:rPr>
          <w:noProof/>
          <w:sz w:val="18"/>
        </w:rPr>
      </w:pPr>
      <w:r>
        <w:rPr>
          <w:noProof/>
          <w:sz w:val="18"/>
        </w:rPr>
        <w:t>All rights reserved.</w:t>
      </w:r>
    </w:p>
    <w:p w:rsidR="00A16F71" w:rsidRDefault="00A16F71">
      <w:pPr>
        <w:pStyle w:val="FP"/>
        <w:framePr w:wrap="notBeside" w:hAnchor="margin" w:yAlign="bottom"/>
        <w:jc w:val="center"/>
        <w:rPr>
          <w:noProof/>
          <w:sz w:val="18"/>
        </w:rPr>
      </w:pPr>
    </w:p>
    <w:p w:rsidR="00F25C75" w:rsidRDefault="00F25C75" w:rsidP="00F25C75">
      <w:pPr>
        <w:pStyle w:val="FP"/>
        <w:framePr w:wrap="notBeside" w:hAnchor="margin" w:yAlign="bottom"/>
        <w:rPr>
          <w:noProof/>
          <w:sz w:val="18"/>
        </w:rPr>
      </w:pPr>
      <w:r>
        <w:rPr>
          <w:noProof/>
          <w:sz w:val="18"/>
        </w:rPr>
        <w:t>UMTS™ is a Trade Mark of ETSI registered for the benefit of its members</w:t>
      </w:r>
    </w:p>
    <w:p w:rsidR="00F25C75" w:rsidRDefault="00F25C75" w:rsidP="00F25C75">
      <w:pPr>
        <w:pStyle w:val="FP"/>
        <w:framePr w:wrap="notBeside" w:hAnchor="margin" w:yAlign="bottom"/>
        <w:rPr>
          <w:noProof/>
          <w:sz w:val="18"/>
        </w:rPr>
      </w:pPr>
      <w:r>
        <w:rPr>
          <w:noProof/>
          <w:sz w:val="18"/>
        </w:rPr>
        <w:t>3GPP™ is a Trade Mark of ETSI registered for the benefit of its Members and of the 3GPP Organizational Partners</w:t>
      </w:r>
      <w:r>
        <w:rPr>
          <w:noProof/>
          <w:sz w:val="18"/>
        </w:rPr>
        <w:br/>
        <w:t>LTE™ is a Trade Mark of ETSI registered for the benefit of its Members and of the 3GPP Organizational Partners</w:t>
      </w:r>
    </w:p>
    <w:p w:rsidR="00F25C75" w:rsidRDefault="00F25C75" w:rsidP="0095335A">
      <w:pPr>
        <w:pStyle w:val="FP"/>
        <w:framePr w:wrap="notBeside" w:hAnchor="margin" w:yAlign="bottom"/>
        <w:rPr>
          <w:noProof/>
          <w:sz w:val="18"/>
        </w:rPr>
      </w:pPr>
      <w:r>
        <w:rPr>
          <w:noProof/>
          <w:sz w:val="18"/>
        </w:rPr>
        <w:t>GSM® and the GSM logo are registered and owned by the GSM Association</w:t>
      </w:r>
    </w:p>
    <w:p w:rsidR="004A3549" w:rsidRDefault="004A3549"/>
    <w:bookmarkEnd w:id="1"/>
    <w:p w:rsidR="004A3549" w:rsidRDefault="004A3549">
      <w:pPr>
        <w:pStyle w:val="TT"/>
      </w:pPr>
      <w:r>
        <w:br w:type="page"/>
      </w:r>
      <w:r>
        <w:lastRenderedPageBreak/>
        <w:t>Contents</w:t>
      </w:r>
    </w:p>
    <w:p w:rsidR="00252094" w:rsidRDefault="00252094">
      <w:pPr>
        <w:pStyle w:val="TOC1"/>
        <w:rPr>
          <w:rFonts w:asciiTheme="minorHAnsi" w:eastAsiaTheme="minorEastAsia" w:hAnsiTheme="minorHAnsi" w:cstheme="minorBidi"/>
          <w:szCs w:val="22"/>
          <w:lang w:eastAsia="en-GB"/>
        </w:rPr>
      </w:pPr>
      <w:r>
        <w:fldChar w:fldCharType="begin" w:fldLock="1"/>
      </w:r>
      <w:r>
        <w:instrText xml:space="preserve"> TOC \o "1-9" </w:instrText>
      </w:r>
      <w:r>
        <w:fldChar w:fldCharType="separate"/>
      </w:r>
      <w:r>
        <w:t>Foreword</w:t>
      </w:r>
      <w:r>
        <w:tab/>
      </w:r>
      <w:r>
        <w:fldChar w:fldCharType="begin" w:fldLock="1"/>
      </w:r>
      <w:r>
        <w:instrText xml:space="preserve"> PAGEREF _Toc524695245 \h </w:instrText>
      </w:r>
      <w:r>
        <w:fldChar w:fldCharType="separate"/>
      </w:r>
      <w:r>
        <w:t>5</w:t>
      </w:r>
      <w:r>
        <w:fldChar w:fldCharType="end"/>
      </w:r>
    </w:p>
    <w:p w:rsidR="00252094" w:rsidRDefault="00252094">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fldLock="1"/>
      </w:r>
      <w:r>
        <w:instrText xml:space="preserve"> PAGEREF _Toc524695246 \h </w:instrText>
      </w:r>
      <w:r>
        <w:fldChar w:fldCharType="separate"/>
      </w:r>
      <w:r>
        <w:t>6</w:t>
      </w:r>
      <w:r>
        <w:fldChar w:fldCharType="end"/>
      </w:r>
    </w:p>
    <w:p w:rsidR="00252094" w:rsidRDefault="00252094">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fldLock="1"/>
      </w:r>
      <w:r>
        <w:instrText xml:space="preserve"> PAGEREF _Toc524695247 \h </w:instrText>
      </w:r>
      <w:r>
        <w:fldChar w:fldCharType="separate"/>
      </w:r>
      <w:r>
        <w:t>6</w:t>
      </w:r>
      <w:r>
        <w:fldChar w:fldCharType="end"/>
      </w:r>
    </w:p>
    <w:p w:rsidR="00252094" w:rsidRDefault="00252094">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r>
      <w:r>
        <w:fldChar w:fldCharType="begin" w:fldLock="1"/>
      </w:r>
      <w:r>
        <w:instrText xml:space="preserve"> PAGEREF _Toc524695248 \h </w:instrText>
      </w:r>
      <w:r>
        <w:fldChar w:fldCharType="separate"/>
      </w:r>
      <w:r>
        <w:t>7</w:t>
      </w:r>
      <w:r>
        <w:fldChar w:fldCharType="end"/>
      </w:r>
    </w:p>
    <w:p w:rsidR="00252094" w:rsidRDefault="00252094">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fldLock="1"/>
      </w:r>
      <w:r>
        <w:instrText xml:space="preserve"> PAGEREF _Toc524695249 \h </w:instrText>
      </w:r>
      <w:r>
        <w:fldChar w:fldCharType="separate"/>
      </w:r>
      <w:r>
        <w:t>7</w:t>
      </w:r>
      <w:r>
        <w:fldChar w:fldCharType="end"/>
      </w:r>
    </w:p>
    <w:p w:rsidR="00252094" w:rsidRDefault="00252094">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r>
      <w:r>
        <w:fldChar w:fldCharType="begin" w:fldLock="1"/>
      </w:r>
      <w:r>
        <w:instrText xml:space="preserve"> PAGEREF _Toc524695250 \h </w:instrText>
      </w:r>
      <w:r>
        <w:fldChar w:fldCharType="separate"/>
      </w:r>
      <w:r>
        <w:t>7</w:t>
      </w:r>
      <w:r>
        <w:fldChar w:fldCharType="end"/>
      </w:r>
    </w:p>
    <w:p w:rsidR="00252094" w:rsidRDefault="00252094">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r>
      <w:r>
        <w:fldChar w:fldCharType="begin" w:fldLock="1"/>
      </w:r>
      <w:r>
        <w:instrText xml:space="preserve"> PAGEREF _Toc524695251 \h </w:instrText>
      </w:r>
      <w:r>
        <w:fldChar w:fldCharType="separate"/>
      </w:r>
      <w:r>
        <w:t>7</w:t>
      </w:r>
      <w:r>
        <w:fldChar w:fldCharType="end"/>
      </w:r>
    </w:p>
    <w:p w:rsidR="00252094" w:rsidRDefault="00252094">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t>Control of UE/E-UTRAN measurements</w:t>
      </w:r>
      <w:r>
        <w:tab/>
      </w:r>
      <w:r>
        <w:fldChar w:fldCharType="begin" w:fldLock="1"/>
      </w:r>
      <w:r>
        <w:instrText xml:space="preserve"> PAGEREF _Toc524695252 \h </w:instrText>
      </w:r>
      <w:r>
        <w:fldChar w:fldCharType="separate"/>
      </w:r>
      <w:r>
        <w:t>7</w:t>
      </w:r>
      <w:r>
        <w:fldChar w:fldCharType="end"/>
      </w:r>
    </w:p>
    <w:p w:rsidR="00252094" w:rsidRDefault="00252094">
      <w:pPr>
        <w:pStyle w:val="TOC1"/>
        <w:rPr>
          <w:rFonts w:asciiTheme="minorHAnsi" w:eastAsiaTheme="minorEastAsia" w:hAnsiTheme="minorHAnsi" w:cstheme="minorBidi"/>
          <w:szCs w:val="22"/>
          <w:lang w:eastAsia="en-GB"/>
        </w:rPr>
      </w:pPr>
      <w:r>
        <w:t>5</w:t>
      </w:r>
      <w:r>
        <w:rPr>
          <w:rFonts w:asciiTheme="minorHAnsi" w:eastAsiaTheme="minorEastAsia" w:hAnsiTheme="minorHAnsi" w:cstheme="minorBidi"/>
          <w:szCs w:val="22"/>
          <w:lang w:eastAsia="en-GB"/>
        </w:rPr>
        <w:tab/>
      </w:r>
      <w:r>
        <w:t>Measurement capabilities for E-UTRA</w:t>
      </w:r>
      <w:r>
        <w:tab/>
      </w:r>
      <w:r>
        <w:fldChar w:fldCharType="begin" w:fldLock="1"/>
      </w:r>
      <w:r>
        <w:instrText xml:space="preserve"> PAGEREF _Toc524695253 \h </w:instrText>
      </w:r>
      <w:r>
        <w:fldChar w:fldCharType="separate"/>
      </w:r>
      <w:r>
        <w:t>8</w:t>
      </w:r>
      <w:r>
        <w:fldChar w:fldCharType="end"/>
      </w:r>
    </w:p>
    <w:p w:rsidR="00252094" w:rsidRDefault="00252094">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UE measurement capabilities</w:t>
      </w:r>
      <w:r>
        <w:tab/>
      </w:r>
      <w:r>
        <w:fldChar w:fldCharType="begin" w:fldLock="1"/>
      </w:r>
      <w:r>
        <w:instrText xml:space="preserve"> PAGEREF _Toc524695254 \h </w:instrText>
      </w:r>
      <w:r>
        <w:fldChar w:fldCharType="separate"/>
      </w:r>
      <w:r>
        <w:t>8</w:t>
      </w:r>
      <w:r>
        <w:fldChar w:fldCharType="end"/>
      </w:r>
    </w:p>
    <w:p w:rsidR="00252094" w:rsidRDefault="00252094">
      <w:pPr>
        <w:pStyle w:val="TOC3"/>
        <w:rPr>
          <w:rFonts w:asciiTheme="minorHAnsi" w:eastAsiaTheme="minorEastAsia" w:hAnsiTheme="minorHAnsi" w:cstheme="minorBidi"/>
          <w:sz w:val="22"/>
          <w:szCs w:val="22"/>
          <w:lang w:eastAsia="en-GB"/>
        </w:rPr>
      </w:pPr>
      <w:r>
        <w:t>5.1.1</w:t>
      </w:r>
      <w:r>
        <w:rPr>
          <w:rFonts w:asciiTheme="minorHAnsi" w:eastAsiaTheme="minorEastAsia" w:hAnsiTheme="minorHAnsi" w:cstheme="minorBidi"/>
          <w:sz w:val="22"/>
          <w:szCs w:val="22"/>
          <w:lang w:eastAsia="en-GB"/>
        </w:rPr>
        <w:tab/>
      </w:r>
      <w:r>
        <w:t>Reference Signal Received Power (RSRP)</w:t>
      </w:r>
      <w:r>
        <w:tab/>
      </w:r>
      <w:r>
        <w:fldChar w:fldCharType="begin" w:fldLock="1"/>
      </w:r>
      <w:r>
        <w:instrText xml:space="preserve"> PAGEREF _Toc524695255 \h </w:instrText>
      </w:r>
      <w:r>
        <w:fldChar w:fldCharType="separate"/>
      </w:r>
      <w:r>
        <w:t>8</w:t>
      </w:r>
      <w:r>
        <w:fldChar w:fldCharType="end"/>
      </w:r>
    </w:p>
    <w:p w:rsidR="00252094" w:rsidRDefault="00252094">
      <w:pPr>
        <w:pStyle w:val="TOC3"/>
        <w:rPr>
          <w:rFonts w:asciiTheme="minorHAnsi" w:eastAsiaTheme="minorEastAsia" w:hAnsiTheme="minorHAnsi" w:cstheme="minorBidi"/>
          <w:sz w:val="22"/>
          <w:szCs w:val="22"/>
          <w:lang w:eastAsia="en-GB"/>
        </w:rPr>
      </w:pPr>
      <w:r>
        <w:t>5.1.2</w:t>
      </w:r>
      <w:r>
        <w:rPr>
          <w:rFonts w:asciiTheme="minorHAnsi" w:eastAsiaTheme="minorEastAsia" w:hAnsiTheme="minorHAnsi" w:cstheme="minorBidi"/>
          <w:sz w:val="22"/>
          <w:szCs w:val="22"/>
          <w:lang w:eastAsia="en-GB"/>
        </w:rPr>
        <w:tab/>
      </w:r>
      <w:r>
        <w:t>Void</w:t>
      </w:r>
      <w:r>
        <w:tab/>
      </w:r>
      <w:r>
        <w:fldChar w:fldCharType="begin" w:fldLock="1"/>
      </w:r>
      <w:r>
        <w:instrText xml:space="preserve"> PAGEREF _Toc524695256 \h </w:instrText>
      </w:r>
      <w:r>
        <w:fldChar w:fldCharType="separate"/>
      </w:r>
      <w:r>
        <w:t>9</w:t>
      </w:r>
      <w:r>
        <w:fldChar w:fldCharType="end"/>
      </w:r>
    </w:p>
    <w:p w:rsidR="00252094" w:rsidRDefault="00252094">
      <w:pPr>
        <w:pStyle w:val="TOC3"/>
        <w:rPr>
          <w:rFonts w:asciiTheme="minorHAnsi" w:eastAsiaTheme="minorEastAsia" w:hAnsiTheme="minorHAnsi" w:cstheme="minorBidi"/>
          <w:sz w:val="22"/>
          <w:szCs w:val="22"/>
          <w:lang w:eastAsia="en-GB"/>
        </w:rPr>
      </w:pPr>
      <w:r>
        <w:t>5.1.3</w:t>
      </w:r>
      <w:r>
        <w:rPr>
          <w:rFonts w:asciiTheme="minorHAnsi" w:eastAsiaTheme="minorEastAsia" w:hAnsiTheme="minorHAnsi" w:cstheme="minorBidi"/>
          <w:sz w:val="22"/>
          <w:szCs w:val="22"/>
          <w:lang w:eastAsia="en-GB"/>
        </w:rPr>
        <w:tab/>
      </w:r>
      <w:r>
        <w:t>Reference Signal Received Quality (RSRQ)</w:t>
      </w:r>
      <w:r>
        <w:tab/>
      </w:r>
      <w:r>
        <w:fldChar w:fldCharType="begin" w:fldLock="1"/>
      </w:r>
      <w:r>
        <w:instrText xml:space="preserve"> PAGEREF _Toc524695257 \h </w:instrText>
      </w:r>
      <w:r>
        <w:fldChar w:fldCharType="separate"/>
      </w:r>
      <w:r>
        <w:t>9</w:t>
      </w:r>
      <w:r>
        <w:fldChar w:fldCharType="end"/>
      </w:r>
    </w:p>
    <w:p w:rsidR="00252094" w:rsidRDefault="00252094">
      <w:pPr>
        <w:pStyle w:val="TOC3"/>
        <w:rPr>
          <w:rFonts w:asciiTheme="minorHAnsi" w:eastAsiaTheme="minorEastAsia" w:hAnsiTheme="minorHAnsi" w:cstheme="minorBidi"/>
          <w:sz w:val="22"/>
          <w:szCs w:val="22"/>
          <w:lang w:eastAsia="en-GB"/>
        </w:rPr>
      </w:pPr>
      <w:r>
        <w:t>5.1.4</w:t>
      </w:r>
      <w:r>
        <w:rPr>
          <w:rFonts w:asciiTheme="minorHAnsi" w:eastAsiaTheme="minorEastAsia" w:hAnsiTheme="minorHAnsi" w:cstheme="minorBidi"/>
          <w:sz w:val="22"/>
          <w:szCs w:val="22"/>
          <w:lang w:eastAsia="en-GB"/>
        </w:rPr>
        <w:tab/>
      </w:r>
      <w:r>
        <w:t>UTRA FDD CPICH RSCP</w:t>
      </w:r>
      <w:r>
        <w:tab/>
      </w:r>
      <w:r>
        <w:fldChar w:fldCharType="begin" w:fldLock="1"/>
      </w:r>
      <w:r>
        <w:instrText xml:space="preserve"> PAGEREF _Toc524695258 \h </w:instrText>
      </w:r>
      <w:r>
        <w:fldChar w:fldCharType="separate"/>
      </w:r>
      <w:r>
        <w:t>9</w:t>
      </w:r>
      <w:r>
        <w:fldChar w:fldCharType="end"/>
      </w:r>
    </w:p>
    <w:p w:rsidR="00252094" w:rsidRDefault="00252094">
      <w:pPr>
        <w:pStyle w:val="TOC3"/>
        <w:rPr>
          <w:rFonts w:asciiTheme="minorHAnsi" w:eastAsiaTheme="minorEastAsia" w:hAnsiTheme="minorHAnsi" w:cstheme="minorBidi"/>
          <w:sz w:val="22"/>
          <w:szCs w:val="22"/>
          <w:lang w:eastAsia="en-GB"/>
        </w:rPr>
      </w:pPr>
      <w:r>
        <w:t>5.1.5</w:t>
      </w:r>
      <w:r>
        <w:rPr>
          <w:rFonts w:asciiTheme="minorHAnsi" w:eastAsiaTheme="minorEastAsia" w:hAnsiTheme="minorHAnsi" w:cstheme="minorBidi"/>
          <w:sz w:val="22"/>
          <w:szCs w:val="22"/>
          <w:lang w:eastAsia="en-GB"/>
        </w:rPr>
        <w:tab/>
      </w:r>
      <w:r>
        <w:t>UTRA FDD carrier RSSI</w:t>
      </w:r>
      <w:r>
        <w:tab/>
      </w:r>
      <w:r>
        <w:fldChar w:fldCharType="begin" w:fldLock="1"/>
      </w:r>
      <w:r>
        <w:instrText xml:space="preserve"> PAGEREF _Toc524695259 \h </w:instrText>
      </w:r>
      <w:r>
        <w:fldChar w:fldCharType="separate"/>
      </w:r>
      <w:r>
        <w:t>10</w:t>
      </w:r>
      <w:r>
        <w:fldChar w:fldCharType="end"/>
      </w:r>
    </w:p>
    <w:p w:rsidR="00252094" w:rsidRDefault="00252094">
      <w:pPr>
        <w:pStyle w:val="TOC3"/>
        <w:rPr>
          <w:rFonts w:asciiTheme="minorHAnsi" w:eastAsiaTheme="minorEastAsia" w:hAnsiTheme="minorHAnsi" w:cstheme="minorBidi"/>
          <w:sz w:val="22"/>
          <w:szCs w:val="22"/>
          <w:lang w:eastAsia="en-GB"/>
        </w:rPr>
      </w:pPr>
      <w:r>
        <w:t>5.1.6</w:t>
      </w:r>
      <w:r>
        <w:rPr>
          <w:rFonts w:asciiTheme="minorHAnsi" w:eastAsiaTheme="minorEastAsia" w:hAnsiTheme="minorHAnsi" w:cstheme="minorBidi"/>
          <w:sz w:val="22"/>
          <w:szCs w:val="22"/>
          <w:lang w:eastAsia="en-GB"/>
        </w:rPr>
        <w:tab/>
      </w:r>
      <w:r>
        <w:t>UTRA FDD CPICH Ec/No</w:t>
      </w:r>
      <w:r>
        <w:tab/>
      </w:r>
      <w:r>
        <w:fldChar w:fldCharType="begin" w:fldLock="1"/>
      </w:r>
      <w:r>
        <w:instrText xml:space="preserve"> PAGEREF _Toc524695260 \h </w:instrText>
      </w:r>
      <w:r>
        <w:fldChar w:fldCharType="separate"/>
      </w:r>
      <w:r>
        <w:t>10</w:t>
      </w:r>
      <w:r>
        <w:fldChar w:fldCharType="end"/>
      </w:r>
    </w:p>
    <w:p w:rsidR="00252094" w:rsidRDefault="00252094">
      <w:pPr>
        <w:pStyle w:val="TOC3"/>
        <w:rPr>
          <w:rFonts w:asciiTheme="minorHAnsi" w:eastAsiaTheme="minorEastAsia" w:hAnsiTheme="minorHAnsi" w:cstheme="minorBidi"/>
          <w:sz w:val="22"/>
          <w:szCs w:val="22"/>
          <w:lang w:eastAsia="en-GB"/>
        </w:rPr>
      </w:pPr>
      <w:r>
        <w:t>5.1.7</w:t>
      </w:r>
      <w:r>
        <w:rPr>
          <w:rFonts w:asciiTheme="minorHAnsi" w:eastAsiaTheme="minorEastAsia" w:hAnsiTheme="minorHAnsi" w:cstheme="minorBidi"/>
          <w:sz w:val="22"/>
          <w:szCs w:val="22"/>
          <w:lang w:eastAsia="en-GB"/>
        </w:rPr>
        <w:tab/>
      </w:r>
      <w:r>
        <w:t>GSM carrier RSSI</w:t>
      </w:r>
      <w:r>
        <w:tab/>
      </w:r>
      <w:r>
        <w:fldChar w:fldCharType="begin" w:fldLock="1"/>
      </w:r>
      <w:r>
        <w:instrText xml:space="preserve"> PAGEREF _Toc524695261 \h </w:instrText>
      </w:r>
      <w:r>
        <w:fldChar w:fldCharType="separate"/>
      </w:r>
      <w:r>
        <w:t>10</w:t>
      </w:r>
      <w:r>
        <w:fldChar w:fldCharType="end"/>
      </w:r>
    </w:p>
    <w:p w:rsidR="00252094" w:rsidRDefault="00252094">
      <w:pPr>
        <w:pStyle w:val="TOC3"/>
        <w:rPr>
          <w:rFonts w:asciiTheme="minorHAnsi" w:eastAsiaTheme="minorEastAsia" w:hAnsiTheme="minorHAnsi" w:cstheme="minorBidi"/>
          <w:sz w:val="22"/>
          <w:szCs w:val="22"/>
          <w:lang w:eastAsia="en-GB"/>
        </w:rPr>
      </w:pPr>
      <w:r>
        <w:t>5.1.8</w:t>
      </w:r>
      <w:r>
        <w:rPr>
          <w:rFonts w:asciiTheme="minorHAnsi" w:eastAsiaTheme="minorEastAsia" w:hAnsiTheme="minorHAnsi" w:cstheme="minorBidi"/>
          <w:sz w:val="22"/>
          <w:szCs w:val="22"/>
          <w:lang w:eastAsia="en-GB"/>
        </w:rPr>
        <w:tab/>
      </w:r>
      <w:r>
        <w:t>Void</w:t>
      </w:r>
      <w:r>
        <w:tab/>
      </w:r>
      <w:r>
        <w:fldChar w:fldCharType="begin" w:fldLock="1"/>
      </w:r>
      <w:r>
        <w:instrText xml:space="preserve"> PAGEREF _Toc524695262 \h </w:instrText>
      </w:r>
      <w:r>
        <w:fldChar w:fldCharType="separate"/>
      </w:r>
      <w:r>
        <w:t>10</w:t>
      </w:r>
      <w:r>
        <w:fldChar w:fldCharType="end"/>
      </w:r>
    </w:p>
    <w:p w:rsidR="00252094" w:rsidRDefault="00252094">
      <w:pPr>
        <w:pStyle w:val="TOC3"/>
        <w:rPr>
          <w:rFonts w:asciiTheme="minorHAnsi" w:eastAsiaTheme="minorEastAsia" w:hAnsiTheme="minorHAnsi" w:cstheme="minorBidi"/>
          <w:sz w:val="22"/>
          <w:szCs w:val="22"/>
          <w:lang w:eastAsia="en-GB"/>
        </w:rPr>
      </w:pPr>
      <w:r>
        <w:t>5.1.9</w:t>
      </w:r>
      <w:r>
        <w:rPr>
          <w:rFonts w:asciiTheme="minorHAnsi" w:eastAsiaTheme="minorEastAsia" w:hAnsiTheme="minorHAnsi" w:cstheme="minorBidi"/>
          <w:sz w:val="22"/>
          <w:szCs w:val="22"/>
          <w:lang w:eastAsia="en-GB"/>
        </w:rPr>
        <w:tab/>
      </w:r>
      <w:r>
        <w:t>UTRA TDD P-CCPCH RSCP</w:t>
      </w:r>
      <w:r>
        <w:tab/>
      </w:r>
      <w:r>
        <w:fldChar w:fldCharType="begin" w:fldLock="1"/>
      </w:r>
      <w:r>
        <w:instrText xml:space="preserve"> PAGEREF _Toc524695263 \h </w:instrText>
      </w:r>
      <w:r>
        <w:fldChar w:fldCharType="separate"/>
      </w:r>
      <w:r>
        <w:t>10</w:t>
      </w:r>
      <w:r>
        <w:fldChar w:fldCharType="end"/>
      </w:r>
    </w:p>
    <w:p w:rsidR="00252094" w:rsidRDefault="00252094">
      <w:pPr>
        <w:pStyle w:val="TOC3"/>
        <w:rPr>
          <w:rFonts w:asciiTheme="minorHAnsi" w:eastAsiaTheme="minorEastAsia" w:hAnsiTheme="minorHAnsi" w:cstheme="minorBidi"/>
          <w:sz w:val="22"/>
          <w:szCs w:val="22"/>
          <w:lang w:eastAsia="en-GB"/>
        </w:rPr>
      </w:pPr>
      <w:r>
        <w:t>5.1.10</w:t>
      </w:r>
      <w:r>
        <w:rPr>
          <w:rFonts w:asciiTheme="minorHAnsi" w:eastAsiaTheme="minorEastAsia" w:hAnsiTheme="minorHAnsi" w:cstheme="minorBidi"/>
          <w:sz w:val="22"/>
          <w:szCs w:val="22"/>
          <w:lang w:eastAsia="en-GB"/>
        </w:rPr>
        <w:tab/>
      </w:r>
      <w:r>
        <w:t>CDMA2000 1x RTT Pilot Strength</w:t>
      </w:r>
      <w:r>
        <w:tab/>
      </w:r>
      <w:r>
        <w:fldChar w:fldCharType="begin" w:fldLock="1"/>
      </w:r>
      <w:r>
        <w:instrText xml:space="preserve"> PAGEREF _Toc524695264 \h </w:instrText>
      </w:r>
      <w:r>
        <w:fldChar w:fldCharType="separate"/>
      </w:r>
      <w:r>
        <w:t>11</w:t>
      </w:r>
      <w:r>
        <w:fldChar w:fldCharType="end"/>
      </w:r>
    </w:p>
    <w:p w:rsidR="00252094" w:rsidRDefault="00252094">
      <w:pPr>
        <w:pStyle w:val="TOC3"/>
        <w:rPr>
          <w:rFonts w:asciiTheme="minorHAnsi" w:eastAsiaTheme="minorEastAsia" w:hAnsiTheme="minorHAnsi" w:cstheme="minorBidi"/>
          <w:sz w:val="22"/>
          <w:szCs w:val="22"/>
          <w:lang w:eastAsia="en-GB"/>
        </w:rPr>
      </w:pPr>
      <w:r>
        <w:t>5.1.11</w:t>
      </w:r>
      <w:r>
        <w:rPr>
          <w:rFonts w:asciiTheme="minorHAnsi" w:eastAsiaTheme="minorEastAsia" w:hAnsiTheme="minorHAnsi" w:cstheme="minorBidi"/>
          <w:sz w:val="22"/>
          <w:szCs w:val="22"/>
          <w:lang w:eastAsia="en-GB"/>
        </w:rPr>
        <w:tab/>
      </w:r>
      <w:r>
        <w:t>CDMA2000 HRPD Pilot Strength</w:t>
      </w:r>
      <w:r>
        <w:tab/>
      </w:r>
      <w:r>
        <w:fldChar w:fldCharType="begin" w:fldLock="1"/>
      </w:r>
      <w:r>
        <w:instrText xml:space="preserve"> PAGEREF _Toc524695265 \h </w:instrText>
      </w:r>
      <w:r>
        <w:fldChar w:fldCharType="separate"/>
      </w:r>
      <w:r>
        <w:t>11</w:t>
      </w:r>
      <w:r>
        <w:fldChar w:fldCharType="end"/>
      </w:r>
    </w:p>
    <w:p w:rsidR="00252094" w:rsidRDefault="00252094">
      <w:pPr>
        <w:pStyle w:val="TOC3"/>
        <w:rPr>
          <w:rFonts w:asciiTheme="minorHAnsi" w:eastAsiaTheme="minorEastAsia" w:hAnsiTheme="minorHAnsi" w:cstheme="minorBidi"/>
          <w:sz w:val="22"/>
          <w:szCs w:val="22"/>
          <w:lang w:eastAsia="en-GB"/>
        </w:rPr>
      </w:pPr>
      <w:r>
        <w:t>5.1.12</w:t>
      </w:r>
      <w:r>
        <w:rPr>
          <w:rFonts w:asciiTheme="minorHAnsi" w:eastAsiaTheme="minorEastAsia" w:hAnsiTheme="minorHAnsi" w:cstheme="minorBidi"/>
          <w:sz w:val="22"/>
          <w:szCs w:val="22"/>
          <w:lang w:eastAsia="en-GB"/>
        </w:rPr>
        <w:tab/>
      </w:r>
      <w:r>
        <w:t>Reference signal time difference (RSTD)</w:t>
      </w:r>
      <w:r>
        <w:tab/>
      </w:r>
      <w:r>
        <w:fldChar w:fldCharType="begin" w:fldLock="1"/>
      </w:r>
      <w:r>
        <w:instrText xml:space="preserve"> PAGEREF _Toc524695266 \h </w:instrText>
      </w:r>
      <w:r>
        <w:fldChar w:fldCharType="separate"/>
      </w:r>
      <w:r>
        <w:t>11</w:t>
      </w:r>
      <w:r>
        <w:fldChar w:fldCharType="end"/>
      </w:r>
    </w:p>
    <w:p w:rsidR="00252094" w:rsidRDefault="00252094">
      <w:pPr>
        <w:pStyle w:val="TOC3"/>
        <w:rPr>
          <w:rFonts w:asciiTheme="minorHAnsi" w:eastAsiaTheme="minorEastAsia" w:hAnsiTheme="minorHAnsi" w:cstheme="minorBidi"/>
          <w:sz w:val="22"/>
          <w:szCs w:val="22"/>
          <w:lang w:eastAsia="en-GB"/>
        </w:rPr>
      </w:pPr>
      <w:r>
        <w:t>5.1.13</w:t>
      </w:r>
      <w:r>
        <w:rPr>
          <w:rFonts w:asciiTheme="minorHAnsi" w:eastAsiaTheme="minorEastAsia" w:hAnsiTheme="minorHAnsi" w:cstheme="minorBidi"/>
          <w:sz w:val="22"/>
          <w:szCs w:val="22"/>
          <w:lang w:eastAsia="en-GB"/>
        </w:rPr>
        <w:tab/>
      </w:r>
      <w:r>
        <w:t>UE GNSS Timing of Cell Frames for UE positioning</w:t>
      </w:r>
      <w:r>
        <w:tab/>
      </w:r>
      <w:r>
        <w:fldChar w:fldCharType="begin" w:fldLock="1"/>
      </w:r>
      <w:r>
        <w:instrText xml:space="preserve"> PAGEREF _Toc524695267 \h </w:instrText>
      </w:r>
      <w:r>
        <w:fldChar w:fldCharType="separate"/>
      </w:r>
      <w:r>
        <w:t>11</w:t>
      </w:r>
      <w:r>
        <w:fldChar w:fldCharType="end"/>
      </w:r>
    </w:p>
    <w:p w:rsidR="00252094" w:rsidRDefault="00252094">
      <w:pPr>
        <w:pStyle w:val="TOC3"/>
        <w:rPr>
          <w:rFonts w:asciiTheme="minorHAnsi" w:eastAsiaTheme="minorEastAsia" w:hAnsiTheme="minorHAnsi" w:cstheme="minorBidi"/>
          <w:sz w:val="22"/>
          <w:szCs w:val="22"/>
          <w:lang w:eastAsia="en-GB"/>
        </w:rPr>
      </w:pPr>
      <w:r>
        <w:t>5.1.14</w:t>
      </w:r>
      <w:r>
        <w:rPr>
          <w:rFonts w:asciiTheme="minorHAnsi" w:eastAsiaTheme="minorEastAsia" w:hAnsiTheme="minorHAnsi" w:cstheme="minorBidi"/>
          <w:sz w:val="22"/>
          <w:szCs w:val="22"/>
          <w:lang w:eastAsia="en-GB"/>
        </w:rPr>
        <w:tab/>
      </w:r>
      <w:r>
        <w:t>UE GNSS code measurements</w:t>
      </w:r>
      <w:r>
        <w:tab/>
      </w:r>
      <w:r>
        <w:fldChar w:fldCharType="begin" w:fldLock="1"/>
      </w:r>
      <w:r>
        <w:instrText xml:space="preserve"> PAGEREF _Toc524695268 \h </w:instrText>
      </w:r>
      <w:r>
        <w:fldChar w:fldCharType="separate"/>
      </w:r>
      <w:r>
        <w:t>11</w:t>
      </w:r>
      <w:r>
        <w:fldChar w:fldCharType="end"/>
      </w:r>
    </w:p>
    <w:p w:rsidR="00252094" w:rsidRDefault="00252094">
      <w:pPr>
        <w:pStyle w:val="TOC3"/>
        <w:rPr>
          <w:rFonts w:asciiTheme="minorHAnsi" w:eastAsiaTheme="minorEastAsia" w:hAnsiTheme="minorHAnsi" w:cstheme="minorBidi"/>
          <w:sz w:val="22"/>
          <w:szCs w:val="22"/>
          <w:lang w:eastAsia="en-GB"/>
        </w:rPr>
      </w:pPr>
      <w:r>
        <w:t>5.1.14A</w:t>
      </w:r>
      <w:r>
        <w:rPr>
          <w:rFonts w:asciiTheme="minorHAnsi" w:eastAsiaTheme="minorEastAsia" w:hAnsiTheme="minorHAnsi" w:cstheme="minorBidi"/>
          <w:sz w:val="22"/>
          <w:szCs w:val="22"/>
          <w:lang w:eastAsia="en-GB"/>
        </w:rPr>
        <w:tab/>
      </w:r>
      <w:r>
        <w:t>UE GNSS carrier phase measurements</w:t>
      </w:r>
      <w:r>
        <w:tab/>
      </w:r>
      <w:r>
        <w:fldChar w:fldCharType="begin" w:fldLock="1"/>
      </w:r>
      <w:r>
        <w:instrText xml:space="preserve"> PAGEREF _Toc524695269 \h </w:instrText>
      </w:r>
      <w:r>
        <w:fldChar w:fldCharType="separate"/>
      </w:r>
      <w:r>
        <w:t>12</w:t>
      </w:r>
      <w:r>
        <w:fldChar w:fldCharType="end"/>
      </w:r>
    </w:p>
    <w:p w:rsidR="00252094" w:rsidRDefault="00252094">
      <w:pPr>
        <w:pStyle w:val="TOC3"/>
        <w:rPr>
          <w:rFonts w:asciiTheme="minorHAnsi" w:eastAsiaTheme="minorEastAsia" w:hAnsiTheme="minorHAnsi" w:cstheme="minorBidi"/>
          <w:sz w:val="22"/>
          <w:szCs w:val="22"/>
          <w:lang w:eastAsia="en-GB"/>
        </w:rPr>
      </w:pPr>
      <w:r>
        <w:t>5.1.15</w:t>
      </w:r>
      <w:r>
        <w:rPr>
          <w:rFonts w:asciiTheme="minorHAnsi" w:eastAsiaTheme="minorEastAsia" w:hAnsiTheme="minorHAnsi" w:cstheme="minorBidi"/>
          <w:sz w:val="22"/>
          <w:szCs w:val="22"/>
          <w:lang w:eastAsia="en-GB"/>
        </w:rPr>
        <w:tab/>
      </w:r>
      <w:r>
        <w:t>UE Rx – Tx time difference</w:t>
      </w:r>
      <w:r>
        <w:tab/>
      </w:r>
      <w:r>
        <w:fldChar w:fldCharType="begin" w:fldLock="1"/>
      </w:r>
      <w:r>
        <w:instrText xml:space="preserve"> PAGEREF _Toc524695270 \h </w:instrText>
      </w:r>
      <w:r>
        <w:fldChar w:fldCharType="separate"/>
      </w:r>
      <w:r>
        <w:t>12</w:t>
      </w:r>
      <w:r>
        <w:fldChar w:fldCharType="end"/>
      </w:r>
    </w:p>
    <w:p w:rsidR="00252094" w:rsidRDefault="00252094">
      <w:pPr>
        <w:pStyle w:val="TOC3"/>
        <w:rPr>
          <w:rFonts w:asciiTheme="minorHAnsi" w:eastAsiaTheme="minorEastAsia" w:hAnsiTheme="minorHAnsi" w:cstheme="minorBidi"/>
          <w:sz w:val="22"/>
          <w:szCs w:val="22"/>
          <w:lang w:eastAsia="en-GB"/>
        </w:rPr>
      </w:pPr>
      <w:r>
        <w:t>5.1.16</w:t>
      </w:r>
      <w:r>
        <w:rPr>
          <w:rFonts w:asciiTheme="minorHAnsi" w:eastAsiaTheme="minorEastAsia" w:hAnsiTheme="minorHAnsi" w:cstheme="minorBidi"/>
          <w:sz w:val="22"/>
          <w:szCs w:val="22"/>
          <w:lang w:eastAsia="en-GB"/>
        </w:rPr>
        <w:tab/>
      </w:r>
      <w:r>
        <w:t>IEEE 802.11 WLAN RSSI</w:t>
      </w:r>
      <w:r>
        <w:tab/>
      </w:r>
      <w:r>
        <w:fldChar w:fldCharType="begin" w:fldLock="1"/>
      </w:r>
      <w:r>
        <w:instrText xml:space="preserve"> PAGEREF _Toc524695271 \h </w:instrText>
      </w:r>
      <w:r>
        <w:fldChar w:fldCharType="separate"/>
      </w:r>
      <w:r>
        <w:t>12</w:t>
      </w:r>
      <w:r>
        <w:fldChar w:fldCharType="end"/>
      </w:r>
    </w:p>
    <w:p w:rsidR="00252094" w:rsidRDefault="00252094">
      <w:pPr>
        <w:pStyle w:val="TOC3"/>
        <w:rPr>
          <w:rFonts w:asciiTheme="minorHAnsi" w:eastAsiaTheme="minorEastAsia" w:hAnsiTheme="minorHAnsi" w:cstheme="minorBidi"/>
          <w:sz w:val="22"/>
          <w:szCs w:val="22"/>
          <w:lang w:eastAsia="en-GB"/>
        </w:rPr>
      </w:pPr>
      <w:r>
        <w:t>5.1.17</w:t>
      </w:r>
      <w:r>
        <w:rPr>
          <w:rFonts w:asciiTheme="minorHAnsi" w:eastAsiaTheme="minorEastAsia" w:hAnsiTheme="minorHAnsi" w:cstheme="minorBidi"/>
          <w:sz w:val="22"/>
          <w:szCs w:val="22"/>
          <w:lang w:eastAsia="en-GB"/>
        </w:rPr>
        <w:tab/>
      </w:r>
      <w:r>
        <w:t>MBSFN Reference Signal Received Power (MBSFN RSRP)</w:t>
      </w:r>
      <w:r>
        <w:tab/>
      </w:r>
      <w:r>
        <w:fldChar w:fldCharType="begin" w:fldLock="1"/>
      </w:r>
      <w:r>
        <w:instrText xml:space="preserve"> PAGEREF _Toc524695272 \h </w:instrText>
      </w:r>
      <w:r>
        <w:fldChar w:fldCharType="separate"/>
      </w:r>
      <w:r>
        <w:t>12</w:t>
      </w:r>
      <w:r>
        <w:fldChar w:fldCharType="end"/>
      </w:r>
    </w:p>
    <w:p w:rsidR="00252094" w:rsidRDefault="00252094">
      <w:pPr>
        <w:pStyle w:val="TOC3"/>
        <w:rPr>
          <w:rFonts w:asciiTheme="minorHAnsi" w:eastAsiaTheme="minorEastAsia" w:hAnsiTheme="minorHAnsi" w:cstheme="minorBidi"/>
          <w:sz w:val="22"/>
          <w:szCs w:val="22"/>
          <w:lang w:eastAsia="en-GB"/>
        </w:rPr>
      </w:pPr>
      <w:r>
        <w:t>5.1.18</w:t>
      </w:r>
      <w:r>
        <w:rPr>
          <w:rFonts w:asciiTheme="minorHAnsi" w:eastAsiaTheme="minorEastAsia" w:hAnsiTheme="minorHAnsi" w:cstheme="minorBidi"/>
          <w:sz w:val="22"/>
          <w:szCs w:val="22"/>
          <w:lang w:eastAsia="en-GB"/>
        </w:rPr>
        <w:tab/>
      </w:r>
      <w:r>
        <w:t>MBSFN Reference Signal Received Quality (MBSFN RSRQ)</w:t>
      </w:r>
      <w:r>
        <w:tab/>
      </w:r>
      <w:r>
        <w:fldChar w:fldCharType="begin" w:fldLock="1"/>
      </w:r>
      <w:r>
        <w:instrText xml:space="preserve"> PAGEREF _Toc524695273 \h </w:instrText>
      </w:r>
      <w:r>
        <w:fldChar w:fldCharType="separate"/>
      </w:r>
      <w:r>
        <w:t>13</w:t>
      </w:r>
      <w:r>
        <w:fldChar w:fldCharType="end"/>
      </w:r>
    </w:p>
    <w:p w:rsidR="00252094" w:rsidRDefault="00252094">
      <w:pPr>
        <w:pStyle w:val="TOC3"/>
        <w:rPr>
          <w:rFonts w:asciiTheme="minorHAnsi" w:eastAsiaTheme="minorEastAsia" w:hAnsiTheme="minorHAnsi" w:cstheme="minorBidi"/>
          <w:sz w:val="22"/>
          <w:szCs w:val="22"/>
          <w:lang w:eastAsia="en-GB"/>
        </w:rPr>
      </w:pPr>
      <w:r>
        <w:t>5.1.19</w:t>
      </w:r>
      <w:r>
        <w:rPr>
          <w:rFonts w:asciiTheme="minorHAnsi" w:eastAsiaTheme="minorEastAsia" w:hAnsiTheme="minorHAnsi" w:cstheme="minorBidi"/>
          <w:sz w:val="22"/>
          <w:szCs w:val="22"/>
          <w:lang w:eastAsia="en-GB"/>
        </w:rPr>
        <w:tab/>
      </w:r>
      <w:r>
        <w:t>Multicast Channel Block Error Rate (MCH BLER)</w:t>
      </w:r>
      <w:r>
        <w:tab/>
      </w:r>
      <w:r>
        <w:fldChar w:fldCharType="begin" w:fldLock="1"/>
      </w:r>
      <w:r>
        <w:instrText xml:space="preserve"> PAGEREF _Toc524695274 \h </w:instrText>
      </w:r>
      <w:r>
        <w:fldChar w:fldCharType="separate"/>
      </w:r>
      <w:r>
        <w:t>13</w:t>
      </w:r>
      <w:r>
        <w:fldChar w:fldCharType="end"/>
      </w:r>
    </w:p>
    <w:p w:rsidR="00252094" w:rsidRDefault="00252094">
      <w:pPr>
        <w:pStyle w:val="TOC3"/>
        <w:rPr>
          <w:rFonts w:asciiTheme="minorHAnsi" w:eastAsiaTheme="minorEastAsia" w:hAnsiTheme="minorHAnsi" w:cstheme="minorBidi"/>
          <w:sz w:val="22"/>
          <w:szCs w:val="22"/>
          <w:lang w:eastAsia="en-GB"/>
        </w:rPr>
      </w:pPr>
      <w:r>
        <w:t>5.1.20</w:t>
      </w:r>
      <w:r>
        <w:rPr>
          <w:rFonts w:asciiTheme="minorHAnsi" w:eastAsiaTheme="minorEastAsia" w:hAnsiTheme="minorHAnsi" w:cstheme="minorBidi"/>
          <w:sz w:val="22"/>
          <w:szCs w:val="22"/>
          <w:lang w:eastAsia="en-GB"/>
        </w:rPr>
        <w:tab/>
      </w:r>
      <w:r>
        <w:t>CSI Reference Signal Received Power (CSI-RSRP)</w:t>
      </w:r>
      <w:r>
        <w:tab/>
      </w:r>
      <w:r>
        <w:fldChar w:fldCharType="begin" w:fldLock="1"/>
      </w:r>
      <w:r>
        <w:instrText xml:space="preserve"> PAGEREF _Toc524695275 \h </w:instrText>
      </w:r>
      <w:r>
        <w:fldChar w:fldCharType="separate"/>
      </w:r>
      <w:r>
        <w:t>14</w:t>
      </w:r>
      <w:r>
        <w:fldChar w:fldCharType="end"/>
      </w:r>
    </w:p>
    <w:p w:rsidR="00252094" w:rsidRDefault="00252094">
      <w:pPr>
        <w:pStyle w:val="TOC3"/>
        <w:rPr>
          <w:rFonts w:asciiTheme="minorHAnsi" w:eastAsiaTheme="minorEastAsia" w:hAnsiTheme="minorHAnsi" w:cstheme="minorBidi"/>
          <w:sz w:val="22"/>
          <w:szCs w:val="22"/>
          <w:lang w:eastAsia="en-GB"/>
        </w:rPr>
      </w:pPr>
      <w:r>
        <w:t>5.1.21</w:t>
      </w:r>
      <w:r>
        <w:rPr>
          <w:rFonts w:asciiTheme="minorHAnsi" w:eastAsiaTheme="minorEastAsia" w:hAnsiTheme="minorHAnsi" w:cstheme="minorBidi"/>
          <w:sz w:val="22"/>
          <w:szCs w:val="22"/>
          <w:lang w:eastAsia="en-GB"/>
        </w:rPr>
        <w:tab/>
      </w:r>
      <w:r>
        <w:t>Sidelink Reference Signal Received Power (S-RSRP)</w:t>
      </w:r>
      <w:r>
        <w:tab/>
      </w:r>
      <w:r>
        <w:fldChar w:fldCharType="begin" w:fldLock="1"/>
      </w:r>
      <w:r>
        <w:instrText xml:space="preserve"> PAGEREF _Toc524695276 \h </w:instrText>
      </w:r>
      <w:r>
        <w:fldChar w:fldCharType="separate"/>
      </w:r>
      <w:r>
        <w:t>14</w:t>
      </w:r>
      <w:r>
        <w:fldChar w:fldCharType="end"/>
      </w:r>
    </w:p>
    <w:p w:rsidR="00252094" w:rsidRDefault="00252094">
      <w:pPr>
        <w:pStyle w:val="TOC3"/>
        <w:rPr>
          <w:rFonts w:asciiTheme="minorHAnsi" w:eastAsiaTheme="minorEastAsia" w:hAnsiTheme="minorHAnsi" w:cstheme="minorBidi"/>
          <w:sz w:val="22"/>
          <w:szCs w:val="22"/>
          <w:lang w:eastAsia="en-GB"/>
        </w:rPr>
      </w:pPr>
      <w:r>
        <w:t>5.1.22</w:t>
      </w:r>
      <w:r>
        <w:rPr>
          <w:rFonts w:asciiTheme="minorHAnsi" w:eastAsiaTheme="minorEastAsia" w:hAnsiTheme="minorHAnsi" w:cstheme="minorBidi"/>
          <w:sz w:val="22"/>
          <w:szCs w:val="22"/>
          <w:lang w:eastAsia="en-GB"/>
        </w:rPr>
        <w:tab/>
      </w:r>
      <w:r>
        <w:t>Sidelink Discovery Reference Signal Received Power (SD-RSRP)</w:t>
      </w:r>
      <w:r>
        <w:tab/>
      </w:r>
      <w:r>
        <w:fldChar w:fldCharType="begin" w:fldLock="1"/>
      </w:r>
      <w:r>
        <w:instrText xml:space="preserve"> PAGEREF _Toc524695277 \h </w:instrText>
      </w:r>
      <w:r>
        <w:fldChar w:fldCharType="separate"/>
      </w:r>
      <w:r>
        <w:t>15</w:t>
      </w:r>
      <w:r>
        <w:fldChar w:fldCharType="end"/>
      </w:r>
    </w:p>
    <w:p w:rsidR="00252094" w:rsidRDefault="00252094">
      <w:pPr>
        <w:pStyle w:val="TOC3"/>
        <w:rPr>
          <w:rFonts w:asciiTheme="minorHAnsi" w:eastAsiaTheme="minorEastAsia" w:hAnsiTheme="minorHAnsi" w:cstheme="minorBidi"/>
          <w:sz w:val="22"/>
          <w:szCs w:val="22"/>
          <w:lang w:eastAsia="en-GB"/>
        </w:rPr>
      </w:pPr>
      <w:r>
        <w:t>5.1.</w:t>
      </w:r>
      <w:r>
        <w:rPr>
          <w:lang w:eastAsia="zh-CN"/>
        </w:rPr>
        <w:t>23</w:t>
      </w:r>
      <w:r>
        <w:rPr>
          <w:rFonts w:asciiTheme="minorHAnsi" w:eastAsiaTheme="minorEastAsia" w:hAnsiTheme="minorHAnsi" w:cstheme="minorBidi"/>
          <w:sz w:val="22"/>
          <w:szCs w:val="22"/>
          <w:lang w:eastAsia="en-GB"/>
        </w:rPr>
        <w:tab/>
      </w:r>
      <w:r>
        <w:rPr>
          <w:lang w:eastAsia="zh-CN"/>
        </w:rPr>
        <w:t>Reference signal-signal to noise and interference ratio</w:t>
      </w:r>
      <w:r>
        <w:t xml:space="preserve"> (</w:t>
      </w:r>
      <w:r>
        <w:rPr>
          <w:lang w:eastAsia="zh-CN"/>
        </w:rPr>
        <w:t>RS</w:t>
      </w:r>
      <w:r>
        <w:t>-</w:t>
      </w:r>
      <w:r>
        <w:rPr>
          <w:lang w:eastAsia="zh-CN"/>
        </w:rPr>
        <w:t>SINR</w:t>
      </w:r>
      <w:r>
        <w:t>)</w:t>
      </w:r>
      <w:r>
        <w:tab/>
      </w:r>
      <w:r>
        <w:fldChar w:fldCharType="begin" w:fldLock="1"/>
      </w:r>
      <w:r>
        <w:instrText xml:space="preserve"> PAGEREF _Toc524695278 \h </w:instrText>
      </w:r>
      <w:r>
        <w:fldChar w:fldCharType="separate"/>
      </w:r>
      <w:r>
        <w:t>15</w:t>
      </w:r>
      <w:r>
        <w:fldChar w:fldCharType="end"/>
      </w:r>
    </w:p>
    <w:p w:rsidR="00252094" w:rsidRDefault="00252094">
      <w:pPr>
        <w:pStyle w:val="TOC3"/>
        <w:rPr>
          <w:rFonts w:asciiTheme="minorHAnsi" w:eastAsiaTheme="minorEastAsia" w:hAnsiTheme="minorHAnsi" w:cstheme="minorBidi"/>
          <w:sz w:val="22"/>
          <w:szCs w:val="22"/>
          <w:lang w:eastAsia="en-GB"/>
        </w:rPr>
      </w:pPr>
      <w:r>
        <w:t>5.1.24</w:t>
      </w:r>
      <w:r>
        <w:rPr>
          <w:rFonts w:asciiTheme="minorHAnsi" w:eastAsiaTheme="minorEastAsia" w:hAnsiTheme="minorHAnsi" w:cstheme="minorBidi"/>
          <w:sz w:val="22"/>
          <w:szCs w:val="22"/>
          <w:lang w:eastAsia="en-GB"/>
        </w:rPr>
        <w:tab/>
      </w:r>
      <w:r>
        <w:t>Received Signal Strength Indicator (RSSI)</w:t>
      </w:r>
      <w:r>
        <w:tab/>
      </w:r>
      <w:r>
        <w:fldChar w:fldCharType="begin" w:fldLock="1"/>
      </w:r>
      <w:r>
        <w:instrText xml:space="preserve"> PAGEREF _Toc524695279 \h </w:instrText>
      </w:r>
      <w:r>
        <w:fldChar w:fldCharType="separate"/>
      </w:r>
      <w:r>
        <w:t>16</w:t>
      </w:r>
      <w:r>
        <w:fldChar w:fldCharType="end"/>
      </w:r>
    </w:p>
    <w:p w:rsidR="00252094" w:rsidRDefault="00252094">
      <w:pPr>
        <w:pStyle w:val="TOC3"/>
        <w:rPr>
          <w:rFonts w:asciiTheme="minorHAnsi" w:eastAsiaTheme="minorEastAsia" w:hAnsiTheme="minorHAnsi" w:cstheme="minorBidi"/>
          <w:sz w:val="22"/>
          <w:szCs w:val="22"/>
          <w:lang w:eastAsia="en-GB"/>
        </w:rPr>
      </w:pPr>
      <w:r w:rsidRPr="00252094">
        <w:t>5.1.25</w:t>
      </w:r>
      <w:r w:rsidRPr="00252094">
        <w:rPr>
          <w:rFonts w:asciiTheme="minorHAnsi" w:hAnsiTheme="minorHAnsi" w:cstheme="minorBidi"/>
          <w:sz w:val="22"/>
          <w:szCs w:val="22"/>
        </w:rPr>
        <w:tab/>
      </w:r>
      <w:r w:rsidRPr="00B645B9">
        <w:rPr>
          <w:rFonts w:eastAsia="MS Mincho"/>
          <w:lang w:eastAsia="ja-JP"/>
        </w:rPr>
        <w:t>SFN and subframe timing difference (SSTD)</w:t>
      </w:r>
      <w:r>
        <w:tab/>
      </w:r>
      <w:r>
        <w:fldChar w:fldCharType="begin" w:fldLock="1"/>
      </w:r>
      <w:r>
        <w:instrText xml:space="preserve"> PAGEREF _Toc524695280 \h </w:instrText>
      </w:r>
      <w:r>
        <w:fldChar w:fldCharType="separate"/>
      </w:r>
      <w:r>
        <w:t>16</w:t>
      </w:r>
      <w:r>
        <w:fldChar w:fldCharType="end"/>
      </w:r>
    </w:p>
    <w:p w:rsidR="00252094" w:rsidRDefault="00252094">
      <w:pPr>
        <w:pStyle w:val="TOC3"/>
        <w:rPr>
          <w:rFonts w:asciiTheme="minorHAnsi" w:eastAsiaTheme="minorEastAsia" w:hAnsiTheme="minorHAnsi" w:cstheme="minorBidi"/>
          <w:sz w:val="22"/>
          <w:szCs w:val="22"/>
          <w:lang w:eastAsia="en-GB"/>
        </w:rPr>
      </w:pPr>
      <w:r>
        <w:t>5.1.26</w:t>
      </w:r>
      <w:r>
        <w:rPr>
          <w:rFonts w:asciiTheme="minorHAnsi" w:eastAsiaTheme="minorEastAsia" w:hAnsiTheme="minorHAnsi" w:cstheme="minorBidi"/>
          <w:sz w:val="22"/>
          <w:szCs w:val="22"/>
          <w:lang w:eastAsia="en-GB"/>
        </w:rPr>
        <w:tab/>
      </w:r>
      <w:r>
        <w:t>Narrowband Reference Signal Received Power (NRSRP)</w:t>
      </w:r>
      <w:r>
        <w:tab/>
      </w:r>
      <w:r>
        <w:fldChar w:fldCharType="begin" w:fldLock="1"/>
      </w:r>
      <w:r>
        <w:instrText xml:space="preserve"> PAGEREF _Toc524695281 \h </w:instrText>
      </w:r>
      <w:r>
        <w:fldChar w:fldCharType="separate"/>
      </w:r>
      <w:r>
        <w:t>17</w:t>
      </w:r>
      <w:r>
        <w:fldChar w:fldCharType="end"/>
      </w:r>
    </w:p>
    <w:p w:rsidR="00252094" w:rsidRDefault="00252094">
      <w:pPr>
        <w:pStyle w:val="TOC3"/>
        <w:rPr>
          <w:rFonts w:asciiTheme="minorHAnsi" w:eastAsiaTheme="minorEastAsia" w:hAnsiTheme="minorHAnsi" w:cstheme="minorBidi"/>
          <w:sz w:val="22"/>
          <w:szCs w:val="22"/>
          <w:lang w:eastAsia="en-GB"/>
        </w:rPr>
      </w:pPr>
      <w:r>
        <w:t>5.1.27</w:t>
      </w:r>
      <w:r>
        <w:rPr>
          <w:rFonts w:asciiTheme="minorHAnsi" w:eastAsiaTheme="minorEastAsia" w:hAnsiTheme="minorHAnsi" w:cstheme="minorBidi"/>
          <w:sz w:val="22"/>
          <w:szCs w:val="22"/>
          <w:lang w:eastAsia="en-GB"/>
        </w:rPr>
        <w:tab/>
      </w:r>
      <w:r>
        <w:t>Narrowband Reference Signal Received Quality (NRSRQ)</w:t>
      </w:r>
      <w:r>
        <w:tab/>
      </w:r>
      <w:r>
        <w:fldChar w:fldCharType="begin" w:fldLock="1"/>
      </w:r>
      <w:r>
        <w:instrText xml:space="preserve"> PAGEREF _Toc524695282 \h </w:instrText>
      </w:r>
      <w:r>
        <w:fldChar w:fldCharType="separate"/>
      </w:r>
      <w:r>
        <w:t>17</w:t>
      </w:r>
      <w:r>
        <w:fldChar w:fldCharType="end"/>
      </w:r>
    </w:p>
    <w:p w:rsidR="00252094" w:rsidRDefault="00252094">
      <w:pPr>
        <w:pStyle w:val="TOC3"/>
        <w:rPr>
          <w:rFonts w:asciiTheme="minorHAnsi" w:eastAsiaTheme="minorEastAsia" w:hAnsiTheme="minorHAnsi" w:cstheme="minorBidi"/>
          <w:sz w:val="22"/>
          <w:szCs w:val="22"/>
          <w:lang w:eastAsia="en-GB"/>
        </w:rPr>
      </w:pPr>
      <w:r>
        <w:t>5.1.28</w:t>
      </w:r>
      <w:r>
        <w:rPr>
          <w:rFonts w:asciiTheme="minorHAnsi" w:eastAsiaTheme="minorEastAsia" w:hAnsiTheme="minorHAnsi" w:cstheme="minorBidi"/>
          <w:sz w:val="22"/>
          <w:szCs w:val="22"/>
          <w:lang w:eastAsia="en-GB"/>
        </w:rPr>
        <w:tab/>
      </w:r>
      <w:r>
        <w:t>Sidelink Received Signal Strength Indicator (S-RSSI)</w:t>
      </w:r>
      <w:r>
        <w:tab/>
      </w:r>
      <w:r>
        <w:fldChar w:fldCharType="begin" w:fldLock="1"/>
      </w:r>
      <w:r>
        <w:instrText xml:space="preserve"> PAGEREF _Toc524695283 \h </w:instrText>
      </w:r>
      <w:r>
        <w:fldChar w:fldCharType="separate"/>
      </w:r>
      <w:r>
        <w:t>18</w:t>
      </w:r>
      <w:r>
        <w:fldChar w:fldCharType="end"/>
      </w:r>
    </w:p>
    <w:p w:rsidR="00252094" w:rsidRDefault="00252094">
      <w:pPr>
        <w:pStyle w:val="TOC3"/>
        <w:rPr>
          <w:rFonts w:asciiTheme="minorHAnsi" w:eastAsiaTheme="minorEastAsia" w:hAnsiTheme="minorHAnsi" w:cstheme="minorBidi"/>
          <w:sz w:val="22"/>
          <w:szCs w:val="22"/>
          <w:lang w:eastAsia="en-GB"/>
        </w:rPr>
      </w:pPr>
      <w:r>
        <w:t>5.1.29</w:t>
      </w:r>
      <w:r>
        <w:rPr>
          <w:rFonts w:asciiTheme="minorHAnsi" w:eastAsiaTheme="minorEastAsia" w:hAnsiTheme="minorHAnsi" w:cstheme="minorBidi"/>
          <w:sz w:val="22"/>
          <w:szCs w:val="22"/>
          <w:lang w:eastAsia="en-GB"/>
        </w:rPr>
        <w:tab/>
      </w:r>
      <w:r>
        <w:t>PSSCH Reference Signal Received Power (PSSCH-RSRP)</w:t>
      </w:r>
      <w:r>
        <w:tab/>
      </w:r>
      <w:r>
        <w:fldChar w:fldCharType="begin" w:fldLock="1"/>
      </w:r>
      <w:r>
        <w:instrText xml:space="preserve"> PAGEREF _Toc524695284 \h </w:instrText>
      </w:r>
      <w:r>
        <w:fldChar w:fldCharType="separate"/>
      </w:r>
      <w:r>
        <w:t>18</w:t>
      </w:r>
      <w:r>
        <w:fldChar w:fldCharType="end"/>
      </w:r>
    </w:p>
    <w:p w:rsidR="00252094" w:rsidRDefault="00252094">
      <w:pPr>
        <w:pStyle w:val="TOC3"/>
        <w:rPr>
          <w:rFonts w:asciiTheme="minorHAnsi" w:eastAsiaTheme="minorEastAsia" w:hAnsiTheme="minorHAnsi" w:cstheme="minorBidi"/>
          <w:sz w:val="22"/>
          <w:szCs w:val="22"/>
          <w:lang w:eastAsia="en-GB"/>
        </w:rPr>
      </w:pPr>
      <w:r>
        <w:t>5.1.30</w:t>
      </w:r>
      <w:r>
        <w:rPr>
          <w:rFonts w:asciiTheme="minorHAnsi" w:eastAsiaTheme="minorEastAsia" w:hAnsiTheme="minorHAnsi" w:cstheme="minorBidi"/>
          <w:sz w:val="22"/>
          <w:szCs w:val="22"/>
          <w:lang w:eastAsia="en-GB"/>
        </w:rPr>
        <w:tab/>
      </w:r>
      <w:r>
        <w:rPr>
          <w:lang w:eastAsia="ko-KR"/>
        </w:rPr>
        <w:t>Channel busy ratio (CBR)</w:t>
      </w:r>
      <w:r>
        <w:tab/>
      </w:r>
      <w:r>
        <w:fldChar w:fldCharType="begin" w:fldLock="1"/>
      </w:r>
      <w:r>
        <w:instrText xml:space="preserve"> PAGEREF _Toc524695285 \h </w:instrText>
      </w:r>
      <w:r>
        <w:fldChar w:fldCharType="separate"/>
      </w:r>
      <w:r>
        <w:t>18</w:t>
      </w:r>
      <w:r>
        <w:fldChar w:fldCharType="end"/>
      </w:r>
    </w:p>
    <w:p w:rsidR="00252094" w:rsidRDefault="00252094">
      <w:pPr>
        <w:pStyle w:val="TOC3"/>
        <w:rPr>
          <w:rFonts w:asciiTheme="minorHAnsi" w:eastAsiaTheme="minorEastAsia" w:hAnsiTheme="minorHAnsi" w:cstheme="minorBidi"/>
          <w:sz w:val="22"/>
          <w:szCs w:val="22"/>
          <w:lang w:eastAsia="en-GB"/>
        </w:rPr>
      </w:pPr>
      <w:r>
        <w:t>5.1.31</w:t>
      </w:r>
      <w:r>
        <w:rPr>
          <w:rFonts w:asciiTheme="minorHAnsi" w:eastAsiaTheme="minorEastAsia" w:hAnsiTheme="minorHAnsi" w:cstheme="minorBidi"/>
          <w:sz w:val="22"/>
          <w:szCs w:val="22"/>
          <w:lang w:eastAsia="en-GB"/>
        </w:rPr>
        <w:tab/>
      </w:r>
      <w:r>
        <w:rPr>
          <w:lang w:eastAsia="ko-KR"/>
        </w:rPr>
        <w:t>Channel occupancy ratio (CR)</w:t>
      </w:r>
      <w:r>
        <w:tab/>
      </w:r>
      <w:r>
        <w:fldChar w:fldCharType="begin" w:fldLock="1"/>
      </w:r>
      <w:r>
        <w:instrText xml:space="preserve"> PAGEREF _Toc524695286 \h </w:instrText>
      </w:r>
      <w:r>
        <w:fldChar w:fldCharType="separate"/>
      </w:r>
      <w:r>
        <w:t>19</w:t>
      </w:r>
      <w:r>
        <w:fldChar w:fldCharType="end"/>
      </w:r>
    </w:p>
    <w:p w:rsidR="00252094" w:rsidRDefault="00252094">
      <w:pPr>
        <w:pStyle w:val="TOC3"/>
        <w:rPr>
          <w:rFonts w:asciiTheme="minorHAnsi" w:eastAsiaTheme="minorEastAsia" w:hAnsiTheme="minorHAnsi" w:cstheme="minorBidi"/>
          <w:sz w:val="22"/>
          <w:szCs w:val="22"/>
          <w:lang w:eastAsia="en-GB"/>
        </w:rPr>
      </w:pPr>
      <w:r>
        <w:t>5.1.32</w:t>
      </w:r>
      <w:r>
        <w:rPr>
          <w:rFonts w:asciiTheme="minorHAnsi" w:eastAsiaTheme="minorEastAsia" w:hAnsiTheme="minorHAnsi" w:cstheme="minorBidi"/>
          <w:sz w:val="22"/>
          <w:szCs w:val="22"/>
          <w:lang w:eastAsia="en-GB"/>
        </w:rPr>
        <w:tab/>
      </w:r>
      <w:r>
        <w:t>NR SS reference signal received power (NR-SS-RSRP)</w:t>
      </w:r>
      <w:r>
        <w:tab/>
      </w:r>
      <w:r>
        <w:fldChar w:fldCharType="begin" w:fldLock="1"/>
      </w:r>
      <w:r>
        <w:instrText xml:space="preserve"> PAGEREF _Toc524695287 \h </w:instrText>
      </w:r>
      <w:r>
        <w:fldChar w:fldCharType="separate"/>
      </w:r>
      <w:r>
        <w:t>19</w:t>
      </w:r>
      <w:r>
        <w:fldChar w:fldCharType="end"/>
      </w:r>
    </w:p>
    <w:p w:rsidR="00252094" w:rsidRDefault="00252094">
      <w:pPr>
        <w:pStyle w:val="TOC3"/>
        <w:rPr>
          <w:rFonts w:asciiTheme="minorHAnsi" w:eastAsiaTheme="minorEastAsia" w:hAnsiTheme="minorHAnsi" w:cstheme="minorBidi"/>
          <w:sz w:val="22"/>
          <w:szCs w:val="22"/>
          <w:lang w:eastAsia="en-GB"/>
        </w:rPr>
      </w:pPr>
      <w:r>
        <w:t>5.1.33</w:t>
      </w:r>
      <w:r>
        <w:rPr>
          <w:rFonts w:asciiTheme="minorHAnsi" w:eastAsiaTheme="minorEastAsia" w:hAnsiTheme="minorHAnsi" w:cstheme="minorBidi"/>
          <w:sz w:val="22"/>
          <w:szCs w:val="22"/>
          <w:lang w:eastAsia="en-GB"/>
        </w:rPr>
        <w:tab/>
      </w:r>
      <w:r>
        <w:t>NR SS reference signal received quality (NR-SS-RSRQ)</w:t>
      </w:r>
      <w:r>
        <w:tab/>
      </w:r>
      <w:r>
        <w:fldChar w:fldCharType="begin" w:fldLock="1"/>
      </w:r>
      <w:r>
        <w:instrText xml:space="preserve"> PAGEREF _Toc524695288 \h </w:instrText>
      </w:r>
      <w:r>
        <w:fldChar w:fldCharType="separate"/>
      </w:r>
      <w:r>
        <w:t>20</w:t>
      </w:r>
      <w:r>
        <w:fldChar w:fldCharType="end"/>
      </w:r>
    </w:p>
    <w:p w:rsidR="00252094" w:rsidRDefault="00252094">
      <w:pPr>
        <w:pStyle w:val="TOC3"/>
        <w:rPr>
          <w:rFonts w:asciiTheme="minorHAnsi" w:eastAsiaTheme="minorEastAsia" w:hAnsiTheme="minorHAnsi" w:cstheme="minorBidi"/>
          <w:sz w:val="22"/>
          <w:szCs w:val="22"/>
          <w:lang w:eastAsia="en-GB"/>
        </w:rPr>
      </w:pPr>
      <w:r>
        <w:t>5.1.34</w:t>
      </w:r>
      <w:r>
        <w:rPr>
          <w:rFonts w:asciiTheme="minorHAnsi" w:eastAsiaTheme="minorEastAsia" w:hAnsiTheme="minorHAnsi" w:cstheme="minorBidi"/>
          <w:sz w:val="22"/>
          <w:szCs w:val="22"/>
          <w:lang w:eastAsia="en-GB"/>
        </w:rPr>
        <w:tab/>
      </w:r>
      <w:r>
        <w:t>SFN and frame timing difference (SFTD)</w:t>
      </w:r>
      <w:r>
        <w:tab/>
      </w:r>
      <w:r>
        <w:fldChar w:fldCharType="begin" w:fldLock="1"/>
      </w:r>
      <w:r>
        <w:instrText xml:space="preserve"> PAGEREF _Toc524695289 \h </w:instrText>
      </w:r>
      <w:r>
        <w:fldChar w:fldCharType="separate"/>
      </w:r>
      <w:r>
        <w:t>20</w:t>
      </w:r>
      <w:r>
        <w:fldChar w:fldCharType="end"/>
      </w:r>
    </w:p>
    <w:p w:rsidR="00252094" w:rsidRDefault="00252094">
      <w:pPr>
        <w:pStyle w:val="TOC3"/>
        <w:rPr>
          <w:rFonts w:asciiTheme="minorHAnsi" w:eastAsiaTheme="minorEastAsia" w:hAnsiTheme="minorHAnsi" w:cstheme="minorBidi"/>
          <w:sz w:val="22"/>
          <w:szCs w:val="22"/>
          <w:lang w:eastAsia="en-GB"/>
        </w:rPr>
      </w:pPr>
      <w:r>
        <w:t>5.1.35</w:t>
      </w:r>
      <w:r>
        <w:rPr>
          <w:rFonts w:asciiTheme="minorHAnsi" w:eastAsiaTheme="minorEastAsia" w:hAnsiTheme="minorHAnsi" w:cstheme="minorBidi"/>
          <w:sz w:val="22"/>
          <w:szCs w:val="22"/>
          <w:lang w:eastAsia="en-GB"/>
        </w:rPr>
        <w:tab/>
      </w:r>
      <w:r>
        <w:t xml:space="preserve">NR SS </w:t>
      </w:r>
      <w:r>
        <w:rPr>
          <w:lang w:eastAsia="zh-CN"/>
        </w:rPr>
        <w:t>signal-to-noise and interference ratio</w:t>
      </w:r>
      <w:r>
        <w:t xml:space="preserve"> (NR-SS-</w:t>
      </w:r>
      <w:r>
        <w:rPr>
          <w:lang w:eastAsia="zh-CN"/>
        </w:rPr>
        <w:t>SINR</w:t>
      </w:r>
      <w:r>
        <w:t>)</w:t>
      </w:r>
      <w:r>
        <w:tab/>
      </w:r>
      <w:r>
        <w:fldChar w:fldCharType="begin" w:fldLock="1"/>
      </w:r>
      <w:r>
        <w:instrText xml:space="preserve"> PAGEREF _Toc524695290 \h </w:instrText>
      </w:r>
      <w:r>
        <w:fldChar w:fldCharType="separate"/>
      </w:r>
      <w:r>
        <w:t>21</w:t>
      </w:r>
      <w:r>
        <w:fldChar w:fldCharType="end"/>
      </w:r>
    </w:p>
    <w:p w:rsidR="00252094" w:rsidRDefault="00252094">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E-UTRAN measurement abilities</w:t>
      </w:r>
      <w:r>
        <w:tab/>
      </w:r>
      <w:r>
        <w:fldChar w:fldCharType="begin" w:fldLock="1"/>
      </w:r>
      <w:r>
        <w:instrText xml:space="preserve"> PAGEREF _Toc524695291 \h </w:instrText>
      </w:r>
      <w:r>
        <w:fldChar w:fldCharType="separate"/>
      </w:r>
      <w:r>
        <w:t>21</w:t>
      </w:r>
      <w:r>
        <w:fldChar w:fldCharType="end"/>
      </w:r>
    </w:p>
    <w:p w:rsidR="00252094" w:rsidRDefault="00252094">
      <w:pPr>
        <w:pStyle w:val="TOC3"/>
        <w:rPr>
          <w:rFonts w:asciiTheme="minorHAnsi" w:eastAsiaTheme="minorEastAsia" w:hAnsiTheme="minorHAnsi" w:cstheme="minorBidi"/>
          <w:sz w:val="22"/>
          <w:szCs w:val="22"/>
          <w:lang w:eastAsia="en-GB"/>
        </w:rPr>
      </w:pPr>
      <w:r>
        <w:t>5.2.1</w:t>
      </w:r>
      <w:r>
        <w:rPr>
          <w:rFonts w:asciiTheme="minorHAnsi" w:eastAsiaTheme="minorEastAsia" w:hAnsiTheme="minorHAnsi" w:cstheme="minorBidi"/>
          <w:sz w:val="22"/>
          <w:szCs w:val="22"/>
          <w:lang w:eastAsia="en-GB"/>
        </w:rPr>
        <w:tab/>
      </w:r>
      <w:r>
        <w:t>DL RS TX power</w:t>
      </w:r>
      <w:r>
        <w:tab/>
      </w:r>
      <w:r>
        <w:fldChar w:fldCharType="begin" w:fldLock="1"/>
      </w:r>
      <w:r>
        <w:instrText xml:space="preserve"> PAGEREF _Toc524695292 \h </w:instrText>
      </w:r>
      <w:r>
        <w:fldChar w:fldCharType="separate"/>
      </w:r>
      <w:r>
        <w:t>21</w:t>
      </w:r>
      <w:r>
        <w:fldChar w:fldCharType="end"/>
      </w:r>
    </w:p>
    <w:p w:rsidR="00252094" w:rsidRDefault="00252094">
      <w:pPr>
        <w:pStyle w:val="TOC3"/>
        <w:rPr>
          <w:rFonts w:asciiTheme="minorHAnsi" w:eastAsiaTheme="minorEastAsia" w:hAnsiTheme="minorHAnsi" w:cstheme="minorBidi"/>
          <w:sz w:val="22"/>
          <w:szCs w:val="22"/>
          <w:lang w:eastAsia="en-GB"/>
        </w:rPr>
      </w:pPr>
      <w:r>
        <w:t>5.2.2</w:t>
      </w:r>
      <w:r>
        <w:rPr>
          <w:rFonts w:asciiTheme="minorHAnsi" w:eastAsiaTheme="minorEastAsia" w:hAnsiTheme="minorHAnsi" w:cstheme="minorBidi"/>
          <w:sz w:val="22"/>
          <w:szCs w:val="22"/>
          <w:lang w:eastAsia="en-GB"/>
        </w:rPr>
        <w:tab/>
      </w:r>
      <w:r>
        <w:t>Received Interference Power</w:t>
      </w:r>
      <w:r>
        <w:tab/>
      </w:r>
      <w:r>
        <w:fldChar w:fldCharType="begin" w:fldLock="1"/>
      </w:r>
      <w:r>
        <w:instrText xml:space="preserve"> PAGEREF _Toc524695293 \h </w:instrText>
      </w:r>
      <w:r>
        <w:fldChar w:fldCharType="separate"/>
      </w:r>
      <w:r>
        <w:t>22</w:t>
      </w:r>
      <w:r>
        <w:fldChar w:fldCharType="end"/>
      </w:r>
    </w:p>
    <w:p w:rsidR="00252094" w:rsidRDefault="00252094">
      <w:pPr>
        <w:pStyle w:val="TOC3"/>
        <w:rPr>
          <w:rFonts w:asciiTheme="minorHAnsi" w:eastAsiaTheme="minorEastAsia" w:hAnsiTheme="minorHAnsi" w:cstheme="minorBidi"/>
          <w:sz w:val="22"/>
          <w:szCs w:val="22"/>
          <w:lang w:eastAsia="en-GB"/>
        </w:rPr>
      </w:pPr>
      <w:r>
        <w:t>5.2.3</w:t>
      </w:r>
      <w:r>
        <w:rPr>
          <w:rFonts w:asciiTheme="minorHAnsi" w:eastAsiaTheme="minorEastAsia" w:hAnsiTheme="minorHAnsi" w:cstheme="minorBidi"/>
          <w:sz w:val="22"/>
          <w:szCs w:val="22"/>
          <w:lang w:eastAsia="en-GB"/>
        </w:rPr>
        <w:tab/>
      </w:r>
      <w:r>
        <w:t>Thermal noise power</w:t>
      </w:r>
      <w:r>
        <w:tab/>
      </w:r>
      <w:r>
        <w:fldChar w:fldCharType="begin" w:fldLock="1"/>
      </w:r>
      <w:r>
        <w:instrText xml:space="preserve"> PAGEREF _Toc524695294 \h </w:instrText>
      </w:r>
      <w:r>
        <w:fldChar w:fldCharType="separate"/>
      </w:r>
      <w:r>
        <w:t>22</w:t>
      </w:r>
      <w:r>
        <w:fldChar w:fldCharType="end"/>
      </w:r>
    </w:p>
    <w:p w:rsidR="00252094" w:rsidRDefault="00252094">
      <w:pPr>
        <w:pStyle w:val="TOC3"/>
        <w:rPr>
          <w:rFonts w:asciiTheme="minorHAnsi" w:eastAsiaTheme="minorEastAsia" w:hAnsiTheme="minorHAnsi" w:cstheme="minorBidi"/>
          <w:sz w:val="22"/>
          <w:szCs w:val="22"/>
          <w:lang w:eastAsia="en-GB"/>
        </w:rPr>
      </w:pPr>
      <w:r>
        <w:t>5.2.4</w:t>
      </w:r>
      <w:r>
        <w:rPr>
          <w:rFonts w:asciiTheme="minorHAnsi" w:eastAsiaTheme="minorEastAsia" w:hAnsiTheme="minorHAnsi" w:cstheme="minorBidi"/>
          <w:sz w:val="22"/>
          <w:szCs w:val="22"/>
          <w:lang w:eastAsia="en-GB"/>
        </w:rPr>
        <w:tab/>
      </w:r>
      <w:r>
        <w:t>Timing advance (T</w:t>
      </w:r>
      <w:r w:rsidRPr="00B645B9">
        <w:rPr>
          <w:vertAlign w:val="subscript"/>
        </w:rPr>
        <w:t>ADV</w:t>
      </w:r>
      <w:r>
        <w:t>)</w:t>
      </w:r>
      <w:r>
        <w:tab/>
      </w:r>
      <w:r>
        <w:fldChar w:fldCharType="begin" w:fldLock="1"/>
      </w:r>
      <w:r>
        <w:instrText xml:space="preserve"> PAGEREF _Toc524695295 \h </w:instrText>
      </w:r>
      <w:r>
        <w:fldChar w:fldCharType="separate"/>
      </w:r>
      <w:r>
        <w:t>22</w:t>
      </w:r>
      <w:r>
        <w:fldChar w:fldCharType="end"/>
      </w:r>
    </w:p>
    <w:p w:rsidR="00252094" w:rsidRDefault="00252094">
      <w:pPr>
        <w:pStyle w:val="TOC3"/>
        <w:rPr>
          <w:rFonts w:asciiTheme="minorHAnsi" w:eastAsiaTheme="minorEastAsia" w:hAnsiTheme="minorHAnsi" w:cstheme="minorBidi"/>
          <w:sz w:val="22"/>
          <w:szCs w:val="22"/>
          <w:lang w:eastAsia="en-GB"/>
        </w:rPr>
      </w:pPr>
      <w:r>
        <w:t>5.2.5</w:t>
      </w:r>
      <w:r>
        <w:rPr>
          <w:rFonts w:asciiTheme="minorHAnsi" w:eastAsiaTheme="minorEastAsia" w:hAnsiTheme="minorHAnsi" w:cstheme="minorBidi"/>
          <w:sz w:val="22"/>
          <w:szCs w:val="22"/>
          <w:lang w:eastAsia="en-GB"/>
        </w:rPr>
        <w:tab/>
      </w:r>
      <w:r>
        <w:t>eNB Rx – Tx time difference</w:t>
      </w:r>
      <w:r>
        <w:tab/>
      </w:r>
      <w:r>
        <w:fldChar w:fldCharType="begin" w:fldLock="1"/>
      </w:r>
      <w:r>
        <w:instrText xml:space="preserve"> PAGEREF _Toc524695296 \h </w:instrText>
      </w:r>
      <w:r>
        <w:fldChar w:fldCharType="separate"/>
      </w:r>
      <w:r>
        <w:t>22</w:t>
      </w:r>
      <w:r>
        <w:fldChar w:fldCharType="end"/>
      </w:r>
    </w:p>
    <w:p w:rsidR="00252094" w:rsidRDefault="00252094">
      <w:pPr>
        <w:pStyle w:val="TOC3"/>
        <w:rPr>
          <w:rFonts w:asciiTheme="minorHAnsi" w:eastAsiaTheme="minorEastAsia" w:hAnsiTheme="minorHAnsi" w:cstheme="minorBidi"/>
          <w:sz w:val="22"/>
          <w:szCs w:val="22"/>
          <w:lang w:eastAsia="en-GB"/>
        </w:rPr>
      </w:pPr>
      <w:r>
        <w:t>5.2.6</w:t>
      </w:r>
      <w:r>
        <w:rPr>
          <w:rFonts w:asciiTheme="minorHAnsi" w:eastAsiaTheme="minorEastAsia" w:hAnsiTheme="minorHAnsi" w:cstheme="minorBidi"/>
          <w:sz w:val="22"/>
          <w:szCs w:val="22"/>
          <w:lang w:eastAsia="en-GB"/>
        </w:rPr>
        <w:tab/>
      </w:r>
      <w:r>
        <w:t>E-UTRAN GNSS Timing of Cell Frames for UE positioning</w:t>
      </w:r>
      <w:r>
        <w:tab/>
      </w:r>
      <w:r>
        <w:fldChar w:fldCharType="begin" w:fldLock="1"/>
      </w:r>
      <w:r>
        <w:instrText xml:space="preserve"> PAGEREF _Toc524695297 \h </w:instrText>
      </w:r>
      <w:r>
        <w:fldChar w:fldCharType="separate"/>
      </w:r>
      <w:r>
        <w:t>23</w:t>
      </w:r>
      <w:r>
        <w:fldChar w:fldCharType="end"/>
      </w:r>
    </w:p>
    <w:p w:rsidR="00252094" w:rsidRDefault="00252094">
      <w:pPr>
        <w:pStyle w:val="TOC3"/>
        <w:rPr>
          <w:rFonts w:asciiTheme="minorHAnsi" w:eastAsiaTheme="minorEastAsia" w:hAnsiTheme="minorHAnsi" w:cstheme="minorBidi"/>
          <w:sz w:val="22"/>
          <w:szCs w:val="22"/>
          <w:lang w:eastAsia="en-GB"/>
        </w:rPr>
      </w:pPr>
      <w:r>
        <w:t>5.2.7</w:t>
      </w:r>
      <w:r>
        <w:rPr>
          <w:rFonts w:asciiTheme="minorHAnsi" w:eastAsiaTheme="minorEastAsia" w:hAnsiTheme="minorHAnsi" w:cstheme="minorBidi"/>
          <w:sz w:val="22"/>
          <w:szCs w:val="22"/>
          <w:lang w:eastAsia="en-GB"/>
        </w:rPr>
        <w:tab/>
      </w:r>
      <w:r>
        <w:t>Angle of Arrival (AoA)</w:t>
      </w:r>
      <w:r>
        <w:tab/>
      </w:r>
      <w:r>
        <w:fldChar w:fldCharType="begin" w:fldLock="1"/>
      </w:r>
      <w:r>
        <w:instrText xml:space="preserve"> PAGEREF _Toc524695298 \h </w:instrText>
      </w:r>
      <w:r>
        <w:fldChar w:fldCharType="separate"/>
      </w:r>
      <w:r>
        <w:t>23</w:t>
      </w:r>
      <w:r>
        <w:fldChar w:fldCharType="end"/>
      </w:r>
    </w:p>
    <w:p w:rsidR="00252094" w:rsidRDefault="00252094">
      <w:pPr>
        <w:pStyle w:val="TOC3"/>
        <w:rPr>
          <w:rFonts w:asciiTheme="minorHAnsi" w:eastAsiaTheme="minorEastAsia" w:hAnsiTheme="minorHAnsi" w:cstheme="minorBidi"/>
          <w:sz w:val="22"/>
          <w:szCs w:val="22"/>
          <w:lang w:eastAsia="en-GB"/>
        </w:rPr>
      </w:pPr>
      <w:r>
        <w:t>5.2.8</w:t>
      </w:r>
      <w:r>
        <w:rPr>
          <w:rFonts w:asciiTheme="minorHAnsi" w:eastAsiaTheme="minorEastAsia" w:hAnsiTheme="minorHAnsi" w:cstheme="minorBidi"/>
          <w:sz w:val="22"/>
          <w:szCs w:val="22"/>
          <w:lang w:eastAsia="en-GB"/>
        </w:rPr>
        <w:tab/>
      </w:r>
      <w:r>
        <w:t>UL Relative Time of Arrival (</w:t>
      </w:r>
      <w:r w:rsidRPr="00B645B9">
        <w:rPr>
          <w:lang w:val="en-US"/>
        </w:rPr>
        <w:t>T</w:t>
      </w:r>
      <w:r w:rsidRPr="00B645B9">
        <w:rPr>
          <w:vertAlign w:val="subscript"/>
          <w:lang w:val="en-US"/>
        </w:rPr>
        <w:t>UL-RTOA</w:t>
      </w:r>
      <w:r>
        <w:t>)</w:t>
      </w:r>
      <w:r>
        <w:tab/>
      </w:r>
      <w:r>
        <w:fldChar w:fldCharType="begin" w:fldLock="1"/>
      </w:r>
      <w:r>
        <w:instrText xml:space="preserve"> PAGEREF _Toc524695299 \h </w:instrText>
      </w:r>
      <w:r>
        <w:fldChar w:fldCharType="separate"/>
      </w:r>
      <w:r>
        <w:t>23</w:t>
      </w:r>
      <w:r>
        <w:fldChar w:fldCharType="end"/>
      </w:r>
    </w:p>
    <w:p w:rsidR="00252094" w:rsidRDefault="00252094" w:rsidP="00252094">
      <w:pPr>
        <w:pStyle w:val="TOC8"/>
        <w:rPr>
          <w:rFonts w:asciiTheme="minorHAnsi" w:eastAsiaTheme="minorEastAsia" w:hAnsiTheme="minorHAnsi" w:cstheme="minorBidi"/>
          <w:b w:val="0"/>
          <w:szCs w:val="22"/>
          <w:lang w:eastAsia="en-GB"/>
        </w:rPr>
      </w:pPr>
      <w:r>
        <w:lastRenderedPageBreak/>
        <w:t>Annex A (informative):</w:t>
      </w:r>
      <w:r>
        <w:tab/>
        <w:t>Change history</w:t>
      </w:r>
      <w:r>
        <w:tab/>
      </w:r>
      <w:r>
        <w:fldChar w:fldCharType="begin" w:fldLock="1"/>
      </w:r>
      <w:r>
        <w:instrText xml:space="preserve"> PAGEREF _Toc524695300 \h </w:instrText>
      </w:r>
      <w:r>
        <w:fldChar w:fldCharType="separate"/>
      </w:r>
      <w:r>
        <w:t>24</w:t>
      </w:r>
      <w:r>
        <w:fldChar w:fldCharType="end"/>
      </w:r>
    </w:p>
    <w:p w:rsidR="004A3549" w:rsidRDefault="00252094">
      <w:r>
        <w:rPr>
          <w:noProof/>
          <w:sz w:val="22"/>
        </w:rPr>
        <w:fldChar w:fldCharType="end"/>
      </w:r>
    </w:p>
    <w:p w:rsidR="004A3549" w:rsidRDefault="004A3549">
      <w:pPr>
        <w:pStyle w:val="Heading1"/>
      </w:pPr>
      <w:r>
        <w:br w:type="page"/>
      </w:r>
      <w:bookmarkStart w:id="3" w:name="_Toc524695245"/>
      <w:r>
        <w:lastRenderedPageBreak/>
        <w:t>Foreword</w:t>
      </w:r>
      <w:bookmarkEnd w:id="3"/>
    </w:p>
    <w:p w:rsidR="004A3549" w:rsidRDefault="004A3549">
      <w:r>
        <w:t>This Technical Specification has been produced by the 3</w:t>
      </w:r>
      <w:r>
        <w:rPr>
          <w:vertAlign w:val="superscript"/>
        </w:rPr>
        <w:t>rd</w:t>
      </w:r>
      <w:r>
        <w:t xml:space="preserve"> Generation Partnership Project (3GPP).</w:t>
      </w:r>
    </w:p>
    <w:p w:rsidR="004A3549" w:rsidRDefault="004A3549">
      <w:r>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rsidR="004A3549" w:rsidRPr="001E309E" w:rsidRDefault="004A3549">
      <w:pPr>
        <w:pStyle w:val="B1"/>
      </w:pPr>
      <w:r w:rsidRPr="001E309E">
        <w:t>Version x.y.z</w:t>
      </w:r>
    </w:p>
    <w:p w:rsidR="004A3549" w:rsidRDefault="004A3549">
      <w:pPr>
        <w:pStyle w:val="B1"/>
      </w:pPr>
      <w:r>
        <w:t>where:</w:t>
      </w:r>
    </w:p>
    <w:p w:rsidR="004A3549" w:rsidRDefault="004A3549">
      <w:pPr>
        <w:pStyle w:val="B2"/>
      </w:pPr>
      <w:r>
        <w:t>x</w:t>
      </w:r>
      <w:r>
        <w:tab/>
        <w:t>the first digit:</w:t>
      </w:r>
    </w:p>
    <w:p w:rsidR="004A3549" w:rsidRDefault="004A3549">
      <w:pPr>
        <w:pStyle w:val="B3"/>
      </w:pPr>
      <w:r>
        <w:t>1</w:t>
      </w:r>
      <w:r>
        <w:tab/>
        <w:t>presented to TSG for information;</w:t>
      </w:r>
    </w:p>
    <w:p w:rsidR="004A3549" w:rsidRDefault="004A3549">
      <w:pPr>
        <w:pStyle w:val="B3"/>
      </w:pPr>
      <w:r>
        <w:t>2</w:t>
      </w:r>
      <w:r>
        <w:tab/>
        <w:t>presented to TSG for approval;</w:t>
      </w:r>
    </w:p>
    <w:p w:rsidR="004A3549" w:rsidRDefault="004A3549">
      <w:pPr>
        <w:pStyle w:val="B3"/>
      </w:pPr>
      <w:r>
        <w:t>3</w:t>
      </w:r>
      <w:r>
        <w:tab/>
        <w:t>or greater indicates TSG approved document under change con</w:t>
      </w:r>
      <w:r w:rsidR="006E15F6">
        <w:t>t</w:t>
      </w:r>
      <w:r>
        <w:t>rol.</w:t>
      </w:r>
    </w:p>
    <w:p w:rsidR="004A3549" w:rsidRDefault="00A568A6">
      <w:pPr>
        <w:pStyle w:val="B2"/>
      </w:pPr>
      <w:r>
        <w:t>Y</w:t>
      </w:r>
      <w:r w:rsidR="004A3549">
        <w:tab/>
        <w:t>the second digit is incremented for all changes of substance, i.e. technical enhancements, corrections, updates, etc.</w:t>
      </w:r>
    </w:p>
    <w:p w:rsidR="004A3549" w:rsidRDefault="004A3549">
      <w:pPr>
        <w:pStyle w:val="B2"/>
      </w:pPr>
      <w:r>
        <w:t>z</w:t>
      </w:r>
      <w:r>
        <w:tab/>
        <w:t>the third digit is incremented when editorial only changes have been incorporated in the document.</w:t>
      </w:r>
    </w:p>
    <w:p w:rsidR="004A3549" w:rsidRDefault="004A3549" w:rsidP="00FF38A6">
      <w:pPr>
        <w:pStyle w:val="Heading1"/>
      </w:pPr>
      <w:r>
        <w:br w:type="page"/>
      </w:r>
      <w:bookmarkStart w:id="4" w:name="_Toc524695246"/>
      <w:r>
        <w:lastRenderedPageBreak/>
        <w:t>1</w:t>
      </w:r>
      <w:r>
        <w:tab/>
        <w:t>Scope</w:t>
      </w:r>
      <w:bookmarkEnd w:id="4"/>
    </w:p>
    <w:p w:rsidR="004534B9" w:rsidRDefault="004534B9" w:rsidP="004534B9">
      <w:r>
        <w:t>The present document contains the description and definition of the measurements done at the UE and network in order to support operation in idle mode and connected mode.</w:t>
      </w:r>
    </w:p>
    <w:p w:rsidR="004A3549" w:rsidRDefault="004A3549">
      <w:pPr>
        <w:pStyle w:val="Heading1"/>
      </w:pPr>
      <w:bookmarkStart w:id="5" w:name="_Toc524695247"/>
      <w:r>
        <w:t>2</w:t>
      </w:r>
      <w:r>
        <w:tab/>
        <w:t>References</w:t>
      </w:r>
      <w:bookmarkEnd w:id="5"/>
    </w:p>
    <w:p w:rsidR="004A3549" w:rsidRDefault="004A3549">
      <w:r>
        <w:t>The following documents contain provisions which, through reference in this text, constitute provisions of the present document.</w:t>
      </w:r>
    </w:p>
    <w:p w:rsidR="004A3549" w:rsidRDefault="003B4CDA" w:rsidP="00FE4088">
      <w:pPr>
        <w:pStyle w:val="B1"/>
      </w:pPr>
      <w:r>
        <w:t>-</w:t>
      </w:r>
      <w:r>
        <w:tab/>
      </w:r>
      <w:r w:rsidR="004A3549">
        <w:t>References are either specific (identified by date of publication, edition number, version number, etc.) or non</w:t>
      </w:r>
      <w:r w:rsidR="004A3549">
        <w:noBreakHyphen/>
        <w:t>specific.</w:t>
      </w:r>
    </w:p>
    <w:p w:rsidR="004A3549" w:rsidRDefault="003B4CDA" w:rsidP="00FE4088">
      <w:pPr>
        <w:pStyle w:val="B1"/>
      </w:pPr>
      <w:r>
        <w:t>-</w:t>
      </w:r>
      <w:r>
        <w:tab/>
      </w:r>
      <w:r w:rsidR="004A3549">
        <w:t>For a specific reference, subsequent revisions do not apply.</w:t>
      </w:r>
    </w:p>
    <w:p w:rsidR="004A3549" w:rsidRDefault="003B4CDA" w:rsidP="00FE4088">
      <w:pPr>
        <w:pStyle w:val="B1"/>
      </w:pPr>
      <w:r>
        <w:t>-</w:t>
      </w:r>
      <w:r>
        <w:tab/>
      </w:r>
      <w:r w:rsidR="004A3549">
        <w:t>For a non-specific reference, the latest version applies.</w:t>
      </w:r>
      <w:r w:rsidR="00AD2CAE">
        <w:t xml:space="preserve"> </w:t>
      </w:r>
      <w:r w:rsidR="004A3549">
        <w:t xml:space="preserve">In the case of a reference to a 3GPP document (including a GSM document), a non-specific reference implicitly refers to the latest version of that document </w:t>
      </w:r>
      <w:r w:rsidR="004A3549">
        <w:rPr>
          <w:i/>
          <w:iCs/>
        </w:rPr>
        <w:t>in the same Release as the present document</w:t>
      </w:r>
      <w:r w:rsidR="004A3549">
        <w:t>.</w:t>
      </w:r>
    </w:p>
    <w:p w:rsidR="004534B9" w:rsidRPr="00383736" w:rsidRDefault="004534B9" w:rsidP="004534B9">
      <w:pPr>
        <w:pStyle w:val="EX"/>
      </w:pPr>
      <w:r>
        <w:t>[1]</w:t>
      </w:r>
      <w:r>
        <w:tab/>
      </w:r>
      <w:r w:rsidRPr="00383736">
        <w:t>3GPP TR 21</w:t>
      </w:r>
      <w:r w:rsidR="006E15F6">
        <w:t>.</w:t>
      </w:r>
      <w:r w:rsidRPr="00383736">
        <w:t xml:space="preserve">905: </w:t>
      </w:r>
      <w:r w:rsidR="001E309E">
        <w:t>"</w:t>
      </w:r>
      <w:r w:rsidRPr="00383736">
        <w:t>Vocabulary for 3GPP Specific</w:t>
      </w:r>
      <w:r w:rsidR="006E15F6">
        <w:t>a</w:t>
      </w:r>
      <w:r w:rsidRPr="00383736">
        <w:t>tions</w:t>
      </w:r>
      <w:r w:rsidR="001E309E">
        <w:t>"</w:t>
      </w:r>
      <w:r w:rsidRPr="00383736">
        <w:t>.</w:t>
      </w:r>
    </w:p>
    <w:p w:rsidR="00E73E63" w:rsidRDefault="00D405FF" w:rsidP="00E73E63">
      <w:pPr>
        <w:pStyle w:val="EX"/>
      </w:pPr>
      <w:r>
        <w:t>[2]</w:t>
      </w:r>
      <w:r>
        <w:tab/>
        <w:t>3GPP TS 36</w:t>
      </w:r>
      <w:r w:rsidR="006E15F6">
        <w:t>.</w:t>
      </w:r>
      <w:r>
        <w:t>20</w:t>
      </w:r>
      <w:r w:rsidR="00E73E63">
        <w:t xml:space="preserve">1: </w:t>
      </w:r>
      <w:r w:rsidR="001E309E">
        <w:t>"</w:t>
      </w:r>
      <w:r w:rsidR="00BB17B4">
        <w:t xml:space="preserve">Evolved Universal Terrestrial Radio Access (E-UTRA); </w:t>
      </w:r>
      <w:r w:rsidR="00E73E63" w:rsidRPr="00E73E63">
        <w:t>Physical Layer – General Descri</w:t>
      </w:r>
      <w:r w:rsidR="006E15F6">
        <w:t>p</w:t>
      </w:r>
      <w:r w:rsidR="00E73E63" w:rsidRPr="00E73E63">
        <w:t xml:space="preserve">tion </w:t>
      </w:r>
      <w:r w:rsidR="001E309E">
        <w:t>"</w:t>
      </w:r>
      <w:r w:rsidR="00E73E63">
        <w:t>.</w:t>
      </w:r>
    </w:p>
    <w:p w:rsidR="004A3549" w:rsidRDefault="004A3549" w:rsidP="004534B9">
      <w:pPr>
        <w:pStyle w:val="EX"/>
      </w:pPr>
      <w:r>
        <w:t>[</w:t>
      </w:r>
      <w:r w:rsidR="00E73E63">
        <w:t>3]</w:t>
      </w:r>
      <w:r w:rsidR="00E73E63">
        <w:tab/>
        <w:t>3GPP TS</w:t>
      </w:r>
      <w:r>
        <w:t xml:space="preserve"> </w:t>
      </w:r>
      <w:r w:rsidR="004534B9">
        <w:t>36</w:t>
      </w:r>
      <w:r w:rsidR="006E15F6">
        <w:t>.</w:t>
      </w:r>
      <w:r w:rsidR="004534B9">
        <w:t>21</w:t>
      </w:r>
      <w:r>
        <w:t xml:space="preserve">1: </w:t>
      </w:r>
      <w:r w:rsidR="001E309E">
        <w:t>"</w:t>
      </w:r>
      <w:r w:rsidR="00BB17B4">
        <w:t xml:space="preserve">Evolved Universal Terrestrial Radio Access (E-UTRA); </w:t>
      </w:r>
      <w:r w:rsidR="004534B9" w:rsidRPr="004534B9">
        <w:t>Ph</w:t>
      </w:r>
      <w:r w:rsidR="004534B9">
        <w:t>ysical channels and modu</w:t>
      </w:r>
      <w:r w:rsidR="006E15F6">
        <w:t>l</w:t>
      </w:r>
      <w:r w:rsidR="004534B9">
        <w:t>ation</w:t>
      </w:r>
      <w:r w:rsidR="001E309E">
        <w:t>"</w:t>
      </w:r>
      <w:r>
        <w:t>.</w:t>
      </w:r>
    </w:p>
    <w:p w:rsidR="004534B9" w:rsidRDefault="004534B9" w:rsidP="004534B9">
      <w:pPr>
        <w:pStyle w:val="EX"/>
      </w:pPr>
      <w:r>
        <w:t>[</w:t>
      </w:r>
      <w:r w:rsidR="00E73E63">
        <w:t>4]</w:t>
      </w:r>
      <w:r w:rsidR="00E73E63">
        <w:tab/>
        <w:t>3GPP TS</w:t>
      </w:r>
      <w:r>
        <w:t xml:space="preserve"> 36</w:t>
      </w:r>
      <w:r w:rsidR="006E15F6">
        <w:t>.</w:t>
      </w:r>
      <w:r>
        <w:t xml:space="preserve">212: </w:t>
      </w:r>
      <w:r w:rsidR="001E309E">
        <w:t>"</w:t>
      </w:r>
      <w:r w:rsidR="00BB17B4">
        <w:t xml:space="preserve">Evolved Universal Terrestrial Radio Access (E-UTRA); </w:t>
      </w:r>
      <w:r w:rsidRPr="004534B9">
        <w:t>Multiplexing and channel c</w:t>
      </w:r>
      <w:r w:rsidR="006E15F6">
        <w:t>o</w:t>
      </w:r>
      <w:r w:rsidRPr="004534B9">
        <w:t xml:space="preserve">ding </w:t>
      </w:r>
      <w:r w:rsidR="001E309E">
        <w:t>"</w:t>
      </w:r>
      <w:r>
        <w:t>.</w:t>
      </w:r>
    </w:p>
    <w:p w:rsidR="004534B9" w:rsidRDefault="004534B9" w:rsidP="004534B9">
      <w:pPr>
        <w:pStyle w:val="EX"/>
      </w:pPr>
      <w:r>
        <w:t>[</w:t>
      </w:r>
      <w:r w:rsidR="00E73E63">
        <w:t>5]</w:t>
      </w:r>
      <w:r w:rsidR="00E73E63">
        <w:tab/>
        <w:t>3GPP TS</w:t>
      </w:r>
      <w:r>
        <w:t xml:space="preserve"> 36</w:t>
      </w:r>
      <w:r w:rsidR="006E15F6">
        <w:t>.</w:t>
      </w:r>
      <w:r>
        <w:t xml:space="preserve">213: </w:t>
      </w:r>
      <w:r w:rsidR="001E309E">
        <w:t>"</w:t>
      </w:r>
      <w:r w:rsidR="00BB17B4">
        <w:t xml:space="preserve">Evolved Universal Terrestrial Radio Access (E-UTRA); </w:t>
      </w:r>
      <w:r w:rsidR="00490D7D" w:rsidRPr="00490D7D">
        <w:t>Physical layer proce</w:t>
      </w:r>
      <w:r w:rsidR="006E15F6">
        <w:t>d</w:t>
      </w:r>
      <w:r w:rsidR="00490D7D" w:rsidRPr="00490D7D">
        <w:t xml:space="preserve">ures </w:t>
      </w:r>
      <w:r w:rsidR="001E309E">
        <w:t>"</w:t>
      </w:r>
      <w:r>
        <w:t>.</w:t>
      </w:r>
    </w:p>
    <w:p w:rsidR="00373152" w:rsidRDefault="00373152" w:rsidP="00373152">
      <w:pPr>
        <w:pStyle w:val="EX"/>
      </w:pPr>
      <w:r>
        <w:t>[6]</w:t>
      </w:r>
      <w:r>
        <w:tab/>
        <w:t xml:space="preserve">3GPP TS 36.321: </w:t>
      </w:r>
      <w:r w:rsidR="001E309E">
        <w:t>"</w:t>
      </w:r>
      <w:r w:rsidRPr="0082460C">
        <w:t>Evolved Universal Terrestrial Radio Access (E-UTRA); Medium Acces</w:t>
      </w:r>
      <w:r>
        <w:t>s</w:t>
      </w:r>
      <w:r w:rsidRPr="0082460C">
        <w:t xml:space="preserve"> Control (MAC) protocol specification</w:t>
      </w:r>
      <w:r w:rsidR="001E309E">
        <w:t>"</w:t>
      </w:r>
      <w:r>
        <w:t>.</w:t>
      </w:r>
    </w:p>
    <w:p w:rsidR="00373152" w:rsidRDefault="00373152" w:rsidP="00373152">
      <w:pPr>
        <w:pStyle w:val="EX"/>
      </w:pPr>
      <w:r>
        <w:t>[7]</w:t>
      </w:r>
      <w:r>
        <w:tab/>
        <w:t xml:space="preserve">3GPP TS 36.331: </w:t>
      </w:r>
      <w:r w:rsidR="001E309E">
        <w:t>"</w:t>
      </w:r>
      <w:r w:rsidRPr="0082460C">
        <w:t xml:space="preserve">Evolved Universal Terrestrial Radio Access (E-UTRA); Radio Resource Control (RRC); Protocol specification </w:t>
      </w:r>
      <w:r w:rsidR="001E309E">
        <w:t>"</w:t>
      </w:r>
      <w:r>
        <w:t>.</w:t>
      </w:r>
    </w:p>
    <w:p w:rsidR="00373152" w:rsidRDefault="00373152" w:rsidP="00373152">
      <w:pPr>
        <w:pStyle w:val="EX"/>
      </w:pPr>
      <w:r>
        <w:t>[8]</w:t>
      </w:r>
      <w:r>
        <w:tab/>
      </w:r>
      <w:r w:rsidRPr="000A1895">
        <w:t>3GPP2 CS</w:t>
      </w:r>
      <w:r>
        <w:t>.</w:t>
      </w:r>
      <w:r w:rsidRPr="000A1895">
        <w:t xml:space="preserve">0005-D v1.0 </w:t>
      </w:r>
      <w:r w:rsidR="001E309E">
        <w:t>"</w:t>
      </w:r>
      <w:r w:rsidRPr="000A1895">
        <w:t>Upper Layer (Layer 3) Signaling Standard for CDMA2000 Spread Spectrum Systems Release D</w:t>
      </w:r>
      <w:r w:rsidR="001E309E">
        <w:t>"</w:t>
      </w:r>
      <w:r>
        <w:t>.</w:t>
      </w:r>
    </w:p>
    <w:p w:rsidR="00373152" w:rsidRDefault="00373152" w:rsidP="00373152">
      <w:pPr>
        <w:pStyle w:val="EX"/>
      </w:pPr>
      <w:r>
        <w:t>[9]</w:t>
      </w:r>
      <w:r>
        <w:tab/>
      </w:r>
      <w:r w:rsidRPr="000A1895">
        <w:t>3GPP2 CS</w:t>
      </w:r>
      <w:r>
        <w:t>.</w:t>
      </w:r>
      <w:r w:rsidRPr="000A1895">
        <w:t xml:space="preserve">0024-A v3.0 </w:t>
      </w:r>
      <w:r w:rsidR="001E309E">
        <w:t>"</w:t>
      </w:r>
      <w:r w:rsidRPr="000A1895">
        <w:t>cdma2000 High Rate Packet Data Air Interface Specification</w:t>
      </w:r>
      <w:r w:rsidR="001E309E">
        <w:t>"</w:t>
      </w:r>
    </w:p>
    <w:p w:rsidR="00E07187" w:rsidRDefault="00373152" w:rsidP="00E07187">
      <w:pPr>
        <w:pStyle w:val="EX"/>
      </w:pPr>
      <w:r>
        <w:t>[10]</w:t>
      </w:r>
      <w:r>
        <w:tab/>
        <w:t xml:space="preserve">3GPP TS 36.104: </w:t>
      </w:r>
      <w:r w:rsidR="001E309E">
        <w:t>"</w:t>
      </w:r>
      <w:r>
        <w:t>Evolved Universal Terrestrial Radio Access (E-UTRA); Base Station (BS) radio transmission and reception</w:t>
      </w:r>
      <w:r w:rsidRPr="00490D7D">
        <w:t xml:space="preserve"> </w:t>
      </w:r>
      <w:r w:rsidR="001E309E">
        <w:t>"</w:t>
      </w:r>
      <w:r>
        <w:t>.</w:t>
      </w:r>
    </w:p>
    <w:p w:rsidR="00E07187" w:rsidRDefault="00E07187" w:rsidP="00E07187">
      <w:pPr>
        <w:pStyle w:val="EX"/>
      </w:pPr>
      <w:r w:rsidRPr="00410139">
        <w:t>[11]</w:t>
      </w:r>
      <w:r w:rsidRPr="00410139">
        <w:tab/>
        <w:t xml:space="preserve">3GPP TS 36.355: </w:t>
      </w:r>
      <w:r w:rsidR="001E309E">
        <w:t>"</w:t>
      </w:r>
      <w:r w:rsidRPr="00410139">
        <w:t>Evolved Universal Terrestrial Radio Access (E-UTRA); LTE Positioning Protocol (LPP)</w:t>
      </w:r>
      <w:r w:rsidR="001E309E">
        <w:t>"</w:t>
      </w:r>
    </w:p>
    <w:p w:rsidR="00E07187" w:rsidRDefault="00E07187" w:rsidP="00E07187">
      <w:pPr>
        <w:pStyle w:val="EX"/>
      </w:pPr>
      <w:r w:rsidRPr="00410139">
        <w:t>[1</w:t>
      </w:r>
      <w:r>
        <w:t>2</w:t>
      </w:r>
      <w:r w:rsidRPr="00410139">
        <w:t>]</w:t>
      </w:r>
      <w:r>
        <w:tab/>
      </w:r>
      <w:r w:rsidRPr="00410139">
        <w:t>3GPP TS 36.</w:t>
      </w:r>
      <w:r>
        <w:t>4</w:t>
      </w:r>
      <w:r w:rsidRPr="00410139">
        <w:t xml:space="preserve">55: </w:t>
      </w:r>
      <w:r w:rsidR="001E309E">
        <w:t>"</w:t>
      </w:r>
      <w:r w:rsidRPr="00410139">
        <w:t xml:space="preserve">Evolved Universal Terrestrial Radio Access (E-UTRA); LTE Positioning Protocol </w:t>
      </w:r>
      <w:r>
        <w:t xml:space="preserve">A </w:t>
      </w:r>
      <w:r w:rsidRPr="00410139">
        <w:t>(LPP</w:t>
      </w:r>
      <w:r>
        <w:t>a</w:t>
      </w:r>
      <w:r w:rsidRPr="00410139">
        <w:t>)</w:t>
      </w:r>
      <w:r w:rsidR="001E309E">
        <w:t>"</w:t>
      </w:r>
    </w:p>
    <w:p w:rsidR="00DF772E" w:rsidRDefault="00DF772E" w:rsidP="00DF772E">
      <w:pPr>
        <w:pStyle w:val="EX"/>
        <w:ind w:hanging="1417"/>
      </w:pPr>
      <w:r>
        <w:t>[13]</w:t>
      </w:r>
      <w:r w:rsidR="001E309E">
        <w:tab/>
      </w:r>
      <w:r>
        <w:t xml:space="preserve">3GPP TS 36.459: </w:t>
      </w:r>
      <w:r w:rsidR="001E309E">
        <w:t>"</w:t>
      </w:r>
      <w:r w:rsidRPr="00410139">
        <w:t>Evolved Universal Terrestrial Radio Access (E-UTRA);</w:t>
      </w:r>
      <w:r w:rsidR="001E309E">
        <w:t xml:space="preserve"> </w:t>
      </w:r>
      <w:r>
        <w:t>SLm Application Protocol</w:t>
      </w:r>
      <w:r w:rsidRPr="00163D02">
        <w:t xml:space="preserve"> (</w:t>
      </w:r>
      <w:r>
        <w:t>SLmAP</w:t>
      </w:r>
      <w:r w:rsidRPr="00163D02">
        <w:t>)</w:t>
      </w:r>
      <w:r w:rsidR="001E309E">
        <w:t>"</w:t>
      </w:r>
    </w:p>
    <w:p w:rsidR="00DF772E" w:rsidRDefault="00DF772E" w:rsidP="00DF772E">
      <w:pPr>
        <w:pStyle w:val="EX"/>
      </w:pPr>
      <w:r>
        <w:t>[14]</w:t>
      </w:r>
      <w:r>
        <w:tab/>
        <w:t xml:space="preserve">3GPP TS 36.111: </w:t>
      </w:r>
      <w:r w:rsidR="001E309E">
        <w:t>"</w:t>
      </w:r>
      <w:r>
        <w:t>Evolved Universal Terrestrial Radio Access (E-UTRA); Location Measurement Unit (LMU) performance specification; Network Based Positioning Systems in E-UTRAN</w:t>
      </w:r>
      <w:r w:rsidR="001E309E">
        <w:t>"</w:t>
      </w:r>
    </w:p>
    <w:p w:rsidR="00373152" w:rsidRDefault="00354985" w:rsidP="004534B9">
      <w:pPr>
        <w:pStyle w:val="EX"/>
        <w:rPr>
          <w:noProof/>
          <w:lang w:eastAsia="ko-KR"/>
        </w:rPr>
      </w:pPr>
      <w:r>
        <w:rPr>
          <w:noProof/>
          <w:lang w:eastAsia="ko-KR"/>
        </w:rPr>
        <w:t>[15]</w:t>
      </w:r>
      <w:r>
        <w:rPr>
          <w:noProof/>
          <w:lang w:eastAsia="ko-KR"/>
        </w:rPr>
        <w:tab/>
        <w:t>IEEE 802.11, Part 11: "Wireless LAN Medium Access Control (MAC) and Physical Layer (PHY) specifications, IEEE Std.".</w:t>
      </w:r>
    </w:p>
    <w:p w:rsidR="00392673" w:rsidRPr="00392673" w:rsidRDefault="003B4CDA" w:rsidP="00392673">
      <w:pPr>
        <w:pStyle w:val="EX"/>
      </w:pPr>
      <w:r>
        <w:t>[16]</w:t>
      </w:r>
      <w:r>
        <w:tab/>
        <w:t xml:space="preserve">3GPP TS 36.304: </w:t>
      </w:r>
      <w:r w:rsidR="001E309E">
        <w:t>"</w:t>
      </w:r>
      <w:r>
        <w:t xml:space="preserve">Evolved Universal Terrestrial Radio Access (E-UTRA); </w:t>
      </w:r>
      <w:r w:rsidRPr="00A84BFC">
        <w:t xml:space="preserve">User Equipment (UE) procedures in idle mode </w:t>
      </w:r>
      <w:r w:rsidR="001E309E">
        <w:t>"</w:t>
      </w:r>
      <w:r>
        <w:t>.</w:t>
      </w:r>
    </w:p>
    <w:p w:rsidR="006D6364" w:rsidRDefault="00392673" w:rsidP="00751EAA">
      <w:pPr>
        <w:pStyle w:val="EX"/>
      </w:pPr>
      <w:r w:rsidRPr="00392673">
        <w:lastRenderedPageBreak/>
        <w:t>[17]</w:t>
      </w:r>
      <w:r w:rsidRPr="00392673">
        <w:tab/>
        <w:t>3GPP TS 38.213: "NR; Physical layer procedures for control".</w:t>
      </w:r>
    </w:p>
    <w:p w:rsidR="003B4CDA" w:rsidRDefault="006D6364" w:rsidP="006D6364">
      <w:pPr>
        <w:pStyle w:val="EX"/>
      </w:pPr>
      <w:r w:rsidRPr="00895EA0">
        <w:t>[1</w:t>
      </w:r>
      <w:r>
        <w:t>8</w:t>
      </w:r>
      <w:r w:rsidRPr="00895EA0">
        <w:t>]</w:t>
      </w:r>
      <w:r w:rsidRPr="00895EA0">
        <w:tab/>
      </w:r>
      <w:r>
        <w:rPr>
          <w:lang w:val="en-US"/>
        </w:rPr>
        <w:t xml:space="preserve">3GPP TS </w:t>
      </w:r>
      <w:r w:rsidRPr="005E3A79">
        <w:rPr>
          <w:lang w:val="en-US"/>
        </w:rPr>
        <w:t>38.133</w:t>
      </w:r>
      <w:r>
        <w:rPr>
          <w:lang w:val="en-US"/>
        </w:rPr>
        <w:t xml:space="preserve">: </w:t>
      </w:r>
      <w:r>
        <w:t>"</w:t>
      </w:r>
      <w:r w:rsidRPr="005E3A79">
        <w:rPr>
          <w:lang w:val="en-US"/>
        </w:rPr>
        <w:t>NR; Requirements for support of radio resource management</w:t>
      </w:r>
      <w:r>
        <w:rPr>
          <w:lang w:val="en-US"/>
        </w:rPr>
        <w:t>"</w:t>
      </w:r>
      <w:r w:rsidRPr="00895EA0">
        <w:t>.</w:t>
      </w:r>
    </w:p>
    <w:p w:rsidR="004534B9" w:rsidRDefault="004534B9">
      <w:pPr>
        <w:pStyle w:val="EX"/>
      </w:pPr>
    </w:p>
    <w:p w:rsidR="004A3549" w:rsidRDefault="004A3549">
      <w:pPr>
        <w:pStyle w:val="Heading1"/>
      </w:pPr>
      <w:bookmarkStart w:id="6" w:name="_Toc524695248"/>
      <w:r>
        <w:t>3</w:t>
      </w:r>
      <w:r>
        <w:tab/>
        <w:t>Definitions, symbols and abbreviations</w:t>
      </w:r>
      <w:bookmarkEnd w:id="6"/>
    </w:p>
    <w:p w:rsidR="004A3549" w:rsidRDefault="004A3549">
      <w:pPr>
        <w:pStyle w:val="Heading2"/>
      </w:pPr>
      <w:bookmarkStart w:id="7" w:name="_Toc524695249"/>
      <w:r>
        <w:t>3.1</w:t>
      </w:r>
      <w:r>
        <w:tab/>
        <w:t>Definitions</w:t>
      </w:r>
      <w:bookmarkEnd w:id="7"/>
    </w:p>
    <w:p w:rsidR="004A3549" w:rsidRDefault="004A3549">
      <w:r>
        <w:t xml:space="preserve">For the purposes of the present document, the terms and definitions given in </w:t>
      </w:r>
      <w:r w:rsidR="00383736">
        <w:t>TR</w:t>
      </w:r>
      <w:r w:rsidR="003E2780">
        <w:t> </w:t>
      </w:r>
      <w:r w:rsidR="00383736">
        <w:t>21.905</w:t>
      </w:r>
      <w:r w:rsidR="003E2780">
        <w:t> [</w:t>
      </w:r>
      <w:r w:rsidR="00490D7D">
        <w:t>1</w:t>
      </w:r>
      <w:r w:rsidR="003E2780">
        <w:t>]</w:t>
      </w:r>
      <w:r w:rsidR="00383736">
        <w:t xml:space="preserve"> </w:t>
      </w:r>
      <w:r>
        <w:t>and the following apply.</w:t>
      </w:r>
      <w:r w:rsidR="00AD2CAE">
        <w:t xml:space="preserve"> </w:t>
      </w:r>
      <w:r w:rsidR="00383736">
        <w:t xml:space="preserve">A term defined in the present document takes precedence over the definition </w:t>
      </w:r>
      <w:r w:rsidR="003E2780">
        <w:t>of the same term, if any, in TR </w:t>
      </w:r>
      <w:r w:rsidR="00383736">
        <w:t>21.905</w:t>
      </w:r>
      <w:r w:rsidR="003E2780">
        <w:t> [</w:t>
      </w:r>
      <w:r w:rsidR="00490D7D">
        <w:t>1</w:t>
      </w:r>
      <w:r w:rsidR="003E2780">
        <w:t>]</w:t>
      </w:r>
      <w:r w:rsidR="00383736">
        <w:t>.</w:t>
      </w:r>
    </w:p>
    <w:p w:rsidR="004A3549" w:rsidRDefault="004A3549">
      <w:pPr>
        <w:pStyle w:val="Heading2"/>
      </w:pPr>
      <w:bookmarkStart w:id="8" w:name="_Toc524695250"/>
      <w:r>
        <w:t>3.2</w:t>
      </w:r>
      <w:r>
        <w:tab/>
        <w:t>Symbols</w:t>
      </w:r>
      <w:bookmarkEnd w:id="8"/>
    </w:p>
    <w:p w:rsidR="004A3549" w:rsidRDefault="004A3549">
      <w:pPr>
        <w:keepNext/>
      </w:pPr>
      <w:r>
        <w:t>For the purposes of the present document, the following symbols apply:</w:t>
      </w:r>
    </w:p>
    <w:p w:rsidR="001E7237" w:rsidRDefault="001E7237" w:rsidP="001E7237">
      <w:pPr>
        <w:pStyle w:val="EW"/>
        <w:keepNext/>
      </w:pPr>
      <w:r>
        <w:t>Ec/No</w:t>
      </w:r>
      <w:r>
        <w:tab/>
        <w:t>Received energy per chip divided by the power density in the band</w:t>
      </w:r>
    </w:p>
    <w:p w:rsidR="004A3549" w:rsidRDefault="004A3549">
      <w:pPr>
        <w:pStyle w:val="EW"/>
      </w:pPr>
    </w:p>
    <w:p w:rsidR="004A3549" w:rsidRDefault="004A3549">
      <w:pPr>
        <w:pStyle w:val="Heading2"/>
      </w:pPr>
      <w:bookmarkStart w:id="9" w:name="_Toc524695251"/>
      <w:r>
        <w:t>3.3</w:t>
      </w:r>
      <w:r>
        <w:tab/>
        <w:t>Abbreviations</w:t>
      </w:r>
      <w:bookmarkEnd w:id="9"/>
    </w:p>
    <w:p w:rsidR="004A3549" w:rsidRDefault="004A3549">
      <w:pPr>
        <w:keepNext/>
      </w:pPr>
      <w:r>
        <w:t xml:space="preserve">For the purposes of the present document, the abbreviations </w:t>
      </w:r>
      <w:r w:rsidR="00490D7D">
        <w:t>given in TR 21.905 [1</w:t>
      </w:r>
      <w:r w:rsidR="008C6DB3">
        <w:t xml:space="preserve">] and the following </w:t>
      </w:r>
      <w:r>
        <w:t>apply</w:t>
      </w:r>
      <w:r w:rsidR="008C6DB3">
        <w:t>. An abbreviation defined in the present document takes precedence over the definition of the same abbre</w:t>
      </w:r>
      <w:r w:rsidR="00490D7D">
        <w:t>viation, if any, in TR 21.905 [1</w:t>
      </w:r>
      <w:r w:rsidR="008C6DB3">
        <w:t>].</w:t>
      </w:r>
    </w:p>
    <w:p w:rsidR="00573102" w:rsidRPr="00050EAD" w:rsidRDefault="00573102" w:rsidP="00573102">
      <w:pPr>
        <w:pStyle w:val="EW"/>
        <w:rPr>
          <w:rFonts w:eastAsia="MS Mincho"/>
          <w:lang w:eastAsia="ja-JP"/>
        </w:rPr>
      </w:pPr>
      <w:r>
        <w:rPr>
          <w:rFonts w:eastAsia="MS Mincho"/>
          <w:lang w:eastAsia="ja-JP"/>
        </w:rPr>
        <w:t>1x RTT</w:t>
      </w:r>
      <w:r>
        <w:rPr>
          <w:rFonts w:eastAsia="MS Mincho"/>
          <w:lang w:eastAsia="ja-JP"/>
        </w:rPr>
        <w:tab/>
        <w:t>CDMA2000 1x</w:t>
      </w:r>
      <w:r w:rsidRPr="00050EAD">
        <w:rPr>
          <w:rFonts w:eastAsia="MS Mincho"/>
          <w:lang w:eastAsia="ja-JP"/>
        </w:rPr>
        <w:t xml:space="preserve"> Radio Transmission Technology</w:t>
      </w:r>
    </w:p>
    <w:p w:rsidR="00E07187" w:rsidRDefault="00861374" w:rsidP="00E07187">
      <w:pPr>
        <w:pStyle w:val="EW"/>
        <w:rPr>
          <w:lang w:eastAsia="zh-CN"/>
        </w:rPr>
      </w:pPr>
      <w:r w:rsidRPr="00861374">
        <w:rPr>
          <w:rFonts w:eastAsia="MS Mincho"/>
          <w:lang w:eastAsia="ja-JP"/>
        </w:rPr>
        <w:t>CPICH</w:t>
      </w:r>
      <w:r w:rsidRPr="00861374">
        <w:rPr>
          <w:rFonts w:eastAsia="MS Mincho"/>
          <w:lang w:eastAsia="ja-JP"/>
        </w:rPr>
        <w:tab/>
        <w:t>Common Pilot Channel</w:t>
      </w:r>
    </w:p>
    <w:p w:rsidR="00861374" w:rsidRPr="00861374" w:rsidRDefault="00E07187" w:rsidP="00E07187">
      <w:pPr>
        <w:pStyle w:val="EW"/>
        <w:rPr>
          <w:rFonts w:eastAsia="MS Mincho"/>
          <w:lang w:val="en-US" w:eastAsia="ja-JP"/>
        </w:rPr>
      </w:pPr>
      <w:r w:rsidRPr="007021FC">
        <w:rPr>
          <w:lang w:val="en-US" w:eastAsia="zh-CN"/>
        </w:rPr>
        <w:t>E-SMLC</w:t>
      </w:r>
      <w:r w:rsidRPr="007021FC">
        <w:rPr>
          <w:lang w:val="en-US" w:eastAsia="zh-CN"/>
        </w:rPr>
        <w:tab/>
        <w:t xml:space="preserve">Enhanced Serving </w:t>
      </w:r>
      <w:smartTag w:uri="urn:schemas-microsoft-com:office:smarttags" w:element="place">
        <w:r w:rsidRPr="007021FC">
          <w:rPr>
            <w:lang w:val="en-US" w:eastAsia="zh-CN"/>
          </w:rPr>
          <w:t>Mobile</w:t>
        </w:r>
      </w:smartTag>
      <w:r w:rsidRPr="007021FC">
        <w:rPr>
          <w:lang w:val="en-US" w:eastAsia="zh-CN"/>
        </w:rPr>
        <w:t xml:space="preserve"> Location Centre</w:t>
      </w:r>
    </w:p>
    <w:p w:rsidR="0013151A" w:rsidRPr="00C93287" w:rsidRDefault="0013151A" w:rsidP="0013151A">
      <w:pPr>
        <w:pStyle w:val="EW"/>
        <w:rPr>
          <w:rFonts w:eastAsia="MS Mincho"/>
          <w:lang w:eastAsia="ja-JP"/>
        </w:rPr>
      </w:pPr>
      <w:r w:rsidRPr="00C93287">
        <w:rPr>
          <w:rFonts w:eastAsia="MS Mincho" w:hint="eastAsia"/>
          <w:lang w:eastAsia="ja-JP"/>
        </w:rPr>
        <w:t>E-UTRA</w:t>
      </w:r>
      <w:r w:rsidRPr="00C93287">
        <w:rPr>
          <w:rFonts w:eastAsia="MS Mincho" w:hint="eastAsia"/>
          <w:lang w:eastAsia="ja-JP"/>
        </w:rPr>
        <w:tab/>
        <w:t>Evolved UTRA</w:t>
      </w:r>
    </w:p>
    <w:p w:rsidR="0013151A" w:rsidRDefault="0013151A" w:rsidP="0013151A">
      <w:pPr>
        <w:pStyle w:val="EW"/>
        <w:rPr>
          <w:rFonts w:eastAsia="MS Mincho"/>
          <w:lang w:eastAsia="ja-JP"/>
        </w:rPr>
      </w:pPr>
      <w:r w:rsidRPr="00C93287">
        <w:rPr>
          <w:rFonts w:eastAsia="MS Mincho" w:hint="eastAsia"/>
          <w:lang w:eastAsia="ja-JP"/>
        </w:rPr>
        <w:t>E-UTRAN</w:t>
      </w:r>
      <w:r w:rsidRPr="00C93287">
        <w:rPr>
          <w:rFonts w:eastAsia="MS Mincho" w:hint="eastAsia"/>
          <w:lang w:eastAsia="ja-JP"/>
        </w:rPr>
        <w:tab/>
        <w:t>Evolved UTRAN</w:t>
      </w:r>
    </w:p>
    <w:p w:rsidR="00E07187" w:rsidRDefault="005D2EB5" w:rsidP="00E07187">
      <w:pPr>
        <w:pStyle w:val="EW"/>
        <w:rPr>
          <w:lang w:eastAsia="zh-CN"/>
        </w:rPr>
      </w:pPr>
      <w:r w:rsidRPr="00C93287">
        <w:rPr>
          <w:rFonts w:eastAsia="MS Mincho" w:hint="eastAsia"/>
          <w:lang w:eastAsia="ja-JP"/>
        </w:rPr>
        <w:t>FDD</w:t>
      </w:r>
      <w:r w:rsidRPr="00C93287">
        <w:rPr>
          <w:rFonts w:eastAsia="MS Mincho" w:hint="eastAsia"/>
          <w:lang w:eastAsia="ja-JP"/>
        </w:rPr>
        <w:tab/>
        <w:t>Frequency Division Duplex</w:t>
      </w:r>
    </w:p>
    <w:p w:rsidR="005D2EB5" w:rsidRDefault="00E07187" w:rsidP="00E07187">
      <w:pPr>
        <w:pStyle w:val="EW"/>
        <w:rPr>
          <w:rFonts w:eastAsia="MS Mincho"/>
          <w:lang w:eastAsia="ja-JP"/>
        </w:rPr>
      </w:pPr>
      <w:r w:rsidRPr="007021FC">
        <w:rPr>
          <w:lang w:eastAsia="zh-CN"/>
        </w:rPr>
        <w:t>GNSS</w:t>
      </w:r>
      <w:r w:rsidRPr="007021FC">
        <w:rPr>
          <w:lang w:eastAsia="zh-CN"/>
        </w:rPr>
        <w:tab/>
        <w:t>Global Navigation Satellite System</w:t>
      </w:r>
    </w:p>
    <w:p w:rsidR="005D2EB5" w:rsidRDefault="005D2EB5" w:rsidP="0013151A">
      <w:pPr>
        <w:pStyle w:val="EW"/>
        <w:rPr>
          <w:rFonts w:eastAsia="MS Mincho"/>
          <w:lang w:eastAsia="ja-JP"/>
        </w:rPr>
      </w:pPr>
      <w:r w:rsidRPr="00C93287">
        <w:rPr>
          <w:rFonts w:eastAsia="MS Mincho" w:hint="eastAsia"/>
          <w:lang w:eastAsia="ja-JP"/>
        </w:rPr>
        <w:t>GSM</w:t>
      </w:r>
      <w:r w:rsidRPr="00C93287">
        <w:rPr>
          <w:rFonts w:eastAsia="MS Mincho" w:hint="eastAsia"/>
          <w:lang w:eastAsia="ja-JP"/>
        </w:rPr>
        <w:tab/>
        <w:t xml:space="preserve">Global System for </w:t>
      </w:r>
      <w:smartTag w:uri="urn:schemas-microsoft-com:office:smarttags" w:element="place">
        <w:smartTag w:uri="urn:schemas-microsoft-com:office:smarttags" w:element="State">
          <w:r w:rsidRPr="00C93287">
            <w:rPr>
              <w:rFonts w:eastAsia="MS Mincho" w:hint="eastAsia"/>
              <w:lang w:eastAsia="ja-JP"/>
            </w:rPr>
            <w:t>Mobile</w:t>
          </w:r>
        </w:smartTag>
      </w:smartTag>
      <w:r w:rsidRPr="00C93287">
        <w:rPr>
          <w:rFonts w:eastAsia="MS Mincho" w:hint="eastAsia"/>
          <w:lang w:eastAsia="ja-JP"/>
        </w:rPr>
        <w:t xml:space="preserve"> communication</w:t>
      </w:r>
    </w:p>
    <w:p w:rsidR="00DF772E" w:rsidRDefault="00573102" w:rsidP="00DF772E">
      <w:pPr>
        <w:pStyle w:val="EW"/>
        <w:rPr>
          <w:lang w:eastAsia="ja-JP"/>
        </w:rPr>
      </w:pPr>
      <w:r>
        <w:rPr>
          <w:rFonts w:eastAsia="MS Mincho"/>
          <w:lang w:eastAsia="ja-JP"/>
        </w:rPr>
        <w:t>HRPD</w:t>
      </w:r>
      <w:r>
        <w:rPr>
          <w:rFonts w:eastAsia="MS Mincho"/>
          <w:lang w:eastAsia="ja-JP"/>
        </w:rPr>
        <w:tab/>
        <w:t>CDMA2000 High Rate Packet Data</w:t>
      </w:r>
    </w:p>
    <w:p w:rsidR="00573102" w:rsidRDefault="00DF772E" w:rsidP="00DF772E">
      <w:pPr>
        <w:pStyle w:val="EW"/>
        <w:rPr>
          <w:rFonts w:eastAsia="MS Mincho"/>
          <w:lang w:eastAsia="ja-JP"/>
        </w:rPr>
      </w:pPr>
      <w:r>
        <w:rPr>
          <w:lang w:eastAsia="ja-JP"/>
        </w:rPr>
        <w:t>LMU</w:t>
      </w:r>
      <w:r w:rsidR="001E309E">
        <w:rPr>
          <w:lang w:eastAsia="ja-JP"/>
        </w:rPr>
        <w:tab/>
      </w:r>
      <w:r>
        <w:rPr>
          <w:lang w:eastAsia="ja-JP"/>
        </w:rPr>
        <w:t>Location Measurement Unit</w:t>
      </w:r>
    </w:p>
    <w:p w:rsidR="00861374" w:rsidRPr="00861374" w:rsidRDefault="00861374" w:rsidP="0013151A">
      <w:pPr>
        <w:pStyle w:val="EW"/>
        <w:rPr>
          <w:rFonts w:eastAsia="MS Mincho"/>
          <w:lang w:eastAsia="ja-JP"/>
        </w:rPr>
      </w:pPr>
      <w:r w:rsidRPr="00861374">
        <w:rPr>
          <w:rFonts w:eastAsia="MS Mincho"/>
          <w:lang w:eastAsia="ja-JP"/>
        </w:rPr>
        <w:t>P-CCPCH</w:t>
      </w:r>
      <w:r w:rsidRPr="00861374">
        <w:rPr>
          <w:rFonts w:eastAsia="MS Mincho"/>
          <w:lang w:eastAsia="ja-JP"/>
        </w:rPr>
        <w:tab/>
        <w:t>Primary Common Control Physical Channel</w:t>
      </w:r>
    </w:p>
    <w:p w:rsidR="005D2EB5" w:rsidRPr="005D2EB5" w:rsidRDefault="005D2EB5" w:rsidP="0013151A">
      <w:pPr>
        <w:pStyle w:val="EW"/>
        <w:rPr>
          <w:rFonts w:eastAsia="MS Mincho"/>
          <w:lang w:eastAsia="ja-JP"/>
        </w:rPr>
      </w:pPr>
      <w:r>
        <w:rPr>
          <w:rFonts w:eastAsia="MS Mincho"/>
          <w:lang w:eastAsia="ja-JP"/>
        </w:rPr>
        <w:t>RSCP</w:t>
      </w:r>
      <w:r>
        <w:rPr>
          <w:rFonts w:eastAsia="MS Mincho"/>
          <w:lang w:eastAsia="ja-JP"/>
        </w:rPr>
        <w:tab/>
      </w:r>
      <w:r w:rsidRPr="005D2EB5">
        <w:rPr>
          <w:rFonts w:eastAsia="MS Mincho"/>
          <w:lang w:eastAsia="ja-JP"/>
        </w:rPr>
        <w:t>Received Signal Code Power</w:t>
      </w:r>
    </w:p>
    <w:p w:rsidR="00FD3E38" w:rsidRDefault="00FD3E38" w:rsidP="00FD3E38">
      <w:pPr>
        <w:pStyle w:val="EW"/>
        <w:keepNext/>
      </w:pPr>
      <w:r>
        <w:t>RSRP</w:t>
      </w:r>
      <w:r>
        <w:tab/>
        <w:t>Reference Signal Received Power</w:t>
      </w:r>
    </w:p>
    <w:p w:rsidR="00C83309" w:rsidRPr="00C83309" w:rsidRDefault="00C83309" w:rsidP="00FD3E38">
      <w:pPr>
        <w:pStyle w:val="EW"/>
        <w:keepNext/>
      </w:pPr>
      <w:r>
        <w:t>RSRQ</w:t>
      </w:r>
      <w:r>
        <w:tab/>
      </w:r>
      <w:r w:rsidRPr="00C83309">
        <w:t>Reference Signal Received Quality</w:t>
      </w:r>
    </w:p>
    <w:p w:rsidR="00E07187" w:rsidRDefault="00FD3E38" w:rsidP="00E07187">
      <w:pPr>
        <w:pStyle w:val="EW"/>
        <w:rPr>
          <w:lang w:eastAsia="zh-CN"/>
        </w:rPr>
      </w:pPr>
      <w:r>
        <w:t>RSSI</w:t>
      </w:r>
      <w:r>
        <w:tab/>
        <w:t>Received Signal Strength Indicator</w:t>
      </w:r>
    </w:p>
    <w:p w:rsidR="00DF772E" w:rsidRDefault="00E07187" w:rsidP="00DF772E">
      <w:pPr>
        <w:pStyle w:val="EW"/>
        <w:rPr>
          <w:lang w:eastAsia="zh-CN"/>
        </w:rPr>
      </w:pPr>
      <w:r w:rsidRPr="007021FC">
        <w:rPr>
          <w:lang w:eastAsia="zh-CN"/>
        </w:rPr>
        <w:t>RSTD</w:t>
      </w:r>
      <w:r w:rsidRPr="007021FC">
        <w:rPr>
          <w:lang w:eastAsia="zh-CN"/>
        </w:rPr>
        <w:tab/>
        <w:t>Reference Signal Time Difference</w:t>
      </w:r>
      <w:r w:rsidR="00DF772E" w:rsidRPr="00DF772E">
        <w:rPr>
          <w:lang w:eastAsia="zh-CN"/>
        </w:rPr>
        <w:t xml:space="preserve"> </w:t>
      </w:r>
    </w:p>
    <w:p w:rsidR="00FD3E38" w:rsidRDefault="00DF772E" w:rsidP="00DF772E">
      <w:pPr>
        <w:pStyle w:val="EW"/>
      </w:pPr>
      <w:r>
        <w:rPr>
          <w:lang w:eastAsia="zh-CN"/>
        </w:rPr>
        <w:t>SRS</w:t>
      </w:r>
      <w:r>
        <w:rPr>
          <w:lang w:eastAsia="zh-CN"/>
        </w:rPr>
        <w:tab/>
        <w:t>Sounding Reference Signal</w:t>
      </w:r>
    </w:p>
    <w:p w:rsidR="005D2EB5" w:rsidRPr="005D2EB5" w:rsidRDefault="005D2EB5" w:rsidP="005D2EB5">
      <w:pPr>
        <w:pStyle w:val="EW"/>
        <w:rPr>
          <w:rFonts w:eastAsia="MS Mincho"/>
          <w:lang w:eastAsia="ja-JP"/>
        </w:rPr>
      </w:pPr>
      <w:r w:rsidRPr="00C93287">
        <w:rPr>
          <w:rFonts w:eastAsia="MS Mincho" w:hint="eastAsia"/>
          <w:lang w:eastAsia="ja-JP"/>
        </w:rPr>
        <w:t>TDD</w:t>
      </w:r>
      <w:r w:rsidRPr="00C93287">
        <w:rPr>
          <w:rFonts w:eastAsia="MS Mincho" w:hint="eastAsia"/>
          <w:lang w:eastAsia="ja-JP"/>
        </w:rPr>
        <w:tab/>
        <w:t>Time Division Duplex</w:t>
      </w:r>
    </w:p>
    <w:p w:rsidR="00731BAF" w:rsidRPr="00C93287" w:rsidRDefault="00731BAF" w:rsidP="00731BAF">
      <w:pPr>
        <w:pStyle w:val="EW"/>
        <w:rPr>
          <w:rFonts w:eastAsia="MS Mincho"/>
          <w:lang w:eastAsia="ja-JP"/>
        </w:rPr>
      </w:pPr>
      <w:r w:rsidRPr="00C93287">
        <w:rPr>
          <w:rFonts w:eastAsia="MS Mincho" w:hint="eastAsia"/>
          <w:lang w:eastAsia="ja-JP"/>
        </w:rPr>
        <w:t>UTRA</w:t>
      </w:r>
      <w:r w:rsidRPr="00C93287">
        <w:rPr>
          <w:rFonts w:eastAsia="MS Mincho" w:hint="eastAsia"/>
          <w:lang w:eastAsia="ja-JP"/>
        </w:rPr>
        <w:tab/>
        <w:t>Universal Terrestrial Radio Access</w:t>
      </w:r>
    </w:p>
    <w:p w:rsidR="00731BAF" w:rsidRPr="00731BAF" w:rsidRDefault="00731BAF" w:rsidP="00731BAF">
      <w:pPr>
        <w:pStyle w:val="EW"/>
        <w:rPr>
          <w:rFonts w:eastAsia="MS Mincho"/>
          <w:lang w:eastAsia="ja-JP"/>
        </w:rPr>
      </w:pPr>
      <w:r w:rsidRPr="00C93287">
        <w:rPr>
          <w:rFonts w:eastAsia="MS Mincho" w:hint="eastAsia"/>
          <w:lang w:eastAsia="ja-JP"/>
        </w:rPr>
        <w:t>UTRAN</w:t>
      </w:r>
      <w:r w:rsidRPr="00C93287">
        <w:rPr>
          <w:rFonts w:eastAsia="MS Mincho" w:hint="eastAsia"/>
          <w:lang w:eastAsia="ja-JP"/>
        </w:rPr>
        <w:tab/>
        <w:t>Universal Terrestrial Radio Access Network</w:t>
      </w:r>
    </w:p>
    <w:p w:rsidR="004A3549" w:rsidRDefault="004A3549">
      <w:pPr>
        <w:pStyle w:val="EW"/>
      </w:pPr>
    </w:p>
    <w:p w:rsidR="004A3549" w:rsidRPr="00490D7D" w:rsidRDefault="004A3549">
      <w:pPr>
        <w:pStyle w:val="Heading1"/>
      </w:pPr>
      <w:bookmarkStart w:id="10" w:name="_Toc524695252"/>
      <w:r>
        <w:t>4</w:t>
      </w:r>
      <w:r>
        <w:tab/>
      </w:r>
      <w:r w:rsidR="00490D7D" w:rsidRPr="00490D7D">
        <w:t>Control of UE/</w:t>
      </w:r>
      <w:r w:rsidR="00490D7D">
        <w:t>E</w:t>
      </w:r>
      <w:r w:rsidR="0013151A">
        <w:t>-</w:t>
      </w:r>
      <w:r w:rsidR="00490D7D" w:rsidRPr="00490D7D">
        <w:t>UTRAN measurements</w:t>
      </w:r>
      <w:bookmarkEnd w:id="10"/>
    </w:p>
    <w:p w:rsidR="008A3F6E" w:rsidRDefault="008A3F6E" w:rsidP="008A3F6E">
      <w:r>
        <w:t>In this chapter the general measurement control concept of the higher layers is briefly described to provide an understanding on how L1 measurements are initiated and controlled by higher layers.</w:t>
      </w:r>
    </w:p>
    <w:p w:rsidR="00573102" w:rsidRDefault="00573102" w:rsidP="00573102">
      <w:r>
        <w:t>With the measurement specifications L1 provides measurement capabilities for the UE and E-UTRAN. These measurements can be classified in different reported measurement types: intra-frequency, inter-frequency, inter-system, traffic volume, quality and UE internal measurements (see the RRC Protocol [7]).</w:t>
      </w:r>
    </w:p>
    <w:p w:rsidR="00573102" w:rsidRDefault="00573102" w:rsidP="00573102">
      <w:r>
        <w:t>In the L1 measurement definitions, see chapter 5, the measurements are categorised as measurements in the UE (the messages for these will be described in the MAC Protocol [6] or RRC Protocol [7]</w:t>
      </w:r>
      <w:r w:rsidR="00E07187">
        <w:t xml:space="preserve"> or LPP Protocol [11]</w:t>
      </w:r>
      <w:r>
        <w:t>) or measurements in the E-UTRAN (the messages for these will be described in the Frame Protocol</w:t>
      </w:r>
      <w:r w:rsidR="00E07187">
        <w:t xml:space="preserve"> or LPPa Protocol [12]</w:t>
      </w:r>
      <w:r>
        <w:t>).</w:t>
      </w:r>
    </w:p>
    <w:p w:rsidR="00E07187" w:rsidRDefault="00573102" w:rsidP="00573102">
      <w:r>
        <w:lastRenderedPageBreak/>
        <w:t xml:space="preserve">To initiate a specific measurement, the E-UTRAN transmits a </w:t>
      </w:r>
      <w:r w:rsidR="001E309E">
        <w:t>'</w:t>
      </w:r>
      <w:r>
        <w:t>RRC connection reconfiguration message</w:t>
      </w:r>
      <w:r w:rsidR="001E309E">
        <w:t>'</w:t>
      </w:r>
      <w:r>
        <w:t xml:space="preserve"> to the UE including a measurement ID and type, a command (setup, modify, release), the measurement objects, the measurement quantity, the reporting quantities and the reporting criteria (periodical/event-triggered), see [7]</w:t>
      </w:r>
      <w:r w:rsidR="00E07187">
        <w:t xml:space="preserve"> or E-</w:t>
      </w:r>
      <w:r w:rsidR="00E07187">
        <w:rPr>
          <w:rFonts w:hint="eastAsia"/>
          <w:lang w:eastAsia="zh-CN"/>
        </w:rPr>
        <w:t>SMLC</w:t>
      </w:r>
      <w:r w:rsidR="00E07187">
        <w:t xml:space="preserve"> transmits a</w:t>
      </w:r>
      <w:r w:rsidR="00E07187">
        <w:rPr>
          <w:rFonts w:hint="eastAsia"/>
          <w:lang w:eastAsia="zh-CN"/>
        </w:rPr>
        <w:t>n</w:t>
      </w:r>
      <w:r w:rsidR="00E07187">
        <w:t xml:space="preserve"> </w:t>
      </w:r>
      <w:r w:rsidR="001E309E">
        <w:t>'</w:t>
      </w:r>
      <w:r w:rsidR="00E07187" w:rsidRPr="00230B82">
        <w:t>LPP Request Location Information</w:t>
      </w:r>
      <w:r w:rsidR="00E07187" w:rsidRPr="00BF3626" w:rsidDel="00136519">
        <w:t xml:space="preserve"> </w:t>
      </w:r>
      <w:r w:rsidR="00E07187" w:rsidRPr="00230B82">
        <w:t>message</w:t>
      </w:r>
      <w:r w:rsidR="001E309E">
        <w:t>'</w:t>
      </w:r>
      <w:r w:rsidR="00E07187">
        <w:t xml:space="preserve"> to UE</w:t>
      </w:r>
      <w:r w:rsidR="00E07187">
        <w:rPr>
          <w:rFonts w:hint="eastAsia"/>
          <w:lang w:eastAsia="zh-CN"/>
        </w:rPr>
        <w:t xml:space="preserve">, see </w:t>
      </w:r>
      <w:r w:rsidR="00E07187">
        <w:t>[11].</w:t>
      </w:r>
    </w:p>
    <w:p w:rsidR="00573102" w:rsidRDefault="00573102" w:rsidP="00573102">
      <w:r>
        <w:t xml:space="preserve">When the reporting criteria are fulfilled the UE shall answer with a </w:t>
      </w:r>
      <w:r w:rsidR="001E309E">
        <w:t>'</w:t>
      </w:r>
      <w:r>
        <w:t>measurement report message</w:t>
      </w:r>
      <w:r w:rsidR="001E309E">
        <w:t>'</w:t>
      </w:r>
      <w:r>
        <w:t xml:space="preserve"> to the E-UTRAN including the measurement ID and the results</w:t>
      </w:r>
      <w:r w:rsidR="00E07187">
        <w:t xml:space="preserve"> or a</w:t>
      </w:r>
      <w:r w:rsidR="00E07187">
        <w:rPr>
          <w:rFonts w:hint="eastAsia"/>
          <w:lang w:eastAsia="zh-CN"/>
        </w:rPr>
        <w:t>n</w:t>
      </w:r>
      <w:r w:rsidR="00E07187">
        <w:t xml:space="preserve"> </w:t>
      </w:r>
      <w:r w:rsidR="001E309E">
        <w:t>'</w:t>
      </w:r>
      <w:r w:rsidR="00E07187" w:rsidRPr="00230B82">
        <w:t>LPP Provide Location Information</w:t>
      </w:r>
      <w:r w:rsidR="00E07187">
        <w:rPr>
          <w:rFonts w:hint="eastAsia"/>
          <w:lang w:eastAsia="zh-CN"/>
        </w:rPr>
        <w:t xml:space="preserve"> </w:t>
      </w:r>
      <w:r w:rsidR="00E07187" w:rsidRPr="00230B82">
        <w:t>message</w:t>
      </w:r>
      <w:r w:rsidR="001E309E">
        <w:t>'</w:t>
      </w:r>
      <w:r w:rsidR="00E07187">
        <w:t xml:space="preserve"> to the E-</w:t>
      </w:r>
      <w:r w:rsidR="00E07187">
        <w:rPr>
          <w:rFonts w:hint="eastAsia"/>
          <w:lang w:eastAsia="zh-CN"/>
        </w:rPr>
        <w:t xml:space="preserve">SMLC, see </w:t>
      </w:r>
      <w:r w:rsidR="00E07187">
        <w:t>[11]</w:t>
      </w:r>
      <w:r>
        <w:t>.</w:t>
      </w:r>
    </w:p>
    <w:p w:rsidR="00573102" w:rsidRDefault="00573102" w:rsidP="008A3F6E">
      <w:r>
        <w:t>For idle mode, the measurement information elements are broadcast in the System Information.</w:t>
      </w:r>
    </w:p>
    <w:p w:rsidR="00573102" w:rsidRDefault="00573102" w:rsidP="008A3F6E"/>
    <w:p w:rsidR="00490D7D" w:rsidRDefault="00490D7D" w:rsidP="00490D7D">
      <w:pPr>
        <w:pStyle w:val="Heading1"/>
      </w:pPr>
      <w:bookmarkStart w:id="11" w:name="_Toc524695253"/>
      <w:r>
        <w:t>5</w:t>
      </w:r>
      <w:r>
        <w:tab/>
      </w:r>
      <w:r w:rsidRPr="00490D7D">
        <w:t xml:space="preserve">Measurement </w:t>
      </w:r>
      <w:r>
        <w:t>cap</w:t>
      </w:r>
      <w:r w:rsidRPr="00490D7D">
        <w:t xml:space="preserve">abilities for </w:t>
      </w:r>
      <w:r>
        <w:t>E</w:t>
      </w:r>
      <w:r w:rsidR="0013151A">
        <w:t>-</w:t>
      </w:r>
      <w:r w:rsidRPr="00490D7D">
        <w:t>UTRA</w:t>
      </w:r>
      <w:bookmarkEnd w:id="11"/>
    </w:p>
    <w:p w:rsidR="00490D7D" w:rsidRPr="00490D7D" w:rsidRDefault="00490D7D" w:rsidP="00490D7D">
      <w:r>
        <w:t>In this chapter the physical layer measurements reported to higher layers are defined.</w:t>
      </w:r>
    </w:p>
    <w:p w:rsidR="00490D7D" w:rsidRDefault="00490D7D" w:rsidP="00490D7D">
      <w:pPr>
        <w:pStyle w:val="Heading2"/>
      </w:pPr>
      <w:bookmarkStart w:id="12" w:name="_Toc524695254"/>
      <w:r>
        <w:t>5</w:t>
      </w:r>
      <w:r w:rsidR="004A3549">
        <w:t>.1</w:t>
      </w:r>
      <w:r w:rsidR="004A3549">
        <w:tab/>
      </w:r>
      <w:r>
        <w:t>UE measurement capabilities</w:t>
      </w:r>
      <w:bookmarkEnd w:id="12"/>
    </w:p>
    <w:p w:rsidR="00490D7D" w:rsidRDefault="00490D7D" w:rsidP="00490D7D">
      <w:pPr>
        <w:keepNext/>
        <w:keepLines/>
      </w:pPr>
      <w:r>
        <w:t>The structure of the table defining a UE measurement quantity is shown below.</w:t>
      </w:r>
    </w:p>
    <w:p w:rsidR="001B7653" w:rsidRDefault="001B7653" w:rsidP="001B7653">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490D7D">
        <w:trPr>
          <w:cantSplit/>
          <w:jc w:val="center"/>
        </w:trPr>
        <w:tc>
          <w:tcPr>
            <w:tcW w:w="1951" w:type="dxa"/>
          </w:tcPr>
          <w:p w:rsidR="00490D7D" w:rsidRDefault="00490D7D" w:rsidP="00DA18D5">
            <w:pPr>
              <w:pStyle w:val="TAL"/>
              <w:rPr>
                <w:b/>
              </w:rPr>
            </w:pPr>
            <w:r>
              <w:rPr>
                <w:b/>
              </w:rPr>
              <w:t>Column field</w:t>
            </w:r>
          </w:p>
        </w:tc>
        <w:tc>
          <w:tcPr>
            <w:tcW w:w="7787" w:type="dxa"/>
          </w:tcPr>
          <w:p w:rsidR="00490D7D" w:rsidRDefault="00490D7D" w:rsidP="00DA18D5">
            <w:pPr>
              <w:pStyle w:val="TAL"/>
            </w:pPr>
            <w:r>
              <w:t>Comment</w:t>
            </w:r>
          </w:p>
        </w:tc>
      </w:tr>
      <w:tr w:rsidR="00490D7D">
        <w:trPr>
          <w:cantSplit/>
          <w:jc w:val="center"/>
        </w:trPr>
        <w:tc>
          <w:tcPr>
            <w:tcW w:w="1951" w:type="dxa"/>
          </w:tcPr>
          <w:p w:rsidR="00490D7D" w:rsidRDefault="00490D7D" w:rsidP="00DA18D5">
            <w:pPr>
              <w:pStyle w:val="TAL"/>
              <w:rPr>
                <w:b/>
              </w:rPr>
            </w:pPr>
            <w:r>
              <w:rPr>
                <w:b/>
              </w:rPr>
              <w:t>Definition</w:t>
            </w:r>
          </w:p>
        </w:tc>
        <w:tc>
          <w:tcPr>
            <w:tcW w:w="7787" w:type="dxa"/>
            <w:tcBorders>
              <w:bottom w:val="single" w:sz="4" w:space="0" w:color="auto"/>
            </w:tcBorders>
          </w:tcPr>
          <w:p w:rsidR="00490D7D" w:rsidRDefault="00490D7D" w:rsidP="00DA18D5">
            <w:pPr>
              <w:pStyle w:val="TAL"/>
            </w:pPr>
            <w:r>
              <w:t>Contains the definition of the measurement.</w:t>
            </w:r>
          </w:p>
        </w:tc>
      </w:tr>
      <w:tr w:rsidR="00490D7D">
        <w:trPr>
          <w:cantSplit/>
          <w:jc w:val="center"/>
        </w:trPr>
        <w:tc>
          <w:tcPr>
            <w:tcW w:w="1951" w:type="dxa"/>
            <w:tcBorders>
              <w:right w:val="single" w:sz="4" w:space="0" w:color="auto"/>
            </w:tcBorders>
          </w:tcPr>
          <w:p w:rsidR="00490D7D" w:rsidRDefault="00490D7D" w:rsidP="00DA18D5">
            <w:pPr>
              <w:pStyle w:val="TAL"/>
              <w:rPr>
                <w:b/>
              </w:rPr>
            </w:pPr>
            <w:r>
              <w:rPr>
                <w:b/>
              </w:rPr>
              <w:t>Applicable for</w:t>
            </w:r>
          </w:p>
        </w:tc>
        <w:tc>
          <w:tcPr>
            <w:tcW w:w="7787" w:type="dxa"/>
            <w:tcBorders>
              <w:top w:val="single" w:sz="4" w:space="0" w:color="auto"/>
              <w:left w:val="single" w:sz="4" w:space="0" w:color="auto"/>
              <w:bottom w:val="single" w:sz="4" w:space="0" w:color="auto"/>
              <w:right w:val="single" w:sz="4" w:space="0" w:color="auto"/>
            </w:tcBorders>
          </w:tcPr>
          <w:p w:rsidR="005E1020" w:rsidRPr="00486914" w:rsidRDefault="00490D7D" w:rsidP="005E1020">
            <w:pPr>
              <w:pStyle w:val="TAL"/>
            </w:pPr>
            <w:r w:rsidRPr="00486914">
              <w:t xml:space="preserve">States in which state(s) </w:t>
            </w:r>
            <w:r w:rsidR="00BF3125" w:rsidRPr="00486914">
              <w:t xml:space="preserve">it shall be possible to perform this </w:t>
            </w:r>
            <w:r w:rsidRPr="00486914">
              <w:t>measurement.</w:t>
            </w:r>
            <w:r w:rsidR="005E1020" w:rsidRPr="00486914">
              <w:t xml:space="preserve"> The following terms are used in the tables:</w:t>
            </w:r>
          </w:p>
          <w:p w:rsidR="005A5016" w:rsidRPr="00486914" w:rsidRDefault="005A5016" w:rsidP="005A5016">
            <w:pPr>
              <w:pStyle w:val="TAL"/>
              <w:ind w:left="284"/>
            </w:pPr>
            <w:r w:rsidRPr="00486914">
              <w:t>RRC_IDLE</w:t>
            </w:r>
            <w:r>
              <w:t>;</w:t>
            </w:r>
          </w:p>
          <w:p w:rsidR="005A5016" w:rsidRDefault="005A5016" w:rsidP="005A5016">
            <w:pPr>
              <w:pStyle w:val="TAL"/>
              <w:ind w:left="284"/>
            </w:pPr>
            <w:r w:rsidRPr="00486914">
              <w:t>RRC_CONNECTED</w:t>
            </w:r>
            <w:r>
              <w:t>;</w:t>
            </w:r>
          </w:p>
          <w:p w:rsidR="005A5016" w:rsidRDefault="005A5016" w:rsidP="005A5016">
            <w:pPr>
              <w:pStyle w:val="TAL"/>
            </w:pPr>
          </w:p>
          <w:p w:rsidR="005A5016" w:rsidRDefault="005A5016" w:rsidP="005A5016">
            <w:pPr>
              <w:pStyle w:val="TAL"/>
            </w:pPr>
            <w:r>
              <w:t xml:space="preserve">Intra-frequency appended to the RRC state: </w:t>
            </w:r>
          </w:p>
          <w:p w:rsidR="005A5016" w:rsidRDefault="005A5016" w:rsidP="005A5016">
            <w:pPr>
              <w:pStyle w:val="TAL"/>
              <w:ind w:left="284"/>
            </w:pPr>
            <w:r>
              <w:t>Shall be possible to perform in the corresponding RRC state on an intra-frequency cell;</w:t>
            </w:r>
          </w:p>
          <w:p w:rsidR="005A5016" w:rsidRDefault="005A5016" w:rsidP="005A5016">
            <w:pPr>
              <w:pStyle w:val="TAL"/>
            </w:pPr>
            <w:r>
              <w:t>Inter-frequency appended to the RRC state:</w:t>
            </w:r>
          </w:p>
          <w:p w:rsidR="00C83309" w:rsidRDefault="005A5016" w:rsidP="00703D3D">
            <w:pPr>
              <w:pStyle w:val="TAL"/>
              <w:ind w:left="284"/>
            </w:pPr>
            <w:r>
              <w:t>Shall be possible to perform in the corresponding RRC state on an inter-frequency cell</w:t>
            </w:r>
          </w:p>
          <w:p w:rsidR="00573102" w:rsidRDefault="00573102" w:rsidP="00573102">
            <w:pPr>
              <w:pStyle w:val="TAL"/>
            </w:pPr>
            <w:r>
              <w:t>Inter-RAT appended to the RRC state:</w:t>
            </w:r>
          </w:p>
          <w:p w:rsidR="00573102" w:rsidRDefault="00573102" w:rsidP="00573102">
            <w:pPr>
              <w:pStyle w:val="TAL"/>
              <w:ind w:left="284"/>
            </w:pPr>
            <w:r>
              <w:t>Shall be possible to perform in the corresponding RRC state on an inter-RAT cell.</w:t>
            </w:r>
          </w:p>
        </w:tc>
      </w:tr>
    </w:tbl>
    <w:p w:rsidR="00490D7D" w:rsidRDefault="00490D7D" w:rsidP="00490D7D"/>
    <w:p w:rsidR="00490D7D" w:rsidRDefault="001B7653" w:rsidP="001B7653">
      <w:pPr>
        <w:pStyle w:val="Heading3"/>
      </w:pPr>
      <w:bookmarkStart w:id="13" w:name="_Toc524695255"/>
      <w:r>
        <w:t>5.1.1</w:t>
      </w:r>
      <w:r>
        <w:tab/>
      </w:r>
      <w:r w:rsidR="00F00087">
        <w:t xml:space="preserve">Reference </w:t>
      </w:r>
      <w:r w:rsidR="005B1E7A">
        <w:t>S</w:t>
      </w:r>
      <w:r w:rsidR="00F00087">
        <w:t xml:space="preserve">ignal </w:t>
      </w:r>
      <w:r w:rsidR="005B1E7A">
        <w:t>R</w:t>
      </w:r>
      <w:r w:rsidR="00F00087">
        <w:t xml:space="preserve">eceived </w:t>
      </w:r>
      <w:r w:rsidR="005B1E7A">
        <w:t>P</w:t>
      </w:r>
      <w:r w:rsidR="00F00087">
        <w:t>ower (</w:t>
      </w:r>
      <w:r w:rsidR="00C32322">
        <w:t>RSRP</w:t>
      </w:r>
      <w:r w:rsidR="00F00087">
        <w:t>)</w:t>
      </w:r>
      <w:bookmarkEnd w:id="13"/>
    </w:p>
    <w:p w:rsidR="001B7653" w:rsidRPr="001B7653" w:rsidRDefault="001B7653" w:rsidP="001B7653">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39"/>
        <w:gridCol w:w="7799"/>
      </w:tblGrid>
      <w:tr w:rsidR="00C32322" w:rsidRPr="00486914" w:rsidTr="006E3FF2">
        <w:trPr>
          <w:cantSplit/>
          <w:jc w:val="center"/>
        </w:trPr>
        <w:tc>
          <w:tcPr>
            <w:tcW w:w="1950" w:type="dxa"/>
          </w:tcPr>
          <w:p w:rsidR="00C32322" w:rsidRPr="00486914" w:rsidRDefault="00C32322" w:rsidP="00EB33ED">
            <w:pPr>
              <w:pStyle w:val="TAL"/>
              <w:rPr>
                <w:b/>
              </w:rPr>
            </w:pPr>
            <w:r w:rsidRPr="00486914">
              <w:rPr>
                <w:b/>
              </w:rPr>
              <w:t>Definition</w:t>
            </w:r>
          </w:p>
        </w:tc>
        <w:tc>
          <w:tcPr>
            <w:tcW w:w="7846" w:type="dxa"/>
          </w:tcPr>
          <w:p w:rsidR="009C14FC" w:rsidRPr="00486914" w:rsidRDefault="004C7680" w:rsidP="009C14FC">
            <w:pPr>
              <w:pStyle w:val="TAL"/>
            </w:pPr>
            <w:r w:rsidRPr="00486914">
              <w:t>Reference signal received power</w:t>
            </w:r>
            <w:r w:rsidR="00F00087" w:rsidRPr="00486914">
              <w:t xml:space="preserve"> (RSRP)</w:t>
            </w:r>
            <w:r w:rsidRPr="00486914">
              <w:t>,</w:t>
            </w:r>
            <w:r w:rsidR="009C14FC" w:rsidRPr="00486914">
              <w:t xml:space="preserve"> is </w:t>
            </w:r>
            <w:r w:rsidR="009B57F8">
              <w:t>defined</w:t>
            </w:r>
            <w:r w:rsidR="009C14FC" w:rsidRPr="00486914">
              <w:t xml:space="preserve"> as the linear average over the power contributions (in [W]) of the resource elements that carry cell-specific reference signals within the considered measurement frequency bandwidth</w:t>
            </w:r>
            <w:r w:rsidR="00F00087" w:rsidRPr="00486914">
              <w:t>.</w:t>
            </w:r>
          </w:p>
          <w:p w:rsidR="009C14FC" w:rsidRDefault="009C14FC" w:rsidP="009C14FC">
            <w:pPr>
              <w:pStyle w:val="TAL"/>
            </w:pPr>
            <w:r w:rsidRPr="00486914">
              <w:t>For RSRP determination the cell-specific reference signals R</w:t>
            </w:r>
            <w:r w:rsidRPr="00486914">
              <w:rPr>
                <w:vertAlign w:val="subscript"/>
              </w:rPr>
              <w:t>0</w:t>
            </w:r>
            <w:r w:rsidRPr="00486914">
              <w:t xml:space="preserve"> according </w:t>
            </w:r>
            <w:r w:rsidR="00906B9F">
              <w:t xml:space="preserve">to </w:t>
            </w:r>
            <w:r w:rsidRPr="00486914">
              <w:t>TS 36.</w:t>
            </w:r>
            <w:r w:rsidR="00F00087" w:rsidRPr="00486914">
              <w:t>211 [3</w:t>
            </w:r>
            <w:r w:rsidRPr="00486914">
              <w:t xml:space="preserve">] </w:t>
            </w:r>
            <w:r w:rsidR="009B57F8">
              <w:t>shall</w:t>
            </w:r>
            <w:r w:rsidRPr="00486914">
              <w:t xml:space="preserve"> be used.</w:t>
            </w:r>
            <w:r w:rsidR="009B57F8">
              <w:t xml:space="preserve"> If the UE can reliably detect that R</w:t>
            </w:r>
            <w:r w:rsidR="009B57F8" w:rsidRPr="00946934">
              <w:rPr>
                <w:vertAlign w:val="subscript"/>
              </w:rPr>
              <w:t>1</w:t>
            </w:r>
            <w:r w:rsidR="009B57F8">
              <w:t xml:space="preserve"> is </w:t>
            </w:r>
            <w:r w:rsidR="001E309E">
              <w:t>available,</w:t>
            </w:r>
            <w:r w:rsidR="009B57F8">
              <w:t xml:space="preserve"> it may use R</w:t>
            </w:r>
            <w:r w:rsidR="009B57F8" w:rsidRPr="000968EA">
              <w:rPr>
                <w:vertAlign w:val="subscript"/>
              </w:rPr>
              <w:t>1</w:t>
            </w:r>
            <w:r w:rsidR="009B57F8">
              <w:t xml:space="preserve"> in addition to R</w:t>
            </w:r>
            <w:r w:rsidR="009B57F8" w:rsidRPr="000968EA">
              <w:rPr>
                <w:vertAlign w:val="subscript"/>
              </w:rPr>
              <w:t>0</w:t>
            </w:r>
            <w:r w:rsidR="009B57F8">
              <w:t xml:space="preserve"> to determine RSRP.</w:t>
            </w:r>
          </w:p>
          <w:p w:rsidR="00493EA5" w:rsidRDefault="00493EA5" w:rsidP="009C14FC">
            <w:pPr>
              <w:pStyle w:val="TAL"/>
            </w:pPr>
          </w:p>
          <w:p w:rsidR="00906B9F" w:rsidRDefault="00906B9F" w:rsidP="00906B9F">
            <w:pPr>
              <w:pStyle w:val="TAL"/>
            </w:pPr>
            <w:r w:rsidRPr="001B26EB">
              <w:t>If higher</w:t>
            </w:r>
            <w:r>
              <w:t xml:space="preserve"> </w:t>
            </w:r>
            <w:r w:rsidRPr="001B26EB">
              <w:t>layer</w:t>
            </w:r>
            <w:r>
              <w:t>s</w:t>
            </w:r>
            <w:r w:rsidRPr="001B26EB">
              <w:t xml:space="preserve"> indicate </w:t>
            </w:r>
            <w:r>
              <w:t xml:space="preserve">measurements based on discovery signals, the UE shall measure </w:t>
            </w:r>
            <w:r w:rsidRPr="001B26EB">
              <w:t>RS</w:t>
            </w:r>
            <w:r>
              <w:t>RP</w:t>
            </w:r>
            <w:r w:rsidRPr="001B26EB">
              <w:t xml:space="preserve"> </w:t>
            </w:r>
            <w:r>
              <w:t>in th</w:t>
            </w:r>
            <w:r w:rsidRPr="001B26EB">
              <w:t>e subframes</w:t>
            </w:r>
            <w:r>
              <w:t xml:space="preserve"> in the configured discovery signal occasions. </w:t>
            </w:r>
            <w:r w:rsidR="00946364">
              <w:t xml:space="preserve">For frame structure 1 and 2, if </w:t>
            </w:r>
            <w:r>
              <w:t xml:space="preserve">the UE can reliably detect that </w:t>
            </w:r>
            <w:r w:rsidRPr="00486914">
              <w:t>cell-specific reference signals</w:t>
            </w:r>
            <w:r>
              <w:t xml:space="preserve"> are present in other subframes, the UE may use those subframes in addition to determine RSRP.</w:t>
            </w:r>
          </w:p>
          <w:p w:rsidR="006E3FF2" w:rsidRDefault="006E3FF2" w:rsidP="00906B9F">
            <w:pPr>
              <w:pStyle w:val="TAL"/>
            </w:pPr>
          </w:p>
          <w:p w:rsidR="006E3FF2" w:rsidRDefault="006E3FF2" w:rsidP="006E3FF2">
            <w:pPr>
              <w:pStyle w:val="TAL"/>
            </w:pPr>
            <w:r>
              <w:t>The reference point for the RS</w:t>
            </w:r>
            <w:r>
              <w:rPr>
                <w:rFonts w:hint="eastAsia"/>
                <w:lang w:eastAsia="zh-CN"/>
              </w:rPr>
              <w:t>R</w:t>
            </w:r>
            <w:r>
              <w:t>P shall be the antenna connector of the UE.</w:t>
            </w:r>
          </w:p>
          <w:p w:rsidR="006E3FF2" w:rsidRPr="00486914" w:rsidRDefault="006E3FF2" w:rsidP="006E3FF2">
            <w:pPr>
              <w:pStyle w:val="TAL"/>
            </w:pPr>
          </w:p>
          <w:p w:rsidR="006E3FF2" w:rsidRDefault="006E3FF2" w:rsidP="006E3FF2">
            <w:pPr>
              <w:pStyle w:val="TAL"/>
            </w:pPr>
            <w:r w:rsidRPr="00486914">
              <w:t xml:space="preserve">If receiver diversity is in use by the UE, the reported value shall </w:t>
            </w:r>
            <w:r>
              <w:t xml:space="preserve">not </w:t>
            </w:r>
            <w:r w:rsidRPr="00486914">
              <w:t xml:space="preserve">be </w:t>
            </w:r>
            <w:r>
              <w:t>lower than the corresponding RSRP of any of the individual</w:t>
            </w:r>
            <w:r w:rsidRPr="00486914">
              <w:t xml:space="preserve"> diversity branches. </w:t>
            </w:r>
          </w:p>
        </w:tc>
      </w:tr>
      <w:tr w:rsidR="00C32322" w:rsidRPr="00486914" w:rsidTr="006E3FF2">
        <w:trPr>
          <w:cantSplit/>
          <w:jc w:val="center"/>
        </w:trPr>
        <w:tc>
          <w:tcPr>
            <w:tcW w:w="1950" w:type="dxa"/>
          </w:tcPr>
          <w:p w:rsidR="00C32322" w:rsidRPr="00486914" w:rsidRDefault="00C32322" w:rsidP="00EB33ED">
            <w:pPr>
              <w:pStyle w:val="TAL"/>
              <w:rPr>
                <w:b/>
              </w:rPr>
            </w:pPr>
            <w:r w:rsidRPr="00486914">
              <w:rPr>
                <w:b/>
              </w:rPr>
              <w:t>Applicable for</w:t>
            </w:r>
          </w:p>
        </w:tc>
        <w:tc>
          <w:tcPr>
            <w:tcW w:w="7846" w:type="dxa"/>
          </w:tcPr>
          <w:p w:rsidR="005A5016" w:rsidRPr="00486914" w:rsidRDefault="005A5016" w:rsidP="005A5016">
            <w:pPr>
              <w:pStyle w:val="TAL"/>
            </w:pPr>
            <w:r w:rsidRPr="00486914">
              <w:t>RRC_IDLE</w:t>
            </w:r>
            <w:r>
              <w:t xml:space="preserve"> intra-frequency,</w:t>
            </w:r>
          </w:p>
          <w:p w:rsidR="005A5016" w:rsidRPr="00486914" w:rsidRDefault="005A5016" w:rsidP="005A5016">
            <w:pPr>
              <w:pStyle w:val="TAL"/>
            </w:pPr>
            <w:r>
              <w:t>R</w:t>
            </w:r>
            <w:r w:rsidRPr="00486914">
              <w:t>RC_IDLE</w:t>
            </w:r>
            <w:r>
              <w:t xml:space="preserve"> inter-frequency,</w:t>
            </w:r>
          </w:p>
          <w:p w:rsidR="005A5016" w:rsidRDefault="005A5016" w:rsidP="005A5016">
            <w:pPr>
              <w:pStyle w:val="TAL"/>
            </w:pPr>
            <w:r w:rsidRPr="00486914">
              <w:t>RRC_CONNECTED</w:t>
            </w:r>
            <w:r>
              <w:t xml:space="preserve"> intra-frequency,</w:t>
            </w:r>
          </w:p>
          <w:p w:rsidR="00C32322" w:rsidRPr="00486914" w:rsidRDefault="005A5016" w:rsidP="009C14FC">
            <w:pPr>
              <w:pStyle w:val="TAL"/>
            </w:pPr>
            <w:r w:rsidRPr="00486914">
              <w:t>RRC_CONNECTED</w:t>
            </w:r>
            <w:r>
              <w:t xml:space="preserve"> inter-frequency</w:t>
            </w:r>
          </w:p>
        </w:tc>
      </w:tr>
    </w:tbl>
    <w:p w:rsidR="009C14FC" w:rsidRDefault="009C14FC" w:rsidP="00FE4088">
      <w:pPr>
        <w:pStyle w:val="NO"/>
      </w:pPr>
      <w:r w:rsidRPr="00486914">
        <w:t>N</w:t>
      </w:r>
      <w:r w:rsidR="00D06C08">
        <w:t xml:space="preserve">OTE </w:t>
      </w:r>
      <w:r w:rsidR="009B57F8">
        <w:t>1</w:t>
      </w:r>
      <w:r w:rsidRPr="00486914">
        <w:t>:</w:t>
      </w:r>
      <w:r w:rsidR="001E309E">
        <w:tab/>
      </w:r>
      <w:r w:rsidRPr="00486914">
        <w:t>The number of resource elements within the considered measurement frequency bandwidth and within the measurement period that are used by the UE to determine RSRP is left up to the UE implementation with the limitation that corresponding measurement accuracy requirements have to be fulfilled.</w:t>
      </w:r>
    </w:p>
    <w:p w:rsidR="009B57F8" w:rsidRPr="00FA557A" w:rsidRDefault="009B57F8" w:rsidP="00FE4088">
      <w:pPr>
        <w:pStyle w:val="NO"/>
      </w:pPr>
      <w:r w:rsidRPr="00FA557A">
        <w:lastRenderedPageBreak/>
        <w:t>N</w:t>
      </w:r>
      <w:r w:rsidR="00D06C08">
        <w:t>OTE</w:t>
      </w:r>
      <w:r w:rsidRPr="00FA557A">
        <w:t xml:space="preserve"> 2:</w:t>
      </w:r>
      <w:r w:rsidR="001E309E">
        <w:tab/>
      </w:r>
      <w:r w:rsidRPr="00FA557A">
        <w:t>The power per resource element is determined from the energy received during the useful part of the symbol, excluding the CP.</w:t>
      </w:r>
    </w:p>
    <w:p w:rsidR="009B57F8" w:rsidRPr="00486914" w:rsidRDefault="009B57F8" w:rsidP="003B4CDA"/>
    <w:p w:rsidR="00F91329" w:rsidRDefault="001B7653" w:rsidP="001B7653">
      <w:pPr>
        <w:pStyle w:val="Heading3"/>
      </w:pPr>
      <w:bookmarkStart w:id="14" w:name="_Toc524695256"/>
      <w:r>
        <w:t>5.1.2</w:t>
      </w:r>
      <w:r>
        <w:tab/>
      </w:r>
      <w:r w:rsidR="00FD0217">
        <w:t>Void</w:t>
      </w:r>
      <w:bookmarkEnd w:id="14"/>
    </w:p>
    <w:p w:rsidR="00255793" w:rsidRDefault="00255793" w:rsidP="00255793"/>
    <w:p w:rsidR="00F00087" w:rsidRDefault="00F00087" w:rsidP="00ED72DA">
      <w:pPr>
        <w:pStyle w:val="Heading3"/>
      </w:pPr>
      <w:bookmarkStart w:id="15" w:name="_Toc524695257"/>
      <w:r>
        <w:t>5.1.</w:t>
      </w:r>
      <w:r w:rsidR="001B4677">
        <w:t>3</w:t>
      </w:r>
      <w:r>
        <w:tab/>
      </w:r>
      <w:bookmarkStart w:id="16" w:name="OLE_LINK3"/>
      <w:bookmarkStart w:id="17" w:name="OLE_LINK4"/>
      <w:r w:rsidRPr="00602F0D">
        <w:t xml:space="preserve">Reference Signal Received Quality </w:t>
      </w:r>
      <w:bookmarkEnd w:id="16"/>
      <w:bookmarkEnd w:id="17"/>
      <w:r>
        <w:t>(RSRQ)</w:t>
      </w:r>
      <w:bookmarkEnd w:id="15"/>
      <w:r w:rsidRPr="00435CF0">
        <w:t xml:space="preserve"> </w:t>
      </w:r>
    </w:p>
    <w:p w:rsidR="001B7653" w:rsidRPr="001B7653" w:rsidRDefault="001B7653" w:rsidP="001B7653">
      <w:pPr>
        <w:pStyle w:val="TH"/>
      </w:pPr>
    </w:p>
    <w:tbl>
      <w:tblPr>
        <w:tblW w:w="9738"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6"/>
        <w:gridCol w:w="7782"/>
      </w:tblGrid>
      <w:tr w:rsidR="00F00087" w:rsidTr="006E3FF2">
        <w:trPr>
          <w:cantSplit/>
        </w:trPr>
        <w:tc>
          <w:tcPr>
            <w:tcW w:w="1950" w:type="dxa"/>
          </w:tcPr>
          <w:p w:rsidR="00F00087" w:rsidRDefault="00F00087" w:rsidP="00261E10">
            <w:pPr>
              <w:pStyle w:val="TAL"/>
              <w:rPr>
                <w:b/>
              </w:rPr>
            </w:pPr>
            <w:r>
              <w:rPr>
                <w:b/>
              </w:rPr>
              <w:t>Definition</w:t>
            </w:r>
          </w:p>
        </w:tc>
        <w:tc>
          <w:tcPr>
            <w:tcW w:w="7758" w:type="dxa"/>
          </w:tcPr>
          <w:p w:rsidR="00F00087" w:rsidRDefault="00F00087" w:rsidP="00261E10">
            <w:pPr>
              <w:pStyle w:val="TAL"/>
            </w:pPr>
            <w:r>
              <w:t xml:space="preserve">Reference Signal Received Quality (RSRQ) is defined as the ratio </w:t>
            </w:r>
            <w:r w:rsidRPr="00D9767D">
              <w:rPr>
                <w:i/>
                <w:iCs/>
              </w:rPr>
              <w:t>N</w:t>
            </w:r>
            <w:r>
              <w:rPr>
                <w:rFonts w:cs="Arial"/>
              </w:rPr>
              <w:t>×</w:t>
            </w:r>
            <w:r>
              <w:t xml:space="preserve">RSRP/(E-UTRA carrier RSSI), where </w:t>
            </w:r>
            <w:r w:rsidRPr="00D9767D">
              <w:rPr>
                <w:i/>
                <w:iCs/>
              </w:rPr>
              <w:t>N</w:t>
            </w:r>
            <w:r>
              <w:t xml:space="preserve"> is the number of RB</w:t>
            </w:r>
            <w:r w:rsidR="001E309E">
              <w:t>'</w:t>
            </w:r>
            <w:r>
              <w:t>s of the E-UTRA carrier RSSI measurement bandwidth. The measurements in the numerator and denominator shall be made over the same set of resource blocks.</w:t>
            </w:r>
          </w:p>
          <w:p w:rsidR="00FD0217" w:rsidRDefault="00FD0217" w:rsidP="00261E10">
            <w:pPr>
              <w:pStyle w:val="TAL"/>
            </w:pPr>
          </w:p>
          <w:p w:rsidR="00F54AAA" w:rsidRDefault="00FD0217" w:rsidP="001B64B8">
            <w:pPr>
              <w:pStyle w:val="TAL"/>
            </w:pPr>
            <w:r>
              <w:t xml:space="preserve">E-UTRA Carrier Received Signal Strength Indicator (RSSI), comprises the </w:t>
            </w:r>
            <w:r w:rsidR="00C74217">
              <w:rPr>
                <w:lang w:val="en-US"/>
              </w:rPr>
              <w:t xml:space="preserve">linear average of the </w:t>
            </w:r>
            <w:r>
              <w:t xml:space="preserve">total received </w:t>
            </w:r>
            <w:r w:rsidRPr="004C7680">
              <w:t xml:space="preserve">power </w:t>
            </w:r>
            <w:r w:rsidR="00C74217">
              <w:rPr>
                <w:lang w:val="en-US"/>
              </w:rPr>
              <w:t xml:space="preserve">(in [W]) </w:t>
            </w:r>
            <w:r w:rsidRPr="004C7680">
              <w:t xml:space="preserve">observed </w:t>
            </w:r>
            <w:r w:rsidR="00C74217">
              <w:rPr>
                <w:lang w:val="en-US"/>
              </w:rPr>
              <w:t xml:space="preserve">only in </w:t>
            </w:r>
            <w:r w:rsidR="00F54AAA">
              <w:rPr>
                <w:lang w:val="en-US"/>
              </w:rPr>
              <w:t xml:space="preserve">certain </w:t>
            </w:r>
            <w:r w:rsidR="00C74217" w:rsidRPr="00043287">
              <w:rPr>
                <w:lang w:val="en-US"/>
              </w:rPr>
              <w:t xml:space="preserve">OFDM symbols </w:t>
            </w:r>
            <w:r w:rsidR="00F54AAA" w:rsidRPr="00EF04FB">
              <w:rPr>
                <w:lang w:val="en-US"/>
              </w:rPr>
              <w:t>of measurement subframes</w:t>
            </w:r>
            <w:r w:rsidR="00C74217">
              <w:rPr>
                <w:lang w:val="en-US"/>
              </w:rPr>
              <w:t xml:space="preserve">, </w:t>
            </w:r>
            <w:r w:rsidR="00C74217" w:rsidRPr="00D6535F">
              <w:t xml:space="preserve">in the measurement bandwidth, </w:t>
            </w:r>
            <w:r>
              <w:t xml:space="preserve">over </w:t>
            </w:r>
            <w:r w:rsidRPr="002603DC">
              <w:rPr>
                <w:i/>
                <w:iCs/>
              </w:rPr>
              <w:t>N</w:t>
            </w:r>
            <w:r>
              <w:t xml:space="preserve"> number of resource blocks </w:t>
            </w:r>
            <w:r w:rsidRPr="004C7680">
              <w:t>by the UE from all sources, including co-channel serving and non-serving cells, adjacent channel interference, thermal noise etc.</w:t>
            </w:r>
            <w:r w:rsidR="001B64B8">
              <w:t xml:space="preserve"> </w:t>
            </w:r>
          </w:p>
          <w:p w:rsidR="00F54AAA" w:rsidRDefault="00F54AAA" w:rsidP="001B64B8">
            <w:pPr>
              <w:pStyle w:val="TAL"/>
            </w:pPr>
          </w:p>
          <w:p w:rsidR="001B64B8" w:rsidRDefault="00F54AAA" w:rsidP="001B64B8">
            <w:pPr>
              <w:pStyle w:val="TAL"/>
            </w:pPr>
            <w:r w:rsidRPr="00EF04FB">
              <w:t xml:space="preserve">Unless indicated otherwise by higher layers, RSSI is measured only from OFDM symbols containing reference symbols for antenna port 0 of measurement subframes. If higher layers indicate all OFDM symbols for performing RSRQ measurements, then RSSI is measured from all OFDM symbols </w:t>
            </w:r>
            <w:r>
              <w:t xml:space="preserve">of the DL part </w:t>
            </w:r>
            <w:r w:rsidRPr="00EF04FB">
              <w:t xml:space="preserve">of measurement subframes. </w:t>
            </w:r>
            <w:r w:rsidR="006F5712" w:rsidRPr="001B26EB">
              <w:t>If higher-layer</w:t>
            </w:r>
            <w:r>
              <w:t>s</w:t>
            </w:r>
            <w:r w:rsidR="006F5712" w:rsidRPr="001B26EB">
              <w:t xml:space="preserve"> indicate certain subframes</w:t>
            </w:r>
            <w:r w:rsidR="006F5712">
              <w:t xml:space="preserve"> for performing RSRQ </w:t>
            </w:r>
            <w:r w:rsidR="006F5712" w:rsidRPr="001B26EB">
              <w:t>measurement</w:t>
            </w:r>
            <w:r w:rsidR="006F5712">
              <w:t>s</w:t>
            </w:r>
            <w:r w:rsidR="006F5712" w:rsidRPr="001B26EB">
              <w:t>,</w:t>
            </w:r>
            <w:r w:rsidR="006F5712">
              <w:t xml:space="preserve"> then</w:t>
            </w:r>
            <w:r w:rsidR="006F5712" w:rsidRPr="001B26EB">
              <w:t xml:space="preserve"> RSSI is</w:t>
            </w:r>
            <w:r w:rsidR="006F5712">
              <w:t xml:space="preserve"> measured </w:t>
            </w:r>
            <w:r>
              <w:t>from</w:t>
            </w:r>
            <w:r w:rsidR="006F5712">
              <w:t xml:space="preserve"> all OFDM symbols</w:t>
            </w:r>
            <w:r w:rsidR="006F5712" w:rsidRPr="001B26EB">
              <w:t xml:space="preserve"> </w:t>
            </w:r>
            <w:r>
              <w:t>of the DL part of</w:t>
            </w:r>
            <w:r w:rsidR="006F5712" w:rsidRPr="001B26EB">
              <w:t xml:space="preserve"> the indicated subframes.</w:t>
            </w:r>
          </w:p>
          <w:p w:rsidR="001B64B8" w:rsidRDefault="001B64B8" w:rsidP="001B64B8">
            <w:pPr>
              <w:pStyle w:val="TAL"/>
            </w:pPr>
          </w:p>
          <w:p w:rsidR="00906B9F" w:rsidRDefault="00906B9F" w:rsidP="00906B9F">
            <w:pPr>
              <w:pStyle w:val="TAL"/>
            </w:pPr>
            <w:r w:rsidRPr="001B26EB">
              <w:t>If higher</w:t>
            </w:r>
            <w:r>
              <w:t xml:space="preserve"> </w:t>
            </w:r>
            <w:r w:rsidRPr="001B26EB">
              <w:t>layer</w:t>
            </w:r>
            <w:r>
              <w:t>s</w:t>
            </w:r>
            <w:r w:rsidRPr="001B26EB">
              <w:t xml:space="preserve"> indicate </w:t>
            </w:r>
            <w:r>
              <w:t xml:space="preserve">measurements based on discovery signals, </w:t>
            </w:r>
            <w:r w:rsidRPr="001B26EB">
              <w:t>RSSI is</w:t>
            </w:r>
            <w:r>
              <w:t xml:space="preserve"> measured </w:t>
            </w:r>
            <w:r w:rsidR="00F54AAA">
              <w:t>from</w:t>
            </w:r>
            <w:r>
              <w:t xml:space="preserve"> all OFDM symbols of the DL part of</w:t>
            </w:r>
            <w:r w:rsidRPr="001B26EB">
              <w:t xml:space="preserve"> the subframes</w:t>
            </w:r>
            <w:r>
              <w:t xml:space="preserve"> in the configured discovery signal occasions.</w:t>
            </w:r>
          </w:p>
          <w:p w:rsidR="006E3FF2" w:rsidRDefault="006E3FF2" w:rsidP="00906B9F">
            <w:pPr>
              <w:pStyle w:val="TAL"/>
            </w:pPr>
          </w:p>
          <w:p w:rsidR="006E3FF2" w:rsidRDefault="006E3FF2" w:rsidP="006E3FF2">
            <w:pPr>
              <w:pStyle w:val="TAL"/>
            </w:pPr>
            <w:r>
              <w:t xml:space="preserve">The reference point for the </w:t>
            </w:r>
            <w:r>
              <w:rPr>
                <w:rFonts w:hint="eastAsia"/>
                <w:lang w:eastAsia="zh-CN"/>
              </w:rPr>
              <w:t>RSRQ</w:t>
            </w:r>
            <w:r>
              <w:t xml:space="preserve"> shall be the antenna connector of the UE.</w:t>
            </w:r>
          </w:p>
          <w:p w:rsidR="006E3FF2" w:rsidRDefault="006E3FF2" w:rsidP="006E3FF2">
            <w:pPr>
              <w:pStyle w:val="TAL"/>
            </w:pPr>
          </w:p>
          <w:p w:rsidR="006E3FF2" w:rsidRDefault="006E3FF2" w:rsidP="006E3FF2">
            <w:pPr>
              <w:pStyle w:val="TAL"/>
            </w:pPr>
            <w:r>
              <w:t>If receiver diversity is in use by the UE, the reported value shall not be lower than the corresponding RSRQ of any of the individual diversity branches.</w:t>
            </w:r>
          </w:p>
        </w:tc>
      </w:tr>
      <w:tr w:rsidR="00F00087" w:rsidTr="006E3FF2">
        <w:trPr>
          <w:cantSplit/>
        </w:trPr>
        <w:tc>
          <w:tcPr>
            <w:tcW w:w="1950" w:type="dxa"/>
          </w:tcPr>
          <w:p w:rsidR="00F00087" w:rsidRDefault="00F00087" w:rsidP="00261E10">
            <w:pPr>
              <w:pStyle w:val="TAL"/>
              <w:rPr>
                <w:b/>
              </w:rPr>
            </w:pPr>
            <w:r>
              <w:rPr>
                <w:b/>
              </w:rPr>
              <w:t>Applicable for</w:t>
            </w:r>
          </w:p>
        </w:tc>
        <w:tc>
          <w:tcPr>
            <w:tcW w:w="7758" w:type="dxa"/>
          </w:tcPr>
          <w:p w:rsidR="00A34EC0" w:rsidRPr="00486914" w:rsidRDefault="00A34EC0" w:rsidP="00A34EC0">
            <w:pPr>
              <w:pStyle w:val="TAL"/>
            </w:pPr>
            <w:r w:rsidRPr="00486914">
              <w:t>RRC_IDLE</w:t>
            </w:r>
            <w:r>
              <w:t xml:space="preserve"> intra-frequency,</w:t>
            </w:r>
          </w:p>
          <w:p w:rsidR="00A34EC0" w:rsidRDefault="00A34EC0" w:rsidP="00A34EC0">
            <w:pPr>
              <w:pStyle w:val="TAL"/>
              <w:rPr>
                <w:lang w:eastAsia="ja-JP"/>
              </w:rPr>
            </w:pPr>
            <w:r>
              <w:t>R</w:t>
            </w:r>
            <w:r w:rsidRPr="00486914">
              <w:t>RC_IDLE</w:t>
            </w:r>
            <w:r>
              <w:t xml:space="preserve"> inter-frequency,</w:t>
            </w:r>
          </w:p>
          <w:p w:rsidR="005A5016" w:rsidRDefault="005A5016" w:rsidP="005A5016">
            <w:pPr>
              <w:pStyle w:val="TAL"/>
            </w:pPr>
            <w:r w:rsidRPr="00486914">
              <w:t>RRC_CONNECTED</w:t>
            </w:r>
            <w:r>
              <w:t xml:space="preserve"> intra-frequency,</w:t>
            </w:r>
          </w:p>
          <w:p w:rsidR="00F00087" w:rsidRDefault="005A5016" w:rsidP="00261E10">
            <w:pPr>
              <w:pStyle w:val="TAL"/>
            </w:pPr>
            <w:r w:rsidRPr="00486914">
              <w:t>RRC_CONNECTED</w:t>
            </w:r>
            <w:r>
              <w:t xml:space="preserve"> inter-frequency</w:t>
            </w:r>
          </w:p>
        </w:tc>
      </w:tr>
    </w:tbl>
    <w:p w:rsidR="00F00087" w:rsidRDefault="00F00087" w:rsidP="00AB5EB5"/>
    <w:p w:rsidR="006E43F2" w:rsidRDefault="001B7653" w:rsidP="001B7653">
      <w:pPr>
        <w:pStyle w:val="Heading3"/>
      </w:pPr>
      <w:bookmarkStart w:id="18" w:name="_Toc524695258"/>
      <w:r>
        <w:t>5.1.4</w:t>
      </w:r>
      <w:r>
        <w:tab/>
      </w:r>
      <w:r w:rsidR="002F51EC">
        <w:t xml:space="preserve">UTRA </w:t>
      </w:r>
      <w:r w:rsidR="005A5016">
        <w:t xml:space="preserve">FDD </w:t>
      </w:r>
      <w:r w:rsidR="006E43F2">
        <w:t>CPICH RSCP</w:t>
      </w:r>
      <w:bookmarkEnd w:id="18"/>
    </w:p>
    <w:p w:rsidR="001B7653" w:rsidRPr="001B7653" w:rsidRDefault="001B7653" w:rsidP="001B7653">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6E43F2">
        <w:trPr>
          <w:cantSplit/>
          <w:jc w:val="center"/>
        </w:trPr>
        <w:tc>
          <w:tcPr>
            <w:tcW w:w="1951" w:type="dxa"/>
          </w:tcPr>
          <w:p w:rsidR="006E43F2" w:rsidRDefault="006E43F2" w:rsidP="00D3323F">
            <w:pPr>
              <w:pStyle w:val="TAL"/>
              <w:rPr>
                <w:b/>
              </w:rPr>
            </w:pPr>
            <w:r>
              <w:rPr>
                <w:b/>
              </w:rPr>
              <w:t>Definition</w:t>
            </w:r>
          </w:p>
        </w:tc>
        <w:tc>
          <w:tcPr>
            <w:tcW w:w="7787" w:type="dxa"/>
          </w:tcPr>
          <w:p w:rsidR="006E43F2" w:rsidRPr="00687CE9" w:rsidRDefault="006E43F2" w:rsidP="00D3323F">
            <w:pPr>
              <w:pStyle w:val="TAL"/>
            </w:pPr>
            <w:r>
              <w:t>Received Signal Code Power, the received power on one code measured on the Primary CPICH. The reference point for the RSCP shall be the antenna connector of the UE. If Tx diversity is applied on the Primary CPICH the received code power from each antenna shall be separately measured and summed together in [W] to a total received code power on the Primary CPICH.</w:t>
            </w:r>
            <w:r w:rsidR="00687CE9">
              <w:t xml:space="preserve"> </w:t>
            </w:r>
            <w:r w:rsidR="00687CE9" w:rsidRPr="00687CE9">
              <w:t xml:space="preserve">If receiver diversity is in use by the UE, the reported value shall </w:t>
            </w:r>
            <w:r w:rsidR="00573102">
              <w:t xml:space="preserve">not </w:t>
            </w:r>
            <w:r w:rsidR="00687CE9" w:rsidRPr="00687CE9">
              <w:t xml:space="preserve">be </w:t>
            </w:r>
            <w:r w:rsidR="00573102">
              <w:t>lower than the corresponding CPICH RSCP of any of the individual receive antenna</w:t>
            </w:r>
            <w:r w:rsidR="00687CE9" w:rsidRPr="00687CE9">
              <w:t xml:space="preserve"> branches.</w:t>
            </w:r>
          </w:p>
        </w:tc>
      </w:tr>
      <w:tr w:rsidR="006E43F2">
        <w:trPr>
          <w:cantSplit/>
          <w:jc w:val="center"/>
        </w:trPr>
        <w:tc>
          <w:tcPr>
            <w:tcW w:w="1951" w:type="dxa"/>
          </w:tcPr>
          <w:p w:rsidR="006E43F2" w:rsidRDefault="006E43F2" w:rsidP="00D3323F">
            <w:pPr>
              <w:pStyle w:val="TAL"/>
              <w:rPr>
                <w:b/>
              </w:rPr>
            </w:pPr>
            <w:r>
              <w:rPr>
                <w:b/>
              </w:rPr>
              <w:t>Applicable for</w:t>
            </w:r>
          </w:p>
        </w:tc>
        <w:tc>
          <w:tcPr>
            <w:tcW w:w="7787" w:type="dxa"/>
          </w:tcPr>
          <w:p w:rsidR="005A5016" w:rsidRPr="00486914" w:rsidRDefault="005A5016" w:rsidP="005A5016">
            <w:pPr>
              <w:pStyle w:val="TAL"/>
            </w:pPr>
            <w:r>
              <w:t>R</w:t>
            </w:r>
            <w:r w:rsidRPr="00486914">
              <w:t>RC_IDLE</w:t>
            </w:r>
            <w:r>
              <w:t xml:space="preserve"> inter-</w:t>
            </w:r>
            <w:r w:rsidR="00573102">
              <w:t>RAT</w:t>
            </w:r>
            <w:r>
              <w:t>,</w:t>
            </w:r>
          </w:p>
          <w:p w:rsidR="006E43F2" w:rsidRDefault="005A5016" w:rsidP="005A5016">
            <w:pPr>
              <w:pStyle w:val="TAL"/>
            </w:pPr>
            <w:r w:rsidRPr="00486914">
              <w:t>RRC_CONNECTED</w:t>
            </w:r>
            <w:r>
              <w:t xml:space="preserve"> inter-</w:t>
            </w:r>
            <w:r w:rsidR="00573102">
              <w:t>RAT</w:t>
            </w:r>
          </w:p>
        </w:tc>
      </w:tr>
    </w:tbl>
    <w:p w:rsidR="00255793" w:rsidRDefault="00255793" w:rsidP="00255793"/>
    <w:p w:rsidR="006E43F2" w:rsidRDefault="001B7653" w:rsidP="001B7653">
      <w:pPr>
        <w:pStyle w:val="Heading3"/>
      </w:pPr>
      <w:bookmarkStart w:id="19" w:name="_Toc524695259"/>
      <w:r>
        <w:lastRenderedPageBreak/>
        <w:t>5.1.5</w:t>
      </w:r>
      <w:r>
        <w:tab/>
      </w:r>
      <w:r w:rsidR="006E43F2">
        <w:t xml:space="preserve">UTRA </w:t>
      </w:r>
      <w:r w:rsidR="002F51EC">
        <w:t xml:space="preserve">FDD </w:t>
      </w:r>
      <w:r w:rsidR="006E43F2">
        <w:t>carrier RSSI</w:t>
      </w:r>
      <w:bookmarkEnd w:id="19"/>
    </w:p>
    <w:p w:rsidR="001B7653" w:rsidRPr="001B7653" w:rsidRDefault="001B7653" w:rsidP="001B7653">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6E43F2">
        <w:trPr>
          <w:cantSplit/>
          <w:jc w:val="center"/>
        </w:trPr>
        <w:tc>
          <w:tcPr>
            <w:tcW w:w="1951" w:type="dxa"/>
          </w:tcPr>
          <w:p w:rsidR="006E43F2" w:rsidRDefault="006E43F2" w:rsidP="00D3323F">
            <w:pPr>
              <w:pStyle w:val="TAL"/>
              <w:rPr>
                <w:b/>
              </w:rPr>
            </w:pPr>
            <w:r>
              <w:rPr>
                <w:b/>
              </w:rPr>
              <w:t>Definition</w:t>
            </w:r>
          </w:p>
        </w:tc>
        <w:tc>
          <w:tcPr>
            <w:tcW w:w="7787" w:type="dxa"/>
          </w:tcPr>
          <w:p w:rsidR="006E43F2" w:rsidRPr="00687CE9" w:rsidRDefault="006E43F2" w:rsidP="00D3323F">
            <w:pPr>
              <w:pStyle w:val="TAL"/>
            </w:pPr>
            <w:r>
              <w:rPr>
                <w:iCs/>
              </w:rPr>
              <w:t>The received wide band power, including thermal noise and noise generated in the receiver, within the bandwidth defined by the receiver pulse shaping filter. The reference point for the measurement shall be the antenna connector of the UE</w:t>
            </w:r>
            <w:r>
              <w:t>.</w:t>
            </w:r>
            <w:r w:rsidR="00687CE9">
              <w:t xml:space="preserve"> </w:t>
            </w:r>
            <w:r w:rsidR="00687CE9" w:rsidRPr="00687CE9">
              <w:t xml:space="preserve">If receiver diversity is in use by the UE, the reported value shall </w:t>
            </w:r>
            <w:r w:rsidR="00573102">
              <w:t xml:space="preserve">not </w:t>
            </w:r>
            <w:r w:rsidR="00687CE9" w:rsidRPr="00687CE9">
              <w:t xml:space="preserve">be </w:t>
            </w:r>
            <w:r w:rsidR="00573102">
              <w:t xml:space="preserve">lower than the </w:t>
            </w:r>
            <w:r w:rsidR="00573102" w:rsidRPr="00843D55">
              <w:rPr>
                <w:rFonts w:cs="Arial"/>
                <w:szCs w:val="18"/>
                <w:lang w:val="en-US"/>
              </w:rPr>
              <w:t xml:space="preserve">corresponding </w:t>
            </w:r>
            <w:r w:rsidR="00573102">
              <w:rPr>
                <w:rFonts w:cs="Arial"/>
                <w:szCs w:val="18"/>
                <w:lang w:val="en-US"/>
              </w:rPr>
              <w:t>UTRA carrier RSSI of</w:t>
            </w:r>
            <w:r w:rsidR="00573102" w:rsidRPr="00843D55">
              <w:rPr>
                <w:rFonts w:cs="Arial"/>
                <w:szCs w:val="18"/>
                <w:lang w:val="en-US"/>
              </w:rPr>
              <w:t xml:space="preserve"> any of the </w:t>
            </w:r>
            <w:r w:rsidR="00573102">
              <w:rPr>
                <w:rFonts w:cs="Arial"/>
                <w:szCs w:val="18"/>
                <w:lang w:val="en-US"/>
              </w:rPr>
              <w:t>individual receive antenna</w:t>
            </w:r>
            <w:r w:rsidR="00687CE9" w:rsidRPr="00687CE9">
              <w:t xml:space="preserve"> branches.</w:t>
            </w:r>
          </w:p>
        </w:tc>
      </w:tr>
      <w:tr w:rsidR="006E43F2">
        <w:trPr>
          <w:cantSplit/>
          <w:jc w:val="center"/>
        </w:trPr>
        <w:tc>
          <w:tcPr>
            <w:tcW w:w="1951" w:type="dxa"/>
          </w:tcPr>
          <w:p w:rsidR="006E43F2" w:rsidRDefault="006E43F2" w:rsidP="00D3323F">
            <w:pPr>
              <w:pStyle w:val="TAL"/>
              <w:rPr>
                <w:b/>
              </w:rPr>
            </w:pPr>
            <w:r>
              <w:rPr>
                <w:b/>
              </w:rPr>
              <w:t>Applicable for</w:t>
            </w:r>
          </w:p>
        </w:tc>
        <w:tc>
          <w:tcPr>
            <w:tcW w:w="7787" w:type="dxa"/>
          </w:tcPr>
          <w:p w:rsidR="005A5016" w:rsidRPr="00486914" w:rsidRDefault="005A5016" w:rsidP="005A5016">
            <w:pPr>
              <w:pStyle w:val="TAL"/>
            </w:pPr>
            <w:r>
              <w:t>R</w:t>
            </w:r>
            <w:r w:rsidRPr="00486914">
              <w:t>RC_IDLE</w:t>
            </w:r>
            <w:r>
              <w:t xml:space="preserve"> inter-</w:t>
            </w:r>
            <w:r w:rsidR="00573102">
              <w:t>RAT</w:t>
            </w:r>
            <w:r>
              <w:t>,</w:t>
            </w:r>
          </w:p>
          <w:p w:rsidR="006E43F2" w:rsidRPr="00255793" w:rsidRDefault="005A5016" w:rsidP="005A5016">
            <w:pPr>
              <w:pStyle w:val="TAL"/>
            </w:pPr>
            <w:r w:rsidRPr="00486914">
              <w:t>RRC_CONNECTED</w:t>
            </w:r>
            <w:r>
              <w:t xml:space="preserve"> inter-</w:t>
            </w:r>
            <w:r w:rsidR="00573102">
              <w:t>RAT</w:t>
            </w:r>
          </w:p>
        </w:tc>
      </w:tr>
    </w:tbl>
    <w:p w:rsidR="00780E98" w:rsidRDefault="00780E98" w:rsidP="00FE4088">
      <w:pPr>
        <w:pStyle w:val="NO"/>
      </w:pPr>
      <w:r>
        <w:t>N</w:t>
      </w:r>
      <w:r w:rsidR="00D06C08">
        <w:t>OTE</w:t>
      </w:r>
      <w:r>
        <w:t>:</w:t>
      </w:r>
      <w:r w:rsidR="001E309E">
        <w:tab/>
      </w:r>
      <w:r>
        <w:t>This definition does not correspond to a reported measurement. This definition is just an intermediate definition used in the definition of UTRA FDD CPICH Ec/No.</w:t>
      </w:r>
    </w:p>
    <w:p w:rsidR="00CA51BC" w:rsidRDefault="00CA51BC" w:rsidP="00CA51BC"/>
    <w:p w:rsidR="006E43F2" w:rsidRDefault="001B7653" w:rsidP="001B7653">
      <w:pPr>
        <w:pStyle w:val="Heading3"/>
      </w:pPr>
      <w:bookmarkStart w:id="20" w:name="_Toc524695260"/>
      <w:r>
        <w:t>5.1.6</w:t>
      </w:r>
      <w:r>
        <w:tab/>
      </w:r>
      <w:r w:rsidR="002F51EC">
        <w:t xml:space="preserve">UTRA FDD </w:t>
      </w:r>
      <w:r w:rsidR="006E43F2">
        <w:t>CPICH Ec/No</w:t>
      </w:r>
      <w:bookmarkEnd w:id="20"/>
    </w:p>
    <w:p w:rsidR="001B7653" w:rsidRPr="001B7653" w:rsidRDefault="001B7653" w:rsidP="001B7653">
      <w:pPr>
        <w:pStyle w:val="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6E43F2">
        <w:trPr>
          <w:cantSplit/>
          <w:jc w:val="center"/>
        </w:trPr>
        <w:tc>
          <w:tcPr>
            <w:tcW w:w="1951" w:type="dxa"/>
          </w:tcPr>
          <w:p w:rsidR="006E43F2" w:rsidRDefault="006E43F2" w:rsidP="00D3323F">
            <w:pPr>
              <w:pStyle w:val="TAL"/>
              <w:rPr>
                <w:b/>
              </w:rPr>
            </w:pPr>
            <w:r>
              <w:rPr>
                <w:b/>
              </w:rPr>
              <w:t>Definition</w:t>
            </w:r>
          </w:p>
        </w:tc>
        <w:tc>
          <w:tcPr>
            <w:tcW w:w="7787" w:type="dxa"/>
          </w:tcPr>
          <w:p w:rsidR="006E43F2" w:rsidRPr="00687CE9" w:rsidRDefault="006E43F2" w:rsidP="00D3323F">
            <w:pPr>
              <w:pStyle w:val="TAL"/>
            </w:pPr>
            <w:r>
              <w:t xml:space="preserve">The received energy per chip divided by the power density in the band. </w:t>
            </w:r>
            <w:r w:rsidR="00573102">
              <w:t>If receiver diversity is not in use by the UE, t</w:t>
            </w:r>
            <w:r>
              <w:rPr>
                <w:iCs/>
              </w:rPr>
              <w:t>he CPICH Ec/No is identical to CPICH RSCP/UTRA Carrier RSSI</w:t>
            </w:r>
            <w:r>
              <w:t>. Measurement shall be performed on the Primary CPICH. The reference point for the CPICH Ec/No shall be the antenna connector of the UE. If Tx diversity is applied on the Primary CPICH the received energy per chip (Ec) from each antenna shall be separately measured and summed together in [Ws] to a total received chip energy per chip on the Primary CPICH, before calculating the Ec/No.</w:t>
            </w:r>
            <w:r w:rsidR="00687CE9">
              <w:t xml:space="preserve"> </w:t>
            </w:r>
            <w:r w:rsidR="00687CE9" w:rsidRPr="00687CE9">
              <w:t>If receiver diversity is in use by the UE</w:t>
            </w:r>
            <w:r w:rsidR="00D74F40">
              <w:t>,</w:t>
            </w:r>
            <w:r w:rsidR="00687CE9" w:rsidRPr="00687CE9">
              <w:t xml:space="preserve"> the </w:t>
            </w:r>
            <w:r w:rsidR="00D74F40">
              <w:t>measured CPICH Ec/No</w:t>
            </w:r>
            <w:r w:rsidR="00687CE9" w:rsidRPr="00687CE9">
              <w:t xml:space="preserve"> value shall</w:t>
            </w:r>
            <w:r w:rsidR="00D74F40">
              <w:t xml:space="preserve"> not</w:t>
            </w:r>
            <w:r w:rsidR="00687CE9" w:rsidRPr="00687CE9">
              <w:t xml:space="preserve"> be </w:t>
            </w:r>
            <w:r w:rsidR="00D74F40" w:rsidRPr="00843D55">
              <w:rPr>
                <w:rFonts w:cs="Arial"/>
                <w:szCs w:val="18"/>
                <w:lang w:val="en-US"/>
              </w:rPr>
              <w:t xml:space="preserve">lower than </w:t>
            </w:r>
            <w:r w:rsidR="00D74F40">
              <w:rPr>
                <w:rFonts w:cs="Arial"/>
                <w:szCs w:val="18"/>
                <w:lang w:val="en-US"/>
              </w:rPr>
              <w:t xml:space="preserve">the </w:t>
            </w:r>
            <w:r w:rsidR="00D74F40" w:rsidRPr="00843D55">
              <w:rPr>
                <w:rFonts w:cs="Arial"/>
                <w:szCs w:val="18"/>
                <w:lang w:val="en-US"/>
              </w:rPr>
              <w:t xml:space="preserve">corresponding CPICH </w:t>
            </w:r>
            <w:r w:rsidR="00D74F40">
              <w:rPr>
                <w:rFonts w:cs="Arial"/>
                <w:szCs w:val="18"/>
                <w:lang w:val="en-US"/>
              </w:rPr>
              <w:t>RSCP</w:t>
            </w:r>
            <w:r w:rsidR="00D74F40">
              <w:rPr>
                <w:rFonts w:cs="Arial"/>
                <w:i/>
                <w:szCs w:val="18"/>
                <w:vertAlign w:val="subscript"/>
                <w:lang w:val="en-US"/>
              </w:rPr>
              <w:t>i</w:t>
            </w:r>
            <w:r w:rsidR="00D74F40">
              <w:rPr>
                <w:rFonts w:cs="Arial"/>
                <w:szCs w:val="18"/>
                <w:lang w:val="en-US"/>
              </w:rPr>
              <w:t>/UTRA Carrier RSSI</w:t>
            </w:r>
            <w:r w:rsidR="00D74F40">
              <w:rPr>
                <w:rFonts w:cs="Arial"/>
                <w:i/>
                <w:szCs w:val="18"/>
                <w:vertAlign w:val="subscript"/>
                <w:lang w:val="en-US"/>
              </w:rPr>
              <w:t>i</w:t>
            </w:r>
            <w:r w:rsidR="00D74F40">
              <w:rPr>
                <w:rFonts w:cs="Arial"/>
                <w:szCs w:val="18"/>
                <w:lang w:val="en-US"/>
              </w:rPr>
              <w:t xml:space="preserve"> of</w:t>
            </w:r>
            <w:r w:rsidR="00D74F40" w:rsidRPr="00843D55">
              <w:rPr>
                <w:rFonts w:cs="Arial"/>
                <w:szCs w:val="18"/>
                <w:lang w:val="en-US"/>
              </w:rPr>
              <w:t xml:space="preserve"> </w:t>
            </w:r>
            <w:r w:rsidR="00D74F40">
              <w:rPr>
                <w:rFonts w:cs="Arial"/>
                <w:szCs w:val="18"/>
                <w:lang w:val="en-US"/>
              </w:rPr>
              <w:t xml:space="preserve">receive antenna branch </w:t>
            </w:r>
            <w:r w:rsidR="00D74F40" w:rsidRPr="00EF3C98">
              <w:rPr>
                <w:rFonts w:cs="Arial"/>
                <w:i/>
                <w:szCs w:val="18"/>
                <w:lang w:val="en-US"/>
              </w:rPr>
              <w:t>i</w:t>
            </w:r>
            <w:r w:rsidR="00D74F40">
              <w:rPr>
                <w:rFonts w:cs="Arial"/>
                <w:szCs w:val="18"/>
                <w:lang w:val="en-US"/>
              </w:rPr>
              <w:t xml:space="preserve"> </w:t>
            </w:r>
            <w:r w:rsidR="00D74F40">
              <w:t>.</w:t>
            </w:r>
          </w:p>
        </w:tc>
      </w:tr>
      <w:tr w:rsidR="006E43F2">
        <w:trPr>
          <w:cantSplit/>
          <w:jc w:val="center"/>
        </w:trPr>
        <w:tc>
          <w:tcPr>
            <w:tcW w:w="1951" w:type="dxa"/>
          </w:tcPr>
          <w:p w:rsidR="006E43F2" w:rsidRDefault="006E43F2" w:rsidP="00D3323F">
            <w:pPr>
              <w:pStyle w:val="TAL"/>
              <w:rPr>
                <w:b/>
              </w:rPr>
            </w:pPr>
            <w:r>
              <w:rPr>
                <w:b/>
              </w:rPr>
              <w:t>Applicable for</w:t>
            </w:r>
          </w:p>
        </w:tc>
        <w:tc>
          <w:tcPr>
            <w:tcW w:w="7787" w:type="dxa"/>
          </w:tcPr>
          <w:p w:rsidR="005A5016" w:rsidRPr="00486914" w:rsidRDefault="005A5016" w:rsidP="005A5016">
            <w:pPr>
              <w:pStyle w:val="TAL"/>
            </w:pPr>
            <w:r>
              <w:t>R</w:t>
            </w:r>
            <w:r w:rsidRPr="00486914">
              <w:t>RC_IDLE</w:t>
            </w:r>
            <w:r>
              <w:t xml:space="preserve"> inter-</w:t>
            </w:r>
            <w:r w:rsidR="00D74F40">
              <w:t>RAT</w:t>
            </w:r>
            <w:r>
              <w:t>,</w:t>
            </w:r>
          </w:p>
          <w:p w:rsidR="006E43F2" w:rsidRDefault="005A5016" w:rsidP="005A5016">
            <w:pPr>
              <w:pStyle w:val="TAL"/>
              <w:rPr>
                <w:i/>
              </w:rPr>
            </w:pPr>
            <w:r w:rsidRPr="00486914">
              <w:t>RRC_CONNECTED</w:t>
            </w:r>
            <w:r>
              <w:t xml:space="preserve"> inter-</w:t>
            </w:r>
            <w:r w:rsidR="00D74F40">
              <w:t>RAT</w:t>
            </w:r>
          </w:p>
        </w:tc>
      </w:tr>
    </w:tbl>
    <w:p w:rsidR="00255793" w:rsidRDefault="00255793" w:rsidP="00255793"/>
    <w:p w:rsidR="006E43F2" w:rsidRDefault="00AB5EB5" w:rsidP="00AB5EB5">
      <w:pPr>
        <w:pStyle w:val="Heading3"/>
      </w:pPr>
      <w:bookmarkStart w:id="21" w:name="_Toc524695261"/>
      <w:r>
        <w:t>5.1.7</w:t>
      </w:r>
      <w:r>
        <w:tab/>
      </w:r>
      <w:r w:rsidR="006E43F2">
        <w:t>GSM carrier RSSI</w:t>
      </w:r>
      <w:bookmarkEnd w:id="21"/>
    </w:p>
    <w:p w:rsidR="00AB5EB5" w:rsidRPr="00AB5EB5" w:rsidRDefault="00AB5EB5" w:rsidP="00AB5EB5">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6E43F2">
        <w:trPr>
          <w:cantSplit/>
          <w:jc w:val="center"/>
        </w:trPr>
        <w:tc>
          <w:tcPr>
            <w:tcW w:w="1951" w:type="dxa"/>
          </w:tcPr>
          <w:p w:rsidR="006E43F2" w:rsidRDefault="006E43F2" w:rsidP="00D3323F">
            <w:pPr>
              <w:pStyle w:val="TAL"/>
              <w:rPr>
                <w:b/>
              </w:rPr>
            </w:pPr>
            <w:r>
              <w:rPr>
                <w:b/>
              </w:rPr>
              <w:t>Definition</w:t>
            </w:r>
          </w:p>
        </w:tc>
        <w:tc>
          <w:tcPr>
            <w:tcW w:w="7787" w:type="dxa"/>
          </w:tcPr>
          <w:p w:rsidR="006E43F2" w:rsidRDefault="006E43F2" w:rsidP="00D3323F">
            <w:pPr>
              <w:pStyle w:val="TAL"/>
            </w:pPr>
            <w:r>
              <w:t>Received Signal Strength Indicator, the wide-band received power within the relevant channel bandwidth. Measurement shall be performed on a GSM BCCH carrier. The reference point for the RSSI shall be the antenna connector of the UE.</w:t>
            </w:r>
          </w:p>
        </w:tc>
      </w:tr>
      <w:tr w:rsidR="006E43F2">
        <w:trPr>
          <w:cantSplit/>
          <w:jc w:val="center"/>
        </w:trPr>
        <w:tc>
          <w:tcPr>
            <w:tcW w:w="1951" w:type="dxa"/>
          </w:tcPr>
          <w:p w:rsidR="006E43F2" w:rsidRDefault="006E43F2" w:rsidP="00D3323F">
            <w:pPr>
              <w:pStyle w:val="TAL"/>
              <w:rPr>
                <w:b/>
              </w:rPr>
            </w:pPr>
            <w:r>
              <w:rPr>
                <w:b/>
              </w:rPr>
              <w:t>Applicable for</w:t>
            </w:r>
          </w:p>
        </w:tc>
        <w:tc>
          <w:tcPr>
            <w:tcW w:w="7787" w:type="dxa"/>
          </w:tcPr>
          <w:p w:rsidR="005A5016" w:rsidRPr="00486914" w:rsidRDefault="005A5016" w:rsidP="005A5016">
            <w:pPr>
              <w:pStyle w:val="TAL"/>
            </w:pPr>
            <w:r>
              <w:t>R</w:t>
            </w:r>
            <w:r w:rsidRPr="00486914">
              <w:t>RC_IDLE</w:t>
            </w:r>
            <w:r>
              <w:t xml:space="preserve"> inter-</w:t>
            </w:r>
            <w:r w:rsidR="00003E5F">
              <w:t>RAT</w:t>
            </w:r>
            <w:r>
              <w:t>,</w:t>
            </w:r>
          </w:p>
          <w:p w:rsidR="006E43F2" w:rsidRPr="006E43F2" w:rsidRDefault="005A5016" w:rsidP="005A5016">
            <w:pPr>
              <w:pStyle w:val="TAL"/>
            </w:pPr>
            <w:r w:rsidRPr="00486914">
              <w:t>RRC_CONNECTED</w:t>
            </w:r>
            <w:r>
              <w:t xml:space="preserve"> inter-</w:t>
            </w:r>
            <w:r w:rsidR="00003E5F">
              <w:t>RAT</w:t>
            </w:r>
          </w:p>
        </w:tc>
      </w:tr>
    </w:tbl>
    <w:p w:rsidR="00255793" w:rsidRDefault="00255793" w:rsidP="00255793"/>
    <w:p w:rsidR="00255793" w:rsidRDefault="00AB5EB5" w:rsidP="00AB5EB5">
      <w:pPr>
        <w:pStyle w:val="Heading3"/>
      </w:pPr>
      <w:bookmarkStart w:id="22" w:name="_Toc524695262"/>
      <w:r>
        <w:t>5.1.8</w:t>
      </w:r>
      <w:r>
        <w:tab/>
      </w:r>
      <w:r w:rsidR="00780E98">
        <w:t>Void</w:t>
      </w:r>
      <w:bookmarkEnd w:id="22"/>
    </w:p>
    <w:p w:rsidR="004C7680" w:rsidRDefault="004C7680" w:rsidP="004C7680"/>
    <w:p w:rsidR="00255793" w:rsidRDefault="00AB5EB5" w:rsidP="00AB5EB5">
      <w:pPr>
        <w:pStyle w:val="Heading3"/>
      </w:pPr>
      <w:bookmarkStart w:id="23" w:name="_Toc524695263"/>
      <w:r>
        <w:t>5.1.9</w:t>
      </w:r>
      <w:r>
        <w:tab/>
      </w:r>
      <w:r w:rsidR="002F51EC">
        <w:t xml:space="preserve">UTRA TDD </w:t>
      </w:r>
      <w:r w:rsidR="00255793">
        <w:t>P-CCPCH RSCP</w:t>
      </w:r>
      <w:bookmarkEnd w:id="23"/>
    </w:p>
    <w:p w:rsidR="00AB5EB5" w:rsidRPr="00AB5EB5" w:rsidRDefault="00AB5EB5" w:rsidP="00AB5EB5">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255793">
        <w:trPr>
          <w:cantSplit/>
          <w:jc w:val="center"/>
        </w:trPr>
        <w:tc>
          <w:tcPr>
            <w:tcW w:w="1951" w:type="dxa"/>
          </w:tcPr>
          <w:p w:rsidR="00255793" w:rsidRDefault="00255793" w:rsidP="00D3323F">
            <w:pPr>
              <w:pStyle w:val="TAL"/>
              <w:rPr>
                <w:b/>
              </w:rPr>
            </w:pPr>
            <w:r>
              <w:rPr>
                <w:b/>
              </w:rPr>
              <w:t>Definition</w:t>
            </w:r>
          </w:p>
        </w:tc>
        <w:tc>
          <w:tcPr>
            <w:tcW w:w="7787" w:type="dxa"/>
          </w:tcPr>
          <w:p w:rsidR="00255793" w:rsidRDefault="00255793" w:rsidP="00D3323F">
            <w:pPr>
              <w:pStyle w:val="TAL"/>
            </w:pPr>
            <w:r>
              <w:t xml:space="preserve">Received Signal Code Power, the received power on P-CCPCH of </w:t>
            </w:r>
            <w:r w:rsidR="00C631C1">
              <w:t>a</w:t>
            </w:r>
            <w:r>
              <w:t xml:space="preserve"> neighbour </w:t>
            </w:r>
            <w:r w:rsidR="00C631C1">
              <w:t xml:space="preserve">UTRA TDD </w:t>
            </w:r>
            <w:r>
              <w:t>cell. The reference point for the RSCP shall be the antenna connector of the UE.</w:t>
            </w:r>
          </w:p>
        </w:tc>
      </w:tr>
      <w:tr w:rsidR="00255793">
        <w:trPr>
          <w:cantSplit/>
          <w:jc w:val="center"/>
        </w:trPr>
        <w:tc>
          <w:tcPr>
            <w:tcW w:w="1951" w:type="dxa"/>
          </w:tcPr>
          <w:p w:rsidR="00255793" w:rsidRDefault="00255793" w:rsidP="00D3323F">
            <w:pPr>
              <w:pStyle w:val="TAL"/>
              <w:rPr>
                <w:b/>
              </w:rPr>
            </w:pPr>
            <w:r>
              <w:rPr>
                <w:b/>
              </w:rPr>
              <w:t>Applicable for</w:t>
            </w:r>
          </w:p>
        </w:tc>
        <w:tc>
          <w:tcPr>
            <w:tcW w:w="7787" w:type="dxa"/>
          </w:tcPr>
          <w:p w:rsidR="002D6146" w:rsidRPr="00486914" w:rsidRDefault="002D6146" w:rsidP="002D6146">
            <w:pPr>
              <w:pStyle w:val="TAL"/>
            </w:pPr>
            <w:r>
              <w:t>R</w:t>
            </w:r>
            <w:r w:rsidRPr="00486914">
              <w:t>RC_IDLE</w:t>
            </w:r>
            <w:r>
              <w:t xml:space="preserve"> inter-</w:t>
            </w:r>
            <w:r w:rsidR="00003E5F">
              <w:t>RAT</w:t>
            </w:r>
            <w:r>
              <w:t>,</w:t>
            </w:r>
          </w:p>
          <w:p w:rsidR="00255793" w:rsidRDefault="002D6146" w:rsidP="002D6146">
            <w:pPr>
              <w:pStyle w:val="TAL"/>
            </w:pPr>
            <w:r w:rsidRPr="00486914">
              <w:t>RRC_CONNECTED</w:t>
            </w:r>
            <w:r>
              <w:t xml:space="preserve"> inter-</w:t>
            </w:r>
            <w:r w:rsidR="00003E5F">
              <w:t>RAT</w:t>
            </w:r>
          </w:p>
        </w:tc>
      </w:tr>
    </w:tbl>
    <w:p w:rsidR="00255793" w:rsidRPr="00003E5F" w:rsidRDefault="00255793" w:rsidP="00255793"/>
    <w:p w:rsidR="00003E5F" w:rsidRDefault="0033427E" w:rsidP="0033427E">
      <w:pPr>
        <w:pStyle w:val="Heading3"/>
      </w:pPr>
      <w:bookmarkStart w:id="24" w:name="_Toc524695264"/>
      <w:r>
        <w:lastRenderedPageBreak/>
        <w:t>5.1.10</w:t>
      </w:r>
      <w:r>
        <w:tab/>
      </w:r>
      <w:r w:rsidR="00003E5F">
        <w:t xml:space="preserve">CDMA2000 </w:t>
      </w:r>
      <w:r w:rsidR="00003E5F" w:rsidRPr="000A1895">
        <w:t>1x RTT Pilot Strength</w:t>
      </w:r>
      <w:bookmarkEnd w:id="24"/>
    </w:p>
    <w:p w:rsidR="00003E5F" w:rsidRPr="00003E5F" w:rsidRDefault="00003E5F" w:rsidP="00003E5F">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003E5F">
        <w:trPr>
          <w:cantSplit/>
          <w:jc w:val="center"/>
        </w:trPr>
        <w:tc>
          <w:tcPr>
            <w:tcW w:w="1951" w:type="dxa"/>
          </w:tcPr>
          <w:p w:rsidR="00003E5F" w:rsidRDefault="00003E5F" w:rsidP="00965E29">
            <w:pPr>
              <w:pStyle w:val="TAL"/>
              <w:rPr>
                <w:b/>
              </w:rPr>
            </w:pPr>
            <w:r>
              <w:rPr>
                <w:b/>
              </w:rPr>
              <w:t>Definition</w:t>
            </w:r>
          </w:p>
        </w:tc>
        <w:tc>
          <w:tcPr>
            <w:tcW w:w="7787" w:type="dxa"/>
          </w:tcPr>
          <w:p w:rsidR="00003E5F" w:rsidRPr="000A1895" w:rsidRDefault="00003E5F" w:rsidP="00965E29">
            <w:pPr>
              <w:pStyle w:val="TAL"/>
            </w:pPr>
            <w:r>
              <w:t xml:space="preserve">CDMA2000 </w:t>
            </w:r>
            <w:r w:rsidRPr="000A1895">
              <w:t>1x RTT Pilot Strength measurement is defined in section 2.6.6.2.2 of</w:t>
            </w:r>
            <w:r>
              <w:t xml:space="preserve"> [8]</w:t>
            </w:r>
          </w:p>
        </w:tc>
      </w:tr>
      <w:tr w:rsidR="00003E5F">
        <w:trPr>
          <w:cantSplit/>
          <w:jc w:val="center"/>
        </w:trPr>
        <w:tc>
          <w:tcPr>
            <w:tcW w:w="1951" w:type="dxa"/>
          </w:tcPr>
          <w:p w:rsidR="00003E5F" w:rsidRDefault="00003E5F" w:rsidP="00965E29">
            <w:pPr>
              <w:pStyle w:val="TAL"/>
              <w:rPr>
                <w:b/>
              </w:rPr>
            </w:pPr>
            <w:r>
              <w:rPr>
                <w:b/>
              </w:rPr>
              <w:t>Applicable for</w:t>
            </w:r>
          </w:p>
        </w:tc>
        <w:tc>
          <w:tcPr>
            <w:tcW w:w="7787" w:type="dxa"/>
          </w:tcPr>
          <w:p w:rsidR="00003E5F" w:rsidRPr="00486914" w:rsidRDefault="00003E5F" w:rsidP="00965E29">
            <w:pPr>
              <w:pStyle w:val="TAL"/>
            </w:pPr>
            <w:r>
              <w:t>R</w:t>
            </w:r>
            <w:r w:rsidRPr="00486914">
              <w:t>RC_IDLE</w:t>
            </w:r>
            <w:r>
              <w:t xml:space="preserve"> inter-RAT,</w:t>
            </w:r>
          </w:p>
          <w:p w:rsidR="00003E5F" w:rsidRDefault="00003E5F" w:rsidP="00965E29">
            <w:pPr>
              <w:pStyle w:val="TAL"/>
            </w:pPr>
            <w:r w:rsidRPr="00486914">
              <w:t>RRC_CONNECTED</w:t>
            </w:r>
            <w:r>
              <w:t xml:space="preserve"> inter-RAT</w:t>
            </w:r>
          </w:p>
        </w:tc>
      </w:tr>
    </w:tbl>
    <w:p w:rsidR="00003E5F" w:rsidRDefault="00003E5F" w:rsidP="00003E5F"/>
    <w:p w:rsidR="00003E5F" w:rsidRDefault="0033427E" w:rsidP="0033427E">
      <w:pPr>
        <w:pStyle w:val="Heading3"/>
      </w:pPr>
      <w:bookmarkStart w:id="25" w:name="_Toc524695265"/>
      <w:r>
        <w:t>5.1.11</w:t>
      </w:r>
      <w:r>
        <w:tab/>
        <w:t>C</w:t>
      </w:r>
      <w:r w:rsidR="00003E5F">
        <w:t>DMA2000 HRPD</w:t>
      </w:r>
      <w:r w:rsidR="00003E5F" w:rsidRPr="000A1895">
        <w:t xml:space="preserve"> Pilot Strength</w:t>
      </w:r>
      <w:bookmarkEnd w:id="25"/>
    </w:p>
    <w:p w:rsidR="00003E5F" w:rsidRPr="00003E5F" w:rsidRDefault="00003E5F" w:rsidP="00003E5F">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003E5F">
        <w:trPr>
          <w:cantSplit/>
          <w:jc w:val="center"/>
        </w:trPr>
        <w:tc>
          <w:tcPr>
            <w:tcW w:w="1951" w:type="dxa"/>
          </w:tcPr>
          <w:p w:rsidR="00003E5F" w:rsidRDefault="00003E5F" w:rsidP="00965E29">
            <w:pPr>
              <w:pStyle w:val="TAL"/>
              <w:rPr>
                <w:b/>
              </w:rPr>
            </w:pPr>
            <w:r>
              <w:rPr>
                <w:b/>
              </w:rPr>
              <w:t>Definition</w:t>
            </w:r>
          </w:p>
        </w:tc>
        <w:tc>
          <w:tcPr>
            <w:tcW w:w="7787" w:type="dxa"/>
          </w:tcPr>
          <w:p w:rsidR="00003E5F" w:rsidRPr="00C50333" w:rsidRDefault="00003E5F" w:rsidP="00965E29">
            <w:pPr>
              <w:pStyle w:val="TAL"/>
            </w:pPr>
            <w:r>
              <w:t xml:space="preserve">CDMA2000 </w:t>
            </w:r>
            <w:r w:rsidRPr="00C50333">
              <w:t>HRPD Pilot Strength Measurement is defined in section 8.7.6.1.2.3 of</w:t>
            </w:r>
            <w:r>
              <w:t xml:space="preserve"> [9]</w:t>
            </w:r>
          </w:p>
        </w:tc>
      </w:tr>
      <w:tr w:rsidR="00003E5F">
        <w:trPr>
          <w:cantSplit/>
          <w:jc w:val="center"/>
        </w:trPr>
        <w:tc>
          <w:tcPr>
            <w:tcW w:w="1951" w:type="dxa"/>
          </w:tcPr>
          <w:p w:rsidR="00003E5F" w:rsidRDefault="00003E5F" w:rsidP="00965E29">
            <w:pPr>
              <w:pStyle w:val="TAL"/>
              <w:rPr>
                <w:b/>
              </w:rPr>
            </w:pPr>
            <w:r>
              <w:rPr>
                <w:b/>
              </w:rPr>
              <w:t>Applicable for</w:t>
            </w:r>
          </w:p>
        </w:tc>
        <w:tc>
          <w:tcPr>
            <w:tcW w:w="7787" w:type="dxa"/>
          </w:tcPr>
          <w:p w:rsidR="00003E5F" w:rsidRPr="00486914" w:rsidRDefault="00003E5F" w:rsidP="00965E29">
            <w:pPr>
              <w:pStyle w:val="TAL"/>
            </w:pPr>
            <w:r>
              <w:t>R</w:t>
            </w:r>
            <w:r w:rsidRPr="00486914">
              <w:t>RC_IDLE</w:t>
            </w:r>
            <w:r>
              <w:t xml:space="preserve"> inter-RAT,</w:t>
            </w:r>
          </w:p>
          <w:p w:rsidR="00003E5F" w:rsidRDefault="00003E5F" w:rsidP="00965E29">
            <w:pPr>
              <w:pStyle w:val="TAL"/>
            </w:pPr>
            <w:r w:rsidRPr="00486914">
              <w:t>RRC_CONNECTED</w:t>
            </w:r>
            <w:r>
              <w:t xml:space="preserve"> inter-RAT</w:t>
            </w:r>
          </w:p>
        </w:tc>
      </w:tr>
    </w:tbl>
    <w:p w:rsidR="00003E5F" w:rsidRDefault="00003E5F" w:rsidP="00466CC4"/>
    <w:p w:rsidR="00466CC4" w:rsidRDefault="00466CC4" w:rsidP="00466CC4">
      <w:pPr>
        <w:pStyle w:val="Heading3"/>
      </w:pPr>
      <w:bookmarkStart w:id="26" w:name="_Toc524695266"/>
      <w:r>
        <w:t>5.1.12</w:t>
      </w:r>
      <w:r>
        <w:tab/>
        <w:t>Reference signal time difference (RSTD)</w:t>
      </w:r>
      <w:bookmarkEnd w:id="26"/>
    </w:p>
    <w:p w:rsidR="00466CC4" w:rsidRPr="001B7653" w:rsidRDefault="00466CC4" w:rsidP="00466CC4">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466CC4" w:rsidRPr="00486914">
        <w:trPr>
          <w:cantSplit/>
          <w:jc w:val="center"/>
        </w:trPr>
        <w:tc>
          <w:tcPr>
            <w:tcW w:w="1951" w:type="dxa"/>
          </w:tcPr>
          <w:p w:rsidR="00466CC4" w:rsidRPr="00486914" w:rsidRDefault="00466CC4" w:rsidP="00D637C4">
            <w:pPr>
              <w:pStyle w:val="TAL"/>
              <w:rPr>
                <w:b/>
              </w:rPr>
            </w:pPr>
            <w:r w:rsidRPr="00486914">
              <w:rPr>
                <w:b/>
              </w:rPr>
              <w:t>Definition</w:t>
            </w:r>
          </w:p>
        </w:tc>
        <w:tc>
          <w:tcPr>
            <w:tcW w:w="7787" w:type="dxa"/>
          </w:tcPr>
          <w:p w:rsidR="00466CC4" w:rsidRPr="00486914" w:rsidRDefault="00466CC4" w:rsidP="00D637C4">
            <w:pPr>
              <w:pStyle w:val="TAL"/>
            </w:pPr>
            <w:r w:rsidRPr="00B60DD0">
              <w:rPr>
                <w:lang w:val="en-US"/>
              </w:rPr>
              <w:t xml:space="preserve">The relative timing difference between </w:t>
            </w:r>
            <w:r w:rsidR="00E07187">
              <w:rPr>
                <w:lang w:val="en-US"/>
              </w:rPr>
              <w:t xml:space="preserve">the neighbour </w:t>
            </w:r>
            <w:r w:rsidRPr="00B60DD0">
              <w:rPr>
                <w:lang w:val="en-US"/>
              </w:rPr>
              <w:t xml:space="preserve">cell j and </w:t>
            </w:r>
            <w:r w:rsidR="00E07187">
              <w:rPr>
                <w:lang w:val="en-US"/>
              </w:rPr>
              <w:t xml:space="preserve">the reference </w:t>
            </w:r>
            <w:r w:rsidRPr="00B60DD0">
              <w:rPr>
                <w:lang w:val="en-US"/>
              </w:rPr>
              <w:t>cell i, defined as T</w:t>
            </w:r>
            <w:r w:rsidRPr="00B60DD0">
              <w:rPr>
                <w:vertAlign w:val="subscript"/>
                <w:lang w:val="en-US"/>
              </w:rPr>
              <w:t>SubframeRxj</w:t>
            </w:r>
            <w:r w:rsidRPr="00B60DD0">
              <w:rPr>
                <w:lang w:val="en-US"/>
              </w:rPr>
              <w:t xml:space="preserve"> – T</w:t>
            </w:r>
            <w:r w:rsidRPr="00B60DD0">
              <w:rPr>
                <w:vertAlign w:val="subscript"/>
                <w:lang w:val="en-US"/>
              </w:rPr>
              <w:t>SubframeRxi</w:t>
            </w:r>
            <w:r w:rsidRPr="00B60DD0">
              <w:rPr>
                <w:lang w:val="en-US"/>
              </w:rPr>
              <w:t>, where: T</w:t>
            </w:r>
            <w:r w:rsidRPr="00B60DD0">
              <w:rPr>
                <w:vertAlign w:val="subscript"/>
                <w:lang w:val="en-US"/>
              </w:rPr>
              <w:t>SubframeRxj</w:t>
            </w:r>
            <w:r w:rsidRPr="00B60DD0">
              <w:rPr>
                <w:lang w:val="en-US"/>
              </w:rPr>
              <w:t xml:space="preserve"> is the time when the UE receives the</w:t>
            </w:r>
            <w:r>
              <w:rPr>
                <w:lang w:val="en-US"/>
              </w:rPr>
              <w:t xml:space="preserve"> </w:t>
            </w:r>
            <w:r w:rsidRPr="00E1224F">
              <w:rPr>
                <w:lang w:val="en-US"/>
              </w:rPr>
              <w:t>start of one subframe from cell j T</w:t>
            </w:r>
            <w:r w:rsidRPr="00E1224F">
              <w:rPr>
                <w:vertAlign w:val="subscript"/>
                <w:lang w:val="en-US"/>
              </w:rPr>
              <w:t>SubframeRxi</w:t>
            </w:r>
            <w:r w:rsidRPr="00E1224F">
              <w:rPr>
                <w:lang w:val="en-US"/>
              </w:rPr>
              <w:t xml:space="preserve"> is the time when the UE receives the corresponding start of</w:t>
            </w:r>
            <w:r w:rsidRPr="00B60DD0">
              <w:rPr>
                <w:lang w:val="en-US"/>
              </w:rPr>
              <w:t xml:space="preserve"> one subframe from cell i that is closest in time to the subframe received from cell j. The reference point for the observed subframe time difference shall be the antenna connector of the UE.</w:t>
            </w:r>
            <w:r w:rsidRPr="00486914">
              <w:t xml:space="preserve"> </w:t>
            </w:r>
          </w:p>
        </w:tc>
      </w:tr>
      <w:tr w:rsidR="00466CC4" w:rsidRPr="00486914">
        <w:trPr>
          <w:cantSplit/>
          <w:jc w:val="center"/>
        </w:trPr>
        <w:tc>
          <w:tcPr>
            <w:tcW w:w="1951" w:type="dxa"/>
          </w:tcPr>
          <w:p w:rsidR="00466CC4" w:rsidRPr="00486914" w:rsidRDefault="00466CC4" w:rsidP="00D637C4">
            <w:pPr>
              <w:pStyle w:val="TAL"/>
              <w:rPr>
                <w:b/>
              </w:rPr>
            </w:pPr>
            <w:r w:rsidRPr="00486914">
              <w:rPr>
                <w:b/>
              </w:rPr>
              <w:t>Applicable for</w:t>
            </w:r>
          </w:p>
        </w:tc>
        <w:tc>
          <w:tcPr>
            <w:tcW w:w="7787" w:type="dxa"/>
          </w:tcPr>
          <w:p w:rsidR="00466CC4" w:rsidRDefault="00466CC4" w:rsidP="00D637C4">
            <w:pPr>
              <w:pStyle w:val="TAL"/>
            </w:pPr>
            <w:r w:rsidRPr="00486914">
              <w:t>RRC_CONNECTED</w:t>
            </w:r>
            <w:r>
              <w:t xml:space="preserve"> intra-frequency</w:t>
            </w:r>
            <w:r>
              <w:br/>
            </w:r>
            <w:r w:rsidRPr="00486914">
              <w:t>RRC_CONNECTED</w:t>
            </w:r>
            <w:r>
              <w:t xml:space="preserve"> inter-frequency</w:t>
            </w:r>
          </w:p>
          <w:p w:rsidR="00D94EC5" w:rsidRPr="00D94EC5" w:rsidRDefault="00D94EC5" w:rsidP="00D94EC5">
            <w:pPr>
              <w:keepNext/>
              <w:keepLines/>
              <w:spacing w:after="0"/>
              <w:rPr>
                <w:rFonts w:ascii="Arial" w:hAnsi="Arial"/>
                <w:sz w:val="18"/>
              </w:rPr>
            </w:pPr>
            <w:r w:rsidRPr="00D94EC5">
              <w:rPr>
                <w:rFonts w:ascii="Arial" w:hAnsi="Arial"/>
                <w:sz w:val="18"/>
              </w:rPr>
              <w:t>RRC_IDLE intra-frequency only applicable for NB-IoT UEs</w:t>
            </w:r>
          </w:p>
          <w:p w:rsidR="00D94EC5" w:rsidRPr="00486914" w:rsidRDefault="00D94EC5" w:rsidP="00D94EC5">
            <w:pPr>
              <w:pStyle w:val="TAL"/>
            </w:pPr>
            <w:r w:rsidRPr="00D94EC5">
              <w:t>RRC_IDLE inter-frequency only applicable for NB-IoT UEs</w:t>
            </w:r>
          </w:p>
        </w:tc>
      </w:tr>
    </w:tbl>
    <w:p w:rsidR="00466CC4" w:rsidRDefault="00466CC4" w:rsidP="00466CC4"/>
    <w:p w:rsidR="00466CC4" w:rsidRDefault="00466CC4" w:rsidP="00466CC4">
      <w:pPr>
        <w:pStyle w:val="Heading3"/>
      </w:pPr>
      <w:bookmarkStart w:id="27" w:name="_Toc524695267"/>
      <w:r>
        <w:t>5.1.13</w:t>
      </w:r>
      <w:r>
        <w:tab/>
        <w:t>UE GNSS Timing of Cell Frames for UE positioning</w:t>
      </w:r>
      <w:bookmarkEnd w:id="27"/>
    </w:p>
    <w:p w:rsidR="00466CC4" w:rsidRPr="009055CA" w:rsidRDefault="00466CC4" w:rsidP="00466CC4">
      <w:pPr>
        <w:pStyle w:val="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87"/>
      </w:tblGrid>
      <w:tr w:rsidR="00466CC4">
        <w:trPr>
          <w:cantSplit/>
        </w:trPr>
        <w:tc>
          <w:tcPr>
            <w:tcW w:w="1951" w:type="dxa"/>
          </w:tcPr>
          <w:p w:rsidR="00466CC4" w:rsidRDefault="00466CC4" w:rsidP="00D637C4">
            <w:pPr>
              <w:pStyle w:val="TAL"/>
              <w:rPr>
                <w:b/>
              </w:rPr>
            </w:pPr>
            <w:r>
              <w:rPr>
                <w:b/>
              </w:rPr>
              <w:t>Definition</w:t>
            </w:r>
          </w:p>
        </w:tc>
        <w:tc>
          <w:tcPr>
            <w:tcW w:w="7787" w:type="dxa"/>
          </w:tcPr>
          <w:p w:rsidR="00466CC4" w:rsidRDefault="00466CC4" w:rsidP="00D637C4">
            <w:pPr>
              <w:pStyle w:val="TAL"/>
            </w:pPr>
            <w:r>
              <w:t>The timing between cell j and a GNSS-specific reference time for a given GNSS (e.g., GPS/Galileo/Glonass system time). T</w:t>
            </w:r>
            <w:r>
              <w:rPr>
                <w:vertAlign w:val="subscript"/>
              </w:rPr>
              <w:t>UE-GNSS</w:t>
            </w:r>
            <w:r>
              <w:t xml:space="preserve"> is defined as the time of occurrence of a specified E-UTRAN event according to GNSS time for a given GNSS Id. The specified E-UTRAN event is the beginning of a particular frame (identified through its SFN) in the first detected path (in time) of the cell-specific reference signals of the cell j, where cell j is a cell chosen by the UE. The reference point for T</w:t>
            </w:r>
            <w:r>
              <w:rPr>
                <w:vertAlign w:val="subscript"/>
              </w:rPr>
              <w:t>UE-GNSSj</w:t>
            </w:r>
            <w:r>
              <w:t xml:space="preserve"> shall be the antenna connector of the UE.</w:t>
            </w:r>
          </w:p>
        </w:tc>
      </w:tr>
      <w:tr w:rsidR="00466CC4">
        <w:trPr>
          <w:cantSplit/>
          <w:trHeight w:val="211"/>
        </w:trPr>
        <w:tc>
          <w:tcPr>
            <w:tcW w:w="1951" w:type="dxa"/>
          </w:tcPr>
          <w:p w:rsidR="00466CC4" w:rsidRDefault="00466CC4" w:rsidP="00D637C4">
            <w:pPr>
              <w:pStyle w:val="TAL"/>
              <w:rPr>
                <w:b/>
              </w:rPr>
            </w:pPr>
            <w:r>
              <w:rPr>
                <w:b/>
              </w:rPr>
              <w:t>Applicable for</w:t>
            </w:r>
          </w:p>
        </w:tc>
        <w:tc>
          <w:tcPr>
            <w:tcW w:w="7787" w:type="dxa"/>
          </w:tcPr>
          <w:p w:rsidR="00466CC4" w:rsidRDefault="00466CC4" w:rsidP="00D637C4">
            <w:pPr>
              <w:pStyle w:val="TAL"/>
            </w:pPr>
            <w:r w:rsidRPr="00486914">
              <w:t>RRC_CONNECTED</w:t>
            </w:r>
            <w:r>
              <w:t xml:space="preserve"> intra-frequency</w:t>
            </w:r>
          </w:p>
        </w:tc>
      </w:tr>
    </w:tbl>
    <w:p w:rsidR="00466CC4" w:rsidRDefault="00466CC4" w:rsidP="00466CC4">
      <w:pPr>
        <w:pStyle w:val="BodyText"/>
      </w:pPr>
    </w:p>
    <w:p w:rsidR="00466CC4" w:rsidRPr="009055CA" w:rsidRDefault="00466CC4" w:rsidP="00466CC4">
      <w:pPr>
        <w:pStyle w:val="Heading3"/>
      </w:pPr>
      <w:bookmarkStart w:id="28" w:name="_Toc524695268"/>
      <w:r>
        <w:t>5.1.14</w:t>
      </w:r>
      <w:r w:rsidRPr="009055CA">
        <w:tab/>
        <w:t>UE GNSS code measurements</w:t>
      </w:r>
      <w:bookmarkEnd w:id="28"/>
    </w:p>
    <w:p w:rsidR="00466CC4" w:rsidRPr="009055CA" w:rsidRDefault="00466CC4" w:rsidP="00466CC4">
      <w:pPr>
        <w:pStyle w:val="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87"/>
      </w:tblGrid>
      <w:tr w:rsidR="00466CC4">
        <w:trPr>
          <w:cantSplit/>
        </w:trPr>
        <w:tc>
          <w:tcPr>
            <w:tcW w:w="1951" w:type="dxa"/>
          </w:tcPr>
          <w:p w:rsidR="00466CC4" w:rsidRDefault="00466CC4" w:rsidP="00D637C4">
            <w:pPr>
              <w:pStyle w:val="TAL"/>
              <w:rPr>
                <w:b/>
              </w:rPr>
            </w:pPr>
            <w:r>
              <w:rPr>
                <w:b/>
              </w:rPr>
              <w:t>Definition</w:t>
            </w:r>
          </w:p>
        </w:tc>
        <w:tc>
          <w:tcPr>
            <w:tcW w:w="7787" w:type="dxa"/>
          </w:tcPr>
          <w:p w:rsidR="00466CC4" w:rsidRDefault="00466CC4" w:rsidP="00D637C4">
            <w:pPr>
              <w:pStyle w:val="TAL"/>
            </w:pPr>
            <w:r>
              <w:t>The GNSS code phase (integer and fractional parts) of the spreading code of the i</w:t>
            </w:r>
            <w:r>
              <w:rPr>
                <w:vertAlign w:val="superscript"/>
              </w:rPr>
              <w:t>th</w:t>
            </w:r>
            <w:r>
              <w:t xml:space="preserve"> GNSS satellite signal. The reference point for the GNSS code phase shall be the antenna connector of the UE.</w:t>
            </w:r>
          </w:p>
        </w:tc>
      </w:tr>
      <w:tr w:rsidR="00466CC4">
        <w:trPr>
          <w:cantSplit/>
          <w:trHeight w:val="211"/>
        </w:trPr>
        <w:tc>
          <w:tcPr>
            <w:tcW w:w="1951" w:type="dxa"/>
          </w:tcPr>
          <w:p w:rsidR="00466CC4" w:rsidRDefault="00466CC4" w:rsidP="00D637C4">
            <w:pPr>
              <w:pStyle w:val="TAL"/>
              <w:rPr>
                <w:b/>
              </w:rPr>
            </w:pPr>
            <w:r>
              <w:rPr>
                <w:b/>
              </w:rPr>
              <w:t>Applicable for</w:t>
            </w:r>
          </w:p>
        </w:tc>
        <w:tc>
          <w:tcPr>
            <w:tcW w:w="7787" w:type="dxa"/>
          </w:tcPr>
          <w:p w:rsidR="00466CC4" w:rsidRDefault="00466CC4" w:rsidP="00D637C4">
            <w:pPr>
              <w:pStyle w:val="TAL"/>
            </w:pPr>
            <w:r>
              <w:rPr>
                <w:noProof/>
              </w:rPr>
              <w:t>Void (this measurement is not related to E-UTRAN/UTRAN/GSM signals; its applicability is therefore independent of the UE RRC state)</w:t>
            </w:r>
          </w:p>
        </w:tc>
      </w:tr>
    </w:tbl>
    <w:p w:rsidR="00466CC4" w:rsidRDefault="00466CC4" w:rsidP="00466CC4"/>
    <w:p w:rsidR="00552726" w:rsidRDefault="00552726" w:rsidP="00844672">
      <w:pPr>
        <w:pStyle w:val="Heading3"/>
      </w:pPr>
      <w:bookmarkStart w:id="29" w:name="_Toc524695269"/>
      <w:r w:rsidRPr="002B3F0E">
        <w:lastRenderedPageBreak/>
        <w:t>5.1.</w:t>
      </w:r>
      <w:r>
        <w:t>14A</w:t>
      </w:r>
      <w:r w:rsidRPr="002B3F0E">
        <w:tab/>
        <w:t>UE GNSS carrier phase measurements</w:t>
      </w:r>
      <w:bookmarkEnd w:id="29"/>
    </w:p>
    <w:p w:rsidR="00552726" w:rsidRPr="00FD1F36" w:rsidRDefault="00552726" w:rsidP="00844672">
      <w:pPr>
        <w:pStyle w:val="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87"/>
      </w:tblGrid>
      <w:tr w:rsidR="00552726" w:rsidRPr="001F4B23" w:rsidTr="00E977C2">
        <w:trPr>
          <w:cantSplit/>
        </w:trPr>
        <w:tc>
          <w:tcPr>
            <w:tcW w:w="1951" w:type="dxa"/>
          </w:tcPr>
          <w:p w:rsidR="00552726" w:rsidRPr="001F4B23" w:rsidRDefault="00552726" w:rsidP="00E977C2">
            <w:pPr>
              <w:keepNext/>
              <w:keepLines/>
              <w:spacing w:after="0"/>
              <w:rPr>
                <w:rFonts w:ascii="Arial" w:hAnsi="Arial"/>
                <w:b/>
                <w:sz w:val="18"/>
              </w:rPr>
            </w:pPr>
            <w:r w:rsidRPr="001F4B23">
              <w:rPr>
                <w:rFonts w:ascii="Arial" w:hAnsi="Arial"/>
                <w:b/>
                <w:sz w:val="18"/>
              </w:rPr>
              <w:t>Definition</w:t>
            </w:r>
          </w:p>
        </w:tc>
        <w:tc>
          <w:tcPr>
            <w:tcW w:w="7787" w:type="dxa"/>
          </w:tcPr>
          <w:p w:rsidR="00552726" w:rsidRPr="001F4B23" w:rsidRDefault="00552726" w:rsidP="00E977C2">
            <w:pPr>
              <w:keepNext/>
              <w:keepLines/>
              <w:spacing w:after="0"/>
              <w:rPr>
                <w:rFonts w:ascii="Arial" w:hAnsi="Arial"/>
                <w:sz w:val="18"/>
              </w:rPr>
            </w:pPr>
            <w:r w:rsidRPr="0044548A">
              <w:rPr>
                <w:rFonts w:ascii="Arial" w:hAnsi="Arial"/>
                <w:sz w:val="18"/>
              </w:rPr>
              <w:t>The number of carrier-phase cycles (integer and fractional parts) of the i</w:t>
            </w:r>
            <w:r w:rsidRPr="008D3068">
              <w:rPr>
                <w:rFonts w:ascii="Arial" w:hAnsi="Arial"/>
                <w:sz w:val="18"/>
                <w:vertAlign w:val="superscript"/>
              </w:rPr>
              <w:t>th</w:t>
            </w:r>
            <w:r w:rsidRPr="0044548A">
              <w:rPr>
                <w:rFonts w:ascii="Arial" w:hAnsi="Arial"/>
                <w:sz w:val="18"/>
              </w:rPr>
              <w:t xml:space="preserve"> GNSS satellite signal, measured since locking onto the signal. Also called Accumulated Delta Range (ADR). The reference point for the GNSS carrier phase shall be the antenna connector of the UE.</w:t>
            </w:r>
          </w:p>
        </w:tc>
      </w:tr>
      <w:tr w:rsidR="00552726" w:rsidRPr="001F4B23" w:rsidTr="00E977C2">
        <w:trPr>
          <w:cantSplit/>
          <w:trHeight w:val="211"/>
        </w:trPr>
        <w:tc>
          <w:tcPr>
            <w:tcW w:w="1951" w:type="dxa"/>
          </w:tcPr>
          <w:p w:rsidR="00552726" w:rsidRPr="001F4B23" w:rsidRDefault="00552726" w:rsidP="00E977C2">
            <w:pPr>
              <w:keepNext/>
              <w:keepLines/>
              <w:spacing w:after="0"/>
              <w:rPr>
                <w:rFonts w:ascii="Arial" w:hAnsi="Arial"/>
                <w:b/>
                <w:sz w:val="18"/>
              </w:rPr>
            </w:pPr>
            <w:r w:rsidRPr="001F4B23">
              <w:rPr>
                <w:rFonts w:ascii="Arial" w:hAnsi="Arial"/>
                <w:b/>
                <w:sz w:val="18"/>
              </w:rPr>
              <w:t>Applicable for</w:t>
            </w:r>
          </w:p>
        </w:tc>
        <w:tc>
          <w:tcPr>
            <w:tcW w:w="7787" w:type="dxa"/>
          </w:tcPr>
          <w:p w:rsidR="00552726" w:rsidRPr="001F4B23" w:rsidRDefault="00552726" w:rsidP="00E977C2">
            <w:pPr>
              <w:keepNext/>
              <w:keepLines/>
              <w:spacing w:after="0"/>
              <w:rPr>
                <w:rFonts w:ascii="Arial" w:hAnsi="Arial"/>
                <w:sz w:val="18"/>
              </w:rPr>
            </w:pPr>
            <w:r w:rsidRPr="0044548A">
              <w:rPr>
                <w:rFonts w:ascii="Arial" w:hAnsi="Arial"/>
                <w:sz w:val="18"/>
              </w:rPr>
              <w:t>Void (this measurement is not related to E-UTRAN/UTRAN/GSM signals; its applicability is therefore independent of the UE RRC state)</w:t>
            </w:r>
          </w:p>
        </w:tc>
      </w:tr>
    </w:tbl>
    <w:p w:rsidR="00552726" w:rsidRDefault="00552726" w:rsidP="00466CC4"/>
    <w:p w:rsidR="00466CC4" w:rsidRPr="0002145A" w:rsidRDefault="00466CC4" w:rsidP="00466CC4">
      <w:pPr>
        <w:pStyle w:val="Heading3"/>
      </w:pPr>
      <w:bookmarkStart w:id="30" w:name="_Toc524695270"/>
      <w:r>
        <w:t>5.1.15</w:t>
      </w:r>
      <w:r>
        <w:tab/>
        <w:t>UE Rx – Tx</w:t>
      </w:r>
      <w:r w:rsidRPr="0002145A">
        <w:t xml:space="preserve"> time difference</w:t>
      </w:r>
      <w:bookmarkEnd w:id="30"/>
    </w:p>
    <w:p w:rsidR="00466CC4" w:rsidRDefault="00466CC4" w:rsidP="00466CC4">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466CC4">
        <w:trPr>
          <w:cantSplit/>
          <w:jc w:val="center"/>
        </w:trPr>
        <w:tc>
          <w:tcPr>
            <w:tcW w:w="1951" w:type="dxa"/>
          </w:tcPr>
          <w:p w:rsidR="00466CC4" w:rsidRDefault="00466CC4" w:rsidP="00D637C4">
            <w:pPr>
              <w:pStyle w:val="TAL"/>
              <w:rPr>
                <w:b/>
              </w:rPr>
            </w:pPr>
            <w:r>
              <w:rPr>
                <w:b/>
              </w:rPr>
              <w:t>Definition</w:t>
            </w:r>
          </w:p>
        </w:tc>
        <w:tc>
          <w:tcPr>
            <w:tcW w:w="7787" w:type="dxa"/>
          </w:tcPr>
          <w:p w:rsidR="00466CC4" w:rsidRDefault="00466CC4" w:rsidP="00D637C4">
            <w:pPr>
              <w:pStyle w:val="TAL"/>
            </w:pPr>
            <w:r>
              <w:t>The UE Rx – Tx time difference is defined as T</w:t>
            </w:r>
            <w:r>
              <w:rPr>
                <w:vertAlign w:val="subscript"/>
                <w:lang w:val="en-US"/>
              </w:rPr>
              <w:t>UE-R</w:t>
            </w:r>
            <w:r w:rsidRPr="00086D8C">
              <w:rPr>
                <w:vertAlign w:val="subscript"/>
                <w:lang w:val="en-US"/>
              </w:rPr>
              <w:t>X</w:t>
            </w:r>
            <w:r>
              <w:t xml:space="preserve"> –</w:t>
            </w:r>
            <w:r>
              <w:rPr>
                <w:vertAlign w:val="subscript"/>
                <w:lang w:val="en-US"/>
              </w:rPr>
              <w:t xml:space="preserve"> </w:t>
            </w:r>
            <w:r>
              <w:t>T</w:t>
            </w:r>
            <w:r>
              <w:rPr>
                <w:vertAlign w:val="subscript"/>
                <w:lang w:val="en-US"/>
              </w:rPr>
              <w:t>UE-T</w:t>
            </w:r>
            <w:r w:rsidRPr="00086D8C">
              <w:rPr>
                <w:vertAlign w:val="subscript"/>
                <w:lang w:val="en-US"/>
              </w:rPr>
              <w:t>X</w:t>
            </w:r>
          </w:p>
          <w:p w:rsidR="00466CC4" w:rsidRDefault="00466CC4" w:rsidP="00D637C4">
            <w:pPr>
              <w:pStyle w:val="TAL"/>
            </w:pPr>
          </w:p>
          <w:p w:rsidR="00466CC4" w:rsidRDefault="00466CC4" w:rsidP="00D637C4">
            <w:pPr>
              <w:pStyle w:val="TAL"/>
            </w:pPr>
            <w:r>
              <w:t>Where:</w:t>
            </w:r>
          </w:p>
          <w:p w:rsidR="00466CC4" w:rsidRDefault="00466CC4" w:rsidP="00D637C4">
            <w:pPr>
              <w:pStyle w:val="TAL"/>
            </w:pPr>
            <w:r>
              <w:t>T</w:t>
            </w:r>
            <w:r>
              <w:rPr>
                <w:vertAlign w:val="subscript"/>
                <w:lang w:val="en-US"/>
              </w:rPr>
              <w:t>UE-</w:t>
            </w:r>
            <w:r w:rsidRPr="00086D8C">
              <w:rPr>
                <w:vertAlign w:val="subscript"/>
                <w:lang w:val="en-US"/>
              </w:rPr>
              <w:t>RX</w:t>
            </w:r>
            <w:r>
              <w:t xml:space="preserve"> is the UE received timing of downlink radio frame #i from the serving cell, defined by the first detected path in time.</w:t>
            </w:r>
          </w:p>
          <w:p w:rsidR="00466CC4" w:rsidRDefault="00466CC4" w:rsidP="00D637C4">
            <w:pPr>
              <w:pStyle w:val="TAL"/>
            </w:pPr>
            <w:r>
              <w:t>T</w:t>
            </w:r>
            <w:r>
              <w:rPr>
                <w:vertAlign w:val="subscript"/>
                <w:lang w:val="en-US"/>
              </w:rPr>
              <w:t>UE-T</w:t>
            </w:r>
            <w:r w:rsidRPr="00086D8C">
              <w:rPr>
                <w:vertAlign w:val="subscript"/>
                <w:lang w:val="en-US"/>
              </w:rPr>
              <w:t>X</w:t>
            </w:r>
            <w:r>
              <w:t xml:space="preserve"> is the UE transmit timing of uplink radio frame #i.</w:t>
            </w:r>
          </w:p>
          <w:p w:rsidR="00466CC4" w:rsidRDefault="00466CC4" w:rsidP="00D637C4">
            <w:pPr>
              <w:pStyle w:val="TAL"/>
            </w:pPr>
          </w:p>
          <w:p w:rsidR="002D650D" w:rsidRDefault="00466CC4" w:rsidP="002D650D">
            <w:pPr>
              <w:pStyle w:val="TAL"/>
            </w:pPr>
            <w:r>
              <w:t>The reference point for the UE Rx – Tx time difference measurement shall be the UE antenna connector.</w:t>
            </w:r>
            <w:r w:rsidR="002D650D">
              <w:t xml:space="preserve"> </w:t>
            </w:r>
          </w:p>
          <w:p w:rsidR="002D650D" w:rsidRDefault="002D650D" w:rsidP="002D650D">
            <w:pPr>
              <w:pStyle w:val="TAL"/>
            </w:pPr>
          </w:p>
          <w:p w:rsidR="00466CC4" w:rsidRDefault="002D650D" w:rsidP="002D650D">
            <w:pPr>
              <w:pStyle w:val="TAL"/>
            </w:pPr>
            <w:r w:rsidRPr="00626E4E">
              <w:t xml:space="preserve">For a HD-FDD UE, if the UE does not receive any DL transmission in radio frame #i, it shall compensate for the difference in the received timing of radio frame #i and the radio frame in which it did receive a DL transmission used for </w:t>
            </w:r>
            <w:r>
              <w:t>T</w:t>
            </w:r>
            <w:r>
              <w:rPr>
                <w:vertAlign w:val="subscript"/>
                <w:lang w:val="en-US"/>
              </w:rPr>
              <w:t>UE-R</w:t>
            </w:r>
            <w:r w:rsidRPr="00086D8C">
              <w:rPr>
                <w:vertAlign w:val="subscript"/>
                <w:lang w:val="en-US"/>
              </w:rPr>
              <w:t>X</w:t>
            </w:r>
            <w:r>
              <w:t xml:space="preserve"> </w:t>
            </w:r>
            <w:r w:rsidRPr="00626E4E">
              <w:t>estimation.</w:t>
            </w:r>
          </w:p>
        </w:tc>
      </w:tr>
      <w:tr w:rsidR="00466CC4">
        <w:trPr>
          <w:cantSplit/>
          <w:jc w:val="center"/>
        </w:trPr>
        <w:tc>
          <w:tcPr>
            <w:tcW w:w="1951" w:type="dxa"/>
          </w:tcPr>
          <w:p w:rsidR="00466CC4" w:rsidRDefault="00466CC4" w:rsidP="00D637C4">
            <w:pPr>
              <w:pStyle w:val="TAL"/>
              <w:rPr>
                <w:b/>
              </w:rPr>
            </w:pPr>
            <w:r>
              <w:rPr>
                <w:b/>
              </w:rPr>
              <w:t>Applicable for</w:t>
            </w:r>
          </w:p>
        </w:tc>
        <w:tc>
          <w:tcPr>
            <w:tcW w:w="7787" w:type="dxa"/>
          </w:tcPr>
          <w:p w:rsidR="00466CC4" w:rsidRDefault="00466CC4" w:rsidP="00D637C4">
            <w:pPr>
              <w:pStyle w:val="TAL"/>
            </w:pPr>
            <w:r w:rsidRPr="00486914">
              <w:t>RRC_CONNECTED</w:t>
            </w:r>
            <w:r>
              <w:t xml:space="preserve"> intra-frequency</w:t>
            </w:r>
          </w:p>
          <w:p w:rsidR="00D94EC5" w:rsidRDefault="00D94EC5" w:rsidP="00D637C4">
            <w:pPr>
              <w:pStyle w:val="TAL"/>
            </w:pPr>
            <w:r w:rsidRPr="00B95A57">
              <w:t>Not applicable for NB-IoT UEs</w:t>
            </w:r>
          </w:p>
        </w:tc>
      </w:tr>
    </w:tbl>
    <w:p w:rsidR="00466CC4" w:rsidRDefault="00466CC4" w:rsidP="00466CC4"/>
    <w:p w:rsidR="00354985" w:rsidRDefault="00354985" w:rsidP="00354985">
      <w:pPr>
        <w:pStyle w:val="Heading3"/>
      </w:pPr>
      <w:bookmarkStart w:id="31" w:name="_Toc524695271"/>
      <w:r>
        <w:t>5.1.16</w:t>
      </w:r>
      <w:r>
        <w:tab/>
        <w:t xml:space="preserve">IEEE 802.11 </w:t>
      </w:r>
      <w:r w:rsidR="0024465B" w:rsidRPr="0024465B">
        <w:t>WLAN</w:t>
      </w:r>
      <w:r>
        <w:t xml:space="preserve"> RSSI</w:t>
      </w:r>
      <w:bookmarkEnd w:id="31"/>
    </w:p>
    <w:p w:rsidR="00354985" w:rsidRDefault="00354985" w:rsidP="00354985">
      <w:pPr>
        <w:pStyle w:val="TH"/>
      </w:pPr>
    </w:p>
    <w:tbl>
      <w:tblPr>
        <w:tblW w:w="9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0"/>
        <w:gridCol w:w="7785"/>
      </w:tblGrid>
      <w:tr w:rsidR="00354985" w:rsidTr="00906B9F">
        <w:trPr>
          <w:cantSplit/>
          <w:jc w:val="center"/>
        </w:trPr>
        <w:tc>
          <w:tcPr>
            <w:tcW w:w="1950" w:type="dxa"/>
            <w:tcBorders>
              <w:top w:val="single" w:sz="4" w:space="0" w:color="auto"/>
              <w:left w:val="single" w:sz="4" w:space="0" w:color="auto"/>
              <w:bottom w:val="single" w:sz="4" w:space="0" w:color="auto"/>
              <w:right w:val="single" w:sz="4" w:space="0" w:color="auto"/>
            </w:tcBorders>
            <w:hideMark/>
          </w:tcPr>
          <w:p w:rsidR="00354985" w:rsidRDefault="00354985">
            <w:pPr>
              <w:pStyle w:val="TAL"/>
              <w:rPr>
                <w:b/>
              </w:rPr>
            </w:pPr>
            <w:r>
              <w:rPr>
                <w:b/>
              </w:rPr>
              <w:t>Definition</w:t>
            </w:r>
          </w:p>
        </w:tc>
        <w:tc>
          <w:tcPr>
            <w:tcW w:w="7785" w:type="dxa"/>
            <w:tcBorders>
              <w:top w:val="single" w:sz="4" w:space="0" w:color="auto"/>
              <w:left w:val="single" w:sz="4" w:space="0" w:color="auto"/>
              <w:bottom w:val="single" w:sz="4" w:space="0" w:color="auto"/>
              <w:right w:val="single" w:sz="4" w:space="0" w:color="auto"/>
            </w:tcBorders>
            <w:hideMark/>
          </w:tcPr>
          <w:p w:rsidR="00354985" w:rsidRDefault="00183680">
            <w:pPr>
              <w:pStyle w:val="TAL"/>
            </w:pPr>
            <w:r>
              <w:t>The IEEE 802.11 WLAN RSSI as used in RRC specification [7] refers to RSSI as defined in IEEE 802.11 specification [15], measured from Beacon, DMG Beacon or FILS discovery frames (in passive scanning mode) or from probe response frames (in active scanning mode).</w:t>
            </w:r>
          </w:p>
        </w:tc>
      </w:tr>
      <w:tr w:rsidR="00354985" w:rsidTr="00906B9F">
        <w:trPr>
          <w:cantSplit/>
          <w:jc w:val="center"/>
        </w:trPr>
        <w:tc>
          <w:tcPr>
            <w:tcW w:w="1950" w:type="dxa"/>
            <w:tcBorders>
              <w:top w:val="single" w:sz="4" w:space="0" w:color="auto"/>
              <w:left w:val="single" w:sz="4" w:space="0" w:color="auto"/>
              <w:bottom w:val="single" w:sz="4" w:space="0" w:color="auto"/>
              <w:right w:val="single" w:sz="4" w:space="0" w:color="auto"/>
            </w:tcBorders>
            <w:hideMark/>
          </w:tcPr>
          <w:p w:rsidR="00354985" w:rsidRDefault="00354985">
            <w:pPr>
              <w:pStyle w:val="TAL"/>
              <w:rPr>
                <w:b/>
              </w:rPr>
            </w:pPr>
            <w:r>
              <w:rPr>
                <w:b/>
              </w:rPr>
              <w:t>Applicable for</w:t>
            </w:r>
          </w:p>
        </w:tc>
        <w:tc>
          <w:tcPr>
            <w:tcW w:w="7785" w:type="dxa"/>
            <w:tcBorders>
              <w:top w:val="single" w:sz="4" w:space="0" w:color="auto"/>
              <w:left w:val="single" w:sz="4" w:space="0" w:color="auto"/>
              <w:bottom w:val="single" w:sz="4" w:space="0" w:color="auto"/>
              <w:right w:val="single" w:sz="4" w:space="0" w:color="auto"/>
            </w:tcBorders>
            <w:hideMark/>
          </w:tcPr>
          <w:p w:rsidR="00354985" w:rsidRDefault="00354985">
            <w:pPr>
              <w:pStyle w:val="TAL"/>
            </w:pPr>
            <w:r>
              <w:t xml:space="preserve">RRC_CONNECTED inter-RAT, </w:t>
            </w:r>
          </w:p>
          <w:p w:rsidR="00354985" w:rsidRDefault="00354985">
            <w:pPr>
              <w:pStyle w:val="TAL"/>
            </w:pPr>
            <w:r>
              <w:t>RRC_IDLE inter-RAT</w:t>
            </w:r>
          </w:p>
        </w:tc>
      </w:tr>
    </w:tbl>
    <w:p w:rsidR="00906B9F" w:rsidRPr="00315293" w:rsidRDefault="00906B9F" w:rsidP="00906B9F"/>
    <w:p w:rsidR="00906B9F" w:rsidRPr="00315293" w:rsidRDefault="00906B9F" w:rsidP="00906B9F">
      <w:pPr>
        <w:pStyle w:val="Heading3"/>
      </w:pPr>
      <w:bookmarkStart w:id="32" w:name="_Toc524695272"/>
      <w:r w:rsidRPr="00315293">
        <w:t>5.1.17</w:t>
      </w:r>
      <w:r w:rsidRPr="00315293">
        <w:tab/>
        <w:t>MBSFN Reference Signal Received Power (MBSFN RSRP)</w:t>
      </w:r>
      <w:bookmarkEnd w:id="32"/>
    </w:p>
    <w:p w:rsidR="00906B9F" w:rsidRPr="00315293" w:rsidRDefault="00906B9F" w:rsidP="00906B9F">
      <w:pPr>
        <w:pStyle w:val="TH"/>
      </w:pPr>
    </w:p>
    <w:tbl>
      <w:tblPr>
        <w:tblW w:w="9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0"/>
        <w:gridCol w:w="7785"/>
      </w:tblGrid>
      <w:tr w:rsidR="00906B9F" w:rsidRPr="00315293" w:rsidTr="00352DEC">
        <w:trPr>
          <w:cantSplit/>
          <w:jc w:val="center"/>
        </w:trPr>
        <w:tc>
          <w:tcPr>
            <w:tcW w:w="1951" w:type="dxa"/>
            <w:tcBorders>
              <w:top w:val="single" w:sz="4" w:space="0" w:color="auto"/>
              <w:left w:val="single" w:sz="4" w:space="0" w:color="auto"/>
              <w:bottom w:val="single" w:sz="4" w:space="0" w:color="auto"/>
              <w:right w:val="single" w:sz="4" w:space="0" w:color="auto"/>
            </w:tcBorders>
            <w:hideMark/>
          </w:tcPr>
          <w:p w:rsidR="00906B9F" w:rsidRPr="00315293" w:rsidRDefault="00906B9F" w:rsidP="00352DEC">
            <w:pPr>
              <w:pStyle w:val="TAL"/>
              <w:rPr>
                <w:b/>
              </w:rPr>
            </w:pPr>
            <w:r w:rsidRPr="00315293">
              <w:rPr>
                <w:b/>
              </w:rPr>
              <w:t>Definition</w:t>
            </w:r>
          </w:p>
        </w:tc>
        <w:tc>
          <w:tcPr>
            <w:tcW w:w="7787" w:type="dxa"/>
            <w:tcBorders>
              <w:top w:val="single" w:sz="4" w:space="0" w:color="auto"/>
              <w:left w:val="single" w:sz="4" w:space="0" w:color="auto"/>
              <w:bottom w:val="single" w:sz="4" w:space="0" w:color="auto"/>
              <w:right w:val="single" w:sz="4" w:space="0" w:color="auto"/>
            </w:tcBorders>
          </w:tcPr>
          <w:p w:rsidR="00906B9F" w:rsidRPr="00315293" w:rsidRDefault="00906B9F" w:rsidP="00352DEC">
            <w:pPr>
              <w:pStyle w:val="TAL"/>
            </w:pPr>
            <w:r w:rsidRPr="00315293">
              <w:t xml:space="preserve">MBSFN Reference signal received power (MBSFN RSRP), is defined as the linear average over the power contributions (in [W]) of the resource elements that carry MBSFN reference signals within the considered measurement frequency bandwidth. </w:t>
            </w:r>
          </w:p>
          <w:p w:rsidR="00906B9F" w:rsidRPr="00315293" w:rsidRDefault="00906B9F" w:rsidP="00352DEC">
            <w:pPr>
              <w:pStyle w:val="TAL"/>
            </w:pPr>
            <w:r w:rsidRPr="00315293">
              <w:t>For MBSFN RSRP determination the MBSFN reference signals R</w:t>
            </w:r>
            <w:r w:rsidRPr="00315293">
              <w:rPr>
                <w:vertAlign w:val="subscript"/>
              </w:rPr>
              <w:t>4</w:t>
            </w:r>
            <w:r w:rsidRPr="00315293">
              <w:t xml:space="preserve"> according </w:t>
            </w:r>
            <w:r>
              <w:t xml:space="preserve">to </w:t>
            </w:r>
            <w:r w:rsidRPr="00315293">
              <w:t xml:space="preserve">TS 36.211 [3] shall be used. </w:t>
            </w:r>
          </w:p>
          <w:p w:rsidR="00906B9F" w:rsidRPr="00315293" w:rsidRDefault="00906B9F" w:rsidP="00352DEC">
            <w:pPr>
              <w:pStyle w:val="TAL"/>
            </w:pPr>
          </w:p>
          <w:p w:rsidR="00906B9F" w:rsidRPr="00315293" w:rsidRDefault="00906B9F" w:rsidP="00352DEC">
            <w:pPr>
              <w:pStyle w:val="TAL"/>
            </w:pPr>
            <w:r w:rsidRPr="00315293">
              <w:t>The reference point for the MBSFN RSRP shall be the antenna connector of the UE.</w:t>
            </w:r>
          </w:p>
          <w:p w:rsidR="00906B9F" w:rsidRPr="00315293" w:rsidRDefault="00906B9F" w:rsidP="00352DEC">
            <w:pPr>
              <w:pStyle w:val="TAL"/>
            </w:pPr>
          </w:p>
          <w:p w:rsidR="00906B9F" w:rsidRPr="00315293" w:rsidRDefault="00906B9F" w:rsidP="00352DEC">
            <w:pPr>
              <w:pStyle w:val="TAL"/>
            </w:pPr>
            <w:r w:rsidRPr="00315293">
              <w:t>If receiver diversity is in use by the UE, the reported value shall not be lower than the corresponding MBSFN RSRP of any of the individual diversity branches.</w:t>
            </w:r>
          </w:p>
        </w:tc>
      </w:tr>
      <w:tr w:rsidR="00906B9F" w:rsidRPr="00315293" w:rsidTr="00352DEC">
        <w:trPr>
          <w:cantSplit/>
          <w:jc w:val="center"/>
        </w:trPr>
        <w:tc>
          <w:tcPr>
            <w:tcW w:w="1951" w:type="dxa"/>
            <w:tcBorders>
              <w:top w:val="single" w:sz="4" w:space="0" w:color="auto"/>
              <w:left w:val="single" w:sz="4" w:space="0" w:color="auto"/>
              <w:bottom w:val="single" w:sz="4" w:space="0" w:color="auto"/>
              <w:right w:val="single" w:sz="4" w:space="0" w:color="auto"/>
            </w:tcBorders>
            <w:hideMark/>
          </w:tcPr>
          <w:p w:rsidR="00906B9F" w:rsidRPr="00315293" w:rsidRDefault="00906B9F" w:rsidP="00352DEC">
            <w:pPr>
              <w:pStyle w:val="TAL"/>
              <w:rPr>
                <w:b/>
              </w:rPr>
            </w:pPr>
            <w:r w:rsidRPr="00315293">
              <w:rPr>
                <w:b/>
              </w:rPr>
              <w:t>Applicable for</w:t>
            </w:r>
          </w:p>
        </w:tc>
        <w:tc>
          <w:tcPr>
            <w:tcW w:w="7787" w:type="dxa"/>
            <w:tcBorders>
              <w:top w:val="single" w:sz="4" w:space="0" w:color="auto"/>
              <w:left w:val="single" w:sz="4" w:space="0" w:color="auto"/>
              <w:bottom w:val="single" w:sz="4" w:space="0" w:color="auto"/>
              <w:right w:val="single" w:sz="4" w:space="0" w:color="auto"/>
            </w:tcBorders>
            <w:hideMark/>
          </w:tcPr>
          <w:p w:rsidR="00906B9F" w:rsidRPr="00315293" w:rsidRDefault="00906B9F" w:rsidP="00352DEC">
            <w:pPr>
              <w:pStyle w:val="TAL"/>
            </w:pPr>
            <w:r w:rsidRPr="00315293">
              <w:t>RRC_IDLE intra-frequency,</w:t>
            </w:r>
          </w:p>
          <w:p w:rsidR="00906B9F" w:rsidRPr="00315293" w:rsidRDefault="00906B9F" w:rsidP="00352DEC">
            <w:pPr>
              <w:pStyle w:val="TAL"/>
            </w:pPr>
            <w:r w:rsidRPr="00315293">
              <w:t>RRC_IDLE inter-frequency,</w:t>
            </w:r>
          </w:p>
          <w:p w:rsidR="00906B9F" w:rsidRPr="00315293" w:rsidRDefault="00906B9F" w:rsidP="00352DEC">
            <w:pPr>
              <w:pStyle w:val="TAL"/>
            </w:pPr>
            <w:r w:rsidRPr="00315293">
              <w:t>RRC_CONNECTED intra-frequency,</w:t>
            </w:r>
          </w:p>
          <w:p w:rsidR="00906B9F" w:rsidRPr="00315293" w:rsidRDefault="00906B9F" w:rsidP="00352DEC">
            <w:pPr>
              <w:pStyle w:val="TAL"/>
            </w:pPr>
            <w:r w:rsidRPr="00315293">
              <w:t>RRC_CONNECTED inter-frequency</w:t>
            </w:r>
          </w:p>
        </w:tc>
      </w:tr>
    </w:tbl>
    <w:p w:rsidR="00906B9F" w:rsidRPr="00315293" w:rsidRDefault="00906B9F" w:rsidP="00FE4088">
      <w:pPr>
        <w:pStyle w:val="NO"/>
      </w:pPr>
      <w:r w:rsidRPr="00315293">
        <w:t>N</w:t>
      </w:r>
      <w:r w:rsidR="00D06C08">
        <w:t xml:space="preserve">OTE </w:t>
      </w:r>
      <w:r w:rsidRPr="00315293">
        <w:t>1:</w:t>
      </w:r>
      <w:r w:rsidR="001E309E">
        <w:tab/>
      </w:r>
      <w:r w:rsidRPr="00315293">
        <w:t>The number of resource elements within the considered measurement frequency bandwidth and within the measurement period that are used by the UE to determine MBSFN RSRP is left up to the UE implementation with the limitation that corresponding measurement accuracy requirements have to be fulfilled.</w:t>
      </w:r>
    </w:p>
    <w:p w:rsidR="00906B9F" w:rsidRPr="00315293" w:rsidRDefault="00D06C08" w:rsidP="00FE4088">
      <w:pPr>
        <w:pStyle w:val="NO"/>
      </w:pPr>
      <w:r w:rsidRPr="00315293">
        <w:lastRenderedPageBreak/>
        <w:t>N</w:t>
      </w:r>
      <w:r>
        <w:t>OTE</w:t>
      </w:r>
      <w:r w:rsidR="00906B9F" w:rsidRPr="00315293">
        <w:t xml:space="preserve"> 2:</w:t>
      </w:r>
      <w:r w:rsidR="001E309E">
        <w:tab/>
      </w:r>
      <w:r w:rsidR="00906B9F" w:rsidRPr="00315293">
        <w:t>The power per resource element is determined from the energy received during the useful part of the symbol, excluding the CP.</w:t>
      </w:r>
    </w:p>
    <w:p w:rsidR="00906B9F" w:rsidRDefault="00D06C08" w:rsidP="00FE4088">
      <w:pPr>
        <w:pStyle w:val="NO"/>
      </w:pPr>
      <w:r w:rsidRPr="00315293">
        <w:t>N</w:t>
      </w:r>
      <w:r>
        <w:t>OTE</w:t>
      </w:r>
      <w:r w:rsidR="00906B9F" w:rsidRPr="00315293">
        <w:t xml:space="preserve"> 3:</w:t>
      </w:r>
      <w:r w:rsidR="001E309E">
        <w:tab/>
      </w:r>
      <w:r w:rsidR="00906B9F" w:rsidRPr="00315293">
        <w:t>The measurement is made only in subframes and on carriers where the UE is decoding PMCH.</w:t>
      </w:r>
    </w:p>
    <w:p w:rsidR="003B4CDA" w:rsidRPr="00315293" w:rsidRDefault="003B4CDA" w:rsidP="003B4CDA"/>
    <w:p w:rsidR="00906B9F" w:rsidRPr="00315293" w:rsidRDefault="00906B9F" w:rsidP="00906B9F">
      <w:pPr>
        <w:pStyle w:val="Heading3"/>
      </w:pPr>
      <w:bookmarkStart w:id="33" w:name="_Toc524695273"/>
      <w:r w:rsidRPr="00315293">
        <w:t>5.1.18</w:t>
      </w:r>
      <w:r w:rsidRPr="00315293">
        <w:tab/>
        <w:t>MBSFN Reference Signal Received Quality (MBSFN RSRQ)</w:t>
      </w:r>
      <w:bookmarkEnd w:id="33"/>
    </w:p>
    <w:p w:rsidR="00906B9F" w:rsidRPr="00315293" w:rsidRDefault="00906B9F" w:rsidP="00906B9F">
      <w:pPr>
        <w:pStyle w:val="TH"/>
      </w:pPr>
    </w:p>
    <w:tbl>
      <w:tblPr>
        <w:tblW w:w="9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0"/>
        <w:gridCol w:w="7785"/>
      </w:tblGrid>
      <w:tr w:rsidR="00906B9F" w:rsidRPr="00315293" w:rsidTr="00D06C08">
        <w:trPr>
          <w:cantSplit/>
          <w:jc w:val="center"/>
        </w:trPr>
        <w:tc>
          <w:tcPr>
            <w:tcW w:w="1950" w:type="dxa"/>
            <w:tcBorders>
              <w:top w:val="single" w:sz="4" w:space="0" w:color="auto"/>
              <w:left w:val="single" w:sz="4" w:space="0" w:color="auto"/>
              <w:bottom w:val="single" w:sz="4" w:space="0" w:color="auto"/>
              <w:right w:val="single" w:sz="4" w:space="0" w:color="auto"/>
            </w:tcBorders>
            <w:hideMark/>
          </w:tcPr>
          <w:p w:rsidR="00906B9F" w:rsidRPr="00315293" w:rsidRDefault="00906B9F" w:rsidP="00352DEC">
            <w:pPr>
              <w:pStyle w:val="TAL"/>
              <w:rPr>
                <w:b/>
              </w:rPr>
            </w:pPr>
            <w:r w:rsidRPr="00315293">
              <w:rPr>
                <w:b/>
              </w:rPr>
              <w:t>Definition</w:t>
            </w:r>
          </w:p>
        </w:tc>
        <w:tc>
          <w:tcPr>
            <w:tcW w:w="7785" w:type="dxa"/>
            <w:tcBorders>
              <w:top w:val="single" w:sz="4" w:space="0" w:color="auto"/>
              <w:left w:val="single" w:sz="4" w:space="0" w:color="auto"/>
              <w:bottom w:val="single" w:sz="4" w:space="0" w:color="auto"/>
              <w:right w:val="single" w:sz="4" w:space="0" w:color="auto"/>
            </w:tcBorders>
          </w:tcPr>
          <w:p w:rsidR="00906B9F" w:rsidRPr="00315293" w:rsidRDefault="00906B9F" w:rsidP="00352DEC">
            <w:pPr>
              <w:pStyle w:val="TAL"/>
            </w:pPr>
            <w:r w:rsidRPr="00315293">
              <w:t xml:space="preserve">MBSFN Reference Signal Received Quality (RSRQ) is defined as the ratio N× MBSFN RSRP/(MBSFN carrier RSSI), where N is the number of RBs of the MBSFN carrier RSSI measurement bandwidth. The measurements in the numerator and denominator shall be made over the same set of resource blocks. </w:t>
            </w:r>
          </w:p>
          <w:p w:rsidR="00906B9F" w:rsidRPr="00315293" w:rsidRDefault="00906B9F" w:rsidP="00352DEC">
            <w:pPr>
              <w:pStyle w:val="TAL"/>
            </w:pPr>
          </w:p>
          <w:p w:rsidR="00906B9F" w:rsidRPr="00315293" w:rsidRDefault="00906B9F" w:rsidP="00352DEC">
            <w:pPr>
              <w:pStyle w:val="TAL"/>
            </w:pPr>
            <w:r w:rsidRPr="00315293">
              <w:t xml:space="preserve">MBSFN Carrier Received Signal Strength Indicator (MBSFN carrier RSSI), comprises the linear average of the total received power (in [W]) observed only in OFDM symbols containing reference symbols for antenna port 4, in the measurement bandwidth, over N number of resource blocks by the UE from all sources, including co-channel serving and non-serving cells, adjacent channel interference, thermal noise etc. </w:t>
            </w:r>
          </w:p>
          <w:p w:rsidR="00906B9F" w:rsidRPr="00315293" w:rsidRDefault="00906B9F" w:rsidP="00352DEC">
            <w:pPr>
              <w:pStyle w:val="TAL"/>
            </w:pPr>
          </w:p>
          <w:p w:rsidR="00906B9F" w:rsidRPr="00315293" w:rsidRDefault="00906B9F" w:rsidP="00352DEC">
            <w:pPr>
              <w:pStyle w:val="TAL"/>
            </w:pPr>
            <w:r w:rsidRPr="00315293">
              <w:t>The reference point for the MBSFN RSRQ shall be the antenna connector of the UE.</w:t>
            </w:r>
          </w:p>
          <w:p w:rsidR="00906B9F" w:rsidRPr="00315293" w:rsidRDefault="00906B9F" w:rsidP="00352DEC">
            <w:pPr>
              <w:pStyle w:val="TAL"/>
            </w:pPr>
          </w:p>
          <w:p w:rsidR="00906B9F" w:rsidRPr="00315293" w:rsidRDefault="00906B9F" w:rsidP="00352DEC">
            <w:pPr>
              <w:pStyle w:val="TAL"/>
            </w:pPr>
            <w:r w:rsidRPr="00315293">
              <w:t>If receiver diversity is in use by the UE, the reported value shall not be lower than the corresponding MBSFN RSRQ of any of the individual diversity branches.</w:t>
            </w:r>
          </w:p>
        </w:tc>
      </w:tr>
      <w:tr w:rsidR="00906B9F" w:rsidRPr="00315293" w:rsidTr="00D06C08">
        <w:trPr>
          <w:cantSplit/>
          <w:jc w:val="center"/>
        </w:trPr>
        <w:tc>
          <w:tcPr>
            <w:tcW w:w="1950" w:type="dxa"/>
            <w:tcBorders>
              <w:top w:val="single" w:sz="4" w:space="0" w:color="auto"/>
              <w:left w:val="single" w:sz="4" w:space="0" w:color="auto"/>
              <w:bottom w:val="single" w:sz="4" w:space="0" w:color="auto"/>
              <w:right w:val="single" w:sz="4" w:space="0" w:color="auto"/>
            </w:tcBorders>
            <w:hideMark/>
          </w:tcPr>
          <w:p w:rsidR="00906B9F" w:rsidRPr="00315293" w:rsidRDefault="00906B9F" w:rsidP="00352DEC">
            <w:pPr>
              <w:pStyle w:val="TAL"/>
              <w:rPr>
                <w:b/>
              </w:rPr>
            </w:pPr>
            <w:r w:rsidRPr="00315293">
              <w:rPr>
                <w:b/>
              </w:rPr>
              <w:t>Applicable for</w:t>
            </w:r>
          </w:p>
        </w:tc>
        <w:tc>
          <w:tcPr>
            <w:tcW w:w="7785" w:type="dxa"/>
            <w:tcBorders>
              <w:top w:val="single" w:sz="4" w:space="0" w:color="auto"/>
              <w:left w:val="single" w:sz="4" w:space="0" w:color="auto"/>
              <w:bottom w:val="single" w:sz="4" w:space="0" w:color="auto"/>
              <w:right w:val="single" w:sz="4" w:space="0" w:color="auto"/>
            </w:tcBorders>
            <w:hideMark/>
          </w:tcPr>
          <w:p w:rsidR="00906B9F" w:rsidRPr="00315293" w:rsidRDefault="00906B9F" w:rsidP="00352DEC">
            <w:pPr>
              <w:pStyle w:val="TAL"/>
            </w:pPr>
            <w:r w:rsidRPr="00315293">
              <w:t>RRC_IDLE intra-frequency,</w:t>
            </w:r>
          </w:p>
          <w:p w:rsidR="00906B9F" w:rsidRPr="00315293" w:rsidRDefault="00906B9F" w:rsidP="00352DEC">
            <w:pPr>
              <w:pStyle w:val="TAL"/>
            </w:pPr>
            <w:r w:rsidRPr="00315293">
              <w:t>RRC_IDLE inter-frequency,</w:t>
            </w:r>
          </w:p>
          <w:p w:rsidR="00906B9F" w:rsidRPr="00315293" w:rsidRDefault="00906B9F" w:rsidP="00352DEC">
            <w:pPr>
              <w:pStyle w:val="TAL"/>
            </w:pPr>
            <w:r w:rsidRPr="00315293">
              <w:t>RRC_CONNECTED intra-frequency,</w:t>
            </w:r>
          </w:p>
          <w:p w:rsidR="00906B9F" w:rsidRPr="00315293" w:rsidRDefault="00906B9F" w:rsidP="00352DEC">
            <w:pPr>
              <w:pStyle w:val="TAL"/>
            </w:pPr>
            <w:r w:rsidRPr="00315293">
              <w:t>RRC_CONNECTED inter-frequency</w:t>
            </w:r>
          </w:p>
        </w:tc>
      </w:tr>
    </w:tbl>
    <w:p w:rsidR="00906B9F" w:rsidRDefault="00D06C08" w:rsidP="00FE4088">
      <w:pPr>
        <w:pStyle w:val="NO"/>
      </w:pPr>
      <w:r w:rsidRPr="00315293">
        <w:t>N</w:t>
      </w:r>
      <w:r>
        <w:t>OTE</w:t>
      </w:r>
      <w:r w:rsidR="00906B9F" w:rsidRPr="00315293">
        <w:t xml:space="preserve"> 1:</w:t>
      </w:r>
      <w:r w:rsidR="001E309E">
        <w:tab/>
      </w:r>
      <w:r w:rsidR="00906B9F" w:rsidRPr="00315293">
        <w:t>The measurement is made only in subframes and on carriers where the UE is decoding PMCH.</w:t>
      </w:r>
    </w:p>
    <w:p w:rsidR="003B4CDA" w:rsidRPr="00315293" w:rsidRDefault="003B4CDA" w:rsidP="00906B9F"/>
    <w:p w:rsidR="00906B9F" w:rsidRPr="00315293" w:rsidRDefault="00906B9F" w:rsidP="00906B9F">
      <w:pPr>
        <w:pStyle w:val="Heading3"/>
      </w:pPr>
      <w:bookmarkStart w:id="34" w:name="_Toc524695274"/>
      <w:r w:rsidRPr="00315293">
        <w:t>5.1.19</w:t>
      </w:r>
      <w:r w:rsidRPr="00315293">
        <w:tab/>
        <w:t>Multicast Channel Block Error Rate (MCH BLER)</w:t>
      </w:r>
      <w:bookmarkEnd w:id="34"/>
    </w:p>
    <w:p w:rsidR="00906B9F" w:rsidRPr="00315293" w:rsidRDefault="00906B9F" w:rsidP="00906B9F">
      <w:pPr>
        <w:pStyle w:val="TH"/>
      </w:pPr>
    </w:p>
    <w:tbl>
      <w:tblPr>
        <w:tblW w:w="9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0"/>
        <w:gridCol w:w="7785"/>
      </w:tblGrid>
      <w:tr w:rsidR="00906B9F" w:rsidRPr="00315293" w:rsidTr="00D06C08">
        <w:trPr>
          <w:cantSplit/>
          <w:jc w:val="center"/>
        </w:trPr>
        <w:tc>
          <w:tcPr>
            <w:tcW w:w="1950" w:type="dxa"/>
            <w:tcBorders>
              <w:top w:val="single" w:sz="4" w:space="0" w:color="auto"/>
              <w:left w:val="single" w:sz="4" w:space="0" w:color="auto"/>
              <w:bottom w:val="single" w:sz="4" w:space="0" w:color="auto"/>
              <w:right w:val="single" w:sz="4" w:space="0" w:color="auto"/>
            </w:tcBorders>
            <w:hideMark/>
          </w:tcPr>
          <w:p w:rsidR="00906B9F" w:rsidRPr="00315293" w:rsidRDefault="00906B9F" w:rsidP="00352DEC">
            <w:pPr>
              <w:pStyle w:val="TAL"/>
              <w:rPr>
                <w:b/>
              </w:rPr>
            </w:pPr>
            <w:r w:rsidRPr="00315293">
              <w:rPr>
                <w:b/>
              </w:rPr>
              <w:t>Definition</w:t>
            </w:r>
          </w:p>
        </w:tc>
        <w:tc>
          <w:tcPr>
            <w:tcW w:w="7785" w:type="dxa"/>
            <w:tcBorders>
              <w:top w:val="single" w:sz="4" w:space="0" w:color="auto"/>
              <w:left w:val="single" w:sz="4" w:space="0" w:color="auto"/>
              <w:bottom w:val="single" w:sz="4" w:space="0" w:color="auto"/>
              <w:right w:val="single" w:sz="4" w:space="0" w:color="auto"/>
            </w:tcBorders>
            <w:hideMark/>
          </w:tcPr>
          <w:p w:rsidR="00906B9F" w:rsidRPr="00315293" w:rsidRDefault="00906B9F" w:rsidP="00352DEC">
            <w:pPr>
              <w:pStyle w:val="TAL"/>
            </w:pPr>
            <w:r w:rsidRPr="00315293">
              <w:t>Multicast channel block error rate (MCH BLER) estimation shall be based on evaluating the CRC of MCH transport blocks. The BLER shall be computed over the measurement period as the ratio between the number of received MCH transport blocks resulting in a CRC error and the total number of received MCH transport blocks of an MCH. The MCH BLER estimation shall only consider MCH transport blocks using the same MCS.</w:t>
            </w:r>
          </w:p>
        </w:tc>
      </w:tr>
      <w:tr w:rsidR="00906B9F" w:rsidRPr="00315293" w:rsidTr="00D06C08">
        <w:trPr>
          <w:cantSplit/>
          <w:jc w:val="center"/>
        </w:trPr>
        <w:tc>
          <w:tcPr>
            <w:tcW w:w="1950" w:type="dxa"/>
            <w:tcBorders>
              <w:top w:val="single" w:sz="4" w:space="0" w:color="auto"/>
              <w:left w:val="single" w:sz="4" w:space="0" w:color="auto"/>
              <w:bottom w:val="single" w:sz="4" w:space="0" w:color="auto"/>
              <w:right w:val="single" w:sz="4" w:space="0" w:color="auto"/>
            </w:tcBorders>
            <w:hideMark/>
          </w:tcPr>
          <w:p w:rsidR="00906B9F" w:rsidRPr="00315293" w:rsidRDefault="00906B9F" w:rsidP="00352DEC">
            <w:pPr>
              <w:pStyle w:val="TAL"/>
              <w:rPr>
                <w:b/>
              </w:rPr>
            </w:pPr>
            <w:r w:rsidRPr="00315293">
              <w:rPr>
                <w:b/>
              </w:rPr>
              <w:t>Applicable for</w:t>
            </w:r>
          </w:p>
        </w:tc>
        <w:tc>
          <w:tcPr>
            <w:tcW w:w="7785" w:type="dxa"/>
            <w:tcBorders>
              <w:top w:val="single" w:sz="4" w:space="0" w:color="auto"/>
              <w:left w:val="single" w:sz="4" w:space="0" w:color="auto"/>
              <w:bottom w:val="single" w:sz="4" w:space="0" w:color="auto"/>
              <w:right w:val="single" w:sz="4" w:space="0" w:color="auto"/>
            </w:tcBorders>
            <w:hideMark/>
          </w:tcPr>
          <w:p w:rsidR="00906B9F" w:rsidRPr="00315293" w:rsidRDefault="00906B9F" w:rsidP="00352DEC">
            <w:pPr>
              <w:pStyle w:val="TAL"/>
            </w:pPr>
            <w:r w:rsidRPr="00315293">
              <w:t>RRC_IDLE intra-frequency,</w:t>
            </w:r>
          </w:p>
          <w:p w:rsidR="00906B9F" w:rsidRPr="00315293" w:rsidRDefault="00906B9F" w:rsidP="00352DEC">
            <w:pPr>
              <w:pStyle w:val="TAL"/>
            </w:pPr>
            <w:r w:rsidRPr="00315293">
              <w:t xml:space="preserve">RRC_IDLE inter-frequency, </w:t>
            </w:r>
          </w:p>
          <w:p w:rsidR="00906B9F" w:rsidRPr="00315293" w:rsidRDefault="00906B9F" w:rsidP="00352DEC">
            <w:pPr>
              <w:pStyle w:val="TAL"/>
            </w:pPr>
            <w:r w:rsidRPr="00315293">
              <w:t>RRC_CONNECTED intra-frequency,</w:t>
            </w:r>
          </w:p>
          <w:p w:rsidR="00906B9F" w:rsidRPr="00315293" w:rsidRDefault="00906B9F" w:rsidP="00352DEC">
            <w:pPr>
              <w:pStyle w:val="TAL"/>
            </w:pPr>
            <w:r w:rsidRPr="00315293">
              <w:t>RRC_CONNECTED inter-frequency</w:t>
            </w:r>
          </w:p>
        </w:tc>
      </w:tr>
    </w:tbl>
    <w:p w:rsidR="006E43F2" w:rsidRDefault="00D06C08" w:rsidP="00FE4088">
      <w:pPr>
        <w:pStyle w:val="NO"/>
      </w:pPr>
      <w:r w:rsidRPr="00315293">
        <w:t>N</w:t>
      </w:r>
      <w:r>
        <w:t>OTE</w:t>
      </w:r>
      <w:r w:rsidR="00906B9F" w:rsidRPr="00315293">
        <w:t xml:space="preserve"> 1:</w:t>
      </w:r>
      <w:r w:rsidR="001E309E">
        <w:tab/>
      </w:r>
      <w:r w:rsidR="00906B9F" w:rsidRPr="00315293">
        <w:t>The measurement is made only in subframes and on carriers where the UE is decoding PMCH.</w:t>
      </w:r>
    </w:p>
    <w:p w:rsidR="003B4CDA" w:rsidRDefault="003B4CDA" w:rsidP="004C7680"/>
    <w:p w:rsidR="00906B9F" w:rsidRDefault="00906B9F" w:rsidP="00906B9F">
      <w:pPr>
        <w:pStyle w:val="Heading3"/>
      </w:pPr>
      <w:bookmarkStart w:id="35" w:name="_Toc524695275"/>
      <w:r>
        <w:lastRenderedPageBreak/>
        <w:t>5.1.20</w:t>
      </w:r>
      <w:r>
        <w:tab/>
        <w:t>CSI Reference Signal Received Power (CSI-RSRP)</w:t>
      </w:r>
      <w:bookmarkEnd w:id="35"/>
    </w:p>
    <w:p w:rsidR="0015309F" w:rsidRPr="0015309F" w:rsidRDefault="0015309F" w:rsidP="0015309F">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906B9F" w:rsidRPr="00486914" w:rsidTr="00352DEC">
        <w:trPr>
          <w:cantSplit/>
          <w:jc w:val="center"/>
        </w:trPr>
        <w:tc>
          <w:tcPr>
            <w:tcW w:w="1951" w:type="dxa"/>
          </w:tcPr>
          <w:p w:rsidR="00906B9F" w:rsidRPr="00486914" w:rsidRDefault="00906B9F" w:rsidP="00352DEC">
            <w:pPr>
              <w:pStyle w:val="TAL"/>
              <w:rPr>
                <w:b/>
              </w:rPr>
            </w:pPr>
            <w:r w:rsidRPr="00486914">
              <w:rPr>
                <w:b/>
              </w:rPr>
              <w:t>Definition</w:t>
            </w:r>
          </w:p>
        </w:tc>
        <w:tc>
          <w:tcPr>
            <w:tcW w:w="7787" w:type="dxa"/>
          </w:tcPr>
          <w:p w:rsidR="00906B9F" w:rsidRDefault="00906B9F" w:rsidP="00352DEC">
            <w:pPr>
              <w:pStyle w:val="TAL"/>
            </w:pPr>
            <w:r>
              <w:t>CSI r</w:t>
            </w:r>
            <w:r w:rsidRPr="00486914">
              <w:t>eference signal received power (</w:t>
            </w:r>
            <w:r>
              <w:t>CSI-</w:t>
            </w:r>
            <w:r w:rsidRPr="00486914">
              <w:t xml:space="preserve">RSRP), is </w:t>
            </w:r>
            <w:r>
              <w:t>defined</w:t>
            </w:r>
            <w:r w:rsidRPr="00486914">
              <w:t xml:space="preserve"> as the linear average over the power contributions (in [W]) of the resource elements that carry </w:t>
            </w:r>
            <w:r>
              <w:t>CSI</w:t>
            </w:r>
            <w:r w:rsidRPr="00486914">
              <w:t xml:space="preserve"> </w:t>
            </w:r>
            <w:r>
              <w:t xml:space="preserve">reference </w:t>
            </w:r>
            <w:r w:rsidRPr="00486914">
              <w:t xml:space="preserve">signals </w:t>
            </w:r>
            <w:r>
              <w:t>configured for discovery signal measurements</w:t>
            </w:r>
            <w:r w:rsidRPr="00486914">
              <w:t xml:space="preserve"> within the considered measurement frequency bandwidth</w:t>
            </w:r>
            <w:r>
              <w:t xml:space="preserve"> in the subframes in the configured discovery signal occasions. </w:t>
            </w:r>
            <w:r w:rsidRPr="00486914">
              <w:t xml:space="preserve">For </w:t>
            </w:r>
            <w:r>
              <w:t>CSI-</w:t>
            </w:r>
            <w:r w:rsidRPr="00486914">
              <w:t xml:space="preserve">RSRP determination </w:t>
            </w:r>
            <w:r>
              <w:t xml:space="preserve">CSI </w:t>
            </w:r>
            <w:r w:rsidRPr="00486914">
              <w:t>reference signals R</w:t>
            </w:r>
            <w:r>
              <w:rPr>
                <w:vertAlign w:val="subscript"/>
              </w:rPr>
              <w:t>15</w:t>
            </w:r>
            <w:r w:rsidRPr="00486914">
              <w:t xml:space="preserve"> according</w:t>
            </w:r>
            <w:r>
              <w:t xml:space="preserve"> to</w:t>
            </w:r>
            <w:r w:rsidRPr="00486914">
              <w:t xml:space="preserve"> TS 36.211 [3] </w:t>
            </w:r>
            <w:r>
              <w:t>shall</w:t>
            </w:r>
            <w:r w:rsidRPr="00486914">
              <w:t xml:space="preserve"> be used.</w:t>
            </w:r>
            <w:r>
              <w:t xml:space="preserve"> </w:t>
            </w:r>
          </w:p>
          <w:p w:rsidR="00906B9F" w:rsidRDefault="00906B9F" w:rsidP="00352DEC">
            <w:pPr>
              <w:pStyle w:val="TAL"/>
            </w:pPr>
          </w:p>
          <w:p w:rsidR="00906B9F" w:rsidRDefault="00906B9F" w:rsidP="00352DEC">
            <w:pPr>
              <w:pStyle w:val="TAL"/>
            </w:pPr>
            <w:r>
              <w:t>The reference point for the CSI-RS</w:t>
            </w:r>
            <w:r>
              <w:rPr>
                <w:rFonts w:hint="eastAsia"/>
                <w:lang w:eastAsia="zh-CN"/>
              </w:rPr>
              <w:t>R</w:t>
            </w:r>
            <w:r>
              <w:t>P shall be the antenna connector of the UE.</w:t>
            </w:r>
          </w:p>
          <w:p w:rsidR="00906B9F" w:rsidRPr="00486914" w:rsidRDefault="00906B9F" w:rsidP="00352DEC">
            <w:pPr>
              <w:pStyle w:val="TAL"/>
            </w:pPr>
          </w:p>
          <w:p w:rsidR="00906B9F" w:rsidRPr="00486914" w:rsidRDefault="00906B9F" w:rsidP="00352DEC">
            <w:pPr>
              <w:pStyle w:val="TAL"/>
            </w:pPr>
            <w:r w:rsidRPr="00486914">
              <w:t xml:space="preserve">If receiver diversity is in use by the UE, the reported value shall </w:t>
            </w:r>
            <w:r>
              <w:t xml:space="preserve">not </w:t>
            </w:r>
            <w:r w:rsidRPr="00486914">
              <w:t xml:space="preserve">be </w:t>
            </w:r>
            <w:r>
              <w:t>lower than the corresponding CSI-RSRP of any of the individual</w:t>
            </w:r>
            <w:r w:rsidRPr="00486914">
              <w:t xml:space="preserve"> diversity branches. </w:t>
            </w:r>
          </w:p>
        </w:tc>
      </w:tr>
      <w:tr w:rsidR="00906B9F" w:rsidRPr="00486914" w:rsidTr="00352DEC">
        <w:trPr>
          <w:cantSplit/>
          <w:jc w:val="center"/>
        </w:trPr>
        <w:tc>
          <w:tcPr>
            <w:tcW w:w="1951" w:type="dxa"/>
          </w:tcPr>
          <w:p w:rsidR="00906B9F" w:rsidRPr="00486914" w:rsidRDefault="00906B9F" w:rsidP="00352DEC">
            <w:pPr>
              <w:pStyle w:val="TAL"/>
              <w:rPr>
                <w:b/>
              </w:rPr>
            </w:pPr>
            <w:r w:rsidRPr="00486914">
              <w:rPr>
                <w:b/>
              </w:rPr>
              <w:t>Applicable for</w:t>
            </w:r>
          </w:p>
        </w:tc>
        <w:tc>
          <w:tcPr>
            <w:tcW w:w="7787" w:type="dxa"/>
          </w:tcPr>
          <w:p w:rsidR="00906B9F" w:rsidRDefault="00906B9F" w:rsidP="00352DEC">
            <w:pPr>
              <w:pStyle w:val="TAL"/>
            </w:pPr>
            <w:r w:rsidRPr="00486914">
              <w:t>RRC_CONNECTED</w:t>
            </w:r>
            <w:r>
              <w:t xml:space="preserve"> intra-frequency,</w:t>
            </w:r>
          </w:p>
          <w:p w:rsidR="00906B9F" w:rsidRPr="00486914" w:rsidRDefault="00906B9F" w:rsidP="00352DEC">
            <w:pPr>
              <w:pStyle w:val="TAL"/>
            </w:pPr>
            <w:r w:rsidRPr="00486914">
              <w:t>RRC_CONNECTED</w:t>
            </w:r>
            <w:r>
              <w:t xml:space="preserve"> inter-frequency</w:t>
            </w:r>
          </w:p>
        </w:tc>
      </w:tr>
    </w:tbl>
    <w:p w:rsidR="00906B9F" w:rsidRDefault="00D06C08" w:rsidP="00FE4088">
      <w:pPr>
        <w:pStyle w:val="NO"/>
      </w:pPr>
      <w:r w:rsidRPr="00315293">
        <w:t>N</w:t>
      </w:r>
      <w:r>
        <w:t xml:space="preserve">OTE </w:t>
      </w:r>
      <w:r w:rsidR="00906B9F">
        <w:t>1</w:t>
      </w:r>
      <w:r w:rsidR="00906B9F" w:rsidRPr="00486914">
        <w:t>:</w:t>
      </w:r>
      <w:r w:rsidR="001E309E">
        <w:tab/>
      </w:r>
      <w:r w:rsidR="00906B9F" w:rsidRPr="00486914">
        <w:t xml:space="preserve">The number of resource elements within the considered measurement frequency bandwidth and within the measurement period that are used by the UE to determine </w:t>
      </w:r>
      <w:r w:rsidR="00906B9F">
        <w:t>CSI-</w:t>
      </w:r>
      <w:r w:rsidR="00906B9F" w:rsidRPr="00486914">
        <w:t>RSRP is left up to the UE implementation with the limitation that corresponding measurement accuracy requirements have to be fulfilled.</w:t>
      </w:r>
    </w:p>
    <w:p w:rsidR="00906B9F" w:rsidRDefault="00D06C08" w:rsidP="00FE4088">
      <w:pPr>
        <w:pStyle w:val="NO"/>
      </w:pPr>
      <w:r w:rsidRPr="00315293">
        <w:t>N</w:t>
      </w:r>
      <w:r>
        <w:t>OTE</w:t>
      </w:r>
      <w:r w:rsidR="00906B9F" w:rsidRPr="00FA557A">
        <w:t xml:space="preserve"> 2:</w:t>
      </w:r>
      <w:r w:rsidR="001E309E">
        <w:tab/>
      </w:r>
      <w:r w:rsidR="00906B9F" w:rsidRPr="00FA557A">
        <w:t>The power per resource element is determined from the energy received during the useful part of the symbol, excluding the CP.</w:t>
      </w:r>
    </w:p>
    <w:p w:rsidR="003B4CDA" w:rsidRDefault="003B4CDA" w:rsidP="004C7680"/>
    <w:p w:rsidR="003B4CDA" w:rsidRDefault="003B4CDA" w:rsidP="003B4CDA">
      <w:pPr>
        <w:pStyle w:val="Heading3"/>
      </w:pPr>
      <w:bookmarkStart w:id="36" w:name="_Toc524695276"/>
      <w:r>
        <w:t>5.1.21</w:t>
      </w:r>
      <w:r>
        <w:tab/>
        <w:t>Sidelink Reference Signal Received Power (S-RSRP)</w:t>
      </w:r>
      <w:bookmarkEnd w:id="36"/>
    </w:p>
    <w:p w:rsidR="003B4CDA" w:rsidRPr="001B7653" w:rsidRDefault="003B4CDA" w:rsidP="003B4CDA">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3B4CDA" w:rsidRPr="00486914" w:rsidTr="006E2CAF">
        <w:trPr>
          <w:cantSplit/>
          <w:jc w:val="center"/>
        </w:trPr>
        <w:tc>
          <w:tcPr>
            <w:tcW w:w="1951" w:type="dxa"/>
          </w:tcPr>
          <w:p w:rsidR="003B4CDA" w:rsidRPr="00486914" w:rsidRDefault="003B4CDA" w:rsidP="006E2CAF">
            <w:pPr>
              <w:pStyle w:val="TAL"/>
              <w:rPr>
                <w:b/>
              </w:rPr>
            </w:pPr>
            <w:r w:rsidRPr="00486914">
              <w:rPr>
                <w:b/>
              </w:rPr>
              <w:t>Definition</w:t>
            </w:r>
          </w:p>
        </w:tc>
        <w:tc>
          <w:tcPr>
            <w:tcW w:w="7787" w:type="dxa"/>
          </w:tcPr>
          <w:p w:rsidR="003B4CDA" w:rsidRPr="00486914" w:rsidRDefault="003B4CDA" w:rsidP="006E2CAF">
            <w:pPr>
              <w:pStyle w:val="TAL"/>
            </w:pPr>
            <w:r>
              <w:t>Sidelink R</w:t>
            </w:r>
            <w:r w:rsidRPr="00486914">
              <w:t xml:space="preserve">eference </w:t>
            </w:r>
            <w:r>
              <w:t>S</w:t>
            </w:r>
            <w:r w:rsidRPr="00486914">
              <w:t xml:space="preserve">ignal </w:t>
            </w:r>
            <w:r>
              <w:t>R</w:t>
            </w:r>
            <w:r w:rsidRPr="00486914">
              <w:t xml:space="preserve">eceived </w:t>
            </w:r>
            <w:r>
              <w:t>P</w:t>
            </w:r>
            <w:r w:rsidRPr="00486914">
              <w:t>ower (</w:t>
            </w:r>
            <w:r>
              <w:t>S-</w:t>
            </w:r>
            <w:r w:rsidRPr="00486914">
              <w:t xml:space="preserve">RSRP) is </w:t>
            </w:r>
            <w:r>
              <w:t>defined</w:t>
            </w:r>
            <w:r w:rsidRPr="00486914">
              <w:t xml:space="preserve"> as the linear average over the power contributions (in [W]) of the resource elements that carry </w:t>
            </w:r>
            <w:r>
              <w:t xml:space="preserve">demodulation reference signals associated with PSBCH, within </w:t>
            </w:r>
            <w:r w:rsidRPr="00486914">
              <w:t xml:space="preserve">the </w:t>
            </w:r>
            <w:r>
              <w:rPr>
                <w:iCs/>
              </w:rPr>
              <w:t>central 6</w:t>
            </w:r>
            <w:r w:rsidRPr="005B76B5">
              <w:rPr>
                <w:iCs/>
              </w:rPr>
              <w:t xml:space="preserve"> PRBs</w:t>
            </w:r>
            <w:r>
              <w:rPr>
                <w:iCs/>
              </w:rPr>
              <w:t xml:space="preserve"> of the applicable subframes</w:t>
            </w:r>
            <w:r w:rsidRPr="00486914">
              <w:t>.</w:t>
            </w:r>
          </w:p>
          <w:p w:rsidR="003B4CDA" w:rsidRDefault="003B4CDA" w:rsidP="006E2CAF">
            <w:pPr>
              <w:pStyle w:val="TAL"/>
            </w:pPr>
          </w:p>
          <w:p w:rsidR="003B4CDA" w:rsidRDefault="003B4CDA" w:rsidP="006E2CAF">
            <w:pPr>
              <w:pStyle w:val="TAL"/>
            </w:pPr>
            <w:r>
              <w:t>The reference point for the S-RS</w:t>
            </w:r>
            <w:r>
              <w:rPr>
                <w:rFonts w:hint="eastAsia"/>
                <w:lang w:eastAsia="zh-CN"/>
              </w:rPr>
              <w:t>R</w:t>
            </w:r>
            <w:r>
              <w:t>P shall be the antenna connector of the UE.</w:t>
            </w:r>
          </w:p>
          <w:p w:rsidR="003B4CDA" w:rsidRPr="00486914" w:rsidRDefault="003B4CDA" w:rsidP="006E2CAF">
            <w:pPr>
              <w:pStyle w:val="TAL"/>
            </w:pPr>
          </w:p>
          <w:p w:rsidR="003B4CDA" w:rsidRPr="00486914" w:rsidRDefault="003B4CDA" w:rsidP="006E2CAF">
            <w:pPr>
              <w:pStyle w:val="TAL"/>
            </w:pPr>
            <w:r w:rsidRPr="00486914">
              <w:t xml:space="preserve">If receiver diversity is in use by the UE, the reported value shall </w:t>
            </w:r>
            <w:r>
              <w:t xml:space="preserve">not </w:t>
            </w:r>
            <w:r w:rsidRPr="00486914">
              <w:t xml:space="preserve">be </w:t>
            </w:r>
            <w:r>
              <w:t>lower than the corresponding S-RSRP of any of the individual</w:t>
            </w:r>
            <w:r w:rsidRPr="00486914">
              <w:t xml:space="preserve"> diversity branches. </w:t>
            </w:r>
          </w:p>
        </w:tc>
      </w:tr>
      <w:tr w:rsidR="003B4CDA" w:rsidRPr="00486914" w:rsidTr="006E2CAF">
        <w:trPr>
          <w:cantSplit/>
          <w:jc w:val="center"/>
        </w:trPr>
        <w:tc>
          <w:tcPr>
            <w:tcW w:w="1951" w:type="dxa"/>
          </w:tcPr>
          <w:p w:rsidR="003B4CDA" w:rsidRPr="00486914" w:rsidRDefault="003B4CDA" w:rsidP="006E2CAF">
            <w:pPr>
              <w:pStyle w:val="TAL"/>
              <w:rPr>
                <w:b/>
              </w:rPr>
            </w:pPr>
            <w:r w:rsidRPr="00486914">
              <w:rPr>
                <w:b/>
              </w:rPr>
              <w:t>Applicable for</w:t>
            </w:r>
          </w:p>
        </w:tc>
        <w:tc>
          <w:tcPr>
            <w:tcW w:w="7787" w:type="dxa"/>
          </w:tcPr>
          <w:p w:rsidR="003B4CDA" w:rsidRPr="00486914" w:rsidRDefault="003B4CDA" w:rsidP="006E2CAF">
            <w:pPr>
              <w:pStyle w:val="TAL"/>
            </w:pPr>
            <w:r w:rsidRPr="00486914">
              <w:t>RRC_IDLE</w:t>
            </w:r>
            <w:r>
              <w:t xml:space="preserve"> intra-frequency,</w:t>
            </w:r>
          </w:p>
          <w:p w:rsidR="003B4CDA" w:rsidRPr="00486914" w:rsidRDefault="003B4CDA" w:rsidP="006E2CAF">
            <w:pPr>
              <w:pStyle w:val="TAL"/>
            </w:pPr>
            <w:r>
              <w:t>R</w:t>
            </w:r>
            <w:r w:rsidRPr="00486914">
              <w:t>RC_IDLE</w:t>
            </w:r>
            <w:r>
              <w:t xml:space="preserve"> inter-frequency,</w:t>
            </w:r>
          </w:p>
          <w:p w:rsidR="003B4CDA" w:rsidRPr="00486914" w:rsidRDefault="003B4CDA" w:rsidP="006E2CAF">
            <w:pPr>
              <w:pStyle w:val="TAL"/>
            </w:pPr>
            <w:r w:rsidRPr="00486914">
              <w:t>RRC_CONNECTED</w:t>
            </w:r>
            <w:r>
              <w:t xml:space="preserve"> inter-frequency</w:t>
            </w:r>
          </w:p>
        </w:tc>
      </w:tr>
    </w:tbl>
    <w:p w:rsidR="003B4CDA" w:rsidRDefault="00D06C08" w:rsidP="00FE4088">
      <w:pPr>
        <w:pStyle w:val="NO"/>
      </w:pPr>
      <w:r w:rsidRPr="00315293">
        <w:t>N</w:t>
      </w:r>
      <w:r>
        <w:t xml:space="preserve">OTE </w:t>
      </w:r>
      <w:r w:rsidR="003B4CDA">
        <w:t>1</w:t>
      </w:r>
      <w:r w:rsidR="003B4CDA" w:rsidRPr="00486914">
        <w:t>:</w:t>
      </w:r>
      <w:r w:rsidR="001E309E">
        <w:tab/>
      </w:r>
      <w:r w:rsidR="003B4CDA" w:rsidRPr="00486914">
        <w:t xml:space="preserve">The number of resource elements within the considered measurement frequency bandwidth and within the measurement period that are used by the UE to determine </w:t>
      </w:r>
      <w:r w:rsidR="003B4CDA">
        <w:t>S-</w:t>
      </w:r>
      <w:r w:rsidR="003B4CDA" w:rsidRPr="00486914">
        <w:t>RSRP is left up to the UE implementation with the limitation that corresponding measurement accuracy requirements have to be fulfilled.</w:t>
      </w:r>
    </w:p>
    <w:p w:rsidR="003B4CDA" w:rsidRDefault="00D06C08" w:rsidP="00FE4088">
      <w:pPr>
        <w:pStyle w:val="NO"/>
      </w:pPr>
      <w:r w:rsidRPr="00315293">
        <w:t>N</w:t>
      </w:r>
      <w:r>
        <w:t>OTE</w:t>
      </w:r>
      <w:r w:rsidR="003B4CDA" w:rsidRPr="00FA557A">
        <w:t xml:space="preserve"> 2:</w:t>
      </w:r>
      <w:r w:rsidR="001E309E">
        <w:tab/>
      </w:r>
      <w:r w:rsidR="003B4CDA" w:rsidRPr="00FA557A">
        <w:t>The power per resource element is determined from the energy received during the useful part of the symbol, excluding the CP.</w:t>
      </w:r>
    </w:p>
    <w:p w:rsidR="003B4CDA" w:rsidRPr="00FA557A" w:rsidRDefault="00D06C08" w:rsidP="00FE4088">
      <w:pPr>
        <w:pStyle w:val="NO"/>
      </w:pPr>
      <w:r w:rsidRPr="00315293">
        <w:t>N</w:t>
      </w:r>
      <w:r>
        <w:t>OTE</w:t>
      </w:r>
      <w:r w:rsidR="003B4CDA">
        <w:t xml:space="preserve"> 3:</w:t>
      </w:r>
      <w:r w:rsidR="001E309E">
        <w:tab/>
      </w:r>
      <w:r w:rsidR="003B4CDA">
        <w:t xml:space="preserve">For RRC_IDLE intra-frequency, S-RSRP is only applicable to the </w:t>
      </w:r>
      <w:r w:rsidR="003B4CDA" w:rsidRPr="00BD75A5">
        <w:t>Any Cell Selection state</w:t>
      </w:r>
      <w:r w:rsidR="003B4CDA">
        <w:t>[16].</w:t>
      </w:r>
    </w:p>
    <w:p w:rsidR="00B81244" w:rsidRDefault="00B81244" w:rsidP="00B81244">
      <w:pPr>
        <w:pStyle w:val="Heading3"/>
        <w:rPr>
          <w:lang w:eastAsia="en-GB"/>
        </w:rPr>
      </w:pPr>
      <w:bookmarkStart w:id="37" w:name="_Toc524695277"/>
      <w:r>
        <w:lastRenderedPageBreak/>
        <w:t>5.1.22</w:t>
      </w:r>
      <w:r>
        <w:tab/>
        <w:t>Sidelink Discovery Reference Signal Received Power (SD-RSRP)</w:t>
      </w:r>
      <w:bookmarkEnd w:id="37"/>
    </w:p>
    <w:p w:rsidR="00B81244" w:rsidRDefault="00B81244" w:rsidP="00B81244">
      <w:pPr>
        <w:pStyle w:val="TH"/>
      </w:pPr>
    </w:p>
    <w:tbl>
      <w:tblPr>
        <w:tblW w:w="9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0"/>
        <w:gridCol w:w="7785"/>
      </w:tblGrid>
      <w:tr w:rsidR="00B81244" w:rsidTr="00B81244">
        <w:trPr>
          <w:cantSplit/>
          <w:jc w:val="center"/>
        </w:trPr>
        <w:tc>
          <w:tcPr>
            <w:tcW w:w="1951" w:type="dxa"/>
            <w:tcBorders>
              <w:top w:val="single" w:sz="4" w:space="0" w:color="auto"/>
              <w:left w:val="single" w:sz="4" w:space="0" w:color="auto"/>
              <w:bottom w:val="single" w:sz="4" w:space="0" w:color="auto"/>
              <w:right w:val="single" w:sz="4" w:space="0" w:color="auto"/>
            </w:tcBorders>
            <w:hideMark/>
          </w:tcPr>
          <w:p w:rsidR="00B81244" w:rsidRDefault="00B81244">
            <w:pPr>
              <w:pStyle w:val="TAL"/>
              <w:rPr>
                <w:b/>
              </w:rPr>
            </w:pPr>
            <w:r>
              <w:rPr>
                <w:b/>
              </w:rPr>
              <w:t>Definition</w:t>
            </w:r>
          </w:p>
        </w:tc>
        <w:tc>
          <w:tcPr>
            <w:tcW w:w="7787" w:type="dxa"/>
            <w:tcBorders>
              <w:top w:val="single" w:sz="4" w:space="0" w:color="auto"/>
              <w:left w:val="single" w:sz="4" w:space="0" w:color="auto"/>
              <w:bottom w:val="single" w:sz="4" w:space="0" w:color="auto"/>
              <w:right w:val="single" w:sz="4" w:space="0" w:color="auto"/>
            </w:tcBorders>
          </w:tcPr>
          <w:p w:rsidR="00B81244" w:rsidRDefault="00B81244">
            <w:pPr>
              <w:pStyle w:val="TAL"/>
            </w:pPr>
            <w:r>
              <w:t>Sidelink Discovery Reference Signal Received Power (SD-RSRP) is defined as the linear average over the power contributions (in [W]) of the resource elements that carry demodulation reference signals associated with PSDCH for which CRC has been validated.</w:t>
            </w:r>
          </w:p>
          <w:p w:rsidR="00B81244" w:rsidRDefault="00B81244">
            <w:pPr>
              <w:pStyle w:val="TAL"/>
            </w:pPr>
          </w:p>
          <w:p w:rsidR="00B81244" w:rsidRDefault="00B81244">
            <w:pPr>
              <w:pStyle w:val="TAL"/>
            </w:pPr>
            <w:r>
              <w:t>The reference point for the SD-RS</w:t>
            </w:r>
            <w:r>
              <w:rPr>
                <w:lang w:eastAsia="zh-CN"/>
              </w:rPr>
              <w:t>R</w:t>
            </w:r>
            <w:r>
              <w:t>P shall be the antenna connector of the UE.</w:t>
            </w:r>
          </w:p>
          <w:p w:rsidR="00B81244" w:rsidRDefault="00B81244">
            <w:pPr>
              <w:pStyle w:val="TAL"/>
            </w:pPr>
          </w:p>
          <w:p w:rsidR="00B81244" w:rsidRDefault="00B81244">
            <w:pPr>
              <w:pStyle w:val="TAL"/>
            </w:pPr>
            <w:r>
              <w:t xml:space="preserve">If receiver diversity is in use by the UE, the reported value shall not be lower than the corresponding SD-RSRP of any of the individual diversity branches. </w:t>
            </w:r>
          </w:p>
        </w:tc>
      </w:tr>
      <w:tr w:rsidR="00B81244" w:rsidTr="00B81244">
        <w:trPr>
          <w:cantSplit/>
          <w:jc w:val="center"/>
        </w:trPr>
        <w:tc>
          <w:tcPr>
            <w:tcW w:w="1951" w:type="dxa"/>
            <w:tcBorders>
              <w:top w:val="single" w:sz="4" w:space="0" w:color="auto"/>
              <w:left w:val="single" w:sz="4" w:space="0" w:color="auto"/>
              <w:bottom w:val="single" w:sz="4" w:space="0" w:color="auto"/>
              <w:right w:val="single" w:sz="4" w:space="0" w:color="auto"/>
            </w:tcBorders>
            <w:hideMark/>
          </w:tcPr>
          <w:p w:rsidR="00B81244" w:rsidRDefault="00B81244">
            <w:pPr>
              <w:pStyle w:val="TAL"/>
              <w:rPr>
                <w:b/>
              </w:rPr>
            </w:pPr>
            <w:r>
              <w:rPr>
                <w:b/>
              </w:rPr>
              <w:t>Applicable for</w:t>
            </w:r>
          </w:p>
        </w:tc>
        <w:tc>
          <w:tcPr>
            <w:tcW w:w="7787" w:type="dxa"/>
            <w:tcBorders>
              <w:top w:val="single" w:sz="4" w:space="0" w:color="auto"/>
              <w:left w:val="single" w:sz="4" w:space="0" w:color="auto"/>
              <w:bottom w:val="single" w:sz="4" w:space="0" w:color="auto"/>
              <w:right w:val="single" w:sz="4" w:space="0" w:color="auto"/>
            </w:tcBorders>
            <w:hideMark/>
          </w:tcPr>
          <w:p w:rsidR="00B81244" w:rsidRDefault="00B81244">
            <w:pPr>
              <w:pStyle w:val="TAL"/>
            </w:pPr>
            <w:r>
              <w:t>RRC_IDLE intra-frequency,</w:t>
            </w:r>
          </w:p>
          <w:p w:rsidR="00B81244" w:rsidRDefault="00B81244">
            <w:pPr>
              <w:pStyle w:val="TAL"/>
            </w:pPr>
            <w:r>
              <w:t>RRC_IDLE inter-frequency,</w:t>
            </w:r>
          </w:p>
          <w:p w:rsidR="00B81244" w:rsidRDefault="00B81244">
            <w:pPr>
              <w:pStyle w:val="TAL"/>
            </w:pPr>
            <w:r>
              <w:t>RRC_CONNECTED intra-frequency</w:t>
            </w:r>
          </w:p>
          <w:p w:rsidR="00B81244" w:rsidRDefault="00B81244">
            <w:pPr>
              <w:pStyle w:val="TAL"/>
            </w:pPr>
            <w:r>
              <w:t>RRC_CONNECTED inter-frequency</w:t>
            </w:r>
          </w:p>
        </w:tc>
      </w:tr>
    </w:tbl>
    <w:p w:rsidR="00B81244" w:rsidRDefault="00B81244" w:rsidP="00B81244">
      <w:pPr>
        <w:pStyle w:val="NO"/>
      </w:pPr>
      <w:r>
        <w:t>NOTE 1:</w:t>
      </w:r>
      <w:r w:rsidR="001E309E">
        <w:tab/>
      </w:r>
      <w:r>
        <w:t>The number of resource elements within the considered measurement frequency bandwidth and within the measurement period that are used by the UE to determine SD-RSRP is left up to the UE implementation with the limitation that corresponding measurement accuracy requirements have to be fulfilled.</w:t>
      </w:r>
    </w:p>
    <w:p w:rsidR="00B81244" w:rsidRDefault="00B81244" w:rsidP="00B81244">
      <w:pPr>
        <w:pStyle w:val="NO"/>
      </w:pPr>
      <w:r>
        <w:t>NOTE 2:</w:t>
      </w:r>
      <w:r w:rsidR="001E309E">
        <w:tab/>
      </w:r>
      <w:r>
        <w:t>The power per resource element is determined from the energy received during the useful part of the symbol, excluding the CP.</w:t>
      </w:r>
    </w:p>
    <w:p w:rsidR="00B81244" w:rsidRDefault="00B81244" w:rsidP="00B81244">
      <w:pPr>
        <w:pStyle w:val="Heading3"/>
      </w:pPr>
      <w:bookmarkStart w:id="38" w:name="_Toc524695278"/>
      <w:r>
        <w:t>5.1.</w:t>
      </w:r>
      <w:r>
        <w:rPr>
          <w:lang w:eastAsia="zh-CN"/>
        </w:rPr>
        <w:t>23</w:t>
      </w:r>
      <w:r>
        <w:tab/>
      </w:r>
      <w:r>
        <w:rPr>
          <w:rFonts w:hint="eastAsia"/>
          <w:lang w:eastAsia="zh-CN"/>
        </w:rPr>
        <w:t>Reference signal-signal to noise and interference ratio</w:t>
      </w:r>
      <w:r>
        <w:t xml:space="preserve"> (</w:t>
      </w:r>
      <w:r>
        <w:rPr>
          <w:rFonts w:hint="eastAsia"/>
          <w:lang w:eastAsia="zh-CN"/>
        </w:rPr>
        <w:t>RS</w:t>
      </w:r>
      <w:r>
        <w:t>-</w:t>
      </w:r>
      <w:r>
        <w:rPr>
          <w:rFonts w:hint="eastAsia"/>
          <w:lang w:eastAsia="zh-CN"/>
        </w:rPr>
        <w:t>SINR</w:t>
      </w:r>
      <w:r>
        <w:t>)</w:t>
      </w:r>
      <w:bookmarkEnd w:id="38"/>
    </w:p>
    <w:p w:rsidR="00B81244" w:rsidRPr="001B7653" w:rsidRDefault="00B81244" w:rsidP="00B81244">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B81244" w:rsidRPr="00486914" w:rsidTr="000808C4">
        <w:trPr>
          <w:cantSplit/>
          <w:jc w:val="center"/>
        </w:trPr>
        <w:tc>
          <w:tcPr>
            <w:tcW w:w="1951" w:type="dxa"/>
          </w:tcPr>
          <w:p w:rsidR="00B81244" w:rsidRPr="00486914" w:rsidRDefault="00B81244" w:rsidP="000808C4">
            <w:pPr>
              <w:pStyle w:val="TAL"/>
              <w:rPr>
                <w:b/>
              </w:rPr>
            </w:pPr>
            <w:r w:rsidRPr="00486914">
              <w:rPr>
                <w:b/>
              </w:rPr>
              <w:t>Definition</w:t>
            </w:r>
          </w:p>
        </w:tc>
        <w:tc>
          <w:tcPr>
            <w:tcW w:w="7787" w:type="dxa"/>
          </w:tcPr>
          <w:p w:rsidR="00B81244" w:rsidRDefault="00B81244" w:rsidP="000808C4">
            <w:pPr>
              <w:pStyle w:val="TAL"/>
              <w:keepNext w:val="0"/>
              <w:keepLines w:val="0"/>
              <w:spacing w:after="156"/>
              <w:rPr>
                <w:rFonts w:cs="Arial"/>
                <w:kern w:val="2"/>
                <w:sz w:val="20"/>
                <w:szCs w:val="18"/>
                <w:lang w:eastAsia="zh-CN"/>
              </w:rPr>
            </w:pPr>
            <w:r w:rsidRPr="006F5F20">
              <w:rPr>
                <w:rFonts w:cs="Arial"/>
                <w:kern w:val="2"/>
                <w:sz w:val="20"/>
                <w:szCs w:val="18"/>
                <w:lang w:eastAsia="ja-JP"/>
              </w:rPr>
              <w:t>Reference signal</w:t>
            </w:r>
            <w:r w:rsidRPr="006F5F20">
              <w:rPr>
                <w:rFonts w:cs="Arial" w:hint="eastAsia"/>
                <w:kern w:val="2"/>
                <w:sz w:val="20"/>
                <w:szCs w:val="18"/>
                <w:lang w:eastAsia="ja-JP"/>
              </w:rPr>
              <w:t>-signal to noise and interference ratio (RS-SINR),</w:t>
            </w:r>
            <w:r w:rsidRPr="006F5F20">
              <w:rPr>
                <w:rFonts w:cs="Arial"/>
                <w:kern w:val="2"/>
                <w:sz w:val="20"/>
                <w:szCs w:val="18"/>
                <w:lang w:eastAsia="ja-JP"/>
              </w:rPr>
              <w:t xml:space="preserve"> is defined as the linear average over the power contribution (in </w:t>
            </w:r>
            <w:r w:rsidRPr="006F5F20">
              <w:rPr>
                <w:rFonts w:cs="Arial" w:hint="eastAsia"/>
                <w:kern w:val="2"/>
                <w:sz w:val="20"/>
                <w:szCs w:val="18"/>
                <w:lang w:eastAsia="ja-JP"/>
              </w:rPr>
              <w:t>[</w:t>
            </w:r>
            <w:r w:rsidRPr="006F5F20">
              <w:rPr>
                <w:rFonts w:cs="Arial"/>
                <w:kern w:val="2"/>
                <w:sz w:val="20"/>
                <w:szCs w:val="18"/>
                <w:lang w:eastAsia="ja-JP"/>
              </w:rPr>
              <w:t>W</w:t>
            </w:r>
            <w:r w:rsidRPr="006F5F20">
              <w:rPr>
                <w:rFonts w:cs="Arial" w:hint="eastAsia"/>
                <w:kern w:val="2"/>
                <w:sz w:val="20"/>
                <w:szCs w:val="18"/>
                <w:lang w:eastAsia="ja-JP"/>
              </w:rPr>
              <w:t>]</w:t>
            </w:r>
            <w:r w:rsidRPr="006F5F20">
              <w:rPr>
                <w:rFonts w:cs="Arial"/>
                <w:kern w:val="2"/>
                <w:sz w:val="20"/>
                <w:szCs w:val="18"/>
                <w:lang w:eastAsia="ja-JP"/>
              </w:rPr>
              <w:t xml:space="preserve">) of the resource elements </w:t>
            </w:r>
            <w:r w:rsidRPr="006F5F20">
              <w:rPr>
                <w:rFonts w:cs="Arial" w:hint="eastAsia"/>
                <w:kern w:val="2"/>
                <w:sz w:val="20"/>
                <w:szCs w:val="18"/>
                <w:lang w:eastAsia="ja-JP"/>
              </w:rPr>
              <w:t xml:space="preserve">carrying cell-specific reference signals </w:t>
            </w:r>
            <w:r w:rsidRPr="006F5F20">
              <w:rPr>
                <w:rFonts w:cs="Arial"/>
                <w:kern w:val="2"/>
                <w:sz w:val="20"/>
                <w:szCs w:val="18"/>
                <w:lang w:eastAsia="ja-JP"/>
              </w:rPr>
              <w:t xml:space="preserve">divided by the linear average of the noise and interference power contribution (in </w:t>
            </w:r>
            <w:r w:rsidRPr="006F5F20">
              <w:rPr>
                <w:rFonts w:cs="Arial" w:hint="eastAsia"/>
                <w:kern w:val="2"/>
                <w:sz w:val="20"/>
                <w:szCs w:val="18"/>
                <w:lang w:eastAsia="zh-CN"/>
              </w:rPr>
              <w:t>[</w:t>
            </w:r>
            <w:r w:rsidRPr="006F5F20">
              <w:rPr>
                <w:rFonts w:cs="Arial"/>
                <w:kern w:val="2"/>
                <w:sz w:val="20"/>
                <w:szCs w:val="18"/>
                <w:lang w:eastAsia="ja-JP"/>
              </w:rPr>
              <w:t>W</w:t>
            </w:r>
            <w:r w:rsidRPr="006F5F20">
              <w:rPr>
                <w:rFonts w:cs="Arial" w:hint="eastAsia"/>
                <w:kern w:val="2"/>
                <w:sz w:val="20"/>
                <w:szCs w:val="18"/>
                <w:lang w:eastAsia="zh-CN"/>
              </w:rPr>
              <w:t>]</w:t>
            </w:r>
            <w:r w:rsidRPr="006F5F20">
              <w:rPr>
                <w:rFonts w:cs="Arial"/>
                <w:kern w:val="2"/>
                <w:sz w:val="20"/>
                <w:szCs w:val="18"/>
                <w:lang w:eastAsia="ja-JP"/>
              </w:rPr>
              <w:t xml:space="preserve">) </w:t>
            </w:r>
            <w:r>
              <w:rPr>
                <w:rFonts w:cs="Arial" w:hint="eastAsia"/>
                <w:kern w:val="2"/>
                <w:sz w:val="20"/>
                <w:szCs w:val="18"/>
                <w:lang w:eastAsia="ja-JP"/>
              </w:rPr>
              <w:t>over</w:t>
            </w:r>
            <w:r w:rsidRPr="006F5F20">
              <w:rPr>
                <w:rFonts w:cs="Arial"/>
                <w:kern w:val="2"/>
                <w:sz w:val="20"/>
                <w:szCs w:val="18"/>
                <w:lang w:eastAsia="ja-JP"/>
              </w:rPr>
              <w:t xml:space="preserve"> the resource elements carrying </w:t>
            </w:r>
            <w:r w:rsidRPr="006F5F20">
              <w:rPr>
                <w:rFonts w:cs="Arial" w:hint="eastAsia"/>
                <w:kern w:val="2"/>
                <w:sz w:val="20"/>
                <w:szCs w:val="18"/>
                <w:lang w:eastAsia="ja-JP"/>
              </w:rPr>
              <w:t xml:space="preserve">cell-specific reference signals </w:t>
            </w:r>
            <w:r w:rsidRPr="006F5F20">
              <w:rPr>
                <w:rFonts w:cs="Arial"/>
                <w:kern w:val="2"/>
                <w:sz w:val="20"/>
                <w:szCs w:val="18"/>
                <w:lang w:eastAsia="ja-JP"/>
              </w:rPr>
              <w:t xml:space="preserve">within the </w:t>
            </w:r>
            <w:r>
              <w:rPr>
                <w:rFonts w:cs="Arial" w:hint="eastAsia"/>
                <w:kern w:val="2"/>
                <w:sz w:val="20"/>
                <w:szCs w:val="18"/>
                <w:lang w:eastAsia="zh-CN"/>
              </w:rPr>
              <w:t xml:space="preserve">same </w:t>
            </w:r>
            <w:r w:rsidRPr="006F5F20">
              <w:rPr>
                <w:rFonts w:cs="Arial"/>
                <w:kern w:val="2"/>
                <w:sz w:val="20"/>
                <w:szCs w:val="18"/>
                <w:lang w:eastAsia="ja-JP"/>
              </w:rPr>
              <w:t>frequency bandwidth.</w:t>
            </w:r>
            <w:r>
              <w:rPr>
                <w:rFonts w:cs="Arial" w:hint="eastAsia"/>
                <w:kern w:val="2"/>
                <w:sz w:val="20"/>
                <w:szCs w:val="18"/>
                <w:lang w:eastAsia="zh-CN"/>
              </w:rPr>
              <w:t xml:space="preserve"> </w:t>
            </w:r>
          </w:p>
          <w:p w:rsidR="00B81244" w:rsidRPr="00721B5D" w:rsidRDefault="00B81244" w:rsidP="000808C4">
            <w:pPr>
              <w:spacing w:after="156"/>
              <w:rPr>
                <w:rFonts w:ascii="Arial" w:hAnsi="Arial" w:cs="Arial"/>
                <w:szCs w:val="18"/>
                <w:lang w:eastAsia="ja-JP"/>
              </w:rPr>
            </w:pPr>
            <w:r w:rsidRPr="00721B5D">
              <w:rPr>
                <w:rFonts w:ascii="Arial" w:hAnsi="Arial" w:cs="Arial"/>
                <w:szCs w:val="18"/>
                <w:lang w:eastAsia="ja-JP"/>
              </w:rPr>
              <w:t>For RS-SINR determination, the cell-specific reference signals R</w:t>
            </w:r>
            <w:r w:rsidRPr="00721B5D">
              <w:rPr>
                <w:rFonts w:ascii="Arial" w:hAnsi="Arial" w:cs="Arial"/>
                <w:szCs w:val="18"/>
                <w:vertAlign w:val="subscript"/>
                <w:lang w:eastAsia="ja-JP"/>
              </w:rPr>
              <w:t>0</w:t>
            </w:r>
            <w:r w:rsidRPr="00721B5D">
              <w:rPr>
                <w:rFonts w:ascii="Arial" w:hAnsi="Arial" w:cs="Arial"/>
                <w:szCs w:val="18"/>
                <w:lang w:eastAsia="ja-JP"/>
              </w:rPr>
              <w:t xml:space="preserve"> acc</w:t>
            </w:r>
            <w:r>
              <w:rPr>
                <w:rFonts w:ascii="Arial" w:hAnsi="Arial" w:cs="Arial"/>
                <w:szCs w:val="18"/>
                <w:lang w:eastAsia="ja-JP"/>
              </w:rPr>
              <w:t>ording TS 36.211</w:t>
            </w:r>
            <w:r>
              <w:rPr>
                <w:rFonts w:ascii="Arial" w:hAnsi="Arial" w:cs="Arial" w:hint="eastAsia"/>
                <w:szCs w:val="18"/>
                <w:lang w:eastAsia="zh-CN"/>
              </w:rPr>
              <w:t xml:space="preserve"> [3]</w:t>
            </w:r>
            <w:r>
              <w:rPr>
                <w:rFonts w:ascii="Arial" w:hAnsi="Arial" w:cs="Arial"/>
                <w:szCs w:val="18"/>
                <w:lang w:eastAsia="ja-JP"/>
              </w:rPr>
              <w:t xml:space="preserve"> shall be used.</w:t>
            </w:r>
            <w:r>
              <w:rPr>
                <w:rFonts w:ascii="Arial" w:hAnsi="Arial" w:cs="Arial" w:hint="eastAsia"/>
                <w:szCs w:val="18"/>
                <w:lang w:eastAsia="ja-JP"/>
              </w:rPr>
              <w:t xml:space="preserve"> </w:t>
            </w:r>
          </w:p>
          <w:p w:rsidR="00B81244" w:rsidRPr="005E47A2" w:rsidRDefault="00B81244" w:rsidP="000808C4">
            <w:pPr>
              <w:spacing w:after="156"/>
              <w:rPr>
                <w:rFonts w:ascii="Arial" w:hAnsi="Arial" w:cs="Arial"/>
                <w:lang w:eastAsia="zh-CN"/>
              </w:rPr>
            </w:pPr>
            <w:r w:rsidRPr="005E47A2">
              <w:rPr>
                <w:rFonts w:ascii="Arial" w:hAnsi="Arial" w:cs="Arial"/>
                <w:lang w:eastAsia="ja-JP"/>
              </w:rPr>
              <w:t>The reference point for the RS-SINR shall be the antenna connector of the UE.</w:t>
            </w:r>
          </w:p>
          <w:p w:rsidR="00B81244" w:rsidRPr="005E47A2" w:rsidRDefault="00B81244" w:rsidP="000808C4">
            <w:pPr>
              <w:spacing w:after="156"/>
              <w:rPr>
                <w:rFonts w:ascii="Arial" w:hAnsi="Arial" w:cs="Arial"/>
                <w:lang w:eastAsia="zh-CN"/>
              </w:rPr>
            </w:pPr>
            <w:r w:rsidRPr="005E47A2">
              <w:rPr>
                <w:rFonts w:ascii="Arial" w:hAnsi="Arial" w:cs="Arial"/>
                <w:kern w:val="2"/>
                <w:lang w:eastAsia="ja-JP"/>
              </w:rPr>
              <w:t>If receiver diversity is in use by the UE, the reported value shall not be lower than the corresponding RS-SINR of any of the individual diversity branches.</w:t>
            </w:r>
            <w:r w:rsidRPr="005E47A2">
              <w:rPr>
                <w:rFonts w:ascii="Arial" w:hAnsi="Arial" w:cs="Arial"/>
              </w:rPr>
              <w:t xml:space="preserve"> </w:t>
            </w:r>
          </w:p>
          <w:p w:rsidR="00B81244" w:rsidRPr="005E47A2" w:rsidRDefault="00B81244" w:rsidP="000808C4">
            <w:pPr>
              <w:spacing w:after="156"/>
              <w:rPr>
                <w:rFonts w:ascii="Arial" w:hAnsi="Arial" w:cs="Arial"/>
                <w:kern w:val="2"/>
                <w:lang w:eastAsia="zh-CN"/>
              </w:rPr>
            </w:pPr>
            <w:r w:rsidRPr="005E47A2">
              <w:rPr>
                <w:rFonts w:ascii="Arial" w:hAnsi="Arial" w:cs="Arial"/>
              </w:rPr>
              <w:t>If higher-layer signalling indicates certain subframes for performing RS</w:t>
            </w:r>
            <w:r w:rsidRPr="005E47A2">
              <w:rPr>
                <w:rFonts w:ascii="Arial" w:hAnsi="Arial" w:cs="Arial"/>
                <w:lang w:eastAsia="zh-CN"/>
              </w:rPr>
              <w:t>-SINR</w:t>
            </w:r>
            <w:r w:rsidRPr="005E47A2">
              <w:rPr>
                <w:rFonts w:ascii="Arial" w:hAnsi="Arial" w:cs="Arial"/>
              </w:rPr>
              <w:t xml:space="preserve"> measurements, then </w:t>
            </w:r>
            <w:r w:rsidRPr="005E47A2">
              <w:rPr>
                <w:rFonts w:ascii="Arial" w:hAnsi="Arial" w:cs="Arial"/>
                <w:lang w:eastAsia="zh-CN"/>
              </w:rPr>
              <w:t>RS-SINR</w:t>
            </w:r>
            <w:r w:rsidRPr="005E47A2">
              <w:rPr>
                <w:rFonts w:ascii="Arial" w:hAnsi="Arial" w:cs="Arial"/>
              </w:rPr>
              <w:t xml:space="preserve"> is measured in the indicated subframes.</w:t>
            </w:r>
          </w:p>
          <w:p w:rsidR="00B81244" w:rsidRPr="005E47A2" w:rsidRDefault="00B81244" w:rsidP="000808C4">
            <w:pPr>
              <w:pStyle w:val="TAL"/>
              <w:rPr>
                <w:lang w:eastAsia="zh-CN"/>
              </w:rPr>
            </w:pPr>
          </w:p>
        </w:tc>
      </w:tr>
      <w:tr w:rsidR="00B81244" w:rsidRPr="00486914" w:rsidTr="000808C4">
        <w:trPr>
          <w:cantSplit/>
          <w:jc w:val="center"/>
        </w:trPr>
        <w:tc>
          <w:tcPr>
            <w:tcW w:w="1951" w:type="dxa"/>
          </w:tcPr>
          <w:p w:rsidR="00B81244" w:rsidRPr="00486914" w:rsidRDefault="00B81244" w:rsidP="000808C4">
            <w:pPr>
              <w:pStyle w:val="TAL"/>
              <w:rPr>
                <w:b/>
              </w:rPr>
            </w:pPr>
            <w:r w:rsidRPr="00486914">
              <w:rPr>
                <w:b/>
              </w:rPr>
              <w:t>Applicable for</w:t>
            </w:r>
          </w:p>
        </w:tc>
        <w:tc>
          <w:tcPr>
            <w:tcW w:w="7787" w:type="dxa"/>
          </w:tcPr>
          <w:p w:rsidR="00B81244" w:rsidRPr="006F5F20" w:rsidRDefault="00B81244" w:rsidP="000808C4">
            <w:pPr>
              <w:pStyle w:val="TAL"/>
              <w:keepNext w:val="0"/>
              <w:keepLines w:val="0"/>
              <w:rPr>
                <w:sz w:val="20"/>
                <w:szCs w:val="18"/>
              </w:rPr>
            </w:pPr>
            <w:r w:rsidRPr="006F5F20">
              <w:rPr>
                <w:sz w:val="20"/>
                <w:szCs w:val="18"/>
              </w:rPr>
              <w:t>RRC_CONNECTED intra-frequency,</w:t>
            </w:r>
          </w:p>
          <w:p w:rsidR="00B81244" w:rsidRPr="00486914" w:rsidRDefault="00B81244" w:rsidP="000808C4">
            <w:pPr>
              <w:pStyle w:val="TAL"/>
            </w:pPr>
            <w:r w:rsidRPr="006F5F20">
              <w:rPr>
                <w:sz w:val="20"/>
                <w:szCs w:val="18"/>
              </w:rPr>
              <w:t>RRC_CONNECTED inter-frequency</w:t>
            </w:r>
          </w:p>
        </w:tc>
      </w:tr>
    </w:tbl>
    <w:p w:rsidR="003B4CDA" w:rsidRDefault="003B4CDA" w:rsidP="004C7680"/>
    <w:p w:rsidR="00B81244" w:rsidRDefault="00B81244" w:rsidP="00B81244">
      <w:pPr>
        <w:pStyle w:val="Heading3"/>
      </w:pPr>
      <w:bookmarkStart w:id="39" w:name="_Toc524695279"/>
      <w:r>
        <w:lastRenderedPageBreak/>
        <w:t>5.1.24</w:t>
      </w:r>
      <w:r>
        <w:tab/>
        <w:t>Received Signal Strength Indicator (RSSI)</w:t>
      </w:r>
      <w:bookmarkEnd w:id="39"/>
    </w:p>
    <w:p w:rsidR="00B81244" w:rsidRPr="00B81244" w:rsidRDefault="00B81244" w:rsidP="00107AA3">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B81244" w:rsidRPr="00486914" w:rsidTr="000808C4">
        <w:trPr>
          <w:cantSplit/>
          <w:jc w:val="center"/>
        </w:trPr>
        <w:tc>
          <w:tcPr>
            <w:tcW w:w="1951" w:type="dxa"/>
          </w:tcPr>
          <w:p w:rsidR="00B81244" w:rsidRPr="00486914" w:rsidRDefault="00B81244" w:rsidP="000808C4">
            <w:pPr>
              <w:pStyle w:val="TAL"/>
              <w:rPr>
                <w:b/>
              </w:rPr>
            </w:pPr>
            <w:r w:rsidRPr="00486914">
              <w:rPr>
                <w:b/>
              </w:rPr>
              <w:t>Definition</w:t>
            </w:r>
          </w:p>
        </w:tc>
        <w:tc>
          <w:tcPr>
            <w:tcW w:w="7787" w:type="dxa"/>
          </w:tcPr>
          <w:p w:rsidR="00B81244" w:rsidRDefault="00B81244" w:rsidP="000808C4">
            <w:pPr>
              <w:pStyle w:val="TAL"/>
            </w:pPr>
            <w:r>
              <w:t xml:space="preserve">E-UTRA Received Signal Strength Indicator (RSSI), comprises the </w:t>
            </w:r>
            <w:r>
              <w:rPr>
                <w:lang w:val="en-US"/>
              </w:rPr>
              <w:t xml:space="preserve">linear average of the </w:t>
            </w:r>
            <w:r>
              <w:t xml:space="preserve">total received </w:t>
            </w:r>
            <w:r w:rsidRPr="004C7680">
              <w:t xml:space="preserve">power </w:t>
            </w:r>
            <w:r>
              <w:rPr>
                <w:lang w:val="en-US"/>
              </w:rPr>
              <w:t xml:space="preserve">(in [W]) </w:t>
            </w:r>
            <w:r w:rsidRPr="004C7680">
              <w:t xml:space="preserve">observed </w:t>
            </w:r>
            <w:r>
              <w:rPr>
                <w:lang w:val="en-US"/>
              </w:rPr>
              <w:t xml:space="preserve">only in the configured OFDM symbol and </w:t>
            </w:r>
            <w:r>
              <w:t>in the measurement bandwidth</w:t>
            </w:r>
            <w:r w:rsidRPr="00D6535F">
              <w:t xml:space="preserve"> </w:t>
            </w:r>
            <w:r>
              <w:t xml:space="preserve">over </w:t>
            </w:r>
            <w:r w:rsidRPr="002603DC">
              <w:rPr>
                <w:i/>
                <w:iCs/>
              </w:rPr>
              <w:t>N</w:t>
            </w:r>
            <w:r>
              <w:t xml:space="preserve"> number of resource blocks, </w:t>
            </w:r>
            <w:r w:rsidRPr="004C7680">
              <w:t>by the UE from all sources, including co-channel serving and non-serving cells, adjacent channel interference, thermal noise etc.</w:t>
            </w:r>
            <w:r>
              <w:t xml:space="preserve"> </w:t>
            </w:r>
          </w:p>
          <w:p w:rsidR="00B81244" w:rsidRDefault="00B81244" w:rsidP="000808C4">
            <w:pPr>
              <w:pStyle w:val="TAL"/>
            </w:pPr>
          </w:p>
          <w:p w:rsidR="00B81244" w:rsidRDefault="00B81244" w:rsidP="000808C4">
            <w:pPr>
              <w:pStyle w:val="TAL"/>
            </w:pPr>
            <w:r>
              <w:t>Higher layers indicate the measurement duration and which OFDM symbol(s) should be measured by the UE.</w:t>
            </w:r>
          </w:p>
          <w:p w:rsidR="00B81244" w:rsidRDefault="00B81244" w:rsidP="000808C4">
            <w:pPr>
              <w:pStyle w:val="TAL"/>
            </w:pPr>
          </w:p>
          <w:p w:rsidR="00B81244" w:rsidRDefault="00B81244" w:rsidP="000808C4">
            <w:pPr>
              <w:pStyle w:val="Default"/>
              <w:rPr>
                <w:sz w:val="18"/>
                <w:szCs w:val="18"/>
              </w:rPr>
            </w:pPr>
            <w:r>
              <w:rPr>
                <w:sz w:val="18"/>
                <w:szCs w:val="18"/>
              </w:rPr>
              <w:t xml:space="preserve">The reference point for the RSSI shall be the antenna connector of the UE. </w:t>
            </w:r>
          </w:p>
          <w:p w:rsidR="00B81244" w:rsidRDefault="00B81244" w:rsidP="000808C4">
            <w:pPr>
              <w:pStyle w:val="Default"/>
              <w:rPr>
                <w:sz w:val="18"/>
                <w:szCs w:val="18"/>
              </w:rPr>
            </w:pPr>
          </w:p>
          <w:p w:rsidR="00B81244" w:rsidRPr="00155B33" w:rsidRDefault="00B81244" w:rsidP="000808C4">
            <w:pPr>
              <w:pStyle w:val="Default"/>
              <w:rPr>
                <w:sz w:val="18"/>
                <w:szCs w:val="18"/>
              </w:rPr>
            </w:pPr>
            <w:r w:rsidRPr="00B8667B">
              <w:rPr>
                <w:sz w:val="18"/>
                <w:szCs w:val="18"/>
              </w:rPr>
              <w:t xml:space="preserve">If receiver diversity is in use by the UE, the reported value shall not be </w:t>
            </w:r>
            <w:r>
              <w:rPr>
                <w:sz w:val="18"/>
                <w:szCs w:val="18"/>
              </w:rPr>
              <w:t>lower</w:t>
            </w:r>
            <w:r w:rsidR="001E309E">
              <w:rPr>
                <w:sz w:val="18"/>
                <w:szCs w:val="18"/>
              </w:rPr>
              <w:t xml:space="preserve"> </w:t>
            </w:r>
            <w:r w:rsidRPr="00B8667B">
              <w:rPr>
                <w:sz w:val="18"/>
                <w:szCs w:val="18"/>
              </w:rPr>
              <w:t>than the corresponding RSSI of any of the individual diversity branches</w:t>
            </w:r>
          </w:p>
        </w:tc>
      </w:tr>
      <w:tr w:rsidR="00B81244" w:rsidRPr="00486914" w:rsidTr="000808C4">
        <w:trPr>
          <w:cantSplit/>
          <w:jc w:val="center"/>
        </w:trPr>
        <w:tc>
          <w:tcPr>
            <w:tcW w:w="1951" w:type="dxa"/>
          </w:tcPr>
          <w:p w:rsidR="00B81244" w:rsidRPr="00486914" w:rsidRDefault="00B81244" w:rsidP="000808C4">
            <w:pPr>
              <w:pStyle w:val="TAL"/>
              <w:rPr>
                <w:b/>
              </w:rPr>
            </w:pPr>
            <w:r w:rsidRPr="00486914">
              <w:rPr>
                <w:b/>
              </w:rPr>
              <w:t>Applicable for</w:t>
            </w:r>
          </w:p>
        </w:tc>
        <w:tc>
          <w:tcPr>
            <w:tcW w:w="7787" w:type="dxa"/>
          </w:tcPr>
          <w:p w:rsidR="00B81244" w:rsidRDefault="00B81244" w:rsidP="000808C4">
            <w:pPr>
              <w:pStyle w:val="TAL"/>
            </w:pPr>
            <w:r w:rsidRPr="00486914">
              <w:t>RRC_CONNECTED</w:t>
            </w:r>
            <w:r>
              <w:t xml:space="preserve"> intra-frequency,</w:t>
            </w:r>
          </w:p>
          <w:p w:rsidR="00B81244" w:rsidRPr="00486914" w:rsidRDefault="00B81244" w:rsidP="000808C4">
            <w:pPr>
              <w:pStyle w:val="TAL"/>
            </w:pPr>
            <w:r w:rsidRPr="00486914">
              <w:t>RRC_CONNECTED</w:t>
            </w:r>
            <w:r>
              <w:t xml:space="preserve"> inter-frequency</w:t>
            </w:r>
          </w:p>
        </w:tc>
      </w:tr>
    </w:tbl>
    <w:p w:rsidR="00B81244" w:rsidRDefault="00B81244" w:rsidP="004C7680"/>
    <w:p w:rsidR="006B731C" w:rsidRDefault="006B731C" w:rsidP="006B731C">
      <w:pPr>
        <w:pStyle w:val="Heading3"/>
        <w:rPr>
          <w:rFonts w:eastAsia="MS Mincho"/>
          <w:lang w:eastAsia="ja-JP"/>
        </w:rPr>
      </w:pPr>
      <w:bookmarkStart w:id="40" w:name="_Toc524695280"/>
      <w:r w:rsidRPr="008D619F">
        <w:rPr>
          <w:rFonts w:eastAsia="MS Mincho" w:hint="eastAsia"/>
          <w:lang w:eastAsia="ja-JP"/>
        </w:rPr>
        <w:t>5.1.</w:t>
      </w:r>
      <w:r>
        <w:rPr>
          <w:rFonts w:eastAsia="MS Mincho"/>
          <w:lang w:eastAsia="ja-JP"/>
        </w:rPr>
        <w:t>25</w:t>
      </w:r>
      <w:r w:rsidRPr="008D619F">
        <w:rPr>
          <w:rFonts w:eastAsia="MS Mincho" w:hint="eastAsia"/>
          <w:lang w:eastAsia="ja-JP"/>
        </w:rPr>
        <w:tab/>
        <w:t xml:space="preserve">SFN and subframe timing </w:t>
      </w:r>
      <w:r>
        <w:rPr>
          <w:rFonts w:eastAsia="MS Mincho" w:hint="eastAsia"/>
          <w:lang w:eastAsia="ja-JP"/>
        </w:rPr>
        <w:t>difference</w:t>
      </w:r>
      <w:r w:rsidRPr="008D619F">
        <w:rPr>
          <w:rFonts w:eastAsia="MS Mincho" w:hint="eastAsia"/>
          <w:lang w:eastAsia="ja-JP"/>
        </w:rPr>
        <w:t xml:space="preserve"> (SSTD)</w:t>
      </w:r>
      <w:bookmarkEnd w:id="40"/>
    </w:p>
    <w:p w:rsidR="00107AA3" w:rsidRPr="00107AA3" w:rsidRDefault="00107AA3" w:rsidP="00107AA3">
      <w:pPr>
        <w:pStyle w:val="TH"/>
        <w:rPr>
          <w:rFonts w:eastAsia="MS Mincho"/>
          <w:lang w:eastAsia="ja-JP"/>
        </w:rPr>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6B731C" w:rsidRPr="00486914" w:rsidTr="000808C4">
        <w:trPr>
          <w:cantSplit/>
          <w:jc w:val="center"/>
        </w:trPr>
        <w:tc>
          <w:tcPr>
            <w:tcW w:w="1951" w:type="dxa"/>
          </w:tcPr>
          <w:p w:rsidR="006B731C" w:rsidRPr="006D5822" w:rsidRDefault="006B731C" w:rsidP="000808C4">
            <w:pPr>
              <w:pStyle w:val="TAL"/>
              <w:rPr>
                <w:rFonts w:cs="Arial"/>
                <w:b/>
              </w:rPr>
            </w:pPr>
            <w:r w:rsidRPr="006D5822">
              <w:rPr>
                <w:rFonts w:cs="Arial"/>
                <w:b/>
              </w:rPr>
              <w:t>Definition</w:t>
            </w:r>
          </w:p>
        </w:tc>
        <w:tc>
          <w:tcPr>
            <w:tcW w:w="7787" w:type="dxa"/>
          </w:tcPr>
          <w:p w:rsidR="006B731C" w:rsidRPr="001B493D" w:rsidRDefault="006B731C" w:rsidP="000808C4">
            <w:pPr>
              <w:pStyle w:val="TAL"/>
              <w:rPr>
                <w:rFonts w:cs="Arial"/>
                <w:lang w:eastAsia="ja-JP"/>
              </w:rPr>
            </w:pPr>
            <w:r w:rsidRPr="001B493D">
              <w:rPr>
                <w:rFonts w:cs="Arial"/>
                <w:lang w:eastAsia="ja-JP"/>
              </w:rPr>
              <w:t xml:space="preserve">The </w:t>
            </w:r>
            <w:r>
              <w:rPr>
                <w:rFonts w:cs="Arial"/>
                <w:lang w:eastAsia="ja-JP"/>
              </w:rPr>
              <w:t xml:space="preserve">observed </w:t>
            </w:r>
            <w:r w:rsidRPr="001B493D">
              <w:rPr>
                <w:rFonts w:cs="Arial"/>
              </w:rPr>
              <w:t>SFN and subframe timing difference (SSTD)</w:t>
            </w:r>
            <w:r w:rsidRPr="001B493D">
              <w:rPr>
                <w:rFonts w:cs="Arial"/>
                <w:lang w:eastAsia="ja-JP"/>
              </w:rPr>
              <w:t xml:space="preserve"> </w:t>
            </w:r>
            <w:r>
              <w:rPr>
                <w:rFonts w:cs="Arial"/>
                <w:lang w:eastAsia="ja-JP"/>
              </w:rPr>
              <w:t xml:space="preserve">between a PCell and a PSCell </w:t>
            </w:r>
            <w:r w:rsidRPr="001B493D">
              <w:rPr>
                <w:rFonts w:cs="Arial"/>
                <w:lang w:eastAsia="ja-JP"/>
              </w:rPr>
              <w:t xml:space="preserve">is defined as </w:t>
            </w:r>
            <w:r>
              <w:rPr>
                <w:rFonts w:cs="Arial"/>
                <w:lang w:eastAsia="ja-JP"/>
              </w:rPr>
              <w:t xml:space="preserve">consisting of the </w:t>
            </w:r>
            <w:r w:rsidRPr="001B493D">
              <w:rPr>
                <w:rFonts w:cs="Arial"/>
                <w:lang w:eastAsia="ja-JP"/>
              </w:rPr>
              <w:t>following three components;</w:t>
            </w:r>
          </w:p>
          <w:p w:rsidR="006B731C" w:rsidRPr="00AB4CEC" w:rsidRDefault="00AB4CEC" w:rsidP="00AB4CEC">
            <w:pPr>
              <w:pStyle w:val="B1"/>
              <w:rPr>
                <w:rFonts w:ascii="Arial" w:hAnsi="Arial" w:cs="Arial"/>
                <w:sz w:val="18"/>
                <w:szCs w:val="18"/>
                <w:lang w:val="en-US" w:eastAsia="ja-JP"/>
              </w:rPr>
            </w:pPr>
            <w:r>
              <w:rPr>
                <w:lang w:eastAsia="ja-JP"/>
              </w:rPr>
              <w:t>-</w:t>
            </w:r>
            <w:r>
              <w:rPr>
                <w:lang w:eastAsia="ja-JP"/>
              </w:rPr>
              <w:tab/>
            </w:r>
            <w:r w:rsidR="006B731C" w:rsidRPr="00AB4CEC">
              <w:rPr>
                <w:rFonts w:ascii="Arial" w:hAnsi="Arial" w:cs="Arial"/>
                <w:sz w:val="18"/>
                <w:szCs w:val="18"/>
                <w:lang w:eastAsia="ja-JP"/>
              </w:rPr>
              <w:t xml:space="preserve">SFN offset = </w:t>
            </w:r>
            <w:r w:rsidR="006B731C" w:rsidRPr="00AB4CEC">
              <w:rPr>
                <w:rFonts w:ascii="Arial" w:eastAsia="MS Mincho" w:hAnsi="Arial" w:cs="Arial"/>
                <w:sz w:val="18"/>
                <w:szCs w:val="18"/>
                <w:lang w:eastAsia="ja-JP"/>
              </w:rPr>
              <w:t>(SFN</w:t>
            </w:r>
            <w:r w:rsidR="006B731C" w:rsidRPr="00AB4CEC">
              <w:rPr>
                <w:rFonts w:ascii="Arial" w:eastAsia="MS Mincho" w:hAnsi="Arial" w:cs="Arial"/>
                <w:sz w:val="18"/>
                <w:szCs w:val="18"/>
                <w:vertAlign w:val="subscript"/>
                <w:lang w:eastAsia="ja-JP"/>
              </w:rPr>
              <w:t>PCell</w:t>
            </w:r>
            <w:r w:rsidR="006B731C" w:rsidRPr="00AB4CEC">
              <w:rPr>
                <w:rFonts w:ascii="Arial" w:eastAsia="MS Mincho" w:hAnsi="Arial" w:cs="Arial"/>
                <w:sz w:val="18"/>
                <w:szCs w:val="18"/>
                <w:lang w:eastAsia="ja-JP"/>
              </w:rPr>
              <w:t xml:space="preserve"> - SFN</w:t>
            </w:r>
            <w:r w:rsidR="006B731C" w:rsidRPr="00AB4CEC">
              <w:rPr>
                <w:rFonts w:ascii="Arial" w:eastAsia="MS Mincho" w:hAnsi="Arial" w:cs="Arial"/>
                <w:sz w:val="18"/>
                <w:szCs w:val="18"/>
                <w:vertAlign w:val="subscript"/>
                <w:lang w:eastAsia="ja-JP"/>
              </w:rPr>
              <w:t>PSCell</w:t>
            </w:r>
            <w:r w:rsidR="006B731C" w:rsidRPr="00AB4CEC">
              <w:rPr>
                <w:rFonts w:ascii="Arial" w:eastAsia="MS Mincho" w:hAnsi="Arial" w:cs="Arial"/>
                <w:sz w:val="18"/>
                <w:szCs w:val="18"/>
                <w:lang w:eastAsia="ja-JP"/>
              </w:rPr>
              <w:t xml:space="preserve">) </w:t>
            </w:r>
            <w:r w:rsidR="006B731C" w:rsidRPr="00AB4CEC">
              <w:rPr>
                <w:rFonts w:ascii="Arial" w:hAnsi="Arial" w:cs="Arial"/>
                <w:sz w:val="18"/>
                <w:szCs w:val="18"/>
                <w:lang w:eastAsia="ja-JP"/>
              </w:rPr>
              <w:t>mod 1024, where SFN</w:t>
            </w:r>
            <w:r w:rsidR="006B731C" w:rsidRPr="00AB4CEC">
              <w:rPr>
                <w:rFonts w:ascii="Arial" w:hAnsi="Arial" w:cs="Arial"/>
                <w:sz w:val="18"/>
                <w:szCs w:val="18"/>
                <w:vertAlign w:val="subscript"/>
                <w:lang w:eastAsia="ja-JP"/>
              </w:rPr>
              <w:t>PCell</w:t>
            </w:r>
            <w:r w:rsidR="006B731C" w:rsidRPr="00AB4CEC">
              <w:rPr>
                <w:rFonts w:ascii="Arial" w:hAnsi="Arial" w:cs="Arial"/>
                <w:sz w:val="18"/>
                <w:szCs w:val="18"/>
                <w:lang w:eastAsia="ja-JP"/>
              </w:rPr>
              <w:t xml:space="preserve"> is the SFN of a PCell radio frame and SFN</w:t>
            </w:r>
            <w:r w:rsidR="006B731C" w:rsidRPr="00AB4CEC">
              <w:rPr>
                <w:rFonts w:ascii="Arial" w:hAnsi="Arial" w:cs="Arial"/>
                <w:sz w:val="18"/>
                <w:szCs w:val="18"/>
                <w:vertAlign w:val="subscript"/>
                <w:lang w:eastAsia="ja-JP"/>
              </w:rPr>
              <w:t>PSCell</w:t>
            </w:r>
            <w:r w:rsidR="006B731C" w:rsidRPr="00AB4CEC">
              <w:rPr>
                <w:rFonts w:ascii="Arial" w:hAnsi="Arial" w:cs="Arial"/>
                <w:sz w:val="18"/>
                <w:szCs w:val="18"/>
                <w:lang w:eastAsia="ja-JP"/>
              </w:rPr>
              <w:t xml:space="preserve"> is the SFN of the PSCell radio frame of which the UE receives the start closest in time to the time when it receives the start of the PCell radio frame.</w:t>
            </w:r>
          </w:p>
          <w:p w:rsidR="006B731C" w:rsidRPr="00AB4CEC" w:rsidRDefault="00AB4CEC" w:rsidP="00AB4CEC">
            <w:pPr>
              <w:pStyle w:val="B1"/>
              <w:rPr>
                <w:rFonts w:ascii="Arial" w:hAnsi="Arial" w:cs="Arial"/>
                <w:sz w:val="18"/>
                <w:szCs w:val="18"/>
                <w:lang w:val="en-US" w:eastAsia="ja-JP"/>
              </w:rPr>
            </w:pPr>
            <w:r w:rsidRPr="00AB4CEC">
              <w:rPr>
                <w:rFonts w:ascii="Arial" w:hAnsi="Arial" w:cs="Arial"/>
                <w:sz w:val="18"/>
                <w:szCs w:val="18"/>
                <w:lang w:eastAsia="ja-JP"/>
              </w:rPr>
              <w:t>-</w:t>
            </w:r>
            <w:r w:rsidRPr="00AB4CEC">
              <w:rPr>
                <w:rFonts w:ascii="Arial" w:hAnsi="Arial" w:cs="Arial"/>
                <w:sz w:val="18"/>
                <w:szCs w:val="18"/>
                <w:lang w:eastAsia="ja-JP"/>
              </w:rPr>
              <w:tab/>
            </w:r>
            <w:r w:rsidR="006B731C" w:rsidRPr="00AB4CEC">
              <w:rPr>
                <w:rFonts w:ascii="Arial" w:hAnsi="Arial" w:cs="Arial"/>
                <w:sz w:val="18"/>
                <w:szCs w:val="18"/>
                <w:lang w:eastAsia="ja-JP"/>
              </w:rPr>
              <w:t xml:space="preserve">Frame boundary offset = </w:t>
            </w:r>
            <w:r w:rsidR="005743F0" w:rsidRPr="006253B6">
              <w:rPr>
                <w:rFonts w:cs="Arial"/>
                <w:position w:val="-14"/>
                <w:lang w:eastAsia="ja-JP"/>
              </w:rPr>
              <w:object w:dxaOrig="394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6.65pt;height:16.75pt" o:ole="">
                  <v:imagedata r:id="rId10" o:title=""/>
                </v:shape>
                <o:OLEObject Type="Embed" ProgID="Equation.3" ShapeID="_x0000_i1025" DrawAspect="Content" ObjectID="_1636961056" r:id="rId11"/>
              </w:object>
            </w:r>
            <w:r w:rsidR="006B731C" w:rsidRPr="00AB4CEC">
              <w:rPr>
                <w:rFonts w:ascii="Arial" w:hAnsi="Arial" w:cs="Arial"/>
                <w:sz w:val="18"/>
                <w:szCs w:val="18"/>
                <w:lang w:eastAsia="ja-JP"/>
              </w:rPr>
              <w:t>, where T</w:t>
            </w:r>
            <w:r w:rsidR="006B731C" w:rsidRPr="00AB4CEC">
              <w:rPr>
                <w:rFonts w:ascii="Arial" w:hAnsi="Arial" w:cs="Arial"/>
                <w:sz w:val="18"/>
                <w:szCs w:val="18"/>
                <w:vertAlign w:val="subscript"/>
                <w:lang w:eastAsia="ja-JP"/>
              </w:rPr>
              <w:t>FrameBoundaryPCell</w:t>
            </w:r>
            <w:r w:rsidR="006B731C" w:rsidRPr="00AB4CEC">
              <w:rPr>
                <w:rFonts w:ascii="Arial" w:hAnsi="Arial" w:cs="Arial"/>
                <w:sz w:val="18"/>
                <w:szCs w:val="18"/>
                <w:lang w:eastAsia="ja-JP"/>
              </w:rPr>
              <w:t xml:space="preserve"> is the time when the UE receives the start of a radio frame from the PCell and T</w:t>
            </w:r>
            <w:r w:rsidR="006B731C" w:rsidRPr="00AB4CEC">
              <w:rPr>
                <w:rFonts w:ascii="Arial" w:hAnsi="Arial" w:cs="Arial"/>
                <w:sz w:val="18"/>
                <w:szCs w:val="18"/>
                <w:vertAlign w:val="subscript"/>
                <w:lang w:eastAsia="ja-JP"/>
              </w:rPr>
              <w:t>FrameBoundaryPSCell</w:t>
            </w:r>
            <w:r w:rsidR="006B731C" w:rsidRPr="00AB4CEC">
              <w:rPr>
                <w:rFonts w:ascii="Arial" w:hAnsi="Arial" w:cs="Arial"/>
                <w:sz w:val="18"/>
                <w:szCs w:val="18"/>
                <w:lang w:eastAsia="ja-JP"/>
              </w:rPr>
              <w:t xml:space="preserve"> is the time when the UE receives the start of </w:t>
            </w:r>
            <w:r w:rsidR="006B731C" w:rsidRPr="00AB4CEC">
              <w:rPr>
                <w:rFonts w:ascii="Arial" w:eastAsia="MS Mincho" w:hAnsi="Arial" w:cs="Arial"/>
                <w:sz w:val="18"/>
                <w:szCs w:val="18"/>
                <w:lang w:eastAsia="ja-JP"/>
              </w:rPr>
              <w:t xml:space="preserve">the </w:t>
            </w:r>
            <w:r w:rsidR="006B731C" w:rsidRPr="00AB4CEC">
              <w:rPr>
                <w:rFonts w:ascii="Arial" w:hAnsi="Arial" w:cs="Arial"/>
                <w:sz w:val="18"/>
                <w:szCs w:val="18"/>
                <w:lang w:eastAsia="ja-JP"/>
              </w:rPr>
              <w:t xml:space="preserve">radio frame of PSCell that is closest in time to the radio frame received from the PCell. </w:t>
            </w:r>
            <w:r w:rsidR="006B731C" w:rsidRPr="00AB4CEC">
              <w:rPr>
                <w:rFonts w:ascii="Arial" w:eastAsia="MS Mincho" w:hAnsi="Arial" w:cs="Arial"/>
                <w:sz w:val="18"/>
                <w:szCs w:val="18"/>
                <w:lang w:eastAsia="ja-JP"/>
              </w:rPr>
              <w:t xml:space="preserve">The </w:t>
            </w:r>
            <w:r w:rsidR="006B731C" w:rsidRPr="00AB4CEC">
              <w:rPr>
                <w:rFonts w:ascii="Arial" w:hAnsi="Arial" w:cs="Arial"/>
                <w:sz w:val="18"/>
                <w:szCs w:val="18"/>
                <w:lang w:eastAsia="ja-JP"/>
              </w:rPr>
              <w:t xml:space="preserve">unit of </w:t>
            </w:r>
            <w:r w:rsidR="006B731C" w:rsidRPr="00AB4CEC">
              <w:rPr>
                <w:rFonts w:ascii="Arial" w:hAnsi="Arial" w:cs="Arial"/>
                <w:sz w:val="18"/>
                <w:szCs w:val="18"/>
                <w:lang w:val="en-US" w:eastAsia="ja-JP"/>
              </w:rPr>
              <w:t>(</w:t>
            </w:r>
            <w:r w:rsidR="006B731C" w:rsidRPr="00AB4CEC">
              <w:rPr>
                <w:rFonts w:ascii="Arial" w:hAnsi="Arial" w:cs="Arial"/>
                <w:sz w:val="18"/>
                <w:szCs w:val="18"/>
                <w:lang w:eastAsia="ja-JP"/>
              </w:rPr>
              <w:t>T</w:t>
            </w:r>
            <w:r w:rsidR="006B731C" w:rsidRPr="00AB4CEC">
              <w:rPr>
                <w:rFonts w:ascii="Arial" w:hAnsi="Arial" w:cs="Arial"/>
                <w:sz w:val="18"/>
                <w:szCs w:val="18"/>
                <w:vertAlign w:val="subscript"/>
                <w:lang w:eastAsia="ja-JP"/>
              </w:rPr>
              <w:t>FrameBoundaryPCell</w:t>
            </w:r>
            <w:r w:rsidR="006B731C" w:rsidRPr="00AB4CEC">
              <w:rPr>
                <w:rFonts w:ascii="Arial" w:hAnsi="Arial" w:cs="Arial"/>
                <w:sz w:val="18"/>
                <w:szCs w:val="18"/>
                <w:lang w:eastAsia="ja-JP"/>
              </w:rPr>
              <w:t xml:space="preserve"> - T</w:t>
            </w:r>
            <w:r w:rsidR="006B731C" w:rsidRPr="00AB4CEC">
              <w:rPr>
                <w:rFonts w:ascii="Arial" w:hAnsi="Arial" w:cs="Arial"/>
                <w:sz w:val="18"/>
                <w:szCs w:val="18"/>
                <w:vertAlign w:val="subscript"/>
                <w:lang w:eastAsia="ja-JP"/>
              </w:rPr>
              <w:t>FrameBoundaryPSCell</w:t>
            </w:r>
            <w:r w:rsidR="006B731C" w:rsidRPr="00AB4CEC">
              <w:rPr>
                <w:rFonts w:ascii="Arial" w:hAnsi="Arial" w:cs="Arial"/>
                <w:sz w:val="18"/>
                <w:szCs w:val="18"/>
                <w:lang w:eastAsia="ja-JP"/>
              </w:rPr>
              <w:t>) is [</w:t>
            </w:r>
            <w:r w:rsidR="006B731C" w:rsidRPr="00AB4CEC">
              <w:rPr>
                <w:rFonts w:ascii="Arial" w:hAnsi="Arial" w:cs="Arial"/>
                <w:sz w:val="18"/>
                <w:szCs w:val="18"/>
                <w:lang w:val="en-US" w:eastAsia="ja-JP"/>
              </w:rPr>
              <w:t>µs].</w:t>
            </w:r>
          </w:p>
          <w:p w:rsidR="006B731C" w:rsidRPr="00AB4CEC" w:rsidRDefault="00AB4CEC" w:rsidP="00AB4CEC">
            <w:pPr>
              <w:pStyle w:val="B1"/>
              <w:rPr>
                <w:rFonts w:ascii="Arial" w:hAnsi="Arial" w:cs="Arial"/>
                <w:sz w:val="18"/>
                <w:szCs w:val="18"/>
                <w:lang w:eastAsia="ja-JP"/>
              </w:rPr>
            </w:pPr>
            <w:r w:rsidRPr="00AB4CEC">
              <w:rPr>
                <w:rFonts w:ascii="Arial" w:hAnsi="Arial" w:cs="Arial"/>
                <w:sz w:val="18"/>
                <w:szCs w:val="18"/>
                <w:lang w:eastAsia="ja-JP"/>
              </w:rPr>
              <w:t>-</w:t>
            </w:r>
            <w:r w:rsidRPr="00AB4CEC">
              <w:rPr>
                <w:rFonts w:ascii="Arial" w:hAnsi="Arial" w:cs="Arial"/>
                <w:sz w:val="18"/>
                <w:szCs w:val="18"/>
                <w:lang w:eastAsia="ja-JP"/>
              </w:rPr>
              <w:tab/>
            </w:r>
            <w:r w:rsidR="006B731C" w:rsidRPr="00AB4CEC">
              <w:rPr>
                <w:rFonts w:ascii="Arial" w:hAnsi="Arial" w:cs="Arial"/>
                <w:sz w:val="18"/>
                <w:szCs w:val="18"/>
                <w:lang w:eastAsia="ja-JP"/>
              </w:rPr>
              <w:t>Subframe boundary offset = T</w:t>
            </w:r>
            <w:r w:rsidR="006B731C" w:rsidRPr="00AB4CEC">
              <w:rPr>
                <w:rFonts w:ascii="Arial" w:hAnsi="Arial" w:cs="Arial"/>
                <w:sz w:val="18"/>
                <w:szCs w:val="18"/>
                <w:vertAlign w:val="subscript"/>
                <w:lang w:eastAsia="ja-JP"/>
              </w:rPr>
              <w:t>SubframePCell</w:t>
            </w:r>
            <w:r w:rsidR="006B731C" w:rsidRPr="00AB4CEC">
              <w:rPr>
                <w:rFonts w:ascii="Arial" w:hAnsi="Arial" w:cs="Arial"/>
                <w:sz w:val="18"/>
                <w:szCs w:val="18"/>
                <w:lang w:eastAsia="ja-JP"/>
              </w:rPr>
              <w:t xml:space="preserve"> - T</w:t>
            </w:r>
            <w:r w:rsidR="006B731C" w:rsidRPr="00AB4CEC">
              <w:rPr>
                <w:rFonts w:ascii="Arial" w:hAnsi="Arial" w:cs="Arial"/>
                <w:sz w:val="18"/>
                <w:szCs w:val="18"/>
                <w:vertAlign w:val="subscript"/>
                <w:lang w:eastAsia="ja-JP"/>
              </w:rPr>
              <w:t>SubframePSCell</w:t>
            </w:r>
            <w:r w:rsidR="006B731C" w:rsidRPr="00AB4CEC">
              <w:rPr>
                <w:rFonts w:ascii="Arial" w:hAnsi="Arial" w:cs="Arial"/>
                <w:sz w:val="18"/>
                <w:szCs w:val="18"/>
                <w:lang w:eastAsia="ja-JP"/>
              </w:rPr>
              <w:t>, where T</w:t>
            </w:r>
            <w:r w:rsidR="006B731C" w:rsidRPr="00AB4CEC">
              <w:rPr>
                <w:rFonts w:ascii="Arial" w:hAnsi="Arial" w:cs="Arial"/>
                <w:sz w:val="18"/>
                <w:szCs w:val="18"/>
                <w:vertAlign w:val="subscript"/>
                <w:lang w:eastAsia="ja-JP"/>
              </w:rPr>
              <w:t>SubframePCell</w:t>
            </w:r>
            <w:r w:rsidR="006B731C" w:rsidRPr="00AB4CEC">
              <w:rPr>
                <w:rFonts w:ascii="Arial" w:hAnsi="Arial" w:cs="Arial"/>
                <w:sz w:val="18"/>
                <w:szCs w:val="18"/>
                <w:lang w:eastAsia="ja-JP"/>
              </w:rPr>
              <w:t xml:space="preserve"> is the time when the UE receives the start of a subframe from the PCell and T</w:t>
            </w:r>
            <w:r w:rsidR="006B731C" w:rsidRPr="00AB4CEC">
              <w:rPr>
                <w:rFonts w:ascii="Arial" w:hAnsi="Arial" w:cs="Arial"/>
                <w:sz w:val="18"/>
                <w:szCs w:val="18"/>
                <w:vertAlign w:val="subscript"/>
                <w:lang w:eastAsia="ja-JP"/>
              </w:rPr>
              <w:t>SubframePSCell</w:t>
            </w:r>
            <w:r w:rsidR="006B731C" w:rsidRPr="00AB4CEC">
              <w:rPr>
                <w:rFonts w:ascii="Arial" w:hAnsi="Arial" w:cs="Arial"/>
                <w:sz w:val="18"/>
                <w:szCs w:val="18"/>
                <w:lang w:eastAsia="ja-JP"/>
              </w:rPr>
              <w:t xml:space="preserve"> is the time when the UE receives the start of </w:t>
            </w:r>
            <w:r w:rsidR="006B731C" w:rsidRPr="00AB4CEC">
              <w:rPr>
                <w:rFonts w:ascii="Arial" w:eastAsia="MS Mincho" w:hAnsi="Arial" w:cs="Arial"/>
                <w:sz w:val="18"/>
                <w:szCs w:val="18"/>
                <w:lang w:eastAsia="ja-JP"/>
              </w:rPr>
              <w:t xml:space="preserve">the </w:t>
            </w:r>
            <w:r w:rsidR="006B731C" w:rsidRPr="00AB4CEC">
              <w:rPr>
                <w:rFonts w:ascii="Arial" w:hAnsi="Arial" w:cs="Arial"/>
                <w:sz w:val="18"/>
                <w:szCs w:val="18"/>
                <w:lang w:eastAsia="ja-JP"/>
              </w:rPr>
              <w:t>subframe from the PSCell that is closest in time to the subframe received from the PCell.</w:t>
            </w:r>
          </w:p>
          <w:p w:rsidR="006B731C" w:rsidRPr="006D5822" w:rsidRDefault="006B731C" w:rsidP="000808C4">
            <w:pPr>
              <w:pStyle w:val="TAL"/>
              <w:rPr>
                <w:rFonts w:cs="Arial"/>
                <w:lang w:eastAsia="ja-JP"/>
              </w:rPr>
            </w:pPr>
            <w:r w:rsidRPr="001B493D">
              <w:rPr>
                <w:rFonts w:cs="Arial"/>
                <w:lang w:val="en-US"/>
              </w:rPr>
              <w:t xml:space="preserve">The reference point for the observed </w:t>
            </w:r>
            <w:r>
              <w:rPr>
                <w:rFonts w:cs="Arial"/>
                <w:lang w:val="en-US"/>
              </w:rPr>
              <w:t xml:space="preserve">SFN and </w:t>
            </w:r>
            <w:r w:rsidRPr="001B493D">
              <w:rPr>
                <w:rFonts w:cs="Arial"/>
                <w:lang w:val="en-US"/>
              </w:rPr>
              <w:t>subframe time difference shall be the antenna connector of the UE.</w:t>
            </w:r>
          </w:p>
        </w:tc>
      </w:tr>
      <w:tr w:rsidR="006B731C" w:rsidRPr="00486914" w:rsidTr="000808C4">
        <w:trPr>
          <w:cantSplit/>
          <w:jc w:val="center"/>
        </w:trPr>
        <w:tc>
          <w:tcPr>
            <w:tcW w:w="1951" w:type="dxa"/>
          </w:tcPr>
          <w:p w:rsidR="006B731C" w:rsidRPr="006D5822" w:rsidRDefault="006B731C" w:rsidP="000808C4">
            <w:pPr>
              <w:pStyle w:val="TAL"/>
              <w:rPr>
                <w:rFonts w:cs="Arial"/>
                <w:b/>
              </w:rPr>
            </w:pPr>
            <w:r w:rsidRPr="006D5822">
              <w:rPr>
                <w:rFonts w:cs="Arial"/>
                <w:b/>
              </w:rPr>
              <w:t>Applicable for</w:t>
            </w:r>
          </w:p>
        </w:tc>
        <w:tc>
          <w:tcPr>
            <w:tcW w:w="7787" w:type="dxa"/>
          </w:tcPr>
          <w:p w:rsidR="006B731C" w:rsidRPr="006D5822" w:rsidRDefault="006B731C" w:rsidP="000808C4">
            <w:pPr>
              <w:pStyle w:val="TAL"/>
              <w:rPr>
                <w:rFonts w:cs="Arial"/>
              </w:rPr>
            </w:pPr>
            <w:r w:rsidRPr="006D5822">
              <w:rPr>
                <w:rFonts w:cs="Arial"/>
              </w:rPr>
              <w:t>RRC_CONNECTED intra-frequency</w:t>
            </w:r>
          </w:p>
        </w:tc>
      </w:tr>
    </w:tbl>
    <w:p w:rsidR="006B731C" w:rsidRDefault="006B731C" w:rsidP="004C7680"/>
    <w:p w:rsidR="005F7EC8" w:rsidRDefault="005F7EC8" w:rsidP="005F7EC8">
      <w:pPr>
        <w:pStyle w:val="Heading3"/>
      </w:pPr>
      <w:bookmarkStart w:id="41" w:name="_Toc524695281"/>
      <w:r>
        <w:lastRenderedPageBreak/>
        <w:t>5.1.26</w:t>
      </w:r>
      <w:r>
        <w:tab/>
        <w:t>Narrowband Reference Signal Received Power (NRSRP)</w:t>
      </w:r>
      <w:bookmarkEnd w:id="41"/>
    </w:p>
    <w:p w:rsidR="005F7EC8" w:rsidRPr="005F7EC8" w:rsidRDefault="005F7EC8" w:rsidP="009334FD">
      <w:pPr>
        <w:pStyle w:val="TH"/>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5F7EC8" w:rsidTr="00CB66CA">
        <w:trPr>
          <w:cantSplit/>
        </w:trPr>
        <w:tc>
          <w:tcPr>
            <w:tcW w:w="1951" w:type="dxa"/>
          </w:tcPr>
          <w:p w:rsidR="005F7EC8" w:rsidRDefault="005F7EC8" w:rsidP="00CB66CA">
            <w:pPr>
              <w:pStyle w:val="TAL"/>
              <w:rPr>
                <w:b/>
              </w:rPr>
            </w:pPr>
            <w:r>
              <w:rPr>
                <w:b/>
              </w:rPr>
              <w:t>Definition</w:t>
            </w:r>
          </w:p>
        </w:tc>
        <w:tc>
          <w:tcPr>
            <w:tcW w:w="7787" w:type="dxa"/>
          </w:tcPr>
          <w:p w:rsidR="005F7EC8" w:rsidRPr="00A20C12" w:rsidRDefault="007B589D" w:rsidP="00CB66CA">
            <w:pPr>
              <w:pStyle w:val="TAL"/>
            </w:pPr>
            <w:r w:rsidRPr="00D77CE8">
              <w:t xml:space="preserve">Unless indicated otherwise by higher layers, </w:t>
            </w:r>
            <w:r>
              <w:t>n</w:t>
            </w:r>
            <w:r w:rsidRPr="00A20C12">
              <w:t xml:space="preserve">arrowband </w:t>
            </w:r>
            <w:r>
              <w:t>r</w:t>
            </w:r>
            <w:r w:rsidRPr="00A20C12">
              <w:t xml:space="preserve">eference </w:t>
            </w:r>
            <w:r w:rsidR="005F7EC8" w:rsidRPr="00A20C12">
              <w:t xml:space="preserve">signal received power (NRSRP), is defined as the linear average over the power contributions (in [W]) of the resource elements that carry </w:t>
            </w:r>
            <w:r w:rsidR="005F7EC8">
              <w:t>narrowband specific reference signals within the considered measurement frequency bandwidth</w:t>
            </w:r>
            <w:r w:rsidR="005F7EC8" w:rsidRPr="00A20C12">
              <w:t>.</w:t>
            </w:r>
            <w:r w:rsidR="005F7EC8">
              <w:t xml:space="preserve"> </w:t>
            </w:r>
          </w:p>
          <w:p w:rsidR="005F7EC8" w:rsidRPr="00A20C12" w:rsidRDefault="005F7EC8" w:rsidP="00CB66CA">
            <w:pPr>
              <w:pStyle w:val="TAL"/>
            </w:pPr>
          </w:p>
          <w:p w:rsidR="005F7EC8" w:rsidRPr="00A20C12" w:rsidRDefault="005F7EC8" w:rsidP="00CB66CA">
            <w:pPr>
              <w:pStyle w:val="TAL"/>
            </w:pPr>
            <w:r w:rsidRPr="00A20C12">
              <w:t>For NRS based NRSRP determination</w:t>
            </w:r>
            <w:r w:rsidR="007B589D">
              <w:t>,</w:t>
            </w:r>
            <w:r w:rsidRPr="00A20C12">
              <w:t xml:space="preserve"> the narrowband reference signals for </w:t>
            </w:r>
            <w:r>
              <w:t xml:space="preserve">the first antenna </w:t>
            </w:r>
            <w:r w:rsidRPr="00A20C12">
              <w:t xml:space="preserve">port </w:t>
            </w:r>
            <w:r>
              <w:t>(</w:t>
            </w:r>
            <w:r w:rsidR="00183680">
              <w:t>R</w:t>
            </w:r>
            <w:r w:rsidR="00183680">
              <w:rPr>
                <w:vertAlign w:val="subscript"/>
              </w:rPr>
              <w:t>2</w:t>
            </w:r>
            <w:r w:rsidR="00183680" w:rsidRPr="00331A72">
              <w:rPr>
                <w:vertAlign w:val="subscript"/>
              </w:rPr>
              <w:t>000</w:t>
            </w:r>
            <w:r>
              <w:t xml:space="preserve">) </w:t>
            </w:r>
            <w:r w:rsidRPr="00A20C12">
              <w:t xml:space="preserve">according to TS 36.211 [3] shall be used. If the UE can reliably detect that </w:t>
            </w:r>
            <w:r>
              <w:t xml:space="preserve">a second antenna </w:t>
            </w:r>
            <w:r w:rsidRPr="00A20C12">
              <w:t xml:space="preserve">port </w:t>
            </w:r>
            <w:r>
              <w:t>(</w:t>
            </w:r>
            <w:r w:rsidR="00183680">
              <w:t>R</w:t>
            </w:r>
            <w:r w:rsidR="00183680">
              <w:rPr>
                <w:vertAlign w:val="subscript"/>
              </w:rPr>
              <w:t>2</w:t>
            </w:r>
            <w:r w:rsidR="00183680" w:rsidRPr="00331A72">
              <w:rPr>
                <w:vertAlign w:val="subscript"/>
              </w:rPr>
              <w:t>001</w:t>
            </w:r>
            <w:r>
              <w:t xml:space="preserve">) </w:t>
            </w:r>
            <w:r w:rsidRPr="00A20C12">
              <w:t>is available</w:t>
            </w:r>
            <w:r w:rsidR="007B589D">
              <w:t>,</w:t>
            </w:r>
            <w:r w:rsidRPr="00A20C12">
              <w:t xml:space="preserve"> it may use </w:t>
            </w:r>
            <w:r>
              <w:t xml:space="preserve">the second antenna </w:t>
            </w:r>
            <w:r w:rsidRPr="00A20C12">
              <w:t xml:space="preserve">port in addition to </w:t>
            </w:r>
            <w:r>
              <w:t xml:space="preserve">the first antenna </w:t>
            </w:r>
            <w:r w:rsidRPr="00A20C12">
              <w:t xml:space="preserve">port to determine NRSRP. </w:t>
            </w:r>
          </w:p>
          <w:p w:rsidR="005F7EC8" w:rsidRDefault="005F7EC8" w:rsidP="00CB66CA">
            <w:pPr>
              <w:pStyle w:val="TAL"/>
            </w:pPr>
          </w:p>
          <w:p w:rsidR="007B589D" w:rsidRPr="007B589D" w:rsidRDefault="007B589D" w:rsidP="007B589D">
            <w:pPr>
              <w:autoSpaceDE w:val="0"/>
              <w:autoSpaceDN w:val="0"/>
              <w:adjustRightInd w:val="0"/>
              <w:spacing w:after="0"/>
              <w:rPr>
                <w:rFonts w:ascii="Arial" w:hAnsi="Arial" w:cs="Arial"/>
                <w:color w:val="000000"/>
                <w:sz w:val="18"/>
                <w:szCs w:val="24"/>
                <w:lang w:val="en-US"/>
              </w:rPr>
            </w:pPr>
            <w:r w:rsidRPr="007B589D">
              <w:rPr>
                <w:rFonts w:ascii="Arial" w:hAnsi="Arial" w:cs="Arial"/>
                <w:color w:val="000000"/>
                <w:sz w:val="18"/>
                <w:szCs w:val="18"/>
                <w:lang w:val="en-US"/>
              </w:rPr>
              <w:t>If higher layers indicate measurements based on narrow band secondary synchronization signal (NSSS),</w:t>
            </w:r>
            <w:r w:rsidRPr="007B589D">
              <w:rPr>
                <w:rFonts w:ascii="Arial" w:hAnsi="Arial" w:cs="Arial"/>
                <w:color w:val="000000"/>
                <w:sz w:val="18"/>
                <w:szCs w:val="24"/>
                <w:lang w:val="en-US"/>
              </w:rPr>
              <w:t xml:space="preserve"> NRSRP is defined as the linear average over the power contributions (in [W]) of the resource elements that carry NSSS in the NSSS occasions that the UE measures. The NRSRP is adjusted by the NSSS to NRS EPRE ratio as indicated by higher layers [7].</w:t>
            </w:r>
          </w:p>
          <w:p w:rsidR="007B589D" w:rsidRPr="007B589D" w:rsidRDefault="007B589D" w:rsidP="007B589D">
            <w:pPr>
              <w:keepNext/>
              <w:keepLines/>
              <w:spacing w:after="0"/>
              <w:rPr>
                <w:rFonts w:ascii="Arial" w:hAnsi="Arial"/>
                <w:sz w:val="18"/>
              </w:rPr>
            </w:pPr>
          </w:p>
          <w:p w:rsidR="007B589D" w:rsidRDefault="007B589D" w:rsidP="007B589D">
            <w:pPr>
              <w:pStyle w:val="TAL"/>
            </w:pPr>
            <w:r w:rsidRPr="007B589D">
              <w:t>For NSSS based NRSRP determination, the UE may take the signalled precoder information applied at the antenna ports into account [7].</w:t>
            </w:r>
          </w:p>
          <w:p w:rsidR="007B589D" w:rsidRPr="00A20C12" w:rsidRDefault="007B589D" w:rsidP="007B589D">
            <w:pPr>
              <w:pStyle w:val="TAL"/>
            </w:pPr>
          </w:p>
          <w:p w:rsidR="007731D4" w:rsidRDefault="007731D4" w:rsidP="00CB66CA">
            <w:pPr>
              <w:pStyle w:val="TAL"/>
            </w:pPr>
            <w:r w:rsidRPr="001C3A91">
              <w:t>If higher layers indicate measurements based on narrow band physical broadcast channel (NPBCH) on the serving cell, NRSRP is defined as the linear average over the power contributions (in [W]) of the resource elements that carry NPBCH in the NPBCH occasions that the UE measures. The NRSRP is adjusted by the NPBCH to NRS EPRE ratio as defined in section 16.2.2 of [5].</w:t>
            </w:r>
          </w:p>
          <w:p w:rsidR="007731D4" w:rsidRDefault="007731D4" w:rsidP="00CB66CA">
            <w:pPr>
              <w:pStyle w:val="TAL"/>
            </w:pPr>
          </w:p>
          <w:p w:rsidR="005F7EC8" w:rsidRPr="004C7680" w:rsidRDefault="005F7EC8" w:rsidP="00CB66CA">
            <w:pPr>
              <w:pStyle w:val="TAL"/>
            </w:pPr>
            <w:r w:rsidRPr="00A20C12">
              <w:t>The reference point for the NRS</w:t>
            </w:r>
            <w:r w:rsidRPr="00A20C12">
              <w:rPr>
                <w:rFonts w:hint="eastAsia"/>
                <w:lang w:eastAsia="zh-CN"/>
              </w:rPr>
              <w:t>R</w:t>
            </w:r>
            <w:r w:rsidRPr="00A20C12">
              <w:t>P shall be the antenna connector of the UE.</w:t>
            </w:r>
          </w:p>
        </w:tc>
      </w:tr>
      <w:tr w:rsidR="005F7EC8" w:rsidTr="00CB66CA">
        <w:trPr>
          <w:cantSplit/>
        </w:trPr>
        <w:tc>
          <w:tcPr>
            <w:tcW w:w="1951" w:type="dxa"/>
          </w:tcPr>
          <w:p w:rsidR="005F7EC8" w:rsidRDefault="005F7EC8" w:rsidP="00CB66CA">
            <w:pPr>
              <w:pStyle w:val="TAL"/>
              <w:rPr>
                <w:b/>
              </w:rPr>
            </w:pPr>
            <w:r w:rsidRPr="00A20C12">
              <w:rPr>
                <w:b/>
              </w:rPr>
              <w:t>Applicable for</w:t>
            </w:r>
          </w:p>
        </w:tc>
        <w:tc>
          <w:tcPr>
            <w:tcW w:w="7787" w:type="dxa"/>
          </w:tcPr>
          <w:p w:rsidR="005F7EC8" w:rsidRPr="00486914" w:rsidRDefault="005F7EC8" w:rsidP="00CB66CA">
            <w:pPr>
              <w:pStyle w:val="TAL"/>
            </w:pPr>
            <w:r w:rsidRPr="00486914">
              <w:t>RRC_IDLE</w:t>
            </w:r>
            <w:r>
              <w:t xml:space="preserve"> intra-frequency,</w:t>
            </w:r>
          </w:p>
          <w:p w:rsidR="005F7EC8" w:rsidRDefault="005F7EC8" w:rsidP="00CB66CA">
            <w:pPr>
              <w:pStyle w:val="TAL"/>
              <w:rPr>
                <w:lang w:eastAsia="ja-JP"/>
              </w:rPr>
            </w:pPr>
            <w:r>
              <w:t>R</w:t>
            </w:r>
            <w:r w:rsidRPr="00486914">
              <w:t>RC_IDLE</w:t>
            </w:r>
            <w:r>
              <w:t xml:space="preserve"> inter-frequency,</w:t>
            </w:r>
          </w:p>
          <w:p w:rsidR="005F7EC8" w:rsidRDefault="005F7EC8" w:rsidP="007B589D">
            <w:pPr>
              <w:pStyle w:val="TAL"/>
            </w:pPr>
            <w:r w:rsidRPr="00486914">
              <w:t>RRC_CONNECTED</w:t>
            </w:r>
            <w:r>
              <w:t xml:space="preserve"> intra-frequency</w:t>
            </w:r>
            <w:r w:rsidR="007B589D">
              <w:t xml:space="preserve"> (</w:t>
            </w:r>
            <w:r w:rsidR="007B589D" w:rsidRPr="004A591C">
              <w:t xml:space="preserve">only </w:t>
            </w:r>
            <w:r w:rsidR="007B589D">
              <w:t xml:space="preserve">applicable for </w:t>
            </w:r>
            <w:r w:rsidR="007B589D" w:rsidRPr="004A591C">
              <w:t xml:space="preserve">NRS based </w:t>
            </w:r>
            <w:r w:rsidR="007B589D">
              <w:t>NRSRP)</w:t>
            </w:r>
          </w:p>
        </w:tc>
      </w:tr>
    </w:tbl>
    <w:p w:rsidR="005F7EC8" w:rsidRDefault="005F7EC8" w:rsidP="005F7EC8"/>
    <w:p w:rsidR="005F7EC8" w:rsidRDefault="005F7EC8" w:rsidP="005F7EC8">
      <w:pPr>
        <w:pStyle w:val="Heading3"/>
      </w:pPr>
      <w:bookmarkStart w:id="42" w:name="_Toc524695282"/>
      <w:r>
        <w:t>5.1.27</w:t>
      </w:r>
      <w:r>
        <w:tab/>
        <w:t xml:space="preserve">Narrowband </w:t>
      </w:r>
      <w:r w:rsidRPr="00602F0D">
        <w:t xml:space="preserve">Reference Signal Received Quality </w:t>
      </w:r>
      <w:r>
        <w:t>(NRSRQ)</w:t>
      </w:r>
      <w:bookmarkEnd w:id="42"/>
    </w:p>
    <w:p w:rsidR="005F7EC8" w:rsidRPr="005F7EC8" w:rsidRDefault="005F7EC8" w:rsidP="009334FD">
      <w:pPr>
        <w:pStyle w:val="TH"/>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5F7EC8" w:rsidTr="00CB66CA">
        <w:trPr>
          <w:cantSplit/>
        </w:trPr>
        <w:tc>
          <w:tcPr>
            <w:tcW w:w="1951" w:type="dxa"/>
          </w:tcPr>
          <w:p w:rsidR="005F7EC8" w:rsidRDefault="005F7EC8" w:rsidP="00CB66CA">
            <w:pPr>
              <w:pStyle w:val="TAL"/>
              <w:rPr>
                <w:b/>
              </w:rPr>
            </w:pPr>
            <w:r>
              <w:rPr>
                <w:b/>
              </w:rPr>
              <w:t>Definition</w:t>
            </w:r>
          </w:p>
        </w:tc>
        <w:tc>
          <w:tcPr>
            <w:tcW w:w="7787" w:type="dxa"/>
          </w:tcPr>
          <w:p w:rsidR="005F7EC8" w:rsidRPr="000B2E5F" w:rsidRDefault="005F7EC8" w:rsidP="00CB66CA">
            <w:pPr>
              <w:pStyle w:val="TAL"/>
            </w:pPr>
            <w:r w:rsidRPr="00FC6810">
              <w:t xml:space="preserve">Narrowband Reference Signal Received Quality (NRSRQ) is defined as the ratio </w:t>
            </w:r>
            <w:r w:rsidRPr="000B2E5F">
              <w:rPr>
                <w:rFonts w:cs="Arial"/>
              </w:rPr>
              <w:t>N</w:t>
            </w:r>
            <w:r w:rsidRPr="000B2E5F">
              <w:t>RSRP/NRSSI. The measurements in the numerator and denominator shall be made over the same set of resource blocks.</w:t>
            </w:r>
          </w:p>
          <w:p w:rsidR="005F7EC8" w:rsidRPr="000B2E5F" w:rsidRDefault="005F7EC8" w:rsidP="00CB66CA">
            <w:pPr>
              <w:pStyle w:val="TAL"/>
            </w:pPr>
          </w:p>
          <w:p w:rsidR="005F7EC8" w:rsidRPr="000B2E5F" w:rsidRDefault="005F7EC8" w:rsidP="00CB66CA">
            <w:pPr>
              <w:pStyle w:val="TAL"/>
            </w:pPr>
            <w:r w:rsidRPr="000B2E5F">
              <w:t xml:space="preserve">Narrowband Received Signal Strength Indicator (NRSSI), comprises the </w:t>
            </w:r>
            <w:r w:rsidRPr="000B2E5F">
              <w:rPr>
                <w:lang w:val="en-US"/>
              </w:rPr>
              <w:t xml:space="preserve">linear average of the </w:t>
            </w:r>
            <w:r w:rsidRPr="000B2E5F">
              <w:t xml:space="preserve">total received power </w:t>
            </w:r>
            <w:r w:rsidRPr="000B2E5F">
              <w:rPr>
                <w:lang w:val="en-US"/>
              </w:rPr>
              <w:t xml:space="preserve">(in [W]) </w:t>
            </w:r>
            <w:r w:rsidRPr="000B2E5F">
              <w:t xml:space="preserve">observed </w:t>
            </w:r>
            <w:r w:rsidRPr="000B2E5F">
              <w:rPr>
                <w:lang w:val="en-US"/>
              </w:rPr>
              <w:t xml:space="preserve">OFDM symbols of measurement subframes, </w:t>
            </w:r>
            <w:r w:rsidRPr="000B2E5F">
              <w:t xml:space="preserve">in the measurement bandwidth by the UE from all sources, including co-channel serving and non-serving cells, adjacent channel interference, thermal noise etc. </w:t>
            </w:r>
          </w:p>
          <w:p w:rsidR="005F7EC8" w:rsidRPr="000B2E5F" w:rsidRDefault="005F7EC8" w:rsidP="00CB66CA">
            <w:pPr>
              <w:pStyle w:val="TAL"/>
            </w:pPr>
          </w:p>
          <w:p w:rsidR="005F7EC8" w:rsidRPr="00E96027" w:rsidRDefault="005F7EC8" w:rsidP="00CB66CA">
            <w:pPr>
              <w:pStyle w:val="TAL"/>
            </w:pPr>
            <w:r>
              <w:t>N</w:t>
            </w:r>
            <w:r w:rsidRPr="00FC6810">
              <w:t xml:space="preserve">RSSI is measured from all OFDM symbols of measurement subframes. </w:t>
            </w:r>
          </w:p>
          <w:p w:rsidR="005F7EC8" w:rsidRPr="00FC6810" w:rsidRDefault="005F7EC8" w:rsidP="00CB66CA">
            <w:pPr>
              <w:pStyle w:val="TAL"/>
            </w:pPr>
          </w:p>
          <w:p w:rsidR="005F7EC8" w:rsidRPr="004C7680" w:rsidRDefault="005F7EC8" w:rsidP="00CB66CA">
            <w:pPr>
              <w:pStyle w:val="TAL"/>
            </w:pPr>
            <w:r w:rsidRPr="000B2E5F">
              <w:t xml:space="preserve">The reference point for the </w:t>
            </w:r>
            <w:r>
              <w:t>N</w:t>
            </w:r>
            <w:r w:rsidRPr="000B2E5F">
              <w:rPr>
                <w:rFonts w:hint="eastAsia"/>
                <w:lang w:eastAsia="zh-CN"/>
              </w:rPr>
              <w:t>RSRQ</w:t>
            </w:r>
            <w:r w:rsidRPr="000B2E5F">
              <w:t xml:space="preserve"> shall be the antenna connector of the UE</w:t>
            </w:r>
            <w:r>
              <w:t>.</w:t>
            </w:r>
          </w:p>
        </w:tc>
      </w:tr>
      <w:tr w:rsidR="005F7EC8" w:rsidTr="00CB66CA">
        <w:trPr>
          <w:cantSplit/>
        </w:trPr>
        <w:tc>
          <w:tcPr>
            <w:tcW w:w="1951" w:type="dxa"/>
          </w:tcPr>
          <w:p w:rsidR="005F7EC8" w:rsidRDefault="005F7EC8" w:rsidP="00CB66CA">
            <w:pPr>
              <w:pStyle w:val="TAL"/>
              <w:rPr>
                <w:b/>
              </w:rPr>
            </w:pPr>
            <w:r w:rsidRPr="00A20C12">
              <w:rPr>
                <w:b/>
              </w:rPr>
              <w:t>Applicable for</w:t>
            </w:r>
          </w:p>
        </w:tc>
        <w:tc>
          <w:tcPr>
            <w:tcW w:w="7787" w:type="dxa"/>
          </w:tcPr>
          <w:p w:rsidR="00183680" w:rsidRPr="0054458F" w:rsidRDefault="005F7EC8" w:rsidP="00183680">
            <w:pPr>
              <w:keepNext/>
              <w:keepLines/>
              <w:spacing w:after="0"/>
              <w:rPr>
                <w:rFonts w:ascii="Arial" w:hAnsi="Arial" w:cs="Arial"/>
                <w:sz w:val="18"/>
                <w:szCs w:val="18"/>
              </w:rPr>
            </w:pPr>
            <w:r w:rsidRPr="00AB4CEC">
              <w:rPr>
                <w:rFonts w:ascii="Arial" w:hAnsi="Arial" w:cs="Arial"/>
                <w:sz w:val="18"/>
                <w:szCs w:val="18"/>
              </w:rPr>
              <w:t>RRC_IDLE intra-frequency,</w:t>
            </w:r>
            <w:r w:rsidR="00183680" w:rsidRPr="00183680">
              <w:rPr>
                <w:rFonts w:ascii="Arial" w:hAnsi="Arial" w:cs="Arial"/>
                <w:sz w:val="18"/>
                <w:szCs w:val="18"/>
              </w:rPr>
              <w:t xml:space="preserve"> </w:t>
            </w:r>
          </w:p>
          <w:p w:rsidR="005F7EC8" w:rsidRDefault="00183680" w:rsidP="00183680">
            <w:pPr>
              <w:pStyle w:val="TAL"/>
            </w:pPr>
            <w:r w:rsidRPr="00AB4CEC">
              <w:rPr>
                <w:szCs w:val="18"/>
              </w:rPr>
              <w:t>RRC_IDLE inter-frequency</w:t>
            </w:r>
          </w:p>
        </w:tc>
      </w:tr>
    </w:tbl>
    <w:p w:rsidR="005F7EC8" w:rsidRDefault="005F7EC8" w:rsidP="004C7680"/>
    <w:p w:rsidR="00BE7E1C" w:rsidRDefault="00BE7E1C" w:rsidP="00BE7E1C">
      <w:pPr>
        <w:pStyle w:val="Heading3"/>
      </w:pPr>
      <w:bookmarkStart w:id="43" w:name="_Toc524695283"/>
      <w:r>
        <w:lastRenderedPageBreak/>
        <w:t>5.1.28</w:t>
      </w:r>
      <w:r>
        <w:tab/>
        <w:t xml:space="preserve">Sidelink Received Signal Strength Indicator </w:t>
      </w:r>
      <w:r w:rsidRPr="00CB37A6">
        <w:t>(</w:t>
      </w:r>
      <w:r>
        <w:t>S</w:t>
      </w:r>
      <w:r w:rsidRPr="00CB37A6">
        <w:t>-</w:t>
      </w:r>
      <w:r>
        <w:t>RSSI</w:t>
      </w:r>
      <w:r w:rsidRPr="00CB37A6">
        <w:t>)</w:t>
      </w:r>
      <w:bookmarkEnd w:id="43"/>
    </w:p>
    <w:p w:rsidR="00BE7E1C" w:rsidRPr="001B7653" w:rsidRDefault="00BE7E1C" w:rsidP="00BE7E1C">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BE7E1C" w:rsidRPr="00486914" w:rsidTr="00367175">
        <w:trPr>
          <w:cantSplit/>
          <w:jc w:val="center"/>
        </w:trPr>
        <w:tc>
          <w:tcPr>
            <w:tcW w:w="1951" w:type="dxa"/>
          </w:tcPr>
          <w:p w:rsidR="00BE7E1C" w:rsidRPr="00486914" w:rsidRDefault="00BE7E1C" w:rsidP="00367175">
            <w:pPr>
              <w:pStyle w:val="TAL"/>
              <w:rPr>
                <w:b/>
              </w:rPr>
            </w:pPr>
            <w:r w:rsidRPr="00486914">
              <w:rPr>
                <w:b/>
              </w:rPr>
              <w:t>Definition</w:t>
            </w:r>
          </w:p>
        </w:tc>
        <w:tc>
          <w:tcPr>
            <w:tcW w:w="7787" w:type="dxa"/>
          </w:tcPr>
          <w:p w:rsidR="00BE7E1C" w:rsidRDefault="00BE7E1C" w:rsidP="00367175">
            <w:pPr>
              <w:pStyle w:val="TAL"/>
            </w:pPr>
            <w:r w:rsidRPr="0001496F">
              <w:t xml:space="preserve">Sidelink RSSI (S-RSSI) is defined as the linear average of the total received power (in [W]) per SC-FDMA symbol observed by the UE only in the configured sub-channel </w:t>
            </w:r>
            <w:r w:rsidRPr="00325D3E">
              <w:t>in SC-FDMA symbols 1, 2, …, 6 of the first slot and SC-FDMA symbols 0,1,…, 5 of the second slot of a subframe</w:t>
            </w:r>
            <w:r w:rsidRPr="0001496F">
              <w:t xml:space="preserve"> </w:t>
            </w:r>
          </w:p>
          <w:p w:rsidR="00BE7E1C" w:rsidRDefault="00BE7E1C" w:rsidP="00367175">
            <w:pPr>
              <w:pStyle w:val="TAL"/>
            </w:pPr>
          </w:p>
          <w:p w:rsidR="00BE7E1C" w:rsidRDefault="00BE7E1C" w:rsidP="00367175">
            <w:pPr>
              <w:pStyle w:val="TAL"/>
            </w:pPr>
            <w:r>
              <w:t>The reference point for the S-RSSI shall be the antenna connector of the UE.</w:t>
            </w:r>
          </w:p>
          <w:p w:rsidR="00BE7E1C" w:rsidRDefault="00BE7E1C" w:rsidP="00367175">
            <w:pPr>
              <w:pStyle w:val="TAL"/>
            </w:pPr>
          </w:p>
          <w:p w:rsidR="00BE7E1C" w:rsidRPr="00486914" w:rsidRDefault="00BE7E1C" w:rsidP="00367175">
            <w:pPr>
              <w:pStyle w:val="TAL"/>
            </w:pPr>
            <w:r>
              <w:t>If receiver diversity is in use by the UE, the reported value shall not be lower than the corresponding S-RSSI of any of the individual diversity branches</w:t>
            </w:r>
          </w:p>
        </w:tc>
      </w:tr>
      <w:tr w:rsidR="00BE7E1C" w:rsidRPr="00486914" w:rsidTr="00367175">
        <w:trPr>
          <w:cantSplit/>
          <w:jc w:val="center"/>
        </w:trPr>
        <w:tc>
          <w:tcPr>
            <w:tcW w:w="1951" w:type="dxa"/>
          </w:tcPr>
          <w:p w:rsidR="00BE7E1C" w:rsidRPr="00486914" w:rsidRDefault="00BE7E1C" w:rsidP="00367175">
            <w:pPr>
              <w:pStyle w:val="TAL"/>
              <w:rPr>
                <w:b/>
              </w:rPr>
            </w:pPr>
            <w:r w:rsidRPr="00486914">
              <w:rPr>
                <w:b/>
              </w:rPr>
              <w:t>Applicable for</w:t>
            </w:r>
          </w:p>
        </w:tc>
        <w:tc>
          <w:tcPr>
            <w:tcW w:w="7787" w:type="dxa"/>
          </w:tcPr>
          <w:p w:rsidR="00BE7E1C" w:rsidRPr="00486914" w:rsidRDefault="00BE7E1C" w:rsidP="00367175">
            <w:pPr>
              <w:pStyle w:val="TAL"/>
            </w:pPr>
            <w:r w:rsidRPr="00486914">
              <w:t>RRC_IDLE</w:t>
            </w:r>
            <w:r>
              <w:t xml:space="preserve"> intra-frequency,</w:t>
            </w:r>
          </w:p>
          <w:p w:rsidR="00BE7E1C" w:rsidRDefault="00BE7E1C" w:rsidP="00367175">
            <w:pPr>
              <w:pStyle w:val="TAL"/>
            </w:pPr>
            <w:r>
              <w:t>R</w:t>
            </w:r>
            <w:r w:rsidRPr="00486914">
              <w:t>RC_IDLE</w:t>
            </w:r>
            <w:r>
              <w:t xml:space="preserve"> inter-frequency,</w:t>
            </w:r>
          </w:p>
          <w:p w:rsidR="00BE7E1C" w:rsidRPr="00486914" w:rsidRDefault="00BE7E1C" w:rsidP="00367175">
            <w:pPr>
              <w:pStyle w:val="TAL"/>
            </w:pPr>
            <w:r w:rsidRPr="00486914">
              <w:t>RRC_CONNECTED</w:t>
            </w:r>
            <w:r>
              <w:t xml:space="preserve"> intra-frequency,</w:t>
            </w:r>
          </w:p>
          <w:p w:rsidR="00BE7E1C" w:rsidRPr="00486914" w:rsidRDefault="00BE7E1C" w:rsidP="00367175">
            <w:pPr>
              <w:pStyle w:val="TAL"/>
            </w:pPr>
            <w:r w:rsidRPr="00486914">
              <w:t>RRC_CONNECTED</w:t>
            </w:r>
            <w:r>
              <w:t xml:space="preserve"> inter-frequency</w:t>
            </w:r>
          </w:p>
        </w:tc>
      </w:tr>
    </w:tbl>
    <w:p w:rsidR="00BE7E1C" w:rsidRDefault="00BE7E1C" w:rsidP="00BE7E1C"/>
    <w:p w:rsidR="00BE7E1C" w:rsidRDefault="00BE7E1C" w:rsidP="00BE7E1C">
      <w:pPr>
        <w:pStyle w:val="Heading3"/>
      </w:pPr>
      <w:bookmarkStart w:id="44" w:name="_Toc524695284"/>
      <w:r>
        <w:t>5.1.29</w:t>
      </w:r>
      <w:r>
        <w:tab/>
      </w:r>
      <w:r w:rsidRPr="00CB37A6">
        <w:t>PSSCH Reference Signal Received Power (PSSCH-RSRP)</w:t>
      </w:r>
      <w:bookmarkEnd w:id="44"/>
    </w:p>
    <w:p w:rsidR="00BE7E1C" w:rsidRPr="001B7653" w:rsidRDefault="00BE7E1C" w:rsidP="00BE7E1C">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BE7E1C" w:rsidRPr="00486914" w:rsidTr="00367175">
        <w:trPr>
          <w:cantSplit/>
          <w:jc w:val="center"/>
        </w:trPr>
        <w:tc>
          <w:tcPr>
            <w:tcW w:w="1951" w:type="dxa"/>
          </w:tcPr>
          <w:p w:rsidR="00BE7E1C" w:rsidRPr="00486914" w:rsidRDefault="00BE7E1C" w:rsidP="00367175">
            <w:pPr>
              <w:pStyle w:val="TAL"/>
              <w:rPr>
                <w:b/>
              </w:rPr>
            </w:pPr>
            <w:r w:rsidRPr="00486914">
              <w:rPr>
                <w:b/>
              </w:rPr>
              <w:t>Definition</w:t>
            </w:r>
          </w:p>
        </w:tc>
        <w:tc>
          <w:tcPr>
            <w:tcW w:w="7787" w:type="dxa"/>
          </w:tcPr>
          <w:p w:rsidR="00BE7E1C" w:rsidRDefault="00BE7E1C" w:rsidP="00367175">
            <w:pPr>
              <w:pStyle w:val="TAL"/>
            </w:pPr>
            <w:r>
              <w:t>PSSCH Reference Signal Received Power (PSSCH-RSRP) is defined as the linear average over the power contributions (in [W]) of the resource elements that carry demodulation reference signals associated with PSSCH, within the PRBs indicated by the associated PSCCH.</w:t>
            </w:r>
          </w:p>
          <w:p w:rsidR="00BE7E1C" w:rsidRDefault="00BE7E1C" w:rsidP="00367175">
            <w:pPr>
              <w:pStyle w:val="TAL"/>
            </w:pPr>
          </w:p>
          <w:p w:rsidR="00BE7E1C" w:rsidRDefault="00BE7E1C" w:rsidP="00367175">
            <w:pPr>
              <w:pStyle w:val="TAL"/>
            </w:pPr>
            <w:r>
              <w:t>The reference point for the PSSCH-RSRP shall be the antenna connector of the UE.</w:t>
            </w:r>
          </w:p>
          <w:p w:rsidR="00BE7E1C" w:rsidRDefault="00BE7E1C" w:rsidP="00367175">
            <w:pPr>
              <w:pStyle w:val="TAL"/>
            </w:pPr>
          </w:p>
          <w:p w:rsidR="00BE7E1C" w:rsidRPr="00486914" w:rsidRDefault="00BE7E1C" w:rsidP="00367175">
            <w:pPr>
              <w:pStyle w:val="TAL"/>
            </w:pPr>
            <w:r>
              <w:t>If receiver diversity is in use by the UE, the reported value shall not be lower than the corresponding PSSCH-RSRP of any of the individual diversity branches</w:t>
            </w:r>
          </w:p>
        </w:tc>
      </w:tr>
      <w:tr w:rsidR="00BE7E1C" w:rsidRPr="00486914" w:rsidTr="00367175">
        <w:trPr>
          <w:cantSplit/>
          <w:jc w:val="center"/>
        </w:trPr>
        <w:tc>
          <w:tcPr>
            <w:tcW w:w="1951" w:type="dxa"/>
          </w:tcPr>
          <w:p w:rsidR="00BE7E1C" w:rsidRPr="00486914" w:rsidRDefault="00BE7E1C" w:rsidP="00367175">
            <w:pPr>
              <w:pStyle w:val="TAL"/>
              <w:rPr>
                <w:b/>
              </w:rPr>
            </w:pPr>
            <w:r w:rsidRPr="00486914">
              <w:rPr>
                <w:b/>
              </w:rPr>
              <w:t>Applicable for</w:t>
            </w:r>
          </w:p>
        </w:tc>
        <w:tc>
          <w:tcPr>
            <w:tcW w:w="7787" w:type="dxa"/>
          </w:tcPr>
          <w:p w:rsidR="00BE7E1C" w:rsidRPr="00486914" w:rsidRDefault="00BE7E1C" w:rsidP="00367175">
            <w:pPr>
              <w:pStyle w:val="TAL"/>
            </w:pPr>
            <w:r w:rsidRPr="00486914">
              <w:t>RRC_IDLE</w:t>
            </w:r>
            <w:r>
              <w:t xml:space="preserve"> intra-frequency,</w:t>
            </w:r>
          </w:p>
          <w:p w:rsidR="00BE7E1C" w:rsidRPr="00486914" w:rsidRDefault="00BE7E1C" w:rsidP="00367175">
            <w:pPr>
              <w:pStyle w:val="TAL"/>
            </w:pPr>
            <w:r>
              <w:t>R</w:t>
            </w:r>
            <w:r w:rsidRPr="00486914">
              <w:t>RC_IDLE</w:t>
            </w:r>
            <w:r>
              <w:t xml:space="preserve"> inter-frequency,</w:t>
            </w:r>
          </w:p>
          <w:p w:rsidR="00BE7E1C" w:rsidRPr="00486914" w:rsidRDefault="00BE7E1C" w:rsidP="00367175">
            <w:pPr>
              <w:pStyle w:val="TAL"/>
            </w:pPr>
            <w:r w:rsidRPr="00486914">
              <w:t>RRC_CONNECTED</w:t>
            </w:r>
            <w:r>
              <w:t xml:space="preserve"> intra-frequency,</w:t>
            </w:r>
          </w:p>
          <w:p w:rsidR="00BE7E1C" w:rsidRPr="00486914" w:rsidRDefault="00BE7E1C" w:rsidP="00367175">
            <w:pPr>
              <w:pStyle w:val="TAL"/>
            </w:pPr>
            <w:r w:rsidRPr="00486914">
              <w:t>RRC_CONNECTED</w:t>
            </w:r>
            <w:r>
              <w:t xml:space="preserve"> inter-frequency</w:t>
            </w:r>
          </w:p>
        </w:tc>
      </w:tr>
    </w:tbl>
    <w:p w:rsidR="00BE7E1C" w:rsidRDefault="00BE7E1C" w:rsidP="00BE7E1C"/>
    <w:p w:rsidR="00BE7E1C" w:rsidRPr="00FA557A" w:rsidRDefault="00BE7E1C" w:rsidP="00BE7E1C">
      <w:pPr>
        <w:pStyle w:val="NO"/>
      </w:pPr>
      <w:r w:rsidRPr="00FA557A">
        <w:t>N</w:t>
      </w:r>
      <w:r>
        <w:t>OTE</w:t>
      </w:r>
      <w:r w:rsidRPr="00FA557A">
        <w:t>:</w:t>
      </w:r>
      <w:r w:rsidR="001E309E">
        <w:tab/>
      </w:r>
      <w:r w:rsidRPr="00FA557A">
        <w:t>The power per resource element is determined from the energy received during the useful part of the symbol, excluding the CP.</w:t>
      </w:r>
    </w:p>
    <w:p w:rsidR="00BE7E1C" w:rsidRDefault="00BE7E1C" w:rsidP="004C7680"/>
    <w:p w:rsidR="002D650D" w:rsidRDefault="002D650D" w:rsidP="002D650D">
      <w:pPr>
        <w:pStyle w:val="Heading3"/>
        <w:rPr>
          <w:lang w:eastAsia="ko-KR"/>
        </w:rPr>
      </w:pPr>
      <w:bookmarkStart w:id="45" w:name="_Toc524695285"/>
      <w:r>
        <w:t>5.1.30</w:t>
      </w:r>
      <w:r>
        <w:tab/>
      </w:r>
      <w:r>
        <w:rPr>
          <w:lang w:eastAsia="ko-KR"/>
        </w:rPr>
        <w:t>Channel busy ratio (CBR)</w:t>
      </w:r>
      <w:bookmarkEnd w:id="45"/>
    </w:p>
    <w:p w:rsidR="002D650D" w:rsidRPr="00B60F65" w:rsidRDefault="002D650D" w:rsidP="00B60F65">
      <w:pPr>
        <w:pStyle w:val="TH"/>
        <w:rPr>
          <w:lang w:eastAsia="ko-KR"/>
        </w:rPr>
      </w:pPr>
    </w:p>
    <w:tbl>
      <w:tblPr>
        <w:tblW w:w="9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0"/>
        <w:gridCol w:w="7785"/>
      </w:tblGrid>
      <w:tr w:rsidR="002D650D" w:rsidTr="002D650D">
        <w:trPr>
          <w:cantSplit/>
          <w:jc w:val="center"/>
        </w:trPr>
        <w:tc>
          <w:tcPr>
            <w:tcW w:w="1951" w:type="dxa"/>
            <w:tcBorders>
              <w:top w:val="single" w:sz="4" w:space="0" w:color="auto"/>
              <w:left w:val="single" w:sz="4" w:space="0" w:color="auto"/>
              <w:bottom w:val="single" w:sz="4" w:space="0" w:color="auto"/>
              <w:right w:val="single" w:sz="4" w:space="0" w:color="auto"/>
            </w:tcBorders>
            <w:hideMark/>
          </w:tcPr>
          <w:p w:rsidR="002D650D" w:rsidRDefault="002D650D">
            <w:pPr>
              <w:pStyle w:val="TAL"/>
              <w:rPr>
                <w:b/>
              </w:rPr>
            </w:pPr>
            <w:r>
              <w:rPr>
                <w:b/>
              </w:rPr>
              <w:t>Definition</w:t>
            </w:r>
          </w:p>
        </w:tc>
        <w:tc>
          <w:tcPr>
            <w:tcW w:w="7787" w:type="dxa"/>
            <w:tcBorders>
              <w:top w:val="single" w:sz="4" w:space="0" w:color="auto"/>
              <w:left w:val="single" w:sz="4" w:space="0" w:color="auto"/>
              <w:bottom w:val="single" w:sz="4" w:space="0" w:color="auto"/>
              <w:right w:val="single" w:sz="4" w:space="0" w:color="auto"/>
            </w:tcBorders>
            <w:hideMark/>
          </w:tcPr>
          <w:p w:rsidR="002D650D" w:rsidRDefault="002D650D">
            <w:pPr>
              <w:rPr>
                <w:rFonts w:ascii="Arial" w:hAnsi="Arial" w:cs="Arial"/>
                <w:sz w:val="18"/>
                <w:szCs w:val="18"/>
                <w:lang w:val="en-US" w:eastAsia="ko-KR"/>
              </w:rPr>
            </w:pPr>
            <w:r>
              <w:rPr>
                <w:rFonts w:ascii="Arial" w:hAnsi="Arial" w:cs="Arial"/>
                <w:sz w:val="18"/>
                <w:szCs w:val="18"/>
                <w:lang w:eastAsia="ko-KR"/>
              </w:rPr>
              <w:t xml:space="preserve">Channel busy ratio (CBR) measured in subframe </w:t>
            </w:r>
            <w:r>
              <w:rPr>
                <w:rFonts w:ascii="Arial" w:hAnsi="Arial" w:cs="Arial"/>
                <w:i/>
                <w:iCs/>
                <w:sz w:val="18"/>
                <w:szCs w:val="18"/>
                <w:lang w:eastAsia="ko-KR"/>
              </w:rPr>
              <w:t>n</w:t>
            </w:r>
            <w:r>
              <w:rPr>
                <w:rFonts w:ascii="Arial" w:hAnsi="Arial" w:cs="Arial"/>
                <w:sz w:val="18"/>
                <w:szCs w:val="18"/>
                <w:lang w:eastAsia="ko-KR"/>
              </w:rPr>
              <w:t xml:space="preserve"> is defined as follows:</w:t>
            </w:r>
          </w:p>
          <w:p w:rsidR="002D650D" w:rsidRDefault="00B60F65" w:rsidP="00B60F65">
            <w:pPr>
              <w:pStyle w:val="B1"/>
              <w:rPr>
                <w:lang w:eastAsia="ko-KR"/>
              </w:rPr>
            </w:pPr>
            <w:r>
              <w:rPr>
                <w:lang w:eastAsia="ko-KR"/>
              </w:rPr>
              <w:t>-</w:t>
            </w:r>
            <w:r>
              <w:rPr>
                <w:lang w:eastAsia="ko-KR"/>
              </w:rPr>
              <w:tab/>
            </w:r>
            <w:r w:rsidR="002D650D">
              <w:rPr>
                <w:lang w:eastAsia="ko-KR"/>
              </w:rPr>
              <w:t>For PSSCH, the portion of sub-channels in the resource pool whose S-RSSI measured by the UE exceed a (pre-)configured threshold sensed over subframes [</w:t>
            </w:r>
            <w:r w:rsidR="002D650D">
              <w:rPr>
                <w:i/>
                <w:iCs/>
                <w:lang w:eastAsia="ko-KR"/>
              </w:rPr>
              <w:t>n-100, n-1</w:t>
            </w:r>
            <w:r w:rsidR="002D650D">
              <w:rPr>
                <w:lang w:eastAsia="ko-KR"/>
              </w:rPr>
              <w:t xml:space="preserve">]; </w:t>
            </w:r>
          </w:p>
          <w:p w:rsidR="002D650D" w:rsidRDefault="00B60F65" w:rsidP="00B60F65">
            <w:pPr>
              <w:pStyle w:val="B1"/>
            </w:pPr>
            <w:r>
              <w:rPr>
                <w:lang w:eastAsia="ko-KR"/>
              </w:rPr>
              <w:t>-</w:t>
            </w:r>
            <w:r>
              <w:rPr>
                <w:lang w:eastAsia="ko-KR"/>
              </w:rPr>
              <w:tab/>
            </w:r>
            <w:r w:rsidR="002D650D">
              <w:rPr>
                <w:lang w:eastAsia="ko-KR"/>
              </w:rPr>
              <w:t>For PSCCH, in a pool (pre)configured such that PSCCH may be transmitted with its corresponding PSSCH in non-adjacent resource blocks, the portion of the resources of the PSCCH pool whose S-RSSI measured by the UE exceed a (pre-)configured threshold sensed over subframes [</w:t>
            </w:r>
            <w:r w:rsidR="002D650D">
              <w:rPr>
                <w:i/>
                <w:iCs/>
                <w:lang w:eastAsia="ko-KR"/>
              </w:rPr>
              <w:t>n-100, n-1</w:t>
            </w:r>
            <w:r w:rsidR="002D650D">
              <w:rPr>
                <w:lang w:eastAsia="ko-KR"/>
              </w:rPr>
              <w:t>], assuming that the PSCCH pool is composed of resources with a size of two consecutive PRB pairs in the frequency domain.</w:t>
            </w:r>
          </w:p>
        </w:tc>
      </w:tr>
      <w:tr w:rsidR="002D650D" w:rsidTr="002D650D">
        <w:trPr>
          <w:cantSplit/>
          <w:jc w:val="center"/>
        </w:trPr>
        <w:tc>
          <w:tcPr>
            <w:tcW w:w="1951" w:type="dxa"/>
            <w:tcBorders>
              <w:top w:val="single" w:sz="4" w:space="0" w:color="auto"/>
              <w:left w:val="single" w:sz="4" w:space="0" w:color="auto"/>
              <w:bottom w:val="single" w:sz="4" w:space="0" w:color="auto"/>
              <w:right w:val="single" w:sz="4" w:space="0" w:color="auto"/>
            </w:tcBorders>
            <w:hideMark/>
          </w:tcPr>
          <w:p w:rsidR="002D650D" w:rsidRDefault="002D650D">
            <w:pPr>
              <w:pStyle w:val="TAL"/>
              <w:rPr>
                <w:b/>
              </w:rPr>
            </w:pPr>
            <w:r>
              <w:rPr>
                <w:b/>
              </w:rPr>
              <w:t>Applicable for</w:t>
            </w:r>
          </w:p>
        </w:tc>
        <w:tc>
          <w:tcPr>
            <w:tcW w:w="7787" w:type="dxa"/>
            <w:tcBorders>
              <w:top w:val="single" w:sz="4" w:space="0" w:color="auto"/>
              <w:left w:val="single" w:sz="4" w:space="0" w:color="auto"/>
              <w:bottom w:val="single" w:sz="4" w:space="0" w:color="auto"/>
              <w:right w:val="single" w:sz="4" w:space="0" w:color="auto"/>
            </w:tcBorders>
            <w:hideMark/>
          </w:tcPr>
          <w:p w:rsidR="002D650D" w:rsidRDefault="002D650D">
            <w:pPr>
              <w:pStyle w:val="TAL"/>
            </w:pPr>
            <w:r>
              <w:t>RRC_IDLE intra-frequency,</w:t>
            </w:r>
          </w:p>
          <w:p w:rsidR="002D650D" w:rsidRDefault="002D650D">
            <w:pPr>
              <w:pStyle w:val="TAL"/>
            </w:pPr>
            <w:r>
              <w:t>RRC_IDLE inter-frequency,</w:t>
            </w:r>
          </w:p>
          <w:p w:rsidR="002D650D" w:rsidRDefault="002D650D">
            <w:pPr>
              <w:pStyle w:val="TAL"/>
            </w:pPr>
            <w:r>
              <w:t>RRC_CONNECTED intra-frequency,</w:t>
            </w:r>
          </w:p>
          <w:p w:rsidR="002D650D" w:rsidRDefault="002D650D">
            <w:pPr>
              <w:pStyle w:val="TAL"/>
            </w:pPr>
            <w:r>
              <w:t>RRC_CONNECTED inter-frequency</w:t>
            </w:r>
          </w:p>
        </w:tc>
      </w:tr>
    </w:tbl>
    <w:p w:rsidR="002D650D" w:rsidRDefault="002D650D" w:rsidP="002D650D"/>
    <w:p w:rsidR="002D650D" w:rsidRDefault="002D650D" w:rsidP="002D650D">
      <w:pPr>
        <w:pStyle w:val="NO"/>
        <w:rPr>
          <w:lang w:eastAsia="ko-KR"/>
        </w:rPr>
      </w:pPr>
      <w:r>
        <w:rPr>
          <w:lang w:eastAsia="ko-KR"/>
        </w:rPr>
        <w:t>NOTE:</w:t>
      </w:r>
      <w:r>
        <w:rPr>
          <w:lang w:eastAsia="ko-KR"/>
        </w:rPr>
        <w:tab/>
        <w:t>The subframe index is based on physical subframe index</w:t>
      </w:r>
    </w:p>
    <w:p w:rsidR="002D650D" w:rsidRDefault="002D650D" w:rsidP="00B60F65">
      <w:pPr>
        <w:rPr>
          <w:lang w:eastAsia="ko-KR"/>
        </w:rPr>
      </w:pPr>
    </w:p>
    <w:p w:rsidR="002D650D" w:rsidRDefault="002D650D" w:rsidP="002D650D">
      <w:pPr>
        <w:pStyle w:val="Heading3"/>
        <w:rPr>
          <w:lang w:eastAsia="ko-KR"/>
        </w:rPr>
      </w:pPr>
      <w:bookmarkStart w:id="46" w:name="_Toc524695286"/>
      <w:r>
        <w:lastRenderedPageBreak/>
        <w:t>5.1.31</w:t>
      </w:r>
      <w:r>
        <w:tab/>
      </w:r>
      <w:r>
        <w:rPr>
          <w:lang w:eastAsia="ko-KR"/>
        </w:rPr>
        <w:t>Channel occupancy ratio (CR)</w:t>
      </w:r>
      <w:bookmarkEnd w:id="46"/>
    </w:p>
    <w:p w:rsidR="002D650D" w:rsidRPr="00B60F65" w:rsidRDefault="002D650D" w:rsidP="00B60F65">
      <w:pPr>
        <w:pStyle w:val="TH"/>
        <w:rPr>
          <w:lang w:eastAsia="ko-KR"/>
        </w:rPr>
      </w:pPr>
    </w:p>
    <w:tbl>
      <w:tblPr>
        <w:tblW w:w="9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0"/>
        <w:gridCol w:w="7785"/>
      </w:tblGrid>
      <w:tr w:rsidR="002D650D" w:rsidTr="002D650D">
        <w:trPr>
          <w:cantSplit/>
          <w:jc w:val="center"/>
        </w:trPr>
        <w:tc>
          <w:tcPr>
            <w:tcW w:w="1951" w:type="dxa"/>
            <w:tcBorders>
              <w:top w:val="single" w:sz="4" w:space="0" w:color="auto"/>
              <w:left w:val="single" w:sz="4" w:space="0" w:color="auto"/>
              <w:bottom w:val="single" w:sz="4" w:space="0" w:color="auto"/>
              <w:right w:val="single" w:sz="4" w:space="0" w:color="auto"/>
            </w:tcBorders>
            <w:hideMark/>
          </w:tcPr>
          <w:p w:rsidR="002D650D" w:rsidRDefault="002D650D">
            <w:pPr>
              <w:pStyle w:val="TAL"/>
              <w:rPr>
                <w:b/>
              </w:rPr>
            </w:pPr>
            <w:r>
              <w:rPr>
                <w:b/>
              </w:rPr>
              <w:t>Definition</w:t>
            </w:r>
          </w:p>
        </w:tc>
        <w:tc>
          <w:tcPr>
            <w:tcW w:w="7787" w:type="dxa"/>
            <w:tcBorders>
              <w:top w:val="single" w:sz="4" w:space="0" w:color="auto"/>
              <w:left w:val="single" w:sz="4" w:space="0" w:color="auto"/>
              <w:bottom w:val="single" w:sz="4" w:space="0" w:color="auto"/>
              <w:right w:val="single" w:sz="4" w:space="0" w:color="auto"/>
            </w:tcBorders>
            <w:hideMark/>
          </w:tcPr>
          <w:p w:rsidR="002D650D" w:rsidRDefault="002D650D">
            <w:pPr>
              <w:pStyle w:val="TAL"/>
              <w:rPr>
                <w:szCs w:val="18"/>
              </w:rPr>
            </w:pPr>
            <w:r>
              <w:rPr>
                <w:lang w:eastAsia="ko-KR"/>
              </w:rPr>
              <w:t xml:space="preserve">Channel occupancy ratio (CR) evaluated at subframe </w:t>
            </w:r>
            <w:r>
              <w:rPr>
                <w:i/>
                <w:iCs/>
                <w:lang w:eastAsia="ko-KR"/>
              </w:rPr>
              <w:t>n</w:t>
            </w:r>
            <w:r>
              <w:rPr>
                <w:lang w:eastAsia="ko-KR"/>
              </w:rPr>
              <w:t xml:space="preserve"> is defined as the total number of sub-channels used for its transmissions in subframes [</w:t>
            </w:r>
            <w:r>
              <w:rPr>
                <w:i/>
                <w:iCs/>
                <w:lang w:eastAsia="ko-KR"/>
              </w:rPr>
              <w:t>n-a</w:t>
            </w:r>
            <w:r>
              <w:rPr>
                <w:lang w:eastAsia="ko-KR"/>
              </w:rPr>
              <w:t xml:space="preserve">, </w:t>
            </w:r>
            <w:r>
              <w:rPr>
                <w:i/>
                <w:iCs/>
                <w:lang w:eastAsia="ko-KR"/>
              </w:rPr>
              <w:t>n-1</w:t>
            </w:r>
            <w:r>
              <w:rPr>
                <w:lang w:eastAsia="ko-KR"/>
              </w:rPr>
              <w:t>] and granted in subframes [</w:t>
            </w:r>
            <w:r>
              <w:rPr>
                <w:i/>
                <w:iCs/>
                <w:lang w:eastAsia="ko-KR"/>
              </w:rPr>
              <w:t>n</w:t>
            </w:r>
            <w:r>
              <w:rPr>
                <w:lang w:eastAsia="ko-KR"/>
              </w:rPr>
              <w:t xml:space="preserve">, </w:t>
            </w:r>
            <w:r>
              <w:rPr>
                <w:i/>
                <w:iCs/>
                <w:lang w:eastAsia="ko-KR"/>
              </w:rPr>
              <w:t>n+b</w:t>
            </w:r>
            <w:r>
              <w:rPr>
                <w:lang w:eastAsia="ko-KR"/>
              </w:rPr>
              <w:t>] divided by the total number of configured sub-channels in the transmission pool over [</w:t>
            </w:r>
            <w:r>
              <w:rPr>
                <w:i/>
                <w:iCs/>
                <w:lang w:eastAsia="ko-KR"/>
              </w:rPr>
              <w:t>n-a</w:t>
            </w:r>
            <w:r>
              <w:rPr>
                <w:lang w:eastAsia="ko-KR"/>
              </w:rPr>
              <w:t xml:space="preserve">, </w:t>
            </w:r>
            <w:r>
              <w:rPr>
                <w:i/>
                <w:iCs/>
                <w:lang w:eastAsia="ko-KR"/>
              </w:rPr>
              <w:t>n+b</w:t>
            </w:r>
            <w:r>
              <w:rPr>
                <w:lang w:eastAsia="ko-KR"/>
              </w:rPr>
              <w:t>].</w:t>
            </w:r>
          </w:p>
        </w:tc>
      </w:tr>
      <w:tr w:rsidR="002D650D" w:rsidTr="002D650D">
        <w:trPr>
          <w:cantSplit/>
          <w:jc w:val="center"/>
        </w:trPr>
        <w:tc>
          <w:tcPr>
            <w:tcW w:w="1951" w:type="dxa"/>
            <w:tcBorders>
              <w:top w:val="single" w:sz="4" w:space="0" w:color="auto"/>
              <w:left w:val="single" w:sz="4" w:space="0" w:color="auto"/>
              <w:bottom w:val="single" w:sz="4" w:space="0" w:color="auto"/>
              <w:right w:val="single" w:sz="4" w:space="0" w:color="auto"/>
            </w:tcBorders>
            <w:hideMark/>
          </w:tcPr>
          <w:p w:rsidR="002D650D" w:rsidRDefault="002D650D">
            <w:pPr>
              <w:pStyle w:val="TAL"/>
              <w:rPr>
                <w:b/>
              </w:rPr>
            </w:pPr>
            <w:r>
              <w:rPr>
                <w:b/>
              </w:rPr>
              <w:t>Applicable for</w:t>
            </w:r>
          </w:p>
        </w:tc>
        <w:tc>
          <w:tcPr>
            <w:tcW w:w="7787" w:type="dxa"/>
            <w:tcBorders>
              <w:top w:val="single" w:sz="4" w:space="0" w:color="auto"/>
              <w:left w:val="single" w:sz="4" w:space="0" w:color="auto"/>
              <w:bottom w:val="single" w:sz="4" w:space="0" w:color="auto"/>
              <w:right w:val="single" w:sz="4" w:space="0" w:color="auto"/>
            </w:tcBorders>
            <w:hideMark/>
          </w:tcPr>
          <w:p w:rsidR="002D650D" w:rsidRDefault="002D650D">
            <w:pPr>
              <w:pStyle w:val="TAL"/>
            </w:pPr>
            <w:r>
              <w:t>RRC_IDLE intra-frequency,</w:t>
            </w:r>
          </w:p>
          <w:p w:rsidR="002D650D" w:rsidRDefault="002D650D">
            <w:pPr>
              <w:pStyle w:val="TAL"/>
            </w:pPr>
            <w:r>
              <w:t>RRC_IDLE inter-frequency,</w:t>
            </w:r>
          </w:p>
          <w:p w:rsidR="002D650D" w:rsidRDefault="002D650D">
            <w:pPr>
              <w:pStyle w:val="TAL"/>
            </w:pPr>
            <w:r>
              <w:t>RRC_CONNECTED intra-frequency,</w:t>
            </w:r>
          </w:p>
          <w:p w:rsidR="002D650D" w:rsidRDefault="002D650D">
            <w:pPr>
              <w:pStyle w:val="TAL"/>
            </w:pPr>
            <w:r>
              <w:t>RRC_CONNECTED inter-frequency</w:t>
            </w:r>
          </w:p>
        </w:tc>
      </w:tr>
    </w:tbl>
    <w:p w:rsidR="002D650D" w:rsidRDefault="002D650D" w:rsidP="002D650D"/>
    <w:p w:rsidR="002D650D" w:rsidRDefault="002D650D" w:rsidP="002D650D">
      <w:pPr>
        <w:pStyle w:val="NO"/>
        <w:rPr>
          <w:rFonts w:ascii="Times" w:hAnsi="Times" w:cs="Times"/>
          <w:lang w:eastAsia="ko-KR"/>
        </w:rPr>
      </w:pPr>
      <w:r>
        <w:rPr>
          <w:lang w:eastAsia="ko-KR"/>
        </w:rPr>
        <w:t>NOTE 1:</w:t>
      </w:r>
      <w:r>
        <w:rPr>
          <w:lang w:eastAsia="ko-KR"/>
        </w:rPr>
        <w:tab/>
      </w:r>
      <w:r>
        <w:rPr>
          <w:i/>
          <w:iCs/>
          <w:lang w:eastAsia="ko-KR"/>
        </w:rPr>
        <w:t>a</w:t>
      </w:r>
      <w:r>
        <w:rPr>
          <w:lang w:eastAsia="ko-KR"/>
        </w:rPr>
        <w:t xml:space="preserve"> is a positive integer and </w:t>
      </w:r>
      <w:r>
        <w:rPr>
          <w:i/>
          <w:iCs/>
          <w:lang w:eastAsia="ko-KR"/>
        </w:rPr>
        <w:t>b</w:t>
      </w:r>
      <w:r>
        <w:rPr>
          <w:lang w:eastAsia="ko-KR"/>
        </w:rPr>
        <w:t xml:space="preserve"> is 0 or a positive integer; </w:t>
      </w:r>
      <w:r>
        <w:rPr>
          <w:i/>
          <w:iCs/>
          <w:lang w:eastAsia="ko-KR"/>
        </w:rPr>
        <w:t>a</w:t>
      </w:r>
      <w:r>
        <w:rPr>
          <w:lang w:eastAsia="ko-KR"/>
        </w:rPr>
        <w:t xml:space="preserve"> and </w:t>
      </w:r>
      <w:r>
        <w:rPr>
          <w:i/>
          <w:iCs/>
          <w:lang w:eastAsia="ko-KR"/>
        </w:rPr>
        <w:t>b</w:t>
      </w:r>
      <w:r>
        <w:rPr>
          <w:lang w:eastAsia="ko-KR"/>
        </w:rPr>
        <w:t xml:space="preserve"> are determined by UE implementation with </w:t>
      </w:r>
      <w:r>
        <w:rPr>
          <w:i/>
          <w:iCs/>
          <w:lang w:eastAsia="ko-KR"/>
        </w:rPr>
        <w:t>a+b+1 = 1000</w:t>
      </w:r>
      <w:r>
        <w:rPr>
          <w:lang w:eastAsia="ko-KR"/>
        </w:rPr>
        <w:t xml:space="preserve">, a &gt;= 500, and n+b should not exceed the last transmission opportunity of the grant for the current transmission. </w:t>
      </w:r>
    </w:p>
    <w:p w:rsidR="002D650D" w:rsidRDefault="002D650D" w:rsidP="002D650D">
      <w:pPr>
        <w:pStyle w:val="NO"/>
        <w:rPr>
          <w:rFonts w:ascii="Calibri" w:hAnsi="Calibri"/>
          <w:sz w:val="22"/>
          <w:szCs w:val="22"/>
          <w:lang w:val="en-US" w:eastAsia="ko-KR"/>
        </w:rPr>
      </w:pPr>
      <w:r>
        <w:rPr>
          <w:lang w:eastAsia="ko-KR"/>
        </w:rPr>
        <w:t>NOTE 2:</w:t>
      </w:r>
      <w:r>
        <w:rPr>
          <w:lang w:eastAsia="ko-KR"/>
        </w:rPr>
        <w:tab/>
        <w:t>CR is evaluated for each (re)transmission.</w:t>
      </w:r>
    </w:p>
    <w:p w:rsidR="002D650D" w:rsidRDefault="002D650D" w:rsidP="002D650D">
      <w:pPr>
        <w:pStyle w:val="NO"/>
        <w:rPr>
          <w:lang w:eastAsia="ko-KR"/>
        </w:rPr>
      </w:pPr>
      <w:r>
        <w:rPr>
          <w:lang w:eastAsia="ko-KR"/>
        </w:rPr>
        <w:t>NOTE 3:</w:t>
      </w:r>
      <w:r>
        <w:rPr>
          <w:lang w:eastAsia="ko-KR"/>
        </w:rPr>
        <w:tab/>
        <w:t xml:space="preserve">In evaluating CR, the UE shall assume the transmission parameter used at subframe </w:t>
      </w:r>
      <w:r>
        <w:rPr>
          <w:i/>
          <w:iCs/>
          <w:lang w:eastAsia="ko-KR"/>
        </w:rPr>
        <w:t>n</w:t>
      </w:r>
      <w:r>
        <w:rPr>
          <w:lang w:eastAsia="ko-KR"/>
        </w:rPr>
        <w:t xml:space="preserve"> is reused according to the existing grant(s) in subframes [</w:t>
      </w:r>
      <w:r>
        <w:rPr>
          <w:i/>
          <w:iCs/>
          <w:lang w:eastAsia="ko-KR"/>
        </w:rPr>
        <w:t>n+1</w:t>
      </w:r>
      <w:r>
        <w:rPr>
          <w:lang w:eastAsia="ko-KR"/>
        </w:rPr>
        <w:t xml:space="preserve">, </w:t>
      </w:r>
      <w:r>
        <w:rPr>
          <w:i/>
          <w:iCs/>
          <w:lang w:eastAsia="ko-KR"/>
        </w:rPr>
        <w:t>n+b</w:t>
      </w:r>
      <w:r>
        <w:rPr>
          <w:lang w:eastAsia="ko-KR"/>
        </w:rPr>
        <w:t>] without packet dropping.</w:t>
      </w:r>
    </w:p>
    <w:p w:rsidR="002D650D" w:rsidRDefault="002D650D" w:rsidP="002D650D">
      <w:pPr>
        <w:pStyle w:val="NO"/>
        <w:rPr>
          <w:lang w:eastAsia="ko-KR"/>
        </w:rPr>
      </w:pPr>
      <w:r>
        <w:rPr>
          <w:lang w:eastAsia="ko-KR"/>
        </w:rPr>
        <w:t>NOTE 4:</w:t>
      </w:r>
      <w:r>
        <w:rPr>
          <w:lang w:eastAsia="ko-KR"/>
        </w:rPr>
        <w:tab/>
        <w:t>The subframe index is based on physical subframe index.</w:t>
      </w:r>
    </w:p>
    <w:p w:rsidR="002D650D" w:rsidRDefault="002D650D" w:rsidP="002D650D">
      <w:pPr>
        <w:pStyle w:val="NO"/>
      </w:pPr>
      <w:r>
        <w:rPr>
          <w:lang w:eastAsia="ko-KR"/>
        </w:rPr>
        <w:t>NOTE 5:</w:t>
      </w:r>
      <w:r>
        <w:rPr>
          <w:lang w:eastAsia="ko-KR"/>
        </w:rPr>
        <w:tab/>
        <w:t>CR can be computed per priority level</w:t>
      </w:r>
    </w:p>
    <w:p w:rsidR="002D650D" w:rsidRDefault="002D650D" w:rsidP="004C7680"/>
    <w:p w:rsidR="00392673" w:rsidRPr="00392673" w:rsidRDefault="00392673" w:rsidP="00E43F99">
      <w:pPr>
        <w:pStyle w:val="Heading3"/>
      </w:pPr>
      <w:bookmarkStart w:id="47" w:name="_Toc524695287"/>
      <w:r w:rsidRPr="00392673">
        <w:t>5.1.32</w:t>
      </w:r>
      <w:r>
        <w:tab/>
      </w:r>
      <w:r w:rsidRPr="00392673">
        <w:t>NR SS reference signal received power (NR-SS-RSRP)</w:t>
      </w:r>
      <w:bookmarkEnd w:id="47"/>
    </w:p>
    <w:p w:rsidR="00392673" w:rsidRPr="00392673" w:rsidRDefault="00392673" w:rsidP="00E43F99">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392673" w:rsidRPr="00392673" w:rsidTr="00515E1A">
        <w:trPr>
          <w:cantSplit/>
          <w:jc w:val="center"/>
        </w:trPr>
        <w:tc>
          <w:tcPr>
            <w:tcW w:w="1951" w:type="dxa"/>
          </w:tcPr>
          <w:p w:rsidR="00392673" w:rsidRPr="00392673" w:rsidRDefault="00392673" w:rsidP="00392673">
            <w:pPr>
              <w:keepNext/>
              <w:keepLines/>
              <w:spacing w:after="0"/>
              <w:rPr>
                <w:rFonts w:ascii="Arial" w:hAnsi="Arial"/>
                <w:b/>
                <w:sz w:val="18"/>
              </w:rPr>
            </w:pPr>
            <w:r w:rsidRPr="00392673">
              <w:rPr>
                <w:rFonts w:ascii="Arial" w:hAnsi="Arial"/>
                <w:b/>
                <w:sz w:val="18"/>
              </w:rPr>
              <w:t>Definition</w:t>
            </w:r>
          </w:p>
        </w:tc>
        <w:tc>
          <w:tcPr>
            <w:tcW w:w="7787" w:type="dxa"/>
          </w:tcPr>
          <w:p w:rsidR="00392673" w:rsidRPr="00392673" w:rsidRDefault="00392673" w:rsidP="00392673">
            <w:pPr>
              <w:keepNext/>
              <w:keepLines/>
              <w:spacing w:after="0"/>
              <w:rPr>
                <w:rFonts w:ascii="Arial" w:hAnsi="Arial"/>
                <w:sz w:val="18"/>
                <w:szCs w:val="18"/>
              </w:rPr>
            </w:pPr>
            <w:r w:rsidRPr="00392673">
              <w:rPr>
                <w:rFonts w:ascii="Arial" w:hAnsi="Arial"/>
                <w:sz w:val="18"/>
                <w:szCs w:val="18"/>
              </w:rPr>
              <w:t xml:space="preserve">NR SS reference signal received power (NR-SS-RSRP) is defined as the linear average over the power contributions (in [W]) of the resource elements that carry secondary synchronization signals (SS). The measurement time resource(s) for NR-SS-RSRP are confined within SS/PBCH Block Measurement Time Configuration (SMTC) window duration. </w:t>
            </w:r>
          </w:p>
          <w:p w:rsidR="00392673" w:rsidRPr="00392673" w:rsidRDefault="00392673" w:rsidP="00392673">
            <w:pPr>
              <w:keepNext/>
              <w:keepLines/>
              <w:spacing w:after="0"/>
              <w:rPr>
                <w:rFonts w:ascii="Arial" w:hAnsi="Arial"/>
                <w:sz w:val="18"/>
                <w:szCs w:val="18"/>
              </w:rPr>
            </w:pPr>
          </w:p>
          <w:p w:rsidR="00392673" w:rsidRPr="00392673" w:rsidRDefault="00392673" w:rsidP="00392673">
            <w:pPr>
              <w:keepNext/>
              <w:keepLines/>
              <w:spacing w:after="0"/>
              <w:rPr>
                <w:rFonts w:ascii="Arial" w:hAnsi="Arial"/>
                <w:sz w:val="18"/>
                <w:szCs w:val="18"/>
              </w:rPr>
            </w:pPr>
            <w:r w:rsidRPr="00392673">
              <w:rPr>
                <w:rFonts w:ascii="Arial" w:hAnsi="Arial"/>
                <w:sz w:val="18"/>
                <w:szCs w:val="18"/>
              </w:rPr>
              <w:t xml:space="preserve">For NR-SS-RSRP determination demodulation reference signals for physical broadcast channel (PBCH) in addition to secondary synchronization signals may be used. NR-SS-RSRP using demodulation reference signal for PBCH shall be measured by linear averaging over the power contributions of the resource elements that carry corresponding reference signals taking into account power scaling for the reference signals as defined in 3GPP TS 38.213 [17]. </w:t>
            </w:r>
          </w:p>
          <w:p w:rsidR="00392673" w:rsidRPr="00392673" w:rsidRDefault="00392673" w:rsidP="00392673">
            <w:pPr>
              <w:keepNext/>
              <w:keepLines/>
              <w:spacing w:after="0"/>
              <w:rPr>
                <w:rFonts w:ascii="Arial" w:hAnsi="Arial"/>
                <w:sz w:val="18"/>
                <w:szCs w:val="18"/>
              </w:rPr>
            </w:pPr>
          </w:p>
          <w:p w:rsidR="00392673" w:rsidRPr="00392673" w:rsidRDefault="00392673" w:rsidP="00392673">
            <w:pPr>
              <w:keepNext/>
              <w:keepLines/>
              <w:spacing w:after="0"/>
              <w:rPr>
                <w:rFonts w:ascii="Arial" w:hAnsi="Arial"/>
                <w:sz w:val="18"/>
                <w:szCs w:val="18"/>
              </w:rPr>
            </w:pPr>
            <w:r w:rsidRPr="00392673">
              <w:rPr>
                <w:rFonts w:ascii="Arial" w:hAnsi="Arial"/>
                <w:sz w:val="18"/>
                <w:szCs w:val="18"/>
              </w:rPr>
              <w:t xml:space="preserve">NR-SS-RSRP shall be measured only among the reference signals corresponding to SS/PBCH blocks with the same SS/PBCH block index and the same physical-layer cell identity. </w:t>
            </w:r>
          </w:p>
          <w:p w:rsidR="00392673" w:rsidRPr="00392673" w:rsidRDefault="00392673" w:rsidP="00392673">
            <w:pPr>
              <w:keepNext/>
              <w:keepLines/>
              <w:spacing w:after="0"/>
              <w:rPr>
                <w:rFonts w:ascii="Arial" w:hAnsi="Arial"/>
                <w:sz w:val="18"/>
                <w:szCs w:val="18"/>
              </w:rPr>
            </w:pPr>
          </w:p>
          <w:p w:rsidR="00392673" w:rsidRPr="00392673" w:rsidRDefault="00392673" w:rsidP="00392673">
            <w:pPr>
              <w:keepNext/>
              <w:keepLines/>
              <w:spacing w:after="0"/>
              <w:rPr>
                <w:rFonts w:ascii="Arial" w:hAnsi="Arial"/>
                <w:sz w:val="18"/>
                <w:szCs w:val="18"/>
              </w:rPr>
            </w:pPr>
            <w:r w:rsidRPr="00392673">
              <w:rPr>
                <w:rFonts w:ascii="Arial" w:hAnsi="Arial"/>
                <w:sz w:val="18"/>
                <w:szCs w:val="18"/>
              </w:rPr>
              <w:t xml:space="preserve">If higher-layers indicate certain SS/PBCH blocks for performing NR-SS-RSRP measurements, then </w:t>
            </w:r>
            <w:r w:rsidRPr="00392673">
              <w:rPr>
                <w:rFonts w:ascii="Arial" w:hAnsi="Arial"/>
                <w:sz w:val="18"/>
              </w:rPr>
              <w:t>NR-</w:t>
            </w:r>
            <w:r w:rsidRPr="00392673">
              <w:rPr>
                <w:rFonts w:ascii="Arial" w:hAnsi="Arial"/>
                <w:sz w:val="18"/>
                <w:szCs w:val="18"/>
              </w:rPr>
              <w:t>SS-RSRP is measured only from the indicated set of SS/PBCH block(s).</w:t>
            </w:r>
          </w:p>
          <w:p w:rsidR="00392673" w:rsidRPr="00392673" w:rsidRDefault="00392673" w:rsidP="00392673">
            <w:pPr>
              <w:keepNext/>
              <w:keepLines/>
              <w:spacing w:after="0"/>
              <w:rPr>
                <w:rFonts w:ascii="Arial" w:hAnsi="Arial"/>
                <w:sz w:val="18"/>
                <w:szCs w:val="18"/>
              </w:rPr>
            </w:pPr>
          </w:p>
          <w:p w:rsidR="00392673" w:rsidRPr="00392673" w:rsidRDefault="00392673" w:rsidP="00392673">
            <w:pPr>
              <w:keepNext/>
              <w:keepLines/>
              <w:spacing w:after="0"/>
              <w:rPr>
                <w:rFonts w:ascii="Arial" w:hAnsi="Arial"/>
                <w:sz w:val="18"/>
              </w:rPr>
            </w:pPr>
            <w:r w:rsidRPr="00392673">
              <w:rPr>
                <w:rFonts w:ascii="Arial" w:hAnsi="Arial"/>
                <w:sz w:val="18"/>
                <w:szCs w:val="18"/>
              </w:rPr>
              <w:t>For frequency range 1, the reference point for the NR-SS-RS</w:t>
            </w:r>
            <w:r w:rsidRPr="00392673">
              <w:rPr>
                <w:rFonts w:ascii="Arial" w:hAnsi="Arial" w:hint="eastAsia"/>
                <w:sz w:val="18"/>
                <w:szCs w:val="18"/>
              </w:rPr>
              <w:t>R</w:t>
            </w:r>
            <w:r w:rsidRPr="00392673">
              <w:rPr>
                <w:rFonts w:ascii="Arial" w:hAnsi="Arial"/>
                <w:sz w:val="18"/>
                <w:szCs w:val="18"/>
              </w:rPr>
              <w:t xml:space="preserve">P shall be the antenna connector of the UE. For frequency range 2, </w:t>
            </w:r>
            <w:r w:rsidRPr="00392673">
              <w:rPr>
                <w:rFonts w:ascii="Arial" w:hAnsi="Arial"/>
                <w:sz w:val="18"/>
              </w:rPr>
              <w:t>NR-</w:t>
            </w:r>
            <w:r w:rsidRPr="00392673">
              <w:rPr>
                <w:rFonts w:ascii="Arial" w:hAnsi="Arial"/>
                <w:sz w:val="18"/>
                <w:szCs w:val="18"/>
              </w:rPr>
              <w:t xml:space="preserve">SS-RSRP shall be measured based on the combined signal from antenna elements corresponding to a given receiver branch. For frequency range 1 and 2, if receiver diversity is in use by the UE, the reported NR-SS-RSRP value shall not be lower than the corresponding </w:t>
            </w:r>
            <w:r w:rsidRPr="00392673">
              <w:rPr>
                <w:rFonts w:ascii="Arial" w:hAnsi="Arial"/>
                <w:sz w:val="18"/>
              </w:rPr>
              <w:t>NR-</w:t>
            </w:r>
            <w:r w:rsidRPr="00392673">
              <w:rPr>
                <w:rFonts w:ascii="Arial" w:hAnsi="Arial"/>
                <w:sz w:val="18"/>
                <w:szCs w:val="18"/>
              </w:rPr>
              <w:t>SS-RSRP of any of the individual receiver branches.</w:t>
            </w:r>
          </w:p>
        </w:tc>
      </w:tr>
      <w:tr w:rsidR="00392673" w:rsidRPr="00392673" w:rsidTr="00515E1A">
        <w:trPr>
          <w:cantSplit/>
          <w:jc w:val="center"/>
        </w:trPr>
        <w:tc>
          <w:tcPr>
            <w:tcW w:w="1951" w:type="dxa"/>
          </w:tcPr>
          <w:p w:rsidR="00392673" w:rsidRPr="00392673" w:rsidRDefault="00392673" w:rsidP="00392673">
            <w:pPr>
              <w:keepNext/>
              <w:keepLines/>
              <w:spacing w:after="0"/>
              <w:rPr>
                <w:rFonts w:ascii="Arial" w:hAnsi="Arial"/>
                <w:b/>
                <w:sz w:val="18"/>
              </w:rPr>
            </w:pPr>
            <w:r w:rsidRPr="00392673">
              <w:rPr>
                <w:rFonts w:ascii="Arial" w:hAnsi="Arial"/>
                <w:b/>
                <w:sz w:val="18"/>
              </w:rPr>
              <w:t>Applicable for</w:t>
            </w:r>
          </w:p>
        </w:tc>
        <w:tc>
          <w:tcPr>
            <w:tcW w:w="7787" w:type="dxa"/>
          </w:tcPr>
          <w:p w:rsidR="00392673" w:rsidRPr="00392673" w:rsidRDefault="00392673" w:rsidP="00392673">
            <w:pPr>
              <w:keepNext/>
              <w:keepLines/>
              <w:spacing w:after="0"/>
              <w:rPr>
                <w:rFonts w:ascii="Arial" w:hAnsi="Arial"/>
                <w:sz w:val="18"/>
              </w:rPr>
            </w:pPr>
            <w:r w:rsidRPr="00392673">
              <w:rPr>
                <w:rFonts w:ascii="Arial" w:hAnsi="Arial"/>
                <w:sz w:val="18"/>
              </w:rPr>
              <w:t>RRC_IDLE inter-RAT,</w:t>
            </w:r>
          </w:p>
          <w:p w:rsidR="00392673" w:rsidRPr="00392673" w:rsidRDefault="00392673" w:rsidP="00392673">
            <w:pPr>
              <w:keepNext/>
              <w:keepLines/>
              <w:spacing w:after="0"/>
              <w:rPr>
                <w:rFonts w:ascii="Arial" w:hAnsi="Arial"/>
                <w:sz w:val="18"/>
              </w:rPr>
            </w:pPr>
            <w:r w:rsidRPr="00392673">
              <w:rPr>
                <w:rFonts w:ascii="Arial" w:hAnsi="Arial"/>
                <w:sz w:val="18"/>
              </w:rPr>
              <w:t>RRC_CONNECTED inter-RAT</w:t>
            </w:r>
          </w:p>
        </w:tc>
      </w:tr>
    </w:tbl>
    <w:p w:rsidR="00392673" w:rsidRDefault="00392673" w:rsidP="00E43F99"/>
    <w:p w:rsidR="00392673" w:rsidRPr="00392673" w:rsidRDefault="00392673" w:rsidP="00E43F99">
      <w:pPr>
        <w:pStyle w:val="NO"/>
      </w:pPr>
      <w:r w:rsidRPr="00392673">
        <w:t>NOTE 1:</w:t>
      </w:r>
      <w:r w:rsidRPr="00392673">
        <w:tab/>
        <w:t>The number of resource elements within the measurement period that are used by the UE to determine NR-SS-RSRP is left up to the UE implementation with the limitation that corresponding measurement accuracy requirements have to be fulfilled.</w:t>
      </w:r>
    </w:p>
    <w:p w:rsidR="00392673" w:rsidRPr="00392673" w:rsidRDefault="00392673" w:rsidP="00E43F99">
      <w:pPr>
        <w:pStyle w:val="NO"/>
      </w:pPr>
      <w:r w:rsidRPr="00392673">
        <w:t>NOTE 2:</w:t>
      </w:r>
      <w:r w:rsidRPr="00392673">
        <w:tab/>
        <w:t>The power per resource element is determined from the energy received during the useful part of the symbol, excluding the CP.</w:t>
      </w:r>
    </w:p>
    <w:p w:rsidR="00392673" w:rsidRPr="00392673" w:rsidRDefault="00392673" w:rsidP="00E43F99">
      <w:pPr>
        <w:pStyle w:val="Heading3"/>
      </w:pPr>
      <w:bookmarkStart w:id="48" w:name="_Toc524695288"/>
      <w:r w:rsidRPr="00392673">
        <w:lastRenderedPageBreak/>
        <w:t>5.1.33</w:t>
      </w:r>
      <w:r w:rsidRPr="00392673">
        <w:tab/>
        <w:t>NR SS reference signal received quality (NR-SS-RSRQ)</w:t>
      </w:r>
      <w:bookmarkEnd w:id="48"/>
    </w:p>
    <w:p w:rsidR="00392673" w:rsidRPr="00392673" w:rsidRDefault="00392673" w:rsidP="00E43F99">
      <w:pPr>
        <w:pStyle w:val="TH"/>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392673" w:rsidRPr="00392673" w:rsidTr="00515E1A">
        <w:trPr>
          <w:cantSplit/>
        </w:trPr>
        <w:tc>
          <w:tcPr>
            <w:tcW w:w="1951" w:type="dxa"/>
          </w:tcPr>
          <w:p w:rsidR="00392673" w:rsidRPr="00392673" w:rsidRDefault="00392673" w:rsidP="00392673">
            <w:pPr>
              <w:keepNext/>
              <w:keepLines/>
              <w:spacing w:after="0"/>
              <w:rPr>
                <w:rFonts w:ascii="Arial" w:hAnsi="Arial"/>
                <w:b/>
                <w:sz w:val="18"/>
              </w:rPr>
            </w:pPr>
            <w:r w:rsidRPr="00392673">
              <w:rPr>
                <w:rFonts w:ascii="Arial" w:hAnsi="Arial"/>
                <w:b/>
                <w:sz w:val="18"/>
              </w:rPr>
              <w:t>Definition</w:t>
            </w:r>
          </w:p>
        </w:tc>
        <w:tc>
          <w:tcPr>
            <w:tcW w:w="7787" w:type="dxa"/>
          </w:tcPr>
          <w:p w:rsidR="00392673" w:rsidRPr="00392673" w:rsidRDefault="00392673" w:rsidP="00392673">
            <w:pPr>
              <w:keepNext/>
              <w:keepLines/>
              <w:spacing w:after="0"/>
              <w:rPr>
                <w:rFonts w:ascii="Arial" w:hAnsi="Arial"/>
                <w:sz w:val="18"/>
              </w:rPr>
            </w:pPr>
            <w:r w:rsidRPr="00392673">
              <w:rPr>
                <w:rFonts w:ascii="Arial" w:hAnsi="Arial"/>
                <w:sz w:val="18"/>
              </w:rPr>
              <w:t>NR Secondary synchronization signal reference signal received quality (NR-SS-RSRQ) is defined as the ratio of N× NR-SS-RSRP / NR carrier RSSI, where N is the number of resource blocks in the NR carrier RSSI measurement bandwidth. The measurements in the numerator and denominator shall be made over the same set of resource blocks.</w:t>
            </w:r>
          </w:p>
          <w:p w:rsidR="00392673" w:rsidRPr="00392673" w:rsidRDefault="00392673" w:rsidP="00392673">
            <w:pPr>
              <w:keepNext/>
              <w:keepLines/>
              <w:spacing w:after="0"/>
              <w:rPr>
                <w:rFonts w:ascii="Arial" w:hAnsi="Arial"/>
                <w:sz w:val="18"/>
              </w:rPr>
            </w:pPr>
          </w:p>
          <w:p w:rsidR="00392673" w:rsidRPr="00392673" w:rsidRDefault="00392673" w:rsidP="00392673">
            <w:pPr>
              <w:keepNext/>
              <w:keepLines/>
              <w:spacing w:after="0"/>
              <w:rPr>
                <w:rFonts w:ascii="Arial" w:hAnsi="Arial"/>
                <w:sz w:val="18"/>
              </w:rPr>
            </w:pPr>
            <w:r w:rsidRPr="00392673">
              <w:rPr>
                <w:rFonts w:ascii="Arial" w:hAnsi="Arial"/>
                <w:sz w:val="18"/>
              </w:rPr>
              <w:t>NR carrier Received Signal Strength Indicator (NR carrier RSSI), comprises the linear average of the total received power (in [W]) observed only in certain OFDM symbols of measurement time resource(s), in the measurement bandwidth, over N number of resource blocks from all sources, including co-channel serving and non-serving cells, adjacent channel interference, thermal noise etc. The measurement time resource(s) for NR Carrier RSSI are confined within SS/PBCH Block Measurement Time Configuration (SMTC) window duration.</w:t>
            </w:r>
          </w:p>
          <w:p w:rsidR="00392673" w:rsidRPr="00392673" w:rsidRDefault="00392673" w:rsidP="00392673">
            <w:pPr>
              <w:keepNext/>
              <w:keepLines/>
              <w:spacing w:after="0"/>
              <w:rPr>
                <w:rFonts w:ascii="Arial" w:hAnsi="Arial"/>
                <w:sz w:val="18"/>
                <w:szCs w:val="18"/>
              </w:rPr>
            </w:pPr>
          </w:p>
          <w:p w:rsidR="00392673" w:rsidRPr="00392673" w:rsidRDefault="00392673" w:rsidP="00392673">
            <w:pPr>
              <w:keepNext/>
              <w:keepLines/>
              <w:spacing w:after="0"/>
              <w:rPr>
                <w:rFonts w:ascii="Arial" w:hAnsi="Arial"/>
                <w:sz w:val="18"/>
              </w:rPr>
            </w:pPr>
            <w:r w:rsidRPr="00392673">
              <w:rPr>
                <w:rFonts w:ascii="Arial" w:hAnsi="Arial"/>
                <w:sz w:val="18"/>
                <w:szCs w:val="18"/>
              </w:rPr>
              <w:t>If indicated by higher-layers, for a half-frame with SS/PBCH blocks the NR Carrier RSSI is measured from OFDM symbols of the indicated slots and the OFDM symbol are given by Table 5.1.33-1.</w:t>
            </w:r>
            <w:r w:rsidRPr="00392673">
              <w:rPr>
                <w:rFonts w:ascii="Arial" w:hAnsi="Arial"/>
                <w:sz w:val="18"/>
              </w:rPr>
              <w:t xml:space="preserve"> Otherwise, if measurement gap is not used, NR Carrier RSSI is measured from OFDM symbols within SMTC window duration and, if measurement gap is used, NR Carrier RSSI is measured from OFDM symbols corresponding to overlapped time span between SMTC window duration and minimum measurement time within the measurement gap.</w:t>
            </w:r>
          </w:p>
          <w:p w:rsidR="00392673" w:rsidRPr="00392673" w:rsidRDefault="00392673" w:rsidP="00392673">
            <w:pPr>
              <w:keepNext/>
              <w:keepLines/>
              <w:spacing w:after="0"/>
              <w:rPr>
                <w:rFonts w:ascii="Arial" w:hAnsi="Arial"/>
                <w:sz w:val="18"/>
                <w:szCs w:val="18"/>
              </w:rPr>
            </w:pPr>
          </w:p>
          <w:p w:rsidR="00392673" w:rsidRPr="00392673" w:rsidRDefault="00392673" w:rsidP="00392673">
            <w:pPr>
              <w:keepNext/>
              <w:keepLines/>
              <w:spacing w:after="0"/>
              <w:rPr>
                <w:rFonts w:ascii="Arial" w:hAnsi="Arial"/>
                <w:sz w:val="18"/>
                <w:szCs w:val="18"/>
              </w:rPr>
            </w:pPr>
          </w:p>
          <w:p w:rsidR="00392673" w:rsidRPr="00392673" w:rsidRDefault="00392673" w:rsidP="00392673">
            <w:pPr>
              <w:keepNext/>
              <w:keepLines/>
              <w:spacing w:before="60"/>
              <w:jc w:val="center"/>
              <w:rPr>
                <w:rFonts w:ascii="Arial" w:hAnsi="Arial"/>
                <w:b/>
                <w:szCs w:val="18"/>
              </w:rPr>
            </w:pPr>
            <w:r w:rsidRPr="00392673">
              <w:rPr>
                <w:rFonts w:ascii="Arial" w:hAnsi="Arial"/>
                <w:b/>
                <w:szCs w:val="18"/>
              </w:rPr>
              <w:t>Table 5.1.33-1: NR Carrier RSSI measurement symbols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5"/>
              <w:gridCol w:w="2620"/>
            </w:tblGrid>
            <w:tr w:rsidR="00392673" w:rsidRPr="00392673" w:rsidTr="00515E1A">
              <w:trPr>
                <w:trHeight w:val="230"/>
                <w:jc w:val="center"/>
              </w:trPr>
              <w:tc>
                <w:tcPr>
                  <w:tcW w:w="2715" w:type="dxa"/>
                  <w:vMerge w:val="restart"/>
                  <w:tcBorders>
                    <w:top w:val="single" w:sz="4" w:space="0" w:color="auto"/>
                    <w:left w:val="single" w:sz="4" w:space="0" w:color="auto"/>
                    <w:bottom w:val="single" w:sz="4" w:space="0" w:color="auto"/>
                    <w:right w:val="single" w:sz="4" w:space="0" w:color="auto"/>
                  </w:tcBorders>
                  <w:hideMark/>
                </w:tcPr>
                <w:p w:rsidR="00392673" w:rsidRPr="00392673" w:rsidRDefault="00392673" w:rsidP="00392673">
                  <w:pPr>
                    <w:keepNext/>
                    <w:keepLines/>
                    <w:spacing w:after="0"/>
                    <w:jc w:val="center"/>
                    <w:rPr>
                      <w:rFonts w:ascii="Arial" w:eastAsia="Batang" w:hAnsi="Arial"/>
                      <w:b/>
                      <w:sz w:val="18"/>
                      <w:szCs w:val="18"/>
                    </w:rPr>
                  </w:pPr>
                  <w:r w:rsidRPr="00392673">
                    <w:rPr>
                      <w:rFonts w:ascii="Arial" w:eastAsia="Batang" w:hAnsi="Arial"/>
                      <w:b/>
                      <w:sz w:val="18"/>
                      <w:szCs w:val="18"/>
                    </w:rPr>
                    <w:t>OFDM signal indication</w:t>
                  </w:r>
                </w:p>
                <w:p w:rsidR="00392673" w:rsidRPr="00392673" w:rsidRDefault="00392673" w:rsidP="00392673">
                  <w:pPr>
                    <w:keepNext/>
                    <w:keepLines/>
                    <w:spacing w:after="0"/>
                    <w:jc w:val="center"/>
                    <w:rPr>
                      <w:rFonts w:ascii="Arial" w:eastAsia="Batang" w:hAnsi="Arial"/>
                      <w:b/>
                      <w:sz w:val="18"/>
                      <w:szCs w:val="18"/>
                    </w:rPr>
                  </w:pPr>
                  <w:r w:rsidRPr="00392673">
                    <w:rPr>
                      <w:rFonts w:ascii="Arial" w:hAnsi="Arial"/>
                      <w:b/>
                      <w:i/>
                      <w:sz w:val="18"/>
                      <w:szCs w:val="18"/>
                    </w:rPr>
                    <w:t>SS-RSSI-MeasurementSymbolConfig</w:t>
                  </w:r>
                </w:p>
              </w:tc>
              <w:tc>
                <w:tcPr>
                  <w:tcW w:w="2620" w:type="dxa"/>
                  <w:vMerge w:val="restart"/>
                  <w:tcBorders>
                    <w:top w:val="single" w:sz="4" w:space="0" w:color="auto"/>
                    <w:left w:val="single" w:sz="4" w:space="0" w:color="auto"/>
                    <w:bottom w:val="single" w:sz="4" w:space="0" w:color="auto"/>
                    <w:right w:val="single" w:sz="4" w:space="0" w:color="auto"/>
                  </w:tcBorders>
                  <w:hideMark/>
                </w:tcPr>
                <w:p w:rsidR="00392673" w:rsidRPr="00392673" w:rsidRDefault="00392673" w:rsidP="00392673">
                  <w:pPr>
                    <w:keepNext/>
                    <w:keepLines/>
                    <w:spacing w:after="0"/>
                    <w:jc w:val="center"/>
                    <w:rPr>
                      <w:rFonts w:ascii="Arial" w:eastAsia="Batang" w:hAnsi="Arial"/>
                      <w:b/>
                      <w:sz w:val="18"/>
                      <w:szCs w:val="18"/>
                    </w:rPr>
                  </w:pPr>
                  <w:r w:rsidRPr="00392673">
                    <w:rPr>
                      <w:rFonts w:ascii="Arial" w:eastAsia="Batang" w:hAnsi="Arial"/>
                      <w:b/>
                      <w:sz w:val="18"/>
                      <w:szCs w:val="18"/>
                    </w:rPr>
                    <w:t>Symbol indexes</w:t>
                  </w:r>
                </w:p>
              </w:tc>
            </w:tr>
            <w:tr w:rsidR="00392673" w:rsidRPr="00392673" w:rsidTr="00515E1A">
              <w:trPr>
                <w:trHeight w:val="387"/>
                <w:jc w:val="center"/>
              </w:trPr>
              <w:tc>
                <w:tcPr>
                  <w:tcW w:w="2715" w:type="dxa"/>
                  <w:vMerge/>
                  <w:tcBorders>
                    <w:top w:val="single" w:sz="4" w:space="0" w:color="auto"/>
                    <w:left w:val="single" w:sz="4" w:space="0" w:color="auto"/>
                    <w:bottom w:val="single" w:sz="4" w:space="0" w:color="auto"/>
                    <w:right w:val="single" w:sz="4" w:space="0" w:color="auto"/>
                  </w:tcBorders>
                  <w:vAlign w:val="center"/>
                  <w:hideMark/>
                </w:tcPr>
                <w:p w:rsidR="00392673" w:rsidRPr="00392673" w:rsidRDefault="00392673" w:rsidP="00392673">
                  <w:pPr>
                    <w:rPr>
                      <w:rFonts w:ascii="Arial" w:hAnsi="Arial"/>
                      <w:b/>
                      <w:sz w:val="18"/>
                      <w:szCs w:val="18"/>
                    </w:rPr>
                  </w:pPr>
                </w:p>
              </w:tc>
              <w:tc>
                <w:tcPr>
                  <w:tcW w:w="2620" w:type="dxa"/>
                  <w:vMerge/>
                  <w:tcBorders>
                    <w:top w:val="single" w:sz="4" w:space="0" w:color="auto"/>
                    <w:left w:val="single" w:sz="4" w:space="0" w:color="auto"/>
                    <w:bottom w:val="single" w:sz="4" w:space="0" w:color="auto"/>
                    <w:right w:val="single" w:sz="4" w:space="0" w:color="auto"/>
                  </w:tcBorders>
                  <w:vAlign w:val="center"/>
                  <w:hideMark/>
                </w:tcPr>
                <w:p w:rsidR="00392673" w:rsidRPr="00392673" w:rsidRDefault="00392673" w:rsidP="00392673">
                  <w:pPr>
                    <w:rPr>
                      <w:rFonts w:ascii="Arial" w:hAnsi="Arial"/>
                      <w:b/>
                      <w:sz w:val="18"/>
                      <w:szCs w:val="18"/>
                    </w:rPr>
                  </w:pPr>
                </w:p>
              </w:tc>
            </w:tr>
            <w:tr w:rsidR="00392673" w:rsidRPr="00392673" w:rsidTr="00515E1A">
              <w:trPr>
                <w:jc w:val="center"/>
              </w:trPr>
              <w:tc>
                <w:tcPr>
                  <w:tcW w:w="2715" w:type="dxa"/>
                  <w:tcBorders>
                    <w:top w:val="single" w:sz="4" w:space="0" w:color="auto"/>
                    <w:left w:val="single" w:sz="4" w:space="0" w:color="auto"/>
                    <w:bottom w:val="single" w:sz="4" w:space="0" w:color="auto"/>
                    <w:right w:val="single" w:sz="4" w:space="0" w:color="auto"/>
                  </w:tcBorders>
                  <w:hideMark/>
                </w:tcPr>
                <w:p w:rsidR="00392673" w:rsidRPr="00392673" w:rsidRDefault="00392673" w:rsidP="00392673">
                  <w:pPr>
                    <w:keepNext/>
                    <w:keepLines/>
                    <w:spacing w:after="0"/>
                    <w:jc w:val="center"/>
                    <w:rPr>
                      <w:rFonts w:ascii="Arial" w:eastAsia="Batang" w:hAnsi="Arial"/>
                      <w:sz w:val="18"/>
                      <w:szCs w:val="18"/>
                    </w:rPr>
                  </w:pPr>
                  <w:r w:rsidRPr="00392673">
                    <w:rPr>
                      <w:rFonts w:ascii="Arial" w:eastAsia="Batang" w:hAnsi="Arial"/>
                      <w:sz w:val="18"/>
                      <w:szCs w:val="18"/>
                    </w:rPr>
                    <w:t>0</w:t>
                  </w:r>
                </w:p>
              </w:tc>
              <w:tc>
                <w:tcPr>
                  <w:tcW w:w="2620" w:type="dxa"/>
                  <w:tcBorders>
                    <w:top w:val="single" w:sz="4" w:space="0" w:color="auto"/>
                    <w:left w:val="single" w:sz="4" w:space="0" w:color="auto"/>
                    <w:bottom w:val="single" w:sz="4" w:space="0" w:color="auto"/>
                    <w:right w:val="single" w:sz="4" w:space="0" w:color="auto"/>
                  </w:tcBorders>
                  <w:hideMark/>
                </w:tcPr>
                <w:p w:rsidR="00392673" w:rsidRPr="00392673" w:rsidRDefault="00392673" w:rsidP="00392673">
                  <w:pPr>
                    <w:keepNext/>
                    <w:keepLines/>
                    <w:spacing w:after="0"/>
                    <w:jc w:val="center"/>
                    <w:rPr>
                      <w:rFonts w:ascii="Arial" w:eastAsia="Batang" w:hAnsi="Arial"/>
                      <w:sz w:val="18"/>
                      <w:szCs w:val="18"/>
                    </w:rPr>
                  </w:pPr>
                  <w:r w:rsidRPr="00392673">
                    <w:rPr>
                      <w:rFonts w:ascii="Arial" w:eastAsia="Batang" w:hAnsi="Arial"/>
                      <w:sz w:val="18"/>
                      <w:szCs w:val="18"/>
                    </w:rPr>
                    <w:t>{0,1}</w:t>
                  </w:r>
                </w:p>
              </w:tc>
            </w:tr>
            <w:tr w:rsidR="00392673" w:rsidRPr="00392673" w:rsidTr="00515E1A">
              <w:trPr>
                <w:jc w:val="center"/>
              </w:trPr>
              <w:tc>
                <w:tcPr>
                  <w:tcW w:w="2715" w:type="dxa"/>
                  <w:tcBorders>
                    <w:top w:val="single" w:sz="4" w:space="0" w:color="auto"/>
                    <w:left w:val="single" w:sz="4" w:space="0" w:color="auto"/>
                    <w:bottom w:val="single" w:sz="4" w:space="0" w:color="auto"/>
                    <w:right w:val="single" w:sz="4" w:space="0" w:color="auto"/>
                  </w:tcBorders>
                  <w:hideMark/>
                </w:tcPr>
                <w:p w:rsidR="00392673" w:rsidRPr="00392673" w:rsidRDefault="00392673" w:rsidP="00392673">
                  <w:pPr>
                    <w:keepNext/>
                    <w:keepLines/>
                    <w:spacing w:after="0"/>
                    <w:jc w:val="center"/>
                    <w:rPr>
                      <w:rFonts w:ascii="Arial" w:eastAsia="Batang" w:hAnsi="Arial"/>
                      <w:sz w:val="18"/>
                      <w:szCs w:val="18"/>
                    </w:rPr>
                  </w:pPr>
                  <w:r w:rsidRPr="00392673">
                    <w:rPr>
                      <w:rFonts w:ascii="Arial" w:eastAsia="Batang" w:hAnsi="Arial"/>
                      <w:sz w:val="18"/>
                      <w:szCs w:val="18"/>
                    </w:rPr>
                    <w:t>1</w:t>
                  </w:r>
                </w:p>
              </w:tc>
              <w:tc>
                <w:tcPr>
                  <w:tcW w:w="2620" w:type="dxa"/>
                  <w:tcBorders>
                    <w:top w:val="single" w:sz="4" w:space="0" w:color="auto"/>
                    <w:left w:val="single" w:sz="4" w:space="0" w:color="auto"/>
                    <w:bottom w:val="single" w:sz="4" w:space="0" w:color="auto"/>
                    <w:right w:val="single" w:sz="4" w:space="0" w:color="auto"/>
                  </w:tcBorders>
                  <w:hideMark/>
                </w:tcPr>
                <w:p w:rsidR="00392673" w:rsidRPr="00392673" w:rsidRDefault="00392673" w:rsidP="00392673">
                  <w:pPr>
                    <w:keepNext/>
                    <w:keepLines/>
                    <w:spacing w:after="0"/>
                    <w:jc w:val="center"/>
                    <w:rPr>
                      <w:rFonts w:ascii="Arial" w:eastAsia="Batang" w:hAnsi="Arial"/>
                      <w:sz w:val="18"/>
                      <w:szCs w:val="18"/>
                    </w:rPr>
                  </w:pPr>
                  <w:r w:rsidRPr="00392673">
                    <w:rPr>
                      <w:rFonts w:ascii="Arial" w:eastAsia="Batang" w:hAnsi="Arial"/>
                      <w:sz w:val="18"/>
                      <w:szCs w:val="18"/>
                    </w:rPr>
                    <w:t>{0,1,2,..,10,11}</w:t>
                  </w:r>
                </w:p>
              </w:tc>
            </w:tr>
            <w:tr w:rsidR="00392673" w:rsidRPr="00392673" w:rsidTr="00515E1A">
              <w:trPr>
                <w:jc w:val="center"/>
              </w:trPr>
              <w:tc>
                <w:tcPr>
                  <w:tcW w:w="2715" w:type="dxa"/>
                  <w:tcBorders>
                    <w:top w:val="single" w:sz="4" w:space="0" w:color="auto"/>
                    <w:left w:val="single" w:sz="4" w:space="0" w:color="auto"/>
                    <w:bottom w:val="single" w:sz="4" w:space="0" w:color="auto"/>
                    <w:right w:val="single" w:sz="4" w:space="0" w:color="auto"/>
                  </w:tcBorders>
                  <w:hideMark/>
                </w:tcPr>
                <w:p w:rsidR="00392673" w:rsidRPr="00392673" w:rsidRDefault="00392673" w:rsidP="00392673">
                  <w:pPr>
                    <w:keepNext/>
                    <w:keepLines/>
                    <w:spacing w:after="0"/>
                    <w:jc w:val="center"/>
                    <w:rPr>
                      <w:rFonts w:ascii="Arial" w:eastAsia="Batang" w:hAnsi="Arial"/>
                      <w:sz w:val="18"/>
                      <w:szCs w:val="18"/>
                    </w:rPr>
                  </w:pPr>
                  <w:r w:rsidRPr="00392673">
                    <w:rPr>
                      <w:rFonts w:ascii="Arial" w:eastAsia="Batang" w:hAnsi="Arial"/>
                      <w:sz w:val="18"/>
                      <w:szCs w:val="18"/>
                    </w:rPr>
                    <w:t>2</w:t>
                  </w:r>
                </w:p>
              </w:tc>
              <w:tc>
                <w:tcPr>
                  <w:tcW w:w="2620" w:type="dxa"/>
                  <w:tcBorders>
                    <w:top w:val="single" w:sz="4" w:space="0" w:color="auto"/>
                    <w:left w:val="single" w:sz="4" w:space="0" w:color="auto"/>
                    <w:bottom w:val="single" w:sz="4" w:space="0" w:color="auto"/>
                    <w:right w:val="single" w:sz="4" w:space="0" w:color="auto"/>
                  </w:tcBorders>
                  <w:hideMark/>
                </w:tcPr>
                <w:p w:rsidR="00392673" w:rsidRPr="00392673" w:rsidRDefault="00392673" w:rsidP="00392673">
                  <w:pPr>
                    <w:keepNext/>
                    <w:keepLines/>
                    <w:spacing w:after="0"/>
                    <w:jc w:val="center"/>
                    <w:rPr>
                      <w:rFonts w:ascii="Arial" w:eastAsia="Batang" w:hAnsi="Arial"/>
                      <w:sz w:val="18"/>
                      <w:szCs w:val="18"/>
                    </w:rPr>
                  </w:pPr>
                  <w:r w:rsidRPr="00392673">
                    <w:rPr>
                      <w:rFonts w:ascii="Arial" w:eastAsia="Batang" w:hAnsi="Arial"/>
                      <w:sz w:val="18"/>
                      <w:szCs w:val="18"/>
                    </w:rPr>
                    <w:t>{0,1,2,…, 5}</w:t>
                  </w:r>
                </w:p>
              </w:tc>
            </w:tr>
            <w:tr w:rsidR="00392673" w:rsidRPr="00392673" w:rsidTr="00515E1A">
              <w:trPr>
                <w:jc w:val="center"/>
              </w:trPr>
              <w:tc>
                <w:tcPr>
                  <w:tcW w:w="2715" w:type="dxa"/>
                  <w:tcBorders>
                    <w:top w:val="single" w:sz="4" w:space="0" w:color="auto"/>
                    <w:left w:val="single" w:sz="4" w:space="0" w:color="auto"/>
                    <w:bottom w:val="single" w:sz="4" w:space="0" w:color="auto"/>
                    <w:right w:val="single" w:sz="4" w:space="0" w:color="auto"/>
                  </w:tcBorders>
                  <w:hideMark/>
                </w:tcPr>
                <w:p w:rsidR="00392673" w:rsidRPr="00392673" w:rsidRDefault="00392673" w:rsidP="00392673">
                  <w:pPr>
                    <w:keepNext/>
                    <w:keepLines/>
                    <w:spacing w:after="0"/>
                    <w:jc w:val="center"/>
                    <w:rPr>
                      <w:rFonts w:ascii="Arial" w:eastAsia="Batang" w:hAnsi="Arial"/>
                      <w:sz w:val="18"/>
                      <w:szCs w:val="18"/>
                    </w:rPr>
                  </w:pPr>
                  <w:r w:rsidRPr="00392673">
                    <w:rPr>
                      <w:rFonts w:ascii="Arial" w:eastAsia="Batang" w:hAnsi="Arial"/>
                      <w:sz w:val="18"/>
                      <w:szCs w:val="18"/>
                    </w:rPr>
                    <w:t>3</w:t>
                  </w:r>
                </w:p>
              </w:tc>
              <w:tc>
                <w:tcPr>
                  <w:tcW w:w="2620" w:type="dxa"/>
                  <w:tcBorders>
                    <w:top w:val="single" w:sz="4" w:space="0" w:color="auto"/>
                    <w:left w:val="single" w:sz="4" w:space="0" w:color="auto"/>
                    <w:bottom w:val="single" w:sz="4" w:space="0" w:color="auto"/>
                    <w:right w:val="single" w:sz="4" w:space="0" w:color="auto"/>
                  </w:tcBorders>
                  <w:hideMark/>
                </w:tcPr>
                <w:p w:rsidR="00392673" w:rsidRPr="00392673" w:rsidRDefault="00392673" w:rsidP="00392673">
                  <w:pPr>
                    <w:keepNext/>
                    <w:keepLines/>
                    <w:spacing w:after="0"/>
                    <w:jc w:val="center"/>
                    <w:rPr>
                      <w:rFonts w:ascii="Arial" w:eastAsia="Batang" w:hAnsi="Arial"/>
                      <w:sz w:val="18"/>
                      <w:szCs w:val="18"/>
                    </w:rPr>
                  </w:pPr>
                  <w:r w:rsidRPr="00392673">
                    <w:rPr>
                      <w:rFonts w:ascii="Arial" w:eastAsia="Batang" w:hAnsi="Arial"/>
                      <w:sz w:val="18"/>
                      <w:szCs w:val="18"/>
                    </w:rPr>
                    <w:t>{0,1,2,…, 7}</w:t>
                  </w:r>
                </w:p>
              </w:tc>
            </w:tr>
          </w:tbl>
          <w:p w:rsidR="00392673" w:rsidRPr="00392673" w:rsidRDefault="00392673" w:rsidP="00392673">
            <w:pPr>
              <w:keepNext/>
              <w:keepLines/>
              <w:spacing w:after="0"/>
              <w:rPr>
                <w:rFonts w:ascii="Arial" w:hAnsi="Arial"/>
                <w:sz w:val="18"/>
                <w:szCs w:val="18"/>
              </w:rPr>
            </w:pPr>
          </w:p>
          <w:p w:rsidR="00392673" w:rsidRPr="00392673" w:rsidRDefault="00392673" w:rsidP="00392673">
            <w:pPr>
              <w:keepNext/>
              <w:keepLines/>
              <w:spacing w:after="0"/>
              <w:rPr>
                <w:rFonts w:ascii="Arial" w:hAnsi="Arial"/>
                <w:sz w:val="18"/>
                <w:szCs w:val="18"/>
              </w:rPr>
            </w:pPr>
            <w:r w:rsidRPr="00392673">
              <w:rPr>
                <w:rFonts w:ascii="Arial" w:hAnsi="Arial"/>
                <w:sz w:val="18"/>
                <w:szCs w:val="18"/>
              </w:rPr>
              <w:t xml:space="preserve">If higher-layers indicate certain SS/PBCH blocks for performing </w:t>
            </w:r>
            <w:r w:rsidRPr="00392673">
              <w:rPr>
                <w:rFonts w:ascii="Arial" w:hAnsi="Arial"/>
                <w:sz w:val="18"/>
              </w:rPr>
              <w:t>NR-</w:t>
            </w:r>
            <w:r w:rsidRPr="00392673">
              <w:rPr>
                <w:rFonts w:ascii="Arial" w:hAnsi="Arial"/>
                <w:sz w:val="18"/>
                <w:szCs w:val="18"/>
              </w:rPr>
              <w:t xml:space="preserve">SS-RSRQ measurements, then </w:t>
            </w:r>
            <w:r w:rsidRPr="00392673">
              <w:rPr>
                <w:rFonts w:ascii="Arial" w:hAnsi="Arial"/>
                <w:sz w:val="18"/>
              </w:rPr>
              <w:t>NR-</w:t>
            </w:r>
            <w:r w:rsidRPr="00392673">
              <w:rPr>
                <w:rFonts w:ascii="Arial" w:hAnsi="Arial"/>
                <w:sz w:val="18"/>
                <w:szCs w:val="18"/>
              </w:rPr>
              <w:t>SS-RSRP is measured only from the indicated set of SS/PBCH block(s).</w:t>
            </w:r>
          </w:p>
          <w:p w:rsidR="00392673" w:rsidRPr="00392673" w:rsidRDefault="00392673" w:rsidP="00392673">
            <w:pPr>
              <w:keepNext/>
              <w:keepLines/>
              <w:spacing w:after="0"/>
              <w:rPr>
                <w:rFonts w:ascii="Arial" w:hAnsi="Arial"/>
                <w:sz w:val="18"/>
              </w:rPr>
            </w:pPr>
          </w:p>
          <w:p w:rsidR="00392673" w:rsidRPr="00392673" w:rsidRDefault="00392673" w:rsidP="00392673">
            <w:pPr>
              <w:keepNext/>
              <w:keepLines/>
              <w:spacing w:after="0"/>
              <w:rPr>
                <w:rFonts w:ascii="Arial" w:hAnsi="Arial"/>
                <w:sz w:val="18"/>
              </w:rPr>
            </w:pPr>
            <w:r w:rsidRPr="00392673">
              <w:rPr>
                <w:rFonts w:ascii="Arial" w:hAnsi="Arial"/>
                <w:sz w:val="18"/>
              </w:rPr>
              <w:t>For frequency range 1, the reference point for the NR-SS-</w:t>
            </w:r>
            <w:r w:rsidRPr="00392673">
              <w:rPr>
                <w:rFonts w:ascii="Arial" w:hAnsi="Arial" w:hint="eastAsia"/>
                <w:sz w:val="18"/>
              </w:rPr>
              <w:t>RSRQ</w:t>
            </w:r>
            <w:r w:rsidRPr="00392673">
              <w:rPr>
                <w:rFonts w:ascii="Arial" w:hAnsi="Arial"/>
                <w:sz w:val="18"/>
              </w:rPr>
              <w:t xml:space="preserve"> shall be the antenna connector of the UE. For frequency range 2, NR Carrier RSSI shall be measured based on the combined signal from antenna elements corresponding to a given receiver branch, where the combining for NR Carrier RSSI shall be the same as the one used for NR-SS-RSRP measurements. For frequency range 1 and 2, if receiver diversity is in use by the UE, the reported NR-SS-RSRQ value shall not be lower than the corresponding NR-SS-RSRQ of any of the individual receiver branches.</w:t>
            </w:r>
          </w:p>
        </w:tc>
      </w:tr>
      <w:tr w:rsidR="00392673" w:rsidRPr="00392673" w:rsidTr="00515E1A">
        <w:trPr>
          <w:cantSplit/>
        </w:trPr>
        <w:tc>
          <w:tcPr>
            <w:tcW w:w="1951" w:type="dxa"/>
          </w:tcPr>
          <w:p w:rsidR="00392673" w:rsidRPr="00392673" w:rsidRDefault="00392673" w:rsidP="00392673">
            <w:pPr>
              <w:keepNext/>
              <w:keepLines/>
              <w:spacing w:after="0"/>
              <w:rPr>
                <w:rFonts w:ascii="Arial" w:hAnsi="Arial"/>
                <w:b/>
                <w:sz w:val="18"/>
              </w:rPr>
            </w:pPr>
            <w:r w:rsidRPr="00392673">
              <w:rPr>
                <w:rFonts w:ascii="Arial" w:hAnsi="Arial"/>
                <w:b/>
                <w:sz w:val="18"/>
              </w:rPr>
              <w:t>Applicable for</w:t>
            </w:r>
          </w:p>
        </w:tc>
        <w:tc>
          <w:tcPr>
            <w:tcW w:w="7787" w:type="dxa"/>
          </w:tcPr>
          <w:p w:rsidR="00392673" w:rsidRPr="00392673" w:rsidRDefault="00392673" w:rsidP="00392673">
            <w:pPr>
              <w:keepNext/>
              <w:keepLines/>
              <w:spacing w:after="0"/>
              <w:rPr>
                <w:rFonts w:ascii="Arial" w:hAnsi="Arial"/>
                <w:sz w:val="18"/>
              </w:rPr>
            </w:pPr>
            <w:r w:rsidRPr="00392673">
              <w:rPr>
                <w:rFonts w:ascii="Arial" w:hAnsi="Arial"/>
                <w:sz w:val="18"/>
              </w:rPr>
              <w:t>RRC_IDLE inter-RAT,</w:t>
            </w:r>
          </w:p>
          <w:p w:rsidR="00392673" w:rsidRPr="00392673" w:rsidRDefault="00392673" w:rsidP="00392673">
            <w:pPr>
              <w:keepNext/>
              <w:keepLines/>
              <w:spacing w:after="0"/>
              <w:rPr>
                <w:rFonts w:ascii="Arial" w:hAnsi="Arial"/>
                <w:sz w:val="18"/>
              </w:rPr>
            </w:pPr>
            <w:r w:rsidRPr="00392673">
              <w:rPr>
                <w:rFonts w:ascii="Arial" w:hAnsi="Arial"/>
                <w:sz w:val="18"/>
              </w:rPr>
              <w:t>RRC_CONNECTED inter-RAT</w:t>
            </w:r>
          </w:p>
        </w:tc>
      </w:tr>
    </w:tbl>
    <w:p w:rsidR="00392673" w:rsidRPr="00392673" w:rsidRDefault="00392673" w:rsidP="00392673"/>
    <w:p w:rsidR="00392673" w:rsidRPr="00392673" w:rsidRDefault="00392673" w:rsidP="00E43F99">
      <w:pPr>
        <w:pStyle w:val="Heading3"/>
      </w:pPr>
      <w:bookmarkStart w:id="49" w:name="_Toc524695289"/>
      <w:r w:rsidRPr="00392673">
        <w:lastRenderedPageBreak/>
        <w:t>5.1.34</w:t>
      </w:r>
      <w:r w:rsidRPr="00392673">
        <w:tab/>
        <w:t>SFN and frame timing difference (SFTD)</w:t>
      </w:r>
      <w:bookmarkEnd w:id="49"/>
    </w:p>
    <w:p w:rsidR="00392673" w:rsidRPr="00392673" w:rsidRDefault="00392673" w:rsidP="00E43F99">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392673" w:rsidRPr="00392673" w:rsidTr="00515E1A">
        <w:trPr>
          <w:cantSplit/>
          <w:jc w:val="center"/>
        </w:trPr>
        <w:tc>
          <w:tcPr>
            <w:tcW w:w="1951" w:type="dxa"/>
          </w:tcPr>
          <w:p w:rsidR="00392673" w:rsidRPr="00392673" w:rsidRDefault="00392673" w:rsidP="00392673">
            <w:pPr>
              <w:keepNext/>
              <w:keepLines/>
              <w:spacing w:after="0"/>
              <w:rPr>
                <w:rFonts w:ascii="Arial" w:hAnsi="Arial" w:cs="Arial"/>
                <w:b/>
                <w:sz w:val="18"/>
              </w:rPr>
            </w:pPr>
            <w:r w:rsidRPr="00392673">
              <w:rPr>
                <w:rFonts w:ascii="Arial" w:hAnsi="Arial" w:cs="Arial"/>
                <w:b/>
                <w:sz w:val="18"/>
              </w:rPr>
              <w:t>Definition</w:t>
            </w:r>
          </w:p>
        </w:tc>
        <w:tc>
          <w:tcPr>
            <w:tcW w:w="7787" w:type="dxa"/>
          </w:tcPr>
          <w:p w:rsidR="00392673" w:rsidRPr="00392673" w:rsidRDefault="00392673" w:rsidP="00392673">
            <w:pPr>
              <w:keepNext/>
              <w:keepLines/>
              <w:spacing w:after="0"/>
              <w:rPr>
                <w:rFonts w:ascii="Arial" w:hAnsi="Arial" w:cs="Arial"/>
                <w:sz w:val="18"/>
              </w:rPr>
            </w:pPr>
            <w:r w:rsidRPr="00392673">
              <w:rPr>
                <w:rFonts w:ascii="Arial" w:hAnsi="Arial" w:cs="Arial"/>
                <w:sz w:val="18"/>
              </w:rPr>
              <w:t xml:space="preserve">The observed SFN and frame timing difference (SFTD) between an E-UTRA PCell and an NR PSCell </w:t>
            </w:r>
            <w:r w:rsidR="008E3D4C" w:rsidRPr="008E3D4C">
              <w:rPr>
                <w:rFonts w:ascii="Arial" w:hAnsi="Arial" w:cs="Arial"/>
                <w:sz w:val="18"/>
              </w:rPr>
              <w:t xml:space="preserve">(for EN-DC), or an NR PCell and an E-UTRA PSCell (for NE-DC), or an E-UTRA PCell and an NR neighbouring cell </w:t>
            </w:r>
            <w:r w:rsidRPr="00392673">
              <w:rPr>
                <w:rFonts w:ascii="Arial" w:hAnsi="Arial" w:cs="Arial"/>
                <w:sz w:val="18"/>
              </w:rPr>
              <w:t>is defined as comprising the following two components:</w:t>
            </w:r>
          </w:p>
          <w:p w:rsidR="00392673" w:rsidRPr="00392673" w:rsidRDefault="00392673" w:rsidP="00392673">
            <w:pPr>
              <w:keepNext/>
              <w:keepLines/>
              <w:spacing w:after="0"/>
              <w:rPr>
                <w:rFonts w:ascii="Arial" w:hAnsi="Arial" w:cs="Arial"/>
                <w:sz w:val="18"/>
              </w:rPr>
            </w:pPr>
          </w:p>
          <w:p w:rsidR="00392673" w:rsidRPr="00392673" w:rsidRDefault="00392673" w:rsidP="00392673">
            <w:pPr>
              <w:ind w:left="320" w:hanging="284"/>
              <w:rPr>
                <w:rFonts w:ascii="Arial" w:hAnsi="Arial" w:cs="Arial"/>
                <w:sz w:val="18"/>
                <w:szCs w:val="18"/>
                <w:lang w:val="en-US" w:eastAsia="ja-JP"/>
              </w:rPr>
            </w:pPr>
            <w:r w:rsidRPr="00392673">
              <w:rPr>
                <w:rFonts w:ascii="Arial" w:hAnsi="Arial" w:cs="Arial"/>
                <w:sz w:val="18"/>
                <w:szCs w:val="18"/>
                <w:lang w:eastAsia="ja-JP"/>
              </w:rPr>
              <w:t>-</w:t>
            </w:r>
            <w:r w:rsidRPr="00392673">
              <w:rPr>
                <w:rFonts w:ascii="Arial" w:hAnsi="Arial" w:cs="Arial"/>
                <w:sz w:val="18"/>
                <w:szCs w:val="18"/>
                <w:lang w:eastAsia="ja-JP"/>
              </w:rPr>
              <w:tab/>
              <w:t>SFN offset = (SFN</w:t>
            </w:r>
            <w:r w:rsidRPr="00392673">
              <w:rPr>
                <w:rFonts w:ascii="Arial" w:hAnsi="Arial" w:cs="Arial"/>
                <w:sz w:val="18"/>
                <w:szCs w:val="18"/>
                <w:vertAlign w:val="subscript"/>
                <w:lang w:eastAsia="ja-JP"/>
              </w:rPr>
              <w:t>PCell</w:t>
            </w:r>
            <w:r w:rsidRPr="00392673">
              <w:rPr>
                <w:rFonts w:ascii="Arial" w:hAnsi="Arial" w:cs="Arial"/>
                <w:sz w:val="18"/>
                <w:szCs w:val="18"/>
                <w:lang w:eastAsia="ja-JP"/>
              </w:rPr>
              <w:t xml:space="preserve"> - SFN</w:t>
            </w:r>
            <w:r w:rsidR="008E3D4C" w:rsidRPr="008E3D4C">
              <w:rPr>
                <w:rFonts w:ascii="Arial" w:hAnsi="Arial" w:cs="Arial"/>
                <w:sz w:val="18"/>
                <w:szCs w:val="18"/>
                <w:vertAlign w:val="subscript"/>
                <w:lang w:eastAsia="ja-JP"/>
              </w:rPr>
              <w:t>TRG</w:t>
            </w:r>
            <w:r w:rsidRPr="00392673">
              <w:rPr>
                <w:rFonts w:ascii="Arial" w:hAnsi="Arial" w:cs="Arial"/>
                <w:sz w:val="18"/>
                <w:szCs w:val="18"/>
                <w:vertAlign w:val="subscript"/>
                <w:lang w:eastAsia="ja-JP"/>
              </w:rPr>
              <w:t>Cell</w:t>
            </w:r>
            <w:r w:rsidRPr="00392673">
              <w:rPr>
                <w:rFonts w:ascii="Arial" w:hAnsi="Arial" w:cs="Arial"/>
                <w:sz w:val="18"/>
                <w:szCs w:val="18"/>
                <w:lang w:eastAsia="ja-JP"/>
              </w:rPr>
              <w:t>) mod 1024, where SFN</w:t>
            </w:r>
            <w:r w:rsidRPr="00392673">
              <w:rPr>
                <w:rFonts w:ascii="Arial" w:hAnsi="Arial" w:cs="Arial"/>
                <w:sz w:val="18"/>
                <w:szCs w:val="18"/>
                <w:vertAlign w:val="subscript"/>
                <w:lang w:eastAsia="ja-JP"/>
              </w:rPr>
              <w:t>PCell</w:t>
            </w:r>
            <w:r w:rsidRPr="00392673">
              <w:rPr>
                <w:rFonts w:ascii="Arial" w:hAnsi="Arial" w:cs="Arial"/>
                <w:sz w:val="18"/>
                <w:szCs w:val="18"/>
                <w:lang w:eastAsia="ja-JP"/>
              </w:rPr>
              <w:t xml:space="preserve"> is the SFN of a PCell radio frame and SFN</w:t>
            </w:r>
            <w:r w:rsidR="008E3D4C" w:rsidRPr="008E3D4C">
              <w:rPr>
                <w:rFonts w:ascii="Arial" w:hAnsi="Arial" w:cs="Arial"/>
                <w:sz w:val="18"/>
                <w:szCs w:val="18"/>
                <w:vertAlign w:val="subscript"/>
                <w:lang w:eastAsia="ja-JP"/>
              </w:rPr>
              <w:t>TRG</w:t>
            </w:r>
            <w:r w:rsidRPr="00392673">
              <w:rPr>
                <w:rFonts w:ascii="Arial" w:hAnsi="Arial" w:cs="Arial"/>
                <w:sz w:val="18"/>
                <w:szCs w:val="18"/>
                <w:vertAlign w:val="subscript"/>
                <w:lang w:eastAsia="ja-JP"/>
              </w:rPr>
              <w:t>Cell</w:t>
            </w:r>
            <w:r w:rsidRPr="00392673">
              <w:rPr>
                <w:rFonts w:ascii="Arial" w:hAnsi="Arial" w:cs="Arial"/>
                <w:sz w:val="18"/>
                <w:szCs w:val="18"/>
                <w:lang w:eastAsia="ja-JP"/>
              </w:rPr>
              <w:t xml:space="preserve"> is the SFN of the </w:t>
            </w:r>
            <w:r w:rsidR="008E3D4C">
              <w:rPr>
                <w:rFonts w:ascii="Arial" w:hAnsi="Arial" w:cs="Arial"/>
                <w:sz w:val="18"/>
                <w:szCs w:val="18"/>
                <w:lang w:eastAsia="ja-JP"/>
              </w:rPr>
              <w:t>target-cell</w:t>
            </w:r>
            <w:r w:rsidRPr="00392673">
              <w:rPr>
                <w:rFonts w:ascii="Arial" w:hAnsi="Arial" w:cs="Arial"/>
                <w:sz w:val="18"/>
                <w:szCs w:val="18"/>
                <w:lang w:eastAsia="ja-JP"/>
              </w:rPr>
              <w:t xml:space="preserve"> radio frame of which the UE receives the start closest in time to the time when it receives the start of the PCell radio frame.</w:t>
            </w:r>
          </w:p>
          <w:p w:rsidR="00392673" w:rsidRPr="00392673" w:rsidRDefault="00392673" w:rsidP="00392673">
            <w:pPr>
              <w:ind w:left="320" w:hanging="284"/>
              <w:rPr>
                <w:rFonts w:cs="Arial"/>
                <w:sz w:val="18"/>
                <w:szCs w:val="18"/>
                <w:lang w:val="en-US" w:eastAsia="ja-JP"/>
              </w:rPr>
            </w:pPr>
            <w:r w:rsidRPr="00392673">
              <w:rPr>
                <w:rFonts w:ascii="Arial" w:hAnsi="Arial" w:cs="Arial"/>
                <w:sz w:val="18"/>
                <w:szCs w:val="18"/>
                <w:lang w:eastAsia="ja-JP"/>
              </w:rPr>
              <w:t>-</w:t>
            </w:r>
            <w:r w:rsidRPr="00392673">
              <w:rPr>
                <w:rFonts w:ascii="Arial" w:hAnsi="Arial" w:cs="Arial"/>
                <w:sz w:val="18"/>
                <w:szCs w:val="18"/>
                <w:lang w:eastAsia="ja-JP"/>
              </w:rPr>
              <w:tab/>
              <w:t xml:space="preserve">Frame boundary offset = </w:t>
            </w:r>
            <w:r w:rsidR="008E3D4C" w:rsidRPr="00C032FB">
              <w:rPr>
                <w:rFonts w:ascii="Arial" w:hAnsi="Arial" w:cs="Arial"/>
                <w:position w:val="-14"/>
                <w:sz w:val="18"/>
                <w:szCs w:val="18"/>
                <w:lang w:eastAsia="ja-JP"/>
              </w:rPr>
              <w:object w:dxaOrig="3760" w:dyaOrig="380">
                <v:shape id="_x0000_i1026" type="#_x0000_t75" style="width:169.95pt;height:15.9pt" o:ole="">
                  <v:imagedata r:id="rId12" o:title=""/>
                </v:shape>
                <o:OLEObject Type="Embed" ProgID="Equation.3" ShapeID="_x0000_i1026" DrawAspect="Content" ObjectID="_1636961057" r:id="rId13"/>
              </w:object>
            </w:r>
            <w:r w:rsidRPr="00392673">
              <w:rPr>
                <w:rFonts w:ascii="Arial" w:hAnsi="Arial" w:cs="Arial"/>
                <w:sz w:val="18"/>
                <w:szCs w:val="18"/>
                <w:lang w:eastAsia="ja-JP"/>
              </w:rPr>
              <w:t>, where T</w:t>
            </w:r>
            <w:r w:rsidRPr="00392673">
              <w:rPr>
                <w:rFonts w:ascii="Arial" w:hAnsi="Arial" w:cs="Arial"/>
                <w:sz w:val="18"/>
                <w:szCs w:val="18"/>
                <w:vertAlign w:val="subscript"/>
                <w:lang w:eastAsia="ja-JP"/>
              </w:rPr>
              <w:t>FrameBoundaryPCell</w:t>
            </w:r>
            <w:r w:rsidRPr="00392673">
              <w:rPr>
                <w:rFonts w:ascii="Arial" w:hAnsi="Arial" w:cs="Arial"/>
                <w:sz w:val="18"/>
                <w:szCs w:val="18"/>
                <w:lang w:eastAsia="ja-JP"/>
              </w:rPr>
              <w:t xml:space="preserve"> is the time when the UE receives the start of a radio frame from the PCell, T</w:t>
            </w:r>
            <w:r w:rsidRPr="00392673">
              <w:rPr>
                <w:rFonts w:ascii="Arial" w:hAnsi="Arial" w:cs="Arial"/>
                <w:sz w:val="18"/>
                <w:szCs w:val="18"/>
                <w:vertAlign w:val="subscript"/>
                <w:lang w:eastAsia="ja-JP"/>
              </w:rPr>
              <w:t>FrameBoundary</w:t>
            </w:r>
            <w:r w:rsidR="008E3D4C" w:rsidRPr="008E3D4C">
              <w:rPr>
                <w:rFonts w:ascii="Arial" w:hAnsi="Arial" w:cs="Arial"/>
                <w:sz w:val="18"/>
                <w:szCs w:val="18"/>
                <w:vertAlign w:val="subscript"/>
                <w:lang w:eastAsia="ja-JP"/>
              </w:rPr>
              <w:t>TRG</w:t>
            </w:r>
            <w:r w:rsidRPr="00392673">
              <w:rPr>
                <w:rFonts w:ascii="Arial" w:hAnsi="Arial" w:cs="Arial"/>
                <w:sz w:val="18"/>
                <w:szCs w:val="18"/>
                <w:vertAlign w:val="subscript"/>
                <w:lang w:eastAsia="ja-JP"/>
              </w:rPr>
              <w:t>Cell</w:t>
            </w:r>
            <w:r w:rsidRPr="00392673">
              <w:rPr>
                <w:rFonts w:ascii="Arial" w:hAnsi="Arial" w:cs="Arial"/>
                <w:sz w:val="18"/>
                <w:szCs w:val="18"/>
                <w:lang w:eastAsia="ja-JP"/>
              </w:rPr>
              <w:t xml:space="preserve"> is the time when the UE receives the start of the radio frame, from the </w:t>
            </w:r>
            <w:r w:rsidR="008E3D4C">
              <w:rPr>
                <w:rFonts w:ascii="Arial" w:hAnsi="Arial" w:cs="Arial"/>
                <w:sz w:val="18"/>
                <w:szCs w:val="18"/>
                <w:lang w:eastAsia="ja-JP"/>
              </w:rPr>
              <w:t>target cell</w:t>
            </w:r>
            <w:r w:rsidRPr="00392673">
              <w:rPr>
                <w:rFonts w:ascii="Arial" w:hAnsi="Arial" w:cs="Arial"/>
                <w:sz w:val="18"/>
                <w:szCs w:val="18"/>
                <w:lang w:eastAsia="ja-JP"/>
              </w:rPr>
              <w:t xml:space="preserve">, that is closest in time to the radio frame received from the PCell. The unit of </w:t>
            </w:r>
            <w:r w:rsidRPr="00392673">
              <w:rPr>
                <w:rFonts w:ascii="Arial" w:hAnsi="Arial" w:cs="Arial"/>
                <w:sz w:val="18"/>
                <w:szCs w:val="18"/>
                <w:lang w:val="en-US" w:eastAsia="ja-JP"/>
              </w:rPr>
              <w:t>(</w:t>
            </w:r>
            <w:r w:rsidRPr="00392673">
              <w:rPr>
                <w:rFonts w:ascii="Arial" w:hAnsi="Arial" w:cs="Arial"/>
                <w:sz w:val="18"/>
                <w:szCs w:val="18"/>
                <w:lang w:eastAsia="ja-JP"/>
              </w:rPr>
              <w:t>T</w:t>
            </w:r>
            <w:r w:rsidRPr="00392673">
              <w:rPr>
                <w:rFonts w:ascii="Arial" w:hAnsi="Arial" w:cs="Arial"/>
                <w:sz w:val="18"/>
                <w:szCs w:val="18"/>
                <w:vertAlign w:val="subscript"/>
                <w:lang w:eastAsia="ja-JP"/>
              </w:rPr>
              <w:t>FrameBoundaryPCell</w:t>
            </w:r>
            <w:r w:rsidRPr="00392673">
              <w:rPr>
                <w:rFonts w:ascii="Arial" w:hAnsi="Arial" w:cs="Arial"/>
                <w:sz w:val="18"/>
                <w:szCs w:val="18"/>
                <w:lang w:eastAsia="ja-JP"/>
              </w:rPr>
              <w:t xml:space="preserve"> - T</w:t>
            </w:r>
            <w:r w:rsidRPr="00392673">
              <w:rPr>
                <w:rFonts w:ascii="Arial" w:hAnsi="Arial" w:cs="Arial"/>
                <w:sz w:val="18"/>
                <w:szCs w:val="18"/>
                <w:vertAlign w:val="subscript"/>
                <w:lang w:eastAsia="ja-JP"/>
              </w:rPr>
              <w:t>FrameBoundary</w:t>
            </w:r>
            <w:r w:rsidR="008E3D4C" w:rsidRPr="008E3D4C">
              <w:rPr>
                <w:rFonts w:ascii="Arial" w:hAnsi="Arial" w:cs="Arial"/>
                <w:sz w:val="18"/>
                <w:szCs w:val="18"/>
                <w:vertAlign w:val="subscript"/>
                <w:lang w:eastAsia="ja-JP"/>
              </w:rPr>
              <w:t>TRG</w:t>
            </w:r>
            <w:r w:rsidRPr="00392673">
              <w:rPr>
                <w:rFonts w:ascii="Arial" w:hAnsi="Arial" w:cs="Arial"/>
                <w:sz w:val="18"/>
                <w:szCs w:val="18"/>
                <w:vertAlign w:val="subscript"/>
                <w:lang w:eastAsia="ja-JP"/>
              </w:rPr>
              <w:t>Cell</w:t>
            </w:r>
            <w:r w:rsidRPr="00392673">
              <w:rPr>
                <w:rFonts w:ascii="Arial" w:hAnsi="Arial" w:cs="Arial"/>
                <w:sz w:val="18"/>
                <w:szCs w:val="18"/>
                <w:lang w:eastAsia="ja-JP"/>
              </w:rPr>
              <w:t>) is Ts</w:t>
            </w:r>
            <w:r w:rsidRPr="00392673">
              <w:rPr>
                <w:rFonts w:ascii="Arial" w:hAnsi="Arial" w:cs="Arial"/>
                <w:sz w:val="18"/>
                <w:szCs w:val="18"/>
                <w:lang w:val="en-US" w:eastAsia="ja-JP"/>
              </w:rPr>
              <w:t>.</w:t>
            </w:r>
          </w:p>
        </w:tc>
      </w:tr>
      <w:tr w:rsidR="00392673" w:rsidRPr="00392673" w:rsidTr="00515E1A">
        <w:trPr>
          <w:cantSplit/>
          <w:jc w:val="center"/>
        </w:trPr>
        <w:tc>
          <w:tcPr>
            <w:tcW w:w="1951" w:type="dxa"/>
          </w:tcPr>
          <w:p w:rsidR="00392673" w:rsidRPr="00392673" w:rsidRDefault="00392673" w:rsidP="00392673">
            <w:pPr>
              <w:keepNext/>
              <w:keepLines/>
              <w:spacing w:after="0"/>
              <w:rPr>
                <w:rFonts w:ascii="Arial" w:hAnsi="Arial" w:cs="Arial"/>
                <w:b/>
                <w:sz w:val="18"/>
              </w:rPr>
            </w:pPr>
            <w:r w:rsidRPr="00392673">
              <w:rPr>
                <w:rFonts w:ascii="Arial" w:hAnsi="Arial" w:cs="Arial"/>
                <w:b/>
                <w:sz w:val="18"/>
              </w:rPr>
              <w:t>Applicable for</w:t>
            </w:r>
          </w:p>
        </w:tc>
        <w:tc>
          <w:tcPr>
            <w:tcW w:w="7787" w:type="dxa"/>
          </w:tcPr>
          <w:p w:rsidR="00392673" w:rsidRPr="00392673" w:rsidRDefault="00392673" w:rsidP="00392673">
            <w:pPr>
              <w:keepNext/>
              <w:keepLines/>
              <w:spacing w:after="0"/>
              <w:rPr>
                <w:rFonts w:ascii="Arial" w:hAnsi="Arial" w:cs="Arial"/>
                <w:sz w:val="18"/>
              </w:rPr>
            </w:pPr>
            <w:r w:rsidRPr="00392673">
              <w:rPr>
                <w:rFonts w:ascii="Arial" w:hAnsi="Arial" w:cs="Arial"/>
                <w:sz w:val="18"/>
              </w:rPr>
              <w:t>RRC_CONNECTED</w:t>
            </w:r>
          </w:p>
        </w:tc>
      </w:tr>
    </w:tbl>
    <w:p w:rsidR="00392673" w:rsidRDefault="00392673" w:rsidP="004C7680"/>
    <w:p w:rsidR="00622783" w:rsidRDefault="00622783" w:rsidP="00751EAA">
      <w:pPr>
        <w:pStyle w:val="NO"/>
      </w:pPr>
      <w:r w:rsidRPr="008F3896">
        <w:rPr>
          <w:lang w:eastAsia="x-none"/>
        </w:rPr>
        <w:t>N</w:t>
      </w:r>
      <w:r>
        <w:rPr>
          <w:lang w:eastAsia="x-none"/>
        </w:rPr>
        <w:t xml:space="preserve">OTE </w:t>
      </w:r>
      <w:r w:rsidRPr="008F3896">
        <w:rPr>
          <w:lang w:eastAsia="x-none"/>
        </w:rPr>
        <w:t>:</w:t>
      </w:r>
      <w:r w:rsidRPr="008F3896">
        <w:rPr>
          <w:lang w:eastAsia="x-none"/>
        </w:rPr>
        <w:tab/>
      </w:r>
      <w:r>
        <w:rPr>
          <w:lang w:eastAsia="x-none"/>
        </w:rPr>
        <w:t xml:space="preserve">Refer to </w:t>
      </w:r>
      <w:r w:rsidRPr="008F3896">
        <w:rPr>
          <w:lang w:eastAsia="x-none"/>
        </w:rPr>
        <w:t xml:space="preserve">3GPP TS38.133 </w:t>
      </w:r>
      <w:r>
        <w:rPr>
          <w:lang w:val="en-US"/>
        </w:rPr>
        <w:t>[18] for applicability to intra-frequency, inter-frequency or inter-RAT</w:t>
      </w:r>
      <w:r w:rsidRPr="008F3896">
        <w:rPr>
          <w:lang w:eastAsia="x-none"/>
        </w:rPr>
        <w:t>.</w:t>
      </w:r>
    </w:p>
    <w:p w:rsidR="007731D4" w:rsidRPr="007731D4" w:rsidRDefault="007731D4" w:rsidP="00252094">
      <w:pPr>
        <w:pStyle w:val="Heading3"/>
      </w:pPr>
      <w:bookmarkStart w:id="50" w:name="_Toc524695290"/>
      <w:r w:rsidRPr="007731D4">
        <w:t>5.1.35</w:t>
      </w:r>
      <w:r w:rsidRPr="007731D4">
        <w:tab/>
        <w:t xml:space="preserve">NR SS </w:t>
      </w:r>
      <w:r w:rsidRPr="007731D4">
        <w:rPr>
          <w:lang w:eastAsia="zh-CN"/>
        </w:rPr>
        <w:t>s</w:t>
      </w:r>
      <w:r w:rsidRPr="007731D4">
        <w:rPr>
          <w:rFonts w:hint="eastAsia"/>
          <w:lang w:eastAsia="zh-CN"/>
        </w:rPr>
        <w:t>ignal-to-</w:t>
      </w:r>
      <w:r w:rsidRPr="007731D4">
        <w:rPr>
          <w:lang w:eastAsia="zh-CN"/>
        </w:rPr>
        <w:t>n</w:t>
      </w:r>
      <w:r w:rsidRPr="007731D4">
        <w:rPr>
          <w:rFonts w:hint="eastAsia"/>
          <w:lang w:eastAsia="zh-CN"/>
        </w:rPr>
        <w:t xml:space="preserve">oise and </w:t>
      </w:r>
      <w:r w:rsidRPr="007731D4">
        <w:rPr>
          <w:lang w:eastAsia="zh-CN"/>
        </w:rPr>
        <w:t>i</w:t>
      </w:r>
      <w:r w:rsidRPr="007731D4">
        <w:rPr>
          <w:rFonts w:hint="eastAsia"/>
          <w:lang w:eastAsia="zh-CN"/>
        </w:rPr>
        <w:t xml:space="preserve">nterference </w:t>
      </w:r>
      <w:r w:rsidRPr="007731D4">
        <w:rPr>
          <w:lang w:eastAsia="zh-CN"/>
        </w:rPr>
        <w:t>r</w:t>
      </w:r>
      <w:r w:rsidRPr="007731D4">
        <w:rPr>
          <w:rFonts w:hint="eastAsia"/>
          <w:lang w:eastAsia="zh-CN"/>
        </w:rPr>
        <w:t>atio</w:t>
      </w:r>
      <w:r w:rsidRPr="007731D4">
        <w:t xml:space="preserve"> (NR-SS-</w:t>
      </w:r>
      <w:r w:rsidRPr="007731D4">
        <w:rPr>
          <w:rFonts w:hint="eastAsia"/>
          <w:lang w:eastAsia="zh-CN"/>
        </w:rPr>
        <w:t>SINR</w:t>
      </w:r>
      <w:r w:rsidRPr="007731D4">
        <w:t>)</w:t>
      </w:r>
      <w:bookmarkEnd w:id="50"/>
    </w:p>
    <w:p w:rsidR="007731D4" w:rsidRPr="007731D4" w:rsidRDefault="007731D4" w:rsidP="00252094">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7731D4" w:rsidRPr="007731D4" w:rsidTr="006D6364">
        <w:trPr>
          <w:cantSplit/>
          <w:jc w:val="center"/>
        </w:trPr>
        <w:tc>
          <w:tcPr>
            <w:tcW w:w="1951" w:type="dxa"/>
          </w:tcPr>
          <w:p w:rsidR="007731D4" w:rsidRPr="007731D4" w:rsidRDefault="007731D4" w:rsidP="007731D4">
            <w:pPr>
              <w:keepNext/>
              <w:keepLines/>
              <w:spacing w:after="0"/>
              <w:rPr>
                <w:rFonts w:ascii="Arial" w:hAnsi="Arial"/>
                <w:b/>
                <w:sz w:val="18"/>
                <w:szCs w:val="18"/>
              </w:rPr>
            </w:pPr>
            <w:r w:rsidRPr="007731D4">
              <w:rPr>
                <w:rFonts w:ascii="Arial" w:hAnsi="Arial"/>
                <w:b/>
                <w:sz w:val="18"/>
                <w:szCs w:val="18"/>
              </w:rPr>
              <w:t>Definition</w:t>
            </w:r>
          </w:p>
        </w:tc>
        <w:tc>
          <w:tcPr>
            <w:tcW w:w="7787" w:type="dxa"/>
          </w:tcPr>
          <w:p w:rsidR="007731D4" w:rsidRPr="007731D4" w:rsidRDefault="007731D4" w:rsidP="007731D4">
            <w:pPr>
              <w:keepNext/>
              <w:keepLines/>
              <w:spacing w:after="0"/>
              <w:rPr>
                <w:rFonts w:ascii="Arial" w:hAnsi="Arial"/>
                <w:sz w:val="18"/>
              </w:rPr>
            </w:pPr>
            <w:r w:rsidRPr="007731D4">
              <w:rPr>
                <w:rFonts w:ascii="Arial" w:hAnsi="Arial"/>
                <w:sz w:val="18"/>
              </w:rPr>
              <w:t>NR SS s</w:t>
            </w:r>
            <w:r w:rsidRPr="007731D4">
              <w:rPr>
                <w:rFonts w:ascii="Arial" w:hAnsi="Arial" w:hint="eastAsia"/>
                <w:sz w:val="18"/>
              </w:rPr>
              <w:t>ignal-to-</w:t>
            </w:r>
            <w:r w:rsidRPr="007731D4">
              <w:rPr>
                <w:rFonts w:ascii="Arial" w:hAnsi="Arial"/>
                <w:sz w:val="18"/>
              </w:rPr>
              <w:t>n</w:t>
            </w:r>
            <w:r w:rsidRPr="007731D4">
              <w:rPr>
                <w:rFonts w:ascii="Arial" w:hAnsi="Arial" w:hint="eastAsia"/>
                <w:sz w:val="18"/>
              </w:rPr>
              <w:t>oise and interference ratio (</w:t>
            </w:r>
            <w:r w:rsidRPr="007731D4">
              <w:rPr>
                <w:rFonts w:ascii="Arial" w:hAnsi="Arial"/>
                <w:sz w:val="18"/>
              </w:rPr>
              <w:t>NR-SS</w:t>
            </w:r>
            <w:r w:rsidRPr="007731D4">
              <w:rPr>
                <w:rFonts w:ascii="Arial" w:hAnsi="Arial" w:hint="eastAsia"/>
                <w:sz w:val="18"/>
              </w:rPr>
              <w:t>-SINR),</w:t>
            </w:r>
            <w:r w:rsidRPr="007731D4">
              <w:rPr>
                <w:rFonts w:ascii="Arial" w:hAnsi="Arial"/>
                <w:sz w:val="18"/>
              </w:rPr>
              <w:t xml:space="preserve"> is defined as the linear average over the power contribution (in </w:t>
            </w:r>
            <w:r w:rsidRPr="007731D4">
              <w:rPr>
                <w:rFonts w:ascii="Arial" w:hAnsi="Arial" w:hint="eastAsia"/>
                <w:sz w:val="18"/>
              </w:rPr>
              <w:t>[</w:t>
            </w:r>
            <w:r w:rsidRPr="007731D4">
              <w:rPr>
                <w:rFonts w:ascii="Arial" w:hAnsi="Arial"/>
                <w:sz w:val="18"/>
              </w:rPr>
              <w:t>W</w:t>
            </w:r>
            <w:r w:rsidRPr="007731D4">
              <w:rPr>
                <w:rFonts w:ascii="Arial" w:hAnsi="Arial" w:hint="eastAsia"/>
                <w:sz w:val="18"/>
              </w:rPr>
              <w:t>]</w:t>
            </w:r>
            <w:r w:rsidRPr="007731D4">
              <w:rPr>
                <w:rFonts w:ascii="Arial" w:hAnsi="Arial"/>
                <w:sz w:val="18"/>
              </w:rPr>
              <w:t xml:space="preserve">) of the resource elements </w:t>
            </w:r>
            <w:r w:rsidRPr="007731D4">
              <w:rPr>
                <w:rFonts w:ascii="Arial" w:hAnsi="Arial" w:hint="eastAsia"/>
                <w:sz w:val="18"/>
              </w:rPr>
              <w:t xml:space="preserve">carrying </w:t>
            </w:r>
            <w:r w:rsidRPr="007731D4">
              <w:rPr>
                <w:rFonts w:ascii="Arial" w:hAnsi="Arial"/>
                <w:sz w:val="18"/>
              </w:rPr>
              <w:t xml:space="preserve">secondary synchronisation </w:t>
            </w:r>
            <w:r w:rsidRPr="007731D4">
              <w:rPr>
                <w:rFonts w:ascii="Arial" w:hAnsi="Arial" w:hint="eastAsia"/>
                <w:sz w:val="18"/>
              </w:rPr>
              <w:t xml:space="preserve">signals </w:t>
            </w:r>
            <w:r w:rsidRPr="007731D4">
              <w:rPr>
                <w:rFonts w:ascii="Arial" w:hAnsi="Arial"/>
                <w:sz w:val="18"/>
              </w:rPr>
              <w:t xml:space="preserve">divided by the linear average of the noise and interference power contribution (in </w:t>
            </w:r>
            <w:r w:rsidRPr="007731D4">
              <w:rPr>
                <w:rFonts w:ascii="Arial" w:hAnsi="Arial" w:hint="eastAsia"/>
                <w:sz w:val="18"/>
              </w:rPr>
              <w:t>[</w:t>
            </w:r>
            <w:r w:rsidRPr="007731D4">
              <w:rPr>
                <w:rFonts w:ascii="Arial" w:hAnsi="Arial"/>
                <w:sz w:val="18"/>
              </w:rPr>
              <w:t>W</w:t>
            </w:r>
            <w:r w:rsidRPr="007731D4">
              <w:rPr>
                <w:rFonts w:ascii="Arial" w:hAnsi="Arial" w:hint="eastAsia"/>
                <w:sz w:val="18"/>
              </w:rPr>
              <w:t>]</w:t>
            </w:r>
            <w:r w:rsidRPr="007731D4">
              <w:rPr>
                <w:rFonts w:ascii="Arial" w:hAnsi="Arial"/>
                <w:sz w:val="18"/>
              </w:rPr>
              <w:t xml:space="preserve">) </w:t>
            </w:r>
            <w:r w:rsidRPr="007731D4">
              <w:rPr>
                <w:rFonts w:ascii="Arial" w:hAnsi="Arial" w:hint="eastAsia"/>
                <w:sz w:val="18"/>
              </w:rPr>
              <w:t>over</w:t>
            </w:r>
            <w:r w:rsidRPr="007731D4">
              <w:rPr>
                <w:rFonts w:ascii="Arial" w:hAnsi="Arial"/>
                <w:sz w:val="18"/>
              </w:rPr>
              <w:t xml:space="preserve"> the resource elements carrying secondary synchronisation </w:t>
            </w:r>
            <w:r w:rsidRPr="007731D4">
              <w:rPr>
                <w:rFonts w:ascii="Arial" w:hAnsi="Arial" w:hint="eastAsia"/>
                <w:sz w:val="18"/>
              </w:rPr>
              <w:t xml:space="preserve">signals </w:t>
            </w:r>
            <w:r w:rsidRPr="007731D4">
              <w:rPr>
                <w:rFonts w:ascii="Arial" w:hAnsi="Arial"/>
                <w:sz w:val="18"/>
              </w:rPr>
              <w:t xml:space="preserve">within the </w:t>
            </w:r>
            <w:r w:rsidRPr="007731D4">
              <w:rPr>
                <w:rFonts w:ascii="Arial" w:hAnsi="Arial" w:hint="eastAsia"/>
                <w:sz w:val="18"/>
              </w:rPr>
              <w:t xml:space="preserve">same </w:t>
            </w:r>
            <w:r w:rsidRPr="007731D4">
              <w:rPr>
                <w:rFonts w:ascii="Arial" w:hAnsi="Arial"/>
                <w:sz w:val="18"/>
              </w:rPr>
              <w:t>frequency bandwidth. The measurement time resource(s) for NR-SS-SINR are confined within SS/PBCH Block Measurement Time Configuration (SMTC) window duration.</w:t>
            </w:r>
          </w:p>
          <w:p w:rsidR="007731D4" w:rsidRPr="007731D4" w:rsidRDefault="007731D4" w:rsidP="007731D4">
            <w:pPr>
              <w:keepNext/>
              <w:keepLines/>
              <w:spacing w:after="0"/>
              <w:rPr>
                <w:rFonts w:ascii="Arial" w:hAnsi="Arial"/>
                <w:sz w:val="18"/>
              </w:rPr>
            </w:pPr>
          </w:p>
          <w:p w:rsidR="007731D4" w:rsidRPr="007731D4" w:rsidRDefault="007731D4" w:rsidP="007731D4">
            <w:pPr>
              <w:keepNext/>
              <w:keepLines/>
              <w:spacing w:after="0"/>
              <w:rPr>
                <w:rFonts w:ascii="Arial" w:hAnsi="Arial"/>
                <w:sz w:val="18"/>
              </w:rPr>
            </w:pPr>
            <w:r w:rsidRPr="007731D4">
              <w:rPr>
                <w:rFonts w:ascii="Arial" w:hAnsi="Arial"/>
                <w:sz w:val="18"/>
              </w:rPr>
              <w:t>For NR-SS-SINR determination demodulation reference signals for physical broadcast channel (PBCH) in addition to secondary synchronization signals may be used.</w:t>
            </w:r>
          </w:p>
          <w:p w:rsidR="007731D4" w:rsidRPr="007731D4" w:rsidRDefault="007731D4" w:rsidP="007731D4">
            <w:pPr>
              <w:keepNext/>
              <w:keepLines/>
              <w:spacing w:after="0"/>
              <w:rPr>
                <w:rFonts w:ascii="Arial" w:hAnsi="Arial"/>
                <w:sz w:val="18"/>
              </w:rPr>
            </w:pPr>
          </w:p>
          <w:p w:rsidR="007731D4" w:rsidRPr="007731D4" w:rsidRDefault="007731D4" w:rsidP="007731D4">
            <w:pPr>
              <w:keepNext/>
              <w:keepLines/>
              <w:spacing w:after="0"/>
              <w:rPr>
                <w:rFonts w:ascii="Arial" w:hAnsi="Arial"/>
                <w:sz w:val="18"/>
              </w:rPr>
            </w:pPr>
            <w:r w:rsidRPr="007731D4">
              <w:rPr>
                <w:rFonts w:ascii="Arial" w:hAnsi="Arial"/>
                <w:sz w:val="18"/>
              </w:rPr>
              <w:t>If higher-layers indicate certain SS/PBCH blocks for performing NR-SS-SINR measurements, then NR-SS-SINR is measured only from the indicated set of SS/PBCH block(s).</w:t>
            </w:r>
          </w:p>
          <w:p w:rsidR="007731D4" w:rsidRPr="007731D4" w:rsidRDefault="007731D4" w:rsidP="007731D4">
            <w:pPr>
              <w:keepNext/>
              <w:keepLines/>
              <w:spacing w:after="0"/>
              <w:rPr>
                <w:rFonts w:ascii="Arial" w:hAnsi="Arial"/>
                <w:sz w:val="18"/>
              </w:rPr>
            </w:pPr>
          </w:p>
          <w:p w:rsidR="007731D4" w:rsidRPr="007731D4" w:rsidRDefault="007731D4" w:rsidP="007731D4">
            <w:pPr>
              <w:keepNext/>
              <w:keepLines/>
              <w:spacing w:after="0"/>
              <w:rPr>
                <w:rFonts w:ascii="Arial" w:hAnsi="Arial"/>
                <w:sz w:val="18"/>
              </w:rPr>
            </w:pPr>
            <w:r w:rsidRPr="007731D4">
              <w:rPr>
                <w:rFonts w:ascii="Arial" w:hAnsi="Arial"/>
                <w:sz w:val="18"/>
              </w:rPr>
              <w:t>For frequency range 1, the reference point for the NR-SS-SINR shall be the antenna connector of the UE. For frequency range 2, NR-SS-SINR shall be measured based on the combined signal from antenna elements corresponding to a given receiver branch. For frequency range 1 and 2, if receiver diversity is in use by the UE, the reported NR-SS-SINR value shall not be lower than the corresponding NR-SS-SINR of any of the individual receiver branches.</w:t>
            </w:r>
          </w:p>
        </w:tc>
      </w:tr>
      <w:tr w:rsidR="007731D4" w:rsidRPr="007731D4" w:rsidTr="006D6364">
        <w:trPr>
          <w:cantSplit/>
          <w:jc w:val="center"/>
        </w:trPr>
        <w:tc>
          <w:tcPr>
            <w:tcW w:w="1951" w:type="dxa"/>
          </w:tcPr>
          <w:p w:rsidR="007731D4" w:rsidRPr="007731D4" w:rsidRDefault="007731D4" w:rsidP="007731D4">
            <w:pPr>
              <w:keepNext/>
              <w:keepLines/>
              <w:spacing w:after="0"/>
              <w:rPr>
                <w:rFonts w:ascii="Arial" w:hAnsi="Arial"/>
                <w:b/>
                <w:sz w:val="18"/>
                <w:szCs w:val="18"/>
              </w:rPr>
            </w:pPr>
            <w:r w:rsidRPr="007731D4">
              <w:rPr>
                <w:rFonts w:ascii="Arial" w:hAnsi="Arial"/>
                <w:b/>
                <w:sz w:val="18"/>
                <w:szCs w:val="18"/>
              </w:rPr>
              <w:t>Applicable for</w:t>
            </w:r>
          </w:p>
        </w:tc>
        <w:tc>
          <w:tcPr>
            <w:tcW w:w="7787" w:type="dxa"/>
          </w:tcPr>
          <w:p w:rsidR="007731D4" w:rsidRPr="007731D4" w:rsidRDefault="007731D4" w:rsidP="007731D4">
            <w:pPr>
              <w:keepNext/>
              <w:keepLines/>
              <w:spacing w:after="0"/>
              <w:rPr>
                <w:rFonts w:ascii="Arial" w:hAnsi="Arial"/>
                <w:sz w:val="18"/>
              </w:rPr>
            </w:pPr>
            <w:r w:rsidRPr="007731D4">
              <w:rPr>
                <w:rFonts w:ascii="Arial" w:hAnsi="Arial"/>
                <w:sz w:val="18"/>
              </w:rPr>
              <w:t>RRC_CONNECTED inter-RAT</w:t>
            </w:r>
          </w:p>
        </w:tc>
      </w:tr>
    </w:tbl>
    <w:p w:rsidR="007731D4" w:rsidRPr="004C7680" w:rsidRDefault="007731D4" w:rsidP="004C7680"/>
    <w:p w:rsidR="00D313E8" w:rsidRDefault="00D313E8" w:rsidP="00D313E8">
      <w:pPr>
        <w:pStyle w:val="Heading2"/>
      </w:pPr>
      <w:bookmarkStart w:id="51" w:name="_Toc524695291"/>
      <w:r>
        <w:t>5.2</w:t>
      </w:r>
      <w:r>
        <w:tab/>
        <w:t>E</w:t>
      </w:r>
      <w:r w:rsidR="0013151A">
        <w:t>-</w:t>
      </w:r>
      <w:r>
        <w:t>UTRAN measurement abilities</w:t>
      </w:r>
      <w:bookmarkEnd w:id="51"/>
    </w:p>
    <w:p w:rsidR="00D313E8" w:rsidRDefault="00D313E8" w:rsidP="00D313E8">
      <w:r>
        <w:t>The structure of the table defining a E</w:t>
      </w:r>
      <w:r w:rsidR="0013151A">
        <w:t>-</w:t>
      </w:r>
      <w:r>
        <w:t>UTRAN measurement quantity is shown below.</w:t>
      </w:r>
    </w:p>
    <w:p w:rsidR="00AB5EB5" w:rsidRDefault="00AB5EB5" w:rsidP="00AB5EB5">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D313E8">
        <w:trPr>
          <w:cantSplit/>
          <w:jc w:val="center"/>
        </w:trPr>
        <w:tc>
          <w:tcPr>
            <w:tcW w:w="1951" w:type="dxa"/>
          </w:tcPr>
          <w:p w:rsidR="00D313E8" w:rsidRDefault="00D313E8" w:rsidP="00DA18D5">
            <w:pPr>
              <w:pStyle w:val="TAL"/>
              <w:rPr>
                <w:b/>
              </w:rPr>
            </w:pPr>
            <w:r>
              <w:rPr>
                <w:b/>
              </w:rPr>
              <w:t>Column field</w:t>
            </w:r>
          </w:p>
        </w:tc>
        <w:tc>
          <w:tcPr>
            <w:tcW w:w="7787" w:type="dxa"/>
          </w:tcPr>
          <w:p w:rsidR="00D313E8" w:rsidRDefault="00D313E8" w:rsidP="00DA18D5">
            <w:pPr>
              <w:pStyle w:val="TAL"/>
            </w:pPr>
            <w:r>
              <w:t>Comment</w:t>
            </w:r>
          </w:p>
        </w:tc>
      </w:tr>
      <w:tr w:rsidR="00D313E8">
        <w:trPr>
          <w:cantSplit/>
          <w:jc w:val="center"/>
        </w:trPr>
        <w:tc>
          <w:tcPr>
            <w:tcW w:w="1951" w:type="dxa"/>
          </w:tcPr>
          <w:p w:rsidR="00D313E8" w:rsidRDefault="00D313E8" w:rsidP="00DA18D5">
            <w:pPr>
              <w:pStyle w:val="TAL"/>
              <w:rPr>
                <w:b/>
              </w:rPr>
            </w:pPr>
            <w:r>
              <w:rPr>
                <w:b/>
              </w:rPr>
              <w:t>Definition</w:t>
            </w:r>
          </w:p>
        </w:tc>
        <w:tc>
          <w:tcPr>
            <w:tcW w:w="7787" w:type="dxa"/>
          </w:tcPr>
          <w:p w:rsidR="00D313E8" w:rsidRDefault="00D313E8" w:rsidP="00DA18D5">
            <w:pPr>
              <w:pStyle w:val="TAL"/>
            </w:pPr>
            <w:r>
              <w:t>Contains the definition of the measurement.</w:t>
            </w:r>
          </w:p>
        </w:tc>
      </w:tr>
    </w:tbl>
    <w:p w:rsidR="00D313E8" w:rsidRDefault="00D313E8" w:rsidP="00D313E8"/>
    <w:p w:rsidR="00003E5F" w:rsidRPr="00710DA0" w:rsidRDefault="00003E5F" w:rsidP="00003E5F">
      <w:r>
        <w:t>The term "antenna connector" used in this sub</w:t>
      </w:r>
      <w:bookmarkStart w:id="52" w:name="_GoBack"/>
      <w:bookmarkEnd w:id="52"/>
      <w:r>
        <w:t>clause to define the reference point for the E-UTRAN measurements refers to the "BS antenna connector" test port A and test port B as described in [10]. The term "antenna connector" refers to Rx or Tx antenna connector as described in the respective measurement definitions.</w:t>
      </w:r>
    </w:p>
    <w:p w:rsidR="00003E5F" w:rsidRDefault="00003E5F" w:rsidP="00D313E8"/>
    <w:p w:rsidR="00F91329" w:rsidRDefault="00AB5EB5" w:rsidP="00AB5EB5">
      <w:pPr>
        <w:pStyle w:val="Heading3"/>
      </w:pPr>
      <w:bookmarkStart w:id="53" w:name="_Toc524695292"/>
      <w:r>
        <w:lastRenderedPageBreak/>
        <w:t>5.2.1</w:t>
      </w:r>
      <w:r>
        <w:tab/>
      </w:r>
      <w:r w:rsidR="00A53E3A" w:rsidRPr="00A53E3A">
        <w:t>DL RS TX power</w:t>
      </w:r>
      <w:bookmarkEnd w:id="53"/>
      <w:r w:rsidR="00A53E3A" w:rsidRPr="00A53E3A">
        <w:t xml:space="preserve"> </w:t>
      </w:r>
    </w:p>
    <w:p w:rsidR="00AB5EB5" w:rsidRPr="00AB5EB5" w:rsidRDefault="00AB5EB5" w:rsidP="00AB5EB5">
      <w:pPr>
        <w:pStyle w:val="TH"/>
      </w:pP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75"/>
        <w:gridCol w:w="7787"/>
      </w:tblGrid>
      <w:tr w:rsidR="00A53E3A">
        <w:trPr>
          <w:cantSplit/>
          <w:jc w:val="center"/>
        </w:trPr>
        <w:tc>
          <w:tcPr>
            <w:tcW w:w="1475" w:type="dxa"/>
          </w:tcPr>
          <w:p w:rsidR="00A53E3A" w:rsidRDefault="00A53E3A" w:rsidP="00261E10">
            <w:pPr>
              <w:pStyle w:val="TAL"/>
              <w:rPr>
                <w:b/>
              </w:rPr>
            </w:pPr>
            <w:r>
              <w:rPr>
                <w:b/>
              </w:rPr>
              <w:t>Definition</w:t>
            </w:r>
          </w:p>
        </w:tc>
        <w:tc>
          <w:tcPr>
            <w:tcW w:w="7787" w:type="dxa"/>
          </w:tcPr>
          <w:p w:rsidR="00A53E3A" w:rsidRDefault="00A53E3A" w:rsidP="00261E10">
            <w:pPr>
              <w:pStyle w:val="TAL"/>
            </w:pPr>
            <w:r>
              <w:t xml:space="preserve">Downlink reference signal transmit power is </w:t>
            </w:r>
            <w:r w:rsidRPr="0045255D">
              <w:t xml:space="preserve">determined for a considered cell as the </w:t>
            </w:r>
            <w:r w:rsidRPr="00A3098E">
              <w:t>linear average over the power contributions (in [W]) of the resource elements that carry cell-specific reference signals</w:t>
            </w:r>
            <w:r>
              <w:t xml:space="preserve"> which are transmitted by the eNode B within its operating system bandwidth.</w:t>
            </w:r>
          </w:p>
          <w:p w:rsidR="00A53E3A" w:rsidRPr="0045255D" w:rsidRDefault="00A53E3A" w:rsidP="00261E10">
            <w:pPr>
              <w:pStyle w:val="TAL"/>
            </w:pPr>
            <w:r w:rsidRPr="0045255D">
              <w:t xml:space="preserve">For </w:t>
            </w:r>
            <w:r>
              <w:t xml:space="preserve">DL RS TX power </w:t>
            </w:r>
            <w:r w:rsidRPr="0045255D">
              <w:t>determination the cell-specific reference signals R</w:t>
            </w:r>
            <w:r w:rsidRPr="00436EE8">
              <w:rPr>
                <w:vertAlign w:val="subscript"/>
              </w:rPr>
              <w:t>0</w:t>
            </w:r>
            <w:r w:rsidRPr="0045255D">
              <w:t xml:space="preserve"> and </w:t>
            </w:r>
            <w:r>
              <w:t xml:space="preserve">if available </w:t>
            </w:r>
            <w:r w:rsidRPr="0045255D">
              <w:t>R</w:t>
            </w:r>
            <w:r w:rsidRPr="00436EE8">
              <w:rPr>
                <w:vertAlign w:val="subscript"/>
              </w:rPr>
              <w:t>1</w:t>
            </w:r>
            <w:r>
              <w:t xml:space="preserve"> according TS 36.211 [3</w:t>
            </w:r>
            <w:r w:rsidRPr="0045255D">
              <w:t xml:space="preserve">] </w:t>
            </w:r>
            <w:r>
              <w:t>can be used</w:t>
            </w:r>
            <w:r w:rsidRPr="0045255D">
              <w:t>.</w:t>
            </w:r>
          </w:p>
          <w:p w:rsidR="00A53E3A" w:rsidRDefault="00A53E3A" w:rsidP="00261E10">
            <w:pPr>
              <w:pStyle w:val="TAL"/>
            </w:pPr>
            <w:r>
              <w:t>The reference point for the DL RS TX power measurement shall be the TX antenna connector.</w:t>
            </w:r>
          </w:p>
        </w:tc>
      </w:tr>
    </w:tbl>
    <w:p w:rsidR="00A53E3A" w:rsidRDefault="00A53E3A" w:rsidP="00AB5EB5"/>
    <w:p w:rsidR="0072322E" w:rsidRDefault="0072322E" w:rsidP="0072322E">
      <w:pPr>
        <w:pStyle w:val="Heading3"/>
      </w:pPr>
      <w:bookmarkStart w:id="54" w:name="_Toc524695293"/>
      <w:r>
        <w:t>5.2.2</w:t>
      </w:r>
      <w:r>
        <w:tab/>
        <w:t>Received Interference Power</w:t>
      </w:r>
      <w:bookmarkEnd w:id="54"/>
    </w:p>
    <w:p w:rsidR="0072322E" w:rsidRPr="0072322E" w:rsidRDefault="0072322E" w:rsidP="00B96C1F">
      <w:pPr>
        <w:pStyle w:val="TH"/>
      </w:pP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75"/>
        <w:gridCol w:w="7787"/>
      </w:tblGrid>
      <w:tr w:rsidR="0072322E">
        <w:trPr>
          <w:cantSplit/>
          <w:jc w:val="center"/>
        </w:trPr>
        <w:tc>
          <w:tcPr>
            <w:tcW w:w="1475" w:type="dxa"/>
          </w:tcPr>
          <w:p w:rsidR="0072322E" w:rsidRDefault="0072322E" w:rsidP="008D32F8">
            <w:pPr>
              <w:pStyle w:val="TAL"/>
              <w:rPr>
                <w:b/>
              </w:rPr>
            </w:pPr>
            <w:r>
              <w:rPr>
                <w:b/>
              </w:rPr>
              <w:t>Definition</w:t>
            </w:r>
          </w:p>
        </w:tc>
        <w:tc>
          <w:tcPr>
            <w:tcW w:w="7787" w:type="dxa"/>
          </w:tcPr>
          <w:p w:rsidR="0072322E" w:rsidRDefault="0072322E" w:rsidP="008D32F8">
            <w:pPr>
              <w:pStyle w:val="TAL"/>
            </w:pPr>
            <w:r>
              <w:t>The uplink received interference power, including thermal noise, within one physical resource block</w:t>
            </w:r>
            <w:r w:rsidR="001E309E">
              <w:t>'</w:t>
            </w:r>
            <w:r>
              <w:t xml:space="preserve">s bandwidth of </w:t>
            </w:r>
            <w:r w:rsidRPr="00C12953">
              <w:rPr>
                <w:position w:val="-10"/>
              </w:rPr>
              <w:object w:dxaOrig="440" w:dyaOrig="340">
                <v:shape id="_x0000_i1027" type="#_x0000_t75" style="width:21.75pt;height:16.75pt" o:ole="">
                  <v:imagedata r:id="rId14" o:title=""/>
                </v:shape>
                <o:OLEObject Type="Embed" ProgID="Equation.3" ShapeID="_x0000_i1027" DrawAspect="Content" ObjectID="_1636961058" r:id="rId15"/>
              </w:object>
            </w:r>
            <w:r>
              <w:t>resource elements as defined in TS 36.211 [3</w:t>
            </w:r>
            <w:r w:rsidRPr="0045255D">
              <w:t>]</w:t>
            </w:r>
            <w:r>
              <w:t xml:space="preserve">. The reported value shall contain a set of Received Interference Powers of physical resource blocks </w:t>
            </w:r>
            <w:r w:rsidRPr="00E557DF">
              <w:rPr>
                <w:position w:val="-10"/>
              </w:rPr>
              <w:object w:dxaOrig="1680" w:dyaOrig="340">
                <v:shape id="_x0000_i1028" type="#_x0000_t75" style="width:83.7pt;height:16.75pt" o:ole="">
                  <v:imagedata r:id="rId16" o:title=""/>
                </v:shape>
                <o:OLEObject Type="Embed" ProgID="Equation.3" ShapeID="_x0000_i1028" DrawAspect="Content" ObjectID="_1636961059" r:id="rId17"/>
              </w:object>
            </w:r>
            <w:r>
              <w:t xml:space="preserve"> as defined in TS 36.211 [3</w:t>
            </w:r>
            <w:r w:rsidRPr="0045255D">
              <w:t>]</w:t>
            </w:r>
            <w:r>
              <w:t>. The reference point for the measurement shall be the RX antenna connector. In case of receiver diversity, the reported value shall be linear average of the power in the diversity branches.</w:t>
            </w:r>
          </w:p>
        </w:tc>
      </w:tr>
    </w:tbl>
    <w:p w:rsidR="0072322E" w:rsidRPr="000343C5" w:rsidRDefault="0072322E" w:rsidP="0072322E">
      <w:pPr>
        <w:pStyle w:val="TH"/>
        <w:jc w:val="left"/>
      </w:pPr>
    </w:p>
    <w:p w:rsidR="006B4F03" w:rsidRDefault="006B4F03" w:rsidP="003B17DA">
      <w:pPr>
        <w:pStyle w:val="Heading3"/>
      </w:pPr>
      <w:bookmarkStart w:id="55" w:name="_Toc524695294"/>
      <w:r>
        <w:t>5.2.3</w:t>
      </w:r>
      <w:r w:rsidR="003B17DA">
        <w:tab/>
      </w:r>
      <w:r>
        <w:t>Thermal noise power</w:t>
      </w:r>
      <w:bookmarkEnd w:id="55"/>
    </w:p>
    <w:p w:rsidR="006B4F03" w:rsidRDefault="006B4F03" w:rsidP="00B96C1F">
      <w:pPr>
        <w:pStyle w:val="TH"/>
      </w:pP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75"/>
        <w:gridCol w:w="7787"/>
      </w:tblGrid>
      <w:tr w:rsidR="006B4F03">
        <w:trPr>
          <w:cantSplit/>
          <w:jc w:val="center"/>
        </w:trPr>
        <w:tc>
          <w:tcPr>
            <w:tcW w:w="1475" w:type="dxa"/>
          </w:tcPr>
          <w:p w:rsidR="006B4F03" w:rsidRDefault="006B4F03" w:rsidP="008D32F8">
            <w:pPr>
              <w:pStyle w:val="TAL"/>
              <w:rPr>
                <w:b/>
              </w:rPr>
            </w:pPr>
            <w:r>
              <w:rPr>
                <w:b/>
              </w:rPr>
              <w:t>Definition</w:t>
            </w:r>
          </w:p>
        </w:tc>
        <w:tc>
          <w:tcPr>
            <w:tcW w:w="7787" w:type="dxa"/>
          </w:tcPr>
          <w:p w:rsidR="006B4F03" w:rsidRDefault="006B4F03" w:rsidP="008D32F8">
            <w:pPr>
              <w:pStyle w:val="TAL"/>
            </w:pPr>
            <w:r>
              <w:t xml:space="preserve">The uplink thermal noise power within the UL system bandwidth consisting of </w:t>
            </w:r>
            <w:r w:rsidRPr="00E557DF">
              <w:rPr>
                <w:position w:val="-10"/>
              </w:rPr>
              <w:object w:dxaOrig="440" w:dyaOrig="360">
                <v:shape id="_x0000_i1029" type="#_x0000_t75" style="width:21.75pt;height:18.4pt" o:ole="">
                  <v:imagedata r:id="rId18" o:title=""/>
                </v:shape>
                <o:OLEObject Type="Embed" ProgID="Equation.3" ShapeID="_x0000_i1029" DrawAspect="Content" ObjectID="_1636961060" r:id="rId19"/>
              </w:object>
            </w:r>
            <w:r>
              <w:t xml:space="preserve"> resource blocks as defined in [3</w:t>
            </w:r>
            <w:r w:rsidRPr="0045255D">
              <w:t>]</w:t>
            </w:r>
            <w:r>
              <w:t>. It is defined as (N</w:t>
            </w:r>
            <w:r w:rsidRPr="001D16CD">
              <w:rPr>
                <w:vertAlign w:val="subscript"/>
              </w:rPr>
              <w:t>o</w:t>
            </w:r>
            <w:r>
              <w:t xml:space="preserve"> x </w:t>
            </w:r>
            <w:r w:rsidRPr="00AC3A2B">
              <w:rPr>
                <w:i/>
              </w:rPr>
              <w:t>W</w:t>
            </w:r>
            <w:r>
              <w:t>), where N</w:t>
            </w:r>
            <w:r w:rsidRPr="001D16CD">
              <w:rPr>
                <w:vertAlign w:val="subscript"/>
              </w:rPr>
              <w:t>o</w:t>
            </w:r>
            <w:r>
              <w:t xml:space="preserve"> denotes the white noise power spectral density on the uplink carrier frequency and </w:t>
            </w:r>
            <w:r w:rsidRPr="00AC3A2B">
              <w:rPr>
                <w:position w:val="-10"/>
              </w:rPr>
              <w:object w:dxaOrig="1719" w:dyaOrig="360">
                <v:shape id="_x0000_i1030" type="#_x0000_t75" style="width:86.25pt;height:18.4pt" o:ole="">
                  <v:imagedata r:id="rId20" o:title=""/>
                </v:shape>
                <o:OLEObject Type="Embed" ProgID="Equation.3" ShapeID="_x0000_i1030" DrawAspect="Content" ObjectID="_1636961061" r:id="rId21"/>
              </w:object>
            </w:r>
            <w:r w:rsidRPr="00AC3A2B">
              <w:rPr>
                <w:i/>
              </w:rPr>
              <w:t xml:space="preserve"> </w:t>
            </w:r>
            <w:r>
              <w:t xml:space="preserve">denotes the UL system bandwidth. </w:t>
            </w:r>
            <w:r w:rsidRPr="008C2655">
              <w:t>The measurement</w:t>
            </w:r>
            <w:r w:rsidR="001E309E">
              <w:t xml:space="preserve"> </w:t>
            </w:r>
            <w:r w:rsidRPr="008C2655">
              <w:t>is optionally reported together with the Received Interference Power measurement, it shall be determined over the same time period as the Received Interference Power measurement</w:t>
            </w:r>
            <w:r>
              <w:t>, The reference point for the measurement shall be the RX antenna connector. In case of receiver diversity, the reported value shall be linear average of the power in the diversity branches.</w:t>
            </w:r>
          </w:p>
        </w:tc>
      </w:tr>
    </w:tbl>
    <w:p w:rsidR="006B4F03" w:rsidRDefault="006B4F03" w:rsidP="00466CC4"/>
    <w:p w:rsidR="00466CC4" w:rsidRDefault="00466CC4" w:rsidP="00466CC4">
      <w:pPr>
        <w:pStyle w:val="Heading3"/>
      </w:pPr>
      <w:bookmarkStart w:id="56" w:name="_Toc524695295"/>
      <w:r>
        <w:t>5.2.4</w:t>
      </w:r>
      <w:r>
        <w:tab/>
      </w:r>
      <w:r w:rsidRPr="008338D3">
        <w:t>Timing advance (T</w:t>
      </w:r>
      <w:r w:rsidRPr="008338D3">
        <w:rPr>
          <w:vertAlign w:val="subscript"/>
        </w:rPr>
        <w:t>ADV</w:t>
      </w:r>
      <w:r w:rsidRPr="008338D3">
        <w:t>)</w:t>
      </w:r>
      <w:bookmarkEnd w:id="56"/>
    </w:p>
    <w:p w:rsidR="00466CC4" w:rsidRDefault="00466CC4" w:rsidP="00466CC4">
      <w:pPr>
        <w:pStyle w:val="TH"/>
      </w:pP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75"/>
        <w:gridCol w:w="7787"/>
      </w:tblGrid>
      <w:tr w:rsidR="00466CC4">
        <w:trPr>
          <w:cantSplit/>
          <w:jc w:val="center"/>
        </w:trPr>
        <w:tc>
          <w:tcPr>
            <w:tcW w:w="1475" w:type="dxa"/>
          </w:tcPr>
          <w:p w:rsidR="00466CC4" w:rsidRDefault="00466CC4" w:rsidP="00D637C4">
            <w:pPr>
              <w:pStyle w:val="TAL"/>
              <w:rPr>
                <w:b/>
              </w:rPr>
            </w:pPr>
            <w:r>
              <w:rPr>
                <w:b/>
              </w:rPr>
              <w:t>Definition</w:t>
            </w:r>
          </w:p>
        </w:tc>
        <w:tc>
          <w:tcPr>
            <w:tcW w:w="7787" w:type="dxa"/>
          </w:tcPr>
          <w:p w:rsidR="00466CC4" w:rsidRPr="00086D8C" w:rsidRDefault="00466CC4" w:rsidP="00D637C4">
            <w:pPr>
              <w:pStyle w:val="TAL"/>
              <w:rPr>
                <w:u w:val="single"/>
              </w:rPr>
            </w:pPr>
            <w:r w:rsidRPr="00086D8C">
              <w:rPr>
                <w:u w:val="single"/>
              </w:rPr>
              <w:t>Type1:</w:t>
            </w:r>
          </w:p>
          <w:p w:rsidR="00466CC4" w:rsidRDefault="00466CC4" w:rsidP="00D637C4">
            <w:pPr>
              <w:pStyle w:val="TAL"/>
            </w:pPr>
            <w:r>
              <w:t>Timing advance (</w:t>
            </w:r>
            <w:r>
              <w:rPr>
                <w:rFonts w:hint="eastAsia"/>
                <w:kern w:val="2"/>
              </w:rPr>
              <w:t>T</w:t>
            </w:r>
            <w:r>
              <w:rPr>
                <w:kern w:val="2"/>
                <w:vertAlign w:val="subscript"/>
              </w:rPr>
              <w:t>ADV</w:t>
            </w:r>
            <w:r>
              <w:rPr>
                <w:lang w:eastAsia="zh-CN"/>
              </w:rPr>
              <w:t>)</w:t>
            </w:r>
            <w:r>
              <w:t xml:space="preserve"> type 1 is defined as the time difference </w:t>
            </w:r>
          </w:p>
          <w:p w:rsidR="00466CC4" w:rsidRDefault="00466CC4" w:rsidP="00D637C4">
            <w:pPr>
              <w:pStyle w:val="TAL"/>
            </w:pPr>
          </w:p>
          <w:p w:rsidR="00466CC4" w:rsidRDefault="001E309E" w:rsidP="00D637C4">
            <w:pPr>
              <w:pStyle w:val="TAL"/>
              <w:rPr>
                <w:lang w:val="en-US"/>
              </w:rPr>
            </w:pPr>
            <w:r>
              <w:tab/>
            </w:r>
            <w:r w:rsidR="00466CC4" w:rsidRPr="00086D8C">
              <w:rPr>
                <w:lang w:val="en-US"/>
              </w:rPr>
              <w:t>T</w:t>
            </w:r>
            <w:r w:rsidR="00466CC4" w:rsidRPr="00086D8C">
              <w:rPr>
                <w:vertAlign w:val="subscript"/>
                <w:lang w:val="en-US"/>
              </w:rPr>
              <w:t>ADV</w:t>
            </w:r>
            <w:r w:rsidR="00466CC4" w:rsidRPr="00086D8C">
              <w:rPr>
                <w:lang w:val="en-US"/>
              </w:rPr>
              <w:t xml:space="preserve"> = </w:t>
            </w:r>
            <w:r w:rsidR="00466CC4">
              <w:rPr>
                <w:lang w:val="en-US"/>
              </w:rPr>
              <w:t>(</w:t>
            </w:r>
            <w:r w:rsidR="00466CC4" w:rsidRPr="00086D8C">
              <w:rPr>
                <w:lang w:val="en-US"/>
              </w:rPr>
              <w:t xml:space="preserve">eNB </w:t>
            </w:r>
            <w:r w:rsidR="00466CC4">
              <w:rPr>
                <w:lang w:val="en-US"/>
              </w:rPr>
              <w:t xml:space="preserve">Rx – Tx </w:t>
            </w:r>
            <w:r w:rsidR="00466CC4" w:rsidRPr="00086D8C">
              <w:rPr>
                <w:lang w:val="en-US"/>
              </w:rPr>
              <w:t>t</w:t>
            </w:r>
            <w:r w:rsidR="00466CC4">
              <w:rPr>
                <w:lang w:val="en-US"/>
              </w:rPr>
              <w:t>ime difference) + (UE Rx – T</w:t>
            </w:r>
            <w:r w:rsidR="00466CC4" w:rsidRPr="00086D8C">
              <w:rPr>
                <w:lang w:val="en-US"/>
              </w:rPr>
              <w:t>x time difference)</w:t>
            </w:r>
            <w:r w:rsidR="00466CC4">
              <w:rPr>
                <w:lang w:val="en-US"/>
              </w:rPr>
              <w:t>,</w:t>
            </w:r>
          </w:p>
          <w:p w:rsidR="00466CC4" w:rsidRPr="00086D8C" w:rsidRDefault="00466CC4" w:rsidP="00D637C4">
            <w:pPr>
              <w:pStyle w:val="TAL"/>
              <w:rPr>
                <w:lang w:val="en-US"/>
              </w:rPr>
            </w:pPr>
            <w:r>
              <w:rPr>
                <w:lang w:val="en-US"/>
              </w:rPr>
              <w:t xml:space="preserve">where the </w:t>
            </w:r>
            <w:r w:rsidRPr="00086D8C">
              <w:rPr>
                <w:lang w:val="en-US"/>
              </w:rPr>
              <w:t xml:space="preserve">eNB </w:t>
            </w:r>
            <w:r>
              <w:rPr>
                <w:lang w:val="en-US"/>
              </w:rPr>
              <w:t xml:space="preserve">Rx – Tx </w:t>
            </w:r>
            <w:r w:rsidRPr="00086D8C">
              <w:rPr>
                <w:lang w:val="en-US"/>
              </w:rPr>
              <w:t>t</w:t>
            </w:r>
            <w:r>
              <w:rPr>
                <w:lang w:val="en-US"/>
              </w:rPr>
              <w:t>ime difference corresponds to the same UE that reports the UE Rx – T</w:t>
            </w:r>
            <w:r w:rsidRPr="00086D8C">
              <w:rPr>
                <w:lang w:val="en-US"/>
              </w:rPr>
              <w:t>x time difference</w:t>
            </w:r>
            <w:r>
              <w:rPr>
                <w:lang w:val="en-US"/>
              </w:rPr>
              <w:t>.</w:t>
            </w:r>
          </w:p>
          <w:p w:rsidR="00466CC4" w:rsidRPr="001A0BDC" w:rsidRDefault="00466CC4" w:rsidP="00D637C4">
            <w:pPr>
              <w:pStyle w:val="TAL"/>
              <w:rPr>
                <w:lang w:val="en-US"/>
              </w:rPr>
            </w:pPr>
          </w:p>
          <w:p w:rsidR="00466CC4" w:rsidRPr="00086D8C" w:rsidRDefault="00466CC4" w:rsidP="00D637C4">
            <w:pPr>
              <w:pStyle w:val="TAL"/>
              <w:rPr>
                <w:u w:val="single"/>
              </w:rPr>
            </w:pPr>
            <w:r w:rsidRPr="00086D8C">
              <w:rPr>
                <w:u w:val="single"/>
              </w:rPr>
              <w:t>Type2:</w:t>
            </w:r>
          </w:p>
          <w:p w:rsidR="00466CC4" w:rsidRDefault="00466CC4" w:rsidP="00D637C4">
            <w:pPr>
              <w:pStyle w:val="TAL"/>
            </w:pPr>
            <w:r>
              <w:t>Timing advance (</w:t>
            </w:r>
            <w:r>
              <w:rPr>
                <w:rFonts w:hint="eastAsia"/>
                <w:kern w:val="2"/>
              </w:rPr>
              <w:t>T</w:t>
            </w:r>
            <w:r>
              <w:rPr>
                <w:kern w:val="2"/>
                <w:vertAlign w:val="subscript"/>
              </w:rPr>
              <w:t>ADV</w:t>
            </w:r>
            <w:r>
              <w:rPr>
                <w:lang w:eastAsia="zh-CN"/>
              </w:rPr>
              <w:t>)</w:t>
            </w:r>
            <w:r>
              <w:t xml:space="preserve"> type 2 is defined as the time difference </w:t>
            </w:r>
          </w:p>
          <w:p w:rsidR="00466CC4" w:rsidRDefault="00466CC4" w:rsidP="00D637C4">
            <w:pPr>
              <w:pStyle w:val="TAL"/>
            </w:pPr>
          </w:p>
          <w:p w:rsidR="00466CC4" w:rsidRDefault="001E309E" w:rsidP="00D637C4">
            <w:pPr>
              <w:pStyle w:val="TAL"/>
              <w:rPr>
                <w:lang w:val="en-US"/>
              </w:rPr>
            </w:pPr>
            <w:r>
              <w:tab/>
            </w:r>
            <w:r w:rsidR="00466CC4">
              <w:t>T</w:t>
            </w:r>
            <w:r w:rsidR="00466CC4">
              <w:rPr>
                <w:vertAlign w:val="subscript"/>
              </w:rPr>
              <w:t>ADV</w:t>
            </w:r>
            <w:r w:rsidR="00466CC4">
              <w:t xml:space="preserve"> = </w:t>
            </w:r>
            <w:r w:rsidR="00466CC4">
              <w:rPr>
                <w:lang w:val="en-US"/>
              </w:rPr>
              <w:t>(</w:t>
            </w:r>
            <w:r w:rsidR="00466CC4" w:rsidRPr="00086D8C">
              <w:rPr>
                <w:lang w:val="en-US"/>
              </w:rPr>
              <w:t xml:space="preserve">eNB </w:t>
            </w:r>
            <w:r w:rsidR="00466CC4">
              <w:rPr>
                <w:lang w:val="en-US"/>
              </w:rPr>
              <w:t xml:space="preserve">Rx – Tx </w:t>
            </w:r>
            <w:r w:rsidR="00466CC4" w:rsidRPr="00086D8C">
              <w:rPr>
                <w:lang w:val="en-US"/>
              </w:rPr>
              <w:t>t</w:t>
            </w:r>
            <w:r w:rsidR="00466CC4">
              <w:rPr>
                <w:lang w:val="en-US"/>
              </w:rPr>
              <w:t>ime difference),</w:t>
            </w:r>
          </w:p>
          <w:p w:rsidR="00466CC4" w:rsidRDefault="00466CC4" w:rsidP="00D637C4">
            <w:pPr>
              <w:pStyle w:val="TAL"/>
            </w:pPr>
            <w:r>
              <w:rPr>
                <w:lang w:val="en-US"/>
              </w:rPr>
              <w:t>where the eNB Rx – Tx time difference corresponds to a received uplink radio frame containing PRACH from the respective UE</w:t>
            </w:r>
            <w:r w:rsidR="0037286C">
              <w:rPr>
                <w:lang w:val="en-US"/>
              </w:rPr>
              <w:t xml:space="preserve"> </w:t>
            </w:r>
            <w:r w:rsidR="0037286C" w:rsidRPr="00E224B9">
              <w:rPr>
                <w:lang w:val="en-US"/>
              </w:rPr>
              <w:t>or similarly NPRACH from the respective NB-IoT UE.</w:t>
            </w:r>
            <w:r>
              <w:rPr>
                <w:vertAlign w:val="subscript"/>
              </w:rPr>
              <w:t>.</w:t>
            </w:r>
          </w:p>
        </w:tc>
      </w:tr>
    </w:tbl>
    <w:p w:rsidR="00466CC4" w:rsidRPr="008338D3" w:rsidRDefault="00466CC4" w:rsidP="00466CC4"/>
    <w:p w:rsidR="00466CC4" w:rsidRDefault="00466CC4" w:rsidP="00466CC4">
      <w:pPr>
        <w:pStyle w:val="Heading3"/>
      </w:pPr>
      <w:bookmarkStart w:id="57" w:name="_Toc524695296"/>
      <w:r>
        <w:lastRenderedPageBreak/>
        <w:t>5.2.5</w:t>
      </w:r>
      <w:r>
        <w:tab/>
        <w:t>eNB Rx – T</w:t>
      </w:r>
      <w:r w:rsidRPr="008338D3">
        <w:t>x time difference</w:t>
      </w:r>
      <w:bookmarkEnd w:id="57"/>
    </w:p>
    <w:p w:rsidR="00466CC4" w:rsidRDefault="00466CC4" w:rsidP="00466CC4">
      <w:pPr>
        <w:pStyle w:val="TH"/>
      </w:pP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75"/>
        <w:gridCol w:w="7787"/>
      </w:tblGrid>
      <w:tr w:rsidR="00466CC4">
        <w:trPr>
          <w:cantSplit/>
          <w:jc w:val="center"/>
        </w:trPr>
        <w:tc>
          <w:tcPr>
            <w:tcW w:w="1475" w:type="dxa"/>
          </w:tcPr>
          <w:p w:rsidR="00466CC4" w:rsidRDefault="00466CC4" w:rsidP="00D637C4">
            <w:pPr>
              <w:pStyle w:val="TAL"/>
              <w:rPr>
                <w:b/>
              </w:rPr>
            </w:pPr>
            <w:r>
              <w:rPr>
                <w:b/>
              </w:rPr>
              <w:t>Definition</w:t>
            </w:r>
          </w:p>
        </w:tc>
        <w:tc>
          <w:tcPr>
            <w:tcW w:w="7787" w:type="dxa"/>
          </w:tcPr>
          <w:p w:rsidR="00466CC4" w:rsidRDefault="00466CC4" w:rsidP="00D637C4">
            <w:pPr>
              <w:pStyle w:val="TAL"/>
            </w:pPr>
            <w:r>
              <w:t>The eNB Rx – Tx time difference is defined as T</w:t>
            </w:r>
            <w:r>
              <w:rPr>
                <w:vertAlign w:val="subscript"/>
                <w:lang w:val="en-US"/>
              </w:rPr>
              <w:t xml:space="preserve"> eNB-R</w:t>
            </w:r>
            <w:r w:rsidRPr="00086D8C">
              <w:rPr>
                <w:vertAlign w:val="subscript"/>
                <w:lang w:val="en-US"/>
              </w:rPr>
              <w:t>X</w:t>
            </w:r>
            <w:r>
              <w:t xml:space="preserve"> –</w:t>
            </w:r>
            <w:r>
              <w:rPr>
                <w:vertAlign w:val="subscript"/>
                <w:lang w:val="en-US"/>
              </w:rPr>
              <w:t xml:space="preserve"> </w:t>
            </w:r>
            <w:r>
              <w:t>T</w:t>
            </w:r>
            <w:r>
              <w:rPr>
                <w:vertAlign w:val="subscript"/>
                <w:lang w:val="en-US"/>
              </w:rPr>
              <w:t>eNB-T</w:t>
            </w:r>
            <w:r w:rsidRPr="00086D8C">
              <w:rPr>
                <w:vertAlign w:val="subscript"/>
                <w:lang w:val="en-US"/>
              </w:rPr>
              <w:t>X</w:t>
            </w:r>
          </w:p>
          <w:p w:rsidR="00466CC4" w:rsidRDefault="00466CC4" w:rsidP="00D637C4">
            <w:pPr>
              <w:pStyle w:val="TAL"/>
            </w:pPr>
          </w:p>
          <w:p w:rsidR="00466CC4" w:rsidRDefault="00466CC4" w:rsidP="00D637C4">
            <w:pPr>
              <w:pStyle w:val="TAL"/>
            </w:pPr>
            <w:r>
              <w:t>Where:</w:t>
            </w:r>
          </w:p>
          <w:p w:rsidR="00466CC4" w:rsidRDefault="00466CC4" w:rsidP="00D637C4">
            <w:pPr>
              <w:pStyle w:val="TAL"/>
            </w:pPr>
            <w:r>
              <w:t>T</w:t>
            </w:r>
            <w:r>
              <w:rPr>
                <w:vertAlign w:val="subscript"/>
                <w:lang w:val="en-US"/>
              </w:rPr>
              <w:t xml:space="preserve"> eNB-</w:t>
            </w:r>
            <w:r w:rsidRPr="00086D8C">
              <w:rPr>
                <w:vertAlign w:val="subscript"/>
                <w:lang w:val="en-US"/>
              </w:rPr>
              <w:t>RX</w:t>
            </w:r>
            <w:r>
              <w:t xml:space="preserve"> is the eNB received timing of uplink radio frame #i, defined by the first detected path in time.</w:t>
            </w:r>
          </w:p>
          <w:p w:rsidR="00466CC4" w:rsidRDefault="00466CC4" w:rsidP="00D637C4">
            <w:pPr>
              <w:pStyle w:val="TAL"/>
            </w:pPr>
            <w:r>
              <w:t>The reference point for T</w:t>
            </w:r>
            <w:r>
              <w:rPr>
                <w:vertAlign w:val="subscript"/>
                <w:lang w:val="en-US"/>
              </w:rPr>
              <w:t>eNB-</w:t>
            </w:r>
            <w:r w:rsidRPr="00086D8C">
              <w:rPr>
                <w:vertAlign w:val="subscript"/>
                <w:lang w:val="en-US"/>
              </w:rPr>
              <w:t>RX</w:t>
            </w:r>
            <w:r>
              <w:t xml:space="preserve"> shall be the Rx antenna connector.</w:t>
            </w:r>
          </w:p>
          <w:p w:rsidR="00466CC4" w:rsidRDefault="00466CC4" w:rsidP="00D637C4">
            <w:pPr>
              <w:pStyle w:val="TAL"/>
            </w:pPr>
            <w:r>
              <w:t>T</w:t>
            </w:r>
            <w:r>
              <w:rPr>
                <w:vertAlign w:val="subscript"/>
                <w:lang w:val="en-US"/>
              </w:rPr>
              <w:t xml:space="preserve"> eNB-T</w:t>
            </w:r>
            <w:r w:rsidRPr="00086D8C">
              <w:rPr>
                <w:vertAlign w:val="subscript"/>
                <w:lang w:val="en-US"/>
              </w:rPr>
              <w:t>X</w:t>
            </w:r>
            <w:r>
              <w:t xml:space="preserve"> is the eNB transmit timing of downlink radio frame #i.</w:t>
            </w:r>
          </w:p>
          <w:p w:rsidR="00466CC4" w:rsidRDefault="00466CC4" w:rsidP="00D637C4">
            <w:pPr>
              <w:pStyle w:val="TAL"/>
            </w:pPr>
            <w:r>
              <w:t>The reference point for T</w:t>
            </w:r>
            <w:r>
              <w:rPr>
                <w:vertAlign w:val="subscript"/>
                <w:lang w:val="en-US"/>
              </w:rPr>
              <w:t>eNB-T</w:t>
            </w:r>
            <w:r w:rsidRPr="00086D8C">
              <w:rPr>
                <w:vertAlign w:val="subscript"/>
                <w:lang w:val="en-US"/>
              </w:rPr>
              <w:t>X</w:t>
            </w:r>
            <w:r>
              <w:t xml:space="preserve"> shall be the Tx antenna connector.</w:t>
            </w:r>
          </w:p>
        </w:tc>
      </w:tr>
    </w:tbl>
    <w:p w:rsidR="00466CC4" w:rsidRPr="008338D3" w:rsidRDefault="00466CC4" w:rsidP="00466CC4"/>
    <w:p w:rsidR="00466CC4" w:rsidRDefault="00466CC4" w:rsidP="00466CC4">
      <w:pPr>
        <w:pStyle w:val="Heading3"/>
      </w:pPr>
      <w:bookmarkStart w:id="58" w:name="_Toc524695297"/>
      <w:r>
        <w:t>5.2.6</w:t>
      </w:r>
      <w:r>
        <w:tab/>
      </w:r>
      <w:r w:rsidRPr="008338D3">
        <w:t>E-UTRAN GNSS Timing of Cell Frames for UE positioning</w:t>
      </w:r>
      <w:bookmarkEnd w:id="58"/>
    </w:p>
    <w:p w:rsidR="00466CC4" w:rsidRDefault="00466CC4" w:rsidP="00466CC4">
      <w:pPr>
        <w:pStyle w:val="TH"/>
      </w:pP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75"/>
        <w:gridCol w:w="7787"/>
      </w:tblGrid>
      <w:tr w:rsidR="00466CC4">
        <w:trPr>
          <w:cantSplit/>
          <w:jc w:val="center"/>
        </w:trPr>
        <w:tc>
          <w:tcPr>
            <w:tcW w:w="1475" w:type="dxa"/>
          </w:tcPr>
          <w:p w:rsidR="00466CC4" w:rsidRDefault="00466CC4" w:rsidP="00D637C4">
            <w:pPr>
              <w:pStyle w:val="TAL"/>
              <w:rPr>
                <w:b/>
              </w:rPr>
            </w:pPr>
            <w:r>
              <w:rPr>
                <w:b/>
              </w:rPr>
              <w:t>Definition</w:t>
            </w:r>
          </w:p>
        </w:tc>
        <w:tc>
          <w:tcPr>
            <w:tcW w:w="7787" w:type="dxa"/>
          </w:tcPr>
          <w:p w:rsidR="00466CC4" w:rsidRDefault="00466CC4" w:rsidP="00D637C4">
            <w:pPr>
              <w:pStyle w:val="TAL"/>
            </w:pPr>
            <w:r>
              <w:t>T</w:t>
            </w:r>
            <w:r>
              <w:rPr>
                <w:vertAlign w:val="subscript"/>
              </w:rPr>
              <w:t>E-UTRAN-GNSS</w:t>
            </w:r>
            <w:r>
              <w:t xml:space="preserve"> is defined as the time of the occurrence of a specified LTE event according to a GNSS-specific reference time for a given GNSS (e.g., GPS/Galileo/Glonass system time). The specified LTE event is the beginning of the transmission of a particular frame (identified through its SFN) in the cell. The reference point for T</w:t>
            </w:r>
            <w:r>
              <w:rPr>
                <w:vertAlign w:val="subscript"/>
              </w:rPr>
              <w:t>E-UTRAN-GNSS</w:t>
            </w:r>
            <w:r>
              <w:t xml:space="preserve"> shall be the Tx antenna connector.</w:t>
            </w:r>
          </w:p>
        </w:tc>
      </w:tr>
    </w:tbl>
    <w:p w:rsidR="00466CC4" w:rsidRPr="008338D3" w:rsidRDefault="00466CC4" w:rsidP="00466CC4"/>
    <w:p w:rsidR="00466CC4" w:rsidRPr="006359B4" w:rsidRDefault="00466CC4" w:rsidP="00466CC4">
      <w:pPr>
        <w:pStyle w:val="Heading3"/>
      </w:pPr>
      <w:bookmarkStart w:id="59" w:name="_Toc524695298"/>
      <w:r>
        <w:t>5.2.7</w:t>
      </w:r>
      <w:r>
        <w:tab/>
        <w:t xml:space="preserve">Angle of </w:t>
      </w:r>
      <w:r w:rsidRPr="006359B4">
        <w:t>Arrival (AoA)</w:t>
      </w:r>
      <w:bookmarkEnd w:id="59"/>
    </w:p>
    <w:p w:rsidR="00466CC4" w:rsidRDefault="00466CC4" w:rsidP="00466CC4">
      <w:pPr>
        <w:pStyle w:val="TH"/>
      </w:pP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75"/>
        <w:gridCol w:w="7787"/>
      </w:tblGrid>
      <w:tr w:rsidR="00466CC4">
        <w:trPr>
          <w:cantSplit/>
          <w:jc w:val="center"/>
        </w:trPr>
        <w:tc>
          <w:tcPr>
            <w:tcW w:w="1475" w:type="dxa"/>
          </w:tcPr>
          <w:p w:rsidR="00466CC4" w:rsidRDefault="00466CC4" w:rsidP="00D637C4">
            <w:pPr>
              <w:pStyle w:val="TAL"/>
              <w:rPr>
                <w:b/>
              </w:rPr>
            </w:pPr>
            <w:r>
              <w:rPr>
                <w:b/>
                <w:bCs/>
              </w:rPr>
              <w:t>Definition</w:t>
            </w:r>
          </w:p>
        </w:tc>
        <w:tc>
          <w:tcPr>
            <w:tcW w:w="7787" w:type="dxa"/>
          </w:tcPr>
          <w:p w:rsidR="00466CC4" w:rsidRDefault="00466CC4" w:rsidP="00D637C4">
            <w:pPr>
              <w:pStyle w:val="TAL"/>
            </w:pPr>
            <w:r>
              <w:t>AoA defines the estimated angle of a user with respect to a reference direction. The reference direction for this measurement shall be the geographical North, positive in a counter-clockwise direction.</w:t>
            </w:r>
          </w:p>
          <w:p w:rsidR="00466CC4" w:rsidRDefault="00466CC4" w:rsidP="00D637C4">
            <w:pPr>
              <w:pStyle w:val="TAL"/>
            </w:pPr>
            <w:r>
              <w:t>The AoA is determined at the eNB antenna for an UL channel corresponding to this UE.</w:t>
            </w:r>
          </w:p>
        </w:tc>
      </w:tr>
    </w:tbl>
    <w:p w:rsidR="00466CC4" w:rsidRDefault="00466CC4" w:rsidP="00466CC4"/>
    <w:p w:rsidR="00DF772E" w:rsidRDefault="00DF772E" w:rsidP="00DF772E">
      <w:pPr>
        <w:pStyle w:val="Heading3"/>
      </w:pPr>
      <w:bookmarkStart w:id="60" w:name="_Toc524695299"/>
      <w:r>
        <w:t>5.2.8</w:t>
      </w:r>
      <w:r>
        <w:tab/>
        <w:t>UL Relative Time of Arrival (</w:t>
      </w:r>
      <w:r w:rsidRPr="00B60DD0">
        <w:rPr>
          <w:lang w:val="en-US"/>
        </w:rPr>
        <w:t>T</w:t>
      </w:r>
      <w:r>
        <w:rPr>
          <w:vertAlign w:val="subscript"/>
          <w:lang w:val="en-US"/>
        </w:rPr>
        <w:t>UL-RTOA</w:t>
      </w:r>
      <w:r>
        <w:t>)</w:t>
      </w:r>
      <w:bookmarkEnd w:id="60"/>
    </w:p>
    <w:p w:rsidR="00DF772E" w:rsidRPr="001B7653" w:rsidRDefault="00DF772E" w:rsidP="00DF772E">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DF772E" w:rsidRPr="00486914">
        <w:trPr>
          <w:cantSplit/>
          <w:jc w:val="center"/>
        </w:trPr>
        <w:tc>
          <w:tcPr>
            <w:tcW w:w="1951" w:type="dxa"/>
            <w:tcBorders>
              <w:top w:val="single" w:sz="4" w:space="0" w:color="auto"/>
              <w:left w:val="single" w:sz="4" w:space="0" w:color="auto"/>
              <w:bottom w:val="single" w:sz="4" w:space="0" w:color="auto"/>
              <w:right w:val="single" w:sz="4" w:space="0" w:color="auto"/>
            </w:tcBorders>
          </w:tcPr>
          <w:p w:rsidR="00DF772E" w:rsidRPr="00486914" w:rsidRDefault="00DF772E" w:rsidP="00165373">
            <w:pPr>
              <w:pStyle w:val="TAL"/>
              <w:rPr>
                <w:b/>
              </w:rPr>
            </w:pPr>
            <w:r w:rsidRPr="00486914">
              <w:rPr>
                <w:b/>
              </w:rPr>
              <w:t>Definition</w:t>
            </w:r>
          </w:p>
        </w:tc>
        <w:tc>
          <w:tcPr>
            <w:tcW w:w="7787" w:type="dxa"/>
            <w:tcBorders>
              <w:top w:val="single" w:sz="4" w:space="0" w:color="auto"/>
              <w:left w:val="single" w:sz="4" w:space="0" w:color="auto"/>
              <w:bottom w:val="single" w:sz="4" w:space="0" w:color="auto"/>
              <w:right w:val="single" w:sz="4" w:space="0" w:color="auto"/>
            </w:tcBorders>
          </w:tcPr>
          <w:p w:rsidR="00DF772E" w:rsidRPr="00486914" w:rsidRDefault="00DF772E" w:rsidP="00165373">
            <w:pPr>
              <w:pStyle w:val="TAL"/>
            </w:pPr>
            <w:r>
              <w:rPr>
                <w:lang w:val="en-US"/>
              </w:rPr>
              <w:t>The UL Relative Time of Arrival (</w:t>
            </w:r>
            <w:r w:rsidRPr="00B60DD0">
              <w:rPr>
                <w:lang w:val="en-US"/>
              </w:rPr>
              <w:t>T</w:t>
            </w:r>
            <w:r>
              <w:rPr>
                <w:vertAlign w:val="subscript"/>
                <w:lang w:val="en-US"/>
              </w:rPr>
              <w:t>UL-RTOA</w:t>
            </w:r>
            <w:r>
              <w:rPr>
                <w:lang w:val="en-US"/>
              </w:rPr>
              <w:t>) is</w:t>
            </w:r>
            <w:r w:rsidRPr="00B60DD0">
              <w:rPr>
                <w:lang w:val="en-US"/>
              </w:rPr>
              <w:t xml:space="preserve"> </w:t>
            </w:r>
            <w:r>
              <w:rPr>
                <w:lang w:val="en-US"/>
              </w:rPr>
              <w:t xml:space="preserve">the beginning of subframe </w:t>
            </w:r>
            <w:r w:rsidRPr="000711CF">
              <w:rPr>
                <w:i/>
                <w:lang w:val="en-US"/>
              </w:rPr>
              <w:t>i</w:t>
            </w:r>
            <w:r>
              <w:rPr>
                <w:lang w:val="en-US"/>
              </w:rPr>
              <w:t xml:space="preserve"> containing </w:t>
            </w:r>
            <w:r w:rsidRPr="0081357A">
              <w:rPr>
                <w:lang w:val="en-US"/>
              </w:rPr>
              <w:t xml:space="preserve">SRS received in LMU </w:t>
            </w:r>
            <w:r w:rsidRPr="0081357A">
              <w:rPr>
                <w:i/>
                <w:lang w:val="en-US"/>
              </w:rPr>
              <w:t>j</w:t>
            </w:r>
            <w:r>
              <w:rPr>
                <w:lang w:val="en-US"/>
              </w:rPr>
              <w:t xml:space="preserve">, </w:t>
            </w:r>
            <w:r w:rsidRPr="00D7676B">
              <w:t>relative to the configur</w:t>
            </w:r>
            <w:r>
              <w:t>able</w:t>
            </w:r>
            <w:r w:rsidRPr="00D7676B">
              <w:t xml:space="preserve"> reference time</w:t>
            </w:r>
            <w:r>
              <w:t xml:space="preserve"> [13], [14]</w:t>
            </w:r>
            <w:r w:rsidRPr="0081357A">
              <w:rPr>
                <w:lang w:val="en-US"/>
              </w:rPr>
              <w:t xml:space="preserve">. The reference point </w:t>
            </w:r>
            <w:r>
              <w:rPr>
                <w:lang w:val="en-US"/>
              </w:rPr>
              <w:t xml:space="preserve">[14] </w:t>
            </w:r>
            <w:r w:rsidRPr="0081357A">
              <w:rPr>
                <w:lang w:val="en-US"/>
              </w:rPr>
              <w:t>for the UL</w:t>
            </w:r>
            <w:r>
              <w:rPr>
                <w:lang w:val="en-US"/>
              </w:rPr>
              <w:t xml:space="preserve"> relative</w:t>
            </w:r>
            <w:r w:rsidRPr="0081357A">
              <w:rPr>
                <w:lang w:val="en-US"/>
              </w:rPr>
              <w:t xml:space="preserve"> time of arrival shall be the </w:t>
            </w:r>
            <w:r>
              <w:rPr>
                <w:lang w:val="en-US"/>
              </w:rPr>
              <w:t xml:space="preserve">RX </w:t>
            </w:r>
            <w:r w:rsidRPr="0081357A">
              <w:rPr>
                <w:lang w:val="en-US"/>
              </w:rPr>
              <w:t>antenna connector</w:t>
            </w:r>
            <w:r>
              <w:rPr>
                <w:lang w:val="en-US"/>
              </w:rPr>
              <w:t xml:space="preserve"> of the LMU node when </w:t>
            </w:r>
            <w:r w:rsidRPr="00AA6A9F">
              <w:rPr>
                <w:szCs w:val="18"/>
              </w:rPr>
              <w:t>LMU has a separate RX antenna or shares RX antenna with eNB and</w:t>
            </w:r>
            <w:r w:rsidRPr="007F2729">
              <w:rPr>
                <w:szCs w:val="18"/>
              </w:rPr>
              <w:t xml:space="preserve"> </w:t>
            </w:r>
            <w:r>
              <w:rPr>
                <w:lang w:val="en-US"/>
              </w:rPr>
              <w:t xml:space="preserve">the eNB antenna connector when LMU is integrated in eNB. </w:t>
            </w:r>
          </w:p>
        </w:tc>
      </w:tr>
    </w:tbl>
    <w:p w:rsidR="00DF772E" w:rsidRPr="00B45CB9" w:rsidRDefault="00DF772E" w:rsidP="00051790">
      <w:pPr>
        <w:rPr>
          <w:lang w:eastAsia="zh-CN"/>
        </w:rPr>
      </w:pPr>
    </w:p>
    <w:p w:rsidR="00490D7D" w:rsidRDefault="00490D7D" w:rsidP="00490D7D"/>
    <w:p w:rsidR="004A3549" w:rsidRDefault="0072322E">
      <w:pPr>
        <w:pStyle w:val="Heading8"/>
      </w:pPr>
      <w:bookmarkStart w:id="61" w:name="historyclause"/>
      <w:r>
        <w:br w:type="page"/>
      </w:r>
      <w:bookmarkStart w:id="62" w:name="_Toc524695300"/>
      <w:r w:rsidR="004534B9">
        <w:lastRenderedPageBreak/>
        <w:t>Annex A</w:t>
      </w:r>
      <w:r w:rsidR="004A3549">
        <w:t xml:space="preserve"> (informative):</w:t>
      </w:r>
      <w:r w:rsidR="004A3549">
        <w:br/>
        <w:t>Change history</w:t>
      </w:r>
      <w:bookmarkEnd w:id="62"/>
    </w:p>
    <w:p w:rsidR="00051790" w:rsidRPr="00051790" w:rsidRDefault="00051790" w:rsidP="00051790">
      <w:pPr>
        <w:pStyle w:val="TH"/>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901"/>
        <w:gridCol w:w="525"/>
        <w:gridCol w:w="428"/>
        <w:gridCol w:w="4626"/>
        <w:gridCol w:w="709"/>
        <w:gridCol w:w="666"/>
      </w:tblGrid>
      <w:tr w:rsidR="004A3549">
        <w:trPr>
          <w:cantSplit/>
        </w:trPr>
        <w:tc>
          <w:tcPr>
            <w:tcW w:w="9455" w:type="dxa"/>
            <w:gridSpan w:val="8"/>
            <w:tcBorders>
              <w:bottom w:val="nil"/>
            </w:tcBorders>
            <w:shd w:val="solid" w:color="FFFFFF" w:fill="auto"/>
          </w:tcPr>
          <w:bookmarkEnd w:id="61"/>
          <w:p w:rsidR="004A3549" w:rsidRDefault="004A3549">
            <w:pPr>
              <w:pStyle w:val="TAL"/>
              <w:jc w:val="center"/>
              <w:rPr>
                <w:b/>
                <w:sz w:val="16"/>
              </w:rPr>
            </w:pPr>
            <w:r>
              <w:rPr>
                <w:b/>
              </w:rPr>
              <w:t>Change history</w:t>
            </w:r>
          </w:p>
        </w:tc>
      </w:tr>
      <w:tr w:rsidR="004A3549" w:rsidTr="0015309F">
        <w:tc>
          <w:tcPr>
            <w:tcW w:w="800" w:type="dxa"/>
            <w:shd w:val="pct10" w:color="auto" w:fill="FFFFFF"/>
          </w:tcPr>
          <w:p w:rsidR="004A3549" w:rsidRDefault="004A3549">
            <w:pPr>
              <w:pStyle w:val="TAL"/>
              <w:rPr>
                <w:b/>
                <w:sz w:val="16"/>
              </w:rPr>
            </w:pPr>
            <w:r>
              <w:rPr>
                <w:b/>
                <w:sz w:val="16"/>
              </w:rPr>
              <w:t>Date</w:t>
            </w:r>
          </w:p>
        </w:tc>
        <w:tc>
          <w:tcPr>
            <w:tcW w:w="800" w:type="dxa"/>
            <w:shd w:val="pct10" w:color="auto" w:fill="FFFFFF"/>
          </w:tcPr>
          <w:p w:rsidR="004A3549" w:rsidRDefault="004A3549">
            <w:pPr>
              <w:pStyle w:val="TAL"/>
              <w:rPr>
                <w:b/>
                <w:sz w:val="16"/>
              </w:rPr>
            </w:pPr>
            <w:r>
              <w:rPr>
                <w:b/>
                <w:sz w:val="16"/>
              </w:rPr>
              <w:t>TSG #</w:t>
            </w:r>
          </w:p>
        </w:tc>
        <w:tc>
          <w:tcPr>
            <w:tcW w:w="901" w:type="dxa"/>
            <w:shd w:val="pct10" w:color="auto" w:fill="FFFFFF"/>
          </w:tcPr>
          <w:p w:rsidR="004A3549" w:rsidRDefault="004A3549">
            <w:pPr>
              <w:pStyle w:val="TAL"/>
              <w:rPr>
                <w:b/>
                <w:sz w:val="16"/>
              </w:rPr>
            </w:pPr>
            <w:r>
              <w:rPr>
                <w:b/>
                <w:sz w:val="16"/>
              </w:rPr>
              <w:t>TSG Doc.</w:t>
            </w:r>
          </w:p>
        </w:tc>
        <w:tc>
          <w:tcPr>
            <w:tcW w:w="525" w:type="dxa"/>
            <w:shd w:val="pct10" w:color="auto" w:fill="FFFFFF"/>
          </w:tcPr>
          <w:p w:rsidR="004A3549" w:rsidRDefault="004A3549">
            <w:pPr>
              <w:pStyle w:val="TAL"/>
              <w:rPr>
                <w:b/>
                <w:sz w:val="16"/>
              </w:rPr>
            </w:pPr>
            <w:r>
              <w:rPr>
                <w:b/>
                <w:sz w:val="16"/>
              </w:rPr>
              <w:t>CR</w:t>
            </w:r>
          </w:p>
        </w:tc>
        <w:tc>
          <w:tcPr>
            <w:tcW w:w="428" w:type="dxa"/>
            <w:shd w:val="pct10" w:color="auto" w:fill="FFFFFF"/>
          </w:tcPr>
          <w:p w:rsidR="004A3549" w:rsidRDefault="004A3549">
            <w:pPr>
              <w:pStyle w:val="TAL"/>
              <w:rPr>
                <w:b/>
                <w:sz w:val="16"/>
              </w:rPr>
            </w:pPr>
            <w:r>
              <w:rPr>
                <w:b/>
                <w:sz w:val="16"/>
              </w:rPr>
              <w:t>Rev</w:t>
            </w:r>
          </w:p>
        </w:tc>
        <w:tc>
          <w:tcPr>
            <w:tcW w:w="4626" w:type="dxa"/>
            <w:shd w:val="pct10" w:color="auto" w:fill="FFFFFF"/>
          </w:tcPr>
          <w:p w:rsidR="004A3549" w:rsidRDefault="004A3549">
            <w:pPr>
              <w:pStyle w:val="TAL"/>
              <w:rPr>
                <w:b/>
                <w:sz w:val="16"/>
              </w:rPr>
            </w:pPr>
            <w:r>
              <w:rPr>
                <w:b/>
                <w:sz w:val="16"/>
              </w:rPr>
              <w:t>Subject/Comment</w:t>
            </w:r>
          </w:p>
        </w:tc>
        <w:tc>
          <w:tcPr>
            <w:tcW w:w="709" w:type="dxa"/>
            <w:shd w:val="pct10" w:color="auto" w:fill="FFFFFF"/>
          </w:tcPr>
          <w:p w:rsidR="004A3549" w:rsidRDefault="004A3549">
            <w:pPr>
              <w:pStyle w:val="TAL"/>
              <w:rPr>
                <w:b/>
                <w:sz w:val="16"/>
              </w:rPr>
            </w:pPr>
            <w:r>
              <w:rPr>
                <w:b/>
                <w:sz w:val="16"/>
              </w:rPr>
              <w:t>Old</w:t>
            </w:r>
          </w:p>
        </w:tc>
        <w:tc>
          <w:tcPr>
            <w:tcW w:w="666" w:type="dxa"/>
            <w:shd w:val="pct10" w:color="auto" w:fill="FFFFFF"/>
          </w:tcPr>
          <w:p w:rsidR="004A3549" w:rsidRDefault="004A3549">
            <w:pPr>
              <w:pStyle w:val="TAL"/>
              <w:rPr>
                <w:b/>
                <w:sz w:val="16"/>
              </w:rPr>
            </w:pPr>
            <w:r>
              <w:rPr>
                <w:b/>
                <w:sz w:val="16"/>
              </w:rPr>
              <w:t>New</w:t>
            </w:r>
          </w:p>
        </w:tc>
      </w:tr>
      <w:tr w:rsidR="00381EC5" w:rsidRPr="0015309F" w:rsidTr="0015309F">
        <w:tc>
          <w:tcPr>
            <w:tcW w:w="800" w:type="dxa"/>
            <w:shd w:val="solid" w:color="FFFFFF" w:fill="auto"/>
          </w:tcPr>
          <w:p w:rsidR="00381EC5" w:rsidRPr="00906B9F" w:rsidRDefault="00381EC5"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02/10/06</w:t>
            </w:r>
          </w:p>
        </w:tc>
        <w:tc>
          <w:tcPr>
            <w:tcW w:w="800" w:type="dxa"/>
            <w:shd w:val="solid" w:color="FFFFFF" w:fill="auto"/>
          </w:tcPr>
          <w:p w:rsidR="00381EC5" w:rsidRPr="00906B9F" w:rsidRDefault="00381EC5"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901" w:type="dxa"/>
            <w:shd w:val="solid" w:color="FFFFFF" w:fill="auto"/>
          </w:tcPr>
          <w:p w:rsidR="00381EC5" w:rsidRPr="00906B9F" w:rsidRDefault="00381EC5"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525" w:type="dxa"/>
            <w:shd w:val="solid" w:color="FFFFFF" w:fill="auto"/>
          </w:tcPr>
          <w:p w:rsidR="00381EC5" w:rsidRPr="00906B9F" w:rsidRDefault="00381EC5"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428" w:type="dxa"/>
            <w:shd w:val="solid" w:color="FFFFFF" w:fill="auto"/>
          </w:tcPr>
          <w:p w:rsidR="00381EC5" w:rsidRPr="00906B9F" w:rsidRDefault="00381EC5" w:rsidP="00CA51BC">
            <w:pPr>
              <w:spacing w:after="0"/>
              <w:jc w:val="center"/>
              <w:rPr>
                <w:rFonts w:ascii="Arial" w:hAnsi="Arial" w:cs="Arial"/>
                <w:snapToGrid w:val="0"/>
                <w:color w:val="000000"/>
                <w:sz w:val="16"/>
                <w:szCs w:val="16"/>
                <w:lang w:val="en-AU"/>
              </w:rPr>
            </w:pPr>
          </w:p>
        </w:tc>
        <w:tc>
          <w:tcPr>
            <w:tcW w:w="4626" w:type="dxa"/>
            <w:shd w:val="solid" w:color="FFFFFF" w:fill="auto"/>
          </w:tcPr>
          <w:p w:rsidR="00381EC5" w:rsidRPr="0015309F" w:rsidRDefault="00381EC5" w:rsidP="00E0314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Draft version created</w:t>
            </w:r>
          </w:p>
        </w:tc>
        <w:tc>
          <w:tcPr>
            <w:tcW w:w="709" w:type="dxa"/>
            <w:shd w:val="solid" w:color="FFFFFF" w:fill="auto"/>
          </w:tcPr>
          <w:p w:rsidR="00381EC5" w:rsidRPr="0015309F" w:rsidRDefault="00381EC5" w:rsidP="00E0314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666" w:type="dxa"/>
            <w:shd w:val="solid" w:color="FFFFFF" w:fill="auto"/>
          </w:tcPr>
          <w:p w:rsidR="00381EC5" w:rsidRPr="0015309F" w:rsidRDefault="00381EC5" w:rsidP="00E0314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0.0.0</w:t>
            </w:r>
          </w:p>
        </w:tc>
      </w:tr>
      <w:tr w:rsidR="00381EC5" w:rsidRPr="0015309F" w:rsidTr="0015309F">
        <w:tc>
          <w:tcPr>
            <w:tcW w:w="800" w:type="dxa"/>
            <w:shd w:val="solid" w:color="FFFFFF" w:fill="auto"/>
          </w:tcPr>
          <w:p w:rsidR="00381EC5" w:rsidRPr="00906B9F" w:rsidRDefault="00A51C27"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11/10/06</w:t>
            </w:r>
          </w:p>
        </w:tc>
        <w:tc>
          <w:tcPr>
            <w:tcW w:w="800" w:type="dxa"/>
            <w:shd w:val="solid" w:color="FFFFFF" w:fill="auto"/>
          </w:tcPr>
          <w:p w:rsidR="00381EC5" w:rsidRPr="00906B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901" w:type="dxa"/>
            <w:shd w:val="solid" w:color="FFFFFF" w:fill="auto"/>
          </w:tcPr>
          <w:p w:rsidR="00381EC5" w:rsidRPr="001530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525" w:type="dxa"/>
            <w:shd w:val="solid" w:color="FFFFFF" w:fill="auto"/>
          </w:tcPr>
          <w:p w:rsidR="00381EC5" w:rsidRPr="0015309F" w:rsidRDefault="00AE556C"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28" w:type="dxa"/>
            <w:shd w:val="solid" w:color="FFFFFF" w:fill="auto"/>
          </w:tcPr>
          <w:p w:rsidR="00381EC5" w:rsidRPr="0015309F" w:rsidRDefault="00381EC5" w:rsidP="00CA51BC">
            <w:pPr>
              <w:spacing w:after="0"/>
              <w:jc w:val="center"/>
              <w:rPr>
                <w:rFonts w:ascii="Arial" w:hAnsi="Arial" w:cs="Arial"/>
                <w:snapToGrid w:val="0"/>
                <w:color w:val="000000"/>
                <w:sz w:val="16"/>
                <w:szCs w:val="16"/>
                <w:lang w:val="en-AU"/>
              </w:rPr>
            </w:pPr>
          </w:p>
        </w:tc>
        <w:tc>
          <w:tcPr>
            <w:tcW w:w="4626" w:type="dxa"/>
            <w:shd w:val="solid" w:color="FFFFFF" w:fill="auto"/>
          </w:tcPr>
          <w:p w:rsidR="00381EC5" w:rsidRPr="0015309F" w:rsidRDefault="00A51C27">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Minor editorial updates for RAN1#46bis</w:t>
            </w:r>
          </w:p>
        </w:tc>
        <w:tc>
          <w:tcPr>
            <w:tcW w:w="709" w:type="dxa"/>
            <w:shd w:val="solid" w:color="FFFFFF" w:fill="auto"/>
          </w:tcPr>
          <w:p w:rsidR="00381EC5" w:rsidRPr="0015309F" w:rsidRDefault="00A51C27">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0.0.0</w:t>
            </w:r>
          </w:p>
        </w:tc>
        <w:tc>
          <w:tcPr>
            <w:tcW w:w="666" w:type="dxa"/>
            <w:shd w:val="solid" w:color="FFFFFF" w:fill="auto"/>
          </w:tcPr>
          <w:p w:rsidR="00381EC5" w:rsidRPr="0015309F" w:rsidRDefault="00A51C27">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0.0.1</w:t>
            </w:r>
          </w:p>
        </w:tc>
      </w:tr>
      <w:tr w:rsidR="000535C2" w:rsidRPr="0015309F" w:rsidTr="0015309F">
        <w:tc>
          <w:tcPr>
            <w:tcW w:w="800" w:type="dxa"/>
            <w:shd w:val="solid" w:color="FFFFFF" w:fill="auto"/>
          </w:tcPr>
          <w:p w:rsidR="000535C2" w:rsidRPr="00906B9F" w:rsidRDefault="000535C2"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13/10/06</w:t>
            </w:r>
          </w:p>
        </w:tc>
        <w:tc>
          <w:tcPr>
            <w:tcW w:w="800" w:type="dxa"/>
            <w:shd w:val="solid" w:color="FFFFFF" w:fill="auto"/>
          </w:tcPr>
          <w:p w:rsidR="000535C2" w:rsidRPr="00906B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901" w:type="dxa"/>
            <w:shd w:val="solid" w:color="FFFFFF" w:fill="auto"/>
          </w:tcPr>
          <w:p w:rsidR="000535C2" w:rsidRPr="00906B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525" w:type="dxa"/>
            <w:shd w:val="solid" w:color="FFFFFF" w:fill="auto"/>
          </w:tcPr>
          <w:p w:rsidR="000535C2" w:rsidRPr="001530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428" w:type="dxa"/>
            <w:shd w:val="solid" w:color="FFFFFF" w:fill="auto"/>
          </w:tcPr>
          <w:p w:rsidR="000535C2" w:rsidRPr="0015309F" w:rsidRDefault="000535C2" w:rsidP="00CA51BC">
            <w:pPr>
              <w:spacing w:after="0"/>
              <w:jc w:val="center"/>
              <w:rPr>
                <w:rFonts w:ascii="Arial" w:hAnsi="Arial" w:cs="Arial"/>
                <w:snapToGrid w:val="0"/>
                <w:color w:val="000000"/>
                <w:sz w:val="16"/>
                <w:szCs w:val="16"/>
                <w:lang w:val="en-AU"/>
              </w:rPr>
            </w:pPr>
          </w:p>
        </w:tc>
        <w:tc>
          <w:tcPr>
            <w:tcW w:w="4626" w:type="dxa"/>
            <w:shd w:val="solid" w:color="FFFFFF" w:fill="auto"/>
          </w:tcPr>
          <w:p w:rsidR="000535C2" w:rsidRPr="0015309F" w:rsidRDefault="000535C2" w:rsidP="005C2A1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Endorsed skeleton</w:t>
            </w:r>
          </w:p>
        </w:tc>
        <w:tc>
          <w:tcPr>
            <w:tcW w:w="709" w:type="dxa"/>
            <w:shd w:val="solid" w:color="FFFFFF" w:fill="auto"/>
          </w:tcPr>
          <w:p w:rsidR="000535C2" w:rsidRPr="0015309F" w:rsidRDefault="000535C2" w:rsidP="005C2A1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0.0.1</w:t>
            </w:r>
          </w:p>
        </w:tc>
        <w:tc>
          <w:tcPr>
            <w:tcW w:w="666" w:type="dxa"/>
            <w:shd w:val="solid" w:color="FFFFFF" w:fill="auto"/>
          </w:tcPr>
          <w:p w:rsidR="000535C2" w:rsidRPr="0015309F" w:rsidRDefault="000535C2" w:rsidP="005C2A1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0.1.0</w:t>
            </w:r>
          </w:p>
        </w:tc>
      </w:tr>
      <w:tr w:rsidR="00FD3E38" w:rsidRPr="0015309F" w:rsidTr="0015309F">
        <w:tc>
          <w:tcPr>
            <w:tcW w:w="800" w:type="dxa"/>
            <w:shd w:val="solid" w:color="FFFFFF" w:fill="auto"/>
          </w:tcPr>
          <w:p w:rsidR="00FD3E38" w:rsidRPr="00906B9F" w:rsidRDefault="00FD3E38"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27/02/07</w:t>
            </w:r>
          </w:p>
        </w:tc>
        <w:tc>
          <w:tcPr>
            <w:tcW w:w="800" w:type="dxa"/>
            <w:shd w:val="solid" w:color="FFFFFF" w:fill="auto"/>
          </w:tcPr>
          <w:p w:rsidR="00FD3E38" w:rsidRPr="00906B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901" w:type="dxa"/>
            <w:shd w:val="solid" w:color="FFFFFF" w:fill="auto"/>
          </w:tcPr>
          <w:p w:rsidR="00FD3E38" w:rsidRPr="00906B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525" w:type="dxa"/>
            <w:shd w:val="solid" w:color="FFFFFF" w:fill="auto"/>
          </w:tcPr>
          <w:p w:rsidR="00FD3E38" w:rsidRPr="001530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428" w:type="dxa"/>
            <w:shd w:val="solid" w:color="FFFFFF" w:fill="auto"/>
          </w:tcPr>
          <w:p w:rsidR="00FD3E38" w:rsidRPr="0015309F" w:rsidRDefault="00FD3E38" w:rsidP="00CA51BC">
            <w:pPr>
              <w:spacing w:after="0"/>
              <w:jc w:val="center"/>
              <w:rPr>
                <w:rFonts w:ascii="Arial" w:hAnsi="Arial" w:cs="Arial"/>
                <w:snapToGrid w:val="0"/>
                <w:color w:val="000000"/>
                <w:sz w:val="16"/>
                <w:szCs w:val="16"/>
                <w:lang w:val="en-AU"/>
              </w:rPr>
            </w:pPr>
          </w:p>
        </w:tc>
        <w:tc>
          <w:tcPr>
            <w:tcW w:w="4626" w:type="dxa"/>
            <w:shd w:val="solid" w:color="FFFFFF" w:fill="auto"/>
          </w:tcPr>
          <w:p w:rsidR="00FD3E38" w:rsidRPr="0015309F" w:rsidRDefault="00FD3E38" w:rsidP="005C2A1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Update after 3GPP TSG RAN WG1 #48</w:t>
            </w:r>
          </w:p>
        </w:tc>
        <w:tc>
          <w:tcPr>
            <w:tcW w:w="709" w:type="dxa"/>
            <w:shd w:val="solid" w:color="FFFFFF" w:fill="auto"/>
          </w:tcPr>
          <w:p w:rsidR="00FD3E38" w:rsidRPr="0015309F" w:rsidRDefault="00FD3E38" w:rsidP="005C2A1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0.1.0</w:t>
            </w:r>
          </w:p>
        </w:tc>
        <w:tc>
          <w:tcPr>
            <w:tcW w:w="666" w:type="dxa"/>
            <w:shd w:val="solid" w:color="FFFFFF" w:fill="auto"/>
          </w:tcPr>
          <w:p w:rsidR="00FD3E38" w:rsidRPr="0015309F" w:rsidRDefault="00FD3E38" w:rsidP="005C2A1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0.1.1</w:t>
            </w:r>
          </w:p>
        </w:tc>
      </w:tr>
      <w:tr w:rsidR="006E15F6" w:rsidRPr="0015309F" w:rsidTr="0015309F">
        <w:tc>
          <w:tcPr>
            <w:tcW w:w="800" w:type="dxa"/>
            <w:shd w:val="solid" w:color="FFFFFF" w:fill="auto"/>
          </w:tcPr>
          <w:p w:rsidR="006E15F6" w:rsidRPr="00906B9F" w:rsidRDefault="006E15F6"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05/03/07</w:t>
            </w:r>
          </w:p>
        </w:tc>
        <w:tc>
          <w:tcPr>
            <w:tcW w:w="800" w:type="dxa"/>
            <w:shd w:val="solid" w:color="FFFFFF" w:fill="auto"/>
          </w:tcPr>
          <w:p w:rsidR="006E15F6" w:rsidRPr="00906B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901" w:type="dxa"/>
            <w:shd w:val="solid" w:color="FFFFFF" w:fill="auto"/>
          </w:tcPr>
          <w:p w:rsidR="006E15F6" w:rsidRPr="00906B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525" w:type="dxa"/>
            <w:shd w:val="solid" w:color="FFFFFF" w:fill="auto"/>
          </w:tcPr>
          <w:p w:rsidR="006E15F6" w:rsidRPr="001530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428" w:type="dxa"/>
            <w:shd w:val="solid" w:color="FFFFFF" w:fill="auto"/>
          </w:tcPr>
          <w:p w:rsidR="006E15F6" w:rsidRPr="0015309F" w:rsidRDefault="006E15F6" w:rsidP="00CA51BC">
            <w:pPr>
              <w:spacing w:after="0"/>
              <w:jc w:val="center"/>
              <w:rPr>
                <w:rFonts w:ascii="Arial" w:hAnsi="Arial" w:cs="Arial"/>
                <w:snapToGrid w:val="0"/>
                <w:color w:val="000000"/>
                <w:sz w:val="16"/>
                <w:szCs w:val="16"/>
                <w:lang w:val="en-AU"/>
              </w:rPr>
            </w:pPr>
          </w:p>
        </w:tc>
        <w:tc>
          <w:tcPr>
            <w:tcW w:w="4626" w:type="dxa"/>
            <w:shd w:val="solid" w:color="FFFFFF" w:fill="auto"/>
          </w:tcPr>
          <w:p w:rsidR="006E15F6" w:rsidRPr="0015309F" w:rsidRDefault="006E15F6" w:rsidP="005C2A1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RAN1 endorsed version</w:t>
            </w:r>
          </w:p>
        </w:tc>
        <w:tc>
          <w:tcPr>
            <w:tcW w:w="709" w:type="dxa"/>
            <w:shd w:val="solid" w:color="FFFFFF" w:fill="auto"/>
          </w:tcPr>
          <w:p w:rsidR="006E15F6" w:rsidRPr="0015309F" w:rsidRDefault="006E15F6" w:rsidP="005C2A1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0.1.1</w:t>
            </w:r>
          </w:p>
        </w:tc>
        <w:tc>
          <w:tcPr>
            <w:tcW w:w="666" w:type="dxa"/>
            <w:shd w:val="solid" w:color="FFFFFF" w:fill="auto"/>
          </w:tcPr>
          <w:p w:rsidR="006E15F6" w:rsidRPr="0015309F" w:rsidRDefault="006E15F6" w:rsidP="005C2A1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0.2.0</w:t>
            </w:r>
          </w:p>
        </w:tc>
      </w:tr>
      <w:tr w:rsidR="006E43F2" w:rsidRPr="0015309F" w:rsidTr="0015309F">
        <w:tc>
          <w:tcPr>
            <w:tcW w:w="800" w:type="dxa"/>
            <w:shd w:val="solid" w:color="FFFFFF" w:fill="auto"/>
          </w:tcPr>
          <w:p w:rsidR="006E43F2" w:rsidRPr="00906B9F" w:rsidRDefault="006E43F2"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03/05/07</w:t>
            </w:r>
          </w:p>
        </w:tc>
        <w:tc>
          <w:tcPr>
            <w:tcW w:w="800" w:type="dxa"/>
            <w:shd w:val="solid" w:color="FFFFFF" w:fill="auto"/>
          </w:tcPr>
          <w:p w:rsidR="006E43F2" w:rsidRPr="00906B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901" w:type="dxa"/>
            <w:shd w:val="solid" w:color="FFFFFF" w:fill="auto"/>
          </w:tcPr>
          <w:p w:rsidR="006E43F2" w:rsidRPr="00906B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525" w:type="dxa"/>
            <w:shd w:val="solid" w:color="FFFFFF" w:fill="auto"/>
          </w:tcPr>
          <w:p w:rsidR="006E43F2" w:rsidRPr="001530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428" w:type="dxa"/>
            <w:shd w:val="solid" w:color="FFFFFF" w:fill="auto"/>
          </w:tcPr>
          <w:p w:rsidR="006E43F2" w:rsidRPr="0015309F" w:rsidRDefault="006E43F2" w:rsidP="00CA51BC">
            <w:pPr>
              <w:spacing w:after="0"/>
              <w:jc w:val="center"/>
              <w:rPr>
                <w:rFonts w:ascii="Arial" w:hAnsi="Arial" w:cs="Arial"/>
                <w:snapToGrid w:val="0"/>
                <w:color w:val="000000"/>
                <w:sz w:val="16"/>
                <w:szCs w:val="16"/>
                <w:lang w:val="en-AU"/>
              </w:rPr>
            </w:pPr>
          </w:p>
        </w:tc>
        <w:tc>
          <w:tcPr>
            <w:tcW w:w="4626" w:type="dxa"/>
            <w:shd w:val="solid" w:color="FFFFFF" w:fill="auto"/>
          </w:tcPr>
          <w:p w:rsidR="006E43F2" w:rsidRPr="0015309F" w:rsidRDefault="006E43F2" w:rsidP="005C2A13">
            <w:pPr>
              <w:spacing w:after="0"/>
              <w:rPr>
                <w:rFonts w:ascii="Arial" w:hAnsi="Arial" w:cs="Arial"/>
                <w:snapToGrid w:val="0"/>
                <w:color w:val="000000"/>
                <w:sz w:val="16"/>
                <w:szCs w:val="16"/>
                <w:lang w:val="en-AU"/>
              </w:rPr>
            </w:pPr>
            <w:bookmarkStart w:id="63" w:name="OLE_LINK1"/>
            <w:bookmarkStart w:id="64" w:name="OLE_LINK2"/>
            <w:r w:rsidRPr="0015309F">
              <w:rPr>
                <w:rFonts w:ascii="Arial" w:hAnsi="Arial" w:cs="Arial"/>
                <w:snapToGrid w:val="0"/>
                <w:color w:val="000000"/>
                <w:sz w:val="16"/>
                <w:szCs w:val="16"/>
                <w:lang w:val="en-AU"/>
              </w:rPr>
              <w:t>Update after 3GPP TSG RAN WG1#48bis</w:t>
            </w:r>
            <w:bookmarkEnd w:id="63"/>
            <w:bookmarkEnd w:id="64"/>
          </w:p>
        </w:tc>
        <w:tc>
          <w:tcPr>
            <w:tcW w:w="709" w:type="dxa"/>
            <w:shd w:val="solid" w:color="FFFFFF" w:fill="auto"/>
          </w:tcPr>
          <w:p w:rsidR="006E43F2" w:rsidRPr="0015309F" w:rsidRDefault="006E43F2" w:rsidP="005C2A1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0.2.0</w:t>
            </w:r>
          </w:p>
        </w:tc>
        <w:tc>
          <w:tcPr>
            <w:tcW w:w="666" w:type="dxa"/>
            <w:shd w:val="solid" w:color="FFFFFF" w:fill="auto"/>
          </w:tcPr>
          <w:p w:rsidR="006E43F2" w:rsidRPr="0015309F" w:rsidRDefault="006E43F2" w:rsidP="005C2A1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0.2.1</w:t>
            </w:r>
          </w:p>
        </w:tc>
      </w:tr>
      <w:tr w:rsidR="002D7A99" w:rsidRPr="0015309F"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rsidR="002D7A99" w:rsidRPr="00906B9F" w:rsidRDefault="002D7A99"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08/03/07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2D7A99" w:rsidRPr="00906B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2D7A99" w:rsidRPr="00906B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2D7A99" w:rsidRPr="001530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2D7A99" w:rsidRPr="0015309F" w:rsidRDefault="002D7A99" w:rsidP="00CA51BC">
            <w:pPr>
              <w:spacing w:after="0"/>
              <w:jc w:val="center"/>
              <w:rPr>
                <w:rFonts w:ascii="Arial" w:hAnsi="Arial" w:cs="Arial"/>
                <w:snapToGrid w:val="0"/>
                <w:color w:val="000000"/>
                <w:sz w:val="16"/>
                <w:szCs w:val="16"/>
                <w:lang w:val="en-AU"/>
              </w:rPr>
            </w:pP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2D7A99" w:rsidRPr="0015309F" w:rsidRDefault="002D7A99"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 WG1#49 endorsed version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2D7A99" w:rsidRPr="0015309F" w:rsidRDefault="002D7A99"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0.2.1</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2D7A99" w:rsidRPr="0015309F" w:rsidRDefault="002D7A99"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0.3.0</w:t>
            </w:r>
          </w:p>
        </w:tc>
      </w:tr>
      <w:tr w:rsidR="00400BBB" w:rsidRPr="0015309F"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rsidR="00400BBB" w:rsidRPr="0015309F" w:rsidRDefault="00400BBB"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31/05/07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400BBB" w:rsidRPr="0015309F" w:rsidRDefault="00260DDC"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w:t>
            </w:r>
            <w:r w:rsidR="00400BBB" w:rsidRPr="0015309F">
              <w:rPr>
                <w:rFonts w:ascii="Arial" w:hAnsi="Arial" w:cs="Arial"/>
                <w:snapToGrid w:val="0"/>
                <w:color w:val="000000"/>
                <w:sz w:val="16"/>
                <w:szCs w:val="16"/>
                <w:lang w:val="en-AU"/>
              </w:rPr>
              <w:t>36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400BBB" w:rsidRPr="0015309F" w:rsidRDefault="00400BBB"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RP-07</w:t>
            </w:r>
            <w:r w:rsidR="00260DDC" w:rsidRPr="0015309F">
              <w:rPr>
                <w:rFonts w:ascii="Arial" w:hAnsi="Arial" w:cs="Arial"/>
                <w:snapToGrid w:val="0"/>
                <w:color w:val="000000"/>
                <w:sz w:val="16"/>
                <w:szCs w:val="16"/>
                <w:lang w:val="en-AU"/>
              </w:rPr>
              <w:t>0490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400BBB" w:rsidRPr="0015309F" w:rsidRDefault="003368EC"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400BBB" w:rsidRPr="0015309F" w:rsidRDefault="00400BBB" w:rsidP="00CA51BC">
            <w:pPr>
              <w:spacing w:after="0"/>
              <w:jc w:val="center"/>
              <w:rPr>
                <w:rFonts w:ascii="Arial" w:hAnsi="Arial" w:cs="Arial"/>
                <w:snapToGrid w:val="0"/>
                <w:color w:val="000000"/>
                <w:sz w:val="16"/>
                <w:szCs w:val="16"/>
                <w:lang w:val="en-AU"/>
              </w:rPr>
            </w:pP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400BBB" w:rsidRPr="0015309F" w:rsidRDefault="00400BBB"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Presented for information at RAN#36</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00BBB" w:rsidRPr="0015309F" w:rsidRDefault="00400BBB"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0.3.0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400BBB" w:rsidRPr="0015309F" w:rsidRDefault="00400BBB"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1.0.0</w:t>
            </w:r>
          </w:p>
        </w:tc>
      </w:tr>
      <w:tr w:rsidR="003368EC" w:rsidRPr="0015309F"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rsidR="003368EC" w:rsidRPr="0015309F" w:rsidRDefault="00AE556C"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21</w:t>
            </w:r>
            <w:r w:rsidR="003368EC" w:rsidRPr="0015309F">
              <w:rPr>
                <w:rFonts w:ascii="Arial" w:hAnsi="Arial" w:cs="Arial"/>
                <w:snapToGrid w:val="0"/>
                <w:color w:val="000000"/>
                <w:sz w:val="16"/>
                <w:szCs w:val="16"/>
                <w:lang w:val="en-AU"/>
              </w:rPr>
              <w:t>/06/07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3368EC" w:rsidRPr="0015309F" w:rsidRDefault="003368EC"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3368EC" w:rsidRPr="0015309F" w:rsidRDefault="00433D8C"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3368EC" w:rsidRPr="0015309F" w:rsidRDefault="003368EC"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3368EC" w:rsidRPr="0015309F" w:rsidRDefault="003368EC" w:rsidP="00CA51BC">
            <w:pPr>
              <w:spacing w:after="0"/>
              <w:jc w:val="center"/>
              <w:rPr>
                <w:rFonts w:ascii="Arial" w:hAnsi="Arial" w:cs="Arial"/>
                <w:snapToGrid w:val="0"/>
                <w:color w:val="000000"/>
                <w:sz w:val="16"/>
                <w:szCs w:val="16"/>
                <w:lang w:val="en-AU"/>
              </w:rPr>
            </w:pP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3368EC" w:rsidRPr="0015309F" w:rsidRDefault="003368EC"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Update after 3GPP TSG RAN #36</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3368EC" w:rsidRPr="0015309F" w:rsidRDefault="003368EC"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1.0.0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3368EC" w:rsidRPr="0015309F" w:rsidRDefault="003368EC"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1.0.1</w:t>
            </w:r>
          </w:p>
        </w:tc>
      </w:tr>
      <w:tr w:rsidR="00A568A6" w:rsidRPr="0015309F"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rsidR="00A568A6" w:rsidRPr="0015309F" w:rsidRDefault="00A568A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25/06/07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A568A6" w:rsidRPr="0015309F" w:rsidRDefault="00A568A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A568A6" w:rsidRPr="0015309F" w:rsidRDefault="00A568A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A568A6" w:rsidRPr="0015309F" w:rsidRDefault="00A568A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A568A6" w:rsidRPr="0015309F" w:rsidRDefault="00A568A6" w:rsidP="00CA51BC">
            <w:pPr>
              <w:spacing w:after="0"/>
              <w:jc w:val="center"/>
              <w:rPr>
                <w:rFonts w:ascii="Arial" w:hAnsi="Arial" w:cs="Arial"/>
                <w:snapToGrid w:val="0"/>
                <w:color w:val="000000"/>
                <w:sz w:val="16"/>
                <w:szCs w:val="16"/>
                <w:lang w:val="en-AU"/>
              </w:rPr>
            </w:pP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A568A6" w:rsidRPr="0015309F" w:rsidRDefault="009F175A" w:rsidP="00A55599">
            <w:pPr>
              <w:spacing w:after="0"/>
              <w:rPr>
                <w:rFonts w:ascii="Arial" w:hAnsi="Arial" w:cs="Arial"/>
                <w:snapToGrid w:val="0"/>
                <w:color w:val="000000"/>
                <w:sz w:val="16"/>
                <w:szCs w:val="16"/>
                <w:lang w:val="de-DE"/>
              </w:rPr>
            </w:pPr>
            <w:r w:rsidRPr="0015309F">
              <w:rPr>
                <w:rFonts w:ascii="Arial" w:hAnsi="Arial" w:cs="Arial"/>
                <w:snapToGrid w:val="0"/>
                <w:color w:val="000000"/>
                <w:sz w:val="16"/>
                <w:szCs w:val="16"/>
                <w:lang w:val="de-DE"/>
              </w:rPr>
              <w:t xml:space="preserve">3GPP TSG RAN WG1#49bis </w:t>
            </w:r>
            <w:r w:rsidR="00A568A6" w:rsidRPr="0015309F">
              <w:rPr>
                <w:rFonts w:ascii="Arial" w:hAnsi="Arial" w:cs="Arial"/>
                <w:snapToGrid w:val="0"/>
                <w:color w:val="000000"/>
                <w:sz w:val="16"/>
                <w:szCs w:val="16"/>
                <w:lang w:val="de-DE"/>
              </w:rPr>
              <w:t>endorsed version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A568A6" w:rsidRPr="0015309F" w:rsidRDefault="00A568A6"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1.0.1</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A568A6" w:rsidRPr="0015309F" w:rsidRDefault="00A568A6"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1.1.0</w:t>
            </w:r>
          </w:p>
        </w:tc>
      </w:tr>
      <w:tr w:rsidR="00F00087" w:rsidRPr="0015309F"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rsidR="00F00087" w:rsidRPr="0015309F" w:rsidRDefault="00F0008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17/08/07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F00087" w:rsidRPr="0015309F" w:rsidRDefault="00F0008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F00087" w:rsidRPr="0015309F" w:rsidRDefault="00F0008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F00087" w:rsidRPr="0015309F" w:rsidRDefault="00F0008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F00087" w:rsidRPr="0015309F" w:rsidRDefault="00F00087" w:rsidP="00CA51BC">
            <w:pPr>
              <w:spacing w:after="0"/>
              <w:jc w:val="center"/>
              <w:rPr>
                <w:rFonts w:ascii="Arial" w:hAnsi="Arial" w:cs="Arial"/>
                <w:snapToGrid w:val="0"/>
                <w:color w:val="000000"/>
                <w:sz w:val="16"/>
                <w:szCs w:val="16"/>
                <w:lang w:val="en-AU"/>
              </w:rPr>
            </w:pP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F00087" w:rsidRPr="0015309F" w:rsidRDefault="00F00087"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Update after 3GPP TSG RAN WG1#48bis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F00087" w:rsidRPr="0015309F" w:rsidRDefault="00F00087"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F00087" w:rsidRPr="0015309F" w:rsidRDefault="00F00087"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1.1.1</w:t>
            </w:r>
          </w:p>
        </w:tc>
      </w:tr>
      <w:tr w:rsidR="0094415B" w:rsidRPr="0015309F"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rsidR="0094415B" w:rsidRPr="0015309F" w:rsidRDefault="0094415B"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20/08/07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94415B" w:rsidRPr="0015309F" w:rsidRDefault="0094415B"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94415B" w:rsidRPr="0015309F" w:rsidRDefault="0094415B"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94415B" w:rsidRPr="0015309F" w:rsidRDefault="0094415B"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94415B" w:rsidRPr="0015309F" w:rsidRDefault="0094415B" w:rsidP="00CA51BC">
            <w:pPr>
              <w:spacing w:after="0"/>
              <w:jc w:val="center"/>
              <w:rPr>
                <w:rFonts w:ascii="Arial" w:hAnsi="Arial" w:cs="Arial"/>
                <w:snapToGrid w:val="0"/>
                <w:color w:val="000000"/>
                <w:sz w:val="16"/>
                <w:szCs w:val="16"/>
                <w:lang w:val="en-AU"/>
              </w:rPr>
            </w:pP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94415B" w:rsidRPr="0015309F" w:rsidRDefault="0094415B"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3GPP TSG RAN WG1#50 endorsed version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94415B" w:rsidRPr="0015309F" w:rsidRDefault="0094415B"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1.1.1</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94415B" w:rsidRPr="0015309F" w:rsidRDefault="0094415B"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1.2.0</w:t>
            </w:r>
          </w:p>
        </w:tc>
      </w:tr>
      <w:tr w:rsidR="00BA49C3" w:rsidRPr="0015309F"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rsidR="00BA49C3" w:rsidRPr="0015309F" w:rsidRDefault="00BA49C3"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10/09/07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BA49C3" w:rsidRPr="0015309F" w:rsidRDefault="00BA49C3"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RAN#37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BA49C3" w:rsidRPr="0015309F" w:rsidRDefault="00BA49C3"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RP-07</w:t>
            </w:r>
            <w:r w:rsidR="006A658F" w:rsidRPr="0015309F">
              <w:rPr>
                <w:rFonts w:ascii="Arial" w:hAnsi="Arial" w:cs="Arial"/>
                <w:snapToGrid w:val="0"/>
                <w:color w:val="000000"/>
                <w:sz w:val="16"/>
                <w:szCs w:val="16"/>
                <w:lang w:val="en-AU"/>
              </w:rPr>
              <w:t>0732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BA49C3" w:rsidRPr="0015309F" w:rsidRDefault="00BA49C3"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BA49C3" w:rsidRPr="0015309F" w:rsidRDefault="00BA49C3" w:rsidP="00CA51BC">
            <w:pPr>
              <w:spacing w:after="0"/>
              <w:jc w:val="center"/>
              <w:rPr>
                <w:rFonts w:ascii="Arial" w:hAnsi="Arial" w:cs="Arial"/>
                <w:snapToGrid w:val="0"/>
                <w:color w:val="000000"/>
                <w:sz w:val="16"/>
                <w:szCs w:val="16"/>
                <w:lang w:val="en-AU"/>
              </w:rPr>
            </w:pP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BA49C3" w:rsidRPr="0015309F" w:rsidRDefault="00BA49C3" w:rsidP="006D6E68">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For approval at RAN#37</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BA49C3" w:rsidRPr="0015309F" w:rsidRDefault="00BA49C3"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1.2.0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BA49C3" w:rsidRPr="0015309F" w:rsidRDefault="00BA49C3"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2.0.0</w:t>
            </w:r>
          </w:p>
        </w:tc>
      </w:tr>
      <w:tr w:rsidR="009B5250" w:rsidRPr="0015309F"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rsidR="009B5250" w:rsidRPr="0015309F" w:rsidRDefault="009B5250"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12/09/07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9B5250" w:rsidRPr="0015309F" w:rsidRDefault="009B5250"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RAN_37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9B5250" w:rsidRPr="0015309F" w:rsidRDefault="009B5250"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RP-070732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9B5250" w:rsidRPr="0015309F" w:rsidRDefault="009B5250"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9B5250" w:rsidRPr="0015309F" w:rsidRDefault="009B5250"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9B5250" w:rsidRPr="0015309F" w:rsidRDefault="009B5250" w:rsidP="006D6E68">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Approved version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9B5250" w:rsidRPr="0015309F" w:rsidRDefault="009B5250"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2.0.0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9B5250" w:rsidRPr="0015309F" w:rsidRDefault="009B5250"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8.0.0</w:t>
            </w:r>
          </w:p>
        </w:tc>
      </w:tr>
      <w:tr w:rsidR="002D6146" w:rsidRPr="0015309F"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rsidR="002D6146" w:rsidRPr="0015309F" w:rsidRDefault="002D614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28/11/07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2D6146" w:rsidRPr="0015309F" w:rsidRDefault="002D614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RAN_38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2D6146" w:rsidRPr="0015309F" w:rsidRDefault="002D614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RP-070949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2D6146" w:rsidRPr="0015309F" w:rsidRDefault="007232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000</w:t>
            </w:r>
            <w:r w:rsidR="002D6146" w:rsidRPr="0015309F">
              <w:rPr>
                <w:rFonts w:ascii="Arial" w:hAnsi="Arial" w:cs="Arial"/>
                <w:snapToGrid w:val="0"/>
                <w:color w:val="000000"/>
                <w:sz w:val="16"/>
                <w:szCs w:val="16"/>
                <w:lang w:val="en-AU"/>
              </w:rPr>
              <w:t>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2D6146" w:rsidRPr="0015309F" w:rsidRDefault="002D614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2D6146" w:rsidRPr="0015309F" w:rsidRDefault="002D6146" w:rsidP="006D6E68">
            <w:pPr>
              <w:spacing w:after="0"/>
              <w:rPr>
                <w:rFonts w:ascii="Arial" w:hAnsi="Arial" w:cs="Arial"/>
                <w:snapToGrid w:val="0"/>
                <w:color w:val="000000"/>
                <w:sz w:val="16"/>
                <w:szCs w:val="16"/>
                <w:lang w:val="en-AU"/>
              </w:rPr>
            </w:pPr>
            <w:r w:rsidRPr="0015309F">
              <w:rPr>
                <w:rFonts w:ascii="Arial" w:hAnsi="Arial" w:cs="Arial"/>
                <w:noProof/>
                <w:sz w:val="16"/>
                <w:szCs w:val="16"/>
              </w:rPr>
              <w:t>RRC state correction for LTE UE measurements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2D6146" w:rsidRPr="0015309F" w:rsidRDefault="002D6146"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8.0.0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2D6146" w:rsidRPr="0015309F" w:rsidRDefault="002D6146"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8.1.0</w:t>
            </w:r>
          </w:p>
        </w:tc>
      </w:tr>
      <w:tr w:rsidR="00561136" w:rsidRPr="0015309F"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rsidR="00561136" w:rsidRPr="0015309F" w:rsidRDefault="0056113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05/03/08</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561136" w:rsidRPr="0015309F" w:rsidRDefault="0056113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RAN_39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561136" w:rsidRPr="0015309F" w:rsidRDefault="0056113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RP-080145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561136" w:rsidRPr="0015309F" w:rsidRDefault="0056113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w:t>
            </w:r>
            <w:r w:rsidR="0072322E" w:rsidRPr="0015309F">
              <w:rPr>
                <w:rFonts w:ascii="Arial" w:hAnsi="Arial" w:cs="Arial"/>
                <w:snapToGrid w:val="0"/>
                <w:color w:val="000000"/>
                <w:sz w:val="16"/>
                <w:szCs w:val="16"/>
                <w:lang w:val="en-AU"/>
              </w:rPr>
              <w:t>0</w:t>
            </w:r>
            <w:r w:rsidRPr="0015309F">
              <w:rPr>
                <w:rFonts w:ascii="Arial" w:hAnsi="Arial" w:cs="Arial"/>
                <w:snapToGrid w:val="0"/>
                <w:color w:val="000000"/>
                <w:sz w:val="16"/>
                <w:szCs w:val="16"/>
                <w:lang w:val="en-AU"/>
              </w:rPr>
              <w:t>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561136" w:rsidRPr="0015309F" w:rsidRDefault="0056113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561136" w:rsidRPr="0015309F" w:rsidRDefault="00561136" w:rsidP="00561136">
            <w:pPr>
              <w:spacing w:after="0"/>
              <w:rPr>
                <w:rFonts w:ascii="Arial" w:hAnsi="Arial" w:cs="Arial"/>
                <w:noProof/>
                <w:sz w:val="16"/>
                <w:szCs w:val="16"/>
              </w:rPr>
            </w:pPr>
            <w:r w:rsidRPr="0015309F">
              <w:rPr>
                <w:rFonts w:ascii="Arial" w:hAnsi="Arial" w:cs="Arial"/>
                <w:noProof/>
                <w:sz w:val="16"/>
                <w:szCs w:val="16"/>
              </w:rPr>
              <w:t xml:space="preserve">Inclusion of </w:t>
            </w:r>
            <w:r w:rsidRPr="0015309F">
              <w:rPr>
                <w:rFonts w:ascii="Arial" w:hAnsi="Arial" w:cs="Arial"/>
                <w:sz w:val="16"/>
                <w:szCs w:val="16"/>
              </w:rPr>
              <w:t>agreements from RAN1#51bis and RAN1#52</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561136" w:rsidRPr="0015309F" w:rsidRDefault="00561136"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8.1.0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561136" w:rsidRPr="0015309F" w:rsidRDefault="00561136"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8.2.0</w:t>
            </w:r>
          </w:p>
        </w:tc>
      </w:tr>
      <w:tr w:rsidR="00DE0717" w:rsidRPr="0015309F"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rsidR="00DE0717" w:rsidRPr="0015309F" w:rsidRDefault="007232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28/05/08</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DE0717" w:rsidRPr="0015309F" w:rsidRDefault="007232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RAN_40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DE0717" w:rsidRPr="0015309F" w:rsidRDefault="007232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RP-080435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DE0717" w:rsidRPr="0015309F" w:rsidRDefault="007232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0004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DE0717" w:rsidRPr="0015309F" w:rsidRDefault="007232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DE0717" w:rsidRPr="0015309F" w:rsidRDefault="0072322E" w:rsidP="00561136">
            <w:pPr>
              <w:spacing w:after="0"/>
              <w:rPr>
                <w:rFonts w:ascii="Arial" w:hAnsi="Arial" w:cs="Arial"/>
                <w:noProof/>
                <w:sz w:val="16"/>
                <w:szCs w:val="16"/>
              </w:rPr>
            </w:pPr>
            <w:r w:rsidRPr="0015309F">
              <w:rPr>
                <w:rFonts w:ascii="Arial" w:hAnsi="Arial" w:cs="Arial"/>
                <w:sz w:val="16"/>
                <w:szCs w:val="16"/>
              </w:rPr>
              <w:t>Introduction of eNode B Measurement of Received Interference Power</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DE0717" w:rsidRPr="0015309F" w:rsidRDefault="0072322E"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8.2.0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DE0717" w:rsidRPr="0015309F" w:rsidRDefault="0072322E"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8.3.0</w:t>
            </w:r>
          </w:p>
        </w:tc>
      </w:tr>
      <w:tr w:rsidR="0072322E" w:rsidRPr="0015309F"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rsidR="0072322E" w:rsidRPr="0015309F" w:rsidRDefault="007232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28/05/08</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72322E" w:rsidRPr="0015309F" w:rsidRDefault="007232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RAN_40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72322E" w:rsidRPr="0015309F" w:rsidRDefault="007232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RP-080435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72322E" w:rsidRPr="0015309F" w:rsidRDefault="007232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0005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72322E" w:rsidRPr="0015309F" w:rsidRDefault="007232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72322E" w:rsidRPr="0015309F" w:rsidRDefault="006B4F03" w:rsidP="00561136">
            <w:pPr>
              <w:spacing w:after="0"/>
              <w:rPr>
                <w:rFonts w:ascii="Arial" w:hAnsi="Arial" w:cs="Arial"/>
                <w:noProof/>
                <w:sz w:val="16"/>
                <w:szCs w:val="16"/>
              </w:rPr>
            </w:pPr>
            <w:r w:rsidRPr="0015309F">
              <w:rPr>
                <w:rFonts w:ascii="Arial" w:hAnsi="Arial" w:cs="Arial"/>
                <w:sz w:val="16"/>
                <w:szCs w:val="16"/>
              </w:rPr>
              <w:t>Introduction of eNode B Measurement of Thermal Noise Power</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72322E" w:rsidRPr="0015309F" w:rsidRDefault="0072322E"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8.2.0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72322E" w:rsidRPr="0015309F" w:rsidRDefault="0072322E"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8.3.0</w:t>
            </w:r>
          </w:p>
        </w:tc>
      </w:tr>
      <w:tr w:rsidR="009B57F8" w:rsidRPr="0015309F"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rsidR="009B57F8" w:rsidRPr="0015309F" w:rsidRDefault="009B57F8"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09/09/08</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9B57F8" w:rsidRPr="0015309F" w:rsidRDefault="009B57F8"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RAN_41</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9B57F8" w:rsidRPr="0015309F" w:rsidRDefault="009B57F8"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RP-080671</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9B57F8" w:rsidRPr="0015309F" w:rsidRDefault="009B57F8"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0006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9B57F8" w:rsidRPr="0015309F" w:rsidRDefault="009B57F8"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9B57F8" w:rsidRPr="00906B9F" w:rsidRDefault="009B57F8" w:rsidP="00561136">
            <w:pPr>
              <w:spacing w:after="0"/>
              <w:rPr>
                <w:rFonts w:ascii="Arial" w:hAnsi="Arial" w:cs="Arial"/>
                <w:sz w:val="16"/>
                <w:szCs w:val="16"/>
              </w:rPr>
            </w:pPr>
            <w:r w:rsidRPr="0015309F">
              <w:rPr>
                <w:rFonts w:ascii="Arial" w:hAnsi="Arial" w:cs="Arial"/>
                <w:sz w:val="16"/>
                <w:szCs w:val="16"/>
              </w:rPr>
              <w:t>Modification to the RSRP definition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9B57F8" w:rsidRPr="00906B9F" w:rsidRDefault="009B57F8"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8.3.0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9B57F8" w:rsidRPr="00906B9F" w:rsidRDefault="009B57F8"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8.4.0</w:t>
            </w:r>
          </w:p>
        </w:tc>
      </w:tr>
      <w:tr w:rsidR="009B57F8" w:rsidRPr="0015309F"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rsidR="009B57F8" w:rsidRPr="0015309F" w:rsidRDefault="009B57F8"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09/09/08</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9B57F8" w:rsidRPr="0015309F" w:rsidRDefault="009B57F8"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RAN_41</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9B57F8" w:rsidRPr="0015309F" w:rsidRDefault="009B57F8"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RP-080671</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9B57F8" w:rsidRPr="0015309F" w:rsidRDefault="009B57F8"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0007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9B57F8" w:rsidRPr="0015309F" w:rsidRDefault="009B57F8"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9B57F8" w:rsidRPr="00906B9F" w:rsidRDefault="00FD0217" w:rsidP="00561136">
            <w:pPr>
              <w:spacing w:after="0"/>
              <w:rPr>
                <w:rFonts w:ascii="Arial" w:hAnsi="Arial" w:cs="Arial"/>
                <w:sz w:val="16"/>
                <w:szCs w:val="16"/>
              </w:rPr>
            </w:pPr>
            <w:r w:rsidRPr="0015309F">
              <w:rPr>
                <w:rFonts w:ascii="Arial" w:hAnsi="Arial" w:cs="Arial"/>
                <w:noProof/>
                <w:sz w:val="16"/>
                <w:szCs w:val="16"/>
              </w:rPr>
              <w:t>Modification of RSRQ definition and removal of RSSI</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9B57F8" w:rsidRPr="00906B9F" w:rsidRDefault="009B57F8"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8.3.0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9B57F8" w:rsidRPr="00906B9F" w:rsidRDefault="009B57F8"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8.4.0</w:t>
            </w:r>
          </w:p>
        </w:tc>
      </w:tr>
      <w:tr w:rsidR="00C74217" w:rsidRPr="0015309F"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rsidR="00C74217" w:rsidRPr="0015309F" w:rsidRDefault="00C7421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03/12/08</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C74217" w:rsidRPr="0015309F" w:rsidRDefault="00C7421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RAN_42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C74217" w:rsidRPr="0015309F" w:rsidRDefault="00C7421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RP-080985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C74217" w:rsidRPr="0015309F" w:rsidRDefault="00C7421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0008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C74217" w:rsidRPr="0015309F" w:rsidRDefault="00C7421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C74217" w:rsidRPr="0015309F" w:rsidRDefault="00C74217" w:rsidP="00561136">
            <w:pPr>
              <w:spacing w:after="0"/>
              <w:rPr>
                <w:rFonts w:ascii="Arial" w:hAnsi="Arial" w:cs="Arial"/>
                <w:noProof/>
                <w:sz w:val="16"/>
                <w:szCs w:val="16"/>
              </w:rPr>
            </w:pPr>
            <w:r w:rsidRPr="0015309F">
              <w:rPr>
                <w:rFonts w:ascii="Arial" w:hAnsi="Arial" w:cs="Arial"/>
                <w:noProof/>
                <w:sz w:val="16"/>
                <w:szCs w:val="16"/>
              </w:rPr>
              <w:t>RSRQ Measurement Definition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C74217" w:rsidRPr="00906B9F" w:rsidRDefault="00C74217"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8.4.0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C74217" w:rsidRPr="00906B9F" w:rsidRDefault="00C74217"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8.5.0</w:t>
            </w:r>
          </w:p>
        </w:tc>
      </w:tr>
      <w:tr w:rsidR="00AD7A94" w:rsidRPr="0015309F"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rsidR="00AD7A94" w:rsidRPr="0015309F" w:rsidRDefault="00AD7A9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04/03/09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AD7A94" w:rsidRPr="0015309F" w:rsidRDefault="00AD7A9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RAN_43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AD7A94" w:rsidRPr="0015309F" w:rsidRDefault="00AD7A9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RP-090237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AD7A94" w:rsidRPr="0015309F" w:rsidRDefault="00AD7A9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0009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AD7A94" w:rsidRPr="0015309F" w:rsidRDefault="00AD7A9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AD7A94" w:rsidRPr="0015309F" w:rsidRDefault="00AD7A94" w:rsidP="00561136">
            <w:pPr>
              <w:spacing w:after="0"/>
              <w:rPr>
                <w:rFonts w:ascii="Arial" w:hAnsi="Arial" w:cs="Arial"/>
                <w:noProof/>
                <w:sz w:val="16"/>
                <w:szCs w:val="16"/>
              </w:rPr>
            </w:pPr>
            <w:r w:rsidRPr="0015309F">
              <w:rPr>
                <w:rFonts w:ascii="Arial" w:hAnsi="Arial" w:cs="Arial"/>
                <w:noProof/>
                <w:sz w:val="16"/>
                <w:szCs w:val="16"/>
              </w:rPr>
              <w:t>RSRP and RSRQ Definitions with Receiver Diversity</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AD7A94" w:rsidRPr="00906B9F" w:rsidRDefault="00AD7A94"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8.5.0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AD7A94" w:rsidRPr="00906B9F" w:rsidRDefault="00AD7A94"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8.6.0</w:t>
            </w:r>
          </w:p>
        </w:tc>
      </w:tr>
      <w:tr w:rsidR="00493EA5" w:rsidRPr="0015309F"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rsidR="00493EA5" w:rsidRPr="0015309F" w:rsidRDefault="00493EA5"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15/09/09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493EA5" w:rsidRPr="0015309F" w:rsidRDefault="00493EA5"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RAN_45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493EA5" w:rsidRPr="0015309F" w:rsidRDefault="00493EA5"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RP-090888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493EA5" w:rsidRPr="0015309F" w:rsidRDefault="00493EA5"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0010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493EA5" w:rsidRPr="0015309F" w:rsidRDefault="00493EA5" w:rsidP="00CA51BC">
            <w:pPr>
              <w:spacing w:after="0"/>
              <w:jc w:val="center"/>
              <w:rPr>
                <w:rFonts w:ascii="Arial" w:hAnsi="Arial" w:cs="Arial"/>
                <w:snapToGrid w:val="0"/>
                <w:color w:val="000000"/>
                <w:sz w:val="16"/>
                <w:szCs w:val="16"/>
                <w:lang w:val="en-AU"/>
              </w:rPr>
            </w:pP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493EA5" w:rsidRPr="0015309F" w:rsidRDefault="00493EA5" w:rsidP="00561136">
            <w:pPr>
              <w:spacing w:after="0"/>
              <w:rPr>
                <w:rFonts w:ascii="Arial" w:hAnsi="Arial" w:cs="Arial"/>
                <w:noProof/>
                <w:sz w:val="16"/>
                <w:szCs w:val="16"/>
              </w:rPr>
            </w:pPr>
            <w:r w:rsidRPr="0015309F">
              <w:rPr>
                <w:rFonts w:ascii="Arial" w:hAnsi="Arial" w:cs="Arial"/>
                <w:noProof/>
                <w:sz w:val="16"/>
                <w:szCs w:val="16"/>
              </w:rPr>
              <w:t>Clarification on reference point of RSRP and RSRQ for EUTRA</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93EA5" w:rsidRPr="00906B9F" w:rsidRDefault="00493EA5"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8.6.0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493EA5" w:rsidRPr="00906B9F" w:rsidRDefault="00493EA5"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8.7.0</w:t>
            </w:r>
          </w:p>
        </w:tc>
      </w:tr>
      <w:tr w:rsidR="002727A9" w:rsidRPr="0015309F"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rsidR="002727A9" w:rsidRPr="0015309F" w:rsidRDefault="002727A9"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01/12/09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2727A9" w:rsidRPr="0015309F" w:rsidRDefault="002727A9"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RAN_46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2727A9" w:rsidRPr="0015309F" w:rsidRDefault="002727A9"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RP-091172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2727A9" w:rsidRPr="0015309F" w:rsidRDefault="002727A9"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0011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2727A9" w:rsidRPr="0015309F" w:rsidRDefault="002727A9"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2727A9" w:rsidRPr="0015309F" w:rsidRDefault="002727A9" w:rsidP="00561136">
            <w:pPr>
              <w:spacing w:after="0"/>
              <w:rPr>
                <w:rFonts w:ascii="Arial" w:hAnsi="Arial" w:cs="Arial"/>
                <w:noProof/>
                <w:sz w:val="16"/>
                <w:szCs w:val="16"/>
              </w:rPr>
            </w:pPr>
            <w:r w:rsidRPr="0015309F">
              <w:rPr>
                <w:rFonts w:ascii="Arial" w:hAnsi="Arial" w:cs="Arial"/>
                <w:noProof/>
                <w:sz w:val="16"/>
                <w:szCs w:val="16"/>
              </w:rPr>
              <w:t>Introduction of LTE positioning</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2727A9" w:rsidRPr="00906B9F" w:rsidRDefault="002727A9"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8.7.0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2727A9" w:rsidRPr="00906B9F" w:rsidRDefault="002727A9"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9.0.0</w:t>
            </w:r>
          </w:p>
        </w:tc>
      </w:tr>
      <w:tr w:rsidR="00DD7224" w:rsidRPr="0015309F"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rsidR="00DD7224" w:rsidRPr="0015309F" w:rsidRDefault="00DD722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16/03/10</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DD7224" w:rsidRPr="0015309F" w:rsidRDefault="00DD722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RAN_47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DD7224" w:rsidRPr="0015309F" w:rsidRDefault="00DD722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RP-100205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DD7224" w:rsidRPr="0015309F" w:rsidRDefault="00DD722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0012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DD7224" w:rsidRPr="0015309F" w:rsidRDefault="00DD722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DD7224" w:rsidRPr="0015309F" w:rsidRDefault="00DD7224" w:rsidP="00561136">
            <w:pPr>
              <w:spacing w:after="0"/>
              <w:rPr>
                <w:rFonts w:ascii="Arial" w:hAnsi="Arial" w:cs="Arial"/>
                <w:noProof/>
                <w:sz w:val="16"/>
                <w:szCs w:val="16"/>
              </w:rPr>
            </w:pPr>
            <w:r w:rsidRPr="0015309F">
              <w:rPr>
                <w:rFonts w:ascii="Arial" w:hAnsi="Arial" w:cs="Arial"/>
                <w:noProof/>
                <w:sz w:val="16"/>
                <w:szCs w:val="16"/>
              </w:rPr>
              <w:t>Modification of RSRQ definition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DD7224" w:rsidRPr="00906B9F" w:rsidRDefault="00DD7224"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9.0.0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DD7224" w:rsidRPr="00906B9F" w:rsidRDefault="00DD7224"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9.1.0</w:t>
            </w:r>
          </w:p>
        </w:tc>
      </w:tr>
      <w:tr w:rsidR="001A19F4" w:rsidRPr="0015309F"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rsidR="001A19F4" w:rsidRPr="0015309F" w:rsidRDefault="001A19F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01/06/10</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1A19F4" w:rsidRPr="0015309F" w:rsidRDefault="001A19F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RAN_48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1A19F4" w:rsidRPr="0015309F" w:rsidRDefault="001A19F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RP-100590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1A19F4" w:rsidRPr="0015309F" w:rsidRDefault="001A19F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0014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1A19F4" w:rsidRPr="0015309F" w:rsidRDefault="001A19F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1A19F4" w:rsidRPr="0015309F" w:rsidRDefault="001A19F4" w:rsidP="00561136">
            <w:pPr>
              <w:spacing w:after="0"/>
              <w:rPr>
                <w:rFonts w:ascii="Arial" w:hAnsi="Arial" w:cs="Arial"/>
                <w:noProof/>
                <w:sz w:val="16"/>
                <w:szCs w:val="16"/>
              </w:rPr>
            </w:pPr>
            <w:r w:rsidRPr="0015309F">
              <w:rPr>
                <w:rFonts w:ascii="Arial" w:hAnsi="Arial" w:cs="Arial"/>
                <w:noProof/>
                <w:sz w:val="16"/>
                <w:szCs w:val="16"/>
              </w:rPr>
              <w:t>On alignment of RAN1/2 positioning specification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1A19F4" w:rsidRPr="00906B9F" w:rsidRDefault="001A19F4"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9.1.0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1A19F4" w:rsidRPr="00906B9F" w:rsidRDefault="001A19F4"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9.2.0</w:t>
            </w:r>
          </w:p>
        </w:tc>
      </w:tr>
      <w:tr w:rsidR="001A19F4" w:rsidRPr="0015309F"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rsidR="001A19F4" w:rsidRPr="0015309F" w:rsidRDefault="001A19F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01/06/10</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1A19F4" w:rsidRPr="0015309F" w:rsidRDefault="001A19F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RAN_48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1A19F4" w:rsidRPr="0015309F" w:rsidRDefault="001A19F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RP-100590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1A19F4" w:rsidRPr="0015309F" w:rsidRDefault="001A19F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0015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1A19F4" w:rsidRPr="0015309F" w:rsidRDefault="001A19F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1A19F4" w:rsidRPr="0015309F" w:rsidRDefault="001A19F4" w:rsidP="00561136">
            <w:pPr>
              <w:spacing w:after="0"/>
              <w:rPr>
                <w:rFonts w:ascii="Arial" w:hAnsi="Arial" w:cs="Arial"/>
                <w:noProof/>
                <w:sz w:val="16"/>
                <w:szCs w:val="16"/>
              </w:rPr>
            </w:pPr>
            <w:r w:rsidRPr="0015309F">
              <w:rPr>
                <w:rFonts w:ascii="Arial" w:hAnsi="Arial" w:cs="Arial"/>
                <w:noProof/>
                <w:sz w:val="16"/>
                <w:szCs w:val="16"/>
              </w:rPr>
              <w:t>Clarification of RSTD measurement</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1A19F4" w:rsidRPr="00906B9F" w:rsidRDefault="001A19F4"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9.1.0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1A19F4" w:rsidRPr="00906B9F" w:rsidRDefault="001A19F4"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9.2.0</w:t>
            </w:r>
          </w:p>
        </w:tc>
      </w:tr>
      <w:tr w:rsidR="00C55757" w:rsidRPr="0015309F"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rsidR="00C55757" w:rsidRPr="0015309F" w:rsidRDefault="00C5575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07/12/10</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C55757" w:rsidRPr="0015309F" w:rsidRDefault="00C5575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RAN_50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C55757" w:rsidRPr="0015309F" w:rsidRDefault="00C5575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C55757" w:rsidRPr="0015309F" w:rsidRDefault="00C5575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C55757" w:rsidRPr="0015309F" w:rsidRDefault="00C5575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C55757" w:rsidRPr="0015309F" w:rsidRDefault="00C55757" w:rsidP="00561136">
            <w:pPr>
              <w:spacing w:after="0"/>
              <w:rPr>
                <w:rFonts w:ascii="Arial" w:hAnsi="Arial" w:cs="Arial"/>
                <w:noProof/>
                <w:sz w:val="16"/>
                <w:szCs w:val="16"/>
              </w:rPr>
            </w:pPr>
            <w:r w:rsidRPr="0015309F">
              <w:rPr>
                <w:rFonts w:ascii="Arial" w:hAnsi="Arial" w:cs="Arial"/>
                <w:noProof/>
                <w:sz w:val="16"/>
                <w:szCs w:val="16"/>
              </w:rPr>
              <w:t>Creation of Rel-10 specification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C55757" w:rsidRPr="00906B9F" w:rsidRDefault="00C55757"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9.2.0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C55757" w:rsidRPr="00906B9F" w:rsidRDefault="00C55757"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10.0.0</w:t>
            </w:r>
          </w:p>
        </w:tc>
      </w:tr>
      <w:tr w:rsidR="006F5712" w:rsidRPr="0015309F"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rsidR="006F5712" w:rsidRPr="0015309F" w:rsidRDefault="006F5712"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15/03/11</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6F5712" w:rsidRPr="0015309F" w:rsidRDefault="006F5712"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RAN_51</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6F5712" w:rsidRPr="0015309F" w:rsidRDefault="006F5712"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RP-110258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6F5712" w:rsidRPr="0015309F" w:rsidRDefault="006F5712"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0016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6F5712" w:rsidRPr="0015309F" w:rsidRDefault="006F5712"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6F5712" w:rsidRPr="0015309F" w:rsidRDefault="006F5712" w:rsidP="00561136">
            <w:pPr>
              <w:spacing w:after="0"/>
              <w:rPr>
                <w:rFonts w:ascii="Arial" w:hAnsi="Arial" w:cs="Arial"/>
                <w:noProof/>
                <w:sz w:val="16"/>
                <w:szCs w:val="16"/>
              </w:rPr>
            </w:pPr>
            <w:r w:rsidRPr="0015309F">
              <w:rPr>
                <w:rFonts w:ascii="Arial" w:hAnsi="Arial" w:cs="Arial"/>
                <w:noProof/>
                <w:sz w:val="16"/>
                <w:szCs w:val="16"/>
              </w:rPr>
              <w:t>RSRQ Measurement with ABS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6F5712" w:rsidRPr="00906B9F" w:rsidRDefault="006F5712"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10.0.0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6F5712" w:rsidRPr="00906B9F" w:rsidRDefault="006F5712"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10.1.0</w:t>
            </w:r>
          </w:p>
        </w:tc>
      </w:tr>
      <w:tr w:rsidR="00DF772E" w:rsidRPr="0015309F"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rsidR="00DF772E" w:rsidRPr="0015309F" w:rsidRDefault="00DF77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04/09/12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DF772E" w:rsidRPr="0015309F" w:rsidRDefault="00DF77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RAN_57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DF772E" w:rsidRPr="0015309F" w:rsidRDefault="00DF77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RP-121273</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DF772E" w:rsidRPr="0015309F" w:rsidRDefault="00DF77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0018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DF772E" w:rsidRPr="0015309F" w:rsidRDefault="00DF77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4</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DF772E" w:rsidRPr="0015309F" w:rsidRDefault="00DF772E" w:rsidP="00561136">
            <w:pPr>
              <w:spacing w:after="0"/>
              <w:rPr>
                <w:rFonts w:ascii="Arial" w:hAnsi="Arial" w:cs="Arial"/>
                <w:noProof/>
                <w:sz w:val="16"/>
                <w:szCs w:val="16"/>
              </w:rPr>
            </w:pPr>
            <w:r w:rsidRPr="0015309F">
              <w:rPr>
                <w:rFonts w:ascii="Arial" w:hAnsi="Arial" w:cs="Arial"/>
                <w:noProof/>
                <w:sz w:val="16"/>
                <w:szCs w:val="16"/>
              </w:rPr>
              <w:t>UL Relative Time of Arrival</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DF772E" w:rsidRPr="00906B9F" w:rsidRDefault="00DF772E"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10.1.0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DF772E" w:rsidRPr="00906B9F" w:rsidRDefault="00DF772E"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11.0.0</w:t>
            </w:r>
          </w:p>
        </w:tc>
      </w:tr>
      <w:tr w:rsidR="00780E98" w:rsidRPr="0015309F"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rsidR="00780E98" w:rsidRPr="0015309F" w:rsidRDefault="00780E98" w:rsidP="00656A31">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04/12/12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780E98" w:rsidRPr="0015309F" w:rsidRDefault="00780E98" w:rsidP="00656A31">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RAN_58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780E98" w:rsidRPr="0015309F" w:rsidRDefault="00780E98" w:rsidP="00656A31">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RP-121837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780E98" w:rsidRPr="0015309F" w:rsidRDefault="00780E98" w:rsidP="00656A31">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0019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780E98" w:rsidRPr="0015309F" w:rsidRDefault="00780E98" w:rsidP="00656A31">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780E98" w:rsidRPr="0015309F" w:rsidRDefault="00780E98" w:rsidP="00656A31">
            <w:pPr>
              <w:spacing w:after="0"/>
              <w:rPr>
                <w:rFonts w:ascii="Arial" w:hAnsi="Arial" w:cs="Arial"/>
                <w:noProof/>
                <w:sz w:val="16"/>
                <w:szCs w:val="16"/>
              </w:rPr>
            </w:pPr>
            <w:r w:rsidRPr="0015309F">
              <w:rPr>
                <w:rFonts w:ascii="Arial" w:hAnsi="Arial" w:cs="Arial"/>
                <w:noProof/>
                <w:sz w:val="16"/>
                <w:szCs w:val="16"/>
              </w:rPr>
              <w:t>Correcting inconsistency between inter-RAT UTRA measurements and requirements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780E98" w:rsidRPr="00906B9F" w:rsidRDefault="00780E98" w:rsidP="00656A31">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11.0.0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780E98" w:rsidRPr="00906B9F" w:rsidRDefault="00780E98" w:rsidP="00656A31">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11.1.0</w:t>
            </w:r>
          </w:p>
        </w:tc>
      </w:tr>
      <w:tr w:rsidR="00354985" w:rsidRPr="0015309F"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rsidR="00354985" w:rsidRPr="0015309F" w:rsidRDefault="00354985" w:rsidP="001A57F9">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10/09/14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354985" w:rsidRPr="0015309F" w:rsidRDefault="00354985" w:rsidP="00354985">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RAN_65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354985" w:rsidRPr="0015309F" w:rsidRDefault="00354985" w:rsidP="00354985">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RP-141484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354985" w:rsidRPr="0015309F" w:rsidRDefault="00354985" w:rsidP="00354985">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0022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354985" w:rsidRPr="0015309F" w:rsidRDefault="00354985" w:rsidP="001A57F9">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2</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354985" w:rsidRPr="0015309F" w:rsidRDefault="00354985" w:rsidP="001A57F9">
            <w:pPr>
              <w:spacing w:after="0"/>
              <w:rPr>
                <w:rFonts w:ascii="Arial" w:hAnsi="Arial" w:cs="Arial"/>
                <w:noProof/>
                <w:sz w:val="16"/>
                <w:szCs w:val="16"/>
              </w:rPr>
            </w:pPr>
            <w:r w:rsidRPr="0015309F">
              <w:rPr>
                <w:rFonts w:ascii="Arial" w:hAnsi="Arial" w:cs="Arial"/>
                <w:noProof/>
                <w:sz w:val="16"/>
                <w:szCs w:val="16"/>
              </w:rPr>
              <w:t>Inclusion of definition of WLAN Beacon RSSI in LTE specifications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354985" w:rsidRPr="00906B9F" w:rsidRDefault="00354985" w:rsidP="001A57F9">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11.1.0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354985" w:rsidRPr="00906B9F" w:rsidRDefault="00354985" w:rsidP="00354985">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12.0.0</w:t>
            </w:r>
          </w:p>
        </w:tc>
      </w:tr>
      <w:tr w:rsidR="00906B9F" w:rsidRPr="0015309F"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rsidR="00906B9F" w:rsidRPr="0015309F" w:rsidRDefault="00906B9F" w:rsidP="00906B9F">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08/12/14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906B9F" w:rsidRPr="0015309F" w:rsidRDefault="00906B9F" w:rsidP="00906B9F">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RAN_66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906B9F" w:rsidRPr="0015309F" w:rsidRDefault="00906B9F" w:rsidP="00906B9F">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RP-142105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906B9F" w:rsidRPr="0015309F" w:rsidRDefault="00906B9F" w:rsidP="00906B9F">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0020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906B9F" w:rsidRPr="0015309F" w:rsidRDefault="00906B9F" w:rsidP="00906B9F">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906B9F" w:rsidRPr="0015309F" w:rsidRDefault="00906B9F" w:rsidP="00906B9F">
            <w:pPr>
              <w:spacing w:after="0"/>
              <w:rPr>
                <w:rFonts w:ascii="Arial" w:hAnsi="Arial" w:cs="Arial"/>
                <w:noProof/>
                <w:sz w:val="16"/>
                <w:szCs w:val="16"/>
              </w:rPr>
            </w:pPr>
            <w:r w:rsidRPr="0015309F">
              <w:rPr>
                <w:rFonts w:ascii="Arial" w:hAnsi="Arial" w:cs="Arial"/>
                <w:noProof/>
                <w:sz w:val="16"/>
                <w:szCs w:val="16"/>
              </w:rPr>
              <w:t>Introduction of MBSFN radio measurement</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906B9F" w:rsidRPr="00906B9F" w:rsidRDefault="00906B9F" w:rsidP="00906B9F">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12.0.0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906B9F" w:rsidRPr="0015309F" w:rsidRDefault="00906B9F" w:rsidP="00906B9F">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12.1.0</w:t>
            </w:r>
          </w:p>
        </w:tc>
      </w:tr>
      <w:tr w:rsidR="00906B9F" w:rsidRPr="00A40464" w:rsidTr="00906B9F">
        <w:tc>
          <w:tcPr>
            <w:tcW w:w="800" w:type="dxa"/>
            <w:tcBorders>
              <w:top w:val="single" w:sz="6" w:space="0" w:color="auto"/>
              <w:left w:val="single" w:sz="6" w:space="0" w:color="auto"/>
              <w:bottom w:val="single" w:sz="6" w:space="0" w:color="auto"/>
              <w:right w:val="single" w:sz="6" w:space="0" w:color="auto"/>
            </w:tcBorders>
            <w:shd w:val="solid" w:color="FFFFFF" w:fill="auto"/>
          </w:tcPr>
          <w:p w:rsidR="00906B9F" w:rsidRPr="00A40464" w:rsidRDefault="00906B9F" w:rsidP="00352DEC">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08/12/14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906B9F" w:rsidRPr="00A40464" w:rsidRDefault="00906B9F" w:rsidP="00352DEC">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RAN_66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906B9F" w:rsidRPr="00A40464" w:rsidRDefault="00906B9F" w:rsidP="00906B9F">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RP-14210</w:t>
            </w:r>
            <w:r>
              <w:rPr>
                <w:rFonts w:ascii="Arial" w:hAnsi="Arial" w:cs="Arial"/>
                <w:snapToGrid w:val="0"/>
                <w:color w:val="000000"/>
                <w:sz w:val="16"/>
                <w:szCs w:val="16"/>
                <w:lang w:val="en-AU"/>
              </w:rPr>
              <w:t>6</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906B9F" w:rsidRPr="00A40464" w:rsidRDefault="00906B9F" w:rsidP="00906B9F">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002</w:t>
            </w:r>
            <w:r>
              <w:rPr>
                <w:rFonts w:ascii="Arial" w:hAnsi="Arial" w:cs="Arial"/>
                <w:snapToGrid w:val="0"/>
                <w:color w:val="000000"/>
                <w:sz w:val="16"/>
                <w:szCs w:val="16"/>
                <w:lang w:val="en-AU"/>
              </w:rPr>
              <w:t>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906B9F" w:rsidRPr="00A40464" w:rsidRDefault="00906B9F" w:rsidP="00352DEC">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3</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906B9F" w:rsidRPr="00A40464" w:rsidRDefault="00906B9F" w:rsidP="00352DEC">
            <w:pPr>
              <w:spacing w:after="0"/>
              <w:rPr>
                <w:rFonts w:ascii="Arial" w:hAnsi="Arial" w:cs="Arial"/>
                <w:noProof/>
                <w:sz w:val="16"/>
                <w:szCs w:val="16"/>
              </w:rPr>
            </w:pPr>
            <w:r w:rsidRPr="00906B9F">
              <w:rPr>
                <w:rFonts w:ascii="Arial" w:hAnsi="Arial" w:cs="Arial"/>
                <w:noProof/>
                <w:sz w:val="16"/>
                <w:szCs w:val="16"/>
              </w:rPr>
              <w:t>Measurement definitions for measurements with discovery signals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906B9F" w:rsidRPr="00906B9F" w:rsidRDefault="00906B9F" w:rsidP="00352DEC">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12.0.0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906B9F" w:rsidRPr="00A40464" w:rsidRDefault="00906B9F" w:rsidP="00352DEC">
            <w:pPr>
              <w:spacing w:after="0"/>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12.1.0</w:t>
            </w:r>
          </w:p>
        </w:tc>
      </w:tr>
      <w:tr w:rsidR="00F54AAA" w:rsidRPr="00A40464" w:rsidTr="00F54AAA">
        <w:tc>
          <w:tcPr>
            <w:tcW w:w="800" w:type="dxa"/>
            <w:tcBorders>
              <w:top w:val="single" w:sz="6" w:space="0" w:color="auto"/>
              <w:left w:val="single" w:sz="6" w:space="0" w:color="auto"/>
              <w:bottom w:val="single" w:sz="6" w:space="0" w:color="auto"/>
              <w:right w:val="single" w:sz="6" w:space="0" w:color="auto"/>
            </w:tcBorders>
            <w:shd w:val="solid" w:color="FFFFFF" w:fill="auto"/>
          </w:tcPr>
          <w:p w:rsidR="00F54AAA" w:rsidRPr="00A40464" w:rsidRDefault="00F54AAA" w:rsidP="00F54AAA">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w:t>
            </w:r>
            <w:r>
              <w:rPr>
                <w:rFonts w:ascii="Arial" w:hAnsi="Arial" w:cs="Arial"/>
                <w:snapToGrid w:val="0"/>
                <w:color w:val="000000"/>
                <w:sz w:val="16"/>
                <w:szCs w:val="16"/>
                <w:lang w:val="en-AU"/>
              </w:rPr>
              <w:t>9/03/15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F54AAA" w:rsidRPr="00A40464" w:rsidRDefault="00F54AAA" w:rsidP="00F54AAA">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RAN_6</w:t>
            </w:r>
            <w:r>
              <w:rPr>
                <w:rFonts w:ascii="Arial" w:hAnsi="Arial" w:cs="Arial"/>
                <w:snapToGrid w:val="0"/>
                <w:color w:val="000000"/>
                <w:sz w:val="16"/>
                <w:szCs w:val="16"/>
                <w:lang w:val="en-AU"/>
              </w:rPr>
              <w:t>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F54AAA" w:rsidRPr="00A40464" w:rsidRDefault="00F54AAA" w:rsidP="00F54AAA">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50361</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F54AAA" w:rsidRPr="00A40464" w:rsidRDefault="00F54AAA" w:rsidP="00F54AAA">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002</w:t>
            </w:r>
            <w:r>
              <w:rPr>
                <w:rFonts w:ascii="Arial" w:hAnsi="Arial" w:cs="Arial"/>
                <w:snapToGrid w:val="0"/>
                <w:color w:val="000000"/>
                <w:sz w:val="16"/>
                <w:szCs w:val="16"/>
                <w:lang w:val="en-AU"/>
              </w:rPr>
              <w:t>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F54AAA" w:rsidRPr="00A40464" w:rsidRDefault="00F54AAA" w:rsidP="00F54AAA">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2</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F54AAA" w:rsidRPr="00A40464" w:rsidRDefault="00F54AAA" w:rsidP="00F54AAA">
            <w:pPr>
              <w:spacing w:after="0"/>
              <w:rPr>
                <w:rFonts w:ascii="Arial" w:hAnsi="Arial" w:cs="Arial"/>
                <w:noProof/>
                <w:sz w:val="16"/>
                <w:szCs w:val="16"/>
              </w:rPr>
            </w:pPr>
            <w:r w:rsidRPr="00F54AAA">
              <w:rPr>
                <w:rFonts w:ascii="Arial" w:hAnsi="Arial" w:cs="Arial"/>
                <w:noProof/>
                <w:sz w:val="16"/>
                <w:szCs w:val="16"/>
              </w:rPr>
              <w:t>New E-UTRA RSRQ measurement definition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F54AAA" w:rsidRPr="00906B9F" w:rsidRDefault="00F54AAA" w:rsidP="00F54AAA">
            <w:pPr>
              <w:spacing w:after="0"/>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12.1.0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F54AAA" w:rsidRPr="00A40464" w:rsidRDefault="00F54AAA" w:rsidP="00F54AAA">
            <w:pPr>
              <w:spacing w:after="0"/>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12.</w:t>
            </w:r>
            <w:r>
              <w:rPr>
                <w:rFonts w:ascii="Arial" w:hAnsi="Arial" w:cs="Arial"/>
                <w:snapToGrid w:val="0"/>
                <w:color w:val="000000"/>
                <w:sz w:val="16"/>
                <w:szCs w:val="16"/>
                <w:lang w:val="en-AU"/>
              </w:rPr>
              <w:t>2</w:t>
            </w:r>
            <w:r w:rsidRPr="00A40464">
              <w:rPr>
                <w:rFonts w:ascii="Arial" w:hAnsi="Arial" w:cs="Arial"/>
                <w:snapToGrid w:val="0"/>
                <w:color w:val="000000"/>
                <w:sz w:val="16"/>
                <w:szCs w:val="16"/>
                <w:lang w:val="en-AU"/>
              </w:rPr>
              <w:t>.0</w:t>
            </w:r>
          </w:p>
        </w:tc>
      </w:tr>
      <w:tr w:rsidR="00F54AAA" w:rsidRPr="00A40464" w:rsidTr="00F54AAA">
        <w:tc>
          <w:tcPr>
            <w:tcW w:w="800" w:type="dxa"/>
            <w:tcBorders>
              <w:top w:val="single" w:sz="6" w:space="0" w:color="auto"/>
              <w:left w:val="single" w:sz="6" w:space="0" w:color="auto"/>
              <w:bottom w:val="single" w:sz="6" w:space="0" w:color="auto"/>
              <w:right w:val="single" w:sz="6" w:space="0" w:color="auto"/>
            </w:tcBorders>
            <w:shd w:val="solid" w:color="FFFFFF" w:fill="auto"/>
          </w:tcPr>
          <w:p w:rsidR="00F54AAA" w:rsidRPr="00A40464" w:rsidRDefault="00F54AAA" w:rsidP="006E2CAF">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w:t>
            </w:r>
            <w:r>
              <w:rPr>
                <w:rFonts w:ascii="Arial" w:hAnsi="Arial" w:cs="Arial"/>
                <w:snapToGrid w:val="0"/>
                <w:color w:val="000000"/>
                <w:sz w:val="16"/>
                <w:szCs w:val="16"/>
                <w:lang w:val="en-AU"/>
              </w:rPr>
              <w:t>9/03/15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F54AAA" w:rsidRPr="00A40464" w:rsidRDefault="00F54AAA" w:rsidP="006E2CAF">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RAN_6</w:t>
            </w:r>
            <w:r>
              <w:rPr>
                <w:rFonts w:ascii="Arial" w:hAnsi="Arial" w:cs="Arial"/>
                <w:snapToGrid w:val="0"/>
                <w:color w:val="000000"/>
                <w:sz w:val="16"/>
                <w:szCs w:val="16"/>
                <w:lang w:val="en-AU"/>
              </w:rPr>
              <w:t>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F54AAA" w:rsidRPr="00A40464" w:rsidRDefault="00F54AAA" w:rsidP="00F54AAA">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50366</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F54AAA" w:rsidRPr="00A40464" w:rsidRDefault="00F54AAA" w:rsidP="00F54AAA">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002</w:t>
            </w:r>
            <w:r>
              <w:rPr>
                <w:rFonts w:ascii="Arial" w:hAnsi="Arial" w:cs="Arial"/>
                <w:snapToGrid w:val="0"/>
                <w:color w:val="000000"/>
                <w:sz w:val="16"/>
                <w:szCs w:val="16"/>
                <w:lang w:val="en-AU"/>
              </w:rPr>
              <w:t>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F54AAA" w:rsidRPr="00A40464" w:rsidRDefault="00F54AAA" w:rsidP="006E2CAF">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2</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F54AAA" w:rsidRPr="00A40464" w:rsidRDefault="00F54AAA" w:rsidP="006E2CAF">
            <w:pPr>
              <w:spacing w:after="0"/>
              <w:rPr>
                <w:rFonts w:ascii="Arial" w:hAnsi="Arial" w:cs="Arial"/>
                <w:noProof/>
                <w:sz w:val="16"/>
                <w:szCs w:val="16"/>
              </w:rPr>
            </w:pPr>
            <w:r w:rsidRPr="00F54AAA">
              <w:rPr>
                <w:rFonts w:ascii="Arial" w:hAnsi="Arial" w:cs="Arial"/>
                <w:noProof/>
                <w:sz w:val="16"/>
                <w:szCs w:val="16"/>
              </w:rPr>
              <w:t>Inclusion of measurement for ProSe</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F54AAA" w:rsidRPr="00906B9F" w:rsidRDefault="00F54AAA" w:rsidP="006E2CAF">
            <w:pPr>
              <w:spacing w:after="0"/>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12.1.0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F54AAA" w:rsidRPr="00A40464" w:rsidRDefault="00F54AAA" w:rsidP="006E2CAF">
            <w:pPr>
              <w:spacing w:after="0"/>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12.</w:t>
            </w:r>
            <w:r>
              <w:rPr>
                <w:rFonts w:ascii="Arial" w:hAnsi="Arial" w:cs="Arial"/>
                <w:snapToGrid w:val="0"/>
                <w:color w:val="000000"/>
                <w:sz w:val="16"/>
                <w:szCs w:val="16"/>
                <w:lang w:val="en-AU"/>
              </w:rPr>
              <w:t>2</w:t>
            </w:r>
            <w:r w:rsidRPr="00A40464">
              <w:rPr>
                <w:rFonts w:ascii="Arial" w:hAnsi="Arial" w:cs="Arial"/>
                <w:snapToGrid w:val="0"/>
                <w:color w:val="000000"/>
                <w:sz w:val="16"/>
                <w:szCs w:val="16"/>
                <w:lang w:val="en-AU"/>
              </w:rPr>
              <w:t>.0</w:t>
            </w:r>
          </w:p>
        </w:tc>
      </w:tr>
      <w:tr w:rsidR="00B81244" w:rsidRPr="00A40464" w:rsidTr="00B81244">
        <w:tc>
          <w:tcPr>
            <w:tcW w:w="800" w:type="dxa"/>
            <w:tcBorders>
              <w:top w:val="single" w:sz="6" w:space="0" w:color="auto"/>
              <w:left w:val="single" w:sz="6" w:space="0" w:color="auto"/>
              <w:bottom w:val="single" w:sz="6" w:space="0" w:color="auto"/>
              <w:right w:val="single" w:sz="6" w:space="0" w:color="auto"/>
            </w:tcBorders>
            <w:shd w:val="solid" w:color="FFFFFF" w:fill="auto"/>
          </w:tcPr>
          <w:p w:rsidR="00B81244" w:rsidRPr="00A40464" w:rsidRDefault="00B81244" w:rsidP="00B8124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w:t>
            </w:r>
            <w:r>
              <w:rPr>
                <w:rFonts w:ascii="Arial" w:hAnsi="Arial" w:cs="Arial"/>
                <w:snapToGrid w:val="0"/>
                <w:color w:val="000000"/>
                <w:sz w:val="16"/>
                <w:szCs w:val="16"/>
                <w:lang w:val="en-AU"/>
              </w:rPr>
              <w:t>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B81244" w:rsidRPr="00A40464" w:rsidRDefault="00B81244" w:rsidP="00B8124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RAN_70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B81244" w:rsidRPr="00A40464" w:rsidRDefault="00B81244" w:rsidP="00B8124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52125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B81244" w:rsidRPr="00A40464" w:rsidRDefault="00B81244" w:rsidP="00B8124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002</w:t>
            </w:r>
            <w:r>
              <w:rPr>
                <w:rFonts w:ascii="Arial" w:hAnsi="Arial" w:cs="Arial"/>
                <w:snapToGrid w:val="0"/>
                <w:color w:val="000000"/>
                <w:sz w:val="16"/>
                <w:szCs w:val="16"/>
                <w:lang w:val="en-AU"/>
              </w:rPr>
              <w:t>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B81244" w:rsidRPr="00A40464" w:rsidRDefault="00B81244" w:rsidP="00B8124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B81244" w:rsidRPr="00A40464" w:rsidRDefault="00B81244" w:rsidP="00B81244">
            <w:pPr>
              <w:spacing w:after="0"/>
              <w:rPr>
                <w:rFonts w:ascii="Arial" w:hAnsi="Arial" w:cs="Arial"/>
                <w:noProof/>
                <w:sz w:val="16"/>
                <w:szCs w:val="16"/>
              </w:rPr>
            </w:pPr>
            <w:r w:rsidRPr="00B81244">
              <w:rPr>
                <w:rFonts w:ascii="Arial" w:hAnsi="Arial" w:cs="Arial"/>
                <w:noProof/>
                <w:sz w:val="16"/>
                <w:szCs w:val="16"/>
              </w:rPr>
              <w:t>eD2D CR for 36.214</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B81244" w:rsidRPr="00906B9F" w:rsidRDefault="00B81244" w:rsidP="00B81244">
            <w:pPr>
              <w:spacing w:after="0"/>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12.</w:t>
            </w:r>
            <w:r>
              <w:rPr>
                <w:rFonts w:ascii="Arial" w:hAnsi="Arial" w:cs="Arial"/>
                <w:snapToGrid w:val="0"/>
                <w:color w:val="000000"/>
                <w:sz w:val="16"/>
                <w:szCs w:val="16"/>
                <w:lang w:val="en-AU"/>
              </w:rPr>
              <w:t>2</w:t>
            </w:r>
            <w:r w:rsidRPr="00A40464">
              <w:rPr>
                <w:rFonts w:ascii="Arial" w:hAnsi="Arial" w:cs="Arial"/>
                <w:snapToGrid w:val="0"/>
                <w:color w:val="000000"/>
                <w:sz w:val="16"/>
                <w:szCs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B81244" w:rsidRPr="00A40464" w:rsidRDefault="00B81244" w:rsidP="00B81244">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13.0.0</w:t>
            </w:r>
          </w:p>
        </w:tc>
      </w:tr>
      <w:tr w:rsidR="00B81244" w:rsidRPr="00A40464" w:rsidTr="00B81244">
        <w:tc>
          <w:tcPr>
            <w:tcW w:w="800" w:type="dxa"/>
            <w:tcBorders>
              <w:top w:val="single" w:sz="6" w:space="0" w:color="auto"/>
              <w:left w:val="single" w:sz="6" w:space="0" w:color="auto"/>
              <w:bottom w:val="single" w:sz="6" w:space="0" w:color="auto"/>
              <w:right w:val="single" w:sz="6" w:space="0" w:color="auto"/>
            </w:tcBorders>
            <w:shd w:val="solid" w:color="FFFFFF" w:fill="auto"/>
          </w:tcPr>
          <w:p w:rsidR="00B81244" w:rsidRPr="00A40464" w:rsidRDefault="00B81244" w:rsidP="000808C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w:t>
            </w:r>
            <w:r>
              <w:rPr>
                <w:rFonts w:ascii="Arial" w:hAnsi="Arial" w:cs="Arial"/>
                <w:snapToGrid w:val="0"/>
                <w:color w:val="000000"/>
                <w:sz w:val="16"/>
                <w:szCs w:val="16"/>
                <w:lang w:val="en-AU"/>
              </w:rPr>
              <w:t>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B81244" w:rsidRPr="00A40464" w:rsidRDefault="00B81244" w:rsidP="000808C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RAN_70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B81244" w:rsidRPr="00A40464" w:rsidRDefault="00B81244" w:rsidP="00B8124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52035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B81244" w:rsidRPr="00A40464" w:rsidRDefault="00B81244" w:rsidP="00B8124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002</w:t>
            </w:r>
            <w:r>
              <w:rPr>
                <w:rFonts w:ascii="Arial" w:hAnsi="Arial" w:cs="Arial"/>
                <w:snapToGrid w:val="0"/>
                <w:color w:val="000000"/>
                <w:sz w:val="16"/>
                <w:szCs w:val="16"/>
                <w:lang w:val="en-AU"/>
              </w:rPr>
              <w:t>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B81244" w:rsidRPr="00A40464" w:rsidRDefault="00B81244" w:rsidP="000808C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2</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B81244" w:rsidRPr="00A40464" w:rsidRDefault="00B81244" w:rsidP="000808C4">
            <w:pPr>
              <w:spacing w:after="0"/>
              <w:rPr>
                <w:rFonts w:ascii="Arial" w:hAnsi="Arial" w:cs="Arial"/>
                <w:noProof/>
                <w:sz w:val="16"/>
                <w:szCs w:val="16"/>
              </w:rPr>
            </w:pPr>
            <w:r w:rsidRPr="00B81244">
              <w:rPr>
                <w:rFonts w:ascii="Arial" w:hAnsi="Arial" w:cs="Arial"/>
                <w:noProof/>
                <w:sz w:val="16"/>
                <w:szCs w:val="16"/>
              </w:rPr>
              <w:t>Introduction of RS-SINR measurement for Multicarrier Load Distribution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B81244" w:rsidRPr="00906B9F" w:rsidRDefault="00B81244" w:rsidP="000808C4">
            <w:pPr>
              <w:spacing w:after="0"/>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12.</w:t>
            </w:r>
            <w:r>
              <w:rPr>
                <w:rFonts w:ascii="Arial" w:hAnsi="Arial" w:cs="Arial"/>
                <w:snapToGrid w:val="0"/>
                <w:color w:val="000000"/>
                <w:sz w:val="16"/>
                <w:szCs w:val="16"/>
                <w:lang w:val="en-AU"/>
              </w:rPr>
              <w:t>2</w:t>
            </w:r>
            <w:r w:rsidRPr="00A40464">
              <w:rPr>
                <w:rFonts w:ascii="Arial" w:hAnsi="Arial" w:cs="Arial"/>
                <w:snapToGrid w:val="0"/>
                <w:color w:val="000000"/>
                <w:sz w:val="16"/>
                <w:szCs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B81244" w:rsidRPr="00A40464" w:rsidRDefault="00B81244" w:rsidP="000808C4">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13.0.0</w:t>
            </w:r>
          </w:p>
        </w:tc>
      </w:tr>
      <w:tr w:rsidR="00B81244" w:rsidRPr="00A40464" w:rsidTr="00B81244">
        <w:tc>
          <w:tcPr>
            <w:tcW w:w="800" w:type="dxa"/>
            <w:tcBorders>
              <w:top w:val="single" w:sz="6" w:space="0" w:color="auto"/>
              <w:left w:val="single" w:sz="6" w:space="0" w:color="auto"/>
              <w:bottom w:val="single" w:sz="6" w:space="0" w:color="auto"/>
              <w:right w:val="single" w:sz="6" w:space="0" w:color="auto"/>
            </w:tcBorders>
            <w:shd w:val="solid" w:color="FFFFFF" w:fill="auto"/>
          </w:tcPr>
          <w:p w:rsidR="00B81244" w:rsidRPr="00A40464" w:rsidRDefault="00B81244" w:rsidP="000808C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w:t>
            </w:r>
            <w:r>
              <w:rPr>
                <w:rFonts w:ascii="Arial" w:hAnsi="Arial" w:cs="Arial"/>
                <w:snapToGrid w:val="0"/>
                <w:color w:val="000000"/>
                <w:sz w:val="16"/>
                <w:szCs w:val="16"/>
                <w:lang w:val="en-AU"/>
              </w:rPr>
              <w:t>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B81244" w:rsidRPr="00A40464" w:rsidRDefault="00B81244" w:rsidP="000808C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RAN_70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B81244" w:rsidRPr="00A40464" w:rsidRDefault="00B81244" w:rsidP="00B8124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52026</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B81244" w:rsidRPr="00A40464" w:rsidRDefault="00B81244" w:rsidP="00B8124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002</w:t>
            </w:r>
            <w:r>
              <w:rPr>
                <w:rFonts w:ascii="Arial" w:hAnsi="Arial" w:cs="Arial"/>
                <w:snapToGrid w:val="0"/>
                <w:color w:val="000000"/>
                <w:sz w:val="16"/>
                <w:szCs w:val="16"/>
                <w:lang w:val="en-AU"/>
              </w:rPr>
              <w:t>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B81244" w:rsidRPr="00A40464" w:rsidRDefault="00B81244" w:rsidP="000808C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B81244" w:rsidRPr="00A40464" w:rsidRDefault="00B81244" w:rsidP="000808C4">
            <w:pPr>
              <w:spacing w:after="0"/>
              <w:rPr>
                <w:rFonts w:ascii="Arial" w:hAnsi="Arial" w:cs="Arial"/>
                <w:noProof/>
                <w:sz w:val="16"/>
                <w:szCs w:val="16"/>
              </w:rPr>
            </w:pPr>
            <w:r w:rsidRPr="00B81244">
              <w:rPr>
                <w:rFonts w:ascii="Arial" w:hAnsi="Arial" w:cs="Arial"/>
                <w:noProof/>
                <w:sz w:val="16"/>
                <w:szCs w:val="16"/>
              </w:rPr>
              <w:t>Introduction of LAA</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B81244" w:rsidRPr="00906B9F" w:rsidRDefault="00B81244" w:rsidP="000808C4">
            <w:pPr>
              <w:spacing w:after="0"/>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12.</w:t>
            </w:r>
            <w:r>
              <w:rPr>
                <w:rFonts w:ascii="Arial" w:hAnsi="Arial" w:cs="Arial"/>
                <w:snapToGrid w:val="0"/>
                <w:color w:val="000000"/>
                <w:sz w:val="16"/>
                <w:szCs w:val="16"/>
                <w:lang w:val="en-AU"/>
              </w:rPr>
              <w:t>2</w:t>
            </w:r>
            <w:r w:rsidRPr="00A40464">
              <w:rPr>
                <w:rFonts w:ascii="Arial" w:hAnsi="Arial" w:cs="Arial"/>
                <w:snapToGrid w:val="0"/>
                <w:color w:val="000000"/>
                <w:sz w:val="16"/>
                <w:szCs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B81244" w:rsidRPr="00A40464" w:rsidRDefault="00B81244" w:rsidP="000808C4">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13.0.0</w:t>
            </w:r>
          </w:p>
        </w:tc>
      </w:tr>
      <w:tr w:rsidR="006B731C" w:rsidRPr="00A40464" w:rsidTr="006B731C">
        <w:tc>
          <w:tcPr>
            <w:tcW w:w="800" w:type="dxa"/>
            <w:tcBorders>
              <w:top w:val="single" w:sz="6" w:space="0" w:color="auto"/>
              <w:left w:val="single" w:sz="6" w:space="0" w:color="auto"/>
              <w:bottom w:val="single" w:sz="6" w:space="0" w:color="auto"/>
              <w:right w:val="single" w:sz="6" w:space="0" w:color="auto"/>
            </w:tcBorders>
            <w:shd w:val="solid" w:color="FFFFFF" w:fill="auto"/>
          </w:tcPr>
          <w:p w:rsidR="006B731C" w:rsidRPr="00A40464" w:rsidRDefault="006B731C" w:rsidP="000808C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w:t>
            </w:r>
            <w:r>
              <w:rPr>
                <w:rFonts w:ascii="Arial" w:hAnsi="Arial" w:cs="Arial"/>
                <w:snapToGrid w:val="0"/>
                <w:color w:val="000000"/>
                <w:sz w:val="16"/>
                <w:szCs w:val="16"/>
                <w:lang w:val="en-AU"/>
              </w:rPr>
              <w:t>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6B731C" w:rsidRPr="00A40464" w:rsidRDefault="006B731C" w:rsidP="000808C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RAN_70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rsidR="006B731C" w:rsidRPr="00A40464" w:rsidRDefault="006B731C" w:rsidP="006B731C">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52032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rsidR="006B731C" w:rsidRPr="00A40464" w:rsidRDefault="006B731C" w:rsidP="000808C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0030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rsidR="006B731C" w:rsidRPr="00A40464" w:rsidRDefault="006B731C" w:rsidP="000808C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rsidR="006B731C" w:rsidRPr="00A40464" w:rsidRDefault="006B731C" w:rsidP="000808C4">
            <w:pPr>
              <w:spacing w:after="0"/>
              <w:rPr>
                <w:rFonts w:ascii="Arial" w:hAnsi="Arial" w:cs="Arial"/>
                <w:noProof/>
                <w:sz w:val="16"/>
                <w:szCs w:val="16"/>
              </w:rPr>
            </w:pPr>
            <w:r w:rsidRPr="006B731C">
              <w:rPr>
                <w:rFonts w:ascii="Arial" w:hAnsi="Arial" w:cs="Arial"/>
                <w:noProof/>
                <w:sz w:val="16"/>
                <w:szCs w:val="16"/>
              </w:rPr>
              <w:t>Introduction of SSTD for dual connectivity enhancement</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6B731C" w:rsidRPr="00906B9F" w:rsidRDefault="006B731C" w:rsidP="000808C4">
            <w:pPr>
              <w:spacing w:after="0"/>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12.</w:t>
            </w:r>
            <w:r>
              <w:rPr>
                <w:rFonts w:ascii="Arial" w:hAnsi="Arial" w:cs="Arial"/>
                <w:snapToGrid w:val="0"/>
                <w:color w:val="000000"/>
                <w:sz w:val="16"/>
                <w:szCs w:val="16"/>
                <w:lang w:val="en-AU"/>
              </w:rPr>
              <w:t>2</w:t>
            </w:r>
            <w:r w:rsidRPr="00A40464">
              <w:rPr>
                <w:rFonts w:ascii="Arial" w:hAnsi="Arial" w:cs="Arial"/>
                <w:snapToGrid w:val="0"/>
                <w:color w:val="000000"/>
                <w:sz w:val="16"/>
                <w:szCs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rsidR="006B731C" w:rsidRPr="00A40464" w:rsidRDefault="006B731C" w:rsidP="000808C4">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13.0.0</w:t>
            </w:r>
          </w:p>
        </w:tc>
      </w:tr>
    </w:tbl>
    <w:p w:rsidR="001109D8" w:rsidRDefault="001109D8" w:rsidP="001109D8">
      <w:pPr>
        <w:pStyle w:val="TH"/>
      </w:pPr>
    </w:p>
    <w:tbl>
      <w:tblPr>
        <w:tblW w:w="9498" w:type="dxa"/>
        <w:tblInd w:w="1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283"/>
        <w:gridCol w:w="425"/>
        <w:gridCol w:w="4820"/>
        <w:gridCol w:w="709"/>
      </w:tblGrid>
      <w:tr w:rsidR="001109D8" w:rsidRPr="00235394" w:rsidTr="008E3D4C">
        <w:trPr>
          <w:cantSplit/>
        </w:trPr>
        <w:tc>
          <w:tcPr>
            <w:tcW w:w="9498" w:type="dxa"/>
            <w:gridSpan w:val="8"/>
            <w:tcBorders>
              <w:bottom w:val="nil"/>
            </w:tcBorders>
            <w:shd w:val="solid" w:color="FFFFFF" w:fill="auto"/>
          </w:tcPr>
          <w:p w:rsidR="001109D8" w:rsidRPr="00235394" w:rsidRDefault="001109D8" w:rsidP="007C3C7C">
            <w:pPr>
              <w:pStyle w:val="TAL"/>
              <w:jc w:val="center"/>
              <w:rPr>
                <w:b/>
                <w:sz w:val="16"/>
              </w:rPr>
            </w:pPr>
            <w:r w:rsidRPr="00235394">
              <w:rPr>
                <w:b/>
              </w:rPr>
              <w:t>Change history</w:t>
            </w:r>
          </w:p>
        </w:tc>
      </w:tr>
      <w:tr w:rsidR="001109D8" w:rsidRPr="00235394" w:rsidTr="008E3D4C">
        <w:tc>
          <w:tcPr>
            <w:tcW w:w="800" w:type="dxa"/>
            <w:shd w:val="pct10" w:color="auto" w:fill="FFFFFF"/>
          </w:tcPr>
          <w:p w:rsidR="001109D8" w:rsidRPr="00235394" w:rsidRDefault="001109D8" w:rsidP="007C3C7C">
            <w:pPr>
              <w:pStyle w:val="TAL"/>
              <w:jc w:val="center"/>
              <w:rPr>
                <w:b/>
                <w:sz w:val="16"/>
              </w:rPr>
            </w:pPr>
            <w:r w:rsidRPr="00235394">
              <w:rPr>
                <w:b/>
                <w:sz w:val="16"/>
              </w:rPr>
              <w:t>Date</w:t>
            </w:r>
          </w:p>
        </w:tc>
        <w:tc>
          <w:tcPr>
            <w:tcW w:w="800" w:type="dxa"/>
            <w:shd w:val="pct10" w:color="auto" w:fill="FFFFFF"/>
          </w:tcPr>
          <w:p w:rsidR="001109D8" w:rsidRPr="00235394" w:rsidRDefault="001109D8" w:rsidP="007C3C7C">
            <w:pPr>
              <w:pStyle w:val="TAL"/>
              <w:jc w:val="center"/>
              <w:rPr>
                <w:b/>
                <w:sz w:val="16"/>
              </w:rPr>
            </w:pPr>
            <w:r>
              <w:rPr>
                <w:b/>
                <w:sz w:val="16"/>
              </w:rPr>
              <w:t>Meeting</w:t>
            </w:r>
          </w:p>
        </w:tc>
        <w:tc>
          <w:tcPr>
            <w:tcW w:w="1094" w:type="dxa"/>
            <w:shd w:val="pct10" w:color="auto" w:fill="FFFFFF"/>
          </w:tcPr>
          <w:p w:rsidR="001109D8" w:rsidRPr="00235394" w:rsidRDefault="001109D8" w:rsidP="007C3C7C">
            <w:pPr>
              <w:pStyle w:val="TAL"/>
              <w:jc w:val="center"/>
              <w:rPr>
                <w:b/>
                <w:sz w:val="16"/>
              </w:rPr>
            </w:pPr>
            <w:r w:rsidRPr="00235394">
              <w:rPr>
                <w:b/>
                <w:sz w:val="16"/>
              </w:rPr>
              <w:t>TDoc</w:t>
            </w:r>
          </w:p>
        </w:tc>
        <w:tc>
          <w:tcPr>
            <w:tcW w:w="567" w:type="dxa"/>
            <w:shd w:val="pct10" w:color="auto" w:fill="FFFFFF"/>
          </w:tcPr>
          <w:p w:rsidR="001109D8" w:rsidRPr="00235394" w:rsidRDefault="001109D8" w:rsidP="007C3C7C">
            <w:pPr>
              <w:pStyle w:val="TAL"/>
              <w:jc w:val="center"/>
              <w:rPr>
                <w:b/>
                <w:sz w:val="16"/>
              </w:rPr>
            </w:pPr>
            <w:r w:rsidRPr="00235394">
              <w:rPr>
                <w:b/>
                <w:sz w:val="16"/>
              </w:rPr>
              <w:t>CR</w:t>
            </w:r>
          </w:p>
        </w:tc>
        <w:tc>
          <w:tcPr>
            <w:tcW w:w="283" w:type="dxa"/>
            <w:shd w:val="pct10" w:color="auto" w:fill="FFFFFF"/>
          </w:tcPr>
          <w:p w:rsidR="001109D8" w:rsidRPr="00235394" w:rsidRDefault="001109D8" w:rsidP="007C3C7C">
            <w:pPr>
              <w:pStyle w:val="TAL"/>
              <w:jc w:val="center"/>
              <w:rPr>
                <w:b/>
                <w:sz w:val="16"/>
              </w:rPr>
            </w:pPr>
            <w:r w:rsidRPr="00235394">
              <w:rPr>
                <w:b/>
                <w:sz w:val="16"/>
              </w:rPr>
              <w:t>Rev</w:t>
            </w:r>
          </w:p>
        </w:tc>
        <w:tc>
          <w:tcPr>
            <w:tcW w:w="425" w:type="dxa"/>
            <w:shd w:val="pct10" w:color="auto" w:fill="FFFFFF"/>
          </w:tcPr>
          <w:p w:rsidR="001109D8" w:rsidRPr="00235394" w:rsidRDefault="001109D8" w:rsidP="007C3C7C">
            <w:pPr>
              <w:pStyle w:val="TAL"/>
              <w:jc w:val="center"/>
              <w:rPr>
                <w:b/>
                <w:sz w:val="16"/>
              </w:rPr>
            </w:pPr>
            <w:r>
              <w:rPr>
                <w:b/>
                <w:sz w:val="16"/>
              </w:rPr>
              <w:t>Cat</w:t>
            </w:r>
          </w:p>
        </w:tc>
        <w:tc>
          <w:tcPr>
            <w:tcW w:w="4820" w:type="dxa"/>
            <w:shd w:val="pct10" w:color="auto" w:fill="FFFFFF"/>
          </w:tcPr>
          <w:p w:rsidR="001109D8" w:rsidRPr="00235394" w:rsidRDefault="001109D8" w:rsidP="007C3C7C">
            <w:pPr>
              <w:pStyle w:val="TAL"/>
              <w:jc w:val="center"/>
              <w:rPr>
                <w:b/>
                <w:sz w:val="16"/>
              </w:rPr>
            </w:pPr>
            <w:r w:rsidRPr="00235394">
              <w:rPr>
                <w:b/>
                <w:sz w:val="16"/>
              </w:rPr>
              <w:t>Subject/Comment</w:t>
            </w:r>
          </w:p>
        </w:tc>
        <w:tc>
          <w:tcPr>
            <w:tcW w:w="709" w:type="dxa"/>
            <w:shd w:val="pct10" w:color="auto" w:fill="FFFFFF"/>
          </w:tcPr>
          <w:p w:rsidR="001109D8" w:rsidRPr="00235394" w:rsidRDefault="001109D8" w:rsidP="007C3C7C">
            <w:pPr>
              <w:pStyle w:val="TAL"/>
              <w:jc w:val="center"/>
              <w:rPr>
                <w:b/>
                <w:sz w:val="16"/>
              </w:rPr>
            </w:pPr>
            <w:r w:rsidRPr="00235394">
              <w:rPr>
                <w:b/>
                <w:sz w:val="16"/>
              </w:rPr>
              <w:t>New</w:t>
            </w:r>
            <w:r>
              <w:rPr>
                <w:b/>
                <w:sz w:val="16"/>
              </w:rPr>
              <w:t xml:space="preserve"> version</w:t>
            </w:r>
          </w:p>
        </w:tc>
      </w:tr>
      <w:tr w:rsidR="001109D8" w:rsidRPr="006B0D02" w:rsidTr="008E3D4C">
        <w:tc>
          <w:tcPr>
            <w:tcW w:w="800" w:type="dxa"/>
            <w:shd w:val="solid" w:color="FFFFFF" w:fill="auto"/>
            <w:vAlign w:val="center"/>
          </w:tcPr>
          <w:p w:rsidR="001109D8" w:rsidRPr="006B0D02" w:rsidRDefault="001109D8" w:rsidP="001109D8">
            <w:pPr>
              <w:pStyle w:val="TAC"/>
              <w:rPr>
                <w:sz w:val="16"/>
                <w:szCs w:val="16"/>
              </w:rPr>
            </w:pPr>
            <w:r>
              <w:rPr>
                <w:sz w:val="16"/>
                <w:szCs w:val="16"/>
              </w:rPr>
              <w:t>2016-03</w:t>
            </w:r>
          </w:p>
        </w:tc>
        <w:tc>
          <w:tcPr>
            <w:tcW w:w="800" w:type="dxa"/>
            <w:shd w:val="solid" w:color="FFFFFF" w:fill="auto"/>
            <w:vAlign w:val="center"/>
          </w:tcPr>
          <w:p w:rsidR="001109D8" w:rsidRPr="006B0D02" w:rsidRDefault="001109D8" w:rsidP="001109D8">
            <w:pPr>
              <w:pStyle w:val="TAC"/>
              <w:rPr>
                <w:sz w:val="16"/>
                <w:szCs w:val="16"/>
              </w:rPr>
            </w:pPr>
            <w:r>
              <w:rPr>
                <w:sz w:val="16"/>
                <w:szCs w:val="16"/>
              </w:rPr>
              <w:t>RAN#71</w:t>
            </w:r>
          </w:p>
        </w:tc>
        <w:tc>
          <w:tcPr>
            <w:tcW w:w="1094" w:type="dxa"/>
            <w:shd w:val="solid" w:color="FFFFFF" w:fill="auto"/>
            <w:vAlign w:val="center"/>
          </w:tcPr>
          <w:p w:rsidR="001109D8" w:rsidRPr="00A40464" w:rsidRDefault="001109D8" w:rsidP="001109D8">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60364</w:t>
            </w:r>
          </w:p>
        </w:tc>
        <w:tc>
          <w:tcPr>
            <w:tcW w:w="567" w:type="dxa"/>
            <w:shd w:val="solid" w:color="FFFFFF" w:fill="auto"/>
            <w:vAlign w:val="center"/>
          </w:tcPr>
          <w:p w:rsidR="001109D8" w:rsidRPr="00A40464" w:rsidRDefault="001109D8" w:rsidP="001109D8">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0031</w:t>
            </w:r>
          </w:p>
        </w:tc>
        <w:tc>
          <w:tcPr>
            <w:tcW w:w="283" w:type="dxa"/>
            <w:shd w:val="solid" w:color="FFFFFF" w:fill="auto"/>
            <w:vAlign w:val="center"/>
          </w:tcPr>
          <w:p w:rsidR="001109D8" w:rsidRPr="00A40464" w:rsidRDefault="001109D8" w:rsidP="001109D8">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1</w:t>
            </w:r>
          </w:p>
        </w:tc>
        <w:tc>
          <w:tcPr>
            <w:tcW w:w="425" w:type="dxa"/>
            <w:shd w:val="solid" w:color="FFFFFF" w:fill="auto"/>
            <w:vAlign w:val="center"/>
          </w:tcPr>
          <w:p w:rsidR="001109D8" w:rsidRPr="006B0D02" w:rsidRDefault="001109D8" w:rsidP="001109D8">
            <w:pPr>
              <w:pStyle w:val="TAC"/>
              <w:rPr>
                <w:sz w:val="16"/>
                <w:szCs w:val="16"/>
              </w:rPr>
            </w:pPr>
            <w:r>
              <w:rPr>
                <w:sz w:val="16"/>
                <w:szCs w:val="16"/>
              </w:rPr>
              <w:t>B</w:t>
            </w:r>
          </w:p>
        </w:tc>
        <w:tc>
          <w:tcPr>
            <w:tcW w:w="4820" w:type="dxa"/>
            <w:shd w:val="solid" w:color="FFFFFF" w:fill="auto"/>
            <w:vAlign w:val="center"/>
          </w:tcPr>
          <w:p w:rsidR="001109D8" w:rsidRPr="00A40464" w:rsidRDefault="001109D8" w:rsidP="001109D8">
            <w:pPr>
              <w:spacing w:after="0"/>
              <w:rPr>
                <w:rFonts w:ascii="Arial" w:hAnsi="Arial" w:cs="Arial"/>
                <w:noProof/>
                <w:sz w:val="16"/>
                <w:szCs w:val="16"/>
              </w:rPr>
            </w:pPr>
            <w:r w:rsidRPr="0024465B">
              <w:rPr>
                <w:rFonts w:ascii="Arial" w:hAnsi="Arial" w:cs="Arial"/>
                <w:noProof/>
                <w:sz w:val="16"/>
                <w:szCs w:val="16"/>
              </w:rPr>
              <w:t>Introduction of WLAN RSSI measurements to support WLAN/LTE Radio Interworking</w:t>
            </w:r>
          </w:p>
        </w:tc>
        <w:tc>
          <w:tcPr>
            <w:tcW w:w="709" w:type="dxa"/>
            <w:shd w:val="solid" w:color="FFFFFF" w:fill="auto"/>
            <w:vAlign w:val="center"/>
          </w:tcPr>
          <w:p w:rsidR="001109D8" w:rsidRPr="00A40464" w:rsidRDefault="001109D8" w:rsidP="001109D8">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13.1.0</w:t>
            </w:r>
          </w:p>
        </w:tc>
      </w:tr>
      <w:tr w:rsidR="001109D8" w:rsidRPr="006B0D02" w:rsidTr="008E3D4C">
        <w:tc>
          <w:tcPr>
            <w:tcW w:w="800" w:type="dxa"/>
            <w:shd w:val="solid" w:color="FFFFFF" w:fill="auto"/>
            <w:vAlign w:val="center"/>
          </w:tcPr>
          <w:p w:rsidR="001109D8" w:rsidRPr="006B0D02" w:rsidRDefault="001109D8" w:rsidP="001109D8">
            <w:pPr>
              <w:pStyle w:val="TAC"/>
              <w:rPr>
                <w:sz w:val="16"/>
                <w:szCs w:val="16"/>
              </w:rPr>
            </w:pPr>
            <w:r>
              <w:rPr>
                <w:sz w:val="16"/>
                <w:szCs w:val="16"/>
              </w:rPr>
              <w:t>2016-03</w:t>
            </w:r>
          </w:p>
        </w:tc>
        <w:tc>
          <w:tcPr>
            <w:tcW w:w="800" w:type="dxa"/>
            <w:shd w:val="solid" w:color="FFFFFF" w:fill="auto"/>
            <w:vAlign w:val="center"/>
          </w:tcPr>
          <w:p w:rsidR="001109D8" w:rsidRPr="006B0D02" w:rsidRDefault="001109D8" w:rsidP="001109D8">
            <w:pPr>
              <w:pStyle w:val="TAC"/>
              <w:rPr>
                <w:sz w:val="16"/>
                <w:szCs w:val="16"/>
              </w:rPr>
            </w:pPr>
            <w:r>
              <w:rPr>
                <w:sz w:val="16"/>
                <w:szCs w:val="16"/>
              </w:rPr>
              <w:t>RAN#71</w:t>
            </w:r>
          </w:p>
        </w:tc>
        <w:tc>
          <w:tcPr>
            <w:tcW w:w="1094" w:type="dxa"/>
            <w:shd w:val="solid" w:color="FFFFFF" w:fill="auto"/>
            <w:vAlign w:val="center"/>
          </w:tcPr>
          <w:p w:rsidR="001109D8" w:rsidRPr="00A40464" w:rsidRDefault="001109D8" w:rsidP="001109D8">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60360</w:t>
            </w:r>
          </w:p>
        </w:tc>
        <w:tc>
          <w:tcPr>
            <w:tcW w:w="567" w:type="dxa"/>
            <w:shd w:val="solid" w:color="FFFFFF" w:fill="auto"/>
            <w:vAlign w:val="center"/>
          </w:tcPr>
          <w:p w:rsidR="001109D8" w:rsidRPr="00A40464" w:rsidRDefault="001109D8" w:rsidP="001109D8">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0032</w:t>
            </w:r>
          </w:p>
        </w:tc>
        <w:tc>
          <w:tcPr>
            <w:tcW w:w="283" w:type="dxa"/>
            <w:shd w:val="solid" w:color="FFFFFF" w:fill="auto"/>
            <w:vAlign w:val="center"/>
          </w:tcPr>
          <w:p w:rsidR="001109D8" w:rsidRPr="00A40464" w:rsidRDefault="001109D8" w:rsidP="001109D8">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shd w:val="solid" w:color="FFFFFF" w:fill="auto"/>
            <w:vAlign w:val="center"/>
          </w:tcPr>
          <w:p w:rsidR="001109D8" w:rsidRPr="006B0D02" w:rsidRDefault="001109D8" w:rsidP="001109D8">
            <w:pPr>
              <w:pStyle w:val="TAC"/>
              <w:rPr>
                <w:sz w:val="16"/>
                <w:szCs w:val="16"/>
              </w:rPr>
            </w:pPr>
            <w:r>
              <w:rPr>
                <w:sz w:val="16"/>
                <w:szCs w:val="16"/>
              </w:rPr>
              <w:t>F</w:t>
            </w:r>
          </w:p>
        </w:tc>
        <w:tc>
          <w:tcPr>
            <w:tcW w:w="4820" w:type="dxa"/>
            <w:shd w:val="solid" w:color="FFFFFF" w:fill="auto"/>
            <w:vAlign w:val="center"/>
          </w:tcPr>
          <w:p w:rsidR="001109D8" w:rsidRPr="00A40464" w:rsidRDefault="001109D8" w:rsidP="001109D8">
            <w:pPr>
              <w:spacing w:after="0"/>
              <w:rPr>
                <w:rFonts w:ascii="Arial" w:hAnsi="Arial" w:cs="Arial"/>
                <w:noProof/>
                <w:sz w:val="16"/>
                <w:szCs w:val="16"/>
              </w:rPr>
            </w:pPr>
            <w:r w:rsidRPr="0024465B">
              <w:rPr>
                <w:rFonts w:ascii="Arial" w:hAnsi="Arial" w:cs="Arial"/>
                <w:noProof/>
                <w:sz w:val="16"/>
                <w:szCs w:val="16"/>
              </w:rPr>
              <w:t>Correction on RSSI definition of LAA in 36.214</w:t>
            </w:r>
          </w:p>
        </w:tc>
        <w:tc>
          <w:tcPr>
            <w:tcW w:w="709" w:type="dxa"/>
            <w:shd w:val="solid" w:color="FFFFFF" w:fill="auto"/>
            <w:vAlign w:val="center"/>
          </w:tcPr>
          <w:p w:rsidR="001109D8" w:rsidRPr="00A40464" w:rsidRDefault="001109D8" w:rsidP="001109D8">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13.1.0</w:t>
            </w:r>
          </w:p>
        </w:tc>
      </w:tr>
      <w:tr w:rsidR="005F7EC8" w:rsidRPr="006B0D02"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5F7EC8" w:rsidRPr="006B0D02" w:rsidRDefault="005F7EC8" w:rsidP="005F7EC8">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5F7EC8" w:rsidRPr="006B0D02" w:rsidRDefault="005F7EC8" w:rsidP="005F7EC8">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rsidR="005F7EC8" w:rsidRPr="00A40464" w:rsidRDefault="005F7EC8" w:rsidP="005F7EC8">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61067</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rsidR="005F7EC8" w:rsidRPr="00A40464" w:rsidRDefault="005F7EC8" w:rsidP="005F7EC8">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0033</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rsidR="005F7EC8" w:rsidRPr="00A40464" w:rsidRDefault="005F7EC8" w:rsidP="00CB66CA">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5F7EC8" w:rsidRPr="006B0D02" w:rsidRDefault="005F7EC8" w:rsidP="00CB66CA">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rsidR="005F7EC8" w:rsidRPr="00A40464" w:rsidRDefault="005F7EC8" w:rsidP="00CB66CA">
            <w:pPr>
              <w:spacing w:after="0"/>
              <w:rPr>
                <w:rFonts w:ascii="Arial" w:hAnsi="Arial" w:cs="Arial"/>
                <w:noProof/>
                <w:sz w:val="16"/>
                <w:szCs w:val="16"/>
              </w:rPr>
            </w:pPr>
            <w:r>
              <w:rPr>
                <w:rFonts w:ascii="Arial" w:hAnsi="Arial" w:cs="Arial"/>
                <w:noProof/>
                <w:sz w:val="16"/>
                <w:szCs w:val="16"/>
              </w:rPr>
              <w:t>Introduc</w:t>
            </w:r>
            <w:r w:rsidRPr="005F7EC8">
              <w:rPr>
                <w:rFonts w:ascii="Arial" w:hAnsi="Arial" w:cs="Arial"/>
                <w:noProof/>
                <w:sz w:val="16"/>
                <w:szCs w:val="16"/>
              </w:rPr>
              <w:t>tion of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5F7EC8" w:rsidRPr="00A40464" w:rsidRDefault="005F7EC8" w:rsidP="005F7EC8">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13.2.0</w:t>
            </w:r>
          </w:p>
        </w:tc>
      </w:tr>
      <w:tr w:rsidR="00183680" w:rsidRPr="006B0D02"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183680" w:rsidRPr="006B0D02" w:rsidRDefault="00183680" w:rsidP="00183680">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183680" w:rsidRPr="006B0D02" w:rsidRDefault="00183680" w:rsidP="00183680">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rsidR="00183680" w:rsidRPr="00A40464" w:rsidRDefault="00183680" w:rsidP="00183680">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61567</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rsidR="00183680" w:rsidRPr="00A40464" w:rsidRDefault="00183680" w:rsidP="00183680">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0035</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rsidR="00183680" w:rsidRPr="00A40464" w:rsidRDefault="00183680" w:rsidP="00FA3EB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183680" w:rsidRPr="006B0D02" w:rsidRDefault="00183680" w:rsidP="00FA3EB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rsidR="00183680" w:rsidRPr="00A40464" w:rsidRDefault="00183680" w:rsidP="00FA3EB4">
            <w:pPr>
              <w:spacing w:after="0"/>
              <w:rPr>
                <w:rFonts w:ascii="Arial" w:hAnsi="Arial" w:cs="Arial"/>
                <w:noProof/>
                <w:sz w:val="16"/>
                <w:szCs w:val="16"/>
              </w:rPr>
            </w:pPr>
            <w:r w:rsidRPr="00183680">
              <w:rPr>
                <w:rFonts w:ascii="Arial" w:hAnsi="Arial" w:cs="Arial"/>
                <w:noProof/>
                <w:sz w:val="16"/>
                <w:szCs w:val="16"/>
              </w:rPr>
              <w:t>Correction to the WLAN RSSI definition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183680" w:rsidRPr="00A40464" w:rsidRDefault="00183680" w:rsidP="00183680">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13.3.0</w:t>
            </w:r>
          </w:p>
        </w:tc>
      </w:tr>
      <w:tr w:rsidR="00183680" w:rsidRPr="006B0D02"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183680" w:rsidRPr="006B0D02" w:rsidRDefault="00183680" w:rsidP="00FA3EB4">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183680" w:rsidRPr="006B0D02" w:rsidRDefault="00183680" w:rsidP="00FA3EB4">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rsidR="00183680" w:rsidRPr="00A40464" w:rsidRDefault="00183680" w:rsidP="00183680">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61563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rsidR="00183680" w:rsidRPr="00A40464" w:rsidRDefault="00183680" w:rsidP="00183680">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0036</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rsidR="00183680" w:rsidRPr="00A40464" w:rsidRDefault="00183680" w:rsidP="00FA3EB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183680" w:rsidRPr="006B0D02" w:rsidRDefault="00183680" w:rsidP="00FA3EB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rsidR="00183680" w:rsidRPr="00A40464" w:rsidRDefault="00183680" w:rsidP="00FA3EB4">
            <w:pPr>
              <w:spacing w:after="0"/>
              <w:rPr>
                <w:rFonts w:ascii="Arial" w:hAnsi="Arial" w:cs="Arial"/>
                <w:noProof/>
                <w:sz w:val="16"/>
                <w:szCs w:val="16"/>
              </w:rPr>
            </w:pPr>
            <w:r w:rsidRPr="00183680">
              <w:rPr>
                <w:rFonts w:ascii="Arial" w:hAnsi="Arial" w:cs="Arial"/>
                <w:noProof/>
                <w:sz w:val="16"/>
                <w:szCs w:val="16"/>
              </w:rPr>
              <w:t>Correction on NRS port number mapping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183680" w:rsidRPr="00A40464" w:rsidRDefault="00183680" w:rsidP="00183680">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13.3.0</w:t>
            </w:r>
          </w:p>
        </w:tc>
      </w:tr>
      <w:tr w:rsidR="00183680" w:rsidRPr="006B0D02"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183680" w:rsidRPr="006B0D02" w:rsidRDefault="00183680" w:rsidP="00FA3EB4">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183680" w:rsidRPr="006B0D02" w:rsidRDefault="00183680" w:rsidP="00FA3EB4">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rsidR="00183680" w:rsidRPr="00A40464" w:rsidRDefault="00183680" w:rsidP="00FA3EB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61563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rsidR="00183680" w:rsidRPr="00A40464" w:rsidRDefault="00183680" w:rsidP="00183680">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0037</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rsidR="00183680" w:rsidRPr="00A40464" w:rsidRDefault="00183680" w:rsidP="00FA3EB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183680" w:rsidRPr="006B0D02" w:rsidRDefault="00183680" w:rsidP="00FA3EB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rsidR="00183680" w:rsidRPr="00A40464" w:rsidRDefault="00183680" w:rsidP="00FA3EB4">
            <w:pPr>
              <w:spacing w:after="0"/>
              <w:rPr>
                <w:rFonts w:ascii="Arial" w:hAnsi="Arial" w:cs="Arial"/>
                <w:noProof/>
                <w:sz w:val="16"/>
                <w:szCs w:val="16"/>
              </w:rPr>
            </w:pPr>
            <w:r w:rsidRPr="00183680">
              <w:rPr>
                <w:rFonts w:ascii="Arial" w:hAnsi="Arial" w:cs="Arial"/>
                <w:noProof/>
                <w:sz w:val="16"/>
                <w:szCs w:val="16"/>
              </w:rPr>
              <w:t>Correction on NRSRQ applicability</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183680" w:rsidRPr="00A40464" w:rsidRDefault="00183680" w:rsidP="00183680">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13.3.0</w:t>
            </w:r>
          </w:p>
        </w:tc>
      </w:tr>
      <w:tr w:rsidR="00BE7E1C" w:rsidRPr="006B0D02"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BE7E1C" w:rsidRPr="006B0D02" w:rsidRDefault="00BE7E1C" w:rsidP="00367175">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BE7E1C" w:rsidRPr="006B0D02" w:rsidRDefault="00BE7E1C" w:rsidP="00367175">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rsidR="00BE7E1C" w:rsidRPr="00A40464" w:rsidRDefault="00BE7E1C" w:rsidP="00BE7E1C">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61570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rsidR="00BE7E1C" w:rsidRPr="00A40464" w:rsidRDefault="00BE7E1C" w:rsidP="00BE7E1C">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0038</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rsidR="00BE7E1C" w:rsidRPr="00A40464" w:rsidRDefault="00BE7E1C" w:rsidP="00367175">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BE7E1C" w:rsidRPr="006B0D02" w:rsidRDefault="00BE7E1C" w:rsidP="00367175">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rsidR="00BE7E1C" w:rsidRPr="00A40464" w:rsidRDefault="00BE7E1C" w:rsidP="00367175">
            <w:pPr>
              <w:spacing w:after="0"/>
              <w:rPr>
                <w:rFonts w:ascii="Arial" w:hAnsi="Arial" w:cs="Arial"/>
                <w:noProof/>
                <w:sz w:val="16"/>
                <w:szCs w:val="16"/>
              </w:rPr>
            </w:pPr>
            <w:r w:rsidRPr="00BE7E1C">
              <w:rPr>
                <w:rFonts w:ascii="Arial" w:hAnsi="Arial" w:cs="Arial"/>
                <w:noProof/>
                <w:sz w:val="16"/>
                <w:szCs w:val="16"/>
              </w:rPr>
              <w:t>Introduction of V2V support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BE7E1C" w:rsidRPr="00A40464" w:rsidRDefault="00BE7E1C" w:rsidP="00BE7E1C">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14.0.0</w:t>
            </w:r>
          </w:p>
        </w:tc>
      </w:tr>
      <w:tr w:rsidR="005743F0" w:rsidRPr="006B0D02"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5743F0" w:rsidRPr="006B0D02" w:rsidRDefault="005743F0" w:rsidP="005743F0">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5743F0" w:rsidRPr="006B0D02" w:rsidRDefault="005743F0" w:rsidP="005743F0">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rsidR="005743F0" w:rsidRPr="00A40464" w:rsidRDefault="005743F0" w:rsidP="005743F0">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62360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rsidR="005743F0" w:rsidRPr="00A40464" w:rsidRDefault="005743F0" w:rsidP="005743F0">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0040</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rsidR="005743F0" w:rsidRPr="00A40464" w:rsidRDefault="005743F0" w:rsidP="00DD6775">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5743F0" w:rsidRPr="006B0D02" w:rsidRDefault="005743F0" w:rsidP="00DD6775">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rsidR="005743F0" w:rsidRPr="00A40464" w:rsidRDefault="005743F0" w:rsidP="00DD6775">
            <w:pPr>
              <w:spacing w:after="0"/>
              <w:rPr>
                <w:rFonts w:ascii="Arial" w:hAnsi="Arial" w:cs="Arial"/>
                <w:noProof/>
                <w:sz w:val="16"/>
                <w:szCs w:val="16"/>
              </w:rPr>
            </w:pPr>
            <w:r w:rsidRPr="005743F0">
              <w:rPr>
                <w:rFonts w:ascii="Arial" w:hAnsi="Arial" w:cs="Arial"/>
                <w:noProof/>
                <w:sz w:val="16"/>
                <w:szCs w:val="16"/>
              </w:rPr>
              <w:t>Correction on SSTD definition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5743F0" w:rsidRPr="00A40464" w:rsidRDefault="005743F0" w:rsidP="005743F0">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14.1.0</w:t>
            </w:r>
          </w:p>
        </w:tc>
      </w:tr>
      <w:tr w:rsidR="002D650D" w:rsidRPr="006B0D02"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2D650D" w:rsidRPr="006B0D02" w:rsidRDefault="002D650D" w:rsidP="002D650D">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2D650D" w:rsidRPr="006B0D02" w:rsidRDefault="002D650D" w:rsidP="002D650D">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rsidR="002D650D" w:rsidRPr="00A40464" w:rsidRDefault="002D650D" w:rsidP="002D650D">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70622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rsidR="002D650D" w:rsidRPr="00A40464" w:rsidRDefault="002D650D" w:rsidP="00CB0DAF">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0042</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rsidR="002D650D" w:rsidRPr="00A40464" w:rsidRDefault="002D650D" w:rsidP="00CB0DAF">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2D650D" w:rsidRPr="006B0D02" w:rsidRDefault="002D650D" w:rsidP="00CB0DA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rsidR="002D650D" w:rsidRPr="00A40464" w:rsidRDefault="002D650D" w:rsidP="00CB0DAF">
            <w:pPr>
              <w:spacing w:after="0"/>
              <w:rPr>
                <w:rFonts w:ascii="Arial" w:hAnsi="Arial" w:cs="Arial"/>
                <w:noProof/>
                <w:sz w:val="16"/>
                <w:szCs w:val="16"/>
              </w:rPr>
            </w:pPr>
            <w:r w:rsidRPr="002D650D">
              <w:rPr>
                <w:rFonts w:ascii="Arial" w:hAnsi="Arial" w:cs="Arial"/>
                <w:noProof/>
                <w:sz w:val="16"/>
                <w:szCs w:val="16"/>
              </w:rPr>
              <w:t>Introduction of V2X</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2D650D" w:rsidRPr="00A40464" w:rsidRDefault="002D650D" w:rsidP="00CB0DAF">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14.2.0</w:t>
            </w:r>
          </w:p>
        </w:tc>
      </w:tr>
      <w:tr w:rsidR="002D650D" w:rsidRPr="006B0D02"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2D650D" w:rsidRPr="006B0D02" w:rsidRDefault="002D650D" w:rsidP="00CB0DAF">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2D650D" w:rsidRPr="006B0D02" w:rsidRDefault="002D650D" w:rsidP="00CB0DAF">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rsidR="002D650D" w:rsidRPr="00A40464" w:rsidRDefault="002D650D" w:rsidP="002D650D">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70624</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rsidR="002D650D" w:rsidRPr="00A40464" w:rsidRDefault="002D650D" w:rsidP="002D650D">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0043</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rsidR="002D650D" w:rsidRPr="00A40464" w:rsidRDefault="002D650D" w:rsidP="00CB0DAF">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2D650D" w:rsidRPr="006B0D02" w:rsidRDefault="002D650D" w:rsidP="00CB0DA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rsidR="002D650D" w:rsidRPr="00A40464" w:rsidRDefault="002D650D" w:rsidP="00CB0DAF">
            <w:pPr>
              <w:spacing w:after="0"/>
              <w:rPr>
                <w:rFonts w:ascii="Arial" w:hAnsi="Arial" w:cs="Arial"/>
                <w:noProof/>
                <w:sz w:val="16"/>
                <w:szCs w:val="16"/>
              </w:rPr>
            </w:pPr>
            <w:r w:rsidRPr="002D650D">
              <w:rPr>
                <w:rFonts w:ascii="Arial" w:hAnsi="Arial" w:cs="Arial"/>
                <w:noProof/>
                <w:sz w:val="16"/>
                <w:szCs w:val="16"/>
              </w:rPr>
              <w:t>Introduction of NB-IoT enhancements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2D650D" w:rsidRPr="00A40464" w:rsidRDefault="002D650D" w:rsidP="00CB0DAF">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14.2.0</w:t>
            </w:r>
          </w:p>
        </w:tc>
      </w:tr>
      <w:tr w:rsidR="00946364" w:rsidRPr="006B0D02"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946364" w:rsidRPr="006B0D02" w:rsidRDefault="00946364" w:rsidP="00946364">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946364" w:rsidRPr="006B0D02" w:rsidRDefault="00946364" w:rsidP="00946364">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rsidR="00946364" w:rsidRPr="00A40464" w:rsidRDefault="00946364" w:rsidP="0094636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71651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rsidR="00946364" w:rsidRPr="00A40464" w:rsidRDefault="00946364" w:rsidP="0094636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0046</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rsidR="00946364" w:rsidRPr="00A40464" w:rsidRDefault="00946364" w:rsidP="00A54610">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946364" w:rsidRPr="006B0D02" w:rsidRDefault="00946364" w:rsidP="00A54610">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rsidR="00946364" w:rsidRPr="00A40464" w:rsidRDefault="00946364" w:rsidP="00A54610">
            <w:pPr>
              <w:spacing w:after="0"/>
              <w:rPr>
                <w:rFonts w:ascii="Arial" w:hAnsi="Arial" w:cs="Arial"/>
                <w:noProof/>
                <w:sz w:val="16"/>
                <w:szCs w:val="16"/>
              </w:rPr>
            </w:pPr>
            <w:r w:rsidRPr="00946364">
              <w:rPr>
                <w:rFonts w:ascii="Arial" w:hAnsi="Arial" w:cs="Arial"/>
                <w:noProof/>
                <w:sz w:val="16"/>
                <w:szCs w:val="16"/>
              </w:rPr>
              <w:t>Clarification CR for LAA RRM measurements within the DRS transmisison window</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946364" w:rsidRPr="00A40464" w:rsidRDefault="00946364" w:rsidP="00946364">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14.3.0</w:t>
            </w:r>
          </w:p>
        </w:tc>
      </w:tr>
      <w:tr w:rsidR="00552726" w:rsidRPr="006B0D02"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552726" w:rsidRPr="006B0D02" w:rsidRDefault="00552726" w:rsidP="00E977C2">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552726" w:rsidRPr="006B0D02" w:rsidRDefault="00552726" w:rsidP="00E977C2">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rsidR="00552726" w:rsidRPr="00A40464" w:rsidRDefault="00552726" w:rsidP="00552726">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71641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rsidR="00552726" w:rsidRPr="00A40464" w:rsidRDefault="00552726" w:rsidP="00552726">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0044</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rsidR="00552726" w:rsidRPr="00A40464" w:rsidRDefault="00552726" w:rsidP="00E977C2">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552726" w:rsidRPr="006B0D02" w:rsidRDefault="00552726" w:rsidP="00E977C2">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rsidR="00552726" w:rsidRPr="00A40464" w:rsidRDefault="00552726" w:rsidP="00E977C2">
            <w:pPr>
              <w:spacing w:after="0"/>
              <w:rPr>
                <w:rFonts w:ascii="Arial" w:hAnsi="Arial" w:cs="Arial"/>
                <w:noProof/>
                <w:sz w:val="16"/>
                <w:szCs w:val="16"/>
              </w:rPr>
            </w:pPr>
            <w:r w:rsidRPr="00552726">
              <w:rPr>
                <w:rFonts w:ascii="Arial" w:hAnsi="Arial" w:cs="Arial"/>
                <w:noProof/>
                <w:sz w:val="16"/>
                <w:szCs w:val="16"/>
              </w:rPr>
              <w:t>CR on 36.214 for UE carrier phase measurements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552726" w:rsidRPr="00A40464" w:rsidRDefault="00552726" w:rsidP="00552726">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15.0.0</w:t>
            </w:r>
          </w:p>
        </w:tc>
      </w:tr>
      <w:tr w:rsidR="001E309E" w:rsidRPr="006B0D02"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1E309E" w:rsidRPr="006B0D02" w:rsidRDefault="001E309E" w:rsidP="001E309E">
            <w:pPr>
              <w:pStyle w:val="TAC"/>
              <w:rPr>
                <w:sz w:val="16"/>
                <w:szCs w:val="16"/>
              </w:rPr>
            </w:pPr>
            <w:r>
              <w:rPr>
                <w:sz w:val="16"/>
                <w:szCs w:val="16"/>
              </w:rPr>
              <w:t>2018-01</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1E309E" w:rsidRPr="006B0D02" w:rsidRDefault="001E309E" w:rsidP="00386799">
            <w:pPr>
              <w:pStyle w:val="TAC"/>
              <w:rPr>
                <w:sz w:val="16"/>
                <w:szCs w:val="16"/>
              </w:rPr>
            </w:pP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rsidR="001E309E" w:rsidRPr="00A40464" w:rsidRDefault="001E309E" w:rsidP="00386799">
            <w:pPr>
              <w:spacing w:after="0"/>
              <w:jc w:val="center"/>
              <w:rPr>
                <w:rFonts w:ascii="Arial" w:hAnsi="Arial" w:cs="Arial"/>
                <w:snapToGrid w:val="0"/>
                <w:color w:val="000000"/>
                <w:sz w:val="16"/>
                <w:szCs w:val="16"/>
                <w:lang w:val="en-AU"/>
              </w:rPr>
            </w:pP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rsidR="001E309E" w:rsidRPr="00A40464" w:rsidRDefault="001E309E" w:rsidP="00386799">
            <w:pPr>
              <w:spacing w:after="0"/>
              <w:jc w:val="center"/>
              <w:rPr>
                <w:rFonts w:ascii="Arial" w:hAnsi="Arial" w:cs="Arial"/>
                <w:snapToGrid w:val="0"/>
                <w:color w:val="000000"/>
                <w:sz w:val="16"/>
                <w:szCs w:val="16"/>
                <w:lang w:val="en-AU"/>
              </w:rPr>
            </w:pP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rsidR="001E309E" w:rsidRPr="00A40464" w:rsidRDefault="001E309E" w:rsidP="00386799">
            <w:pPr>
              <w:spacing w:after="0"/>
              <w:jc w:val="center"/>
              <w:rPr>
                <w:rFonts w:ascii="Arial" w:hAnsi="Arial" w:cs="Arial"/>
                <w:snapToGrid w:val="0"/>
                <w:color w:val="000000"/>
                <w:sz w:val="16"/>
                <w:szCs w:val="16"/>
                <w:lang w:val="en-AU"/>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1E309E" w:rsidRPr="006B0D02" w:rsidRDefault="001E309E" w:rsidP="00386799">
            <w:pPr>
              <w:pStyle w:val="TAC"/>
              <w:rPr>
                <w:sz w:val="16"/>
                <w:szCs w:val="16"/>
              </w:rPr>
            </w:pP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rsidR="001E309E" w:rsidRPr="00A40464" w:rsidRDefault="001E309E" w:rsidP="00386799">
            <w:pPr>
              <w:spacing w:after="0"/>
              <w:rPr>
                <w:rFonts w:ascii="Arial" w:hAnsi="Arial" w:cs="Arial"/>
                <w:noProof/>
                <w:sz w:val="16"/>
                <w:szCs w:val="16"/>
              </w:rPr>
            </w:pPr>
            <w:r>
              <w:rPr>
                <w:rFonts w:ascii="Arial" w:hAnsi="Arial" w:cs="Arial"/>
                <w:noProof/>
                <w:sz w:val="16"/>
                <w:szCs w:val="16"/>
              </w:rPr>
              <w:t>MCC to correct missing 5G logo on spec cover sheet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1E309E" w:rsidRPr="00A40464" w:rsidRDefault="001E309E" w:rsidP="001E309E">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15.0.1</w:t>
            </w:r>
          </w:p>
        </w:tc>
      </w:tr>
      <w:tr w:rsidR="00392673" w:rsidRPr="006B0D02"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392673" w:rsidRPr="006B0D02" w:rsidRDefault="00392673" w:rsidP="00392673">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392673" w:rsidRPr="006B0D02" w:rsidRDefault="00392673" w:rsidP="00392673">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rsidR="00392673" w:rsidRPr="00A40464" w:rsidRDefault="00392673" w:rsidP="00392673">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80201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rsidR="00392673" w:rsidRPr="00A40464" w:rsidRDefault="00392673" w:rsidP="00392673">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0048</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rsidR="00392673" w:rsidRPr="00A40464" w:rsidRDefault="00392673" w:rsidP="00515E1A">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392673" w:rsidRPr="006B0D02" w:rsidRDefault="00392673" w:rsidP="00515E1A">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rsidR="00392673" w:rsidRPr="00A40464" w:rsidRDefault="00392673" w:rsidP="00515E1A">
            <w:pPr>
              <w:spacing w:after="0"/>
              <w:rPr>
                <w:rFonts w:ascii="Arial" w:hAnsi="Arial" w:cs="Arial"/>
                <w:noProof/>
                <w:sz w:val="16"/>
                <w:szCs w:val="16"/>
              </w:rPr>
            </w:pPr>
            <w:r w:rsidRPr="00392673">
              <w:rPr>
                <w:rFonts w:ascii="Arial" w:hAnsi="Arial" w:cs="Arial"/>
                <w:noProof/>
                <w:sz w:val="16"/>
                <w:szCs w:val="16"/>
              </w:rPr>
              <w:t>Inter-RAT Measurements of NR</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392673" w:rsidRPr="00A40464" w:rsidRDefault="00392673" w:rsidP="00392673">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15.1.0</w:t>
            </w:r>
          </w:p>
        </w:tc>
      </w:tr>
      <w:tr w:rsidR="00D94EC5" w:rsidRPr="006B0D02"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D94EC5" w:rsidRPr="006B0D02" w:rsidRDefault="00D94EC5" w:rsidP="00515E1A">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D94EC5" w:rsidRPr="006B0D02" w:rsidRDefault="00D94EC5" w:rsidP="00515E1A">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rsidR="00D94EC5" w:rsidRPr="00A40464" w:rsidRDefault="00D94EC5" w:rsidP="00D94EC5">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80193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rsidR="00D94EC5" w:rsidRPr="00A40464" w:rsidRDefault="00D94EC5" w:rsidP="00D94EC5">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0049</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rsidR="00D94EC5" w:rsidRPr="00A40464" w:rsidRDefault="00D94EC5" w:rsidP="00515E1A">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D94EC5" w:rsidRPr="006B0D02" w:rsidRDefault="00D94EC5" w:rsidP="00515E1A">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rsidR="00D94EC5" w:rsidRPr="00A40464" w:rsidRDefault="00D94EC5" w:rsidP="00515E1A">
            <w:pPr>
              <w:spacing w:after="0"/>
              <w:rPr>
                <w:rFonts w:ascii="Arial" w:hAnsi="Arial" w:cs="Arial"/>
                <w:noProof/>
                <w:sz w:val="16"/>
                <w:szCs w:val="16"/>
              </w:rPr>
            </w:pPr>
            <w:r w:rsidRPr="00D94EC5">
              <w:rPr>
                <w:rFonts w:ascii="Arial" w:hAnsi="Arial" w:cs="Arial"/>
                <w:noProof/>
                <w:sz w:val="16"/>
                <w:szCs w:val="16"/>
              </w:rPr>
              <w:t>Revision of UE measurement report definitions considering NB-IoT UEs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D94EC5" w:rsidRPr="00A40464" w:rsidRDefault="00D94EC5" w:rsidP="00515E1A">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15.1.0</w:t>
            </w:r>
          </w:p>
        </w:tc>
      </w:tr>
      <w:tr w:rsidR="007B589D" w:rsidRPr="006B0D02"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7B589D" w:rsidRPr="006B0D02" w:rsidRDefault="007B589D" w:rsidP="007B589D">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7B589D" w:rsidRPr="006B0D02" w:rsidRDefault="007B589D" w:rsidP="007B589D">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rsidR="007B589D" w:rsidRPr="00A40464" w:rsidRDefault="007B589D" w:rsidP="007B589D">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81166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rsidR="007B589D" w:rsidRPr="00A40464" w:rsidRDefault="007B589D" w:rsidP="007B589D">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0050</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rsidR="007B589D" w:rsidRPr="00A40464" w:rsidRDefault="007B589D" w:rsidP="006D636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7B589D" w:rsidRPr="006B0D02" w:rsidRDefault="007B589D" w:rsidP="006D6364">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rsidR="007B589D" w:rsidRPr="00A40464" w:rsidRDefault="007B589D" w:rsidP="006D6364">
            <w:pPr>
              <w:spacing w:after="0"/>
              <w:rPr>
                <w:rFonts w:ascii="Arial" w:hAnsi="Arial" w:cs="Arial"/>
                <w:noProof/>
                <w:sz w:val="16"/>
                <w:szCs w:val="16"/>
              </w:rPr>
            </w:pPr>
            <w:r w:rsidRPr="007B589D">
              <w:rPr>
                <w:rFonts w:ascii="Arial" w:hAnsi="Arial" w:cs="Arial"/>
                <w:noProof/>
                <w:sz w:val="16"/>
                <w:szCs w:val="16"/>
              </w:rPr>
              <w:t>Introduction Rel-15 Further NB-IoT enhancements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7B589D" w:rsidRPr="00A40464" w:rsidRDefault="007B589D" w:rsidP="007B589D">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15.2.0</w:t>
            </w:r>
          </w:p>
        </w:tc>
      </w:tr>
      <w:tr w:rsidR="007731D4" w:rsidRPr="006B0D02"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7731D4" w:rsidRPr="006B0D02" w:rsidRDefault="007731D4" w:rsidP="007731D4">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7731D4" w:rsidRPr="006B0D02" w:rsidRDefault="007731D4" w:rsidP="007731D4">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rsidR="007731D4" w:rsidRPr="00A40464" w:rsidRDefault="007731D4" w:rsidP="007731D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81798</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rsidR="007731D4" w:rsidRPr="00A40464" w:rsidRDefault="007731D4" w:rsidP="007731D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0051</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rsidR="007731D4" w:rsidRPr="00A40464" w:rsidRDefault="007731D4" w:rsidP="006D636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7731D4" w:rsidRPr="006B0D02" w:rsidRDefault="007731D4" w:rsidP="006D6364">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rsidR="007731D4" w:rsidRPr="00A40464" w:rsidRDefault="007731D4" w:rsidP="006D6364">
            <w:pPr>
              <w:spacing w:after="0"/>
              <w:rPr>
                <w:rFonts w:ascii="Arial" w:hAnsi="Arial" w:cs="Arial"/>
                <w:noProof/>
                <w:sz w:val="16"/>
                <w:szCs w:val="16"/>
              </w:rPr>
            </w:pPr>
            <w:r w:rsidRPr="007731D4">
              <w:rPr>
                <w:rFonts w:ascii="Arial" w:hAnsi="Arial" w:cs="Arial"/>
                <w:noProof/>
                <w:sz w:val="16"/>
                <w:szCs w:val="16"/>
              </w:rPr>
              <w:t>Introduction of NR-SS-SINR</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7731D4" w:rsidRPr="00A40464" w:rsidRDefault="007731D4" w:rsidP="007731D4">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15.3.0</w:t>
            </w:r>
          </w:p>
        </w:tc>
      </w:tr>
      <w:tr w:rsidR="007731D4" w:rsidRPr="006B0D02"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7731D4" w:rsidRPr="006B0D02" w:rsidRDefault="007731D4" w:rsidP="006D6364">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7731D4" w:rsidRPr="006B0D02" w:rsidRDefault="007731D4" w:rsidP="006D6364">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rsidR="007731D4" w:rsidRPr="00A40464" w:rsidRDefault="007731D4" w:rsidP="007731D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81783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rsidR="007731D4" w:rsidRPr="00A40464" w:rsidRDefault="007731D4" w:rsidP="007731D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0052</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rsidR="007731D4" w:rsidRPr="00A40464" w:rsidRDefault="007731D4" w:rsidP="006D636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7731D4" w:rsidRPr="006B0D02" w:rsidRDefault="007731D4" w:rsidP="006D636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rsidR="007731D4" w:rsidRPr="00A40464" w:rsidRDefault="007731D4" w:rsidP="006D6364">
            <w:pPr>
              <w:spacing w:after="0"/>
              <w:rPr>
                <w:rFonts w:ascii="Arial" w:hAnsi="Arial" w:cs="Arial"/>
                <w:noProof/>
                <w:sz w:val="16"/>
                <w:szCs w:val="16"/>
              </w:rPr>
            </w:pPr>
            <w:r w:rsidRPr="007731D4">
              <w:rPr>
                <w:rFonts w:ascii="Arial" w:hAnsi="Arial" w:cs="Arial"/>
                <w:noProof/>
                <w:sz w:val="16"/>
                <w:szCs w:val="16"/>
              </w:rPr>
              <w:t>Introduction of NPBCH based NRSRP measurement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7731D4" w:rsidRPr="00A40464" w:rsidRDefault="007731D4" w:rsidP="006D6364">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15.3.0</w:t>
            </w:r>
          </w:p>
        </w:tc>
      </w:tr>
      <w:tr w:rsidR="008E3D4C" w:rsidRPr="006B0D02"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8E3D4C" w:rsidRPr="006B0D02" w:rsidRDefault="008E3D4C" w:rsidP="006D6364">
            <w:pPr>
              <w:pStyle w:val="TAC"/>
              <w:rPr>
                <w:sz w:val="16"/>
                <w:szCs w:val="16"/>
              </w:rPr>
            </w:pPr>
            <w:r>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8E3D4C" w:rsidRPr="006B0D02" w:rsidRDefault="008E3D4C" w:rsidP="006D6364">
            <w:pPr>
              <w:pStyle w:val="TAC"/>
              <w:rPr>
                <w:sz w:val="16"/>
                <w:szCs w:val="16"/>
              </w:rPr>
            </w:pPr>
            <w:r>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rsidR="008E3D4C" w:rsidRPr="00A40464" w:rsidRDefault="008E3D4C" w:rsidP="006D636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91938</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rsidR="008E3D4C" w:rsidRPr="00A40464" w:rsidRDefault="008E3D4C" w:rsidP="006D636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0053</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rsidR="008E3D4C" w:rsidRPr="00A40464" w:rsidRDefault="008E3D4C" w:rsidP="006D636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8E3D4C" w:rsidRPr="006B0D02" w:rsidRDefault="008E3D4C" w:rsidP="006D636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rsidR="008E3D4C" w:rsidRPr="00A40464" w:rsidRDefault="008E3D4C" w:rsidP="006D6364">
            <w:pPr>
              <w:spacing w:after="0"/>
              <w:rPr>
                <w:rFonts w:ascii="Arial" w:hAnsi="Arial" w:cs="Arial"/>
                <w:noProof/>
                <w:sz w:val="16"/>
                <w:szCs w:val="16"/>
              </w:rPr>
            </w:pPr>
            <w:r w:rsidRPr="008E3D4C">
              <w:rPr>
                <w:rFonts w:ascii="Arial" w:hAnsi="Arial" w:cs="Arial"/>
                <w:noProof/>
                <w:sz w:val="16"/>
                <w:szCs w:val="16"/>
              </w:rPr>
              <w:t>Correction on SFTD measurement in TS 36.214</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8E3D4C" w:rsidRPr="00A40464" w:rsidRDefault="008E3D4C" w:rsidP="006D6364">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15.4.0</w:t>
            </w:r>
          </w:p>
        </w:tc>
      </w:tr>
      <w:tr w:rsidR="006D6364" w:rsidRPr="006B0D02" w:rsidTr="006D6364">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6D6364" w:rsidRPr="006B0D02" w:rsidRDefault="006D6364" w:rsidP="006D6364">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6D6364" w:rsidRPr="006B0D02" w:rsidRDefault="006D6364" w:rsidP="006D6364">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rsidR="006D6364" w:rsidRPr="00A40464" w:rsidRDefault="006D6364" w:rsidP="006D636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92622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rsidR="006D6364" w:rsidRPr="00A40464" w:rsidRDefault="006D6364" w:rsidP="006D636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0054</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rsidR="006D6364" w:rsidRPr="00A40464" w:rsidRDefault="006D6364" w:rsidP="006D636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6D6364" w:rsidRPr="006B0D02" w:rsidRDefault="006D6364" w:rsidP="006D636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rsidR="006D6364" w:rsidRPr="00A40464" w:rsidRDefault="006D6364" w:rsidP="006D6364">
            <w:pPr>
              <w:spacing w:after="0"/>
              <w:rPr>
                <w:rFonts w:ascii="Arial" w:hAnsi="Arial" w:cs="Arial"/>
                <w:noProof/>
                <w:sz w:val="16"/>
                <w:szCs w:val="16"/>
              </w:rPr>
            </w:pPr>
            <w:r w:rsidRPr="008E3D4C">
              <w:rPr>
                <w:rFonts w:ascii="Arial" w:hAnsi="Arial" w:cs="Arial"/>
                <w:noProof/>
                <w:sz w:val="16"/>
                <w:szCs w:val="16"/>
              </w:rPr>
              <w:t>Correction on SFTD measurement in TS 36.214</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6D6364" w:rsidRPr="00A40464" w:rsidRDefault="006D6364" w:rsidP="006D6364">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15.5.0</w:t>
            </w:r>
          </w:p>
        </w:tc>
      </w:tr>
    </w:tbl>
    <w:p w:rsidR="00012E84" w:rsidRPr="0015309F" w:rsidRDefault="00012E84" w:rsidP="009B57F8">
      <w:pPr>
        <w:rPr>
          <w:rFonts w:ascii="Arial" w:hAnsi="Arial" w:cs="Arial"/>
          <w:sz w:val="16"/>
          <w:szCs w:val="16"/>
        </w:rPr>
      </w:pPr>
    </w:p>
    <w:sectPr w:rsidR="00012E84" w:rsidRPr="0015309F">
      <w:headerReference w:type="even" r:id="rId22"/>
      <w:headerReference w:type="default" r:id="rId23"/>
      <w:footerReference w:type="default" r:id="rId24"/>
      <w:headerReference w:type="first" r:id="rId25"/>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5086" w:rsidRDefault="00F85086">
      <w:r>
        <w:separator/>
      </w:r>
    </w:p>
  </w:endnote>
  <w:endnote w:type="continuationSeparator" w:id="0">
    <w:p w:rsidR="00F85086" w:rsidRDefault="00F85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angSong_GB2312">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364" w:rsidRDefault="006D6364">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5086" w:rsidRDefault="00F85086">
      <w:r>
        <w:separator/>
      </w:r>
    </w:p>
  </w:footnote>
  <w:footnote w:type="continuationSeparator" w:id="0">
    <w:p w:rsidR="00F85086" w:rsidRDefault="00F850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364" w:rsidRDefault="006D63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364" w:rsidRDefault="006D6364">
    <w:pPr>
      <w:pStyle w:val="Header"/>
      <w:framePr w:wrap="auto" w:vAnchor="text" w:hAnchor="margin" w:xAlign="right" w:y="1"/>
      <w:widowControl/>
    </w:pPr>
    <w:r>
      <w:fldChar w:fldCharType="begin"/>
    </w:r>
    <w:r>
      <w:instrText xml:space="preserve"> STYLEREF ZA </w:instrText>
    </w:r>
    <w:r>
      <w:fldChar w:fldCharType="separate"/>
    </w:r>
    <w:r w:rsidR="008D459E">
      <w:t>3GPP TS 36.214 V15.5.0 (2019-12)</w:t>
    </w:r>
    <w:r>
      <w:fldChar w:fldCharType="end"/>
    </w:r>
  </w:p>
  <w:p w:rsidR="006D6364" w:rsidRDefault="006D6364">
    <w:pPr>
      <w:pStyle w:val="Header"/>
      <w:framePr w:wrap="auto" w:vAnchor="text" w:hAnchor="margin" w:xAlign="center" w:y="1"/>
      <w:widowControl/>
    </w:pPr>
    <w:r>
      <w:fldChar w:fldCharType="begin"/>
    </w:r>
    <w:r>
      <w:instrText xml:space="preserve"> PAGE </w:instrText>
    </w:r>
    <w:r>
      <w:fldChar w:fldCharType="separate"/>
    </w:r>
    <w:r>
      <w:t>23</w:t>
    </w:r>
    <w:r>
      <w:fldChar w:fldCharType="end"/>
    </w:r>
  </w:p>
  <w:p w:rsidR="006D6364" w:rsidRDefault="006D6364">
    <w:pPr>
      <w:pStyle w:val="Header"/>
      <w:framePr w:wrap="auto" w:vAnchor="text" w:hAnchor="margin" w:y="1"/>
      <w:widowControl/>
    </w:pPr>
    <w:r>
      <w:fldChar w:fldCharType="begin"/>
    </w:r>
    <w:r>
      <w:instrText xml:space="preserve"> STYLEREF ZGSM </w:instrText>
    </w:r>
    <w:r>
      <w:fldChar w:fldCharType="separate"/>
    </w:r>
    <w:r w:rsidR="008D459E">
      <w:t>Release 15</w:t>
    </w:r>
    <w:r>
      <w:fldChar w:fldCharType="end"/>
    </w:r>
  </w:p>
  <w:p w:rsidR="006D6364" w:rsidRDefault="006D63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364" w:rsidRDefault="006D63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C681A63"/>
    <w:multiLevelType w:val="hybridMultilevel"/>
    <w:tmpl w:val="E1C4B4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0CB70FD"/>
    <w:multiLevelType w:val="multilevel"/>
    <w:tmpl w:val="B5AAEC64"/>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2"/>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20976D3D"/>
    <w:multiLevelType w:val="multilevel"/>
    <w:tmpl w:val="283A7CB6"/>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4"/>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219760C9"/>
    <w:multiLevelType w:val="multilevel"/>
    <w:tmpl w:val="7BF843CE"/>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7"/>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35C57A18"/>
    <w:multiLevelType w:val="multilevel"/>
    <w:tmpl w:val="5C8E2942"/>
    <w:lvl w:ilvl="0">
      <w:start w:val="5"/>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55056EA2"/>
    <w:multiLevelType w:val="multilevel"/>
    <w:tmpl w:val="11F8D97A"/>
    <w:lvl w:ilvl="0">
      <w:start w:val="5"/>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61401349"/>
    <w:multiLevelType w:val="multilevel"/>
    <w:tmpl w:val="F5B0F6AC"/>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9"/>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645610A8"/>
    <w:multiLevelType w:val="multilevel"/>
    <w:tmpl w:val="81A2A7CE"/>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6571748F"/>
    <w:multiLevelType w:val="multilevel"/>
    <w:tmpl w:val="81A2A7CE"/>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6C943395"/>
    <w:multiLevelType w:val="multilevel"/>
    <w:tmpl w:val="1A72D73A"/>
    <w:lvl w:ilvl="0">
      <w:start w:val="5"/>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11"/>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6E2B32B1"/>
    <w:multiLevelType w:val="multilevel"/>
    <w:tmpl w:val="81A2A7CE"/>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727708FD"/>
    <w:multiLevelType w:val="multilevel"/>
    <w:tmpl w:val="E090AFB8"/>
    <w:lvl w:ilvl="0">
      <w:start w:val="5"/>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74082918"/>
    <w:multiLevelType w:val="multilevel"/>
    <w:tmpl w:val="81A28ADA"/>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75CE29F4"/>
    <w:multiLevelType w:val="multilevel"/>
    <w:tmpl w:val="6EB22DA4"/>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5"/>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77165061"/>
    <w:multiLevelType w:val="multilevel"/>
    <w:tmpl w:val="B54491CA"/>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0"/>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7C2F6D2B"/>
    <w:multiLevelType w:val="multilevel"/>
    <w:tmpl w:val="AD924ED2"/>
    <w:lvl w:ilvl="0">
      <w:start w:val="5"/>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2"/>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7D6A2DD2"/>
    <w:multiLevelType w:val="hybridMultilevel"/>
    <w:tmpl w:val="7BF2678E"/>
    <w:lvl w:ilvl="0" w:tplc="46A474B4">
      <w:start w:val="8"/>
      <w:numFmt w:val="bullet"/>
      <w:lvlText w:val="-"/>
      <w:lvlJc w:val="left"/>
      <w:pPr>
        <w:ind w:left="420" w:hanging="420"/>
      </w:pPr>
      <w:rPr>
        <w:rFonts w:ascii="Times New Roman" w:eastAsia="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2"/>
  </w:num>
  <w:num w:numId="4">
    <w:abstractNumId w:val="8"/>
  </w:num>
  <w:num w:numId="5">
    <w:abstractNumId w:val="11"/>
  </w:num>
  <w:num w:numId="6">
    <w:abstractNumId w:val="9"/>
  </w:num>
  <w:num w:numId="7">
    <w:abstractNumId w:val="13"/>
  </w:num>
  <w:num w:numId="8">
    <w:abstractNumId w:val="5"/>
  </w:num>
  <w:num w:numId="9">
    <w:abstractNumId w:val="3"/>
  </w:num>
  <w:num w:numId="10">
    <w:abstractNumId w:val="14"/>
  </w:num>
  <w:num w:numId="11">
    <w:abstractNumId w:val="4"/>
  </w:num>
  <w:num w:numId="12">
    <w:abstractNumId w:val="7"/>
  </w:num>
  <w:num w:numId="13">
    <w:abstractNumId w:val="12"/>
  </w:num>
  <w:num w:numId="14">
    <w:abstractNumId w:val="6"/>
  </w:num>
  <w:num w:numId="15">
    <w:abstractNumId w:val="15"/>
  </w:num>
  <w:num w:numId="16">
    <w:abstractNumId w:val="10"/>
  </w:num>
  <w:num w:numId="17">
    <w:abstractNumId w:val="16"/>
  </w:num>
  <w:num w:numId="18">
    <w:abstractNumId w:val="17"/>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90"/>
  <w:displayBackgroundShape/>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94D"/>
    <w:rsid w:val="00003E5F"/>
    <w:rsid w:val="00012E84"/>
    <w:rsid w:val="00015652"/>
    <w:rsid w:val="00026D9F"/>
    <w:rsid w:val="00034CBC"/>
    <w:rsid w:val="000356AB"/>
    <w:rsid w:val="000371FB"/>
    <w:rsid w:val="000463AA"/>
    <w:rsid w:val="00051790"/>
    <w:rsid w:val="000535C2"/>
    <w:rsid w:val="000638FA"/>
    <w:rsid w:val="00071A29"/>
    <w:rsid w:val="000736FF"/>
    <w:rsid w:val="00080340"/>
    <w:rsid w:val="000808C4"/>
    <w:rsid w:val="000A24A4"/>
    <w:rsid w:val="000B0114"/>
    <w:rsid w:val="000B3DA5"/>
    <w:rsid w:val="000F1C11"/>
    <w:rsid w:val="000F1E99"/>
    <w:rsid w:val="000F3E4A"/>
    <w:rsid w:val="000F515E"/>
    <w:rsid w:val="00101F8F"/>
    <w:rsid w:val="00107AA3"/>
    <w:rsid w:val="001109D8"/>
    <w:rsid w:val="001148AD"/>
    <w:rsid w:val="001272C8"/>
    <w:rsid w:val="0013151A"/>
    <w:rsid w:val="0015309F"/>
    <w:rsid w:val="00165373"/>
    <w:rsid w:val="00166AB5"/>
    <w:rsid w:val="00183680"/>
    <w:rsid w:val="00191676"/>
    <w:rsid w:val="00194341"/>
    <w:rsid w:val="001A19F4"/>
    <w:rsid w:val="001A50D7"/>
    <w:rsid w:val="001A57F9"/>
    <w:rsid w:val="001A7133"/>
    <w:rsid w:val="001B4677"/>
    <w:rsid w:val="001B64B8"/>
    <w:rsid w:val="001B6C89"/>
    <w:rsid w:val="001B7653"/>
    <w:rsid w:val="001C7155"/>
    <w:rsid w:val="001E309E"/>
    <w:rsid w:val="001E7237"/>
    <w:rsid w:val="002060C7"/>
    <w:rsid w:val="00234F7B"/>
    <w:rsid w:val="0024213A"/>
    <w:rsid w:val="002424D1"/>
    <w:rsid w:val="0024465B"/>
    <w:rsid w:val="00252094"/>
    <w:rsid w:val="00255793"/>
    <w:rsid w:val="00260DDC"/>
    <w:rsid w:val="00261E10"/>
    <w:rsid w:val="0026287A"/>
    <w:rsid w:val="00270999"/>
    <w:rsid w:val="00270F77"/>
    <w:rsid w:val="002727A9"/>
    <w:rsid w:val="002804CB"/>
    <w:rsid w:val="0029649D"/>
    <w:rsid w:val="002B68A1"/>
    <w:rsid w:val="002B7B76"/>
    <w:rsid w:val="002D6146"/>
    <w:rsid w:val="002D650D"/>
    <w:rsid w:val="002D7A99"/>
    <w:rsid w:val="002F4920"/>
    <w:rsid w:val="002F51EC"/>
    <w:rsid w:val="00302760"/>
    <w:rsid w:val="0030470D"/>
    <w:rsid w:val="00312738"/>
    <w:rsid w:val="0033427E"/>
    <w:rsid w:val="003368EC"/>
    <w:rsid w:val="00352DEC"/>
    <w:rsid w:val="00354985"/>
    <w:rsid w:val="003571A1"/>
    <w:rsid w:val="00360F0E"/>
    <w:rsid w:val="00367175"/>
    <w:rsid w:val="0037286C"/>
    <w:rsid w:val="00373152"/>
    <w:rsid w:val="00381EC5"/>
    <w:rsid w:val="00383736"/>
    <w:rsid w:val="00386799"/>
    <w:rsid w:val="00392673"/>
    <w:rsid w:val="00394F97"/>
    <w:rsid w:val="003B17DA"/>
    <w:rsid w:val="003B4CDA"/>
    <w:rsid w:val="003E2391"/>
    <w:rsid w:val="003E2780"/>
    <w:rsid w:val="003F4514"/>
    <w:rsid w:val="003F700F"/>
    <w:rsid w:val="00400BBB"/>
    <w:rsid w:val="00410ABC"/>
    <w:rsid w:val="00411609"/>
    <w:rsid w:val="00420FDD"/>
    <w:rsid w:val="00433D8C"/>
    <w:rsid w:val="00451FE2"/>
    <w:rsid w:val="004528DA"/>
    <w:rsid w:val="004534B9"/>
    <w:rsid w:val="00462AFA"/>
    <w:rsid w:val="00466CC4"/>
    <w:rsid w:val="00486914"/>
    <w:rsid w:val="00490D7D"/>
    <w:rsid w:val="0049394D"/>
    <w:rsid w:val="00493EA5"/>
    <w:rsid w:val="004A3549"/>
    <w:rsid w:val="004A4FCE"/>
    <w:rsid w:val="004B12CF"/>
    <w:rsid w:val="004B1913"/>
    <w:rsid w:val="004B2FD6"/>
    <w:rsid w:val="004B5A48"/>
    <w:rsid w:val="004C07BD"/>
    <w:rsid w:val="004C7680"/>
    <w:rsid w:val="004E3400"/>
    <w:rsid w:val="004E3C58"/>
    <w:rsid w:val="00515E1A"/>
    <w:rsid w:val="00526E24"/>
    <w:rsid w:val="0054458F"/>
    <w:rsid w:val="00552726"/>
    <w:rsid w:val="00561136"/>
    <w:rsid w:val="00564A1E"/>
    <w:rsid w:val="00573102"/>
    <w:rsid w:val="005743F0"/>
    <w:rsid w:val="005A103B"/>
    <w:rsid w:val="005A3719"/>
    <w:rsid w:val="005A5016"/>
    <w:rsid w:val="005B1E7A"/>
    <w:rsid w:val="005C2A13"/>
    <w:rsid w:val="005D052D"/>
    <w:rsid w:val="005D2EB5"/>
    <w:rsid w:val="005D5ECB"/>
    <w:rsid w:val="005E1020"/>
    <w:rsid w:val="005E3308"/>
    <w:rsid w:val="005E37D3"/>
    <w:rsid w:val="005F1D09"/>
    <w:rsid w:val="005F7EC8"/>
    <w:rsid w:val="00620F3C"/>
    <w:rsid w:val="00622783"/>
    <w:rsid w:val="00637972"/>
    <w:rsid w:val="006408F8"/>
    <w:rsid w:val="00641CAC"/>
    <w:rsid w:val="00650F08"/>
    <w:rsid w:val="00656A31"/>
    <w:rsid w:val="00673242"/>
    <w:rsid w:val="0067797C"/>
    <w:rsid w:val="00680EAD"/>
    <w:rsid w:val="00687CE9"/>
    <w:rsid w:val="006A5E34"/>
    <w:rsid w:val="006A658F"/>
    <w:rsid w:val="006B4F03"/>
    <w:rsid w:val="006B731C"/>
    <w:rsid w:val="006B7D6C"/>
    <w:rsid w:val="006C3B90"/>
    <w:rsid w:val="006D6364"/>
    <w:rsid w:val="006D6E68"/>
    <w:rsid w:val="006E15F6"/>
    <w:rsid w:val="006E2CAF"/>
    <w:rsid w:val="006E3FF2"/>
    <w:rsid w:val="006E43F2"/>
    <w:rsid w:val="006E64C8"/>
    <w:rsid w:val="006F08E8"/>
    <w:rsid w:val="006F1080"/>
    <w:rsid w:val="006F5712"/>
    <w:rsid w:val="00703D3D"/>
    <w:rsid w:val="0072322E"/>
    <w:rsid w:val="00725D86"/>
    <w:rsid w:val="00731BAF"/>
    <w:rsid w:val="00735477"/>
    <w:rsid w:val="00751EAA"/>
    <w:rsid w:val="0075713E"/>
    <w:rsid w:val="00771779"/>
    <w:rsid w:val="007731D4"/>
    <w:rsid w:val="00780E98"/>
    <w:rsid w:val="00792B16"/>
    <w:rsid w:val="007A6193"/>
    <w:rsid w:val="007B1629"/>
    <w:rsid w:val="007B38FF"/>
    <w:rsid w:val="007B589D"/>
    <w:rsid w:val="007C3C7C"/>
    <w:rsid w:val="008003FA"/>
    <w:rsid w:val="00827CF9"/>
    <w:rsid w:val="00844672"/>
    <w:rsid w:val="00852EE4"/>
    <w:rsid w:val="00854467"/>
    <w:rsid w:val="00861374"/>
    <w:rsid w:val="0087054E"/>
    <w:rsid w:val="00887848"/>
    <w:rsid w:val="008A3F6E"/>
    <w:rsid w:val="008C173C"/>
    <w:rsid w:val="008C6DB3"/>
    <w:rsid w:val="008D0AF8"/>
    <w:rsid w:val="008D32F8"/>
    <w:rsid w:val="008D459E"/>
    <w:rsid w:val="008E36BB"/>
    <w:rsid w:val="008E3D4C"/>
    <w:rsid w:val="008E5752"/>
    <w:rsid w:val="0090156E"/>
    <w:rsid w:val="00906B9F"/>
    <w:rsid w:val="009334FD"/>
    <w:rsid w:val="0094415B"/>
    <w:rsid w:val="00946364"/>
    <w:rsid w:val="009477E7"/>
    <w:rsid w:val="0095335A"/>
    <w:rsid w:val="00965E29"/>
    <w:rsid w:val="009703A7"/>
    <w:rsid w:val="00994FD4"/>
    <w:rsid w:val="009A0A5A"/>
    <w:rsid w:val="009A2670"/>
    <w:rsid w:val="009B5250"/>
    <w:rsid w:val="009B57F8"/>
    <w:rsid w:val="009C14FC"/>
    <w:rsid w:val="009C2BF4"/>
    <w:rsid w:val="009C7103"/>
    <w:rsid w:val="009D719F"/>
    <w:rsid w:val="009E2561"/>
    <w:rsid w:val="009E5BD7"/>
    <w:rsid w:val="009F03D0"/>
    <w:rsid w:val="009F175A"/>
    <w:rsid w:val="00A11768"/>
    <w:rsid w:val="00A16F71"/>
    <w:rsid w:val="00A22274"/>
    <w:rsid w:val="00A254D2"/>
    <w:rsid w:val="00A34EC0"/>
    <w:rsid w:val="00A3582E"/>
    <w:rsid w:val="00A37EDD"/>
    <w:rsid w:val="00A469D8"/>
    <w:rsid w:val="00A51C27"/>
    <w:rsid w:val="00A53E3A"/>
    <w:rsid w:val="00A54610"/>
    <w:rsid w:val="00A55599"/>
    <w:rsid w:val="00A568A6"/>
    <w:rsid w:val="00A64CF5"/>
    <w:rsid w:val="00A96F5F"/>
    <w:rsid w:val="00AB4CEC"/>
    <w:rsid w:val="00AB5EB5"/>
    <w:rsid w:val="00AB6946"/>
    <w:rsid w:val="00AD2810"/>
    <w:rsid w:val="00AD2CAE"/>
    <w:rsid w:val="00AD7A94"/>
    <w:rsid w:val="00AE556C"/>
    <w:rsid w:val="00AF4B05"/>
    <w:rsid w:val="00B0266A"/>
    <w:rsid w:val="00B07403"/>
    <w:rsid w:val="00B10CDA"/>
    <w:rsid w:val="00B3336D"/>
    <w:rsid w:val="00B42635"/>
    <w:rsid w:val="00B50799"/>
    <w:rsid w:val="00B60F65"/>
    <w:rsid w:val="00B6528E"/>
    <w:rsid w:val="00B671CF"/>
    <w:rsid w:val="00B67595"/>
    <w:rsid w:val="00B81244"/>
    <w:rsid w:val="00B83D16"/>
    <w:rsid w:val="00B86793"/>
    <w:rsid w:val="00B9401E"/>
    <w:rsid w:val="00B96C1F"/>
    <w:rsid w:val="00BA2877"/>
    <w:rsid w:val="00BA49C3"/>
    <w:rsid w:val="00BB17B4"/>
    <w:rsid w:val="00BB677D"/>
    <w:rsid w:val="00BE0400"/>
    <w:rsid w:val="00BE5154"/>
    <w:rsid w:val="00BE7E1C"/>
    <w:rsid w:val="00BF3125"/>
    <w:rsid w:val="00C042C0"/>
    <w:rsid w:val="00C06694"/>
    <w:rsid w:val="00C30083"/>
    <w:rsid w:val="00C30351"/>
    <w:rsid w:val="00C32322"/>
    <w:rsid w:val="00C55757"/>
    <w:rsid w:val="00C631C1"/>
    <w:rsid w:val="00C74217"/>
    <w:rsid w:val="00C75308"/>
    <w:rsid w:val="00C83309"/>
    <w:rsid w:val="00C96394"/>
    <w:rsid w:val="00C97112"/>
    <w:rsid w:val="00CA51BC"/>
    <w:rsid w:val="00CB01B5"/>
    <w:rsid w:val="00CB0DAF"/>
    <w:rsid w:val="00CB66CA"/>
    <w:rsid w:val="00CF1DFF"/>
    <w:rsid w:val="00CF6981"/>
    <w:rsid w:val="00D06C08"/>
    <w:rsid w:val="00D167DD"/>
    <w:rsid w:val="00D313E8"/>
    <w:rsid w:val="00D3323F"/>
    <w:rsid w:val="00D33288"/>
    <w:rsid w:val="00D405FF"/>
    <w:rsid w:val="00D417AB"/>
    <w:rsid w:val="00D637C4"/>
    <w:rsid w:val="00D74F40"/>
    <w:rsid w:val="00D851D0"/>
    <w:rsid w:val="00D94EC5"/>
    <w:rsid w:val="00DA18D5"/>
    <w:rsid w:val="00DB2576"/>
    <w:rsid w:val="00DB6938"/>
    <w:rsid w:val="00DC7942"/>
    <w:rsid w:val="00DD6775"/>
    <w:rsid w:val="00DD7224"/>
    <w:rsid w:val="00DE0717"/>
    <w:rsid w:val="00DF167F"/>
    <w:rsid w:val="00DF6F36"/>
    <w:rsid w:val="00DF772E"/>
    <w:rsid w:val="00E03143"/>
    <w:rsid w:val="00E07187"/>
    <w:rsid w:val="00E30F73"/>
    <w:rsid w:val="00E43F99"/>
    <w:rsid w:val="00E46008"/>
    <w:rsid w:val="00E51467"/>
    <w:rsid w:val="00E53502"/>
    <w:rsid w:val="00E57082"/>
    <w:rsid w:val="00E664D4"/>
    <w:rsid w:val="00E73A4B"/>
    <w:rsid w:val="00E73E63"/>
    <w:rsid w:val="00E83A45"/>
    <w:rsid w:val="00E8708D"/>
    <w:rsid w:val="00E977C2"/>
    <w:rsid w:val="00EA15D4"/>
    <w:rsid w:val="00EA1622"/>
    <w:rsid w:val="00EB33ED"/>
    <w:rsid w:val="00EC381A"/>
    <w:rsid w:val="00ED3756"/>
    <w:rsid w:val="00ED72DA"/>
    <w:rsid w:val="00EF3149"/>
    <w:rsid w:val="00EF6BE2"/>
    <w:rsid w:val="00F00087"/>
    <w:rsid w:val="00F0451F"/>
    <w:rsid w:val="00F12611"/>
    <w:rsid w:val="00F16A9D"/>
    <w:rsid w:val="00F205B4"/>
    <w:rsid w:val="00F23273"/>
    <w:rsid w:val="00F25C75"/>
    <w:rsid w:val="00F54AAA"/>
    <w:rsid w:val="00F64119"/>
    <w:rsid w:val="00F85086"/>
    <w:rsid w:val="00F91329"/>
    <w:rsid w:val="00FA3EB4"/>
    <w:rsid w:val="00FB4603"/>
    <w:rsid w:val="00FC230F"/>
    <w:rsid w:val="00FD0217"/>
    <w:rsid w:val="00FD3E38"/>
    <w:rsid w:val="00FE4088"/>
    <w:rsid w:val="00FF38A6"/>
    <w:rsid w:val="00FF69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5:chartTrackingRefBased/>
  <w15:docId w15:val="{5999E608-4E7F-4466-97A1-512D8C5D0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8" w:uiPriority="39"/>
    <w:lsdException w:name="caption"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qFormat/>
    <w:pPr>
      <w:pBdr>
        <w:top w:val="none" w:sz="0" w:space="0" w:color="auto"/>
      </w:pBdr>
      <w:spacing w:before="180"/>
      <w:outlineLvl w:val="1"/>
    </w:pPr>
    <w:rPr>
      <w:sz w:val="32"/>
    </w:rPr>
  </w:style>
  <w:style w:type="paragraph" w:styleId="Heading3">
    <w:name w:val="heading 3"/>
    <w:aliases w:val="Underrubrik2,H3"/>
    <w:basedOn w:val="Heading2"/>
    <w:next w:val="Normal"/>
    <w:link w:val="Heading3Char"/>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semiHidden/>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pPr>
      <w:widowControl w:val="0"/>
    </w:pPr>
    <w:rPr>
      <w:rFonts w:ascii="Arial" w:hAnsi="Arial"/>
      <w:b/>
      <w:noProof/>
      <w:sz w:val="18"/>
      <w:lang w:eastAsia="en-US"/>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semiHidden/>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Index1">
    <w:name w:val="index 1"/>
    <w:basedOn w:val="Normal"/>
    <w:semiHidden/>
    <w:pPr>
      <w:keepLines/>
      <w:spacing w:after="0"/>
    </w:pPr>
  </w:style>
  <w:style w:type="paragraph" w:styleId="Index2">
    <w:name w:val="index 2"/>
    <w:basedOn w:val="Index1"/>
    <w:semiHidden/>
    <w:pPr>
      <w:ind w:left="284"/>
    </w:pPr>
  </w:style>
  <w:style w:type="paragraph" w:customStyle="1" w:styleId="TT">
    <w:name w:val="TT"/>
    <w:basedOn w:val="Heading1"/>
    <w:next w:val="Normal"/>
    <w:pPr>
      <w:outlineLvl w:val="9"/>
    </w:pPr>
  </w:style>
  <w:style w:type="paragraph" w:styleId="Footer">
    <w:name w:val="footer"/>
    <w:basedOn w:val="Header"/>
    <w:pPr>
      <w:jc w:val="center"/>
    </w:pPr>
    <w:rPr>
      <w:i/>
    </w:rPr>
  </w:style>
  <w:style w:type="character" w:styleId="FootnoteReference">
    <w:name w:val="footnote reference"/>
    <w:semiHidden/>
    <w:rPr>
      <w:b/>
      <w:position w:val="6"/>
      <w:sz w:val="16"/>
    </w:rPr>
  </w:style>
  <w:style w:type="paragraph" w:styleId="FootnoteText">
    <w:name w:val="footnote text"/>
    <w:basedOn w:val="Normal"/>
    <w:semiHidden/>
    <w:pPr>
      <w:keepLines/>
      <w:spacing w:after="0"/>
      <w:ind w:left="454" w:hanging="454"/>
    </w:pPr>
    <w:rPr>
      <w:sz w:val="16"/>
    </w:rPr>
  </w:style>
  <w:style w:type="paragraph" w:customStyle="1" w:styleId="NF">
    <w:name w:val="NF"/>
    <w:basedOn w:val="NO"/>
    <w:pPr>
      <w:keepNext/>
      <w:spacing w:after="0"/>
    </w:pPr>
    <w:rPr>
      <w:rFonts w:ascii="Arial" w:hAnsi="Arial"/>
      <w:sz w:val="18"/>
    </w:rPr>
  </w:style>
  <w:style w:type="paragraph" w:customStyle="1" w:styleId="NO">
    <w:name w:val="NO"/>
    <w:basedOn w:val="Normal"/>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har"/>
    <w:pPr>
      <w:keepNext/>
      <w:keepLines/>
      <w:spacing w:after="0"/>
    </w:pPr>
    <w:rPr>
      <w:rFonts w:ascii="Arial" w:hAnsi="Arial"/>
      <w:sz w:val="18"/>
    </w:rPr>
  </w:style>
  <w:style w:type="paragraph" w:styleId="ListNumber2">
    <w:name w:val="List Number 2"/>
    <w:basedOn w:val="ListNumber"/>
    <w:pPr>
      <w:ind w:left="851"/>
    </w:pPr>
  </w:style>
  <w:style w:type="paragraph" w:styleId="ListNumber">
    <w:name w:val="List Number"/>
    <w:basedOn w:val="List"/>
  </w:style>
  <w:style w:type="paragraph" w:styleId="List">
    <w:name w:val="List"/>
    <w:basedOn w:val="Normal"/>
    <w:pPr>
      <w:ind w:left="568" w:hanging="284"/>
    </w:pPr>
  </w:style>
  <w:style w:type="paragraph" w:customStyle="1" w:styleId="TAH">
    <w:name w:val="TAH"/>
    <w:basedOn w:val="TAC"/>
    <w:rPr>
      <w:b/>
    </w:rPr>
  </w:style>
  <w:style w:type="paragraph" w:customStyle="1" w:styleId="TAC">
    <w:name w:val="TAC"/>
    <w:basedOn w:val="TAL"/>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har"/>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List"/>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styleId="ListBullet2">
    <w:name w:val="List Bullet 2"/>
    <w:basedOn w:val="ListBullet"/>
    <w:pPr>
      <w:ind w:left="851"/>
    </w:pPr>
  </w:style>
  <w:style w:type="paragraph" w:styleId="ListBullet">
    <w:name w:val="List Bullet"/>
    <w:basedOn w:val="List"/>
  </w:style>
  <w:style w:type="paragraph" w:customStyle="1" w:styleId="EditorsNote">
    <w:name w:val="Editor's Note"/>
    <w:basedOn w:val="NO"/>
    <w:rPr>
      <w:color w:val="FF0000"/>
    </w:rPr>
  </w:style>
  <w:style w:type="paragraph" w:customStyle="1" w:styleId="TH">
    <w:name w:val="TH"/>
    <w:basedOn w:val="Normal"/>
    <w:link w:val="THChar"/>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styleId="ListBullet3">
    <w:name w:val="List Bullet 3"/>
    <w:basedOn w:val="ListBullet2"/>
    <w:pPr>
      <w:ind w:left="1135"/>
    </w:pPr>
  </w:style>
  <w:style w:type="paragraph" w:styleId="List2">
    <w:name w:val="List 2"/>
    <w:basedOn w:val="List"/>
    <w:pPr>
      <w:ind w:left="851"/>
    </w:pPr>
  </w:style>
  <w:style w:type="paragraph" w:styleId="List3">
    <w:name w:val="List 3"/>
    <w:basedOn w:val="List2"/>
    <w:pPr>
      <w:ind w:left="1135"/>
    </w:pPr>
  </w:style>
  <w:style w:type="paragraph" w:styleId="List4">
    <w:name w:val="List 4"/>
    <w:basedOn w:val="List3"/>
    <w:pPr>
      <w:ind w:left="1418"/>
    </w:pPr>
  </w:style>
  <w:style w:type="paragraph" w:styleId="List5">
    <w:name w:val="List 5"/>
    <w:basedOn w:val="List4"/>
    <w:pPr>
      <w:ind w:left="1702"/>
    </w:pPr>
  </w:style>
  <w:style w:type="paragraph" w:styleId="ListBullet4">
    <w:name w:val="List Bullet 4"/>
    <w:basedOn w:val="ListBullet3"/>
    <w:pPr>
      <w:ind w:left="1418"/>
    </w:pPr>
  </w:style>
  <w:style w:type="paragraph" w:styleId="ListBullet5">
    <w:name w:val="List Bullet 5"/>
    <w:basedOn w:val="ListBullet4"/>
    <w:pPr>
      <w:ind w:left="1702"/>
    </w:pPr>
  </w:style>
  <w:style w:type="paragraph" w:customStyle="1" w:styleId="B2">
    <w:name w:val="B2"/>
    <w:basedOn w:val="List2"/>
  </w:style>
  <w:style w:type="paragraph" w:customStyle="1" w:styleId="B3">
    <w:name w:val="B3"/>
    <w:basedOn w:val="List3"/>
  </w:style>
  <w:style w:type="paragraph" w:customStyle="1" w:styleId="B4">
    <w:name w:val="B4"/>
    <w:basedOn w:val="List4"/>
  </w:style>
  <w:style w:type="paragraph" w:customStyle="1" w:styleId="B5">
    <w:name w:val="B5"/>
    <w:basedOn w:val="List5"/>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customStyle="1" w:styleId="INDENT1">
    <w:name w:val="INDENT1"/>
    <w:basedOn w:val="Normal"/>
    <w:pPr>
      <w:ind w:left="851"/>
    </w:pPr>
  </w:style>
  <w:style w:type="paragraph" w:customStyle="1" w:styleId="INDENT2">
    <w:name w:val="INDENT2"/>
    <w:basedOn w:val="Normal"/>
    <w:pPr>
      <w:ind w:left="1135" w:hanging="284"/>
    </w:pPr>
  </w:style>
  <w:style w:type="paragraph" w:customStyle="1" w:styleId="INDENT3">
    <w:name w:val="INDENT3"/>
    <w:basedOn w:val="Normal"/>
    <w:pPr>
      <w:ind w:left="1701" w:hanging="567"/>
    </w:pPr>
  </w:style>
  <w:style w:type="paragraph" w:customStyle="1" w:styleId="FigureTitle">
    <w:name w:val="Figure_Title"/>
    <w:basedOn w:val="Normal"/>
    <w:next w:val="Normal"/>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pPr>
      <w:keepNext/>
      <w:keepLines/>
    </w:pPr>
    <w:rPr>
      <w:b/>
    </w:rPr>
  </w:style>
  <w:style w:type="paragraph" w:customStyle="1" w:styleId="enumlev2">
    <w:name w:val="enumlev2"/>
    <w:basedOn w:val="Normal"/>
    <w:pPr>
      <w:tabs>
        <w:tab w:val="left" w:pos="794"/>
        <w:tab w:val="left" w:pos="1191"/>
        <w:tab w:val="left" w:pos="1588"/>
        <w:tab w:val="left" w:pos="1985"/>
      </w:tabs>
      <w:spacing w:before="86"/>
      <w:ind w:left="1588" w:hanging="397"/>
      <w:jc w:val="both"/>
    </w:pPr>
    <w:rPr>
      <w:lang w:val="en-US"/>
    </w:rPr>
  </w:style>
  <w:style w:type="paragraph" w:customStyle="1" w:styleId="CouvRecTitle">
    <w:name w:val="Couv Rec Title"/>
    <w:basedOn w:val="Normal"/>
    <w:pPr>
      <w:keepNext/>
      <w:keepLines/>
      <w:spacing w:before="240"/>
      <w:ind w:left="1418"/>
    </w:pPr>
    <w:rPr>
      <w:rFonts w:ascii="Arial" w:hAnsi="Arial"/>
      <w:b/>
      <w:sz w:val="36"/>
      <w:lang w:val="en-US"/>
    </w:rPr>
  </w:style>
  <w:style w:type="paragraph" w:styleId="Caption">
    <w:name w:val="caption"/>
    <w:basedOn w:val="Normal"/>
    <w:next w:val="Normal"/>
    <w:qFormat/>
    <w:pPr>
      <w:spacing w:before="120" w:after="120"/>
    </w:pPr>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DocumentMap">
    <w:name w:val="Document Map"/>
    <w:basedOn w:val="Normal"/>
    <w:semiHidden/>
    <w:pPr>
      <w:shd w:val="clear" w:color="auto" w:fill="000080"/>
    </w:pPr>
    <w:rPr>
      <w:rFonts w:ascii="Tahoma" w:hAnsi="Tahoma"/>
    </w:rPr>
  </w:style>
  <w:style w:type="paragraph" w:styleId="PlainText">
    <w:name w:val="Plain Text"/>
    <w:basedOn w:val="Normal"/>
    <w:rPr>
      <w:rFonts w:ascii="Courier New" w:hAnsi="Courier New"/>
      <w:lang w:val="nb-NO"/>
    </w:rPr>
  </w:style>
  <w:style w:type="paragraph" w:customStyle="1" w:styleId="TAJ">
    <w:name w:val="TAJ"/>
    <w:basedOn w:val="TH"/>
  </w:style>
  <w:style w:type="paragraph" w:styleId="BodyText">
    <w:name w:val="Body Text"/>
    <w:basedOn w:val="Normal"/>
  </w:style>
  <w:style w:type="character" w:styleId="CommentReference">
    <w:name w:val="annotation reference"/>
    <w:semiHidden/>
    <w:rPr>
      <w:sz w:val="16"/>
    </w:rPr>
  </w:style>
  <w:style w:type="paragraph" w:customStyle="1" w:styleId="Guidance">
    <w:name w:val="Guidance"/>
    <w:basedOn w:val="Normal"/>
    <w:rPr>
      <w:i/>
      <w:color w:val="0000FF"/>
    </w:rPr>
  </w:style>
  <w:style w:type="paragraph" w:styleId="CommentText">
    <w:name w:val="annotation text"/>
    <w:basedOn w:val="Normal"/>
    <w:semiHidden/>
  </w:style>
  <w:style w:type="paragraph" w:styleId="BalloonText">
    <w:name w:val="Balloon Text"/>
    <w:basedOn w:val="Normal"/>
    <w:semiHidden/>
    <w:rsid w:val="004C7680"/>
    <w:rPr>
      <w:rFonts w:ascii="Tahoma" w:hAnsi="Tahoma" w:cs="Tahoma"/>
      <w:sz w:val="16"/>
      <w:szCs w:val="16"/>
    </w:rPr>
  </w:style>
  <w:style w:type="paragraph" w:customStyle="1" w:styleId="CharCharCharCharCharChar">
    <w:name w:val="Char Char Char Char Char Char"/>
    <w:autoRedefine/>
    <w:rsid w:val="006F5712"/>
    <w:pPr>
      <w:widowControl w:val="0"/>
      <w:spacing w:line="300" w:lineRule="auto"/>
      <w:ind w:firstLineChars="200" w:firstLine="480"/>
      <w:jc w:val="both"/>
    </w:pPr>
    <w:rPr>
      <w:rFonts w:eastAsia="FangSong_GB2312"/>
      <w:noProof/>
      <w:kern w:val="2"/>
      <w:sz w:val="24"/>
      <w:szCs w:val="24"/>
      <w:lang w:val="en-US" w:eastAsia="zh-CN"/>
    </w:rPr>
  </w:style>
  <w:style w:type="character" w:customStyle="1" w:styleId="THChar">
    <w:name w:val="TH Char"/>
    <w:link w:val="TH"/>
    <w:locked/>
    <w:rsid w:val="00DF772E"/>
    <w:rPr>
      <w:rFonts w:ascii="Arial" w:hAnsi="Arial"/>
      <w:b/>
      <w:lang w:val="en-GB" w:eastAsia="en-US" w:bidi="ar-SA"/>
    </w:rPr>
  </w:style>
  <w:style w:type="character" w:customStyle="1" w:styleId="TALChar">
    <w:name w:val="TAL Char"/>
    <w:link w:val="TAL"/>
    <w:locked/>
    <w:rsid w:val="00DF772E"/>
    <w:rPr>
      <w:rFonts w:ascii="Arial" w:hAnsi="Arial"/>
      <w:sz w:val="18"/>
      <w:lang w:val="en-GB" w:eastAsia="en-US" w:bidi="ar-SA"/>
    </w:rPr>
  </w:style>
  <w:style w:type="character" w:customStyle="1" w:styleId="EXChar">
    <w:name w:val="EX Char"/>
    <w:link w:val="EX"/>
    <w:locked/>
    <w:rsid w:val="00354985"/>
    <w:rPr>
      <w:lang w:eastAsia="en-US"/>
    </w:rPr>
  </w:style>
  <w:style w:type="character" w:customStyle="1" w:styleId="Heading3Char">
    <w:name w:val="Heading 3 Char"/>
    <w:aliases w:val="Underrubrik2 Char,H3 Char"/>
    <w:link w:val="Heading3"/>
    <w:rsid w:val="00354985"/>
    <w:rPr>
      <w:rFonts w:ascii="Arial" w:hAnsi="Arial"/>
      <w:sz w:val="28"/>
      <w:lang w:eastAsia="en-US"/>
    </w:rPr>
  </w:style>
  <w:style w:type="character" w:customStyle="1" w:styleId="TALCar">
    <w:name w:val="TAL Car"/>
    <w:rsid w:val="00B81244"/>
    <w:rPr>
      <w:rFonts w:ascii="Arial" w:hAnsi="Arial"/>
      <w:sz w:val="18"/>
      <w:lang w:val="en-GB" w:eastAsia="en-US"/>
    </w:rPr>
  </w:style>
  <w:style w:type="paragraph" w:customStyle="1" w:styleId="Default">
    <w:name w:val="Default"/>
    <w:rsid w:val="00B81244"/>
    <w:pPr>
      <w:autoSpaceDE w:val="0"/>
      <w:autoSpaceDN w:val="0"/>
      <w:adjustRightInd w:val="0"/>
    </w:pPr>
    <w:rPr>
      <w:rFonts w:ascii="Arial"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2892334">
      <w:bodyDiv w:val="1"/>
      <w:marLeft w:val="0"/>
      <w:marRight w:val="0"/>
      <w:marTop w:val="0"/>
      <w:marBottom w:val="0"/>
      <w:divBdr>
        <w:top w:val="none" w:sz="0" w:space="0" w:color="auto"/>
        <w:left w:val="none" w:sz="0" w:space="0" w:color="auto"/>
        <w:bottom w:val="none" w:sz="0" w:space="0" w:color="auto"/>
        <w:right w:val="none" w:sz="0" w:space="0" w:color="auto"/>
      </w:divBdr>
    </w:div>
    <w:div w:id="927735894">
      <w:bodyDiv w:val="1"/>
      <w:marLeft w:val="0"/>
      <w:marRight w:val="0"/>
      <w:marTop w:val="0"/>
      <w:marBottom w:val="0"/>
      <w:divBdr>
        <w:top w:val="none" w:sz="0" w:space="0" w:color="auto"/>
        <w:left w:val="none" w:sz="0" w:space="0" w:color="auto"/>
        <w:bottom w:val="none" w:sz="0" w:space="0" w:color="auto"/>
        <w:right w:val="none" w:sz="0" w:space="0" w:color="auto"/>
      </w:divBdr>
    </w:div>
    <w:div w:id="1007824628">
      <w:bodyDiv w:val="1"/>
      <w:marLeft w:val="0"/>
      <w:marRight w:val="0"/>
      <w:marTop w:val="0"/>
      <w:marBottom w:val="0"/>
      <w:divBdr>
        <w:top w:val="none" w:sz="0" w:space="0" w:color="auto"/>
        <w:left w:val="none" w:sz="0" w:space="0" w:color="auto"/>
        <w:bottom w:val="none" w:sz="0" w:space="0" w:color="auto"/>
        <w:right w:val="none" w:sz="0" w:space="0" w:color="auto"/>
      </w:divBdr>
    </w:div>
    <w:div w:id="1881819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2.bin"/><Relationship Id="rId18" Type="http://schemas.openxmlformats.org/officeDocument/2006/relationships/image" Target="media/image7.w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header" Target="header2.xml"/><Relationship Id="rId10" Type="http://schemas.openxmlformats.org/officeDocument/2006/relationships/image" Target="media/image3.wmf"/><Relationship Id="rId19"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wmf"/><Relationship Id="rId22" Type="http://schemas.openxmlformats.org/officeDocument/2006/relationships/header" Target="head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ias\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3gpp_70.dot</Template>
  <TotalTime>1</TotalTime>
  <Pages>25</Pages>
  <Words>8363</Words>
  <Characters>47675</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3GPP TS 36.214</vt:lpstr>
    </vt:vector>
  </TitlesOfParts>
  <Manager/>
  <Company/>
  <LinksUpToDate>false</LinksUpToDate>
  <CharactersWithSpaces>55927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36.214</dc:title>
  <dc:subject>Evolved Universal Terrestrial Radio Access (E-UTRA); Physical layer;Measurements (Release 12)</dc:subject>
  <dc:creator>MCC Support</dc:creator>
  <cp:keywords>UMTS, radio, layer 1</cp:keywords>
  <dc:description/>
  <cp:lastModifiedBy>MCC: CR0054</cp:lastModifiedBy>
  <cp:revision>2</cp:revision>
  <dcterms:created xsi:type="dcterms:W3CDTF">2019-12-04T09:37:00Z</dcterms:created>
  <dcterms:modified xsi:type="dcterms:W3CDTF">2019-12-04T09:37:00Z</dcterms:modified>
  <cp:category/>
</cp:coreProperties>
</file>